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C51" w:rsidRDefault="00BE2C51" w:rsidP="00822417">
      <w:pPr>
        <w:pStyle w:val="libCenterTitr"/>
      </w:pPr>
      <w:r>
        <w:t>Principles of Upbringing Children</w:t>
      </w:r>
    </w:p>
    <w:p w:rsidR="00BE2C51" w:rsidRDefault="00BE2C51" w:rsidP="00822417">
      <w:pPr>
        <w:pStyle w:val="libCenterBold1"/>
      </w:pPr>
      <w:r>
        <w:t>Author: Ayatollah Ibrahim Amini</w:t>
      </w:r>
    </w:p>
    <w:p w:rsidR="00804FF1" w:rsidRDefault="00804FF1" w:rsidP="00D675E8">
      <w:pPr>
        <w:pStyle w:val="libNormal"/>
      </w:pPr>
      <w:r>
        <w:br w:type="page"/>
      </w:r>
    </w:p>
    <w:sdt>
      <w:sdtPr>
        <w:rPr>
          <w:rStyle w:val="libNormalChar"/>
          <w:b w:val="0"/>
          <w:bCs w:val="0"/>
        </w:rPr>
        <w:id w:val="5793082"/>
        <w:docPartObj>
          <w:docPartGallery w:val="Table of Contents"/>
          <w:docPartUnique/>
        </w:docPartObj>
      </w:sdtPr>
      <w:sdtEndPr>
        <w:rPr>
          <w:rStyle w:val="DefaultParagraphFont"/>
        </w:rPr>
      </w:sdtEndPr>
      <w:sdtContent>
        <w:p w:rsidR="009E1697" w:rsidRDefault="009E1697" w:rsidP="009E1697">
          <w:pPr>
            <w:pStyle w:val="libCenterBold1"/>
          </w:pPr>
          <w:r>
            <w:t>Table of Contents</w:t>
          </w:r>
        </w:p>
        <w:p w:rsidR="00D675E8" w:rsidRDefault="005E4500" w:rsidP="00D675E8">
          <w:pPr>
            <w:pStyle w:val="TOC1"/>
            <w:rPr>
              <w:rFonts w:asciiTheme="minorHAnsi" w:eastAsiaTheme="minorEastAsia" w:hAnsiTheme="minorHAnsi" w:cstheme="minorBidi"/>
              <w:b w:val="0"/>
              <w:bCs w:val="0"/>
              <w:color w:val="auto"/>
              <w:sz w:val="22"/>
              <w:szCs w:val="22"/>
              <w:rtl/>
            </w:rPr>
          </w:pPr>
          <w:r w:rsidRPr="005E4500">
            <w:fldChar w:fldCharType="begin"/>
          </w:r>
          <w:r w:rsidR="009E1697">
            <w:instrText xml:space="preserve"> TOC \o "1-3" \h \z \u </w:instrText>
          </w:r>
          <w:r w:rsidRPr="005E4500">
            <w:fldChar w:fldCharType="separate"/>
          </w:r>
          <w:hyperlink w:anchor="_Toc431646307" w:history="1">
            <w:r w:rsidR="00D675E8" w:rsidRPr="008F1571">
              <w:rPr>
                <w:rStyle w:val="Hyperlink"/>
              </w:rPr>
              <w:t>The Translator’s Note</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Toc431646307 \h</w:instrText>
            </w:r>
            <w:r w:rsidR="00D675E8">
              <w:rPr>
                <w:webHidden/>
                <w:rtl/>
              </w:rPr>
              <w:instrText xml:space="preserve"> </w:instrText>
            </w:r>
            <w:r>
              <w:rPr>
                <w:webHidden/>
                <w:rtl/>
              </w:rPr>
            </w:r>
            <w:r>
              <w:rPr>
                <w:webHidden/>
                <w:rtl/>
              </w:rPr>
              <w:fldChar w:fldCharType="separate"/>
            </w:r>
            <w:r w:rsidR="00D62993">
              <w:rPr>
                <w:webHidden/>
              </w:rPr>
              <w:t>4</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08" w:history="1">
            <w:r w:rsidR="00D675E8" w:rsidRPr="008F1571">
              <w:rPr>
                <w:rStyle w:val="Hyperlink"/>
              </w:rPr>
              <w:t>Foreword</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Toc431646308 \h</w:instrText>
            </w:r>
            <w:r w:rsidR="00D675E8">
              <w:rPr>
                <w:webHidden/>
                <w:rtl/>
              </w:rPr>
              <w:instrText xml:space="preserve"> </w:instrText>
            </w:r>
            <w:r>
              <w:rPr>
                <w:webHidden/>
                <w:rtl/>
              </w:rPr>
            </w:r>
            <w:r>
              <w:rPr>
                <w:webHidden/>
                <w:rtl/>
              </w:rPr>
              <w:fldChar w:fldCharType="separate"/>
            </w:r>
            <w:r w:rsidR="00D62993">
              <w:rPr>
                <w:webHidden/>
              </w:rPr>
              <w:t>5</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09" w:history="1">
            <w:r w:rsidR="00D675E8" w:rsidRPr="008F1571">
              <w:rPr>
                <w:rStyle w:val="Hyperlink"/>
              </w:rPr>
              <w:t>The Parents Responsibility</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Toc431646309 \h</w:instrText>
            </w:r>
            <w:r w:rsidR="00D675E8">
              <w:rPr>
                <w:webHidden/>
                <w:rtl/>
              </w:rPr>
              <w:instrText xml:space="preserve"> </w:instrText>
            </w:r>
            <w:r>
              <w:rPr>
                <w:webHidden/>
                <w:rtl/>
              </w:rPr>
            </w:r>
            <w:r>
              <w:rPr>
                <w:webHidden/>
                <w:rtl/>
              </w:rPr>
              <w:fldChar w:fldCharType="separate"/>
            </w:r>
            <w:r w:rsidR="00D62993">
              <w:rPr>
                <w:webHidden/>
              </w:rPr>
              <w:t>7</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10" w:history="1">
            <w:r w:rsidR="00D675E8" w:rsidRPr="008F1571">
              <w:rPr>
                <w:rStyle w:val="Hyperlink"/>
              </w:rPr>
              <w:t>The Knowledge and Mutual Co-Operation of the Educators</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Toc431646310 \h</w:instrText>
            </w:r>
            <w:r w:rsidR="00D675E8">
              <w:rPr>
                <w:webHidden/>
                <w:rtl/>
              </w:rPr>
              <w:instrText xml:space="preserve"> </w:instrText>
            </w:r>
            <w:r>
              <w:rPr>
                <w:webHidden/>
                <w:rtl/>
              </w:rPr>
            </w:r>
            <w:r>
              <w:rPr>
                <w:webHidden/>
                <w:rtl/>
              </w:rPr>
              <w:fldChar w:fldCharType="separate"/>
            </w:r>
            <w:r w:rsidR="00D62993">
              <w:rPr>
                <w:webHidden/>
              </w:rPr>
              <w:t>11</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11" w:history="1">
            <w:r w:rsidR="00D675E8" w:rsidRPr="008F1571">
              <w:rPr>
                <w:rStyle w:val="Hyperlink"/>
              </w:rPr>
              <w:t>Training through Deeds, not Just Talk</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Toc431646311 \h</w:instrText>
            </w:r>
            <w:r w:rsidR="00D675E8">
              <w:rPr>
                <w:webHidden/>
                <w:rtl/>
              </w:rPr>
              <w:instrText xml:space="preserve"> </w:instrText>
            </w:r>
            <w:r>
              <w:rPr>
                <w:webHidden/>
                <w:rtl/>
              </w:rPr>
            </w:r>
            <w:r>
              <w:rPr>
                <w:webHidden/>
                <w:rtl/>
              </w:rPr>
              <w:fldChar w:fldCharType="separate"/>
            </w:r>
            <w:r w:rsidR="00D62993">
              <w:rPr>
                <w:webHidden/>
              </w:rPr>
              <w:t>13</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12" w:history="1">
            <w:r w:rsidR="00D675E8" w:rsidRPr="008F1571">
              <w:rPr>
                <w:rStyle w:val="Hyperlink"/>
              </w:rPr>
              <w:t>Abstain from Domestic Differences</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Toc431646312 \h</w:instrText>
            </w:r>
            <w:r w:rsidR="00D675E8">
              <w:rPr>
                <w:webHidden/>
                <w:rtl/>
              </w:rPr>
              <w:instrText xml:space="preserve"> </w:instrText>
            </w:r>
            <w:r>
              <w:rPr>
                <w:webHidden/>
                <w:rtl/>
              </w:rPr>
            </w:r>
            <w:r>
              <w:rPr>
                <w:webHidden/>
                <w:rtl/>
              </w:rPr>
              <w:fldChar w:fldCharType="separate"/>
            </w:r>
            <w:r w:rsidR="00D62993">
              <w:rPr>
                <w:webHidden/>
              </w:rPr>
              <w:t>15</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13" w:history="1">
            <w:r w:rsidR="00D675E8" w:rsidRPr="008F1571">
              <w:rPr>
                <w:rStyle w:val="Hyperlink"/>
              </w:rPr>
              <w:t>Starting Life as a Mother</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Toc431646313 \h</w:instrText>
            </w:r>
            <w:r w:rsidR="00D675E8">
              <w:rPr>
                <w:webHidden/>
                <w:rtl/>
              </w:rPr>
              <w:instrText xml:space="preserve"> </w:instrText>
            </w:r>
            <w:r>
              <w:rPr>
                <w:webHidden/>
                <w:rtl/>
              </w:rPr>
            </w:r>
            <w:r>
              <w:rPr>
                <w:webHidden/>
                <w:rtl/>
              </w:rPr>
              <w:fldChar w:fldCharType="separate"/>
            </w:r>
            <w:r w:rsidR="00D62993">
              <w:rPr>
                <w:webHidden/>
              </w:rPr>
              <w:t>19</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14" w:history="1">
            <w:r w:rsidR="00D675E8" w:rsidRPr="008F1571">
              <w:rPr>
                <w:rStyle w:val="Hyperlink"/>
              </w:rPr>
              <w:t>Welfare of the Embryo (foetus) Depends on the Mothers Nutrition</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Toc431646314 \h</w:instrText>
            </w:r>
            <w:r w:rsidR="00D675E8">
              <w:rPr>
                <w:webHidden/>
                <w:rtl/>
              </w:rPr>
              <w:instrText xml:space="preserve"> </w:instrText>
            </w:r>
            <w:r>
              <w:rPr>
                <w:webHidden/>
                <w:rtl/>
              </w:rPr>
            </w:r>
            <w:r>
              <w:rPr>
                <w:webHidden/>
                <w:rtl/>
              </w:rPr>
              <w:fldChar w:fldCharType="separate"/>
            </w:r>
            <w:r w:rsidR="00D62993">
              <w:rPr>
                <w:webHidden/>
              </w:rPr>
              <w:t>21</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15" w:history="1">
            <w:r w:rsidR="00D675E8" w:rsidRPr="008F1571">
              <w:rPr>
                <w:rStyle w:val="Hyperlink"/>
              </w:rPr>
              <w:t>The Effects of the Mothers Nutrition on the Foetus</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Toc431646315 \h</w:instrText>
            </w:r>
            <w:r w:rsidR="00D675E8">
              <w:rPr>
                <w:webHidden/>
                <w:rtl/>
              </w:rPr>
              <w:instrText xml:space="preserve"> </w:instrText>
            </w:r>
            <w:r>
              <w:rPr>
                <w:webHidden/>
                <w:rtl/>
              </w:rPr>
            </w:r>
            <w:r>
              <w:rPr>
                <w:webHidden/>
                <w:rtl/>
              </w:rPr>
              <w:fldChar w:fldCharType="separate"/>
            </w:r>
            <w:r w:rsidR="00D62993">
              <w:rPr>
                <w:webHidden/>
              </w:rPr>
              <w:t>22</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16" w:history="1">
            <w:r w:rsidR="00D675E8" w:rsidRPr="008F1571">
              <w:rPr>
                <w:rStyle w:val="Hyperlink"/>
              </w:rPr>
              <w:t>The Mothers Nutrition</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Toc431646316 \h</w:instrText>
            </w:r>
            <w:r w:rsidR="00D675E8">
              <w:rPr>
                <w:webHidden/>
                <w:rtl/>
              </w:rPr>
              <w:instrText xml:space="preserve"> </w:instrText>
            </w:r>
            <w:r>
              <w:rPr>
                <w:webHidden/>
                <w:rtl/>
              </w:rPr>
            </w:r>
            <w:r>
              <w:rPr>
                <w:webHidden/>
                <w:rtl/>
              </w:rPr>
              <w:fldChar w:fldCharType="separate"/>
            </w:r>
            <w:r w:rsidR="00D62993">
              <w:rPr>
                <w:webHidden/>
              </w:rPr>
              <w:t>22</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17" w:history="1">
            <w:r w:rsidR="00D675E8" w:rsidRPr="008F1571">
              <w:rPr>
                <w:rStyle w:val="Hyperlink"/>
              </w:rPr>
              <w:t>Consuming Tobacco</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Toc431646317 \h</w:instrText>
            </w:r>
            <w:r w:rsidR="00D675E8">
              <w:rPr>
                <w:webHidden/>
                <w:rtl/>
              </w:rPr>
              <w:instrText xml:space="preserve"> </w:instrText>
            </w:r>
            <w:r>
              <w:rPr>
                <w:webHidden/>
                <w:rtl/>
              </w:rPr>
            </w:r>
            <w:r>
              <w:rPr>
                <w:webHidden/>
                <w:rtl/>
              </w:rPr>
              <w:fldChar w:fldCharType="separate"/>
            </w:r>
            <w:r w:rsidR="00D62993">
              <w:rPr>
                <w:webHidden/>
              </w:rPr>
              <w:t>24</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18" w:history="1">
            <w:r w:rsidR="00D675E8" w:rsidRPr="008F1571">
              <w:rPr>
                <w:rStyle w:val="Hyperlink"/>
              </w:rPr>
              <w:t>When Pregnant Women Fall Ill</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Toc431646318 \h</w:instrText>
            </w:r>
            <w:r w:rsidR="00D675E8">
              <w:rPr>
                <w:webHidden/>
                <w:rtl/>
              </w:rPr>
              <w:instrText xml:space="preserve"> </w:instrText>
            </w:r>
            <w:r>
              <w:rPr>
                <w:webHidden/>
                <w:rtl/>
              </w:rPr>
            </w:r>
            <w:r>
              <w:rPr>
                <w:webHidden/>
                <w:rtl/>
              </w:rPr>
              <w:fldChar w:fldCharType="separate"/>
            </w:r>
            <w:r w:rsidR="00D62993">
              <w:rPr>
                <w:webHidden/>
              </w:rPr>
              <w:t>26</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19" w:history="1">
            <w:r w:rsidR="00D675E8" w:rsidRPr="008F1571">
              <w:rPr>
                <w:rStyle w:val="Hyperlink"/>
              </w:rPr>
              <w:t>Effect of the Psychological Condition of the Mother on the Embryo</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Toc431646319 \h</w:instrText>
            </w:r>
            <w:r w:rsidR="00D675E8">
              <w:rPr>
                <w:webHidden/>
                <w:rtl/>
              </w:rPr>
              <w:instrText xml:space="preserve"> </w:instrText>
            </w:r>
            <w:r>
              <w:rPr>
                <w:webHidden/>
                <w:rtl/>
              </w:rPr>
            </w:r>
            <w:r>
              <w:rPr>
                <w:webHidden/>
                <w:rtl/>
              </w:rPr>
              <w:fldChar w:fldCharType="separate"/>
            </w:r>
            <w:r w:rsidR="00D62993">
              <w:rPr>
                <w:webHidden/>
              </w:rPr>
              <w:t>26</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20" w:history="1">
            <w:r w:rsidR="00D675E8" w:rsidRPr="008F1571">
              <w:rPr>
                <w:rStyle w:val="Hyperlink"/>
              </w:rPr>
              <w:t>An Advice to Pregnant Women</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Toc431646320 \h</w:instrText>
            </w:r>
            <w:r w:rsidR="00D675E8">
              <w:rPr>
                <w:webHidden/>
                <w:rtl/>
              </w:rPr>
              <w:instrText xml:space="preserve"> </w:instrText>
            </w:r>
            <w:r>
              <w:rPr>
                <w:webHidden/>
                <w:rtl/>
              </w:rPr>
            </w:r>
            <w:r>
              <w:rPr>
                <w:webHidden/>
                <w:rtl/>
              </w:rPr>
              <w:fldChar w:fldCharType="separate"/>
            </w:r>
            <w:r w:rsidR="00D62993">
              <w:rPr>
                <w:webHidden/>
              </w:rPr>
              <w:t>29</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21" w:history="1">
            <w:r w:rsidR="00D675E8" w:rsidRPr="008F1571">
              <w:rPr>
                <w:rStyle w:val="Hyperlink"/>
              </w:rPr>
              <w:t>Clean Environment</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Toc431646321 \h</w:instrText>
            </w:r>
            <w:r w:rsidR="00D675E8">
              <w:rPr>
                <w:webHidden/>
                <w:rtl/>
              </w:rPr>
              <w:instrText xml:space="preserve"> </w:instrText>
            </w:r>
            <w:r>
              <w:rPr>
                <w:webHidden/>
                <w:rtl/>
              </w:rPr>
            </w:r>
            <w:r>
              <w:rPr>
                <w:webHidden/>
                <w:rtl/>
              </w:rPr>
              <w:fldChar w:fldCharType="separate"/>
            </w:r>
            <w:r w:rsidR="00D62993">
              <w:rPr>
                <w:webHidden/>
              </w:rPr>
              <w:t>29</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22" w:history="1">
            <w:r w:rsidR="00D675E8" w:rsidRPr="008F1571">
              <w:rPr>
                <w:rStyle w:val="Hyperlink"/>
              </w:rPr>
              <w:t>Miscarriage</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Toc431646322 \h</w:instrText>
            </w:r>
            <w:r w:rsidR="00D675E8">
              <w:rPr>
                <w:webHidden/>
                <w:rtl/>
              </w:rPr>
              <w:instrText xml:space="preserve"> </w:instrText>
            </w:r>
            <w:r>
              <w:rPr>
                <w:webHidden/>
                <w:rtl/>
              </w:rPr>
            </w:r>
            <w:r>
              <w:rPr>
                <w:webHidden/>
                <w:rtl/>
              </w:rPr>
              <w:fldChar w:fldCharType="separate"/>
            </w:r>
            <w:r w:rsidR="00D62993">
              <w:rPr>
                <w:webHidden/>
              </w:rPr>
              <w:t>30</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23" w:history="1">
            <w:r w:rsidR="00D675E8" w:rsidRPr="008F1571">
              <w:rPr>
                <w:rStyle w:val="Hyperlink"/>
              </w:rPr>
              <w:t>Difficult Deliveries</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Toc431646323 \h</w:instrText>
            </w:r>
            <w:r w:rsidR="00D675E8">
              <w:rPr>
                <w:webHidden/>
                <w:rtl/>
              </w:rPr>
              <w:instrText xml:space="preserve"> </w:instrText>
            </w:r>
            <w:r>
              <w:rPr>
                <w:webHidden/>
                <w:rtl/>
              </w:rPr>
            </w:r>
            <w:r>
              <w:rPr>
                <w:webHidden/>
                <w:rtl/>
              </w:rPr>
              <w:fldChar w:fldCharType="separate"/>
            </w:r>
            <w:r w:rsidR="00D62993">
              <w:rPr>
                <w:webHidden/>
              </w:rPr>
              <w:t>33</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24" w:history="1">
            <w:r w:rsidR="00D675E8" w:rsidRPr="008F1571">
              <w:rPr>
                <w:rStyle w:val="Hyperlink"/>
              </w:rPr>
              <w:t>After the Birth</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Toc431646324 \h</w:instrText>
            </w:r>
            <w:r w:rsidR="00D675E8">
              <w:rPr>
                <w:webHidden/>
                <w:rtl/>
              </w:rPr>
              <w:instrText xml:space="preserve"> </w:instrText>
            </w:r>
            <w:r>
              <w:rPr>
                <w:webHidden/>
                <w:rtl/>
              </w:rPr>
            </w:r>
            <w:r>
              <w:rPr>
                <w:webHidden/>
                <w:rtl/>
              </w:rPr>
              <w:fldChar w:fldCharType="separate"/>
            </w:r>
            <w:r w:rsidR="00D62993">
              <w:rPr>
                <w:webHidden/>
              </w:rPr>
              <w:t>36</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25" w:history="1">
            <w:r w:rsidR="00D675E8" w:rsidRPr="008F1571">
              <w:rPr>
                <w:rStyle w:val="Hyperlink"/>
              </w:rPr>
              <w:t>Mother’s Milk: The Best Nutrition</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Toc431646325 \h</w:instrText>
            </w:r>
            <w:r w:rsidR="00D675E8">
              <w:rPr>
                <w:webHidden/>
                <w:rtl/>
              </w:rPr>
              <w:instrText xml:space="preserve"> </w:instrText>
            </w:r>
            <w:r>
              <w:rPr>
                <w:webHidden/>
                <w:rtl/>
              </w:rPr>
            </w:r>
            <w:r>
              <w:rPr>
                <w:webHidden/>
                <w:rtl/>
              </w:rPr>
              <w:fldChar w:fldCharType="separate"/>
            </w:r>
            <w:r w:rsidR="00D62993">
              <w:rPr>
                <w:webHidden/>
              </w:rPr>
              <w:t>37</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26" w:history="1">
            <w:r w:rsidR="00D675E8" w:rsidRPr="008F1571">
              <w:rPr>
                <w:rStyle w:val="Hyperlink"/>
              </w:rPr>
              <w:t>Supplement the Mothers Milk</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Toc431646326 \h</w:instrText>
            </w:r>
            <w:r w:rsidR="00D675E8">
              <w:rPr>
                <w:webHidden/>
                <w:rtl/>
              </w:rPr>
              <w:instrText xml:space="preserve"> </w:instrText>
            </w:r>
            <w:r>
              <w:rPr>
                <w:webHidden/>
                <w:rtl/>
              </w:rPr>
            </w:r>
            <w:r>
              <w:rPr>
                <w:webHidden/>
                <w:rtl/>
              </w:rPr>
              <w:fldChar w:fldCharType="separate"/>
            </w:r>
            <w:r w:rsidR="00D62993">
              <w:rPr>
                <w:webHidden/>
              </w:rPr>
              <w:t>39</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27" w:history="1">
            <w:r w:rsidR="00D675E8" w:rsidRPr="008F1571">
              <w:rPr>
                <w:rStyle w:val="Hyperlink"/>
              </w:rPr>
              <w:t>Weaning from Mothers Milk</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Toc431646327 \h</w:instrText>
            </w:r>
            <w:r w:rsidR="00D675E8">
              <w:rPr>
                <w:webHidden/>
                <w:rtl/>
              </w:rPr>
              <w:instrText xml:space="preserve"> </w:instrText>
            </w:r>
            <w:r>
              <w:rPr>
                <w:webHidden/>
                <w:rtl/>
              </w:rPr>
            </w:r>
            <w:r>
              <w:rPr>
                <w:webHidden/>
                <w:rtl/>
              </w:rPr>
              <w:fldChar w:fldCharType="separate"/>
            </w:r>
            <w:r w:rsidR="00D62993">
              <w:rPr>
                <w:webHidden/>
              </w:rPr>
              <w:t>39</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28" w:history="1">
            <w:r w:rsidR="00D675E8" w:rsidRPr="008F1571">
              <w:rPr>
                <w:rStyle w:val="Hyperlink"/>
              </w:rPr>
              <w:t>The Schedule of Breast Feeding</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Toc431646328 \h</w:instrText>
            </w:r>
            <w:r w:rsidR="00D675E8">
              <w:rPr>
                <w:webHidden/>
                <w:rtl/>
              </w:rPr>
              <w:instrText xml:space="preserve"> </w:instrText>
            </w:r>
            <w:r>
              <w:rPr>
                <w:webHidden/>
                <w:rtl/>
              </w:rPr>
            </w:r>
            <w:r>
              <w:rPr>
                <w:webHidden/>
                <w:rtl/>
              </w:rPr>
              <w:fldChar w:fldCharType="separate"/>
            </w:r>
            <w:r w:rsidR="00D62993">
              <w:rPr>
                <w:webHidden/>
              </w:rPr>
              <w:t>40</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29" w:history="1">
            <w:r w:rsidR="00D675E8" w:rsidRPr="008F1571">
              <w:rPr>
                <w:rStyle w:val="Hyperlink"/>
              </w:rPr>
              <w:t>If the Mother is Deficient in Milk</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Toc431646329 \h</w:instrText>
            </w:r>
            <w:r w:rsidR="00D675E8">
              <w:rPr>
                <w:webHidden/>
                <w:rtl/>
              </w:rPr>
              <w:instrText xml:space="preserve"> </w:instrText>
            </w:r>
            <w:r>
              <w:rPr>
                <w:webHidden/>
                <w:rtl/>
              </w:rPr>
            </w:r>
            <w:r>
              <w:rPr>
                <w:webHidden/>
                <w:rtl/>
              </w:rPr>
              <w:fldChar w:fldCharType="separate"/>
            </w:r>
            <w:r w:rsidR="00D62993">
              <w:rPr>
                <w:webHidden/>
              </w:rPr>
              <w:t>43</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30" w:history="1">
            <w:r w:rsidR="00D675E8" w:rsidRPr="008F1571">
              <w:rPr>
                <w:rStyle w:val="Hyperlink"/>
              </w:rPr>
              <w:t>Weaning the Child</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Toc431646330 \h</w:instrText>
            </w:r>
            <w:r w:rsidR="00D675E8">
              <w:rPr>
                <w:webHidden/>
                <w:rtl/>
              </w:rPr>
              <w:instrText xml:space="preserve"> </w:instrText>
            </w:r>
            <w:r>
              <w:rPr>
                <w:webHidden/>
                <w:rtl/>
              </w:rPr>
            </w:r>
            <w:r>
              <w:rPr>
                <w:webHidden/>
                <w:rtl/>
              </w:rPr>
              <w:fldChar w:fldCharType="separate"/>
            </w:r>
            <w:r w:rsidR="00D62993">
              <w:rPr>
                <w:webHidden/>
              </w:rPr>
              <w:t>44</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31" w:history="1">
            <w:r w:rsidR="00D675E8" w:rsidRPr="008F1571">
              <w:rPr>
                <w:rStyle w:val="Hyperlink"/>
              </w:rPr>
              <w:t>Daughter or Son</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Toc431646331 \h</w:instrText>
            </w:r>
            <w:r w:rsidR="00D675E8">
              <w:rPr>
                <w:webHidden/>
                <w:rtl/>
              </w:rPr>
              <w:instrText xml:space="preserve"> </w:instrText>
            </w:r>
            <w:r>
              <w:rPr>
                <w:webHidden/>
                <w:rtl/>
              </w:rPr>
            </w:r>
            <w:r>
              <w:rPr>
                <w:webHidden/>
                <w:rtl/>
              </w:rPr>
              <w:fldChar w:fldCharType="separate"/>
            </w:r>
            <w:r w:rsidR="00D62993">
              <w:rPr>
                <w:webHidden/>
              </w:rPr>
              <w:t>45</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32" w:history="1">
            <w:r w:rsidR="00D675E8" w:rsidRPr="008F1571">
              <w:rPr>
                <w:rStyle w:val="Hyperlink"/>
              </w:rPr>
              <w:t>Naming the Child</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Toc431646332 \h</w:instrText>
            </w:r>
            <w:r w:rsidR="00D675E8">
              <w:rPr>
                <w:webHidden/>
                <w:rtl/>
              </w:rPr>
              <w:instrText xml:space="preserve"> </w:instrText>
            </w:r>
            <w:r>
              <w:rPr>
                <w:webHidden/>
                <w:rtl/>
              </w:rPr>
            </w:r>
            <w:r>
              <w:rPr>
                <w:webHidden/>
                <w:rtl/>
              </w:rPr>
              <w:fldChar w:fldCharType="separate"/>
            </w:r>
            <w:r w:rsidR="00D62993">
              <w:rPr>
                <w:webHidden/>
              </w:rPr>
              <w:t>47</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33" w:history="1">
            <w:r w:rsidR="00D675E8" w:rsidRPr="008F1571">
              <w:rPr>
                <w:rStyle w:val="Hyperlink"/>
              </w:rPr>
              <w:t>Health and Hygiene</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Toc431646333 \h</w:instrText>
            </w:r>
            <w:r w:rsidR="00D675E8">
              <w:rPr>
                <w:webHidden/>
                <w:rtl/>
              </w:rPr>
              <w:instrText xml:space="preserve"> </w:instrText>
            </w:r>
            <w:r>
              <w:rPr>
                <w:webHidden/>
                <w:rtl/>
              </w:rPr>
            </w:r>
            <w:r>
              <w:rPr>
                <w:webHidden/>
                <w:rtl/>
              </w:rPr>
              <w:fldChar w:fldCharType="separate"/>
            </w:r>
            <w:r w:rsidR="00D62993">
              <w:rPr>
                <w:webHidden/>
              </w:rPr>
              <w:t>49</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34" w:history="1">
            <w:r w:rsidR="00D675E8" w:rsidRPr="008F1571">
              <w:rPr>
                <w:rStyle w:val="Hyperlink"/>
              </w:rPr>
              <w:t>The Childs Sleep and Freedom of Movement</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Toc431646334 \h</w:instrText>
            </w:r>
            <w:r w:rsidR="00D675E8">
              <w:rPr>
                <w:webHidden/>
                <w:rtl/>
              </w:rPr>
              <w:instrText xml:space="preserve"> </w:instrText>
            </w:r>
            <w:r>
              <w:rPr>
                <w:webHidden/>
                <w:rtl/>
              </w:rPr>
            </w:r>
            <w:r>
              <w:rPr>
                <w:webHidden/>
                <w:rtl/>
              </w:rPr>
              <w:fldChar w:fldCharType="separate"/>
            </w:r>
            <w:r w:rsidR="00D62993">
              <w:rPr>
                <w:webHidden/>
              </w:rPr>
              <w:t>51</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35" w:history="1">
            <w:r w:rsidR="00D675E8" w:rsidRPr="008F1571">
              <w:rPr>
                <w:rStyle w:val="Hyperlink"/>
              </w:rPr>
              <w:t>The Most Delicate Period of Life</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Toc431646335 \h</w:instrText>
            </w:r>
            <w:r w:rsidR="00D675E8">
              <w:rPr>
                <w:webHidden/>
                <w:rtl/>
              </w:rPr>
              <w:instrText xml:space="preserve"> </w:instrText>
            </w:r>
            <w:r>
              <w:rPr>
                <w:webHidden/>
                <w:rtl/>
              </w:rPr>
            </w:r>
            <w:r>
              <w:rPr>
                <w:webHidden/>
                <w:rtl/>
              </w:rPr>
              <w:fldChar w:fldCharType="separate"/>
            </w:r>
            <w:r w:rsidR="00D62993">
              <w:rPr>
                <w:webHidden/>
              </w:rPr>
              <w:t>52</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36" w:history="1">
            <w:r w:rsidR="00D675E8" w:rsidRPr="008F1571">
              <w:rPr>
                <w:rStyle w:val="Hyperlink"/>
              </w:rPr>
              <w:t>The Newborn and Moral Up-bringing</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Toc431646336 \h</w:instrText>
            </w:r>
            <w:r w:rsidR="00D675E8">
              <w:rPr>
                <w:webHidden/>
                <w:rtl/>
              </w:rPr>
              <w:instrText xml:space="preserve"> </w:instrText>
            </w:r>
            <w:r>
              <w:rPr>
                <w:webHidden/>
                <w:rtl/>
              </w:rPr>
            </w:r>
            <w:r>
              <w:rPr>
                <w:webHidden/>
                <w:rtl/>
              </w:rPr>
              <w:fldChar w:fldCharType="separate"/>
            </w:r>
            <w:r w:rsidR="00D62993">
              <w:rPr>
                <w:webHidden/>
              </w:rPr>
              <w:t>54</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37" w:history="1">
            <w:r w:rsidR="00D675E8" w:rsidRPr="008F1571">
              <w:rPr>
                <w:rStyle w:val="Hyperlink"/>
              </w:rPr>
              <w:t>Religious Upbringing of the New Born</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Toc431646337 \h</w:instrText>
            </w:r>
            <w:r w:rsidR="00D675E8">
              <w:rPr>
                <w:webHidden/>
                <w:rtl/>
              </w:rPr>
              <w:instrText xml:space="preserve"> </w:instrText>
            </w:r>
            <w:r>
              <w:rPr>
                <w:webHidden/>
                <w:rtl/>
              </w:rPr>
            </w:r>
            <w:r>
              <w:rPr>
                <w:webHidden/>
                <w:rtl/>
              </w:rPr>
              <w:fldChar w:fldCharType="separate"/>
            </w:r>
            <w:r w:rsidR="00D62993">
              <w:rPr>
                <w:webHidden/>
              </w:rPr>
              <w:t>56</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38" w:history="1">
            <w:r w:rsidR="00D675E8" w:rsidRPr="008F1571">
              <w:rPr>
                <w:rStyle w:val="Hyperlink"/>
              </w:rPr>
              <w:t>The Sense of Belonging</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Toc431646338 \h</w:instrText>
            </w:r>
            <w:r w:rsidR="00D675E8">
              <w:rPr>
                <w:webHidden/>
                <w:rtl/>
              </w:rPr>
              <w:instrText xml:space="preserve"> </w:instrText>
            </w:r>
            <w:r>
              <w:rPr>
                <w:webHidden/>
                <w:rtl/>
              </w:rPr>
            </w:r>
            <w:r>
              <w:rPr>
                <w:webHidden/>
                <w:rtl/>
              </w:rPr>
              <w:fldChar w:fldCharType="separate"/>
            </w:r>
            <w:r w:rsidR="00D62993">
              <w:rPr>
                <w:webHidden/>
              </w:rPr>
              <w:t>58</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39" w:history="1">
            <w:r w:rsidR="00D675E8" w:rsidRPr="008F1571">
              <w:rPr>
                <w:rStyle w:val="Hyperlink"/>
              </w:rPr>
              <w:t>When the Child Starts to See the World around Him</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Toc431646339 \h</w:instrText>
            </w:r>
            <w:r w:rsidR="00D675E8">
              <w:rPr>
                <w:webHidden/>
                <w:rtl/>
              </w:rPr>
              <w:instrText xml:space="preserve"> </w:instrText>
            </w:r>
            <w:r>
              <w:rPr>
                <w:webHidden/>
                <w:rtl/>
              </w:rPr>
            </w:r>
            <w:r>
              <w:rPr>
                <w:webHidden/>
                <w:rtl/>
              </w:rPr>
              <w:fldChar w:fldCharType="separate"/>
            </w:r>
            <w:r w:rsidR="00D62993">
              <w:rPr>
                <w:webHidden/>
              </w:rPr>
              <w:t>60</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40" w:history="1">
            <w:r w:rsidR="00D675E8" w:rsidRPr="008F1571">
              <w:rPr>
                <w:rStyle w:val="Hyperlink"/>
              </w:rPr>
              <w:t>Affection</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Toc431646340 \h</w:instrText>
            </w:r>
            <w:r w:rsidR="00D675E8">
              <w:rPr>
                <w:webHidden/>
                <w:rtl/>
              </w:rPr>
              <w:instrText xml:space="preserve"> </w:instrText>
            </w:r>
            <w:r>
              <w:rPr>
                <w:webHidden/>
                <w:rtl/>
              </w:rPr>
            </w:r>
            <w:r>
              <w:rPr>
                <w:webHidden/>
                <w:rtl/>
              </w:rPr>
              <w:fldChar w:fldCharType="separate"/>
            </w:r>
            <w:r w:rsidR="00D62993">
              <w:rPr>
                <w:webHidden/>
              </w:rPr>
              <w:t>60</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41" w:history="1">
            <w:r w:rsidR="00D675E8" w:rsidRPr="008F1571">
              <w:rPr>
                <w:rStyle w:val="Hyperlink"/>
              </w:rPr>
              <w:t>The Expression of Love and Affection</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Toc431646341 \h</w:instrText>
            </w:r>
            <w:r w:rsidR="00D675E8">
              <w:rPr>
                <w:webHidden/>
                <w:rtl/>
              </w:rPr>
              <w:instrText xml:space="preserve"> </w:instrText>
            </w:r>
            <w:r>
              <w:rPr>
                <w:webHidden/>
                <w:rtl/>
              </w:rPr>
            </w:r>
            <w:r>
              <w:rPr>
                <w:webHidden/>
                <w:rtl/>
              </w:rPr>
              <w:fldChar w:fldCharType="separate"/>
            </w:r>
            <w:r w:rsidR="00D62993">
              <w:rPr>
                <w:webHidden/>
              </w:rPr>
              <w:t>64</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42" w:history="1">
            <w:r w:rsidR="00D675E8" w:rsidRPr="008F1571">
              <w:rPr>
                <w:rStyle w:val="Hyperlink"/>
              </w:rPr>
              <w:t>Love: Not an Instrument of Convenience</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Toc431646342 \h</w:instrText>
            </w:r>
            <w:r w:rsidR="00D675E8">
              <w:rPr>
                <w:webHidden/>
                <w:rtl/>
              </w:rPr>
              <w:instrText xml:space="preserve"> </w:instrText>
            </w:r>
            <w:r>
              <w:rPr>
                <w:webHidden/>
                <w:rtl/>
              </w:rPr>
            </w:r>
            <w:r>
              <w:rPr>
                <w:webHidden/>
                <w:rtl/>
              </w:rPr>
              <w:fldChar w:fldCharType="separate"/>
            </w:r>
            <w:r w:rsidR="00D62993">
              <w:rPr>
                <w:webHidden/>
              </w:rPr>
              <w:t>66</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43" w:history="1">
            <w:r w:rsidR="00D675E8" w:rsidRPr="008F1571">
              <w:rPr>
                <w:rStyle w:val="Hyperlink"/>
              </w:rPr>
              <w:t>Love Should not become a Hindrance to Good Upbringing</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Toc431646343 \h</w:instrText>
            </w:r>
            <w:r w:rsidR="00D675E8">
              <w:rPr>
                <w:webHidden/>
                <w:rtl/>
              </w:rPr>
              <w:instrText xml:space="preserve"> </w:instrText>
            </w:r>
            <w:r>
              <w:rPr>
                <w:webHidden/>
                <w:rtl/>
              </w:rPr>
            </w:r>
            <w:r>
              <w:rPr>
                <w:webHidden/>
                <w:rtl/>
              </w:rPr>
              <w:fldChar w:fldCharType="separate"/>
            </w:r>
            <w:r w:rsidR="00D62993">
              <w:rPr>
                <w:webHidden/>
              </w:rPr>
              <w:t>67</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44" w:history="1">
            <w:r w:rsidR="00D675E8" w:rsidRPr="008F1571">
              <w:rPr>
                <w:rStyle w:val="Hyperlink"/>
              </w:rPr>
              <w:t>The Spoilt Child</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Toc431646344 \h</w:instrText>
            </w:r>
            <w:r w:rsidR="00D675E8">
              <w:rPr>
                <w:webHidden/>
                <w:rtl/>
              </w:rPr>
              <w:instrText xml:space="preserve"> </w:instrText>
            </w:r>
            <w:r>
              <w:rPr>
                <w:webHidden/>
                <w:rtl/>
              </w:rPr>
            </w:r>
            <w:r>
              <w:rPr>
                <w:webHidden/>
                <w:rtl/>
              </w:rPr>
              <w:fldChar w:fldCharType="separate"/>
            </w:r>
            <w:r w:rsidR="00D62993">
              <w:rPr>
                <w:webHidden/>
              </w:rPr>
              <w:t>68</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45" w:history="1">
            <w:r w:rsidR="00D675E8" w:rsidRPr="008F1571">
              <w:rPr>
                <w:rStyle w:val="Hyperlink"/>
              </w:rPr>
              <w:t>Sucking of Thumbs</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Toc431646345 \h</w:instrText>
            </w:r>
            <w:r w:rsidR="00D675E8">
              <w:rPr>
                <w:webHidden/>
                <w:rtl/>
              </w:rPr>
              <w:instrText xml:space="preserve"> </w:instrText>
            </w:r>
            <w:r>
              <w:rPr>
                <w:webHidden/>
                <w:rtl/>
              </w:rPr>
            </w:r>
            <w:r>
              <w:rPr>
                <w:webHidden/>
                <w:rtl/>
              </w:rPr>
              <w:fldChar w:fldCharType="separate"/>
            </w:r>
            <w:r w:rsidR="00D62993">
              <w:rPr>
                <w:webHidden/>
              </w:rPr>
              <w:t>70</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46" w:history="1">
            <w:r w:rsidR="00D675E8" w:rsidRPr="008F1571">
              <w:rPr>
                <w:rStyle w:val="Hyperlink"/>
              </w:rPr>
              <w:t>Fear</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Toc431646346 \h</w:instrText>
            </w:r>
            <w:r w:rsidR="00D675E8">
              <w:rPr>
                <w:webHidden/>
                <w:rtl/>
              </w:rPr>
              <w:instrText xml:space="preserve"> </w:instrText>
            </w:r>
            <w:r>
              <w:rPr>
                <w:webHidden/>
                <w:rtl/>
              </w:rPr>
            </w:r>
            <w:r>
              <w:rPr>
                <w:webHidden/>
                <w:rtl/>
              </w:rPr>
              <w:fldChar w:fldCharType="separate"/>
            </w:r>
            <w:r w:rsidR="00D62993">
              <w:rPr>
                <w:webHidden/>
              </w:rPr>
              <w:t>71</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47" w:history="1">
            <w:r w:rsidR="00D675E8" w:rsidRPr="008F1571">
              <w:rPr>
                <w:rStyle w:val="Hyperlink"/>
              </w:rPr>
              <w:t>Play and Recreation</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Toc431646347 \h</w:instrText>
            </w:r>
            <w:r w:rsidR="00D675E8">
              <w:rPr>
                <w:webHidden/>
                <w:rtl/>
              </w:rPr>
              <w:instrText xml:space="preserve"> </w:instrText>
            </w:r>
            <w:r>
              <w:rPr>
                <w:webHidden/>
                <w:rtl/>
              </w:rPr>
            </w:r>
            <w:r>
              <w:rPr>
                <w:webHidden/>
                <w:rtl/>
              </w:rPr>
              <w:fldChar w:fldCharType="separate"/>
            </w:r>
            <w:r w:rsidR="00D62993">
              <w:rPr>
                <w:webHidden/>
              </w:rPr>
              <w:t>76</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48" w:history="1">
            <w:r w:rsidR="00D675E8" w:rsidRPr="008F1571">
              <w:rPr>
                <w:rStyle w:val="Hyperlink"/>
              </w:rPr>
              <w:t>Conceit or Pride</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Toc431646348 \h</w:instrText>
            </w:r>
            <w:r w:rsidR="00D675E8">
              <w:rPr>
                <w:webHidden/>
                <w:rtl/>
              </w:rPr>
              <w:instrText xml:space="preserve"> </w:instrText>
            </w:r>
            <w:r>
              <w:rPr>
                <w:webHidden/>
                <w:rtl/>
              </w:rPr>
            </w:r>
            <w:r>
              <w:rPr>
                <w:webHidden/>
                <w:rtl/>
              </w:rPr>
              <w:fldChar w:fldCharType="separate"/>
            </w:r>
            <w:r w:rsidR="00D62993">
              <w:rPr>
                <w:webHidden/>
              </w:rPr>
              <w:t>80</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49" w:history="1">
            <w:r w:rsidR="00D675E8" w:rsidRPr="008F1571">
              <w:rPr>
                <w:rStyle w:val="Hyperlink"/>
              </w:rPr>
              <w:t>Taqlid or Emulation</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Toc431646349 \h</w:instrText>
            </w:r>
            <w:r w:rsidR="00D675E8">
              <w:rPr>
                <w:webHidden/>
                <w:rtl/>
              </w:rPr>
              <w:instrText xml:space="preserve"> </w:instrText>
            </w:r>
            <w:r>
              <w:rPr>
                <w:webHidden/>
                <w:rtl/>
              </w:rPr>
            </w:r>
            <w:r>
              <w:rPr>
                <w:webHidden/>
                <w:rtl/>
              </w:rPr>
              <w:fldChar w:fldCharType="separate"/>
            </w:r>
            <w:r w:rsidR="00D62993">
              <w:rPr>
                <w:webHidden/>
              </w:rPr>
              <w:t>80</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50" w:history="1">
            <w:r w:rsidR="00D675E8" w:rsidRPr="008F1571">
              <w:rPr>
                <w:rStyle w:val="Hyperlink"/>
              </w:rPr>
              <w:t>Search for Truth</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Toc431646350 \h</w:instrText>
            </w:r>
            <w:r w:rsidR="00D675E8">
              <w:rPr>
                <w:webHidden/>
                <w:rtl/>
              </w:rPr>
              <w:instrText xml:space="preserve"> </w:instrText>
            </w:r>
            <w:r>
              <w:rPr>
                <w:webHidden/>
                <w:rtl/>
              </w:rPr>
            </w:r>
            <w:r>
              <w:rPr>
                <w:webHidden/>
                <w:rtl/>
              </w:rPr>
              <w:fldChar w:fldCharType="separate"/>
            </w:r>
            <w:r w:rsidR="00D62993">
              <w:rPr>
                <w:webHidden/>
              </w:rPr>
              <w:t>83</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51" w:history="1">
            <w:r w:rsidR="00D675E8" w:rsidRPr="008F1571">
              <w:rPr>
                <w:rStyle w:val="Hyperlink"/>
              </w:rPr>
              <w:t>Self Confidence</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Toc431646351 \h</w:instrText>
            </w:r>
            <w:r w:rsidR="00D675E8">
              <w:rPr>
                <w:webHidden/>
                <w:rtl/>
              </w:rPr>
              <w:instrText xml:space="preserve"> </w:instrText>
            </w:r>
            <w:r>
              <w:rPr>
                <w:webHidden/>
                <w:rtl/>
              </w:rPr>
            </w:r>
            <w:r>
              <w:rPr>
                <w:webHidden/>
                <w:rtl/>
              </w:rPr>
              <w:fldChar w:fldCharType="separate"/>
            </w:r>
            <w:r w:rsidR="00D62993">
              <w:rPr>
                <w:webHidden/>
              </w:rPr>
              <w:t>86</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52" w:history="1">
            <w:r w:rsidR="00D675E8" w:rsidRPr="008F1571">
              <w:rPr>
                <w:rStyle w:val="Hyperlink"/>
              </w:rPr>
              <w:t>Independence</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Toc431646352 \h</w:instrText>
            </w:r>
            <w:r w:rsidR="00D675E8">
              <w:rPr>
                <w:webHidden/>
                <w:rtl/>
              </w:rPr>
              <w:instrText xml:space="preserve"> </w:instrText>
            </w:r>
            <w:r>
              <w:rPr>
                <w:webHidden/>
                <w:rtl/>
              </w:rPr>
            </w:r>
            <w:r>
              <w:rPr>
                <w:webHidden/>
                <w:rtl/>
              </w:rPr>
              <w:fldChar w:fldCharType="separate"/>
            </w:r>
            <w:r w:rsidR="00D62993">
              <w:rPr>
                <w:webHidden/>
              </w:rPr>
              <w:t>90</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53" w:history="1">
            <w:r w:rsidR="00D675E8" w:rsidRPr="008F1571">
              <w:rPr>
                <w:rStyle w:val="Hyperlink"/>
              </w:rPr>
              <w:t>Work and Performance of Duties</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Toc431646353 \h</w:instrText>
            </w:r>
            <w:r w:rsidR="00D675E8">
              <w:rPr>
                <w:webHidden/>
                <w:rtl/>
              </w:rPr>
              <w:instrText xml:space="preserve"> </w:instrText>
            </w:r>
            <w:r>
              <w:rPr>
                <w:webHidden/>
                <w:rtl/>
              </w:rPr>
            </w:r>
            <w:r>
              <w:rPr>
                <w:webHidden/>
                <w:rtl/>
              </w:rPr>
              <w:fldChar w:fldCharType="separate"/>
            </w:r>
            <w:r w:rsidR="00D62993">
              <w:rPr>
                <w:webHidden/>
              </w:rPr>
              <w:t>96</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54" w:history="1">
            <w:r w:rsidR="00D675E8" w:rsidRPr="008F1571">
              <w:rPr>
                <w:rStyle w:val="Hyperlink"/>
              </w:rPr>
              <w:t>Straightforwardness</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Toc431646354 \h</w:instrText>
            </w:r>
            <w:r w:rsidR="00D675E8">
              <w:rPr>
                <w:webHidden/>
                <w:rtl/>
              </w:rPr>
              <w:instrText xml:space="preserve"> </w:instrText>
            </w:r>
            <w:r>
              <w:rPr>
                <w:webHidden/>
                <w:rtl/>
              </w:rPr>
            </w:r>
            <w:r>
              <w:rPr>
                <w:webHidden/>
                <w:rtl/>
              </w:rPr>
              <w:fldChar w:fldCharType="separate"/>
            </w:r>
            <w:r w:rsidR="00D62993">
              <w:rPr>
                <w:webHidden/>
              </w:rPr>
              <w:t>99</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55" w:history="1">
            <w:r w:rsidR="00D675E8" w:rsidRPr="008F1571">
              <w:rPr>
                <w:rStyle w:val="Hyperlink"/>
              </w:rPr>
              <w:t>Keeping Promises</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Toc431646355 \h</w:instrText>
            </w:r>
            <w:r w:rsidR="00D675E8">
              <w:rPr>
                <w:webHidden/>
                <w:rtl/>
              </w:rPr>
              <w:instrText xml:space="preserve"> </w:instrText>
            </w:r>
            <w:r>
              <w:rPr>
                <w:webHidden/>
                <w:rtl/>
              </w:rPr>
            </w:r>
            <w:r>
              <w:rPr>
                <w:webHidden/>
                <w:rtl/>
              </w:rPr>
              <w:fldChar w:fldCharType="separate"/>
            </w:r>
            <w:r w:rsidR="00D62993">
              <w:rPr>
                <w:webHidden/>
              </w:rPr>
              <w:t>103</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56" w:history="1">
            <w:r w:rsidR="00D675E8" w:rsidRPr="008F1571">
              <w:rPr>
                <w:rStyle w:val="Hyperlink"/>
              </w:rPr>
              <w:t>Ownership</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Toc431646356 \h</w:instrText>
            </w:r>
            <w:r w:rsidR="00D675E8">
              <w:rPr>
                <w:webHidden/>
                <w:rtl/>
              </w:rPr>
              <w:instrText xml:space="preserve"> </w:instrText>
            </w:r>
            <w:r>
              <w:rPr>
                <w:webHidden/>
                <w:rtl/>
              </w:rPr>
            </w:r>
            <w:r>
              <w:rPr>
                <w:webHidden/>
                <w:rtl/>
              </w:rPr>
              <w:fldChar w:fldCharType="separate"/>
            </w:r>
            <w:r w:rsidR="00D62993">
              <w:rPr>
                <w:webHidden/>
              </w:rPr>
              <w:t>104</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57" w:history="1">
            <w:r w:rsidR="00D675E8" w:rsidRPr="008F1571">
              <w:rPr>
                <w:rStyle w:val="Hyperlink"/>
              </w:rPr>
              <w:t>Magnanimity</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Toc431646357 \h</w:instrText>
            </w:r>
            <w:r w:rsidR="00D675E8">
              <w:rPr>
                <w:webHidden/>
                <w:rtl/>
              </w:rPr>
              <w:instrText xml:space="preserve"> </w:instrText>
            </w:r>
            <w:r>
              <w:rPr>
                <w:webHidden/>
                <w:rtl/>
              </w:rPr>
            </w:r>
            <w:r>
              <w:rPr>
                <w:webHidden/>
                <w:rtl/>
              </w:rPr>
              <w:fldChar w:fldCharType="separate"/>
            </w:r>
            <w:r w:rsidR="00D62993">
              <w:rPr>
                <w:webHidden/>
              </w:rPr>
              <w:t>106</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58" w:history="1">
            <w:r w:rsidR="00D675E8" w:rsidRPr="008F1571">
              <w:rPr>
                <w:rStyle w:val="Hyperlink"/>
              </w:rPr>
              <w:t>A Helping Hand in Good Work</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Toc431646358 \h</w:instrText>
            </w:r>
            <w:r w:rsidR="00D675E8">
              <w:rPr>
                <w:webHidden/>
                <w:rtl/>
              </w:rPr>
              <w:instrText xml:space="preserve"> </w:instrText>
            </w:r>
            <w:r>
              <w:rPr>
                <w:webHidden/>
                <w:rtl/>
              </w:rPr>
            </w:r>
            <w:r>
              <w:rPr>
                <w:webHidden/>
                <w:rtl/>
              </w:rPr>
              <w:fldChar w:fldCharType="separate"/>
            </w:r>
            <w:r w:rsidR="00D62993">
              <w:rPr>
                <w:webHidden/>
              </w:rPr>
              <w:t>109</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59" w:history="1">
            <w:r w:rsidR="00D675E8" w:rsidRPr="008F1571">
              <w:rPr>
                <w:rStyle w:val="Hyperlink"/>
              </w:rPr>
              <w:t>HUMANENESS AND CHILDREN</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Toc431646359 \h</w:instrText>
            </w:r>
            <w:r w:rsidR="00D675E8">
              <w:rPr>
                <w:webHidden/>
                <w:rtl/>
              </w:rPr>
              <w:instrText xml:space="preserve"> </w:instrText>
            </w:r>
            <w:r>
              <w:rPr>
                <w:webHidden/>
                <w:rtl/>
              </w:rPr>
            </w:r>
            <w:r>
              <w:rPr>
                <w:webHidden/>
                <w:rtl/>
              </w:rPr>
              <w:fldChar w:fldCharType="separate"/>
            </w:r>
            <w:r w:rsidR="00D62993">
              <w:rPr>
                <w:webHidden/>
              </w:rPr>
              <w:t>110</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60" w:history="1">
            <w:r w:rsidR="00D675E8" w:rsidRPr="008F1571">
              <w:rPr>
                <w:rStyle w:val="Hyperlink"/>
              </w:rPr>
              <w:t>Justice and Equality</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Toc431646360 \h</w:instrText>
            </w:r>
            <w:r w:rsidR="00D675E8">
              <w:rPr>
                <w:webHidden/>
                <w:rtl/>
              </w:rPr>
              <w:instrText xml:space="preserve"> </w:instrText>
            </w:r>
            <w:r>
              <w:rPr>
                <w:webHidden/>
                <w:rtl/>
              </w:rPr>
            </w:r>
            <w:r>
              <w:rPr>
                <w:webHidden/>
                <w:rtl/>
              </w:rPr>
              <w:fldChar w:fldCharType="separate"/>
            </w:r>
            <w:r w:rsidR="00D62993">
              <w:rPr>
                <w:webHidden/>
              </w:rPr>
              <w:t>112</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61" w:history="1">
            <w:r w:rsidR="00D675E8" w:rsidRPr="008F1571">
              <w:rPr>
                <w:rStyle w:val="Hyperlink"/>
              </w:rPr>
              <w:t>Respect for the Children</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Toc431646361 \h</w:instrText>
            </w:r>
            <w:r w:rsidR="00D675E8">
              <w:rPr>
                <w:webHidden/>
                <w:rtl/>
              </w:rPr>
              <w:instrText xml:space="preserve"> </w:instrText>
            </w:r>
            <w:r>
              <w:rPr>
                <w:webHidden/>
                <w:rtl/>
              </w:rPr>
            </w:r>
            <w:r>
              <w:rPr>
                <w:webHidden/>
                <w:rtl/>
              </w:rPr>
              <w:fldChar w:fldCharType="separate"/>
            </w:r>
            <w:r w:rsidR="00D62993">
              <w:rPr>
                <w:webHidden/>
              </w:rPr>
              <w:t>114</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62" w:history="1">
            <w:r w:rsidR="00D675E8" w:rsidRPr="008F1571">
              <w:rPr>
                <w:rStyle w:val="Hyperlink"/>
              </w:rPr>
              <w:t>Self Assessment and Meaningful Existence</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Toc431646362 \h</w:instrText>
            </w:r>
            <w:r w:rsidR="00D675E8">
              <w:rPr>
                <w:webHidden/>
                <w:rtl/>
              </w:rPr>
              <w:instrText xml:space="preserve"> </w:instrText>
            </w:r>
            <w:r>
              <w:rPr>
                <w:webHidden/>
                <w:rtl/>
              </w:rPr>
            </w:r>
            <w:r>
              <w:rPr>
                <w:webHidden/>
                <w:rtl/>
              </w:rPr>
              <w:fldChar w:fldCharType="separate"/>
            </w:r>
            <w:r w:rsidR="00D62993">
              <w:rPr>
                <w:webHidden/>
              </w:rPr>
              <w:t>117</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63" w:history="1">
            <w:r w:rsidR="00D675E8" w:rsidRPr="008F1571">
              <w:rPr>
                <w:rStyle w:val="Hyperlink"/>
              </w:rPr>
              <w:t>The Income of the Household and Expenses</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Toc431646363 \h</w:instrText>
            </w:r>
            <w:r w:rsidR="00D675E8">
              <w:rPr>
                <w:webHidden/>
                <w:rtl/>
              </w:rPr>
              <w:instrText xml:space="preserve"> </w:instrText>
            </w:r>
            <w:r>
              <w:rPr>
                <w:webHidden/>
                <w:rtl/>
              </w:rPr>
            </w:r>
            <w:r>
              <w:rPr>
                <w:webHidden/>
                <w:rtl/>
              </w:rPr>
              <w:fldChar w:fldCharType="separate"/>
            </w:r>
            <w:r w:rsidR="00D62993">
              <w:rPr>
                <w:webHidden/>
              </w:rPr>
              <w:t>119</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64" w:history="1">
            <w:r w:rsidR="00D675E8" w:rsidRPr="008F1571">
              <w:rPr>
                <w:rStyle w:val="Hyperlink"/>
              </w:rPr>
              <w:t>Respect for the Law</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Toc431646364 \h</w:instrText>
            </w:r>
            <w:r w:rsidR="00D675E8">
              <w:rPr>
                <w:webHidden/>
                <w:rtl/>
              </w:rPr>
              <w:instrText xml:space="preserve"> </w:instrText>
            </w:r>
            <w:r>
              <w:rPr>
                <w:webHidden/>
                <w:rtl/>
              </w:rPr>
            </w:r>
            <w:r>
              <w:rPr>
                <w:webHidden/>
                <w:rtl/>
              </w:rPr>
              <w:fldChar w:fldCharType="separate"/>
            </w:r>
            <w:r w:rsidR="00D62993">
              <w:rPr>
                <w:webHidden/>
              </w:rPr>
              <w:t>120</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65" w:history="1">
            <w:r w:rsidR="00D675E8" w:rsidRPr="008F1571">
              <w:rPr>
                <w:rStyle w:val="Hyperlink"/>
              </w:rPr>
              <w:t>Respect</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Toc431646365 \h</w:instrText>
            </w:r>
            <w:r w:rsidR="00D675E8">
              <w:rPr>
                <w:webHidden/>
                <w:rtl/>
              </w:rPr>
              <w:instrText xml:space="preserve"> </w:instrText>
            </w:r>
            <w:r>
              <w:rPr>
                <w:webHidden/>
                <w:rtl/>
              </w:rPr>
            </w:r>
            <w:r>
              <w:rPr>
                <w:webHidden/>
                <w:rtl/>
              </w:rPr>
              <w:fldChar w:fldCharType="separate"/>
            </w:r>
            <w:r w:rsidR="00D62993">
              <w:rPr>
                <w:webHidden/>
              </w:rPr>
              <w:t>121</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66" w:history="1">
            <w:r w:rsidR="00D675E8" w:rsidRPr="008F1571">
              <w:rPr>
                <w:rStyle w:val="Hyperlink"/>
              </w:rPr>
              <w:t>Theft and Kleptomania</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Toc431646366 \h</w:instrText>
            </w:r>
            <w:r w:rsidR="00D675E8">
              <w:rPr>
                <w:webHidden/>
                <w:rtl/>
              </w:rPr>
              <w:instrText xml:space="preserve"> </w:instrText>
            </w:r>
            <w:r>
              <w:rPr>
                <w:webHidden/>
                <w:rtl/>
              </w:rPr>
            </w:r>
            <w:r>
              <w:rPr>
                <w:webHidden/>
                <w:rtl/>
              </w:rPr>
              <w:fldChar w:fldCharType="separate"/>
            </w:r>
            <w:r w:rsidR="00D62993">
              <w:rPr>
                <w:webHidden/>
              </w:rPr>
              <w:t>123</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67" w:history="1">
            <w:r w:rsidR="00D675E8" w:rsidRPr="008F1571">
              <w:rPr>
                <w:rStyle w:val="Hyperlink"/>
              </w:rPr>
              <w:t>Jealousy</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Toc431646367 \h</w:instrText>
            </w:r>
            <w:r w:rsidR="00D675E8">
              <w:rPr>
                <w:webHidden/>
                <w:rtl/>
              </w:rPr>
              <w:instrText xml:space="preserve"> </w:instrText>
            </w:r>
            <w:r>
              <w:rPr>
                <w:webHidden/>
                <w:rtl/>
              </w:rPr>
            </w:r>
            <w:r>
              <w:rPr>
                <w:webHidden/>
                <w:rtl/>
              </w:rPr>
              <w:fldChar w:fldCharType="separate"/>
            </w:r>
            <w:r w:rsidR="00D62993">
              <w:rPr>
                <w:webHidden/>
              </w:rPr>
              <w:t>126</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68" w:history="1">
            <w:r w:rsidR="00D675E8" w:rsidRPr="008F1571">
              <w:rPr>
                <w:rStyle w:val="Hyperlink"/>
              </w:rPr>
              <w:t>Anger</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Toc431646368 \h</w:instrText>
            </w:r>
            <w:r w:rsidR="00D675E8">
              <w:rPr>
                <w:webHidden/>
                <w:rtl/>
              </w:rPr>
              <w:instrText xml:space="preserve"> </w:instrText>
            </w:r>
            <w:r>
              <w:rPr>
                <w:webHidden/>
                <w:rtl/>
              </w:rPr>
            </w:r>
            <w:r>
              <w:rPr>
                <w:webHidden/>
                <w:rtl/>
              </w:rPr>
              <w:fldChar w:fldCharType="separate"/>
            </w:r>
            <w:r w:rsidR="00D62993">
              <w:rPr>
                <w:webHidden/>
              </w:rPr>
              <w:t>129</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69" w:history="1">
            <w:r w:rsidR="00D675E8" w:rsidRPr="008F1571">
              <w:rPr>
                <w:rStyle w:val="Hyperlink"/>
              </w:rPr>
              <w:t>Tongue Lashing and Impertinence</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Toc431646369 \h</w:instrText>
            </w:r>
            <w:r w:rsidR="00D675E8">
              <w:rPr>
                <w:webHidden/>
                <w:rtl/>
              </w:rPr>
              <w:instrText xml:space="preserve"> </w:instrText>
            </w:r>
            <w:r>
              <w:rPr>
                <w:webHidden/>
                <w:rtl/>
              </w:rPr>
            </w:r>
            <w:r>
              <w:rPr>
                <w:webHidden/>
                <w:rtl/>
              </w:rPr>
              <w:fldChar w:fldCharType="separate"/>
            </w:r>
            <w:r w:rsidR="00D62993">
              <w:rPr>
                <w:webHidden/>
              </w:rPr>
              <w:t>131</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70" w:history="1">
            <w:r w:rsidR="00D675E8" w:rsidRPr="008F1571">
              <w:rPr>
                <w:rStyle w:val="Hyperlink"/>
              </w:rPr>
              <w:t>Backbiting or Carrying Words</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Toc431646370 \h</w:instrText>
            </w:r>
            <w:r w:rsidR="00D675E8">
              <w:rPr>
                <w:webHidden/>
                <w:rtl/>
              </w:rPr>
              <w:instrText xml:space="preserve"> </w:instrText>
            </w:r>
            <w:r>
              <w:rPr>
                <w:webHidden/>
                <w:rtl/>
              </w:rPr>
            </w:r>
            <w:r>
              <w:rPr>
                <w:webHidden/>
                <w:rtl/>
              </w:rPr>
              <w:fldChar w:fldCharType="separate"/>
            </w:r>
            <w:r w:rsidR="00D62993">
              <w:rPr>
                <w:webHidden/>
              </w:rPr>
              <w:t>132</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71" w:history="1">
            <w:r w:rsidR="00D675E8" w:rsidRPr="008F1571">
              <w:rPr>
                <w:rStyle w:val="Hyperlink"/>
              </w:rPr>
              <w:t>Fault Finding</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Toc431646371 \h</w:instrText>
            </w:r>
            <w:r w:rsidR="00D675E8">
              <w:rPr>
                <w:webHidden/>
                <w:rtl/>
              </w:rPr>
              <w:instrText xml:space="preserve"> </w:instrText>
            </w:r>
            <w:r>
              <w:rPr>
                <w:webHidden/>
                <w:rtl/>
              </w:rPr>
            </w:r>
            <w:r>
              <w:rPr>
                <w:webHidden/>
                <w:rtl/>
              </w:rPr>
              <w:fldChar w:fldCharType="separate"/>
            </w:r>
            <w:r w:rsidR="00D62993">
              <w:rPr>
                <w:webHidden/>
              </w:rPr>
              <w:t>133</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72" w:history="1">
            <w:r w:rsidR="00D675E8" w:rsidRPr="008F1571">
              <w:rPr>
                <w:rStyle w:val="Hyperlink"/>
              </w:rPr>
              <w:t>Children’s Quarrels</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Toc431646372 \h</w:instrText>
            </w:r>
            <w:r w:rsidR="00D675E8">
              <w:rPr>
                <w:webHidden/>
                <w:rtl/>
              </w:rPr>
              <w:instrText xml:space="preserve"> </w:instrText>
            </w:r>
            <w:r>
              <w:rPr>
                <w:webHidden/>
                <w:rtl/>
              </w:rPr>
            </w:r>
            <w:r>
              <w:rPr>
                <w:webHidden/>
                <w:rtl/>
              </w:rPr>
              <w:fldChar w:fldCharType="separate"/>
            </w:r>
            <w:r w:rsidR="00D62993">
              <w:rPr>
                <w:webHidden/>
              </w:rPr>
              <w:t>134</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73" w:history="1">
            <w:r w:rsidR="00D675E8" w:rsidRPr="008F1571">
              <w:rPr>
                <w:rStyle w:val="Hyperlink"/>
              </w:rPr>
              <w:t>Friends and Friendship</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Toc431646373 \h</w:instrText>
            </w:r>
            <w:r w:rsidR="00D675E8">
              <w:rPr>
                <w:webHidden/>
                <w:rtl/>
              </w:rPr>
              <w:instrText xml:space="preserve"> </w:instrText>
            </w:r>
            <w:r>
              <w:rPr>
                <w:webHidden/>
                <w:rtl/>
              </w:rPr>
            </w:r>
            <w:r>
              <w:rPr>
                <w:webHidden/>
                <w:rtl/>
              </w:rPr>
              <w:fldChar w:fldCharType="separate"/>
            </w:r>
            <w:r w:rsidR="00D62993">
              <w:rPr>
                <w:webHidden/>
              </w:rPr>
              <w:t>138</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74" w:history="1">
            <w:r w:rsidR="00D675E8" w:rsidRPr="008F1571">
              <w:rPr>
                <w:rStyle w:val="Hyperlink"/>
              </w:rPr>
              <w:t>The Child and Theological Education</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Toc431646374 \h</w:instrText>
            </w:r>
            <w:r w:rsidR="00D675E8">
              <w:rPr>
                <w:webHidden/>
                <w:rtl/>
              </w:rPr>
              <w:instrText xml:space="preserve"> </w:instrText>
            </w:r>
            <w:r>
              <w:rPr>
                <w:webHidden/>
                <w:rtl/>
              </w:rPr>
            </w:r>
            <w:r>
              <w:rPr>
                <w:webHidden/>
                <w:rtl/>
              </w:rPr>
              <w:fldChar w:fldCharType="separate"/>
            </w:r>
            <w:r w:rsidR="00D62993">
              <w:rPr>
                <w:webHidden/>
              </w:rPr>
              <w:t>141</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75" w:history="1">
            <w:r w:rsidR="00D675E8" w:rsidRPr="008F1571">
              <w:rPr>
                <w:rStyle w:val="Hyperlink"/>
              </w:rPr>
              <w:t>The Child and the Religious Duties</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Toc431646375 \h</w:instrText>
            </w:r>
            <w:r w:rsidR="00D675E8">
              <w:rPr>
                <w:webHidden/>
                <w:rtl/>
              </w:rPr>
              <w:instrText xml:space="preserve"> </w:instrText>
            </w:r>
            <w:r>
              <w:rPr>
                <w:webHidden/>
                <w:rtl/>
              </w:rPr>
            </w:r>
            <w:r>
              <w:rPr>
                <w:webHidden/>
                <w:rtl/>
              </w:rPr>
              <w:fldChar w:fldCharType="separate"/>
            </w:r>
            <w:r w:rsidR="00D62993">
              <w:rPr>
                <w:webHidden/>
              </w:rPr>
              <w:t>142</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76" w:history="1">
            <w:r w:rsidR="00D675E8" w:rsidRPr="008F1571">
              <w:rPr>
                <w:rStyle w:val="Hyperlink"/>
              </w:rPr>
              <w:t>Political and Social Thinking</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Toc431646376 \h</w:instrText>
            </w:r>
            <w:r w:rsidR="00D675E8">
              <w:rPr>
                <w:webHidden/>
                <w:rtl/>
              </w:rPr>
              <w:instrText xml:space="preserve"> </w:instrText>
            </w:r>
            <w:r>
              <w:rPr>
                <w:webHidden/>
                <w:rtl/>
              </w:rPr>
            </w:r>
            <w:r>
              <w:rPr>
                <w:webHidden/>
                <w:rtl/>
              </w:rPr>
              <w:fldChar w:fldCharType="separate"/>
            </w:r>
            <w:r w:rsidR="00D62993">
              <w:rPr>
                <w:webHidden/>
              </w:rPr>
              <w:t>145</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77" w:history="1">
            <w:r w:rsidR="00D675E8" w:rsidRPr="008F1571">
              <w:rPr>
                <w:rStyle w:val="Hyperlink"/>
              </w:rPr>
              <w:t>The Child and the Radio and Television</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Toc431646377 \h</w:instrText>
            </w:r>
            <w:r w:rsidR="00D675E8">
              <w:rPr>
                <w:webHidden/>
                <w:rtl/>
              </w:rPr>
              <w:instrText xml:space="preserve"> </w:instrText>
            </w:r>
            <w:r>
              <w:rPr>
                <w:webHidden/>
                <w:rtl/>
              </w:rPr>
            </w:r>
            <w:r>
              <w:rPr>
                <w:webHidden/>
                <w:rtl/>
              </w:rPr>
              <w:fldChar w:fldCharType="separate"/>
            </w:r>
            <w:r w:rsidR="00D62993">
              <w:rPr>
                <w:webHidden/>
              </w:rPr>
              <w:t>146</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78" w:history="1">
            <w:r w:rsidR="00D675E8" w:rsidRPr="008F1571">
              <w:rPr>
                <w:rStyle w:val="Hyperlink"/>
              </w:rPr>
              <w:t>The Gender Problems</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Toc431646378 \h</w:instrText>
            </w:r>
            <w:r w:rsidR="00D675E8">
              <w:rPr>
                <w:webHidden/>
                <w:rtl/>
              </w:rPr>
              <w:instrText xml:space="preserve"> </w:instrText>
            </w:r>
            <w:r>
              <w:rPr>
                <w:webHidden/>
                <w:rtl/>
              </w:rPr>
            </w:r>
            <w:r>
              <w:rPr>
                <w:webHidden/>
                <w:rtl/>
              </w:rPr>
              <w:fldChar w:fldCharType="separate"/>
            </w:r>
            <w:r w:rsidR="00D62993">
              <w:rPr>
                <w:webHidden/>
              </w:rPr>
              <w:t>149</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79" w:history="1">
            <w:r w:rsidR="00D675E8" w:rsidRPr="008F1571">
              <w:rPr>
                <w:rStyle w:val="Hyperlink"/>
              </w:rPr>
              <w:t>The Habit of Reading Books</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Toc431646379 \h</w:instrText>
            </w:r>
            <w:r w:rsidR="00D675E8">
              <w:rPr>
                <w:webHidden/>
                <w:rtl/>
              </w:rPr>
              <w:instrText xml:space="preserve"> </w:instrText>
            </w:r>
            <w:r>
              <w:rPr>
                <w:webHidden/>
                <w:rtl/>
              </w:rPr>
            </w:r>
            <w:r>
              <w:rPr>
                <w:webHidden/>
                <w:rtl/>
              </w:rPr>
              <w:fldChar w:fldCharType="separate"/>
            </w:r>
            <w:r w:rsidR="00D62993">
              <w:rPr>
                <w:webHidden/>
              </w:rPr>
              <w:t>156</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80" w:history="1">
            <w:r w:rsidR="00D675E8" w:rsidRPr="008F1571">
              <w:rPr>
                <w:rStyle w:val="Hyperlink"/>
              </w:rPr>
              <w:t>Physically Handicapped Children</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Toc431646380 \h</w:instrText>
            </w:r>
            <w:r w:rsidR="00D675E8">
              <w:rPr>
                <w:webHidden/>
                <w:rtl/>
              </w:rPr>
              <w:instrText xml:space="preserve"> </w:instrText>
            </w:r>
            <w:r>
              <w:rPr>
                <w:webHidden/>
                <w:rtl/>
              </w:rPr>
            </w:r>
            <w:r>
              <w:rPr>
                <w:webHidden/>
                <w:rtl/>
              </w:rPr>
              <w:fldChar w:fldCharType="separate"/>
            </w:r>
            <w:r w:rsidR="00D62993">
              <w:rPr>
                <w:webHidden/>
              </w:rPr>
              <w:t>159</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81" w:history="1">
            <w:r w:rsidR="00D675E8" w:rsidRPr="008F1571">
              <w:rPr>
                <w:rStyle w:val="Hyperlink"/>
              </w:rPr>
              <w:t>Physical Punishment</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Toc431646381 \h</w:instrText>
            </w:r>
            <w:r w:rsidR="00D675E8">
              <w:rPr>
                <w:webHidden/>
                <w:rtl/>
              </w:rPr>
              <w:instrText xml:space="preserve"> </w:instrText>
            </w:r>
            <w:r>
              <w:rPr>
                <w:webHidden/>
                <w:rtl/>
              </w:rPr>
            </w:r>
            <w:r>
              <w:rPr>
                <w:webHidden/>
                <w:rtl/>
              </w:rPr>
              <w:fldChar w:fldCharType="separate"/>
            </w:r>
            <w:r w:rsidR="00D62993">
              <w:rPr>
                <w:webHidden/>
              </w:rPr>
              <w:t>161</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82" w:history="1">
            <w:r w:rsidR="00D675E8" w:rsidRPr="008F1571">
              <w:rPr>
                <w:rStyle w:val="Hyperlink"/>
              </w:rPr>
              <w:t>Non Physical Punishments</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Toc431646382 \h</w:instrText>
            </w:r>
            <w:r w:rsidR="00D675E8">
              <w:rPr>
                <w:webHidden/>
                <w:rtl/>
              </w:rPr>
              <w:instrText xml:space="preserve"> </w:instrText>
            </w:r>
            <w:r>
              <w:rPr>
                <w:webHidden/>
                <w:rtl/>
              </w:rPr>
            </w:r>
            <w:r>
              <w:rPr>
                <w:webHidden/>
                <w:rtl/>
              </w:rPr>
              <w:fldChar w:fldCharType="separate"/>
            </w:r>
            <w:r w:rsidR="00D62993">
              <w:rPr>
                <w:webHidden/>
              </w:rPr>
              <w:t>164</w:t>
            </w:r>
            <w:r>
              <w:rPr>
                <w:webHidden/>
                <w:rtl/>
              </w:rPr>
              <w:fldChar w:fldCharType="end"/>
            </w:r>
          </w:hyperlink>
        </w:p>
        <w:p w:rsidR="00D675E8" w:rsidRDefault="005E4500" w:rsidP="00D675E8">
          <w:pPr>
            <w:pStyle w:val="TOC1"/>
            <w:rPr>
              <w:rFonts w:asciiTheme="minorHAnsi" w:eastAsiaTheme="minorEastAsia" w:hAnsiTheme="minorHAnsi" w:cstheme="minorBidi"/>
              <w:b w:val="0"/>
              <w:bCs w:val="0"/>
              <w:color w:val="auto"/>
              <w:sz w:val="22"/>
              <w:szCs w:val="22"/>
              <w:rtl/>
            </w:rPr>
          </w:pPr>
          <w:hyperlink w:anchor="_Toc431646383" w:history="1">
            <w:r w:rsidR="00D675E8" w:rsidRPr="008F1571">
              <w:rPr>
                <w:rStyle w:val="Hyperlink"/>
              </w:rPr>
              <w:t>Encouragement and Reward</w:t>
            </w:r>
            <w:r w:rsidR="00D675E8">
              <w:rPr>
                <w:webHidden/>
                <w:rtl/>
              </w:rPr>
              <w:tab/>
            </w:r>
            <w:r>
              <w:rPr>
                <w:webHidden/>
                <w:rtl/>
              </w:rPr>
              <w:fldChar w:fldCharType="begin"/>
            </w:r>
            <w:r w:rsidR="00D675E8">
              <w:rPr>
                <w:webHidden/>
                <w:rtl/>
              </w:rPr>
              <w:instrText xml:space="preserve"> </w:instrText>
            </w:r>
            <w:r w:rsidR="00D675E8">
              <w:rPr>
                <w:webHidden/>
              </w:rPr>
              <w:instrText>PAGEREF</w:instrText>
            </w:r>
            <w:r w:rsidR="00D675E8">
              <w:rPr>
                <w:webHidden/>
                <w:rtl/>
              </w:rPr>
              <w:instrText xml:space="preserve"> _</w:instrText>
            </w:r>
            <w:r w:rsidR="00D675E8">
              <w:rPr>
                <w:webHidden/>
              </w:rPr>
              <w:instrText>Toc431646383 \h</w:instrText>
            </w:r>
            <w:r w:rsidR="00D675E8">
              <w:rPr>
                <w:webHidden/>
                <w:rtl/>
              </w:rPr>
              <w:instrText xml:space="preserve"> </w:instrText>
            </w:r>
            <w:r>
              <w:rPr>
                <w:webHidden/>
                <w:rtl/>
              </w:rPr>
            </w:r>
            <w:r>
              <w:rPr>
                <w:webHidden/>
                <w:rtl/>
              </w:rPr>
              <w:fldChar w:fldCharType="separate"/>
            </w:r>
            <w:r w:rsidR="00D62993">
              <w:rPr>
                <w:webHidden/>
              </w:rPr>
              <w:t>166</w:t>
            </w:r>
            <w:r>
              <w:rPr>
                <w:webHidden/>
                <w:rtl/>
              </w:rPr>
              <w:fldChar w:fldCharType="end"/>
            </w:r>
          </w:hyperlink>
        </w:p>
        <w:p w:rsidR="009E1697" w:rsidRDefault="005E4500" w:rsidP="00D675E8">
          <w:pPr>
            <w:pStyle w:val="libNormal"/>
          </w:pPr>
          <w:r>
            <w:fldChar w:fldCharType="end"/>
          </w:r>
        </w:p>
      </w:sdtContent>
    </w:sdt>
    <w:p w:rsidR="00BE2C51" w:rsidRDefault="00BE2C51" w:rsidP="003C333D">
      <w:pPr>
        <w:pStyle w:val="libNormal"/>
      </w:pPr>
      <w:r>
        <w:br w:type="page"/>
      </w:r>
    </w:p>
    <w:p w:rsidR="00822417" w:rsidRDefault="003C333D" w:rsidP="003C333D">
      <w:pPr>
        <w:pStyle w:val="Heading1Center"/>
      </w:pPr>
      <w:bookmarkStart w:id="0" w:name="_Toc431646307"/>
      <w:r>
        <w:lastRenderedPageBreak/>
        <w:t>T</w:t>
      </w:r>
      <w:r w:rsidR="00BE2C51">
        <w:t>he Translator’s Note</w:t>
      </w:r>
      <w:bookmarkEnd w:id="0"/>
    </w:p>
    <w:p w:rsidR="00822417" w:rsidRDefault="00BE2C51" w:rsidP="00BE2C51">
      <w:pPr>
        <w:pStyle w:val="libNormal"/>
      </w:pPr>
      <w:r>
        <w:t>My friend Riaz Ahmed gave me a copy of the Urdu translation of the book to read and attempt its translation into the English language. He told me that the sponsors are keen to have the book published in the English language for the benefit of young, eligible, girls, newly married couples and expectant mothers who do not have proficiency in Persian, the language of the original text, nor can they read Urdu in which it has been translated and published.</w:t>
      </w:r>
    </w:p>
    <w:p w:rsidR="00822417" w:rsidRDefault="00BE2C51" w:rsidP="00BE2C51">
      <w:pPr>
        <w:pStyle w:val="libNormal"/>
      </w:pPr>
      <w:r>
        <w:t>After reading the book I am convinced that it is a highly commendable project. I feel a copy should reach every household. It should be a part of the dower of newly wed brides, it should be presented to the young married couples and it must be there on every family bookshelf. The book should adorn the bed-side table of every young couple and will be a very useful reference and guide for proper upbringing of children.</w:t>
      </w:r>
    </w:p>
    <w:p w:rsidR="00822417" w:rsidRDefault="00BE2C51" w:rsidP="00BE2C51">
      <w:pPr>
        <w:pStyle w:val="libNormal"/>
      </w:pPr>
      <w:r>
        <w:t>Ayatollah Ustadh Ibrahim Amini has rightly pointed out in his foreword that the western libraries are chock full of works on child rearing and upbringing, but we find hardly any comprehensive reference on the subject with particular emphasis on the Islamic norms and guidelines for upbringing of children. The Western works are more materialistic which emphasize only on the material and moral aspects of child rearing. It is Islam that covers all the aspects including the religious and spiritual guidelines for bringing up the children as good Muslims and citizens. He has extensively quoted from the Holy Book and the Traditions of the Holy Prophet and his Infallible Descendants.</w:t>
      </w:r>
    </w:p>
    <w:p w:rsidR="00822417" w:rsidRDefault="00BE2C51" w:rsidP="00BE2C51">
      <w:pPr>
        <w:pStyle w:val="libNormal"/>
      </w:pPr>
      <w:r>
        <w:t>The need for English translations of Islamic works is universally felt and lot of work is being done in this direction. There is a very large section of Muslim youth, although fluent at speaking in their native languages, are more comfortable communicating in English which has assumed the status of lingua franca for them. We also come across people from other faiths who are curious to know more about Islam and they wish to have access to good literature on the subject in the English language. If the publication of the translation of this book sees the light of the day, it will be another small, but significant step, towards dissemination of Islamic precepts to a wide spectrum of people in the East and the West. Insha Allah.</w:t>
      </w:r>
    </w:p>
    <w:p w:rsidR="00BE2C51" w:rsidRDefault="00BE2C51" w:rsidP="00BE2C51">
      <w:pPr>
        <w:pStyle w:val="libBold1"/>
      </w:pPr>
      <w:r>
        <w:t>Syed Tahir Bilgrami</w:t>
      </w:r>
    </w:p>
    <w:p w:rsidR="00BE2C51" w:rsidRDefault="00BE2C51" w:rsidP="00BE2C51">
      <w:pPr>
        <w:pStyle w:val="libBold1"/>
      </w:pPr>
      <w:r>
        <w:t>e-mail: sytabil@yahoo.co.uk</w:t>
      </w:r>
    </w:p>
    <w:p w:rsidR="00BE2C51" w:rsidRDefault="00BE2C51" w:rsidP="00BE2C51">
      <w:pPr>
        <w:pStyle w:val="libBold1"/>
      </w:pPr>
      <w:r>
        <w:t>11, Methodist Colony, Begumpet,</w:t>
      </w:r>
    </w:p>
    <w:p w:rsidR="00822417" w:rsidRDefault="00BE2C51" w:rsidP="00BE2C51">
      <w:pPr>
        <w:pStyle w:val="libBold1"/>
      </w:pPr>
      <w:r>
        <w:t>Hyderabad-500016, INDIA</w:t>
      </w:r>
    </w:p>
    <w:p w:rsidR="00822417" w:rsidRPr="00822417" w:rsidRDefault="00822417" w:rsidP="003C333D">
      <w:pPr>
        <w:pStyle w:val="libNormal"/>
      </w:pPr>
      <w:r>
        <w:br w:type="page"/>
      </w:r>
    </w:p>
    <w:p w:rsidR="00822417" w:rsidRDefault="00BE2C51" w:rsidP="00BE2C51">
      <w:pPr>
        <w:pStyle w:val="Heading1Center"/>
      </w:pPr>
      <w:bookmarkStart w:id="1" w:name="_Toc431646308"/>
      <w:r>
        <w:lastRenderedPageBreak/>
        <w:t>Foreword</w:t>
      </w:r>
      <w:bookmarkEnd w:id="1"/>
    </w:p>
    <w:p w:rsidR="00822417" w:rsidRDefault="00BE2C51" w:rsidP="00BE2C51">
      <w:pPr>
        <w:pStyle w:val="libNormal"/>
      </w:pPr>
      <w:r>
        <w:t>There is pronounced difference between education and training or upbringing. Education means inculcation of knowledge, or imparting the meanings of the contents of curricula. But upbringing is moulding of personalities on desired lines. The society can be transformed with proper upbringing of its population.</w:t>
      </w:r>
    </w:p>
    <w:p w:rsidR="00822417" w:rsidRDefault="00BE2C51" w:rsidP="00BE2C51">
      <w:pPr>
        <w:pStyle w:val="libNormal"/>
      </w:pPr>
      <w:r>
        <w:t>It is imperative that upbringing is based on well thought out programme to ensure the degree of desired success. Upbringing is not only sermonizing and admonishing but it requires creation of the right environment towards attainment of the desired results. The criteria necessary for proper upbringing can be listed as:</w:t>
      </w:r>
    </w:p>
    <w:p w:rsidR="00822417" w:rsidRDefault="00BE2C51" w:rsidP="00BE2C51">
      <w:pPr>
        <w:pStyle w:val="libNormal"/>
      </w:pPr>
      <w:r>
        <w:t>1. The mentor should be properly acquainted with the student whose upbringing he is assigned to take up. He should familiarize himself with the physical and mental status of the student.</w:t>
      </w:r>
    </w:p>
    <w:p w:rsidR="00822417" w:rsidRDefault="00BE2C51" w:rsidP="00BE2C51">
      <w:pPr>
        <w:pStyle w:val="libNormal"/>
      </w:pPr>
      <w:r>
        <w:t>2. The mentor should have defined aims of the training programme for the student. The ultimate goal of the upbringing process has to be the development of the student into a humane person.</w:t>
      </w:r>
    </w:p>
    <w:p w:rsidR="00822417" w:rsidRDefault="00BE2C51" w:rsidP="00BE2C51">
      <w:pPr>
        <w:pStyle w:val="libNormal"/>
      </w:pPr>
      <w:r>
        <w:t>3. The training programme to be inclusive of the desirable criteria and conditions for producing best results. The mentor then can expect positive results over a period of time.</w:t>
      </w:r>
    </w:p>
    <w:p w:rsidR="00822417" w:rsidRDefault="00BE2C51" w:rsidP="00BE2C51">
      <w:pPr>
        <w:pStyle w:val="libNormal"/>
      </w:pPr>
      <w:r>
        <w:t>The best period for commencement of the upbringing or training is the childhood of the student. Childhood is the most impressionable period in the life of a person. At this delicate and responsible juncture the parents can play a very crucial role. But upbringing of small children is not an easy and simple function and requires deep thought of identification , knowledge, experience, determination and perseverance in the mentor or the parents.</w:t>
      </w:r>
    </w:p>
    <w:p w:rsidR="00822417" w:rsidRDefault="00BE2C51" w:rsidP="00BE2C51">
      <w:pPr>
        <w:pStyle w:val="libNormal"/>
      </w:pPr>
      <w:r>
        <w:t>It is sad that most parents are found ignorant of the art of upbringing of the children. This is the reason most children are not receiving upbringing on desirable lines and they keep growing like self sustained saplings.</w:t>
      </w:r>
    </w:p>
    <w:p w:rsidR="00822417" w:rsidRDefault="00BE2C51" w:rsidP="00BE2C51">
      <w:pPr>
        <w:pStyle w:val="libNormal"/>
      </w:pPr>
      <w:r>
        <w:t>In the progressive countries of the West and the East upbringing of children receives prime importance. They have conducted lot of research in this field. Many useful books have been published on the subject and they have many experts in the field.</w:t>
      </w:r>
    </w:p>
    <w:p w:rsidR="00822417" w:rsidRDefault="00BE2C51" w:rsidP="00BE2C51">
      <w:pPr>
        <w:pStyle w:val="libNormal"/>
      </w:pPr>
      <w:r>
        <w:t>But in our country scant attention has been given to this crucial matter. We have few knowledgeable persons in this discipline and very few books on the subject which are absolutely insufficient. Quite a few books have been translated from other languages into Persian which are available to people. But these books from the West and the East have two big lacunae.</w:t>
      </w:r>
    </w:p>
    <w:p w:rsidR="00822417" w:rsidRDefault="00BE2C51" w:rsidP="00BE2C51">
      <w:pPr>
        <w:pStyle w:val="libNormal"/>
      </w:pPr>
      <w:r>
        <w:t>The first lacuna is that they treat of only the physical requirement of the students and the stress is on the worldly education of the subjects. All the research rotates around these aspects only and they are totally silent on the spiritual aspect of human life and have ignored any reference to mention of the concept of hereafter.</w:t>
      </w:r>
    </w:p>
    <w:p w:rsidR="00822417" w:rsidRDefault="00BE2C51" w:rsidP="00BE2C51">
      <w:pPr>
        <w:pStyle w:val="libNormal"/>
      </w:pPr>
      <w:r>
        <w:t xml:space="preserve">In the West the only objective is to train the children for their bodies and minds for the attainment of worldly conveniences and pleasures so that when they grow up they have ideal living conditions at their disposal. And if these books deal with the subject of morality they limit themselves to the treatment of morality specific only to the worldly benefits and are totally </w:t>
      </w:r>
      <w:r>
        <w:lastRenderedPageBreak/>
        <w:t>silent about the rewards or retribution which one can earn on the basis of his actions during the worldly life.</w:t>
      </w:r>
    </w:p>
    <w:p w:rsidR="00822417" w:rsidRDefault="00BE2C51" w:rsidP="00BE2C51">
      <w:pPr>
        <w:pStyle w:val="libNormal"/>
      </w:pPr>
      <w:r>
        <w:t>The second lacuna is that the training problems in the West are dependence for a solution only on past experiences and statistics. There is no impress of "Faith” in this process. Therefore, these books are not of comprehensive utility for the people of the Muslim Faith. In the eyes of a Muslim the human being has two pronounced aspects—one is the body and the other is the spirit. One pertains to the worldly life and the other to the Hereafter.</w:t>
      </w:r>
    </w:p>
    <w:p w:rsidR="00822417" w:rsidRDefault="00BE2C51" w:rsidP="00BE2C51">
      <w:pPr>
        <w:pStyle w:val="libNormal"/>
      </w:pPr>
      <w:r>
        <w:t>In view of this the writer has decided to study and research and thereafter present the conclusions to the seekers of knowledge in the form of a book. For the writing of this book the main source of information has been the Holy Quran, the books of tradition and the writings on moral science. Reference has also been made to works in Arabic and Persian on the training of children, their psychology, health etc.</w:t>
      </w:r>
    </w:p>
    <w:p w:rsidR="00822417" w:rsidRDefault="00BE2C51" w:rsidP="00BE2C51">
      <w:pPr>
        <w:pStyle w:val="libNormal"/>
      </w:pPr>
      <w:r>
        <w:t>The books written by Iranian scholars on the upbringing of children were also kept in view. The personal experiences of the author have also been invaluable in this effort. It is hoped that this humble presentation will be of use to the mentors who are associated with the training of impressionable minds in the Muslim community.</w:t>
      </w:r>
    </w:p>
    <w:p w:rsidR="00BE2C51" w:rsidRDefault="00BE2C51" w:rsidP="00BE2C51">
      <w:pPr>
        <w:pStyle w:val="libBold1"/>
      </w:pPr>
      <w:r>
        <w:t>Ibrahim Amini Najafabadi</w:t>
      </w:r>
    </w:p>
    <w:p w:rsidR="00822417" w:rsidRDefault="00BE2C51" w:rsidP="00BE2C51">
      <w:pPr>
        <w:pStyle w:val="libBold1"/>
      </w:pPr>
      <w:r>
        <w:t>January 1980</w:t>
      </w:r>
    </w:p>
    <w:p w:rsidR="00BE2C51" w:rsidRDefault="00BE2C51" w:rsidP="003C333D">
      <w:pPr>
        <w:pStyle w:val="libNormal"/>
      </w:pPr>
      <w:r>
        <w:br w:type="page"/>
      </w:r>
    </w:p>
    <w:p w:rsidR="00822417" w:rsidRDefault="00BE2C51" w:rsidP="00BE2C51">
      <w:pPr>
        <w:pStyle w:val="Heading1Center"/>
      </w:pPr>
      <w:bookmarkStart w:id="2" w:name="_Toc431646309"/>
      <w:r>
        <w:lastRenderedPageBreak/>
        <w:t>The Parents Responsibility</w:t>
      </w:r>
      <w:bookmarkEnd w:id="2"/>
    </w:p>
    <w:p w:rsidR="00822417" w:rsidRDefault="00BE2C51" w:rsidP="00BE2C51">
      <w:pPr>
        <w:pStyle w:val="libNormal"/>
      </w:pPr>
      <w:r>
        <w:t>In the eyes of Islam the status of the father and the mother is very exalted. Allah, the Holy Prophet and the Infallible Imams have exhorted the people in this regard. There are a lot of verses in the Holy Book relevant to the subject. The exemplary behaviour of children towards their parents is rated as one of the best invocations.</w:t>
      </w:r>
    </w:p>
    <w:p w:rsidR="00822417" w:rsidRDefault="00BE2C51" w:rsidP="00BE2C51">
      <w:pPr>
        <w:pStyle w:val="libNormal"/>
      </w:pPr>
      <w:r>
        <w:t>Allah says:</w:t>
      </w:r>
    </w:p>
    <w:p w:rsidR="00822417" w:rsidRDefault="00BE2C51" w:rsidP="00BE2C51">
      <w:pPr>
        <w:pStyle w:val="libNormal"/>
      </w:pPr>
      <w:r>
        <w:t>"Your God has decreed that thou shalt worship only Him and adopt good behaviour with (thy) parents”(Quran, 17:23)</w:t>
      </w:r>
    </w:p>
    <w:p w:rsidR="00822417" w:rsidRDefault="00BE2C51" w:rsidP="00BE2C51">
      <w:pPr>
        <w:pStyle w:val="libNormal"/>
      </w:pPr>
      <w:r>
        <w:t>Imam Jafer as Sadiq observes:</w:t>
      </w:r>
    </w:p>
    <w:p w:rsidR="00822417" w:rsidRDefault="00BE2C51" w:rsidP="00BE2C51">
      <w:pPr>
        <w:pStyle w:val="libNormal"/>
      </w:pPr>
      <w:r>
        <w:t>"Three actions are the best: (a) Offer the five mandatory prayers with punctuality.(b) Maintain good behaviour with your parents.(c) Struggle in the cause of Allah (Usul al Kafi, book 2, p. 158)</w:t>
      </w:r>
    </w:p>
    <w:p w:rsidR="00822417" w:rsidRDefault="00BE2C51" w:rsidP="00BE2C51">
      <w:pPr>
        <w:pStyle w:val="libNormal"/>
      </w:pPr>
      <w:r>
        <w:t>Now the question arises why this exalted position has been bestowed on the parents of the FaithfulIs Allah giving this status for no specific reason? What big deed the parents perform for their progeny that they are deemed deserving of the august status. The father, in satisfaction of his carnal desire transfers his sperm into the womb of the mother where it compounds with the ovum and a new being starts to develop and after nine months of the incident arrives into the world as a tiny babe.</w:t>
      </w:r>
    </w:p>
    <w:p w:rsidR="00822417" w:rsidRDefault="00BE2C51" w:rsidP="00BE2C51">
      <w:pPr>
        <w:pStyle w:val="libNormal"/>
      </w:pPr>
      <w:r>
        <w:t>The mother suckles it and gives it other nutrition. Sometimes she cleans it and sometimes changes its raiment. She cares of its wetness and dryness. During this time the father takes care of the expenses required for the upkeep of the child. Don’t the parents have any other responsibility besides these?</w:t>
      </w:r>
    </w:p>
    <w:p w:rsidR="00822417" w:rsidRDefault="00BE2C51" w:rsidP="00BE2C51">
      <w:pPr>
        <w:pStyle w:val="libNormal"/>
      </w:pPr>
      <w:r>
        <w:t>Is it because of performing these duties that the parents have been endowed with the exalted status?Do the parents only have a right over their off-spring and the children don’t have any rights over them? In my opinion no one will accept any such one sided privilege. The traditions of the Infallibles of the Holy Prophet’s Family are quoted in this regard:</w:t>
      </w:r>
    </w:p>
    <w:p w:rsidR="00822417" w:rsidRDefault="00BE2C51" w:rsidP="00BE2C51">
      <w:pPr>
        <w:pStyle w:val="libNormal"/>
      </w:pPr>
      <w:r>
        <w:t>The Holy Prophet of Islam has said: "As your father has a right over you, so does your progeny have a similar right.”(Majma al zawaid, v 8, p. 146)</w:t>
      </w:r>
    </w:p>
    <w:p w:rsidR="00822417" w:rsidRDefault="00BE2C51" w:rsidP="00BE2C51">
      <w:pPr>
        <w:pStyle w:val="libNormal"/>
      </w:pPr>
      <w:r>
        <w:t>The Prophet also said: "As are the children disinherited for their disobedience so also it is possible that the parents may be disowned by the children for not fulfillling their bonden duties. (Bihar al-anwar, v 19, p. 93)</w:t>
      </w:r>
    </w:p>
    <w:p w:rsidR="00822417" w:rsidRDefault="00BE2C51" w:rsidP="00BE2C51">
      <w:pPr>
        <w:pStyle w:val="libNormal"/>
      </w:pPr>
      <w:r>
        <w:t>The Prophet said: "Allah’s curse on such parents who become the cause of disinheriting their children.”(Makarim al akhlaq, p 518)</w:t>
      </w:r>
    </w:p>
    <w:p w:rsidR="00822417" w:rsidRDefault="00BE2C51" w:rsidP="00BE2C51">
      <w:pPr>
        <w:pStyle w:val="libNormal"/>
      </w:pPr>
      <w:r>
        <w:t>Imam Sajjad said: "Your children have a right that you consider if they are good or they are bad. You have been the cause of their birth and the world recognizes them as your offspring. It is your responsibility that you teach them good manners and guide them toward the recognition and obedience of Allah. Your behaviour towards your children must be of a person who believes that a good deed shall get a suitable reward and ill treatment shall call for retribution.”(Makarim al akhlaq p. 484)</w:t>
      </w:r>
    </w:p>
    <w:p w:rsidR="00822417" w:rsidRDefault="00BE2C51" w:rsidP="00BE2C51">
      <w:pPr>
        <w:pStyle w:val="libNormal"/>
      </w:pPr>
      <w:r>
        <w:t>The Commander of the Faithful, Ali says: "Beware, your behavior might render your family and your relatives part of the ill fated people.”(Ghurar al hukm, p. 802)</w:t>
      </w:r>
    </w:p>
    <w:p w:rsidR="00822417" w:rsidRDefault="00BE2C51" w:rsidP="00BE2C51">
      <w:pPr>
        <w:pStyle w:val="libNormal"/>
      </w:pPr>
      <w:r>
        <w:lastRenderedPageBreak/>
        <w:t>The Prophet said: "Whoever wishes that his children are safe from disinheritance, he should help them performing good deeds.”(Majma al zawaid, v 8, p. 158)</w:t>
      </w:r>
    </w:p>
    <w:p w:rsidR="00822417" w:rsidRDefault="00BE2C51" w:rsidP="00BE2C51">
      <w:pPr>
        <w:pStyle w:val="libNormal"/>
      </w:pPr>
      <w:r>
        <w:t>The Prophet also said: "To whomsoever a daughter is born should strive to impart norms of good behaviour to her and make efforts to educate her. Provide means of comfort to her that she becomes a cause of his deliverance from the Hell Fire. (Majma al zawaid, v 8, p. 158)</w:t>
      </w:r>
    </w:p>
    <w:p w:rsidR="00822417" w:rsidRDefault="00BE2C51" w:rsidP="00BE2C51">
      <w:pPr>
        <w:pStyle w:val="libNormal"/>
      </w:pPr>
      <w:r>
        <w:t>Above all, Allah says in the Holy Quran: "O, BelieversSave yourselves and your dependents from the fire whose fuel are humans and the stones.”(Quran, 66:6)</w:t>
      </w:r>
    </w:p>
    <w:p w:rsidR="00822417" w:rsidRDefault="00BE2C51" w:rsidP="00BE2C51">
      <w:pPr>
        <w:pStyle w:val="libNormal"/>
      </w:pPr>
      <w:r>
        <w:t>The time when a child is in the process of adopting a way of life which can make him either virtuous or wicked, he can be metamorphosed into a perfect human being or a degraded wild animal.</w:t>
      </w:r>
    </w:p>
    <w:p w:rsidR="00822417" w:rsidRDefault="00BE2C51" w:rsidP="00BE2C51">
      <w:pPr>
        <w:pStyle w:val="libNormal"/>
      </w:pPr>
      <w:r>
        <w:t>The virtue or wickedness of a person will be dependent on the upbringing he receives and this responsibility rests squarely on the shoulders of the parents. In fact the parents are instruments of shaping a human being, good or bad, from the child. The greatest service which the parents can render to their children is that they train them to be good mannered, kind, friends of humans, well meaning, freedom loving, bold, just, wise, righteous, noble, faithful, dutiful, hard working, educated.</w:t>
      </w:r>
    </w:p>
    <w:p w:rsidR="00822417" w:rsidRDefault="00BE2C51" w:rsidP="00BE2C51">
      <w:pPr>
        <w:pStyle w:val="libNormal"/>
      </w:pPr>
      <w:r>
        <w:t>The parents must mould their children in such a way that they are successful both in the world and hereafter. Only such people are those who are endowed with the exalted status of parenthood, and not those who in fulfilllment of their carnal desire caused the birth of children and left the children to fend for themselves and rendering them likely to fall into evil ways.</w:t>
      </w:r>
    </w:p>
    <w:p w:rsidR="00822417" w:rsidRDefault="00BE2C51" w:rsidP="00BE2C51">
      <w:pPr>
        <w:pStyle w:val="libNormal"/>
      </w:pPr>
      <w:r>
        <w:t>The Holy Prophet said: "The best thing a father provide to his child is good manners and ethical training.”(Majma al zawaid, v 8, p. 159)</w:t>
      </w:r>
    </w:p>
    <w:p w:rsidR="00822417" w:rsidRDefault="00BE2C51" w:rsidP="00BE2C51">
      <w:pPr>
        <w:pStyle w:val="libNormal"/>
      </w:pPr>
      <w:r>
        <w:t>The mother has a more important function to perform towards the upbringing of the progeny. Even during the pregnancy the mother’s food habits and her behaviour affects the future virtuosity or otherwise of the developing child.</w:t>
      </w:r>
    </w:p>
    <w:p w:rsidR="00822417" w:rsidRDefault="00BE2C51" w:rsidP="00BE2C51">
      <w:pPr>
        <w:pStyle w:val="libNormal"/>
      </w:pPr>
      <w:r>
        <w:t>The Prophet of Islam said:</w:t>
      </w:r>
    </w:p>
    <w:p w:rsidR="00822417" w:rsidRDefault="00BE2C51" w:rsidP="00BE2C51">
      <w:pPr>
        <w:pStyle w:val="libNormal"/>
      </w:pPr>
      <w:r>
        <w:t>"Lucky is the one whose foundation of his virtue has been made in the womb of the mother and unlucky is one whose wickedness had its rudiments in the mother’s womb as well”(Bihar al-anwar, v 77, pp. 115-133)</w:t>
      </w:r>
    </w:p>
    <w:p w:rsidR="00822417" w:rsidRDefault="00BE2C51" w:rsidP="00BE2C51">
      <w:pPr>
        <w:pStyle w:val="libNormal"/>
      </w:pPr>
      <w:r>
        <w:rPr>
          <w:rFonts w:hint="eastAsia"/>
        </w:rPr>
        <w:t>“</w:t>
      </w:r>
      <w:r>
        <w:t>Heaven (i.e janna)is under the feet of one’s mother.”(Mustadrak al-wasail, v 2, p 38)</w:t>
      </w:r>
    </w:p>
    <w:p w:rsidR="00822417" w:rsidRDefault="00BE2C51" w:rsidP="00BE2C51">
      <w:pPr>
        <w:pStyle w:val="libNormal"/>
      </w:pPr>
      <w:r>
        <w:t>The parents, who don’t pay attention to the education and training of their children, become guilty of gross negligence. Such parents must be asked whether the innocent child pleaded with him to give him birth in the world to be abandoned like sheep and cattle. Now that you have become the cause of his existence, by virtue of religious tenets and human wisdom his education and training is your bonden duty.</w:t>
      </w:r>
    </w:p>
    <w:p w:rsidR="00822417" w:rsidRDefault="00BE2C51" w:rsidP="00BE2C51">
      <w:pPr>
        <w:pStyle w:val="libNormal"/>
      </w:pPr>
      <w:r>
        <w:t xml:space="preserve">The parents are also answerable to the society. Today’s children will be men and women, the citizens of tomorrow. The fabric of the society will be made of these individuals. Whatever lessons they learn today, they shall put </w:t>
      </w:r>
      <w:r>
        <w:lastRenderedPageBreak/>
        <w:t>them into practice tomorrow. If their upbringing today is perfect, the society of tomorrow shall be flawless. And if today’s generation follows a faulty programme of training it is imperative that tomorrow's society will be evil and perverted.</w:t>
      </w:r>
    </w:p>
    <w:p w:rsidR="00822417" w:rsidRDefault="00BE2C51" w:rsidP="00BE2C51">
      <w:pPr>
        <w:pStyle w:val="libNormal"/>
      </w:pPr>
      <w:r>
        <w:t>The personalities in the field s of politics, education and society shall emerge from these elements. Today’s children are tomorrow’s parents. Today’s children can be tomorrow’s reformers. If they have received good training at the hands of their parents, they in turn can carry forward this practice with their children. If the parents have the will, they can be the instruments of the reform of the society for the future and with neglect of the children they can be the cause of the ruination of the society. By giving the right training to their children, the parents can render invaluable service to their society.</w:t>
      </w:r>
    </w:p>
    <w:p w:rsidR="00822417" w:rsidRDefault="00BE2C51" w:rsidP="00BE2C51">
      <w:pPr>
        <w:pStyle w:val="libNormal"/>
      </w:pPr>
      <w:r>
        <w:t>Education and training should not be treated as an insignificant subject. The efforts which the parents make to educate their children and the hardships that they undergo in this quest result in the creation of thousands of professors, doctors, and engineers. It is the parents who strive to nurture perfect human beings, capable and pious mentors and other professionals.</w:t>
      </w:r>
    </w:p>
    <w:p w:rsidR="00822417" w:rsidRDefault="00BE2C51" w:rsidP="00BE2C51">
      <w:pPr>
        <w:pStyle w:val="libNormal"/>
      </w:pPr>
      <w:r>
        <w:t>The mothers in particular bear more responsibility for the upbringing of the children. The children spend most of their childhood with the mothers. The foundation of the direction their future is bound to take is laid here. So, the key to the vice or virtue of a person and the progress or decline of a society is with the mothers of the society. The woman’s place is not in the shop floor, ministerial or administrative positions. These functions don’t measure up to the importance of a woman as a mother. Mothers breed perfect human beings. Virtuous ministers, lawyers, professors owe their positions to the loving care received from their mothers during their formative years.</w:t>
      </w:r>
    </w:p>
    <w:p w:rsidR="00822417" w:rsidRDefault="00BE2C51" w:rsidP="00BE2C51">
      <w:pPr>
        <w:pStyle w:val="libNormal"/>
      </w:pPr>
      <w:r>
        <w:t>The parents, who nurture truthful, pious children not only serve their children and the society but also create a niche for themselves in the society. These children will be a support of the parents in their frail old age. If parents strive towards the education and upbringing of their children they reap the harvest of their troubles during their lifetime only.</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Evil off-spring is among the greatest hardships for the parents.”(Ghurar al hukm, p. 189)</w:t>
      </w:r>
    </w:p>
    <w:p w:rsidR="00822417" w:rsidRDefault="00BE2C51" w:rsidP="00BE2C51">
      <w:pPr>
        <w:pStyle w:val="libNormal"/>
      </w:pPr>
      <w:r>
        <w:rPr>
          <w:rFonts w:hint="eastAsia"/>
        </w:rPr>
        <w:t>“</w:t>
      </w:r>
      <w:r>
        <w:t>Evil off-spring causes loss of respect for the parents and the successors are shamed." (Ghurar al hukm, p. 780)</w:t>
      </w:r>
    </w:p>
    <w:p w:rsidR="00822417" w:rsidRDefault="00BE2C51" w:rsidP="00BE2C51">
      <w:pPr>
        <w:pStyle w:val="libNormal"/>
      </w:pPr>
      <w:r>
        <w:t>The Prophet of Islam says:</w:t>
      </w:r>
    </w:p>
    <w:p w:rsidR="00822417" w:rsidRDefault="00BE2C51" w:rsidP="00BE2C51">
      <w:pPr>
        <w:pStyle w:val="libNormal"/>
      </w:pPr>
      <w:r>
        <w:rPr>
          <w:rFonts w:hint="eastAsia"/>
        </w:rPr>
        <w:t>“</w:t>
      </w:r>
      <w:r>
        <w:t>May Allah bless the parents who trained their children to behave justly with them." (Makarim al akhlaq, p. 517)</w:t>
      </w:r>
    </w:p>
    <w:p w:rsidR="00822417" w:rsidRDefault="00BE2C51" w:rsidP="00BE2C51">
      <w:pPr>
        <w:pStyle w:val="libNormal"/>
      </w:pPr>
      <w:r>
        <w:t xml:space="preserve">Therefore those who attain parenthood have great responsibility on their shoulders. This responsibility is to Allah Almighty as also to their fellow human beings and also to their own children. If they discharge the responsibility properly they will be rewarded in this world and hereafter. But if they falter in the discharge of this responsibility then they themselves will be the losers and they will be tantamount to have cheated their own </w:t>
      </w:r>
      <w:r>
        <w:lastRenderedPageBreak/>
        <w:t>children and the society at large and they would be perpetrating an unpardonable sin.</w:t>
      </w:r>
    </w:p>
    <w:p w:rsidR="00BE2C51" w:rsidRDefault="00BE2C51" w:rsidP="003C333D">
      <w:pPr>
        <w:pStyle w:val="libNormal"/>
      </w:pPr>
      <w:r>
        <w:br w:type="page"/>
      </w:r>
    </w:p>
    <w:p w:rsidR="00822417" w:rsidRDefault="00BE2C51" w:rsidP="00BE2C51">
      <w:pPr>
        <w:pStyle w:val="Heading1Center"/>
      </w:pPr>
      <w:bookmarkStart w:id="3" w:name="_Toc431646310"/>
      <w:r>
        <w:lastRenderedPageBreak/>
        <w:t>The Knowledge and Mutual Co-Operation of the Educators</w:t>
      </w:r>
      <w:bookmarkEnd w:id="3"/>
    </w:p>
    <w:p w:rsidR="00822417" w:rsidRDefault="00BE2C51" w:rsidP="00BE2C51">
      <w:pPr>
        <w:pStyle w:val="libNormal"/>
      </w:pPr>
      <w:r>
        <w:t>The training and upbringing of a child is not an easy and simple task that the parents can perform with little or no effort. This task requires, in fact, delicate handling and temperament. There are myriads of fine points to be considered to achieve success in the efforts. The mentor has to relate himself with the spirit of the child. He cannot perform the task without knowing the spiritual, psychological, educational and practical niceties of the job.</w:t>
      </w:r>
    </w:p>
    <w:p w:rsidR="00822417" w:rsidRDefault="00BE2C51" w:rsidP="00BE2C51">
      <w:pPr>
        <w:pStyle w:val="libNormal"/>
      </w:pPr>
      <w:r>
        <w:t>A child’s world is a world of his own and his imaginations and fantasies will be unique to him. These cannot be compared to the thought process of the adults. The child’s spirit will be delicate and will be very impressionable. The child will be a human being in miniature that has not as yet assumed a permanent identity but it has the capability to attain this change. The mentor of the child has to be capable of fathoming and identifying a human being and, also, identifying the mind of the children. He should have a keen eye on the intricacies of the process of upbringing. He should be aware of the human capabilities and failings. He should have sense of responsibility and keen interest in the job on hand</w:t>
      </w:r>
    </w:p>
    <w:p w:rsidR="00822417" w:rsidRDefault="00BE2C51" w:rsidP="00BE2C51">
      <w:pPr>
        <w:pStyle w:val="libNormal"/>
      </w:pPr>
      <w:r>
        <w:t>He should be patient and courageous that the hardships don’t overpower him. Besides, the rules of training are not rigid and cannot be implemented the same way under different circumstances. In fact these rules have to be modified and applied to each individual child according to his physical make up and mental capabilities. The parents must keenly observe the physical built of the child and educate him keeping this factor in mind. Otherwise, the effort may not bring about the desired result.</w:t>
      </w:r>
    </w:p>
    <w:p w:rsidR="00822417" w:rsidRDefault="00BE2C51" w:rsidP="00BE2C51">
      <w:pPr>
        <w:pStyle w:val="libNormal"/>
      </w:pPr>
      <w:r>
        <w:t>The man and woman should acquire knowledge about education and training before parenting a child. The education of the child commences with its birth and, in fact, from the time of conception. During this period the foundation of the child’s nature is established and his nature, behaviour, thinking process starts taking shape.</w:t>
      </w:r>
    </w:p>
    <w:p w:rsidR="00822417" w:rsidRDefault="00BE2C51" w:rsidP="00BE2C51">
      <w:pPr>
        <w:pStyle w:val="libNormal"/>
      </w:pPr>
      <w:r>
        <w:t>It is not right that the parents remain unconcerned during this visibly dormant period.</w:t>
      </w:r>
    </w:p>
    <w:p w:rsidR="00822417" w:rsidRDefault="00BE2C51" w:rsidP="00BE2C51">
      <w:pPr>
        <w:pStyle w:val="libNormal"/>
      </w:pPr>
      <w:r>
        <w:t>They postpone the upbringing of the expected new arrival till its actual arrival. They tend to keep away this task till the child is capable of distinguishing between good and bad behaviour. While it may be easier to correct the behavioural defects in the early stages, it may be difficult, if not impossible, to effect these corrections once the habits are formed.</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The most difficult politics is bringing about changes in the habits of people." (Ghurar al Hukm, p. 181)</w:t>
      </w:r>
    </w:p>
    <w:p w:rsidR="00822417" w:rsidRDefault="00BE2C51" w:rsidP="00BE2C51">
      <w:pPr>
        <w:pStyle w:val="libNormal"/>
      </w:pPr>
      <w:r>
        <w:rPr>
          <w:rFonts w:hint="eastAsia"/>
        </w:rPr>
        <w:t>“</w:t>
      </w:r>
      <w:r>
        <w:t>Habits settle down upon people.” (Ghurar al Hukm, p.580)</w:t>
      </w:r>
    </w:p>
    <w:p w:rsidR="00822417" w:rsidRDefault="00BE2C51" w:rsidP="00BE2C51">
      <w:pPr>
        <w:pStyle w:val="libNormal"/>
      </w:pPr>
      <w:r>
        <w:rPr>
          <w:rFonts w:hint="eastAsia"/>
        </w:rPr>
        <w:t>“</w:t>
      </w:r>
      <w:r>
        <w:t>Habits become second nature." (Ghurar al Hukm, p.260)</w:t>
      </w:r>
    </w:p>
    <w:p w:rsidR="00822417" w:rsidRDefault="00BE2C51" w:rsidP="00BE2C51">
      <w:pPr>
        <w:pStyle w:val="libNormal"/>
      </w:pPr>
      <w:r>
        <w:t>Shunning habits is so difficult that doing it is considered amongst better invocations.</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Overcoming bad habits is amongst benevolent invocations." (Ghurar al Hukm, p.176)</w:t>
      </w:r>
    </w:p>
    <w:p w:rsidR="00822417" w:rsidRDefault="00BE2C51" w:rsidP="00BE2C51">
      <w:pPr>
        <w:pStyle w:val="libNormal"/>
      </w:pPr>
      <w:r>
        <w:lastRenderedPageBreak/>
        <w:t>Another important factor in imparting ideal training to the child is the coordination and cooperation between the parents and other mentors like the grand parents on the programme of training to be followed. Their joint effort will produce the desired results. But if any one of them takes a cavalier attitude on the training process, the results may not me as desired.</w:t>
      </w:r>
    </w:p>
    <w:p w:rsidR="00822417" w:rsidRDefault="00BE2C51" w:rsidP="00BE2C51">
      <w:pPr>
        <w:pStyle w:val="libNormal"/>
      </w:pPr>
      <w:r>
        <w:t>The child should be made aware of its duty. When the parents give contrary directions the child gets confused. Particularly if they insist on their contrary points of view, there is likelihood of negative results in the process of the training of the child. The biggest difficulty in imparting training to the child is that the father makes a decision about him and the mother or the grand parents insist on a contrary course. There is always a need for such understanding between the mentors that the child is able to clearly understand what he has to do and the idea of doing anything against this does not enter his mind.</w:t>
      </w:r>
    </w:p>
    <w:p w:rsidR="00822417" w:rsidRDefault="00BE2C51" w:rsidP="00BE2C51">
      <w:pPr>
        <w:pStyle w:val="libNormal"/>
      </w:pPr>
      <w:r>
        <w:t>Sometimes it happens that the father is well educated and reasonable and the mother of the child is ill tempered and uneducated. Sometimes the situation is reversed, when the mother is better equipped to train the child and the father is not. Many families face this problem. Children in such families do not receive proper training. But this doesn’t mean that they should give up efforts of properly training their children.</w:t>
      </w:r>
    </w:p>
    <w:p w:rsidR="00822417" w:rsidRDefault="00BE2C51" w:rsidP="00BE2C51">
      <w:pPr>
        <w:pStyle w:val="libNormal"/>
      </w:pPr>
      <w:r>
        <w:t>In such a difficult situation the responsibility become more pronounced. The need in such a situation is to give more thought to the programme of educating the child. The parents should make sincere efforts to overcome the lacunae in their character and behaviour and give more attention to the children. With good actions the parents can attract the children’s attention and set a desirable example before them. The parent’s action should help the child to decide what is good for him and what is not. If the mentor is wise, thoughtful and patient he can to a greater extent counter the negative impact of his wife’s behaviour on the training of the child. This is no doubt a difficult task but there is no way out of it.</w:t>
      </w:r>
    </w:p>
    <w:p w:rsidR="00822417" w:rsidRDefault="00BE2C51" w:rsidP="00BE2C51">
      <w:pPr>
        <w:pStyle w:val="libNormal"/>
      </w:pPr>
      <w:r>
        <w:t>One intellectual says:</w:t>
      </w:r>
    </w:p>
    <w:p w:rsidR="00822417" w:rsidRDefault="00BE2C51" w:rsidP="00BE2C51">
      <w:pPr>
        <w:pStyle w:val="libNormal"/>
      </w:pPr>
      <w:r>
        <w:rPr>
          <w:rFonts w:hint="eastAsia"/>
        </w:rPr>
        <w:t>“</w:t>
      </w:r>
      <w:r>
        <w:t>A family in which the father and the mother think alike about the upbringing of the children and are able to mould their character and actions accordingly the impact on the senses of the children will be ideal. The family unit is a small society in which the child’s moral character assumes definite form. A family in which the members are friendly towards each other their children are generally mild mannered, self respecting and judicious. Against this, a family where the parents have the habit of contradicting each other their children will be morally deficient, pretentious and excitable."</w:t>
      </w:r>
    </w:p>
    <w:p w:rsidR="00BE2C51" w:rsidRDefault="00BE2C51" w:rsidP="003C333D">
      <w:pPr>
        <w:pStyle w:val="libNormal"/>
      </w:pPr>
      <w:r>
        <w:br w:type="page"/>
      </w:r>
    </w:p>
    <w:p w:rsidR="00822417" w:rsidRDefault="00BE2C51" w:rsidP="00BE2C51">
      <w:pPr>
        <w:pStyle w:val="Heading1Center"/>
      </w:pPr>
      <w:bookmarkStart w:id="4" w:name="_Toc431646311"/>
      <w:r>
        <w:lastRenderedPageBreak/>
        <w:t>Training through Deeds, not Just Talk</w:t>
      </w:r>
      <w:bookmarkEnd w:id="4"/>
    </w:p>
    <w:p w:rsidR="00822417" w:rsidRDefault="00BE2C51" w:rsidP="00BE2C51">
      <w:pPr>
        <w:pStyle w:val="libNormal"/>
      </w:pPr>
      <w:r>
        <w:t>Most parents think that oral instructions and occasional talk about dos and don’ts is sufficient for good upbringing of children. They presume that the upbringing of the child is thus taken care of and they do not have to do anything about the upbringing of the child concerning other walks of life. This is why such parents do not feel any need to think of the upbringing till the child is a tiny tot. They say that the child is still a babe and is incapable of understanding anything about upbringing.</w:t>
      </w:r>
    </w:p>
    <w:p w:rsidR="00822417" w:rsidRDefault="00BE2C51" w:rsidP="00BE2C51">
      <w:pPr>
        <w:pStyle w:val="libNormal"/>
      </w:pPr>
      <w:r>
        <w:t>When the child comes to the age of understanding they give a thought to its upbringing. It is the period in the life of a child when he starts discriminating between good and bad. While this thinking is incorrect, the child, as a matter of fact, is ready for the upbringing the day he is born. He gets trained every moment and his nature is moulded in a particular way. Whether the parents are aware of this process or not the child does waits not for any initiative on their part. The child’s active mind and other senses are like a camera, which keeps preserving images of what happens in its environment.</w:t>
      </w:r>
    </w:p>
    <w:p w:rsidR="00822417" w:rsidRDefault="00BE2C51" w:rsidP="00BE2C51">
      <w:pPr>
        <w:pStyle w:val="libNormal"/>
      </w:pPr>
      <w:r>
        <w:t>A child of five to six years would have acquired a certain character. Good or bad habits would have got engrained in its nature and it would be a difficult task to bring about a change in his behaviour. The child, as a matter of fact, is a mimic. It tries to emulate its parents and the other inmates in its surroundings. The child views its parents with a degree of respect and makes efforts to copy their life style. Their actions become his yardstick for good and bad actions. The nature of a child is not cast in a mould but it takes the parents as the example to follow. The child depends more on the behaviour of the parents as a model for its actions than any amount of sermonizing.</w:t>
      </w:r>
    </w:p>
    <w:p w:rsidR="00822417" w:rsidRDefault="00BE2C51" w:rsidP="00BE2C51">
      <w:pPr>
        <w:pStyle w:val="libNormal"/>
      </w:pPr>
      <w:r>
        <w:t>The daughter observes her mother and learns the niceties of house keeping. She sees her father and understands the nature of men. The boy takes lessons about life from his father’s actions and from his mother’s behaviour he learns about the nature of women.</w:t>
      </w:r>
    </w:p>
    <w:p w:rsidR="00822417" w:rsidRDefault="00BE2C51" w:rsidP="00BE2C51">
      <w:pPr>
        <w:pStyle w:val="libNormal"/>
      </w:pPr>
      <w:r>
        <w:t>It is therefore necessary for responsible people to reform themselves at the outset and if they have any flaws in their behaviour they should avoid them. In a nutshell, they should mould themselves into good human beings before they embark on the road to parenthood.</w:t>
      </w:r>
    </w:p>
    <w:p w:rsidR="00822417" w:rsidRDefault="00BE2C51" w:rsidP="00BE2C51">
      <w:pPr>
        <w:pStyle w:val="libNormal"/>
      </w:pPr>
      <w:r>
        <w:t>The parents should give a thought to what sort of offspring the desire to give to the society. If they feel that their child should be a morally upright, kind, humane, freedom loving and responsible person then they too have to be owning such characteristics that they set an example for him to emulate. The mother wishes that her daughter should be responsible, kind, equanimous person who respects the feelings of her spouse then she should herself try to fit into these norms. The daughter will then observe the behaviour pattern of the mother and automatically mould herself the same way. If the mother is an ill tempered, lazy, disorderly, untidy and selfish person then she cannot expect to train her daughter only through lecturing on the norms of good behaviour.</w:t>
      </w:r>
    </w:p>
    <w:p w:rsidR="00822417" w:rsidRDefault="00BE2C51" w:rsidP="00BE2C51">
      <w:pPr>
        <w:pStyle w:val="libNormal"/>
      </w:pPr>
      <w:r>
        <w:t xml:space="preserve">Only those persons can competently train and bring up children properly who had similar upbringing themselves in their childhood. They will have </w:t>
      </w:r>
      <w:r>
        <w:lastRenderedPageBreak/>
        <w:t>better understanding of the nature and psyche of the children. The parents who have differences and pick up fights over trivialities will be incompetent in bringing up children. Similarly professional educators who have taken up the task only for the material remuneration, who are impatient, excitable and do not have an understanding of the child’s nature and psyche will not be able to put their trainees on the right track.</w:t>
      </w:r>
    </w:p>
    <w:p w:rsidR="00822417" w:rsidRDefault="00BE2C51" w:rsidP="00BE2C51">
      <w:pPr>
        <w:pStyle w:val="libNormal"/>
      </w:pPr>
      <w:r>
        <w:t>Dr. Jalali writes:</w:t>
      </w:r>
    </w:p>
    <w:p w:rsidR="00822417" w:rsidRDefault="00BE2C51" w:rsidP="00BE2C51">
      <w:pPr>
        <w:pStyle w:val="libNormal"/>
      </w:pPr>
      <w:r>
        <w:rPr>
          <w:rFonts w:hint="eastAsia"/>
        </w:rPr>
        <w:t>“</w:t>
      </w:r>
      <w:r>
        <w:t>Whosoever has the responsibility of upbringing a child should occasionally do introspection on his own character and behaviour, realize his responsibilities and try to correct his failings."</w:t>
      </w:r>
    </w:p>
    <w:p w:rsidR="00822417" w:rsidRDefault="00BE2C51" w:rsidP="00BE2C51">
      <w:pPr>
        <w:pStyle w:val="libNormal"/>
      </w:pPr>
      <w:r>
        <w:t>Ali, The Commander of the Faithful, says:</w:t>
      </w:r>
    </w:p>
    <w:p w:rsidR="00822417" w:rsidRDefault="00BE2C51" w:rsidP="00BE2C51">
      <w:pPr>
        <w:pStyle w:val="libNormal"/>
      </w:pPr>
      <w:r>
        <w:t>"The person who is in the lead should first reform himself and then try to correct others. Before teaching the norms of good behaviour to others he should set an example himself. One who educates himself in learning and manners is more deserving of respect than he who only teaches the norms of good behaviour to others." (as quoted in the edited work, Nahj al balaghah)</w:t>
      </w:r>
    </w:p>
    <w:p w:rsidR="00822417" w:rsidRDefault="00BE2C51" w:rsidP="00BE2C51">
      <w:pPr>
        <w:pStyle w:val="libNormal"/>
      </w:pPr>
      <w:r>
        <w:rPr>
          <w:rFonts w:hint="eastAsia"/>
        </w:rPr>
        <w:t>“</w:t>
      </w:r>
      <w:r>
        <w:t>You respect your elders that your children respect you." (Ghurar al Hukm, p.546)</w:t>
      </w:r>
    </w:p>
    <w:p w:rsidR="00822417" w:rsidRDefault="00BE2C51" w:rsidP="00BE2C51">
      <w:pPr>
        <w:pStyle w:val="libNormal"/>
      </w:pPr>
      <w:r>
        <w:rPr>
          <w:rFonts w:hint="eastAsia"/>
        </w:rPr>
        <w:t>“</w:t>
      </w:r>
      <w:r>
        <w:t>If you wish to reform others, then commence the exercise with reforming yourself. If you like to correct others and keep yourself flawed it will be the biggest blemish." (Ghurar al Hukm, p. 278)</w:t>
      </w:r>
    </w:p>
    <w:p w:rsidR="00822417" w:rsidRDefault="00BE2C51" w:rsidP="00BE2C51">
      <w:pPr>
        <w:pStyle w:val="libNormal"/>
      </w:pPr>
      <w:r>
        <w:rPr>
          <w:rFonts w:hint="eastAsia"/>
        </w:rPr>
        <w:t>“</w:t>
      </w:r>
      <w:r>
        <w:t>When the talking tongue is silent on sermonizing and the actions of the sermonizer speak for themselves, then no ears can keep the sermon out and nothing is more effectively beneficial than this." (Ghurar al Hukm, p.232)</w:t>
      </w:r>
    </w:p>
    <w:p w:rsidR="00822417" w:rsidRDefault="00BE2C51" w:rsidP="00BE2C51">
      <w:pPr>
        <w:pStyle w:val="libNormal"/>
      </w:pPr>
      <w:r>
        <w:t>One lady writes in a letter:</w:t>
      </w:r>
    </w:p>
    <w:p w:rsidR="00822417" w:rsidRDefault="00BE2C51" w:rsidP="00BE2C51">
      <w:pPr>
        <w:pStyle w:val="libNormal"/>
      </w:pPr>
      <w:r>
        <w:t>"…. my parents’ character has deeply impressed me. They have always been kind to their children. I never found any flaw in their words or deeds. We also acquired this habit. I cannot forget their good character and behavior. Now that I am a mother my endeavour is to see that I don’t do any thing in the presence of the children, which is not considered good. My parent’s character is the example to be emulated in my life. I try to see that my children too are brought up the same way."</w:t>
      </w:r>
    </w:p>
    <w:p w:rsidR="00822417" w:rsidRDefault="00BE2C51" w:rsidP="00BE2C51">
      <w:pPr>
        <w:pStyle w:val="libNormal"/>
      </w:pPr>
      <w:r>
        <w:t>Another lady wrote in a letter:</w:t>
      </w:r>
    </w:p>
    <w:p w:rsidR="00822417" w:rsidRDefault="00BE2C51" w:rsidP="00BE2C51">
      <w:pPr>
        <w:pStyle w:val="libNormal"/>
      </w:pPr>
      <w:r>
        <w:rPr>
          <w:rFonts w:hint="eastAsia"/>
        </w:rPr>
        <w:t>“…</w:t>
      </w:r>
      <w:r>
        <w:t>. When I recapitulate my past life I recall that my mother used to argue and shout on trivial matters. Now that I am a mother I feel that with a little difference my condition is nearly the same as my mother’s was. All her negative manners have become a part of my character. The strange problem is that however much I try to reform myself I am unable to make much progress. Definitely it is proved in my case that the parents’ character and behaviour has far reaching effect on the moulding of the character of their children. The saying, therefore, is correct that a mother with the good training of her children can transform the world."</w:t>
      </w:r>
    </w:p>
    <w:p w:rsidR="00822417" w:rsidRDefault="00BE2C51" w:rsidP="00BE2C51">
      <w:pPr>
        <w:pStyle w:val="libNormal"/>
      </w:pPr>
      <w:r>
        <w:br w:type="page"/>
      </w:r>
    </w:p>
    <w:p w:rsidR="00822417" w:rsidRDefault="00BE2C51" w:rsidP="00BE2C51">
      <w:pPr>
        <w:pStyle w:val="Heading1Center"/>
      </w:pPr>
      <w:bookmarkStart w:id="5" w:name="_Toc431646312"/>
      <w:r>
        <w:lastRenderedPageBreak/>
        <w:t>Abstain from Domestic Differences</w:t>
      </w:r>
      <w:bookmarkEnd w:id="5"/>
    </w:p>
    <w:p w:rsidR="00822417" w:rsidRDefault="00BE2C51" w:rsidP="00BE2C51">
      <w:pPr>
        <w:pStyle w:val="libNormal"/>
      </w:pPr>
      <w:r>
        <w:t>For a child the home is like a nest. He feels very much attached to it. His heart is always tied to it. If the parents are on friendly terms his nest remains durable like a warm lap. The child in such a home feels contented and secure. Getting an upbringing in such congenial atmosphere the latent qualities and capabilities in the child will truly find expression and will bring out salutary results. But if the parents are excitable and fighting type then the child will lose its calm and contentment and he will be uneasy and restless. The parents who argue and fight do not realise that the feelings of the poor child.</w:t>
      </w:r>
    </w:p>
    <w:p w:rsidR="00822417" w:rsidRDefault="00BE2C51" w:rsidP="00BE2C51">
      <w:pPr>
        <w:pStyle w:val="libNormal"/>
      </w:pPr>
      <w:r>
        <w:t>In such a situation the children get frightened and with hurt hearts they seek some corner to hide themselves wondering as to why their parents are behaving in that manner. Otherwise they seek the avenues of fleeing from the nest that has been so dear to them and seek refuge in some lane or bazaar. The bitterest memories of a child are the times when the parents have heated, loud arguments and fights. The children are unable to forget such scenes till late in their own lives. These events remain etched on their psyche and have deleterious effect on their natures.</w:t>
      </w:r>
    </w:p>
    <w:p w:rsidR="00822417" w:rsidRDefault="00BE2C51" w:rsidP="00BE2C51">
      <w:pPr>
        <w:pStyle w:val="libNormal"/>
      </w:pPr>
      <w:r>
        <w:t>Such children have weak hearts and stunted physique. They will be heart broken and spend their lives miserably. It is quite possible that daughters of such parents carry an impression that all men are as harsh and rude as their own father is. This may lead to abhorrence of the very thought of marriage for such girls. It is also possible that the sons of such homes think that all women are as ill mannered as their own mother is and decide to remain celibate all their lives.In such an environment the children become rebellious and start hating the parents and the things come to such a pass that some children become revengeful. The statistics indicate that lot of gallivanting, alcoholic and anti social children is the consequence of the disturbed atmosphere at home If one thinks of the bitter events of his childhood when the parents had bitter differences then he will feel that despite the passage of long years the unpleasant memories are remaining etched on his mind.</w:t>
      </w:r>
    </w:p>
    <w:p w:rsidR="00822417" w:rsidRDefault="00BE2C51" w:rsidP="00BE2C51">
      <w:pPr>
        <w:pStyle w:val="libNormal"/>
      </w:pPr>
      <w:r>
        <w:t>One intellectual writes:</w:t>
      </w:r>
    </w:p>
    <w:p w:rsidR="00822417" w:rsidRDefault="00BE2C51" w:rsidP="00BE2C51">
      <w:pPr>
        <w:pStyle w:val="libNormal"/>
      </w:pPr>
      <w:r>
        <w:rPr>
          <w:rFonts w:hint="eastAsia"/>
        </w:rPr>
        <w:t>“</w:t>
      </w:r>
      <w:r>
        <w:t>The parents should know the fact that when there is an argument or fight between the elders of the house there will be deleterious effect on the thinking of the children. The type of relations the elders keep will have definite effect on development of the children….if the atmosphere of unity and peace is absent from the house then it is not possible to give proper upbringing to the children. When the elders become argumentative and excitable they forget that the impressionable children are with them whose upbringing is their responsibility. In such an atmosphere the children do not learn any good lesson. The children then become secluded and ill tempered. Particularly children of slightly higher age find the situation very difficult. Their hearts cry over the attitude of the father. They are unable to decide whose side they should take. In some cases they become antagonistic to both the parents."</w:t>
      </w:r>
    </w:p>
    <w:p w:rsidR="00822417" w:rsidRDefault="00BE2C51" w:rsidP="00BE2C51">
      <w:pPr>
        <w:pStyle w:val="libNormal"/>
      </w:pPr>
      <w:r>
        <w:t>Another person writes in a letter:</w:t>
      </w:r>
    </w:p>
    <w:p w:rsidR="00822417" w:rsidRDefault="00BE2C51" w:rsidP="00BE2C51">
      <w:pPr>
        <w:pStyle w:val="libNormal"/>
      </w:pPr>
      <w:r>
        <w:lastRenderedPageBreak/>
        <w:t>"….from the most unpleasant incidents of my childhood the vividly etched on my mind are those when my parents used to fight exchanging abusive language. During these events my sister my brother and myself used to stand shivering in a corner. As long as the fight continued we used to watch helplessly. I remember my sister used to cry at such events and these fits lasted for long. She is now a victim of nervous breakdown. It seems that the wrangles of our parents had a very bad effect on the spirit of my sister…."</w:t>
      </w:r>
    </w:p>
    <w:p w:rsidR="00822417" w:rsidRDefault="00BE2C51" w:rsidP="00BE2C51">
      <w:pPr>
        <w:pStyle w:val="libNormal"/>
      </w:pPr>
      <w:r>
        <w:t>Another person writes:</w:t>
      </w:r>
    </w:p>
    <w:p w:rsidR="00822417" w:rsidRDefault="00BE2C51" w:rsidP="00BE2C51">
      <w:pPr>
        <w:pStyle w:val="libNormal"/>
      </w:pPr>
      <w:r>
        <w:rPr>
          <w:rFonts w:hint="eastAsia"/>
        </w:rPr>
        <w:t>“…</w:t>
      </w:r>
      <w:r>
        <w:t>. the thought of an unpleasant event of my childhood doesn’t leave my memory. My father was ill mannered, excitable and selfish. He used to invent excuses to fight at home and shout at everyone. Our parents used to fight throughout the day. I wonder they never tired of doing this. The fights generally used to be on trivialities. There was no night when I went to bed without shedding tears. This was the reason that my nerves were weak. I am a scared person and I get bad dreams. I have consulted doctors who say that the reason for my condition is the effects of the atmosphere at my home. He says that there is no cure for this other than rest and peace at home. My happy days started when I got married and I escaped from that house. Now, although my life is peaceful, I have a feeling that I am a defeated person and I cannot make much progress in life. I appeal to parents, In the name of GodIf you have any differences, do not fight in the presence of your children!"</w:t>
      </w:r>
    </w:p>
    <w:p w:rsidR="00822417" w:rsidRDefault="00BE2C51" w:rsidP="00BE2C51">
      <w:pPr>
        <w:pStyle w:val="libNormal"/>
      </w:pPr>
      <w:r>
        <w:t>He further writes in his long letter:</w:t>
      </w:r>
    </w:p>
    <w:p w:rsidR="00822417" w:rsidRDefault="00BE2C51" w:rsidP="00BE2C51">
      <w:pPr>
        <w:pStyle w:val="libNormal"/>
      </w:pPr>
      <w:r>
        <w:rPr>
          <w:rFonts w:hint="eastAsia"/>
        </w:rPr>
        <w:t>“</w:t>
      </w:r>
      <w:r>
        <w:t>The worst event of my life happened when I was eight years old. That day my parents had a very bad fight. All the children went scurrying to corners. The event had such a sad effect on my spirit that for a long time I couldn’t erase the thought from my memory. I was fed up with my family and myself. I used to think that I should not return home from school. I used to offer a silent prayer to God that I die of some serious sickness. Many a time I thought of committing suicide. Several times I dreamt that I was married and fighting with my spouse. During such dreams I used to plan a strategy for preserving my rights.</w:t>
      </w:r>
    </w:p>
    <w:p w:rsidR="00822417" w:rsidRDefault="00BE2C51" w:rsidP="00BE2C51">
      <w:pPr>
        <w:pStyle w:val="libNormal"/>
      </w:pPr>
      <w:r>
        <w:t>After my marriage I tried several times to pick up a quarrel with my wife to demonstrate to her that I am an angry person. Luckily my wife is of a cool nature. She treats me with love and affection and convinces me with good arguments and advice. It is my good luck that the ill temper did not last long with me. When I recall the mistakes of my parents I did introspection over my own failings and I tried hard to mend my nature. Now I am leading a peaceful life."</w:t>
      </w:r>
    </w:p>
    <w:p w:rsidR="00822417" w:rsidRDefault="00BE2C51" w:rsidP="00BE2C51">
      <w:pPr>
        <w:pStyle w:val="libNormal"/>
      </w:pPr>
      <w:r>
        <w:t>Another gentleman writes:</w:t>
      </w:r>
    </w:p>
    <w:p w:rsidR="00822417" w:rsidRDefault="00BE2C51" w:rsidP="00BE2C51">
      <w:pPr>
        <w:pStyle w:val="libNormal"/>
      </w:pPr>
      <w:r>
        <w:rPr>
          <w:rFonts w:hint="eastAsia"/>
        </w:rPr>
        <w:t>“…</w:t>
      </w:r>
      <w:r>
        <w:t xml:space="preserve">. When I was nine years old my parents separated because of acute differences. They left me, my sister and my brother in the care of our paternal grand father. We used to cry there very often. While visiting my mother I used to dream while sleeping that I wouldn’t go to my father’s house. After some time some well-meaning relatives intervened and made my parents to reunite. My mother returned back to our home. But during that short break my spirit got so much affected that even now I feel sad </w:t>
      </w:r>
      <w:r>
        <w:lastRenderedPageBreak/>
        <w:t>about it. Now I make a serious effort that whenever I have any differences with my wife, we don’t give vent to our feelings in the presence of our children."</w:t>
      </w:r>
    </w:p>
    <w:p w:rsidR="00822417" w:rsidRDefault="00BE2C51" w:rsidP="00BE2C51">
      <w:pPr>
        <w:pStyle w:val="libNormal"/>
      </w:pPr>
      <w:r>
        <w:t>Another letter reads thus:</w:t>
      </w:r>
    </w:p>
    <w:p w:rsidR="00822417" w:rsidRDefault="00BE2C51" w:rsidP="00BE2C51">
      <w:pPr>
        <w:pStyle w:val="libNormal"/>
      </w:pPr>
      <w:r>
        <w:rPr>
          <w:rFonts w:hint="eastAsia"/>
        </w:rPr>
        <w:t>“…</w:t>
      </w:r>
      <w:r>
        <w:t>. there are many bitter memories of my childhood and pleasant memories are but few. When I remember those days I become sad and I am unable to control the tears welling my eyes. The reason for this sadness is that I always found my parents arguing and fighting. Thus they made life difficult for us brothers and sisters. We are a family of eight children. I never argue with my husband that I do not become the cause of the bitterness of my husband and children."</w:t>
      </w:r>
    </w:p>
    <w:p w:rsidR="00822417" w:rsidRDefault="00BE2C51" w:rsidP="00BE2C51">
      <w:pPr>
        <w:pStyle w:val="libNormal"/>
      </w:pPr>
      <w:r>
        <w:t>In one letter someone writes:</w:t>
      </w:r>
    </w:p>
    <w:p w:rsidR="00822417" w:rsidRDefault="00BE2C51" w:rsidP="00BE2C51">
      <w:pPr>
        <w:pStyle w:val="libNormal"/>
      </w:pPr>
      <w:r>
        <w:rPr>
          <w:rFonts w:hint="eastAsia"/>
        </w:rPr>
        <w:t>“…</w:t>
      </w:r>
      <w:r>
        <w:t>. Age five is the best part of one’s childhood. When I was of this age there came about bitter differences between my parents. My father brought a second wife. Because of these differences my mother secured a divorce from my father. We were six brothers and sisters. One day turned very bitter for us. I was playing with one of my brothers when our mother came to say her adieus to us. God knows how sad we children were. Our mother went away and we remained with our father and the new mother.</w:t>
      </w:r>
    </w:p>
    <w:p w:rsidR="00822417" w:rsidRDefault="00BE2C51" w:rsidP="00BE2C51">
      <w:pPr>
        <w:pStyle w:val="libNormal"/>
      </w:pPr>
      <w:r>
        <w:t>We remained away from our own mother for two years bearing the pangs of negligence that our father showed to us. Then one day our mother came and took me and one of my brothers home. She had received some legacy from her mother’s property. With that inheritance she carried on our upkeep. Later on the other brothers and sisters too joined us. Our mother gave us the treatment of both a mother and a father. We cannot forget her courage and sacrifices."</w:t>
      </w:r>
    </w:p>
    <w:p w:rsidR="00822417" w:rsidRDefault="00BE2C51" w:rsidP="00BE2C51">
      <w:pPr>
        <w:pStyle w:val="libNormal"/>
      </w:pPr>
      <w:r>
        <w:t>Another lady writes in her letter:</w:t>
      </w:r>
    </w:p>
    <w:p w:rsidR="00822417" w:rsidRDefault="00BE2C51" w:rsidP="00BE2C51">
      <w:pPr>
        <w:pStyle w:val="libNormal"/>
      </w:pPr>
      <w:r>
        <w:rPr>
          <w:rFonts w:hint="eastAsia"/>
        </w:rPr>
        <w:t>“…</w:t>
      </w:r>
      <w:r>
        <w:t>. my parents always used to quarrel and there was turmoil in our home. My mother always used to be angry. I was eight years of age when she used to leave my other siblings in my care and go out. My sister and brothers were of age two, four and six. I used to care for them to the best of my capability. Sometimes I used to get beatings from our father. Despite all the difficulty I was trying to continue my studies but I failed in my second standard. My tutors were aware of my difficulties. They took pity on me and gave me grace marks. In such circumstances I reached high school. Now I am also a mother. I make a sincere effort that differences do not plague me and my family."</w:t>
      </w:r>
    </w:p>
    <w:p w:rsidR="00822417" w:rsidRDefault="00BE2C51" w:rsidP="00BE2C51">
      <w:pPr>
        <w:pStyle w:val="libNormal"/>
      </w:pPr>
      <w:r>
        <w:t>The parents who feel their responsibility and they have interest in good upbringing of their children refrain from giving rise to any differences and fights in the family and they definitely avoid airing any differences in front of the children. There is no worse act than the parents disturbing the children by squabbling in their presence and leaving them behind. If they realise the feelings of the children during such absences, however brief they are, then they would try never to fight again. Such events are remembered till the end of one’s life. However there are hardly any families where there is no meaningful difference of opinion. But in marital life there is always the need for rapprochement.</w:t>
      </w:r>
    </w:p>
    <w:p w:rsidR="00822417" w:rsidRDefault="00BE2C51" w:rsidP="00BE2C51">
      <w:pPr>
        <w:pStyle w:val="libNormal"/>
      </w:pPr>
      <w:r>
        <w:lastRenderedPageBreak/>
        <w:t>Wise and informed couples resolve their differences with cool and calm discussions. If the children learn of the differences of their parents, they should handle the matter tactfully and convince them that the matter is being sorted out and they need not worry on that count. The parents should take care that they do not talk of divorce in the hearing distance of their children. This not only affects their married life but can cause damage to the delicate minds of the children. Separation between husband and wife is a grave injustice to the children. They feel that their nest has fallen down. And their lives are shattered.</w:t>
      </w:r>
    </w:p>
    <w:p w:rsidR="00822417" w:rsidRDefault="00BE2C51" w:rsidP="00BE2C51">
      <w:pPr>
        <w:pStyle w:val="libNormal"/>
      </w:pPr>
      <w:r>
        <w:t>This is naturally because the children have love for both the parents and cannot imagine any one of them abandoning them. If the children remain in the custody of the father after the divorce and he gets a second wife they will be required to unwillingly live under the care of a step mother. However good and gentle the stepmother is, she cannot take the place of the real mother. General observation is that most stepmothers do not take good care for stepchildren. The newspapers carry many stories of bad treatment of children at the hands of stepmothers. If the children revert to the care of the separated mother, they still feel the void created by the absence of the father. And if the parents are so thoughtless that they leave the children to the care of foster parents, it will be very sad for the young kids.</w:t>
      </w:r>
    </w:p>
    <w:p w:rsidR="00822417" w:rsidRDefault="00BE2C51" w:rsidP="00BE2C51">
      <w:pPr>
        <w:pStyle w:val="libNormal"/>
      </w:pPr>
      <w:r>
        <w:t>Anyway, the husband and wife are free till they have children. But they have added responsibility after they have children and this will be the time when they have to make sincere efforts to avoid any serious differences cropping up. They must protect the good atmosphere at home and do not become the cause of worry to the children. Otherwise they will be answerable and subject to retribution in the Court of Allah.</w:t>
      </w:r>
    </w:p>
    <w:p w:rsidR="000D2B00" w:rsidRPr="000D2B00" w:rsidRDefault="000D2B00" w:rsidP="003C333D">
      <w:pPr>
        <w:pStyle w:val="libNormal"/>
      </w:pPr>
      <w:r>
        <w:br w:type="page"/>
      </w:r>
    </w:p>
    <w:p w:rsidR="00822417" w:rsidRDefault="00BE2C51" w:rsidP="000D2B00">
      <w:pPr>
        <w:pStyle w:val="Heading1Center"/>
      </w:pPr>
      <w:bookmarkStart w:id="6" w:name="_Toc431646313"/>
      <w:r>
        <w:lastRenderedPageBreak/>
        <w:t>Starting Life as a Mother</w:t>
      </w:r>
      <w:bookmarkEnd w:id="6"/>
    </w:p>
    <w:p w:rsidR="00822417" w:rsidRDefault="00BE2C51" w:rsidP="00BE2C51">
      <w:pPr>
        <w:pStyle w:val="libNormal"/>
      </w:pPr>
      <w:r>
        <w:t>When the sperm of the man enters the womb of the woman and fuses with the ovum, the process of fertilisation and the woman becoming a mother commences. The fertilised egg(the ovum) starts fast metamorphosis and ultimately takes the final shape of a human being. In fact the age of a person can be counted from the day the process of fertilisation takes place.</w:t>
      </w:r>
    </w:p>
    <w:p w:rsidR="00822417" w:rsidRDefault="00BE2C51" w:rsidP="00BE2C51">
      <w:pPr>
        <w:pStyle w:val="libNormal"/>
      </w:pPr>
      <w:r>
        <w:t>One intellectual writes:</w:t>
      </w:r>
    </w:p>
    <w:p w:rsidR="00822417" w:rsidRDefault="00BE2C51" w:rsidP="00BE2C51">
      <w:pPr>
        <w:pStyle w:val="libNormal"/>
      </w:pPr>
      <w:r>
        <w:rPr>
          <w:rFonts w:hint="eastAsia"/>
        </w:rPr>
        <w:t>“</w:t>
      </w:r>
      <w:r>
        <w:t>When a person arrives in this world, he would already have completed nine months of his age. And in these preliminary nine months he passes through a metamorphosis which determines the shape he gets ultimately as a complete human being for a complete lifetime."</w:t>
      </w:r>
    </w:p>
    <w:p w:rsidR="00822417" w:rsidRDefault="00BE2C51" w:rsidP="00BE2C51">
      <w:pPr>
        <w:pStyle w:val="libNormal"/>
      </w:pPr>
      <w:r>
        <w:t>When a woman is pregnant, she becomes a mother from that moment. She bears the responsibility for the child developing in her womb. It is a fact that the father’s germ has a bearing on the legal inheritance, the physical and psychological make up of the person but the new arrival’s future depends more on the care of the mother. The father’s germ is like the seed but the development depends much on the developing environment it gets.</w:t>
      </w:r>
    </w:p>
    <w:p w:rsidR="00822417" w:rsidRDefault="00BE2C51" w:rsidP="00BE2C51">
      <w:pPr>
        <w:pStyle w:val="libNormal"/>
      </w:pPr>
      <w:r>
        <w:t>Another intellectual writes:</w:t>
      </w:r>
    </w:p>
    <w:p w:rsidR="00822417" w:rsidRDefault="00BE2C51" w:rsidP="00BE2C51">
      <w:pPr>
        <w:pStyle w:val="libNormal"/>
      </w:pPr>
      <w:r>
        <w:rPr>
          <w:rFonts w:hint="eastAsia"/>
        </w:rPr>
        <w:t>“</w:t>
      </w:r>
      <w:r>
        <w:t>The parents of a child can provide a growth environment which is ideal for it’s progress and can also give an environment which may be deleterious to its optimum development. If the growth environment is not proper it is not congenial for the immortal spirit of the off spring. This is the reason that the parents bear a heavy responsibility for the upbringing of the child."</w:t>
      </w:r>
    </w:p>
    <w:p w:rsidR="00822417" w:rsidRDefault="00BE2C51" w:rsidP="00BE2C51">
      <w:pPr>
        <w:pStyle w:val="libNormal"/>
      </w:pPr>
      <w:r>
        <w:t>Every person’s welfare, illness, strength, weakness, looks, character take shape in the mother’s womb. The rudiments of the child’s morals and fate are established from the very womb of the mother.</w:t>
      </w:r>
    </w:p>
    <w:p w:rsidR="00822417" w:rsidRDefault="00BE2C51" w:rsidP="00BE2C51">
      <w:pPr>
        <w:pStyle w:val="libNormal"/>
      </w:pPr>
      <w:r>
        <w:t>The Holy Prophet says:</w:t>
      </w:r>
    </w:p>
    <w:p w:rsidR="00822417" w:rsidRDefault="00BE2C51" w:rsidP="00BE2C51">
      <w:pPr>
        <w:pStyle w:val="libNormal"/>
      </w:pPr>
      <w:r>
        <w:rPr>
          <w:rFonts w:hint="eastAsia"/>
        </w:rPr>
        <w:t>“</w:t>
      </w:r>
      <w:r>
        <w:t>The Fate, good or bad, of a person is determined when he is in the womb of the mother." (Bihar al-anwar, v 77, p. 115)</w:t>
      </w:r>
    </w:p>
    <w:p w:rsidR="00822417" w:rsidRDefault="00BE2C51" w:rsidP="00BE2C51">
      <w:pPr>
        <w:pStyle w:val="libNormal"/>
      </w:pPr>
      <w:r>
        <w:t>The pregnancy is a very delicate period and puts tremendous responsibility on the expectant mother. A woman who is aware of her responsibility does not consider the pregnancy as an ordinary time and doesn’t indulge in careless behaviour. She knows that slight carelessness might affect her health badly and the baby she is carrying might get damaged. This damage could be so severe that the child arrives with irreparable defects that it may have to carry for the life.</w:t>
      </w:r>
    </w:p>
    <w:p w:rsidR="00822417" w:rsidRDefault="00BE2C51" w:rsidP="00BE2C51">
      <w:pPr>
        <w:pStyle w:val="libNormal"/>
      </w:pPr>
      <w:r>
        <w:t>Another intellectual writes:</w:t>
      </w:r>
    </w:p>
    <w:p w:rsidR="00822417" w:rsidRDefault="00BE2C51" w:rsidP="00BE2C51">
      <w:pPr>
        <w:pStyle w:val="libNormal"/>
      </w:pPr>
      <w:r>
        <w:rPr>
          <w:rFonts w:hint="eastAsia"/>
        </w:rPr>
        <w:t>“</w:t>
      </w:r>
      <w:r>
        <w:t>The mother’s body and the events connected with it have an effect on the child she is carrying. The child in the mother’s womb is very sensitive to the changes her body is undergoing. This is because the mother’s body is complete and the child is developing to take the final shape.Therefore it is the duty of every expectant mother to keep a good environment at the house. She can succeed in this if she knows what events can have salutary effect on the child and what will not.</w:t>
      </w:r>
    </w:p>
    <w:p w:rsidR="000D2B00" w:rsidRDefault="00BE2C51" w:rsidP="00BE2C51">
      <w:pPr>
        <w:pStyle w:val="libNormal"/>
      </w:pPr>
      <w:r>
        <w:t xml:space="preserve">A careful mother can provide the right environment for the ideal development of the child in her womb. An ideal environment for the child in pregnancy and immediately after birth is an utopia. But the parents make their best effort to see that they provide an environment as near to perfect as </w:t>
      </w:r>
      <w:r>
        <w:lastRenderedPageBreak/>
        <w:t>possible. But the accidents of ignorance cannot be ruled out. If people are not aware of the consequences of carelessness, they may be faced with problems during pregnancy and after delivery of the child. One should realise that coming into the world without any physical defect is the right of every human being.</w:t>
      </w:r>
    </w:p>
    <w:p w:rsidR="00822417" w:rsidRPr="000D2B00" w:rsidRDefault="000D2B00" w:rsidP="003C333D">
      <w:pPr>
        <w:pStyle w:val="libNormal"/>
      </w:pPr>
      <w:r>
        <w:br w:type="page"/>
      </w:r>
    </w:p>
    <w:p w:rsidR="00822417" w:rsidRDefault="00BE2C51" w:rsidP="00BE2C51">
      <w:pPr>
        <w:pStyle w:val="Heading1Center"/>
      </w:pPr>
      <w:bookmarkStart w:id="7" w:name="_Toc431646314"/>
      <w:r>
        <w:lastRenderedPageBreak/>
        <w:t>Welfare of the Embryo (foetus) Depends on the Mothers Nutrition</w:t>
      </w:r>
      <w:bookmarkEnd w:id="7"/>
    </w:p>
    <w:p w:rsidR="00822417" w:rsidRDefault="00BE2C51" w:rsidP="00BE2C51">
      <w:pPr>
        <w:pStyle w:val="libNormal"/>
      </w:pPr>
      <w:r>
        <w:t>In the womb of the mother the foetus is not an integral part of her body although it gets sustenance from her blood and nutrition. A pregnant mother’s food has to be properly planned and balanced which has to provide nutrition not only for her maintenance but also to the foetus.</w:t>
      </w:r>
    </w:p>
    <w:p w:rsidR="00822417" w:rsidRDefault="00BE2C51" w:rsidP="00BE2C51">
      <w:pPr>
        <w:pStyle w:val="libNormal"/>
      </w:pPr>
      <w:r>
        <w:t>Therefore a pregnant woman’s recipe of nutrition has to be meticulously planned. Otherwise there is always a risk that the deficiency of certain vitamins and minerals in the food may prove deleterious to the health of the mother and the child.</w:t>
      </w:r>
    </w:p>
    <w:p w:rsidR="00822417" w:rsidRDefault="00BE2C51" w:rsidP="00BE2C51">
      <w:pPr>
        <w:pStyle w:val="libNormal"/>
      </w:pPr>
      <w:r>
        <w:t>In the eyes of Islam the nutrition of the pregnant woman is of prime importance to the extent that she can be exempted from mandatory fasting during the month of Ramadan. She is given the liberty to fulfilll her obligation after delivery of the baby.</w:t>
      </w:r>
    </w:p>
    <w:p w:rsidR="00822417" w:rsidRDefault="00BE2C51" w:rsidP="00BE2C51">
      <w:pPr>
        <w:pStyle w:val="libNormal"/>
      </w:pPr>
      <w:r>
        <w:t>Research proves that eighty percent of the genetically deformed children with physical and mental aberrations are because of deficient food given to the mother during her pregnancy. (Aijaz e khurakiah, p.220)</w:t>
      </w:r>
    </w:p>
    <w:p w:rsidR="00822417" w:rsidRDefault="00BE2C51" w:rsidP="00BE2C51">
      <w:pPr>
        <w:pStyle w:val="libNormal"/>
      </w:pPr>
      <w:r>
        <w:t>Dr. Jazairi, an eminent nutritionist, writes:</w:t>
      </w:r>
    </w:p>
    <w:p w:rsidR="00822417" w:rsidRDefault="00BE2C51" w:rsidP="00BE2C51">
      <w:pPr>
        <w:pStyle w:val="libNormal"/>
      </w:pPr>
      <w:r>
        <w:rPr>
          <w:rFonts w:hint="eastAsia"/>
        </w:rPr>
        <w:t>“</w:t>
      </w:r>
      <w:r>
        <w:t>It is known since long that the development of the foetus and the baby before birth and during feeding on mother’s milk the nutrition received by the mother is very important. The mother has to take care that all the essential proteins, vitamins, carbohydrates, fats and other materials are taken in optimum quantities and at proper intervals for proper growth of the living cell that is the foetus. The foetus, which remains in the stage of metamorphosis in the womb, requires all these essentials for proper and healthy growth. It does happen during pregnancies that the mother remains healthy outwardly but due to deficiency of certain vitamins the foetus shows abnormal growth." (Biography Before Delivery, p. 182)</w:t>
      </w:r>
    </w:p>
    <w:p w:rsidR="00822417" w:rsidRDefault="00BE2C51" w:rsidP="00BE2C51">
      <w:pPr>
        <w:pStyle w:val="libNormal"/>
      </w:pPr>
      <w:r>
        <w:t>Karner says:</w:t>
      </w:r>
    </w:p>
    <w:p w:rsidR="00822417" w:rsidRDefault="00BE2C51" w:rsidP="00BE2C51">
      <w:pPr>
        <w:pStyle w:val="libNormal"/>
      </w:pPr>
      <w:r>
        <w:rPr>
          <w:rFonts w:hint="eastAsia"/>
        </w:rPr>
        <w:t>“</w:t>
      </w:r>
      <w:r>
        <w:t>Sometimes the reason for a new-born being abnormal is that although the seed is good it doesn’t get a proper environment in the womb. It also is sometimes because although the womb’s environment is good the seed is defective. In these conditions babies are born with several deformities like cleft lips, small and sunken eyes and flat soles of the feet etc. Earlier these defects were thought to be genetic of nature but now the research points out that they are caused by deficient availability of elements like oxygen during the pregnancy. The living environment and the surroundings during the pregnancy of a woman are considered the cause of the congenital defects like paraplegic limbs etc.</w:t>
      </w:r>
    </w:p>
    <w:p w:rsidR="00822417" w:rsidRDefault="00BE2C51" w:rsidP="00BE2C51">
      <w:pPr>
        <w:pStyle w:val="libNormal"/>
      </w:pPr>
      <w:r>
        <w:t>Imam Sadiq says in a tradition: “Whatever a pregnant mother eats or drinks, the foetus draws its sustenance from that." (Bihar al-anwar, v 6, p. 342)</w:t>
      </w:r>
    </w:p>
    <w:p w:rsidR="000D2B00" w:rsidRPr="000D2B00" w:rsidRDefault="000D2B00" w:rsidP="003C333D">
      <w:pPr>
        <w:pStyle w:val="libNormal"/>
      </w:pPr>
      <w:r>
        <w:br w:type="page"/>
      </w:r>
    </w:p>
    <w:p w:rsidR="00822417" w:rsidRDefault="00BE2C51" w:rsidP="00BE2C51">
      <w:pPr>
        <w:pStyle w:val="Heading1Center"/>
      </w:pPr>
      <w:bookmarkStart w:id="8" w:name="_Toc431646315"/>
      <w:r>
        <w:lastRenderedPageBreak/>
        <w:t>The Effects of the Mothers Nutrition on the Foetus</w:t>
      </w:r>
      <w:bookmarkEnd w:id="8"/>
    </w:p>
    <w:p w:rsidR="00822417" w:rsidRDefault="00BE2C51" w:rsidP="00BE2C51">
      <w:pPr>
        <w:pStyle w:val="libNormal"/>
      </w:pPr>
      <w:r>
        <w:t>During pregnancy the type of food taken by the mother has a marked effect on the nature, intelligence and capability of the child. This is because the brain of the child responds to the quality of nutrition provided to the foetus by the mother during its growth. Islam has clearly defined that the mother’s food intake during the pregnancy has a definite effect on the character of the child. Here some traditions on the subject are sited:</w:t>
      </w:r>
    </w:p>
    <w:p w:rsidR="00822417" w:rsidRDefault="00BE2C51" w:rsidP="00BE2C51">
      <w:pPr>
        <w:pStyle w:val="libNormal"/>
      </w:pPr>
      <w:r>
        <w:t>The Holy Prophet says:</w:t>
      </w:r>
    </w:p>
    <w:p w:rsidR="00822417" w:rsidRDefault="00BE2C51" w:rsidP="00BE2C51">
      <w:pPr>
        <w:pStyle w:val="libNormal"/>
      </w:pPr>
      <w:r>
        <w:rPr>
          <w:rFonts w:hint="eastAsia"/>
        </w:rPr>
        <w:t>“</w:t>
      </w:r>
      <w:r>
        <w:t>The mothers must ensure that during the final phase of pregnancy they must eat dates that their children grow to be gentle and sober." (Mustadrak al-wasail, v 3, p. 113)</w:t>
      </w:r>
    </w:p>
    <w:p w:rsidR="00822417" w:rsidRDefault="00BE2C51" w:rsidP="00BE2C51">
      <w:pPr>
        <w:pStyle w:val="libNormal"/>
      </w:pPr>
      <w:r>
        <w:rPr>
          <w:rFonts w:hint="eastAsia"/>
        </w:rPr>
        <w:t>“</w:t>
      </w:r>
      <w:r>
        <w:t>Ensure that your expectant wives eat behdana seeds (Seeds of Quince, a Central Asiatic tree of the rose family the fruit of which resembles a hard fleshed yellow apple). Such wives bear children with good health and character.’ (Mustadrak al-wasail, v 3, p. 116)</w:t>
      </w:r>
    </w:p>
    <w:p w:rsidR="00822417" w:rsidRDefault="00BE2C51" w:rsidP="00BE2C51">
      <w:pPr>
        <w:pStyle w:val="libNormal"/>
      </w:pPr>
      <w:r>
        <w:t>Imam Reda said:</w:t>
      </w:r>
    </w:p>
    <w:p w:rsidR="00822417" w:rsidRDefault="00BE2C51" w:rsidP="00BE2C51">
      <w:pPr>
        <w:pStyle w:val="libNormal"/>
      </w:pPr>
      <w:r>
        <w:rPr>
          <w:rFonts w:hint="eastAsia"/>
        </w:rPr>
        <w:t>“</w:t>
      </w:r>
      <w:r>
        <w:t>When pregnant women eat behdana seed it enhances intelligence and wisdom of the child." (Makarim al akhlaq, v 1, p. 196)</w:t>
      </w:r>
    </w:p>
    <w:p w:rsidR="00822417" w:rsidRDefault="00BE2C51" w:rsidP="00BE2C51">
      <w:pPr>
        <w:pStyle w:val="libNormal"/>
      </w:pPr>
      <w:r>
        <w:t>The prophet of Islam said: “The pregnant woman who eats melons will give birth to pretty and polite children." (Mustadrak al-wasail, v 3, p. 635)</w:t>
      </w:r>
    </w:p>
    <w:p w:rsidR="00822417" w:rsidRDefault="00BE2C51" w:rsidP="003C333D">
      <w:pPr>
        <w:pStyle w:val="Heading1Center"/>
      </w:pPr>
      <w:bookmarkStart w:id="9" w:name="_Toc431646316"/>
      <w:r>
        <w:t>The Mothers Nutrition</w:t>
      </w:r>
      <w:bookmarkEnd w:id="9"/>
    </w:p>
    <w:p w:rsidR="00822417" w:rsidRDefault="00BE2C51" w:rsidP="00BE2C51">
      <w:pPr>
        <w:pStyle w:val="libNormal"/>
      </w:pPr>
      <w:r>
        <w:t>Research on the different types of food materials is not in the scope of this book nor can we enumerate the qualities of each because it is a subject that requires consideration at length. Nor is the author an expert on the subject of nutrition. Luckily many useful books have been published on the subject and the readers interested in a more detailed study may refer to such books. But it will not be out of place if we have a cursory look on the subject.</w:t>
      </w:r>
    </w:p>
    <w:p w:rsidR="00822417" w:rsidRDefault="00BE2C51" w:rsidP="00BE2C51">
      <w:pPr>
        <w:pStyle w:val="libNormal"/>
      </w:pPr>
      <w:r>
        <w:t>Although the nutrition intake requirement of pregnant women increases, it is a matter of worry that their appetite generally reduces in this condition. Many of them feel listless and dull. In such a state they need to plan to consume concentrates which are foods with lesser bulk and more nutritive value. The nutrients required by the human body are contained in different types of food materials. Therefore keeping variety in the ration of a pregnant woman gives scope for designing ideal feeding programme for her.</w:t>
      </w:r>
    </w:p>
    <w:p w:rsidR="00822417" w:rsidRDefault="00BE2C51" w:rsidP="00BE2C51">
      <w:pPr>
        <w:pStyle w:val="libNormal"/>
      </w:pPr>
      <w:r>
        <w:t>The experts in this field write:</w:t>
      </w:r>
    </w:p>
    <w:p w:rsidR="00822417" w:rsidRDefault="00BE2C51" w:rsidP="00BE2C51">
      <w:pPr>
        <w:pStyle w:val="libNormal"/>
      </w:pPr>
      <w:r>
        <w:rPr>
          <w:rFonts w:hint="eastAsia"/>
        </w:rPr>
        <w:t>“</w:t>
      </w:r>
      <w:r>
        <w:t>To keep the body fit not only food intake is necessary but also it should be a planned mix of food materials taken at planned intervals.” (Ilm o zindagi, p 462)</w:t>
      </w:r>
    </w:p>
    <w:p w:rsidR="00822417" w:rsidRDefault="00BE2C51" w:rsidP="00BE2C51">
      <w:pPr>
        <w:pStyle w:val="libNormal"/>
      </w:pPr>
      <w:r>
        <w:t>The mother should ensure that she takes supplemental vitamins and minerals with the morning and evening meals that will help the foetus in the seventh month. This will not only help in the proper growth of the teeth and the gums but also some other important bones of the body. (Biography Pesh uz tawallud, p. 80)</w:t>
      </w:r>
    </w:p>
    <w:p w:rsidR="00822417" w:rsidRDefault="00BE2C51" w:rsidP="00BE2C51">
      <w:pPr>
        <w:pStyle w:val="libNormal"/>
      </w:pPr>
      <w:r>
        <w:t>Dr. Giasuddin Jazairi writes:</w:t>
      </w:r>
    </w:p>
    <w:p w:rsidR="00822417" w:rsidRDefault="00BE2C51" w:rsidP="00BE2C51">
      <w:pPr>
        <w:pStyle w:val="libNormal"/>
      </w:pPr>
      <w:r>
        <w:rPr>
          <w:rFonts w:hint="eastAsia"/>
        </w:rPr>
        <w:t>“</w:t>
      </w:r>
      <w:r>
        <w:t xml:space="preserve">Consumption of yoghurt and cheese during pregnancy provides vitamins and fats to the woman and prevents her from consuming many </w:t>
      </w:r>
      <w:r>
        <w:lastRenderedPageBreak/>
        <w:t>other unnecessary things which she might otherwise be inclined to eat. She should however avoid taking sour yoghurt. Stale cheese may also not taste well. At breakfast she should take a glass of milk and a broth of oats. Vitamin B is present plentifully in liver, kidneys, intestines that are useful foods and should form a part of the pregnant woman’</w:t>
      </w:r>
      <w:r w:rsidR="000D2B00">
        <w:t>s diet. (Aijaz khurakia, p.223)</w:t>
      </w:r>
    </w:p>
    <w:p w:rsidR="00822417" w:rsidRDefault="00BE2C51" w:rsidP="00BE2C51">
      <w:pPr>
        <w:pStyle w:val="libNormal"/>
      </w:pPr>
      <w:r>
        <w:t>It is better that the pregnant women should take milk at regular intervals. This is a complete food and the Prophets in the past were very fond of this food.</w:t>
      </w:r>
    </w:p>
    <w:p w:rsidR="00822417" w:rsidRDefault="00BE2C51" w:rsidP="00BE2C51">
      <w:pPr>
        <w:pStyle w:val="libNormal"/>
      </w:pPr>
      <w:r>
        <w:t>Imam Jafer al Sadiq says:</w:t>
      </w:r>
    </w:p>
    <w:p w:rsidR="00822417" w:rsidRDefault="00BE2C51" w:rsidP="00BE2C51">
      <w:pPr>
        <w:pStyle w:val="libNormal"/>
      </w:pPr>
      <w:r>
        <w:rPr>
          <w:rFonts w:hint="eastAsia"/>
        </w:rPr>
        <w:t>“</w:t>
      </w:r>
      <w:r>
        <w:t>Milk is the food of the Prophets." (Bihar al-anwar, no vol/page)</w:t>
      </w:r>
    </w:p>
    <w:p w:rsidR="00822417" w:rsidRDefault="00BE2C51" w:rsidP="00BE2C51">
      <w:pPr>
        <w:pStyle w:val="libNormal"/>
      </w:pPr>
      <w:r>
        <w:t>Dr. Giasuddin Jazairi writes:</w:t>
      </w:r>
    </w:p>
    <w:p w:rsidR="00822417" w:rsidRDefault="00BE2C51" w:rsidP="00BE2C51">
      <w:pPr>
        <w:pStyle w:val="libNormal"/>
      </w:pPr>
      <w:r>
        <w:rPr>
          <w:rFonts w:hint="eastAsia"/>
        </w:rPr>
        <w:t>“</w:t>
      </w:r>
      <w:r>
        <w:t>Most women feel pain in the limbs and the back due to deficiency of calcium during pregnancy. They also find their nails breaking during this period. They are therefore advised to consume fruits and vegetables that are rich in calcium. They have also to be particular to regularly take soup made from bones of sheep and lemon juice. " (Aijaz khurakia)</w:t>
      </w:r>
    </w:p>
    <w:p w:rsidR="00822417" w:rsidRDefault="00BE2C51" w:rsidP="00BE2C51">
      <w:pPr>
        <w:pStyle w:val="libNormal"/>
      </w:pPr>
      <w:r>
        <w:t>Generally for people and in particular for the pregnant women the raw and cooked vegetables and fruits are considered good food. The plants derive the nutrients from the soil, water, air and sunlight and store the food for us. All the fruits have good nutritive value but particularly apples, quince, pears, dates are very useful. Likewise every vegetable has its own nutritive value.</w:t>
      </w:r>
    </w:p>
    <w:p w:rsidR="00822417" w:rsidRDefault="00BE2C51" w:rsidP="00BE2C51">
      <w:pPr>
        <w:pStyle w:val="libNormal"/>
      </w:pPr>
      <w:r>
        <w:t>Different vitamins and minerals are provided to the body by different food grains, fruits and vegetables. A person who wants to take good care of his nutrition should take a mix of fruits and vegetables and try to eat all the seasons fruits, even if occasionally. Particularly, the pregnant women should make a careful mix of different food materials in their diet. Islam exhorts its people and the pregnant womenfolk to eat fruits and vegetables. A few quotations are given here to prove our point:</w:t>
      </w:r>
    </w:p>
    <w:p w:rsidR="00822417" w:rsidRDefault="00BE2C51" w:rsidP="00BE2C51">
      <w:pPr>
        <w:pStyle w:val="libNormal"/>
      </w:pPr>
      <w:r>
        <w:t>Imam Sadiq says:</w:t>
      </w:r>
    </w:p>
    <w:p w:rsidR="00822417" w:rsidRDefault="00BE2C51" w:rsidP="00BE2C51">
      <w:pPr>
        <w:pStyle w:val="libNormal"/>
      </w:pPr>
      <w:r>
        <w:rPr>
          <w:rFonts w:hint="eastAsia"/>
        </w:rPr>
        <w:t>‘“</w:t>
      </w:r>
      <w:r>
        <w:t>Everything adorns some place or other and similarly the vegetables adorn the dining area." (Mustadrak al-wasail, v 3, p. 148)</w:t>
      </w:r>
    </w:p>
    <w:p w:rsidR="00822417" w:rsidRDefault="00BE2C51" w:rsidP="00BE2C51">
      <w:pPr>
        <w:pStyle w:val="libNormal"/>
      </w:pPr>
      <w:r>
        <w:t>One day when Imam Rida sat for his meal he found the vegetable salad missing from the fare. He told to his servant, “You know that I don’t eat food without the salads. Please bring the salads for me.” vWhen the salads were brought the Imam commenced his meal.</w:t>
      </w:r>
    </w:p>
    <w:p w:rsidR="00822417" w:rsidRDefault="00BE2C51" w:rsidP="00BE2C51">
      <w:pPr>
        <w:pStyle w:val="libNormal"/>
      </w:pPr>
      <w:r>
        <w:t>The Holy Prophet is on record saying,</w:t>
      </w:r>
    </w:p>
    <w:p w:rsidR="00822417" w:rsidRDefault="00BE2C51" w:rsidP="00BE2C51">
      <w:pPr>
        <w:pStyle w:val="libNormal"/>
      </w:pPr>
      <w:r>
        <w:rPr>
          <w:rFonts w:hint="eastAsia"/>
        </w:rPr>
        <w:t>“</w:t>
      </w:r>
      <w:r>
        <w:t>Eat quince because it enhances your intelligence, removes worries and makes the child gentle." (Makarim al akhlaq, v 1, p. 196)</w:t>
      </w:r>
    </w:p>
    <w:p w:rsidR="00822417" w:rsidRDefault="00BE2C51" w:rsidP="00BE2C51">
      <w:pPr>
        <w:pStyle w:val="libNormal"/>
      </w:pPr>
      <w:r>
        <w:t>The Prophet also said:</w:t>
      </w:r>
    </w:p>
    <w:p w:rsidR="00822417" w:rsidRDefault="00BE2C51" w:rsidP="00BE2C51">
      <w:pPr>
        <w:pStyle w:val="libNormal"/>
      </w:pPr>
      <w:r>
        <w:rPr>
          <w:rFonts w:hint="eastAsia"/>
        </w:rPr>
        <w:t>“</w:t>
      </w:r>
      <w:r>
        <w:t>Eat quinces and present it’s good fruits to your friends because it improves the eyesight and makes the hearts mellow. The pregnant women too draw lots of benefit from this fruit and their new born children are pretty and healthy." (Makarim al akhlaq, v 2, p. 116)</w:t>
      </w:r>
    </w:p>
    <w:p w:rsidR="00822417" w:rsidRDefault="00BE2C51" w:rsidP="00BE2C51">
      <w:pPr>
        <w:pStyle w:val="libNormal"/>
      </w:pPr>
      <w:r>
        <w:rPr>
          <w:rFonts w:hint="eastAsia"/>
        </w:rPr>
        <w:t>“</w:t>
      </w:r>
      <w:r>
        <w:t>During the last months of pregnancy the women should eat the dates that their children have forbearing natures." (Makarim al akhlaq, v 3, p. 113)</w:t>
      </w:r>
    </w:p>
    <w:p w:rsidR="00822417" w:rsidRDefault="00BE2C51" w:rsidP="00BE2C51">
      <w:pPr>
        <w:pStyle w:val="libNormal"/>
      </w:pPr>
      <w:r>
        <w:t>Ali, The Commander of the Faithful, says:</w:t>
      </w:r>
    </w:p>
    <w:p w:rsidR="00822417" w:rsidRDefault="00BE2C51" w:rsidP="00BE2C51">
      <w:pPr>
        <w:pStyle w:val="libNormal"/>
      </w:pPr>
      <w:r>
        <w:rPr>
          <w:rFonts w:hint="eastAsia"/>
        </w:rPr>
        <w:lastRenderedPageBreak/>
        <w:t>“</w:t>
      </w:r>
      <w:r>
        <w:t>Eat the dates that they are the cure of all pains." (Makarim al akhlaq, v 3, p. 112)</w:t>
      </w:r>
    </w:p>
    <w:p w:rsidR="00822417" w:rsidRDefault="00BE2C51" w:rsidP="00BE2C51">
      <w:pPr>
        <w:pStyle w:val="libNormal"/>
      </w:pPr>
      <w:r>
        <w:t>There are innumerable traditions of the Prophet and his Infallible Descendants that throw light on the high nutritive value of different fruits and vegetables. Nutritionists can devise ideal diet schedule including appropriate quantities of these fruits and vegetables for various requirements. Consulting a nutritionist or a specialist medical practitionerWill be very useful.</w:t>
      </w:r>
    </w:p>
    <w:p w:rsidR="00822417" w:rsidRDefault="00BE2C51" w:rsidP="003C333D">
      <w:pPr>
        <w:pStyle w:val="Heading1Center"/>
      </w:pPr>
      <w:bookmarkStart w:id="10" w:name="_Toc431646317"/>
      <w:r>
        <w:t>Consuming Tobacco</w:t>
      </w:r>
      <w:bookmarkEnd w:id="10"/>
    </w:p>
    <w:p w:rsidR="00822417" w:rsidRDefault="00BE2C51" w:rsidP="00BE2C51">
      <w:pPr>
        <w:pStyle w:val="libNormal"/>
      </w:pPr>
      <w:r>
        <w:t>Pregnant women are advised to abstain from cigarettes and any other type of tobacco based product. Consuming of tobacco is not only deleterious to their personal health but will also have harmful effect on their foetus. In this connection we quote from a paper published in a foreign journal. We invite your attention to what it has to say:</w:t>
      </w:r>
    </w:p>
    <w:p w:rsidR="00822417" w:rsidRDefault="00BE2C51" w:rsidP="00BE2C51">
      <w:pPr>
        <w:pStyle w:val="libNormal"/>
      </w:pPr>
      <w:r>
        <w:rPr>
          <w:rFonts w:hint="eastAsia"/>
        </w:rPr>
        <w:t>“</w:t>
      </w:r>
      <w:r>
        <w:t>One study made in the Scandinavian countries on 6363 pregnant women showed that those of the group who smoke have given birth to babies on an average weighing 170 grams less than the babies of the women who do not smoke. This weight difference was recorded in 50% of pregnant women who habitually smoked.</w:t>
      </w:r>
    </w:p>
    <w:p w:rsidR="00822417" w:rsidRDefault="00BE2C51" w:rsidP="00BE2C51">
      <w:pPr>
        <w:pStyle w:val="libNormal"/>
      </w:pPr>
      <w:r>
        <w:t>On the other hand the height of the babies of the smoker mothers was recorded to be less than the other group. Similarly the heads and the bladders of the babies of smoker mothers were found to be smaller than those of non-smoker mothers are. The infantile mortality of the babies of the smoker mothers has also been recorded to be six times more than those from the other group. The children of the smoker mothers are likely to be born with physical defects than those of non-smoker mothers.</w:t>
      </w:r>
    </w:p>
    <w:p w:rsidR="00822417" w:rsidRDefault="00BE2C51" w:rsidP="00BE2C51">
      <w:pPr>
        <w:pStyle w:val="libNormal"/>
      </w:pPr>
      <w:r>
        <w:t>The use of cigarettes causes deficiency of oxygen in the blood of the foetus thereby causing excessive production of haemoglobin. Congenital heart disease is 50% more prevalent in babiesborn to cigarette smoking mothers than others. Statistics prove that children of mothers who smoke are poorer at their studies when they go to school than those of the other group. The intensity of this condition depends on the quantum of smoking the mother did during her pregnancy because the tobacco causes reduction in the cells of the brain of the foetus.</w:t>
      </w:r>
    </w:p>
    <w:p w:rsidR="00822417" w:rsidRDefault="00BE2C51" w:rsidP="00BE2C51">
      <w:pPr>
        <w:pStyle w:val="libNormal"/>
      </w:pPr>
      <w:r>
        <w:t>What has been said above is only a part of the damage that can be caused to the baby of the mother who consumes tobacco. Perhaps there are more serious damages caused by cigarette smoking that have not been identified so far. Therefore, all those mothers who are concerned about their own and their children’s health should avoid smoking." (Maktab Islam, Year 15, Issue No. 6)</w:t>
      </w:r>
    </w:p>
    <w:p w:rsidR="00822417" w:rsidRDefault="00BE2C51" w:rsidP="00BE2C51">
      <w:pPr>
        <w:pStyle w:val="libNormal"/>
      </w:pPr>
      <w:r>
        <w:t>Dr Jazairi writes:</w:t>
      </w:r>
    </w:p>
    <w:p w:rsidR="00822417" w:rsidRDefault="00BE2C51" w:rsidP="00BE2C51">
      <w:pPr>
        <w:pStyle w:val="libNormal"/>
      </w:pPr>
      <w:r>
        <w:rPr>
          <w:rFonts w:hint="eastAsia"/>
        </w:rPr>
        <w:t>“</w:t>
      </w:r>
      <w:r>
        <w:t xml:space="preserve">Tobacco smoking is harmful for the mother and also for the baby growing in her foetus. Alcoholic beverages too are very dangerous for carrying mothers. In addition to the poisonous effect of the alcohol it destroys the vitamins which are the essential requirement of the mother and her foetus. Such women have the risk of giving birth to babies with </w:t>
      </w:r>
      <w:r>
        <w:lastRenderedPageBreak/>
        <w:t>disabilities. Smoking and consumption of strongly brewed tea too are very harmful for pregnant women. " (Aijaz khurakia, p.215)</w:t>
      </w:r>
    </w:p>
    <w:p w:rsidR="00822417" w:rsidRDefault="00BE2C51" w:rsidP="00BE2C51">
      <w:pPr>
        <w:pStyle w:val="libNormal"/>
      </w:pPr>
      <w:r>
        <w:t>Dr Jalali writes</w:t>
      </w:r>
    </w:p>
    <w:p w:rsidR="00822417" w:rsidRDefault="00BE2C51" w:rsidP="00BE2C51">
      <w:pPr>
        <w:pStyle w:val="libNormal"/>
      </w:pPr>
      <w:r>
        <w:rPr>
          <w:rFonts w:hint="eastAsia"/>
        </w:rPr>
        <w:t>“</w:t>
      </w:r>
      <w:r>
        <w:t>Alcohol, marijuana and other drugs get into the blood stream of the parents and move into the embryo thereby affecting the growth of the foetus adversely. Some experts are of the opinion that when pregnant women smoke cigarette, the heart of the foetus is affected and its beats increase abnormally.(Rushinasi Kudak, p. 222)</w:t>
      </w:r>
    </w:p>
    <w:p w:rsidR="00BE2C51" w:rsidRDefault="00BE2C51" w:rsidP="003C333D">
      <w:pPr>
        <w:pStyle w:val="libNormal"/>
      </w:pPr>
      <w:r>
        <w:br w:type="page"/>
      </w:r>
    </w:p>
    <w:p w:rsidR="00822417" w:rsidRDefault="00BE2C51" w:rsidP="00BE2C51">
      <w:pPr>
        <w:pStyle w:val="Heading1Center"/>
      </w:pPr>
      <w:bookmarkStart w:id="11" w:name="_Toc431646318"/>
      <w:r>
        <w:lastRenderedPageBreak/>
        <w:t>When Pregnant Women Fall Ill</w:t>
      </w:r>
      <w:bookmarkEnd w:id="11"/>
    </w:p>
    <w:p w:rsidR="00822417" w:rsidRDefault="00BE2C51" w:rsidP="00BE2C51">
      <w:pPr>
        <w:pStyle w:val="libNormal"/>
      </w:pPr>
      <w:r>
        <w:t>When a pregnant woman needs medication for any indisposition, she has to exercise utmost care in the consumption of medicines because the medicines are generally designed for adults and might not be compatible for the delicate foetus and affect it adversely. It cannot be predicted what effect the drugs might have on the foetus.</w:t>
      </w:r>
    </w:p>
    <w:p w:rsidR="00822417" w:rsidRDefault="00BE2C51" w:rsidP="00BE2C51">
      <w:pPr>
        <w:pStyle w:val="libNormal"/>
      </w:pPr>
      <w:r>
        <w:t>It is a fact there is no medicine, which will not affect the foetus. This is the reason a pregnant mother must exercise maximum restraint in taking medicines. Firstly, she should avoid intake of medicine. But if the condition of the health becomes such that medication becomes absolutely necessary, then she should have access to it on the expert advice of a medical practitioner who can suggest the right medicine and the dosage.</w:t>
      </w:r>
    </w:p>
    <w:p w:rsidR="00822417" w:rsidRDefault="00BE2C51" w:rsidP="00BE2C51">
      <w:pPr>
        <w:pStyle w:val="libNormal"/>
      </w:pPr>
      <w:r>
        <w:t>When the illness is risky for the mother and the child, the pregnant mother should obtain expert medical opinion and treatment, as, otherwise it might cause irreparable damage to the foetus.</w:t>
      </w:r>
    </w:p>
    <w:p w:rsidR="00822417" w:rsidRDefault="00BE2C51" w:rsidP="00BE2C51">
      <w:pPr>
        <w:pStyle w:val="libNormal"/>
      </w:pPr>
      <w:r>
        <w:t>One expert writes:</w:t>
      </w:r>
    </w:p>
    <w:p w:rsidR="00822417" w:rsidRDefault="00BE2C51" w:rsidP="00BE2C51">
      <w:pPr>
        <w:pStyle w:val="libNormal"/>
      </w:pPr>
      <w:r>
        <w:rPr>
          <w:rFonts w:hint="eastAsia"/>
        </w:rPr>
        <w:t>“</w:t>
      </w:r>
      <w:r>
        <w:t>It is possible that certain viruses and microbes escape from the mother and the father into the indefensible foetus and infect it with the same disease which the parents were suffering from."</w:t>
      </w:r>
    </w:p>
    <w:p w:rsidR="00822417" w:rsidRDefault="00BE2C51" w:rsidP="00BE2C51">
      <w:pPr>
        <w:pStyle w:val="libNormal"/>
      </w:pPr>
      <w:r>
        <w:t>He writes at another place:</w:t>
      </w:r>
    </w:p>
    <w:p w:rsidR="00822417" w:rsidRDefault="00BE2C51" w:rsidP="00BE2C51">
      <w:pPr>
        <w:pStyle w:val="libNormal"/>
      </w:pPr>
      <w:r>
        <w:rPr>
          <w:rFonts w:hint="eastAsia"/>
        </w:rPr>
        <w:t>“</w:t>
      </w:r>
      <w:r>
        <w:t>Any change in the dietary habit of the mother, the medicines which she has to take and the diseases with which she gets afflicted will have effect on the embryo. Any diseased condition, which affects the embryo in the initial stages of conception, will progressively enhance. It is therefore imperative that the pregnant women should prevent themselves against diseases. Sometimes diseases may destroy their capacity to conceive in the future.</w:t>
      </w:r>
    </w:p>
    <w:p w:rsidR="00822417" w:rsidRDefault="00BE2C51" w:rsidP="00BE2C51">
      <w:pPr>
        <w:pStyle w:val="libNormal"/>
      </w:pPr>
      <w:r>
        <w:t>He also writes:</w:t>
      </w:r>
    </w:p>
    <w:p w:rsidR="00822417" w:rsidRDefault="00BE2C51" w:rsidP="00BE2C51">
      <w:pPr>
        <w:pStyle w:val="libNormal"/>
      </w:pPr>
      <w:r>
        <w:rPr>
          <w:rFonts w:hint="eastAsia"/>
        </w:rPr>
        <w:t>“</w:t>
      </w:r>
      <w:r>
        <w:t>There are several non-food materials which, when consumed by a pregnant mother, will adversely effect the development of the foetus. Most of the medicines are for adults and their trials are made only on grownups before they are approved for prescription. The viruses, bacteria and the germs in the body of the mother sometimes affect the foetus too.</w:t>
      </w:r>
    </w:p>
    <w:p w:rsidR="00822417" w:rsidRDefault="00BE2C51" w:rsidP="00BE2C51">
      <w:pPr>
        <w:pStyle w:val="libNormal"/>
      </w:pPr>
      <w:r>
        <w:t>Sometimes the foetus starts getting the same symptoms of the disease or sometimes abnormal growth takes place in the foetus because of the infection." (Biography Pish az tawalud, p. 182)</w:t>
      </w:r>
    </w:p>
    <w:p w:rsidR="00822417" w:rsidRDefault="00BE2C51" w:rsidP="003C333D">
      <w:pPr>
        <w:pStyle w:val="Heading1Center"/>
      </w:pPr>
      <w:bookmarkStart w:id="12" w:name="_Toc431646319"/>
      <w:r>
        <w:t>Effect of the Psychological Condition of the Mother on the Embryo</w:t>
      </w:r>
      <w:bookmarkEnd w:id="12"/>
    </w:p>
    <w:p w:rsidR="00822417" w:rsidRDefault="00BE2C51" w:rsidP="00BE2C51">
      <w:pPr>
        <w:pStyle w:val="libNormal"/>
      </w:pPr>
      <w:r>
        <w:t>The experts have been deliberating the fact whether the psychological condition of the mother has any effect on the embryo she is nursing.</w:t>
      </w:r>
    </w:p>
    <w:p w:rsidR="00822417" w:rsidRDefault="00BE2C51" w:rsidP="00BE2C51">
      <w:pPr>
        <w:pStyle w:val="libNormal"/>
      </w:pPr>
      <w:r>
        <w:t>Some experts say that if a mother is confronted with excessive fear and unease then the foetus will get affected and there is a strong possibility that the child will be timid and also the tendency of jealousy and malicious nature of the mother will be there in the child. As against this the good nature, humanity, honesty, boldness and affection in the mother will have a salutary effect on the nature of the offspring.</w:t>
      </w:r>
    </w:p>
    <w:p w:rsidR="00822417" w:rsidRDefault="00BE2C51" w:rsidP="00BE2C51">
      <w:pPr>
        <w:pStyle w:val="libNormal"/>
      </w:pPr>
      <w:r>
        <w:t xml:space="preserve">These experts are of the opinion that the child in the womb of the mother is in fact a part of her and therefore it will be influenced by the thoughts and </w:t>
      </w:r>
      <w:r>
        <w:lastRenderedPageBreak/>
        <w:t>psyche of the mother. But there are some geneticists and child psychologists who reject this theory. They feel that it is not necessary that the psychological condition and thoughts of the mother influence the mind of the newborn permanently.</w:t>
      </w:r>
    </w:p>
    <w:p w:rsidR="00822417" w:rsidRDefault="00BE2C51" w:rsidP="00BE2C51">
      <w:pPr>
        <w:pStyle w:val="libNormal"/>
      </w:pPr>
      <w:r>
        <w:t>Dr Jalali writes:</w:t>
      </w:r>
    </w:p>
    <w:p w:rsidR="00822417" w:rsidRDefault="00BE2C51" w:rsidP="00BE2C51">
      <w:pPr>
        <w:pStyle w:val="libNormal"/>
      </w:pPr>
      <w:r>
        <w:rPr>
          <w:rFonts w:hint="eastAsia"/>
        </w:rPr>
        <w:t>“</w:t>
      </w:r>
      <w:r>
        <w:t>There is no direct contact between the mother and the foetus but it is only through the umbilicus which does not possess any senses and the closed umbilicus has blood carrying nerves, therefore the earlier opinion that the psychological condition of the mother influences the mind of the child may not be correct." (Rowan shinashi kudak, p. 188)</w:t>
      </w:r>
    </w:p>
    <w:p w:rsidR="00822417" w:rsidRDefault="00BE2C51" w:rsidP="00BE2C51">
      <w:pPr>
        <w:pStyle w:val="libNormal"/>
      </w:pPr>
      <w:r>
        <w:t>But, the truth is with the intellectual, that it cannot be claimed that the thoughts and psychological condition of the mother indirectly influences the mindset of the child. But it is not right to say that the mother’s thoughts have no direct effect at all on the mind of the child. This point of view is illustrated in the following arguments:</w:t>
      </w:r>
    </w:p>
    <w:p w:rsidR="00822417" w:rsidRDefault="00BE2C51" w:rsidP="00BE2C51">
      <w:pPr>
        <w:pStyle w:val="libNormal"/>
      </w:pPr>
      <w:r>
        <w:t>1. The human mind and spirit are connected to each other. The illness and good health of the human body and the strength of the nerves and physical potential or weakness and even the appetite or lack of it has a bearing on the thinking and morals of the person. The moral personality of an individual and his nature have a bearing on the development of his brain It is possible that the deficiency or absence of food might give rise to the nervousness and amoral thoughts in the brain.</w:t>
      </w:r>
    </w:p>
    <w:p w:rsidR="00822417" w:rsidRDefault="00BE2C51" w:rsidP="00BE2C51">
      <w:pPr>
        <w:pStyle w:val="libNormal"/>
      </w:pPr>
      <w:r>
        <w:t>2. The embryo utilises the food, which gets synthesised in the womb of the mother and reaches it. As long as the child remains in the mother’s womb it depends on her for its sustenance. The mother’s food habits therefore have a direct bearing on the physical and mental development of the child.</w:t>
      </w:r>
    </w:p>
    <w:p w:rsidR="00822417" w:rsidRDefault="00BE2C51" w:rsidP="00BE2C51">
      <w:pPr>
        <w:pStyle w:val="libNormal"/>
      </w:pPr>
      <w:r>
        <w:t>Dr Jalali writes:</w:t>
      </w:r>
    </w:p>
    <w:p w:rsidR="00822417" w:rsidRDefault="00BE2C51" w:rsidP="00BE2C51">
      <w:pPr>
        <w:pStyle w:val="libNormal"/>
      </w:pPr>
      <w:r>
        <w:t>Whatever is beneficial for the mother is also beneficial for the foetus. If the mother’s food is deficient in calcium, this deficiency will affect the development of the bones and the teeth of the child. (Rowan shinashi kudak, p. 188)</w:t>
      </w:r>
    </w:p>
    <w:p w:rsidR="00822417" w:rsidRDefault="00BE2C51" w:rsidP="00BE2C51">
      <w:pPr>
        <w:pStyle w:val="libNormal"/>
      </w:pPr>
      <w:r>
        <w:t>3. This is well known that extreme disturbance and restlessness in a person causes indigestion, constipation and affects his body. Excess of sadness or fear reduces the appetite of a person and his digestive system gets impaired. The digestive glands do not function normally.</w:t>
      </w:r>
    </w:p>
    <w:p w:rsidR="00822417" w:rsidRDefault="00BE2C51" w:rsidP="00BE2C51">
      <w:pPr>
        <w:pStyle w:val="libNormal"/>
      </w:pPr>
      <w:r>
        <w:t>In the light of the above three points it can be said that although the mother’s thoughts and spiritual condition do not directly transfer to the brain and nerves of the child, it is related to her digestive function which can ultimately affect the child’s physical and spiritual make-up.</w:t>
      </w:r>
    </w:p>
    <w:p w:rsidR="00822417" w:rsidRDefault="00BE2C51" w:rsidP="00BE2C51">
      <w:pPr>
        <w:pStyle w:val="libNormal"/>
      </w:pPr>
      <w:r>
        <w:t>The mother’s pangs of anger or uneasiness will affect her general nature and disturb her digestive system. This condition is damaging to the mother’s body as also to the foetus.</w:t>
      </w:r>
    </w:p>
    <w:p w:rsidR="00822417" w:rsidRDefault="00BE2C51" w:rsidP="00BE2C51">
      <w:pPr>
        <w:pStyle w:val="libNormal"/>
      </w:pPr>
      <w:r>
        <w:t>It is possible that the child in such a mother’s womb gets afflicted with such disease, which might manifest itself at a later stage.</w:t>
      </w:r>
    </w:p>
    <w:p w:rsidR="00822417" w:rsidRDefault="00BE2C51" w:rsidP="00BE2C51">
      <w:pPr>
        <w:pStyle w:val="libNormal"/>
      </w:pPr>
      <w:r>
        <w:t>Dr Jalali writes:</w:t>
      </w:r>
    </w:p>
    <w:p w:rsidR="00822417" w:rsidRDefault="00BE2C51" w:rsidP="00BE2C51">
      <w:pPr>
        <w:pStyle w:val="libNormal"/>
      </w:pPr>
      <w:r>
        <w:rPr>
          <w:rFonts w:hint="eastAsia"/>
        </w:rPr>
        <w:t>“</w:t>
      </w:r>
      <w:r>
        <w:t xml:space="preserve">The pangs of excessive uneasiness suffered by the pregnant mother and the unpleasant happenings in her environment are definitely harmful to the </w:t>
      </w:r>
      <w:r>
        <w:lastRenderedPageBreak/>
        <w:t>development and the nature of the child. Such conditions create problems and give rise to the unwanted glands. Because of this the digestive system is unable to perform its normal function. Perhaps this is the reason that some children have several nervous ailments. These conditions may also be responsible for the miscarriage of the foetus. (Rowan shinashi kudak, p. 222)</w:t>
      </w:r>
    </w:p>
    <w:p w:rsidR="00822417" w:rsidRDefault="00BE2C51" w:rsidP="00BE2C51">
      <w:pPr>
        <w:pStyle w:val="libNormal"/>
      </w:pPr>
      <w:r>
        <w:t>A pregnant lady physically and mentally at ease will have her foetus in good health. Such peaceful environment is ideal for the perfect development of the child in its mother’s womb. To the contrary the foetus of a jealous, envious, excitable, timid and mentally ill mother will not be properly nurtured and can be affected with several ailments of mind and body.</w:t>
      </w:r>
    </w:p>
    <w:p w:rsidR="00822417" w:rsidRDefault="00BE2C51" w:rsidP="00BE2C51">
      <w:pPr>
        <w:pStyle w:val="libNormal"/>
      </w:pPr>
      <w:r>
        <w:t>In this regard:</w:t>
      </w:r>
    </w:p>
    <w:p w:rsidR="00822417" w:rsidRDefault="00BE2C51" w:rsidP="00BE2C51">
      <w:pPr>
        <w:pStyle w:val="libNormal"/>
      </w:pPr>
      <w:r>
        <w:rPr>
          <w:rFonts w:hint="eastAsia"/>
        </w:rPr>
        <w:t>“</w:t>
      </w:r>
      <w:r>
        <w:t>The psychological experts have proved that 26% of psychologically ill children have inherited the condition from their mothers. Therefore if a mother is hale and hearty then her child too shall be the possessor of good physical condition. If the mother cares that her child is healthy then she should take good care of her own physical and mental well being during the pregnancy. The effects of the environment on the development of the child are always pronounced."</w:t>
      </w:r>
    </w:p>
    <w:p w:rsidR="000D2B00" w:rsidRDefault="000D2B00" w:rsidP="003C333D">
      <w:pPr>
        <w:pStyle w:val="libNormal"/>
      </w:pPr>
      <w:r>
        <w:br w:type="page"/>
      </w:r>
    </w:p>
    <w:p w:rsidR="00822417" w:rsidRDefault="00BE2C51" w:rsidP="000D2B00">
      <w:pPr>
        <w:pStyle w:val="Heading1Center"/>
      </w:pPr>
      <w:bookmarkStart w:id="13" w:name="_Toc431646320"/>
      <w:r>
        <w:lastRenderedPageBreak/>
        <w:t>An Advice to Pregnant Women</w:t>
      </w:r>
      <w:bookmarkEnd w:id="13"/>
    </w:p>
    <w:p w:rsidR="00822417" w:rsidRDefault="00BE2C51" w:rsidP="00BE2C51">
      <w:pPr>
        <w:pStyle w:val="libNormal"/>
      </w:pPr>
      <w:r>
        <w:t>Pregnant women are advised to abstain from lifting heavy materials. They should also avoid very tiring tasks. If a carrying mother tires herself, she is likely to tire the baby too. In such cases there is the danger of miscarriage of the pregnancy.</w:t>
      </w:r>
    </w:p>
    <w:p w:rsidR="00822417" w:rsidRDefault="00BE2C51" w:rsidP="00BE2C51">
      <w:pPr>
        <w:pStyle w:val="libNormal"/>
      </w:pPr>
      <w:r>
        <w:t>Travelling during the last months of pregnancy too is not advised. If there is no urgent need of travelling, it is better the carrying mothers do not undertake a journey in that period. However doing light work and restricted movement is not harmful and, in fact, is beneficial for the health of both the mother and the child.</w:t>
      </w:r>
    </w:p>
    <w:p w:rsidR="00822417" w:rsidRDefault="00BE2C51" w:rsidP="00BE2C51">
      <w:pPr>
        <w:pStyle w:val="libNormal"/>
      </w:pPr>
      <w:r>
        <w:t>Dr Jalali writes:</w:t>
      </w:r>
    </w:p>
    <w:p w:rsidR="00822417" w:rsidRDefault="00BE2C51" w:rsidP="00BE2C51">
      <w:pPr>
        <w:pStyle w:val="libNormal"/>
      </w:pPr>
      <w:r>
        <w:rPr>
          <w:rFonts w:hint="eastAsia"/>
        </w:rPr>
        <w:t>“</w:t>
      </w:r>
      <w:r>
        <w:t>Excessive fatigue in pregnant women gives rise to poisonous substances in the blood. Since this blood is the source of nutrition for the foetus, it can adversely affect the growth of the child. (Rowan shinashi kudak, p. 222)</w:t>
      </w:r>
    </w:p>
    <w:p w:rsidR="00822417" w:rsidRDefault="00BE2C51" w:rsidP="003C333D">
      <w:pPr>
        <w:pStyle w:val="Heading1Center"/>
      </w:pPr>
      <w:bookmarkStart w:id="14" w:name="_Toc431646321"/>
      <w:r>
        <w:t>Clean Environment</w:t>
      </w:r>
      <w:bookmarkEnd w:id="14"/>
    </w:p>
    <w:p w:rsidR="00822417" w:rsidRDefault="00BE2C51" w:rsidP="00BE2C51">
      <w:pPr>
        <w:pStyle w:val="libNormal"/>
      </w:pPr>
      <w:r>
        <w:t>The growing child in the mother’s womb requires oxygen although the foetus cannot breathe itself. But it utilises the oxygen acquired by the mother from the atmosphere. The mother not only consumes oxygen for her own sustenance but also provides it to the foetus. If the mother breathes in a clean and hygienic atmosphere she can ensure her own health and that of the child she is bearing.</w:t>
      </w:r>
    </w:p>
    <w:p w:rsidR="00822417" w:rsidRDefault="00BE2C51" w:rsidP="00BE2C51">
      <w:pPr>
        <w:pStyle w:val="libNormal"/>
      </w:pPr>
      <w:r>
        <w:t>If the mother’s environs are polluted and she is breathing poisonous air, then there will be danger of illness afflicting her and the child. The pregnant women are therefore advised to take particular care of the environment in which they live. They should move in pollution free environment and breathe deeply. The pregnant women should also avoid late nights, which might tire them excessively.</w:t>
      </w:r>
    </w:p>
    <w:p w:rsidR="00822417" w:rsidRDefault="00BE2C51" w:rsidP="00BE2C51">
      <w:pPr>
        <w:pStyle w:val="libNormal"/>
      </w:pPr>
      <w:r>
        <w:t>During pregnancy the women should avoid smoking and protect themselves from breathing in any polluted environment. While sleeping they should keep the windows of the bed-room open so that fresh breeze is available to them. It must be noted that deficiency of oxygen might be very harmful to the foetus.</w:t>
      </w:r>
    </w:p>
    <w:p w:rsidR="00822417" w:rsidRDefault="00BE2C51" w:rsidP="00BE2C51">
      <w:pPr>
        <w:pStyle w:val="libNormal"/>
      </w:pPr>
      <w:r>
        <w:t>We are repeating the following paragraph from Dr Jalali, which has also appeared earlier in this book, for your attention:</w:t>
      </w:r>
    </w:p>
    <w:p w:rsidR="00822417" w:rsidRDefault="00BE2C51" w:rsidP="00BE2C51">
      <w:pPr>
        <w:pStyle w:val="libNormal"/>
      </w:pPr>
      <w:r>
        <w:rPr>
          <w:rFonts w:hint="eastAsia"/>
        </w:rPr>
        <w:t>“</w:t>
      </w:r>
      <w:r>
        <w:t>Various defects in the body like cleft lips, flat soles of the feet, sunken and small eyes were previously thought to be of genetic reasons. But now it has been found that these defects in the new born children are because of the environmental conditions and particularly the deficiency of oxygen during the pregnancy of the women."</w:t>
      </w:r>
    </w:p>
    <w:p w:rsidR="000D2B00" w:rsidRDefault="000D2B00" w:rsidP="003C333D">
      <w:pPr>
        <w:pStyle w:val="libNormal"/>
      </w:pPr>
      <w:r>
        <w:br w:type="page"/>
      </w:r>
    </w:p>
    <w:p w:rsidR="00822417" w:rsidRDefault="00BE2C51" w:rsidP="000D2B00">
      <w:pPr>
        <w:pStyle w:val="Heading1Center"/>
      </w:pPr>
      <w:bookmarkStart w:id="15" w:name="_Toc431646322"/>
      <w:r>
        <w:lastRenderedPageBreak/>
        <w:t>Miscarriage</w:t>
      </w:r>
      <w:bookmarkEnd w:id="15"/>
    </w:p>
    <w:p w:rsidR="00822417" w:rsidRDefault="00BE2C51" w:rsidP="00BE2C51">
      <w:pPr>
        <w:pStyle w:val="libNormal"/>
      </w:pPr>
      <w:r>
        <w:t>There is no objection in Islam to contraception or family planning with the mutual consent of the spouses. If the wife and the husband desire not to have any more issues, they can prevent conception with harmless pills, injections and other contraceptive methods. But obviating birth of already conceived is undesirable in Islam. Islam wants that the progeny of its followers flourish. When the male and female cells have fused to form an embryo, it is the rudiment of a living being and its abortion is forbidden in Islam.</w:t>
      </w:r>
    </w:p>
    <w:p w:rsidR="00822417" w:rsidRDefault="00BE2C51" w:rsidP="00BE2C51">
      <w:pPr>
        <w:pStyle w:val="libNormal"/>
      </w:pPr>
      <w:r>
        <w:t>Although the embryo is a minuscule object, it has full right to existence. It is an existence, which is fast developing towards becoming a full-fledged human being. This small creature wants its mother to provide congenial environment to grow in and take birth as full-fledged human. If one aborts such an existence, one has committed murder and the act will be liable to punishment of the parents on the Day of Judgment.</w:t>
      </w:r>
    </w:p>
    <w:p w:rsidR="00822417" w:rsidRDefault="00BE2C51" w:rsidP="00BE2C51">
      <w:pPr>
        <w:pStyle w:val="libNormal"/>
      </w:pPr>
      <w:r>
        <w:t>The Faith of Islam, which is the guardian of the rights of all, has banned completely the abortion and infanticide. Ishaq bin Ammar says, “I submitted to Imam Mua ibn Jafar that in case a woman is scared of getting pregnant do you permit her to take medicine which brings about abortion. The Imam replied, “NoI cannot give such a permission !".</w:t>
      </w:r>
    </w:p>
    <w:p w:rsidR="00822417" w:rsidRDefault="00BE2C51" w:rsidP="00BE2C51">
      <w:pPr>
        <w:pStyle w:val="libNormal"/>
      </w:pPr>
      <w:r>
        <w:t>The narrator again said, “What is the decree for the time when the pregnancy is in its initial embryonic stage?"</w:t>
      </w:r>
    </w:p>
    <w:p w:rsidR="00822417" w:rsidRDefault="00BE2C51" w:rsidP="00BE2C51">
      <w:pPr>
        <w:pStyle w:val="libNormal"/>
      </w:pPr>
      <w:r>
        <w:t>The Imam replied, “The development of man commences with the formation of the embryo. Allah says in the Quran, ‘On the Day of Judgment the parents will be asked: for what crime you have killed your innocent child?’ " (Quran, 81:8-9)</w:t>
      </w:r>
    </w:p>
    <w:p w:rsidR="00822417" w:rsidRDefault="00BE2C51" w:rsidP="00BE2C51">
      <w:pPr>
        <w:pStyle w:val="libNormal"/>
      </w:pPr>
      <w:r>
        <w:t>Abortion of foetus is a very amoral act, which Islam has forbidden. Also, such operations are highly risky for the life and health of the mother. Dr Pak Nagar, addressing a seminar on abortion has said"</w:t>
      </w:r>
    </w:p>
    <w:p w:rsidR="00822417" w:rsidRDefault="00BE2C51" w:rsidP="00BE2C51">
      <w:pPr>
        <w:pStyle w:val="libNormal"/>
      </w:pPr>
      <w:r>
        <w:rPr>
          <w:rFonts w:hint="eastAsia"/>
        </w:rPr>
        <w:t>“…</w:t>
      </w:r>
      <w:r>
        <w:t>. it has been proved that forcing abortions reduces the expected age of the woman. Scientific research also has proved that abortion upsets the psychological balance of the woman’s mind." (Maktab e Islam, Year 13, Issue 8)</w:t>
      </w:r>
    </w:p>
    <w:p w:rsidR="00822417" w:rsidRDefault="00BE2C51" w:rsidP="00BE2C51">
      <w:pPr>
        <w:pStyle w:val="libNormal"/>
      </w:pPr>
      <w:r>
        <w:t>From 1951 to 1953, according to the statistics of the New York City, 2601 women died during abortions. In the next ten years the fatality on this account has risen by 42%. In Chile 39% of female deaths were on account of abortions.</w:t>
      </w:r>
    </w:p>
    <w:p w:rsidR="00822417" w:rsidRDefault="00BE2C51" w:rsidP="00BE2C51">
      <w:pPr>
        <w:pStyle w:val="libNormal"/>
      </w:pPr>
      <w:r>
        <w:t>One excuse for having access to forced abortions is poverty. Some parents take shelter behind their poverty to kill their innocent children.</w:t>
      </w:r>
    </w:p>
    <w:p w:rsidR="00822417" w:rsidRDefault="00BE2C51" w:rsidP="00BE2C51">
      <w:pPr>
        <w:pStyle w:val="libNormal"/>
      </w:pPr>
      <w:r>
        <w:t>There is no doubt that lots of families are victims of poverty. It is no doubt very difficult to bring up a family in the midst of poverty. But Islam does not accept the excuse of aborting children because of the unfortunate condition of poverty and penury. Allah says in the Holy Quran:</w:t>
      </w:r>
    </w:p>
    <w:p w:rsidR="00822417" w:rsidRDefault="00BE2C51" w:rsidP="00BE2C51">
      <w:pPr>
        <w:pStyle w:val="libNormal"/>
      </w:pPr>
      <w:r>
        <w:rPr>
          <w:rFonts w:hint="eastAsia"/>
        </w:rPr>
        <w:t>“</w:t>
      </w:r>
      <w:r>
        <w:t>Do not kill your children with fear of poverty. We give you and them the sustenance. Killing children is definitely a big sin." (Quran, 17:31)</w:t>
      </w:r>
    </w:p>
    <w:p w:rsidR="00822417" w:rsidRDefault="00BE2C51" w:rsidP="00BE2C51">
      <w:pPr>
        <w:pStyle w:val="libNormal"/>
      </w:pPr>
      <w:r>
        <w:t xml:space="preserve">When the foetus has already formed, the parents should bear the hardship courageously that possibly the child might grow into a great person and bring laurels for the family and the society. Possibly the child may become </w:t>
      </w:r>
      <w:r>
        <w:lastRenderedPageBreak/>
        <w:t>the cause of the economic well being of the family and they get relief from their poverty.</w:t>
      </w:r>
    </w:p>
    <w:p w:rsidR="00822417" w:rsidRDefault="00BE2C51" w:rsidP="00BE2C51">
      <w:pPr>
        <w:pStyle w:val="libNormal"/>
      </w:pPr>
      <w:r>
        <w:t>Other excuses are also made for undergoing abortions like outdoor activities, official responsibilities and already having too many children. But these are not such valid excuses that the Islamic Jurisprudence and common sense permit abortions.</w:t>
      </w:r>
    </w:p>
    <w:p w:rsidR="00822417" w:rsidRDefault="00BE2C51" w:rsidP="00BE2C51">
      <w:pPr>
        <w:pStyle w:val="libNormal"/>
      </w:pPr>
      <w:r>
        <w:t>Not only abortion is unlawful in the eyes of Islam but also retribution has been fixed for this sinful act which differs according to the age of the foetus which has been aborted forcibly.</w:t>
      </w:r>
    </w:p>
    <w:p w:rsidR="00822417" w:rsidRDefault="00BE2C51" w:rsidP="00BE2C51">
      <w:pPr>
        <w:pStyle w:val="libNormal"/>
      </w:pPr>
      <w:r>
        <w:t>Imam Sadiq says:</w:t>
      </w:r>
    </w:p>
    <w:p w:rsidR="00822417" w:rsidRDefault="00BE2C51" w:rsidP="00BE2C51">
      <w:pPr>
        <w:pStyle w:val="libNormal"/>
      </w:pPr>
      <w:r>
        <w:rPr>
          <w:rFonts w:hint="eastAsia"/>
        </w:rPr>
        <w:t>“</w:t>
      </w:r>
      <w:r>
        <w:t>If the aborted child is in embryo form then the blood money is equal to 20 dinars of gold. If the pregnancy has reached the form of a lump of flesh, the blood money has to be forty dinars of gold. If the pregnancy has advanced to the form of muzga and flesh the blood money has to be sixty gold dinars and if the foetus has formed bones the levy is eighty gold dinars. If the foetus has reached total human form the levy is one hundred gold dinars. If the aborted child is so developed that it has spirit in it, then the deet or punishment will be one human life. (Wasail al-shia, v 19, p. 169)</w:t>
      </w:r>
    </w:p>
    <w:p w:rsidR="00822417" w:rsidRDefault="00BE2C51" w:rsidP="00BE2C51">
      <w:pPr>
        <w:pStyle w:val="libNormal"/>
      </w:pPr>
      <w:r>
        <w:t>The lady, Afsar al Maluk Amili has written a beautiful poem on this subject, translated as under</w:t>
      </w:r>
    </w:p>
    <w:p w:rsidR="00822417" w:rsidRDefault="00BE2C51" w:rsidP="00BE2C51">
      <w:pPr>
        <w:pStyle w:val="libNormal"/>
      </w:pPr>
      <w:r>
        <w:rPr>
          <w:rFonts w:hint="eastAsia"/>
        </w:rPr>
        <w:t>“</w:t>
      </w:r>
      <w:r>
        <w:t>The tiny aborted child appeared in my dream and said:</w:t>
      </w:r>
    </w:p>
    <w:p w:rsidR="00822417" w:rsidRDefault="00BE2C51" w:rsidP="00BE2C51">
      <w:pPr>
        <w:pStyle w:val="libNormal"/>
      </w:pPr>
      <w:r>
        <w:rPr>
          <w:rFonts w:hint="eastAsia"/>
        </w:rPr>
        <w:t>‘</w:t>
      </w:r>
      <w:r>
        <w:t>If you meet my mother, ask her, mother:</w:t>
      </w:r>
    </w:p>
    <w:p w:rsidR="00BE2C51" w:rsidRDefault="00BE2C51" w:rsidP="00BE2C51">
      <w:pPr>
        <w:pStyle w:val="libNormal"/>
      </w:pPr>
      <w:r>
        <w:t>What fault you found in me that you shed my blood unnecessarily!</w:t>
      </w:r>
    </w:p>
    <w:p w:rsidR="00BE2C51" w:rsidRDefault="00BE2C51" w:rsidP="00BE2C51">
      <w:pPr>
        <w:pStyle w:val="libNormal"/>
      </w:pPr>
      <w:r>
        <w:t>As a child I was biding my time peacefully, then why the order for my killing?!</w:t>
      </w:r>
    </w:p>
    <w:p w:rsidR="00BE2C51" w:rsidRDefault="00BE2C51" w:rsidP="00BE2C51">
      <w:pPr>
        <w:pStyle w:val="libNormal"/>
      </w:pPr>
      <w:r>
        <w:t>You have sharpened your fangs and paws, and have sullied your lapel with my blood!</w:t>
      </w:r>
    </w:p>
    <w:p w:rsidR="00BE2C51" w:rsidRDefault="00BE2C51" w:rsidP="00BE2C51">
      <w:pPr>
        <w:pStyle w:val="libNormal"/>
      </w:pPr>
      <w:r>
        <w:t>I was a newly arrived guest with you and had caused no harm to you.</w:t>
      </w:r>
    </w:p>
    <w:p w:rsidR="00BE2C51" w:rsidRDefault="00BE2C51" w:rsidP="00BE2C51">
      <w:pPr>
        <w:pStyle w:val="libNormal"/>
      </w:pPr>
      <w:r>
        <w:t>Guests are there to be entertained, not to be killed heartlessly</w:t>
      </w:r>
    </w:p>
    <w:p w:rsidR="00BE2C51" w:rsidRDefault="00BE2C51" w:rsidP="00BE2C51">
      <w:pPr>
        <w:pStyle w:val="libNormal"/>
      </w:pPr>
      <w:r>
        <w:t>You were worrying about the expenses for my upkeep that you extinguished my tiny existence!</w:t>
      </w:r>
    </w:p>
    <w:p w:rsidR="00BE2C51" w:rsidRDefault="00BE2C51" w:rsidP="00BE2C51">
      <w:pPr>
        <w:pStyle w:val="libNormal"/>
      </w:pPr>
      <w:r>
        <w:t>Mother! I had brought my sustenance with me, but it is a pity you didn’t believe in it!</w:t>
      </w:r>
    </w:p>
    <w:p w:rsidR="00BE2C51" w:rsidRDefault="00BE2C51" w:rsidP="00BE2C51">
      <w:pPr>
        <w:pStyle w:val="libNormal"/>
      </w:pPr>
      <w:r>
        <w:t>You preferred to keep yourself free to move around, instead of looking after me, and laid the foundation for tyranny!</w:t>
      </w:r>
    </w:p>
    <w:p w:rsidR="00BE2C51" w:rsidRDefault="00BE2C51" w:rsidP="00BE2C51">
      <w:pPr>
        <w:pStyle w:val="libNormal"/>
      </w:pPr>
      <w:r>
        <w:t>For children the mother is their hope and with her they are contented!</w:t>
      </w:r>
    </w:p>
    <w:p w:rsidR="00BE2C51" w:rsidRDefault="00BE2C51" w:rsidP="00BE2C51">
      <w:pPr>
        <w:pStyle w:val="libNormal"/>
      </w:pPr>
      <w:r>
        <w:t>I wished that I look at your face and pick flowers from your beauteous garden.</w:t>
      </w:r>
    </w:p>
    <w:p w:rsidR="00BE2C51" w:rsidRDefault="00BE2C51" w:rsidP="00BE2C51">
      <w:pPr>
        <w:pStyle w:val="libNormal"/>
      </w:pPr>
      <w:r>
        <w:t>I wished to suckle milk from your bosom and thus relieve your sorrows.</w:t>
      </w:r>
    </w:p>
    <w:p w:rsidR="00BE2C51" w:rsidRDefault="00BE2C51" w:rsidP="00BE2C51">
      <w:pPr>
        <w:pStyle w:val="libNormal"/>
      </w:pPr>
      <w:r>
        <w:t>I wished that I drank your milk and your voice reached my ears</w:t>
      </w:r>
    </w:p>
    <w:p w:rsidR="00BE2C51" w:rsidRDefault="00BE2C51" w:rsidP="00BE2C51">
      <w:pPr>
        <w:pStyle w:val="libNormal"/>
      </w:pPr>
      <w:r>
        <w:t>I thought that when you saw my smiles you would sit near me on my bed.</w:t>
      </w:r>
    </w:p>
    <w:p w:rsidR="00BE2C51" w:rsidRDefault="00BE2C51" w:rsidP="00BE2C51">
      <w:pPr>
        <w:pStyle w:val="libNormal"/>
      </w:pPr>
      <w:r>
        <w:t>I hoped that you would send me to school and give me the lesson of righteousness.</w:t>
      </w:r>
    </w:p>
    <w:p w:rsidR="00BE2C51" w:rsidRDefault="00BE2C51" w:rsidP="00BE2C51">
      <w:pPr>
        <w:pStyle w:val="libNormal"/>
      </w:pPr>
      <w:r>
        <w:t>Returning home from school I would make you happy by reciting the nursery rhymes.</w:t>
      </w:r>
    </w:p>
    <w:p w:rsidR="00BE2C51" w:rsidRDefault="00BE2C51" w:rsidP="00BE2C51">
      <w:pPr>
        <w:pStyle w:val="libNormal"/>
      </w:pPr>
      <w:r>
        <w:t>I wished that when I am a youth, then you would realise my value.</w:t>
      </w:r>
    </w:p>
    <w:p w:rsidR="00BE2C51" w:rsidRDefault="00BE2C51" w:rsidP="00BE2C51">
      <w:pPr>
        <w:pStyle w:val="libNormal"/>
      </w:pPr>
      <w:r>
        <w:t>In your frail old age I would have been your prop and help.</w:t>
      </w:r>
    </w:p>
    <w:p w:rsidR="00BE2C51" w:rsidRDefault="00BE2C51" w:rsidP="00BE2C51">
      <w:pPr>
        <w:pStyle w:val="libNormal"/>
      </w:pPr>
      <w:r>
        <w:lastRenderedPageBreak/>
        <w:t>Now I am in the Heaven like a pure spirit and my place is with the houris.</w:t>
      </w:r>
    </w:p>
    <w:p w:rsidR="00BE2C51" w:rsidRDefault="00BE2C51" w:rsidP="00BE2C51">
      <w:pPr>
        <w:pStyle w:val="libNormal"/>
      </w:pPr>
      <w:r>
        <w:t>You should now express repentance that perhaps the Merciful Allah forgives you.</w:t>
      </w:r>
    </w:p>
    <w:p w:rsidR="00822417" w:rsidRDefault="00BE2C51" w:rsidP="00BE2C51">
      <w:pPr>
        <w:pStyle w:val="libNormal"/>
      </w:pPr>
      <w:r>
        <w:t>O Afsar My request to you is to is to convey my message to all the mothers’</w:t>
      </w:r>
    </w:p>
    <w:p w:rsidR="00BE2C51" w:rsidRDefault="00BE2C51" w:rsidP="003C333D">
      <w:pPr>
        <w:pStyle w:val="libNormal"/>
      </w:pPr>
      <w:r>
        <w:br w:type="page"/>
      </w:r>
    </w:p>
    <w:p w:rsidR="00822417" w:rsidRDefault="00BE2C51" w:rsidP="00BE2C51">
      <w:pPr>
        <w:pStyle w:val="Heading1Center"/>
      </w:pPr>
      <w:bookmarkStart w:id="16" w:name="_Toc431646323"/>
      <w:r>
        <w:lastRenderedPageBreak/>
        <w:t>Difficult Deliveries</w:t>
      </w:r>
      <w:bookmarkEnd w:id="16"/>
    </w:p>
    <w:p w:rsidR="00822417" w:rsidRDefault="00BE2C51" w:rsidP="00BE2C51">
      <w:pPr>
        <w:pStyle w:val="libNormal"/>
      </w:pPr>
      <w:r>
        <w:t>Pregnancy generally lasts for nine months and ten days. The pregnancy period is very sensitive and full of risks because it has a bearing on the future of the growing foetus. The child in the period spends its life within that enclosure over which it has no control and can be exposed to several physical and psychological dangers. The child will not have capabilities of himself confronting and contending with these risks. After completing the nine months in the womb successfully it has to pass through another risky phase which is delivery. The process of delivery is not easy and simple but it is very sensitive and difficult.</w:t>
      </w:r>
    </w:p>
    <w:p w:rsidR="00822417" w:rsidRDefault="00BE2C51" w:rsidP="00BE2C51">
      <w:pPr>
        <w:pStyle w:val="libNormal"/>
      </w:pPr>
      <w:r>
        <w:t>The child grows to a size in the nine months that particularly its head at this stage is much larger than other parts of the body that its delivery from the narrow passage of the womb becomes very difficult. The possibility during delivery is always there that the child’s bones get crushed or twisted. There can also be the likelihood of the brain getting damaged due to the pressure during parturition.</w:t>
      </w:r>
    </w:p>
    <w:p w:rsidR="00822417" w:rsidRDefault="00BE2C51" w:rsidP="00BE2C51">
      <w:pPr>
        <w:pStyle w:val="libNormal"/>
      </w:pPr>
      <w:r>
        <w:t>One expert writes:</w:t>
      </w:r>
    </w:p>
    <w:p w:rsidR="00822417" w:rsidRDefault="00BE2C51" w:rsidP="00BE2C51">
      <w:pPr>
        <w:pStyle w:val="libNormal"/>
      </w:pPr>
      <w:r>
        <w:rPr>
          <w:rFonts w:hint="eastAsia"/>
        </w:rPr>
        <w:t>“</w:t>
      </w:r>
      <w:r>
        <w:t>The process of delivery can possibly cause psychological defects in the child. Psychiatrists are of opinion that the process of delivery of a child will have a significant bearing on its entire life. In their view delivery is a revolutionary change in the environment and life of the child and deprives it of the security and rest, which it had so far in the foetus. At the time of delivery fear and concern becomes a part of the psyche of the person. The future life of the person is spent imagining unknown thoughts of troubles. The life spent in the foetus was carefree and delivery is the arrival in the travails of the world. (Biography Pish az tawallud, p. 160)</w:t>
      </w:r>
    </w:p>
    <w:p w:rsidR="00822417" w:rsidRDefault="00BE2C51" w:rsidP="00BE2C51">
      <w:pPr>
        <w:pStyle w:val="libNormal"/>
      </w:pPr>
      <w:r>
        <w:t>Dr. Jalali writes:</w:t>
      </w:r>
    </w:p>
    <w:p w:rsidR="00822417" w:rsidRDefault="00BE2C51" w:rsidP="00BE2C51">
      <w:pPr>
        <w:pStyle w:val="libNormal"/>
      </w:pPr>
      <w:r>
        <w:t>When a child arrives in the world, it will be under pressure for a few hours and the most affected will be its head that will be the largest part of the body at birth. If the delivery is not normal then the arrival will be more difficult and besides the risk of the environment, the child has to face the risks of handling with mechanical instruments used during the delivery. In such cases there is chance of infantile mortality. The illnesses like madness and paralysis in children may also me related to difficult deliveries. (Ruwan shinashi kudak, p. 193)</w:t>
      </w:r>
    </w:p>
    <w:p w:rsidR="00822417" w:rsidRDefault="00BE2C51" w:rsidP="00BE2C51">
      <w:pPr>
        <w:pStyle w:val="libNormal"/>
      </w:pPr>
      <w:r>
        <w:t>Therefore, delivery of children is not a simple process and requires utmost care and skill to ensure safety of the mother and the child. A little carelessness on the part of the handlers might cause great damage to the mother and the child, sometimes resulting in mortality of either or both. But nowadays the facilities of skilled doctors and speciality medicines are in the access of people and the likelihood of harm to the mother or the child is much reduced.</w:t>
      </w:r>
    </w:p>
    <w:p w:rsidR="00822417" w:rsidRDefault="00BE2C51" w:rsidP="00BE2C51">
      <w:pPr>
        <w:pStyle w:val="libNormal"/>
      </w:pPr>
      <w:r>
        <w:t>The pregnant ladies are advised that if they have access to a good gynaecologist or a nursing home, they should consult them much ahead of the delivery. They must ascertain from the doctor the expected date of delivery and seek admission to the nursing home ahead of the delivery that they get better care than they can at home.</w:t>
      </w:r>
    </w:p>
    <w:p w:rsidR="00822417" w:rsidRDefault="00BE2C51" w:rsidP="00BE2C51">
      <w:pPr>
        <w:pStyle w:val="libNormal"/>
      </w:pPr>
      <w:r>
        <w:lastRenderedPageBreak/>
        <w:t>The main advantage in such cases is that the doctors and nurses are available at the nursing homes and if there is any emergency it can be attended to without much loss of time. If, while staying at home, a pregnant woman faces an emergency, the delay in reaching her to the doctors might result in danger to the mother and the child.</w:t>
      </w:r>
    </w:p>
    <w:p w:rsidR="00822417" w:rsidRDefault="00BE2C51" w:rsidP="00BE2C51">
      <w:pPr>
        <w:pStyle w:val="libNormal"/>
      </w:pPr>
      <w:r>
        <w:t>The other valid reason for sending the pregnant woman to the maternity home prior to the delivery is that the same sanitary environment and personalised medical attention cannot be provided at her own home.</w:t>
      </w:r>
    </w:p>
    <w:p w:rsidR="00822417" w:rsidRDefault="00BE2C51" w:rsidP="00BE2C51">
      <w:pPr>
        <w:pStyle w:val="libNormal"/>
      </w:pPr>
      <w:r>
        <w:t>Another advantage of going to the maternity home is that the chances of the pregnant lady facing unnecessary and unwarranted interference and opinions of the other women from the family will not be there. Generally such opinions are not educated and they may at times be harmful.</w:t>
      </w:r>
    </w:p>
    <w:p w:rsidR="00822417" w:rsidRDefault="00BE2C51" w:rsidP="00BE2C51">
      <w:pPr>
        <w:pStyle w:val="libNormal"/>
      </w:pPr>
      <w:r>
        <w:t>The husband too has a big responsibility during the pregnancy and delivery of his wife. Religiously and morally it is his duty that during this delicate and hazardous time he should provide help and courage to the wife and take all the possible steps to ensure safe delivery of the child. Carelessness on the part of the husband may even sometimes result in the loss of the mother and the child or they sustain physical and psychological damage. Such heedless husbands will be deemed criminal in the eyes of religion and the society and they will be answerable on the Day of Judgment.</w:t>
      </w:r>
    </w:p>
    <w:p w:rsidR="00822417" w:rsidRDefault="00BE2C51" w:rsidP="00BE2C51">
      <w:pPr>
        <w:pStyle w:val="libNormal"/>
      </w:pPr>
      <w:r>
        <w:t>They will also suffer the pangs of remorse if for reasons of carelessness or miserliness they avoid providing necessary care to the pregnant wives. Sometimes, because of the neglect at the required time the husbands have to incur much more expense to salvage the resultant damage. If the families of the pregnant women do not have access to the maternity homes then they should take the services of the competent midwives who have necessary skills and experience of attending to deliveries. In this regard the following precautions must be taken:</w:t>
      </w:r>
    </w:p>
    <w:p w:rsidR="00822417" w:rsidRDefault="00BE2C51" w:rsidP="00BE2C51">
      <w:pPr>
        <w:pStyle w:val="libNormal"/>
      </w:pPr>
      <w:r>
        <w:t>1. The temperature of the labour room should be moderate and it should not be too cold. This is important because the pregnant women will be under tremendous pressure and due to the long hours of labour pain they will be indisposed and sweating and there can be likelihood of the babies catching colds and getting exposed to several ailments.</w:t>
      </w:r>
    </w:p>
    <w:p w:rsidR="00822417" w:rsidRDefault="00BE2C51" w:rsidP="00BE2C51">
      <w:pPr>
        <w:pStyle w:val="libNormal"/>
      </w:pPr>
      <w:r>
        <w:t>If the delivery room becomes colder after the delivery the mother will most likely catch cold. The cold wind is very harmful for the new born baby because the environment in the mother’s womb will be warmer (having the normal human temperature (37.5 degrees Centigrade) and the room temperature will be much less. The body of the baby at the delivery will not have sufficient strength to adjust to the change Such babies are likely to fall ill and their treatment is rather difficult. Mortality rate in such babies is rather high.</w:t>
      </w:r>
    </w:p>
    <w:p w:rsidR="00822417" w:rsidRDefault="00BE2C51" w:rsidP="00BE2C51">
      <w:pPr>
        <w:pStyle w:val="libNormal"/>
      </w:pPr>
      <w:r>
        <w:t>2. It is necessary to prevent the air in the delivery room from becoming poisonous with the smoke of burning kerosene oil or coal. Breathing such polluted air is dangerous for both mothers and children.</w:t>
      </w:r>
    </w:p>
    <w:p w:rsidR="00822417" w:rsidRDefault="00BE2C51" w:rsidP="00BE2C51">
      <w:pPr>
        <w:pStyle w:val="libNormal"/>
      </w:pPr>
      <w:r>
        <w:t xml:space="preserve">3. It is advisable to maintain privacy in the delivery rooms to the extent possible. Keep unnecessary visitors out of the labour room. Such visitors might cause embarrassment and unease to the pregnant woman and may </w:t>
      </w:r>
      <w:r>
        <w:lastRenderedPageBreak/>
        <w:t>carry infections when they come from outside. Other women looking at the private parts of a woman is prohibited under Islam. During deliveries the pregnant women will be unable to cover their private parts. Imam Sajjad ordered other women to leave the labour room when a pregnant woman was delivering lest her private parts are exposed to them (Wasail al-shia, v 10, p. 119)</w:t>
      </w:r>
    </w:p>
    <w:p w:rsidR="00822417" w:rsidRDefault="00BE2C51" w:rsidP="00BE2C51">
      <w:pPr>
        <w:pStyle w:val="libNormal"/>
      </w:pPr>
      <w:r>
        <w:t>A responsible pregnant woman should exercise all care during pregnancy and delivery that she delivers a healthy baby to the society that it becomes a useful member of the community. In the view of Allah too it is the best service that a woman can give and will get its reward. One day the Prophet was speaking on the subject of Jihad. One lady asked, “O, Prophet of Allah Will the women be deprived of the benefits of Jihad? ”The Prophet replied that the woman too gets the benefit of the Jihad that the time from the conception to delivery and feeding of the child till its weaning the woman is like the man who is at the battlefield doing Jihad. If that woman dies during this period she would have achieved martyrdom. (Makarim al-akhlaq, v 1, p. 268)</w:t>
      </w:r>
    </w:p>
    <w:p w:rsidR="000D2B00" w:rsidRDefault="000D2B00" w:rsidP="003C333D">
      <w:pPr>
        <w:pStyle w:val="libNormal"/>
      </w:pPr>
      <w:r>
        <w:br w:type="page"/>
      </w:r>
    </w:p>
    <w:p w:rsidR="00822417" w:rsidRDefault="00BE2C51" w:rsidP="000D2B00">
      <w:pPr>
        <w:pStyle w:val="Heading1Center"/>
      </w:pPr>
      <w:bookmarkStart w:id="17" w:name="_Toc431646324"/>
      <w:r>
        <w:lastRenderedPageBreak/>
        <w:t>After the Birth</w:t>
      </w:r>
      <w:bookmarkEnd w:id="17"/>
    </w:p>
    <w:p w:rsidR="00822417" w:rsidRDefault="00BE2C51" w:rsidP="00BE2C51">
      <w:pPr>
        <w:pStyle w:val="libNormal"/>
      </w:pPr>
      <w:r>
        <w:t>When a child takes birth the air gets into its lungs and it starts breathing. After commencing the act of breathing the baby cries for the first time. This crying is because of the reaction of the air getting into the lungs. If the child doesn’t breathe and cry, it is held with its feet up and the head is gently stroked to help it breathe. Then the umbilicus is tied and is severed with a sanitised scissors. After this the child is given a bath with soap and lukewarm water and clothed. For sometime the child does not need feeding. Then drops of warmish water mixed with sugar are put into the child’s mouth.</w:t>
      </w:r>
    </w:p>
    <w:p w:rsidR="00822417" w:rsidRDefault="00BE2C51" w:rsidP="00BE2C51">
      <w:pPr>
        <w:pStyle w:val="libNormal"/>
      </w:pPr>
      <w:r>
        <w:t>The newborn will generally be in a state of dreaming. It needs lot of rest because it has undergone external and internal transition. Earlier it was dependent on the mother’s nutrition but now it’s own digestive system has to start functioning.</w:t>
      </w:r>
    </w:p>
    <w:p w:rsidR="00822417" w:rsidRDefault="00BE2C51" w:rsidP="00BE2C51">
      <w:pPr>
        <w:pStyle w:val="libNormal"/>
      </w:pPr>
      <w:r>
        <w:t>During pregnancy the child depended for oxygen on the mother’s breathing but after delivery it’s own respiratory system has to start functioning. It now takes its own oxygen from the atmosphere and ejects carbon dioxide during breathing. Its internal functioning would have undergone a major change and its external condition and environment is also totally changed. Earlier in the womb of the mother the temperature was 37.5Degrees Centigrade but now it is in an environment which has transient temperature conditions.</w:t>
      </w:r>
    </w:p>
    <w:p w:rsidR="00822417" w:rsidRDefault="00BE2C51" w:rsidP="00BE2C51">
      <w:pPr>
        <w:pStyle w:val="libNormal"/>
      </w:pPr>
      <w:r>
        <w:t>During delivery too the child is subject to lot of pressure which needs mitigation. At this time the child will be like a postoperative patient who has just come out of an operation theatre who, above all, needs lots of rest. It will be like a machine, which has just come out of the shop floor, which needs delicate and careful handling. In this circumstance the best that can be done for the child is to provide him restful environment that it overcomes the hardship faced during the process of delivery.</w:t>
      </w:r>
    </w:p>
    <w:p w:rsidR="00822417" w:rsidRDefault="00BE2C51" w:rsidP="00BE2C51">
      <w:pPr>
        <w:pStyle w:val="libNormal"/>
      </w:pPr>
      <w:r>
        <w:t>Dr Jalali writes:</w:t>
      </w:r>
    </w:p>
    <w:p w:rsidR="00822417" w:rsidRDefault="00BE2C51" w:rsidP="00BE2C51">
      <w:pPr>
        <w:pStyle w:val="libNormal"/>
      </w:pPr>
      <w:r>
        <w:rPr>
          <w:rFonts w:hint="eastAsia"/>
        </w:rPr>
        <w:t>“</w:t>
      </w:r>
      <w:r>
        <w:t>Tickling the child to laughter, lifting it up repeatedly, changing its garments frequently and showing it to others are not desirable acts which one should refrain from. The child is not a toy and it needs rest and peace. Avoid speaking loudly in its presence and refrain from lifting him up and down in an attempt to soothe him. Hugging and kissing the child too are not good for him. (Ruwan shinashi kudak, p. 223)</w:t>
      </w:r>
    </w:p>
    <w:p w:rsidR="00822417" w:rsidRDefault="00BE2C51" w:rsidP="00BE2C51">
      <w:pPr>
        <w:pStyle w:val="libNormal"/>
      </w:pPr>
      <w:r>
        <w:t>The mother too needs lots of rest and strength. During the nine months of pregnancy she would have gone through lots of travails. Especially after delivery she would be very weak as if she has lost most of the blood from her body. At this time the thoughtful husband: should provide to her all possible comforts and with good nutrition try to put her back to normal health. If medical attention and medication is required, then it should be provided without any loss of time. If the husband is negligent at this juncture then the wife will remain dull and weak and the consequences will have to be borne by him too.</w:t>
      </w:r>
    </w:p>
    <w:p w:rsidR="000D2B00" w:rsidRDefault="000D2B00" w:rsidP="003C333D">
      <w:pPr>
        <w:pStyle w:val="libNormal"/>
      </w:pPr>
      <w:r>
        <w:br w:type="page"/>
      </w:r>
    </w:p>
    <w:p w:rsidR="00822417" w:rsidRDefault="00BE2C51" w:rsidP="000D2B00">
      <w:pPr>
        <w:pStyle w:val="Heading1Center"/>
      </w:pPr>
      <w:bookmarkStart w:id="18" w:name="_Toc431646325"/>
      <w:r>
        <w:lastRenderedPageBreak/>
        <w:t>Mother’s Milk: The Best Nutrition</w:t>
      </w:r>
      <w:bookmarkEnd w:id="18"/>
    </w:p>
    <w:p w:rsidR="00822417" w:rsidRDefault="00BE2C51" w:rsidP="00BE2C51">
      <w:pPr>
        <w:pStyle w:val="libNormal"/>
      </w:pPr>
      <w:r>
        <w:t>The mother’s milk is the best and complete food for the child. In many ways it can be preferred over the other food products available for them, like: the milk of cow, goat or commercially branded milk foods.</w:t>
      </w:r>
    </w:p>
    <w:p w:rsidR="00822417" w:rsidRDefault="00BE2C51" w:rsidP="00BE2C51">
      <w:pPr>
        <w:pStyle w:val="libNormal"/>
      </w:pPr>
      <w:r>
        <w:t>1. The mother’s milk, on account of its nutrient value, will be ideally suited for the machinery of the child. It is very compatible for the child’s needs because it has been drawing nutrition from the mother for nine months during the pregnancy and will continue to get the same contents from the milk provided by the mother.</w:t>
      </w:r>
    </w:p>
    <w:p w:rsidR="00822417" w:rsidRDefault="00BE2C51" w:rsidP="00BE2C51">
      <w:pPr>
        <w:pStyle w:val="libNormal"/>
      </w:pPr>
      <w:r>
        <w:t>2. Because the mother’s milk is utilised in its natural condition it retains its nutritive value. To the contrary the cows milk has to be boiled before use and many nutrients might get destroyed in the process.</w:t>
      </w:r>
    </w:p>
    <w:p w:rsidR="00822417" w:rsidRDefault="00BE2C51" w:rsidP="00BE2C51">
      <w:pPr>
        <w:pStyle w:val="libNormal"/>
      </w:pPr>
      <w:r>
        <w:t>3. From the point of view of the child’s health the mother’s milk is most preferable because it is least likely to be contaminated with germs because it is fed to child directly from the bosom. The other milk passes through many utensils and can be infected by germs in the process.</w:t>
      </w:r>
    </w:p>
    <w:p w:rsidR="00822417" w:rsidRDefault="00BE2C51" w:rsidP="00BE2C51">
      <w:pPr>
        <w:pStyle w:val="libNormal"/>
      </w:pPr>
      <w:r>
        <w:t>4. The mother’s milk is always consumed fresh, while the other milk might spoil during storage.</w:t>
      </w:r>
    </w:p>
    <w:p w:rsidR="00822417" w:rsidRDefault="00BE2C51" w:rsidP="00BE2C51">
      <w:pPr>
        <w:pStyle w:val="libNormal"/>
      </w:pPr>
      <w:r>
        <w:t>5. There is no likelihood of adulteration of mother’s milk but other milks have that risk.</w:t>
      </w:r>
    </w:p>
    <w:p w:rsidR="00822417" w:rsidRDefault="00BE2C51" w:rsidP="00BE2C51">
      <w:pPr>
        <w:pStyle w:val="libNormal"/>
      </w:pPr>
      <w:r>
        <w:t>6. Mother’s milk will be free of disease causing germs but other milk has the risk of carrying such organisms.</w:t>
      </w:r>
    </w:p>
    <w:p w:rsidR="00822417" w:rsidRDefault="00BE2C51" w:rsidP="00BE2C51">
      <w:pPr>
        <w:pStyle w:val="libNormal"/>
      </w:pPr>
      <w:r>
        <w:t>Mother’s milk is the safest food for the newborn and other babies. The children brought up on the mother’s milk are healthier as compared to those who are fed on milk from other sources. Infant mortality in children fed on mother’s milk is also found lesser than in the case of the other group.</w:t>
      </w:r>
    </w:p>
    <w:p w:rsidR="00822417" w:rsidRDefault="00BE2C51" w:rsidP="00BE2C51">
      <w:pPr>
        <w:pStyle w:val="libNormal"/>
      </w:pPr>
      <w:r>
        <w:t>There is another advantage in the mother feeding the child on her own milk is that her periods are delayed and the chances of her getting pregnant again are postponed to that extent.</w:t>
      </w:r>
    </w:p>
    <w:p w:rsidR="00822417" w:rsidRDefault="00BE2C51" w:rsidP="00BE2C51">
      <w:pPr>
        <w:pStyle w:val="libNormal"/>
      </w:pPr>
      <w:r>
        <w:t>Islam too stresses the importance of the mother’s milk for the child and terms it the natural right of the child to be fed on it.</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No other milk is as good as the mother’s milk for the child." (Wasail al-shia, v 15, p. 175)</w:t>
      </w:r>
    </w:p>
    <w:p w:rsidR="00822417" w:rsidRDefault="00BE2C51" w:rsidP="00BE2C51">
      <w:pPr>
        <w:pStyle w:val="libNormal"/>
      </w:pPr>
      <w:r>
        <w:t>The mother’s milk is of such prime importance in the eyes of Islam that when she feeds her child on it, she is earning rewards for the Hereafter.</w:t>
      </w:r>
    </w:p>
    <w:p w:rsidR="00822417" w:rsidRDefault="00BE2C51" w:rsidP="00BE2C51">
      <w:pPr>
        <w:pStyle w:val="libNormal"/>
      </w:pPr>
      <w:r>
        <w:t>The Prophet of Islam has said:</w:t>
      </w:r>
    </w:p>
    <w:p w:rsidR="00822417" w:rsidRDefault="00BE2C51" w:rsidP="00BE2C51">
      <w:pPr>
        <w:pStyle w:val="libNormal"/>
      </w:pPr>
      <w:r>
        <w:rPr>
          <w:rFonts w:hint="eastAsia"/>
        </w:rPr>
        <w:t>“</w:t>
      </w:r>
      <w:r>
        <w:t>As many times as a mother suckles her milk to the child, so many times Allah’s reward to her will be equivalent to freeing a slave from the tribe of Ismail. When she reached the weaning stage, an Angel would put his hand on the arm of the mother and say,’ start your life afresh that your past sins have been pardoned!’" (Wasail al-shia, v 15, p. 175)</w:t>
      </w:r>
    </w:p>
    <w:p w:rsidR="00822417" w:rsidRDefault="00BE2C51" w:rsidP="00BE2C51">
      <w:pPr>
        <w:pStyle w:val="libNormal"/>
      </w:pPr>
      <w:r>
        <w:t>At a seminar in the University of Shiraz the experts agreed, to the last person, that any other food or combination of vitamins cannot be a substitute of the mother’s milk for the newborn child.</w:t>
      </w:r>
    </w:p>
    <w:p w:rsidR="00822417" w:rsidRDefault="00BE2C51" w:rsidP="00BE2C51">
      <w:pPr>
        <w:pStyle w:val="libNormal"/>
      </w:pPr>
      <w:r>
        <w:t>Dr Simeen Wakifi says:</w:t>
      </w:r>
    </w:p>
    <w:p w:rsidR="00822417" w:rsidRDefault="00BE2C51" w:rsidP="00BE2C51">
      <w:pPr>
        <w:pStyle w:val="libNormal"/>
      </w:pPr>
      <w:r>
        <w:rPr>
          <w:rFonts w:hint="eastAsia"/>
        </w:rPr>
        <w:t>“</w:t>
      </w:r>
      <w:r>
        <w:t xml:space="preserve">It is a matter of concern that lots of mothers, blindly following the practice of the Western women, forcing early weaning on their children, </w:t>
      </w:r>
      <w:r>
        <w:lastRenderedPageBreak/>
        <w:t>give them dehydrated milk powders and other synthetic baby foods. This practice is against the nutritional requirement of the child and is no substitute for the mother’s own milk which is superior in every respect." (Behdasht jismi rawafi kudak, p. 63)</w:t>
      </w:r>
    </w:p>
    <w:p w:rsidR="00822417" w:rsidRDefault="00BE2C51" w:rsidP="00BE2C51">
      <w:pPr>
        <w:pStyle w:val="libNormal"/>
      </w:pPr>
      <w:r>
        <w:t>Another expert writes:</w:t>
      </w:r>
    </w:p>
    <w:p w:rsidR="00822417" w:rsidRDefault="00BE2C51" w:rsidP="00BE2C51">
      <w:pPr>
        <w:pStyle w:val="libNormal"/>
      </w:pPr>
      <w:r>
        <w:rPr>
          <w:rFonts w:hint="eastAsia"/>
        </w:rPr>
        <w:t>“</w:t>
      </w:r>
      <w:r>
        <w:t>The mother’s milk is a unique food which nature has provided for the babies and no other feed is substitute for that. Therefore every effort should be made to see that the mother is able to feed the baby on her own milk. If the mother is running dry, she should take extra care of her own nutrition to revive lactation." (Aijaz khurakia, 258)</w:t>
      </w:r>
    </w:p>
    <w:p w:rsidR="00822417" w:rsidRDefault="00BE2C51" w:rsidP="00BE2C51">
      <w:pPr>
        <w:pStyle w:val="libNormal"/>
      </w:pPr>
      <w:r>
        <w:t>The responsible and informed mothers who are interested in the welfare of their children don’t deprive them of the bounty that Allah has provided to them. These women know the effect of the milk on the body and mind of the growing child. Therefore they sacrifice their own comfort for the health and welfare of the child. Only such women deserve to be called mothers and not those ignorant and selfish women who, despite proper lactation, render themselves dry and bring upthe children on dried milk powder.</w:t>
      </w:r>
    </w:p>
    <w:p w:rsidR="00822417" w:rsidRDefault="00BE2C51" w:rsidP="00BE2C51">
      <w:pPr>
        <w:pStyle w:val="libNormal"/>
      </w:pPr>
      <w:r>
        <w:t>The women who do not feed their babies on their own milk might become victims of several physical and psychological ailments. The cancer of the breast is one serious ailment that is prevalent in such women.</w:t>
      </w:r>
    </w:p>
    <w:p w:rsidR="00822417" w:rsidRDefault="00BE2C51" w:rsidP="00BE2C51">
      <w:pPr>
        <w:pStyle w:val="libNormal"/>
      </w:pPr>
      <w:r>
        <w:t>It is appropriate here to draw the attention of the mothers who feed babies on their own milk to take special care of their personal diet. The nutrition that the mother takes has a direct bearing on the nutritive value of the milk she produces. The mother’s food should be a balanced combination of different fruits, vegetables and grains.</w:t>
      </w:r>
    </w:p>
    <w:p w:rsidR="00822417" w:rsidRDefault="00BE2C51" w:rsidP="00BE2C51">
      <w:pPr>
        <w:pStyle w:val="libNormal"/>
      </w:pPr>
      <w:r>
        <w:t>Fluid and succulent foods are useful. The mothers should not think that only expensive food could be good food. They can judiciously plan a balanced food that can be nutritious and not expensive at the same time. They can refer to good books on diet planning for this purpose. One such books observes:</w:t>
      </w:r>
    </w:p>
    <w:p w:rsidR="00822417" w:rsidRDefault="00BE2C51" w:rsidP="00BE2C51">
      <w:pPr>
        <w:pStyle w:val="libNormal"/>
      </w:pPr>
      <w:r>
        <w:t>"Expert dieticians advise that lactating mothers should consume a combination of food products available to them. In particular they should include lobia beans, grams, milk, fresh butter, coconut, olives, walnuts, almonds, sweet and succulent fruits like water melon, gurma or musk melon, and pears etc." (Aijaz khurakia, 251-256)</w:t>
      </w:r>
    </w:p>
    <w:p w:rsidR="00822417" w:rsidRDefault="00BE2C51" w:rsidP="00BE2C51">
      <w:pPr>
        <w:pStyle w:val="libNormal"/>
      </w:pPr>
      <w:r>
        <w:t>Imam Sadiq says:</w:t>
      </w:r>
    </w:p>
    <w:p w:rsidR="00822417" w:rsidRDefault="00BE2C51" w:rsidP="00BE2C51">
      <w:pPr>
        <w:pStyle w:val="libNormal"/>
      </w:pPr>
      <w:r>
        <w:rPr>
          <w:rFonts w:hint="eastAsia"/>
        </w:rPr>
        <w:t>“</w:t>
      </w:r>
      <w:r>
        <w:t>If you have engaged a Jewish or Christian woman to foster feed your child then ask her to abstain from consuming pork and alcoholic beverages." (Mustadrak al-wasail, v2, p. 224)</w:t>
      </w:r>
    </w:p>
    <w:p w:rsidR="00822417" w:rsidRDefault="00BE2C51" w:rsidP="00BE2C51">
      <w:pPr>
        <w:pStyle w:val="libNormal"/>
      </w:pPr>
      <w:r>
        <w:t>If the feeding mother falls ill and has to take medication, she must keep the matter in mind that her own milk might get the effect of the medicines and harm the child who feeds on it. The mother should not indulge in using medicines without consulting a competent medical doctor.</w:t>
      </w:r>
    </w:p>
    <w:p w:rsidR="00BE2C51" w:rsidRDefault="00BE2C51" w:rsidP="003C333D">
      <w:pPr>
        <w:pStyle w:val="libNormal"/>
      </w:pPr>
      <w:r>
        <w:br w:type="page"/>
      </w:r>
    </w:p>
    <w:p w:rsidR="00822417" w:rsidRDefault="00BE2C51" w:rsidP="00BE2C51">
      <w:pPr>
        <w:pStyle w:val="Heading1Center"/>
      </w:pPr>
      <w:bookmarkStart w:id="19" w:name="_Toc431646326"/>
      <w:r>
        <w:lastRenderedPageBreak/>
        <w:t>Supplement the Mothers Milk</w:t>
      </w:r>
      <w:bookmarkEnd w:id="19"/>
    </w:p>
    <w:p w:rsidR="00822417" w:rsidRDefault="00BE2C51" w:rsidP="00BE2C51">
      <w:pPr>
        <w:pStyle w:val="libNormal"/>
      </w:pPr>
      <w:r>
        <w:t>The principal food of the baby is no doubt the mother’s milk but it is better to supplement judiciously with a little fish oil and fruit extracts. This will ensure that the feed is complete and the child grows in a better way. As the child grows its requirement of food increases. It reaches a stage when the mother’s milk becomes insufficient for the child.</w:t>
      </w:r>
    </w:p>
    <w:p w:rsidR="00822417" w:rsidRDefault="00BE2C51" w:rsidP="00BE2C51">
      <w:pPr>
        <w:pStyle w:val="libNormal"/>
      </w:pPr>
      <w:r>
        <w:t>At this stage other food materials are included in the child’s diet to provide optimum level of nutrition. After four months of delivery, or latest by six months, the child must be trained to eat other foods. It is important that the baby’s feed is soft and succulent. Juices of different fruit can be ideal at this stage. Water strained after boiling vegetables in it can be a good source of nutrients for the child. Soups are good for the growth of the child. When the child starts setting teeth the diet can have boiled potatoes, boiled eggs, biscuits, fresh cheese, bread, butter and fresh fruits. There should be variety in the diet of a child, but care has to be taken that it is not over fed.</w:t>
      </w:r>
    </w:p>
    <w:p w:rsidR="00822417" w:rsidRDefault="00BE2C51" w:rsidP="003C333D">
      <w:pPr>
        <w:pStyle w:val="Heading1Center"/>
      </w:pPr>
      <w:bookmarkStart w:id="20" w:name="_Toc431646327"/>
      <w:r>
        <w:t>Weaning from Mothers Milk</w:t>
      </w:r>
      <w:bookmarkEnd w:id="20"/>
    </w:p>
    <w:p w:rsidR="00822417" w:rsidRDefault="00BE2C51" w:rsidP="00BE2C51">
      <w:pPr>
        <w:pStyle w:val="libNormal"/>
      </w:pPr>
      <w:r>
        <w:t>There are certain times when a child is deprived of the mother’s milk.</w:t>
      </w:r>
    </w:p>
    <w:p w:rsidR="00822417" w:rsidRDefault="00BE2C51" w:rsidP="00BE2C51">
      <w:pPr>
        <w:pStyle w:val="libNormal"/>
      </w:pPr>
      <w:r>
        <w:t>1. The time when the mother is affected with some infectious disease.</w:t>
      </w:r>
    </w:p>
    <w:p w:rsidR="00822417" w:rsidRDefault="00BE2C51" w:rsidP="00BE2C51">
      <w:pPr>
        <w:pStyle w:val="libNormal"/>
      </w:pPr>
      <w:r>
        <w:t>2. When the mother is suffering from a serious health condition like a heart attack and the doctors advised not to breast-feed the baby.</w:t>
      </w:r>
    </w:p>
    <w:p w:rsidR="00822417" w:rsidRDefault="00BE2C51" w:rsidP="00BE2C51">
      <w:pPr>
        <w:pStyle w:val="libNormal"/>
      </w:pPr>
      <w:r>
        <w:t>3. When the mother is mentally ill or suffers from epilepsy.</w:t>
      </w:r>
    </w:p>
    <w:p w:rsidR="00822417" w:rsidRDefault="00BE2C51" w:rsidP="00BE2C51">
      <w:pPr>
        <w:pStyle w:val="libNormal"/>
      </w:pPr>
      <w:r>
        <w:t>4. When the mother is suffering from anaemia and feeding the baby on her own milk may be harmful to both.</w:t>
      </w:r>
    </w:p>
    <w:p w:rsidR="00822417" w:rsidRDefault="00BE2C51" w:rsidP="00BE2C51">
      <w:pPr>
        <w:pStyle w:val="libNormal"/>
      </w:pPr>
      <w:r>
        <w:t>5. When the mother is addicted to drugs and alcoholic beverages because her milk poisoned by these materials will harm the baby.</w:t>
      </w:r>
    </w:p>
    <w:p w:rsidR="00822417" w:rsidRDefault="00BE2C51" w:rsidP="00BE2C51">
      <w:pPr>
        <w:pStyle w:val="libNormal"/>
      </w:pPr>
      <w:r>
        <w:t>In such conditions when there is the danger of infecting the baby or transferring poisonous matter through the milk, it is better to avoid feeding on the mother’s milk. When the breast-feeding mother becomes pregnant, she should wean the child in stages and simultaneously introduce other foods in the diet.</w:t>
      </w:r>
    </w:p>
    <w:p w:rsidR="000D2B00" w:rsidRDefault="000D2B00" w:rsidP="003C333D">
      <w:pPr>
        <w:pStyle w:val="libNormal"/>
      </w:pPr>
      <w:r>
        <w:br w:type="page"/>
      </w:r>
    </w:p>
    <w:p w:rsidR="00822417" w:rsidRDefault="00BE2C51" w:rsidP="000D2B00">
      <w:pPr>
        <w:pStyle w:val="Heading1Center"/>
      </w:pPr>
      <w:bookmarkStart w:id="21" w:name="_Toc431646328"/>
      <w:r>
        <w:lastRenderedPageBreak/>
        <w:t>The Schedule of Breast Feeding</w:t>
      </w:r>
      <w:bookmarkEnd w:id="21"/>
    </w:p>
    <w:p w:rsidR="00822417" w:rsidRDefault="00BE2C51" w:rsidP="00BE2C51">
      <w:pPr>
        <w:pStyle w:val="libNormal"/>
      </w:pPr>
      <w:r>
        <w:t>The experts have suggested two methods for feeding of the babies. Some are of opinion that for feeding the child well thought out schedules have to be devised and the feeding should be done implicitly at those predetermined intervals. Between two feedings some have prescribed a delay of three hours and some suggest a gap of four hours. In the interim period it is recommended to abstain from feeding the baby.</w:t>
      </w:r>
    </w:p>
    <w:p w:rsidR="00822417" w:rsidRDefault="00BE2C51" w:rsidP="00BE2C51">
      <w:pPr>
        <w:pStyle w:val="libNormal"/>
      </w:pPr>
      <w:r>
        <w:t>Some other experts do not approve of this type of scheduling. And they believe in feeding the baby more frequently on the basis of the indication of the appetite by the baby. They say that whenever the baby shows the desire for food, it must be fed.</w:t>
      </w:r>
    </w:p>
    <w:p w:rsidR="00822417" w:rsidRDefault="00BE2C51" w:rsidP="00BE2C51">
      <w:pPr>
        <w:pStyle w:val="libNormal"/>
      </w:pPr>
      <w:r>
        <w:t>Some other nutritionists feel that the latter method of feeding is more suitable as they believe that the baby must get the milk whenever it shows signs of hunger. Both the methods, however, have their own pros and cons as illustrated here:</w:t>
      </w:r>
    </w:p>
    <w:p w:rsidR="00822417" w:rsidRDefault="00BE2C51" w:rsidP="00BE2C51">
      <w:pPr>
        <w:pStyle w:val="libNormal"/>
      </w:pPr>
      <w:r>
        <w:t>1. Hunger or thirst of a child cannot be determined positively because it cannot express its need clearly. In the initial stage of feeding it will be drinking the milk for sating its appetite and then it continues to suckle the breasts. In such situations the child cries not so much with hunger as with the desire to suckle the mother’s breast. The mother too gives her milk to the child to stop his crying. Often the child cries without any appetite for food but the mother gives it the milk thinking that it is hungry.The child therefore drinks the mother’s milk while it has the appetite and sometimes when it doesn’t. It is a well established fact that taking of food at erratic intervals is not good for the health of the children as it is for the adults This habit might upset the digestive system of the child.</w:t>
      </w:r>
    </w:p>
    <w:p w:rsidR="00822417" w:rsidRDefault="00BE2C51" w:rsidP="00BE2C51">
      <w:pPr>
        <w:pStyle w:val="libNormal"/>
      </w:pPr>
      <w:r>
        <w:t>This is why unplanned feeding of babies is fraught with risk of illness for them.</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Excessive eating and eating more thereafter should be avoided. Those who eat more are more likely to fall ill.” (Mustdarak al-wasail, v3, p. 82)</w:t>
      </w:r>
    </w:p>
    <w:p w:rsidR="00822417" w:rsidRDefault="00BE2C51" w:rsidP="00BE2C51">
      <w:pPr>
        <w:pStyle w:val="libNormal"/>
      </w:pPr>
      <w:r>
        <w:t>2. The child who drinks milk without any controlled schedule will have a disorganised existence from the very beginning and grow into a disorderly adult.</w:t>
      </w:r>
    </w:p>
    <w:p w:rsidR="00822417" w:rsidRDefault="00BE2C51" w:rsidP="00BE2C51">
      <w:pPr>
        <w:pStyle w:val="libNormal"/>
      </w:pPr>
      <w:r>
        <w:t>3. It is common practice that whenever a baby cries, the mother’s breast is given to it without trying to determine the cause of the crying. Such children get into the habit of skulking all the time. They think that crying and shouting is the only way to get things done according to their wishes. They can never show patience and courage in doing anything. They want to achieve their end immediately even if they have to cry profusely for the purpose. They do not feel ashamed at playing such shameful antics.</w:t>
      </w:r>
    </w:p>
    <w:p w:rsidR="00822417" w:rsidRDefault="00BE2C51" w:rsidP="00BE2C51">
      <w:pPr>
        <w:pStyle w:val="libNormal"/>
      </w:pPr>
      <w:r>
        <w:t>4. The parents and other members of the families are always restless because of such children.</w:t>
      </w:r>
    </w:p>
    <w:p w:rsidR="00822417" w:rsidRDefault="00BE2C51" w:rsidP="00BE2C51">
      <w:pPr>
        <w:pStyle w:val="libNormal"/>
      </w:pPr>
      <w:r>
        <w:t>Dr Jalali writes about such children:</w:t>
      </w:r>
    </w:p>
    <w:p w:rsidR="00822417" w:rsidRDefault="00BE2C51" w:rsidP="00BE2C51">
      <w:pPr>
        <w:pStyle w:val="libNormal"/>
      </w:pPr>
      <w:r>
        <w:rPr>
          <w:rFonts w:hint="eastAsia"/>
        </w:rPr>
        <w:t>“</w:t>
      </w:r>
      <w:r>
        <w:t>If the feeding schedule of a child is fixed in consultation with an expert paediatrician then it will get used to the timings and the mothers will understand when the child is hungry and when its appetite is sated.</w:t>
      </w:r>
    </w:p>
    <w:p w:rsidR="00822417" w:rsidRDefault="00BE2C51" w:rsidP="00BE2C51">
      <w:pPr>
        <w:pStyle w:val="libNormal"/>
      </w:pPr>
      <w:r>
        <w:lastRenderedPageBreak/>
        <w:t>Secondly, people do their daily tasks as a force of habit. Similarly feeding of the child too becomes a habit and is done almost automatically at the scheduled timings. (Ruwan shinasi kudak, p. 224)</w:t>
      </w:r>
    </w:p>
    <w:p w:rsidR="00822417" w:rsidRDefault="00BE2C51" w:rsidP="00BE2C51">
      <w:pPr>
        <w:pStyle w:val="libNormal"/>
      </w:pPr>
      <w:r>
        <w:t>Russel says:</w:t>
      </w:r>
    </w:p>
    <w:p w:rsidR="00822417" w:rsidRDefault="00BE2C51" w:rsidP="00BE2C51">
      <w:pPr>
        <w:pStyle w:val="libNormal"/>
      </w:pPr>
      <w:r>
        <w:rPr>
          <w:rFonts w:hint="eastAsia"/>
        </w:rPr>
        <w:t>“</w:t>
      </w:r>
      <w:r>
        <w:t>These days an ordinary mother knows the norms of bringing up children. She knows that it is important to feed the baby at predetermined intervals and not whenever it cries for some reason or the other. She knows that such regime is followed to keep the digestive system of the baby in good trim… When the children see that the parents are acceding to their cries, it becomes their second habit and keeps crying at the slightest excuse. It also happens that the repeated episodes of crying over a long period earn them the anger of their parents. When the children realise this, they become morose and the world looks cold, dry and bleak to them.” (Dar Tarbiat, p. 78)</w:t>
      </w:r>
    </w:p>
    <w:p w:rsidR="00822417" w:rsidRDefault="00BE2C51" w:rsidP="00BE2C51">
      <w:pPr>
        <w:pStyle w:val="libNormal"/>
      </w:pPr>
      <w:r>
        <w:t>Attention must be paid to a few points:</w:t>
      </w:r>
    </w:p>
    <w:p w:rsidR="00822417" w:rsidRDefault="00BE2C51" w:rsidP="00BE2C51">
      <w:pPr>
        <w:pStyle w:val="libNormal"/>
      </w:pPr>
      <w:r>
        <w:t>1. For all the children the same programme of feeding could not be possibly adopted. Every child will have its own digestive and nutritive requirements. And also the food requirements of any child are very dynamic. The digestive system of the new-born will be delicately tiny for the first forty to fifty days from birth. Therefore it can retain very small quantity of milk. It will be able to take a very small quantity of milk at a time. But it becomes hungry very soon thereafter. During this period the feeding times have to be of shorter intervals, say, every hour and a half to two hours. But as the children grow the gap between the feeds have to be increase, say, a feed every three to four hours or even more.</w:t>
      </w:r>
    </w:p>
    <w:p w:rsidR="00822417" w:rsidRDefault="00BE2C51" w:rsidP="00BE2C51">
      <w:pPr>
        <w:pStyle w:val="libNormal"/>
      </w:pPr>
      <w:r>
        <w:t>2. All the children will not be of the same physical condition and digestive capacity. Therefore an individual feeding programme has to be developed for every individual child. Some children become hungry quite soon after a feed and others take more time for the same. Careful mothers are very observant and they take care to design an ideal schedule of feeding for their children in consultation with experts.</w:t>
      </w:r>
    </w:p>
    <w:p w:rsidR="00822417" w:rsidRDefault="00BE2C51" w:rsidP="00BE2C51">
      <w:pPr>
        <w:pStyle w:val="libNormal"/>
      </w:pPr>
      <w:r>
        <w:t>3. Whenever milk is given to the baby, care has to be taken that it is fully satisfied with the feed. But mothers must carefully observe that the newborn babies fall asleep while feeding on their breasts. In such instances they may not be fully fed and the mother has to gently strike the back of the child that it wakes up and completes its feed.</w:t>
      </w:r>
    </w:p>
    <w:p w:rsidR="00822417" w:rsidRDefault="00BE2C51" w:rsidP="00BE2C51">
      <w:pPr>
        <w:pStyle w:val="libNormal"/>
      </w:pPr>
      <w:r>
        <w:t>4. When the complete programme of feeding the child is prepared it must be put to practice very carefully. The gaps between the feeds must be strictly adhered to. In between two scheduled feeds the child must not be given the milk even if it cries. This task needs patience and firmness on the part of the mother to ensure that the child gets used to the regime. Then the child will awake automatically at the scheduled time to receive its feed. Patience and forbearance will become a part of the nature of such children.</w:t>
      </w:r>
    </w:p>
    <w:p w:rsidR="00822417" w:rsidRDefault="00BE2C51" w:rsidP="00BE2C51">
      <w:pPr>
        <w:pStyle w:val="libNormal"/>
      </w:pPr>
      <w:r>
        <w:t>5. The feeding schedule of the children must be prepared in such a way that from midnight to dawn there is no need of feeding it. When the child takes to this habit, both the mother and the child will have a good night’s rest.</w:t>
      </w:r>
    </w:p>
    <w:p w:rsidR="00822417" w:rsidRDefault="00BE2C51" w:rsidP="00BE2C51">
      <w:pPr>
        <w:pStyle w:val="libNormal"/>
      </w:pPr>
      <w:r>
        <w:lastRenderedPageBreak/>
        <w:t>6. The breasts must be cleaned with a little cotton wool after every feed. This is essential for the health and hygiene and will also prevent the chance of injury to the breast.</w:t>
      </w:r>
    </w:p>
    <w:p w:rsidR="00822417" w:rsidRDefault="00BE2C51" w:rsidP="00BE2C51">
      <w:pPr>
        <w:pStyle w:val="libNormal"/>
      </w:pPr>
      <w:r>
        <w:t>7. When a child suckles the mother’s milk some air too enters its digestive tract and makes it uneasy. Therefore, after every feed the child has to be raised a little and its back is gently tapped to see that the air comes out of its digestive system.</w:t>
      </w:r>
    </w:p>
    <w:p w:rsidR="00822417" w:rsidRDefault="00BE2C51" w:rsidP="00BE2C51">
      <w:pPr>
        <w:pStyle w:val="libNormal"/>
      </w:pPr>
      <w:r>
        <w:t>8. The suckling baby should be fed from both the breasts of the mother. This should be done to avoid drying of the milk, which can result in the pain of the breast. One lady says, ”Imam Sadiq told to me,’ do not feed your child only from one of your breasts to ensure that it gets complete food.’” (Wasail al-shiah, v15, p. 176)</w:t>
      </w:r>
    </w:p>
    <w:p w:rsidR="00822417" w:rsidRDefault="00BE2C51" w:rsidP="00BE2C51">
      <w:pPr>
        <w:pStyle w:val="libNormal"/>
      </w:pPr>
      <w:r>
        <w:t>9. The lactating mothers should take care that they do not perform very tiring physical tasks and avoid spells of anger. This is advised because such events can affect their capacity to produce milk, which ultimately is bad for the child.</w:t>
      </w:r>
    </w:p>
    <w:p w:rsidR="000D2B00" w:rsidRDefault="000D2B00" w:rsidP="003C333D">
      <w:pPr>
        <w:pStyle w:val="libNormal"/>
      </w:pPr>
      <w:r>
        <w:br w:type="page"/>
      </w:r>
    </w:p>
    <w:p w:rsidR="00822417" w:rsidRDefault="00BE2C51" w:rsidP="000D2B00">
      <w:pPr>
        <w:pStyle w:val="Heading1Center"/>
      </w:pPr>
      <w:bookmarkStart w:id="22" w:name="_Toc431646329"/>
      <w:r>
        <w:lastRenderedPageBreak/>
        <w:t>If the Mother is Deficient in Milk</w:t>
      </w:r>
      <w:bookmarkEnd w:id="22"/>
    </w:p>
    <w:p w:rsidR="00822417" w:rsidRDefault="00BE2C51" w:rsidP="00BE2C51">
      <w:pPr>
        <w:pStyle w:val="libNormal"/>
      </w:pPr>
      <w:r>
        <w:t>If the mother is unable to satisfy the appetite of the baby, she has no right to deprive the baby of her own milk. She must breast feed the baby to the extent of the milk available with her and supplement it with other milk and nutrition. But if the mother is totally dry, which condition is quite rare, she can wean the child and turn to the cow’s milk, which is qualitatively very similar to the mother’s milk. When shifting to the cow’s milk the following have to be borne in mind:</w:t>
      </w:r>
    </w:p>
    <w:p w:rsidR="00822417" w:rsidRDefault="00BE2C51" w:rsidP="00BE2C51">
      <w:pPr>
        <w:pStyle w:val="libNormal"/>
      </w:pPr>
      <w:r>
        <w:t>1. The cow’s milk is generally denser and heavier than the mother’s milk. Therefore it should be diluted with some boiled water before feeding to the child so that it comes closer to the density of the mother’s milk. The milk should also be sweetened with a little sugar.</w:t>
      </w:r>
    </w:p>
    <w:p w:rsidR="00822417" w:rsidRDefault="00BE2C51" w:rsidP="00BE2C51">
      <w:pPr>
        <w:pStyle w:val="libNormal"/>
      </w:pPr>
      <w:r>
        <w:t>2. The cow’s milk should be boiled for fifteen minutes to ensure that any germs present there are destroyed.</w:t>
      </w:r>
    </w:p>
    <w:p w:rsidR="00822417" w:rsidRDefault="00BE2C51" w:rsidP="00BE2C51">
      <w:pPr>
        <w:pStyle w:val="libNormal"/>
      </w:pPr>
      <w:r>
        <w:t>3. The milk, while feeding to the baby, should neither be too hot nor very cold. The temperature of the milk to be ideally close to the temperature of the mother’s milk.</w:t>
      </w:r>
    </w:p>
    <w:p w:rsidR="00822417" w:rsidRDefault="00BE2C51" w:rsidP="00BE2C51">
      <w:pPr>
        <w:pStyle w:val="libNormal"/>
      </w:pPr>
      <w:r>
        <w:t>4. Every time the child is given milk, ensure that the feeding bottle is properly washed and free from contamination to prevent the child from getting infected. .</w:t>
      </w:r>
    </w:p>
    <w:p w:rsidR="00822417" w:rsidRDefault="00BE2C51" w:rsidP="00BE2C51">
      <w:pPr>
        <w:pStyle w:val="libNormal"/>
      </w:pPr>
      <w:r>
        <w:t>5. Efforts have to be made to ensure that right type of milk is used for feeding.</w:t>
      </w:r>
    </w:p>
    <w:p w:rsidR="00822417" w:rsidRDefault="00BE2C51" w:rsidP="00BE2C51">
      <w:pPr>
        <w:pStyle w:val="libNormal"/>
      </w:pPr>
      <w:r>
        <w:t>If the mother wishes to use dried milk powders for feeding the child then it is necessary to consult a paediatrician to get the recommendation for the baby food suitable for the child. There are several products available in the market to suit specific requirements of children of varying ages and physical condition and only an expert can decide on the product suitable for any particular child.</w:t>
      </w:r>
    </w:p>
    <w:p w:rsidR="00822417" w:rsidRDefault="00BE2C51" w:rsidP="00BE2C51">
      <w:pPr>
        <w:pStyle w:val="libNormal"/>
      </w:pPr>
      <w:r>
        <w:t>If the milk recommended by the doctor is not found suitable, then the mother should refer back to the doctor and get a fresh recommendation.</w:t>
      </w:r>
    </w:p>
    <w:p w:rsidR="000D2B00" w:rsidRDefault="000D2B00" w:rsidP="003C333D">
      <w:pPr>
        <w:pStyle w:val="libNormal"/>
      </w:pPr>
      <w:r>
        <w:br w:type="page"/>
      </w:r>
    </w:p>
    <w:p w:rsidR="00822417" w:rsidRDefault="000D2B00" w:rsidP="000D2B00">
      <w:pPr>
        <w:pStyle w:val="Heading1Center"/>
      </w:pPr>
      <w:bookmarkStart w:id="23" w:name="_Toc431646330"/>
      <w:r>
        <w:lastRenderedPageBreak/>
        <w:t>Weaning the Child</w:t>
      </w:r>
      <w:bookmarkEnd w:id="23"/>
    </w:p>
    <w:p w:rsidR="00822417" w:rsidRDefault="00BE2C51" w:rsidP="00BE2C51">
      <w:pPr>
        <w:pStyle w:val="libNormal"/>
      </w:pPr>
      <w:r>
        <w:t>The baby should ideally be on the mother’s milk for a period of two years. Every child has a right to be on breast-feeding for two years, which Allah has granted to it. Allah says in the Quran: "Mothers should feed their milk to the children for two years." (2:233)</w:t>
      </w:r>
    </w:p>
    <w:p w:rsidR="00822417" w:rsidRDefault="00BE2C51" w:rsidP="00BE2C51">
      <w:pPr>
        <w:pStyle w:val="libNormal"/>
      </w:pPr>
      <w:r>
        <w:t>If the mother has to wean the child earlier than two years, she is permitted to do it but not earlier than twenty-one months of feeding.</w:t>
      </w:r>
    </w:p>
    <w:p w:rsidR="00822417" w:rsidRDefault="00BE2C51" w:rsidP="00BE2C51">
      <w:pPr>
        <w:pStyle w:val="libNormal"/>
      </w:pPr>
      <w:r>
        <w:t>Imam Sadiq says:</w:t>
      </w:r>
    </w:p>
    <w:p w:rsidR="00822417" w:rsidRDefault="00BE2C51" w:rsidP="00BE2C51">
      <w:pPr>
        <w:pStyle w:val="libNormal"/>
      </w:pPr>
      <w:r>
        <w:rPr>
          <w:rFonts w:hint="eastAsia"/>
        </w:rPr>
        <w:t>“</w:t>
      </w:r>
      <w:r>
        <w:t>The period of the mother feeding the child should be a minimum of twenty one months. If someone feeds the child for a lesser period, it will be causing a hardship to the child." (Wasail al-shiah, v15, p. 177)</w:t>
      </w:r>
    </w:p>
    <w:p w:rsidR="00822417" w:rsidRDefault="00BE2C51" w:rsidP="00BE2C51">
      <w:pPr>
        <w:pStyle w:val="libNormal"/>
      </w:pPr>
      <w:r>
        <w:t>In the two years of feeding by the mother, the child slowly gets used to consuming other types of food. In this period the mother can taper down the breast-feeding and substitute it with other nutritive foods. After the period of breast-feeding is over the child is weaned. Now it will get ready to have other type of nutrition. Careful and informed mothers know the type of foods on which their children can be fed. These foods have to suit the nature of the child and should have good nutritive value.</w:t>
      </w:r>
    </w:p>
    <w:p w:rsidR="00822417" w:rsidRDefault="00BE2C51" w:rsidP="00BE2C51">
      <w:pPr>
        <w:pStyle w:val="libNormal"/>
      </w:pPr>
      <w:r>
        <w:t>Weaning the child from the breast is however not an easy task. For some days it will cry and crave for the breast-feeding. At this juncture the mother has to exercise a lot of patience and tact. The mothers sometimes try to apply some bitter material on their nipples or colour the breasts black that the child develops an aversion for feeding on it. But care has to be taken not to scare the child. The child should not get a fear complex during weaning that it can have wrong effect on its health and psychology.</w:t>
      </w:r>
    </w:p>
    <w:p w:rsidR="000D2B00" w:rsidRDefault="000D2B00" w:rsidP="003C333D">
      <w:pPr>
        <w:pStyle w:val="libNormal"/>
      </w:pPr>
      <w:r>
        <w:br w:type="page"/>
      </w:r>
    </w:p>
    <w:p w:rsidR="00822417" w:rsidRDefault="00BE2C51" w:rsidP="000D2B00">
      <w:pPr>
        <w:pStyle w:val="Heading1Center"/>
      </w:pPr>
      <w:bookmarkStart w:id="24" w:name="_Toc431646331"/>
      <w:r>
        <w:lastRenderedPageBreak/>
        <w:t>Daughter or Son</w:t>
      </w:r>
      <w:bookmarkEnd w:id="24"/>
    </w:p>
    <w:p w:rsidR="00822417" w:rsidRDefault="00BE2C51" w:rsidP="00BE2C51">
      <w:pPr>
        <w:pStyle w:val="libNormal"/>
      </w:pPr>
      <w:r>
        <w:t>No sooner a woman becomes pregnant the speculation commences whether she will have a male or a female issue. She offers prayers for having a son. When her relatives come visiting her they say that the glow on her face indicates that she would get a son. Her adversaries say that her eyes indicate she is carrying a girl. The husband too wishes for a son.</w:t>
      </w:r>
    </w:p>
    <w:p w:rsidR="00822417" w:rsidRDefault="00BE2C51" w:rsidP="00BE2C51">
      <w:pPr>
        <w:pStyle w:val="libNormal"/>
      </w:pPr>
      <w:r>
        <w:t>He occasionally expresses this desire to her. Prior to delivery the mind of every relative around in the maternity home wonders whether she will give birth to a boy or a girl. When they come to know that the new arrival is a girl, sudden quiet descends on the gathering. But if it is a boy there will be instant shouts of joy. When the father hears of the birth of a boy, he becomes overjoyed. He will run to fetch sweets and fruits for the visitors. He issues instructions for taking good care of the child lest he caught cold. He starts pampering his wife and distributes gifts to the midwife and the attendants.</w:t>
      </w:r>
    </w:p>
    <w:p w:rsidR="00822417" w:rsidRDefault="00BE2C51" w:rsidP="00BE2C51">
      <w:pPr>
        <w:pStyle w:val="libNormal"/>
      </w:pPr>
      <w:r>
        <w:t>But, if the new arrival were a girl, his mien would drop. He would go and sit in a corner. He starts cursing his ill luck He thus makes his existence bitter. He neglects his convalescent wife and sometimes even talks of divorcing her. This is the state of affairs of our degenerate society. But there are always exceptions. There are parents who receive a daughter with open arms and affection as they do the son. But such families are in a minority.</w:t>
      </w:r>
    </w:p>
    <w:p w:rsidR="00822417" w:rsidRDefault="00BE2C51" w:rsidP="00BE2C51">
      <w:pPr>
        <w:pStyle w:val="libNormal"/>
      </w:pPr>
      <w:r>
        <w:t>Dear father and respected mother:</w:t>
      </w:r>
    </w:p>
    <w:p w:rsidR="00822417" w:rsidRDefault="00BE2C51" w:rsidP="00BE2C51">
      <w:pPr>
        <w:pStyle w:val="libNormal"/>
      </w:pPr>
      <w:r>
        <w:t>What difference it makes if you have a son or a daughter? Is a daughter less human than a son? Doesn’t a daughter have the capacity to grow and progress? Can’t she become a useful and valuable person? Is the daughter not your offspring? What special advantage the parents draw from a son that the daughter cannot provide them? If the daughter was not important in the eyes of Allah, then the progeny of the Holy Prophet would not have come through his daughter Fatima Zahra.If you bring up the daughter properly she will not be any less than a son for you. If you see the pages of history you will find references of women who were more capable than thousands of men.</w:t>
      </w:r>
    </w:p>
    <w:p w:rsidR="00822417" w:rsidRDefault="00BE2C51" w:rsidP="00BE2C51">
      <w:pPr>
        <w:pStyle w:val="libNormal"/>
      </w:pPr>
      <w:r>
        <w:t>Why this ignoble thinking in our society which has reduced the status of our women. There is need to carry on jihad against this evil. There is need to remove the thought of any difference between a son and a daughter. A daughter can be as useful and efficient a person as a son. You must receive the news of the birth of a healthy child, be it a son or a daughter, with equal happiness. You must thank God that it is a gift from Him that has come to you. It is a part of your existence that has come to the world.</w:t>
      </w:r>
    </w:p>
    <w:p w:rsidR="00822417" w:rsidRDefault="00BE2C51" w:rsidP="00BE2C51">
      <w:pPr>
        <w:pStyle w:val="libNormal"/>
      </w:pPr>
      <w:r>
        <w:t>The Prophet and his Holy Descendants always took this attitude towards the life.</w:t>
      </w:r>
    </w:p>
    <w:p w:rsidR="00822417" w:rsidRDefault="00BE2C51" w:rsidP="00BE2C51">
      <w:pPr>
        <w:pStyle w:val="libNormal"/>
      </w:pPr>
      <w:r>
        <w:t>Whenever the Imam Sajjad received the news of the birth of a child he never enquired if it was a son or a daughter. But he used to offer a prayer to Allah when he used to be informed that the new-born was hale and hearty. Wasail al-shiah, v15, p. 143)</w:t>
      </w:r>
    </w:p>
    <w:p w:rsidR="00822417" w:rsidRDefault="00BE2C51" w:rsidP="00BE2C51">
      <w:pPr>
        <w:pStyle w:val="libNormal"/>
      </w:pPr>
      <w:r>
        <w:t xml:space="preserve">One day the Holy Prophet was busy talking to his companions when a person reached his presence and informed that Allah has given to him a daughter. He was joyed and offered his thanks to Allah. But when he saw </w:t>
      </w:r>
      <w:r>
        <w:lastRenderedPageBreak/>
        <w:t>the faces of his companions he found them crestfallen. He was upset with them and said, “What has happened to you? Allah has given to me a flower whose fragrance I smell. Allah has ensured sustenance for her too as He would for a son !" (Wasail al-shiah, v/p)</w:t>
      </w:r>
    </w:p>
    <w:p w:rsidR="00822417" w:rsidRDefault="00BE2C51" w:rsidP="00BE2C51">
      <w:pPr>
        <w:pStyle w:val="libNormal"/>
      </w:pPr>
      <w:r>
        <w:t>Allah has deplored the discrimination between the sons and daughters thus: “When they get tidings of a daughter their faces turn dark with shame; anger pervades them and they hide their faces from others." (Quran, 16:58-59)</w:t>
      </w:r>
    </w:p>
    <w:p w:rsidR="000D2B00" w:rsidRDefault="000D2B00" w:rsidP="003C333D">
      <w:pPr>
        <w:pStyle w:val="libNormal"/>
      </w:pPr>
      <w:r>
        <w:br w:type="page"/>
      </w:r>
    </w:p>
    <w:p w:rsidR="00822417" w:rsidRDefault="00BE2C51" w:rsidP="000D2B00">
      <w:pPr>
        <w:pStyle w:val="Heading1Center"/>
      </w:pPr>
      <w:bookmarkStart w:id="25" w:name="_Toc431646332"/>
      <w:r>
        <w:lastRenderedPageBreak/>
        <w:t>Naming the Child</w:t>
      </w:r>
      <w:bookmarkEnd w:id="25"/>
    </w:p>
    <w:p w:rsidR="00822417" w:rsidRDefault="00BE2C51" w:rsidP="00BE2C51">
      <w:pPr>
        <w:pStyle w:val="libNormal"/>
      </w:pPr>
      <w:r>
        <w:t>One of the prime responsibilities of the parents is the selection of a name for the new-born child. They should not treat this important thing as a triviality. Individuals and families are recognised with their names. If the name is affable the person will be well received by the people. Persons with unpleasant sounding names will not get good attention from others and sometimes even they might ridicule them. The persons who are given improper names will be victims of inferiority complex. Therefore Islam requires the parents to exercise care in selecting good names for their children.</w:t>
      </w:r>
    </w:p>
    <w:p w:rsidR="00822417" w:rsidRDefault="00BE2C51" w:rsidP="00BE2C51">
      <w:pPr>
        <w:pStyle w:val="libNormal"/>
      </w:pPr>
      <w:r>
        <w:t>The Holy Prophet has said:</w:t>
      </w:r>
    </w:p>
    <w:p w:rsidR="00822417" w:rsidRDefault="00BE2C51" w:rsidP="00BE2C51">
      <w:pPr>
        <w:pStyle w:val="libNormal"/>
      </w:pPr>
      <w:r>
        <w:rPr>
          <w:rFonts w:hint="eastAsia"/>
        </w:rPr>
        <w:t>“</w:t>
      </w:r>
      <w:r>
        <w:t>It is the responsibility of every father to choose a good name for his child." (Wasail al-shiah, v2, p. 618)</w:t>
      </w:r>
    </w:p>
    <w:p w:rsidR="00822417" w:rsidRDefault="00BE2C51" w:rsidP="00BE2C51">
      <w:pPr>
        <w:pStyle w:val="libNormal"/>
      </w:pPr>
      <w:r>
        <w:rPr>
          <w:rFonts w:hint="eastAsia"/>
        </w:rPr>
        <w:t>“</w:t>
      </w:r>
      <w:r>
        <w:t>The children have three rights over their fathers. The first is that they are given good names. Secondly, they are provided good education; and lastly, they help them to select good spouses." Wasail al-shiah, v104, p. 92)</w:t>
      </w:r>
    </w:p>
    <w:p w:rsidR="00822417" w:rsidRDefault="00BE2C51" w:rsidP="00BE2C51">
      <w:pPr>
        <w:pStyle w:val="libNormal"/>
      </w:pPr>
      <w:r>
        <w:t>Imam Musa al-Kadhim said:</w:t>
      </w:r>
    </w:p>
    <w:p w:rsidR="00822417" w:rsidRDefault="00BE2C51" w:rsidP="00BE2C51">
      <w:pPr>
        <w:pStyle w:val="libNormal"/>
      </w:pPr>
      <w:r>
        <w:rPr>
          <w:rFonts w:hint="eastAsia"/>
        </w:rPr>
        <w:t>‘</w:t>
      </w:r>
      <w:r>
        <w:t>The first good that a father does to his child is that he selects a worthy name for him." Wasail al-shiah, v15, p. 122)</w:t>
      </w:r>
    </w:p>
    <w:p w:rsidR="00822417" w:rsidRDefault="00BE2C51" w:rsidP="00BE2C51">
      <w:pPr>
        <w:pStyle w:val="libNormal"/>
      </w:pPr>
      <w:r>
        <w:t>On the other hand the name of a person has a lot of social significance too. It is his name, which gets recognition to a person that he belongs to a respectable family. If the parents have high regard for a well-known poet, they may name their child after him. If the parents are fond of high learning they may select the name of a reputed scholar. The highly religious parents name their children after the prophets, the Imams and other religious personalities. If the parents desire their children to struggle in the cause of the faith, they name them after Mohammed, Ali, Hasan, Hussain, Abul Fadhl, Abbas, Hamza, Jaffar, abu Dhar, Ammar, Saeed etc.</w:t>
      </w:r>
    </w:p>
    <w:p w:rsidR="00822417" w:rsidRDefault="00BE2C51" w:rsidP="00BE2C51">
      <w:pPr>
        <w:pStyle w:val="libNormal"/>
      </w:pPr>
      <w:r>
        <w:t>If the parents are enamoured of any sport they like to name their children after renowned players of that sport. Similarly if the parents appreciate the art of any musician, they may prefer to name their child after that person.</w:t>
      </w:r>
    </w:p>
    <w:p w:rsidR="00822417" w:rsidRDefault="00BE2C51" w:rsidP="00BE2C51">
      <w:pPr>
        <w:pStyle w:val="libNormal"/>
      </w:pPr>
      <w:r>
        <w:t>When the nature of the parents is tyrannical, they take pride in naming the child after historical personalities like Alexander, Changez, Timor etc. It is noticed that while naming the child the parents generally associate themselves with certain groups and people of the past This will have a definite impact on the nature and thinking of the child when he grows up.</w:t>
      </w:r>
    </w:p>
    <w:p w:rsidR="00822417" w:rsidRDefault="00BE2C51" w:rsidP="00BE2C51">
      <w:pPr>
        <w:pStyle w:val="libNormal"/>
      </w:pPr>
      <w:r>
        <w:t>The Holy Prophet has said:</w:t>
      </w:r>
    </w:p>
    <w:p w:rsidR="00822417" w:rsidRDefault="00BE2C51" w:rsidP="00BE2C51">
      <w:pPr>
        <w:pStyle w:val="libNormal"/>
      </w:pPr>
      <w:r>
        <w:rPr>
          <w:rFonts w:hint="eastAsia"/>
        </w:rPr>
        <w:t>“</w:t>
      </w:r>
      <w:r>
        <w:t>Keep good names, because on the Day of Judgment you will be called by these names only. It will be proclaimed, ‘so-and-so son of so-and-soRise and get associated with your lightO, So-and-so, son of so-and-soArise that there is no light for you that can guide you!’” (Wasail al-shiah, v15, p. 123)</w:t>
      </w:r>
    </w:p>
    <w:p w:rsidR="00822417" w:rsidRDefault="00BE2C51" w:rsidP="00BE2C51">
      <w:pPr>
        <w:pStyle w:val="libNormal"/>
      </w:pPr>
      <w:r>
        <w:t>One person said to Imam Jafer al Sadiq, “We name our children after your name and the names of your revered ancestors. Is this beneficial for us. ”The Imam replies, “YesBy AllahIs faith anything else than love for the pious and hate towards the profane!"</w:t>
      </w:r>
    </w:p>
    <w:p w:rsidR="00822417" w:rsidRDefault="00BE2C51" w:rsidP="00BE2C51">
      <w:pPr>
        <w:pStyle w:val="libNormal"/>
      </w:pPr>
      <w:r>
        <w:t xml:space="preserve">For the propagation of their beliefs people derive benefit from every opportunity to project the names of the important personalities. They go to the extent of naming the towns, streets and other landmarks after important </w:t>
      </w:r>
      <w:r>
        <w:lastRenderedPageBreak/>
        <w:t>personalities. A responsible and devoted muslim too takes every opportunity to perpetuate the names of the great personalities of Islam and one of such acts is to name his children after them.</w:t>
      </w:r>
    </w:p>
    <w:p w:rsidR="00822417" w:rsidRDefault="00BE2C51" w:rsidP="00BE2C51">
      <w:pPr>
        <w:pStyle w:val="libNormal"/>
      </w:pPr>
      <w:r>
        <w:t>YesHasan, Hussain, Abul Fadhl, Ali Akbar, Hur, Qasim, Hamza, Ja’afer, abu Dhar, Ammar are amongst the names which enliven the spirit to remember the valiant acts of the great persons and encourage the coming generations to groom themselves on those models. When a person is named after the Holy Prophets like Ibrahim, Musa, Isa or Mohammed he is bound to have a feeling that he must try to be as righteous a person as he can. When a person is named after the friends and devotees of the Holy ahl al bait like abu Dhar, Maithum and Ammar he will realise the significance of the deeds of those great men. An intelligent Muslim will not give the names of tyrants and enemies of Islam to his children.</w:t>
      </w:r>
    </w:p>
    <w:p w:rsidR="00822417" w:rsidRDefault="00BE2C51" w:rsidP="00BE2C51">
      <w:pPr>
        <w:pStyle w:val="libNormal"/>
      </w:pPr>
      <w:r>
        <w:t>Imam Baqir says:</w:t>
      </w:r>
    </w:p>
    <w:p w:rsidR="00822417" w:rsidRDefault="00BE2C51" w:rsidP="00BE2C51">
      <w:pPr>
        <w:pStyle w:val="libNormal"/>
      </w:pPr>
      <w:r>
        <w:rPr>
          <w:rFonts w:hint="eastAsia"/>
        </w:rPr>
        <w:t>”</w:t>
      </w:r>
      <w:r>
        <w:t>Beware of the Satan When he hears that someone is called as Mohammed and Ali, he melts in such a way as the lead melts and when he hears that someone is named after one of our enemies he is overwhelmed with happiness." (Wasail al-shiah, v?, p. 127)</w:t>
      </w:r>
    </w:p>
    <w:p w:rsidR="00822417" w:rsidRDefault="00BE2C51" w:rsidP="00BE2C51">
      <w:pPr>
        <w:pStyle w:val="libNormal"/>
      </w:pPr>
      <w:r>
        <w:t>The Prophet of Islam said:</w:t>
      </w:r>
    </w:p>
    <w:p w:rsidR="00822417" w:rsidRDefault="00BE2C51" w:rsidP="00BE2C51">
      <w:pPr>
        <w:pStyle w:val="libNormal"/>
      </w:pPr>
      <w:r>
        <w:rPr>
          <w:rFonts w:hint="eastAsia"/>
        </w:rPr>
        <w:t>“</w:t>
      </w:r>
      <w:r>
        <w:t>Whoever gets four sons, and he has not named even one after me has been cruel on me." (Wasail al-shiah, v?, p. 127)</w:t>
      </w:r>
    </w:p>
    <w:p w:rsidR="00822417" w:rsidRDefault="00BE2C51" w:rsidP="00BE2C51">
      <w:pPr>
        <w:pStyle w:val="libNormal"/>
      </w:pPr>
      <w:r>
        <w:t>Imam Mohammed Baqir said:</w:t>
      </w:r>
    </w:p>
    <w:p w:rsidR="00822417" w:rsidRDefault="00BE2C51" w:rsidP="00BE2C51">
      <w:pPr>
        <w:pStyle w:val="libNormal"/>
      </w:pPr>
      <w:r>
        <w:rPr>
          <w:rFonts w:hint="eastAsia"/>
        </w:rPr>
        <w:t>“</w:t>
      </w:r>
      <w:r>
        <w:t>The peerless names are the names of the Prophets."</w:t>
      </w:r>
    </w:p>
    <w:p w:rsidR="00822417" w:rsidRDefault="00BE2C51" w:rsidP="00BE2C51">
      <w:pPr>
        <w:pStyle w:val="libNormal"/>
      </w:pPr>
      <w:r>
        <w:t>The Holy Prophet attached so much importance to names that if he did not like the name of any companion or a place, he would immediately change the name. He changed the name of Abd al Shams to Abd al Wahab. He named Abd al Uzza ( the slave of Uzza the idol) to Abd Allah. Abd al Haris (the tiger) to Abd ar Rahman and Abd al Ka’aba to Abd Allah.</w:t>
      </w:r>
    </w:p>
    <w:p w:rsidR="00BE2C51" w:rsidRDefault="00BE2C51" w:rsidP="003C333D">
      <w:pPr>
        <w:pStyle w:val="libNormal"/>
      </w:pPr>
      <w:r>
        <w:br w:type="page"/>
      </w:r>
    </w:p>
    <w:p w:rsidR="00822417" w:rsidRDefault="00BE2C51" w:rsidP="00BE2C51">
      <w:pPr>
        <w:pStyle w:val="Heading1Center"/>
      </w:pPr>
      <w:bookmarkStart w:id="26" w:name="_Toc431646333"/>
      <w:r>
        <w:lastRenderedPageBreak/>
        <w:t>Health and Hygiene</w:t>
      </w:r>
      <w:bookmarkEnd w:id="26"/>
    </w:p>
    <w:p w:rsidR="00822417" w:rsidRDefault="00BE2C51" w:rsidP="00BE2C51">
      <w:pPr>
        <w:pStyle w:val="libNormal"/>
      </w:pPr>
      <w:r>
        <w:t>The dress of the child should be so designed that it suits the weather and the climate of the environment in which it is living. The dress should be such that the child should neither sweat during warm weather nor should it shiver during winter Soft and simple cottons are ideal for the child. The clothes should not be tight fitting which obstruct the movements of the child. Changing tight fitting garments is inconvenient for the child and the mother finds it difficult putting them on or removing them.</w:t>
      </w:r>
    </w:p>
    <w:p w:rsidR="00822417" w:rsidRDefault="00BE2C51" w:rsidP="00BE2C51">
      <w:pPr>
        <w:pStyle w:val="libNormal"/>
      </w:pPr>
      <w:r>
        <w:t>It is a practice among people that they pack the child in tight clothes that its limbs do not move. Definitely, this is not a good practice and is harmful for the child. Doing this the freedom of the tiny baby is badly curbed. Such practice does hamper the normal growth of the child.</w:t>
      </w:r>
    </w:p>
    <w:p w:rsidR="00822417" w:rsidRDefault="00BE2C51" w:rsidP="00BE2C51">
      <w:pPr>
        <w:pStyle w:val="libNormal"/>
      </w:pPr>
      <w:r>
        <w:t>One author from the West writes:</w:t>
      </w:r>
    </w:p>
    <w:p w:rsidR="00822417" w:rsidRDefault="00BE2C51" w:rsidP="00BE2C51">
      <w:pPr>
        <w:pStyle w:val="libNormal"/>
      </w:pPr>
      <w:r>
        <w:rPr>
          <w:rFonts w:hint="eastAsia"/>
        </w:rPr>
        <w:t>“</w:t>
      </w:r>
      <w:r>
        <w:t>No sooner the child is delivered from the mother’s womb, it wants to move its limbs and enjoy its freedom. This is when many mothers confine them to tight clothes. They first stretch the limbs of the babies on the ground, wrap them with many cloths and tie a belt around them that they are unable to move. Thus the growth of the children, which has to be dynamic at this stage, slows down very much and they are stunted. The countries where this uncivilised practice is not prevalent, the children have their normal growth and the people are generally robust, healthy and strong.</w:t>
      </w:r>
    </w:p>
    <w:p w:rsidR="00822417" w:rsidRDefault="00BE2C51" w:rsidP="00BE2C51">
      <w:pPr>
        <w:pStyle w:val="libNormal"/>
      </w:pPr>
      <w:r>
        <w:t>To the contrary the areas where babies are tied up after birth there come about many deformities like lameness, dwarfing etc. Can one imagine the impact of such upbringing on the mind and soul of the children? The first thought the child gets is of being a captive because it is not able to move freely. The condition of the child will be worse than that of a prisoner. Such children become irate and start crying and shouting. Imagine, if your limbs too are tied up, would you not cry and shout!"</w:t>
      </w:r>
    </w:p>
    <w:p w:rsidR="00822417" w:rsidRDefault="00BE2C51" w:rsidP="00BE2C51">
      <w:pPr>
        <w:pStyle w:val="libNormal"/>
      </w:pPr>
      <w:r>
        <w:t>The child too is a human being. It will have feelings and sensations. It also wishes to have freedom and comfort. When its freedom is curbed by tying it up tightly it will naturally feel the pain. But it cannot defend itself and the only reaction it can show is that it starts crying. This creates pressure in the child’s mind and in stages makes him excitable, peevish and short tempered. The child’s dress should always be kept clean. Whenever it wets the clothes, they must be immediately changed. The child’s feet must be washed at intervals and the body given massage with olive oil so that it doesn’t develop a dry skin. After a few wettings, the child should be given a bath. This way the child can be prevented from many ailments. Such a child will also appear clean, tidy and attractive to the eyes of the beholders.</w:t>
      </w:r>
    </w:p>
    <w:p w:rsidR="00822417" w:rsidRDefault="00BE2C51" w:rsidP="00BE2C51">
      <w:pPr>
        <w:pStyle w:val="libNormal"/>
      </w:pPr>
      <w:r>
        <w:t>The Prophet of Islam has said:</w:t>
      </w:r>
    </w:p>
    <w:p w:rsidR="00822417" w:rsidRDefault="00BE2C51" w:rsidP="00BE2C51">
      <w:pPr>
        <w:pStyle w:val="libNormal"/>
      </w:pPr>
      <w:r>
        <w:rPr>
          <w:rFonts w:hint="eastAsia"/>
        </w:rPr>
        <w:t>“</w:t>
      </w:r>
      <w:r>
        <w:t>Islam is the faith of purity. You must try to be pure and clean because only the clean can enter the Heaven."</w:t>
      </w:r>
    </w:p>
    <w:p w:rsidR="00822417" w:rsidRDefault="00BE2C51" w:rsidP="00BE2C51">
      <w:pPr>
        <w:pStyle w:val="libNormal"/>
      </w:pPr>
      <w:r>
        <w:t>(Majma al-zawaid, v5, p.132)</w:t>
      </w:r>
    </w:p>
    <w:p w:rsidR="00822417" w:rsidRDefault="00BE2C51" w:rsidP="00BE2C51">
      <w:pPr>
        <w:pStyle w:val="libNormal"/>
      </w:pPr>
      <w:r>
        <w:t>"Clean the children from oily dirt because the Satan smells them and they get scary dreams and the Angels get agitated.” (Bihar al-anwar, v104, p.95)</w:t>
      </w:r>
    </w:p>
    <w:p w:rsidR="00822417" w:rsidRDefault="00BE2C51" w:rsidP="00BE2C51">
      <w:pPr>
        <w:pStyle w:val="libNormal"/>
      </w:pPr>
      <w:r>
        <w:t xml:space="preserve">Circumcision of the male child is a mandatory Islamic custom. This is very important for the health and hygiene of the child. This operation will prevent the child against the possible infection of the male genital organ. </w:t>
      </w:r>
      <w:r>
        <w:lastRenderedPageBreak/>
        <w:t>The circumcision can be postponed till the child grows up, but it is better to perform it within the first few days of the birth. Islam prescribes that the circumcision should be done on the seventh day of the birth of a male child.</w:t>
      </w:r>
    </w:p>
    <w:p w:rsidR="00822417" w:rsidRDefault="00BE2C51" w:rsidP="00BE2C51">
      <w:pPr>
        <w:pStyle w:val="libNormal"/>
      </w:pPr>
      <w:r>
        <w:t>Imam Jafer al Sadiq says:</w:t>
      </w:r>
    </w:p>
    <w:p w:rsidR="00822417" w:rsidRDefault="00BE2C51" w:rsidP="00BE2C51">
      <w:pPr>
        <w:pStyle w:val="libNormal"/>
      </w:pPr>
      <w:r>
        <w:rPr>
          <w:rFonts w:hint="eastAsia"/>
        </w:rPr>
        <w:t>“</w:t>
      </w:r>
      <w:r>
        <w:t>Do the circumcision of your child on the seventh day of his birth. This is best for him. It is also beneficial for his proper growth and upbringing. Certainly, the earth abhors the urine of the person who has not been circumcised".(Wasail al-shiah, v15, p. 171)</w:t>
      </w:r>
    </w:p>
    <w:p w:rsidR="00822417" w:rsidRDefault="00BE2C51" w:rsidP="00BE2C51">
      <w:pPr>
        <w:pStyle w:val="libNormal"/>
      </w:pPr>
      <w:r>
        <w:t>The Holy Prophet says:</w:t>
      </w:r>
    </w:p>
    <w:p w:rsidR="00822417" w:rsidRDefault="00BE2C51" w:rsidP="00BE2C51">
      <w:pPr>
        <w:pStyle w:val="libNormal"/>
      </w:pPr>
      <w:r>
        <w:rPr>
          <w:rFonts w:hint="eastAsia"/>
        </w:rPr>
        <w:t>“</w:t>
      </w:r>
      <w:r>
        <w:t>The new born must be circumcised on the seventh day of its birth that he gets healthy growth and upbringing." (Wasail al-shiah, v15, p. 175)</w:t>
      </w:r>
    </w:p>
    <w:p w:rsidR="00822417" w:rsidRDefault="00BE2C51" w:rsidP="00BE2C51">
      <w:pPr>
        <w:pStyle w:val="libNormal"/>
      </w:pPr>
      <w:r>
        <w:t>Tonsuring the baby on the seventh day is prescribed in Islam. An equivalent of the weight of the tonsured hair in gold or silver has to be given in charity. On the same day as aqiqa a fat tailed ram (dumba) is butchered and the meat distributed to the poor and needy. They can also be invited to partake of it in a feast. The aqiqa is a good charity and will avert any evil in store for the child.</w:t>
      </w:r>
    </w:p>
    <w:p w:rsidR="00822417" w:rsidRDefault="00BE2C51" w:rsidP="00BE2C51">
      <w:pPr>
        <w:pStyle w:val="libNormal"/>
      </w:pPr>
      <w:r>
        <w:t>The new-born is very delicate. It needs all the care and attention of the parents. The foundation of health and happiness, or otherwise, will be laid in early childhood. The responsibility for this is on the shoulders of the parents. The parents, who are the cause of the child coming to the world, bear the responsibility to strive and bring it up as a robust, healthy human being. If the parents neglect this duty, they will be answerable for the consequences.</w:t>
      </w:r>
    </w:p>
    <w:p w:rsidR="00822417" w:rsidRDefault="00BE2C51" w:rsidP="00BE2C51">
      <w:pPr>
        <w:pStyle w:val="libNormal"/>
      </w:pPr>
      <w:r>
        <w:t>The child is always surrounded with the possibility of several illnesses. It can be prevented from them with good care. The ailments, which can affect the children, are infantile paralysis, boils on the body, measles, diphtheria, convulsions, kalazar etc. Preventive vaccinations against such ailments are given to the babies.</w:t>
      </w:r>
    </w:p>
    <w:p w:rsidR="00822417" w:rsidRDefault="00BE2C51" w:rsidP="00BE2C51">
      <w:pPr>
        <w:pStyle w:val="libNormal"/>
      </w:pPr>
      <w:r>
        <w:t>Generally paediatric hospitals have facilities of giving free preventive vaccinations to children against these diseases. The parents have no excuse to neglect their duty of getting timely preventive care for the children. If any disease afflicts the child because of their carelessness, they will be answerable to Allah and their conscience too will ever curse them. It must be understood that it is the responsibility of the parents that they take good care of the health and well being of their children that they grow into fit humans.</w:t>
      </w:r>
    </w:p>
    <w:p w:rsidR="000D2B00" w:rsidRDefault="000D2B00" w:rsidP="003C333D">
      <w:pPr>
        <w:pStyle w:val="libNormal"/>
      </w:pPr>
      <w:r>
        <w:br w:type="page"/>
      </w:r>
    </w:p>
    <w:p w:rsidR="00822417" w:rsidRDefault="00BE2C51" w:rsidP="000D2B00">
      <w:pPr>
        <w:pStyle w:val="Heading1Center"/>
      </w:pPr>
      <w:bookmarkStart w:id="27" w:name="_Toc431646334"/>
      <w:r>
        <w:lastRenderedPageBreak/>
        <w:t>The Childs Sleep and Freedom of Movement</w:t>
      </w:r>
      <w:bookmarkEnd w:id="27"/>
    </w:p>
    <w:p w:rsidR="00822417" w:rsidRDefault="00BE2C51" w:rsidP="00BE2C51">
      <w:pPr>
        <w:pStyle w:val="libNormal"/>
      </w:pPr>
      <w:r>
        <w:t>During the first few weeks after the birth, the child sleeps most of the time. Approximately a new born sleeps for about 20 hours in a full day, but progressively the duration of waking hours increases. The need for total rest and sleep for a baby cannot be over stressed. Too much disturbance and noise makes the child restless and fidgety. The child prefers a peaceful environment so that it can sleep comfortably. Too much hugging, kissing and shifting from the arms of one person to another and bringing in too many visitors to see the baby will upset its tranquillity.</w:t>
      </w:r>
    </w:p>
    <w:p w:rsidR="00822417" w:rsidRDefault="00BE2C51" w:rsidP="00BE2C51">
      <w:pPr>
        <w:pStyle w:val="libNormal"/>
      </w:pPr>
      <w:r>
        <w:t>Noisy environment and blaring sounds of television and radio might affect the delicate nerves of the child. The sound sleep of the child should not be disturbed by careless behaviour. It should not be moved around unnecessarily. If this practice is continued, over a period of time, the child will become short-tempered, excitable and peevish.</w:t>
      </w:r>
    </w:p>
    <w:p w:rsidR="00822417" w:rsidRDefault="00BE2C51" w:rsidP="00BE2C51">
      <w:pPr>
        <w:pStyle w:val="libNormal"/>
      </w:pPr>
      <w:r>
        <w:t>The newly born baby dislikes noisy surroundings and getting moved around. Care has to be exercised to see that its environment is kept noise free and the child is moved around only when it is absolutely necessary. The child prefers to be on the mother’s lap or in its cradle, delicately swung, which makes it feel comfortable. With the motion of the cradle the child feels that some caring person is around. If there is total quiet and there is no movement the child feels lonely. This is more so because the mother’s womb is a cradle in which the child keeps moving and when it arrives in the world, it wants to move too. The mother’s sweet lullabies too comfort the baby.</w:t>
      </w:r>
    </w:p>
    <w:p w:rsidR="00822417" w:rsidRDefault="00BE2C51" w:rsidP="00BE2C51">
      <w:pPr>
        <w:pStyle w:val="libNormal"/>
      </w:pPr>
      <w:r>
        <w:t>The child’s first year in the world is the period for the exercise of its body and limbs. The child likes movement for which it throws around the limbs. For this purpose the garments of the baby have to be loose fitting and of soft fabric. Tying up a child in many layers of clothing will impede its free movement and will have ill effect on its nerves. Such children have no other alternative than crying which will be the precursor of rebellious and angry nature.</w:t>
      </w:r>
    </w:p>
    <w:p w:rsidR="000D2B00" w:rsidRDefault="000D2B00" w:rsidP="003C333D">
      <w:pPr>
        <w:pStyle w:val="libNormal"/>
      </w:pPr>
      <w:r>
        <w:br w:type="page"/>
      </w:r>
    </w:p>
    <w:p w:rsidR="00822417" w:rsidRDefault="00BE2C51" w:rsidP="000D2B00">
      <w:pPr>
        <w:pStyle w:val="Heading1Center"/>
      </w:pPr>
      <w:bookmarkStart w:id="28" w:name="_Toc431646335"/>
      <w:r>
        <w:lastRenderedPageBreak/>
        <w:t>The Most Delicate Period of Life</w:t>
      </w:r>
      <w:bookmarkEnd w:id="28"/>
    </w:p>
    <w:p w:rsidR="00822417" w:rsidRDefault="00BE2C51" w:rsidP="00BE2C51">
      <w:pPr>
        <w:pStyle w:val="libNormal"/>
      </w:pPr>
      <w:r>
        <w:t>The most delicate and crucial period of life is the childhood. The foundation for the future personality of the individual is established at this time. The slightest neglect might cause irreparable harm to the child’s future personality and temperament. In fact, the first three years of the child’s life play a very crucial role in the metamorphosis of its personality and character.</w:t>
      </w:r>
    </w:p>
    <w:p w:rsidR="00822417" w:rsidRDefault="00BE2C51" w:rsidP="00BE2C51">
      <w:pPr>
        <w:pStyle w:val="libNormal"/>
      </w:pPr>
      <w:r>
        <w:t>Perhaps all, and definitely most, people don’t realise this very important aspect of upbringing of a child. They generally say,</w:t>
      </w:r>
    </w:p>
    <w:p w:rsidR="00822417" w:rsidRDefault="00BE2C51" w:rsidP="00BE2C51">
      <w:pPr>
        <w:pStyle w:val="libNormal"/>
      </w:pPr>
      <w:r>
        <w:rPr>
          <w:rFonts w:hint="eastAsia"/>
        </w:rPr>
        <w:t>“</w:t>
      </w:r>
      <w:r>
        <w:t>Small children, and babies in particular, have no capacity to comprehend anything. They cannot speak and therefore are incapable of expressing their thoughts and feelings. They are so helpless that they even have no control over their bowels and hence have no capability to learn anything on their own".</w:t>
      </w:r>
    </w:p>
    <w:p w:rsidR="00822417" w:rsidRDefault="00BE2C51" w:rsidP="00BE2C51">
      <w:pPr>
        <w:pStyle w:val="libNormal"/>
      </w:pPr>
      <w:r>
        <w:t>With such an attitude the parents squander the period of early childhood of the baby. This is the most impressionable and delicate period of the child’s life. During this apparently uncomplicated period the moral, cultural and religious instincts of the child take shape.</w:t>
      </w:r>
    </w:p>
    <w:p w:rsidR="00822417" w:rsidRDefault="00BE2C51" w:rsidP="00BE2C51">
      <w:pPr>
        <w:pStyle w:val="libNormal"/>
      </w:pPr>
      <w:r>
        <w:t>In this early three years’ period the child picks up several hundred words and gets acquainted with their meanings. It will start distinguishing between good and bad, friendship and enmity, pretty and ugly, small and big; it will also get the faculty of identifying different colours, the taste of foods.</w:t>
      </w:r>
    </w:p>
    <w:p w:rsidR="00822417" w:rsidRDefault="00BE2C51" w:rsidP="00BE2C51">
      <w:pPr>
        <w:pStyle w:val="libNormal"/>
      </w:pPr>
      <w:r>
        <w:t>It develops the faculty of observation and speech. It starts showing rudiments of the thought process. It learns to crawl and walk. It will learn to laugh and to cry. During this three years’ period there will be thousands of events that might affect the psyche of the child and have a bearing on its future temperament.</w:t>
      </w:r>
    </w:p>
    <w:p w:rsidR="00822417" w:rsidRDefault="00BE2C51" w:rsidP="00BE2C51">
      <w:pPr>
        <w:pStyle w:val="libNormal"/>
      </w:pPr>
      <w:r>
        <w:t>Despite all this, there will hardly be any person who can recall events of the first three years of his life. All the events of the time will be under a cloud of oblivion and forgetfulness. But, all the same, those forgotten memories would already have had tremendous effects on the nature and personality of the individual. Several psychological ailments, fears, traumas, anger etc are the products of the events of the first few years of the person's life.</w:t>
      </w:r>
    </w:p>
    <w:p w:rsidR="00822417" w:rsidRDefault="00BE2C51" w:rsidP="00BE2C51">
      <w:pPr>
        <w:pStyle w:val="libNormal"/>
      </w:pPr>
      <w:r>
        <w:t>One psychologist writes:</w:t>
      </w:r>
    </w:p>
    <w:p w:rsidR="00822417" w:rsidRDefault="00BE2C51" w:rsidP="00BE2C51">
      <w:pPr>
        <w:pStyle w:val="libNormal"/>
      </w:pPr>
      <w:r>
        <w:rPr>
          <w:rFonts w:hint="eastAsia"/>
        </w:rPr>
        <w:t>“</w:t>
      </w:r>
      <w:r>
        <w:t>If the child doesn’t develop a strong personality in the early years of his life, then he will not have the capability to bear the onerous responsibilities which will confront him in the future. He will become the victim of several psychological defects. Therefore it is observed that the origin of nervous defects in a person can be traced to his childhood. ……. Whenever a psychiatrist investigates the causes of any mental illness he draws an inference that the person had such conditions in his early childhood that are affecting the chances of his escape from his existing psychological problems" (Ruwan shinasi Khudak o baligh, p. 106)</w:t>
      </w:r>
    </w:p>
    <w:p w:rsidR="00822417" w:rsidRDefault="00BE2C51" w:rsidP="00BE2C51">
      <w:pPr>
        <w:pStyle w:val="libNormal"/>
      </w:pPr>
      <w:r>
        <w:t>Dr Jalali writes:</w:t>
      </w:r>
    </w:p>
    <w:p w:rsidR="00822417" w:rsidRDefault="00BE2C51" w:rsidP="00BE2C51">
      <w:pPr>
        <w:pStyle w:val="libNormal"/>
      </w:pPr>
      <w:r>
        <w:rPr>
          <w:rFonts w:hint="eastAsia"/>
        </w:rPr>
        <w:t>“</w:t>
      </w:r>
      <w:r>
        <w:t>The foundation of the child’s social behaviour is laid in the first year of its life. ….Its bent of mind becomes evident during this period only.”(Ruwan shinasi Khudak o baligh, p. 302)</w:t>
      </w:r>
    </w:p>
    <w:p w:rsidR="00822417" w:rsidRDefault="00BE2C51" w:rsidP="00BE2C51">
      <w:pPr>
        <w:pStyle w:val="libNormal"/>
      </w:pPr>
      <w:r>
        <w:lastRenderedPageBreak/>
        <w:t>Because of this, the responsible parents don’t neglect this delicate and impressionable period in the child’s life. They do not postpone the training of the child for the future. In fact the training and upbringing of the child commences with its birth.</w:t>
      </w:r>
    </w:p>
    <w:p w:rsidR="00822417" w:rsidRDefault="00BE2C51" w:rsidP="00BE2C51">
      <w:pPr>
        <w:pStyle w:val="libNormal"/>
      </w:pPr>
      <w:r>
        <w:t>Some intellectuals observe:</w:t>
      </w:r>
    </w:p>
    <w:p w:rsidR="00822417" w:rsidRDefault="00BE2C51" w:rsidP="00BE2C51">
      <w:pPr>
        <w:pStyle w:val="libNormal"/>
      </w:pPr>
      <w:r>
        <w:t>The child starts getting trained from its birth itself. The attention that the adults and other children around give him will be the first step of his training. Similarly the scenes and anecdotes that the child experiences and the sounds that he hears will have impact on its subconscious and have a bearing on his learning experience. Several habits and experiences that are the building blocks of the person’s character are connected with his childhood. Whatever attitude the parents adopt towards the child from its birth will have definite bearing on its upbringing and education. (Ilm al nafs al Tarbi, p. 19)</w:t>
      </w:r>
    </w:p>
    <w:p w:rsidR="00822417" w:rsidRDefault="00BE2C51" w:rsidP="00BE2C51">
      <w:pPr>
        <w:pStyle w:val="libNormal"/>
      </w:pPr>
      <w:r>
        <w:t>The time for commencement of moral training is the moment of the birth of the person. This is the time when the training commences without any possibility of failure. If the training is commenced later on, there will be likelihood of confronting negative attitudes in the child. (Dar tarbiat, p. 79.)</w:t>
      </w:r>
    </w:p>
    <w:p w:rsidR="00822417" w:rsidRDefault="00BE2C51" w:rsidP="00BE2C51">
      <w:pPr>
        <w:pStyle w:val="libNormal"/>
      </w:pPr>
      <w:r>
        <w:t>Ali told to his son, Imam Hasan</w:t>
      </w:r>
    </w:p>
    <w:p w:rsidR="00822417" w:rsidRDefault="00BE2C51" w:rsidP="00BE2C51">
      <w:pPr>
        <w:pStyle w:val="libNormal"/>
      </w:pPr>
      <w:r>
        <w:rPr>
          <w:rFonts w:hint="eastAsia"/>
        </w:rPr>
        <w:t>“</w:t>
      </w:r>
      <w:r>
        <w:t>The child’s mind is like the virgin land. Whatever is put into it, will be accepted. Therefore, before your heart turned hard and engrossed otherwise, I took steps to make you polite." (Wasail al-shia, v?, p. 197)</w:t>
      </w:r>
    </w:p>
    <w:p w:rsidR="000D2B00" w:rsidRDefault="000D2B00" w:rsidP="003C333D">
      <w:pPr>
        <w:pStyle w:val="libNormal"/>
      </w:pPr>
      <w:r>
        <w:br w:type="page"/>
      </w:r>
    </w:p>
    <w:p w:rsidR="00822417" w:rsidRDefault="00BE2C51" w:rsidP="00D675E8">
      <w:pPr>
        <w:pStyle w:val="Heading1Center"/>
      </w:pPr>
      <w:bookmarkStart w:id="29" w:name="_Toc431646336"/>
      <w:r>
        <w:lastRenderedPageBreak/>
        <w:t>The Newborn and Moral Up-bringing</w:t>
      </w:r>
      <w:bookmarkEnd w:id="29"/>
    </w:p>
    <w:p w:rsidR="00822417" w:rsidRDefault="00BE2C51" w:rsidP="00BE2C51">
      <w:pPr>
        <w:pStyle w:val="libNormal"/>
      </w:pPr>
      <w:r>
        <w:t>When the child arrives in the world, it is very delicate. It has a mind but it does not think. It sees with its eyes but does not recognise the objects around it. It does not have the faculty to identify colours and faces. It will have no idea about distance. It hears sounds but is unable to comprehend them. Similar will be the condition of its other senses. But, despite all this, the child will have the faculty to use all these senses and going through the experiences it learns to use all of them. Allah says in the Holy Quran</w:t>
      </w:r>
    </w:p>
    <w:p w:rsidR="00822417" w:rsidRDefault="00BE2C51" w:rsidP="00BE2C51">
      <w:pPr>
        <w:pStyle w:val="libNormal"/>
      </w:pPr>
      <w:r>
        <w:rPr>
          <w:rFonts w:hint="eastAsia"/>
        </w:rPr>
        <w:t>“</w:t>
      </w:r>
      <w:r>
        <w:t>Allah has delivered you from your mothers wombs in such a condition that you knew nothing and endowed you with ears, eyes and hearts that, perhaps, you will become thankful." (16:78)</w:t>
      </w:r>
    </w:p>
    <w:p w:rsidR="00822417" w:rsidRDefault="00BE2C51" w:rsidP="00BE2C51">
      <w:pPr>
        <w:pStyle w:val="libNormal"/>
      </w:pPr>
      <w:r>
        <w:t>The main activities of a baby will be eating, sleeping, flailing its limbs crying and making water. For some weeks the baby is able to perform only these activities. Although the activities of a new born are few and very simple, it establishes a rapport with the other members of the family through these, it makes experiments, forms habits and acquires knowledge about himself and the things around him. These are the contacts and experiences that go to make the moral fabric of the person of the future.</w:t>
      </w:r>
    </w:p>
    <w:p w:rsidR="00822417" w:rsidRDefault="00BE2C51" w:rsidP="00BE2C51">
      <w:pPr>
        <w:pStyle w:val="libNormal"/>
      </w:pPr>
      <w:r>
        <w:t>Ali has said:</w:t>
      </w:r>
    </w:p>
    <w:p w:rsidR="00822417" w:rsidRDefault="00BE2C51" w:rsidP="00BE2C51">
      <w:pPr>
        <w:pStyle w:val="libNormal"/>
      </w:pPr>
      <w:r>
        <w:rPr>
          <w:rFonts w:hint="eastAsia"/>
        </w:rPr>
        <w:t>“</w:t>
      </w:r>
      <w:r>
        <w:t>As the days go by, the mysteries unravel." (Ghurar al-hukm, p. 47)</w:t>
      </w:r>
    </w:p>
    <w:p w:rsidR="00822417" w:rsidRDefault="00BE2C51" w:rsidP="00BE2C51">
      <w:pPr>
        <w:pStyle w:val="libNormal"/>
      </w:pPr>
      <w:r>
        <w:t>The child is a weak societal individual. Without others help it can neither be alive nor can find sustenance. If others don’t come to its rescue, and don’t fulfill its wants, it would perish. The persons in whose care is a baby, also are responsible for its complete upbringing including moral and religious training.</w:t>
      </w:r>
    </w:p>
    <w:p w:rsidR="00822417" w:rsidRDefault="00BE2C51" w:rsidP="00BE2C51">
      <w:pPr>
        <w:pStyle w:val="libNormal"/>
      </w:pPr>
      <w:r>
        <w:t>Thoughtful and caring parents, through their well-planned attitude, fulfill the needs of the new arrival and provide the ideal environment for the growth of its body and soul. They infuse good morals and habits in the child. To the contrary, uninformed parents, through thoughtless actions create undesirable habits in the child.:</w:t>
      </w:r>
    </w:p>
    <w:p w:rsidR="00822417" w:rsidRDefault="00BE2C51" w:rsidP="00BE2C51">
      <w:pPr>
        <w:pStyle w:val="libNormal"/>
      </w:pPr>
      <w:r>
        <w:t>The new-born baby feels hungry and needs nutrition. It feels its need and looks to a Higher Being who can assuage its want. This is the reason the baby cries to attract the attention of the mother towards its need. If good care is taken to fulfill the child's needs, on the basis of a well-planned schedule, then it will sleep comfortably and will wake up at the correct time when it has to be given the feed. The nerves of such properly attended babies are at ease. They get used to good and regular habits.</w:t>
      </w:r>
    </w:p>
    <w:p w:rsidR="00822417" w:rsidRDefault="00BE2C51" w:rsidP="00BE2C51">
      <w:pPr>
        <w:pStyle w:val="libNormal"/>
      </w:pPr>
      <w:r>
        <w:t>At this stage when the babies do not recognise anyone, will have their attention only on two things—their own frailty, helplessness and have their attention riveted on the Superior Power, which is Provider of all needs. They cry to get succour from that Hidden, Invisible Power that is the Creator of all things. The babies, on account of their frailty and infirmity, attach themselves to a Power that is Munificent. If this feeling in the children is perpetuated, it will become the foundation of Belief, Faith and Spiritual contentment in their future.</w:t>
      </w:r>
    </w:p>
    <w:p w:rsidR="00822417" w:rsidRDefault="00BE2C51" w:rsidP="00BE2C51">
      <w:pPr>
        <w:pStyle w:val="libNormal"/>
      </w:pPr>
      <w:r>
        <w:t>The Prophet of Islam has said:</w:t>
      </w:r>
    </w:p>
    <w:p w:rsidR="00822417" w:rsidRDefault="00BE2C51" w:rsidP="00BE2C51">
      <w:pPr>
        <w:pStyle w:val="libNormal"/>
      </w:pPr>
      <w:r>
        <w:rPr>
          <w:rFonts w:hint="eastAsia"/>
        </w:rPr>
        <w:lastRenderedPageBreak/>
        <w:t>“</w:t>
      </w:r>
      <w:r>
        <w:t>Never beat the children if they cry. Fulfill their needs. Because, for the first four months of the life of a child, its cries are a witness to the Existence and Unity of Allah, Almighty." (Bihar al-anwar, v 104, p. 103)</w:t>
      </w:r>
    </w:p>
    <w:p w:rsidR="00822417" w:rsidRDefault="00BE2C51" w:rsidP="00BE2C51">
      <w:pPr>
        <w:pStyle w:val="libNormal"/>
      </w:pPr>
      <w:r>
        <w:t>For the first four months the newborn babies wouldn’t have acquired the social entity. They would not recognise anyone, even their own mothers. This is the only period when the babies have their attention focussed on One unseen Power. But those babies who are victims of the negligence of their mothers helplessly cry to attract attention for help. The nerves of such children will be disturbed and mostly they are restless. In stages the peevishness of these children become their second nature. There will be lack of self-confidence in these children and they will be unruly and quarrelsome.</w:t>
      </w:r>
    </w:p>
    <w:p w:rsidR="000D2B00" w:rsidRDefault="000D2B00" w:rsidP="003C333D">
      <w:pPr>
        <w:pStyle w:val="libNormal"/>
      </w:pPr>
      <w:r>
        <w:br w:type="page"/>
      </w:r>
    </w:p>
    <w:p w:rsidR="00822417" w:rsidRDefault="00BE2C51" w:rsidP="000D2B00">
      <w:pPr>
        <w:pStyle w:val="Heading1Center"/>
      </w:pPr>
      <w:bookmarkStart w:id="30" w:name="_Toc431646337"/>
      <w:r>
        <w:lastRenderedPageBreak/>
        <w:t>Religious Upbringing of the New Born</w:t>
      </w:r>
      <w:bookmarkEnd w:id="30"/>
    </w:p>
    <w:p w:rsidR="00822417" w:rsidRDefault="00BE2C51" w:rsidP="00BE2C51">
      <w:pPr>
        <w:pStyle w:val="libNormal"/>
      </w:pPr>
      <w:r>
        <w:t>It is a fact that the new born children are unable to comprehend the meaning of what is told to them but they definitely are able to identify the surroundings and the faces around them. They do hear the sounds and their senses and the minds take note of them. Therefore it is not correct to say that the newborn babies don’t take any impression from what they see and what they hear in early childhood. Although the new born are unable to understand the meaning of the talk going on around them, the sounds of the words are registered on their minds and in stages they start to understand the meanings and they become a part of their vocabulary.</w:t>
      </w:r>
    </w:p>
    <w:p w:rsidR="00822417" w:rsidRDefault="00BE2C51" w:rsidP="00BE2C51">
      <w:pPr>
        <w:pStyle w:val="libNormal"/>
      </w:pPr>
      <w:r>
        <w:t>Even amongst adults it is noted that the words which impress the mind most are retained in the memory. The adults recognise well-known persons easier than casual or occasional acquaintances. Similarly the new born baby too, living in a spiritual environment, hearing the recitation of the Holy Book, the word of Allah coming to their ears and having seen the parents offering prayers in their presence will develop into religiously upright persons. On the other hand the new born babies who are surrounded by irreligious persons, hear the sounds of uncivil and abusive language, are exposed to amoral music and songs, will no doubt grow up to be persons similar to those in whose company they are growing up.</w:t>
      </w:r>
    </w:p>
    <w:p w:rsidR="00822417" w:rsidRDefault="00BE2C51" w:rsidP="00BE2C51">
      <w:pPr>
        <w:pStyle w:val="libNormal"/>
      </w:pPr>
      <w:r>
        <w:t>Intelligent and thoughtful parents will not waste any opportunity of training their children. They go to the extent that they take care to see that the children get to hear only good sounds and see good things.</w:t>
      </w:r>
    </w:p>
    <w:p w:rsidR="00822417" w:rsidRDefault="00BE2C51" w:rsidP="00BE2C51">
      <w:pPr>
        <w:pStyle w:val="libNormal"/>
      </w:pPr>
      <w:r>
        <w:t>The prophet of Islam too has given his view on this important aspect of training of the children. He has said:</w:t>
      </w:r>
    </w:p>
    <w:p w:rsidR="00822417" w:rsidRDefault="00BE2C51" w:rsidP="00BE2C51">
      <w:pPr>
        <w:pStyle w:val="libNormal"/>
      </w:pPr>
      <w:r>
        <w:rPr>
          <w:rFonts w:hint="eastAsia"/>
        </w:rPr>
        <w:t>“</w:t>
      </w:r>
      <w:r>
        <w:t>No sooner the child is born, recite the adhan ( the Call for Prayer ) in the right ear and the iqamah ( the Call to rise for Offering the Prayer ) in the left."</w:t>
      </w:r>
    </w:p>
    <w:p w:rsidR="00822417" w:rsidRDefault="00BE2C51" w:rsidP="00BE2C51">
      <w:pPr>
        <w:pStyle w:val="libNormal"/>
      </w:pPr>
      <w:r>
        <w:t>Ali narrates from the Holy Prophet:</w:t>
      </w:r>
    </w:p>
    <w:p w:rsidR="00822417" w:rsidRDefault="00BE2C51" w:rsidP="00BE2C51">
      <w:pPr>
        <w:pStyle w:val="libNormal"/>
      </w:pPr>
      <w:r>
        <w:rPr>
          <w:rFonts w:hint="eastAsia"/>
        </w:rPr>
        <w:t>“</w:t>
      </w:r>
      <w:r>
        <w:t>When a child is born in any family, the adhan should be recited in the child’s right ear and the iqamah in the left ear that the child is protected from the evil of the Satan. He (The Prophet) gave the same instruction at the birth of Imam Hasan and Imam Hussain. In addition he asked for recitation of ayat al Kursi, the final verses of Hashr, al Ikhlas, al Nas, and al Falaq to reach the child’s ears" (Mustadrak al-wasail,v2, p. 619)</w:t>
      </w:r>
    </w:p>
    <w:p w:rsidR="00822417" w:rsidRDefault="00BE2C51" w:rsidP="00BE2C51">
      <w:pPr>
        <w:pStyle w:val="libNormal"/>
      </w:pPr>
      <w:r>
        <w:t>In some traditions it is narrated:</w:t>
      </w:r>
    </w:p>
    <w:p w:rsidR="00822417" w:rsidRDefault="00BE2C51" w:rsidP="00BE2C51">
      <w:pPr>
        <w:pStyle w:val="libNormal"/>
      </w:pPr>
      <w:r>
        <w:rPr>
          <w:rFonts w:hint="eastAsia"/>
        </w:rPr>
        <w:t>“</w:t>
      </w:r>
      <w:r>
        <w:t>The Holy Prophet himself recited the adhan and the iqamah in the ears of Imam Hasan and Imam Hussain at their birth."</w:t>
      </w:r>
    </w:p>
    <w:p w:rsidR="00822417" w:rsidRDefault="00BE2C51" w:rsidP="00BE2C51">
      <w:pPr>
        <w:pStyle w:val="libNormal"/>
      </w:pPr>
      <w:r>
        <w:t>Yes</w:t>
      </w:r>
    </w:p>
    <w:p w:rsidR="00822417" w:rsidRDefault="00BE2C51" w:rsidP="00BE2C51">
      <w:pPr>
        <w:pStyle w:val="libNormal"/>
      </w:pPr>
      <w:r>
        <w:t>The Holy Prophet was aware that a child is not able to comprehend the meanings of adhan and iqamah recited into its ears, but the impact of the words which will be there on the mind of the new-born was not over looked. The Prophet was stressing on the point that these pious words would have salutary effect on the mind and spirit of the new arrival.</w:t>
      </w:r>
    </w:p>
    <w:p w:rsidR="00822417" w:rsidRDefault="00BE2C51" w:rsidP="00BE2C51">
      <w:pPr>
        <w:pStyle w:val="libNormal"/>
      </w:pPr>
      <w:r>
        <w:t xml:space="preserve">Perhaps, the Holy Prophet was intending to instruct the parents about the proper upbringing of their children, that they commence their task right from the birth of the child. When a thoughtful parent recites the adhan in his </w:t>
      </w:r>
      <w:r>
        <w:lastRenderedPageBreak/>
        <w:t>child’s ear, then he is proclaiming that he is attaching his child to the group of worshippers of Allah.</w:t>
      </w:r>
    </w:p>
    <w:p w:rsidR="00822417" w:rsidRDefault="00BE2C51" w:rsidP="00BE2C51">
      <w:pPr>
        <w:pStyle w:val="libNormal"/>
      </w:pPr>
      <w:r>
        <w:t>The effects the child takes in its early days are not related to the sense of hearing only. But, it can be said that whatever exposure the child’s other senses get will impact its mind and memory. For example, if a child witnesses any amoral act, although it may not understand the purport of the act, it will definitely have effect on its psyche.</w:t>
      </w:r>
    </w:p>
    <w:p w:rsidR="00822417" w:rsidRDefault="00BE2C51" w:rsidP="00BE2C51">
      <w:pPr>
        <w:pStyle w:val="libNormal"/>
      </w:pPr>
      <w:r>
        <w:t>This is the reason the Holy Prophet has said:</w:t>
      </w:r>
    </w:p>
    <w:p w:rsidR="00822417" w:rsidRDefault="00BE2C51" w:rsidP="00BE2C51">
      <w:pPr>
        <w:pStyle w:val="libNormal"/>
      </w:pPr>
      <w:r>
        <w:rPr>
          <w:rFonts w:hint="eastAsia"/>
        </w:rPr>
        <w:t>“</w:t>
      </w:r>
      <w:r>
        <w:t>If the child in the cradle is seeing, the man should refrain from copulating with his wife." (Mustadrak al-wasail, v 2, p. 546)</w:t>
      </w:r>
    </w:p>
    <w:p w:rsidR="000D2B00" w:rsidRDefault="000D2B00" w:rsidP="003C333D">
      <w:pPr>
        <w:pStyle w:val="libNormal"/>
      </w:pPr>
      <w:r>
        <w:br w:type="page"/>
      </w:r>
    </w:p>
    <w:p w:rsidR="00822417" w:rsidRDefault="00BE2C51" w:rsidP="000D2B00">
      <w:pPr>
        <w:pStyle w:val="Heading1Center"/>
      </w:pPr>
      <w:bookmarkStart w:id="31" w:name="_Toc431646338"/>
      <w:r>
        <w:lastRenderedPageBreak/>
        <w:t>The Sense of Belonging</w:t>
      </w:r>
      <w:bookmarkEnd w:id="31"/>
    </w:p>
    <w:p w:rsidR="00822417" w:rsidRDefault="00BE2C51" w:rsidP="00BE2C51">
      <w:pPr>
        <w:pStyle w:val="libNormal"/>
      </w:pPr>
      <w:r>
        <w:t>The newly born baby will be a delicate identity who cannot live on without support from others. When he was in the mother’s womb, he had a warm and cozy corner for himself, where the nutrition and warmth was provided by the mother. He had no concern for any needs. Now that he has arrived into the world, he has started to feel dependent. The first need the baby feels is, perhaps, the need for warmth because the environment it has come into is cooler. Then he feels the need for satisfying its hunger.</w:t>
      </w:r>
    </w:p>
    <w:p w:rsidR="00822417" w:rsidRDefault="00BE2C51" w:rsidP="00BE2C51">
      <w:pPr>
        <w:pStyle w:val="libNormal"/>
      </w:pPr>
      <w:r>
        <w:t>For the first time it knows that for warmth and food he has to depend on others. At this stage he doesn’t know any one who can help. By nature he is aware of his needs and focuses his attention on an unseen Power to satisfy these needs. From the very beginning of his life the child is possessed with this sense of belonging, and this sense will be there with him throughout life. When the child feels hungry or thirsty, it cries. It will cling to the bosom of the mother and feels soothed with the lullabies sung by her. If the child gets the feeling of any danger around him, he clings to the apron strings of the mother.</w:t>
      </w:r>
    </w:p>
    <w:p w:rsidR="00822417" w:rsidRDefault="00BE2C51" w:rsidP="00BE2C51">
      <w:pPr>
        <w:pStyle w:val="libNormal"/>
      </w:pPr>
      <w:r>
        <w:t>This sense of belonging which later on manifests itself in the habit of following the lead (taqlid) of others. The child models his morals and behaviour on the morals and attitudes of the persons in his immediate surroundings. This sense of belonging which later on helps the child to make friends and play with his mates. The fraternity and affection towards the spouse and his own children are a natural continuation of the sense of belonging. This development in the child is the precursor of the gregarious nature of human beings. Therefore the sense of belonging that a child has is no triviality and is the most important aspect of the structure of the human society.</w:t>
      </w:r>
    </w:p>
    <w:p w:rsidR="00822417" w:rsidRDefault="00BE2C51" w:rsidP="00BE2C51">
      <w:pPr>
        <w:pStyle w:val="libNormal"/>
      </w:pPr>
      <w:r>
        <w:t>The child develops the faculty of hope and contentment. He will develop the feeling of camaraderie towards others, he thinks good of others and expects their co-operation. When his opinion about the society is good, then he would extend his hand in support to it and make the necessary sacrificestowards this end. The people in the society will consider him as their well-wisher.</w:t>
      </w:r>
    </w:p>
    <w:p w:rsidR="00822417" w:rsidRDefault="00BE2C51" w:rsidP="00BE2C51">
      <w:pPr>
        <w:pStyle w:val="libNormal"/>
      </w:pPr>
      <w:r>
        <w:t>Contrary to this, if the sense of belonging is suppressed, and is not utilised rightly, then the child might deviate from the straight path that God has assigned for him. The view of the psychologists is that at many stages the child, on account of the happenings in its environment, might get the rudiments of feeling of fear, restlessness, lack of confidence, shame, loneliness, sadness and even suicidal tendencies.</w:t>
      </w:r>
    </w:p>
    <w:p w:rsidR="00822417" w:rsidRDefault="00BE2C51" w:rsidP="00BE2C51">
      <w:pPr>
        <w:pStyle w:val="libNormal"/>
      </w:pPr>
      <w:r>
        <w:t>If you want to satisfy the sense of belonging of the child properly, then always try to be its supporter. When it is hungry, feed it. Provide means of comfort to it. If the child has any discomfort or pain, try to ameliorate it. Keep his programme of sleep and feed in control in such a way that it has no inconvenience.</w:t>
      </w:r>
    </w:p>
    <w:p w:rsidR="00822417" w:rsidRDefault="00BE2C51" w:rsidP="00BE2C51">
      <w:pPr>
        <w:pStyle w:val="libNormal"/>
      </w:pPr>
      <w:r>
        <w:t>Avoid beating the child. The child doesn’t know anything other than its immediate needs. It only trusts an Unknown Power and it cries seeking the help of that Power. Don’t take out your ire on the child by beating it.</w:t>
      </w:r>
    </w:p>
    <w:p w:rsidR="00822417" w:rsidRDefault="00BE2C51" w:rsidP="00BE2C51">
      <w:pPr>
        <w:pStyle w:val="libNormal"/>
      </w:pPr>
      <w:r>
        <w:t>The Holy Prophet says:</w:t>
      </w:r>
    </w:p>
    <w:p w:rsidR="00822417" w:rsidRDefault="00BE2C51" w:rsidP="00BE2C51">
      <w:pPr>
        <w:pStyle w:val="libNormal"/>
      </w:pPr>
      <w:r>
        <w:rPr>
          <w:rFonts w:hint="eastAsia"/>
        </w:rPr>
        <w:lastRenderedPageBreak/>
        <w:t>“</w:t>
      </w:r>
      <w:r>
        <w:t>Do not beat the babies when they cry, because when a child under the age of four months cries, it is bearing witness to the Unity of Allah." (Bihar al-anwar, v104, p.104)</w:t>
      </w:r>
    </w:p>
    <w:p w:rsidR="00822417" w:rsidRDefault="00BE2C51" w:rsidP="00BE2C51">
      <w:pPr>
        <w:pStyle w:val="libNormal"/>
      </w:pPr>
      <w:r>
        <w:t>Be a supporter of the child under all circumstances, even if you are unable to perform a task for him, try to treat him with love and care. If the child is uncomfortable, try to remove the cause of the discomfort. Never reprimand the child and threaten him that you would leave him alone and go away. Doing such acts might affect the child’s psychology. The child expects to be the cynosure of the eyes of the parents. If they don’t show affection to the child, it will be very upset.</w:t>
      </w:r>
    </w:p>
    <w:p w:rsidR="00822417" w:rsidRDefault="00BE2C51" w:rsidP="00BE2C51">
      <w:pPr>
        <w:pStyle w:val="libNormal"/>
      </w:pPr>
      <w:r>
        <w:t>The child always tries to get the love and affection of the parents. Some parents make a wrong use of this tendency and tell him that if he did not obey them, they would not love him. They should avoid using this pretence. These subterfuges might ultimately affect the psyche of the child in stages. If the child cries, it can also be to attract the attention of the parents. The parents should handle the child with patience and thoughtfulness.</w:t>
      </w:r>
    </w:p>
    <w:p w:rsidR="00822417" w:rsidRDefault="00BE2C51" w:rsidP="00BE2C51">
      <w:pPr>
        <w:pStyle w:val="libNormal"/>
      </w:pPr>
      <w:r>
        <w:t>If the child is admonished or beaten when it cries, it might quieten for the moment, but this will be the quietness of disappointment which might have dangerous impact on its mind. The child is always happy with the parents around and is uncomfortable when they are away. The parents should never talk about their death in the hearing of the child that will be very upsetting and disturbing for him. A sick parent should not mention possibility of his death in the presence of the child. If a parent has to travel away from the child for a considerably long period, prepare the child for the event. While away, maintain contact regularly.</w:t>
      </w:r>
    </w:p>
    <w:p w:rsidR="00822417" w:rsidRDefault="00BE2C51" w:rsidP="00BE2C51">
      <w:pPr>
        <w:pStyle w:val="libNormal"/>
      </w:pPr>
      <w:r>
        <w:t>When a child refuses to take medicine, don’t frighten it by saying that if it did not comply, it would die. Take a positive attitude and try to console and convince him to take the medicine to get well. If the child is suffering from a serious ailment, maintain calm and composure in its presence. The parents should always try to be good friends and well wishers of the child throughout their lives.</w:t>
      </w:r>
    </w:p>
    <w:p w:rsidR="00822417" w:rsidRDefault="00BE2C51" w:rsidP="00BE2C51">
      <w:pPr>
        <w:pStyle w:val="libNormal"/>
      </w:pPr>
      <w:r>
        <w:t>It should be borne in minds that the expression of love and affection for the child should be moderate. Pampering a child might be harmful for it in a long run. Wherever a child is unable to perform a task, the parents should assist it. But when the child is capable of doing a thing by itself, the parents should leave it alone to accomplish it. Sometimes, a child might try to get attention of others by crying despite having the capability of performing its own task. In such an event, it should be ignored.</w:t>
      </w:r>
    </w:p>
    <w:p w:rsidR="00822417" w:rsidRDefault="00BE2C51" w:rsidP="00BE2C51">
      <w:pPr>
        <w:pStyle w:val="libNormal"/>
      </w:pPr>
      <w:r>
        <w:t>Russell writes:</w:t>
      </w:r>
    </w:p>
    <w:p w:rsidR="00822417" w:rsidRDefault="00BE2C51" w:rsidP="00BE2C51">
      <w:pPr>
        <w:pStyle w:val="libNormal"/>
      </w:pPr>
      <w:r>
        <w:rPr>
          <w:rFonts w:hint="eastAsia"/>
        </w:rPr>
        <w:t>“</w:t>
      </w:r>
      <w:r>
        <w:t>If the child cries for no reason, then it should be left to its own scruples and allowed to cry as much as it could. If any other attitude is adopted in such circumstances, the child might become dictatorial and misbehave more often. Whenever a child cries for a genuine need, the attention given should not go to the extent of pampering it." (Dar tarbiat, p. 79)</w:t>
      </w:r>
    </w:p>
    <w:p w:rsidR="00BE2C51" w:rsidRDefault="00BE2C51" w:rsidP="003C333D">
      <w:pPr>
        <w:pStyle w:val="libNormal"/>
      </w:pPr>
      <w:r>
        <w:br w:type="page"/>
      </w:r>
    </w:p>
    <w:p w:rsidR="00822417" w:rsidRDefault="00BE2C51" w:rsidP="00BE2C51">
      <w:pPr>
        <w:pStyle w:val="Heading1Center"/>
      </w:pPr>
      <w:bookmarkStart w:id="32" w:name="_Toc431646339"/>
      <w:r>
        <w:lastRenderedPageBreak/>
        <w:t>When the Child Starts to See the World around Him</w:t>
      </w:r>
      <w:bookmarkEnd w:id="32"/>
    </w:p>
    <w:p w:rsidR="00822417" w:rsidRDefault="00BE2C51" w:rsidP="00BE2C51">
      <w:pPr>
        <w:pStyle w:val="libNormal"/>
      </w:pPr>
      <w:r>
        <w:t>The child is a man in miniature and its nature too will be social. It needs the help and support of others to live. It will have its attention focussed on others; it derives benefit from them and provides benefits to them in return. But for a few months the newborn does not recognise others and is not capable of giving them any attention. By the time it is four months old the rudiments of social nature start showing in his acts. From this time it gives attention to the surroundings and starts observing the action of its mother.</w:t>
      </w:r>
    </w:p>
    <w:p w:rsidR="00822417" w:rsidRDefault="00BE2C51" w:rsidP="00BE2C51">
      <w:pPr>
        <w:pStyle w:val="libNormal"/>
      </w:pPr>
      <w:r>
        <w:t>It starts reacting to the acts of the mother. If the mother smiles, it smiles back. If the mother moves her eyebrows, it does the same in return. It looks at the toys with interest and smiles. It starts gauging others feelings of happiness and anger. It is taken aback at the slightest expression of anger. .</w:t>
      </w:r>
    </w:p>
    <w:p w:rsidR="00822417" w:rsidRDefault="00BE2C51" w:rsidP="00BE2C51">
      <w:pPr>
        <w:pStyle w:val="libNormal"/>
      </w:pPr>
      <w:r>
        <w:t>When the child is confronted with happy and bright faces it jumps towards them. It wants to sit up and look at the world around it.</w:t>
      </w:r>
    </w:p>
    <w:p w:rsidR="00822417" w:rsidRDefault="00BE2C51" w:rsidP="00BE2C51">
      <w:pPr>
        <w:pStyle w:val="libNormal"/>
      </w:pPr>
      <w:r>
        <w:t>At this stage the parents should take care with realisation that the child has developed a sense of the surroundings and is a full-fledged member of the family. The child is able to give attention to the others in the family and is, to an extent, able to understand their feelings. In the four months of its life the child has gone through experiences and experiments and has acquired memory for things around him. This is the dawn of the future social being in him.</w:t>
      </w:r>
    </w:p>
    <w:p w:rsidR="00822417" w:rsidRDefault="00BE2C51" w:rsidP="00BE2C51">
      <w:pPr>
        <w:pStyle w:val="libNormal"/>
      </w:pPr>
      <w:r>
        <w:t>If the parents are thoughtful in trying to nurture this instinct in the child, he can be helped to develop into a useful member of the society. Otherwise, the child starts becoming oblivious of the outside world and becomes restricted to the valley of its own inner world. He can turn into an introvert and becomes a recluse. He will become a victim of inferiority complex.</w:t>
      </w:r>
    </w:p>
    <w:p w:rsidR="00822417" w:rsidRDefault="00BE2C51" w:rsidP="00BE2C51">
      <w:pPr>
        <w:pStyle w:val="libNormal"/>
      </w:pPr>
      <w:r>
        <w:t>The parents therefore carry an onerous responsibility. They should be aware that the child has feelings and takes effect of their behaviour. They must keep their attention focussed on him. They should come to the presence of the child with a smiling and pleasant face. They should talk with the child affectionately. They should provide to the child educational toys so that it gets acquainted with the outside world with ease and comfort.</w:t>
      </w:r>
    </w:p>
    <w:p w:rsidR="00822417" w:rsidRDefault="00BE2C51" w:rsidP="00BE2C51">
      <w:pPr>
        <w:pStyle w:val="libNormal"/>
      </w:pPr>
      <w:r>
        <w:t>If the felt needs and desires of the child are fulfillled, it will feel comfortable. It starts feeling that others wish him well and are his benefactors. When he receives good treatment, the child gets ready to be a good member of the society. Good and thoughtful parents don’t beat the children nor do they treat them harshly. They are aware that such attitude will have adverse effect on the mind of the child and render him a defeatist and timid person.</w:t>
      </w:r>
    </w:p>
    <w:p w:rsidR="00822417" w:rsidRDefault="00BE2C51" w:rsidP="00BE2C51">
      <w:pPr>
        <w:pStyle w:val="libNormal"/>
      </w:pPr>
      <w:r>
        <w:t>The Prophet of Islam has said:</w:t>
      </w:r>
    </w:p>
    <w:p w:rsidR="00822417" w:rsidRDefault="00BE2C51" w:rsidP="00BE2C51">
      <w:pPr>
        <w:pStyle w:val="libNormal"/>
      </w:pPr>
      <w:r>
        <w:rPr>
          <w:rFonts w:hint="eastAsia"/>
        </w:rPr>
        <w:t>“</w:t>
      </w:r>
      <w:r>
        <w:t>Respect your children and give them a good upbringing that Allah blesses you." (Makarim al-akhlaq, p. 255)</w:t>
      </w:r>
    </w:p>
    <w:p w:rsidR="00822417" w:rsidRDefault="00BE2C51" w:rsidP="003C333D">
      <w:pPr>
        <w:pStyle w:val="Heading1Center"/>
      </w:pPr>
      <w:bookmarkStart w:id="33" w:name="_Toc431646340"/>
      <w:r>
        <w:t>Affection</w:t>
      </w:r>
      <w:bookmarkEnd w:id="33"/>
    </w:p>
    <w:p w:rsidR="00822417" w:rsidRDefault="00BE2C51" w:rsidP="00BE2C51">
      <w:pPr>
        <w:pStyle w:val="libNormal"/>
      </w:pPr>
      <w:r>
        <w:t xml:space="preserve">Man is ever thirsty for love and affection. Love gives life. to hearts. One, who loves oneself wishes that others too should have similar feelings for him, feels happy in his heart. When a person feels that none in this world </w:t>
      </w:r>
      <w:r>
        <w:lastRenderedPageBreak/>
        <w:t>loves him: feels forlorn and hapless. He will therefore be always sad and melancholy.</w:t>
      </w:r>
    </w:p>
    <w:p w:rsidR="00822417" w:rsidRDefault="00BE2C51" w:rsidP="00BE2C51">
      <w:pPr>
        <w:pStyle w:val="libNormal"/>
      </w:pPr>
      <w:r>
        <w:t>The child too is a man in miniature and, in fact, needs more love and affection than the adults. As the child needs nutrition, so does he need love and affection? The child does not care if he is living in a palace or a shack. But he knows it pretty well whether he is getting the love and affection of his companions or not. From the feeling of love and care the child proceeds on the path of growth and well being. The fountainhead of good character is love and affection. Under the reflection of love the feelings and thoughts of a child can be nurtured properly to make him a good human being.</w:t>
      </w:r>
    </w:p>
    <w:p w:rsidR="00822417" w:rsidRDefault="00BE2C51" w:rsidP="00BE2C51">
      <w:pPr>
        <w:pStyle w:val="libNormal"/>
      </w:pPr>
      <w:r>
        <w:t>The child who receives profuse love will have a happy spirit and heart. He will not be a victim of disappointment. He will turn into a person who is confident, good-natured and self-respecting. He will not become a victim of psychological problems. The children who have received the love and affection of the elders are better prepared to face the harsh realities and problems of the adult life.</w:t>
      </w:r>
    </w:p>
    <w:p w:rsidR="00822417" w:rsidRDefault="00BE2C51" w:rsidP="00BE2C51">
      <w:pPr>
        <w:pStyle w:val="libNormal"/>
      </w:pPr>
      <w:r>
        <w:t>A girl who has received the love and affection of her parents, and her household, is endowed with the aura of affection, will not succumb to the overtures of a boy in her youth that might affect her future life.A boy who had his upbringing in the atmosphere of true love and affection will not become victim of evils like drugs and drinking.</w:t>
      </w:r>
    </w:p>
    <w:p w:rsidR="00822417" w:rsidRDefault="00BE2C51" w:rsidP="00BE2C51">
      <w:pPr>
        <w:pStyle w:val="libNormal"/>
      </w:pPr>
      <w:r>
        <w:t>From the psychological point of view too it is proven that the children who have received profound love and affection of their parents during their growing years are more intelligent and healthy than those who grow in dormitories away from their parents. It is another thing that children from boarding schools may have better nutrition and health care.</w:t>
      </w:r>
    </w:p>
    <w:p w:rsidR="00822417" w:rsidRDefault="00BE2C51" w:rsidP="00BE2C51">
      <w:pPr>
        <w:pStyle w:val="libNormal"/>
      </w:pPr>
      <w:r>
        <w:t>But those who have their upbringing in a mechanical atmosphere devoid of feelings of love and affection, and have not experienced close comfort of the company of the Parents, may not have the natural feelings of affection towards others.</w:t>
      </w:r>
    </w:p>
    <w:p w:rsidR="00822417" w:rsidRDefault="00BE2C51" w:rsidP="00BE2C51">
      <w:pPr>
        <w:pStyle w:val="libNormal"/>
      </w:pPr>
      <w:r>
        <w:t>A child who has not fully shared the love and affection of his parents will be a victim of the feeling of deprivation and inferiority. Mostly the cause of anger, shamelessness, short temper, depression etc is the lack of the parents love and affection during the childhood of the person.</w:t>
      </w:r>
    </w:p>
    <w:p w:rsidR="00822417" w:rsidRDefault="00BE2C51" w:rsidP="00BE2C51">
      <w:pPr>
        <w:pStyle w:val="libNormal"/>
      </w:pPr>
      <w:r>
        <w:t>The persons who turn to evils like theft and murder in most cases were devoid of parental love and affection in their early lives. They behave like the rebels of the society. They may even have suicidal tendencies. The newspapers and magazines are replete with stories of such unfortunate persons. Dr Hassan Ahdi, chief of the Division of Psychiatry, of The National Society for Care of Children (Anjuman Melli Himayat Bachhagan), has conducted an experiment on five hundred convicts and concluded that the persons committed the first crime at the ages between 12 and 13. The main cause of the delinquency has been lack of love and affection from their families.</w:t>
      </w:r>
    </w:p>
    <w:p w:rsidR="00822417" w:rsidRDefault="00BE2C51" w:rsidP="00BE2C51">
      <w:pPr>
        <w:pStyle w:val="libNormal"/>
      </w:pPr>
      <w:r>
        <w:t>He says:</w:t>
      </w:r>
    </w:p>
    <w:p w:rsidR="00822417" w:rsidRDefault="00BE2C51" w:rsidP="00BE2C51">
      <w:pPr>
        <w:pStyle w:val="libNormal"/>
      </w:pPr>
      <w:r>
        <w:rPr>
          <w:rFonts w:hint="eastAsia"/>
        </w:rPr>
        <w:t>“</w:t>
      </w:r>
      <w:r>
        <w:t>The rudiments of most of the psychological problems can be traced to the childhood. Even the most balanced child has the problem of allaying his emotions. " (Daily Kihan, Issue 42)</w:t>
      </w:r>
    </w:p>
    <w:p w:rsidR="00822417" w:rsidRDefault="00BE2C51" w:rsidP="00BE2C51">
      <w:pPr>
        <w:pStyle w:val="libNormal"/>
      </w:pPr>
      <w:r>
        <w:lastRenderedPageBreak/>
        <w:t>A young person writes:</w:t>
      </w:r>
    </w:p>
    <w:p w:rsidR="00822417" w:rsidRDefault="00BE2C51" w:rsidP="00BE2C51">
      <w:pPr>
        <w:pStyle w:val="libNormal"/>
      </w:pPr>
      <w:r>
        <w:rPr>
          <w:rFonts w:hint="eastAsia"/>
        </w:rPr>
        <w:t>“</w:t>
      </w:r>
      <w:r>
        <w:t>I opened my eyes in a poor family in a small village. The upkeep of my two sisters and me was beyond the means of my parents. My grand mother took me to her home. Her circumstances were better. She loved me very much. She used to buy good dresses and other things for me. But these comforts were no substitute for the love and affection of my mother and father that I wanted. I used to feel as if I had lost something. Many a time I used to cry inconsolably hiding from others view.</w:t>
      </w:r>
    </w:p>
    <w:p w:rsidR="00822417" w:rsidRDefault="00BE2C51" w:rsidP="00BE2C51">
      <w:pPr>
        <w:pStyle w:val="libNormal"/>
      </w:pPr>
      <w:r>
        <w:t>I was a student of the Third Standard then. Once my father came to meet me. He asked me to come home. I was overjoyed at the prospect and immediately got ready to go. I felt as if my troubles of years have come to an end in a moment. I advise all fathers and mothers not to deprive their children of their presence, love and affection by sending them away howsoever straitened the circumstances. They must realise that living away from the parents and being deprived of their personal love and affection will be very hard on the children. This void cannot be filled by any amount of comforts."</w:t>
      </w:r>
    </w:p>
    <w:p w:rsidR="00822417" w:rsidRDefault="00BE2C51" w:rsidP="00BE2C51">
      <w:pPr>
        <w:pStyle w:val="libNormal"/>
      </w:pPr>
      <w:r>
        <w:t>He writes in another letter:</w:t>
      </w:r>
    </w:p>
    <w:p w:rsidR="00822417" w:rsidRDefault="00BE2C51" w:rsidP="00BE2C51">
      <w:pPr>
        <w:pStyle w:val="libNormal"/>
      </w:pPr>
      <w:r>
        <w:rPr>
          <w:rFonts w:hint="eastAsia"/>
        </w:rPr>
        <w:t>“</w:t>
      </w:r>
      <w:r>
        <w:t>I was deprived of the love and affection of my parents. That is the reason I am now a heart broken jealous person. I am a cowardly and angry person. In childhood I used to run away from my school. With difficulty I could reach till the Sixth Standard at the school and then dropped out."</w:t>
      </w:r>
    </w:p>
    <w:p w:rsidR="00822417" w:rsidRDefault="00BE2C51" w:rsidP="00BE2C51">
      <w:pPr>
        <w:pStyle w:val="libNormal"/>
      </w:pPr>
      <w:r>
        <w:t>The Holy Faith of Islam, which provides great care to the process of upbringing of children, makes particular stress to love and affection for the children. The Quran and Hadith has volumes on the subject. Here, a few examples are sited:</w:t>
      </w:r>
    </w:p>
    <w:p w:rsidR="00822417" w:rsidRDefault="00BE2C51" w:rsidP="00BE2C51">
      <w:pPr>
        <w:pStyle w:val="libNormal"/>
      </w:pPr>
      <w:r>
        <w:t>Imam Jafer al Sadiq has said:</w:t>
      </w:r>
    </w:p>
    <w:p w:rsidR="00822417" w:rsidRDefault="00BE2C51" w:rsidP="00BE2C51">
      <w:pPr>
        <w:pStyle w:val="libNormal"/>
      </w:pPr>
      <w:r>
        <w:rPr>
          <w:rFonts w:hint="eastAsia"/>
        </w:rPr>
        <w:t>“</w:t>
      </w:r>
      <w:r>
        <w:t>Because of the profound love that the parents have for their children, Allah will include them in His Blessings. (Grace)" (Wasail al-shia, v15, p. 98)</w:t>
      </w:r>
    </w:p>
    <w:p w:rsidR="00822417" w:rsidRDefault="00BE2C51" w:rsidP="00BE2C51">
      <w:pPr>
        <w:pStyle w:val="libNormal"/>
      </w:pPr>
      <w:r>
        <w:t>Allah has said to the Prophet Moses (in a hadith al-qudsia): “Loving children is the best of acts because the purpose of their creation is for worship of Allah and witnessing the Unity of Allah. If the children die in their childhood, they would enter the Heaven. (Mustadrak al-wasail,v2, p. 615)</w:t>
      </w:r>
    </w:p>
    <w:p w:rsidR="00822417" w:rsidRDefault="00BE2C51" w:rsidP="00BE2C51">
      <w:pPr>
        <w:pStyle w:val="libNormal"/>
      </w:pPr>
      <w:r>
        <w:t>The Prophet of Islam said:</w:t>
      </w:r>
    </w:p>
    <w:p w:rsidR="00822417" w:rsidRDefault="00BE2C51" w:rsidP="00BE2C51">
      <w:pPr>
        <w:pStyle w:val="libNormal"/>
      </w:pPr>
      <w:r>
        <w:rPr>
          <w:rFonts w:hint="eastAsia"/>
        </w:rPr>
        <w:t>“</w:t>
      </w:r>
      <w:r>
        <w:t>Love children and be kind to them." (Bihar al-anwar, v104, p. 92)</w:t>
      </w:r>
    </w:p>
    <w:p w:rsidR="00822417" w:rsidRDefault="00BE2C51" w:rsidP="00BE2C51">
      <w:pPr>
        <w:pStyle w:val="libNormal"/>
      </w:pPr>
      <w:r>
        <w:rPr>
          <w:rFonts w:hint="eastAsia"/>
        </w:rPr>
        <w:t>“</w:t>
      </w:r>
      <w:r>
        <w:t>Kiss your children profusely, because every time you kiss the child, Allah will advance your position in the Heaven by one stage." (Bihar al-anwar, v104, p. 92)</w:t>
      </w:r>
    </w:p>
    <w:p w:rsidR="00822417" w:rsidRDefault="00BE2C51" w:rsidP="00BE2C51">
      <w:pPr>
        <w:pStyle w:val="libNormal"/>
      </w:pPr>
      <w:r>
        <w:t>One person told to the Prophet:</w:t>
      </w:r>
    </w:p>
    <w:p w:rsidR="00822417" w:rsidRDefault="00BE2C51" w:rsidP="00BE2C51">
      <w:pPr>
        <w:pStyle w:val="libNormal"/>
      </w:pPr>
      <w:r>
        <w:rPr>
          <w:rFonts w:hint="eastAsia"/>
        </w:rPr>
        <w:t>“</w:t>
      </w:r>
      <w:r>
        <w:t>I have not kissed any child till today."</w:t>
      </w:r>
    </w:p>
    <w:p w:rsidR="00822417" w:rsidRDefault="00BE2C51" w:rsidP="00BE2C51">
      <w:pPr>
        <w:pStyle w:val="libNormal"/>
      </w:pPr>
      <w:r>
        <w:t>When that person left the company of the Prophet, he told to his companions,</w:t>
      </w:r>
    </w:p>
    <w:p w:rsidR="00822417" w:rsidRDefault="00BE2C51" w:rsidP="00BE2C51">
      <w:pPr>
        <w:pStyle w:val="libNormal"/>
      </w:pPr>
      <w:r>
        <w:rPr>
          <w:rFonts w:hint="eastAsia"/>
        </w:rPr>
        <w:t>“</w:t>
      </w:r>
      <w:r>
        <w:t>In my view the person is destined for the Hell.” (Bihar al-anwar, v104, p. 99)</w:t>
      </w:r>
    </w:p>
    <w:p w:rsidR="00822417" w:rsidRDefault="00BE2C51" w:rsidP="00BE2C51">
      <w:pPr>
        <w:pStyle w:val="libNormal"/>
      </w:pPr>
      <w:r>
        <w:rPr>
          <w:rFonts w:hint="eastAsia"/>
        </w:rPr>
        <w:t>“</w:t>
      </w:r>
      <w:r>
        <w:t>A person who is not kind to children and not respectful to elders is not from amongst us." (Bihar al-anwar, v75, p. 147)</w:t>
      </w:r>
    </w:p>
    <w:p w:rsidR="00822417" w:rsidRDefault="00BE2C51" w:rsidP="00BE2C51">
      <w:pPr>
        <w:pStyle w:val="libNormal"/>
      </w:pPr>
      <w:r>
        <w:lastRenderedPageBreak/>
        <w:t>Ali, while making his will and last testament said:</w:t>
      </w:r>
    </w:p>
    <w:p w:rsidR="00822417" w:rsidRDefault="00BE2C51" w:rsidP="00BE2C51">
      <w:pPr>
        <w:pStyle w:val="libNormal"/>
      </w:pPr>
      <w:r>
        <w:t>"Be kind to children and respectful to your elders." (Bihar al-anwar, v75, p. 146)</w:t>
      </w:r>
    </w:p>
    <w:p w:rsidR="000D2B00" w:rsidRDefault="000D2B00" w:rsidP="003C333D">
      <w:pPr>
        <w:pStyle w:val="libNormal"/>
      </w:pPr>
      <w:r>
        <w:br w:type="page"/>
      </w:r>
    </w:p>
    <w:p w:rsidR="00822417" w:rsidRDefault="00BE2C51" w:rsidP="000D2B00">
      <w:pPr>
        <w:pStyle w:val="Heading1Center"/>
      </w:pPr>
      <w:bookmarkStart w:id="34" w:name="_Toc431646341"/>
      <w:r>
        <w:lastRenderedPageBreak/>
        <w:t>The Expression of Love and Affection</w:t>
      </w:r>
      <w:bookmarkEnd w:id="34"/>
    </w:p>
    <w:p w:rsidR="00822417" w:rsidRDefault="00BE2C51" w:rsidP="00BE2C51">
      <w:pPr>
        <w:pStyle w:val="libNormal"/>
      </w:pPr>
      <w:r>
        <w:t>Love for ones own children is a natural instinct. Perhaps there will be few parents who don’t love their children from the depths of their hearts. But only loving the child from the heart is not sufficient for the betterment of the child. The child needs love that is reflected in the actions of the parents. The child wants to be kissed, hugged and to be looked at with caring smiles. When the parents sing the lullabies, the child savours their sweetness. The child desires that the parents play with and gambol with him. The child treats this as a sign of love. It considers the anger and conflicts as signs of thoughtlessness. Whenever the parents look at the child at different times, it visualises at that moment if there is a look of love on their faces or not.</w:t>
      </w:r>
    </w:p>
    <w:p w:rsidR="00822417" w:rsidRDefault="00BE2C51" w:rsidP="00BE2C51">
      <w:pPr>
        <w:pStyle w:val="libNormal"/>
      </w:pPr>
      <w:r>
        <w:t>There are also parents who shower their love on the child till it is a baby. But as it grows up, they gradually reduce the expression of love and when the child reaches adolescence and adulthood they totally forsake him and even say that any more expressions of love might spoil him. But this is not the right attitude. The child expects the love of his parents throughout his life. He feels joy over the expression of love by the parents and if he finds them ignoring him, he has a feeling of hurt. Particularly the adolescence is a very critical period in the life of a person when support and guidance of the parents is required the most. It is this neglect of the adolescent-adults by their parents that there are many cases of suicide in this age group. There are also cases of such persons fleeing to some unspecified place. It won’t be out of place here to quote some entries from the diary of Nazneen, a teenager:</w:t>
      </w:r>
    </w:p>
    <w:p w:rsidR="00822417" w:rsidRDefault="00BE2C51" w:rsidP="00BE2C51">
      <w:pPr>
        <w:pStyle w:val="libNormal"/>
      </w:pPr>
      <w:r>
        <w:rPr>
          <w:rFonts w:hint="eastAsia"/>
        </w:rPr>
        <w:t>“</w:t>
      </w:r>
      <w:r>
        <w:t>When I think of my mom and dad I cannot but laughAlthough they deserve more to be sadly pitied than laughed atMom is busy in her own world, occupied with her daily chores. She wants to sit gossiping for hours at end with Aunt Vizri Jaan and Lady Hamida. If some of us sisters and brothers arrive in the midst of these conversations for some errand, she abhors the interruption. She doesn’t realise that while gossiping about the idiosyncrasy of others’ footwear and attire she makes me feel like a bird who is fluttering around to pour its heart’s feeling to someone. Mom and Dad are either busy arguing with one another or sitting with friends for society gossip.</w:t>
      </w:r>
    </w:p>
    <w:p w:rsidR="00822417" w:rsidRDefault="00BE2C51" w:rsidP="00BE2C51">
      <w:pPr>
        <w:pStyle w:val="libNormal"/>
      </w:pPr>
      <w:r>
        <w:t>Or otherwise, they are away from home. I am also busy at the school from morning to evening on all working days. It is since many days that I have set eyes on Dad. My teacher of Literature is a psychologist. Today he talked on the effect that a father can have on the psyche of his daughter. His talk went straight to my heart. He was right in saying that I am a grown up in the eyes of everyone. But I feel the need of the guidance of my dad more than at any other time in my life. There is need for the moral strength of someone wise and kind. But he, my Dad, seems to have no time for this." (Daily Itallaat, Issue 14112, Khurdad Month 1358)</w:t>
      </w:r>
    </w:p>
    <w:p w:rsidR="00822417" w:rsidRDefault="00BE2C51" w:rsidP="00BE2C51">
      <w:pPr>
        <w:pStyle w:val="libNormal"/>
      </w:pPr>
      <w:r>
        <w:t xml:space="preserve">The best place for the training of a child, particularly in the early stages of life, is the home. In this period the child receives total attention, kindness and love of the parents. The parents are advised that as far as possible they don’t entrust their small children to the care of crèches. Perhaps, these crèches may be better equipped for hygiene and nutrition but they provide a </w:t>
      </w:r>
      <w:r>
        <w:lastRenderedPageBreak/>
        <w:t>cold and strange environment to the child. The place will be like a gaol for the child who wants the company of the parents more than anything else. Only good environs and nutrition cannot fill the void created by the absence of the love and care of the parents.</w:t>
      </w:r>
    </w:p>
    <w:p w:rsidR="00822417" w:rsidRDefault="00BE2C51" w:rsidP="00BE2C51">
      <w:pPr>
        <w:pStyle w:val="libNormal"/>
      </w:pPr>
      <w:r>
        <w:t>The Prophet of Islam has observed:</w:t>
      </w:r>
    </w:p>
    <w:p w:rsidR="00822417" w:rsidRDefault="00BE2C51" w:rsidP="00BE2C51">
      <w:pPr>
        <w:pStyle w:val="libNormal"/>
      </w:pPr>
      <w:r>
        <w:rPr>
          <w:rFonts w:hint="eastAsia"/>
        </w:rPr>
        <w:t>“</w:t>
      </w:r>
      <w:r>
        <w:t>If you like someone, express your feelings to him. This expression of love brings you closer to each other." (Mustadrak al-wasail,v 2, p. 67)</w:t>
      </w:r>
    </w:p>
    <w:p w:rsidR="00822417" w:rsidRDefault="00BE2C51" w:rsidP="00BE2C51">
      <w:pPr>
        <w:pStyle w:val="libNormal"/>
      </w:pPr>
      <w:r>
        <w:t>The Prophet used to play with his children and grand children every morning expressing his love and affection for them. (Mustadrak al-wasail,v 104, p. 99)</w:t>
      </w:r>
    </w:p>
    <w:p w:rsidR="000D2B00" w:rsidRDefault="000D2B00" w:rsidP="003C333D">
      <w:pPr>
        <w:pStyle w:val="libNormal"/>
      </w:pPr>
      <w:r>
        <w:br w:type="page"/>
      </w:r>
    </w:p>
    <w:p w:rsidR="00822417" w:rsidRDefault="00BE2C51" w:rsidP="000D2B00">
      <w:pPr>
        <w:pStyle w:val="Heading1Center"/>
      </w:pPr>
      <w:bookmarkStart w:id="35" w:name="_Toc431646342"/>
      <w:r>
        <w:lastRenderedPageBreak/>
        <w:t>Love: Not an Instrument of Convenience</w:t>
      </w:r>
      <w:bookmarkEnd w:id="35"/>
    </w:p>
    <w:p w:rsidR="00822417" w:rsidRDefault="00BE2C51" w:rsidP="00BE2C51">
      <w:pPr>
        <w:pStyle w:val="libNormal"/>
      </w:pPr>
      <w:r>
        <w:t>Because the child needs the love and affection of the parents, some parents make use of this urge of the children for their own ends. They ask the child to do a certain thing that the mom would love him and ask him not to do certain things or otherwise mom would not love him. No doubt, a certain degree of control can be exercised on the child’s action in this manner.But continuing with this strategy for long can be detrimental. The child will get into the habit of doing things only to please the parents and not for any benefit for him and the society at large. He starts deciding the reason for doing any work with the sole purpose of pleasing someone.</w:t>
      </w:r>
    </w:p>
    <w:p w:rsidR="00822417" w:rsidRDefault="00BE2C51" w:rsidP="00BE2C51">
      <w:pPr>
        <w:pStyle w:val="libNormal"/>
      </w:pPr>
      <w:r>
        <w:t>He doesn’t get the realisation that his actions have to be tuned to the welfare of the society and the humanity in general There are lots of parents who value personal benefit more than the good of the society. Their children become flunkies, flatterers, hypocrites and impostors because their purpose in life becomes pleasing others at any cost. Therefore, a clever and thoughtful mentor wouldn’t use the love and affection of the child for selfish ends.</w:t>
      </w:r>
    </w:p>
    <w:p w:rsidR="000D2B00" w:rsidRDefault="000D2B00" w:rsidP="003C333D">
      <w:pPr>
        <w:pStyle w:val="libNormal"/>
      </w:pPr>
      <w:r>
        <w:br w:type="page"/>
      </w:r>
    </w:p>
    <w:p w:rsidR="00822417" w:rsidRDefault="00BE2C51" w:rsidP="000D2B00">
      <w:pPr>
        <w:pStyle w:val="Heading1Center"/>
      </w:pPr>
      <w:bookmarkStart w:id="36" w:name="_Toc431646343"/>
      <w:r>
        <w:lastRenderedPageBreak/>
        <w:t>Love Should not become a Hindrance to Good Upbringing</w:t>
      </w:r>
      <w:bookmarkEnd w:id="36"/>
    </w:p>
    <w:p w:rsidR="00822417" w:rsidRDefault="00BE2C51" w:rsidP="00BE2C51">
      <w:pPr>
        <w:pStyle w:val="libNormal"/>
      </w:pPr>
      <w:r>
        <w:t>There are parents who will love their children to such an extent that they don’t realise what is good and what is bad for their upbringing. When they notice any fault in the child, or when someone else points out the fault, they overlook it not to displease the child. You must have seen such children who hurt other children, trouble other persons, break windowpanes in the neighbourhood and use abusive language with others. The parents of such children not only ignore to correct them, but they also keep a phlegmatic smile on their faces as if the child has done nothing wrong.</w:t>
      </w:r>
    </w:p>
    <w:p w:rsidR="00822417" w:rsidRDefault="00BE2C51" w:rsidP="00BE2C51">
      <w:pPr>
        <w:pStyle w:val="libNormal"/>
      </w:pPr>
      <w:r>
        <w:t>Thus they abet the undesirable acts of the children. They do a great disservice to their own children. This neglect of proper upbringing is not pardonable in the eyes of Allah. Love for the children doesn’t mean that the parents close their eyes to the norms of good upbringing. Good parents are those who make a clever mix of love and good upbringing. They love the children and keep a realistic eye on the behaviour of the child. They cleverly try to correct the faults of the child.</w:t>
      </w:r>
    </w:p>
    <w:p w:rsidR="00822417" w:rsidRDefault="00BE2C51" w:rsidP="00BE2C51">
      <w:pPr>
        <w:pStyle w:val="libNormal"/>
      </w:pPr>
      <w:r>
        <w:t>They make the child realise that he is not free to do wrong acts. He is made aware of the fact that if the parents love him for the good things he does; he may be punished for anything wrong committed by him. The parents have to realise that the child will grow into an adult and will have to interact with others in the society. If, because of their extreme love for the child, they have neglected their duty of training him in the norms of good behaviour, he will not be welcome in the society and others will avoid him or even hate and abhor him. It must be borne in minds that other people will not be like the parents who close their eyes to every fault of the child and continue loving him. In the society a person is accepted for his good behaviour only.</w:t>
      </w:r>
    </w:p>
    <w:p w:rsidR="00822417" w:rsidRDefault="00BE2C51" w:rsidP="00BE2C51">
      <w:pPr>
        <w:pStyle w:val="libNormal"/>
      </w:pPr>
      <w:r>
        <w:t>Imam Mohammed Baqir says:</w:t>
      </w:r>
    </w:p>
    <w:p w:rsidR="00822417" w:rsidRDefault="00BE2C51" w:rsidP="00BE2C51">
      <w:pPr>
        <w:pStyle w:val="libNormal"/>
      </w:pPr>
      <w:r>
        <w:rPr>
          <w:rFonts w:hint="eastAsia"/>
        </w:rPr>
        <w:t>“</w:t>
      </w:r>
      <w:r>
        <w:t>The worst father is that who loves his child beyond limits." (Yaqubi, Tarikh, v2, p. 320)</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One who has been taught good manners, his faults have been reduced." (Ghirar al-hukm, v2, p.645)</w:t>
      </w:r>
    </w:p>
    <w:p w:rsidR="00822417" w:rsidRDefault="00BE2C51" w:rsidP="00BE2C51">
      <w:pPr>
        <w:pStyle w:val="libNormal"/>
      </w:pPr>
      <w:r>
        <w:t>Imam Mohammed al Baqir said:</w:t>
      </w:r>
    </w:p>
    <w:p w:rsidR="00822417" w:rsidRDefault="00BE2C51" w:rsidP="00BE2C51">
      <w:pPr>
        <w:pStyle w:val="libNormal"/>
      </w:pPr>
      <w:r>
        <w:rPr>
          <w:rFonts w:hint="eastAsia"/>
        </w:rPr>
        <w:t>“</w:t>
      </w:r>
      <w:r>
        <w:t>My revered father saw a person going with his son. The impolite son was reclining on the arm of his father. My father, Imam Zain al Abidin, was so upset with the impertinent child that for the rest of his life he didn’t talk to him."</w:t>
      </w:r>
    </w:p>
    <w:p w:rsidR="000D2B00" w:rsidRDefault="000D2B00" w:rsidP="003C333D">
      <w:pPr>
        <w:pStyle w:val="libNormal"/>
      </w:pPr>
      <w:r>
        <w:br w:type="page"/>
      </w:r>
    </w:p>
    <w:p w:rsidR="00822417" w:rsidRDefault="00BE2C51" w:rsidP="000D2B00">
      <w:pPr>
        <w:pStyle w:val="Heading1Center"/>
      </w:pPr>
      <w:bookmarkStart w:id="37" w:name="_Toc431646344"/>
      <w:r>
        <w:lastRenderedPageBreak/>
        <w:t>The Spoilt Child</w:t>
      </w:r>
      <w:bookmarkEnd w:id="37"/>
    </w:p>
    <w:p w:rsidR="00822417" w:rsidRDefault="00BE2C51" w:rsidP="00BE2C51">
      <w:pPr>
        <w:pStyle w:val="libNormal"/>
      </w:pPr>
      <w:r>
        <w:t>This is a reality that every child wants love and affection; but excess of love borders on pampering. Love is like food and in optimum measure it is very beneficial but excess of it will be harmful in many ways. Excessive pampering and mollycoddling will adversely affect the upbringing of the child. The child is not a plaything for the parents and nor should it be treated as a source of recreation by them. The child , in fact, is a precursor of the man of the future.</w:t>
      </w:r>
    </w:p>
    <w:p w:rsidR="00822417" w:rsidRDefault="00BE2C51" w:rsidP="00BE2C51">
      <w:pPr>
        <w:pStyle w:val="libNormal"/>
      </w:pPr>
      <w:r>
        <w:t>It has to be brought up carefully and methodically. The responsibility for the upbringing, training and education of the child rests with the parents. The child grows into an adult and has to be a part of the society. It will have to face the ups and downs of life, successes, failures, rise, fall, happiness and sorrow as it goes along in its life span.</w:t>
      </w:r>
    </w:p>
    <w:p w:rsidR="00822417" w:rsidRDefault="00BE2C51" w:rsidP="00BE2C51">
      <w:pPr>
        <w:pStyle w:val="libNormal"/>
      </w:pPr>
      <w:r>
        <w:t>A good mentor will have all these factors in mind and prepare the novice to capably confront all the tests and hurdles which might confront him. The parents should be aware of the fact that love and affection is essential for good breeding of the child but excess of these can also come in the way of the desired results. The children who get excess of love and affection are likely to be spoilt with very harmful consequences.</w:t>
      </w:r>
    </w:p>
    <w:p w:rsidR="00822417" w:rsidRDefault="00BE2C51" w:rsidP="00BE2C51">
      <w:pPr>
        <w:pStyle w:val="libNormal"/>
      </w:pPr>
      <w:r>
        <w:t>When a child realises that the parents love it very much, always allow him to have his own way, then naturally his demands will increase by leaps and bounds. He gets into the habit of ordering and expecting tacit compliance from the parents who are not willing to displease him. In such children the tendency of despotism keeps increasing with passage of time. When such persons enter the ranks of the society they expect the same compliance from their fellow citizens, as they did with the parents and other members of the family. But people don’t like self-seeking persons nor do they take cognisance of their wishes.</w:t>
      </w:r>
    </w:p>
    <w:p w:rsidR="00822417" w:rsidRDefault="00BE2C51" w:rsidP="00BE2C51">
      <w:pPr>
        <w:pStyle w:val="libNormal"/>
      </w:pPr>
      <w:r>
        <w:t>This attitude of the people dampens the spirit of the selfish persons and they become the victims of the feeling of defeat and ennui. They develop a strong feeling of inferiority complex and tend to become recluses. In acute cases they think of committing suicide to escape from the psychological pressures that go beyond their ken.</w:t>
      </w:r>
    </w:p>
    <w:p w:rsidR="00822417" w:rsidRDefault="00BE2C51" w:rsidP="00BE2C51">
      <w:pPr>
        <w:pStyle w:val="libNormal"/>
      </w:pPr>
      <w:r>
        <w:t>The marital lives ofsuch persons too are generally on the rocks. Such persons expect too much love from their spouses and expect them to comply with all their wishes, howsoever unreasonable they might be. But in practical lives, there is always the need of give-and-take and seldom there are any spouses who submit to one way traffic in their livesThere are innumerable wives who take cudgels against unreasonable attitudes adopted by their husbands. The result is domestic unrest. Similarly a pampered daughter, when married, expects greater love from her husband than he has for his parents. She expects him to meet all her demands without giving a thought to their reasonableness.</w:t>
      </w:r>
    </w:p>
    <w:p w:rsidR="00822417" w:rsidRDefault="00BE2C51" w:rsidP="00BE2C51">
      <w:pPr>
        <w:pStyle w:val="libNormal"/>
      </w:pPr>
      <w:r>
        <w:t>Generally men do not like complying with all the wishes of such nagging wives. The result, naturally, is constant bickering in the family. Such men and women are also seen who continue the childish habit of quarrelling in their advanced ages. Such persons are so immature that they continue to behave like small children in their adult days.</w:t>
      </w:r>
    </w:p>
    <w:p w:rsidR="00822417" w:rsidRDefault="00BE2C51" w:rsidP="00BE2C51">
      <w:pPr>
        <w:pStyle w:val="libNormal"/>
      </w:pPr>
      <w:r>
        <w:lastRenderedPageBreak/>
        <w:t>The children getting their upbringing with over-indulgent, pampering parents are generally of delicate constitution and frail physique. They generally look for the support of others and are not independent. Whenever they face any hardship, they look for avenues of escape. They lack courage of taking up big and difficult tasks. If faced with difficulties, they look for succour from others than depending on their own selves and on Allah.</w:t>
      </w:r>
    </w:p>
    <w:p w:rsidR="00822417" w:rsidRDefault="00BE2C51" w:rsidP="00BE2C51">
      <w:pPr>
        <w:pStyle w:val="libNormal"/>
      </w:pPr>
      <w:r>
        <w:t>The persons who have received over-indulgent upbringing are generally egotistic and self-centred. Having received superficial praises in their early days, they assume false airs of importance during their adult life. They are not able to discern their own failings and, to the contrary, think that these very lacunae are their merits. They work under a false sense of pride, which in itself is a grave psychological ailment.</w:t>
      </w:r>
    </w:p>
    <w:p w:rsidR="00822417" w:rsidRDefault="00BE2C51" w:rsidP="00BE2C51">
      <w:pPr>
        <w:pStyle w:val="libNormal"/>
      </w:pPr>
      <w:r>
        <w:t>Ali has said:</w:t>
      </w:r>
    </w:p>
    <w:p w:rsidR="00822417" w:rsidRDefault="00BE2C51" w:rsidP="00BE2C51">
      <w:pPr>
        <w:pStyle w:val="libNormal"/>
      </w:pPr>
      <w:r>
        <w:rPr>
          <w:rFonts w:hint="eastAsia"/>
        </w:rPr>
        <w:t>“</w:t>
      </w:r>
      <w:r>
        <w:t>Self-conceit (egotism) is the worst thing." Ghirar al-hukm, v?,p. 446)</w:t>
      </w:r>
    </w:p>
    <w:p w:rsidR="00822417" w:rsidRDefault="00BE2C51" w:rsidP="00BE2C51">
      <w:pPr>
        <w:pStyle w:val="libNormal"/>
      </w:pPr>
      <w:r>
        <w:rPr>
          <w:rFonts w:hint="eastAsia"/>
        </w:rPr>
        <w:t>“</w:t>
      </w:r>
      <w:r>
        <w:t>A person who is an egoist and is living within himself, will become aware of his own flaws and failings." (Ghirar al-hukm, v?, p.685)</w:t>
      </w:r>
    </w:p>
    <w:p w:rsidR="00822417" w:rsidRDefault="00BE2C51" w:rsidP="00BE2C51">
      <w:pPr>
        <w:pStyle w:val="libNormal"/>
      </w:pPr>
      <w:r>
        <w:t>Such a person expects others to heap on him their false praises. He will therefore have sycophants and flatterers around him. But the forthright and true persons will not have any place in his company. The egoists, instead of winning devotion of others, generally invite their ire.</w:t>
      </w:r>
    </w:p>
    <w:p w:rsidR="00822417" w:rsidRDefault="00BE2C51" w:rsidP="00BE2C51">
      <w:pPr>
        <w:pStyle w:val="libNormal"/>
      </w:pPr>
      <w:r>
        <w:t>Imam Ali has said:</w:t>
      </w:r>
    </w:p>
    <w:p w:rsidR="00822417" w:rsidRDefault="00BE2C51" w:rsidP="00BE2C51">
      <w:pPr>
        <w:pStyle w:val="libNormal"/>
      </w:pPr>
      <w:r>
        <w:rPr>
          <w:rFonts w:hint="eastAsia"/>
        </w:rPr>
        <w:t>“</w:t>
      </w:r>
      <w:r>
        <w:t>Whoever is an egoist and self-centred will be confronted with lot of difficulties." (Ghirar al-hukm, v?, p.659)</w:t>
      </w:r>
    </w:p>
    <w:p w:rsidR="00822417" w:rsidRDefault="00BE2C51" w:rsidP="00BE2C51">
      <w:pPr>
        <w:pStyle w:val="libNormal"/>
      </w:pPr>
      <w:r>
        <w:t>The children who receive excessive love and care and their parents are overindulgent towards them, they will in stages dominate the parents. When they grow into adults, they persist with the dominating trait and their expectations surpass the means of the parents.</w:t>
      </w:r>
    </w:p>
    <w:p w:rsidR="00822417" w:rsidRDefault="00BE2C51" w:rsidP="00BE2C51">
      <w:pPr>
        <w:pStyle w:val="libNormal"/>
      </w:pPr>
      <w:r>
        <w:t>If the parents express their inability to meet their demands, they have recourse to lots of hullabaloo to get their way. Because such children are aware of the overindulgence of the parents, they always have recourse to lies</w:t>
      </w:r>
      <w:r w:rsidR="000D2B00">
        <w:t xml:space="preserve"> to get what they wish to have.</w:t>
      </w:r>
    </w:p>
    <w:p w:rsidR="00822417" w:rsidRDefault="00BE2C51" w:rsidP="00BE2C51">
      <w:pPr>
        <w:pStyle w:val="libNormal"/>
      </w:pPr>
      <w:r>
        <w:t>Parents at times come to such a pass that out of their love they overlook the need for good upbringing and indulge the child’s whims and fancies. They close their eyes to the failings of the child and neglect the need for reforming him. To humour the child, the parents sometimes overlook the norms fixed by the religion (shariah )</w:t>
      </w:r>
    </w:p>
    <w:p w:rsidR="00822417" w:rsidRDefault="00BE2C51" w:rsidP="00BE2C51">
      <w:pPr>
        <w:pStyle w:val="libNormal"/>
      </w:pPr>
      <w:r>
        <w:t>Imam Mohammed Baqir says:</w:t>
      </w:r>
    </w:p>
    <w:p w:rsidR="00822417" w:rsidRDefault="00BE2C51" w:rsidP="00BE2C51">
      <w:pPr>
        <w:pStyle w:val="libNormal"/>
      </w:pPr>
      <w:r>
        <w:rPr>
          <w:rFonts w:hint="eastAsia"/>
        </w:rPr>
        <w:t>“</w:t>
      </w:r>
      <w:r>
        <w:t>The worst father is one who exceeds unreasonably in the love for his child." (Ghirar al-hukm, v?, p.659)</w:t>
      </w:r>
    </w:p>
    <w:p w:rsidR="00822417" w:rsidRDefault="00BE2C51" w:rsidP="00BE2C51">
      <w:pPr>
        <w:pStyle w:val="libNormal"/>
      </w:pPr>
      <w:r>
        <w:t>The child should always live in optimism and fear (of God). He should have the feeling that truly he is the beloved of the parents and they would come to his rescue in times of need. He should also be made aware of the fact that for any fault of his the parents would hold him accountable.</w:t>
      </w:r>
    </w:p>
    <w:p w:rsidR="00822417" w:rsidRDefault="00BE2C51" w:rsidP="00BE2C51">
      <w:pPr>
        <w:pStyle w:val="libNormal"/>
      </w:pPr>
      <w:r>
        <w:t>Dr. Jalali writes:</w:t>
      </w:r>
    </w:p>
    <w:p w:rsidR="00822417" w:rsidRDefault="00BE2C51" w:rsidP="00BE2C51">
      <w:pPr>
        <w:pStyle w:val="libNormal"/>
      </w:pPr>
      <w:r>
        <w:rPr>
          <w:rFonts w:hint="eastAsia"/>
        </w:rPr>
        <w:t>“</w:t>
      </w:r>
      <w:r>
        <w:t xml:space="preserve">If a child lives in an environment where he is pampered, always others take sides with him, close their eyes to his wrong deeds and he is not groomed for the harsh realities of the future; he will then be subject to many hardships as a member of the society. From his very birth the child has to be </w:t>
      </w:r>
      <w:r>
        <w:lastRenderedPageBreak/>
        <w:t>trained that he has to exist with others in the society and his wishes have to be in harmony with the wishes of others in the society." (Ruwan shinashi kudak, p. 354)</w:t>
      </w:r>
    </w:p>
    <w:p w:rsidR="00822417" w:rsidRDefault="00BE2C51" w:rsidP="00BE2C51">
      <w:pPr>
        <w:pStyle w:val="libNormal"/>
      </w:pPr>
      <w:r>
        <w:t>Dr Jalali also writes:</w:t>
      </w:r>
    </w:p>
    <w:p w:rsidR="00822417" w:rsidRDefault="00BE2C51" w:rsidP="00BE2C51">
      <w:pPr>
        <w:pStyle w:val="libNormal"/>
      </w:pPr>
      <w:r>
        <w:rPr>
          <w:rFonts w:hint="eastAsia"/>
        </w:rPr>
        <w:t>“</w:t>
      </w:r>
      <w:r>
        <w:t>Love for the child is essential. But the feeling in a child that the parents spend all their time humouring him is not right." (Ruwan shinashi kudak, p. 461)</w:t>
      </w:r>
    </w:p>
    <w:p w:rsidR="00822417" w:rsidRDefault="00BE2C51" w:rsidP="00BE2C51">
      <w:pPr>
        <w:pStyle w:val="libNormal"/>
      </w:pPr>
      <w:r>
        <w:t>If the child cries unnecessarily and expresses anger to win the attention of the parents to fulfill his unfair demands, then the parents should firmly and tactfully deny compliance. They should leave him alone for a while for him to realise that he cannot always get his way. If the parents exercise some patience in such situations, the child will become quiet after some protestation.</w:t>
      </w:r>
    </w:p>
    <w:p w:rsidR="00822417" w:rsidRDefault="00BE2C51" w:rsidP="00BE2C51">
      <w:pPr>
        <w:pStyle w:val="libNormal"/>
      </w:pPr>
      <w:r>
        <w:t>If a child falls on the ground, it is not necessary to pick him up or console him. Let the child rise himself when he falls down. Train him to take care that he does not fall again. When a child hits his head against a wall by accident, it is not necessary to kiss him or over-indulge him. Instead, he should be trained to take care of himself against such happenings again. When a child is indisposed, medical treatment should be arranged for him. Proper attention should be given to the child’s illness, but daily chores should be attended to as usual. The parents should have their rest, sleep and food as normally as possible by not spending all their time near the bed cuddling the sick child. This behaviour over indulgence doesn’t help in any way, but it can aggravate the child’s habit of craving for the attention of the parents.</w:t>
      </w:r>
    </w:p>
    <w:p w:rsidR="00822417" w:rsidRDefault="00BE2C51" w:rsidP="00BE2C51">
      <w:pPr>
        <w:pStyle w:val="libNormal"/>
      </w:pPr>
      <w:r>
        <w:t>A lady writes:</w:t>
      </w:r>
    </w:p>
    <w:p w:rsidR="00822417" w:rsidRDefault="00BE2C51" w:rsidP="00BE2C51">
      <w:pPr>
        <w:pStyle w:val="libNormal"/>
      </w:pPr>
      <w:r>
        <w:rPr>
          <w:rFonts w:hint="eastAsia"/>
        </w:rPr>
        <w:t>“</w:t>
      </w:r>
      <w:r>
        <w:t>After the first two daughters my parents had their first son. I cannot forget the celebratory mood of my mother at that time. My parents pampered my sibling so much that at the age of two years he used to beat us sisters. He used to bite us and we had no courage to defend ourselves. Whatever he desired was made available to him without any fuss. He used to be naughty with other children. For going to school he was shown lot of indulgence. But he used to avoid doing any schoolwork. He never paid the slightest heed to his teachers. He never progressed and ultimately dropped out of school. Now that he is a grown up adult, he is an uneducated and lonely person. He takes no interest in any work and has become very excitable. He has no love for his sisters.</w:t>
      </w:r>
    </w:p>
    <w:p w:rsidR="00822417" w:rsidRDefault="00BE2C51" w:rsidP="00BE2C51">
      <w:pPr>
        <w:pStyle w:val="libNormal"/>
      </w:pPr>
      <w:r>
        <w:t>Our dear brother has become a victim of the faulty upbringing and excessive indulgence of our parents!"</w:t>
      </w:r>
    </w:p>
    <w:p w:rsidR="00822417" w:rsidRDefault="00BE2C51" w:rsidP="003C333D">
      <w:pPr>
        <w:pStyle w:val="Heading1Center"/>
      </w:pPr>
      <w:bookmarkStart w:id="38" w:name="_Toc431646345"/>
      <w:r>
        <w:t>Sucking of Thumbs</w:t>
      </w:r>
      <w:bookmarkEnd w:id="38"/>
    </w:p>
    <w:p w:rsidR="00822417" w:rsidRDefault="00BE2C51" w:rsidP="00BE2C51">
      <w:pPr>
        <w:pStyle w:val="libNormal"/>
      </w:pPr>
      <w:r>
        <w:t>It is the common habit of small children that they suck their thumbs. Generally at three months age the babies commence thumb sucking and keep doing it for sometime. The natural cause of this habit can be the breast-feeding of the baby. When it is hungry it either suckles the breast of the mother or the rubber-soothers. The child feels that sucking gives it comfort and over a time learns that it can suck its thumb when the mother’s breast is not available to it.</w:t>
      </w:r>
    </w:p>
    <w:p w:rsidR="00822417" w:rsidRDefault="00BE2C51" w:rsidP="00BE2C51">
      <w:pPr>
        <w:pStyle w:val="libNormal"/>
      </w:pPr>
      <w:r>
        <w:lastRenderedPageBreak/>
        <w:t>This is a part of the learning process of the child. It detects the usefulness of sucking its thumb and gets used to the habit. This habit comes handy to the child when it is hungry and the feed is not available to it; also it can allude to thumb sucking if it has any feeling of discomfort. Many parents think that thumb sucking is not a good habit and devise ways of stopping the child from doing it. Here it must be mentioned that orthodontists consider thumb sucking adversely affects the natural configuration of teeth and the mouth, many dentists and doctors have felt that thumb sucking in children is not so harmful.</w:t>
      </w:r>
    </w:p>
    <w:p w:rsidR="00822417" w:rsidRDefault="00BE2C51" w:rsidP="00BE2C51">
      <w:pPr>
        <w:pStyle w:val="libNormal"/>
      </w:pPr>
      <w:r>
        <w:t>One expert says:</w:t>
      </w:r>
    </w:p>
    <w:p w:rsidR="00822417" w:rsidRDefault="00BE2C51" w:rsidP="00BE2C51">
      <w:pPr>
        <w:pStyle w:val="libNormal"/>
      </w:pPr>
      <w:r>
        <w:rPr>
          <w:rFonts w:hint="eastAsia"/>
        </w:rPr>
        <w:t>“</w:t>
      </w:r>
      <w:r>
        <w:t>Many psychologists and paediatricians opine that thumb sucking habit in children is not harmful in any way and in most instances it doesn’t become the cause of any defect in the mouths. They also observe that this habit tapers off automatically once the child has set its milk teeth." (Ruwan shinashi kudak, p. 172)</w:t>
      </w:r>
    </w:p>
    <w:p w:rsidR="00822417" w:rsidRDefault="00BE2C51" w:rsidP="00BE2C51">
      <w:pPr>
        <w:pStyle w:val="libNormal"/>
      </w:pPr>
      <w:r>
        <w:t>But, nevertheless it is possible that this habit might cause some health problems because generally the child’s fingers are exposed to the atmosphere and might carry some infectious material into the mouth. Most parents therefore don’t want their child to get into the habit of thumb sucking.</w:t>
      </w:r>
    </w:p>
    <w:p w:rsidR="00822417" w:rsidRDefault="00BE2C51" w:rsidP="00BE2C51">
      <w:pPr>
        <w:pStyle w:val="libNormal"/>
      </w:pPr>
      <w:r>
        <w:t>Apparently this habit of thumb sucking is not a serious problem and if a child gets used to it, the habit will leave him as he grows up. But if the parents want, they can take steps to see that the child does not get into the habit at the initial stages. Preventing a child from the habit of thumb sucking is far easier than stopping it after it has got habituated.</w:t>
      </w:r>
    </w:p>
    <w:p w:rsidR="00822417" w:rsidRDefault="00BE2C51" w:rsidP="00BE2C51">
      <w:pPr>
        <w:pStyle w:val="libNormal"/>
      </w:pPr>
      <w:r>
        <w:t>When the parents initially notice the tendency of thumb sucking in the child, they should try to find the reason, give it more milk if its hunger is not satiated, and if it gets hungry between the feeding schedule give it some fruit juice or biscuit. But if the reason for thumb sucking is some discomfort, it must be properly investigated and remedy found.</w:t>
      </w:r>
    </w:p>
    <w:p w:rsidR="00822417" w:rsidRDefault="00BE2C51" w:rsidP="00BE2C51">
      <w:pPr>
        <w:pStyle w:val="libNormal"/>
      </w:pPr>
      <w:r>
        <w:t>If the child gets into the habit of thumb sucking despite all the preventive steps, then it will be difficult to check the habit. Another method of checking this habit in children is to provide them with good and soft toys with a view to divert their mind from thumb sucking. If the child is provided company of some other child to play with, it might not suck the thumb during the time they are at play. The other alternative tool for avoiding thumb sucking is to give the child a rubber-soother to suck. But here too there will be a chance of the child getting habituated to the tool for a period of time.</w:t>
      </w:r>
    </w:p>
    <w:p w:rsidR="00822417" w:rsidRDefault="00BE2C51" w:rsidP="00BE2C51">
      <w:pPr>
        <w:pStyle w:val="libNormal"/>
      </w:pPr>
      <w:r>
        <w:t>However, the parents have to practice patience and restraint in checking this habit in children and they should not have recourse to punishing the child to the detriment of its psyche. The parents should bear in mind that however strong the habit of thumb sucking in a child, it will leave him by about four or five years of age.</w:t>
      </w:r>
    </w:p>
    <w:p w:rsidR="00822417" w:rsidRDefault="00BE2C51" w:rsidP="003C333D">
      <w:pPr>
        <w:pStyle w:val="Heading1Center"/>
      </w:pPr>
      <w:bookmarkStart w:id="39" w:name="_Toc431646346"/>
      <w:r>
        <w:t>Fear</w:t>
      </w:r>
      <w:bookmarkEnd w:id="39"/>
    </w:p>
    <w:p w:rsidR="00822417" w:rsidRDefault="00BE2C51" w:rsidP="00BE2C51">
      <w:pPr>
        <w:pStyle w:val="libNormal"/>
      </w:pPr>
      <w:r>
        <w:t xml:space="preserve">Fear is a universal phenomenon. Every living creature has the instinct of fear to a lesser or greater extent. In abstract terms fear is essential for the </w:t>
      </w:r>
      <w:r>
        <w:lastRenderedPageBreak/>
        <w:t>safety of human beings. A person who doesn’t have the instinct of fear is not a psychologically normal person. This is the fear which makes man run away from dangerous calamities and save himself from death. Therefore, fear is a blessing that God has infused in the nature of human beings. But this blessing is useful only when man utilises it judiciously. Otherwise it will bring about harmful results. Fear manifests itself in two main forms:</w:t>
      </w:r>
    </w:p>
    <w:p w:rsidR="00822417" w:rsidRDefault="00BE2C51" w:rsidP="000D2B00">
      <w:pPr>
        <w:pStyle w:val="libCenterBold1"/>
      </w:pPr>
      <w:r>
        <w:t>First: Imaginary, misplaced and inane fears.</w:t>
      </w:r>
    </w:p>
    <w:p w:rsidR="00822417" w:rsidRDefault="00BE2C51" w:rsidP="000D2B00">
      <w:pPr>
        <w:pStyle w:val="libCenterBold1"/>
      </w:pPr>
      <w:r>
        <w:t>Second: Meaningful, reasonable and legitimate fears.</w:t>
      </w:r>
    </w:p>
    <w:p w:rsidR="00822417" w:rsidRDefault="00BE2C51" w:rsidP="000D2B00">
      <w:pPr>
        <w:pStyle w:val="libCenterBold1"/>
      </w:pPr>
      <w:r>
        <w:t>Inane Fears:</w:t>
      </w:r>
    </w:p>
    <w:p w:rsidR="00822417" w:rsidRDefault="00BE2C51" w:rsidP="00BE2C51">
      <w:pPr>
        <w:pStyle w:val="libNormal"/>
      </w:pPr>
      <w:r>
        <w:t>The first category of inane fear can be the fear of devils, evil spirits; fear of the darkness, fear of harmless animals like cats, rats, frogs, camels, horses. Fear of thieves and burglars, fear of cadavers, the coffins; fear of the doctor and the shots he injects, fear of the lightning and fear of sleeping alone; fear of the examinations; fear of disease and death. There are a lot of such baseless fears that can become the bane of a person if he is not able to overcome them.</w:t>
      </w:r>
    </w:p>
    <w:p w:rsidR="00822417" w:rsidRDefault="00BE2C51" w:rsidP="00BE2C51">
      <w:pPr>
        <w:pStyle w:val="libNormal"/>
      </w:pPr>
      <w:r>
        <w:t>He is always obsessed with the fears and wakes up sometimes from sleep shouting and yelling as a result of seeing disturbing and horrendous dreams. Unnecessary fear and tension is a psychic illness that can have very harmful effects on the child’s future life. A timid person will lack courage and while taking any major decisions he will be subject to great pressure. He will avoid meeting people and will always be worried and crestfallen. He will run away from congregations and will prefer a lonely existence. Several psychic illnesses spring from such inane fears in a person.</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Fear is calamitous." (Gharar al hukm, p. 8)</w:t>
      </w:r>
    </w:p>
    <w:p w:rsidR="00822417" w:rsidRDefault="00BE2C51" w:rsidP="00BE2C51">
      <w:pPr>
        <w:pStyle w:val="libNormal"/>
      </w:pPr>
      <w:r>
        <w:t>Therefore a good mentor will makes efforts to see that the child remains free of unfounded fears. We have some suggestions here for the consideration of the mentors:</w:t>
      </w:r>
    </w:p>
    <w:p w:rsidR="00822417" w:rsidRDefault="00BE2C51" w:rsidP="00BE2C51">
      <w:pPr>
        <w:pStyle w:val="libNormal"/>
      </w:pPr>
      <w:r>
        <w:t>1. Preventing fears is far better than curing them. Try to ensure that the child is not exposed to situations of unfounded fears that it turns timid. Psychologists observe that the sound of a running locomotive, lightning, thunders, sound of alarms and noises near the head of a baby can be the initial causes of fear in a child. As far as possible protect the child from such exposures.</w:t>
      </w:r>
    </w:p>
    <w:p w:rsidR="00822417" w:rsidRDefault="00BE2C51" w:rsidP="00BE2C51">
      <w:pPr>
        <w:pStyle w:val="libNormal"/>
      </w:pPr>
      <w:r>
        <w:t>2. Fear is infectious. The child by nature is not timid. But if the parents and others in his environment are timid, then the child gets into this habit. If you wish that your child had no fears, then seek a cure for your own fears. Don’t express fear over unfounded causes of fear.</w:t>
      </w:r>
    </w:p>
    <w:p w:rsidR="00822417" w:rsidRDefault="00BE2C51" w:rsidP="00BE2C51">
      <w:pPr>
        <w:pStyle w:val="libNormal"/>
      </w:pPr>
      <w:r>
        <w:t xml:space="preserve">3. Watching films on the subject of crime and punishment, watching and listening to horror stories on the television and radio, reading and hearing mystery stories and even reading accounts of fearsome events in the papers and journals can be harmful for the children. As far as possible keep the impressionable children away from such things. Never talk about the Jinns and fairies to the children. If they have heard from some quarters about </w:t>
      </w:r>
      <w:r>
        <w:lastRenderedPageBreak/>
        <w:t>these, convince them that the existence of the Jinns is confirmed by the Quran but they also lead lives like the human beings and don’t do us any harm.</w:t>
      </w:r>
    </w:p>
    <w:p w:rsidR="00822417" w:rsidRDefault="00BE2C51" w:rsidP="00BE2C51">
      <w:pPr>
        <w:pStyle w:val="libNormal"/>
      </w:pPr>
      <w:r>
        <w:t>4. Abstain from intimidating the child for his training. Don’t frighten him with mention of the devil and evil spirits. These methods might be effective momentarily but they can render the child timid. As a punishment for misdemeanour the child should never be confined to a lonely dark corner. Some thoughtless mothers produce the sound of a cat or a dog from behind a wall to quieten their crying children. They don’t know the harm such things might cause to the impressionable mind of the little child.</w:t>
      </w:r>
    </w:p>
    <w:p w:rsidR="00822417" w:rsidRDefault="00BE2C51" w:rsidP="00BE2C51">
      <w:pPr>
        <w:pStyle w:val="libNormal"/>
      </w:pPr>
      <w:r>
        <w:t>A person writes in his diary:</w:t>
      </w:r>
    </w:p>
    <w:p w:rsidR="00822417" w:rsidRDefault="00BE2C51" w:rsidP="00BE2C51">
      <w:pPr>
        <w:pStyle w:val="libNormal"/>
      </w:pPr>
      <w:r>
        <w:rPr>
          <w:rFonts w:hint="eastAsia"/>
        </w:rPr>
        <w:t>“</w:t>
      </w:r>
      <w:r>
        <w:t>Our grandma was in the habit of going to another room in the house and shouting in a changed tone,’ I am the devilI have come to your house to eat you !”We used to fall quiet with fear and in the belief that it was really the devil. Over a period of time such acts rendered me a timid person. This is the reason that I cannot stir alone out of my house. I am now a timid and nervous adult"</w:t>
      </w:r>
    </w:p>
    <w:p w:rsidR="00822417" w:rsidRDefault="00BE2C51" w:rsidP="00BE2C51">
      <w:pPr>
        <w:pStyle w:val="libNormal"/>
      </w:pPr>
      <w:r>
        <w:t>One woman writes:</w:t>
      </w:r>
    </w:p>
    <w:p w:rsidR="00822417" w:rsidRDefault="00BE2C51" w:rsidP="00BE2C51">
      <w:pPr>
        <w:pStyle w:val="libNormal"/>
      </w:pPr>
      <w:r>
        <w:rPr>
          <w:rFonts w:hint="eastAsia"/>
        </w:rPr>
        <w:t>“</w:t>
      </w:r>
      <w:r>
        <w:t>I was around five years then. I was playing one day in the courtyard with my cousin. Suddenly we noticed a horrible apparition. It had a big head, shining eyes, big long teeth, long and lose black dress and big black shoes in its feet. It was in the middle of the courtyard. Making weird sounds it wanted to gobble us. We yelled and ran into the dark attic. I clawed the wall with such intensity that my fingers were bruised. I fell unconscious with fear. I had to be rushed to the doctor to revive me.</w:t>
      </w:r>
    </w:p>
    <w:p w:rsidR="00822417" w:rsidRDefault="00BE2C51" w:rsidP="00BE2C51">
      <w:pPr>
        <w:pStyle w:val="libNormal"/>
      </w:pPr>
      <w:r>
        <w:t>For a long time I used to hide myself in corners with fear and the slightest commotion would upset my nerves. Even now I have shattered nerves and am unable to concentrate on any activity. Later on I learnt that the apparition was a practical joke of another of my cousins. She put a painted earthen pot over her head to frighten us out of our wits. She has become the cause of my nervous condition."</w:t>
      </w:r>
    </w:p>
    <w:p w:rsidR="00822417" w:rsidRDefault="00BE2C51" w:rsidP="00BE2C51">
      <w:pPr>
        <w:pStyle w:val="libNormal"/>
      </w:pPr>
      <w:r>
        <w:t>5. If your child is timid because of your carelessness or other causes, then don’t neglect his condition any further. Try to rectify the situation as soon as possible. If the child realises that his fears are unfounded, he will become normal by himself. But shouting at the child and ridiculing him and putting him to shame in front of others is no solution for the problem. Such acts on the one hand do not remove the child’s fears and on the other hand make him morose and despondent. He doesn’t want to remain timid. Your carelessness and other causes have made him timid.</w:t>
      </w:r>
    </w:p>
    <w:p w:rsidR="00822417" w:rsidRDefault="00BE2C51" w:rsidP="00BE2C51">
      <w:pPr>
        <w:pStyle w:val="libNormal"/>
      </w:pPr>
      <w:r>
        <w:t>Try to find the causes of his fears with patience and thoughtfulness. Then search for remedies. If the child is afraid of imaginary devils and evil spirits, convince him that there are no such things. Tell him that the Jinns have nothing to do with the humans. If the child fears the harmless animals, demonstrate to him practically that the animals are harmless. If the child is scared of darkness,acquaint him with places with reduced lighting.</w:t>
      </w:r>
    </w:p>
    <w:p w:rsidR="00822417" w:rsidRDefault="00BE2C51" w:rsidP="00BE2C51">
      <w:pPr>
        <w:pStyle w:val="libNormal"/>
      </w:pPr>
      <w:r>
        <w:t xml:space="preserve">When you are yourself with the child, momentarily put off the light. Then progressively increase the period of darkness. When you are in the same room with the child at some distance, repeat the experiment of putting </w:t>
      </w:r>
      <w:r>
        <w:lastRenderedPageBreak/>
        <w:t>off and switching on the lights. Repeat these trials with patience till the fear of darkness is removed from the mind of the child. RememberNo harsh methods should be employed to correct the fear complex of the child. Forcing a child to face the things he fears will have negative results.</w:t>
      </w:r>
    </w:p>
    <w:p w:rsidR="00822417" w:rsidRDefault="00BE2C51" w:rsidP="00BE2C51">
      <w:pPr>
        <w:pStyle w:val="libNormal"/>
      </w:pPr>
      <w:r>
        <w:t>If the child is afraid of going to the doctor and taking vaccinations then convince him with love and affection about the need for the treatment. Sometimes the situation demands that the child has to be admitted to a paediatric hospital. It will be a difficult time that the child does not like to be away from the parents. If the child is forced to admit in the hospital against his wish, it can be very difficult on him Sometimes it is useful to acquaint the child with the environment of a hospital.</w:t>
      </w:r>
    </w:p>
    <w:p w:rsidR="00822417" w:rsidRDefault="00BE2C51" w:rsidP="00BE2C51">
      <w:pPr>
        <w:pStyle w:val="libNormal"/>
      </w:pPr>
      <w:r>
        <w:t>When the parents go visiting a patient in a hospital, they should take the child there for a short visit that he gets acquainted with the environment. Meeting the kind doctors and nurses in the hospital will remove the fear from the child’s mind and in the event of his needing hospitalisation he would agree to comply without much fuss. Before taking the child to the hospital the parents should convince him that his health needs the attention of the kind doctors and nurses and he must go to the hospital to get well soon and return. Tell him that they would visit him at the hospital along with other members of the family.</w:t>
      </w:r>
    </w:p>
    <w:p w:rsidR="00822417" w:rsidRDefault="00BE2C51" w:rsidP="00BE2C51">
      <w:pPr>
        <w:pStyle w:val="libNormal"/>
      </w:pPr>
      <w:r>
        <w:t>Never tell a falsehood to the child. When you have to leave him in the hospital bed, don’t tell him that he should sleep and you will remain seated there. Don’t give him a false hope that he would not be given the medicines. Convince him that he is ill and the treatment at the hospital is necessary for his quick recovery.</w:t>
      </w:r>
    </w:p>
    <w:p w:rsidR="00822417" w:rsidRDefault="00BE2C51" w:rsidP="000D2B00">
      <w:pPr>
        <w:pStyle w:val="libCenterBold1"/>
      </w:pPr>
      <w:r>
        <w:t>Legitimate Fears:</w:t>
      </w:r>
    </w:p>
    <w:p w:rsidR="00822417" w:rsidRDefault="00BE2C51" w:rsidP="00BE2C51">
      <w:pPr>
        <w:pStyle w:val="libNormal"/>
      </w:pPr>
      <w:r>
        <w:t>As far as the legitimate fears of a child are concerned, the mentor should adopt a clever, thoughtful attitude towards them. Mention about dangerous situations to the child and discuss their remedies. Inform him about the bad consequences of negligence. Demonstrate to him the correct use of matches, gas and electrical gadgets and the dangers associated with these things. Teach him the right way of crossing a busy road and acquaint him with the traffic rules for the pedestrians. Frankly mention to the child the dangers which might confront him in his daily life. Acquaint him with the safety measures and create in him the faith on himself and trust in Allah. He should be prepared to meet the challenges in his daily life, rather than getting scared of the dangers around him.</w:t>
      </w:r>
    </w:p>
    <w:p w:rsidR="00822417" w:rsidRDefault="00BE2C51" w:rsidP="00BE2C51">
      <w:pPr>
        <w:pStyle w:val="libNormal"/>
      </w:pPr>
      <w:r>
        <w:t>Another legitimate fear is the fear of death. But excessive fear of death turns into a psychic ailment. This fear takes away the spiritual calm and composure from a person. And blunts his physical capabilities. It is therefore necessary to take preventive measures against this type of fear. For sometime the child does not understand the meaning of death.</w:t>
      </w:r>
    </w:p>
    <w:p w:rsidR="00822417" w:rsidRDefault="00BE2C51" w:rsidP="00BE2C51">
      <w:pPr>
        <w:pStyle w:val="libNormal"/>
      </w:pPr>
      <w:r>
        <w:t xml:space="preserve">It is better the mentor don’t talk about this phenomenon at this stage. But sometimes the child learns about this at the death of someone close to him. It is quite possible the child might ask questions about death in such a situation. If the child has reached the stage of understanding at that time, then the parents must reveal to him the truth. They must tell him that death </w:t>
      </w:r>
      <w:r>
        <w:lastRenderedPageBreak/>
        <w:t>is not anything special but it is a transition from the present world to another. In that world he will get reward for his good deeds and retribution for his evil deeds committed in this world.</w:t>
      </w:r>
    </w:p>
    <w:p w:rsidR="00822417" w:rsidRDefault="00BE2C51" w:rsidP="00BE2C51">
      <w:pPr>
        <w:pStyle w:val="libNormal"/>
      </w:pPr>
      <w:r>
        <w:t>Everyone has to die one day. Allah says in the Holy Quran, ‘All people will die’. Death is not important but the actions in this life are important that the Judgment in the other world is made according to the actions of the person in this life.</w:t>
      </w:r>
    </w:p>
    <w:p w:rsidR="00822417" w:rsidRDefault="00BE2C51" w:rsidP="00BE2C51">
      <w:pPr>
        <w:pStyle w:val="libNormal"/>
      </w:pPr>
      <w:r>
        <w:t>Excessive thought of death is not good. It should not enter the realm of a lurking fear . This will be harmful. Another positive aspect of fear is the fear of God and the fear of the Day of Judgment. These fears should not be so intense that they result in nervous tensions for the person. These fears encourage a person to do good deeds and stop him from evil acts. Therefore Allah says in the Holy Book:</w:t>
      </w:r>
    </w:p>
    <w:p w:rsidR="00822417" w:rsidRDefault="00BE2C51" w:rsidP="00BE2C51">
      <w:pPr>
        <w:pStyle w:val="libNormal"/>
      </w:pPr>
      <w:r>
        <w:rPr>
          <w:rFonts w:hint="eastAsia"/>
        </w:rPr>
        <w:t>“</w:t>
      </w:r>
      <w:r>
        <w:t>If you are among the faithful, fear not others and fear Me alone." (Quran, 3:175)</w:t>
      </w:r>
    </w:p>
    <w:p w:rsidR="00822417" w:rsidRDefault="00BE2C51" w:rsidP="00BE2C51">
      <w:pPr>
        <w:pStyle w:val="libNormal"/>
      </w:pPr>
      <w:r>
        <w:t>Also the Quran describes the hardships and retributions of the Day of Judgment. Therefore a thoughtful and faithful mentor puts the idea of the rewards and punishments of the Hereafter in the impressionable minds of his charges.</w:t>
      </w:r>
    </w:p>
    <w:p w:rsidR="00822417" w:rsidRDefault="00BE2C51" w:rsidP="00BE2C51">
      <w:pPr>
        <w:pStyle w:val="libNormal"/>
      </w:pPr>
      <w:r>
        <w:t>It will be in place to remind that a good mentor should not all the time talk of the Heaven and the Hell and give an impression to the child that God is severe on His creations. But the mentor should acquaint the child more with the benevolence of Almighty Allah.</w:t>
      </w:r>
    </w:p>
    <w:p w:rsidR="00BE2C51" w:rsidRDefault="00BE2C51" w:rsidP="003C333D">
      <w:pPr>
        <w:pStyle w:val="libNormal"/>
      </w:pPr>
      <w:r>
        <w:br w:type="page"/>
      </w:r>
    </w:p>
    <w:p w:rsidR="00822417" w:rsidRDefault="00BE2C51" w:rsidP="00BE2C51">
      <w:pPr>
        <w:pStyle w:val="Heading1Center"/>
      </w:pPr>
      <w:bookmarkStart w:id="40" w:name="_Toc431646347"/>
      <w:r>
        <w:lastRenderedPageBreak/>
        <w:t>Play and Recreation</w:t>
      </w:r>
      <w:bookmarkEnd w:id="40"/>
    </w:p>
    <w:p w:rsidR="00822417" w:rsidRDefault="00BE2C51" w:rsidP="00BE2C51">
      <w:pPr>
        <w:pStyle w:val="libNormal"/>
      </w:pPr>
      <w:r>
        <w:t>As breathing is necessary for the child, so is some exercise and play. At the preliminary and middle levels at the school the predominant activities of the children are sports, games and recreation. As they progress in their curricula, these activities are reduced. Despite increasing load of scholastic work, the children have to take out some time for sports. Participating in outdoor games is an important physical activity that is essential for the good health of a child. Those children who don’t take part in some outdoor games are generally not healthy. Islam is conscious of this natural prerequisite and therefore advises to keep the children physically free.</w:t>
      </w:r>
    </w:p>
    <w:p w:rsidR="00822417" w:rsidRDefault="00BE2C51" w:rsidP="00BE2C51">
      <w:pPr>
        <w:pStyle w:val="libNormal"/>
      </w:pPr>
      <w:r>
        <w:t>Imam Jafer al Sadiq says:</w:t>
      </w:r>
    </w:p>
    <w:p w:rsidR="00822417" w:rsidRDefault="00BE2C51" w:rsidP="00BE2C51">
      <w:pPr>
        <w:pStyle w:val="libNormal"/>
      </w:pPr>
      <w:r>
        <w:rPr>
          <w:rFonts w:hint="eastAsia"/>
        </w:rPr>
        <w:t>“</w:t>
      </w:r>
      <w:r>
        <w:t>Leave the child free to play till it is seven years old." (Wasail al-shiah, v 15, p. 193)</w:t>
      </w:r>
    </w:p>
    <w:p w:rsidR="00822417" w:rsidRDefault="00BE2C51" w:rsidP="00BE2C51">
      <w:pPr>
        <w:pStyle w:val="libNormal"/>
      </w:pPr>
      <w:r>
        <w:t>The Prophet of Islam says:</w:t>
      </w:r>
    </w:p>
    <w:p w:rsidR="00822417" w:rsidRDefault="00BE2C51" w:rsidP="00BE2C51">
      <w:pPr>
        <w:pStyle w:val="libNormal"/>
      </w:pPr>
      <w:r>
        <w:rPr>
          <w:rFonts w:hint="eastAsia"/>
        </w:rPr>
        <w:t>“</w:t>
      </w:r>
      <w:r>
        <w:t>Let them play; the earth is the pasture of the children !" (Majma az zawaid, v 8, p. 159)</w:t>
      </w:r>
    </w:p>
    <w:p w:rsidR="00822417" w:rsidRDefault="00BE2C51" w:rsidP="00BE2C51">
      <w:pPr>
        <w:pStyle w:val="libNormal"/>
      </w:pPr>
      <w:r>
        <w:t>Playing is a natural exercise for the child. This will make its limbs strong. The mental capabilities will sharpen and it will grow in strength. At the ground of play the child will be exposed to community living and sharing responsibilities with others.</w:t>
      </w:r>
    </w:p>
    <w:p w:rsidR="00822417" w:rsidRDefault="00BE2C51" w:rsidP="00BE2C51">
      <w:pPr>
        <w:pStyle w:val="libNormal"/>
      </w:pPr>
      <w:r>
        <w:t>The psychologists differ in their assessment of the importance of sports. We need not go into the details of their findings. For us it is sufficient that play and physical exercise is an important aspect of the upbringing of a child. The mentor therefore should not consider this only as an extra-curricular-activity. to be treated lightly. The child gets acquainted with the outside world while at play. He learns about performing tasks. He practices avoiding risks and also co-operating and co-ordinating with the members of his team. In team games he learns to respect the rights of others and learns about the rules of the games.</w:t>
      </w:r>
    </w:p>
    <w:p w:rsidR="00822417" w:rsidRDefault="00BE2C51" w:rsidP="00BE2C51">
      <w:pPr>
        <w:pStyle w:val="libNormal"/>
      </w:pPr>
      <w:r>
        <w:t>William Astern writes:</w:t>
      </w:r>
    </w:p>
    <w:p w:rsidR="00822417" w:rsidRDefault="00BE2C51" w:rsidP="00BE2C51">
      <w:pPr>
        <w:pStyle w:val="libNormal"/>
      </w:pPr>
      <w:r>
        <w:rPr>
          <w:rFonts w:hint="eastAsia"/>
        </w:rPr>
        <w:t>“</w:t>
      </w:r>
      <w:r>
        <w:t>Games are a source of developing the natural capabilities in the child. They are like an exercise for the future discipline and activities of the person."(Ruwan shinashi kudak, p. 331)</w:t>
      </w:r>
    </w:p>
    <w:p w:rsidR="00822417" w:rsidRDefault="00BE2C51" w:rsidP="00BE2C51">
      <w:pPr>
        <w:pStyle w:val="libNormal"/>
      </w:pPr>
      <w:r>
        <w:t>Alexi Maxim writes:</w:t>
      </w:r>
    </w:p>
    <w:p w:rsidR="00822417" w:rsidRDefault="00BE2C51" w:rsidP="00BE2C51">
      <w:pPr>
        <w:pStyle w:val="libNormal"/>
      </w:pPr>
      <w:r>
        <w:rPr>
          <w:rFonts w:hint="eastAsia"/>
        </w:rPr>
        <w:t>“</w:t>
      </w:r>
      <w:r>
        <w:t>Games provide to the child comprehension of life and a means of exercise to the body. Games help the child acquaint himself with the social norms. Play strengthens the child’s feelings. The child in his play makes a house, builds a factory, takes an expedition to the North Pole, flies in the space and guards the borders of his country."</w:t>
      </w:r>
    </w:p>
    <w:p w:rsidR="00822417" w:rsidRDefault="00BE2C51" w:rsidP="00BE2C51">
      <w:pPr>
        <w:pStyle w:val="libNormal"/>
      </w:pPr>
      <w:r>
        <w:t>Anton Semonowich Makarno, a famous Russian expert on the subject of child-upbringing, says:</w:t>
      </w:r>
    </w:p>
    <w:p w:rsidR="00822417" w:rsidRDefault="00BE2C51" w:rsidP="00BE2C51">
      <w:pPr>
        <w:pStyle w:val="libNormal"/>
      </w:pPr>
      <w:r>
        <w:rPr>
          <w:rFonts w:hint="eastAsia"/>
        </w:rPr>
        <w:t>“</w:t>
      </w:r>
      <w:r>
        <w:t>If a person is smart in games and play in his childhood, he will reflect the same quality in his life as he grows up. Good play is like doing good work. Every game requires the use of mental and physical capabilities. Observe a child at play and find how he has formulated his strategy to succeed in that event. At play the feelings and sentiments of the child will be authentic. The elders should. Be observant of these." (Ruwan shinashi kudak, p. 130)</w:t>
      </w:r>
    </w:p>
    <w:p w:rsidR="00822417" w:rsidRDefault="00BE2C51" w:rsidP="00BE2C51">
      <w:pPr>
        <w:pStyle w:val="libNormal"/>
      </w:pPr>
      <w:r>
        <w:lastRenderedPageBreak/>
        <w:t>William Mc Dougal writes:</w:t>
      </w:r>
    </w:p>
    <w:p w:rsidR="00822417" w:rsidRDefault="00BE2C51" w:rsidP="00BE2C51">
      <w:pPr>
        <w:pStyle w:val="libNormal"/>
      </w:pPr>
      <w:r>
        <w:rPr>
          <w:rFonts w:hint="eastAsia"/>
        </w:rPr>
        <w:t>“</w:t>
      </w:r>
      <w:r>
        <w:t>Before nature manifests in the field of activity, play reflects the bent of the persons mind." (Ruwan shinashi kudak, p. 332)</w:t>
      </w:r>
    </w:p>
    <w:p w:rsidR="00822417" w:rsidRDefault="00BE2C51" w:rsidP="00BE2C51">
      <w:pPr>
        <w:pStyle w:val="libNormal"/>
      </w:pPr>
      <w:r>
        <w:t>Although, at play, the child is not performing any specific work, it is not less than performing a physical and mental work. During play the inclinations of the natural and personal capabilities will manifest themselves. While playing the character of the child takes shape for the bright future.</w:t>
      </w:r>
    </w:p>
    <w:p w:rsidR="00822417" w:rsidRDefault="00BE2C51" w:rsidP="00BE2C51">
      <w:pPr>
        <w:pStyle w:val="libNormal"/>
      </w:pPr>
      <w:r>
        <w:t>The guardians of children can be categorised in several ways:</w:t>
      </w:r>
    </w:p>
    <w:p w:rsidR="00822417" w:rsidRDefault="00BE2C51" w:rsidP="00BE2C51">
      <w:pPr>
        <w:pStyle w:val="libNormal"/>
      </w:pPr>
      <w:r>
        <w:t>There are those who consider playing with toys and games an unnecessary pastime and try their best to dissuade their children from taking part in any such activity.</w:t>
      </w:r>
    </w:p>
    <w:p w:rsidR="00822417" w:rsidRDefault="00BE2C51" w:rsidP="00BE2C51">
      <w:pPr>
        <w:pStyle w:val="libNormal"/>
      </w:pPr>
      <w:r>
        <w:t>There are others who are not against the children playing games and give them total freedom to select the toys and games of their choice to play.</w:t>
      </w:r>
    </w:p>
    <w:p w:rsidR="00822417" w:rsidRDefault="00BE2C51" w:rsidP="00BE2C51">
      <w:pPr>
        <w:pStyle w:val="libNormal"/>
      </w:pPr>
      <w:r>
        <w:t>The third category of guardians is those who don’t attach any importance to game other than keeping the children occupied. They purchase toys and games without any other objective in view than providing some tools to the child to be fully occupied. The child plays with the toys, breaks them and throws them away when it is tired of them. The child also shows off his pretty toys and games to other children.</w:t>
      </w:r>
    </w:p>
    <w:p w:rsidR="00822417" w:rsidRDefault="00BE2C51" w:rsidP="00BE2C51">
      <w:pPr>
        <w:pStyle w:val="libNormal"/>
      </w:pPr>
      <w:r>
        <w:t>The fourth type of guardians are those who not only provide the means of play to the children but they keep a watch on the use of the material given to them. If the children come across any difficulty in using the newly acquired toys, they volunteer their assistance to solve the problem. Such guardians curb the problem solving instinct of the children and they get used to depending on the assistance of the elders in all matters.</w:t>
      </w:r>
    </w:p>
    <w:p w:rsidR="00822417" w:rsidRDefault="00BE2C51" w:rsidP="00BE2C51">
      <w:pPr>
        <w:pStyle w:val="libNormal"/>
      </w:pPr>
      <w:r>
        <w:t>Of the four categories of guardians, none completely measures up to the requirement of providing good learning experience to the child through play.</w:t>
      </w:r>
    </w:p>
    <w:p w:rsidR="00822417" w:rsidRDefault="00BE2C51" w:rsidP="00BE2C51">
      <w:pPr>
        <w:pStyle w:val="libNormal"/>
      </w:pPr>
      <w:r>
        <w:t>The best attitude that a guardian could adopt is that first of all he should leave the child free that it plays in tune with its own nature and choice. Secondly he should provide a range of educational toys to the child. He should take care to select such toys and games that sharpen the thinking and creative capabilities of the child.</w:t>
      </w:r>
    </w:p>
    <w:p w:rsidR="00822417" w:rsidRDefault="00BE2C51" w:rsidP="00BE2C51">
      <w:pPr>
        <w:pStyle w:val="libNormal"/>
      </w:pPr>
      <w:r>
        <w:t>Another technical aspect the guardian has to keep in mind while selecting the toys and games is that the child should find interest in constructive activities for self, the family and the society. It is a pity that most of the toys in the market have little educational value. For example, if one buys an electrically operated train or a car, the child will be busy looking at it all the day. But he will not learn anything that could be useful for him in the future.</w:t>
      </w:r>
    </w:p>
    <w:p w:rsidR="00822417" w:rsidRDefault="00BE2C51" w:rsidP="00BE2C51">
      <w:pPr>
        <w:pStyle w:val="libNormal"/>
      </w:pPr>
      <w:r>
        <w:t>The most useful toys are those which come in knocked-down condition and the child has to assemble them through trial and error method. For example, a collection of blocks which can be assembled into a building, incomplete paintings, jig-saw puzzles, stitching and embroidery material, carpentry tools etc</w:t>
      </w:r>
    </w:p>
    <w:p w:rsidR="00822417" w:rsidRDefault="00BE2C51" w:rsidP="00BE2C51">
      <w:pPr>
        <w:pStyle w:val="libNormal"/>
      </w:pPr>
      <w:r>
        <w:t>The mentor has to keep a watchful eye on the child at play that he can provide guidance to him at the right time. Watching children at play in itself is a very important aspect of training and upbringing.</w:t>
      </w:r>
    </w:p>
    <w:p w:rsidR="00822417" w:rsidRDefault="00BE2C51" w:rsidP="00BE2C51">
      <w:pPr>
        <w:pStyle w:val="libNormal"/>
      </w:pPr>
      <w:r>
        <w:lastRenderedPageBreak/>
        <w:t>A good teacher will provide the toys and games to the child and leave him alone to independently use them but will keep a subtle eye on the activity that the child is guided when he makes any mistake in the right use of the material.</w:t>
      </w:r>
    </w:p>
    <w:p w:rsidR="00822417" w:rsidRDefault="00BE2C51" w:rsidP="00BE2C51">
      <w:pPr>
        <w:pStyle w:val="libNormal"/>
      </w:pPr>
      <w:r>
        <w:t>For instance, when a toy car or toy train is given to the child, he is asked about the function of these machines. If the child replies that they are for moving men and materials from one place to another, then he is left alone to play with the toy. If the toy develops any defect during the use, leave it to the child to fix it as far as possible. The child may be guided in this regard that he develops self-confidence in accomplishing the task.</w:t>
      </w:r>
    </w:p>
    <w:p w:rsidR="00822417" w:rsidRDefault="00BE2C51" w:rsidP="00BE2C51">
      <w:pPr>
        <w:pStyle w:val="libNormal"/>
      </w:pPr>
      <w:r>
        <w:t>If you buy a doll for your daughter, it should not be in complete form. But you must guide her to prepare dresses for the doll. She will dress the doll, keep it clean, and play-act as if she is giving it a bath, changing the dress and giving it food. The child will sing a lullaby to make the doll sleep and wake it up to take it along. Emulating her elders, the child will teach good manners to the doll.</w:t>
      </w:r>
    </w:p>
    <w:p w:rsidR="00822417" w:rsidRDefault="00BE2C51" w:rsidP="00BE2C51">
      <w:pPr>
        <w:pStyle w:val="libNormal"/>
      </w:pPr>
      <w:r>
        <w:t>You will notice that the child puts into practice with the doll what she has heard from the elders. The child does most of the things in emulation of the acts of the parents and the elder siblings. The toys are useful when the child learns useful things of day-to-day life playing with them. The child must be encouraged to play with the toys rather that preserving them in a showcase and showing off to their playmates. There must be a proper place where the child should keep the toys after playing with them. The child must be encouraged to keep the place orderly and clean.</w:t>
      </w:r>
    </w:p>
    <w:p w:rsidR="00822417" w:rsidRDefault="00BE2C51" w:rsidP="00BE2C51">
      <w:pPr>
        <w:pStyle w:val="libNormal"/>
      </w:pPr>
      <w:r>
        <w:t>There should not be too many toys with the child at a time. This can tend to confuse the child and make it difficult to make a choice. The toys need not be expensive and very attractive.</w:t>
      </w:r>
    </w:p>
    <w:p w:rsidR="00822417" w:rsidRDefault="00BE2C51" w:rsidP="00BE2C51">
      <w:pPr>
        <w:pStyle w:val="libNormal"/>
      </w:pPr>
      <w:r>
        <w:t>The games for children can be categorised as:</w:t>
      </w:r>
    </w:p>
    <w:p w:rsidR="00BE2C51" w:rsidRDefault="00BE2C51" w:rsidP="00BE2C51">
      <w:pPr>
        <w:pStyle w:val="libNormal"/>
      </w:pPr>
      <w:r>
        <w:rPr>
          <w:rFonts w:hint="eastAsia"/>
        </w:rPr>
        <w:t>ü</w:t>
      </w:r>
      <w:r>
        <w:t xml:space="preserve"> Games which a child can play individually.</w:t>
      </w:r>
    </w:p>
    <w:p w:rsidR="00BE2C51" w:rsidRDefault="00BE2C51" w:rsidP="00BE2C51">
      <w:pPr>
        <w:pStyle w:val="libNormal"/>
      </w:pPr>
      <w:r>
        <w:rPr>
          <w:rFonts w:hint="eastAsia"/>
        </w:rPr>
        <w:t>ü</w:t>
      </w:r>
      <w:r>
        <w:t xml:space="preserve"> Games which two or more children can play together.</w:t>
      </w:r>
    </w:p>
    <w:p w:rsidR="00BE2C51" w:rsidRDefault="00BE2C51" w:rsidP="00BE2C51">
      <w:pPr>
        <w:pStyle w:val="libNormal"/>
      </w:pPr>
      <w:r>
        <w:rPr>
          <w:rFonts w:hint="eastAsia"/>
        </w:rPr>
        <w:t>ü</w:t>
      </w:r>
      <w:r>
        <w:t xml:space="preserve"> Educational games which give a fillip to mental capability of the children.</w:t>
      </w:r>
    </w:p>
    <w:p w:rsidR="00BE2C51" w:rsidRDefault="00BE2C51" w:rsidP="00BE2C51">
      <w:pPr>
        <w:pStyle w:val="libNormal"/>
      </w:pPr>
      <w:r>
        <w:rPr>
          <w:rFonts w:hint="eastAsia"/>
        </w:rPr>
        <w:t>ü</w:t>
      </w:r>
      <w:r>
        <w:t xml:space="preserve"> Outdoor games which provide growth to the physique of the children.</w:t>
      </w:r>
    </w:p>
    <w:p w:rsidR="00BE2C51" w:rsidRDefault="00BE2C51" w:rsidP="00BE2C51">
      <w:pPr>
        <w:pStyle w:val="libNormal"/>
      </w:pPr>
      <w:r>
        <w:rPr>
          <w:rFonts w:hint="eastAsia"/>
        </w:rPr>
        <w:t>ü</w:t>
      </w:r>
      <w:r>
        <w:t xml:space="preserve"> Games which promote in the children the capability of defence and attack.</w:t>
      </w:r>
    </w:p>
    <w:p w:rsidR="00822417" w:rsidRDefault="00BE2C51" w:rsidP="00BE2C51">
      <w:pPr>
        <w:pStyle w:val="libNormal"/>
      </w:pPr>
      <w:r>
        <w:rPr>
          <w:rFonts w:hint="eastAsia"/>
        </w:rPr>
        <w:t>ü</w:t>
      </w:r>
      <w:r>
        <w:t xml:space="preserve"> Games that promote the spirit of co-operation amongst the children.</w:t>
      </w:r>
    </w:p>
    <w:p w:rsidR="00822417" w:rsidRDefault="00BE2C51" w:rsidP="00BE2C51">
      <w:pPr>
        <w:pStyle w:val="libNormal"/>
      </w:pPr>
      <w:r>
        <w:t>In the beginning a child plays alone. It must be left alone to play, but an eye has to be kept on the child. The parents must make the right choice of the toys for the child. Sometimes the child wants to break the toy and assemble it again. The child must be allowed to do these experiments. Only when the child faces a difficulty in these tasks, the elders should intervene.</w:t>
      </w:r>
    </w:p>
    <w:p w:rsidR="00822417" w:rsidRDefault="00BE2C51" w:rsidP="00BE2C51">
      <w:pPr>
        <w:pStyle w:val="libNormal"/>
      </w:pPr>
      <w:r>
        <w:t>After sometime the child starts liking the company of other children. Now he must be introduced to games where more than one child will play. The parents must encourage the child to play with other children. At this stage too the parent should take care that the child is exposed to useful team games.</w:t>
      </w:r>
    </w:p>
    <w:p w:rsidR="00822417" w:rsidRDefault="00BE2C51" w:rsidP="00BE2C51">
      <w:pPr>
        <w:pStyle w:val="libNormal"/>
      </w:pPr>
      <w:r>
        <w:t xml:space="preserve">The team games generally in vogue are football, volley-ball, basket-ball etc. Generally children play these games during their spare time at school </w:t>
      </w:r>
      <w:r>
        <w:lastRenderedPageBreak/>
        <w:t>and in their neighbourhood. These games help development of the physique of the children, but they are highly competitive and make them temperamentally aggressive. Children playing such games always have the thought of defeating their opponents. More aggressive than these games are boxing and wrestling. These games are a reminder of the primitive days of the human race. It is a pity that such games continue to be played.</w:t>
      </w:r>
    </w:p>
    <w:p w:rsidR="00822417" w:rsidRDefault="00BE2C51" w:rsidP="00BE2C51">
      <w:pPr>
        <w:pStyle w:val="libNormal"/>
      </w:pPr>
      <w:r>
        <w:t>Russel writes</w:t>
      </w:r>
    </w:p>
    <w:p w:rsidR="00822417" w:rsidRDefault="00BE2C51" w:rsidP="00BE2C51">
      <w:pPr>
        <w:pStyle w:val="libNormal"/>
      </w:pPr>
      <w:r>
        <w:rPr>
          <w:rFonts w:hint="eastAsia"/>
        </w:rPr>
        <w:t>“</w:t>
      </w:r>
      <w:r>
        <w:t>Today’s humanity, when compared with earlier epochs, has its biggest adversary in materialism, and therefore begs for more thoughtfulness and mutual co-operation in its ranks. Man doesn’t need antagonism, resistance and hatred because these are things that sometimes overwhelm him and at other times he subdues them.”. (Dar Tarbiat, p. 121)</w:t>
      </w:r>
    </w:p>
    <w:p w:rsidR="00822417" w:rsidRDefault="00BE2C51" w:rsidP="00BE2C51">
      <w:pPr>
        <w:pStyle w:val="libNormal"/>
      </w:pPr>
      <w:r>
        <w:t>It is of some concern that no thought is given to the matter and such games that promote aggressive tendencies in the children are getting continuous patronage and encouragement. It would be better if the management of schools and colleges give a serious thought to this matter and consult experts to introduce useful games for children.</w:t>
      </w:r>
    </w:p>
    <w:p w:rsidR="00822417" w:rsidRDefault="00BE2C51" w:rsidP="00BE2C51">
      <w:pPr>
        <w:pStyle w:val="libNormal"/>
      </w:pPr>
      <w:r>
        <w:t>The concluding point in this discussion is that although play is essential for the growth of the children, the timing of the games must be restricted. A capable mentor schedules for play in such a manner that the child automatically reverts to constructive activities immediately thereafter. Such mentors don’t allow the child to excessively involve in play.</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One addicted to play will not be successful.”. (Gharar al hukm, p. 854)</w:t>
      </w:r>
    </w:p>
    <w:p w:rsidR="00822417" w:rsidRDefault="00BE2C51" w:rsidP="00BE2C51">
      <w:pPr>
        <w:pStyle w:val="libNormal"/>
      </w:pPr>
      <w:r>
        <w:t>Russel writes about this</w:t>
      </w:r>
    </w:p>
    <w:p w:rsidR="00822417" w:rsidRDefault="00BE2C51" w:rsidP="00BE2C51">
      <w:pPr>
        <w:pStyle w:val="libNormal"/>
      </w:pPr>
      <w:r>
        <w:rPr>
          <w:rFonts w:hint="eastAsia"/>
        </w:rPr>
        <w:t>“</w:t>
      </w:r>
      <w:r>
        <w:t>It is a sign of the decline of social values when we judge a person on his proficiency at games. We have not understood that to live in the modern and complicated world there is need for thoughtfulness and knowledge.” (Dar Tarbiat, p. 142)</w:t>
      </w:r>
    </w:p>
    <w:p w:rsidR="00822417" w:rsidRDefault="00BE2C51" w:rsidP="00BE2C51">
      <w:pPr>
        <w:pStyle w:val="libNormal"/>
      </w:pPr>
      <w:r>
        <w:t>One drawback of team games is that they might create in the children the feelings of jealousy and conflict. In such situations the mentor must intervene and sort out the dispute to the satisfaction of all concerned.</w:t>
      </w:r>
    </w:p>
    <w:p w:rsidR="00822417" w:rsidRDefault="00BE2C51" w:rsidP="00BE2C51">
      <w:pPr>
        <w:pStyle w:val="libNormal"/>
      </w:pPr>
      <w:r>
        <w:t>Sometimes parents get involved in the conflicts between children. Without going into the causes of the conflict they take sides with their own child and the matter goes out of hands. Such thoughtless attitude gives the child the feeling that he can get away with any misdemeanour on his part.</w:t>
      </w:r>
    </w:p>
    <w:p w:rsidR="000D2B00" w:rsidRDefault="000D2B00" w:rsidP="003C333D">
      <w:pPr>
        <w:pStyle w:val="libNormal"/>
      </w:pPr>
      <w:r>
        <w:br w:type="page"/>
      </w:r>
    </w:p>
    <w:p w:rsidR="00822417" w:rsidRDefault="00BE2C51" w:rsidP="000D2B00">
      <w:pPr>
        <w:pStyle w:val="Heading1Center"/>
      </w:pPr>
      <w:bookmarkStart w:id="41" w:name="_Toc431646348"/>
      <w:r>
        <w:lastRenderedPageBreak/>
        <w:t>Conceit or Pride</w:t>
      </w:r>
      <w:bookmarkEnd w:id="41"/>
    </w:p>
    <w:p w:rsidR="00822417" w:rsidRDefault="00BE2C51" w:rsidP="00BE2C51">
      <w:pPr>
        <w:pStyle w:val="libNormal"/>
      </w:pPr>
      <w:r>
        <w:t>Conceit and boastfulness is present in every individual to a lesser or greater extent. Every person will have a desire to project himself by performing some feat or other. He intends to attract the attention of others around him through these actions. In a child these tendencies start manifesting themselves when it is about a year old. The child wants to move around and attract the attention of others through its antics. It will repeat acts that make the parents and others happy. It will be pleased at the reaction of the parents and feels a subtle pride at its success in making them happy. The child sometimes indicates its satisfaction through gestures as if to assert its importance.</w:t>
      </w:r>
    </w:p>
    <w:p w:rsidR="00822417" w:rsidRDefault="00BE2C51" w:rsidP="00BE2C51">
      <w:pPr>
        <w:pStyle w:val="libNormal"/>
      </w:pPr>
      <w:r>
        <w:t>Pride in itself is not a negative trait. In fact, this feeling spurs an individual to strive for greater achievement with a competitive spirit. The child works hard to get a higher grade in his class. He tries to develop skills at elocution or become a skilled painter. It is this desire in the child to compete that proves the harbinger of the great poets, artists, authors and scientists of the future.</w:t>
      </w:r>
    </w:p>
    <w:p w:rsidR="00822417" w:rsidRDefault="00BE2C51" w:rsidP="00BE2C51">
      <w:pPr>
        <w:pStyle w:val="libNormal"/>
      </w:pPr>
      <w:r>
        <w:t>The presence of this trait of pride in children need not be a cause for worry. But the important thing is that it must be gainfully exploited to the advantage of the child. If it is guided in the right direction there can be salutary results. In the initial stages the child cannot distinguish between good and bad. It observes the reactions of the parents to decide at its actions and to arrive at a conclusion. A careful mentor will encourage the child’s desirable actions by expressing happiness at them. The mentor can encourage good manners in a child by indicating his displeasure at its undesirable actions.</w:t>
      </w:r>
    </w:p>
    <w:p w:rsidR="00822417" w:rsidRDefault="00BE2C51" w:rsidP="00BE2C51">
      <w:pPr>
        <w:pStyle w:val="libNormal"/>
      </w:pPr>
      <w:r>
        <w:t>Some thoughtless parents, out of their love for the child, shower excessive adulation and praise without giving a thought as to whether the actions of the child are desirable or not. They thus lay the foundations of bad manners in the child inadvertently. In their adulation for the child they exaggerate its good qualities and keep praising the child at the drop of a hat. There is every probability of such a child becoming conceited and progressively he becomes egotistic and arrogant. He will start expecting others’ adulation as he does from his parents. When the child fails in getting the desired response, he becomes distraught. He develops rancour towards people and might even go to the extent of thinking of causing harm to them at a later stage.</w:t>
      </w:r>
    </w:p>
    <w:p w:rsidR="00822417" w:rsidRDefault="00BE2C51" w:rsidP="00BE2C51">
      <w:pPr>
        <w:pStyle w:val="libNormal"/>
      </w:pPr>
      <w:r>
        <w:t>The parents should bear in mind that they have to groom the thinking of the child to guide him on the path of righteousness. Then will come the stage that the parents divert the child’s mind towards God. Now on, if any of the child’s action is found incorrect, instead of saying that dad doesn’t approve of it, they should tell him that God will not approve of it.</w:t>
      </w:r>
    </w:p>
    <w:p w:rsidR="00822417" w:rsidRDefault="00BE2C51" w:rsidP="003C333D">
      <w:pPr>
        <w:pStyle w:val="Heading1Center"/>
      </w:pPr>
      <w:bookmarkStart w:id="42" w:name="_Toc431646349"/>
      <w:r>
        <w:t>Taqlid or Emulation</w:t>
      </w:r>
      <w:bookmarkEnd w:id="42"/>
    </w:p>
    <w:p w:rsidR="00822417" w:rsidRDefault="00BE2C51" w:rsidP="00BE2C51">
      <w:pPr>
        <w:pStyle w:val="libNormal"/>
      </w:pPr>
      <w:r>
        <w:t xml:space="preserve">The instinct to emulate is the strongest characteristic of human nature. This too is a very useful and valuable trait. This helps the child to progress with its learning process like eating, dressing, speaking and other societal happenings in the environment. The human being is a natural mimic and </w:t>
      </w:r>
      <w:r>
        <w:lastRenderedPageBreak/>
        <w:t>keeps doing it throughout his life but children till the age of around five years do this more. For a long time the faculties of the child are not so developed that it is not able to decide the course of action by itself. In this period it emulates what the parents and others do in front of him.</w:t>
      </w:r>
    </w:p>
    <w:p w:rsidR="00822417" w:rsidRDefault="00BE2C51" w:rsidP="00BE2C51">
      <w:pPr>
        <w:pStyle w:val="libNormal"/>
      </w:pPr>
      <w:r>
        <w:t>The child hears the word "water”from its parents and tries to repeat it himself. Then it gives attention to the meaning of the word and uses the word at appropriate time. A girl observes her mother cleaning the room and washing the clothes. She too tries to do the same chores. She sees that the mother exercises care while handling fire, she sees that the mother washes the fruits prior to peeling and eating them. The child too emulates these habits.</w:t>
      </w:r>
    </w:p>
    <w:p w:rsidR="00822417" w:rsidRDefault="00BE2C51" w:rsidP="00BE2C51">
      <w:pPr>
        <w:pStyle w:val="libNormal"/>
      </w:pPr>
      <w:r>
        <w:t>She observes that the parents and her elder siblings are arranging things properly in the house. She too tries to copy them in these activities. She notices that her parents are polite in their talk with others, she too cultivates good manners. She finds that the parents and her siblings are aiding each other in doing household work.</w:t>
      </w:r>
    </w:p>
    <w:p w:rsidR="00822417" w:rsidRDefault="00BE2C51" w:rsidP="00BE2C51">
      <w:pPr>
        <w:pStyle w:val="libNormal"/>
      </w:pPr>
      <w:r>
        <w:t>She too tries to give a helping hand. When she sees that the parents cross the roads carefully at pedestrian-zebra-crossing, she too learns to do this. When the son sees his father gardening in the backyard or does some repair work at the house, he too tries to learn the tasks. In the beginning he tries to do these things in play but with the passage of time he becomes proficient. Some of them become so adept that they take the activity as a profession.</w:t>
      </w:r>
    </w:p>
    <w:p w:rsidR="00822417" w:rsidRDefault="00BE2C51" w:rsidP="00BE2C51">
      <w:pPr>
        <w:pStyle w:val="libNormal"/>
      </w:pPr>
      <w:r>
        <w:t>The upbringing and training of the child is better achieved by setting an example for him rather than through precept. Emulation of the actions of the elders is an automatic phenomenon in the children and they needn’t necessarily be told to perform these actions. If a parent is boorish, impolite and impertinent the child will follow in his footsteps. When a mother is nagging, shrewish and insensible then there is every likelihood of the child going after her.</w:t>
      </w:r>
    </w:p>
    <w:p w:rsidR="00822417" w:rsidRDefault="00BE2C51" w:rsidP="00BE2C51">
      <w:pPr>
        <w:pStyle w:val="libNormal"/>
      </w:pPr>
      <w:r>
        <w:t>A mentor who is a liar, cowardly and dishonest person cannot expect to make his subject a truthful, bold and honest individual. The children don’t pay much heed to the lecturing of the elders. They rather prefer to emulate their actions. It is therefore imperative to promote the habit of emulation in the children. Care has to be exercised to see that the elders perform such actions in the company of children that they grow into ideal individuals. For the love of their children the parents must reform their own habits to provide an ideal image for them. The parents should always bear in their mind that it is very difficult to stop the children from emulating their own habits, good or bad.</w:t>
      </w:r>
    </w:p>
    <w:p w:rsidR="00822417" w:rsidRDefault="00BE2C51" w:rsidP="00BE2C51">
      <w:pPr>
        <w:pStyle w:val="libNormal"/>
      </w:pPr>
      <w:r>
        <w:t>The Commander of the Faithful, Ali, says:</w:t>
      </w:r>
    </w:p>
    <w:p w:rsidR="00822417" w:rsidRDefault="00BE2C51" w:rsidP="00BE2C51">
      <w:pPr>
        <w:pStyle w:val="libNormal"/>
      </w:pPr>
      <w:r>
        <w:rPr>
          <w:rFonts w:hint="eastAsia"/>
        </w:rPr>
        <w:t>“</w:t>
      </w:r>
      <w:r>
        <w:t>If you wish to reform others then reform yourself first. It is a major failing that you stand up to correct others while you yourselves are having aberrations which need reform." (Ghara al-hukm, p. 278)</w:t>
      </w:r>
    </w:p>
    <w:p w:rsidR="00822417" w:rsidRDefault="00BE2C51" w:rsidP="00BE2C51">
      <w:pPr>
        <w:pStyle w:val="libNormal"/>
      </w:pPr>
      <w:r>
        <w:t>The Holy Prophet told to abu Dhar:</w:t>
      </w:r>
    </w:p>
    <w:p w:rsidR="00822417" w:rsidRDefault="00BE2C51" w:rsidP="00BE2C51">
      <w:pPr>
        <w:pStyle w:val="libNormal"/>
      </w:pPr>
      <w:r>
        <w:rPr>
          <w:rFonts w:hint="eastAsia"/>
        </w:rPr>
        <w:t>“</w:t>
      </w:r>
      <w:r>
        <w:t>Allah will give noble and virtuous children and grand children to pious parents." (Makarim al akhlaq, p. 546)</w:t>
      </w:r>
    </w:p>
    <w:p w:rsidR="00822417" w:rsidRDefault="00BE2C51" w:rsidP="00BE2C51">
      <w:pPr>
        <w:pStyle w:val="libNormal"/>
      </w:pPr>
      <w:r>
        <w:t xml:space="preserve">A responsible mentor will not remain indifferent to the type of friends the child has. The children have very impressionable minds and they tend to </w:t>
      </w:r>
      <w:r>
        <w:lastRenderedPageBreak/>
        <w:t>readily emulate the habits of their friends. It is therefore very important to take care of the type of company the children keep.</w:t>
      </w:r>
    </w:p>
    <w:p w:rsidR="00822417" w:rsidRDefault="00BE2C51" w:rsidP="00BE2C51">
      <w:pPr>
        <w:pStyle w:val="libNormal"/>
      </w:pPr>
      <w:r>
        <w:t>Sometimes when the children witness acts of violence on the cinema or television screen they may develop a tendency for perpetrating such acts. You must be reading about such acts of delinquency by children in the newspapers and the motivation for these acts mostly is the scenes of murder and mayhem presented on cinema and television. In such circumstances is it proper to expose the children to these media without any control?</w:t>
      </w:r>
    </w:p>
    <w:p w:rsidR="000D2B00" w:rsidRDefault="000D2B00" w:rsidP="003C333D">
      <w:pPr>
        <w:pStyle w:val="libNormal"/>
      </w:pPr>
      <w:r>
        <w:br w:type="page"/>
      </w:r>
    </w:p>
    <w:p w:rsidR="00822417" w:rsidRDefault="00BE2C51" w:rsidP="000D2B00">
      <w:pPr>
        <w:pStyle w:val="Heading1Center"/>
      </w:pPr>
      <w:bookmarkStart w:id="43" w:name="_Toc431646350"/>
      <w:r>
        <w:lastRenderedPageBreak/>
        <w:t>Search for Truth</w:t>
      </w:r>
      <w:bookmarkEnd w:id="43"/>
    </w:p>
    <w:p w:rsidR="00822417" w:rsidRDefault="00BE2C51" w:rsidP="00BE2C51">
      <w:pPr>
        <w:pStyle w:val="libNormal"/>
      </w:pPr>
      <w:r>
        <w:t>When a new-born arrives it is not aware of the world around him. He cannot distinguish one thing from another. He will not be able to identify faces, colours and persons. It will be able to take impression from the faces and the sounds around him, but he will not be able to comprehend and identify one from another. But, from this point only he will start developing the faculty of identifying persons and things. He will searchingly look from side to side and will give the expression of pleasant surprise seeing faces around him. Through the use of his senses and the instinct to learn, the child will continuously acquire knowledge about the surroundings.</w:t>
      </w:r>
    </w:p>
    <w:p w:rsidR="00822417" w:rsidRDefault="00BE2C51" w:rsidP="00BE2C51">
      <w:pPr>
        <w:pStyle w:val="libNormal"/>
      </w:pPr>
      <w:r>
        <w:t>Allah says in the Holy Quran:</w:t>
      </w:r>
    </w:p>
    <w:p w:rsidR="00822417" w:rsidRDefault="00BE2C51" w:rsidP="00BE2C51">
      <w:pPr>
        <w:pStyle w:val="libNormal"/>
      </w:pPr>
      <w:r>
        <w:t>"Allah has delivered you from the wombs of your mothers in a condition that you knew nothing. He has given to you ears, eyes and the heart that you identify Allah’s bounties and become grateful." (Quran, 16:78)</w:t>
      </w:r>
    </w:p>
    <w:p w:rsidR="00822417" w:rsidRDefault="00BE2C51" w:rsidP="00BE2C51">
      <w:pPr>
        <w:pStyle w:val="libNormal"/>
      </w:pPr>
      <w:r>
        <w:t>After some time of birth the child starts to give attention to the world around him. He holds things with his hands, moves them and throws them down. Sometimes he tries to put things in his mouth. He gets attracted in the direction of sounds in his environment. He observes the action of the persons around him with his eyes. In this manner the child satiates his instinct to search for the truth. Allah has provided the faculty of search and adventure to human beings that they try to unravel the mysteries of the universe. The child has this instinct in him and it starts getting manifested from his very early days. The parents can guide and encourage this instinct in children and they can also curb it with their negative actions.</w:t>
      </w:r>
    </w:p>
    <w:p w:rsidR="00822417" w:rsidRDefault="00BE2C51" w:rsidP="00BE2C51">
      <w:pPr>
        <w:pStyle w:val="libNormal"/>
      </w:pPr>
      <w:r>
        <w:t>If the parents provide to the child aids that promote the desire to search and give him freedom to find out about them, he can make steady progress in his knowledge. This can be the vanguard for the scientific research and inventions in the future. But if the parents are oblivious to the inner feelings of the child and curb his desire to find out about things, prevent him from making experiments, then the spirit to search in him will be suppressed.</w:t>
      </w:r>
    </w:p>
    <w:p w:rsidR="00822417" w:rsidRDefault="00BE2C51" w:rsidP="00BE2C51">
      <w:pPr>
        <w:pStyle w:val="libNormal"/>
      </w:pPr>
      <w:r>
        <w:t>The more critical stage in the life of the child is when he starts asking questions about things. The age of two years and above is the age when the child will have lots of questions to ask. The child asks the parents whether he will become a mother or a father? Why dad goes away for a time from the house every day? Why a stone is hard and the water is soft? I don’t like Granny, Why should I go to her house ? Why shouldn’t I play in the rain? Why fish don’t die in water? Why do you pray five times a day? What is Namaz/salah (prayer)?</w:t>
      </w:r>
    </w:p>
    <w:p w:rsidR="00822417" w:rsidRDefault="00BE2C51" w:rsidP="00BE2C51">
      <w:pPr>
        <w:pStyle w:val="libNormal"/>
      </w:pPr>
      <w:r>
        <w:t>Where does the Sun go in the nights? From where does the rain and snow come? What are the stars, who made them? What is the use of the fish and the flies? When the grandpa died, why was he buried in the ground? Where has he gone? Whenwill he return? What is death? More or less all the children ask such questions. As they grow they will have different types of questions to ask. Intelligent children will ask more questions and diverse questions. As their knowledge increases, they start asking more intricate questions. The child tries to learn about the things around him by asking questions . It wishes to benefit from the knowledge and experience of others.</w:t>
      </w:r>
    </w:p>
    <w:p w:rsidR="00822417" w:rsidRDefault="00BE2C51" w:rsidP="00BE2C51">
      <w:pPr>
        <w:pStyle w:val="libNormal"/>
      </w:pPr>
      <w:r>
        <w:lastRenderedPageBreak/>
        <w:t>The urge to search and explore is the most vital instinct of the human being that enables him to scale heights in all fields of activity. Man has been able to unravel the mysteries of the universe with dauntless effort at research and exploration. The parents who are aware that the instinct in the child to find out about things needs to be promoted to help him make progress in his knowledge for future progress will extend their full support and attention to him during the early years.</w:t>
      </w:r>
    </w:p>
    <w:p w:rsidR="00822417" w:rsidRDefault="00BE2C51" w:rsidP="00BE2C51">
      <w:pPr>
        <w:pStyle w:val="libNormal"/>
      </w:pPr>
      <w:r>
        <w:t>Some parents consider the childish question as unnecessary and a waste of time. They even go to the extent of snubbing the child to stop him from asking such questions. They tell them, “Sonny Don’t ask too many questions. When you grow up you will yourself learn about what you are asking now!” Such parents silence the most valuable instinct in the child by their unwillingness to entertain the questions. They unwittingly become the cause of slowing down the urge for knowledge in the child. At a later stage they complain that their child is not able to cope with the study of science and other disciplines.</w:t>
      </w:r>
    </w:p>
    <w:p w:rsidR="00822417" w:rsidRDefault="00BE2C51" w:rsidP="00BE2C51">
      <w:pPr>
        <w:pStyle w:val="libNormal"/>
      </w:pPr>
      <w:r>
        <w:t>Some parents, to please the children, do reply to their questions but they never bother to ensure the veracity of the answers. Their only momentary purpose is to quieten the child with some answer. When the child learns later on that the parent had given to him a wrong information, he would feel bad about it. It may also make the child suspicious about others.</w:t>
      </w:r>
    </w:p>
    <w:p w:rsidR="00822417" w:rsidRDefault="00BE2C51" w:rsidP="00BE2C51">
      <w:pPr>
        <w:pStyle w:val="libNormal"/>
      </w:pPr>
      <w:r>
        <w:t>Thoughtful and responsible parents appreciate their duty to provide the right answers to the childrens’ questions and encourage their instinct to find out about nature of things around them. They prepare themselves about this task by visualising the questions the child might ask and explore the possible replies to the queries. They never tell anything to the child that is contrary to the truth. If at times they don’t have the right answer to the child’s question, they own their inability and try to find the right answer to be given later on. This way they train the child to be frank when he himself is faced with a similar situation.</w:t>
      </w:r>
    </w:p>
    <w:p w:rsidR="00822417" w:rsidRDefault="00BE2C51" w:rsidP="00BE2C51">
      <w:pPr>
        <w:pStyle w:val="libNormal"/>
      </w:pPr>
      <w:r>
        <w:t>Some parents go into unnecessary detail while answering a child’s question. This too is not desirable Experience tells that a child doesn’t want to listen to long-winded answers. Although it wants a reply to the question, long talks will make it tired. The parents must encourage the habit of debate and discussion in the children as they grow up. Where necessary they must be assisted to experiment. A child is a thinking human being, provide impetus to its thinking process that the latent capabilities are put into use and prepare itself for the future.</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One who asks questions in his childhood, will be capable of replying to questions when he is grown up.” (Gharar al hukm, p. 645) .</w:t>
      </w:r>
    </w:p>
    <w:p w:rsidR="00822417" w:rsidRDefault="00BE2C51" w:rsidP="00BE2C51">
      <w:pPr>
        <w:pStyle w:val="libNormal"/>
      </w:pPr>
      <w:r>
        <w:rPr>
          <w:rFonts w:hint="eastAsia"/>
        </w:rPr>
        <w:t>“</w:t>
      </w:r>
      <w:r>
        <w:t>The child’s heart is like the soft soil. Whatever you put into it will be accepted." (Gharar al hukm, p. 302)</w:t>
      </w:r>
    </w:p>
    <w:p w:rsidR="00822417" w:rsidRDefault="00BE2C51" w:rsidP="00BE2C51">
      <w:pPr>
        <w:pStyle w:val="libNormal"/>
      </w:pPr>
      <w:r>
        <w:t>A lady writes in her letter thus:</w:t>
      </w:r>
    </w:p>
    <w:p w:rsidR="00822417" w:rsidRDefault="00BE2C51" w:rsidP="00BE2C51">
      <w:pPr>
        <w:pStyle w:val="libNormal"/>
      </w:pPr>
      <w:r>
        <w:rPr>
          <w:rFonts w:hint="eastAsia"/>
        </w:rPr>
        <w:t>“</w:t>
      </w:r>
      <w:r>
        <w:t xml:space="preserve">One evening Dad came home and narrated a riddle to me. He also said that his friends were unable to solve that riddle. Everyone at home slept but I was determined to unravel the riddle. I thought over it for a long while and ultimately I got the solution. I was so excited that I woke up Dad from his </w:t>
      </w:r>
      <w:r>
        <w:lastRenderedPageBreak/>
        <w:t>sleep. He expressed his happiness over my effort to solve the riddle. He always encouraged me to sharpen my intellect. He has prepared me well to face the problems of life wisely.”.</w:t>
      </w:r>
    </w:p>
    <w:p w:rsidR="00BE2C51" w:rsidRDefault="00BE2C51" w:rsidP="003C333D">
      <w:pPr>
        <w:pStyle w:val="libNormal"/>
      </w:pPr>
      <w:r>
        <w:br w:type="page"/>
      </w:r>
    </w:p>
    <w:p w:rsidR="00822417" w:rsidRDefault="00BE2C51" w:rsidP="00BE2C51">
      <w:pPr>
        <w:pStyle w:val="Heading1Center"/>
      </w:pPr>
      <w:bookmarkStart w:id="44" w:name="_Toc431646351"/>
      <w:r>
        <w:lastRenderedPageBreak/>
        <w:t>Self Confidence</w:t>
      </w:r>
      <w:bookmarkEnd w:id="44"/>
    </w:p>
    <w:p w:rsidR="00822417" w:rsidRDefault="00BE2C51" w:rsidP="00BE2C51">
      <w:pPr>
        <w:pStyle w:val="libNormal"/>
      </w:pPr>
      <w:r>
        <w:t>The life of a human being is full of struggle, challenges and competition. Every human comes across thousands of challenges and difficulties in the lifetime. To live he will have to fight with the powers of the elements unwillingly and has to overpower them. He has to contend with different ailments and their causes. In practical life he is successful who has a big heart, tall courage and strong will. The good or ill luck of a person depends rather on his own self.</w:t>
      </w:r>
    </w:p>
    <w:p w:rsidR="00822417" w:rsidRDefault="00BE2C51" w:rsidP="00BE2C51">
      <w:pPr>
        <w:pStyle w:val="libNormal"/>
      </w:pPr>
      <w:r>
        <w:t>The success of all the great persons in the world is because of their own confidence, will power and tireless efforts. The great and weighty persons are never cowed down by hardships. They have self-confidence and Faith in Allah that takes them through all the vicissitudes of life. They are able to accomplish tasks which seem impossible to others. They are not like a straw in the vast ocean which keeps floating on the surface of the water with the wind.</w:t>
      </w:r>
    </w:p>
    <w:p w:rsidR="00822417" w:rsidRDefault="00BE2C51" w:rsidP="00BE2C51">
      <w:pPr>
        <w:pStyle w:val="libNormal"/>
      </w:pPr>
      <w:r>
        <w:t>But they are like the powerful swimmer who has strong arms and a will and faith in the Almighty Allah that give them the ability to swim against the direction of the wind. These are the persons who are capable of determining the shape of things to come in the world. Islam too says that the temporal and spiritual success of a person depends on his own actions and determination. The Holy Quran says:</w:t>
      </w:r>
    </w:p>
    <w:p w:rsidR="00822417" w:rsidRDefault="00BE2C51" w:rsidP="00BE2C51">
      <w:pPr>
        <w:pStyle w:val="libNormal"/>
      </w:pPr>
      <w:r>
        <w:rPr>
          <w:rFonts w:hint="eastAsia"/>
        </w:rPr>
        <w:t>“</w:t>
      </w:r>
      <w:r>
        <w:t>Whatever man has is the result of his own efforts and he will soon see his endeavour (in full form)" (Quran, 53:39-40)</w:t>
      </w:r>
    </w:p>
    <w:p w:rsidR="00822417" w:rsidRDefault="00BE2C51" w:rsidP="00BE2C51">
      <w:pPr>
        <w:pStyle w:val="libNormal"/>
      </w:pPr>
      <w:r>
        <w:t>The Commander of the Faithful, Ali, says:</w:t>
      </w:r>
    </w:p>
    <w:p w:rsidR="00822417" w:rsidRDefault="00BE2C51" w:rsidP="00BE2C51">
      <w:pPr>
        <w:pStyle w:val="libNormal"/>
      </w:pPr>
      <w:r>
        <w:rPr>
          <w:rFonts w:hint="eastAsia"/>
        </w:rPr>
        <w:t>“</w:t>
      </w:r>
      <w:r>
        <w:t>The price of every individual is equal to his courage." (Nahj al balagha, v 2, p. 163)</w:t>
      </w:r>
    </w:p>
    <w:p w:rsidR="00822417" w:rsidRDefault="00BE2C51" w:rsidP="00BE2C51">
      <w:pPr>
        <w:pStyle w:val="libNormal"/>
      </w:pPr>
      <w:r>
        <w:t>A person who has patience and self-confidence will not look to others for the solution of his problems. He in fact jumps into the arena with complete faith in himself and never gives up till he achieves his goal.</w:t>
      </w:r>
    </w:p>
    <w:p w:rsidR="00822417" w:rsidRDefault="00BE2C51" w:rsidP="00BE2C51">
      <w:pPr>
        <w:pStyle w:val="libNormal"/>
      </w:pPr>
      <w:r>
        <w:t>Imam Jafer al Sadiq says:</w:t>
      </w:r>
    </w:p>
    <w:p w:rsidR="00822417" w:rsidRDefault="00BE2C51" w:rsidP="00BE2C51">
      <w:pPr>
        <w:pStyle w:val="libNormal"/>
      </w:pPr>
      <w:r>
        <w:rPr>
          <w:rFonts w:hint="eastAsia"/>
        </w:rPr>
        <w:t>“</w:t>
      </w:r>
      <w:r>
        <w:t>The secret of the respect and greatness of a Momin ( a pious person ) is that he does not crave for things in others’ hands." (Usul al-Kafi, v2, p. 148)</w:t>
      </w:r>
    </w:p>
    <w:p w:rsidR="00822417" w:rsidRDefault="00BE2C51" w:rsidP="00BE2C51">
      <w:pPr>
        <w:pStyle w:val="libNormal"/>
      </w:pPr>
      <w:r>
        <w:t>Imam Sajjad says:</w:t>
      </w:r>
    </w:p>
    <w:p w:rsidR="00822417" w:rsidRDefault="00BE2C51" w:rsidP="00BE2C51">
      <w:pPr>
        <w:pStyle w:val="libNormal"/>
      </w:pPr>
      <w:r>
        <w:rPr>
          <w:rFonts w:hint="eastAsia"/>
        </w:rPr>
        <w:t>“</w:t>
      </w:r>
      <w:r>
        <w:t>All the virtues are there in the fact that a person does not sit waiting for assistance from others." (Usul al-Kafi, v2, p. 148)</w:t>
      </w:r>
    </w:p>
    <w:p w:rsidR="00822417" w:rsidRDefault="00BE2C51" w:rsidP="00BE2C51">
      <w:pPr>
        <w:pStyle w:val="libNormal"/>
      </w:pPr>
      <w:r>
        <w:t>But people who lack self-confidence don’t trust on their own capabilities. They consider themselves weak and lowly. They are scared of facing the hardships of life. They will shirk from responsibilities. They make easy tasks difficult by negative thoughts and hopelessness. They spend their lives in despondency and dejection.</w:t>
      </w:r>
    </w:p>
    <w:p w:rsidR="00822417" w:rsidRDefault="00BE2C51" w:rsidP="00BE2C51">
      <w:pPr>
        <w:pStyle w:val="libNormal"/>
      </w:pPr>
      <w:r>
        <w:t>Now that the importance of patience and self-confidence is established, it will not be out of place to remind that the basis of these characteristics is inherent in the nature of every human being. But they need to be nurtured and trained. The ideal and most pertinent period of this training is the very childhood of the person.</w:t>
      </w:r>
    </w:p>
    <w:p w:rsidR="00822417" w:rsidRDefault="00BE2C51" w:rsidP="00BE2C51">
      <w:pPr>
        <w:pStyle w:val="libNormal"/>
      </w:pPr>
      <w:r>
        <w:t xml:space="preserve">The rudiments of patience and assurance get manifested from the childhood of every individual. The characteristics contrary to these, namely: impatience and lack of confidence, dependence on others too start </w:t>
      </w:r>
      <w:r>
        <w:lastRenderedPageBreak/>
        <w:t>developing because of faulty training by the parents. The parents have to train their children with care that they grow into useful individuals.</w:t>
      </w:r>
    </w:p>
    <w:p w:rsidR="00822417" w:rsidRDefault="00BE2C51" w:rsidP="00BE2C51">
      <w:pPr>
        <w:pStyle w:val="libNormal"/>
      </w:pPr>
      <w:r>
        <w:t>Imam Zain al Abidin says:</w:t>
      </w:r>
    </w:p>
    <w:p w:rsidR="00822417" w:rsidRDefault="00BE2C51" w:rsidP="00BE2C51">
      <w:pPr>
        <w:pStyle w:val="libNormal"/>
      </w:pPr>
      <w:r>
        <w:rPr>
          <w:rFonts w:hint="eastAsia"/>
        </w:rPr>
        <w:t>“</w:t>
      </w:r>
      <w:r>
        <w:t>Train your children in such a way that they bring respect and eminence to you." (Tuhaf al uqul, p. 269)</w:t>
      </w:r>
    </w:p>
    <w:p w:rsidR="00822417" w:rsidRDefault="00BE2C51" w:rsidP="00BE2C51">
      <w:pPr>
        <w:pStyle w:val="libNormal"/>
      </w:pPr>
      <w:r>
        <w:t>From the age of four years to the age of eight years is the best period for the shaping of the personality and poise in an individual. In this period the child will be inclined towards patience and forbearance and prepares himself to face the hardships. Although the child will be aware of its weakness and the need for dependence on a superior, it will also have the elements of patience and poise in its nature. It wishes to fulfill its needs . It feels elated at performing new tasks. You must have heard the children uttering these words:</w:t>
      </w:r>
    </w:p>
    <w:p w:rsidR="00BE2C51" w:rsidRDefault="00BE2C51" w:rsidP="00BE2C51">
      <w:pPr>
        <w:pStyle w:val="libNormal"/>
      </w:pPr>
      <w:r>
        <w:rPr>
          <w:rFonts w:hint="eastAsia"/>
        </w:rPr>
        <w:t>ü</w:t>
      </w:r>
      <w:r>
        <w:t xml:space="preserve"> See, what I am doing?</w:t>
      </w:r>
    </w:p>
    <w:p w:rsidR="00BE2C51" w:rsidRDefault="00BE2C51" w:rsidP="00BE2C51">
      <w:pPr>
        <w:pStyle w:val="libNormal"/>
      </w:pPr>
      <w:r>
        <w:rPr>
          <w:rFonts w:hint="eastAsia"/>
        </w:rPr>
        <w:t>ü</w:t>
      </w:r>
      <w:r>
        <w:t xml:space="preserve"> Did you see how I jumped?</w:t>
      </w:r>
    </w:p>
    <w:p w:rsidR="00BE2C51" w:rsidRDefault="00BE2C51" w:rsidP="00BE2C51">
      <w:pPr>
        <w:pStyle w:val="libNormal"/>
      </w:pPr>
      <w:r>
        <w:rPr>
          <w:rFonts w:hint="eastAsia"/>
        </w:rPr>
        <w:t>ü</w:t>
      </w:r>
      <w:r>
        <w:t xml:space="preserve"> Look, I can wear my own dress.</w:t>
      </w:r>
    </w:p>
    <w:p w:rsidR="00BE2C51" w:rsidRDefault="00BE2C51" w:rsidP="00BE2C51">
      <w:pPr>
        <w:pStyle w:val="libNormal"/>
      </w:pPr>
      <w:r>
        <w:rPr>
          <w:rFonts w:hint="eastAsia"/>
        </w:rPr>
        <w:t>ü</w:t>
      </w:r>
      <w:r>
        <w:t xml:space="preserve"> I shall put on the shoe myself</w:t>
      </w:r>
    </w:p>
    <w:p w:rsidR="00BE2C51" w:rsidRDefault="00BE2C51" w:rsidP="00BE2C51">
      <w:pPr>
        <w:pStyle w:val="libNormal"/>
      </w:pPr>
      <w:r>
        <w:rPr>
          <w:rFonts w:hint="eastAsia"/>
        </w:rPr>
        <w:t>ü</w:t>
      </w:r>
      <w:r>
        <w:t xml:space="preserve"> I shall drink water from the tumbler</w:t>
      </w:r>
    </w:p>
    <w:p w:rsidR="00BE2C51" w:rsidRDefault="00BE2C51" w:rsidP="00BE2C51">
      <w:pPr>
        <w:pStyle w:val="libNormal"/>
      </w:pPr>
      <w:r>
        <w:rPr>
          <w:rFonts w:hint="eastAsia"/>
        </w:rPr>
        <w:t>ü</w:t>
      </w:r>
      <w:r>
        <w:t xml:space="preserve"> I want to eat the food with my own hands.</w:t>
      </w:r>
    </w:p>
    <w:p w:rsidR="00BE2C51" w:rsidRDefault="00BE2C51" w:rsidP="00BE2C51">
      <w:pPr>
        <w:pStyle w:val="libNormal"/>
      </w:pPr>
      <w:r>
        <w:rPr>
          <w:rFonts w:hint="eastAsia"/>
        </w:rPr>
        <w:t>ü</w:t>
      </w:r>
      <w:r>
        <w:t xml:space="preserve"> I don’t want you to pour the tea for me.</w:t>
      </w:r>
    </w:p>
    <w:p w:rsidR="00BE2C51" w:rsidRDefault="00BE2C51" w:rsidP="00BE2C51">
      <w:pPr>
        <w:pStyle w:val="libNormal"/>
      </w:pPr>
      <w:r>
        <w:rPr>
          <w:rFonts w:hint="eastAsia"/>
        </w:rPr>
        <w:t>ü</w:t>
      </w:r>
      <w:r>
        <w:t xml:space="preserve"> Look at the beautiful picture I have drawn.</w:t>
      </w:r>
    </w:p>
    <w:p w:rsidR="00822417" w:rsidRDefault="00BE2C51" w:rsidP="00BE2C51">
      <w:pPr>
        <w:pStyle w:val="libNormal"/>
      </w:pPr>
      <w:r>
        <w:rPr>
          <w:rFonts w:hint="eastAsia"/>
        </w:rPr>
        <w:t>ü</w:t>
      </w:r>
      <w:r>
        <w:t xml:space="preserve"> I want to climb on the tree.</w:t>
      </w:r>
    </w:p>
    <w:p w:rsidR="00822417" w:rsidRDefault="00BE2C51" w:rsidP="00BE2C51">
      <w:pPr>
        <w:pStyle w:val="libNormal"/>
      </w:pPr>
      <w:r>
        <w:t>The child insists that he would spend the money in his pocket the way he wants. He wants to arrange his toys himself. Sometimes he becomes stubborn with the parents to get his way. Sometimes the child wants to give a helping hand to the parents at the chores. The little daughter tries to wash utensils and clothes with her mother.</w:t>
      </w:r>
    </w:p>
    <w:p w:rsidR="00822417" w:rsidRDefault="00BE2C51" w:rsidP="00BE2C51">
      <w:pPr>
        <w:pStyle w:val="libNormal"/>
      </w:pPr>
      <w:r>
        <w:t>She wants to cook food and arrange the dining table. The little son tries to spruce up the garden. He wants to draw pictures, write letters and go out shopping with the father. He will insist that he would select his own dress and footwear. While walking on the road he shows his preference sometimes to walk ahead of the parents and at others he prefers to trail behind them. He likes to take part in the arrangement of the furniture in the house. He refuses to eat certain type of foods.</w:t>
      </w:r>
    </w:p>
    <w:p w:rsidR="00822417" w:rsidRDefault="00BE2C51" w:rsidP="00BE2C51">
      <w:pPr>
        <w:pStyle w:val="libNormal"/>
      </w:pPr>
      <w:r>
        <w:t>With such acts the child demonstrates his individuality. To the maximum possible extent the child tries not to be dependent on others. The personality of the child will be a reflection of the parents’ disposition. The parents should give a degree of independence to the child that he progresses with self-confidence. They should express pleasure and appreciation when the child achieves something new. They should assign to him tasks that are to his liking and within his ken. With guidance and encouragement hone his capabilities. The child will progressively gain in confidence.</w:t>
      </w:r>
    </w:p>
    <w:p w:rsidR="00822417" w:rsidRDefault="00BE2C51" w:rsidP="00BE2C51">
      <w:pPr>
        <w:pStyle w:val="libNormal"/>
      </w:pPr>
      <w:r>
        <w:t>.A psychologist writes:</w:t>
      </w:r>
    </w:p>
    <w:p w:rsidR="00822417" w:rsidRDefault="00BE2C51" w:rsidP="00BE2C51">
      <w:pPr>
        <w:pStyle w:val="libNormal"/>
      </w:pPr>
      <w:r>
        <w:rPr>
          <w:rFonts w:hint="eastAsia"/>
        </w:rPr>
        <w:t>“</w:t>
      </w:r>
      <w:r>
        <w:t xml:space="preserve">A person notices a little fisherman efficiently catching fish. He was getting big catches. The man was surprised. He praised the skill of the young fisherman. The boy thanked him for the praise and said, ’There is nothing surprising in my skill at fishing because I have been doing it ever </w:t>
      </w:r>
      <w:r>
        <w:lastRenderedPageBreak/>
        <w:t>since I was very small’. The person asked him, ‘ But, what is your age?’ He replied, ‘ six years!’ "</w:t>
      </w:r>
    </w:p>
    <w:p w:rsidR="00822417" w:rsidRDefault="00BE2C51" w:rsidP="00BE2C51">
      <w:pPr>
        <w:pStyle w:val="libNormal"/>
      </w:pPr>
      <w:r>
        <w:t>If the parents had not encouraged him and, to the contrary, dissuaded him from starting to do the job from an early age he wouldn't have been able to acquire such good skill. The parents who adore and adulate their children very much, inadvertently make them overly dependent on themselves. They don’t allow the children to do any tasks. They try to do every small thing for the children. They make all the decision for the children themselves.</w:t>
      </w:r>
    </w:p>
    <w:p w:rsidR="00822417" w:rsidRDefault="00BE2C51" w:rsidP="00BE2C51">
      <w:pPr>
        <w:pStyle w:val="libNormal"/>
      </w:pPr>
      <w:r>
        <w:t>A large number of parents don’t give any attention to the need for creating self-confidence in the children. They express unhappiness over the mistakes of the children if they attempt to do some task themselves. They don’t like the child innovating and discourage him at every step.</w:t>
      </w:r>
    </w:p>
    <w:p w:rsidR="00822417" w:rsidRDefault="00BE2C51" w:rsidP="00BE2C51">
      <w:pPr>
        <w:pStyle w:val="libNormal"/>
      </w:pPr>
      <w:r>
        <w:t>My dear parentsOur children anyway have to grow up They too have to shoulder responsibilities in the future. You have to respond positively to the child’s nature to be independent. The desire for independence is not a fault. This independence is the manifestation of the desire to achieve excellence with one’s own efforts. You must ensure that the child is able to exercise his independence judiciously. You should not insist that you should make decisions for him when he can as well make them himself. You must explain the pros and cons to the child and allow him to make his own decision.</w:t>
      </w:r>
    </w:p>
    <w:p w:rsidR="00822417" w:rsidRDefault="00BE2C51" w:rsidP="00BE2C51">
      <w:pPr>
        <w:pStyle w:val="libNormal"/>
      </w:pPr>
      <w:r>
        <w:t>If the child starts to do something and gives it up half way, don’t put him to shame with thoughtless interference. Leave the matter to him.</w:t>
      </w:r>
    </w:p>
    <w:p w:rsidR="00822417" w:rsidRDefault="00BE2C51" w:rsidP="00BE2C51">
      <w:pPr>
        <w:pStyle w:val="libNormal"/>
      </w:pPr>
      <w:r>
        <w:t>If your daughter wishes to cook the food herself, then give her guidance to do the task. Don’t interfere while she is at the task. What is the harm if she spoils a dish once. Don’t be critical of her skill at cooking. Do you realise the hurt caused to the child’s psyche at such criticisms.</w:t>
      </w:r>
    </w:p>
    <w:p w:rsidR="00822417" w:rsidRDefault="00BE2C51" w:rsidP="00BE2C51">
      <w:pPr>
        <w:pStyle w:val="libNormal"/>
      </w:pPr>
      <w:r>
        <w:t>One lady writes:</w:t>
      </w:r>
    </w:p>
    <w:p w:rsidR="00822417" w:rsidRDefault="00BE2C51" w:rsidP="00BE2C51">
      <w:pPr>
        <w:pStyle w:val="libNormal"/>
      </w:pPr>
      <w:r>
        <w:rPr>
          <w:rFonts w:hint="eastAsia"/>
        </w:rPr>
        <w:t>“</w:t>
      </w:r>
      <w:r>
        <w:t>Whatever I tried to do in my childhood, I received rebukes—you broke the delicate china, you have put excessive salt in the dish, you have used more water than the recipe required. What do you know about sweeping the floor? Don’t talk in the presence of guests… and hundreds of more such rebukesWhile cooking I used to taste the dish lest there is excessive salt and water in the preparation. Even then I used to be always at the receiving end.</w:t>
      </w:r>
    </w:p>
    <w:p w:rsidR="00822417" w:rsidRDefault="00BE2C51" w:rsidP="00BE2C51">
      <w:pPr>
        <w:pStyle w:val="libNormal"/>
      </w:pPr>
      <w:r>
        <w:t>This is the reason I could not develop confidence in my capabilities. I started considering myself weak and insignificant. I am very unhappy with inferiority complex and lack of confidence. I am in-charge of addressing a weekly meeting (majlis). Every time I stir out for the task I go with a disturbed mind… I start doubting that I might not be able to handle the function properly.</w:t>
      </w:r>
    </w:p>
    <w:p w:rsidR="00822417" w:rsidRDefault="00BE2C51" w:rsidP="00BE2C51">
      <w:pPr>
        <w:pStyle w:val="libNormal"/>
      </w:pPr>
      <w:r>
        <w:rPr>
          <w:rFonts w:hint="eastAsia"/>
        </w:rPr>
        <w:t>“</w:t>
      </w:r>
      <w:r>
        <w:t>. My heart will be aflutter. I feel that I might not be able to deliver the talk properly. Many a time I remember a lot of points for the talk that I had also included in some past meetings. Even then I lack confidence. I start wishing that this responsibility was not entrusted to me. Whatever work I do, I start to get the feeling of reluctance. Half way through any work I start wishing that this task was taken away from me. I tried hard to banish this lack of confidence on myself but I have always failed.</w:t>
      </w:r>
      <w:r>
        <w:rPr>
          <w:rFonts w:hint="eastAsia"/>
        </w:rPr>
        <w:t>”</w:t>
      </w:r>
    </w:p>
    <w:p w:rsidR="00822417" w:rsidRDefault="00BE2C51" w:rsidP="00BE2C51">
      <w:pPr>
        <w:pStyle w:val="libNormal"/>
      </w:pPr>
      <w:r>
        <w:t>Another lady writes:</w:t>
      </w:r>
    </w:p>
    <w:p w:rsidR="00822417" w:rsidRDefault="00BE2C51" w:rsidP="00BE2C51">
      <w:pPr>
        <w:pStyle w:val="libNormal"/>
      </w:pPr>
      <w:r>
        <w:rPr>
          <w:rFonts w:hint="eastAsia"/>
        </w:rPr>
        <w:lastRenderedPageBreak/>
        <w:t>“</w:t>
      </w:r>
      <w:r>
        <w:t>From my childhood mother tried to help me with my work. She never allowed me to do anything alone. In time I got used to the prop and depending on others became a part of my nature. I was not able to use my confidence and capability to tackle problems. I always needed help from Mom and others at home. The dependence on others went to the extent that even for a trivial task I needed support of others. I had a feeling that I am incapable of doing anything on my own."</w:t>
      </w:r>
    </w:p>
    <w:p w:rsidR="00822417" w:rsidRDefault="00BE2C51" w:rsidP="00BE2C51">
      <w:pPr>
        <w:pStyle w:val="libNormal"/>
      </w:pPr>
      <w:r>
        <w:t>It must be mentioned at this stage that some children, to display their individuality accede to wrong actions. For example, they may mutilate the flowers and pull out branches of shrubs, harm birds and dogs and cats. Harm others and pull the hair of the sisters. At such times the parents can’t keep quiet without interfering. But they must bear in their minds that when the child does such things, he doesn’t have rancour or hate towards anyone. He is just trying to assert his individuality. The best way of preventing him from such acts is to tacitly divert his attention to other things. Make him busy with some game or gainful task.</w:t>
      </w:r>
    </w:p>
    <w:p w:rsidR="000D2B00" w:rsidRDefault="000D2B00" w:rsidP="003C333D">
      <w:pPr>
        <w:pStyle w:val="libNormal"/>
      </w:pPr>
      <w:r>
        <w:br w:type="page"/>
      </w:r>
    </w:p>
    <w:p w:rsidR="00822417" w:rsidRDefault="00BE2C51" w:rsidP="000D2B00">
      <w:pPr>
        <w:pStyle w:val="Heading1Center"/>
      </w:pPr>
      <w:bookmarkStart w:id="45" w:name="_Toc431646352"/>
      <w:r>
        <w:lastRenderedPageBreak/>
        <w:t>Independence</w:t>
      </w:r>
      <w:bookmarkEnd w:id="45"/>
    </w:p>
    <w:p w:rsidR="00822417" w:rsidRDefault="00BE2C51" w:rsidP="00BE2C51">
      <w:pPr>
        <w:pStyle w:val="libNormal"/>
      </w:pPr>
      <w:r>
        <w:t>There are plenty of parents who think that restricting or denying any freedom to the children is good upbringing. They think that the children are incapable of distinguishing between good and bad. They don’t have enough wisdom and if they are given some independence, they might go astray. Such parents start thinking for the child and make all the decisions for him. They try to keep control over the child’s eating, playing and other activities. They want to model the child’s life according to their own thinking. They believe that the child doesn’t have any right to independence and freedom. He should not do anything without the express permission of the parents.</w:t>
      </w:r>
    </w:p>
    <w:p w:rsidR="00822417" w:rsidRDefault="00BE2C51" w:rsidP="00BE2C51">
      <w:pPr>
        <w:pStyle w:val="libNormal"/>
      </w:pPr>
      <w:r>
        <w:t>Whatever the parents decide, the child must do implicitly without a whimper. Whatever the parents decide is wrong, the child must stop doing without any complaint. The children have no say in the plan of upbringing charted by such parents. Earlier, most families used to follow this policy for upbringing their children. They used to bring up the children with a iron hand. Even these days there are families that follow this practice of their forbears.</w:t>
      </w:r>
    </w:p>
    <w:p w:rsidR="00822417" w:rsidRDefault="00BE2C51" w:rsidP="00BE2C51">
      <w:pPr>
        <w:pStyle w:val="libNormal"/>
      </w:pPr>
      <w:r>
        <w:t>Although such has been the practice in the past, and is still followed by some families, it is not a desirable trend. It has many drawbacks and lacunae. There is always a possibility that with such training the children might remain comfortable, quiet and obedient to the parents. But they grow into timid persons devoid of self-confidence. Their inventive and innovative instincts will become dormant. They will not have the courage to take up important and difficult tasks in hand.</w:t>
      </w:r>
    </w:p>
    <w:p w:rsidR="00822417" w:rsidRDefault="00BE2C51" w:rsidP="00BE2C51">
      <w:pPr>
        <w:pStyle w:val="libNormal"/>
      </w:pPr>
      <w:r>
        <w:t>They are also not capable of becoming leaders. But they will be habituated of taking orders and bearing ill treatment stoically. When they grow up, they are not able to overcome this defect easily. They carry a hitch in their psyche that might later on be the cause of several psychological ailments. It is also possible that such persons develop sadistic tendencies and become tyrannical with their children and others.</w:t>
      </w:r>
    </w:p>
    <w:p w:rsidR="00822417" w:rsidRDefault="00BE2C51" w:rsidP="00BE2C51">
      <w:pPr>
        <w:pStyle w:val="libNormal"/>
      </w:pPr>
      <w:r>
        <w:t>Many intellectuals and psychologists have started a campaign against this cruel practice of upbringing and are advocating total freedom for the children. They advise the parents to leave the children free to act according to their own desire and liking. They say that the child should be free to do anything that he desires, although it may not be the right thing in your eyes. This way the child will grow with an independent mind.</w:t>
      </w:r>
    </w:p>
    <w:p w:rsidR="00822417" w:rsidRDefault="00BE2C51" w:rsidP="00BE2C51">
      <w:pPr>
        <w:pStyle w:val="libNormal"/>
      </w:pPr>
      <w:r>
        <w:t>The famous psychologist Sigmund Freud believes in this method and has many followers in the East and the West. Lot of parents too followed this method in upbringing their children. They have given total freedom to their children and do not order them around. But this practice too is not totally right. It has several drawbacks. The children brought up this way don’t believe in any restriction for doing what they decide to do. Such children generally will be selfish, excitable and of impudent nature. They think that others don’t have any rights. They usurp others rights and privileges. They unnecessarily trouble their brothers and sisters.</w:t>
      </w:r>
    </w:p>
    <w:p w:rsidR="00822417" w:rsidRDefault="00BE2C51" w:rsidP="00BE2C51">
      <w:pPr>
        <w:pStyle w:val="libNormal"/>
      </w:pPr>
      <w:r>
        <w:t xml:space="preserve">Such children tend to become a nuisance to their neighbours and others. Because their desires are driven by total independence, they commit excesses towards others. Their expectations reach such a level that they will </w:t>
      </w:r>
      <w:r>
        <w:lastRenderedPageBreak/>
        <w:t>find it difficult to fulfill them. When such children grow into adults they expect others to obey them withoutany complaint. They don’t want to be controlled by anyone else. When they notice that they are unable to get their way with others, then they become heart-broken After having faced rebuffs in the society they become reclusive, or, to take revenge against their defeats they devise stratagems for tyranny and dangerous acts.</w:t>
      </w:r>
    </w:p>
    <w:p w:rsidR="00822417" w:rsidRDefault="00BE2C51" w:rsidP="00BE2C51">
      <w:pPr>
        <w:pStyle w:val="libNormal"/>
      </w:pPr>
      <w:r>
        <w:t>Unrestricted freedom sometimes becomes hazardous too. Sometimes a child wishes to run dangerously on the road or to touch the live electrical wire. Thus, the two methods of upbringing, one that gives no freedom to the child and the other which recommends total freedom, are both fraught with glaring faults.</w:t>
      </w:r>
    </w:p>
    <w:p w:rsidR="00822417" w:rsidRDefault="00BE2C51" w:rsidP="00BE2C51">
      <w:pPr>
        <w:pStyle w:val="libNormal"/>
      </w:pPr>
      <w:r>
        <w:t>The best path to follow in the matter of the upbringing of the child is to give him selective freedom. Allah has endowed the human beings with different instincts and feelings that go to make the nature of a person. Some of these instincts are love, hate, bravery, fear etc. These are intrinsic feelings and notions endowed by Allah to all human beings for tackling the problems that confront them. These instincts go to make the individual’s personality. In a free environment these instincts keep growing.</w:t>
      </w:r>
    </w:p>
    <w:p w:rsidR="00822417" w:rsidRDefault="00BE2C51" w:rsidP="00BE2C51">
      <w:pPr>
        <w:pStyle w:val="libNormal"/>
      </w:pPr>
      <w:r>
        <w:t>Fear is for escape from dangers. Anger helps in deciding to attack the adversary. Diligence is required for acquiring learning. A person who does not have the instinct of fear and anger in his nature will be an inferior person. It is not right to suppress these instincts in a child. In an atmosphere of freedom a child can make use of these instincts to advantage.</w:t>
      </w:r>
    </w:p>
    <w:p w:rsidR="00822417" w:rsidRDefault="00BE2C51" w:rsidP="00BE2C51">
      <w:pPr>
        <w:pStyle w:val="libNormal"/>
      </w:pPr>
      <w:r>
        <w:t>The Religion of Islam gives particular attention to the need for freedom. A few traditions are quoted here.</w:t>
      </w:r>
    </w:p>
    <w:p w:rsidR="00822417" w:rsidRDefault="00BE2C51" w:rsidP="00BE2C51">
      <w:pPr>
        <w:pStyle w:val="libNormal"/>
      </w:pPr>
      <w:r>
        <w:t>Ali said:</w:t>
      </w:r>
    </w:p>
    <w:p w:rsidR="00822417" w:rsidRDefault="00BE2C51" w:rsidP="00BE2C51">
      <w:pPr>
        <w:pStyle w:val="libNormal"/>
      </w:pPr>
      <w:r>
        <w:rPr>
          <w:rFonts w:hint="eastAsia"/>
        </w:rPr>
        <w:t>“</w:t>
      </w:r>
      <w:r>
        <w:t>Don’t become slave to others, Allah has given birth to you as a free person." (Bihar al-anwar, v77, p.214)</w:t>
      </w:r>
    </w:p>
    <w:p w:rsidR="00822417" w:rsidRDefault="00BE2C51" w:rsidP="00BE2C51">
      <w:pPr>
        <w:pStyle w:val="libNormal"/>
      </w:pPr>
      <w:r>
        <w:t>Imam Jafer al Sadiq said:</w:t>
      </w:r>
    </w:p>
    <w:p w:rsidR="00822417" w:rsidRDefault="00BE2C51" w:rsidP="00BE2C51">
      <w:pPr>
        <w:pStyle w:val="libNormal"/>
      </w:pPr>
      <w:r>
        <w:rPr>
          <w:rFonts w:hint="eastAsia"/>
        </w:rPr>
        <w:t>“</w:t>
      </w:r>
      <w:r>
        <w:t>A person who has the following five qualities will be a successful person: First: Faith, Second: Wisdom, Third: Morals, Fourth: Freedom, Fifth: Good behaviour."</w:t>
      </w:r>
    </w:p>
    <w:p w:rsidR="00822417" w:rsidRDefault="00BE2C51" w:rsidP="00BE2C51">
      <w:pPr>
        <w:pStyle w:val="libNormal"/>
      </w:pPr>
      <w:r>
        <w:t>The Prophet of Islam said:</w:t>
      </w:r>
    </w:p>
    <w:p w:rsidR="00822417" w:rsidRDefault="00BE2C51" w:rsidP="00BE2C51">
      <w:pPr>
        <w:pStyle w:val="libNormal"/>
      </w:pPr>
      <w:r>
        <w:rPr>
          <w:rFonts w:hint="eastAsia"/>
        </w:rPr>
        <w:t>“</w:t>
      </w:r>
      <w:r>
        <w:t>The child is a ruler till he is seven years old, seven to fourteen years he is a subject and after fourteen years he is the deputy and adviser for his parents." (Wasail al-shiah, v 15, p. 195)</w:t>
      </w:r>
    </w:p>
    <w:p w:rsidR="00822417" w:rsidRDefault="00BE2C51" w:rsidP="00BE2C51">
      <w:pPr>
        <w:pStyle w:val="libNormal"/>
      </w:pPr>
      <w:r>
        <w:t>But total freedom is not possible in the society. For one person’s freedom, the freedom of others in the society cannot be compromised. The child must be made to understand early in life that without any restrictions one cannot live in the society. Others too have some rights and privileges. For example: a child wants to play. Play is good for his training He must have freedom to play games that suit his temperament. But while playing the child should be aware of the rights of others. He should exercise care that property of the neighbours is not damaged, the window-panes of buildings in the neighbourhood are not broken. Therefore, he does have the freedom to play but this freedom is having some restrictions.</w:t>
      </w:r>
    </w:p>
    <w:p w:rsidR="00822417" w:rsidRDefault="00BE2C51" w:rsidP="00BE2C51">
      <w:pPr>
        <w:pStyle w:val="libNormal"/>
      </w:pPr>
      <w:r>
        <w:t xml:space="preserve">The child can exercise his instinct to get angry. He can defend himself by showing anger at proper time. But in the exercise of his anger he does not </w:t>
      </w:r>
      <w:r>
        <w:lastRenderedPageBreak/>
        <w:t>have the freedom to damage the property around him, cause some injury to others or heap insults at them.</w:t>
      </w:r>
    </w:p>
    <w:p w:rsidR="00822417" w:rsidRDefault="00BE2C51" w:rsidP="00BE2C51">
      <w:pPr>
        <w:pStyle w:val="libNormal"/>
      </w:pPr>
      <w:r>
        <w:t>The parents should devise a strategy for the upbringing of the child keeping in consideration his age, intelligence, strength and feelings. They should put his actions in two categories:</w:t>
      </w:r>
    </w:p>
    <w:p w:rsidR="00822417" w:rsidRDefault="00BE2C51" w:rsidP="00BE2C51">
      <w:pPr>
        <w:pStyle w:val="libNormal"/>
      </w:pPr>
      <w:r>
        <w:t>1. The actions that are desirable for him.</w:t>
      </w:r>
    </w:p>
    <w:p w:rsidR="00822417" w:rsidRDefault="00BE2C51" w:rsidP="00BE2C51">
      <w:pPr>
        <w:pStyle w:val="libNormal"/>
      </w:pPr>
      <w:r>
        <w:t>2. The actions that are taboo for him.</w:t>
      </w:r>
    </w:p>
    <w:p w:rsidR="00822417" w:rsidRDefault="00BE2C51" w:rsidP="00BE2C51">
      <w:pPr>
        <w:pStyle w:val="libNormal"/>
      </w:pPr>
      <w:r>
        <w:t>They should determine the limit for each type of action. Then they should give total freedom to the child for the desirable activity so that he fully exercises his instincts in performing these activities without any restriction. The child should be free to think and act. Not only the child should be given total freedom, but also on occasion he must be guided, if so required. But the acts which are taboo for the child, he should be strictly prevented from doing them.</w:t>
      </w:r>
    </w:p>
    <w:p w:rsidR="00822417" w:rsidRDefault="00BE2C51" w:rsidP="00BE2C51">
      <w:pPr>
        <w:pStyle w:val="libNormal"/>
      </w:pPr>
      <w:r>
        <w:t>If this attitude is adopted, neither will the freedom of the child be curbed nor his capabilities hindered. He will have the right amount of freedom and control to ensure that his instincts are utilised gainfully.</w:t>
      </w:r>
    </w:p>
    <w:p w:rsidR="00822417" w:rsidRDefault="00BE2C51" w:rsidP="00BE2C51">
      <w:pPr>
        <w:pStyle w:val="libNormal"/>
      </w:pPr>
      <w:r>
        <w:t>The parents should carefully determine the right and wrong acts that the child might do. The acts which are harmful to the family, which might cause harm to the persons or property, which are against the norms of Shariah and the law should be black-listed and the child should be strictly prevented from perpetrating them. For the right acts the child should be given total freedom. In performance of these good acts the child should be allowed to use his own thinking and intuition.</w:t>
      </w:r>
    </w:p>
    <w:p w:rsidR="00822417" w:rsidRDefault="00BE2C51" w:rsidP="00BE2C51">
      <w:pPr>
        <w:pStyle w:val="libNormal"/>
      </w:pPr>
      <w:r>
        <w:t>The rules of behaviour should be determined keeping in view the strength of his body and mind, his thinking capacity. Care should be taken to set rules which are not harsh on the child.</w:t>
      </w:r>
    </w:p>
    <w:p w:rsidR="00822417" w:rsidRDefault="00BE2C51" w:rsidP="00BE2C51">
      <w:pPr>
        <w:pStyle w:val="libNormal"/>
      </w:pPr>
      <w:r>
        <w:t>The parents should be firm in their pronouncements to the child, “You can do this.”“You must not do this."</w:t>
      </w:r>
    </w:p>
    <w:p w:rsidR="00822417" w:rsidRDefault="00BE2C51" w:rsidP="00BE2C51">
      <w:pPr>
        <w:pStyle w:val="libNormal"/>
      </w:pPr>
      <w:r>
        <w:t>The parents should keep aside unnecessary sentiments and emotions. They should abstain from doubts and suspicions so that the child understands its responsibilities and will not have any hesitation in fulfillling his duties.</w:t>
      </w:r>
    </w:p>
    <w:p w:rsidR="00822417" w:rsidRDefault="00BE2C51" w:rsidP="00BE2C51">
      <w:pPr>
        <w:pStyle w:val="libNormal"/>
      </w:pPr>
      <w:r>
        <w:t>Imam Hasan al Askari says:</w:t>
      </w:r>
    </w:p>
    <w:p w:rsidR="00822417" w:rsidRDefault="00BE2C51" w:rsidP="00BE2C51">
      <w:pPr>
        <w:pStyle w:val="libNormal"/>
      </w:pPr>
      <w:r>
        <w:rPr>
          <w:rFonts w:hint="eastAsia"/>
        </w:rPr>
        <w:t>“</w:t>
      </w:r>
      <w:r>
        <w:t>When a child disobeys his parents, and is impertinent to them, he will grow into an adult who is rebellious and insubordinate."(Bihar al-anwar, v78, p. 374)</w:t>
      </w:r>
    </w:p>
    <w:p w:rsidR="00822417" w:rsidRDefault="00BE2C51" w:rsidP="00BE2C51">
      <w:pPr>
        <w:pStyle w:val="libNormal"/>
      </w:pPr>
      <w:r>
        <w:t>The parents must both co-ordinate with one another to abstain from differences of opinion while dealing with the child. The differences amongst the parents can create doubts in the mind of the child.</w:t>
      </w:r>
    </w:p>
    <w:p w:rsidR="00822417" w:rsidRDefault="00BE2C51" w:rsidP="00BE2C51">
      <w:pPr>
        <w:pStyle w:val="libNormal"/>
      </w:pPr>
      <w:r>
        <w:t>Stubbornness</w:t>
      </w:r>
    </w:p>
    <w:p w:rsidR="00822417" w:rsidRDefault="00BE2C51" w:rsidP="00BE2C51">
      <w:pPr>
        <w:pStyle w:val="libNormal"/>
      </w:pPr>
      <w:r>
        <w:t>Every child will have a degree of stubbornness in its nature that becomes evident from the age of two years. A stubborn child generally insists to get things done his way. Whenever he finds some resistance from others, he will have recourse to crying and shouting. It will roll on the ground and hit its head against the walls.</w:t>
      </w:r>
    </w:p>
    <w:p w:rsidR="00822417" w:rsidRDefault="00BE2C51" w:rsidP="00BE2C51">
      <w:pPr>
        <w:pStyle w:val="libNormal"/>
      </w:pPr>
      <w:r>
        <w:t xml:space="preserve">The child may even refuse to have food. It will throw the crockery and sometimes even become aggressive and hit the other members of the family. </w:t>
      </w:r>
      <w:r>
        <w:lastRenderedPageBreak/>
        <w:t>This habit of stubbornness, if it persists, is also noticed in grown up youth. Generally the parents complain about this aberration in their children and keep searching a solution to the problem. It is the common experience that the parents have access to one of the two methods, mentioned here, to overcome the problem:</w:t>
      </w:r>
    </w:p>
    <w:p w:rsidR="00822417" w:rsidRDefault="00BE2C51" w:rsidP="00BE2C51">
      <w:pPr>
        <w:pStyle w:val="libNormal"/>
      </w:pPr>
      <w:r>
        <w:t>Firstly: Some parents are of opinion that a tough attitude should be taken, if the child is stubborn, by refusing to accede to his demands. These parents say that the child has become very assertive and they need to be firm in denying its wishes. They try to correct the child by being strict and go to the extent of punishing and beating him. They try to impose their own wishes on the child. The behaviour of such parents is tantamount to tit-for-tat attitude. This approach is not desirable even if they have momentarily quietened the child by being strict. To the contrary they cause grave harm to the psyche of the child with their strict attitude.</w:t>
      </w:r>
    </w:p>
    <w:p w:rsidR="00822417" w:rsidRDefault="00BE2C51" w:rsidP="00BE2C51">
      <w:pPr>
        <w:pStyle w:val="libNormal"/>
      </w:pPr>
      <w:r>
        <w:t>Two years is the age of the onset of self-determination and confidence in a child. The obstinate behaviour of the child is the assertion of its nature of independence. At this tender age the child is not capable of controlling its wishes and imagining the consequences of fulfillling them. It makes up its mind and wants the things done accordingly.</w:t>
      </w:r>
    </w:p>
    <w:p w:rsidR="00822417" w:rsidRDefault="00BE2C51" w:rsidP="00BE2C51">
      <w:pPr>
        <w:pStyle w:val="libNormal"/>
      </w:pPr>
      <w:r>
        <w:t>If the parents deny him his wishes, they would be hurting the child’s psyche. Such children might grow into calm individuals but they will be devoid of the trait of confidence and determination. When a child notices that nobody is concerned about its wishes and are preventing him by force from having his way, then he will become dejected and disappointed. This condition of unrest and frustration becomes a part of his nature. There can also be the possibility of his becoming rebellious as he grows up and indulges in extreme acts like tyranny and murder as an expression of his extreme feelings of hurt.</w:t>
      </w:r>
    </w:p>
    <w:p w:rsidR="00822417" w:rsidRDefault="00BE2C51" w:rsidP="00BE2C51">
      <w:pPr>
        <w:pStyle w:val="libNormal"/>
      </w:pPr>
      <w:r>
        <w:t>Secondly: Some experts on the subject of upbringing believe that, to the extent possible, the child’s wishes should be satisfied. He must be allowed to do what he wishes to. They feel that the child should be given a degree of independence. They believe that as the child grows up, it will stop being stubborn. But this method of handling the children too has its own flaws.</w:t>
      </w:r>
    </w:p>
    <w:p w:rsidR="00822417" w:rsidRDefault="00BE2C51" w:rsidP="00BE2C51">
      <w:pPr>
        <w:pStyle w:val="libNormal"/>
      </w:pPr>
      <w:r>
        <w:t>There are certain acts that can be harmful to the child and others around him, if he is allowed to do them. The elders closing their eyes to such acts of the child is not being wise. Imagine a three-year-old trying to scale a ladder unhindered. The possibility of his falling and maiming himself for life will always be there. The child might try to light the oven unattended and consequently cause a big fire. The child may get into its head to bodily harm other children around him. The elders always have to prevent the child from doing such things.</w:t>
      </w:r>
    </w:p>
    <w:p w:rsidR="00822417" w:rsidRDefault="00BE2C51" w:rsidP="00BE2C51">
      <w:pPr>
        <w:pStyle w:val="libNormal"/>
      </w:pPr>
      <w:r>
        <w:t xml:space="preserve">The child who is free to do what he likes, and finds acceptance for these acts, with unruly behaviour will in stages become a selfish and dictatorial individual. He expects that people will accept his point of view without complaint. He has not met with any denial of his wishes in the childhood and expects the same attitude from others when he has grown up. But in practice this is not the case. People can differ with his points of view. After </w:t>
      </w:r>
      <w:r>
        <w:lastRenderedPageBreak/>
        <w:t>facing many such denials he gets frustrated and becomes reclusive. He will consider himself a defeated person and thinks that others are unreasonable.</w:t>
      </w:r>
    </w:p>
    <w:p w:rsidR="00822417" w:rsidRDefault="00BE2C51" w:rsidP="00BE2C51">
      <w:pPr>
        <w:pStyle w:val="libNormal"/>
      </w:pPr>
      <w:r>
        <w:t>Islam considers stubbornness as a negative trait in an individual as several traditions can be quoted in this regard:</w:t>
      </w:r>
    </w:p>
    <w:p w:rsidR="00822417" w:rsidRDefault="00BE2C51" w:rsidP="00BE2C51">
      <w:pPr>
        <w:pStyle w:val="libNormal"/>
      </w:pPr>
      <w:r>
        <w:t>For instance, Ali, The Commander of the Faithful, says:</w:t>
      </w:r>
    </w:p>
    <w:p w:rsidR="00822417" w:rsidRDefault="00BE2C51" w:rsidP="00BE2C51">
      <w:pPr>
        <w:pStyle w:val="libNormal"/>
      </w:pPr>
      <w:r>
        <w:rPr>
          <w:rFonts w:hint="eastAsia"/>
        </w:rPr>
        <w:t>“</w:t>
      </w:r>
      <w:r>
        <w:t>Stubbornness is the cause of evil." (Ghirar al-hukm, p. 16)</w:t>
      </w:r>
    </w:p>
    <w:p w:rsidR="00822417" w:rsidRDefault="00BE2C51" w:rsidP="00BE2C51">
      <w:pPr>
        <w:pStyle w:val="libNormal"/>
      </w:pPr>
      <w:r>
        <w:rPr>
          <w:rFonts w:hint="eastAsia"/>
        </w:rPr>
        <w:t>“</w:t>
      </w:r>
      <w:r>
        <w:t>Brazenness ( or stubbornness) causes harm to the human intelligence."(Ghirar al-hukm, p. 17)</w:t>
      </w:r>
    </w:p>
    <w:p w:rsidR="00822417" w:rsidRDefault="00BE2C51" w:rsidP="00BE2C51">
      <w:pPr>
        <w:pStyle w:val="libNormal"/>
      </w:pPr>
      <w:r>
        <w:rPr>
          <w:rFonts w:hint="eastAsia"/>
        </w:rPr>
        <w:t>“</w:t>
      </w:r>
      <w:r>
        <w:t>Stubbornness is the cause of conflict and enmity." (Ghirar al-hukm, p. 18)</w:t>
      </w:r>
    </w:p>
    <w:p w:rsidR="00822417" w:rsidRDefault="00BE2C51" w:rsidP="00BE2C51">
      <w:pPr>
        <w:pStyle w:val="libNormal"/>
      </w:pPr>
      <w:r>
        <w:rPr>
          <w:rFonts w:hint="eastAsia"/>
        </w:rPr>
        <w:t>“</w:t>
      </w:r>
      <w:r>
        <w:t>Stubbornness harms a person the most in this world and Hereafter." (Ghirar al-hukm, p. 104)</w:t>
      </w:r>
    </w:p>
    <w:p w:rsidR="00822417" w:rsidRDefault="00BE2C51" w:rsidP="00BE2C51">
      <w:pPr>
        <w:pStyle w:val="libNormal"/>
      </w:pPr>
      <w:r>
        <w:t>The best attitude is one of moderation. The parents who adopt this way of upbringing their children don’t consider the stubbornness of the child as an aberration and are aware that it is the expression of his individuality. Instead of curbing this instinct, they use is for the training and upbringing of the child. They carefully consider and analyse the demands and acts of the child. They give freedom to the child for his acts that are harmless and thus encourage the growth of its mental capabilities. They become his friends and give him a helping hand in the performance of his actions.</w:t>
      </w:r>
    </w:p>
    <w:p w:rsidR="00822417" w:rsidRDefault="00BE2C51" w:rsidP="00BE2C51">
      <w:pPr>
        <w:pStyle w:val="libNormal"/>
      </w:pPr>
      <w:r>
        <w:t>Such children strengthen their determination to perform acts and give expression to their individualities. These children consider the parents as their friends and not persons who unnecessarily impede their actions.</w:t>
      </w:r>
    </w:p>
    <w:p w:rsidR="00822417" w:rsidRDefault="00BE2C51" w:rsidP="00BE2C51">
      <w:pPr>
        <w:pStyle w:val="libNormal"/>
      </w:pPr>
      <w:r>
        <w:t>But such parents assert constraint on the harmful acts of the children and don’t mince words in advising the child to refrain from such acts. They clearly explain the reasons for stopping the child from such acts and divert its mind to some other useful activity. Because the child has a good feeling towards the parents, who don’t put too many restrictions on him, agrees to refrain from the act which they ask him not to do. But if sometimes the child persists with his demand for doing an undesirable act, .the parents have to put their foot down and prevent him from doing it. The child will then cool down after some time. The child should be trained to realise that in life one cannot always be stubborn, The parents must exercise restraint while handling the children and should not take recourse to beating them. The child should not get the idea that the parents are tyrannical Such children can turn rebellious with passage of time.</w:t>
      </w:r>
    </w:p>
    <w:p w:rsidR="00822417" w:rsidRDefault="00BE2C51" w:rsidP="00BE2C51">
      <w:pPr>
        <w:pStyle w:val="libNormal"/>
      </w:pPr>
      <w:r>
        <w:t>At the end of this discussion, it is in place to mention the following points for the consideration of the mentors:</w:t>
      </w:r>
    </w:p>
    <w:p w:rsidR="00822417" w:rsidRDefault="00BE2C51" w:rsidP="00BE2C51">
      <w:pPr>
        <w:pStyle w:val="libNormal"/>
      </w:pPr>
      <w:r>
        <w:t xml:space="preserve">1. As far as possible give freedom for action to the children. Don’t interfere too much with their actions. Don’t perpetually keep on telling them not to do things. When the child tries to climb over a chair or a shrub, you ask him not to do itHe tries to peel a fruit; you stop him from doing it lest he cut his fingersHe wants to light the water-heater, you prevent him from doing it, fearing he might burn his handHe tries to pour decoction in a teacup, you stop him saying he might break the expensive ChinaHe plays inside the house, you say he is making too much of noiseHe stirs out into the lane, you fear he might be run over by a bicycleThen, what would you expect the little child to doHe too has human feelingsWhen you interfere too </w:t>
      </w:r>
      <w:r>
        <w:lastRenderedPageBreak/>
        <w:t>much with his acts, he might develop stubbornness. One reason for the trait of stubbornness in the children is excessive interference of the parents in their actions.</w:t>
      </w:r>
    </w:p>
    <w:p w:rsidR="00822417" w:rsidRDefault="00BE2C51" w:rsidP="00BE2C51">
      <w:pPr>
        <w:pStyle w:val="libNormal"/>
      </w:pPr>
      <w:r>
        <w:t>2. When a child becomes querulous, then try to find the reason for this and find a solution. The child will then calm down. If he is hungry, feed him. If he is tired, help him to sleep. If the child is disturbed with the environment, like a noisy television near him, or noisy visitors around, set the environment right for him.</w:t>
      </w:r>
    </w:p>
    <w:p w:rsidR="00822417" w:rsidRDefault="00BE2C51" w:rsidP="00BE2C51">
      <w:pPr>
        <w:pStyle w:val="libNormal"/>
      </w:pPr>
      <w:r>
        <w:t>3. Don’t insult or upbraid the child that can make him more stubborn. Ali says,”Reprimand gives wind to the fire of stubbornness." (Tuhaf al-uqul, p. 80)</w:t>
      </w:r>
    </w:p>
    <w:p w:rsidR="00822417" w:rsidRDefault="00BE2C51" w:rsidP="00BE2C51">
      <w:pPr>
        <w:pStyle w:val="libNormal"/>
      </w:pPr>
      <w:r>
        <w:t>4. Sometimes the siblings commit excesses on a child and he finds no supporter. He willthen become rebellious and stubborn. In such cases the parents must intervene.</w:t>
      </w:r>
    </w:p>
    <w:p w:rsidR="00822417" w:rsidRDefault="00BE2C51" w:rsidP="00BE2C51">
      <w:pPr>
        <w:pStyle w:val="libNormal"/>
      </w:pPr>
      <w:r>
        <w:t>5. If your child behaves stubbornly and you are unable to fathom the reason for this; then introspect whether his behaviour is because of your own failing.</w:t>
      </w:r>
    </w:p>
    <w:p w:rsidR="00BE2C51" w:rsidRDefault="00BE2C51" w:rsidP="003C333D">
      <w:pPr>
        <w:pStyle w:val="libNormal"/>
      </w:pPr>
      <w:r>
        <w:br w:type="page"/>
      </w:r>
    </w:p>
    <w:p w:rsidR="00822417" w:rsidRDefault="00BE2C51" w:rsidP="00BE2C51">
      <w:pPr>
        <w:pStyle w:val="Heading1Center"/>
      </w:pPr>
      <w:bookmarkStart w:id="46" w:name="_Toc431646353"/>
      <w:r>
        <w:lastRenderedPageBreak/>
        <w:t>Work and Performance of Duties</w:t>
      </w:r>
      <w:bookmarkEnd w:id="46"/>
    </w:p>
    <w:p w:rsidR="00822417" w:rsidRDefault="00BE2C51" w:rsidP="00BE2C51">
      <w:pPr>
        <w:pStyle w:val="libNormal"/>
      </w:pPr>
      <w:r>
        <w:t>Work and efforts to achieve are the basis of human life. Through work man acquires the basic amenities of food, clothing and shelter These needs are fulfillled by making tireless efforts throughout ones life. The growth of industries and mind-boggling inventions are all the results of continuous research and development activity of human beings. It is sheer hard work and knowledge that gave birth to the civilisations in the world. It is the collective greatness of the people of a country that they have a prominent place in the comity of nations. The prosperity of any country is a direct reflection of the hard efforts put in by the people of that nation.</w:t>
      </w:r>
    </w:p>
    <w:p w:rsidR="00822417" w:rsidRDefault="00BE2C51" w:rsidP="00BE2C51">
      <w:pPr>
        <w:pStyle w:val="libNormal"/>
      </w:pPr>
      <w:r>
        <w:t>If the people of a country are lazy and compulsive malingerers, that country will lag behind others in all fields of activity. Such countries will not be prosperous. Such nations will not be productive and will always remain in the morass of backwardness. Similarly the progress of every individual too will depend on his knowledge, skills and sincerity of efforts. The world is a place for hard work and toil. It has no place for people who shirk and avoid their duties. Allah says in the Holy Book:</w:t>
      </w:r>
    </w:p>
    <w:p w:rsidR="00822417" w:rsidRDefault="00BE2C51" w:rsidP="00BE2C51">
      <w:pPr>
        <w:pStyle w:val="libNormal"/>
      </w:pPr>
      <w:r>
        <w:rPr>
          <w:rFonts w:hint="eastAsia"/>
        </w:rPr>
        <w:t>“</w:t>
      </w:r>
      <w:r>
        <w:t>Whatever man has got is the result of his striving." (Quran, 53:39)</w:t>
      </w:r>
    </w:p>
    <w:p w:rsidR="00822417" w:rsidRDefault="00BE2C51" w:rsidP="00BE2C51">
      <w:pPr>
        <w:pStyle w:val="libNormal"/>
      </w:pPr>
      <w:r>
        <w:t>The Prophet of Islam says:</w:t>
      </w:r>
    </w:p>
    <w:p w:rsidR="00822417" w:rsidRDefault="00BE2C51" w:rsidP="00BE2C51">
      <w:pPr>
        <w:pStyle w:val="libNormal"/>
      </w:pPr>
      <w:r>
        <w:t>"Accursed is one who puts his burden on others." (Usul al-Kafi, v5, p. 73)</w:t>
      </w:r>
    </w:p>
    <w:p w:rsidR="00822417" w:rsidRDefault="00BE2C51" w:rsidP="00BE2C51">
      <w:pPr>
        <w:pStyle w:val="libNormal"/>
      </w:pPr>
      <w:r>
        <w:t>The Prophet also said:</w:t>
      </w:r>
    </w:p>
    <w:p w:rsidR="00822417" w:rsidRDefault="00BE2C51" w:rsidP="00BE2C51">
      <w:pPr>
        <w:pStyle w:val="libNormal"/>
      </w:pPr>
      <w:r>
        <w:rPr>
          <w:rFonts w:hint="eastAsia"/>
        </w:rPr>
        <w:t>“</w:t>
      </w:r>
      <w:r>
        <w:t>Prayer has seventy aspects and the most excellent is the toil to obtain honest livelihood." (Usul al-Kafi, v5, p. 78)</w:t>
      </w:r>
    </w:p>
    <w:p w:rsidR="00822417" w:rsidRDefault="00BE2C51" w:rsidP="00BE2C51">
      <w:pPr>
        <w:pStyle w:val="libNormal"/>
      </w:pPr>
      <w:r>
        <w:t>Imam Jafer al Sadiq says:</w:t>
      </w:r>
    </w:p>
    <w:p w:rsidR="00822417" w:rsidRDefault="00BE2C51" w:rsidP="00BE2C51">
      <w:pPr>
        <w:pStyle w:val="libNormal"/>
      </w:pPr>
      <w:r>
        <w:rPr>
          <w:rFonts w:hint="eastAsia"/>
        </w:rPr>
        <w:t>“</w:t>
      </w:r>
      <w:r>
        <w:t>Convey my greetings to my friends and exhort them to remain pious and prepare themselves for the Day of Reckoning. By Allah I ask you do such things, which I myself with hard toilAfter morning prayers, stir out early for work and acquire honest livelihood. Allah will then provide you food and succour" (Usul al-Kafi, v5, p. 78)</w:t>
      </w:r>
    </w:p>
    <w:p w:rsidR="00822417" w:rsidRDefault="00BE2C51" w:rsidP="00BE2C51">
      <w:pPr>
        <w:pStyle w:val="libNormal"/>
      </w:pPr>
      <w:r>
        <w:t>Imam Mohammed Baqir says:</w:t>
      </w:r>
    </w:p>
    <w:p w:rsidR="00822417" w:rsidRDefault="00BE2C51" w:rsidP="00BE2C51">
      <w:pPr>
        <w:pStyle w:val="libNormal"/>
      </w:pPr>
      <w:r>
        <w:rPr>
          <w:rFonts w:hint="eastAsia"/>
        </w:rPr>
        <w:t>“</w:t>
      </w:r>
      <w:r>
        <w:t>I don’t like the person who is lazy in performing his worldly duties. A person who is slow in this life will also be slow Hereafter" (Usul al-Kafi, v5, p. 85)</w:t>
      </w:r>
    </w:p>
    <w:p w:rsidR="00822417" w:rsidRDefault="00BE2C51" w:rsidP="00BE2C51">
      <w:pPr>
        <w:pStyle w:val="libNormal"/>
      </w:pPr>
      <w:r>
        <w:t>Imam Jafer al Sadiq says:</w:t>
      </w:r>
    </w:p>
    <w:p w:rsidR="00822417" w:rsidRDefault="00BE2C51" w:rsidP="00BE2C51">
      <w:pPr>
        <w:pStyle w:val="libNormal"/>
      </w:pPr>
      <w:r>
        <w:rPr>
          <w:rFonts w:hint="eastAsia"/>
        </w:rPr>
        <w:t>“</w:t>
      </w:r>
      <w:r>
        <w:t>A person who toils to provide sustenance to his family will get the reward equivalent to a jihad." (Usul al-Kafi, v5, p. 88)</w:t>
      </w:r>
    </w:p>
    <w:p w:rsidR="00822417" w:rsidRDefault="00BE2C51" w:rsidP="00BE2C51">
      <w:pPr>
        <w:pStyle w:val="libNormal"/>
      </w:pPr>
      <w:r>
        <w:t>Imam sadiq also said:</w:t>
      </w:r>
    </w:p>
    <w:p w:rsidR="00822417" w:rsidRDefault="00BE2C51" w:rsidP="00BE2C51">
      <w:pPr>
        <w:pStyle w:val="libNormal"/>
      </w:pPr>
      <w:r>
        <w:rPr>
          <w:rFonts w:hint="eastAsia"/>
        </w:rPr>
        <w:t>“</w:t>
      </w:r>
      <w:r>
        <w:t>The farmers are depositories for men. They sow good seeds and Allah helps them grow. On the Day of Judgment the farmers will have an excellent place. They will be addressed with the sobriquet of mubarakain—the blessed ones" (Usul al-Kafi, v5, p. 201)</w:t>
      </w:r>
    </w:p>
    <w:p w:rsidR="00822417" w:rsidRDefault="00BE2C51" w:rsidP="00BE2C51">
      <w:pPr>
        <w:pStyle w:val="libNormal"/>
      </w:pPr>
      <w:r>
        <w:t>Every human being derives benefit from the efforts and work of others. The human beings are symbiotic and cannot live in seclusion. It is therefore the duty of every individual to make his best efforts for his own sustenance and for other fellow beings. The labourers therefore can be rated as the best of human beings. Those who have the strength to work but depend on the toil of others will be deprived of the Blessings of Allah.</w:t>
      </w:r>
    </w:p>
    <w:p w:rsidR="00822417" w:rsidRDefault="00BE2C51" w:rsidP="00BE2C51">
      <w:pPr>
        <w:pStyle w:val="libNormal"/>
      </w:pPr>
      <w:r>
        <w:lastRenderedPageBreak/>
        <w:t>The parents, who wish to make their children grow into obedient and useful citizens, and also they want to contribute to the progress of their nation, must initiate the children to do some useful work early in life. They should train the children in such a way that they develop aptitude for work very early. This way they will be able to inculcate the spirit of dignity of labour in the children. Such persons will not deem any work below their dignity.</w:t>
      </w:r>
    </w:p>
    <w:p w:rsidR="00822417" w:rsidRDefault="00BE2C51" w:rsidP="00BE2C51">
      <w:pPr>
        <w:pStyle w:val="libNormal"/>
      </w:pPr>
      <w:r>
        <w:t>Lot of parents don’t give attention to this very important aspect of the trainingof their children. They keep doing many simple things for the child that he could himself do without any difficulty. With this attitude they don’t create a sense of responsibility in the child. They presume that this way they are serving the child. To the contrary it can be a disservice to the child and the society at large. With their attitude they create drones who will shirk work as they grow up. The child must be encouraged and helped to do work that suits his age and physical capability. This way the habit of work will be created in the child and he will enjoy working.</w:t>
      </w:r>
    </w:p>
    <w:p w:rsidR="00822417" w:rsidRDefault="00BE2C51" w:rsidP="00BE2C51">
      <w:pPr>
        <w:pStyle w:val="libNormal"/>
      </w:pPr>
      <w:r>
        <w:t>The ignorant parents, who do every small work for the child, are not absolving themselves from the duty of training the child and creating lazy and useless members for the society.</w:t>
      </w:r>
    </w:p>
    <w:p w:rsidR="00822417" w:rsidRDefault="00BE2C51" w:rsidP="00BE2C51">
      <w:pPr>
        <w:pStyle w:val="libNormal"/>
      </w:pPr>
      <w:r>
        <w:t>Responsible and thoughtful parents keep in mind the child’s age, physical strength and his mental capability into and encourage him to perform tasks that are within his ken. For example, a child of three years is asked to put on the socks himself, put on the shorts himself or to fetch things like the salt seller etc. As the child grows up, bigger tasks are entrusted to him, like making his own bed, setting the dining table, washing the dishes, cleaning and swabbing the floors etc. The children are also encouraged to look after their younger siblings; tend the garden at home and attend on the pets. Then they are trained to go shopping for grocery and other small needs for the household.</w:t>
      </w:r>
    </w:p>
    <w:p w:rsidR="00822417" w:rsidRDefault="00BE2C51" w:rsidP="00BE2C51">
      <w:pPr>
        <w:pStyle w:val="libNormal"/>
      </w:pPr>
      <w:r>
        <w:t>As the child grows, he can be initiated into doing more difficult tasks. In this regard there are some important factors that the parents must keep in mind:</w:t>
      </w:r>
    </w:p>
    <w:p w:rsidR="00822417" w:rsidRDefault="00BE2C51" w:rsidP="00BE2C51">
      <w:pPr>
        <w:pStyle w:val="libNormal"/>
      </w:pPr>
      <w:r>
        <w:t>1. Keeping in view the age and physique of the child, they must entrust to him work that suits his aptitude. Sometimes the child himself expresses his wish to do certain tasks. These tasks generally pertain to his personal needs. He must be allowed to do these tasks or else he will get used to depending on others for every small thing.</w:t>
      </w:r>
    </w:p>
    <w:p w:rsidR="00822417" w:rsidRDefault="00BE2C51" w:rsidP="00BE2C51">
      <w:pPr>
        <w:pStyle w:val="libNormal"/>
      </w:pPr>
      <w:r>
        <w:t>2. The child’s physical strength and courage should always be kept in mind and tasks beyond his capacity should not be entrusted to him. Otherwise the child might get the feeling of ennui and refuse to do any work later on. If the work is tiring for the child, he might show hostility towards such tasks.</w:t>
      </w:r>
    </w:p>
    <w:p w:rsidR="00822417" w:rsidRDefault="00BE2C51" w:rsidP="00BE2C51">
      <w:pPr>
        <w:pStyle w:val="libNormal"/>
      </w:pPr>
      <w:r>
        <w:t xml:space="preserve">3. Try to explain the task to the child while entrusting it to him. Impress on him that things don’t happen by themselves at home. The father works hard to run the household. The mother too works hard on the chores at home. The child too must extend his support in running the household by doing tasks that he is capable of. At these times the parents must refrain </w:t>
      </w:r>
      <w:r>
        <w:lastRenderedPageBreak/>
        <w:t>from using force in making the child work. The child must enjoy doing small tasks at home and should not be working under duress.</w:t>
      </w:r>
    </w:p>
    <w:p w:rsidR="00822417" w:rsidRDefault="00BE2C51" w:rsidP="00BE2C51">
      <w:pPr>
        <w:pStyle w:val="libNormal"/>
      </w:pPr>
      <w:r>
        <w:t>4. If possible, allow the child to select the responsibilities and work of his choice. For example, he may be given the choice either to wash dishes at home or do floor swabbing.</w:t>
      </w:r>
    </w:p>
    <w:p w:rsidR="00822417" w:rsidRDefault="00BE2C51" w:rsidP="00BE2C51">
      <w:pPr>
        <w:pStyle w:val="libNormal"/>
      </w:pPr>
      <w:r>
        <w:t>5. The quantum and limits of the works should be properly explained to the child. This will make him aware of his responsibility and there will not be the likelihood of his going beyond his specified limits.</w:t>
      </w:r>
    </w:p>
    <w:p w:rsidR="00822417" w:rsidRDefault="00BE2C51" w:rsidP="00BE2C51">
      <w:pPr>
        <w:pStyle w:val="libNormal"/>
      </w:pPr>
      <w:r>
        <w:t>6. The children who have special aptitude, should be entrusted with specific tasks. For example, one child may be told to ensure that there should always be fresh salads on the table at meal times. He should take care of replenishing stocks of fresh salads and other groceries like soaps, tooth paste, detergents etc.</w:t>
      </w:r>
    </w:p>
    <w:p w:rsidR="00822417" w:rsidRDefault="00BE2C51" w:rsidP="00BE2C51">
      <w:pPr>
        <w:pStyle w:val="libNormal"/>
      </w:pPr>
      <w:r>
        <w:t>7. Efforts must be made to entrust such tasks to the child that are to his liking and will do them willingly. But in certain cases the child may be required to do things that are not liked by him. The child must be encouraged to perform some tasks of this nature, which will be a good training for him. Ali says, “Allocate tasks to the persons at home. When they understand their individual responsibility they will not think that the task has to be performed by someone else.”( Gharar al hukm, p. 124).</w:t>
      </w:r>
    </w:p>
    <w:p w:rsidR="00822417" w:rsidRDefault="00BE2C51" w:rsidP="00BE2C51">
      <w:pPr>
        <w:pStyle w:val="libNormal"/>
      </w:pPr>
      <w:r>
        <w:t>8. If you have many children at home, be just in allocating work to them equitably.</w:t>
      </w:r>
    </w:p>
    <w:p w:rsidR="00822417" w:rsidRDefault="00BE2C51" w:rsidP="00BE2C51">
      <w:pPr>
        <w:pStyle w:val="libNormal"/>
      </w:pPr>
      <w:r>
        <w:t>9. To encourage the children to do tasks at home, participate with them. The children feel important when they see the parents working with them.</w:t>
      </w:r>
    </w:p>
    <w:p w:rsidR="00822417" w:rsidRDefault="00BE2C51" w:rsidP="00BE2C51">
      <w:pPr>
        <w:pStyle w:val="libNormal"/>
      </w:pPr>
      <w:r>
        <w:t>10. If there is total understanding between the parents in the performance of household chores, then they can be an excellent example for the children to emulate. The children in such homes will be willing to take up responsibilities.</w:t>
      </w:r>
    </w:p>
    <w:p w:rsidR="00822417" w:rsidRDefault="00BE2C51" w:rsidP="00BE2C51">
      <w:pPr>
        <w:pStyle w:val="libNormal"/>
      </w:pPr>
      <w:r>
        <w:t>11. When the children are grown up and capable of taking up economically beneficial tasks, then the parents must arrange for them such activities. This way, they will be busy and also supplement the family’s income. Impress on them that there is no embarrassment in doing any work and , to the contrary, it is a matter of pride. However, the children should not be put to too much pressure of work. They must be provided with ample opportunities and time for play and recreation. It is not right to think that because the parents are affluent there is no need for their children to work. This way the children might turn into gallivants, and lazy individuals.</w:t>
      </w:r>
    </w:p>
    <w:p w:rsidR="00822417" w:rsidRDefault="00BE2C51" w:rsidP="00BE2C51">
      <w:pPr>
        <w:pStyle w:val="libNormal"/>
      </w:pPr>
      <w:r>
        <w:t>In the end we wish to remind that the foundation for the will to work is laid in the very childhood of an individual so that it becomes the second nature of the person. Otherwise, breaking a person into work at a later stage will be a very difficult task. Responsible parents should not neglect this very critical aspect of training for their children.</w:t>
      </w:r>
    </w:p>
    <w:p w:rsidR="00822417" w:rsidRDefault="00BE2C51" w:rsidP="00BE2C51">
      <w:pPr>
        <w:pStyle w:val="libNormal"/>
      </w:pPr>
      <w:r>
        <w:t>A lady writes thus in her memoirs:</w:t>
      </w:r>
    </w:p>
    <w:p w:rsidR="00822417" w:rsidRDefault="00BE2C51" w:rsidP="00BE2C51">
      <w:pPr>
        <w:pStyle w:val="libNormal"/>
      </w:pPr>
      <w:r>
        <w:rPr>
          <w:rFonts w:hint="eastAsia"/>
        </w:rPr>
        <w:t>“</w:t>
      </w:r>
      <w:r>
        <w:t xml:space="preserve">I am a very lazy, defeatist and stubborn person. I am always restless and under pressure of imaginary fears. I have inflammation of my intestines. I have no inclination to do any work. Doing anything is very difficult for me. I am fed up of doing household chores and cooking.This is the reason that I am always having differences with my spouse and mother-in-law. The cause </w:t>
      </w:r>
      <w:r>
        <w:lastRenderedPageBreak/>
        <w:t>of all this misfortune is my mother. She was a very kind, patient and courageous lady. But she never entrusted any work to me, perhaps, out of her love for me. She never entrusted any responsibility to me. She didn’t want to tire me doing household chores. She never gave a thought to the fact that I would be required to run a house in the future for which I was not being trained. ."</w:t>
      </w:r>
    </w:p>
    <w:p w:rsidR="00822417" w:rsidRDefault="00BE2C51" w:rsidP="00BE2C51">
      <w:pPr>
        <w:pStyle w:val="libNormal"/>
      </w:pPr>
      <w:r>
        <w:t>Another lady writes in a letter:</w:t>
      </w:r>
    </w:p>
    <w:p w:rsidR="00822417" w:rsidRDefault="00BE2C51" w:rsidP="00BE2C51">
      <w:pPr>
        <w:pStyle w:val="libNormal"/>
      </w:pPr>
      <w:r>
        <w:rPr>
          <w:rFonts w:hint="eastAsia"/>
        </w:rPr>
        <w:t>“…</w:t>
      </w:r>
      <w:r>
        <w:t>. I am the eldest of the daughters of the family. I am totally satisfied with my life. I don’t feel any shortcomings in my living standards. I am not of a jealous nature. I am kind and helpful to others. Jewellery and wealth have no particular significance for me. I perform my responsibilities with dignity. I have no regrets for anything in life. I am living a clean, calm and peaceful life. I am thankful to my parents that it is all thanks to the upbringing they have given to me.</w:t>
      </w:r>
    </w:p>
    <w:p w:rsidR="00822417" w:rsidRDefault="00BE2C51" w:rsidP="00BE2C51">
      <w:pPr>
        <w:pStyle w:val="libNormal"/>
      </w:pPr>
      <w:r>
        <w:t>While entering the house my Dad used to call me to hand-over his shopping for keeping carefully. He used to give me his shirt for stitching the button or used to give his suit to be ironed. He used to appreciate my work and thank me. Once I stitched a new dress for him. He expressed his happiness and promised to buy a sewing machine for me.</w:t>
      </w:r>
    </w:p>
    <w:p w:rsidR="00822417" w:rsidRDefault="00BE2C51" w:rsidP="00BE2C51">
      <w:pPr>
        <w:pStyle w:val="libNormal"/>
      </w:pPr>
      <w:r>
        <w:t>After a few days he fulfillled his promise. He brought a good sewing machine for me. From that day I was responsible for the stitching and sewing work at home. My mother used to give me expensive cloth and used to say, ‘ have no fear of spoiling the material. If you spoil it once, you will learn to sew better in the future.’</w:t>
      </w:r>
    </w:p>
    <w:p w:rsidR="00822417" w:rsidRDefault="00BE2C51" w:rsidP="00BE2C51">
      <w:pPr>
        <w:pStyle w:val="libNormal"/>
      </w:pPr>
      <w:r>
        <w:t>Because of the reassuring attitude of my Mom my confidence increased by leaps and bounds. I always tried to do the tasks carefully. I don’t recall if I had ever spoilt the cloth !</w:t>
      </w:r>
    </w:p>
    <w:p w:rsidR="00822417" w:rsidRDefault="00BE2C51" w:rsidP="00BE2C51">
      <w:pPr>
        <w:pStyle w:val="libNormal"/>
      </w:pPr>
      <w:r>
        <w:t>I learnt everything with the loving support of my parents. I got used to taking responsibilities and doing my tasks efficiently. It is my desire to give similar upbringing to my children.</w:t>
      </w:r>
    </w:p>
    <w:p w:rsidR="00822417" w:rsidRDefault="00BE2C51" w:rsidP="003C333D">
      <w:pPr>
        <w:pStyle w:val="Heading1Center"/>
      </w:pPr>
      <w:bookmarkStart w:id="47" w:name="_Toc431646354"/>
      <w:r>
        <w:t>Straightforwardness</w:t>
      </w:r>
      <w:bookmarkEnd w:id="47"/>
    </w:p>
    <w:p w:rsidR="00822417" w:rsidRDefault="00BE2C51" w:rsidP="00BE2C51">
      <w:pPr>
        <w:pStyle w:val="libNormal"/>
      </w:pPr>
      <w:r>
        <w:t>Telling lies is a very abhorrent habit and is one of the major sins. All the races of the world condemn lying. The persons who lie are looked down upon. A person known to be a liar has no confidence or respect of his compatriots. A noble and good person never tells lies. Islam has categorically condemned this bad habit.</w:t>
      </w:r>
    </w:p>
    <w:p w:rsidR="00822417" w:rsidRDefault="00BE2C51" w:rsidP="00BE2C51">
      <w:pPr>
        <w:pStyle w:val="libNormal"/>
      </w:pPr>
      <w:r>
        <w:t>Imam Mohammed al Baqir says:</w:t>
      </w:r>
    </w:p>
    <w:p w:rsidR="00822417" w:rsidRDefault="00BE2C51" w:rsidP="00BE2C51">
      <w:pPr>
        <w:pStyle w:val="libNormal"/>
      </w:pPr>
      <w:r>
        <w:rPr>
          <w:rFonts w:hint="eastAsia"/>
        </w:rPr>
        <w:t>“</w:t>
      </w:r>
      <w:r>
        <w:t>Lies are the cause of faithlessness." (Usul al-Kafi, v4, p. 32)</w:t>
      </w:r>
    </w:p>
    <w:p w:rsidR="00822417" w:rsidRDefault="00BE2C51" w:rsidP="00BE2C51">
      <w:pPr>
        <w:pStyle w:val="libNormal"/>
      </w:pPr>
      <w:r>
        <w:t>Imam Jafer al Sadiq says:</w:t>
      </w:r>
    </w:p>
    <w:p w:rsidR="00822417" w:rsidRDefault="00BE2C51" w:rsidP="00BE2C51">
      <w:pPr>
        <w:pStyle w:val="libNormal"/>
      </w:pPr>
      <w:r>
        <w:rPr>
          <w:rFonts w:hint="eastAsia"/>
        </w:rPr>
        <w:t>“</w:t>
      </w:r>
      <w:r>
        <w:t xml:space="preserve"> ‘Isa said that who lies repeatedly will not be respected." (Usul al-Kafi, v4, p. 33)</w:t>
      </w:r>
    </w:p>
    <w:p w:rsidR="00822417" w:rsidRDefault="00BE2C51" w:rsidP="00BE2C51">
      <w:pPr>
        <w:pStyle w:val="libNormal"/>
      </w:pPr>
      <w:r>
        <w:t>Ali has said:</w:t>
      </w:r>
    </w:p>
    <w:p w:rsidR="00822417" w:rsidRDefault="00BE2C51" w:rsidP="00BE2C51">
      <w:pPr>
        <w:pStyle w:val="libNormal"/>
      </w:pPr>
      <w:r>
        <w:rPr>
          <w:rFonts w:hint="eastAsia"/>
        </w:rPr>
        <w:t>“</w:t>
      </w:r>
      <w:r>
        <w:t>There is no action more inferior than telling lies." (Mustadarak al-wasail, v2, p. 100)</w:t>
      </w:r>
    </w:p>
    <w:p w:rsidR="00822417" w:rsidRDefault="00BE2C51" w:rsidP="00BE2C51">
      <w:pPr>
        <w:pStyle w:val="libNormal"/>
      </w:pPr>
      <w:r>
        <w:t xml:space="preserve">All the prophets of Allah and every reformer has invited people to say the truth. Truth is a natural instinct. Everyone likes the truth. Even a compulsive liar would always like to hear the truth. If a child is left to his </w:t>
      </w:r>
      <w:r>
        <w:lastRenderedPageBreak/>
        <w:t>own scruples, it is in his nature to tell the truth. It is the influence of the external factors that make a person adopt the habit of telling lies. A child is absolutely incapable of lying. In later life when he is exposed to circumstances that force him to lie, he might get into that bad habit. Any amount of sermonising, reference of verses of the Quran and Traditions of the Infallibles may not have any effect on the person.</w:t>
      </w:r>
    </w:p>
    <w:p w:rsidR="00822417" w:rsidRDefault="00BE2C51" w:rsidP="00BE2C51">
      <w:pPr>
        <w:pStyle w:val="libNormal"/>
      </w:pPr>
      <w:r>
        <w:t>It is the duty of the parents that they ensure their children are truthful from childhood. They should carefully remove the causes of falsehood and inculcate truthfulness in their natures. They should not neglect to promote truthfulness in the children.</w:t>
      </w:r>
    </w:p>
    <w:p w:rsidR="00822417" w:rsidRDefault="00BE2C51" w:rsidP="00BE2C51">
      <w:pPr>
        <w:pStyle w:val="libNormal"/>
      </w:pPr>
      <w:r>
        <w:t>The parents who are interested in good upbringing of their children and feel their responsibility in this regard should consider the following facts:</w:t>
      </w:r>
    </w:p>
    <w:p w:rsidR="00822417" w:rsidRDefault="00BE2C51" w:rsidP="00BE2C51">
      <w:pPr>
        <w:pStyle w:val="libNormal"/>
      </w:pPr>
      <w:r>
        <w:t>1. The one thing that will have salutary effect on the child’s upbringing is the atmosphere in the family. The child grows in this environment. He learns good manners from the parents and others in the house. If the atmosphere in the house is one of truth and correctness, the parents and others are treating each other correctly, then the child will follow suit. To the contrary, if the atmosphere at home is one of falsehood, the parents lie to each other and the children; then the innocent children will pick up the same habits. The children whose ears get habituated to hearing lies uttered all around them, can never be expected to think in any other way.</w:t>
      </w:r>
    </w:p>
    <w:p w:rsidR="00822417" w:rsidRDefault="00BE2C51" w:rsidP="00BE2C51">
      <w:pPr>
        <w:pStyle w:val="libNormal"/>
      </w:pPr>
      <w:r>
        <w:t>Some ignorant parents not only tell lies but also encourage their children too to tell lies for obtaining some momentary benefit. The father remaining at home tells his son to tell a visitor that he is not home. When a child misses school the parent asks him to tell the teacher that he was not well. Thus the habit of malingering is encouraged. There are hundreds of lies that are traded around the houses every daySuch parents are doing a grave injustice to their innocent and impressionable children. Telling lies is a sin and teaching children to lie is a greater sin Therefore, the parents who wish their children to be truthful have no other way than being truthful themselves. It is just leading by example!</w:t>
      </w:r>
    </w:p>
    <w:p w:rsidR="00822417" w:rsidRDefault="00BE2C51" w:rsidP="00BE2C51">
      <w:pPr>
        <w:pStyle w:val="libNormal"/>
      </w:pPr>
      <w:r>
        <w:t>Russel writes:</w:t>
      </w:r>
    </w:p>
    <w:p w:rsidR="00822417" w:rsidRDefault="00BE2C51" w:rsidP="00BE2C51">
      <w:pPr>
        <w:pStyle w:val="libNormal"/>
      </w:pPr>
      <w:r>
        <w:rPr>
          <w:rFonts w:hint="eastAsia"/>
        </w:rPr>
        <w:t>“</w:t>
      </w:r>
      <w:r>
        <w:t>If you wish that your children don’t get into lying habit, then the only method is to always tell the truth in their presence." (Dar tarbiat, p. 148)</w:t>
      </w:r>
    </w:p>
    <w:p w:rsidR="00822417" w:rsidRDefault="00BE2C51" w:rsidP="00BE2C51">
      <w:pPr>
        <w:pStyle w:val="libNormal"/>
      </w:pPr>
      <w:r>
        <w:t>I wish Russel had said, “Adopt truthfulness in the presence of children as also with everyone else !”The child’s nature is affected with all falsehood, even if it is hidden.</w:t>
      </w:r>
    </w:p>
    <w:p w:rsidR="00822417" w:rsidRDefault="00BE2C51" w:rsidP="00BE2C51">
      <w:pPr>
        <w:pStyle w:val="libNormal"/>
      </w:pPr>
      <w:r>
        <w:t>Imam Sadiq says:</w:t>
      </w:r>
    </w:p>
    <w:p w:rsidR="00822417" w:rsidRDefault="00BE2C51" w:rsidP="00BE2C51">
      <w:pPr>
        <w:pStyle w:val="libNormal"/>
      </w:pPr>
      <w:r>
        <w:rPr>
          <w:rFonts w:hint="eastAsia"/>
        </w:rPr>
        <w:t>“</w:t>
      </w:r>
      <w:r>
        <w:t>Invite people to good without use of your tongue. People should see your piety, diligence, prayer and good deeds that are a role model for them." (Usul al-Kafi, v 2, p. 780</w:t>
      </w:r>
    </w:p>
    <w:p w:rsidR="00822417" w:rsidRDefault="00BE2C51" w:rsidP="00BE2C51">
      <w:pPr>
        <w:pStyle w:val="libNormal"/>
      </w:pPr>
      <w:r>
        <w:t xml:space="preserve">2. The child by nature does not lie. His natural instinct urges him to uphold the truth. He needs a very strong reason to tell a falsehood. If the parents get to the depth of the reason for the falsehood, and remove these reasons, the child will become truthful. One reason that makes a child lie is the fear of the parents admonishment. When you ask him if he had broken the window pane, he would say, "No!” Remember, the reason for the child uttering a falsehood is his fear of the parents. Then he shifts the </w:t>
      </w:r>
      <w:r>
        <w:lastRenderedPageBreak/>
        <w:t>responsibility of the broken glass pane to some other person. If the parents are clever and thoughtful, the reason for the child telling lies will never be there. There can always the possibility that the window glass was broken unintentionally. Then there is no reason to reprimand the child. The parents need to tell the child softly to be more careful in the future.</w:t>
      </w:r>
    </w:p>
    <w:p w:rsidR="00822417" w:rsidRDefault="00BE2C51" w:rsidP="00BE2C51">
      <w:pPr>
        <w:pStyle w:val="libNormal"/>
      </w:pPr>
      <w:r>
        <w:t>In these circumstances the child doesn’t deserve to be reprimanded or beaten that it takes shelter behind lies. Even if he has broken the window-pane and is blatantly denying the act, severe punishment is not the solution to the problem. The child cannot be reformed through beating and punishment alone.</w:t>
      </w:r>
    </w:p>
    <w:p w:rsidR="00822417" w:rsidRDefault="00BE2C51" w:rsidP="00BE2C51">
      <w:pPr>
        <w:pStyle w:val="libNormal"/>
      </w:pPr>
      <w:r>
        <w:t>Nor can there be any guarantee that the child will not commit similar acts again. The parents in such circumstances must bear in their minds that the child by nature is not aggressive. There is always an external reason for such behaviour. Therefore, they must investigate the matter carefully to determine the actual reasons and cause for the act of destruction. When the cause for the breaking of the glass is determined, then there will not be motivation for the child perpetrating such an act again. Perhaps, the act of vandalism was a direct result of some insult caused to the child by some one.</w:t>
      </w:r>
    </w:p>
    <w:p w:rsidR="00822417" w:rsidRDefault="00BE2C51" w:rsidP="00BE2C51">
      <w:pPr>
        <w:pStyle w:val="libNormal"/>
      </w:pPr>
      <w:r>
        <w:t>Perhaps, the child had not been receiving proper attention and hetook out his spleen by causing damage to the window. It could be the reaction to some undeserved punishment the child had received from his parents. If the parents make efforts to remove the psychological complexes from the mind of the child, there is every possibility of setting him right. If such a breakthrough is achieved, there will not be any need for punitive action. The child will then refrain from destructive acts and there will nod be need to shout at him or beat him.</w:t>
      </w:r>
    </w:p>
    <w:p w:rsidR="00822417" w:rsidRDefault="00BE2C51" w:rsidP="00BE2C51">
      <w:pPr>
        <w:pStyle w:val="libNormal"/>
      </w:pPr>
      <w:r>
        <w:t>1. If you learn that your child has done something wrong, and you desire to guide him to the right path, then don’t interrogate him like a policeman. It is possible that to protect his ego the child might have recourse to lies. It is better in such circumstances not to interrogate him and say as, for instance, that he must return the book that he had borrowed from his friend. Tell him that it is not proper to keep other’s things for long. Return your friend’s book immediately with an apology.</w:t>
      </w:r>
    </w:p>
    <w:p w:rsidR="00822417" w:rsidRDefault="00BE2C51" w:rsidP="00BE2C51">
      <w:pPr>
        <w:pStyle w:val="libNormal"/>
      </w:pPr>
      <w:r>
        <w:t>2. Don’t threaten the child with a punishment that you are not intending to give. For example, don’t tell him that if he did such and such a thing, you would beat him, or you would hand him over to the police, or that you will send him out of the house. Also don’t tell him in your anger that you would not take him to the forthcoming dinner he had been eagerly looking forward to. With such false threats you would be teaching the child to tell lies. You must convey to the child only such things that you really intend doing, and you think that they are right by him.</w:t>
      </w:r>
    </w:p>
    <w:p w:rsidR="00822417" w:rsidRDefault="00BE2C51" w:rsidP="00BE2C51">
      <w:pPr>
        <w:pStyle w:val="libNormal"/>
      </w:pPr>
      <w:r>
        <w:t xml:space="preserve">3. The parents who are strict with their children and expect from them much more than their capability, are perhaps pushing them more towards lying. For example, if the child is not good at studies and unmindful of this the parents insist on his coming first in the class, keep nagging him every day about his lessons and shout at him. Because the child has limited capability and with his best efforts he is unable to rise to the occasion. Since </w:t>
      </w:r>
      <w:r>
        <w:lastRenderedPageBreak/>
        <w:t>the child wants the goodwill of the parents, he may take shelter behind lies. Or he will make an excuse that at the time of the examination he suffered from a headache. Sometimes he would say that the teacher doesn't like him and has given him a poorer grade.</w:t>
      </w:r>
    </w:p>
    <w:p w:rsidR="00822417" w:rsidRDefault="00BE2C51" w:rsidP="00BE2C51">
      <w:pPr>
        <w:pStyle w:val="libNormal"/>
      </w:pPr>
      <w:r>
        <w:t>If the parents had properly assessed the capacity of the child, they wouldn’t have put him in the position of making false excuses.</w:t>
      </w:r>
    </w:p>
    <w:p w:rsidR="00822417" w:rsidRDefault="00BE2C51" w:rsidP="00BE2C51">
      <w:pPr>
        <w:pStyle w:val="libNormal"/>
      </w:pPr>
      <w:r>
        <w:t>4. There are parents who attribute any wrong act of their child to his companions at school or at play. Sometimes they even blame animals and plants for such things. For example: they might say that a cat or a rat has been responsible for thatThese ignorant parents think that they are doing something good by their child not attributing an act to him that he has really committed. But there are two very pronounced disadvantages of this: firstly, they are encouraging the child to tell lies and secondly, the child will learn to shift the blame for his own acts on others.</w:t>
      </w:r>
    </w:p>
    <w:p w:rsidR="00822417" w:rsidRDefault="00BE2C51" w:rsidP="00BE2C51">
      <w:pPr>
        <w:pStyle w:val="libNormal"/>
      </w:pPr>
      <w:r>
        <w:t>5. If sometimes your children tell lies unintentionally, then explore the reasons thereof and search for a remedy. But this exploration should be done in a subtle way that the children don’t start feeling that an investigation is on against them.</w:t>
      </w:r>
    </w:p>
    <w:p w:rsidR="00BE2C51" w:rsidRDefault="00BE2C51" w:rsidP="003C333D">
      <w:pPr>
        <w:pStyle w:val="libNormal"/>
      </w:pPr>
      <w:r>
        <w:br w:type="page"/>
      </w:r>
    </w:p>
    <w:p w:rsidR="00822417" w:rsidRDefault="00BE2C51" w:rsidP="00BE2C51">
      <w:pPr>
        <w:pStyle w:val="Heading1Center"/>
      </w:pPr>
      <w:bookmarkStart w:id="48" w:name="_Toc431646355"/>
      <w:r>
        <w:lastRenderedPageBreak/>
        <w:t>Keeping Promises</w:t>
      </w:r>
      <w:bookmarkEnd w:id="48"/>
    </w:p>
    <w:p w:rsidR="00822417" w:rsidRDefault="00BE2C51" w:rsidP="00BE2C51">
      <w:pPr>
        <w:pStyle w:val="libNormal"/>
      </w:pPr>
      <w:r>
        <w:t>The human society cannot function without the institution of promises and assurances of their fulfillment. People make agreements and covenants with one another that goes to make families and clans. There will be agreements between cities that meld them together. People give great importance to these covenants because they are the basis of their collective lives. Keeping promises is an important aspect of human life and every person considers it very bad to do anything in infringement of a promise.</w:t>
      </w:r>
    </w:p>
    <w:p w:rsidR="00822417" w:rsidRDefault="00BE2C51" w:rsidP="00BE2C51">
      <w:pPr>
        <w:pStyle w:val="libNormal"/>
      </w:pPr>
      <w:r>
        <w:t>Every person who enters into a covenant with another expects that the terms of the contract will be adhered to implicitly. Whichever groups abide by the terms of their covenant will be termed as well organised units. The reason for their well being is that they will have trust on one another without any reason for conflict. The lives of their people will be successful and contented.</w:t>
      </w:r>
    </w:p>
    <w:p w:rsidR="00822417" w:rsidRDefault="00BE2C51" w:rsidP="00BE2C51">
      <w:pPr>
        <w:pStyle w:val="libNormal"/>
      </w:pPr>
      <w:r>
        <w:t>To the contrary the people of an area that doesn’t abide by its covenants with others will suffer from a feeling of uncertainty and unrest. They will be victims of perpetual conflict. Every individual or society who respect the agreements made with others will have the respect and confidence of others. Those who break their covenants will be abhorred and looked down upon by the others. Islam is a religion of nature that lays great stress on fulfillment of promises.</w:t>
      </w:r>
    </w:p>
    <w:p w:rsidR="00822417" w:rsidRDefault="00BE2C51" w:rsidP="00BE2C51">
      <w:pPr>
        <w:pStyle w:val="libNormal"/>
      </w:pPr>
      <w:r>
        <w:t>Allah says in the Holy Quran:</w:t>
      </w:r>
    </w:p>
    <w:p w:rsidR="00822417" w:rsidRDefault="00BE2C51" w:rsidP="00BE2C51">
      <w:pPr>
        <w:pStyle w:val="libNormal"/>
      </w:pPr>
      <w:r>
        <w:rPr>
          <w:rFonts w:hint="eastAsia"/>
        </w:rPr>
        <w:t>“</w:t>
      </w:r>
      <w:r>
        <w:t xml:space="preserve"> …. and fulfill (every) engagement, for (every) engagement will be enquired into (on the Day of Reckoning). " (Quran, 17:34)</w:t>
      </w:r>
    </w:p>
    <w:p w:rsidR="00822417" w:rsidRDefault="00BE2C51" w:rsidP="00BE2C51">
      <w:pPr>
        <w:pStyle w:val="libNormal"/>
      </w:pPr>
      <w:r>
        <w:t>At another place in the Quran it is said:</w:t>
      </w:r>
    </w:p>
    <w:p w:rsidR="00822417" w:rsidRDefault="00BE2C51" w:rsidP="00BE2C51">
      <w:pPr>
        <w:pStyle w:val="libNormal"/>
      </w:pPr>
      <w:r>
        <w:rPr>
          <w:rFonts w:hint="eastAsia"/>
        </w:rPr>
        <w:t>“</w:t>
      </w:r>
      <w:r>
        <w:t>Those who faithfully observe their trusts and their covenants” (Quran, 23:8)</w:t>
      </w:r>
    </w:p>
    <w:p w:rsidR="00822417" w:rsidRDefault="00BE2C51" w:rsidP="00BE2C51">
      <w:pPr>
        <w:pStyle w:val="libNormal"/>
      </w:pPr>
      <w:r>
        <w:t>The Prophet of Islam said:</w:t>
      </w:r>
    </w:p>
    <w:p w:rsidR="00822417" w:rsidRDefault="00BE2C51" w:rsidP="00BE2C51">
      <w:pPr>
        <w:pStyle w:val="libNormal"/>
      </w:pPr>
      <w:r>
        <w:rPr>
          <w:rFonts w:hint="eastAsia"/>
        </w:rPr>
        <w:t>“</w:t>
      </w:r>
      <w:r>
        <w:t>The person who has no covenant has no faith" (Bihar al-anwar, v75, p. 96)</w:t>
      </w:r>
    </w:p>
    <w:p w:rsidR="00822417" w:rsidRDefault="00BE2C51" w:rsidP="00BE2C51">
      <w:pPr>
        <w:pStyle w:val="libNormal"/>
      </w:pPr>
      <w:r>
        <w:rPr>
          <w:rFonts w:hint="eastAsia"/>
        </w:rPr>
        <w:t>“</w:t>
      </w:r>
      <w:r>
        <w:t>Whoever has faith in Allah and the Day of Reckoning, should fulfill his promises." (Usul al-Kafi, v 2, p. 364)</w:t>
      </w:r>
    </w:p>
    <w:p w:rsidR="00822417" w:rsidRDefault="00BE2C51" w:rsidP="00BE2C51">
      <w:pPr>
        <w:pStyle w:val="libNormal"/>
      </w:pPr>
      <w:r>
        <w:t>Ali has said to Malik al Ashtar:</w:t>
      </w:r>
    </w:p>
    <w:p w:rsidR="00822417" w:rsidRDefault="00BE2C51" w:rsidP="00BE2C51">
      <w:pPr>
        <w:pStyle w:val="libNormal"/>
      </w:pPr>
      <w:r>
        <w:rPr>
          <w:rFonts w:hint="eastAsia"/>
        </w:rPr>
        <w:t>“</w:t>
      </w:r>
      <w:r>
        <w:t>Breaking promises makes others unhappy as also Allah will be unhappy." (Bihar al-anwar, v77, p. 96)</w:t>
      </w:r>
    </w:p>
    <w:p w:rsidR="00822417" w:rsidRDefault="00BE2C51" w:rsidP="00BE2C51">
      <w:pPr>
        <w:pStyle w:val="libNormal"/>
      </w:pPr>
      <w:r>
        <w:rPr>
          <w:rFonts w:hint="eastAsia"/>
        </w:rPr>
        <w:t>“</w:t>
      </w:r>
      <w:r>
        <w:t>Where you cannot keep your promise, don’t make one. Where you cannot discharge a guarantee, don’t give one." (Gharar al-hukm, p. 801)</w:t>
      </w:r>
    </w:p>
    <w:p w:rsidR="00822417" w:rsidRDefault="00BE2C51" w:rsidP="00BE2C51">
      <w:pPr>
        <w:pStyle w:val="libNormal"/>
      </w:pPr>
      <w:r>
        <w:t>To perpetuate the habit of keeping promises and abiding by covenants in the society, it is imperative to train the people from their very childhood to be true to their word. This training starts with the childhood in the environment of the family. The child emulates the actions and words of the parents. The parents can set an example for the children. .By nature, the child expects that promises will be kept. When the parents fulfill their small promises the child gets trained in this important aspect of life. But if they take their small promises lightly and neglect them, the child takes the negative example and develops the habit of breaking his word. They start believing that promises are made to be broken.</w:t>
      </w:r>
    </w:p>
    <w:p w:rsidR="00822417" w:rsidRDefault="00BE2C51" w:rsidP="00BE2C51">
      <w:pPr>
        <w:pStyle w:val="libNormal"/>
      </w:pPr>
      <w:r>
        <w:lastRenderedPageBreak/>
        <w:t>If the parents make false promises to momentarily calm the child, they are inadvertently training the child to make false promises Can such children grow into respectable individuals? To quieten the child the mother promises to buy him sweets, ice cream., toys etc Sometimes she makes these promises to make him take the bitter medicine or to get him vaccinated.</w:t>
      </w:r>
    </w:p>
    <w:p w:rsidR="00822417" w:rsidRDefault="00BE2C51" w:rsidP="00BE2C51">
      <w:pPr>
        <w:pStyle w:val="libNormal"/>
      </w:pPr>
      <w:r>
        <w:t>She frightens him by saying that if he did a certain thing, she would send him to the police, report him to his Dad or deny him new dress for the festival. If you consider the lives of the people around you, or your own life, there will be innumerable instances of such false promises and threats made to the innocent children. Do the parents ever imagine what impact they are making on the impressionable minds of the children? This injustice is perpetrated on the innocent children quite innocuously!</w:t>
      </w:r>
    </w:p>
    <w:p w:rsidR="00822417" w:rsidRDefault="00BE2C51" w:rsidP="00BE2C51">
      <w:pPr>
        <w:pStyle w:val="libNormal"/>
      </w:pPr>
      <w:r>
        <w:t>The ignorant parents don’t know that they are sinning by making false promises and also they are training the child to follow in their footsteps.</w:t>
      </w:r>
    </w:p>
    <w:p w:rsidR="00822417" w:rsidRDefault="00BE2C51" w:rsidP="00BE2C51">
      <w:pPr>
        <w:pStyle w:val="libNormal"/>
      </w:pPr>
      <w:r>
        <w:t>This is the reason Islam requires the parents to keep the promises that they make with their children. The Prophet of Islam has said:</w:t>
      </w:r>
    </w:p>
    <w:p w:rsidR="00822417" w:rsidRDefault="00BE2C51" w:rsidP="00BE2C51">
      <w:pPr>
        <w:pStyle w:val="libNormal"/>
      </w:pPr>
      <w:r>
        <w:rPr>
          <w:rFonts w:hint="eastAsia"/>
        </w:rPr>
        <w:t>“</w:t>
      </w:r>
      <w:r>
        <w:t>Love the children. Treat them with kindness and if you make a promise to them, fulfill it without fail. The children think that you are the provider of sustenance for them." (Wasail al-shiah, v 15, p. 101, Bihar al-anwar, v104, p. 92)</w:t>
      </w:r>
    </w:p>
    <w:p w:rsidR="00822417" w:rsidRDefault="00BE2C51" w:rsidP="00BE2C51">
      <w:pPr>
        <w:pStyle w:val="libNormal"/>
      </w:pPr>
      <w:r>
        <w:t>Ali, The Commander of the Faithful, says:</w:t>
      </w:r>
    </w:p>
    <w:p w:rsidR="00822417" w:rsidRDefault="00BE2C51" w:rsidP="00BE2C51">
      <w:pPr>
        <w:pStyle w:val="libNormal"/>
      </w:pPr>
      <w:r>
        <w:t>"Whenever you make a promise to the children, definitely keep it." (Mustadrak al-wasail, v 2, p. 106)</w:t>
      </w:r>
    </w:p>
    <w:p w:rsidR="00822417" w:rsidRDefault="00BE2C51" w:rsidP="003C333D">
      <w:pPr>
        <w:pStyle w:val="Heading1Center"/>
      </w:pPr>
      <w:bookmarkStart w:id="49" w:name="_Toc431646356"/>
      <w:r>
        <w:t>Ownership</w:t>
      </w:r>
      <w:bookmarkEnd w:id="49"/>
    </w:p>
    <w:p w:rsidR="00822417" w:rsidRDefault="00BE2C51" w:rsidP="00BE2C51">
      <w:pPr>
        <w:pStyle w:val="libNormal"/>
      </w:pPr>
      <w:r>
        <w:t>Love for the mother is a part of human nature. Man wants to own the things that he needs. He thinks he is the master of these things. He also expects others to respect his sentiment about his belongings. This instinct of ownership in the human nature cannot be completely obliterated.</w:t>
      </w:r>
    </w:p>
    <w:p w:rsidR="00822417" w:rsidRDefault="00BE2C51" w:rsidP="00BE2C51">
      <w:pPr>
        <w:pStyle w:val="libNormal"/>
      </w:pPr>
      <w:r>
        <w:t>Whichever way it is curbed, it will rise again. Ownership, although a notional phenomenon, is such a phenomenon that has assumed the garb of reality. Without the sense of ownership the running of human life seems impossible. From the time a child starts recognising himself, he identifies his needs, he instinctively thinks that he owns them.</w:t>
      </w:r>
    </w:p>
    <w:p w:rsidR="00822417" w:rsidRDefault="00BE2C51" w:rsidP="00BE2C51">
      <w:pPr>
        <w:pStyle w:val="libNormal"/>
      </w:pPr>
      <w:r>
        <w:t>When a child gets a thing lying on the floor, or takes it from someone else’s hands, he thinks that it belongs to him. He will not readily part with it. He knows that he is the owner of his clothes, shoes, toys and other things. He doesn’t like others handling these things.</w:t>
      </w:r>
    </w:p>
    <w:p w:rsidR="00822417" w:rsidRDefault="00BE2C51" w:rsidP="00BE2C51">
      <w:pPr>
        <w:pStyle w:val="libNormal"/>
      </w:pPr>
      <w:r>
        <w:t>You must have noticed that children love their toys, however bad shape might they be in. They protect them and even fight for them. They have pride of ownership in their natures. If someone rises to protect his rights, he should not be counted as evil. Sense of ownership is not a negative instinct. The parents must accept the child’s natural instinct.</w:t>
      </w:r>
    </w:p>
    <w:p w:rsidR="00822417" w:rsidRDefault="00BE2C51" w:rsidP="00BE2C51">
      <w:pPr>
        <w:pStyle w:val="libNormal"/>
      </w:pPr>
      <w:r>
        <w:t xml:space="preserve">It often happens that the children trespass over the ownership of other children and try to usurp the toys of other children. The parents should prevent such acts. If an older child bullies the smaller ones, the parents must intervene in a just manner. They must be convinced that they should not take away the toys of younger siblings by force. If the attitude continues </w:t>
      </w:r>
      <w:r>
        <w:lastRenderedPageBreak/>
        <w:t>even after this, the child must be strictly warned to behave. The human needs are ever growing. If some control is not asserted on them, the needs might surpass the means. They can also become the cause of destruction of the person.</w:t>
      </w:r>
    </w:p>
    <w:p w:rsidR="00822417" w:rsidRDefault="00BE2C51" w:rsidP="00BE2C51">
      <w:pPr>
        <w:pStyle w:val="libNormal"/>
      </w:pPr>
      <w:r>
        <w:t>The concept of ownership is for fulfillling the legitimate needs of persons. Work is deemed essential for achieving ownership. Love for wealth in legitimate limits is considered good. But if it exceeds certain limits, it can come under the category of avarice and parsimony. There are lots of people who can be termed mammon worshippers. They keep running after wealth tirelessly. They even compromise their rest, self-respect and honour in this futile search for wealth. It is a type of madness. They only want to create hordes of wealth that are useful neither to them nor to others. .These persons cannot be termed wise.</w:t>
      </w:r>
    </w:p>
    <w:p w:rsidR="00822417" w:rsidRDefault="00BE2C51" w:rsidP="00BE2C51">
      <w:pPr>
        <w:pStyle w:val="libNormal"/>
      </w:pPr>
      <w:r>
        <w:t>Therefore, the parents should encourage the sense of ownership in the child and also teach him to be contented with what he can acquire legitimately. He should have toys, but not too many of them. The toys should be sufficient to play and learn and not too many to create a hoard. If the child has too many new toys that are lying in the shelf, the parents should better give some to other children. But this should be done discreetly by telling the child that he has many toys and the other child has none.</w:t>
      </w:r>
    </w:p>
    <w:p w:rsidR="00822417" w:rsidRDefault="00BE2C51" w:rsidP="00BE2C51">
      <w:pPr>
        <w:pStyle w:val="libNormal"/>
      </w:pPr>
      <w:r>
        <w:t>If he gave him some, he will be happy. You will also be pleasing your parents and Allah too. The child will then be happy in parting with some of his toys. The child wants to please his parents. This instinct encourages him to listen to them and part with some of his possessions. This way the habit of sharing things is cultivated in the child. Sometimes the parents can encourage the child to lend his toys to other children for playing and return. This way the spirit of co-operation and sharing can be cultivated in the child.</w:t>
      </w:r>
    </w:p>
    <w:p w:rsidR="00822417" w:rsidRDefault="00BE2C51" w:rsidP="00BE2C51">
      <w:pPr>
        <w:pStyle w:val="libNormal"/>
      </w:pPr>
      <w:r>
        <w:t>In a nutshell the parents should keep in mind that there is moderation in all aspects of upbringing of the child. They should promote the sense of ownership in the child and see that it does not exceed certain limits. They must ensure that the child does not become a blind lover of wealth in his future life.</w:t>
      </w:r>
    </w:p>
    <w:p w:rsidR="000D2B00" w:rsidRDefault="000D2B00" w:rsidP="003C333D">
      <w:pPr>
        <w:pStyle w:val="libNormal"/>
      </w:pPr>
      <w:r>
        <w:br w:type="page"/>
      </w:r>
    </w:p>
    <w:p w:rsidR="00822417" w:rsidRDefault="00BE2C51" w:rsidP="000D2B00">
      <w:pPr>
        <w:pStyle w:val="Heading1Center"/>
      </w:pPr>
      <w:bookmarkStart w:id="50" w:name="_Toc431646357"/>
      <w:r>
        <w:lastRenderedPageBreak/>
        <w:t>Magnanimity</w:t>
      </w:r>
      <w:bookmarkEnd w:id="50"/>
    </w:p>
    <w:p w:rsidR="00822417" w:rsidRDefault="00BE2C51" w:rsidP="00BE2C51">
      <w:pPr>
        <w:pStyle w:val="libNormal"/>
      </w:pPr>
      <w:r>
        <w:t>Generosity and magnanimity are excellent traits in a person. A magnanimous person strives hard to acquire wealth, but he will not have excessive attachment to riches. He wants wealth, but to share it with others. He doesn’t believe in hoarding wealth. He spends his life with his family and wholeheartedly participates in the welfare activities of the community. He helps the deprived and the needy. He makes the right use of his wealth.</w:t>
      </w:r>
    </w:p>
    <w:p w:rsidR="00822417" w:rsidRDefault="00BE2C51" w:rsidP="00BE2C51">
      <w:pPr>
        <w:pStyle w:val="libNormal"/>
      </w:pPr>
      <w:r>
        <w:t>A parsimonious person hoards wealth. He neither spends it on himself nor gives a helping hand to the needy. Such a person will be amassing wealth for the posterity.</w:t>
      </w:r>
    </w:p>
    <w:p w:rsidR="00822417" w:rsidRDefault="00BE2C51" w:rsidP="00BE2C51">
      <w:pPr>
        <w:pStyle w:val="libNormal"/>
      </w:pPr>
      <w:r>
        <w:t>Islam has condemned miserliness and praised generosity in very clear terms.</w:t>
      </w:r>
    </w:p>
    <w:p w:rsidR="00822417" w:rsidRDefault="00BE2C51" w:rsidP="00BE2C51">
      <w:pPr>
        <w:pStyle w:val="libNormal"/>
      </w:pPr>
      <w:r>
        <w:t>The Prophet of Islam says:</w:t>
      </w:r>
    </w:p>
    <w:p w:rsidR="00822417" w:rsidRDefault="00BE2C51" w:rsidP="00BE2C51">
      <w:pPr>
        <w:pStyle w:val="libNormal"/>
      </w:pPr>
      <w:r>
        <w:rPr>
          <w:rFonts w:hint="eastAsia"/>
        </w:rPr>
        <w:t>“</w:t>
      </w:r>
      <w:r>
        <w:t>Generosity is a part of iman ( the Faith) and the iman shall take one to the Heaven." (Jam’i al Sa’adat, v 2, p. 113)</w:t>
      </w:r>
    </w:p>
    <w:p w:rsidR="00822417" w:rsidRDefault="00BE2C51" w:rsidP="00BE2C51">
      <w:pPr>
        <w:pStyle w:val="libNormal"/>
      </w:pPr>
      <w:r>
        <w:t>"Generosity is such a tree in the Heaven the branches of which have reached the Earth. Whosoever caught hold of one of the branches, he will reach the Heaven." (Jam’i al Sa’adat, v 2, p. 114)</w:t>
      </w:r>
    </w:p>
    <w:p w:rsidR="00822417" w:rsidRDefault="00BE2C51" w:rsidP="00BE2C51">
      <w:pPr>
        <w:pStyle w:val="libNormal"/>
      </w:pPr>
      <w:r>
        <w:rPr>
          <w:rFonts w:hint="eastAsia"/>
        </w:rPr>
        <w:t>“</w:t>
      </w:r>
      <w:r>
        <w:t>Behisht ( the Heaven ) is the home of the generous people." (Jam’i al Sa’adat, v 2, p. 114)</w:t>
      </w:r>
    </w:p>
    <w:p w:rsidR="00822417" w:rsidRDefault="00BE2C51" w:rsidP="00BE2C51">
      <w:pPr>
        <w:pStyle w:val="libNormal"/>
      </w:pPr>
      <w:r>
        <w:rPr>
          <w:rFonts w:hint="eastAsia"/>
        </w:rPr>
        <w:t>“</w:t>
      </w:r>
      <w:r>
        <w:t>Allah is Munificent and Generous and likes generosity in men." (Jam’i al Sa’adat, v 4, p. 113)</w:t>
      </w:r>
    </w:p>
    <w:p w:rsidR="00822417" w:rsidRDefault="00BE2C51" w:rsidP="00BE2C51">
      <w:pPr>
        <w:pStyle w:val="libNormal"/>
      </w:pPr>
      <w:r>
        <w:t>The Prophet of Islam said:</w:t>
      </w:r>
    </w:p>
    <w:p w:rsidR="00822417" w:rsidRDefault="00BE2C51" w:rsidP="00BE2C51">
      <w:pPr>
        <w:pStyle w:val="libNormal"/>
      </w:pPr>
      <w:r>
        <w:rPr>
          <w:rFonts w:hint="eastAsia"/>
        </w:rPr>
        <w:t>“</w:t>
      </w:r>
      <w:r>
        <w:t>It is not proper for the mumin ( the pious ) to be miserly and cowardly." (Jam’i al Sa’adat, v 2, p. 112)</w:t>
      </w:r>
    </w:p>
    <w:p w:rsidR="00822417" w:rsidRDefault="00BE2C51" w:rsidP="00BE2C51">
      <w:pPr>
        <w:pStyle w:val="libNormal"/>
      </w:pPr>
      <w:r>
        <w:t>Generosity and magnanimity attract hearts and affections. People like a generous person and respect him. With generosity and magnanimity hearts can be subdued.</w:t>
      </w:r>
    </w:p>
    <w:p w:rsidR="00822417" w:rsidRDefault="00BE2C51" w:rsidP="00BE2C51">
      <w:pPr>
        <w:pStyle w:val="libNormal"/>
      </w:pPr>
      <w:r>
        <w:t>The Prophetof Islam says:</w:t>
      </w:r>
    </w:p>
    <w:p w:rsidR="00822417" w:rsidRDefault="00BE2C51" w:rsidP="00BE2C51">
      <w:pPr>
        <w:pStyle w:val="libNormal"/>
      </w:pPr>
      <w:r>
        <w:rPr>
          <w:rFonts w:hint="eastAsia"/>
        </w:rPr>
        <w:t>“</w:t>
      </w:r>
      <w:r>
        <w:t>A generous person is closer to Allah’s creations and the Heaven. He is away from the Hell. The miserly person is away from Allah, His creations ( the men) and the Heaven. But he is closer to the Hell Fire." (al-mahajjatul bayda,v 3, p. 248)</w:t>
      </w:r>
    </w:p>
    <w:p w:rsidR="00822417" w:rsidRDefault="00BE2C51" w:rsidP="00BE2C51">
      <w:pPr>
        <w:pStyle w:val="libNormal"/>
      </w:pPr>
      <w:r>
        <w:t>A miserly person doesn’t pay the legitimate rights. He therefore becomes eligible of the Retribution on the Day of Reckoning. .Generosity makes a person acceptable here and also in the Hereafter. The quality of generosity is instinctive as are the other virtues of men. But the parents have to nourish these qualities in their children.</w:t>
      </w:r>
    </w:p>
    <w:p w:rsidR="00822417" w:rsidRDefault="00BE2C51" w:rsidP="00BE2C51">
      <w:pPr>
        <w:pStyle w:val="libNormal"/>
      </w:pPr>
      <w:r>
        <w:t>It is true that every child is born with his own individual nature, but some natures readily accept to become generous and others tend towards miserliness. The parents training and upbringing can have important effect on the moulding of the natures of the children. They can influence the child in curbing the miserly tendencies to a greater extent and encourage him to be more generous.</w:t>
      </w:r>
    </w:p>
    <w:p w:rsidR="00822417" w:rsidRDefault="00BE2C51" w:rsidP="00BE2C51">
      <w:pPr>
        <w:pStyle w:val="libNormal"/>
      </w:pPr>
      <w:r>
        <w:t xml:space="preserve">The thing that has the maximum effect on the child’s progress is the character of the parents. The parents are always the role models for the children. If the parents are generous in spending on good causes, the children too will try to emulate them. In stages this habit of generosity takes </w:t>
      </w:r>
      <w:r>
        <w:lastRenderedPageBreak/>
        <w:t>root in the nature of the children. If, to the contrary, the parents are miserly, the children too will mould themselves on the same pattern. Habits go a long way in moulding characters.</w:t>
      </w:r>
    </w:p>
    <w:p w:rsidR="00822417" w:rsidRDefault="00BE2C51" w:rsidP="00BE2C51">
      <w:pPr>
        <w:pStyle w:val="libNormal"/>
      </w:pPr>
      <w:r>
        <w:t>Ali, The Commander of the Faithful, says: “</w:t>
      </w:r>
    </w:p>
    <w:p w:rsidR="00822417" w:rsidRDefault="00BE2C51" w:rsidP="00BE2C51">
      <w:pPr>
        <w:pStyle w:val="libNormal"/>
      </w:pPr>
      <w:r>
        <w:t>Train your self to be generous, select the best of virtues and these virtues will become your habit." (Bihar al-anwar, v 77, p. 213)</w:t>
      </w:r>
    </w:p>
    <w:p w:rsidR="00822417" w:rsidRDefault="00BE2C51" w:rsidP="00BE2C51">
      <w:pPr>
        <w:pStyle w:val="libNormal"/>
      </w:pPr>
      <w:r>
        <w:rPr>
          <w:rFonts w:hint="eastAsia"/>
        </w:rPr>
        <w:t>“</w:t>
      </w:r>
      <w:r>
        <w:t>Generosity is amongst good habits." (Gharar al hukm, p. 17)</w:t>
      </w:r>
    </w:p>
    <w:p w:rsidR="00822417" w:rsidRDefault="00BE2C51" w:rsidP="00BE2C51">
      <w:pPr>
        <w:pStyle w:val="libNormal"/>
      </w:pPr>
      <w:r>
        <w:t>Imam Jafer al Sadiq said:</w:t>
      </w:r>
    </w:p>
    <w:p w:rsidR="00822417" w:rsidRDefault="00BE2C51" w:rsidP="00BE2C51">
      <w:pPr>
        <w:pStyle w:val="libNormal"/>
      </w:pPr>
      <w:r>
        <w:rPr>
          <w:rFonts w:hint="eastAsia"/>
        </w:rPr>
        <w:t>“</w:t>
      </w:r>
      <w:r>
        <w:t>To be a sinner it is sufficient for a person to spend nothing for his family and deprive them." (Wasail al-shiah, v 15, p. 251)</w:t>
      </w:r>
    </w:p>
    <w:p w:rsidR="00822417" w:rsidRDefault="00BE2C51" w:rsidP="00BE2C51">
      <w:pPr>
        <w:pStyle w:val="libNormal"/>
      </w:pPr>
      <w:r>
        <w:t>Parents can make use of the following guidelines for cultivating the habits of generosity and magnanimity in their children:</w:t>
      </w:r>
    </w:p>
    <w:p w:rsidR="00822417" w:rsidRDefault="00BE2C51" w:rsidP="00BE2C51">
      <w:pPr>
        <w:pStyle w:val="libNormal"/>
      </w:pPr>
      <w:r>
        <w:t>1. Encourage the child to give a part of the things he has to the parents and his other siblings. The child must be suitably praised for the generous act and thanked. .In the beginning the child may be reluctant to part with his possession, but, by and by, he will get into the habit of being generous. When the child is reluctant for this experiment, he should not be forced into giving. This might make the child stubborn.</w:t>
      </w:r>
    </w:p>
    <w:p w:rsidR="00822417" w:rsidRDefault="00BE2C51" w:rsidP="00BE2C51">
      <w:pPr>
        <w:pStyle w:val="libNormal"/>
      </w:pPr>
      <w:r>
        <w:t>2. Sometimes encourage the child to allow other children to play with his toys. The child should also be encouraged to share his sweets and chocolates with other children. When he does it, give him a pat on his back.</w:t>
      </w:r>
    </w:p>
    <w:p w:rsidR="00822417" w:rsidRDefault="00BE2C51" w:rsidP="00BE2C51">
      <w:pPr>
        <w:pStyle w:val="libNormal"/>
      </w:pPr>
      <w:r>
        <w:t>3. Sometimes encourage him to give a part of his pocket money to the poor and the needy. Or ask him to spend some money for any good cause. If this becomes a habit, it would have a salutary effect on the character of the child as he grows up.</w:t>
      </w:r>
    </w:p>
    <w:p w:rsidR="00822417" w:rsidRDefault="00BE2C51" w:rsidP="00BE2C51">
      <w:pPr>
        <w:pStyle w:val="libNormal"/>
      </w:pPr>
      <w:r>
        <w:t>4. Ask the child to invite his friends home for a meal and see that he entertains them with care.</w:t>
      </w:r>
    </w:p>
    <w:p w:rsidR="00822417" w:rsidRDefault="00BE2C51" w:rsidP="00BE2C51">
      <w:pPr>
        <w:pStyle w:val="libNormal"/>
      </w:pPr>
      <w:r>
        <w:t>5. The parents can give some money to the child everyday to be given as alms or for some good cause.</w:t>
      </w:r>
    </w:p>
    <w:p w:rsidR="00822417" w:rsidRDefault="00BE2C51" w:rsidP="00BE2C51">
      <w:pPr>
        <w:pStyle w:val="libNormal"/>
      </w:pPr>
      <w:r>
        <w:t>6. Discuss with the child the difficulties and hardships of poor people. If possible take him along with you to the hospital, the orphanage and the home for the poor and aged. In his presence help some needy persons</w:t>
      </w:r>
    </w:p>
    <w:p w:rsidR="00822417" w:rsidRDefault="00BE2C51" w:rsidP="00BE2C51">
      <w:pPr>
        <w:pStyle w:val="libNormal"/>
      </w:pPr>
      <w:r>
        <w:t>This way the child can be initiated into the habit of generosity. We, however, cannot claim that this method will work on all the children. The parents should make their best efforts and the success can differ from child to child. Every individual has his own nature and the capacity to accept change. For the children their habits also come as a genetic factor inherited from generation to generation. But careful breeding can definitely have some good effect.</w:t>
      </w:r>
    </w:p>
    <w:p w:rsidR="00822417" w:rsidRDefault="00BE2C51" w:rsidP="00BE2C51">
      <w:pPr>
        <w:pStyle w:val="libNormal"/>
      </w:pPr>
      <w:r>
        <w:t>A lady writes in a letter thus:</w:t>
      </w:r>
    </w:p>
    <w:p w:rsidR="00822417" w:rsidRDefault="00BE2C51" w:rsidP="00BE2C51">
      <w:pPr>
        <w:pStyle w:val="libNormal"/>
      </w:pPr>
      <w:r>
        <w:rPr>
          <w:rFonts w:hint="eastAsia"/>
        </w:rPr>
        <w:t>“…</w:t>
      </w:r>
      <w:r>
        <w:t>. At a pleasant place we had an orchard. Different varieties of fruits used to grow there in abundance. My Mom and Granny used to send some fruits to the needy. They were particularly generous to such of those needy persons who were serving our family. They used to entrust this task to me. From the age of six or seven years I got into the habit of doing this work. In the village there were families of two blind persons.</w:t>
      </w:r>
    </w:p>
    <w:p w:rsidR="00822417" w:rsidRDefault="00BE2C51" w:rsidP="00BE2C51">
      <w:pPr>
        <w:pStyle w:val="libNormal"/>
      </w:pPr>
      <w:r>
        <w:t xml:space="preserve">My heart used to feel much for them. Every day when I visited them, I used to catch their hands, bring them out for some fresh air and take them </w:t>
      </w:r>
      <w:r>
        <w:lastRenderedPageBreak/>
        <w:t>back to their homes. .I used to bring fresh water for them from the lake. These blind men used to bless me and pray for me. When I told my Mom and Dad about this, they were very pleased. My mom said, one who has become blind is really deserving of all help.</w:t>
      </w:r>
    </w:p>
    <w:p w:rsidR="00822417" w:rsidRDefault="00BE2C51" w:rsidP="00BE2C51">
      <w:pPr>
        <w:pStyle w:val="libNormal"/>
      </w:pPr>
      <w:r>
        <w:t>My parents always used to encourage me for doing good deeds. I used to save from my pocket money and give to the needy. Slowly I got habituated of doing this. I am now a member of a social help organisation that is taking care of fourteen needy families.</w:t>
      </w:r>
    </w:p>
    <w:p w:rsidR="00822417" w:rsidRDefault="00BE2C51" w:rsidP="00BE2C51">
      <w:pPr>
        <w:pStyle w:val="libNormal"/>
      </w:pPr>
      <w:r>
        <w:t>My children too have taken good effect from my attitude. One day a child said,’ Give me some money every morning.’ I asked him, ‘ Why?’ he said, ‘ I shall save this money’ I give him the money regularly and remind him not to waste it. After some days he came to me with his treasure-trove. He had forty-eight coins in that. He said, ‘ Momif you permit me, I shall give the money to a blind person. He lives on the way to our school.’ I was very pleased with the child and I kissed and hugged him.”</w:t>
      </w:r>
    </w:p>
    <w:p w:rsidR="000D2B00" w:rsidRDefault="000D2B00" w:rsidP="003C333D">
      <w:pPr>
        <w:pStyle w:val="libNormal"/>
      </w:pPr>
      <w:r>
        <w:br w:type="page"/>
      </w:r>
    </w:p>
    <w:p w:rsidR="00822417" w:rsidRDefault="00BE2C51" w:rsidP="000D2B00">
      <w:pPr>
        <w:pStyle w:val="Heading1Center"/>
      </w:pPr>
      <w:bookmarkStart w:id="51" w:name="_Toc431646358"/>
      <w:r>
        <w:lastRenderedPageBreak/>
        <w:t>A Helping Hand in Good Work</w:t>
      </w:r>
      <w:bookmarkEnd w:id="51"/>
    </w:p>
    <w:p w:rsidR="00822417" w:rsidRDefault="00BE2C51" w:rsidP="00BE2C51">
      <w:pPr>
        <w:pStyle w:val="libNormal"/>
      </w:pPr>
      <w:r>
        <w:t>Certain tasks that are big and important cannot be accomplished single-handed. But if there is some help available, the same job is done with ease. If man keeps working alone he will fall behind in doing many tasks. It seldom happens that a single person starts and runs an organisation for social welfare. An individual cannot run a hospital, school, mosque, orphanage, library etc without having others to help him. In fact, a person cannot even manage the administration of any such organisation individually. But with others’ help and co-operation the work can be accomplished to perfection. Any nation where the population has the spirit of mutual help and co-operation will be a prosperous nation.</w:t>
      </w:r>
    </w:p>
    <w:p w:rsidR="00822417" w:rsidRDefault="00BE2C51" w:rsidP="00BE2C51">
      <w:pPr>
        <w:pStyle w:val="libNormal"/>
      </w:pPr>
      <w:r>
        <w:t>In this respect Islam is a complete congregational system that invites people to come together for common good. The Holy Quran says:</w:t>
      </w:r>
    </w:p>
    <w:p w:rsidR="00822417" w:rsidRDefault="00BE2C51" w:rsidP="00BE2C51">
      <w:pPr>
        <w:pStyle w:val="libNormal"/>
      </w:pPr>
      <w:r>
        <w:rPr>
          <w:rFonts w:hint="eastAsia"/>
        </w:rPr>
        <w:t>“</w:t>
      </w:r>
      <w:r>
        <w:t>Help ye ( one another ) in righteousness and piety, and help ye not ( one another ) in sin and aggression" (Quran, 5:4)</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Co-operating to withhold the truth is fidelity and probity." (Gharar al hukm, p. 48)</w:t>
      </w:r>
    </w:p>
    <w:p w:rsidR="00822417" w:rsidRDefault="00BE2C51" w:rsidP="00BE2C51">
      <w:pPr>
        <w:pStyle w:val="libNormal"/>
      </w:pPr>
      <w:r>
        <w:t>The spirit of co-operation and camaraderie takes root from childhood only. Luckily human beings have gregarious nature by birth. But there is always the need to utilise this instinct to advantage. The parents who are keen to give good upbringing to their children encourage the instinct of fellowship in them and provide to them toys and games that need group participation.</w:t>
      </w:r>
    </w:p>
    <w:p w:rsidR="00822417" w:rsidRDefault="00BE2C51" w:rsidP="00BE2C51">
      <w:pPr>
        <w:pStyle w:val="libNormal"/>
      </w:pPr>
      <w:r>
        <w:t>They can give them toys that need assembling by more than one child. They can encourage them to have a jointly save their money for use for a good cause with guidance from the parents. With this collective saving they can buy fruits and sweets to distribute to the sickly, poor and needy. The parents can add some money to this amount and also help them to buy and distribute the fruits etc. They can also give the savings periodically to some welfare organisation. They may also give the money to some public library to help buy new books. The parents can also encourage the children to form a small committee and initiate some welfare activity by themselves.</w:t>
      </w:r>
    </w:p>
    <w:p w:rsidR="00822417" w:rsidRDefault="00BE2C51" w:rsidP="00BE2C51">
      <w:pPr>
        <w:pStyle w:val="libNormal"/>
      </w:pPr>
      <w:r>
        <w:t>If the parents are members of a welfare organisation, they should initiate the children too to the activity. They can give some money to the child to personally contribute to the fund of the organisation and make him a regular member.</w:t>
      </w:r>
    </w:p>
    <w:p w:rsidR="000D2B00" w:rsidRDefault="000D2B00" w:rsidP="003C333D">
      <w:pPr>
        <w:pStyle w:val="libNormal"/>
      </w:pPr>
      <w:r>
        <w:br w:type="page"/>
      </w:r>
    </w:p>
    <w:p w:rsidR="00822417" w:rsidRDefault="00BE2C51" w:rsidP="000D2B00">
      <w:pPr>
        <w:pStyle w:val="Heading1Center"/>
      </w:pPr>
      <w:bookmarkStart w:id="52" w:name="_Toc431646359"/>
      <w:r>
        <w:lastRenderedPageBreak/>
        <w:t>HUMANENESS AND CHILDREN</w:t>
      </w:r>
      <w:bookmarkEnd w:id="52"/>
    </w:p>
    <w:p w:rsidR="00822417" w:rsidRDefault="00BE2C51" w:rsidP="00BE2C51">
      <w:pPr>
        <w:pStyle w:val="libNormal"/>
      </w:pPr>
      <w:r>
        <w:t>All are Gods creations. All humans are the off springs of the same first parents.(Adam and Eve. In fact all men belong to the same large family. Allah has created them and He likes them. He has assured sustenance to everyone. Allah only has endowed them with all their necessities in the world. He has given them control over the manipulation and use of these things.</w:t>
      </w:r>
    </w:p>
    <w:p w:rsidR="00822417" w:rsidRDefault="00BE2C51" w:rsidP="00BE2C51">
      <w:pPr>
        <w:pStyle w:val="libNormal"/>
      </w:pPr>
      <w:r>
        <w:t>He has given them wisdom and strength to gainfully utilise the things around them to their advantage. Allah has provided them the opportunities to raise their spirits to reach perfection in piety and earn rewards in the Hereafter. He provided the means of guidance in the forms of Prophets from time to time. He has Ordained (mansus) .</w:t>
      </w:r>
    </w:p>
    <w:p w:rsidR="00822417" w:rsidRDefault="00BE2C51" w:rsidP="00BE2C51">
      <w:pPr>
        <w:pStyle w:val="libNormal"/>
      </w:pPr>
      <w:r>
        <w:t>the Imams and then there are the religious guides, the mujtahids and maraja’h. All this because Allah loves men and He is extremely Munificent. He wants men to be kind to one another and strive for the general welfare. He wants men toassist each other both in fair weather and during calamitous conditions. Those who have welfare of other human beings in their thoughts and actions are the chosen people of Allah. They shall have plenty of rewards in the Hereafter. Islam, a gregarious Faith, has given particular emphasis to the need for service to humanity.</w:t>
      </w:r>
    </w:p>
    <w:p w:rsidR="00822417" w:rsidRDefault="00BE2C51" w:rsidP="00BE2C51">
      <w:pPr>
        <w:pStyle w:val="libNormal"/>
      </w:pPr>
      <w:r>
        <w:t>The Prophet of Islam has said:</w:t>
      </w:r>
    </w:p>
    <w:p w:rsidR="00822417" w:rsidRDefault="00BE2C51" w:rsidP="00BE2C51">
      <w:pPr>
        <w:pStyle w:val="libNormal"/>
      </w:pPr>
      <w:r>
        <w:rPr>
          <w:rFonts w:hint="eastAsia"/>
        </w:rPr>
        <w:t>“</w:t>
      </w:r>
      <w:r>
        <w:t>All men eat the food provided by Allah. Therefore from men the dearest to Allah are those who give sustenance to other men and please some families." (Bihar al-anwar, v74, p. 317)</w:t>
      </w:r>
    </w:p>
    <w:p w:rsidR="00822417" w:rsidRDefault="00BE2C51" w:rsidP="00BE2C51">
      <w:pPr>
        <w:pStyle w:val="libNormal"/>
      </w:pPr>
      <w:r>
        <w:t>Imam Jafer al Sadiq says:</w:t>
      </w:r>
    </w:p>
    <w:p w:rsidR="00822417" w:rsidRDefault="00BE2C51" w:rsidP="00BE2C51">
      <w:pPr>
        <w:pStyle w:val="libNormal"/>
      </w:pPr>
      <w:r>
        <w:rPr>
          <w:rFonts w:hint="eastAsia"/>
        </w:rPr>
        <w:t>“</w:t>
      </w:r>
      <w:r>
        <w:t>Allah says that people eat the food given by Me. Such of those men are dear to me who are kind to the other humans and strive hard to help them in the time of need." (Bihar al-anwar, v 73, p. 337</w:t>
      </w:r>
    </w:p>
    <w:p w:rsidR="00822417" w:rsidRDefault="00BE2C51" w:rsidP="00BE2C51">
      <w:pPr>
        <w:pStyle w:val="libNormal"/>
      </w:pPr>
      <w:r>
        <w:t>Someone asked the Prophet:</w:t>
      </w:r>
    </w:p>
    <w:p w:rsidR="00822417" w:rsidRDefault="00BE2C51" w:rsidP="00BE2C51">
      <w:pPr>
        <w:pStyle w:val="libNormal"/>
      </w:pPr>
      <w:r>
        <w:rPr>
          <w:rFonts w:hint="eastAsia"/>
        </w:rPr>
        <w:t>“</w:t>
      </w:r>
      <w:r>
        <w:t>Who is the dearest to Allah among men?’</w:t>
      </w:r>
    </w:p>
    <w:p w:rsidR="00822417" w:rsidRDefault="00BE2C51" w:rsidP="00BE2C51">
      <w:pPr>
        <w:pStyle w:val="libNormal"/>
      </w:pPr>
      <w:r>
        <w:t>The Prophet replied:</w:t>
      </w:r>
    </w:p>
    <w:p w:rsidR="00822417" w:rsidRDefault="00BE2C51" w:rsidP="00BE2C51">
      <w:pPr>
        <w:pStyle w:val="libNormal"/>
      </w:pPr>
      <w:r>
        <w:rPr>
          <w:rFonts w:hint="eastAsia"/>
        </w:rPr>
        <w:t>‘</w:t>
      </w:r>
      <w:r>
        <w:t>One who is most beneficial to other fellow-men." (Bihar al-anwar, v74, p. 239)</w:t>
      </w:r>
    </w:p>
    <w:p w:rsidR="00822417" w:rsidRDefault="00BE2C51" w:rsidP="00BE2C51">
      <w:pPr>
        <w:pStyle w:val="libNormal"/>
      </w:pPr>
      <w:r>
        <w:t>The Prophet of Islam has said:</w:t>
      </w:r>
    </w:p>
    <w:p w:rsidR="00822417" w:rsidRDefault="00BE2C51" w:rsidP="00BE2C51">
      <w:pPr>
        <w:pStyle w:val="libNormal"/>
      </w:pPr>
      <w:r>
        <w:rPr>
          <w:rFonts w:hint="eastAsia"/>
        </w:rPr>
        <w:t>“</w:t>
      </w:r>
      <w:r>
        <w:t>After the Faith, the wisest act for a person is the love and care of the other human beings, be they good or otherwise." (Bihar al-anwar, v74, p. 392)</w:t>
      </w:r>
    </w:p>
    <w:p w:rsidR="00822417" w:rsidRDefault="00BE2C51" w:rsidP="00BE2C51">
      <w:pPr>
        <w:pStyle w:val="libNormal"/>
      </w:pPr>
      <w:r>
        <w:t>"One who is not concerned with the good of the Muslims is not a Muslim". (Bihar al-anwar, v74, p. 347)</w:t>
      </w:r>
    </w:p>
    <w:p w:rsidR="00822417" w:rsidRDefault="00BE2C51" w:rsidP="00BE2C51">
      <w:pPr>
        <w:pStyle w:val="libNormal"/>
      </w:pPr>
      <w:r>
        <w:t>Imam Jafer al Sadiq says:</w:t>
      </w:r>
    </w:p>
    <w:p w:rsidR="00822417" w:rsidRDefault="00BE2C51" w:rsidP="00BE2C51">
      <w:pPr>
        <w:pStyle w:val="libNormal"/>
      </w:pPr>
      <w:r>
        <w:rPr>
          <w:rFonts w:hint="eastAsia"/>
        </w:rPr>
        <w:t>“</w:t>
      </w:r>
      <w:r>
        <w:t>Allah’s preferred men are those who are approached by men in need of help. These preferred men of Allah will be in the Care of Allah on the Day of Judgment." (Bihar al-anwar, v 74, p. 318)</w:t>
      </w:r>
    </w:p>
    <w:p w:rsidR="00822417" w:rsidRDefault="00BE2C51" w:rsidP="00BE2C51">
      <w:pPr>
        <w:pStyle w:val="libNormal"/>
      </w:pPr>
      <w:r>
        <w:t>The Prophet of Islam said:</w:t>
      </w:r>
    </w:p>
    <w:p w:rsidR="00822417" w:rsidRDefault="00BE2C51" w:rsidP="00BE2C51">
      <w:pPr>
        <w:pStyle w:val="libNormal"/>
      </w:pPr>
      <w:r>
        <w:rPr>
          <w:rFonts w:hint="eastAsia"/>
        </w:rPr>
        <w:t>“</w:t>
      </w:r>
      <w:r>
        <w:t>Allah is Kind on His men and likes those men who are kind to their fellow men." ((Bihar al-anwar, v 74, p. 339)</w:t>
      </w:r>
    </w:p>
    <w:p w:rsidR="00822417" w:rsidRDefault="00BE2C51" w:rsidP="00BE2C51">
      <w:pPr>
        <w:pStyle w:val="libNormal"/>
      </w:pPr>
      <w:r>
        <w:lastRenderedPageBreak/>
        <w:t>There are hundreds of such traditions of the Prophet and the Imams that are spread over many compendiums of the sayings of these Infallible Persons.</w:t>
      </w:r>
    </w:p>
    <w:p w:rsidR="00822417" w:rsidRDefault="00BE2C51" w:rsidP="00BE2C51">
      <w:pPr>
        <w:pStyle w:val="libNormal"/>
      </w:pPr>
      <w:r>
        <w:t>The Prophet has seen the Islamic society as a single unit and has asked the followers of the Faith to work for the common good. Islam is a Gregarious Faith and considers the welfare of individuals as the welfare of the society. It fights against all kinds of selfishness. A true Muslim can never be selfish and will never overlook the rights of others in the society.</w:t>
      </w:r>
    </w:p>
    <w:p w:rsidR="00822417" w:rsidRDefault="00BE2C51" w:rsidP="00BE2C51">
      <w:pPr>
        <w:pStyle w:val="libNormal"/>
      </w:pPr>
      <w:r>
        <w:t>Friendship for other human beings is a superior quality and it is imbued in the nature of every individual. But with proper training this quality can be made manifest. Sometimes it may happen that this wonderful quality might totally disappear from the nature of some individuals.</w:t>
      </w:r>
    </w:p>
    <w:p w:rsidR="00822417" w:rsidRDefault="00BE2C51" w:rsidP="00BE2C51">
      <w:pPr>
        <w:pStyle w:val="libNormal"/>
      </w:pPr>
      <w:r>
        <w:t>This is like other inherent instincts in all human being which start manifesting during early childhood in their rudiments and if they are not properly nourished, they might become dormant or totally recede into the recesses of the individual’s mind. It is the responsibility of the parents to make their children friendly to human beings and generous. If the parents themselves are generous to others and the children see the shades of generosity in their words and actions, they can naturally follow suit.</w:t>
      </w:r>
    </w:p>
    <w:p w:rsidR="00822417" w:rsidRDefault="00BE2C51" w:rsidP="00BE2C51">
      <w:pPr>
        <w:pStyle w:val="libNormal"/>
      </w:pPr>
      <w:r>
        <w:t>The responsible and informed parents sometimes describe the plight of the needy people, the poor, the handicapped and old, in the presence of their children. If possible they take out the children to meet these people. They tell the children that these are the deprived people and are in need of support and help.</w:t>
      </w:r>
    </w:p>
    <w:p w:rsidR="00822417" w:rsidRDefault="00BE2C51" w:rsidP="00BE2C51">
      <w:pPr>
        <w:pStyle w:val="libNormal"/>
      </w:pPr>
      <w:r>
        <w:t>They provide help to such people in the presence of the children to set a good example for them to emulate when they grow up and are capable of helping others. The parents sometimes describe to the children the unfair tyranny heaped by some people on hapless persons and also the pathetic condition of the unfortunate sufferers. They also talk to their children about the unfortunate orphans who don’t have parents to look after them and they deserve full support from others in the society. They take their children to the orphanage to meet these kids and sometimes invite some of them to their home. All this goes a long way in making the children realise their responsibility to help and assist the needy in the society.</w:t>
      </w:r>
    </w:p>
    <w:p w:rsidR="00BE2C51" w:rsidRDefault="00BE2C51" w:rsidP="003C333D">
      <w:pPr>
        <w:pStyle w:val="libNormal"/>
      </w:pPr>
      <w:r>
        <w:br w:type="page"/>
      </w:r>
    </w:p>
    <w:p w:rsidR="00822417" w:rsidRDefault="00BE2C51" w:rsidP="00BE2C51">
      <w:pPr>
        <w:pStyle w:val="Heading1Center"/>
      </w:pPr>
      <w:bookmarkStart w:id="53" w:name="_Toc431646360"/>
      <w:r>
        <w:lastRenderedPageBreak/>
        <w:t>Justice and Equality</w:t>
      </w:r>
      <w:bookmarkEnd w:id="53"/>
    </w:p>
    <w:p w:rsidR="00822417" w:rsidRDefault="00BE2C51" w:rsidP="00BE2C51">
      <w:pPr>
        <w:pStyle w:val="libNormal"/>
      </w:pPr>
      <w:r>
        <w:t>A family consisting of a few members is like a small society and the parents manage the affairs of this small habitation. As running a country is not possible without justice and equality, so is the management of a household not possible without these concomitant factors; namely Justice and equality for all. Selflessness, love, affection and unity is possible only in an environment of justice and equality. The children will get proper upbringing in this atmosphere. The inherent traits of the children will find expression and they will learn to be just and fair from the example set to them by their parents. If the parents are ignorant of the need for justice and fair play, so will be their children.</w:t>
      </w:r>
    </w:p>
    <w:p w:rsidR="00822417" w:rsidRDefault="00BE2C51" w:rsidP="00BE2C51">
      <w:pPr>
        <w:pStyle w:val="libNormal"/>
      </w:pPr>
      <w:r>
        <w:t>Imam Jafer al Sadiq says:</w:t>
      </w:r>
    </w:p>
    <w:p w:rsidR="00822417" w:rsidRDefault="00BE2C51" w:rsidP="00BE2C51">
      <w:pPr>
        <w:pStyle w:val="libNormal"/>
      </w:pPr>
      <w:r>
        <w:rPr>
          <w:rFonts w:hint="eastAsia"/>
        </w:rPr>
        <w:t>“</w:t>
      </w:r>
      <w:r>
        <w:t>.As pure and cool water is craved for by a thirsty person, so do people desire to have justice and equality and their taste is sweeter and better for them. There is nothing better than justice." (Usul al-Kafi, v 2, p. 147)</w:t>
      </w:r>
    </w:p>
    <w:p w:rsidR="00822417" w:rsidRDefault="00BE2C51" w:rsidP="00BE2C51">
      <w:pPr>
        <w:pStyle w:val="libNormal"/>
      </w:pPr>
      <w:r>
        <w:rPr>
          <w:rFonts w:hint="eastAsia"/>
        </w:rPr>
        <w:t>“</w:t>
      </w:r>
      <w:r>
        <w:t>Three types of persons will be closer to Allah on the Day of Reckoning: First: Those who are not cruel to their subordinates in times of anger. Second: Those who go to mediate between two litigants, but don’t do anything against the requirement of justice. Third: Those who always uphold the truth, even if they come to personal harm by doing so." (Bihar al-anwar, v 75, p. 33)</w:t>
      </w:r>
    </w:p>
    <w:p w:rsidR="00822417" w:rsidRDefault="00BE2C51" w:rsidP="00BE2C51">
      <w:pPr>
        <w:pStyle w:val="libNormal"/>
      </w:pPr>
      <w:r>
        <w:t>Allah says in the Holy Quran:</w:t>
      </w:r>
    </w:p>
    <w:p w:rsidR="00822417" w:rsidRDefault="00BE2C51" w:rsidP="00BE2C51">
      <w:pPr>
        <w:pStyle w:val="libNormal"/>
      </w:pPr>
      <w:r>
        <w:rPr>
          <w:rFonts w:hint="eastAsia"/>
        </w:rPr>
        <w:t>“</w:t>
      </w:r>
      <w:r>
        <w:t>Allah orders for Justice and Fairness." (Quran, 16:90)</w:t>
      </w:r>
    </w:p>
    <w:p w:rsidR="00822417" w:rsidRDefault="00BE2C51" w:rsidP="00BE2C51">
      <w:pPr>
        <w:pStyle w:val="libNormal"/>
      </w:pPr>
      <w:r>
        <w:t>Just and equitable parents treat all their children equally. They don’t show particular preference for any particular child. Be it a son or a daughter, pretty or not so pretty, capable or mediocre; the parents have the same feelings of love and affection for all of them. They give equitable treatment to all their children</w:t>
      </w:r>
    </w:p>
    <w:p w:rsidR="00822417" w:rsidRDefault="00BE2C51" w:rsidP="00BE2C51">
      <w:pPr>
        <w:pStyle w:val="libNormal"/>
      </w:pPr>
      <w:r>
        <w:t>The Prophet of Islam has said:</w:t>
      </w:r>
    </w:p>
    <w:p w:rsidR="00822417" w:rsidRDefault="00BE2C51" w:rsidP="00BE2C51">
      <w:pPr>
        <w:pStyle w:val="libNormal"/>
      </w:pPr>
      <w:r>
        <w:rPr>
          <w:rFonts w:hint="eastAsia"/>
        </w:rPr>
        <w:t>“</w:t>
      </w:r>
      <w:r>
        <w:t>Keep justice for all your children in your mind even when some of them are away. If you desire treatment of love, kindness and justice from your children, then give them similar treatment." (Makarim al akhlaq, v 71, p. 252)</w:t>
      </w:r>
    </w:p>
    <w:p w:rsidR="00822417" w:rsidRDefault="00BE2C51" w:rsidP="00BE2C51">
      <w:pPr>
        <w:pStyle w:val="libNormal"/>
      </w:pPr>
      <w:r>
        <w:t>The Prophet noticed that a person was more attached to one son than to the other. He told him:</w:t>
      </w:r>
    </w:p>
    <w:p w:rsidR="00822417" w:rsidRDefault="00BE2C51" w:rsidP="00BE2C51">
      <w:pPr>
        <w:pStyle w:val="libNormal"/>
      </w:pPr>
      <w:r>
        <w:rPr>
          <w:rFonts w:hint="eastAsia"/>
        </w:rPr>
        <w:t>“</w:t>
      </w:r>
      <w:r>
        <w:t>Who don’t you keep the need for justice and equality of treatment in mind?" (Makarim al akhlaq, v 11, p. 252)</w:t>
      </w:r>
    </w:p>
    <w:p w:rsidR="00822417" w:rsidRDefault="00BE2C51" w:rsidP="00BE2C51">
      <w:pPr>
        <w:pStyle w:val="libNormal"/>
      </w:pPr>
      <w:r>
        <w:t>One person was sitting in the company of the Prophet when his son arrived. The person kissed the boy and made him sit on his lap. After a while the person’s daughter came there and the person made her sit in front of him. Then the Prophet told to the person: “Why didn’t you keep in your consideration the need for justice and equality between your children ?(Majma al zawaid, v 8, p. 156)</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Delivering justice and equality to people is the best of politics." (Gharar al hukm, p. 64)</w:t>
      </w:r>
    </w:p>
    <w:p w:rsidR="00822417" w:rsidRDefault="00BE2C51" w:rsidP="00BE2C51">
      <w:pPr>
        <w:pStyle w:val="libNormal"/>
      </w:pPr>
      <w:r>
        <w:t xml:space="preserve">One woman came to the presence of the Prophet’s wife, Ayesha, with her two little children. Ayesha gave her three dates. The mother gave one each </w:t>
      </w:r>
      <w:r>
        <w:lastRenderedPageBreak/>
        <w:t>to the two children and then equally divided the third date and gave one to each of them. When the Prophet returned home, Ayesha narrated the incident to him.</w:t>
      </w:r>
    </w:p>
    <w:p w:rsidR="00822417" w:rsidRDefault="00BE2C51" w:rsidP="00BE2C51">
      <w:pPr>
        <w:pStyle w:val="libNormal"/>
      </w:pPr>
      <w:r>
        <w:t>The Prophet said:</w:t>
      </w:r>
    </w:p>
    <w:p w:rsidR="00822417" w:rsidRDefault="00BE2C51" w:rsidP="00BE2C51">
      <w:pPr>
        <w:pStyle w:val="libNormal"/>
      </w:pPr>
      <w:r>
        <w:t>"Why are you surprised at the action of that woman?For keeping justice and equality in view Allah will give her a place in the Heaven!!" (Sunan, Ibn Majah,v72, p. 1210)</w:t>
      </w:r>
    </w:p>
    <w:p w:rsidR="00822417" w:rsidRDefault="00BE2C51" w:rsidP="00BE2C51">
      <w:pPr>
        <w:pStyle w:val="libNormal"/>
      </w:pPr>
      <w:r>
        <w:t>If the parents treat their children unjustly in a partial manner they will create a very harmful impression on them. viz:</w:t>
      </w:r>
    </w:p>
    <w:p w:rsidR="00822417" w:rsidRDefault="00BE2C51" w:rsidP="00BE2C51">
      <w:pPr>
        <w:pStyle w:val="libNormal"/>
      </w:pPr>
      <w:r>
        <w:t>1. The children will take after the unjust attitude of the parents and behave the same way with others. With time this attitude will become a part of their natures.</w:t>
      </w:r>
    </w:p>
    <w:p w:rsidR="00822417" w:rsidRDefault="00BE2C51" w:rsidP="00BE2C51">
      <w:pPr>
        <w:pStyle w:val="libNormal"/>
      </w:pPr>
      <w:r>
        <w:t>2. The children who had been the victims of injustice from their parents will carry rancour for them in their minds It is possible they turn rebellious and disobedient.</w:t>
      </w:r>
    </w:p>
    <w:p w:rsidR="00822417" w:rsidRDefault="00BE2C51" w:rsidP="00BE2C51">
      <w:pPr>
        <w:pStyle w:val="libNormal"/>
      </w:pPr>
      <w:r>
        <w:t>3. With treatment of injustice and partiality there is chance of jealousy and enmity springing up between brothers and sisters and it might go to the limit of sometimes harming each other.</w:t>
      </w:r>
    </w:p>
    <w:p w:rsidR="00822417" w:rsidRDefault="00BE2C51" w:rsidP="00BE2C51">
      <w:pPr>
        <w:pStyle w:val="libNormal"/>
      </w:pPr>
      <w:r>
        <w:t>4. The children who have received unjust treatment at the hands of their parents will have feelings of dejection and oppression that will get engraved in their minds.It is quite possible that later on they develop psychic disorders.</w:t>
      </w:r>
    </w:p>
    <w:p w:rsidR="00822417" w:rsidRDefault="00BE2C51" w:rsidP="00BE2C51">
      <w:pPr>
        <w:pStyle w:val="libNormal"/>
      </w:pPr>
      <w:r>
        <w:t>The parents will be responsible for all the consequences of their partial and unjust treatment meted out to their children.</w:t>
      </w:r>
    </w:p>
    <w:p w:rsidR="00822417" w:rsidRDefault="00BE2C51" w:rsidP="00BE2C51">
      <w:pPr>
        <w:pStyle w:val="libNormal"/>
      </w:pPr>
      <w:r>
        <w:t>But the parents, in all fairness, give equitable treatment to all their children. At different ages the children will have differing requirements. Because they are born at different times and are of different sexes, they may not have similar requirements all the time. The law of justice and equality too is not rigid about equal treatment in such differing circumstances.</w:t>
      </w:r>
    </w:p>
    <w:p w:rsidR="00822417" w:rsidRDefault="00BE2C51" w:rsidP="00BE2C51">
      <w:pPr>
        <w:pStyle w:val="libNormal"/>
      </w:pPr>
      <w:r>
        <w:t>Will it be right to lift the elder child in your lap like you do to a babe in the cradle? Similarly, will it be right to give the same amount of pocket money to a child of three years as is given to his sibling who is eighteen years old. Can a daughter be given the same freedom of movement that is given to a grown up son? Fair play and justice don’t approve of any such concessions and we too don’t recommend them.</w:t>
      </w:r>
    </w:p>
    <w:p w:rsidR="00822417" w:rsidRDefault="00BE2C51" w:rsidP="00BE2C51">
      <w:pPr>
        <w:pStyle w:val="libNormal"/>
      </w:pPr>
      <w:r>
        <w:t>The parents must thoughtfully adopt such fair and just standards of treatment for their children that they don’t give rise to the feelings of partiality in some of them. This matter has been dealt at some length in the chapter on Jealousy which you may refer. .</w:t>
      </w:r>
    </w:p>
    <w:p w:rsidR="00822417" w:rsidRDefault="00BE2C51" w:rsidP="00BE2C51">
      <w:pPr>
        <w:pStyle w:val="libNormal"/>
      </w:pPr>
      <w:r>
        <w:t>One person writes in his memoirs:</w:t>
      </w:r>
    </w:p>
    <w:p w:rsidR="00822417" w:rsidRDefault="00BE2C51" w:rsidP="00BE2C51">
      <w:pPr>
        <w:pStyle w:val="libNormal"/>
      </w:pPr>
      <w:r>
        <w:rPr>
          <w:rFonts w:hint="eastAsia"/>
        </w:rPr>
        <w:t>“</w:t>
      </w:r>
      <w:r>
        <w:t xml:space="preserve">The memory of my childhood is very bitter and I am unable to forget it. Dad used to discriminate between us brothers. He used to comply with all his wishes and never for once considered my wants. He used to treat my brother with respect and treated me insultingly. Father loved him more and always had kind words for him. As a result of this treatment I started thinking that Dad and my brother are not good. I used to think of taking revenge on my Dad for the unjust behaviour with me. In my worried state I preferred to be alone by myself. I started spitting on the walls and tarnishing </w:t>
      </w:r>
      <w:r>
        <w:lastRenderedPageBreak/>
        <w:t>them. I used to break the glass window-panes to take out my spleen. What was the alternative for me? But Dad was totally unconcerned about this. He didn’t know that my actions were solely to harm his interest."</w:t>
      </w:r>
    </w:p>
    <w:p w:rsidR="00822417" w:rsidRDefault="00BE2C51" w:rsidP="00BE2C51">
      <w:pPr>
        <w:pStyle w:val="libNormal"/>
      </w:pPr>
      <w:r>
        <w:t>One lady writes in her diary:</w:t>
      </w:r>
    </w:p>
    <w:p w:rsidR="00822417" w:rsidRDefault="00BE2C51" w:rsidP="00BE2C51">
      <w:pPr>
        <w:pStyle w:val="libNormal"/>
      </w:pPr>
      <w:r>
        <w:rPr>
          <w:rFonts w:hint="eastAsia"/>
        </w:rPr>
        <w:t>“…</w:t>
      </w:r>
      <w:r>
        <w:t>. One of our closest relatives had two daughters One was a good student and very bright while the other was mediocre. Both used to go to the school. The elder daughter, who was not bright, used to secure lower grades in her examinations. The younger girl always used to perform very well in her studies. Their mother always used to brag about the brilliance of her younger daughter and run down the elder one. She used to be full of praise for the younger daughter and always criticised the elder one that she was wasting all the expense incurred on her schooling. She even used to say that all the good dresses and food given to her is a waste.</w:t>
      </w:r>
    </w:p>
    <w:p w:rsidR="00822417" w:rsidRDefault="00BE2C51" w:rsidP="00BE2C51">
      <w:pPr>
        <w:pStyle w:val="libNormal"/>
      </w:pPr>
      <w:r>
        <w:t>The same elder daughter is now married. She has several children. She is a ordinary housewife. She gives a unhealthy look and seems a victim of inferiority complex. She looks tired and lost in her thoughts. At parties she takes a quiet corner and doesn’t converse with others. When I egg her on to talk, she only takes a sigh and says,’ about what can I talk?’ I remember, prior to her marriage, I took her to a psychiatrist. The doctor, after a long session of discussion with her, said that there was nothing wrong with her. In fact, her parents are sick that they have not treated her properly and reduced her to the present plight.</w:t>
      </w:r>
    </w:p>
    <w:p w:rsidR="00822417" w:rsidRDefault="00BE2C51" w:rsidP="00BE2C51">
      <w:pPr>
        <w:pStyle w:val="libNormal"/>
      </w:pPr>
      <w:r>
        <w:t>Once the doctor asked her, ’Can you cook?’ She started crying and said,’ I can cook. But whenever I prepare anything my parents say that my younger sister cooks better food.’"</w:t>
      </w:r>
    </w:p>
    <w:p w:rsidR="00822417" w:rsidRDefault="00BE2C51" w:rsidP="003C333D">
      <w:pPr>
        <w:pStyle w:val="Heading1Center"/>
      </w:pPr>
      <w:bookmarkStart w:id="54" w:name="_Toc431646361"/>
      <w:r>
        <w:t>Respect for the Children</w:t>
      </w:r>
      <w:bookmarkEnd w:id="54"/>
    </w:p>
    <w:p w:rsidR="00822417" w:rsidRDefault="00BE2C51" w:rsidP="00BE2C51">
      <w:pPr>
        <w:pStyle w:val="libNormal"/>
      </w:pPr>
      <w:r>
        <w:t>The child too is a human being and every human being instinctively loves oneself. He wishes that others recognise his worth and respect him. When others show respect to him he feels proud and thinks that he has been praised. The parents who love their children should show them due consideration and respect. In the training of a child, showing respect to him is considered as a very important element. The child who receives respect and estimation will grow into a sober and respectable person.</w:t>
      </w:r>
    </w:p>
    <w:p w:rsidR="00822417" w:rsidRDefault="00BE2C51" w:rsidP="00BE2C51">
      <w:pPr>
        <w:pStyle w:val="libNormal"/>
      </w:pPr>
      <w:r>
        <w:t>He always tries to maintain his reputation and refrains from doing anything wrong. He tries to keep doing good things to rise in the estimation of others. The child who is not treated by his parents with due respect, he tries to emulate them while dealing with others. The child is a man in miniature and like all men he loves himself. He will be displeased if he is not treated properly and with respect. The parents who treat children badly without giving any thought to their hurt feelings, create rancour in their young minds. Sooner or later such children turn hostile and become stubbornly difficult.</w:t>
      </w:r>
    </w:p>
    <w:p w:rsidR="00822417" w:rsidRDefault="00BE2C51" w:rsidP="00BE2C51">
      <w:pPr>
        <w:pStyle w:val="libNormal"/>
      </w:pPr>
      <w:r>
        <w:t xml:space="preserve">Ignorant parents, whose number unfortunately is not small, consider that treating the children with respect spoils them. They take cool, condescending, and vain attitude towards the children. This way they crush the personality of the children and give birth to the inferiority complex in their impressionable minds. From the point of view of good breeding this </w:t>
      </w:r>
      <w:r>
        <w:lastRenderedPageBreak/>
        <w:t>attitude of the parents proves a major impediment. If the parents treat their children with respect, then the child will try to reciprocate. The child will get the understanding from that very tender age that the parents treat him humanely and give him importance. He will therefore abstain from doing anything that is not considered good in the society.</w:t>
      </w:r>
    </w:p>
    <w:p w:rsidR="00822417" w:rsidRDefault="00BE2C51" w:rsidP="00BE2C51">
      <w:pPr>
        <w:pStyle w:val="libNormal"/>
      </w:pPr>
      <w:r>
        <w:t>He will try to do good things to maintain the respectable treatment he has been receiving from the parents. It is a matter of concern that in our societies the children are not treated with respect. They are not treated as members of the family till they are grown up. In parties and celebrations they are generally not invited and go with the parents as appendages. In parties they are seated at an insignificant corner When they arrive at the party and leave it, they are not given any attention. In the car they will not have any space for themselves. They either go standing or sit on the lap of the father. They are not allowed to speak in the party. And even if they take courage in their hands to speak, they don’t get any attention from the elders. They are summoned, if ever, with indecorum.</w:t>
      </w:r>
    </w:p>
    <w:p w:rsidR="00822417" w:rsidRDefault="00BE2C51" w:rsidP="00BE2C51">
      <w:pPr>
        <w:pStyle w:val="libNormal"/>
      </w:pPr>
      <w:r>
        <w:t>Islam gives all attention to the need for showing respect to the children. The Prophet of Islam has said:</w:t>
      </w:r>
    </w:p>
    <w:p w:rsidR="00822417" w:rsidRDefault="00BE2C51" w:rsidP="00BE2C51">
      <w:pPr>
        <w:pStyle w:val="libNormal"/>
      </w:pPr>
      <w:r>
        <w:t>"Respect your children and give them good training so that Allah rewards you."</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The meanest person is one who shows disrespect to others." (Bihar al-anwar, v 104, p. 45)</w:t>
      </w:r>
    </w:p>
    <w:p w:rsidR="00822417" w:rsidRDefault="00BE2C51" w:rsidP="00BE2C51">
      <w:pPr>
        <w:pStyle w:val="libNormal"/>
      </w:pPr>
      <w:r>
        <w:t>The Prophet always, and everywhere, used to treat children with affection and respect. Whenever he returned from his travels, the children used to run out and receive him. He used to hug and kiss them. Some of the children used to mount with him on the steed. He used to ask his other companions to take the other children on their horses. This way he used to enter the ramparts of the city.</w:t>
      </w:r>
    </w:p>
    <w:p w:rsidR="00822417" w:rsidRDefault="00BE2C51" w:rsidP="00BE2C51">
      <w:pPr>
        <w:pStyle w:val="libNormal"/>
      </w:pPr>
      <w:r>
        <w:t>Insulting behaviour with children, even with babes in arms, is forbidden. Umm al Fadhl says:</w:t>
      </w:r>
    </w:p>
    <w:p w:rsidR="00822417" w:rsidRDefault="00BE2C51" w:rsidP="00BE2C51">
      <w:pPr>
        <w:pStyle w:val="libNormal"/>
      </w:pPr>
      <w:r>
        <w:rPr>
          <w:rFonts w:hint="eastAsia"/>
        </w:rPr>
        <w:t>“</w:t>
      </w:r>
      <w:r>
        <w:t>The Prophet, when Imam Hussain was a babe in the arms, one day took him from me and hugged him, the child wet his clothes. I snatched Hussain away from the Prophet at that moment, when the child started crying. The Prophet told me, ‘ Umm al Fazl, Keep your cool.Water can clean my clothes. But who will remove the displeasure and hurt of the child Hussain’" (Hadiya al ahbab, p. 176)</w:t>
      </w:r>
    </w:p>
    <w:p w:rsidR="00822417" w:rsidRDefault="00BE2C51" w:rsidP="00BE2C51">
      <w:pPr>
        <w:pStyle w:val="libNormal"/>
      </w:pPr>
      <w:r>
        <w:t>One gentleman writes:</w:t>
      </w:r>
    </w:p>
    <w:p w:rsidR="00822417" w:rsidRDefault="00BE2C51" w:rsidP="00BE2C51">
      <w:pPr>
        <w:pStyle w:val="libNormal"/>
      </w:pPr>
      <w:r>
        <w:rPr>
          <w:rFonts w:hint="eastAsia"/>
        </w:rPr>
        <w:t>“</w:t>
      </w:r>
      <w:r>
        <w:t>I had no significance in the consideration of my parents. Not only that they did not have any respect for me, they used to insult and admonish me time and again. They never allowed me to do any work. If ever I took initiative to do some work, they used to find fault. They used to insult me in the presence of their friends and mine. They never allowed me to say anything while others were around.</w:t>
      </w:r>
    </w:p>
    <w:p w:rsidR="00822417" w:rsidRDefault="00BE2C51" w:rsidP="00BE2C51">
      <w:pPr>
        <w:pStyle w:val="libNormal"/>
      </w:pPr>
      <w:r>
        <w:t xml:space="preserve">All these things made me carry the feelings of inferiority and shame for myself. I started considering myself a useless person. Now that I am a grown up man, I continue to labour under the same feelings of dejection. If I am confronted with difficult tasks, I feel myself helpless and incapable of </w:t>
      </w:r>
      <w:r>
        <w:lastRenderedPageBreak/>
        <w:t>doing it. I feel that because I am unable to have my own opinion about my capability, others should volunteer their opinion about me. I consider myself insignificant and absolutely incapable. I have no confidence on myself. Even I find myself at a loss to speak in the presence of others. When I utter something in such situations, I ponder for hours whether what I said was right for the occasion or not"</w:t>
      </w:r>
    </w:p>
    <w:p w:rsidR="000D2B00" w:rsidRDefault="000D2B00" w:rsidP="003C333D">
      <w:pPr>
        <w:pStyle w:val="libNormal"/>
      </w:pPr>
      <w:r>
        <w:br w:type="page"/>
      </w:r>
    </w:p>
    <w:p w:rsidR="00822417" w:rsidRDefault="00BE2C51" w:rsidP="000D2B00">
      <w:pPr>
        <w:pStyle w:val="Heading1Center"/>
      </w:pPr>
      <w:bookmarkStart w:id="55" w:name="_Toc431646362"/>
      <w:r>
        <w:lastRenderedPageBreak/>
        <w:t>Self Assessment and Meaningful Existence</w:t>
      </w:r>
      <w:bookmarkEnd w:id="55"/>
    </w:p>
    <w:p w:rsidR="00822417" w:rsidRDefault="00BE2C51" w:rsidP="00BE2C51">
      <w:pPr>
        <w:pStyle w:val="libNormal"/>
      </w:pPr>
      <w:r>
        <w:t>The entire lives of the animals are spent in eating, sleeping, and breeding. The intelligence and knowledge of animals is imperfect. They are unable to discriminate between good and bad. Therefore they don’t have any responsibility imposed on them. They will not be required to account for their deeds. There is no preordained responsibility for them. But man, who is the best of the creations of Allah, is not like the animals.</w:t>
      </w:r>
    </w:p>
    <w:p w:rsidR="00822417" w:rsidRDefault="00BE2C51" w:rsidP="00BE2C51">
      <w:pPr>
        <w:pStyle w:val="libNormal"/>
      </w:pPr>
      <w:r>
        <w:t>Man has wisdom and capability. He can discriminate between good and bad, pretty and ugly. Man has been created for a perpetual and eternal existence and not for extinction. Therefore he carries a great responsibility and duty ordained for him. Man is the vicegerent and trustee of Allah in this world. The purpose of the life of the man is not just eating, sleeping, satisfying desires and procreation.</w:t>
      </w:r>
    </w:p>
    <w:p w:rsidR="00822417" w:rsidRDefault="00BE2C51" w:rsidP="00BE2C51">
      <w:pPr>
        <w:pStyle w:val="libNormal"/>
      </w:pPr>
      <w:r>
        <w:t>But the man has to tread such a path that he proves himself even more superior than the angels. He is human and must strive to promote his humanity. Man should have a goal in life. The goal has to be idealistic. Man strives in Allah’s cause and to serve His creations and not only for achieving the worldly benefits. Man has to search the Truth and to follow the Truth.</w:t>
      </w:r>
    </w:p>
    <w:p w:rsidR="00822417" w:rsidRDefault="00BE2C51" w:rsidP="00BE2C51">
      <w:pPr>
        <w:pStyle w:val="libNormal"/>
      </w:pPr>
      <w:r>
        <w:t>Yes the human existence is such a precious jewel which is far superior than all the animals. It is a shame that lot of men have squandered their invaluable worth. They spend their lives literally like animals. In their view eating, drinking, sleeping, fulfillling carnal desires alone are the purpose of their lives. It is possible that a person might live for a hundred years without understanding himself and die in utter ignorance, He comes into the world like an animal and will die an animalHe will remain aimless and itinerant all his life. The result of all his striving will be nought.</w:t>
      </w:r>
    </w:p>
    <w:p w:rsidR="00822417" w:rsidRDefault="00BE2C51" w:rsidP="00BE2C51">
      <w:pPr>
        <w:pStyle w:val="libNormal"/>
      </w:pPr>
      <w:r>
        <w:t>Man should know himself. Who is he? From where he has come? Where he has to go? What is the purpose of his birth? What path he must take? What is the real goal and what is auspicious for him?</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The best enlightenment is that the man recognises himself, and the greatest ignorance is when a person doesn’t know his own self." (Gharar al hukm, p. 179)</w:t>
      </w:r>
    </w:p>
    <w:p w:rsidR="00822417" w:rsidRDefault="00BE2C51" w:rsidP="00BE2C51">
      <w:pPr>
        <w:pStyle w:val="libNormal"/>
      </w:pPr>
      <w:r>
        <w:rPr>
          <w:rFonts w:hint="eastAsia"/>
        </w:rPr>
        <w:t>“</w:t>
      </w:r>
      <w:r>
        <w:t>One who did not recognise himself, he strayed from the path of salvation, and took the road to ignorance and aimlessness." (Gharar al hukm, p. 77)</w:t>
      </w:r>
    </w:p>
    <w:p w:rsidR="00822417" w:rsidRDefault="00BE2C51" w:rsidP="00BE2C51">
      <w:pPr>
        <w:pStyle w:val="libNormal"/>
      </w:pPr>
      <w:r>
        <w:rPr>
          <w:rFonts w:hint="eastAsia"/>
        </w:rPr>
        <w:t>“</w:t>
      </w:r>
      <w:r>
        <w:t>For Allah the most abhorrent person is one who has made eating and satisfaction of carnal desires the sole purpose of life." (Gharar al hukm, p. 205)</w:t>
      </w:r>
    </w:p>
    <w:p w:rsidR="00822417" w:rsidRDefault="00BE2C51" w:rsidP="00BE2C51">
      <w:pPr>
        <w:pStyle w:val="libNormal"/>
      </w:pPr>
      <w:r>
        <w:rPr>
          <w:rFonts w:hint="eastAsia"/>
        </w:rPr>
        <w:t>“</w:t>
      </w:r>
      <w:r>
        <w:t>One who has made achievement of Salvation on the Day of Judgment his purpose in life will get fulfillment." (Gharar al hukm, p. 693)</w:t>
      </w:r>
    </w:p>
    <w:p w:rsidR="00822417" w:rsidRDefault="00BE2C51" w:rsidP="00BE2C51">
      <w:pPr>
        <w:pStyle w:val="libNormal"/>
      </w:pPr>
      <w:r>
        <w:t xml:space="preserve">The parents should give the lesson of self-assessment and purposeful existence to their children. They can progressively give a purposeful character to the lives of the children. The child, with the help of the parents, should be helped to know himself. From where he has come? What is the purpose of his existence? Where he will go ultimately? What are his duties and responsibilities in this world? With what programme and aim he should live his life? If the parents know themselves and have definite aims in life, </w:t>
      </w:r>
      <w:r>
        <w:lastRenderedPageBreak/>
        <w:t>then they will be successfully able to guide their children on the desired path.</w:t>
      </w:r>
    </w:p>
    <w:p w:rsidR="00BE2C51" w:rsidRDefault="00BE2C51" w:rsidP="003C333D">
      <w:pPr>
        <w:pStyle w:val="libNormal"/>
      </w:pPr>
      <w:r>
        <w:br w:type="page"/>
      </w:r>
    </w:p>
    <w:p w:rsidR="00822417" w:rsidRDefault="00BE2C51" w:rsidP="00BE2C51">
      <w:pPr>
        <w:pStyle w:val="Heading1Center"/>
      </w:pPr>
      <w:bookmarkStart w:id="56" w:name="_Toc431646363"/>
      <w:r>
        <w:lastRenderedPageBreak/>
        <w:t>The Income of the Household and Expenses</w:t>
      </w:r>
      <w:bookmarkEnd w:id="56"/>
    </w:p>
    <w:p w:rsidR="00822417" w:rsidRDefault="00BE2C51" w:rsidP="00BE2C51">
      <w:pPr>
        <w:pStyle w:val="libNormal"/>
      </w:pPr>
      <w:r>
        <w:t>In the management of a house, the most vital aspect is the control of the purse strings. Any sensible household would keep track of their regular income and expenditure. As it is said, they cut the coat according to the length of the cloth available. They make efforts to keep their expenses within the amount of inflow of cash into the family’s account.</w:t>
      </w:r>
    </w:p>
    <w:p w:rsidR="00822417" w:rsidRDefault="00BE2C51" w:rsidP="00BE2C51">
      <w:pPr>
        <w:pStyle w:val="libNormal"/>
      </w:pPr>
      <w:r>
        <w:t>Every family should know their priorities and allocate money to different items of expense on that basis. Careful families always try that they don’t fall into debt trap. They will thus avoid unnecessary worries coming their way. Even if their economic condition is bad for a time, they plan and overcome these difficulties in some time. They avoid reducing themselves to the status of penury through proper management of their limited resources.</w:t>
      </w:r>
    </w:p>
    <w:p w:rsidR="00822417" w:rsidRDefault="00BE2C51" w:rsidP="00BE2C51">
      <w:pPr>
        <w:pStyle w:val="libNormal"/>
      </w:pPr>
      <w:r>
        <w:t>Contrary to this the families that are careless about proper management of their expenses, who are extravagant and continue living beyond their means, fall into the habit of compulsive borrowing. To meet the bills for their expenses, they are forced even to borrow money at high rates of interest. Since they are compulsive borrowers, they don’t mind buying expensive things on credit. Such families are never free of worries. They come to such a pass that sometimes they are not able to buy the basic necessities of day to day living.</w:t>
      </w:r>
    </w:p>
    <w:p w:rsidR="00822417" w:rsidRDefault="00BE2C51" w:rsidP="00BE2C51">
      <w:pPr>
        <w:pStyle w:val="libNormal"/>
      </w:pPr>
      <w:r>
        <w:t>Such things happen even to families whose incomes are reasonably sound. They will be in their straitened circumstances because of not having a proper plan for expenditure. These people are the victims of false pomp and show. The welfare of the family depends not only on earning and bringing some money home, but it also requires proper budgeting and control of the expenses.</w:t>
      </w:r>
    </w:p>
    <w:p w:rsidR="00822417" w:rsidRDefault="00BE2C51" w:rsidP="00BE2C51">
      <w:pPr>
        <w:pStyle w:val="libNormal"/>
      </w:pPr>
      <w:r>
        <w:t>Imam Jafer al Sadiq says:</w:t>
      </w:r>
    </w:p>
    <w:p w:rsidR="00822417" w:rsidRDefault="00BE2C51" w:rsidP="00BE2C51">
      <w:pPr>
        <w:pStyle w:val="libNormal"/>
      </w:pPr>
      <w:r>
        <w:t>"When Allah wants a family to prosper, then he gives them the capability of wisdom and order in life." (Usul al-Kafi, v 5, p. 88)</w:t>
      </w:r>
    </w:p>
    <w:p w:rsidR="00822417" w:rsidRDefault="00BE2C51" w:rsidP="00BE2C51">
      <w:pPr>
        <w:pStyle w:val="libNormal"/>
      </w:pPr>
      <w:r>
        <w:rPr>
          <w:rFonts w:hint="eastAsia"/>
        </w:rPr>
        <w:t>“</w:t>
      </w:r>
      <w:r>
        <w:t>All excellence is assembled in three things: One of them is making use of understanding and prudence in managing their finances." (Usul al-Kafi, v 5, p. 87</w:t>
      </w:r>
    </w:p>
    <w:p w:rsidR="00822417" w:rsidRDefault="00BE2C51" w:rsidP="00BE2C51">
      <w:pPr>
        <w:pStyle w:val="libNormal"/>
      </w:pPr>
      <w:r>
        <w:rPr>
          <w:rFonts w:hint="eastAsia"/>
        </w:rPr>
        <w:t>“</w:t>
      </w:r>
      <w:r>
        <w:t>Extravagance becomes the cause of poverty and penury, and moderation in life provides contentment and comfort." (Wasail al-shiah, v 12, p. 41)</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With thrift, half the requirements can be met." (Mustadrak al-wasail, v 2, p. 424)</w:t>
      </w:r>
    </w:p>
    <w:p w:rsidR="00822417" w:rsidRDefault="00BE2C51" w:rsidP="00BE2C51">
      <w:pPr>
        <w:pStyle w:val="libNormal"/>
      </w:pPr>
      <w:r>
        <w:rPr>
          <w:rFonts w:hint="eastAsia"/>
        </w:rPr>
        <w:t>“</w:t>
      </w:r>
      <w:r>
        <w:t>There are three signs of an extravagant person: 1. He wants to eat what he has not.2. He buys the thing for which he has no money. 3. He wears the dress which he doesn’t afford to buy." (Wasail al-shiah, v 21, p. 41)</w:t>
      </w:r>
    </w:p>
    <w:p w:rsidR="00822417" w:rsidRDefault="00BE2C51" w:rsidP="00BE2C51">
      <w:pPr>
        <w:pStyle w:val="libNormal"/>
      </w:pPr>
      <w:r>
        <w:t>To streamline the financial affairs of the family it is essential that the husband and wife should have similarity of views. If the husband or the wife spends without keeping in mind the priorities, then the management of the house will go haywire.</w:t>
      </w:r>
    </w:p>
    <w:p w:rsidR="00822417" w:rsidRDefault="00BE2C51" w:rsidP="00BE2C51">
      <w:pPr>
        <w:pStyle w:val="libNormal"/>
      </w:pPr>
      <w:r>
        <w:t xml:space="preserve">Secondly, even the children should have some understanding of the needs and priorities. If the children become thoughtlessly extravagant and </w:t>
      </w:r>
      <w:r>
        <w:lastRenderedPageBreak/>
        <w:t>the parents, out of their love, humour them and permit their spending sprees, the family can come into financial problems at some stage.</w:t>
      </w:r>
    </w:p>
    <w:p w:rsidR="00822417" w:rsidRDefault="00BE2C51" w:rsidP="00BE2C51">
      <w:pPr>
        <w:pStyle w:val="libNormal"/>
      </w:pPr>
      <w:r>
        <w:t>The parents should inform the children the financial status of the family and discuss the budget in their presence. This will give them an understanding of the importance of thrift in spending. They should also know that the management of a house is not all bed of roses.</w:t>
      </w:r>
    </w:p>
    <w:p w:rsidR="00822417" w:rsidRDefault="00BE2C51" w:rsidP="00BE2C51">
      <w:pPr>
        <w:pStyle w:val="libNormal"/>
      </w:pPr>
      <w:r>
        <w:t>It is essential that the children should, in stages, be made acquainted with the household chores and also the income of the family. They should know that the house runs on the income of the parents and they have no other means besides that. They should understand that all the needs of the house have to be met from that money only.</w:t>
      </w:r>
    </w:p>
    <w:p w:rsidR="00822417" w:rsidRDefault="00BE2C51" w:rsidP="00BE2C51">
      <w:pPr>
        <w:pStyle w:val="libNormal"/>
      </w:pPr>
      <w:r>
        <w:t>They should also be told that expenditure on certain matters have to be given priority over others. For example the household expenses, the house-rent , the bill for amenities like power/water etc. In the first instance the expenses on necessities have to be met. Then the other requirements can follow. The children need to understand and extend their co-operation to the parents in this matter.</w:t>
      </w:r>
    </w:p>
    <w:p w:rsidR="00822417" w:rsidRDefault="00BE2C51" w:rsidP="00BE2C51">
      <w:pPr>
        <w:pStyle w:val="libNormal"/>
      </w:pPr>
      <w:r>
        <w:t>From the very childhood the children should be trained to match their needs and demands to the means of the family. They must be stopped from wasteful expense and thoughtless purchasing. They must be introduced to the habit of thrift and they should consider themselves as members of the family who have to spend within the means of the family. They should not get a false notion that they are from a rich family and they can spend as they wish. They must be trained to control their wishes in the interest of the essential expenses of the family that cannot be avoided or postponed.</w:t>
      </w:r>
    </w:p>
    <w:p w:rsidR="00822417" w:rsidRDefault="00BE2C51" w:rsidP="00BE2C51">
      <w:pPr>
        <w:pStyle w:val="libNormal"/>
      </w:pPr>
      <w:r>
        <w:t>These children, when they grow up, will have the reins of the society in their hands. Therefore they must be groomed into the habit of thrift from the very childhood. However comfortable the financial status of the parents the children must be taught to spend money carefully and judiciously. They should explain to the children that all men belong to one family of human beings. Therefore the fortunate ones who are rich should give help to the poor.</w:t>
      </w:r>
    </w:p>
    <w:p w:rsidR="00822417" w:rsidRDefault="00BE2C51" w:rsidP="00BE2C51">
      <w:pPr>
        <w:pStyle w:val="libNormal"/>
      </w:pPr>
      <w:r>
        <w:t>If the income of the family is insufficient, they must prune their daily expenses and try to make the ends meet within their meager resources. The parents should not complain to their children about the financial straits they are in. They should instead of this give the lesson of patience and trust on Allah. Prepare them to face the odds in their future life with courage and equanimity. When a child is capable of working, initiate him into work and give him the moral support.</w:t>
      </w:r>
    </w:p>
    <w:p w:rsidR="00822417" w:rsidRDefault="00BE2C51" w:rsidP="00BE2C51">
      <w:pPr>
        <w:pStyle w:val="libNormal"/>
      </w:pPr>
      <w:r>
        <w:t>They must tell to the child that if he starts working, his wages will supplement the family’s income and they will thus be more comfortable. The child must be encouraged to give a portion of his earnings for the household expenses. This way he will appreciate his responsibility for the family. A young earning member of the family should draw his pocket money from his wages keeping in mind the requirements of the household expenses.</w:t>
      </w:r>
    </w:p>
    <w:p w:rsidR="00822417" w:rsidRDefault="00BE2C51" w:rsidP="003C333D">
      <w:pPr>
        <w:pStyle w:val="Heading1Center"/>
      </w:pPr>
      <w:bookmarkStart w:id="57" w:name="_Toc431646364"/>
      <w:r>
        <w:t>Respect for the Law</w:t>
      </w:r>
      <w:bookmarkEnd w:id="57"/>
    </w:p>
    <w:p w:rsidR="00822417" w:rsidRDefault="00BE2C51" w:rsidP="00BE2C51">
      <w:pPr>
        <w:pStyle w:val="libNormal"/>
      </w:pPr>
      <w:r>
        <w:lastRenderedPageBreak/>
        <w:t>People in a civilised society cannot live without law. Where the law of the jungle prevails, that is not a civilised society. To run the administration of a society very well defined laws are absolutely essential. These laws are for upholding order and providing protection to the aggrieved and dispensing punishment to the guilty. For the comfort and safety of the populace, laws are absolutely necessary. In the countries where there is good understanding between the people and the lawmakers, the laws are made for the benefit of the people and they therefore respect the laws. There can be general well being if the people in a country are law abiding.</w:t>
      </w:r>
    </w:p>
    <w:p w:rsidR="00822417" w:rsidRDefault="00BE2C51" w:rsidP="00BE2C51">
      <w:pPr>
        <w:pStyle w:val="libNormal"/>
      </w:pPr>
      <w:r>
        <w:t>In countries where the lawmakers work with ulterior selfish motives, and while framing the statute they don’t have the welfare of the people in mind, the people stop honouring the law and there can be unrest in such societies. Unfortunately, earlier our country faced a similar situation ( Here the author means Iran of the Shah’s period ). Most of the laws were neither Islamic nor good for the people.</w:t>
      </w:r>
    </w:p>
    <w:p w:rsidR="00822417" w:rsidRDefault="00BE2C51" w:rsidP="00BE2C51">
      <w:pPr>
        <w:pStyle w:val="libNormal"/>
      </w:pPr>
      <w:r>
        <w:t>The laws were formulated keeping in mind the ruling clique and the wishes of the Imperialists and their stooges. No attention was given to the plight of the worker, the toiler and the deprived populace. The lawmakers tried to hoodwink the people with oppressive and repressive laws to subjugate the masses. But since the people of Iran felt that those un-Islamic statutes were against their interests, they had no respect for them. However there were some laws in that statute that were good for the people. But since the legal system was anti-people in totality, they rejected the complete system.</w:t>
      </w:r>
    </w:p>
    <w:p w:rsidR="00822417" w:rsidRDefault="00BE2C51" w:rsidP="00BE2C51">
      <w:pPr>
        <w:pStyle w:val="libNormal"/>
      </w:pPr>
      <w:r>
        <w:t>Respect for legitimate and people-friendly laws is essential and the parents have to explain about them to the children. When a child finds the parents crossing the road from the zebra crossing only, he feels that he must do likewise. He gets into the habit of following this rule of safety and may never transgress it.</w:t>
      </w:r>
    </w:p>
    <w:p w:rsidR="00822417" w:rsidRDefault="00BE2C51" w:rsidP="00BE2C51">
      <w:pPr>
        <w:pStyle w:val="libNormal"/>
      </w:pPr>
      <w:r>
        <w:t>The parents must tell the children that the cars and other fast moving vehicles have the right of way on the roads and the pedestrians can only use the zebra crossings when they require to cross to the other side of the road. Pedestrians trespassing on the roads commit an offence and also are exposed to the risk of accidents. When the child understands the advantage of abiding by the law, he becomes a good citizen.</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Habits are second nature !" (Gharar al hukm, p. 26)</w:t>
      </w:r>
    </w:p>
    <w:p w:rsidR="00822417" w:rsidRDefault="00BE2C51" w:rsidP="003C333D">
      <w:pPr>
        <w:pStyle w:val="Heading1Center"/>
      </w:pPr>
      <w:bookmarkStart w:id="58" w:name="_Toc431646365"/>
      <w:r>
        <w:t>Respect</w:t>
      </w:r>
      <w:bookmarkEnd w:id="58"/>
    </w:p>
    <w:p w:rsidR="00822417" w:rsidRDefault="00BE2C51" w:rsidP="00BE2C51">
      <w:pPr>
        <w:pStyle w:val="libNormal"/>
      </w:pPr>
      <w:r>
        <w:t>It is always the wish of the parents that their children are well behaved. Good and polite children are a source of pride for every parent. The well behaved children politely greet the person they visit, shake hands with him, enquire about his health, converse softly, limit the conversation to what is asked of them and say proper adieus when departing from the hosts place. Such children give due respect to the elders, when elders arrive they politely stand up, show deference to the scholars, religious figures and generally respect pious and good persons.</w:t>
      </w:r>
    </w:p>
    <w:p w:rsidR="00822417" w:rsidRDefault="00BE2C51" w:rsidP="00BE2C51">
      <w:pPr>
        <w:pStyle w:val="libNormal"/>
      </w:pPr>
      <w:r>
        <w:lastRenderedPageBreak/>
        <w:t>In a gathering they remain cool and collected, don’t talk loudly, thank the person who gives them something, don’t interrupt others, particularly the elders during conversations. They say Bismillah ( In the name of Allah the Beneficent the Merciful), the Islamic Grace, before starting to eat, they take small morsels of food, don’t eat excessively, don’t throw food on the table or the floor and follow all the required table manners.</w:t>
      </w:r>
    </w:p>
    <w:p w:rsidR="00822417" w:rsidRDefault="00BE2C51" w:rsidP="00BE2C51">
      <w:pPr>
        <w:pStyle w:val="libNormal"/>
      </w:pPr>
      <w:r>
        <w:t>They take care of their dresses that they don’t get stained and try to remain clean and tidy. They will be considerate to the others and never hurt others feelings. They walk with a decent gait and give the impression of being obedient and decent children. They don’t ridicule others with practical jokes and when someone speaks to them, they listen with rapt attention.</w:t>
      </w:r>
    </w:p>
    <w:p w:rsidR="00822417" w:rsidRDefault="00BE2C51" w:rsidP="00BE2C51">
      <w:pPr>
        <w:pStyle w:val="libNormal"/>
      </w:pPr>
      <w:r>
        <w:t>It is not only the parents who like polite children, but they are popular with all who happen to interact with them. Impertinent and impolite children are abhorred by all.</w:t>
      </w:r>
    </w:p>
    <w:p w:rsidR="00822417" w:rsidRDefault="00BE2C51" w:rsidP="00BE2C51">
      <w:pPr>
        <w:pStyle w:val="libNormal"/>
      </w:pPr>
      <w:r>
        <w:t>The Commander of the Faithful, Ali, says:</w:t>
      </w:r>
    </w:p>
    <w:p w:rsidR="00822417" w:rsidRDefault="00BE2C51" w:rsidP="00BE2C51">
      <w:pPr>
        <w:pStyle w:val="libNormal"/>
      </w:pPr>
      <w:r>
        <w:rPr>
          <w:rFonts w:hint="eastAsia"/>
        </w:rPr>
        <w:t>“</w:t>
      </w:r>
      <w:r>
        <w:t>Respectability is the zenith of humanity." (Gharar al hukm, p. 34)</w:t>
      </w:r>
    </w:p>
    <w:p w:rsidR="00822417" w:rsidRDefault="00BE2C51" w:rsidP="00BE2C51">
      <w:pPr>
        <w:pStyle w:val="libNormal"/>
      </w:pPr>
      <w:r>
        <w:rPr>
          <w:rFonts w:hint="eastAsia"/>
        </w:rPr>
        <w:t>“</w:t>
      </w:r>
      <w:r>
        <w:t>Respect ( politeness ) in a man is like pretty raiment." (Gharar al hukm, p. 21)</w:t>
      </w:r>
    </w:p>
    <w:p w:rsidR="00822417" w:rsidRDefault="00BE2C51" w:rsidP="00BE2C51">
      <w:pPr>
        <w:pStyle w:val="libNormal"/>
      </w:pPr>
      <w:r>
        <w:rPr>
          <w:rFonts w:hint="eastAsia"/>
        </w:rPr>
        <w:t>“</w:t>
      </w:r>
      <w:r>
        <w:t>Good behaviour ( politeness ) is required by people more than silver or gold." (Gharar al hukm, p. 242)</w:t>
      </w:r>
    </w:p>
    <w:p w:rsidR="00822417" w:rsidRDefault="00BE2C51" w:rsidP="00BE2C51">
      <w:pPr>
        <w:pStyle w:val="libNormal"/>
      </w:pPr>
      <w:r>
        <w:rPr>
          <w:rFonts w:hint="eastAsia"/>
        </w:rPr>
        <w:t>“</w:t>
      </w:r>
      <w:r>
        <w:t>There is no better embellishment than politeness in a man." (Gharar al hukm, p. 830)</w:t>
      </w:r>
    </w:p>
    <w:p w:rsidR="00822417" w:rsidRDefault="00BE2C51" w:rsidP="00BE2C51">
      <w:pPr>
        <w:pStyle w:val="libNormal"/>
      </w:pPr>
      <w:r>
        <w:rPr>
          <w:rFonts w:hint="eastAsia"/>
        </w:rPr>
        <w:t>“</w:t>
      </w:r>
      <w:r>
        <w:t>The best inheritance a father can give to his son is to train him to be of polite." (Gharar al hukm, p. 293)</w:t>
      </w:r>
    </w:p>
    <w:p w:rsidR="00822417" w:rsidRDefault="00BE2C51" w:rsidP="00BE2C51">
      <w:pPr>
        <w:pStyle w:val="libNormal"/>
      </w:pPr>
      <w:r>
        <w:rPr>
          <w:rFonts w:hint="eastAsia"/>
        </w:rPr>
        <w:t>“</w:t>
      </w:r>
      <w:r>
        <w:t>An impolite person will have more failings" (Gharar al hukm, p. 634)</w:t>
      </w:r>
    </w:p>
    <w:p w:rsidR="00822417" w:rsidRDefault="00BE2C51" w:rsidP="00BE2C51">
      <w:pPr>
        <w:pStyle w:val="libNormal"/>
      </w:pPr>
      <w:r>
        <w:t>Imam Jafer al Sadiq says:</w:t>
      </w:r>
    </w:p>
    <w:p w:rsidR="00822417" w:rsidRDefault="00BE2C51" w:rsidP="00BE2C51">
      <w:pPr>
        <w:pStyle w:val="libNormal"/>
      </w:pPr>
      <w:r>
        <w:rPr>
          <w:rFonts w:hint="eastAsia"/>
        </w:rPr>
        <w:t>“</w:t>
      </w:r>
      <w:r>
        <w:t>Allow your child to play till the seven years of age, then teach him good manners and politeness." (Bihar al-anwar, v104, p. 95)</w:t>
      </w:r>
    </w:p>
    <w:p w:rsidR="00822417" w:rsidRDefault="00BE2C51" w:rsidP="00BE2C51">
      <w:pPr>
        <w:pStyle w:val="libNormal"/>
      </w:pPr>
      <w:r>
        <w:t>The Holy Prophet of Islam said:</w:t>
      </w:r>
    </w:p>
    <w:p w:rsidR="00822417" w:rsidRDefault="00BE2C51" w:rsidP="00BE2C51">
      <w:pPr>
        <w:pStyle w:val="libNormal"/>
      </w:pPr>
      <w:r>
        <w:t>"The child has three rights over its parents: 1. They select a good name for him/her.2. Make him/her respectful ( polite).3. Arrange a good spouse for him/her (Wasail al-shiah, v 15, p. 123)</w:t>
      </w:r>
    </w:p>
    <w:p w:rsidR="00822417" w:rsidRDefault="00BE2C51" w:rsidP="00BE2C51">
      <w:pPr>
        <w:pStyle w:val="libNormal"/>
      </w:pPr>
      <w:r>
        <w:t>The fondest hope of every parent will be that their children grow into polite and respectable persons. But this hope cannot be fulfillled without sincere and continued efforts. It will not be possible to infuse this trait in the children with sermonising. The best route to this end is setting ideal example before the children by the parents with their exemplary behaviour in their daily lives.</w:t>
      </w:r>
    </w:p>
    <w:p w:rsidR="00822417" w:rsidRDefault="00BE2C51" w:rsidP="00BE2C51">
      <w:pPr>
        <w:pStyle w:val="libNormal"/>
      </w:pPr>
      <w:r>
        <w:t>Ali has said:</w:t>
      </w:r>
    </w:p>
    <w:p w:rsidR="00822417" w:rsidRDefault="00BE2C51" w:rsidP="00BE2C51">
      <w:pPr>
        <w:pStyle w:val="libNormal"/>
      </w:pPr>
      <w:r>
        <w:rPr>
          <w:rFonts w:hint="eastAsia"/>
        </w:rPr>
        <w:t>“</w:t>
      </w:r>
      <w:r>
        <w:t>Best behaviour is that which you yourself start to practice." (Gharar al hukm, p. 191)</w:t>
      </w:r>
    </w:p>
    <w:p w:rsidR="00822417" w:rsidRDefault="00BE2C51" w:rsidP="00BE2C51">
      <w:pPr>
        <w:pStyle w:val="libNormal"/>
      </w:pPr>
      <w:r>
        <w:rPr>
          <w:rFonts w:hint="eastAsia"/>
        </w:rPr>
        <w:t>“</w:t>
      </w:r>
      <w:r>
        <w:t>Start instruction with oneself and then teach others. First make your character perfect and then sermon and advise others." (Nahj ul balagha, v3, p. 166 )</w:t>
      </w:r>
    </w:p>
    <w:p w:rsidR="00822417" w:rsidRDefault="00BE2C51" w:rsidP="00BE2C51">
      <w:pPr>
        <w:pStyle w:val="libNormal"/>
      </w:pPr>
      <w:r>
        <w:t xml:space="preserve">Children are natural mimics. The capability to copy is very strong in their nature. The children imitate the ways of their parents and others around them. He will talk like them and he would try to walk like them. Instruction, off course, is a very important aspect of training, but it is not as strong as the </w:t>
      </w:r>
      <w:r>
        <w:lastRenderedPageBreak/>
        <w:t>capacity to mimic and learn, particularly in the early stages of childhood. The parents, who are particular that their children should be polite and well behaved, must take special care to see that they are training them by personal examples. If the parents are polite to one another, naturally the children will follow suit.</w:t>
      </w:r>
    </w:p>
    <w:p w:rsidR="00822417" w:rsidRDefault="00BE2C51" w:rsidP="00BE2C51">
      <w:pPr>
        <w:pStyle w:val="libNormal"/>
      </w:pPr>
      <w:r>
        <w:t>The parents who themselves are devoid of politeness and good manners, should not expect good manners from their children. They might lecture the children hundreds of times on the norms of good behaviour and politeness, but the children would be behaving under the experience of the attitude of the parents and others in the household. If the parents are impolite and abusive to each other, they will be setting a negative example to their growing children.</w:t>
      </w:r>
    </w:p>
    <w:p w:rsidR="00822417" w:rsidRDefault="00BE2C51" w:rsidP="00BE2C51">
      <w:pPr>
        <w:pStyle w:val="libNormal"/>
      </w:pPr>
      <w:r>
        <w:t>Children from such homes will be as bad mannered as the parents or, perhaps, more so. Any attempt at correcting them will fall on deaf ears. They will naturally think that the parents are asking them to do what they themselves don’t practice.</w:t>
      </w:r>
    </w:p>
    <w:p w:rsidR="00822417" w:rsidRDefault="00BE2C51" w:rsidP="00BE2C51">
      <w:pPr>
        <w:pStyle w:val="libNormal"/>
      </w:pPr>
      <w:r>
        <w:t>Example is always better than precept. But it is not right to think that lecturing will be totally ineffective. Good parents, who also set good example for their children, can always talk to them about the norms of good conduct and they will definitely accept their advice. This advice too has to be given with politeness.</w:t>
      </w:r>
    </w:p>
    <w:p w:rsidR="00822417" w:rsidRDefault="00BE2C51" w:rsidP="00BE2C51">
      <w:pPr>
        <w:pStyle w:val="libNormal"/>
      </w:pPr>
      <w:r>
        <w:t>There are parents who express their anger rather harshly when they notice the children doing something wrong. Sometimes they might say, "You naughty fellowWhy didn’t you wish the visitor? Why didn’t you say ‘Bi’ to him? Are you dumb?Stupid and manner less child, why did you spread your legs impolitely in front of elderly visitors? Why were you noisy while visiting our friend’s homeYou beastWhy do you impolitely interrupt the conversation!”</w:t>
      </w:r>
    </w:p>
    <w:p w:rsidR="00822417" w:rsidRDefault="00BE2C51" w:rsidP="00BE2C51">
      <w:pPr>
        <w:pStyle w:val="libNormal"/>
      </w:pPr>
      <w:r>
        <w:t>These ignorant parents think that they are correcting their children with such talk. They don't know that good manners are not taught with bad manners. If the child is guilty of any indiscretion, he must be politely cautioned. There should not be others present at such sessions that should be conducted in a cool and friendly manner.</w:t>
      </w:r>
    </w:p>
    <w:p w:rsidR="00822417" w:rsidRDefault="00BE2C51" w:rsidP="00BE2C51">
      <w:pPr>
        <w:pStyle w:val="libNormal"/>
      </w:pPr>
      <w:r>
        <w:t>The Prophet of Islam used to greet the children and say, “I greet the children so that greeting becomes their habit."</w:t>
      </w:r>
    </w:p>
    <w:p w:rsidR="00822417" w:rsidRDefault="00BE2C51" w:rsidP="003C333D">
      <w:pPr>
        <w:pStyle w:val="Heading1Center"/>
      </w:pPr>
      <w:bookmarkStart w:id="59" w:name="_Toc431646366"/>
      <w:r>
        <w:t>Theft and Kleptomania</w:t>
      </w:r>
      <w:bookmarkEnd w:id="59"/>
    </w:p>
    <w:p w:rsidR="00822417" w:rsidRDefault="00BE2C51" w:rsidP="00BE2C51">
      <w:pPr>
        <w:pStyle w:val="libNormal"/>
      </w:pPr>
      <w:r>
        <w:t>Several times it happens that a child spreads its hand to take something that is not his. He forcibly tries to take the eatables, fruits or toys of some other child. Stealthily takes away something from the pocket of the father or from the mother’s purse. He takes sweets and other goodies from the pantry without the knowledge of his mother.</w:t>
      </w:r>
    </w:p>
    <w:p w:rsidR="00822417" w:rsidRDefault="00BE2C51" w:rsidP="00BE2C51">
      <w:pPr>
        <w:pStyle w:val="libNormal"/>
      </w:pPr>
      <w:r>
        <w:t xml:space="preserve">Picks up things stealthily from the shops visited by the family. Takes pencils, rubber etc of his siblings and school-mates without informing them. Several children do this sort of things in their childhood. Seldom a person can be found who has never done such things in his childhood. Some parents are very upset finding their children doing such things and start imagining of a bleak future for the child. They feel that their child might </w:t>
      </w:r>
      <w:r>
        <w:lastRenderedPageBreak/>
        <w:t>turn into a thief or burglar when he grows up. With these pangs of remorse they keep worrying themselves.</w:t>
      </w:r>
    </w:p>
    <w:p w:rsidR="00822417" w:rsidRDefault="00BE2C51" w:rsidP="00BE2C51">
      <w:pPr>
        <w:pStyle w:val="libNormal"/>
      </w:pPr>
      <w:r>
        <w:t>First of all such parents should give their attention to the fact that they need not worry too much and feel sorry for the small aberration in the child. Lifting insignificantly small things by the child is not the sign that the child will turn into a thief in the future. They should know the child has not yet reached the stage to appreciate the rights of ownership of others, or to differentiate between what belongs to others and what is his own.</w:t>
      </w:r>
    </w:p>
    <w:p w:rsidR="00822417" w:rsidRDefault="00BE2C51" w:rsidP="00BE2C51">
      <w:pPr>
        <w:pStyle w:val="libNormal"/>
      </w:pPr>
      <w:r>
        <w:t>The child has subtly strong feelings and jumps to grab whatever attracts his attention. The child will not be naughty by nature but this attitude comes to him from outside influences. These are all passing phenomena in his early life. When he grows up, he might not do such things. There must be many pious, upright persons who might have done some unintentional stealing in their childhood. But the purpose of telling all this is not that the parents totally ignore reacting to the acts of theft of their children. I onlywish to dispel their fears that the children might turn into thieves. Instead of lamenting over such incidents, they should discreetly try to correct the child.</w:t>
      </w:r>
    </w:p>
    <w:p w:rsidR="00822417" w:rsidRDefault="00BE2C51" w:rsidP="00BE2C51">
      <w:pPr>
        <w:pStyle w:val="libNormal"/>
      </w:pPr>
      <w:r>
        <w:t>A child of two to three years in particular is not able to distinguish between what belongs to him and what is not his. Whatever comes in his reach, he tries to take. Whatever is attractive to him, he wants to have. At this stage shouting at the child and beating him will not be of any use. The best attitude for the parents will be to practically stop the child from doing such a thing if it happens in their presence. If the child tries to snatch something from another child, they should softly intervene.</w:t>
      </w:r>
    </w:p>
    <w:p w:rsidR="00822417" w:rsidRDefault="00BE2C51" w:rsidP="00BE2C51">
      <w:pPr>
        <w:pStyle w:val="libNormal"/>
      </w:pPr>
      <w:r>
        <w:t>And despite all this, if the child takes the thing from the other child, the parents should restore it to the real owner as soon as they can. The things that they don’t want the child to handle, they should take care to keep them out of his reach.</w:t>
      </w:r>
    </w:p>
    <w:p w:rsidR="00822417" w:rsidRDefault="00BE2C51" w:rsidP="00BE2C51">
      <w:pPr>
        <w:pStyle w:val="libNormal"/>
      </w:pPr>
      <w:r>
        <w:t>When the children reach a certain level of intelligence, they will start understanding about ownership of things. Now they will not try to grab others things. However, some children do continue the habit of stealingeven after attaining the idea about ownership of things. In such a situation the parents should not remain silent spectators.</w:t>
      </w:r>
    </w:p>
    <w:p w:rsidR="00822417" w:rsidRDefault="00BE2C51" w:rsidP="00BE2C51">
      <w:pPr>
        <w:pStyle w:val="libNormal"/>
      </w:pPr>
      <w:r>
        <w:t>They should not be complacent now, thinking that the child will automatically give up the habit. He might turn into a thief, or at least a kleptomaniac, who picks up things of others just for the heck of it, not knowing what he is doing. It is not right to ignore even if the child steals something belonging to his own parents Some parents are so protective of their children that if someone reports that the child has stolen their things, they start wrongly defending their child. and blaming the other person of false accusation.</w:t>
      </w:r>
    </w:p>
    <w:p w:rsidR="00822417" w:rsidRDefault="00BE2C51" w:rsidP="00BE2C51">
      <w:pPr>
        <w:pStyle w:val="libNormal"/>
      </w:pPr>
      <w:r>
        <w:t>Such ignorant parents, with their negative attitude, unknowingly encourage the child to blatantly continue his stealing activity. The child will learn to steal and deny having done it.</w:t>
      </w:r>
    </w:p>
    <w:p w:rsidR="00822417" w:rsidRDefault="00BE2C51" w:rsidP="00BE2C51">
      <w:pPr>
        <w:pStyle w:val="libNormal"/>
      </w:pPr>
      <w:r>
        <w:t>Therefore the parents should not be unconcerned when they face such a situation. They should make efforts to stop the child from stealing and lying about it. There will be the risk of the bad habit taking root in his nature and making reform very difficult.</w:t>
      </w:r>
    </w:p>
    <w:p w:rsidR="00822417" w:rsidRDefault="00BE2C51" w:rsidP="00BE2C51">
      <w:pPr>
        <w:pStyle w:val="libNormal"/>
      </w:pPr>
      <w:r>
        <w:lastRenderedPageBreak/>
        <w:t>Ali has said:</w:t>
      </w:r>
    </w:p>
    <w:p w:rsidR="00822417" w:rsidRDefault="00BE2C51" w:rsidP="00BE2C51">
      <w:pPr>
        <w:pStyle w:val="libNormal"/>
      </w:pPr>
      <w:r>
        <w:rPr>
          <w:rFonts w:hint="eastAsia"/>
        </w:rPr>
        <w:t>“</w:t>
      </w:r>
      <w:r>
        <w:t>Giving up habits is very difficult." (Gharar al hukm, p. 181)</w:t>
      </w:r>
    </w:p>
    <w:p w:rsidR="00822417" w:rsidRDefault="00BE2C51" w:rsidP="00BE2C51">
      <w:pPr>
        <w:pStyle w:val="libNormal"/>
      </w:pPr>
      <w:r>
        <w:t>At the first instance the parents should try to remove the causes of the child wanting to steal. If the child needs pencil, paper or eraser; the parents should fulfill this need. If they neglect this need of the child, it is likely that he will pick the things from his class-mates. He may even take money from the father’s pocket to buy the things.</w:t>
      </w:r>
    </w:p>
    <w:p w:rsidR="00822417" w:rsidRDefault="00BE2C51" w:rsidP="00BE2C51">
      <w:pPr>
        <w:pStyle w:val="libNormal"/>
      </w:pPr>
      <w:r>
        <w:t>If the child wants a ball to play and the parents refuse to buy one for him, he might forcibly take the ball of a friend forcibly. Or even he might steal a ball from the neighbourhood grocer. The parents must take care to fulfill the child’s needs to the extent possible .If certain things he wants are beyond their means, they should make the child understand by telling him the facts affectionately. For example, they can tell him that they don’t have so much money that they immediately buy for him the colour pencil box required urgently.</w:t>
      </w:r>
    </w:p>
    <w:p w:rsidR="00822417" w:rsidRDefault="00BE2C51" w:rsidP="00BE2C51">
      <w:pPr>
        <w:pStyle w:val="libNormal"/>
      </w:pPr>
      <w:r>
        <w:t>He may borrow the box today from his friend to do his immediate task and they shall get him one later. Tough attitude with the child might encourage him to steal. If the parents are keeping eatables locked in the pantry, the child will plan somehow to search the key and take out the goodies for eating. This thing can happen in the near impossible situation when the parents want to eat the things themselves and deny to the child.</w:t>
      </w:r>
    </w:p>
    <w:p w:rsidR="00822417" w:rsidRDefault="00BE2C51" w:rsidP="00BE2C51">
      <w:pPr>
        <w:pStyle w:val="libNormal"/>
      </w:pPr>
      <w:r>
        <w:t>When the parents hide away their money the child might get inclined to search for it. It is better the parents don’t hide their cash from the children very much. They must take the children into their confidence and should not give them a feeling that things are being hidden from them. They should teach the child that life is spent with some discipline. There are times for eating and they should not always keep munching things. Money is for buying necessities and should not be squandered carelessly.</w:t>
      </w:r>
    </w:p>
    <w:p w:rsidR="00822417" w:rsidRDefault="00BE2C51" w:rsidP="00BE2C51">
      <w:pPr>
        <w:pStyle w:val="libNormal"/>
      </w:pPr>
      <w:r>
        <w:t>Films of crime, theft and robbery should not be shown to the children. Story books and radio programmes on such subjects should also be avoided. There are many instances that youth caught for crimes have confessed that they got the inspiration from movies for such acts.</w:t>
      </w:r>
    </w:p>
    <w:p w:rsidR="00822417" w:rsidRDefault="00BE2C51" w:rsidP="00BE2C51">
      <w:pPr>
        <w:pStyle w:val="libNormal"/>
      </w:pPr>
      <w:r>
        <w:t>The most important thing is that the parents and other members of the family try that the environment of their house is one of honesty and probity where others’ ownership of things is respected. No one takes money from the parents’ pockets and the things are not appropriated without the knowledge of the owner. Even the husband should not rummage the wardrobe of the wife without her knowledge. The parents also should respect the right of ownership of the children and should not handle their things without their consent.</w:t>
      </w:r>
    </w:p>
    <w:p w:rsidR="00822417" w:rsidRDefault="00BE2C51" w:rsidP="00BE2C51">
      <w:pPr>
        <w:pStyle w:val="libNormal"/>
      </w:pPr>
      <w:r>
        <w:t>The parents should not insult the child over his minor misdemeanours. They should not shout at him calling him names like cheat and thief. They should not threaten him that he would go to jail for his act of stealing. With such insults they cannot reform the child. He might, to the contrary, become stubborn and continue with his stealing. Or, perhaps in a revengeful mood he might commit bigger thefts.</w:t>
      </w:r>
    </w:p>
    <w:p w:rsidR="00822417" w:rsidRDefault="00BE2C51" w:rsidP="00BE2C51">
      <w:pPr>
        <w:pStyle w:val="libNormal"/>
      </w:pPr>
      <w:r>
        <w:t xml:space="preserve">The best method to save the situation for the parents would be to treat the child with discretion, love and softness. They should explain the grave </w:t>
      </w:r>
      <w:r>
        <w:lastRenderedPageBreak/>
        <w:t>consequences of stealing. They should convince him to return the stolen things to the owner and never repeat the act again.</w:t>
      </w:r>
    </w:p>
    <w:p w:rsidR="00822417" w:rsidRDefault="00BE2C51" w:rsidP="00BE2C51">
      <w:pPr>
        <w:pStyle w:val="libNormal"/>
      </w:pPr>
      <w:r>
        <w:t>But even after these attempts of reforming the child fail, then the only alternative will be to talk to him with a strong and forthright manner. Finally if the child proves totally incorrigible, they can reluctantly have recourse to physical punishment.</w:t>
      </w:r>
    </w:p>
    <w:p w:rsidR="00822417" w:rsidRDefault="00BE2C51" w:rsidP="003C333D">
      <w:pPr>
        <w:pStyle w:val="Heading1Center"/>
      </w:pPr>
      <w:bookmarkStart w:id="60" w:name="_Toc431646367"/>
      <w:r>
        <w:t>Jealousy</w:t>
      </w:r>
      <w:bookmarkEnd w:id="60"/>
    </w:p>
    <w:p w:rsidR="00822417" w:rsidRDefault="00BE2C51" w:rsidP="00BE2C51">
      <w:pPr>
        <w:pStyle w:val="libNormal"/>
      </w:pPr>
      <w:r>
        <w:t>Jealousy or envy is a negative trait in human beings A jealous person always envies others who are happy and comfortable. When he finds something good and attractive with others, he wishes that they lost the thing. Generally such a jealous person is neither capable of snatching away the good thing from the other person nor harm him in any way. He continues to sulk and brood. He will be burning in the flames of jealousy day and night. An envious person is devoid of the pleasures and comforts of the world and the feelings of deprivation and the thought of the amenities enjoyed by others makes his own life miserable.</w:t>
      </w:r>
    </w:p>
    <w:p w:rsidR="00822417" w:rsidRDefault="00BE2C51" w:rsidP="00BE2C51">
      <w:pPr>
        <w:pStyle w:val="libNormal"/>
      </w:pPr>
      <w:r>
        <w:t>The Prophet of Islam has said:</w:t>
      </w:r>
    </w:p>
    <w:p w:rsidR="00822417" w:rsidRDefault="00BE2C51" w:rsidP="00BE2C51">
      <w:pPr>
        <w:pStyle w:val="libNormal"/>
      </w:pPr>
      <w:r>
        <w:rPr>
          <w:rFonts w:hint="eastAsia"/>
        </w:rPr>
        <w:t>“</w:t>
      </w:r>
      <w:r>
        <w:t>A jealous person is the unhappiest of his compatriots." (Mustadrak al-wasail, v 2, p. 327)</w:t>
      </w:r>
    </w:p>
    <w:p w:rsidR="00822417" w:rsidRDefault="00BE2C51" w:rsidP="00BE2C51">
      <w:pPr>
        <w:pStyle w:val="libNormal"/>
      </w:pPr>
      <w:r>
        <w:t>Ali, The Commander of the Faithful, says:</w:t>
      </w:r>
    </w:p>
    <w:p w:rsidR="00822417" w:rsidRDefault="00BE2C51" w:rsidP="00BE2C51">
      <w:pPr>
        <w:pStyle w:val="libNormal"/>
      </w:pPr>
      <w:r>
        <w:t>"Envy makes the life of a jealous person bleak." (Mustadrak al-wasail, v 2, p. 328)</w:t>
      </w:r>
    </w:p>
    <w:p w:rsidR="00822417" w:rsidRDefault="00BE2C51" w:rsidP="00BE2C51">
      <w:pPr>
        <w:pStyle w:val="libNormal"/>
      </w:pPr>
      <w:r>
        <w:rPr>
          <w:rFonts w:hint="eastAsia"/>
        </w:rPr>
        <w:t>“</w:t>
      </w:r>
      <w:r>
        <w:t>An envious person never gets contentment and happiness." (Mustadrak al-wasail, v 2, p. 327)</w:t>
      </w:r>
    </w:p>
    <w:p w:rsidR="00822417" w:rsidRDefault="00BE2C51" w:rsidP="00BE2C51">
      <w:pPr>
        <w:pStyle w:val="libNormal"/>
      </w:pPr>
      <w:r>
        <w:t>Jealousy has deleterious effects on the nerves and heart of a person and makes him sick and weak.</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An envious person is always feeble and debilitated." (Mustadrak al-wasail, v 2, p. 328)</w:t>
      </w:r>
    </w:p>
    <w:p w:rsidR="00822417" w:rsidRDefault="00BE2C51" w:rsidP="00BE2C51">
      <w:pPr>
        <w:pStyle w:val="libNormal"/>
      </w:pPr>
      <w:r>
        <w:t>Jealousy weakens the roots of the person’s faith and turns him towards sin and disbelief. Lots of murders, fights and other crimes are the result of envy and jealousy. Sometimes the envious person does backbiting of the person he is jealous of and spreads rumours and inappropriate designations about him. He sometimes causes damage to the properties of the other person.</w:t>
      </w:r>
    </w:p>
    <w:p w:rsidR="00822417" w:rsidRDefault="00BE2C51" w:rsidP="00BE2C51">
      <w:pPr>
        <w:pStyle w:val="libNormal"/>
      </w:pPr>
      <w:r>
        <w:t>Imam Mohammed al Baqir said:</w:t>
      </w:r>
    </w:p>
    <w:p w:rsidR="00822417" w:rsidRDefault="00BE2C51" w:rsidP="00BE2C51">
      <w:pPr>
        <w:pStyle w:val="libNormal"/>
      </w:pPr>
      <w:r>
        <w:rPr>
          <w:rFonts w:hint="eastAsia"/>
        </w:rPr>
        <w:t>“</w:t>
      </w:r>
      <w:r>
        <w:t>Envy destroys faith in the way fire destroys the fuel." (Shafi, v 1, p. 173) .</w:t>
      </w:r>
    </w:p>
    <w:p w:rsidR="00822417" w:rsidRDefault="00BE2C51" w:rsidP="00BE2C51">
      <w:pPr>
        <w:pStyle w:val="libNormal"/>
      </w:pPr>
      <w:r>
        <w:t>Jealousy is a part of the human nature. There will hardly be any persons who don’t have this instinct.</w:t>
      </w:r>
    </w:p>
    <w:p w:rsidR="00822417" w:rsidRDefault="00BE2C51" w:rsidP="00BE2C51">
      <w:pPr>
        <w:pStyle w:val="libNormal"/>
      </w:pPr>
      <w:r>
        <w:t>The Prophet of Islam says: “There are three things no person is devoid of: base thoughts, bad actions, andjealousy" (al-mahajjatul bayda, v 3, p. 189)</w:t>
      </w:r>
    </w:p>
    <w:p w:rsidR="00822417" w:rsidRDefault="00BE2C51" w:rsidP="00BE2C51">
      <w:pPr>
        <w:pStyle w:val="libNormal"/>
      </w:pPr>
      <w:r>
        <w:t xml:space="preserve">Therefore, this undesirable instinct must be curbed with all the force at the disposal of a person. It should not be allowed to flourish and grow. If the instinct of envy is allowed to persist, since it is a part of the person’s nature, </w:t>
      </w:r>
      <w:r>
        <w:lastRenderedPageBreak/>
        <w:t>it would grow at leaps and bounds. It will reach such proportions that fighting it out will not be possible.</w:t>
      </w:r>
    </w:p>
    <w:p w:rsidR="00822417" w:rsidRDefault="00BE2C51" w:rsidP="00BE2C51">
      <w:pPr>
        <w:pStyle w:val="libNormal"/>
      </w:pPr>
      <w:r>
        <w:t>The best time when good manners are cultivated and the bad ones are eliminated is the childhood of a person. The element of jealousy too will be present in a child. The parents, with their own behaviour, and proper attention to the child, can definitely cure the child of the rudiments of the malady of jealousy that manifest in his behaviour now and then. If the parents treat all their children equitably, without any favouritism, the problem of one envying the other doesn’t arise. The raiment, the food and other things in the use of the children should be of the same quality and standard. They should keep in mind equity in the matter of pocket money and general treatment of the children.</w:t>
      </w:r>
    </w:p>
    <w:p w:rsidR="00822417" w:rsidRDefault="00BE2C51" w:rsidP="00BE2C51">
      <w:pPr>
        <w:pStyle w:val="libNormal"/>
      </w:pPr>
      <w:r>
        <w:t>They should not overtly compare the capabilities of the children in their presence, and even with others, if there is likelihood of the children learning about the comparison being made. Such attitude can curb whatever degree of capability the weaker child has and might render him totally incompetent These well meaning but ignorant parents think that they are training the child. To the contrary they aren’t able to fulfill their purpose and are adding fuel to the fire. The innocent child’s heart gets the ideas of jealousy and hate. He may get motivated to commit acts of enmity. There can always be the risk of his taking out spleen on his own siblings.</w:t>
      </w:r>
    </w:p>
    <w:p w:rsidR="00822417" w:rsidRDefault="00BE2C51" w:rsidP="00BE2C51">
      <w:pPr>
        <w:pStyle w:val="libNormal"/>
      </w:pPr>
      <w:r>
        <w:t>The parents should never compare their children with others’. They should never praise other children very much particularly in comparison with their own. It is not proper if the parents tell to their children, “How well behaved, polite and studious is our neighbour’s son. How obedient he is and also he helps his mother with her work. His parents are really lucky to have a son like him.” Such parents must understand that this type of comparison might hurt the ego of the child and have harmful implications. The child, instead of mending his ways, may become adamant and revengeful.</w:t>
      </w:r>
    </w:p>
    <w:p w:rsidR="00822417" w:rsidRDefault="00BE2C51" w:rsidP="00BE2C51">
      <w:pPr>
        <w:pStyle w:val="libNormal"/>
      </w:pPr>
      <w:r>
        <w:t>The parents must strictly avoid comparing children. Some children are always more proficient, better looking or smarter than others. It is possible that the parents may be more attached to one child than the others. There is no harm in this attitude. This is a normal human instinct. But in talk and actions they should not show any discrimination between the children.</w:t>
      </w:r>
    </w:p>
    <w:p w:rsidR="00822417" w:rsidRDefault="00BE2C51" w:rsidP="00BE2C51">
      <w:pPr>
        <w:pStyle w:val="libNormal"/>
      </w:pPr>
      <w:r>
        <w:t>They must ensure equitable treatment for all the children. If they desire to give any special treatment to a particular child, they should do it while other children are not around. Even if the parents are taking full care to give equitable treatment to all the children, the element of jealousy, which is instinctive in human nature, will still be present in the children to some extent. Every child wishes to be the darling of the parents and none other should have this privilege.</w:t>
      </w:r>
    </w:p>
    <w:p w:rsidR="00822417" w:rsidRDefault="00BE2C51" w:rsidP="00BE2C51">
      <w:pPr>
        <w:pStyle w:val="libNormal"/>
      </w:pPr>
      <w:r>
        <w:t xml:space="preserve">When he notices the parents expressing affection to the other siblings, he will feel momentary pang of jealousy. The child will slowly understand that he has to share the affection of the parents with the other brothers and sisters. The others too have a right over the parents. The parents, with discreet handling of the situation, can make the child accept the other </w:t>
      </w:r>
      <w:r>
        <w:lastRenderedPageBreak/>
        <w:t>brothers and sisters and thus prevent him from continuing with his feeling of envy.</w:t>
      </w:r>
    </w:p>
    <w:p w:rsidR="00822417" w:rsidRDefault="00BE2C51" w:rsidP="00BE2C51">
      <w:pPr>
        <w:pStyle w:val="libNormal"/>
      </w:pPr>
      <w:r>
        <w:t>If you find that your son is envious of his brother or sister for some reason: he bullies them, pinches them, and uses harsh words with them, tries to deprive them of their shares of fruits and sweets, then he needs more of your attention. You should not close your eyes to these activities of the child. You must impress on him that he is growing big and his little brother needs more attention than him. You must tell him that when he was a small kid like his little brother now, he too required and received more attention. Instead of trying to mend his ways strictly, impress on him that the little children are his own brothers and sisters. They too love him. If he didn’t love them, who would? He must protect them if someone else tries to hurt them. Allah has given to him such lovely brothers and sisters, for which he must be thankful.</w:t>
      </w:r>
    </w:p>
    <w:p w:rsidR="00822417" w:rsidRDefault="00BE2C51" w:rsidP="00BE2C51">
      <w:pPr>
        <w:pStyle w:val="libNormal"/>
      </w:pPr>
      <w:r>
        <w:t>In conclusion it is necessary to mention that maintaining totally equitable treatment to all the children might be Utopian. How can the parents treat the son, the daughter, the elder and the younger the same way? The elder children can generally be given more freedom. But the younger ones have to be given more care. The elder ones will get more pocket money. The younger ones require more protection. The sons are generally given more freedom of movement than the daughters. Therefore, keeping in mind the need for equity and freedom, the parents have to adopt different approach for the sons and the daughters. This treatment might give to the children some hard feelings. But if the parents properly explain to them that they have the same affection for all the children, but the norms of behaviour for people differ according to the gender and age.</w:t>
      </w:r>
    </w:p>
    <w:p w:rsidR="00822417" w:rsidRDefault="00BE2C51" w:rsidP="00BE2C51">
      <w:pPr>
        <w:pStyle w:val="libNormal"/>
      </w:pPr>
      <w:r>
        <w:t>Although envy and jealousy are very undesirable traits in the eyes of Islam, and are in fact considered sins, the spirit of competition and rivalry are the components of efforts and struggle for human advancement. The difference between envy and rivalry is that a person becomes a rival of another person to match his achievements and to go ahead of him; but an envious person only feels jealous and is unable to compete and come forward. Rivalry in every field of activity is a healthy phenomenon. The human civilisation could have become stagnant without rivalry and competition.</w:t>
      </w:r>
    </w:p>
    <w:p w:rsidR="00822417" w:rsidRDefault="00BE2C51" w:rsidP="00BE2C51">
      <w:pPr>
        <w:pStyle w:val="libNormal"/>
      </w:pPr>
      <w:r>
        <w:t>One person writes:</w:t>
      </w:r>
    </w:p>
    <w:p w:rsidR="00822417" w:rsidRDefault="00BE2C51" w:rsidP="00BE2C51">
      <w:pPr>
        <w:pStyle w:val="libNormal"/>
      </w:pPr>
      <w:r>
        <w:t>".I had a sister two years elder to me. My parents used to love me more than her. Whatever I desired for, they used to give me. At every opportunity they used to praise me and totally neglected mention of my sister. My sister always used to nag me. Whenever she had a chance, she would beat and pinch me, call me names and break my favourite toys. She never wanted me to be happy for a moment. I used to think why my sister is troubling me so much? What wrong I have done to her? She was very jealous of me and perhaps the partial behaviour of the parents was reason for this rancour in her mind. The parents never realised that because of their partiality. My sister would try to take revenge on me. Now that my parents are no more, my sister is very kind with me. She feels very much if I have the slightest discomfort"</w:t>
      </w:r>
    </w:p>
    <w:p w:rsidR="00822417" w:rsidRDefault="00BE2C51" w:rsidP="003C333D">
      <w:pPr>
        <w:pStyle w:val="Heading1Center"/>
      </w:pPr>
      <w:bookmarkStart w:id="61" w:name="_Toc431646368"/>
      <w:r>
        <w:lastRenderedPageBreak/>
        <w:t>Anger</w:t>
      </w:r>
      <w:bookmarkEnd w:id="61"/>
    </w:p>
    <w:p w:rsidR="00822417" w:rsidRDefault="00BE2C51" w:rsidP="00BE2C51">
      <w:pPr>
        <w:pStyle w:val="libNormal"/>
      </w:pPr>
      <w:r>
        <w:t>Anger and angst are a part of the human nature. They are present in the basic instinct of every person. This phenomenon rises from the heart and the mind of an individual. Then it assumes the shape of a flame and pervades the entire body. The eye and the visage become red, the limbs start shaking and froth comes forth from the mouth. The senses escape out of the control of the person. The intelligence of the angry person disappears momentarily and in that condition there would be hardly any difference between him and a mad person. In this inebriated condition he might commit acts for which he would have to repent his entire life.</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Keep away from anger because it starts with rage and ends in remorse. (Mustadrak al-wasail, v 12, p. 326)</w:t>
      </w:r>
    </w:p>
    <w:p w:rsidR="00822417" w:rsidRDefault="00BE2C51" w:rsidP="00BE2C51">
      <w:pPr>
        <w:pStyle w:val="libNormal"/>
      </w:pPr>
      <w:r>
        <w:t>Imam Jafer al Sadiq says:</w:t>
      </w:r>
    </w:p>
    <w:p w:rsidR="00822417" w:rsidRDefault="00BE2C51" w:rsidP="00BE2C51">
      <w:pPr>
        <w:pStyle w:val="libNormal"/>
      </w:pPr>
      <w:r>
        <w:rPr>
          <w:rFonts w:hint="eastAsia"/>
        </w:rPr>
        <w:t>“</w:t>
      </w:r>
      <w:r>
        <w:t>Anger is the key to all ills." (Usul al-Kafi, v 2, p. 303)</w:t>
      </w:r>
    </w:p>
    <w:p w:rsidR="00822417" w:rsidRDefault="00BE2C51" w:rsidP="00BE2C51">
      <w:pPr>
        <w:pStyle w:val="libNormal"/>
      </w:pPr>
      <w:r>
        <w:t>Anger is also harmful to the piety and faith of the person. It can nullify his goo acts and make him a sinner.</w:t>
      </w:r>
    </w:p>
    <w:p w:rsidR="00822417" w:rsidRDefault="00BE2C51" w:rsidP="00BE2C51">
      <w:pPr>
        <w:pStyle w:val="libNormal"/>
      </w:pPr>
      <w:r>
        <w:t>The Prophet of Islam has said:</w:t>
      </w:r>
    </w:p>
    <w:p w:rsidR="00822417" w:rsidRDefault="00BE2C51" w:rsidP="00BE2C51">
      <w:pPr>
        <w:pStyle w:val="libNormal"/>
      </w:pPr>
      <w:r>
        <w:rPr>
          <w:rFonts w:hint="eastAsia"/>
        </w:rPr>
        <w:t>“</w:t>
      </w:r>
      <w:r>
        <w:t>Angst destroys the piety of a person as vinegar does destroy good honey." (Usul al-Kafi, v 2, p. 302)</w:t>
      </w:r>
    </w:p>
    <w:p w:rsidR="00822417" w:rsidRDefault="00BE2C51" w:rsidP="00BE2C51">
      <w:pPr>
        <w:pStyle w:val="libNormal"/>
      </w:pPr>
      <w:r>
        <w:t>In a condition of frenzy a person utters unintelligent words and his actions are such that he becomes unpopular in the eyes of others.</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Anger is a bad companion which exposes the failings of a person. It brings him closer to evil and takes him away from good." (Mustadrak al-wasail, v 2, p. 326)</w:t>
      </w:r>
    </w:p>
    <w:p w:rsidR="00822417" w:rsidRDefault="00BE2C51" w:rsidP="00BE2C51">
      <w:pPr>
        <w:pStyle w:val="libNormal"/>
      </w:pPr>
      <w:r>
        <w:t>Perpetual anger affects the heart and the nerves of a person. And makes them debilitated and weak. Therefore, a person who is concerned about his reputation, health and piety he must fight the bad instinct of anger with full force at his command, lest it destroy his nerves, repute and faith.</w:t>
      </w:r>
    </w:p>
    <w:p w:rsidR="00822417" w:rsidRDefault="00BE2C51" w:rsidP="00BE2C51">
      <w:pPr>
        <w:pStyle w:val="libNormal"/>
      </w:pPr>
      <w:r>
        <w:t>It must also be borne in mind that anger is not unnecessary and harmful under all circumstances. At certain times its use is legitimate and advantageous. It must be used judiciously when the situation demands. This instinct only helps one protect his life and property from vandals and undesirable elements. When the person has to protect his faith, his country or to defend the humanity in general, the instinct of anger will be a part of his chivalry. Without the presence of this instinct a person will be in the ranks of cowards who bow down their heads to any insults or ill treatment from others, If the instinct of anger remains in the control of the instinct of wisdom, it can be an asset for a person.</w:t>
      </w:r>
    </w:p>
    <w:p w:rsidR="00822417" w:rsidRDefault="00BE2C51" w:rsidP="00BE2C51">
      <w:pPr>
        <w:pStyle w:val="libNormal"/>
      </w:pPr>
      <w:r>
        <w:t>Fighting in the defence of one’s country, the cause of one’s faith ( Amr bil Maroof nahi an-il Munkar ), to protect one’s family is legitimate. The instinct of angst makes one capable of taking part in such difficult tasks.</w:t>
      </w:r>
    </w:p>
    <w:p w:rsidR="00822417" w:rsidRDefault="00BE2C51" w:rsidP="00BE2C51">
      <w:pPr>
        <w:pStyle w:val="libNormal"/>
      </w:pPr>
      <w:r>
        <w:t>A pious and responsible Muslim will not remain a silent spectator to tyranny, injustice, dictatorship, perpetuation of sins, the forces of imperialism and colonialism etc. Islam permits its people to stand firmly and confront these forces with courage and equanimity, In such situation, however, the angst of the people, should not prevail over wise counsel.</w:t>
      </w:r>
    </w:p>
    <w:p w:rsidR="00822417" w:rsidRDefault="00BE2C51" w:rsidP="00BE2C51">
      <w:pPr>
        <w:pStyle w:val="libNormal"/>
      </w:pPr>
      <w:r>
        <w:lastRenderedPageBreak/>
        <w:t>Ali, The Commander of the Faithful, says:</w:t>
      </w:r>
    </w:p>
    <w:p w:rsidR="00822417" w:rsidRDefault="00BE2C51" w:rsidP="00BE2C51">
      <w:pPr>
        <w:pStyle w:val="libNormal"/>
      </w:pPr>
      <w:r>
        <w:rPr>
          <w:rFonts w:hint="eastAsia"/>
        </w:rPr>
        <w:t>“</w:t>
      </w:r>
      <w:r>
        <w:t>If you become a follower of anger, it will take you towards destruction." (Mustadrak al-wasail, v 2, p. 226</w:t>
      </w:r>
    </w:p>
    <w:p w:rsidR="00822417" w:rsidRDefault="00BE2C51" w:rsidP="00BE2C51">
      <w:pPr>
        <w:pStyle w:val="libNormal"/>
      </w:pPr>
      <w:r>
        <w:t>This is not right to totally suppress the instinct of anger and make the human being insensitive, unconcerned and shameless. What is required is the need to avoid excessive and unnecessary expression of anger. This is possible with proper upbringing and grooming of the young persons. Like the other instincts in a person, anger too is in its rudimentary form since the very childhood. The quantum of anger in a person is the reflection of the upbringing he has received, and the environment he has been living in. If the parents maintain the instinct of anger at a moderate level in their affairs, the child too will learn to follow suit. The children of excitable and wrathful parents too will learn to be similar in their future lives.</w:t>
      </w:r>
    </w:p>
    <w:p w:rsidR="00822417" w:rsidRDefault="00BE2C51" w:rsidP="00BE2C51">
      <w:pPr>
        <w:pStyle w:val="libNormal"/>
      </w:pPr>
      <w:r>
        <w:t>The child sometimes shouts and rants in anger, his body shivers, the colour of his face changes, he hits the ground with his feet, starts rolling on the floor, utters angry word and tries to go to a corner and hides himself. But all these antics of the child may not be all pranks. It can be in anger and the parents have to investigate the cause of the anger and try to remove it.</w:t>
      </w:r>
    </w:p>
    <w:p w:rsidR="00822417" w:rsidRDefault="00BE2C51" w:rsidP="00BE2C51">
      <w:pPr>
        <w:pStyle w:val="libNormal"/>
      </w:pPr>
      <w:r>
        <w:t>Anger definitely arises because of some worry or discomfort. Excessive pain, tiredness, sleeplessness, hunger, excessive thirst, cold and heat make the child restless and give rise to anger. Doing things against the wish of the child, suppressing his freedom of movement, the feeling of undue attention to other children, feeding him forcibly can make the child restless and angry. Some parents teach the children in a subtle way to be angry. They shout at them and become unduly strict. If the child gets angry, they reciprocate with anger instead of trying to calm him down. The child thus gets trained to be a compulsively angry person.</w:t>
      </w:r>
    </w:p>
    <w:p w:rsidR="00822417" w:rsidRDefault="00BE2C51" w:rsidP="00BE2C51">
      <w:pPr>
        <w:pStyle w:val="libNormal"/>
      </w:pPr>
      <w:r>
        <w:t>If the child is hungry and thirsty, give him something to eat and drink. If he is tired, help him to sleep. If the child is angry because of your actions, try to amend them. If the anger of the child is because of some rambling thought, calm him down with sweet talk and lullabies. If the child is angry because he needs something, try to find out his need and fulfill it. When the child becomes normal, tell him that he need not cry and become angry to get something. Assure him that he has only to ask for the thing, and if the thing is good for him it will be given to him. Also warn him that if he cries and misbehaves in the future, his wishes may not be granted.</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Beware of anger lest it dominates you and becomes a habit." (Gharar al hukm, p. 809)</w:t>
      </w:r>
    </w:p>
    <w:p w:rsidR="00822417" w:rsidRDefault="00BE2C51" w:rsidP="00BE2C51">
      <w:pPr>
        <w:pStyle w:val="libNormal"/>
      </w:pPr>
      <w:r>
        <w:t>Excitable children become angry at the slightest pretext because their nature is not strong. They are notable to tolerate any undesirable thing and get affected with the slightest disturbance and become angry.</w:t>
      </w:r>
    </w:p>
    <w:p w:rsidR="00BE2C51" w:rsidRDefault="00BE2C51" w:rsidP="003C333D">
      <w:pPr>
        <w:pStyle w:val="libNormal"/>
      </w:pPr>
      <w:r>
        <w:br w:type="page"/>
      </w:r>
    </w:p>
    <w:p w:rsidR="00822417" w:rsidRDefault="00BE2C51" w:rsidP="00BE2C51">
      <w:pPr>
        <w:pStyle w:val="Heading1Center"/>
      </w:pPr>
      <w:bookmarkStart w:id="62" w:name="_Toc431646369"/>
      <w:r>
        <w:lastRenderedPageBreak/>
        <w:t>Tongue Lashing and Impertinence</w:t>
      </w:r>
      <w:bookmarkEnd w:id="62"/>
    </w:p>
    <w:p w:rsidR="00822417" w:rsidRDefault="00BE2C51" w:rsidP="00BE2C51">
      <w:pPr>
        <w:pStyle w:val="libNormal"/>
      </w:pPr>
      <w:r>
        <w:t>Using bad words and talking impertinently is a very bad habit. The persons who do tongue lashing at whatever passes their mind, seldom stick to their word. They are very fickle of mind. They use bad words., keep finding fault with others for no rhyme or reason. They keep causing hurt to others with their irresponsible talk.</w:t>
      </w:r>
    </w:p>
    <w:p w:rsidR="00822417" w:rsidRDefault="00BE2C51" w:rsidP="00BE2C51">
      <w:pPr>
        <w:pStyle w:val="libNormal"/>
      </w:pPr>
      <w:r>
        <w:t>Using bad words is haram (taboo) and is considered a major sin.</w:t>
      </w:r>
    </w:p>
    <w:p w:rsidR="00822417" w:rsidRDefault="00BE2C51" w:rsidP="00BE2C51">
      <w:pPr>
        <w:pStyle w:val="libNormal"/>
      </w:pPr>
      <w:r>
        <w:t>The Prophet of Islam has said:</w:t>
      </w:r>
    </w:p>
    <w:p w:rsidR="00822417" w:rsidRDefault="00BE2C51" w:rsidP="00BE2C51">
      <w:pPr>
        <w:pStyle w:val="libNormal"/>
      </w:pPr>
      <w:r>
        <w:rPr>
          <w:rFonts w:hint="eastAsia"/>
        </w:rPr>
        <w:t>“</w:t>
      </w:r>
      <w:r>
        <w:t>Allah has forbidden Heaven to the users of foul language. There is also curse on those who abuse, are shameless and impertinent and they will all be denied entry to Paradise. .Whatever a foul mouthed person says about others, he does it thoughtlessly and never bothers about what opinion others have of him." (Usul al-Kafi, v 2, p. 323)</w:t>
      </w:r>
    </w:p>
    <w:p w:rsidR="00822417" w:rsidRDefault="00BE2C51" w:rsidP="00BE2C51">
      <w:pPr>
        <w:pStyle w:val="libNormal"/>
      </w:pPr>
      <w:r>
        <w:t>Imam Jafer al Sadiq says:</w:t>
      </w:r>
    </w:p>
    <w:p w:rsidR="00822417" w:rsidRDefault="00BE2C51" w:rsidP="00BE2C51">
      <w:pPr>
        <w:pStyle w:val="libNormal"/>
      </w:pPr>
      <w:r>
        <w:rPr>
          <w:rFonts w:hint="eastAsia"/>
        </w:rPr>
        <w:t>“</w:t>
      </w:r>
      <w:r>
        <w:t>Swearing, bad-mouthing and impertinence are the signs of hypocrisy (nifaaq) and faithlessness." (Usul al-Kafi, v 2. p. 325)</w:t>
      </w:r>
    </w:p>
    <w:p w:rsidR="00822417" w:rsidRDefault="00BE2C51" w:rsidP="00BE2C51">
      <w:pPr>
        <w:pStyle w:val="libNormal"/>
      </w:pPr>
      <w:r>
        <w:t>Allah says in the Holy Quran:</w:t>
      </w:r>
    </w:p>
    <w:p w:rsidR="00822417" w:rsidRDefault="00BE2C51" w:rsidP="00BE2C51">
      <w:pPr>
        <w:pStyle w:val="libNormal"/>
      </w:pPr>
      <w:r>
        <w:rPr>
          <w:rFonts w:hint="eastAsia"/>
        </w:rPr>
        <w:t>“</w:t>
      </w:r>
      <w:r>
        <w:t>Shame on all such persons who talk about the failings of others and indulge in ridiculing them." (Quran, 104:1)</w:t>
      </w:r>
    </w:p>
    <w:p w:rsidR="00822417" w:rsidRDefault="00BE2C51" w:rsidP="00BE2C51">
      <w:pPr>
        <w:pStyle w:val="libNormal"/>
      </w:pPr>
      <w:r>
        <w:t>Foul mouthed persons are generally inferior and petty minded. They make others enemies with indiscreet talk. People abhor them. They try to keep away from them and avoid their company.</w:t>
      </w:r>
    </w:p>
    <w:p w:rsidR="00822417" w:rsidRDefault="00BE2C51" w:rsidP="00BE2C51">
      <w:pPr>
        <w:pStyle w:val="libNormal"/>
      </w:pPr>
      <w:r>
        <w:t>The Prophet of Islam has said:</w:t>
      </w:r>
    </w:p>
    <w:p w:rsidR="00822417" w:rsidRDefault="00BE2C51" w:rsidP="00BE2C51">
      <w:pPr>
        <w:pStyle w:val="libNormal"/>
      </w:pPr>
      <w:r>
        <w:rPr>
          <w:rFonts w:hint="eastAsia"/>
        </w:rPr>
        <w:t>“</w:t>
      </w:r>
      <w:r>
        <w:t>Among people the worst is one whose talk is not liked by others and they try to avoid meeting him." (Usul al-Kafi, v 2, p. 325)</w:t>
      </w:r>
    </w:p>
    <w:p w:rsidR="00822417" w:rsidRDefault="00BE2C51" w:rsidP="00BE2C51">
      <w:pPr>
        <w:pStyle w:val="libNormal"/>
      </w:pPr>
      <w:r>
        <w:t>Imam Jafer al Sadiq says:</w:t>
      </w:r>
    </w:p>
    <w:p w:rsidR="00822417" w:rsidRDefault="00BE2C51" w:rsidP="00BE2C51">
      <w:pPr>
        <w:pStyle w:val="libNormal"/>
      </w:pPr>
      <w:r>
        <w:rPr>
          <w:rFonts w:hint="eastAsia"/>
        </w:rPr>
        <w:t>“</w:t>
      </w:r>
      <w:r>
        <w:t>When people don’t like to even listen to the talk of a person, his destiny will be Hell!" (Usul al-Kafi, v 72, p. 327)</w:t>
      </w:r>
    </w:p>
    <w:p w:rsidR="00822417" w:rsidRDefault="00BE2C51" w:rsidP="00BE2C51">
      <w:pPr>
        <w:pStyle w:val="libNormal"/>
      </w:pPr>
      <w:r>
        <w:t>The Prophet has said:</w:t>
      </w:r>
    </w:p>
    <w:p w:rsidR="00822417" w:rsidRDefault="00BE2C51" w:rsidP="00BE2C51">
      <w:pPr>
        <w:pStyle w:val="libNormal"/>
      </w:pPr>
      <w:r>
        <w:rPr>
          <w:rFonts w:hint="eastAsia"/>
        </w:rPr>
        <w:t>“</w:t>
      </w:r>
      <w:r>
        <w:t>A Momin ( pious person) will not be taunting, doesn’t criticising, blaming and talking ill of others." (al-mahajjat ul bayda, v 3, p. 127</w:t>
      </w:r>
    </w:p>
    <w:p w:rsidR="00822417" w:rsidRDefault="00BE2C51" w:rsidP="00BE2C51">
      <w:pPr>
        <w:pStyle w:val="libNormal"/>
      </w:pPr>
      <w:r>
        <w:t>The child by nature is not capable of bad mouthing. He may learn this from his parents, brothers, sisters and friends at school or play. But the maximum effect will be of the attitude of the parents. The parents can be the most effective example for the children. The parents not only are responsible for their own behaviour but have the very important responsibility of training their children properly. These are the parents alone who either make the children polite and gentle or impertinently loud mouthed. Some parents, either in jest or in anger call bad words with their children. This way they inadvertently give a wrong training to the children. There are some homes where the use of the bad words is a common practice.</w:t>
      </w:r>
    </w:p>
    <w:p w:rsidR="00822417" w:rsidRDefault="00BE2C51" w:rsidP="00BE2C51">
      <w:pPr>
        <w:pStyle w:val="libNormal"/>
      </w:pPr>
      <w:r>
        <w:rPr>
          <w:rFonts w:hint="eastAsia"/>
        </w:rPr>
        <w:t>‘</w:t>
      </w:r>
      <w:r>
        <w:t>Son of a dog’, ‘mother of a dog’, ‘fool’, ‘idiot’, ‘senseless donkey’, ‘animal’, ‘shameless’ and several others are the appellations thrown at one another in such households either in jest or right earnest anger.</w:t>
      </w:r>
    </w:p>
    <w:p w:rsidR="00822417" w:rsidRDefault="00BE2C51" w:rsidP="00BE2C51">
      <w:pPr>
        <w:pStyle w:val="libNormal"/>
      </w:pPr>
      <w:r>
        <w:t xml:space="preserve">The parents, whose duty it is to prevent the foibles of their children, themselves are perpetrating such wrong acts and encouraging the children to </w:t>
      </w:r>
      <w:r>
        <w:lastRenderedPageBreak/>
        <w:t>follow their example. They thoughtlessly abuse each other and call names in front of the children.</w:t>
      </w:r>
    </w:p>
    <w:p w:rsidR="00822417" w:rsidRDefault="00BE2C51" w:rsidP="00BE2C51">
      <w:pPr>
        <w:pStyle w:val="libNormal"/>
      </w:pPr>
      <w:r>
        <w:t>The parents taunt the children and use unethical language with them. How can such parents expect that their child will grow into a gentle and respectable adult. They should realise that the child might prove even worst than themselves. They should remember that sooner or later they will find the child trading the same idiom that he has been hearing again and again from his parents. Then any amount of sermonising and beatings cannot reform the child. The best remedy is that the parents reform themselves in good time before it gets too late.</w:t>
      </w:r>
    </w:p>
    <w:p w:rsidR="00822417" w:rsidRDefault="00BE2C51" w:rsidP="00BE2C51">
      <w:pPr>
        <w:pStyle w:val="libNormal"/>
      </w:pPr>
      <w:r>
        <w:t>Many a time the children learn this bad habit from their companions. The parents should keep their eyes and ears open to such behaviour in their children and nip the defect in the bud. They should ask their children to try to avoid meeting such children very much. If you ever find your child uttering any abusive word, then don’t just smile and keep quiet. With shouting and threats too such situations cannot be handled. This method might backfire. The best way to correct the child is to talk softly with the child and explain to him about the ill effects of using bad words.</w:t>
      </w:r>
    </w:p>
    <w:p w:rsidR="00822417" w:rsidRDefault="00BE2C51" w:rsidP="003C333D">
      <w:pPr>
        <w:pStyle w:val="Heading1Center"/>
      </w:pPr>
      <w:bookmarkStart w:id="63" w:name="_Toc431646370"/>
      <w:r>
        <w:t>Backbiting or Carrying Words</w:t>
      </w:r>
      <w:bookmarkEnd w:id="63"/>
    </w:p>
    <w:p w:rsidR="00822417" w:rsidRDefault="00BE2C51" w:rsidP="00BE2C51">
      <w:pPr>
        <w:pStyle w:val="libNormal"/>
      </w:pPr>
      <w:r>
        <w:t>Backbiting is a very bad habit, and unfortunately it is very much prevalent in the society. If someone speaks something against someone, the backbiter carries the word to the other person saying that so-and-so was saying such-and-such a thing about you. Carrying words are signs of meanness and evil. This creates chasms between good friends. Many crimes, skirmishes, enmities, murders and feuds are the result of misunderstandings between people due to backbiting.</w:t>
      </w:r>
    </w:p>
    <w:p w:rsidR="00822417" w:rsidRDefault="00BE2C51" w:rsidP="00BE2C51">
      <w:pPr>
        <w:pStyle w:val="libNormal"/>
      </w:pPr>
      <w:r>
        <w:t>The peace of many households gets shattered due to this nasty practice. Husbands and wives are separated, friends become enemies, parents turn against their children mainly because of the backbiting by some nasty, thoughtless persons. When a backbiter gets exposed, he will be thrown out from everywhere and people hate to see his face. The people curse the backbiter and wish him destruction. The worst of backbiting is the act of sleuthing for the evil tyrants. If someone does eves-dropping for a tyrant and a pious person unnecessarily comes into trouble because of this, and suffers bodily damage or death due to torture, then the backbiter will be equally answerable as that evil person who engaged him to do the nefarious job. They will both be punished on the Day of Judgment. Although, in this case, the back-biter was not directly involved with the physical act of torturing the innocent person.</w:t>
      </w:r>
    </w:p>
    <w:p w:rsidR="00822417" w:rsidRDefault="00BE2C51" w:rsidP="00BE2C51">
      <w:pPr>
        <w:pStyle w:val="libNormal"/>
      </w:pPr>
      <w:r>
        <w:t>The Prophet of Islam says:</w:t>
      </w:r>
    </w:p>
    <w:p w:rsidR="00822417" w:rsidRDefault="00BE2C51" w:rsidP="00BE2C51">
      <w:pPr>
        <w:pStyle w:val="libNormal"/>
      </w:pPr>
      <w:r>
        <w:rPr>
          <w:rFonts w:hint="eastAsia"/>
        </w:rPr>
        <w:t>“</w:t>
      </w:r>
      <w:r>
        <w:t>The worst person is one who does backbiting against his Muslim brother to the King and do sleuthing against him. This sleuthing is bad for him, for the friend against whom he had reported and also for the King." (Bihar al-anwar, v 75, p. 266)</w:t>
      </w:r>
    </w:p>
    <w:p w:rsidR="00822417" w:rsidRDefault="00BE2C51" w:rsidP="00BE2C51">
      <w:pPr>
        <w:pStyle w:val="libNormal"/>
      </w:pPr>
      <w:r>
        <w:t>Islam has pronounced the act of sleuthing and backbiting haram (taboo) and there are many traditions of the Prophet and others in this regard.</w:t>
      </w:r>
    </w:p>
    <w:p w:rsidR="00822417" w:rsidRDefault="00BE2C51" w:rsidP="00BE2C51">
      <w:pPr>
        <w:pStyle w:val="libNormal"/>
      </w:pPr>
      <w:r>
        <w:t>Imam Mohammed al Baqir says:</w:t>
      </w:r>
    </w:p>
    <w:p w:rsidR="00822417" w:rsidRDefault="00BE2C51" w:rsidP="00BE2C51">
      <w:pPr>
        <w:pStyle w:val="libNormal"/>
      </w:pPr>
      <w:r>
        <w:rPr>
          <w:rFonts w:hint="eastAsia"/>
        </w:rPr>
        <w:lastRenderedPageBreak/>
        <w:t>“</w:t>
      </w:r>
      <w:r>
        <w:t>The backbiter will be denied entry to the Heaven. " (Usul al-Kafi, v 2, p. 369)</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The foul and evil amongst you are those who do backbiting and create differences between friends and expose the defects of good people" (Usul al-Kafi, v 2, p. 375)</w:t>
      </w:r>
    </w:p>
    <w:p w:rsidR="00822417" w:rsidRDefault="00BE2C51" w:rsidP="00BE2C51">
      <w:pPr>
        <w:pStyle w:val="libNormal"/>
      </w:pPr>
      <w:r>
        <w:t>There can be many reasons for backbiting. Sometimes enmity becomes the cause of the act. The backbiter may be inimical to one of the parties and be jealous of their good relations. He keeps giving false and malicious reports about one to the other till they fall into his trap. Sometimes the backbiter, as a force of habit, transmits a false and damaging information about one person to the other creating serious differences between them. In this instance the backbiter doesn’t have any ulterior motive except to satisfy his urge to carry a tail. The Religion of Islam has forbidden even to give ear to backbiting.</w:t>
      </w:r>
    </w:p>
    <w:p w:rsidR="00822417" w:rsidRDefault="00BE2C51" w:rsidP="00BE2C51">
      <w:pPr>
        <w:pStyle w:val="libNormal"/>
      </w:pPr>
      <w:r>
        <w:t>The Prophet says:</w:t>
      </w:r>
    </w:p>
    <w:p w:rsidR="00822417" w:rsidRDefault="00BE2C51" w:rsidP="00BE2C51">
      <w:pPr>
        <w:pStyle w:val="libNormal"/>
      </w:pPr>
      <w:r>
        <w:rPr>
          <w:rFonts w:hint="eastAsia"/>
        </w:rPr>
        <w:t>“</w:t>
      </w:r>
      <w:r>
        <w:t>Neither should you do backbiting, nor listen to a back biter. " (Majma al zawaid, v 8, p. 91)</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Refute the talk of the backbiter and the one who is unduly inquisitive." (Gharar al hukm, p. 145)</w:t>
      </w:r>
    </w:p>
    <w:p w:rsidR="00822417" w:rsidRDefault="00BE2C51" w:rsidP="00BE2C51">
      <w:pPr>
        <w:pStyle w:val="libNormal"/>
      </w:pPr>
      <w:r>
        <w:t>It is evident that if no one takes cognisance of the talk of the backbiter, then he will stop doing it. Whoever carries words to you about others, you must be sure that he is not your friend. If he was really your friend he would have defended you while others talked against your interest. If someone tells something in confidence, a good Muslim never speaks about it to others. He will keep control over his tongue and never try to sleuth around. Many persons pick up the offending habit of backbiting from their childhood.</w:t>
      </w:r>
    </w:p>
    <w:p w:rsidR="00822417" w:rsidRDefault="00BE2C51" w:rsidP="00BE2C51">
      <w:pPr>
        <w:pStyle w:val="libNormal"/>
      </w:pPr>
      <w:r>
        <w:t>It is a reflection of what they see and hear happening around them. Therefore the parents shoulder a big responsibility that they protect their children from getting the nefarious habit of backbiting. First, the parents themselves should refrain from talking ill of others. The mother should not report of some acts of her neighbour and other relations .to the father.</w:t>
      </w:r>
    </w:p>
    <w:p w:rsidR="00822417" w:rsidRDefault="00BE2C51" w:rsidP="00BE2C51">
      <w:pPr>
        <w:pStyle w:val="libNormal"/>
      </w:pPr>
      <w:r>
        <w:t>The father too should not speak to the mother against his friends and acquaintances. Because, if the parents have the habit of speaking ill of others behind their backs, the children too will indulge in such talk. .Sometimes a child speaks to his father against her mother and the elder sister. In such instances the duty of the father is to correct the child and tell him that it is not good to backbite. He should tell him that if want to say something about your mother or sister, tell directly to them. What you are doing is backbiting, which is very bad. If the children try to backbite, totally ignore them at the moment and try to talk on some other interesting subject.</w:t>
      </w:r>
    </w:p>
    <w:p w:rsidR="00822417" w:rsidRDefault="00BE2C51" w:rsidP="00BE2C51">
      <w:pPr>
        <w:pStyle w:val="libNormal"/>
      </w:pPr>
      <w:r>
        <w:t>The Prophet of Islam has said:</w:t>
      </w:r>
    </w:p>
    <w:p w:rsidR="00822417" w:rsidRDefault="00BE2C51" w:rsidP="00BE2C51">
      <w:pPr>
        <w:pStyle w:val="libNormal"/>
      </w:pPr>
      <w:r>
        <w:rPr>
          <w:rFonts w:hint="eastAsia"/>
        </w:rPr>
        <w:t>“</w:t>
      </w:r>
      <w:r>
        <w:t>Don’t give your ears to the backbiter !" (Gharar al hukm, p. 125)</w:t>
      </w:r>
    </w:p>
    <w:p w:rsidR="00822417" w:rsidRDefault="00BE2C51" w:rsidP="003C333D">
      <w:pPr>
        <w:pStyle w:val="Heading1Center"/>
      </w:pPr>
      <w:bookmarkStart w:id="64" w:name="_Toc431646371"/>
      <w:r>
        <w:t>Fault Finding</w:t>
      </w:r>
      <w:bookmarkEnd w:id="64"/>
    </w:p>
    <w:p w:rsidR="00822417" w:rsidRDefault="00BE2C51" w:rsidP="00BE2C51">
      <w:pPr>
        <w:pStyle w:val="libNormal"/>
      </w:pPr>
      <w:r>
        <w:t xml:space="preserve">Criticising others and finding faults in them for no reason is one of the worst habits of human beings.People hate the persons who habitually keep </w:t>
      </w:r>
      <w:r>
        <w:lastRenderedPageBreak/>
        <w:t>on finding fault with others. They try to avoid such troublesome persons. Sometimes this faultfinding becomes the cause of enmity and conflict. If someone’s faults are mentioned when he is not around, it is termed as backbiting (ghaibat).and even if this is done in the presence of the person, it is an affront and not desirable. The Religion of Islam has termed ghaibat as a major sin. There are many traditions on the subject. For example:</w:t>
      </w:r>
    </w:p>
    <w:p w:rsidR="00822417" w:rsidRDefault="00BE2C51" w:rsidP="00BE2C51">
      <w:pPr>
        <w:pStyle w:val="libNormal"/>
      </w:pPr>
      <w:r>
        <w:t>The Prophet of Islam, delivering a sermon, has said in a pronounced tone:</w:t>
      </w:r>
    </w:p>
    <w:p w:rsidR="00822417" w:rsidRDefault="00BE2C51" w:rsidP="00BE2C51">
      <w:pPr>
        <w:pStyle w:val="libNormal"/>
      </w:pPr>
      <w:r>
        <w:rPr>
          <w:rFonts w:hint="eastAsia"/>
        </w:rPr>
        <w:t>“</w:t>
      </w:r>
      <w:r>
        <w:t>OThose peopleWho profess to be believers with their tongues; but the faith has not entered their heartsDon’t ever do backbiting and criticism of the Muslims and don’t keep searching their faults. Because one who tries to find his brother’s faults Allah will bare his own faults and render him the laughing stock for others." (Jam’i al sa’da, v 2, p. 203)</w:t>
      </w:r>
    </w:p>
    <w:p w:rsidR="00822417" w:rsidRDefault="00BE2C51" w:rsidP="00BE2C51">
      <w:pPr>
        <w:pStyle w:val="libNormal"/>
      </w:pPr>
      <w:r>
        <w:t>Imam Jafer al Sadiq says:</w:t>
      </w:r>
    </w:p>
    <w:p w:rsidR="00822417" w:rsidRDefault="00BE2C51" w:rsidP="00BE2C51">
      <w:pPr>
        <w:pStyle w:val="libNormal"/>
      </w:pPr>
      <w:r>
        <w:rPr>
          <w:rFonts w:hint="eastAsia"/>
        </w:rPr>
        <w:t>“</w:t>
      </w:r>
      <w:r>
        <w:t>Whoever says something injurious to the reputation of a Momin, Allah shall remove him from the group of His friends and send to the band of Satan who too will refuse to accept him as a friend." (Jam’i al sa’da, v 2, p. 305)</w:t>
      </w:r>
    </w:p>
    <w:p w:rsidR="00822417" w:rsidRDefault="00BE2C51" w:rsidP="00BE2C51">
      <w:pPr>
        <w:pStyle w:val="libNormal"/>
      </w:pPr>
      <w:r>
        <w:t>The Prophet of Islam said:</w:t>
      </w:r>
    </w:p>
    <w:p w:rsidR="00822417" w:rsidRDefault="00BE2C51" w:rsidP="00BE2C51">
      <w:pPr>
        <w:pStyle w:val="libNormal"/>
      </w:pPr>
      <w:r>
        <w:t>Whoever does ghaibat of any believer man or woman, Allah will not accept his prayer (salat) and fasting (sawm) for forty days, unless he obtains the pardon of those whose backbiting he has done.” ." (Jam’i al sa’da, v 2, p. 304)</w:t>
      </w:r>
    </w:p>
    <w:p w:rsidR="00822417" w:rsidRDefault="00BE2C51" w:rsidP="00BE2C51">
      <w:pPr>
        <w:pStyle w:val="libNormal"/>
      </w:pPr>
      <w:r>
        <w:t>Imam Jafer al Sadiq said:</w:t>
      </w:r>
    </w:p>
    <w:p w:rsidR="00822417" w:rsidRDefault="00BE2C51" w:rsidP="00BE2C51">
      <w:pPr>
        <w:pStyle w:val="libNormal"/>
      </w:pPr>
      <w:r>
        <w:rPr>
          <w:rFonts w:hint="eastAsia"/>
        </w:rPr>
        <w:t>“</w:t>
      </w:r>
      <w:r>
        <w:t>Ghaibat and faultfinding are taboo. And they destroy the virtues of a person as the fire destroys the fuel." (Jam’i al sa’da, v 2, p. 305)</w:t>
      </w:r>
    </w:p>
    <w:p w:rsidR="00822417" w:rsidRDefault="00BE2C51" w:rsidP="00BE2C51">
      <w:pPr>
        <w:pStyle w:val="libNormal"/>
      </w:pPr>
      <w:r>
        <w:t>Unfortunately such a major sin has become an everyday routine for our people. It has reached such grave proportions that the people don’t consider that they are sinning backbiting and finding faults in others. The mother criticises the father and the father finds fault with her. Neighbours and relatives don’t tire counting each other’s faults. The innocent children pick up this loathsome habit from their home and parents. Children do backbiting of other children. When they grow up doing this, it becomes difficult to shun the bad habit.</w:t>
      </w:r>
    </w:p>
    <w:p w:rsidR="00822417" w:rsidRDefault="00BE2C51" w:rsidP="00BE2C51">
      <w:pPr>
        <w:pStyle w:val="libNormal"/>
      </w:pPr>
      <w:r>
        <w:t>Some parents pamper and praise their children to the sky. While, in fact, they need to gloss over their shortcomings. Sometimes the parents falsely praise the child for the things he has not achieved to put him to ridicule for his failures.</w:t>
      </w:r>
    </w:p>
    <w:p w:rsidR="00822417" w:rsidRDefault="00BE2C51" w:rsidP="00BE2C51">
      <w:pPr>
        <w:pStyle w:val="libNormal"/>
      </w:pPr>
      <w:r>
        <w:t>In such situations the children might turn hostile to the parents. Or even they may get the habit of uttering blatant falsehoods. They can also become the victims of inferiority complex. It is better, therefore, for the parents not to unnecessarily talk of the failures of the children derisively.</w:t>
      </w:r>
    </w:p>
    <w:p w:rsidR="00822417" w:rsidRDefault="00BE2C51" w:rsidP="003C333D">
      <w:pPr>
        <w:pStyle w:val="Heading1Center"/>
      </w:pPr>
      <w:bookmarkStart w:id="65" w:name="_Toc431646372"/>
      <w:r>
        <w:t>Children’s Quarrels</w:t>
      </w:r>
      <w:bookmarkEnd w:id="65"/>
    </w:p>
    <w:p w:rsidR="00822417" w:rsidRDefault="00BE2C51" w:rsidP="00BE2C51">
      <w:pPr>
        <w:pStyle w:val="libNormal"/>
      </w:pPr>
      <w:r>
        <w:t xml:space="preserve">One matter of some concern is the differences and fights between children at homes. When a family has more than one child, there is likelihood of fights. One thinks that the other is usurping his privileges and </w:t>
      </w:r>
      <w:r>
        <w:lastRenderedPageBreak/>
        <w:t>has unnecessarily come to share things with him. They push each other around and grab toys from each other.</w:t>
      </w:r>
    </w:p>
    <w:p w:rsidR="00822417" w:rsidRDefault="00BE2C51" w:rsidP="00BE2C51">
      <w:pPr>
        <w:pStyle w:val="libNormal"/>
      </w:pPr>
      <w:r>
        <w:t>When they start going to school they dirty each other’s note-books and other things. They make fun of each other. When one tries to concentrate on his school assignment, the other makes noises to disturb him. Every child knows the pranks that he can play on his brothers and sisters. In this situation the parents are the helpless spectators. The complaints about the fights reach them. The difficulty comes for them when sometimes the parents get involved to arbitrate in the quarrels of the children. The mother tells the father that he doesn’t give attention to the upbringing of the children. They don’t fear you. It is your careless attitude that the house is literally an arena for fights.</w:t>
      </w:r>
    </w:p>
    <w:p w:rsidR="00822417" w:rsidRDefault="00BE2C51" w:rsidP="00BE2C51">
      <w:pPr>
        <w:pStyle w:val="libNormal"/>
      </w:pPr>
      <w:r>
        <w:t>The father complains to the mother that if she were a careful person, the children wouldn’t have turned so naughty as they are. It is her support that encourages the children to misbehave.</w:t>
      </w:r>
    </w:p>
    <w:p w:rsidR="00822417" w:rsidRDefault="00BE2C51" w:rsidP="00BE2C51">
      <w:pPr>
        <w:pStyle w:val="libNormal"/>
      </w:pPr>
      <w:r>
        <w:t>Here the parents should remember that the children are, after all, childrenThey cannot be expected to sit quietly in a corner like old persons. You must accept the fact that children’s fights are a natural phenomenon. Even the elders sometimes do fight. How can the children be expected to sit quietly all the while. Children are generally mischievous. Playing pranks at one another they might fight. But soon they get together and forget the differences. They cannot remain away from each other carrying long faces. One psychologist says:</w:t>
      </w:r>
    </w:p>
    <w:p w:rsidR="00822417" w:rsidRDefault="00BE2C51" w:rsidP="00BE2C51">
      <w:pPr>
        <w:pStyle w:val="libNormal"/>
      </w:pPr>
      <w:r>
        <w:rPr>
          <w:rFonts w:hint="eastAsia"/>
        </w:rPr>
        <w:t>“</w:t>
      </w:r>
      <w:r>
        <w:t>This is an important matter that we should never think that in a house where there are many children there prevails perpetual peace amongst them; the children live amicably, never fight for once Whichever child we have talked to, said that Mom and Dad expect them to live amicably without fighting with one another. But if you give a serious thought to the matter, the trend of the children fighting with one another is not such a big problem." (Ruwan shinasi kudak, p. 286.)</w:t>
      </w:r>
    </w:p>
    <w:p w:rsidR="00822417" w:rsidRDefault="00BE2C51" w:rsidP="00BE2C51">
      <w:pPr>
        <w:pStyle w:val="libNormal"/>
      </w:pPr>
      <w:r>
        <w:t>We should also know that the habit of the children fighting with one another would disappear as they grow in age. If the parents accept the fights between children as a temporary and natural phase, then they would not worry about it so much.</w:t>
      </w:r>
    </w:p>
    <w:p w:rsidR="00822417" w:rsidRDefault="00BE2C51" w:rsidP="00BE2C51">
      <w:pPr>
        <w:pStyle w:val="libNormal"/>
      </w:pPr>
      <w:r>
        <w:t>Another psychologist says:</w:t>
      </w:r>
    </w:p>
    <w:p w:rsidR="00822417" w:rsidRDefault="00BE2C51" w:rsidP="00BE2C51">
      <w:pPr>
        <w:pStyle w:val="libNormal"/>
      </w:pPr>
      <w:r>
        <w:rPr>
          <w:rFonts w:hint="eastAsia"/>
        </w:rPr>
        <w:t>“</w:t>
      </w:r>
      <w:r>
        <w:t>Lots of activities of the children like playing pranks on one another, fighting and wrestling with one another will taper off with passage of time. " (Ruwan shinasi kudak, p. 286.)</w:t>
      </w:r>
    </w:p>
    <w:p w:rsidR="00822417" w:rsidRDefault="00BE2C51" w:rsidP="00BE2C51">
      <w:pPr>
        <w:pStyle w:val="libNormal"/>
      </w:pPr>
      <w:r>
        <w:t>Yes, it is right that most parents cannot completely eliminate the fights between their children. But with tact and clever handling they can reduce their frequency and intensity. The careful parents never remain spectators when the children fight. They intervene tactfully and ensure that the children don’t cause bodily harm to each other during fights. They have first to investigate the cause of the fight and try to eliminate it. One main cause of the differences between the children is the feeling of jealousy. It is necessary that the reason for the jealousy springing up in the child is detected and a remedy found. .</w:t>
      </w:r>
    </w:p>
    <w:p w:rsidR="00822417" w:rsidRDefault="00BE2C51" w:rsidP="00BE2C51">
      <w:pPr>
        <w:pStyle w:val="libNormal"/>
      </w:pPr>
      <w:r>
        <w:lastRenderedPageBreak/>
        <w:t>A child wants all the attention for himself. He doesn’t like to share the affections of the parents with other children. The first born is generally pampered by the parents. But when the second arrives, the conditions are changed. Naturally the parents have to divide their attention and have to give the major share to the smaller child. Now the elder child starts getting the feeling of insecurity. He starts feeling neglected. He feels the new arrival is an uninvited guest who is holding the attention and care of his beloved parents. He becomes envious of the baby, but knows that he has to tolerate him because the parents are showering love on him.</w:t>
      </w:r>
    </w:p>
    <w:p w:rsidR="00822417" w:rsidRDefault="00BE2C51" w:rsidP="00BE2C51">
      <w:pPr>
        <w:pStyle w:val="libNormal"/>
      </w:pPr>
      <w:r>
        <w:t>In such situations the elder child sometimes malingers, pretending illness, to keep the attention of the parents concentrated on him. Sometimes he may fall on the floor, refuse to eat food, cry and try other pretences to attract the parents’ attention. Such a child considers himself deprived and develops a sort of hatred for his other siblings. He awaits an opportunity to wreak revenge on them. The parents have to discreetly avoid such situations arising. They should prepare the children to receive the new arrival before he is born. They must tell the children that their little sibling is expected soon. When it will grow up, it will play with them and love them.</w:t>
      </w:r>
    </w:p>
    <w:p w:rsidR="00822417" w:rsidRDefault="00BE2C51" w:rsidP="00BE2C51">
      <w:pPr>
        <w:pStyle w:val="libNormal"/>
      </w:pPr>
      <w:r>
        <w:t>When they prepare something for the new-born, they should give some gifts to the elder children too, so that they don’t feel neglected. When the mother gets admitted to a maternity home for delivery, the father should give some gifts to the children at home so that their minds are diverted and they don’t miss the mother.</w:t>
      </w:r>
    </w:p>
    <w:p w:rsidR="00822417" w:rsidRDefault="00BE2C51" w:rsidP="00BE2C51">
      <w:pPr>
        <w:pStyle w:val="libNormal"/>
      </w:pPr>
      <w:r>
        <w:t>The father should tell them on the occasion that the gifts are given to them to celebrate the arrival of the little oneHe should ask them that when the little one came home, they should not make much noise. The parents should not praise the baby too much in the presence of the other children. They should give a littlemore attention to the older children to give them the feeling of assurance that the new one is not come to deprive them of their parents attention.</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Justice removes differences and promotes friendship." (Gharar al hukm, p. 64)</w:t>
      </w:r>
    </w:p>
    <w:p w:rsidR="00822417" w:rsidRDefault="00BE2C51" w:rsidP="00BE2C51">
      <w:pPr>
        <w:pStyle w:val="libNormal"/>
      </w:pPr>
      <w:r>
        <w:rPr>
          <w:rFonts w:hint="eastAsia"/>
        </w:rPr>
        <w:t>“</w:t>
      </w:r>
      <w:r>
        <w:t>Just treatment is always the best strategy." (Gharar al hukm, p. 64)</w:t>
      </w:r>
    </w:p>
    <w:p w:rsidR="00822417" w:rsidRDefault="00BE2C51" w:rsidP="00BE2C51">
      <w:pPr>
        <w:pStyle w:val="libNormal"/>
      </w:pPr>
      <w:r>
        <w:t>It is always possible that some of the children might have special qualities that become the darlings of the parents. Some children may be more intelligent, some more pretty and some other more polite to deserve special attention of the parents. One child might perform excellently at school and attract lot of praise from the parents.</w:t>
      </w:r>
    </w:p>
    <w:p w:rsidR="00822417" w:rsidRDefault="00BE2C51" w:rsidP="00BE2C51">
      <w:pPr>
        <w:pStyle w:val="libNormal"/>
      </w:pPr>
      <w:r>
        <w:t>These extraordinary expressions of love because of some special quality in a child will not be anything out of the ordinary. But excessive repetition of such praises is not advisable.</w:t>
      </w:r>
    </w:p>
    <w:p w:rsidR="00822417" w:rsidRDefault="00BE2C51" w:rsidP="00BE2C51">
      <w:pPr>
        <w:pStyle w:val="libNormal"/>
      </w:pPr>
      <w:r>
        <w:t xml:space="preserve">Some parents, as a strategy to promote competition between their children, talk about the good qualities of one to the other(s). For example, they may say, ‘ Hassan Work hard at studies that you get high grades in your examinations as did Abbas!’ They say, ‘ ZainabYou must help your mother for his household chores as Zehra is so nicely doing!’ ‘ RezaObserve </w:t>
      </w:r>
      <w:r>
        <w:lastRenderedPageBreak/>
        <w:t>good table manners like your brother, AliWhat a polite and courteous boy he is!’</w:t>
      </w:r>
    </w:p>
    <w:p w:rsidR="00822417" w:rsidRDefault="00BE2C51" w:rsidP="00BE2C51">
      <w:pPr>
        <w:pStyle w:val="libNormal"/>
      </w:pPr>
      <w:r>
        <w:t>This attitude of the parents is not right. It might not bring about positive and desirable results. To the contrary, it might create hard feelings and jealousy between brothers and sisters. They may become revengeful and might themselves indulge in unnecessary comparisons between each other.</w:t>
      </w:r>
    </w:p>
    <w:p w:rsidR="00822417" w:rsidRDefault="00BE2C51" w:rsidP="00BE2C51">
      <w:pPr>
        <w:pStyle w:val="libNormal"/>
      </w:pPr>
      <w:r>
        <w:t>Another very important reason for the fights between the children is the high expectations of the parents from them. The child wants to play with the toys of his sibling; the parents prohibit him from doing it. This gives rise to the fight between the two. At this juncture the parents intervene. First they quietly try to convince the children to become quiet. If the quarrel still persists, they ask the other child to give its toy to the one who wants to borrow it for playing. They tell him that it is they who have brought the toy for him. The toy is not his property. If he still refused to give the toy to his brother, they would not love him nor bring any more toys for him.</w:t>
      </w:r>
    </w:p>
    <w:p w:rsidR="00822417" w:rsidRDefault="00BE2C51" w:rsidP="00BE2C51">
      <w:pPr>
        <w:pStyle w:val="libNormal"/>
      </w:pPr>
      <w:r>
        <w:t>The child becomes helpless and parts with his toy. But he starts thinking that the parents are tyrannical and the brother is bad. He develops hatred in his heart for both. He will express this hatred whenever there is an opportunity. This is quite natural that the child was thinking that the toys were his own and that none other had a right to play with them. Without his consent. He thinks that he is the victim of the tyranny of his parents and the other brother. In the circumstance, the child is right. Because, in the first instance they don’t permit the other siblings to play with the toys they had given to him. The thoughtful parents try to create a spirit of co-operation between their children. They must have an amicable atmosphere that they share all their toys and games with each other.</w:t>
      </w:r>
    </w:p>
    <w:p w:rsidR="00822417" w:rsidRDefault="00BE2C51" w:rsidP="00BE2C51">
      <w:pPr>
        <w:pStyle w:val="libNormal"/>
      </w:pPr>
      <w:r>
        <w:t>Sometimes the reason for differences cropping up between the children is that the parents entrust one task to a particular child and leave the others with nothing to do. This situation can give rise to fights. To avoid such situations the parents should try to make the children busy with something or other. Then they will not have a feeling of neglect.</w:t>
      </w:r>
    </w:p>
    <w:p w:rsidR="00822417" w:rsidRDefault="00BE2C51" w:rsidP="00BE2C51">
      <w:pPr>
        <w:pStyle w:val="libNormal"/>
      </w:pPr>
      <w:r>
        <w:t>Sometimes even fights between the parents encourage the children to follow suit. When the innocent children see that the parents are compulsive fighters, they start thinking that fights are a way of life. In emulation of the parents they start looking for reasons to commence fighting.</w:t>
      </w:r>
    </w:p>
    <w:p w:rsidR="00822417" w:rsidRDefault="00BE2C51" w:rsidP="00BE2C51">
      <w:pPr>
        <w:pStyle w:val="libNormal"/>
      </w:pPr>
      <w:r>
        <w:t>Therefore, the parents who are fed up of the constant fights between their children, should do introspection and reform themselves. Then they must turn their attention to set the children right. There will hardly be any family that has no difference of opinion amongst its members. But if the parents take care not to air their differences in the presence of the children, the children will not be encouraged to argue and fight. But, even then if there are some minor fights between the children, the parents must discreetly intervene and sort out the matter to the satisfaction of all.</w:t>
      </w:r>
    </w:p>
    <w:p w:rsidR="00822417" w:rsidRDefault="00BE2C51" w:rsidP="00BE2C51">
      <w:pPr>
        <w:pStyle w:val="libNormal"/>
      </w:pPr>
      <w:r>
        <w:t xml:space="preserve">In the end we would like to caution you that in spite of observing all the cautions, your family may not be totally free of fights between the children. After all children are human, and the instinct to fight is there in every individual. In fact the children are generally hyperactive and fighting can be a way of dissipating some of their energy. The parents must exercise care </w:t>
      </w:r>
      <w:r>
        <w:lastRenderedPageBreak/>
        <w:t>that when the children fight, they don’t cause bodily harm to one another and the property around them. They should not worry too much if some children have more inclination to fight. This is a transient habit and it tapers off with time.</w:t>
      </w:r>
    </w:p>
    <w:p w:rsidR="00822417" w:rsidRDefault="00BE2C51" w:rsidP="003C333D">
      <w:pPr>
        <w:pStyle w:val="Heading1Center"/>
      </w:pPr>
      <w:bookmarkStart w:id="66" w:name="_Toc431646373"/>
      <w:r>
        <w:t>Friends and Friendship</w:t>
      </w:r>
      <w:bookmarkEnd w:id="66"/>
    </w:p>
    <w:p w:rsidR="00822417" w:rsidRDefault="00BE2C51" w:rsidP="00BE2C51">
      <w:pPr>
        <w:pStyle w:val="libNormal"/>
      </w:pPr>
      <w:r>
        <w:t>A good friend and companion is the greatest gift of God. In adversity, a friend only is the refuge for a person and solace for his heart and soul. In this world, that is full of hardships and hurdles, presence of a true friend is absolutely necessary for every individual. One who doesn’t have any friend, will be like a person, all alone, away from home. He will not have anyone to commiserate with him in the times of need.</w:t>
      </w:r>
    </w:p>
    <w:p w:rsidR="00822417" w:rsidRDefault="00BE2C51" w:rsidP="00BE2C51">
      <w:pPr>
        <w:pStyle w:val="libNormal"/>
      </w:pPr>
      <w:r>
        <w:t>Imam Musa ibn Jafer was asked what is the ideal source for comfort in this world. The Imam replied:</w:t>
      </w:r>
    </w:p>
    <w:p w:rsidR="00822417" w:rsidRDefault="00BE2C51" w:rsidP="00BE2C51">
      <w:pPr>
        <w:pStyle w:val="libNormal"/>
      </w:pPr>
      <w:r>
        <w:rPr>
          <w:rFonts w:hint="eastAsia"/>
        </w:rPr>
        <w:t>“</w:t>
      </w:r>
      <w:r>
        <w:t>An airy house and plenty of friends!" (Bihar al-anwar, v 74, p. 177)</w:t>
      </w:r>
    </w:p>
    <w:p w:rsidR="00822417" w:rsidRDefault="00BE2C51" w:rsidP="00BE2C51">
      <w:pPr>
        <w:pStyle w:val="libNormal"/>
      </w:pPr>
      <w:r>
        <w:t>Ali says:</w:t>
      </w:r>
    </w:p>
    <w:p w:rsidR="00822417" w:rsidRDefault="00BE2C51" w:rsidP="00BE2C51">
      <w:pPr>
        <w:pStyle w:val="libNormal"/>
      </w:pPr>
      <w:r>
        <w:rPr>
          <w:rFonts w:hint="eastAsia"/>
        </w:rPr>
        <w:t>“</w:t>
      </w:r>
      <w:r>
        <w:t>The weakest person is one who cannot make anyone his friend and brother." (Nahj ul balagha, v 74, p. 154)</w:t>
      </w:r>
    </w:p>
    <w:p w:rsidR="00822417" w:rsidRDefault="00BE2C51" w:rsidP="00BE2C51">
      <w:pPr>
        <w:pStyle w:val="libNormal"/>
      </w:pPr>
      <w:r>
        <w:rPr>
          <w:rFonts w:hint="eastAsia"/>
        </w:rPr>
        <w:t>“</w:t>
      </w:r>
      <w:r>
        <w:t>Not having friends is like being a stranger in ones own land and being a loner." (Bihar al-anwar, v 74, p. 179)</w:t>
      </w:r>
    </w:p>
    <w:p w:rsidR="00822417" w:rsidRDefault="00BE2C51" w:rsidP="00BE2C51">
      <w:pPr>
        <w:pStyle w:val="libNormal"/>
      </w:pPr>
      <w:r>
        <w:t>As the grown ups need friends, the children too want friends and companions. A child who doesn’t have friends, will always be lonely and forlorn. The child, by nature, needs a friend and companion. He cannot be denied this natural need. There is also a subtle difference between a friend and acquaintance. Perhaps, a child may have acquaintances but no friends. Sometimes a child selects a friend from his class fellows and the children in his neighbourhood. The cause for picking up a particular person as a friend may not be evident. Perhaps the spiritual similarity between the two has brought them together.</w:t>
      </w:r>
    </w:p>
    <w:p w:rsidR="00822417" w:rsidRDefault="00BE2C51" w:rsidP="00BE2C51">
      <w:pPr>
        <w:pStyle w:val="libNormal"/>
      </w:pPr>
      <w:r>
        <w:t>The Commander of the Faithful, Ali, says:</w:t>
      </w:r>
    </w:p>
    <w:p w:rsidR="00822417" w:rsidRDefault="00BE2C51" w:rsidP="00BE2C51">
      <w:pPr>
        <w:pStyle w:val="libNormal"/>
      </w:pPr>
      <w:r>
        <w:rPr>
          <w:rFonts w:hint="eastAsia"/>
        </w:rPr>
        <w:t>“</w:t>
      </w:r>
      <w:r>
        <w:t>The hearts of people are like migrant nomads, whosoever loves them, they are attached to him." (Bihar al-anwar, v 74, p. 178)</w:t>
      </w:r>
    </w:p>
    <w:p w:rsidR="00822417" w:rsidRDefault="00BE2C51" w:rsidP="00BE2C51">
      <w:pPr>
        <w:pStyle w:val="libNormal"/>
      </w:pPr>
      <w:r>
        <w:t>A friend cannot be thrust on anyone. The parents cannot very much restrict the child to accept particular persons as friends. The child must be free to make his own choice of friends. But this freedom will be with some conditions and restrictions. The character and conduct of the friends will have to be observed by the parents before they permit the child to pick a friend. If a child selects a courteous and polite friend, he will definitely benefit by picking up his good habits. To the contrary, if the friend has undesirable habits then, naturally, the child will take to some of his bad habits. There are plenty of children and youths fallen into the morass of sin because of indiscreetly selecting bad friends. .</w:t>
      </w:r>
    </w:p>
    <w:p w:rsidR="00822417" w:rsidRDefault="00BE2C51" w:rsidP="00BE2C51">
      <w:pPr>
        <w:pStyle w:val="libNormal"/>
      </w:pPr>
      <w:r>
        <w:t>The Prophet of Islam has said:</w:t>
      </w:r>
    </w:p>
    <w:p w:rsidR="00822417" w:rsidRDefault="00BE2C51" w:rsidP="00BE2C51">
      <w:pPr>
        <w:pStyle w:val="libNormal"/>
      </w:pPr>
      <w:r>
        <w:rPr>
          <w:rFonts w:hint="eastAsia"/>
        </w:rPr>
        <w:t>“</w:t>
      </w:r>
      <w:r>
        <w:t>A man follows the faith, ways and habits of his friend." (Usul al-Kafi, v 72, p. 375)</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The most fortunate are those who have connections with good people." (Gharar al hukm, p. 189)</w:t>
      </w:r>
    </w:p>
    <w:p w:rsidR="00822417" w:rsidRDefault="00BE2C51" w:rsidP="00BE2C51">
      <w:pPr>
        <w:pStyle w:val="libNormal"/>
      </w:pPr>
      <w:r>
        <w:lastRenderedPageBreak/>
        <w:t>This is the reason the Religion of Islam exhorts its peoples to abstain from bad company.</w:t>
      </w:r>
    </w:p>
    <w:p w:rsidR="00822417" w:rsidRDefault="00BE2C51" w:rsidP="00BE2C51">
      <w:pPr>
        <w:pStyle w:val="libNormal"/>
      </w:pPr>
      <w:r>
        <w:t>Ali said:</w:t>
      </w:r>
    </w:p>
    <w:p w:rsidR="00822417" w:rsidRDefault="00BE2C51" w:rsidP="00BE2C51">
      <w:pPr>
        <w:pStyle w:val="libNormal"/>
      </w:pPr>
      <w:r>
        <w:t>"Avoid making friendship with transgressors and sinning persons because evil creates evil." (Bihar al-anwar, v 74, p. 199</w:t>
      </w:r>
    </w:p>
    <w:p w:rsidR="00822417" w:rsidRDefault="00BE2C51" w:rsidP="00BE2C51">
      <w:pPr>
        <w:pStyle w:val="libNormal"/>
      </w:pPr>
      <w:r>
        <w:t>Imam Zain ul Abidin told to his son, Imam Mohammed al Baqir:</w:t>
      </w:r>
    </w:p>
    <w:p w:rsidR="00822417" w:rsidRDefault="00BE2C51" w:rsidP="00BE2C51">
      <w:pPr>
        <w:pStyle w:val="libNormal"/>
      </w:pPr>
      <w:r>
        <w:rPr>
          <w:rFonts w:hint="eastAsia"/>
        </w:rPr>
        <w:t>“</w:t>
      </w:r>
      <w:r>
        <w:t>OMy sonAvoid acquaintance of five type of persons: 1. Don’t be friends with a liar. He will be like a mirage. He will trick you. When a thing is far, he will say it is near; and when it is at hand, he will say that it is very far. 2. Don’t make a transgressor and sinner your friend because he might sell you for as low a price.3. Don’t make a parsimonious and stingy person your friend who may not help you in times of need.4. Don’t make a stupid person your friend, lest he bring harm to you with his stupidity. It is possible that with all good intentions, he might bring harm to you with his foolish actions. 5. Don’t be friend with those who deprive their kin of their rights. Such persons are shorn of Allah's Blessings and are accursed people. (Usul al-Kafi, v 72, p. 376)</w:t>
      </w:r>
    </w:p>
    <w:p w:rsidR="00822417" w:rsidRDefault="00BE2C51" w:rsidP="00BE2C51">
      <w:pPr>
        <w:pStyle w:val="libNormal"/>
      </w:pPr>
      <w:r>
        <w:t>Responsible and thoughtful parents will not be totally unconcerned with the type of friends their children cultivate. While the parents must know the type of friends a child has, they should not appear to be interfering in their personal matters.</w:t>
      </w:r>
    </w:p>
    <w:p w:rsidR="00822417" w:rsidRDefault="00BE2C51" w:rsidP="00BE2C51">
      <w:pPr>
        <w:pStyle w:val="libNormal"/>
      </w:pPr>
      <w:r>
        <w:t>If the parents can provide a good friend to their child, they have made a great contribution to his virtuous future. But this is not such an easy task. The best way is to acquaint the child with what is good, and what is not, when he comes to the age of understanding. They should explain to the child the defects that might be there in undesirable friends.</w:t>
      </w:r>
    </w:p>
    <w:p w:rsidR="00822417" w:rsidRDefault="00BE2C51" w:rsidP="00BE2C51">
      <w:pPr>
        <w:pStyle w:val="libNormal"/>
      </w:pPr>
      <w:r>
        <w:t>The parents must keep a subtle watch over the activities of the child and his friends from a distance. If they find that the friends are good, they must appreciate them. They should create opportunities for the child to meet such friends. But if they notice that the child has picked up an undesirable acquaintance, then they should discreetly try to cut this friendship short. If the child persists in such friendship, deal with the matter strictly.</w:t>
      </w:r>
    </w:p>
    <w:p w:rsidR="00822417" w:rsidRDefault="00BE2C51" w:rsidP="00BE2C51">
      <w:pPr>
        <w:pStyle w:val="libNormal"/>
      </w:pPr>
      <w:r>
        <w:t>The parents can help the child in making good friends by another method. They should pick children in their neighbourhood with good behaviour, character and background. Create opportunities for the children to meet and react with one another. If they become friends, encourage them to cement the friendship. This way, even if there are some minor defects in their own child, they can be warded off in the company of good children. For example, if a child is timid, he might overcome his timidity by being friends with a bold and courageous child.</w:t>
      </w:r>
    </w:p>
    <w:p w:rsidR="00822417" w:rsidRDefault="00BE2C51" w:rsidP="00BE2C51">
      <w:pPr>
        <w:pStyle w:val="libNormal"/>
      </w:pPr>
      <w:r>
        <w:t>The parents should not be totally oblivious of the type of friends their child has. Particularly when the child is on the threshold of youth. This will be the period in his life when habits take root. .Any negligence on the part of the parents might result in irreparable harm to the character and conduct of the child, if he persists to be in bad company. They should remember the dictum: Prevention is better than cure!</w:t>
      </w:r>
    </w:p>
    <w:p w:rsidR="00822417" w:rsidRDefault="00BE2C51" w:rsidP="00BE2C51">
      <w:pPr>
        <w:pStyle w:val="libNormal"/>
      </w:pPr>
      <w:r>
        <w:t>Ali, The Commander of the Faithful, says:</w:t>
      </w:r>
    </w:p>
    <w:p w:rsidR="00822417" w:rsidRDefault="00BE2C51" w:rsidP="00BE2C51">
      <w:pPr>
        <w:pStyle w:val="libNormal"/>
      </w:pPr>
      <w:r>
        <w:rPr>
          <w:rFonts w:hint="eastAsia"/>
        </w:rPr>
        <w:lastRenderedPageBreak/>
        <w:t>“</w:t>
      </w:r>
      <w:r>
        <w:t>For everything there is a calamity, and for virtue the calamity is a bad friend."</w:t>
      </w:r>
    </w:p>
    <w:p w:rsidR="00822417" w:rsidRDefault="00BE2C51" w:rsidP="00BE2C51">
      <w:pPr>
        <w:pStyle w:val="libNormal"/>
      </w:pPr>
      <w:r>
        <w:t>One gentleman writes:</w:t>
      </w:r>
    </w:p>
    <w:p w:rsidR="00822417" w:rsidRDefault="00BE2C51" w:rsidP="00BE2C51">
      <w:pPr>
        <w:pStyle w:val="libNormal"/>
      </w:pPr>
      <w:r>
        <w:t>"My parents never permitted me to meet my friends. If sometimes friends visited me, I tried to send them away quickly after talking with them for a while. One friend of mine used to live very near our home. My parents knew him well but never allowed us to visit each other. I used to wish to have friends, meet them, chat and play with them. But my parents were the impediment. I was very sad about this. One day I had decided to visit my friend, whatever cameI told my Mom that I had to go for my exams. I took permission for going to attend the examination but, in fact, I made a beeline to my friends house. This friend’s house was at a little distance from our home. I boarded an omnibus and reached his place. There were other children too at my friend’s place. We had lots of fun together, When I returned home in the evening, Mom asked me why I was so late. To hide one lie, I had to utter another.</w:t>
      </w:r>
    </w:p>
    <w:p w:rsidR="00822417" w:rsidRDefault="00BE2C51" w:rsidP="00BE2C51">
      <w:pPr>
        <w:pStyle w:val="libNormal"/>
      </w:pPr>
      <w:r>
        <w:t>Now I wonder if Mom was not aware that the children too need friends and companions. Why did they restrict me so much?!’</w:t>
      </w:r>
    </w:p>
    <w:p w:rsidR="00822417" w:rsidRDefault="00BE2C51" w:rsidP="00BE2C51">
      <w:pPr>
        <w:pStyle w:val="libNormal"/>
      </w:pPr>
      <w:r>
        <w:t>One girl writes:</w:t>
      </w:r>
    </w:p>
    <w:p w:rsidR="00822417" w:rsidRDefault="00BE2C51" w:rsidP="00BE2C51">
      <w:pPr>
        <w:pStyle w:val="libNormal"/>
      </w:pPr>
      <w:r>
        <w:t>"Once I invited some friends home. I had some savings from my pocket money. With this money I ran to the neighbourhood grocery and brought a pack of ice cream. My mother was away visiting some people. While my friends were eating the ice cream, Mom returned home. I was very scared that she might scold me. She didn't bother a bit about my feelings and said angrily to my friends,’ You girls are making Saima waste her money!’ My friends abruptly went away.My Mom didn’t stop at this.</w:t>
      </w:r>
    </w:p>
    <w:p w:rsidR="00822417" w:rsidRDefault="00BE2C51" w:rsidP="00BE2C51">
      <w:pPr>
        <w:pStyle w:val="libNormal"/>
      </w:pPr>
      <w:r>
        <w:t>She visited my school the next day and complained to our class teacher that my friends visit our home and encourage me to waste my money. She told the teacher that the girls visited a day earlier and asked me to buy ice cream for them. My friends, who were also my class fellows, said, ‘AuntyWe shall pay you the price of the ice cream we ate at your home yesterday‘I felt so ashamed and belittled that I wished the earth went asunder and I fell into the abyss. Ever since that day,I had never gone to the school. All my friends progressed in their studies. Today I am a forlorn and lonely person, lagging behind in all walks of life."</w:t>
      </w:r>
    </w:p>
    <w:p w:rsidR="00BE2C51" w:rsidRDefault="00BE2C51" w:rsidP="003C333D">
      <w:pPr>
        <w:pStyle w:val="libNormal"/>
      </w:pPr>
      <w:r>
        <w:br w:type="page"/>
      </w:r>
    </w:p>
    <w:p w:rsidR="00822417" w:rsidRDefault="00BE2C51" w:rsidP="00BE2C51">
      <w:pPr>
        <w:pStyle w:val="Heading1Center"/>
      </w:pPr>
      <w:bookmarkStart w:id="67" w:name="_Toc431646374"/>
      <w:r>
        <w:lastRenderedPageBreak/>
        <w:t>The Child and Theological Education</w:t>
      </w:r>
      <w:bookmarkEnd w:id="67"/>
    </w:p>
    <w:p w:rsidR="00822417" w:rsidRDefault="00BE2C51" w:rsidP="00BE2C51">
      <w:pPr>
        <w:pStyle w:val="libNormal"/>
      </w:pPr>
      <w:r>
        <w:t>The human beings are instinctively attracted towards God and religion. The fountainhead of this instinct is the human nature.</w:t>
      </w:r>
    </w:p>
    <w:p w:rsidR="00822417" w:rsidRDefault="00BE2C51" w:rsidP="00BE2C51">
      <w:pPr>
        <w:pStyle w:val="libNormal"/>
      </w:pPr>
      <w:r>
        <w:t>Allah says in the Holy Book:</w:t>
      </w:r>
    </w:p>
    <w:p w:rsidR="00822417" w:rsidRDefault="00BE2C51" w:rsidP="00BE2C51">
      <w:pPr>
        <w:pStyle w:val="libNormal"/>
      </w:pPr>
      <w:r>
        <w:rPr>
          <w:rFonts w:hint="eastAsia"/>
        </w:rPr>
        <w:t>“</w:t>
      </w:r>
      <w:r>
        <w:t>Then set thou thy face uprightly for ( the right) religion, in natural devotion to the truth(following) the nature caused by God in which He hath made the people" (Quran, 30:30)</w:t>
      </w:r>
    </w:p>
    <w:p w:rsidR="00822417" w:rsidRDefault="00BE2C51" w:rsidP="00BE2C51">
      <w:pPr>
        <w:pStyle w:val="libNormal"/>
      </w:pPr>
      <w:r>
        <w:t>Every child, by nature, is a worshipper of God, but the influence of the external environment might bring about change in this condition; as the Prophet of Islam has said:</w:t>
      </w:r>
    </w:p>
    <w:p w:rsidR="00822417" w:rsidRDefault="00BE2C51" w:rsidP="00BE2C51">
      <w:pPr>
        <w:pStyle w:val="libNormal"/>
      </w:pPr>
      <w:r>
        <w:t>"Every child is born with Islamic Nature, but later on the parents might make him a Jew, a Christian or a Zoroastrian" (Bihar al-anwar, v 3, p.281</w:t>
      </w:r>
    </w:p>
    <w:p w:rsidR="00822417" w:rsidRDefault="00BE2C51" w:rsidP="00BE2C51">
      <w:pPr>
        <w:pStyle w:val="libNormal"/>
      </w:pPr>
      <w:r>
        <w:t>It is the responsibility of the parents to give birth to their child in such an environment that the naturally endowed instinct of Religion in him is properly nourished. The day a child comes into this world, he is attracted towards the Power that will provide him his needs. But the child will not have his understanding developed to an extent to express anything about the Focus of its attention.</w:t>
      </w:r>
    </w:p>
    <w:p w:rsidR="00822417" w:rsidRDefault="00BE2C51" w:rsidP="00BE2C51">
      <w:pPr>
        <w:pStyle w:val="libNormal"/>
      </w:pPr>
      <w:r>
        <w:t>But, in stages, the understanding dawns on the child. A child, who gets his upbringing in a religious family, starts recognising Allah from around the age of four years. This is the age when different questions start cropping up in the mind of a child. Sometimes he utters the name of Allah. His questions indicate that his nature is awake and is keen to gather more and more information:</w:t>
      </w:r>
    </w:p>
    <w:p w:rsidR="00822417" w:rsidRDefault="00BE2C51" w:rsidP="00BE2C51">
      <w:pPr>
        <w:pStyle w:val="libNormal"/>
      </w:pPr>
      <w:r>
        <w:t>The child thinks about:</w:t>
      </w:r>
    </w:p>
    <w:p w:rsidR="00BE2C51" w:rsidRDefault="00BE2C51" w:rsidP="00BE2C51">
      <w:pPr>
        <w:pStyle w:val="libNormal"/>
      </w:pPr>
      <w:r>
        <w:rPr>
          <w:rFonts w:hint="eastAsia"/>
        </w:rPr>
        <w:t>ü</w:t>
      </w:r>
      <w:r>
        <w:t xml:space="preserve"> Who made the sun?</w:t>
      </w:r>
    </w:p>
    <w:p w:rsidR="00BE2C51" w:rsidRDefault="00BE2C51" w:rsidP="00BE2C51">
      <w:pPr>
        <w:pStyle w:val="libNormal"/>
      </w:pPr>
      <w:r>
        <w:rPr>
          <w:rFonts w:hint="eastAsia"/>
        </w:rPr>
        <w:t>ü</w:t>
      </w:r>
      <w:r>
        <w:t xml:space="preserve"> Who has created the moon and the stars?</w:t>
      </w:r>
    </w:p>
    <w:p w:rsidR="00BE2C51" w:rsidRDefault="00BE2C51" w:rsidP="00BE2C51">
      <w:pPr>
        <w:pStyle w:val="libNormal"/>
      </w:pPr>
      <w:r>
        <w:rPr>
          <w:rFonts w:hint="eastAsia"/>
        </w:rPr>
        <w:t>ü</w:t>
      </w:r>
      <w:r>
        <w:t xml:space="preserve"> Does Allah love me?</w:t>
      </w:r>
    </w:p>
    <w:p w:rsidR="00BE2C51" w:rsidRDefault="00BE2C51" w:rsidP="00BE2C51">
      <w:pPr>
        <w:pStyle w:val="libNormal"/>
      </w:pPr>
      <w:r>
        <w:rPr>
          <w:rFonts w:hint="eastAsia"/>
        </w:rPr>
        <w:t>ü</w:t>
      </w:r>
      <w:r>
        <w:t xml:space="preserve"> Does Allah like sweet things?</w:t>
      </w:r>
    </w:p>
    <w:p w:rsidR="00BE2C51" w:rsidRDefault="00BE2C51" w:rsidP="00BE2C51">
      <w:pPr>
        <w:pStyle w:val="libNormal"/>
      </w:pPr>
      <w:r>
        <w:rPr>
          <w:rFonts w:hint="eastAsia"/>
        </w:rPr>
        <w:t>ü</w:t>
      </w:r>
      <w:r>
        <w:t xml:space="preserve"> Who brings the rain?</w:t>
      </w:r>
    </w:p>
    <w:p w:rsidR="00BE2C51" w:rsidRDefault="00BE2C51" w:rsidP="00BE2C51">
      <w:pPr>
        <w:pStyle w:val="libNormal"/>
      </w:pPr>
      <w:r>
        <w:rPr>
          <w:rFonts w:hint="eastAsia"/>
        </w:rPr>
        <w:t>ü</w:t>
      </w:r>
      <w:r>
        <w:t xml:space="preserve"> Who gave birth to Dad?</w:t>
      </w:r>
    </w:p>
    <w:p w:rsidR="00BE2C51" w:rsidRDefault="00BE2C51" w:rsidP="00BE2C51">
      <w:pPr>
        <w:pStyle w:val="libNormal"/>
      </w:pPr>
      <w:r>
        <w:rPr>
          <w:rFonts w:hint="eastAsia"/>
        </w:rPr>
        <w:t>ü</w:t>
      </w:r>
      <w:r>
        <w:t xml:space="preserve"> Is Allah listening to our talk?</w:t>
      </w:r>
    </w:p>
    <w:p w:rsidR="00BE2C51" w:rsidRDefault="00BE2C51" w:rsidP="00BE2C51">
      <w:pPr>
        <w:pStyle w:val="libNormal"/>
      </w:pPr>
      <w:r>
        <w:rPr>
          <w:rFonts w:hint="eastAsia"/>
        </w:rPr>
        <w:t>ü</w:t>
      </w:r>
      <w:r>
        <w:t xml:space="preserve"> Can we talk with Allah over the ‘phone?</w:t>
      </w:r>
    </w:p>
    <w:p w:rsidR="00BE2C51" w:rsidRDefault="00BE2C51" w:rsidP="00BE2C51">
      <w:pPr>
        <w:pStyle w:val="libNormal"/>
      </w:pPr>
      <w:r>
        <w:rPr>
          <w:rFonts w:hint="eastAsia"/>
        </w:rPr>
        <w:t>ü</w:t>
      </w:r>
      <w:r>
        <w:t xml:space="preserve"> Where does Allah live?</w:t>
      </w:r>
    </w:p>
    <w:p w:rsidR="00BE2C51" w:rsidRDefault="00BE2C51" w:rsidP="00BE2C51">
      <w:pPr>
        <w:pStyle w:val="libNormal"/>
      </w:pPr>
      <w:r>
        <w:rPr>
          <w:rFonts w:hint="eastAsia"/>
        </w:rPr>
        <w:t>ü</w:t>
      </w:r>
      <w:r>
        <w:t xml:space="preserve"> How is His face?</w:t>
      </w:r>
    </w:p>
    <w:p w:rsidR="00822417" w:rsidRDefault="00BE2C51" w:rsidP="00BE2C51">
      <w:pPr>
        <w:pStyle w:val="libNormal"/>
      </w:pPr>
      <w:r>
        <w:rPr>
          <w:rFonts w:hint="eastAsia"/>
        </w:rPr>
        <w:t>ü</w:t>
      </w:r>
      <w:r>
        <w:t xml:space="preserve"> Does Allah live in the skies?</w:t>
      </w:r>
    </w:p>
    <w:p w:rsidR="00822417" w:rsidRDefault="00BE2C51" w:rsidP="00BE2C51">
      <w:pPr>
        <w:pStyle w:val="libNormal"/>
      </w:pPr>
      <w:r>
        <w:t>From the age of four years the child starts to think of thousands of such questions. It is evident from these questions that the instinct of Godliness is awakening in the child. By asking these questions he tries to quench his thirst for knowledge. It is not known, at that tender age, what opinion the child has of Allah.</w:t>
      </w:r>
    </w:p>
    <w:p w:rsidR="00822417" w:rsidRDefault="00BE2C51" w:rsidP="00BE2C51">
      <w:pPr>
        <w:pStyle w:val="libNormal"/>
      </w:pPr>
      <w:r>
        <w:t>He perhaps thinks that Allah is like his Dad, but is definitely bigger and more powerful. As the child grows, his understanding of Allah too grows. The parents shoulder a big responsibility at this stage. They have to play a very critical role in shaping the beliefs of their child. If the parents are a little negligent at this stage, then they will be subject to heavy retribution on the Day of Judgment. They must try to carefully answer all the questions their little child asks.</w:t>
      </w:r>
    </w:p>
    <w:p w:rsidR="00822417" w:rsidRDefault="00BE2C51" w:rsidP="00BE2C51">
      <w:pPr>
        <w:pStyle w:val="libNormal"/>
      </w:pPr>
      <w:r>
        <w:lastRenderedPageBreak/>
        <w:t>If they avoid answering the questions for some reason, they might cause the extinction of the child’s urge for discovery. But it may not be easy to answer all the questions of the child. The answers shall have to be correct, short and narrated in simple words. As the child grows, he will become capable of understanding more difficult information. The parents will have to prepare themselves to reply to the probable questions that the child might ask them. They should not give to the child any information that might be beyond his comprehension. Such answers might confuse the child instead of quenching his thirst for knowledge. The Theological education of the child should be such that he is able to grasp with ease.</w:t>
      </w:r>
    </w:p>
    <w:p w:rsidR="00822417" w:rsidRDefault="00BE2C51" w:rsidP="00BE2C51">
      <w:pPr>
        <w:pStyle w:val="libNormal"/>
      </w:pPr>
      <w:r>
        <w:t>Imam Jafer al Sadiq says:</w:t>
      </w:r>
    </w:p>
    <w:p w:rsidR="00822417" w:rsidRDefault="00BE2C51" w:rsidP="00BE2C51">
      <w:pPr>
        <w:pStyle w:val="libNormal"/>
      </w:pPr>
      <w:r>
        <w:rPr>
          <w:rFonts w:hint="eastAsia"/>
        </w:rPr>
        <w:t>“</w:t>
      </w:r>
      <w:r>
        <w:t>When the child is three years old, teach him to say ‘La ilaha illal Lah’ ( There is no god, but Allah). Then leave him alone. When he is three years, seven months and twenty days; teach him to say Mohammed ar Rasool Allah ( Mohammed is the Prophet of Allah). Leave him alone till he completes four years of age. Now teach him to say the salawat ( the praises) of the Prophet ( and his holy progeny)." (Makarim al akhlaq, v 1, p. 254)</w:t>
      </w:r>
    </w:p>
    <w:p w:rsidR="00822417" w:rsidRDefault="00BE2C51" w:rsidP="00BE2C51">
      <w:pPr>
        <w:pStyle w:val="libNormal"/>
      </w:pPr>
      <w:r>
        <w:t>Make the children learn to recite simple couplets about religious matters. This will be an interesting exercise for them. Then teach them about the Nubbuwat ( the Prophethood) and Imamat ( the Vicegerency). First the child must be told about the Prophet that he has been sent by Allah for the guidance of mankind. Then they must be told about the Prophet’s superior qualities and his exemplary way of life. Narrate to the child some interesting events of the Prophet’s life. Then the child must be told about the Vicegerents of the Prophet for the continuity of the correct guidance of his people after him. All this information should be conveyed to the child in the form of short narrations to retain his continued interest.</w:t>
      </w:r>
    </w:p>
    <w:p w:rsidR="00822417" w:rsidRDefault="00BE2C51" w:rsidP="00BE2C51">
      <w:pPr>
        <w:pStyle w:val="libNormal"/>
      </w:pPr>
      <w:r>
        <w:t>About Qiyamat ( the Doomsday ) a child does not give early attention. He thinks that he and his parents will live happily forever. Talking to a child about death at that tender age may not be desirable. The child thinks that the people who died have gone on a long journey. Sometimes tragedies do take place in the families while the children are still small. In these circumstances the parents have to discreetly broach the subject of death with them. If, unfortunately, the child’s Grandpa is dead, he might ask, ‘ MomWhere did Grandpa go?’</w:t>
      </w:r>
    </w:p>
    <w:p w:rsidR="00822417" w:rsidRDefault="00BE2C51" w:rsidP="00BE2C51">
      <w:pPr>
        <w:pStyle w:val="libNormal"/>
      </w:pPr>
      <w:r>
        <w:t>In such situations the facts must be explained to the child. The child can be told that his grand parent is no more. He has gone to the Other World. Every one who dies, goes to that World. If he were a good person in this life, he would rest in the Heaven where there are beautiful gardens. If the person who has died was a bad person in this life, he would go to the Hell which is full of fire. The child should be informed about the inevitability of death slowly. He must be told that this life is transient and everyone has to go to the Other World.</w:t>
      </w:r>
    </w:p>
    <w:p w:rsidR="00822417" w:rsidRDefault="00BE2C51" w:rsidP="00BE2C51">
      <w:pPr>
        <w:pStyle w:val="libNormal"/>
      </w:pPr>
      <w:r>
        <w:t>This informal instruction of the religious knowledge should continue till the child completes his primary, middle and higher levels of schooling.</w:t>
      </w:r>
    </w:p>
    <w:p w:rsidR="00822417" w:rsidRDefault="00BE2C51" w:rsidP="003C333D">
      <w:pPr>
        <w:pStyle w:val="Heading1Center"/>
      </w:pPr>
      <w:bookmarkStart w:id="68" w:name="_Toc431646375"/>
      <w:r>
        <w:t>The Child and the Religious Duties</w:t>
      </w:r>
      <w:bookmarkEnd w:id="68"/>
    </w:p>
    <w:p w:rsidR="00822417" w:rsidRDefault="00BE2C51" w:rsidP="00BE2C51">
      <w:pPr>
        <w:pStyle w:val="libNormal"/>
      </w:pPr>
      <w:r>
        <w:lastRenderedPageBreak/>
        <w:t>It is true that the boys attain the age of responsibility (baligh) at fifteen and the girls at age nine. This is the age when the juridical norms become mandatory for them. But the performance of religious duties may not be postponed till the child reaches the age of responsibility. They must be encouraged to perform the religious duties from early childhood so that when they become compulsory, they would already be in the habit of fulfillling them. Fortunately, in families of religious people, a child starts to emulate its parents performing the religious rites.</w:t>
      </w:r>
    </w:p>
    <w:p w:rsidR="00822417" w:rsidRDefault="00BE2C51" w:rsidP="00BE2C51">
      <w:pPr>
        <w:pStyle w:val="libNormal"/>
      </w:pPr>
      <w:r>
        <w:t>Sometimes he spreads the prayer carpet for the parents, sometimes he puts down his head to the ground in supplication with the parent. He repeats Allah o Akbar ( God is Great) and La ilaha illa Lah with his parents. He will recite small religious couplets with his mother. The thoughtful parents make good use of this natural instinct of the child to emulate. If a child does these things, the parents give him a smile of appreciation. There should not be an element of force in making the child learn the religious rites.</w:t>
      </w:r>
    </w:p>
    <w:p w:rsidR="00822417" w:rsidRDefault="00BE2C51" w:rsidP="00BE2C51">
      <w:pPr>
        <w:pStyle w:val="libNormal"/>
      </w:pPr>
      <w:r>
        <w:t>The parents should not start formal teaching of the religious rites in early childhood. At the age of five the child can learn to recite the Sura al Faieha (The Opening) of the Holy Quran. This has to be done slowly in several days to keep the interest of the child in learning to do the recitation. At the age of seven the child should be asked to offer regular prayers. The parents should themselves set an example to the child by offering all the five prayers, regularly and punctually, at their appointed times.</w:t>
      </w:r>
    </w:p>
    <w:p w:rsidR="00822417" w:rsidRDefault="00BE2C51" w:rsidP="00BE2C51">
      <w:pPr>
        <w:pStyle w:val="libNormal"/>
      </w:pPr>
      <w:r>
        <w:t>At the age of nine years make it binding on the children to offer regular prayers. They should explain to the children that the prayers are mandatory when they are home and also when they travel. If the child abstains from praying, the parents should deal with him strictly. If the parents are themselves regular at offering their prayers, they can easily make the children habituated of following suit. When the children reach the age of responsibility, they will already be regular at offering the mandatory prayers.</w:t>
      </w:r>
    </w:p>
    <w:p w:rsidR="00822417" w:rsidRDefault="00BE2C51" w:rsidP="00BE2C51">
      <w:pPr>
        <w:pStyle w:val="libNormal"/>
      </w:pPr>
      <w:r>
        <w:t>If the parents take the excuse that the child is still too small, and they would teach him to pray when he comes of age, then it would be very difficult to initiate the child into regular prayers. It is a common belief that old habits are difficult to change. This is the reason that the Prophet of Islam and the Holy Imams have asked the parents to initiate the children to offer prayers from the six or seven years of age.</w:t>
      </w:r>
    </w:p>
    <w:p w:rsidR="00822417" w:rsidRDefault="00BE2C51" w:rsidP="00BE2C51">
      <w:pPr>
        <w:pStyle w:val="libNormal"/>
      </w:pPr>
      <w:r>
        <w:t>Imam Mohammed al Baqir says:</w:t>
      </w:r>
    </w:p>
    <w:p w:rsidR="00822417" w:rsidRDefault="00BE2C51" w:rsidP="00BE2C51">
      <w:pPr>
        <w:pStyle w:val="libNormal"/>
      </w:pPr>
      <w:r>
        <w:rPr>
          <w:rFonts w:hint="eastAsia"/>
        </w:rPr>
        <w:t>“</w:t>
      </w:r>
      <w:r>
        <w:t>We encourage our children start praying from the age of five years and at seven years we order them to pray five times a day regularly. " (Wasail al-shiah, v 3, p. 12)</w:t>
      </w:r>
    </w:p>
    <w:p w:rsidR="00822417" w:rsidRDefault="00BE2C51" w:rsidP="00BE2C51">
      <w:pPr>
        <w:pStyle w:val="libNormal"/>
      </w:pPr>
      <w:r>
        <w:t>The Prophet of Islam has said:</w:t>
      </w:r>
    </w:p>
    <w:p w:rsidR="00822417" w:rsidRDefault="00BE2C51" w:rsidP="00BE2C51">
      <w:pPr>
        <w:pStyle w:val="libNormal"/>
      </w:pPr>
      <w:r>
        <w:rPr>
          <w:rFonts w:hint="eastAsia"/>
        </w:rPr>
        <w:t>“</w:t>
      </w:r>
      <w:r>
        <w:t>When your children are six years old, order them to offer the prayers. When they are seven, ask them more strictly to be regular at prayers. If necessary, they must be punished if they don’t become regular in their prayers." (Mustadrak al-wasail, v 1, p. 171)</w:t>
      </w:r>
    </w:p>
    <w:p w:rsidR="00822417" w:rsidRDefault="00BE2C51" w:rsidP="00BE2C51">
      <w:pPr>
        <w:pStyle w:val="libNormal"/>
      </w:pPr>
      <w:r>
        <w:t>Imam Mohammed al Baqir or Imam Jafer al Sadiq has said:</w:t>
      </w:r>
    </w:p>
    <w:p w:rsidR="00822417" w:rsidRDefault="00BE2C51" w:rsidP="00BE2C51">
      <w:pPr>
        <w:pStyle w:val="libNormal"/>
      </w:pPr>
      <w:r>
        <w:rPr>
          <w:rFonts w:hint="eastAsia"/>
        </w:rPr>
        <w:t>“</w:t>
      </w:r>
      <w:r>
        <w:t xml:space="preserve">When the child is seven years old, then ask him to wash his face, the feet and the hands before offering prayers. But when he is nine years old, </w:t>
      </w:r>
      <w:r>
        <w:lastRenderedPageBreak/>
        <w:t>teach him the correct method of doing the Wadu ( the mandatory ablutions prior to offering prayers). This is the time when the child is strictly instructed to offer regular prayers." (Wasail al shiah, v 3, p. 13)</w:t>
      </w:r>
    </w:p>
    <w:p w:rsidR="00822417" w:rsidRDefault="00BE2C51" w:rsidP="00BE2C51">
      <w:pPr>
        <w:pStyle w:val="libNormal"/>
      </w:pPr>
      <w:r>
        <w:t>Imam Jafer al Sadiq says:</w:t>
      </w:r>
    </w:p>
    <w:p w:rsidR="00822417" w:rsidRDefault="00BE2C51" w:rsidP="00BE2C51">
      <w:pPr>
        <w:pStyle w:val="libNormal"/>
      </w:pPr>
      <w:r>
        <w:rPr>
          <w:rFonts w:hint="eastAsia"/>
        </w:rPr>
        <w:t>“</w:t>
      </w:r>
      <w:r>
        <w:t>When a child is six years old, then it is necessary he learns to offer prayers and if he is physically capable he must also be encouraged to fast during the month of Ramadhan." (Wasail al shiah, v 3, p. 12)</w:t>
      </w:r>
    </w:p>
    <w:p w:rsidR="00822417" w:rsidRDefault="00BE2C51" w:rsidP="00BE2C51">
      <w:pPr>
        <w:pStyle w:val="libNormal"/>
      </w:pPr>
      <w:r>
        <w:t>The child should be initiated slowly to fasting during Ramadhan. A child who is physically fit for fasting should be woken up at the time of sahr (the meal before sunrise), so that he eats at this time instead of the breakfast at the regular morning times. If the child is keen to fast the whole day, encourage him to complete it. But, if during the day, the child feels uneasy, he may be permitted to break his fast before time.</w:t>
      </w:r>
    </w:p>
    <w:p w:rsidR="00822417" w:rsidRDefault="00BE2C51" w:rsidP="00BE2C51">
      <w:pPr>
        <w:pStyle w:val="libNormal"/>
      </w:pPr>
      <w:r>
        <w:t>The number of fasts by the child may be increased gradually. When the child reaches the age of understanding, he must be instructed that offering regular prayers five times a day and fasting on all days during the month of Ramadhan is mandatory. If he is irregular in his compliance of these, he would be a sinner and liable to punishment by God.</w:t>
      </w:r>
    </w:p>
    <w:p w:rsidR="00822417" w:rsidRDefault="00BE2C51" w:rsidP="00BE2C51">
      <w:pPr>
        <w:pStyle w:val="libNormal"/>
      </w:pPr>
      <w:r>
        <w:t>The parents must explain to the child the advantages and the rewards of fasting during Ramadhan. This will give more courage to the child to do the fasting. During the last days of Ramadhan, make other duties lighter for the child. He must be allowed more hours of rest during the day. At the end of the fasting period, the child must be given some gift as an encouragement for his efforts. During the fasting period the parents should take care that the children don’t try to eat something hidden from others’ view.</w:t>
      </w:r>
    </w:p>
    <w:p w:rsidR="00822417" w:rsidRDefault="00BE2C51" w:rsidP="00BE2C51">
      <w:pPr>
        <w:pStyle w:val="libNormal"/>
      </w:pPr>
      <w:r>
        <w:t>It is necessary for the parents to instruct the children at the proper time about the wet-dreams they get at puberty. They must be instructed about doing the ghusl ( the mandatory cleansing bath after having an emission) and istinja ( the washing of the genitals with water after urinating).</w:t>
      </w:r>
    </w:p>
    <w:p w:rsidR="00822417" w:rsidRDefault="00BE2C51" w:rsidP="00BE2C51">
      <w:pPr>
        <w:pStyle w:val="libNormal"/>
      </w:pPr>
      <w:r>
        <w:t>It is necessary to remind here that if they wish their children to be regular visitors to the mosques and religious symposia, then they must put them into the habit from their childhood. They should take them to the mosque and the places of religious discourses. These visits will create interest in the children for going to the congregations.</w:t>
      </w:r>
    </w:p>
    <w:p w:rsidR="00822417" w:rsidRDefault="00BE2C51" w:rsidP="00BE2C51">
      <w:pPr>
        <w:pStyle w:val="libNormal"/>
      </w:pPr>
      <w:r>
        <w:t>In the end, it will not be out of place to remind that before reaching the age of understanding it is not mandatory on the child to observe the compulsory religious rites. If he is unable to perform certain rites at certain times, he is not committing any transgression. But it will not be proper for the parents to leave the children totally independent to do whatever they wish to. The child must be told that if in his innocence he causes any physical or bodily harm to others, he shall have to pay the Deeth ( the fine for harming others) when he reaches the age of understanding.</w:t>
      </w:r>
    </w:p>
    <w:p w:rsidR="00822417" w:rsidRDefault="00BE2C51" w:rsidP="00BE2C51">
      <w:pPr>
        <w:pStyle w:val="libNormal"/>
      </w:pPr>
      <w:r>
        <w:t xml:space="preserve">On the other hand if the child is left free without any checks whatsoever, he might get into the habit of committing sins and wrong acts. The dictum is: ‘Old habits die hard’ The habits cultivated during the childhood remain with the person, however much one tries to banish them. Therefore it is necessary for the parents to instruct the children about the dos and don’ts </w:t>
      </w:r>
      <w:r>
        <w:lastRenderedPageBreak/>
        <w:t>from their very early days. They must stop them from doing taboo acts and encourage them to do good deeds.</w:t>
      </w:r>
    </w:p>
    <w:p w:rsidR="00822417" w:rsidRDefault="00BE2C51" w:rsidP="003C333D">
      <w:pPr>
        <w:pStyle w:val="Heading1Center"/>
      </w:pPr>
      <w:bookmarkStart w:id="69" w:name="_Toc431646376"/>
      <w:r>
        <w:t>Political and Social Thinking</w:t>
      </w:r>
      <w:bookmarkEnd w:id="69"/>
    </w:p>
    <w:p w:rsidR="00822417" w:rsidRDefault="00BE2C51" w:rsidP="00BE2C51">
      <w:pPr>
        <w:pStyle w:val="libNormal"/>
      </w:pPr>
      <w:r>
        <w:t>Today’s children are the youth of tomorrow. They will run the affairs of the society in the future. Their awareness and understanding of the political compulsions of the country will be of great importance. They will be the keepers of the cultural and economic wealth of the nations. They will have to strive maintaining and advancing the greatness of their homeland. They will have to face the imperialist aggressors and fight against their machinations. The children should therefore be groomed from their early days to be ready to serve their country. The greatest responsibility will rest on the shoulders of the parents to groom their children properly.</w:t>
      </w:r>
    </w:p>
    <w:p w:rsidR="00822417" w:rsidRDefault="00BE2C51" w:rsidP="00BE2C51">
      <w:pPr>
        <w:pStyle w:val="libNormal"/>
      </w:pPr>
      <w:r>
        <w:t>The foundation for the political and sociological training has also to be laid in the childhood of a person. By the time a child reaches the stage of youth, he should be aware of the social and political problems of the community in which he lives. He should be made aware of the poverty and backwardness rampant in his country. The good qualities and failings of the rulers of the day have to be informed to the child who is on the threshold of youth.</w:t>
      </w:r>
    </w:p>
    <w:p w:rsidR="00822417" w:rsidRDefault="00BE2C51" w:rsidP="00BE2C51">
      <w:pPr>
        <w:pStyle w:val="libNormal"/>
      </w:pPr>
      <w:r>
        <w:t>They should be told about the lacunae in the running of the society. He should know the general conditions prevailing in the towns and the countryside. The child may still not have the adult franchise and he cannot cast his vote. But the parents must explain to him the purpose of the election and the conduct thereof. They should also explain to him as to how to select the best candidate from the list of persons contesting in that area. The parents must give the child their own example that they voted for a particular candidate because of certain qualities he has. The child can attend the election meetings and processions.</w:t>
      </w:r>
    </w:p>
    <w:p w:rsidR="00822417" w:rsidRDefault="00BE2C51" w:rsidP="00BE2C51">
      <w:pPr>
        <w:pStyle w:val="libNormal"/>
      </w:pPr>
      <w:r>
        <w:t>He can join in raising slogans. He may distribute leaflets of the candidate he thinks is deserving of being elected. This work will give boost to his awareness. The Iranian Revolution has proved that the children and youth can contribute meaningfully in the political process of a country. They were the youth who, with their slogans, meetings, protests and active participation made the oppressive regime surrender. They relieved the oppressed people of Iran from the clutches of the agents of the tyrannical Shah’s minions. The world knows that the Iranian Revolution succeeded because of the supreme sacrifices made by the youth of the nation.</w:t>
      </w:r>
    </w:p>
    <w:p w:rsidR="00822417" w:rsidRDefault="00BE2C51" w:rsidP="00BE2C51">
      <w:pPr>
        <w:pStyle w:val="libNormal"/>
      </w:pPr>
      <w:r>
        <w:t>It is necessary that the children study the political situation of their country, in particular, and of the world, in general. They can do this by cultivating the habit of reading a good newspaper everyday. The can also watch and listen to the news bulletins on the television and the radio. They can also have group discussions with their parents and friends. This way they can develop interest in the welfare of their countrymen and themselves. This process will help the child develop good political and social awareness.</w:t>
      </w:r>
    </w:p>
    <w:p w:rsidR="00822417" w:rsidRDefault="00BE2C51" w:rsidP="00BE2C51">
      <w:pPr>
        <w:pStyle w:val="libNormal"/>
      </w:pPr>
      <w:r>
        <w:t xml:space="preserve">The future of the country, no doubt, will be in their hands and the hands of myriad other youths of the land. The children should know that the worldly life cannot be separated from the Hereafter, and, similarly, the Faith </w:t>
      </w:r>
      <w:r>
        <w:lastRenderedPageBreak/>
        <w:t>from the political process also could never be separated. The youth of the country should be actively associated with the political and social happenings of the country. The youth must be given more freedom of choice to participate in the political process of the nation.</w:t>
      </w:r>
    </w:p>
    <w:p w:rsidR="00822417" w:rsidRDefault="00BE2C51" w:rsidP="003C333D">
      <w:pPr>
        <w:pStyle w:val="Heading1Center"/>
      </w:pPr>
      <w:bookmarkStart w:id="70" w:name="_Toc431646377"/>
      <w:r>
        <w:t>The Child and the Radio and Television</w:t>
      </w:r>
      <w:bookmarkEnd w:id="70"/>
    </w:p>
    <w:p w:rsidR="00822417" w:rsidRDefault="00BE2C51" w:rsidP="00BE2C51">
      <w:pPr>
        <w:pStyle w:val="libNormal"/>
      </w:pPr>
      <w:r>
        <w:t>The radio, television and cinema are very useful inventions. They can be very good tools for training and education. The tenets of faith and moral values can be propagated through these media. The thoughts of the people can be sharpened by means of these mediums. Information on agricultural and industrial developments could be disseminated through them. Awareness on the aspects of health and sanitation can be popularised through these media.</w:t>
      </w:r>
    </w:p>
    <w:p w:rsidR="00822417" w:rsidRDefault="00BE2C51" w:rsidP="00BE2C51">
      <w:pPr>
        <w:pStyle w:val="libNormal"/>
      </w:pPr>
      <w:r>
        <w:t>Man can derive innumerable benefits from the electronic media. But while they have advantages, they have many disadvantages for the society too. When these media fall into the hands of irresponsible profiteers, they can put them to wrong use and create tremendous problems for the society. For their personal benefit they present programmes which are harmful to the health, morals, faith and the general economy of the society. Radio and television are very widely and intensively used these days. Most people consider them only as a source of entertainment and recreation. The children and youth are literally addicted to the idiot box.</w:t>
      </w:r>
    </w:p>
    <w:p w:rsidR="00822417" w:rsidRDefault="00BE2C51" w:rsidP="00BE2C51">
      <w:pPr>
        <w:pStyle w:val="libNormal"/>
      </w:pPr>
      <w:r>
        <w:t>Knowledgeable people are of opinion that the Iranian children are much more addicted to the television than the children in the developed countries like America, France, Great Britain and Japan. In Iran 40% television viewers are children, 20% youth and the rest adults. It must be remembered that the childhood and youth are the prime time for education and learning. Whether the radio and television programmes are good or bad, they will have impact on the impressionable minds of the children.</w:t>
      </w:r>
    </w:p>
    <w:p w:rsidR="00822417" w:rsidRDefault="00BE2C51" w:rsidP="00BE2C51">
      <w:pPr>
        <w:pStyle w:val="libNormal"/>
      </w:pPr>
      <w:r>
        <w:t>Watching these programmes should not be considered as harmless pastime. The child should not be given freedom to watch or listen to all the programmes of his choice. Many programmes will definitely be harmful to the psyche of the child. The producers of the television and radio programmes should do introspection about the damage they are causing to the delicate minds of the children by presenting shows that are very harmful for the children and youth.</w:t>
      </w:r>
    </w:p>
    <w:p w:rsidR="00822417" w:rsidRDefault="00BE2C51" w:rsidP="00BE2C51">
      <w:pPr>
        <w:pStyle w:val="libNormal"/>
      </w:pPr>
      <w:r>
        <w:t>For them it may be the freedom of expression that drives them to their irresponsible act, but for the children and the youth, viewing these shows with keen interest, it will be sheer damnationThe parents too are responsible that they must keep a careful watch over their children’s viewing of the television shows and stop them from watching bad programmes.</w:t>
      </w:r>
    </w:p>
    <w:p w:rsidR="00822417" w:rsidRDefault="00BE2C51" w:rsidP="00BE2C51">
      <w:pPr>
        <w:pStyle w:val="libNormal"/>
      </w:pPr>
      <w:r>
        <w:t>A major part of the television programming will consist of movies and serials dealing with stories of crime, horror, murder, fights, cheating, robbery etc. The children watch such programmes with great interest. These stories can be harmful to the children in many ways. For example:</w:t>
      </w:r>
    </w:p>
    <w:p w:rsidR="00822417" w:rsidRDefault="00BE2C51" w:rsidP="00BE2C51">
      <w:pPr>
        <w:pStyle w:val="libNormal"/>
      </w:pPr>
      <w:r>
        <w:t xml:space="preserve">1. The impressionable and delicate minds of the children are very proactive to outside influences. Watching such shows the children may develop restlessness, fear and horror in their minds. They may have </w:t>
      </w:r>
      <w:r>
        <w:lastRenderedPageBreak/>
        <w:t>disturbed sleep in the nights and get up shouting after seeing bad dreams. They may start getting chronic headaches. In extreme cases, on watching the horror movies they may swoon and fall unconscious.</w:t>
      </w:r>
    </w:p>
    <w:p w:rsidR="00822417" w:rsidRDefault="00BE2C51" w:rsidP="00BE2C51">
      <w:pPr>
        <w:pStyle w:val="libNormal"/>
      </w:pPr>
      <w:r>
        <w:t>2. There can be very damaging effects of such movies on the morals of the children who watch them. These movies can motivate the children to commitment of crime and sins. Sometimes the children are so much impressed with the bravado of the hero of the movie that they try to emulate him in real life and land into trouble.</w:t>
      </w:r>
    </w:p>
    <w:p w:rsidR="00822417" w:rsidRDefault="00BE2C51" w:rsidP="00BE2C51">
      <w:pPr>
        <w:pStyle w:val="libNormal"/>
      </w:pPr>
      <w:r>
        <w:t>UNESCO has recorded in one of it’s reports that 27% of youth convicted for crimes were motivated for the act after watching similar acts in the movies. In the United States of America, amongst the juvenile criminals convicted by the courts, 10% of the boys and 25% of the girls have confessed to have drawn their motivation for the crimes from the movies they had watched (Majalla Maktab Islam, v 15, Issue No.1!).</w:t>
      </w:r>
    </w:p>
    <w:p w:rsidR="00822417" w:rsidRDefault="00BE2C51" w:rsidP="00BE2C51">
      <w:pPr>
        <w:pStyle w:val="libNormal"/>
      </w:pPr>
      <w:r>
        <w:t>According to another survey, 49% of criminals caught carrying illegal firearms, commit 28% of those who commit burglaries and 21% of acts of running away from the law derived inspiration from what they have watched in the movies. It is also reported that 25% of women who take to street walking have taken inspiration from the movies showing such stories. 54% of women have gone into houses of ill repute in emulation of famous cinema actresses. (Majalla Maktab Islam, v 15, Issue 11.</w:t>
      </w:r>
    </w:p>
    <w:p w:rsidR="00822417" w:rsidRDefault="00BE2C51" w:rsidP="00BE2C51">
      <w:pPr>
        <w:pStyle w:val="libNormal"/>
      </w:pPr>
      <w:r>
        <w:t>Professor Walksman of the University of Los Angeles says:</w:t>
      </w:r>
    </w:p>
    <w:p w:rsidR="00822417" w:rsidRDefault="00BE2C51" w:rsidP="00BE2C51">
      <w:pPr>
        <w:pStyle w:val="libNormal"/>
      </w:pPr>
      <w:r>
        <w:rPr>
          <w:rFonts w:hint="eastAsia"/>
        </w:rPr>
        <w:t>“</w:t>
      </w:r>
      <w:r>
        <w:t>The radiation coming out of the television screen is very harmful for the human organs. The rays coming out of the television and other household electronic appliances are of the short wave variety and the first ill effect is that they cause headaches to those who are exposed to them for longer spells. The thinking capacity of the person will be curbed, the blood pressure will become abnormal and the white corpuscles in the blood will be affected. These waves will have lot of impact on the nerves and cause several illnesses. (Majalla Maktab Islam, v 18, Issue 1)</w:t>
      </w:r>
    </w:p>
    <w:p w:rsidR="00822417" w:rsidRDefault="00BE2C51" w:rsidP="00BE2C51">
      <w:pPr>
        <w:pStyle w:val="libNormal"/>
      </w:pPr>
      <w:r>
        <w:t>Dr Alexis Carl writes:</w:t>
      </w:r>
    </w:p>
    <w:p w:rsidR="00822417" w:rsidRDefault="00BE2C51" w:rsidP="00BE2C51">
      <w:pPr>
        <w:pStyle w:val="libNormal"/>
      </w:pPr>
      <w:r>
        <w:t>The radio, television and inappropriate computer games destroy the emotions of the children." (Majalla Maktab Islam, v 15, Issue 3</w:t>
      </w:r>
    </w:p>
    <w:p w:rsidR="00822417" w:rsidRDefault="00BE2C51" w:rsidP="00BE2C51">
      <w:pPr>
        <w:pStyle w:val="libNormal"/>
      </w:pPr>
      <w:r>
        <w:t>The Daily Ittelaat in its Issue No.15743 reports about a European student thus:</w:t>
      </w:r>
    </w:p>
    <w:p w:rsidR="00822417" w:rsidRDefault="00BE2C51" w:rsidP="00BE2C51">
      <w:pPr>
        <w:pStyle w:val="libNormal"/>
      </w:pPr>
      <w:r>
        <w:rPr>
          <w:rFonts w:hint="eastAsia"/>
        </w:rPr>
        <w:t>“</w:t>
      </w:r>
      <w:r>
        <w:t>A college student aged 18 years was arrested and produced in the court. He is accused of kidnapping the son of a film actor and demanding for a ransom of $ 50,000 and threatened to kill the child if the ransom money was not paid to him. In his statement to the court the accused confessed that the thought of committing the act came to his mind on watching a movie on the televisions depicting a similar act. .</w:t>
      </w:r>
    </w:p>
    <w:p w:rsidR="00822417" w:rsidRDefault="00BE2C51" w:rsidP="00BE2C51">
      <w:pPr>
        <w:pStyle w:val="libNormal"/>
      </w:pPr>
      <w:r>
        <w:t>The police is of opinion that several such instances have come to their notice that the youths get motivated to commit crimes on watching movies on the television. A ten years old boy in Mashad , after watching a Karate show on the television, kicked his friend so hard that boy collapsed instantaneously and died. (Majalla Maktab Islam, v 15, Issue 11)</w:t>
      </w:r>
    </w:p>
    <w:p w:rsidR="00822417" w:rsidRDefault="00BE2C51" w:rsidP="00BE2C51">
      <w:pPr>
        <w:pStyle w:val="libNormal"/>
      </w:pPr>
      <w:r>
        <w:t>The Deputy Minister for Education and Training, Mr. Safi Niya says:</w:t>
      </w:r>
    </w:p>
    <w:p w:rsidR="00822417" w:rsidRDefault="00BE2C51" w:rsidP="00BE2C51">
      <w:pPr>
        <w:pStyle w:val="libNormal"/>
      </w:pPr>
      <w:r>
        <w:lastRenderedPageBreak/>
        <w:t>"When the television is there to effectively provide evil lessons, the best of teachers cannot do anything!" (Majalla Maktab Islam, v 18, Issue 1)</w:t>
      </w:r>
    </w:p>
    <w:p w:rsidR="00822417" w:rsidRDefault="00BE2C51" w:rsidP="00BE2C51">
      <w:pPr>
        <w:pStyle w:val="libNormal"/>
      </w:pPr>
      <w:r>
        <w:t>One Cuban boy, Ronny Zamora, murdered a 83 years old woman. He did this crime in Florida and is now serving a life sentence in a gaol there. His parents have sued three American television channels for damages to the tune of $2,500,000. He has produced evidence that the child had learnt about manslaughter from the television programmes. Last September there was a hearing of the case in the Court when it was mentioned that when the child was small he was very fond of watching television and used to sit in front of it for eight hours at a stretch. A night before the crime, the youth watched a movie on the television where robbery at a rich woman’s house was depicted.</w:t>
      </w:r>
    </w:p>
    <w:p w:rsidR="00822417" w:rsidRDefault="00BE2C51" w:rsidP="00BE2C51">
      <w:pPr>
        <w:pStyle w:val="libNormal"/>
      </w:pPr>
      <w:r>
        <w:t>A pretty girl of fifteen years, whose name was Razaia, watched a horror movie on the television. She was so horrified watching the movie that she fell down dead on the ground. When she saw in the movie that a white person was scalping the skin of the head of a black girl in the movie, she shouted in horror and had sudden cardiac arrest. The doctors said that she had a brain haemorrhage.</w:t>
      </w:r>
    </w:p>
    <w:p w:rsidR="00822417" w:rsidRDefault="00BE2C51" w:rsidP="00BE2C51">
      <w:pPr>
        <w:pStyle w:val="libNormal"/>
      </w:pPr>
      <w:r>
        <w:t>Dr Jalal Baremani, an expert in psychiatry says:</w:t>
      </w:r>
    </w:p>
    <w:p w:rsidR="00822417" w:rsidRDefault="00BE2C51" w:rsidP="00BE2C51">
      <w:pPr>
        <w:pStyle w:val="libNormal"/>
      </w:pPr>
      <w:r>
        <w:t>"The horror and adventure movies have a negative impact on the minds of the children. It is noticed that a child watching a film depicting violent acts tried to imitate the hero and beats his brother or sister. Such movies can have a very negative effect on the future personality of the child. Watching horror movies the children become timid and cowardly. Violent movies motivate them to become violent themselves. The effects of these exposures will be there in the minds of the persons, and they might themselves get motivated to commit violent acts.</w:t>
      </w:r>
    </w:p>
    <w:p w:rsidR="00822417" w:rsidRDefault="00BE2C51" w:rsidP="00BE2C51">
      <w:pPr>
        <w:pStyle w:val="libNormal"/>
      </w:pPr>
      <w:r>
        <w:t>Another psychiatrist, Dr. Shukr Allah Tariqati says:</w:t>
      </w:r>
    </w:p>
    <w:p w:rsidR="00822417" w:rsidRDefault="00BE2C51" w:rsidP="00BE2C51">
      <w:pPr>
        <w:pStyle w:val="libNormal"/>
      </w:pPr>
      <w:r>
        <w:rPr>
          <w:rFonts w:hint="eastAsia"/>
        </w:rPr>
        <w:t>“</w:t>
      </w:r>
      <w:r>
        <w:t>The effects of watching bad movies on the minds of children cannot be denied. These movies have such negative effect on the children that when they grow into adults, they might themselves commit wrong acts under the influence of the movies they had seen long ago. .I therefore advise the parents not to allow their children to see such bad movies. They should take particular care to see that the children don’t watch movies made and certified to be watched by adults only. They should ensure that the children don’t watch any movies shown on the television after 10 PM. These are generally adult movies.".</w:t>
      </w:r>
    </w:p>
    <w:p w:rsidR="00822417" w:rsidRDefault="00BE2C51" w:rsidP="00BE2C51">
      <w:pPr>
        <w:pStyle w:val="libNormal"/>
      </w:pPr>
      <w:r>
        <w:t>A professor of the Tehran University, and Criminologist, Dr Reza Mazloomi says:</w:t>
      </w:r>
    </w:p>
    <w:p w:rsidR="00822417" w:rsidRDefault="00BE2C51" w:rsidP="00BE2C51">
      <w:pPr>
        <w:pStyle w:val="libNormal"/>
      </w:pPr>
      <w:r>
        <w:rPr>
          <w:rFonts w:hint="eastAsia"/>
        </w:rPr>
        <w:t>“</w:t>
      </w:r>
      <w:r>
        <w:t>Most of the movies shown on the television and cinema houses are harmful for our society. Their effects are so dangerous that watching a movie, a girl lost her life due to cardiac arrest seeing a horrible scene. I can put it boldly that most of the crimes and acts of terror in this world are directly related to the effects of watching movies." (Daily Ittelaat, 10 Aban, 1352)</w:t>
      </w:r>
    </w:p>
    <w:p w:rsidR="00822417" w:rsidRDefault="00BE2C51" w:rsidP="00BE2C51">
      <w:pPr>
        <w:pStyle w:val="libNormal"/>
      </w:pPr>
      <w:r>
        <w:t xml:space="preserve">Dr Arnold Fremani, who works in a hospital at New York, has proved with advanced electronic gadgets that the migraine headaches and nervous </w:t>
      </w:r>
      <w:r>
        <w:lastRenderedPageBreak/>
        <w:t>weaknesses in persons are due to listening to blaring music on the FM Radio stations. (Majalla Maktab Islam, v 15, Issue 3)</w:t>
      </w:r>
    </w:p>
    <w:p w:rsidR="00822417" w:rsidRDefault="00BE2C51" w:rsidP="00BE2C51">
      <w:pPr>
        <w:pStyle w:val="libNormal"/>
      </w:pPr>
      <w:r>
        <w:t>The Newspaper, The Times, in one of its issues of 1964 writes:</w:t>
      </w:r>
    </w:p>
    <w:p w:rsidR="00822417" w:rsidRDefault="00BE2C51" w:rsidP="00BE2C51">
      <w:pPr>
        <w:pStyle w:val="libNormal"/>
      </w:pPr>
      <w:r>
        <w:t>"A paediatric doctor, made observations at two airforce bases that the children of the staff in the age group of three to twelve years continuously complained of headaches, sleeplessness, insomnia and tummy troubles like diarrhoea. Medically, they were not able to establish any cause for the symptoms. After a detailed investigation it was established that the children spend long hours in front of the television screens. The doctors recommended that the children should be stopped from watching the television. This regime was effective that the complaints like headaches, nausea, vomiting and diarrhoea in the children had tapered off. (Paiwandhai Kudak wa Khanwada, p. 131)</w:t>
      </w:r>
    </w:p>
    <w:p w:rsidR="00822417" w:rsidRDefault="00BE2C51" w:rsidP="00BE2C51">
      <w:pPr>
        <w:pStyle w:val="libNormal"/>
      </w:pPr>
      <w:r>
        <w:t>The thoughtful parents who love their children should not allow them to watch television for long hours, particularly in the nights. They should allow them to watch only such programmes that are not harmful to their spirit and mind.</w:t>
      </w:r>
    </w:p>
    <w:p w:rsidR="00822417" w:rsidRDefault="00BE2C51" w:rsidP="003C333D">
      <w:pPr>
        <w:pStyle w:val="Heading1Center"/>
      </w:pPr>
      <w:bookmarkStart w:id="71" w:name="_Toc431646378"/>
      <w:r>
        <w:t>The Gender Problems</w:t>
      </w:r>
      <w:bookmarkEnd w:id="71"/>
    </w:p>
    <w:p w:rsidR="00822417" w:rsidRDefault="00BE2C51" w:rsidP="00BE2C51">
      <w:pPr>
        <w:pStyle w:val="libNormal"/>
      </w:pPr>
      <w:r>
        <w:t>Sexuality is one of the most sensitive instincts of the human nature. This in fact is a highly constructive instinct of the human race. It will have both positive and negative effects on the psychological and physiological life of the human beings. Many acts of the human beings and the causes of several physical and psychological ailments can be attributed to this instinct.</w:t>
      </w:r>
    </w:p>
    <w:p w:rsidR="00822417" w:rsidRDefault="00BE2C51" w:rsidP="00BE2C51">
      <w:pPr>
        <w:pStyle w:val="libNormal"/>
      </w:pPr>
      <w:r>
        <w:t>If the upbringing of the individual takes place in a proper and thoughtful manner, the instinct of sex can prove a boon for the welfare and contentment of the person. But if the upbringing is in an atmosphere of lechery, lasciviousness and excesses, there is every probability that the instinct of sexuality might become the cause of many physical and psychological aberrations that can become definite cause of ultimate destruction of the person in this life and Hereafter.</w:t>
      </w:r>
    </w:p>
    <w:p w:rsidR="00822417" w:rsidRDefault="00BE2C51" w:rsidP="00BE2C51">
      <w:pPr>
        <w:pStyle w:val="libNormal"/>
      </w:pPr>
      <w:r>
        <w:t>It is not proper to think that the instinct of sexuality manifests itself only after puberty. The instinct will be present in every individual since birth; however, it remains dormant for quite some time. Even then, it manifests itself at different times during the childhood in a subtle way. Sometimes small children fondle their genitals and feel pleasure. This creates in them a sort of emotion. They feel the pleasure when the parents caress and kiss them.</w:t>
      </w:r>
    </w:p>
    <w:p w:rsidR="00822417" w:rsidRDefault="00BE2C51" w:rsidP="00BE2C51">
      <w:pPr>
        <w:pStyle w:val="libNormal"/>
      </w:pPr>
      <w:r>
        <w:t>They feel attracted towards beautiful persons and things, and sometimes they express these feelings in words too. At the age of two or three years the children start distinguishing between boys and girls and look at one another’s private parts with deep interest. When they grow up a little, they are attracted to beautiful pictures. They look at them with surprise. Sometimes they might utter bad words. They start showing inclination towards the opposite sex.</w:t>
      </w:r>
    </w:p>
    <w:p w:rsidR="00822417" w:rsidRDefault="00BE2C51" w:rsidP="00BE2C51">
      <w:pPr>
        <w:pStyle w:val="libNormal"/>
      </w:pPr>
      <w:r>
        <w:t xml:space="preserve">They try to have the attention of the persons of the opposite gender. Sometimes, they even ask the parents questions concerning sex. They try to eavesdrop over the whisperings of the parents. They like to sit with friends </w:t>
      </w:r>
      <w:r>
        <w:lastRenderedPageBreak/>
        <w:t>in a quiet corner and exchange secrets. All these go to prove that the children have within them the latent instinct of sex that tries to find expression in their actions. Without proper guidance and knowledge, the instinct keeps driving the children. They won’t know what they want. Their only attention is to derive pleasure from any source. But they don’t know how to get this pleasure. Till the age of ten to twelve years the children continue in this state of suspense. From the age of twelve to fifteen, the instinct of sexuality dawns on them with speed.</w:t>
      </w:r>
    </w:p>
    <w:p w:rsidR="00822417" w:rsidRDefault="00BE2C51" w:rsidP="00BE2C51">
      <w:pPr>
        <w:pStyle w:val="libNormal"/>
      </w:pPr>
      <w:r>
        <w:t>Responsible parents will not be oblivious of this instinct of their children. They cannot continue without devising a strategy to properly handle the matter. Sex education is one of the most difficult and delicate aspects of the education of children. Slightest mistake or neglect on the part of the parents might push the children into the abyss of destruction.</w:t>
      </w:r>
    </w:p>
    <w:p w:rsidR="00822417" w:rsidRDefault="00BE2C51" w:rsidP="00BE2C51">
      <w:pPr>
        <w:pStyle w:val="libNormal"/>
      </w:pPr>
      <w:r>
        <w:t>The parents should focus their attention towards the fact that prior to puberty the children won’t have the faculty of procreation. Therefore God has kept the instinct of sex latent in them. It is in the best interest of the children that their instinct of sexuality does not have a premature awakening. If this happens prematurely, the child will suffer many types of social stigmas and physical ailments.</w:t>
      </w:r>
    </w:p>
    <w:p w:rsidR="00822417" w:rsidRDefault="00BE2C51" w:rsidP="00BE2C51">
      <w:pPr>
        <w:pStyle w:val="libNormal"/>
      </w:pPr>
      <w:r>
        <w:t>The parents must abstain from everything that might provoke the sex instinct in the children. They must provide to them such healthy environment that their minds don’t get diverted towards premature expression of sex instinct. The thoughtful parents can themselves decide what is desirable for the children and what is not. But here we are mentioning a few of the things that the parents would like to keep in their minds. They should discreetly ensure that the children don’t touch their private parts, they don</w:t>
      </w:r>
      <w:r>
        <w:rPr>
          <w:rFonts w:hint="eastAsia"/>
        </w:rPr>
        <w:t>’</w:t>
      </w:r>
      <w:r>
        <w:t>t look at pictures of models in the magazines, listen to love ditties and watch romantic movies, praise good looks and beauty of others, stare at beautiful faces and exposed limbs of others, intently listen to bawdy jokes or courtship of the parents or other elders.These and many other attractions might cause a flutter in the sex instinct of the child.</w:t>
      </w:r>
    </w:p>
    <w:p w:rsidR="00822417" w:rsidRDefault="00BE2C51" w:rsidP="00BE2C51">
      <w:pPr>
        <w:pStyle w:val="libNormal"/>
      </w:pPr>
      <w:r>
        <w:t>The parents should not allow children of five to six years of age to live unattended. They might sometimes play with each other’s private parts and emotions might awaken in them. The children should not be allowed to lie in their beds when they are awake. Have separate beds for children of the age of six years. If the children sleep on the same bed, their bodies might rub against each other and give rise to the sex instinct. The parents should not make children of five to six years of age sleep with them in the same bed. This should be particularly so in the case of a child of the opposite sex. Even the mother should not rub her body with the body of her six –year-old daughter.</w:t>
      </w:r>
    </w:p>
    <w:p w:rsidR="00822417" w:rsidRDefault="00BE2C51" w:rsidP="00BE2C51">
      <w:pPr>
        <w:pStyle w:val="libNormal"/>
      </w:pPr>
      <w:r>
        <w:t>The Prophet of Islam has said:</w:t>
      </w:r>
    </w:p>
    <w:p w:rsidR="00822417" w:rsidRDefault="00BE2C51" w:rsidP="00BE2C51">
      <w:pPr>
        <w:pStyle w:val="libNormal"/>
      </w:pPr>
      <w:r>
        <w:rPr>
          <w:rFonts w:hint="eastAsia"/>
        </w:rPr>
        <w:t>“</w:t>
      </w:r>
      <w:r>
        <w:t>When the child reaches the age of seven years, arrange a separate bed for him." (Makarim al akhlaq, v 1, 256)</w:t>
      </w:r>
    </w:p>
    <w:p w:rsidR="00822417" w:rsidRDefault="00BE2C51" w:rsidP="00BE2C51">
      <w:pPr>
        <w:pStyle w:val="libNormal"/>
      </w:pPr>
      <w:r>
        <w:t>Imam Sadiq narrates from his ancestors:</w:t>
      </w:r>
    </w:p>
    <w:p w:rsidR="00822417" w:rsidRDefault="00BE2C51" w:rsidP="00BE2C51">
      <w:pPr>
        <w:pStyle w:val="libNormal"/>
      </w:pPr>
      <w:r>
        <w:rPr>
          <w:rFonts w:hint="eastAsia"/>
        </w:rPr>
        <w:t>“</w:t>
      </w:r>
      <w:r>
        <w:t>The women and children of ten years must have separate individual beds." (Wasail al shiah, v 14, p. 268)</w:t>
      </w:r>
    </w:p>
    <w:p w:rsidR="00822417" w:rsidRDefault="00BE2C51" w:rsidP="00BE2C51">
      <w:pPr>
        <w:pStyle w:val="libNormal"/>
      </w:pPr>
      <w:r>
        <w:lastRenderedPageBreak/>
        <w:t>"If a mother rubs her body against the body of her own daughter, she is doing a sort of molestation." (Wasail al shiah, v 14, p. 170)</w:t>
      </w:r>
    </w:p>
    <w:p w:rsidR="00822417" w:rsidRDefault="00BE2C51" w:rsidP="00BE2C51">
      <w:pPr>
        <w:pStyle w:val="libNormal"/>
      </w:pPr>
      <w:r>
        <w:rPr>
          <w:rFonts w:hint="eastAsia"/>
        </w:rPr>
        <w:t>“</w:t>
      </w:r>
      <w:r>
        <w:t>A man should not kiss his six year old daughter, and a woman should not kiss her seven year old son." (Wasail al shiah, v 14, p. 170)</w:t>
      </w:r>
    </w:p>
    <w:p w:rsidR="00822417" w:rsidRDefault="00BE2C51" w:rsidP="00BE2C51">
      <w:pPr>
        <w:pStyle w:val="libNormal"/>
      </w:pPr>
      <w:r>
        <w:t>It is a practice in many households that the women move around in partially revealing dresses. Many men too are not far behind in this. They will have loincloth up to their knees and keep moving around in the house with the sons and daughters present. They think that they are all members of the same family and Mehrum, or close relations, from whom the women don’t have to hide.</w:t>
      </w:r>
    </w:p>
    <w:p w:rsidR="00822417" w:rsidRDefault="00BE2C51" w:rsidP="00BE2C51">
      <w:pPr>
        <w:pStyle w:val="libNormal"/>
      </w:pPr>
      <w:r>
        <w:t>The parents also think that their exposed limbs will not affect their children and that they are still very young to be conscious of any such thing. They think that their daughters’ breasts not covered with a cloth ( chador ) and exposed limbs will not affect their son in any way. This they think because the children are brother and sister to one another. This is not the right thinking. The instinct of sex is one of the strongest instincts and when aroused it may not allow the person to think of any relationship.</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It is very much possible that at a glimpse the instinct of love and sex might awaken." (Gharar al hukm, p. 416)</w:t>
      </w:r>
    </w:p>
    <w:p w:rsidR="00822417" w:rsidRDefault="00BE2C51" w:rsidP="00BE2C51">
      <w:pPr>
        <w:pStyle w:val="libNormal"/>
      </w:pPr>
      <w:r>
        <w:t>Such mercurial urges might become the cause of grave consequence to the innocent children. Perhaps in such circumstances the child might commit rape or incest. For any such thing the parents will be squarely responsible for their careless attitude.</w:t>
      </w:r>
    </w:p>
    <w:p w:rsidR="00822417" w:rsidRDefault="00BE2C51" w:rsidP="00BE2C51">
      <w:pPr>
        <w:pStyle w:val="libNormal"/>
      </w:pPr>
      <w:r>
        <w:t>Here it will be in place to quote the writing of an intellectual:</w:t>
      </w:r>
    </w:p>
    <w:p w:rsidR="00822417" w:rsidRDefault="00BE2C51" w:rsidP="00BE2C51">
      <w:pPr>
        <w:pStyle w:val="libNormal"/>
      </w:pPr>
      <w:r>
        <w:rPr>
          <w:rFonts w:hint="eastAsia"/>
        </w:rPr>
        <w:t>“</w:t>
      </w:r>
      <w:r>
        <w:t>For the psychic welfare of the children, we should not expose our bodies to them. Sometimes the children might peep through the crevices in the bathroom door while we are bathing. or changing our clothes. We must ensure that the children don’t develop such habits." (Paiwand hai Kudak wa Khanwada, p. 177)</w:t>
      </w:r>
    </w:p>
    <w:p w:rsidR="00822417" w:rsidRDefault="00BE2C51" w:rsidP="00BE2C51">
      <w:pPr>
        <w:pStyle w:val="libNormal"/>
      </w:pPr>
      <w:r>
        <w:t>This is true that the parents are Mahram for their children and can live in the same house together. But the parents should not sacrifice the collective rights of the children for their pleasure and freedom. This way they would be exposing their children to ruination. As a consequence their lives will be condemned to shame and melancholy.</w:t>
      </w:r>
    </w:p>
    <w:p w:rsidR="00822417" w:rsidRDefault="00BE2C51" w:rsidP="00BE2C51">
      <w:pPr>
        <w:pStyle w:val="libNormal"/>
      </w:pPr>
      <w:r>
        <w:t>A person’s thigh was exposed from his robe. The Prophet noticed this and said.:</w:t>
      </w:r>
    </w:p>
    <w:p w:rsidR="00822417" w:rsidRDefault="00BE2C51" w:rsidP="00BE2C51">
      <w:pPr>
        <w:pStyle w:val="libNormal"/>
      </w:pPr>
      <w:r>
        <w:rPr>
          <w:rFonts w:hint="eastAsia"/>
        </w:rPr>
        <w:t>“</w:t>
      </w:r>
      <w:r>
        <w:t>Hide your thigh, because it is one of the things that shall not be exposed to others." (Mustadrak al-wasail, Hakim, v 4, p. 181.</w:t>
      </w:r>
    </w:p>
    <w:p w:rsidR="00822417" w:rsidRDefault="00BE2C51" w:rsidP="00BE2C51">
      <w:pPr>
        <w:pStyle w:val="libNormal"/>
      </w:pPr>
      <w:r>
        <w:t>It is not proper that a four years old son takes a shower along with his mother. Similarly a four years old daughter should not bathe with her father. The children and youth should not remain alone doing nothing. Loneliness might create the urge for masturbation. The private parts of a small boy must be kept covered, not exposed, to his other siblings. Never use abusive invectives with the children. The husband and wife should not sleep on one bed in the presence of their children. They should not play pranks on each other while the children are around.</w:t>
      </w:r>
    </w:p>
    <w:p w:rsidR="00822417" w:rsidRDefault="00BE2C51" w:rsidP="00BE2C51">
      <w:pPr>
        <w:pStyle w:val="libNormal"/>
      </w:pPr>
      <w:r>
        <w:lastRenderedPageBreak/>
        <w:t>One problem of a couple with children is the sexual relations between the man and wife. It is a right of the couple to sleep together. But when there are a few children in the family, there will be the problem of having some privacy. Any way, they should continue their private relationship without giving a hint about it to the children. Otherwise there will be the danger of the sexual urge rising in the children and, at their age, it would be prone with horrible consequences.</w:t>
      </w:r>
    </w:p>
    <w:p w:rsidR="00822417" w:rsidRDefault="00BE2C51" w:rsidP="00BE2C51">
      <w:pPr>
        <w:pStyle w:val="libNormal"/>
      </w:pPr>
      <w:r>
        <w:t>Imam Jafer al Sadiq says:</w:t>
      </w:r>
    </w:p>
    <w:p w:rsidR="00822417" w:rsidRDefault="00BE2C51" w:rsidP="00BE2C51">
      <w:pPr>
        <w:pStyle w:val="libNormal"/>
      </w:pPr>
      <w:r>
        <w:rPr>
          <w:rFonts w:hint="eastAsia"/>
        </w:rPr>
        <w:t>“</w:t>
      </w:r>
      <w:r>
        <w:t>The husband should not go near his wife while the child is in their bed room. Otherwise it will be like committing a rape." (Wasail al shiah, v 14, p. 94</w:t>
      </w:r>
    </w:p>
    <w:p w:rsidR="00822417" w:rsidRDefault="00BE2C51" w:rsidP="00BE2C51">
      <w:pPr>
        <w:pStyle w:val="libNormal"/>
      </w:pPr>
      <w:r>
        <w:t>The Prophet of Islam has said:</w:t>
      </w:r>
    </w:p>
    <w:p w:rsidR="00822417" w:rsidRDefault="00BE2C51" w:rsidP="00BE2C51">
      <w:pPr>
        <w:pStyle w:val="libNormal"/>
      </w:pPr>
      <w:r>
        <w:rPr>
          <w:rFonts w:hint="eastAsia"/>
        </w:rPr>
        <w:t>“</w:t>
      </w:r>
      <w:r>
        <w:t>By Allah! someone copulates with his wife when his child is in the room, and the child looks at them and hears their sound, then that child will never prosper. Be it a girl or a boy, either will get besmirched in adultery ( for the mere observation of the act)."</w:t>
      </w:r>
    </w:p>
    <w:p w:rsidR="00822417" w:rsidRDefault="00BE2C51" w:rsidP="00BE2C51">
      <w:pPr>
        <w:pStyle w:val="libNormal"/>
      </w:pPr>
      <w:r>
        <w:t>Whenever Imam Zain ul Abidin wanted to be near his spouse, he used to send out his servants, bolt the door from inside and put down the curtains. (Wasail al shiah, v 14, p. 94)</w:t>
      </w:r>
    </w:p>
    <w:p w:rsidR="00822417" w:rsidRDefault="00BE2C51" w:rsidP="00BE2C51">
      <w:pPr>
        <w:pStyle w:val="libNormal"/>
      </w:pPr>
      <w:r>
        <w:t>The Prophet of Islam has prohibited man coming near his wife when the little baby looks at them from the cradle. (Mustadrak al-wasail, v 2, p. 546)</w:t>
      </w:r>
    </w:p>
    <w:p w:rsidR="00822417" w:rsidRDefault="00BE2C51" w:rsidP="00BE2C51">
      <w:pPr>
        <w:pStyle w:val="libNormal"/>
      </w:pPr>
      <w:r>
        <w:t>Therefore the husband and wife who have a child, should not be as unrestricted as they used to be before getting the child. To guard the chastity of the children, the couple should keep their conjugal life totally away from their view. This may not be so easy a process. But they have no other alternative. They should not think that the child is innocent and will not comprehend anything at that age. But to the contrary, the children are very sharp. They will deduce their own conclusions from what they observe.</w:t>
      </w:r>
    </w:p>
    <w:p w:rsidR="00822417" w:rsidRDefault="00BE2C51" w:rsidP="00BE2C51">
      <w:pPr>
        <w:pStyle w:val="libNormal"/>
      </w:pPr>
      <w:r>
        <w:t>They will be inquisitive to know what the parents do in privacy. Sometimes even they pretend to be asleep to know and see what is going on. They also try to peep from behind the doors and curtains. It is better if the parents have a secure, private room for themselves in the house. As far as possible this room should be at some distance from the children’s quarters. The children should be trained to announce their arrival when they enter the parents’ room. The parents should avoid their conjugal affairs when the children are around at home, or until they have not soundly gone to sleep.</w:t>
      </w:r>
    </w:p>
    <w:p w:rsidR="00822417" w:rsidRDefault="00BE2C51" w:rsidP="00BE2C51">
      <w:pPr>
        <w:pStyle w:val="libNormal"/>
      </w:pPr>
      <w:r>
        <w:t>A Western intellectual writes thus:</w:t>
      </w:r>
    </w:p>
    <w:p w:rsidR="00822417" w:rsidRDefault="00BE2C51" w:rsidP="00BE2C51">
      <w:pPr>
        <w:pStyle w:val="libNormal"/>
      </w:pPr>
      <w:r>
        <w:rPr>
          <w:rFonts w:hint="eastAsia"/>
        </w:rPr>
        <w:t>“</w:t>
      </w:r>
      <w:r>
        <w:t>Most modern dwellings are made in such a way that the planners overlook the privacy for the conjugal relations of the inmates. In fact the homes these days can be termed as the dwellings that are against sexual requirements of the dwellers. Most homes or apartments are such that there is no provision of separate bedroom for the parents. And if they are there, the walls of the rooms are so thin that the children living in the next room can hear even if the children whisper sweet nothings to each other. .It is a bitter fact that because of not having a proper place for their conjugal life, the parents will have a suffocated existence." (Paiwand hai Kudak wa Khanwada, p. 176)</w:t>
      </w:r>
    </w:p>
    <w:p w:rsidR="00822417" w:rsidRDefault="00BE2C51" w:rsidP="00BE2C51">
      <w:pPr>
        <w:pStyle w:val="libNormal"/>
      </w:pPr>
      <w:r>
        <w:lastRenderedPageBreak/>
        <w:t>But one disadvantage of the parents sleeping in a separate bedroom is that they will not know what the children are up to. Particularly when there is a slightly grown up boy and there is also a girl in the group of the children. In this situation leaving the children together in one room may not be advisable. In a situation of this type, the parents may have to sacrifice their own convenience. If the parents have to sleep with the children in the same dormitory, they should use separate beds. For their conjugal satisfaction they shall have to find a quiet corner late in the night when all the kids have gone to sleep. When the parents are responsible persons and they have the will, they can find solution to the problem without much difficulty.</w:t>
      </w:r>
    </w:p>
    <w:p w:rsidR="00822417" w:rsidRDefault="00BE2C51" w:rsidP="00BE2C51">
      <w:pPr>
        <w:pStyle w:val="libNormal"/>
      </w:pPr>
      <w:r>
        <w:t>Allah says in the Holy Quran:</w:t>
      </w:r>
    </w:p>
    <w:p w:rsidR="00822417" w:rsidRDefault="00BE2C51" w:rsidP="00BE2C51">
      <w:pPr>
        <w:pStyle w:val="libNormal"/>
      </w:pPr>
      <w:r>
        <w:rPr>
          <w:rFonts w:hint="eastAsia"/>
        </w:rPr>
        <w:t>“</w:t>
      </w:r>
      <w:r>
        <w:t>O ye who believeLet those whom your right hands possess and those of you who have not reached puberty seek permission of you three times (a day) (ere they come into your presence) before the morning prayer, and when ye lay aside your garments for the heat (at midday), These are the three times of privacy for you; It is neither for you nor for them a sin (if) after those (three times) ; some of you go round attending upon the others; Thus doth God maketh clear unto you the signs; and God is all-Knowing, All-Wise." (Quran, 24:58)</w:t>
      </w:r>
    </w:p>
    <w:p w:rsidR="00822417" w:rsidRDefault="00BE2C51" w:rsidP="00BE2C51">
      <w:pPr>
        <w:pStyle w:val="libNormal"/>
      </w:pPr>
      <w:r>
        <w:t>Before puberty the children ask direct and indirect questions about sex. Some parents avoid such questions. For example they say:, ‘Keep quietDon’t ask such silly questions!’ ‘ These things don’t concern you!’ ‘You will understand everything when you grow up!’</w:t>
      </w:r>
    </w:p>
    <w:p w:rsidR="00822417" w:rsidRDefault="00BE2C51" w:rsidP="00BE2C51">
      <w:pPr>
        <w:pStyle w:val="libNormal"/>
      </w:pPr>
      <w:r>
        <w:t>They can momentarily quieten the children with these vague replies.But some parents do give replies to the child’s questions. But these answers too are wrong and contrary to the facts. The child subtly understands that the parents are not telling the truth to him.</w:t>
      </w:r>
    </w:p>
    <w:p w:rsidR="00822417" w:rsidRDefault="00BE2C51" w:rsidP="00BE2C51">
      <w:pPr>
        <w:pStyle w:val="libNormal"/>
      </w:pPr>
      <w:r>
        <w:t>Both the above attitudes are wrong. Because the child is asking questions out of his thirst for knowledge, and if he is not given a proper reply, he might be more inquisitive and might get information from other quarters that may not be in his best interests. Fortunately, the questions asked by the children about sex prior to puberty are not so complicated that answering them could be very difficult for the parents.</w:t>
      </w:r>
    </w:p>
    <w:p w:rsidR="00822417" w:rsidRDefault="00BE2C51" w:rsidP="00BE2C51">
      <w:pPr>
        <w:pStyle w:val="libNormal"/>
      </w:pPr>
      <w:r>
        <w:t>The one question that troubles every child is the difference between the private parts of a boy and a girl. A child fully understands that there is difference between his private part and that of his sister. But he wants to know, why this difference?. Sometimes he fears that he has some defect in himself that he is not like his sister.</w:t>
      </w:r>
    </w:p>
    <w:p w:rsidR="00822417" w:rsidRDefault="00BE2C51" w:rsidP="00BE2C51">
      <w:pPr>
        <w:pStyle w:val="libNormal"/>
      </w:pPr>
      <w:r>
        <w:t>At other times he thinks that the sister is defective. He wants to know the cause for the difference and asks for an explanation from the parents. It is the duty of the parents to give a satisfactory reply to the child. They must tell him that all boys are made like him and all the girls are like his sister. Then the boys grow up to be fathers and the girls grow into mothers. They will have the children of their own and the cycle will thus go on and on.</w:t>
      </w:r>
    </w:p>
    <w:p w:rsidR="00822417" w:rsidRDefault="00BE2C51" w:rsidP="00BE2C51">
      <w:pPr>
        <w:pStyle w:val="libNormal"/>
      </w:pPr>
      <w:r>
        <w:t xml:space="preserve">You need not imagine for a moment that the child wants to know all the facts about sex in one go. He wants to get the answer only for what he has in his mind at that moment. Neither anything more, nor less than itBefore a </w:t>
      </w:r>
      <w:r>
        <w:lastRenderedPageBreak/>
        <w:t>child reaches the age of understanding, he must be informed about sex to the extent it is absolutely necessary and within his easy comprehension. If you don’t reply to his queries, he might pick up harmful details from the elder urchins in the neighbourhood or from the other boys at school. If you guide the child properly, he will be safe from damaging information from other quarters.</w:t>
      </w:r>
    </w:p>
    <w:p w:rsidR="00822417" w:rsidRDefault="00BE2C51" w:rsidP="00BE2C51">
      <w:pPr>
        <w:pStyle w:val="libNormal"/>
      </w:pPr>
      <w:r>
        <w:t>When your child attains puberty, and you know that his sexual instinct has awakened to an extent, and there is speedy metamorphosis in him, then at an appropriate moment you must inform him thus:</w:t>
      </w:r>
    </w:p>
    <w:p w:rsidR="00822417" w:rsidRDefault="00BE2C51" w:rsidP="00BE2C51">
      <w:pPr>
        <w:pStyle w:val="libNormal"/>
      </w:pPr>
      <w:r>
        <w:t>When children grow up, they will have a desire to have a companion. The girls like boys as companions and the boys like the girls. There is no harm in this. But, if the companion is pious and gentle, then it will be fortunate for both the boy and the girl. Otherwise, a bad companion for a person can be a curse for him or her.</w:t>
      </w:r>
    </w:p>
    <w:p w:rsidR="00822417" w:rsidRDefault="00BE2C51" w:rsidP="00BE2C51">
      <w:pPr>
        <w:pStyle w:val="libNormal"/>
      </w:pPr>
      <w:r>
        <w:t>After marriage the responsibilities multiply many times. The expenses on the wife and, when the children arrive, the expenses keep mounting. All these responsibilities have to be borne by the husband. You too must complete your education properly that you settle into a good job. Then we can arrange your marriage. Work hard at your studies. If you are a capable person, people will like you and you can get a good bride for yourself.</w:t>
      </w:r>
    </w:p>
    <w:p w:rsidR="00822417" w:rsidRDefault="00BE2C51" w:rsidP="00BE2C51">
      <w:pPr>
        <w:pStyle w:val="libNormal"/>
      </w:pPr>
      <w:r>
        <w:t>Beware of masturbation. It is a sin. It is also harmful for a person’s health. A person who does it, may not be suitable marriage later on.</w:t>
      </w:r>
    </w:p>
    <w:p w:rsidR="00822417" w:rsidRDefault="00BE2C51" w:rsidP="00BE2C51">
      <w:pPr>
        <w:pStyle w:val="libNormal"/>
      </w:pPr>
      <w:r>
        <w:t>Avoid bad company and don’t pick the habits of bad friends. Some of these habits destroy a person. "</w:t>
      </w:r>
    </w:p>
    <w:p w:rsidR="00822417" w:rsidRDefault="00BE2C51" w:rsidP="00BE2C51">
      <w:pPr>
        <w:pStyle w:val="libNormal"/>
      </w:pPr>
      <w:r>
        <w:t>When children grow, they start getting furze in their armpits and the pubic area. The children get scared seeing this for the first time. Guide them appropriately. Explain to them the method of removing the unnecessary hairs. The girl starts getting menses. When she sees the blood stains on her clothing, she gets scared. Guide her about the periodic menstruation that a girl gets after puberty. Her breasts start growing, some girls get worried about this development too.</w:t>
      </w:r>
    </w:p>
    <w:p w:rsidR="00822417" w:rsidRDefault="00BE2C51" w:rsidP="00BE2C51">
      <w:pPr>
        <w:pStyle w:val="libNormal"/>
      </w:pPr>
      <w:r>
        <w:t>Similarly when the son shows the signs of puberty, he will see disturbing dreams in his sleep. During the dreams his emotions will rise and ejaculation will come. Sometimes, innocent and ignorant, children think that they have some serious disease. Sometimes they think that they are committing a sin. They worry and keep the matter to themselves as a closely guarded secret. In such times, it is the duty of the parents to prepare the child in advance.</w:t>
      </w:r>
    </w:p>
    <w:p w:rsidR="00822417" w:rsidRDefault="00BE2C51" w:rsidP="00BE2C51">
      <w:pPr>
        <w:pStyle w:val="libNormal"/>
      </w:pPr>
      <w:r>
        <w:t>The mother should take the daughter into confidence and explain to her that getting hair in certain regions of the body and bleeding periods with the onset of puberty are normal phenomena for girls. She must teach the daughter about the personal hygiene during these periods and the method of cleansing after the period is over. She must also be told that during the periods she should not observe fasts nor should she offer her mandatory prayers. The Ramadhan fasts that she has missed during the period, she can observe later on, at her convenience.</w:t>
      </w:r>
    </w:p>
    <w:p w:rsidR="00822417" w:rsidRDefault="00BE2C51" w:rsidP="00BE2C51">
      <w:pPr>
        <w:pStyle w:val="libNormal"/>
      </w:pPr>
      <w:r>
        <w:t xml:space="preserve">The father too should tell to his son that he is a grown up person now. He will get hair in his arm-pits and the pubic region. He will experience </w:t>
      </w:r>
      <w:r>
        <w:lastRenderedPageBreak/>
        <w:t>emotional dreams with ejaculation. This is a normal phenomenon with all boys who have attained puberty. He needn’t worry about this. Whenever he ejaculated in his dream, he will have to take the mandatory cleansing bath. The father should explain to the son the method of taking the cleansing bath. In this way the parents can put the minds of their children, who are at the threshold of adult life now, at rest.</w:t>
      </w:r>
    </w:p>
    <w:p w:rsidR="00BE2C51" w:rsidRDefault="00BE2C51" w:rsidP="003C333D">
      <w:pPr>
        <w:pStyle w:val="libNormal"/>
      </w:pPr>
      <w:r>
        <w:br w:type="page"/>
      </w:r>
    </w:p>
    <w:p w:rsidR="00822417" w:rsidRDefault="00BE2C51" w:rsidP="00BE2C51">
      <w:pPr>
        <w:pStyle w:val="Heading1Center"/>
      </w:pPr>
      <w:bookmarkStart w:id="72" w:name="_Toc431646379"/>
      <w:r>
        <w:lastRenderedPageBreak/>
        <w:t>The Habit of Reading Books</w:t>
      </w:r>
      <w:bookmarkEnd w:id="72"/>
    </w:p>
    <w:p w:rsidR="00822417" w:rsidRDefault="00BE2C51" w:rsidP="00BE2C51">
      <w:pPr>
        <w:pStyle w:val="libNormal"/>
      </w:pPr>
      <w:r>
        <w:t>Books are one of the best tools for training and upbringing. A good book always has a salutary effect on the mind of a reader. It will elevate spirit and thoughts. It will augment his store of knowledge. Books help in correcting moral ineptitude. Particularly in these days of mechanical existence, when people have hardly any time to attend meetings and symposia, the best source of acquiring religious and general knowledge are books that can be browsed whenever a person finds some time to spare.</w:t>
      </w:r>
    </w:p>
    <w:p w:rsidR="00822417" w:rsidRDefault="00BE2C51" w:rsidP="00BE2C51">
      <w:pPr>
        <w:pStyle w:val="libNormal"/>
      </w:pPr>
      <w:r>
        <w:t>It is possible that the reading of book might have a deeper impact on the minds of the readers than the other sources of acquiring knowledge. Sometimes, reading brings about a revolutionary change in the outlook of a person. The habit of reading is the best pastime. It can keep a person busy when he has nothing else to do. The persons who are in the habit of reading, not only make the best use of their spare time but they will keep their minds away from the worries that might chase them if they sit brooding, doing nothing. A good book, for a reader, is better than visiting the best of gardens and scenic places.</w:t>
      </w:r>
    </w:p>
    <w:p w:rsidR="00822417" w:rsidRDefault="00BE2C51" w:rsidP="00BE2C51">
      <w:pPr>
        <w:pStyle w:val="libNormal"/>
      </w:pPr>
      <w:r>
        <w:t>Ali, The Commander of the Faithful, says:</w:t>
      </w:r>
    </w:p>
    <w:p w:rsidR="00822417" w:rsidRDefault="00BE2C51" w:rsidP="00BE2C51">
      <w:pPr>
        <w:pStyle w:val="libNormal"/>
      </w:pPr>
      <w:r>
        <w:t>"A person who keeps himself occupied with books, will never lose his peace of mind." (Gharar al hukm, p. 636)</w:t>
      </w:r>
    </w:p>
    <w:p w:rsidR="00822417" w:rsidRDefault="00BE2C51" w:rsidP="00BE2C51">
      <w:pPr>
        <w:pStyle w:val="libNormal"/>
      </w:pPr>
      <w:r>
        <w:rPr>
          <w:rFonts w:hint="eastAsia"/>
        </w:rPr>
        <w:t>“</w:t>
      </w:r>
      <w:r>
        <w:t>Obtaining fresh knowledge remove the tiredness and cloudiness of your hearts; because the hearts, like the bodies, too experience exhaustion." (Usul al-Kafi, v 1, p. 48)</w:t>
      </w:r>
    </w:p>
    <w:p w:rsidR="00822417" w:rsidRDefault="00BE2C51" w:rsidP="00BE2C51">
      <w:pPr>
        <w:pStyle w:val="libNormal"/>
      </w:pPr>
      <w:r>
        <w:t>The gauge for the progress and civilisation of any nation is the quality and the number of books and the number of persons habituated of reading them. Formal education of a person is no criterion of judging a person’s learning. A really learned person is one who is engaged in meaningful reading and research.</w:t>
      </w:r>
    </w:p>
    <w:p w:rsidR="00822417" w:rsidRDefault="00BE2C51" w:rsidP="00BE2C51">
      <w:pPr>
        <w:pStyle w:val="libNormal"/>
      </w:pPr>
      <w:r>
        <w:t>We unfortunately have lots of persons with school diplomas and university degrees but very few learned scholars and researchers. Most children, when they complete their formal education, keep aside the books and get busy with other activities of life. The growth of knowledge of these persons gets stagnant from that time. Their criterion of acquiring education for finding a job has been achieved.</w:t>
      </w:r>
    </w:p>
    <w:p w:rsidR="00822417" w:rsidRDefault="00BE2C51" w:rsidP="00BE2C51">
      <w:pPr>
        <w:pStyle w:val="libNormal"/>
      </w:pPr>
      <w:r>
        <w:t>They feel that there is no further use for any more knowledge. In fact, education should be for achieving excellence in the chosen field of knowledge. Education is a continuous process and goes on till the last breath of a person. The Religion of Islam too has exhorted its followers to pursue the path of learning from the cradle to the grave.</w:t>
      </w:r>
    </w:p>
    <w:p w:rsidR="00822417" w:rsidRDefault="00BE2C51" w:rsidP="00BE2C51">
      <w:pPr>
        <w:pStyle w:val="libNormal"/>
      </w:pPr>
      <w:r>
        <w:t>The Prophet of Islam has said:</w:t>
      </w:r>
    </w:p>
    <w:p w:rsidR="00822417" w:rsidRDefault="00BE2C51" w:rsidP="00BE2C51">
      <w:pPr>
        <w:pStyle w:val="libNormal"/>
      </w:pPr>
      <w:r>
        <w:t>"Search for knowledge is the duty of every Muslim. Allah likes the seekers of knowledge." (Usul al-Kafi, Vol1, p. 30)</w:t>
      </w:r>
    </w:p>
    <w:p w:rsidR="00822417" w:rsidRDefault="00BE2C51" w:rsidP="00BE2C51">
      <w:pPr>
        <w:pStyle w:val="libNormal"/>
      </w:pPr>
      <w:r>
        <w:t>Imam Jafer al Sadiq says:</w:t>
      </w:r>
    </w:p>
    <w:p w:rsidR="00822417" w:rsidRDefault="00BE2C51" w:rsidP="00BE2C51">
      <w:pPr>
        <w:pStyle w:val="libNormal"/>
      </w:pPr>
      <w:r>
        <w:rPr>
          <w:rFonts w:hint="eastAsia"/>
        </w:rPr>
        <w:t>“</w:t>
      </w:r>
      <w:r>
        <w:t>Even if my companions are motivated to acquire knowledge at the threat of a whipping, I would approve of it.”. (Usul al-Kafi, v 1, p. 33)</w:t>
      </w:r>
    </w:p>
    <w:p w:rsidR="00822417" w:rsidRDefault="00BE2C51" w:rsidP="00BE2C51">
      <w:pPr>
        <w:pStyle w:val="libNormal"/>
      </w:pPr>
      <w:r>
        <w:t>The Prophet of Islam has said:</w:t>
      </w:r>
    </w:p>
    <w:p w:rsidR="00822417" w:rsidRDefault="00BE2C51" w:rsidP="00BE2C51">
      <w:pPr>
        <w:pStyle w:val="libNormal"/>
      </w:pPr>
      <w:r>
        <w:rPr>
          <w:rFonts w:hint="eastAsia"/>
        </w:rPr>
        <w:lastRenderedPageBreak/>
        <w:t>“</w:t>
      </w:r>
      <w:r>
        <w:t>Barring two types of persons, there is no reward for anyone else; First the erudite scholar and then he who is busy acquiring knowledge." (Usul al-Kafi, v 1, 33)</w:t>
      </w:r>
    </w:p>
    <w:p w:rsidR="00822417" w:rsidRDefault="00BE2C51" w:rsidP="00BE2C51">
      <w:pPr>
        <w:pStyle w:val="libNormal"/>
      </w:pPr>
      <w:r>
        <w:t>Imam Jafer al Sadiq said:</w:t>
      </w:r>
    </w:p>
    <w:p w:rsidR="00822417" w:rsidRDefault="00BE2C51" w:rsidP="00BE2C51">
      <w:pPr>
        <w:pStyle w:val="libNormal"/>
      </w:pPr>
      <w:r>
        <w:rPr>
          <w:rFonts w:hint="eastAsia"/>
        </w:rPr>
        <w:t>“</w:t>
      </w:r>
      <w:r>
        <w:t>Persons are of three types: 1. The erudite scholar,2. The seeker of knowledge, and3. The others are mere a heap of garbage.” (Usul al-Kafi, v 1, p. 34)</w:t>
      </w:r>
    </w:p>
    <w:p w:rsidR="00822417" w:rsidRDefault="00BE2C51" w:rsidP="00BE2C51">
      <w:pPr>
        <w:pStyle w:val="libNormal"/>
      </w:pPr>
      <w:r>
        <w:t>Luqman, the Prophet, told to his son, ‘ Spare some time in the day and night for reading and acquiring knowledge. If you stop reading, your knowledge will dissipate.’ (Bihar al-anwar, v 1, p. 169)</w:t>
      </w:r>
    </w:p>
    <w:p w:rsidR="00822417" w:rsidRDefault="00BE2C51" w:rsidP="00BE2C51">
      <w:pPr>
        <w:pStyle w:val="libNormal"/>
      </w:pPr>
      <w:r>
        <w:t>Imam Jafer al Sadiq said:</w:t>
      </w:r>
    </w:p>
    <w:p w:rsidR="00822417" w:rsidRDefault="00BE2C51" w:rsidP="00BE2C51">
      <w:pPr>
        <w:pStyle w:val="libNormal"/>
      </w:pPr>
      <w:r>
        <w:rPr>
          <w:rFonts w:hint="eastAsia"/>
        </w:rPr>
        <w:t>“</w:t>
      </w:r>
      <w:r>
        <w:t>Search for knowledge in all conditions is absolutely necessary." (Bihar al-anwar, v 1, p. 172)</w:t>
      </w:r>
    </w:p>
    <w:p w:rsidR="00822417" w:rsidRDefault="00BE2C51" w:rsidP="00BE2C51">
      <w:pPr>
        <w:pStyle w:val="libNormal"/>
      </w:pPr>
      <w:r>
        <w:t>The Prophet of Islam has said:</w:t>
      </w:r>
    </w:p>
    <w:p w:rsidR="00822417" w:rsidRDefault="00BE2C51" w:rsidP="00BE2C51">
      <w:pPr>
        <w:pStyle w:val="libNormal"/>
      </w:pPr>
      <w:r>
        <w:t>"Search for knowledge is the duty of every Muslim man and every Muslim woman." (Bihar al-anwar, v 1, p. 177)</w:t>
      </w:r>
    </w:p>
    <w:p w:rsidR="00822417" w:rsidRDefault="00BE2C51" w:rsidP="00BE2C51">
      <w:pPr>
        <w:pStyle w:val="libNormal"/>
      </w:pPr>
      <w:r>
        <w:t>Imam Jafer al Sadiq says:</w:t>
      </w:r>
    </w:p>
    <w:p w:rsidR="00822417" w:rsidRDefault="00BE2C51" w:rsidP="00BE2C51">
      <w:pPr>
        <w:pStyle w:val="libNormal"/>
      </w:pPr>
      <w:r>
        <w:rPr>
          <w:rFonts w:hint="eastAsia"/>
        </w:rPr>
        <w:t>“</w:t>
      </w:r>
      <w:r>
        <w:t>If the people knew the uses of knowledge, they would have tried to acquire it even at the cost of their very lives. For this purpose they would have undertaken hazardous sea voyages." (Bihar al-anwar, v 1, p. 177)</w:t>
      </w:r>
    </w:p>
    <w:p w:rsidR="00822417" w:rsidRDefault="00BE2C51" w:rsidP="00BE2C51">
      <w:pPr>
        <w:pStyle w:val="libNormal"/>
      </w:pPr>
      <w:r>
        <w:t>The Prophet has said:</w:t>
      </w:r>
    </w:p>
    <w:p w:rsidR="00822417" w:rsidRDefault="00BE2C51" w:rsidP="00BE2C51">
      <w:pPr>
        <w:pStyle w:val="libNormal"/>
      </w:pPr>
      <w:r>
        <w:rPr>
          <w:rFonts w:hint="eastAsia"/>
        </w:rPr>
        <w:t>“</w:t>
      </w:r>
      <w:r>
        <w:t>If I spent one day without adding to the store of my knowledge, I would consider that day unlucky for me." (Majma al zawaid, v 1, p. 127)</w:t>
      </w:r>
    </w:p>
    <w:p w:rsidR="00822417" w:rsidRDefault="00BE2C51" w:rsidP="00BE2C51">
      <w:pPr>
        <w:pStyle w:val="libNormal"/>
      </w:pPr>
      <w:r>
        <w:t>It is the duty of the parents to send their children to schools for acquiring knowledge of reading and writing. Islam has very clear directions in this regard for the followers of the faith:</w:t>
      </w:r>
    </w:p>
    <w:p w:rsidR="00822417" w:rsidRDefault="00BE2C51" w:rsidP="00BE2C51">
      <w:pPr>
        <w:pStyle w:val="libNormal"/>
      </w:pPr>
      <w:r>
        <w:t>Imam Jafer al Sadiq says:</w:t>
      </w:r>
    </w:p>
    <w:p w:rsidR="00822417" w:rsidRDefault="00BE2C51" w:rsidP="00BE2C51">
      <w:pPr>
        <w:pStyle w:val="libNormal"/>
      </w:pPr>
      <w:r>
        <w:rPr>
          <w:rFonts w:hint="eastAsia"/>
        </w:rPr>
        <w:t>“</w:t>
      </w:r>
      <w:r>
        <w:t>A child plays for seven years, studies for seven years and for another seven years learns about what is permissible (halal) and im-permissible (haram)." (Mustadrak al-wasail, v 2, p. 645)</w:t>
      </w:r>
    </w:p>
    <w:p w:rsidR="00822417" w:rsidRDefault="00BE2C51" w:rsidP="00BE2C51">
      <w:pPr>
        <w:pStyle w:val="libNormal"/>
      </w:pPr>
      <w:r>
        <w:t>The Prophet of Islam has said: "A son has three rights over his father: 1. The father must select a goodname for him. 2. The father should teach him to read and write, and3. .when he grows up, get him a spouse." (Mustadrak al-wasail, v 2, p. 625)</w:t>
      </w:r>
    </w:p>
    <w:p w:rsidR="00822417" w:rsidRDefault="00BE2C51" w:rsidP="00BE2C51">
      <w:pPr>
        <w:pStyle w:val="libNormal"/>
      </w:pPr>
      <w:r>
        <w:t>"When a child is taken to the school, and the teacher instructs him to say Bism Allah ( In the name of Allah Almighty), Allah will spare the child’s parents from the fire of the Hell!" (Mustadrak al-wasail, v 2, p. 625)</w:t>
      </w:r>
    </w:p>
    <w:p w:rsidR="00822417" w:rsidRDefault="00BE2C51" w:rsidP="00BE2C51">
      <w:pPr>
        <w:pStyle w:val="libNormal"/>
      </w:pPr>
      <w:r>
        <w:rPr>
          <w:rFonts w:hint="eastAsia"/>
        </w:rPr>
        <w:t>“</w:t>
      </w:r>
      <w:r>
        <w:t>Pity on the children of the Last Epoch, for what their forebears have brought to them. Although the parents would themselves be Muslims, they would not acquaint the children with the religious duties." (Mustadrak al-wasail, v 2, Page, 625)</w:t>
      </w:r>
    </w:p>
    <w:p w:rsidR="00822417" w:rsidRDefault="00BE2C51" w:rsidP="00BE2C51">
      <w:pPr>
        <w:pStyle w:val="libNormal"/>
      </w:pPr>
      <w:r>
        <w:t>The other responsibility of the parents is that they bring up their children in such a way they cultivate the habits of reading good books and become researchers of knowledge. The atmosphere in their homes should be one of education and learning. They must motivate the children by their words and actions to cultivate the habit of reading. Before the child goes for formal education to the school, he should be introduced to books. In the beginning the parents must read out books to the child.</w:t>
      </w:r>
    </w:p>
    <w:p w:rsidR="00822417" w:rsidRDefault="00BE2C51" w:rsidP="00BE2C51">
      <w:pPr>
        <w:pStyle w:val="libNormal"/>
      </w:pPr>
      <w:r>
        <w:lastRenderedPageBreak/>
        <w:t>They should read small and interesting stories and fables to make the child interested in books. Give the children books with lots of multicolour pictures and illustrations. Every day, the parents or the elder siblings should read to the child a part of the book to keep his sustained interest in the contents.</w:t>
      </w:r>
    </w:p>
    <w:p w:rsidR="00822417" w:rsidRDefault="00BE2C51" w:rsidP="00BE2C51">
      <w:pPr>
        <w:pStyle w:val="libNormal"/>
      </w:pPr>
      <w:r>
        <w:t>They should explain to the child about the illustrations in the book. Then the child should be asked to recount the story and tell about the illustration printed withthe story. In this informal education, the parents should not make haste in teaching and should not give to him any books that are beyond his comprehension. They must first make the child interested in listening to stories, then bring the process of reading out from the books.</w:t>
      </w:r>
    </w:p>
    <w:p w:rsidR="00822417" w:rsidRDefault="00BE2C51" w:rsidP="00BE2C51">
      <w:pPr>
        <w:pStyle w:val="libNormal"/>
      </w:pPr>
      <w:r>
        <w:t>Continue this process till the child learns to read and write himself. Then leave the work of reading the books to the child. Sometimes ask the opinion of the child about a new book that he has read. Discuss the contents of the book with him. .Continue giving attention till the child becomes habituated of reading books.</w:t>
      </w:r>
    </w:p>
    <w:p w:rsidR="00822417" w:rsidRDefault="00BE2C51" w:rsidP="00BE2C51">
      <w:pPr>
        <w:pStyle w:val="libNormal"/>
      </w:pPr>
      <w:r>
        <w:t>Here the parents must be reminded of certain points:</w:t>
      </w:r>
    </w:p>
    <w:p w:rsidR="00822417" w:rsidRDefault="00BE2C51" w:rsidP="00BE2C51">
      <w:pPr>
        <w:pStyle w:val="libNormal"/>
      </w:pPr>
      <w:r>
        <w:t>1. The children like stories and fables and understand their contents well. It is therefore useful the material provided to them on any subject should be in the form of stories.</w:t>
      </w:r>
    </w:p>
    <w:p w:rsidR="00822417" w:rsidRDefault="00BE2C51" w:rsidP="00BE2C51">
      <w:pPr>
        <w:pStyle w:val="libNormal"/>
      </w:pPr>
      <w:r>
        <w:t>2. Every child will have his own individual personality. The capability and tastes too will differ from person to person. There will be changes in the tastes of a person with advancements in years. Therefore, the parents must first try to gauge the taste and the capability of their child and then bring the books to suit his requirements. Don’t thrust difficult and boring contents on the child. This might have negative impact on the child’s reading habit.</w:t>
      </w:r>
    </w:p>
    <w:p w:rsidR="00822417" w:rsidRDefault="00BE2C51" w:rsidP="00BE2C51">
      <w:pPr>
        <w:pStyle w:val="libNormal"/>
      </w:pPr>
      <w:r>
        <w:t>3. Since the child is in the process of developing his personality, and the books can have deep impact on this process, care must be exercised to see that books with appropriate content are chosen for him. The parents should first read the books themselves, then decide about their suitability for the child's reading. The child should not read any undesirable matter that might have negative impact on his impressionable mind. If he gets into the habit of reading such literature, it might be difficult to wean him out of it.</w:t>
      </w:r>
    </w:p>
    <w:p w:rsidR="00822417" w:rsidRDefault="00BE2C51" w:rsidP="00BE2C51">
      <w:pPr>
        <w:pStyle w:val="libNormal"/>
      </w:pPr>
      <w:r>
        <w:t>4. Children show more interest in reading about crime and adventure. These books may have deleterious effect on the psyche of the child. Similarly books that give vent to the sexual instincts in the child should be kept out of his reach. One person writes in his memoirs thus: ‘ My Granny used to love me very much. I used to sleep with her in the nights. I always used to ask her to tell me bed-time-stories. To make me go to sleep, she used to tell me one story every night.</w:t>
      </w:r>
    </w:p>
    <w:p w:rsidR="00822417" w:rsidRDefault="00BE2C51" w:rsidP="00BE2C51">
      <w:pPr>
        <w:pStyle w:val="libNormal"/>
      </w:pPr>
      <w:r>
        <w:t xml:space="preserve">In her repertoire there were stories about the Jinn Baba and other tales of horror. These stories have left their mark on my psyche. I used to sleep in the feeling of horror after hearing the stories. I started seeing horrible bad dreams. Over time, I turned into a timid and cowardly person. I was always afraid to be alone. I became excitable and restless. This condition persists with me. How I wish parents and elders don’t relate horror stories to their impressionable children. I have decided that I will not tell such stories to my </w:t>
      </w:r>
      <w:r>
        <w:lastRenderedPageBreak/>
        <w:t>own children. I generally tell them stories from the Holy Quran and other stories with good morals.’</w:t>
      </w:r>
    </w:p>
    <w:p w:rsidR="00822417" w:rsidRDefault="00BE2C51" w:rsidP="00BE2C51">
      <w:pPr>
        <w:pStyle w:val="libNormal"/>
      </w:pPr>
      <w:r>
        <w:t>5. The habit of reading is not just a pastime. The main purpose of reading is to acquire knowledge and understand the contents of the books and deriving advantage from them. It is not very important how many books the child reads, but the important thing is how he has read them. Is he just making a cursory rapid reading? Has he read a book with absorbed interest and understood its contents? The parents should give full attention to this aspect. Occasionally, they must ask the child to give the gist of a book he has read. They should derive their conclusion if the child has understood the contents correctly or not. They should correct the child, if his understanding of the contents is not correct.</w:t>
      </w:r>
    </w:p>
    <w:p w:rsidR="00822417" w:rsidRDefault="00BE2C51" w:rsidP="00BE2C51">
      <w:pPr>
        <w:pStyle w:val="libNormal"/>
      </w:pPr>
      <w:r>
        <w:t>6. Children generally like books with imaginary stories. Some intellectuals encourage reading of such books. They feel that such book will encourage the imaginative faculties of the child. But the author feels that the reading of imaginary and fictitious stories can promote the habit of lying in the child. His mind will become the storehouse of false thoughts. When he grows up, he might allude to falsehoods to fulfill his needs and wishes.</w:t>
      </w:r>
    </w:p>
    <w:p w:rsidR="00822417" w:rsidRDefault="00BE2C51" w:rsidP="00BE2C51">
      <w:pPr>
        <w:pStyle w:val="libNormal"/>
      </w:pPr>
      <w:r>
        <w:t>7. It is true that a child prefers to read stories than other reading matter. But care must be taken that he is given a carefully selected mix of books on various subjects and not just the story-books. The child must slowly develop interest in reading and understanding intricate subject matter of serious literature.</w:t>
      </w:r>
    </w:p>
    <w:p w:rsidR="00822417" w:rsidRDefault="00BE2C51" w:rsidP="00BE2C51">
      <w:pPr>
        <w:pStyle w:val="libNormal"/>
      </w:pPr>
      <w:r>
        <w:t>8. It is not true that the children are fond of only fictitious stories. They will definitely show keen interest in reading the stories of great personalities, their lives and achievements. They can have their role models in these personages and aim to model their own lives on the lives of the great personages.</w:t>
      </w:r>
    </w:p>
    <w:p w:rsidR="00822417" w:rsidRDefault="00BE2C51" w:rsidP="003C333D">
      <w:pPr>
        <w:pStyle w:val="Heading1Center"/>
      </w:pPr>
      <w:bookmarkStart w:id="73" w:name="_Toc431646380"/>
      <w:r>
        <w:t>Physically Handicapped Children</w:t>
      </w:r>
      <w:bookmarkEnd w:id="73"/>
    </w:p>
    <w:p w:rsidR="00822417" w:rsidRDefault="00BE2C51" w:rsidP="00BE2C51">
      <w:pPr>
        <w:pStyle w:val="libNormal"/>
      </w:pPr>
      <w:r>
        <w:t>Some children are physically handicapped from birth, others develop infirmities after accidents. There are many physical disabilities like blindness, lameness, deafness, dumbness etc. There are other children, who may not have any physical abnormalities, but they might be abnormally short, fat, with jutting teeth, small and sunken eyes and several such features.</w:t>
      </w:r>
    </w:p>
    <w:p w:rsidR="00822417" w:rsidRDefault="00BE2C51" w:rsidP="00BE2C51">
      <w:pPr>
        <w:pStyle w:val="libNormal"/>
      </w:pPr>
      <w:r>
        <w:t>There is no fault of the individuals with these aberrations. Allah has given birth to them, as they are. All the creations have their own beauty, it is our thinking that makes yardsticks for judging good looks.</w:t>
      </w:r>
    </w:p>
    <w:p w:rsidR="00822417" w:rsidRDefault="00BE2C51" w:rsidP="00BE2C51">
      <w:pPr>
        <w:pStyle w:val="libNormal"/>
      </w:pPr>
      <w:r>
        <w:t>Since the disabled individuals will be conscious of their disability, they will be sad and subject to the feeling of inferiority. If efforts are not made to remove this feeling from their minds, they will always be sad and morose. With the inferiority complex in him, a person loses his vibrant personality. They start thinking that they are incapable of any good. They will be reluctant to accept responsibilities and come forward to work with alacrity. They literally surrender ignominiously. They might even have access to criminal thoughts as a rebellion against their pitiable condition in the social fabric.</w:t>
      </w:r>
    </w:p>
    <w:p w:rsidR="00822417" w:rsidRDefault="00BE2C51" w:rsidP="00BE2C51">
      <w:pPr>
        <w:pStyle w:val="libNormal"/>
      </w:pPr>
      <w:r>
        <w:lastRenderedPageBreak/>
        <w:t>The disabled are pitiable. It is the duty of the other members of the society to put such handicapped persons at ease. They should give them the same treatment as they give to any normal person. They should not make them conscious of their defect through any overt or covert act. Some people cut practical jokes on the handicapped persons making their defect a matter of ridicule. This will be like piercing their hearts with arrows. Islam strictly prohibits laughing about the physical defects of others. This attitude is counted amongst the major sins a person can commit. There is order for so much care in this matter that the believers are required not even to do anything that can slightly remind the handicapped person of his defect.</w:t>
      </w:r>
    </w:p>
    <w:p w:rsidR="00822417" w:rsidRDefault="00BE2C51" w:rsidP="00BE2C51">
      <w:pPr>
        <w:pStyle w:val="libNormal"/>
      </w:pPr>
      <w:r>
        <w:t>The Prophet of Islam has said:</w:t>
      </w:r>
    </w:p>
    <w:p w:rsidR="00822417" w:rsidRDefault="00BE2C51" w:rsidP="00BE2C51">
      <w:pPr>
        <w:pStyle w:val="libNormal"/>
      </w:pPr>
      <w:r>
        <w:t>"Don’t stare at people under distress and at the lepers, lest your looks provoke the feelings of sadness and shame in their hearts." (Bihar al-anwar, v 75, p. 15)</w:t>
      </w:r>
    </w:p>
    <w:p w:rsidR="00822417" w:rsidRDefault="00BE2C51" w:rsidP="00BE2C51">
      <w:pPr>
        <w:pStyle w:val="libNormal"/>
      </w:pPr>
      <w:r>
        <w:t>It is the responsibility of Muslims to show more attention and care to such persons with a view to ameliorate their feelings of sadness. They must encourage the handicapped to lead as normal a life as possible. The parents of handicapped children carry an onerous responsibility. They should remember that even the handicapped are having the capacity to excel.</w:t>
      </w:r>
    </w:p>
    <w:p w:rsidR="00822417" w:rsidRDefault="00BE2C51" w:rsidP="00BE2C51">
      <w:pPr>
        <w:pStyle w:val="libNormal"/>
      </w:pPr>
      <w:r>
        <w:t>If the parents try to fathom the aptitude of such children and help them to utilise their latent capabilities properly, they can be moulded into efficient and skilled persons. They can excel in scientific and technical fields. Thus they can achieve respected positions in the society. There are innumerable instances of handicapped persons scaling big heights in different activities and reaching the pinnacle of success despite their defects. The parents should not be conscious of their child’s defects and also abstain. from mentioning about it to anyone, at least not in the presence of the child himself or his siblings.</w:t>
      </w:r>
    </w:p>
    <w:p w:rsidR="00822417" w:rsidRDefault="00BE2C51" w:rsidP="00BE2C51">
      <w:pPr>
        <w:pStyle w:val="libNormal"/>
      </w:pPr>
      <w:r>
        <w:t>They should not mention about the defect in the child even in a commiserating manner. Their treatment of this child should not be any different than the treatment they give to their other normal children. If a handicapped child expresses his anxiety about his defect, the parents must try to put him at ease. Remind him of, and praise, his other faculties and encourage him to make good use of them to prove himself a useful member of the society.</w:t>
      </w:r>
    </w:p>
    <w:p w:rsidR="00822417" w:rsidRDefault="00BE2C51" w:rsidP="00BE2C51">
      <w:pPr>
        <w:pStyle w:val="libNormal"/>
      </w:pPr>
      <w:r>
        <w:t>The parents must make a careful study of the latent capabilities in the handicapped child and then consult knowledgeable persons to seek their advice and recommendations for the right course of action. Then they should humour and encourage the child to try and develop the chosen skills. The parents will thus be doing a great service to the society by making their handicapped child a useful member of the community.</w:t>
      </w:r>
    </w:p>
    <w:p w:rsidR="00822417" w:rsidRDefault="00BE2C51" w:rsidP="00BE2C51">
      <w:pPr>
        <w:pStyle w:val="libNormal"/>
      </w:pPr>
      <w:r>
        <w:t>Thus, the handicapped person would, in a way, overcome his handicap and make the best use of the talent gifted by Allah to him.</w:t>
      </w:r>
    </w:p>
    <w:p w:rsidR="00822417" w:rsidRDefault="00BE2C51" w:rsidP="00BE2C51">
      <w:pPr>
        <w:pStyle w:val="libNormal"/>
      </w:pPr>
      <w:r>
        <w:t>A girl writes in her letter thus:</w:t>
      </w:r>
    </w:p>
    <w:p w:rsidR="00822417" w:rsidRDefault="00BE2C51" w:rsidP="00BE2C51">
      <w:pPr>
        <w:pStyle w:val="libNormal"/>
      </w:pPr>
      <w:r>
        <w:t>"A friend of mine told her life’s story to me in these words:</w:t>
      </w:r>
    </w:p>
    <w:p w:rsidR="00822417" w:rsidRDefault="00BE2C51" w:rsidP="00BE2C51">
      <w:pPr>
        <w:pStyle w:val="libNormal"/>
      </w:pPr>
      <w:r>
        <w:rPr>
          <w:rFonts w:hint="eastAsia"/>
        </w:rPr>
        <w:t>‘</w:t>
      </w:r>
      <w:r>
        <w:t xml:space="preserve"> One day I fell down to the ground from the terrace when I was thirteen years old. My back-bone was fractured which rendered me a handicapped person for life. For some time I got treatment at a hospital. Although I had </w:t>
      </w:r>
      <w:r>
        <w:lastRenderedPageBreak/>
        <w:t>terrific pain, later on I realized that the days at the hospital were the better days for me than what I suffered after returning home. When I was discharged from the hospital and reached home, my parents started treating me as a sworn enemy.</w:t>
      </w:r>
    </w:p>
    <w:p w:rsidR="00822417" w:rsidRDefault="00BE2C51" w:rsidP="00BE2C51">
      <w:pPr>
        <w:pStyle w:val="libNormal"/>
      </w:pPr>
      <w:r>
        <w:t>They used to say, ' You are the cause of shame and ill luck for usHow can we tell others that we are the parents of a crippled daughter? You will remain foisted on us forever Instead of consoling me for my predicament, day and night they were taunting me. They never for a moment thought that I was the victim of an unfortunate accident and personally not responsible for what happened. to me. I used to plead to Allah every day to give me death and release me from the life I was living With my paralyzed legs, I used to drag myself around the house and do the work. None ever bothered about my predicament.</w:t>
      </w:r>
    </w:p>
    <w:p w:rsidR="00822417" w:rsidRDefault="00BE2C51" w:rsidP="00BE2C51">
      <w:pPr>
        <w:pStyle w:val="libNormal"/>
      </w:pPr>
      <w:r>
        <w:t>In fact my parents stopped considering me their daughter. My youth was being spent in sorrow and pain. At the age of 15 I looked like an old woman of fifty. My parents died and my brothers and sisters never bothered about me. After sometime I was married. My husband was a very kind person. He loved me very much. Prior to this I had forgotten what is love and affection. Now my condition started to improve day by day. I am now a hale and hearty person. Allah has given me children. I am now spending a happy and contented life.’".</w:t>
      </w:r>
    </w:p>
    <w:p w:rsidR="00822417" w:rsidRDefault="00BE2C51" w:rsidP="003C333D">
      <w:pPr>
        <w:pStyle w:val="Heading1Center"/>
      </w:pPr>
      <w:bookmarkStart w:id="74" w:name="_Toc431646381"/>
      <w:r>
        <w:t>Physical Punishment</w:t>
      </w:r>
      <w:bookmarkEnd w:id="74"/>
    </w:p>
    <w:p w:rsidR="00822417" w:rsidRDefault="00BE2C51" w:rsidP="00BE2C51">
      <w:pPr>
        <w:pStyle w:val="libNormal"/>
      </w:pPr>
      <w:r>
        <w:t>Lots of parents give physical punishment to their children in the interest of proper upbringing. Even some teachers too contribute to this attitude. They believe that the devils cannot be tamed with mere words. In the past a majority of people believed in this dictum. Those days the canes, chains and whips were considered important tools to be handy with a school. The parents desirous of good upbringing of their children never abstained from beating them when required. But most intellectuals consider this tyrannical method of upbringing as barbaric and harmful for the children. In most developed countries of the world there is almost a total ban on the physical punishment for correction of children.</w:t>
      </w:r>
    </w:p>
    <w:p w:rsidR="00822417" w:rsidRDefault="00BE2C51" w:rsidP="00BE2C51">
      <w:pPr>
        <w:pStyle w:val="libNormal"/>
      </w:pPr>
      <w:r>
        <w:t>A child cannot be reformed through physical punishments. Perhaps, it might have a temporary effect on the child, but will be very harmful in a longer run. For example:</w:t>
      </w:r>
    </w:p>
    <w:p w:rsidR="00822417" w:rsidRDefault="00BE2C51" w:rsidP="00BE2C51">
      <w:pPr>
        <w:pStyle w:val="libNormal"/>
      </w:pPr>
      <w:r>
        <w:t>1. When a child is beaten, he gets habituated of bowing down his head to torture and force. He may perhaps start thinking that force is the only key to success. He starts thinking that when one is angry, he should beat. By giving physical punishment to the children, the parents set an example for them to adopt the tyrannical laws of the jungle in their future lives.</w:t>
      </w:r>
    </w:p>
    <w:p w:rsidR="00822417" w:rsidRDefault="00BE2C51" w:rsidP="00BE2C51">
      <w:pPr>
        <w:pStyle w:val="libNormal"/>
      </w:pPr>
      <w:r>
        <w:t>2. The children who get beatings, develop hate and antagonism against their parents. The children never forget the harsh treatment they received at the hands of the parents. Such children might even become rebellious.</w:t>
      </w:r>
    </w:p>
    <w:p w:rsidR="00822417" w:rsidRDefault="00BE2C51" w:rsidP="00BE2C51">
      <w:pPr>
        <w:pStyle w:val="libNormal"/>
      </w:pPr>
      <w:r>
        <w:t>3. Repeated beatings can make a child timid and cowardly. The personality of the child can also be suppressed with physical punishment. He might later on become a victim of psychological ailments.</w:t>
      </w:r>
    </w:p>
    <w:p w:rsidR="00822417" w:rsidRDefault="00BE2C51" w:rsidP="00BE2C51">
      <w:pPr>
        <w:pStyle w:val="libNormal"/>
      </w:pPr>
      <w:r>
        <w:lastRenderedPageBreak/>
        <w:t>4. In most cases physical punishment seldom improves the child. It doesn’t create a wish in the child to correct his behaviour .He might perhaps show some momentary signs of change out of fear of the rod and the beatings, but is no guarantee that he will not repeat the same act again. His basic failing will persist in his subconscious mind. It will manifest itself later on in some other form.</w:t>
      </w:r>
    </w:p>
    <w:p w:rsidR="00822417" w:rsidRDefault="00BE2C51" w:rsidP="00BE2C51">
      <w:pPr>
        <w:pStyle w:val="libNormal"/>
      </w:pPr>
      <w:r>
        <w:t>One person says:</w:t>
      </w:r>
    </w:p>
    <w:p w:rsidR="00822417" w:rsidRDefault="00BE2C51" w:rsidP="00BE2C51">
      <w:pPr>
        <w:pStyle w:val="libNormal"/>
      </w:pPr>
      <w:r>
        <w:rPr>
          <w:rFonts w:hint="eastAsia"/>
        </w:rPr>
        <w:t>“</w:t>
      </w:r>
      <w:r>
        <w:t>My twelve year old son picked up some money from my wife’s wardrobe. When I came to know about this, I punished him with a stick. From that time, he never went near his mother’s wardrobe.</w:t>
      </w:r>
    </w:p>
    <w:p w:rsidR="00822417" w:rsidRDefault="00BE2C51" w:rsidP="00BE2C51">
      <w:pPr>
        <w:pStyle w:val="libNormal"/>
      </w:pPr>
      <w:r>
        <w:t>It is true that the boy did not pick anything else from his mother’s wardrobe. The father appears to have succeeded by meting out physical punishment to the child. But the matter was not so simple. The story proceeded further. The boy found other subterfuges to continue his bad activities. He started boarding the omnibus and avoiding to pay the fare to the conductor. When his mother asked him to shop at the grocers, he would pinch the change. Later on it was learned that he has stolen money from his friends too. The conclusion of the story is that, when the child was beaten for one fault, he cleverly didn’t repeat that act. But his mind worked overtime, and he invented other methods of committing thefts. (Ruwan Shinasi Tajrubi Kudak, p. 263)</w:t>
      </w:r>
    </w:p>
    <w:p w:rsidR="00822417" w:rsidRDefault="00BE2C51" w:rsidP="00BE2C51">
      <w:pPr>
        <w:pStyle w:val="libNormal"/>
      </w:pPr>
      <w:r>
        <w:t>One intellectual writes:</w:t>
      </w:r>
    </w:p>
    <w:p w:rsidR="00822417" w:rsidRDefault="00BE2C51" w:rsidP="00BE2C51">
      <w:pPr>
        <w:pStyle w:val="libNormal"/>
      </w:pPr>
      <w:r>
        <w:rPr>
          <w:rFonts w:hint="eastAsia"/>
        </w:rPr>
        <w:t>“</w:t>
      </w:r>
      <w:r>
        <w:t>The children who receive corrective beatings, become weak and useless persons. Or, otherwise they turn into stubborn and deceitful persons.They seem to be taking revenge of the ill treatment received in their childhood. (Ruwan Shinashi Tajrubi Kudak, p. 266)</w:t>
      </w:r>
    </w:p>
    <w:p w:rsidR="00822417" w:rsidRDefault="00BE2C51" w:rsidP="00BE2C51">
      <w:pPr>
        <w:pStyle w:val="libNormal"/>
      </w:pPr>
      <w:r>
        <w:t>Mr Russel writes:</w:t>
      </w:r>
    </w:p>
    <w:p w:rsidR="00822417" w:rsidRDefault="00BE2C51" w:rsidP="00BE2C51">
      <w:pPr>
        <w:pStyle w:val="libNormal"/>
      </w:pPr>
      <w:r>
        <w:t>"In my opinion, physical punishment of children is not right in any way." (Dar Tarbiat, p. 169)</w:t>
      </w:r>
    </w:p>
    <w:p w:rsidR="00822417" w:rsidRDefault="00BE2C51" w:rsidP="00BE2C51">
      <w:pPr>
        <w:pStyle w:val="libNormal"/>
      </w:pPr>
      <w:r>
        <w:t>Islam too has termed physical punishment harmful and has prohibited it.</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The intelligent person gets guidance through politeness, it is only the animals that cannot be corrected without beatings." (Gharar al hukm, p. 236)</w:t>
      </w:r>
    </w:p>
    <w:p w:rsidR="00822417" w:rsidRDefault="00BE2C51" w:rsidP="00BE2C51">
      <w:pPr>
        <w:pStyle w:val="libNormal"/>
      </w:pPr>
      <w:r>
        <w:t>Imam Jafer al Sadiq says:</w:t>
      </w:r>
    </w:p>
    <w:p w:rsidR="00822417" w:rsidRDefault="00BE2C51" w:rsidP="00BE2C51">
      <w:pPr>
        <w:pStyle w:val="libNormal"/>
      </w:pPr>
      <w:r>
        <w:rPr>
          <w:rFonts w:hint="eastAsia"/>
        </w:rPr>
        <w:t>“</w:t>
      </w:r>
      <w:r>
        <w:t>Whoever whips another person once, Allah will shower the fiery whip against him." (Wasail al shiah, v 19, p. 14)</w:t>
      </w:r>
    </w:p>
    <w:p w:rsidR="00822417" w:rsidRDefault="00BE2C51" w:rsidP="00BE2C51">
      <w:pPr>
        <w:pStyle w:val="libNormal"/>
      </w:pPr>
      <w:r>
        <w:t>The Prophet of Islam said:</w:t>
      </w:r>
    </w:p>
    <w:p w:rsidR="00822417" w:rsidRDefault="00BE2C51" w:rsidP="00BE2C51">
      <w:pPr>
        <w:pStyle w:val="libNormal"/>
      </w:pPr>
      <w:r>
        <w:rPr>
          <w:rFonts w:hint="eastAsia"/>
        </w:rPr>
        <w:t>“</w:t>
      </w:r>
      <w:r>
        <w:t>Use love and affection in education and upbringing and don’t have access to cruelty because a wise mentor is better than a cruel one." (Bihar al-anwar, v 77, p. 175)</w:t>
      </w:r>
    </w:p>
    <w:p w:rsidR="00822417" w:rsidRDefault="00BE2C51" w:rsidP="00BE2C51">
      <w:pPr>
        <w:pStyle w:val="libNormal"/>
      </w:pPr>
      <w:r>
        <w:t>One person said that he complained about his son to Imam Moosa bin Jafar. The Imam replied, “Don’t ever beat himBut maintain a distance from him, and this distance too should not be kept for too long! ((Bihar al-anwar, v104, p. 99)</w:t>
      </w:r>
    </w:p>
    <w:p w:rsidR="00822417" w:rsidRDefault="00BE2C51" w:rsidP="00BE2C51">
      <w:pPr>
        <w:pStyle w:val="libNormal"/>
      </w:pPr>
      <w:r>
        <w:t>Physical punishments are very harmful for the upbringing of the children and they must be avoided. But if there is no other way of correcting the child, adopt it as a last resort. Islam too permits this in certain conditions.</w:t>
      </w:r>
    </w:p>
    <w:p w:rsidR="00822417" w:rsidRDefault="00BE2C51" w:rsidP="00BE2C51">
      <w:pPr>
        <w:pStyle w:val="libNormal"/>
      </w:pPr>
      <w:r>
        <w:t>The Prophet of Islam has said:</w:t>
      </w:r>
    </w:p>
    <w:p w:rsidR="00822417" w:rsidRDefault="00BE2C51" w:rsidP="00BE2C51">
      <w:pPr>
        <w:pStyle w:val="libNormal"/>
      </w:pPr>
      <w:r>
        <w:rPr>
          <w:rFonts w:hint="eastAsia"/>
        </w:rPr>
        <w:lastRenderedPageBreak/>
        <w:t>“</w:t>
      </w:r>
      <w:r>
        <w:t>Ask your children to start offering prayers at the age of six years. If they don’t listen to your repeated warnings, you may beat them to become regular at offering prayers when they are seven years old." (Mustadrak al-wasail, v 1, p. 171</w:t>
      </w:r>
    </w:p>
    <w:p w:rsidR="00822417" w:rsidRDefault="00BE2C51" w:rsidP="00BE2C51">
      <w:pPr>
        <w:pStyle w:val="libNormal"/>
      </w:pPr>
      <w:r>
        <w:t>In another tradition Imam Jafer al Sadiq says:</w:t>
      </w:r>
    </w:p>
    <w:p w:rsidR="00822417" w:rsidRDefault="00BE2C51" w:rsidP="00BE2C51">
      <w:pPr>
        <w:pStyle w:val="libNormal"/>
      </w:pPr>
      <w:r>
        <w:rPr>
          <w:rFonts w:hint="eastAsia"/>
        </w:rPr>
        <w:t>“</w:t>
      </w:r>
      <w:r>
        <w:t>When the child is nine years old, teach him to do the Wadu ( the ablution prior to offering prayers); order him to do the Wadu and pray. If the child doesn’t obey, beat him and make him offer prayers." (Wasail al shiah, v 3, p. 13)</w:t>
      </w:r>
    </w:p>
    <w:p w:rsidR="00822417" w:rsidRDefault="00BE2C51" w:rsidP="00BE2C51">
      <w:pPr>
        <w:pStyle w:val="libNormal"/>
      </w:pPr>
      <w:r>
        <w:t>Ali has said:</w:t>
      </w:r>
    </w:p>
    <w:p w:rsidR="00822417" w:rsidRDefault="00BE2C51" w:rsidP="00BE2C51">
      <w:pPr>
        <w:pStyle w:val="libNormal"/>
      </w:pPr>
      <w:r>
        <w:rPr>
          <w:rFonts w:hint="eastAsia"/>
        </w:rPr>
        <w:t>“</w:t>
      </w:r>
      <w:r>
        <w:t>As you reprimand your own son, so can you reprimand an orphan. And the occasion on which you might beat your son, you can beat the orphan on a similar occasion.”.(Wasail al shiah, v 15, p. 197)</w:t>
      </w:r>
    </w:p>
    <w:p w:rsidR="00822417" w:rsidRDefault="00BE2C51" w:rsidP="00BE2C51">
      <w:pPr>
        <w:pStyle w:val="libNormal"/>
      </w:pPr>
      <w:r>
        <w:rPr>
          <w:rFonts w:hint="eastAsia"/>
        </w:rPr>
        <w:t>“</w:t>
      </w:r>
      <w:r>
        <w:t>If your slave disobeys Allah, beat him. If he disobeys you, forgive him." (Gharar al hukm, p. 115)</w:t>
      </w:r>
    </w:p>
    <w:p w:rsidR="00822417" w:rsidRDefault="00BE2C51" w:rsidP="00BE2C51">
      <w:pPr>
        <w:pStyle w:val="libNormal"/>
      </w:pPr>
      <w:r>
        <w:t>One person came to the presence of the Prophet of Islam and said that an orphaned child was in his care. He wanted to know if he can beat the child to correct him. The Prophet replied:</w:t>
      </w:r>
    </w:p>
    <w:p w:rsidR="00822417" w:rsidRDefault="00BE2C51" w:rsidP="00BE2C51">
      <w:pPr>
        <w:pStyle w:val="libNormal"/>
      </w:pPr>
      <w:r>
        <w:rPr>
          <w:rFonts w:hint="eastAsia"/>
        </w:rPr>
        <w:t>“</w:t>
      </w:r>
      <w:r>
        <w:t>In a situation where you can beat your son, you may beat the orphan on a similar situation in his best interests." (Mustadrak al-wasail, v 2, p. 625)</w:t>
      </w:r>
    </w:p>
    <w:p w:rsidR="00822417" w:rsidRDefault="00BE2C51" w:rsidP="00BE2C51">
      <w:pPr>
        <w:pStyle w:val="libNormal"/>
      </w:pPr>
      <w:r>
        <w:t>It is always better not to make access to the physical punishment of children as far as possible. And when it becomes necessary, make use of maximum restraint in the matter. The punishment must be well thought out and appropriate to the occasion.</w:t>
      </w:r>
    </w:p>
    <w:p w:rsidR="00822417" w:rsidRDefault="00BE2C51" w:rsidP="00BE2C51">
      <w:pPr>
        <w:pStyle w:val="libNormal"/>
      </w:pPr>
      <w:r>
        <w:t>One person asked the Prophet of Islam:</w:t>
      </w:r>
    </w:p>
    <w:p w:rsidR="00822417" w:rsidRDefault="00BE2C51" w:rsidP="00BE2C51">
      <w:pPr>
        <w:pStyle w:val="libNormal"/>
      </w:pPr>
      <w:r>
        <w:rPr>
          <w:rFonts w:hint="eastAsia"/>
        </w:rPr>
        <w:t>“</w:t>
      </w:r>
      <w:r>
        <w:t>The members of my family don’t obey me. How should I reform them ?" The Prophet replied: “Forgive them!." The man repeated the question a second, and a third time. The Holy Prophet gave the same reply; but then he said: “If you wish to reprimand your people, then you must keep in mind that the punishment should not be more than their misdemeanour. You should also abstain from beating them on their faces." (Majma al zawaid, v 8, p. 106)</w:t>
      </w:r>
    </w:p>
    <w:p w:rsidR="00822417" w:rsidRDefault="00BE2C51" w:rsidP="00BE2C51">
      <w:pPr>
        <w:pStyle w:val="libNormal"/>
      </w:pPr>
      <w:r>
        <w:t>Imam Jafer al Sadiq has said:</w:t>
      </w:r>
    </w:p>
    <w:p w:rsidR="00822417" w:rsidRDefault="00BE2C51" w:rsidP="00BE2C51">
      <w:pPr>
        <w:pStyle w:val="libNormal"/>
      </w:pPr>
      <w:r>
        <w:rPr>
          <w:rFonts w:hint="eastAsia"/>
        </w:rPr>
        <w:t>“</w:t>
      </w:r>
      <w:r>
        <w:t>If needed, don’t inflict more than five or six blows to your child or the servant and these blows should not be too severe." (Wasail al shiah, v 18, p. 581)</w:t>
      </w:r>
    </w:p>
    <w:p w:rsidR="00822417" w:rsidRDefault="00BE2C51" w:rsidP="00BE2C51">
      <w:pPr>
        <w:pStyle w:val="libNormal"/>
      </w:pPr>
      <w:r>
        <w:t>While reprimanding children, better don’t do it in the presence of others. Others’ presence might cause mental torture to the children and might harm them. If the beating is excessive, there is a Deet or fine prescribed in Islam for one who inflicts the punishment. Therefore, care must be exercised while beating the children to correct them. According to the Islamic Laws, if a person’s face turns black on account of the beating, the fine is six Gold Dinars ( coins). If the face turns blue, three dinars and for a red face, a Dinar and Half. (Wasail al shiah, v 19, p. 295)</w:t>
      </w:r>
    </w:p>
    <w:p w:rsidR="00822417" w:rsidRDefault="00BE2C51" w:rsidP="00BE2C51">
      <w:pPr>
        <w:pStyle w:val="libNormal"/>
      </w:pPr>
      <w:r>
        <w:t>The parents have no right to behave like tyrants with their children. They must not kick them, box them and beat them with chains and rods.</w:t>
      </w:r>
    </w:p>
    <w:p w:rsidR="00822417" w:rsidRDefault="00BE2C51" w:rsidP="00BE2C51">
      <w:pPr>
        <w:pStyle w:val="libNormal"/>
      </w:pPr>
      <w:r>
        <w:lastRenderedPageBreak/>
        <w:t>Islam does permit reprimanding and beating the child for purposes of correction and, in fact, orders such action. We find that the youth in the Western countries go astray because of excess of freedom given to them.</w:t>
      </w:r>
    </w:p>
    <w:p w:rsidR="00822417" w:rsidRDefault="00BE2C51" w:rsidP="003C333D">
      <w:pPr>
        <w:pStyle w:val="Heading1Center"/>
      </w:pPr>
      <w:bookmarkStart w:id="75" w:name="_Toc431646382"/>
      <w:r>
        <w:t>Non Physical Punishments</w:t>
      </w:r>
      <w:bookmarkEnd w:id="75"/>
    </w:p>
    <w:p w:rsidR="00822417" w:rsidRDefault="00BE2C51" w:rsidP="00BE2C51">
      <w:pPr>
        <w:pStyle w:val="libNormal"/>
      </w:pPr>
      <w:r>
        <w:t>.Lots of parents prefer to give non-physical punishments to their children in times of need. For example, if a child misbehaves, he is locked in a dark room or a big trunk. Sometimes the parents shout and use bad language in anger when a child commits a mistake. The impact of such cruel punishments may not be far less than the physical punishments discussed in the previous chapter.</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There are many types of punishments which have bigger impact than physical assault." (Gharar al hukm, p. 415)</w:t>
      </w:r>
    </w:p>
    <w:p w:rsidR="00822417" w:rsidRDefault="00BE2C51" w:rsidP="00BE2C51">
      <w:pPr>
        <w:pStyle w:val="libNormal"/>
      </w:pPr>
      <w:r>
        <w:t>It is possible that these punishments might be more severe on the minds of the children than the physical punishments. These punishments will injure the personality of the child and create elements of fear and restlessness in his nature. It has happened many a time that when a child is locked alone in a dark room, the effect on his nerves was so severe that he was not able to erase it from his mind for a major part of his life. Some of the victims of such nervousness sometimes swoon under its effect. The parents should therefore refrain from giving such punishments to the children. Shouting and using foul language with the children is taboo (haram) and will have a very damaging impact on their upbringing. This might motivate the children to learn such foul language for their future lives.</w:t>
      </w:r>
    </w:p>
    <w:p w:rsidR="00822417" w:rsidRDefault="00BE2C51" w:rsidP="00BE2C51">
      <w:pPr>
        <w:pStyle w:val="libNormal"/>
      </w:pPr>
      <w:r>
        <w:t>But definitely there are several non-physical punishments that will not have any negative impact on the minds of the children, and at the same time they are very effective in correcting them. For example, if a child misbehaves or doesn’t give proper attention to his studies, the parents stop speaking with him for a time or don’t take him out on picnics.</w:t>
      </w:r>
    </w:p>
    <w:p w:rsidR="00822417" w:rsidRDefault="00BE2C51" w:rsidP="00BE2C51">
      <w:pPr>
        <w:pStyle w:val="libNormal"/>
      </w:pPr>
      <w:r>
        <w:t>Sometimes, as a punishment the parents don’t take a child out to a party where the family is invited. Sometimes, as a reprimand, a child is made to miss a meal. At other time, as a corrective, the child is given some difficult task to do. These punishments, used judiciously, might be very effective in controlling and correcting the child. They will not be accompanied with any deleterious effect on the mind and the nerves of the child. But punishments are punishments.</w:t>
      </w:r>
    </w:p>
    <w:p w:rsidR="00822417" w:rsidRDefault="00BE2C51" w:rsidP="00BE2C51">
      <w:pPr>
        <w:pStyle w:val="libNormal"/>
      </w:pPr>
      <w:r>
        <w:t>There is one definite defect in punishments that they are not much effective for correcting the intrinsic defects in the nature of a child. With the fear of punishment the child might momentarily, or for some time, behave differently and properly. Or he might cleverly not make the same mistake openly. But when he finds a suitable opportunity, he might be up to the same behaviour for which he has been reprimanded in the past. The punishments, therefore, don’t cut away the cause of the misdemeanours of the child. It is possible that sometimes the child might take shelter behind lying and stealth. To make effective and judicious of the non-physical punishments, a few points are suggested to the parents and the mentors of the children:</w:t>
      </w:r>
    </w:p>
    <w:p w:rsidR="00822417" w:rsidRDefault="00BE2C51" w:rsidP="00BE2C51">
      <w:pPr>
        <w:pStyle w:val="libNormal"/>
      </w:pPr>
      <w:r>
        <w:lastRenderedPageBreak/>
        <w:t>1. The punishment should be well thought out and commensurate with the misdemeanour of the child. Ensure that the punishment is not more than the flaw or the misbehaviour of the child. If the child thinks that the punishment was unjust, he might react in his defence and start to be rebellious and head-strong.</w:t>
      </w:r>
    </w:p>
    <w:p w:rsidR="00822417" w:rsidRDefault="00BE2C51" w:rsidP="00BE2C51">
      <w:pPr>
        <w:pStyle w:val="libNormal"/>
      </w:pPr>
      <w:r>
        <w:t>2. The punishment should not be such that the child starts thinking that the parents are his enemies and they don’t love him.</w:t>
      </w:r>
    </w:p>
    <w:p w:rsidR="00822417" w:rsidRDefault="00BE2C51" w:rsidP="00BE2C51">
      <w:pPr>
        <w:pStyle w:val="libNormal"/>
      </w:pPr>
      <w:r>
        <w:t>3. If the child has committed something wrong unintentionally, he should not be punished. Despite this, if the child is punished, it might have negative impact on his feelings and his mind.</w:t>
      </w:r>
    </w:p>
    <w:p w:rsidR="00822417" w:rsidRDefault="00BE2C51" w:rsidP="00BE2C51">
      <w:pPr>
        <w:pStyle w:val="libNormal"/>
      </w:pPr>
      <w:r>
        <w:t>4. Punishments should not become an every day affair if the parents wish them to be effective. If punishments are repeated too often, the child might turn into a compulsive offender. Then the punishments will not have any effect on him.</w:t>
      </w:r>
    </w:p>
    <w:p w:rsidR="00822417" w:rsidRDefault="00BE2C51" w:rsidP="00BE2C51">
      <w:pPr>
        <w:pStyle w:val="libNormal"/>
      </w:pPr>
      <w:r>
        <w:t>Ali has said:</w:t>
      </w:r>
    </w:p>
    <w:p w:rsidR="00822417" w:rsidRDefault="00BE2C51" w:rsidP="00BE2C51">
      <w:pPr>
        <w:pStyle w:val="libNormal"/>
      </w:pPr>
      <w:r>
        <w:rPr>
          <w:rFonts w:hint="eastAsia"/>
        </w:rPr>
        <w:t>“</w:t>
      </w:r>
      <w:r>
        <w:t>Reprimand and punishment in excess might make one stubborn," (Ghurar al hakm, p. 70)</w:t>
      </w:r>
    </w:p>
    <w:p w:rsidR="00822417" w:rsidRDefault="00BE2C51" w:rsidP="00BE2C51">
      <w:pPr>
        <w:pStyle w:val="libNormal"/>
      </w:pPr>
      <w:r>
        <w:t>5.The child can be punished for a single act and not on a collective basis for his past Misbehaviours. Otherwise the child will be confused as to why he is being punished. He will not repeat an act, only if he knows that he was punished for doing that. It is always better that the punishment is immediately after the commitment of the act.</w:t>
      </w:r>
    </w:p>
    <w:p w:rsidR="00822417" w:rsidRDefault="00BE2C51" w:rsidP="00BE2C51">
      <w:pPr>
        <w:pStyle w:val="libNormal"/>
      </w:pPr>
      <w:r>
        <w:t>6.To the extent possible, efforts must be made to see that the punishment is according to the mistake he has committed. For example, if the child has fallen behind in doing the exercises of mathematics, he must be ordered to complete the exercise and not to copy the entire book of mathematics from start to end. If the child has carelessly thrown away his school bag, and the uniform, after returning from school, he must be asked to immediately arrange them properly in the right place. As a punishment for this careless behaviour he should not be threatened that he would not be taken to the dinner scheduled for that evening. If the child had misbehaved at a party, his punishment can be not taking out to the next party and not stopping his allowance of the pocket money. If the child squanders his pocket money, then, as a punishment a similar amount may be cut from his next allowance.</w:t>
      </w:r>
    </w:p>
    <w:p w:rsidR="00822417" w:rsidRDefault="00BE2C51" w:rsidP="00BE2C51">
      <w:pPr>
        <w:pStyle w:val="libNormal"/>
      </w:pPr>
      <w:r>
        <w:t>7.After the punishment, the parents should not mention his mistake again and again. One person says that he complained about his son to Moosa bin Jafar. He replied, “Don’t beat him. Just be cross with him But this attitude of yours should not be for long.”(Gharar al hukm, p. 70)</w:t>
      </w:r>
    </w:p>
    <w:p w:rsidR="00822417" w:rsidRDefault="00BE2C51" w:rsidP="00BE2C51">
      <w:pPr>
        <w:pStyle w:val="libNormal"/>
      </w:pPr>
      <w:r>
        <w:t>8. If you wish to punish a child, don’t compare him with other children. Don’t recount the qualities of the other children to him. You cannot reform the child through this attitude. You might give rise to the feeling of jealousy in the mind of the child.</w:t>
      </w:r>
    </w:p>
    <w:p w:rsidR="00822417" w:rsidRDefault="00BE2C51" w:rsidP="00BE2C51">
      <w:pPr>
        <w:pStyle w:val="libNormal"/>
      </w:pPr>
      <w:r>
        <w:t>One person writes in his memoirs thus:</w:t>
      </w:r>
    </w:p>
    <w:p w:rsidR="00822417" w:rsidRDefault="00BE2C51" w:rsidP="00BE2C51">
      <w:pPr>
        <w:pStyle w:val="libNormal"/>
      </w:pPr>
      <w:r>
        <w:rPr>
          <w:rFonts w:hint="eastAsia"/>
        </w:rPr>
        <w:t>“</w:t>
      </w:r>
      <w:r>
        <w:t xml:space="preserve">In my childhood my father used to shout at me very much. He used to insult me in the presence of relatives and my friends. He always recounted others achievements in front of me. He always looked for an occasion to belittle me. He considered me an inferior person. However much he insulted me, I became more stubborn. I lost interest in my studies. I had developed </w:t>
      </w:r>
      <w:r>
        <w:lastRenderedPageBreak/>
        <w:t>an inferiority complex. I started shirking work. I was not willing to accept any responsibility. My personality was injured because of constant nagging by my father. Today I am a lazy and lonely person”</w:t>
      </w:r>
    </w:p>
    <w:p w:rsidR="00822417" w:rsidRDefault="00BE2C51" w:rsidP="003C333D">
      <w:pPr>
        <w:pStyle w:val="Heading1Center"/>
      </w:pPr>
      <w:bookmarkStart w:id="76" w:name="_Toc431646383"/>
      <w:r>
        <w:t>Encouragement and Reward</w:t>
      </w:r>
      <w:bookmarkEnd w:id="76"/>
    </w:p>
    <w:p w:rsidR="00822417" w:rsidRDefault="00BE2C51" w:rsidP="00BE2C51">
      <w:pPr>
        <w:pStyle w:val="libNormal"/>
      </w:pPr>
      <w:r>
        <w:t>One very good method of good upbringing is the appreciation and encouragement when a child performs well. This will have a salutary effect on the mind of the child. It will provide him the reason to do still better in the future. Every human being loves himself. In his own way he thinks of developing and advancing his personality. He wants that others recognise and appreciate his personality. If he receives the appreciation of others, he will strive for further improvement. But if he is discouraged, his enthusiasm will be dampened. A few suggestions for obtaining good results are given here:</w:t>
      </w:r>
    </w:p>
    <w:p w:rsidR="00822417" w:rsidRDefault="00BE2C51" w:rsidP="00BE2C51">
      <w:pPr>
        <w:pStyle w:val="libNormal"/>
      </w:pPr>
      <w:r>
        <w:t>1. The actions of the child can be appreciated, but not too often. Because , if the appreciation is too much, it might lose its importance in the eyes of the child. He may then take your appreciation as a matter of routine.</w:t>
      </w:r>
    </w:p>
    <w:p w:rsidR="00822417" w:rsidRDefault="00BE2C51" w:rsidP="00BE2C51">
      <w:pPr>
        <w:pStyle w:val="libNormal"/>
      </w:pPr>
      <w:r>
        <w:t>2. The appreciation of the child should be at a specific place and time so that he realises why and for what he is being commended. Then he will try to perform better and earn appreciation on other occasions too. This is the reason that repeated and unnecessary appreciation is not advisable. For example, if a child is repeatedly given a pat on his back that he is a good and polite individual, it might lose its significance for him. The child will not be able to comprehend the reason for the appreciation.</w:t>
      </w:r>
    </w:p>
    <w:p w:rsidR="00822417" w:rsidRDefault="00BE2C51" w:rsidP="00BE2C51">
      <w:pPr>
        <w:pStyle w:val="libNormal"/>
      </w:pPr>
      <w:r>
        <w:t>3. It is also necessary that good acts and works of the child are appreciated and not his person. This way he will understand that he is praised for what he does, and not for what he isThe importance of every person is because of his achievements.</w:t>
      </w:r>
    </w:p>
    <w:p w:rsidR="00822417" w:rsidRDefault="00BE2C51" w:rsidP="00BE2C51">
      <w:pPr>
        <w:pStyle w:val="libNormal"/>
      </w:pPr>
      <w:r>
        <w:t>4. While praising a child, never compare him with other children. For example the father should not tell to his son, “You are a good and truthful boy, unlike Hasan who is a liar.”This attitude might make the child form a poor opinion about the other boy. While comparing the children, the parent is doing faulty upbringing of the good child.</w:t>
      </w:r>
    </w:p>
    <w:p w:rsidR="00822417" w:rsidRDefault="00BE2C51" w:rsidP="00BE2C51">
      <w:pPr>
        <w:pStyle w:val="libNormal"/>
      </w:pPr>
      <w:r>
        <w:t>5. The praises and commendations of the child must be within certain limits. Excess of these might make the child proud and conceited.</w:t>
      </w:r>
    </w:p>
    <w:p w:rsidR="00822417" w:rsidRDefault="00BE2C51" w:rsidP="00BE2C51">
      <w:pPr>
        <w:pStyle w:val="libNormal"/>
      </w:pPr>
      <w:r>
        <w:t>Ali, The Commander of the Faithful, says:</w:t>
      </w:r>
    </w:p>
    <w:p w:rsidR="00822417" w:rsidRDefault="00BE2C51" w:rsidP="00BE2C51">
      <w:pPr>
        <w:pStyle w:val="libNormal"/>
      </w:pPr>
      <w:r>
        <w:rPr>
          <w:rFonts w:hint="eastAsia"/>
        </w:rPr>
        <w:t>“</w:t>
      </w:r>
      <w:r>
        <w:t>Lots of people develop conceit for the reason of praises heaped on them." (Bihar al-anwar, v 72, p. 295)</w:t>
      </w:r>
    </w:p>
    <w:p w:rsidR="00822417" w:rsidRDefault="00BE2C51" w:rsidP="00BE2C51">
      <w:pPr>
        <w:pStyle w:val="libNormal"/>
      </w:pPr>
      <w:r>
        <w:rPr>
          <w:rFonts w:hint="eastAsia"/>
        </w:rPr>
        <w:t>“</w:t>
      </w:r>
      <w:r>
        <w:t>Don’t exaggerate in praising others." (Gharar al hukm, p. 209)</w:t>
      </w:r>
    </w:p>
    <w:p w:rsidR="00822417" w:rsidRDefault="00BE2C51" w:rsidP="00BE2C51">
      <w:pPr>
        <w:pStyle w:val="libNormal"/>
      </w:pPr>
      <w:r>
        <w:t>One very good tool for effective upbringing and training is giving of rewards. Rewards are not a bad method of encouragement if they are spontaneous and not in fulfillment of an earlier promise that if the child achieved a certain thing, he would be given a particular gift. If promises are made to the child beforehand, it might have negative impact on him. The child starts expecting a gift for every good thing he does. This will become a sort of gratification and the child would not strive to do better if these gifts stop forthcoming.</w:t>
      </w:r>
    </w:p>
    <w:p w:rsidR="00822417" w:rsidRDefault="00BE2C51" w:rsidP="00BE2C51">
      <w:pPr>
        <w:pStyle w:val="libNormal"/>
      </w:pPr>
      <w:r>
        <w:lastRenderedPageBreak/>
        <w:t>A person should have the habit of doing good deeds. He should do them to please Allah and serve mankind and not with an eye on the probable material rewards. If the child gets used to receiving gifts for every small reason, he might become narrow minded and selfish. He may not think it his duty to do anything for others, unless he gets something in return for his efforts. He will try to escape from doing anything for others, as far as possible. This attitude is a very big fault in a person and the society.</w:t>
      </w:r>
    </w:p>
    <w:p w:rsidR="00822417" w:rsidRDefault="00BE2C51" w:rsidP="00BE2C51">
      <w:pPr>
        <w:pStyle w:val="libNormal"/>
      </w:pPr>
      <w:r>
        <w:t>The rewards for any good work to the children, therefore, should be few and selective that receiving such gifts don’t become a second nature for them. When a child gets into the habit of doing tasks with his own initiative, reduce the frequency of gifts and rewards. Encourage him to do the work. Many parents give gifts to their children getting higher grades at their examinations. This way they encourage them to work harder at their studies. Perhaps this method is effective to some extent. But there is a big defect in this. That it affects the child’s sense of responsibility. The child works hard at his studies only because he wants to get the gift by obtaining higher grades. Otherwise, he would not bother to work hard. For every thing he does, he expects a gift in reward for that.</w:t>
      </w:r>
    </w:p>
    <w:p w:rsidR="00822417" w:rsidRDefault="00BE2C51" w:rsidP="00BE2C51">
      <w:pPr>
        <w:pStyle w:val="libNormal"/>
      </w:pPr>
      <w:r>
        <w:t>One person writes:</w:t>
      </w:r>
    </w:p>
    <w:p w:rsidR="00822417" w:rsidRDefault="00BE2C51" w:rsidP="00BE2C51">
      <w:pPr>
        <w:pStyle w:val="libNormal"/>
      </w:pPr>
      <w:r>
        <w:t>"I was admitted to the fourth standard of a Religious School. I was very poor at the recitation of the Holy Quiran. But my other class-mates were very good at their recitation. In the very first class I attended, the teacher asked me kindly, “Can you recite the Holy Quran?” I replied nervously,”No, Sir.”He rejoined, “Don’t worryI shall give you the lessons. I know you can become one of the good students in the class. Whatever doubts you may have, don’t hesitate to ask me. These kind words of the teacher encouraged me and I started working with determination on my studies. By the end of the year I excelled at recitation of the Quran. I reached such a degree of proficiency that in the absence of the teacher I was asked to conduct the class. I was also made responsible for reciting verses from the Quran at the morning assembly before commencement of the classes"</w:t>
      </w:r>
    </w:p>
    <w:p w:rsidR="00822417" w:rsidRDefault="00BE2C51" w:rsidP="00BE2C51">
      <w:pPr>
        <w:pStyle w:val="libNormal"/>
      </w:pPr>
      <w:r>
        <w:t>One girl writes in her memoirs:</w:t>
      </w:r>
    </w:p>
    <w:p w:rsidR="00822417" w:rsidRDefault="00BE2C51" w:rsidP="00BE2C51">
      <w:pPr>
        <w:pStyle w:val="libNormal"/>
      </w:pPr>
      <w:r>
        <w:rPr>
          <w:rFonts w:hint="eastAsia"/>
        </w:rPr>
        <w:t>“</w:t>
      </w:r>
      <w:r>
        <w:t>My father was a progressive person. One day, when my mother was away, he invited some of my teachers for the meal. He brought the ingredients for cooking and gave to me. I started to work in the kitchen with enthusiasm. In the noon Dad arrived with his friends. When I poured the victuals in the dishes, I noticed that they were not cooked properly. The chicken was half done and the rice has become slushy with excessive water added while cooking it. All this was because, I had not properly learned the art of cooking. I was very worried. I was expecting a reprimand from my Dad at any moment. But contrary to all my expectations, Dad praised me in front of his friends. He said, “This food has been cooked by my darling daughterIt is so tasty!”The guests too assented in agreement and praised me for my effort. Later on my Dad gave me a pat on my back. This word of encouragement enthused me to start earnestly at learning the culinary art. Today I am an expert at preparing lots of very good dishes."</w:t>
      </w:r>
    </w:p>
    <w:p w:rsidR="00BE2C51" w:rsidRDefault="00BE2C51" w:rsidP="003C333D">
      <w:pPr>
        <w:pStyle w:val="libNormal"/>
      </w:pPr>
      <w:r>
        <w:br w:type="page"/>
      </w:r>
    </w:p>
    <w:p w:rsidR="00BE2C51" w:rsidRDefault="00BE2C51" w:rsidP="00BE2C51">
      <w:pPr>
        <w:pStyle w:val="libCenterBold1"/>
      </w:pPr>
      <w:r>
        <w:lastRenderedPageBreak/>
        <w:t>All rights reserved for Al-Hassanain</w:t>
      </w:r>
      <w:r w:rsidR="00822417">
        <w:t xml:space="preserve"> </w:t>
      </w:r>
      <w:r>
        <w:t>(p) Network Imam Hussain</w:t>
      </w:r>
      <w:r w:rsidR="00822417">
        <w:t xml:space="preserve"> </w:t>
      </w:r>
      <w:r>
        <w:t>(p) Foundation</w:t>
      </w:r>
    </w:p>
    <w:p w:rsidR="00413479" w:rsidRDefault="00BE2C51" w:rsidP="00BE2C51">
      <w:pPr>
        <w:pStyle w:val="libCenterBold1"/>
      </w:pPr>
      <w:r>
        <w:t>Alhassanain</w:t>
      </w:r>
      <w:r w:rsidR="00822417">
        <w:t xml:space="preserve"> </w:t>
      </w:r>
      <w:r>
        <w:t>(p) Network for Heritage and Islamic Thought</w:t>
      </w:r>
    </w:p>
    <w:p w:rsidR="00BE2C51" w:rsidRDefault="005E4500" w:rsidP="00BE2C51">
      <w:pPr>
        <w:pStyle w:val="libCenterBold1"/>
      </w:pPr>
      <w:hyperlink r:id="rId8" w:history="1">
        <w:r w:rsidR="00BE2C51" w:rsidRPr="007C6FF4">
          <w:rPr>
            <w:rStyle w:val="Hyperlink"/>
          </w:rPr>
          <w:t>www.alhassanain.org/english</w:t>
        </w:r>
      </w:hyperlink>
    </w:p>
    <w:sectPr w:rsidR="00BE2C51" w:rsidSect="00EA2C68">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6D93" w:rsidRDefault="00CE6D93" w:rsidP="00113C59">
      <w:r>
        <w:separator/>
      </w:r>
    </w:p>
  </w:endnote>
  <w:endnote w:type="continuationSeparator" w:id="1">
    <w:p w:rsidR="00CE6D93" w:rsidRDefault="00CE6D9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417" w:rsidRDefault="005E4500" w:rsidP="00745C1D">
    <w:pPr>
      <w:pStyle w:val="Footer"/>
      <w:tabs>
        <w:tab w:val="clear" w:pos="4153"/>
        <w:tab w:val="clear" w:pos="8306"/>
      </w:tabs>
    </w:pPr>
    <w:fldSimple w:instr=" PAGE   \* MERGEFORMAT ">
      <w:r w:rsidR="00EA2C68">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417" w:rsidRDefault="005E4500" w:rsidP="00EA2C68">
    <w:pPr>
      <w:pStyle w:val="libCenter"/>
    </w:pPr>
    <w:fldSimple w:instr=" PAGE   \* MERGEFORMAT ">
      <w:r w:rsidR="00D62993">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417" w:rsidRDefault="005E4500" w:rsidP="00745C1D">
    <w:pPr>
      <w:pStyle w:val="Footer"/>
      <w:tabs>
        <w:tab w:val="clear" w:pos="4153"/>
        <w:tab w:val="clear" w:pos="8306"/>
      </w:tabs>
    </w:pPr>
    <w:fldSimple w:instr=" PAGE   \* MERGEFORMAT ">
      <w:r w:rsidR="00EA2C6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6D93" w:rsidRDefault="00CE6D93" w:rsidP="00113C59">
      <w:r>
        <w:separator/>
      </w:r>
    </w:p>
  </w:footnote>
  <w:footnote w:type="continuationSeparator" w:id="1">
    <w:p w:rsidR="00CE6D93" w:rsidRDefault="00CE6D9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417" w:rsidRDefault="0082241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417" w:rsidRDefault="0082241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822417"/>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2B00"/>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E7924"/>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5C03"/>
    <w:rsid w:val="003963F3"/>
    <w:rsid w:val="0039787F"/>
    <w:rsid w:val="003A1475"/>
    <w:rsid w:val="003A3298"/>
    <w:rsid w:val="003A4587"/>
    <w:rsid w:val="003A661E"/>
    <w:rsid w:val="003B0913"/>
    <w:rsid w:val="003B20C5"/>
    <w:rsid w:val="003B5031"/>
    <w:rsid w:val="003B6720"/>
    <w:rsid w:val="003B775B"/>
    <w:rsid w:val="003B7FA9"/>
    <w:rsid w:val="003C333D"/>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4500"/>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54E8"/>
    <w:rsid w:val="007E6DD9"/>
    <w:rsid w:val="007F4190"/>
    <w:rsid w:val="007F4E53"/>
    <w:rsid w:val="00804FF1"/>
    <w:rsid w:val="00806335"/>
    <w:rsid w:val="008105E2"/>
    <w:rsid w:val="008128CA"/>
    <w:rsid w:val="00813440"/>
    <w:rsid w:val="00821393"/>
    <w:rsid w:val="00821493"/>
    <w:rsid w:val="00822417"/>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1697"/>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46"/>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959C8"/>
    <w:rsid w:val="00BA20DE"/>
    <w:rsid w:val="00BB2090"/>
    <w:rsid w:val="00BB5951"/>
    <w:rsid w:val="00BB5C83"/>
    <w:rsid w:val="00BB643C"/>
    <w:rsid w:val="00BC499A"/>
    <w:rsid w:val="00BC717E"/>
    <w:rsid w:val="00BC7435"/>
    <w:rsid w:val="00BD4DFE"/>
    <w:rsid w:val="00BD593F"/>
    <w:rsid w:val="00BD6706"/>
    <w:rsid w:val="00BE0D08"/>
    <w:rsid w:val="00BE2C51"/>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6522"/>
    <w:rsid w:val="00CD72D4"/>
    <w:rsid w:val="00CE30CD"/>
    <w:rsid w:val="00CE6D93"/>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2993"/>
    <w:rsid w:val="00D66EE9"/>
    <w:rsid w:val="00D67101"/>
    <w:rsid w:val="00D675E8"/>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2C68"/>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132DE-5272-4428-BB5A-72DFAACC9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22</TotalTime>
  <Pages>1</Pages>
  <Words>65559</Words>
  <Characters>373691</Characters>
  <Application>Microsoft Office Word</Application>
  <DocSecurity>0</DocSecurity>
  <Lines>3114</Lines>
  <Paragraphs>876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438374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11</cp:revision>
  <cp:lastPrinted>2015-10-03T11:04:00Z</cp:lastPrinted>
  <dcterms:created xsi:type="dcterms:W3CDTF">2015-10-03T10:43:00Z</dcterms:created>
  <dcterms:modified xsi:type="dcterms:W3CDTF">2015-10-03T11:05:00Z</dcterms:modified>
</cp:coreProperties>
</file>