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CC6" w:rsidRDefault="00294BA7" w:rsidP="00F83CC6">
      <w:pPr>
        <w:pStyle w:val="libCenterBold1"/>
      </w:pPr>
      <w:r>
        <w:t>REVISED</w:t>
      </w:r>
    </w:p>
    <w:p w:rsidR="00294BA7" w:rsidRPr="00F83CC6" w:rsidRDefault="00F83CC6" w:rsidP="00916480">
      <w:pPr>
        <w:pStyle w:val="libCenterTitr"/>
      </w:pPr>
      <w:r>
        <w:t xml:space="preserve">POWER </w:t>
      </w:r>
      <w:r w:rsidR="00294BA7" w:rsidRPr="00F83CC6">
        <w:t>OF PRAYERS</w:t>
      </w:r>
    </w:p>
    <w:p w:rsidR="00294BA7" w:rsidRPr="00F83CC6" w:rsidRDefault="00294BA7" w:rsidP="002E452F">
      <w:pPr>
        <w:pStyle w:val="libCenterBold1"/>
      </w:pPr>
      <w:r w:rsidRPr="00F83CC6">
        <w:t>By</w:t>
      </w:r>
      <w:r w:rsidR="002E452F">
        <w:t xml:space="preserve">: </w:t>
      </w:r>
      <w:r>
        <w:t>Mustafa Hajji Ahmed Khaki</w:t>
      </w:r>
    </w:p>
    <w:p w:rsidR="002E452F" w:rsidRDefault="002E452F" w:rsidP="00294BA7">
      <w:pPr>
        <w:pStyle w:val="libNormal"/>
      </w:pPr>
      <w:r>
        <w:br w:type="page"/>
      </w:r>
    </w:p>
    <w:p w:rsidR="00294BA7" w:rsidRDefault="00294BA7" w:rsidP="002E452F">
      <w:pPr>
        <w:pStyle w:val="libCenterTitr"/>
      </w:pPr>
      <w:r>
        <w:lastRenderedPageBreak/>
        <w:t>In the Name of Allah, the All</w:t>
      </w:r>
      <w:r w:rsidR="002E452F">
        <w:t>-</w:t>
      </w:r>
      <w:r>
        <w:t>beneficent, the All</w:t>
      </w:r>
      <w:r w:rsidR="002E452F">
        <w:t>-</w:t>
      </w:r>
      <w:r>
        <w:t>merciful</w:t>
      </w:r>
    </w:p>
    <w:p w:rsidR="002E452F" w:rsidRDefault="00294BA7" w:rsidP="002E452F">
      <w:pPr>
        <w:pStyle w:val="libCenterBold1"/>
      </w:pPr>
      <w:r>
        <w:t>And your Lord says: Call upon Me, I will answer you.</w:t>
      </w:r>
      <w:r w:rsidR="002E452F" w:rsidRPr="00F83CC6">
        <w:t xml:space="preserve"> </w:t>
      </w:r>
      <w:r w:rsidRPr="00F83CC6">
        <w:t>40/60</w:t>
      </w:r>
    </w:p>
    <w:p w:rsidR="00A30C3E" w:rsidRDefault="00A30C3E" w:rsidP="00A763A4">
      <w:pPr>
        <w:pStyle w:val="libNormal"/>
      </w:pPr>
      <w:r>
        <w:br w:type="page"/>
      </w:r>
    </w:p>
    <w:sdt>
      <w:sdtPr>
        <w:rPr>
          <w:rStyle w:val="libNormalChar"/>
          <w:b w:val="0"/>
          <w:bCs w:val="0"/>
        </w:rPr>
        <w:id w:val="8427908"/>
        <w:docPartObj>
          <w:docPartGallery w:val="Table of Contents"/>
          <w:docPartUnique/>
        </w:docPartObj>
      </w:sdtPr>
      <w:sdtEndPr>
        <w:rPr>
          <w:rStyle w:val="DefaultParagraphFont"/>
        </w:rPr>
      </w:sdtEndPr>
      <w:sdtContent>
        <w:p w:rsidR="00F9389E" w:rsidRDefault="00F9389E" w:rsidP="00F9389E">
          <w:pPr>
            <w:pStyle w:val="libCenterBold1"/>
          </w:pPr>
          <w:r>
            <w:t>Table of Contents</w:t>
          </w:r>
        </w:p>
        <w:p w:rsidR="00B9449A" w:rsidRDefault="0086783B" w:rsidP="00B9449A">
          <w:pPr>
            <w:pStyle w:val="TOC1"/>
            <w:rPr>
              <w:rFonts w:asciiTheme="minorHAnsi" w:eastAsiaTheme="minorEastAsia" w:hAnsiTheme="minorHAnsi" w:cstheme="minorBidi"/>
              <w:b w:val="0"/>
              <w:bCs w:val="0"/>
              <w:color w:val="auto"/>
              <w:sz w:val="22"/>
              <w:szCs w:val="22"/>
              <w:rtl/>
            </w:rPr>
          </w:pPr>
          <w:r w:rsidRPr="0086783B">
            <w:fldChar w:fldCharType="begin"/>
          </w:r>
          <w:r w:rsidR="00F9389E">
            <w:instrText xml:space="preserve"> TOC \o "1-3" \h \z \u </w:instrText>
          </w:r>
          <w:r w:rsidRPr="0086783B">
            <w:fldChar w:fldCharType="separate"/>
          </w:r>
          <w:hyperlink w:anchor="_Toc420238076" w:history="1">
            <w:r w:rsidR="00B9449A" w:rsidRPr="00A751DB">
              <w:rPr>
                <w:rStyle w:val="Hyperlink"/>
              </w:rPr>
              <w:t>DEDICATION</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Toc420238076 \h</w:instrText>
            </w:r>
            <w:r w:rsidR="00B9449A">
              <w:rPr>
                <w:webHidden/>
                <w:rtl/>
              </w:rPr>
              <w:instrText xml:space="preserve"> </w:instrText>
            </w:r>
            <w:r>
              <w:rPr>
                <w:webHidden/>
                <w:rtl/>
              </w:rPr>
            </w:r>
            <w:r>
              <w:rPr>
                <w:webHidden/>
                <w:rtl/>
              </w:rPr>
              <w:fldChar w:fldCharType="separate"/>
            </w:r>
            <w:r w:rsidR="00FC2F8E">
              <w:rPr>
                <w:webHidden/>
              </w:rPr>
              <w:t>5</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77" w:history="1">
            <w:r w:rsidR="00B9449A" w:rsidRPr="00A751DB">
              <w:rPr>
                <w:rStyle w:val="Hyperlink"/>
              </w:rPr>
              <w:t>PREFACE</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Toc420238077 \h</w:instrText>
            </w:r>
            <w:r w:rsidR="00B9449A">
              <w:rPr>
                <w:webHidden/>
                <w:rtl/>
              </w:rPr>
              <w:instrText xml:space="preserve"> </w:instrText>
            </w:r>
            <w:r>
              <w:rPr>
                <w:webHidden/>
                <w:rtl/>
              </w:rPr>
            </w:r>
            <w:r>
              <w:rPr>
                <w:webHidden/>
                <w:rtl/>
              </w:rPr>
              <w:fldChar w:fldCharType="separate"/>
            </w:r>
            <w:r w:rsidR="00FC2F8E">
              <w:rPr>
                <w:webHidden/>
              </w:rPr>
              <w:t>6</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78" w:history="1">
            <w:r w:rsidR="00B9449A" w:rsidRPr="00A751DB">
              <w:rPr>
                <w:rStyle w:val="Hyperlink"/>
              </w:rPr>
              <w:t>MAGHFIRAT-TAWBA (REPENTENCE)</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Toc420238078 \h</w:instrText>
            </w:r>
            <w:r w:rsidR="00B9449A">
              <w:rPr>
                <w:webHidden/>
                <w:rtl/>
              </w:rPr>
              <w:instrText xml:space="preserve"> </w:instrText>
            </w:r>
            <w:r>
              <w:rPr>
                <w:webHidden/>
                <w:rtl/>
              </w:rPr>
            </w:r>
            <w:r>
              <w:rPr>
                <w:webHidden/>
                <w:rtl/>
              </w:rPr>
              <w:fldChar w:fldCharType="separate"/>
            </w:r>
            <w:r w:rsidR="00FC2F8E">
              <w:rPr>
                <w:webHidden/>
              </w:rPr>
              <w:t>8</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79" w:history="1">
            <w:r w:rsidR="00B9449A" w:rsidRPr="00A751DB">
              <w:rPr>
                <w:rStyle w:val="Hyperlink"/>
              </w:rPr>
              <w:t>AWLAAD (CHILDREN / OFFSPRINGS)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Toc420238079 \h</w:instrText>
            </w:r>
            <w:r w:rsidR="00B9449A">
              <w:rPr>
                <w:webHidden/>
                <w:rtl/>
              </w:rPr>
              <w:instrText xml:space="preserve"> </w:instrText>
            </w:r>
            <w:r>
              <w:rPr>
                <w:webHidden/>
                <w:rtl/>
              </w:rPr>
            </w:r>
            <w:r>
              <w:rPr>
                <w:webHidden/>
                <w:rtl/>
              </w:rPr>
              <w:fldChar w:fldCharType="separate"/>
            </w:r>
            <w:r w:rsidR="00FC2F8E">
              <w:rPr>
                <w:webHidden/>
              </w:rPr>
              <w:t>16</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0" w:history="1">
            <w:r w:rsidR="00B9449A" w:rsidRPr="00A751DB">
              <w:rPr>
                <w:rStyle w:val="Hyperlink"/>
              </w:rPr>
              <w:t>HAAJAAT</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Toc420238080 \h</w:instrText>
            </w:r>
            <w:r w:rsidR="00B9449A">
              <w:rPr>
                <w:webHidden/>
                <w:rtl/>
              </w:rPr>
              <w:instrText xml:space="preserve"> </w:instrText>
            </w:r>
            <w:r>
              <w:rPr>
                <w:webHidden/>
                <w:rtl/>
              </w:rPr>
            </w:r>
            <w:r>
              <w:rPr>
                <w:webHidden/>
                <w:rtl/>
              </w:rPr>
              <w:fldChar w:fldCharType="separate"/>
            </w:r>
            <w:r w:rsidR="00FC2F8E">
              <w:rPr>
                <w:webHidden/>
              </w:rPr>
              <w:t>18</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1" w:history="1">
            <w:r w:rsidR="00B9449A" w:rsidRPr="00A751DB">
              <w:rPr>
                <w:rStyle w:val="Hyperlink"/>
              </w:rPr>
              <w:t>WUSAT-E-RIZQ (ABUNDANCE) AND QAZAA-E-DAYN</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Toc420238081 \h</w:instrText>
            </w:r>
            <w:r w:rsidR="00B9449A">
              <w:rPr>
                <w:webHidden/>
                <w:rtl/>
              </w:rPr>
              <w:instrText xml:space="preserve"> </w:instrText>
            </w:r>
            <w:r>
              <w:rPr>
                <w:webHidden/>
                <w:rtl/>
              </w:rPr>
            </w:r>
            <w:r>
              <w:rPr>
                <w:webHidden/>
                <w:rtl/>
              </w:rPr>
              <w:fldChar w:fldCharType="separate"/>
            </w:r>
            <w:r w:rsidR="00FC2F8E">
              <w:rPr>
                <w:webHidden/>
              </w:rPr>
              <w:t>22</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2" w:history="1">
            <w:r w:rsidR="00B9449A" w:rsidRPr="00A751DB">
              <w:rPr>
                <w:rStyle w:val="Hyperlink"/>
              </w:rPr>
              <w:t>MARHOOM PARENTS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Toc420238082 \h</w:instrText>
            </w:r>
            <w:r w:rsidR="00B9449A">
              <w:rPr>
                <w:webHidden/>
                <w:rtl/>
              </w:rPr>
              <w:instrText xml:space="preserve"> </w:instrText>
            </w:r>
            <w:r>
              <w:rPr>
                <w:webHidden/>
                <w:rtl/>
              </w:rPr>
            </w:r>
            <w:r>
              <w:rPr>
                <w:webHidden/>
                <w:rtl/>
              </w:rPr>
              <w:fldChar w:fldCharType="separate"/>
            </w:r>
            <w:r w:rsidR="00FC2F8E">
              <w:rPr>
                <w:webHidden/>
              </w:rPr>
              <w:t>25</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3" w:history="1">
            <w:r w:rsidR="00B9449A" w:rsidRPr="00A751DB">
              <w:rPr>
                <w:rStyle w:val="Hyperlink"/>
              </w:rPr>
              <w:t>DISEASE / ILLNESS / SICKNESS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Toc420238083 \h</w:instrText>
            </w:r>
            <w:r w:rsidR="00B9449A">
              <w:rPr>
                <w:webHidden/>
                <w:rtl/>
              </w:rPr>
              <w:instrText xml:space="preserve"> </w:instrText>
            </w:r>
            <w:r>
              <w:rPr>
                <w:webHidden/>
                <w:rtl/>
              </w:rPr>
            </w:r>
            <w:r>
              <w:rPr>
                <w:webHidden/>
                <w:rtl/>
              </w:rPr>
              <w:fldChar w:fldCharType="separate"/>
            </w:r>
            <w:r w:rsidR="00FC2F8E">
              <w:rPr>
                <w:webHidden/>
              </w:rPr>
              <w:t>27</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4" w:history="1">
            <w:r w:rsidR="00B9449A" w:rsidRPr="00A751DB">
              <w:rPr>
                <w:rStyle w:val="Hyperlink"/>
              </w:rPr>
              <w:t>HEREAFTER</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Toc420238084 \h</w:instrText>
            </w:r>
            <w:r w:rsidR="00B9449A">
              <w:rPr>
                <w:webHidden/>
                <w:rtl/>
              </w:rPr>
              <w:instrText xml:space="preserve"> </w:instrText>
            </w:r>
            <w:r>
              <w:rPr>
                <w:webHidden/>
                <w:rtl/>
              </w:rPr>
            </w:r>
            <w:r>
              <w:rPr>
                <w:webHidden/>
                <w:rtl/>
              </w:rPr>
              <w:fldChar w:fldCharType="separate"/>
            </w:r>
            <w:r w:rsidR="00FC2F8E">
              <w:rPr>
                <w:webHidden/>
              </w:rPr>
              <w:t>32</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5" w:history="1">
            <w:r w:rsidR="00B9449A" w:rsidRPr="00A751DB">
              <w:rPr>
                <w:rStyle w:val="Hyperlink"/>
              </w:rPr>
              <w:t>TRAVELLING</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Toc420238085 \h</w:instrText>
            </w:r>
            <w:r w:rsidR="00B9449A">
              <w:rPr>
                <w:webHidden/>
                <w:rtl/>
              </w:rPr>
              <w:instrText xml:space="preserve"> </w:instrText>
            </w:r>
            <w:r>
              <w:rPr>
                <w:webHidden/>
                <w:rtl/>
              </w:rPr>
            </w:r>
            <w:r>
              <w:rPr>
                <w:webHidden/>
                <w:rtl/>
              </w:rPr>
              <w:fldChar w:fldCharType="separate"/>
            </w:r>
            <w:r w:rsidR="00FC2F8E">
              <w:rPr>
                <w:webHidden/>
              </w:rPr>
              <w:t>34</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6" w:history="1">
            <w:r w:rsidR="00B9449A" w:rsidRPr="00A751DB">
              <w:rPr>
                <w:rStyle w:val="Hyperlink"/>
              </w:rPr>
              <w:t>FRIDAY-NIGHT &amp; DAY (Jumme-Raat and Jumuah)</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Toc420238086 \h</w:instrText>
            </w:r>
            <w:r w:rsidR="00B9449A">
              <w:rPr>
                <w:webHidden/>
                <w:rtl/>
              </w:rPr>
              <w:instrText xml:space="preserve"> </w:instrText>
            </w:r>
            <w:r>
              <w:rPr>
                <w:webHidden/>
                <w:rtl/>
              </w:rPr>
            </w:r>
            <w:r>
              <w:rPr>
                <w:webHidden/>
                <w:rtl/>
              </w:rPr>
              <w:fldChar w:fldCharType="separate"/>
            </w:r>
            <w:r w:rsidR="00FC2F8E">
              <w:rPr>
                <w:webHidden/>
              </w:rPr>
              <w:t>36</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7" w:history="1">
            <w:r w:rsidR="00B9449A" w:rsidRPr="00A751DB">
              <w:rPr>
                <w:rStyle w:val="Hyperlink"/>
              </w:rPr>
              <w:t>BED-TIME DUAAS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Toc420238087 \h</w:instrText>
            </w:r>
            <w:r w:rsidR="00B9449A">
              <w:rPr>
                <w:webHidden/>
                <w:rtl/>
              </w:rPr>
              <w:instrText xml:space="preserve"> </w:instrText>
            </w:r>
            <w:r>
              <w:rPr>
                <w:webHidden/>
                <w:rtl/>
              </w:rPr>
            </w:r>
            <w:r>
              <w:rPr>
                <w:webHidden/>
                <w:rtl/>
              </w:rPr>
              <w:fldChar w:fldCharType="separate"/>
            </w:r>
            <w:r w:rsidR="00FC2F8E">
              <w:rPr>
                <w:webHidden/>
              </w:rPr>
              <w:t>38</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8" w:history="1">
            <w:r w:rsidR="00B9449A" w:rsidRPr="00A751DB">
              <w:rPr>
                <w:rStyle w:val="Hyperlink"/>
              </w:rPr>
              <w:t>DUAAS OF IMAAM-E-ZAMAANA (A.F.)</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Toc420238088 \h</w:instrText>
            </w:r>
            <w:r w:rsidR="00B9449A">
              <w:rPr>
                <w:webHidden/>
                <w:rtl/>
              </w:rPr>
              <w:instrText xml:space="preserve"> </w:instrText>
            </w:r>
            <w:r>
              <w:rPr>
                <w:webHidden/>
                <w:rtl/>
              </w:rPr>
            </w:r>
            <w:r>
              <w:rPr>
                <w:webHidden/>
                <w:rtl/>
              </w:rPr>
              <w:fldChar w:fldCharType="separate"/>
            </w:r>
            <w:r w:rsidR="00FC2F8E">
              <w:rPr>
                <w:webHidden/>
              </w:rPr>
              <w:t>43</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89" w:history="1">
            <w:r w:rsidR="00B9449A" w:rsidRPr="00A751DB">
              <w:rPr>
                <w:rStyle w:val="Hyperlink"/>
              </w:rPr>
              <w:t>FROM SURAH-E-YAASEEN</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Toc420238089 \h</w:instrText>
            </w:r>
            <w:r w:rsidR="00B9449A">
              <w:rPr>
                <w:webHidden/>
                <w:rtl/>
              </w:rPr>
              <w:instrText xml:space="preserve"> </w:instrText>
            </w:r>
            <w:r>
              <w:rPr>
                <w:webHidden/>
                <w:rtl/>
              </w:rPr>
            </w:r>
            <w:r>
              <w:rPr>
                <w:webHidden/>
                <w:rtl/>
              </w:rPr>
              <w:fldChar w:fldCharType="separate"/>
            </w:r>
            <w:r w:rsidR="00FC2F8E">
              <w:rPr>
                <w:webHidden/>
              </w:rPr>
              <w:t>46</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0" w:history="1">
            <w:r w:rsidR="00B9449A" w:rsidRPr="00A751DB">
              <w:rPr>
                <w:rStyle w:val="Hyperlink"/>
              </w:rPr>
              <w:t>FOR ACHIEVING GOOD LUCK</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Toc420238090 \h</w:instrText>
            </w:r>
            <w:r w:rsidR="00B9449A">
              <w:rPr>
                <w:webHidden/>
                <w:rtl/>
              </w:rPr>
              <w:instrText xml:space="preserve"> </w:instrText>
            </w:r>
            <w:r>
              <w:rPr>
                <w:webHidden/>
                <w:rtl/>
              </w:rPr>
            </w:r>
            <w:r>
              <w:rPr>
                <w:webHidden/>
                <w:rtl/>
              </w:rPr>
              <w:fldChar w:fldCharType="separate"/>
            </w:r>
            <w:r w:rsidR="00FC2F8E">
              <w:rPr>
                <w:webHidden/>
              </w:rPr>
              <w:t>47</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1" w:history="1">
            <w:r w:rsidR="00B9449A" w:rsidRPr="00A751DB">
              <w:rPr>
                <w:rStyle w:val="Hyperlink"/>
              </w:rPr>
              <w:t>EVERYDAY RECITATIONS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Toc420238091 \h</w:instrText>
            </w:r>
            <w:r w:rsidR="00B9449A">
              <w:rPr>
                <w:webHidden/>
                <w:rtl/>
              </w:rPr>
              <w:instrText xml:space="preserve"> </w:instrText>
            </w:r>
            <w:r>
              <w:rPr>
                <w:webHidden/>
                <w:rtl/>
              </w:rPr>
            </w:r>
            <w:r>
              <w:rPr>
                <w:webHidden/>
                <w:rtl/>
              </w:rPr>
              <w:fldChar w:fldCharType="separate"/>
            </w:r>
            <w:r w:rsidR="00FC2F8E">
              <w:rPr>
                <w:webHidden/>
              </w:rPr>
              <w:t>48</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2" w:history="1">
            <w:r w:rsidR="00B9449A" w:rsidRPr="00A751DB">
              <w:rPr>
                <w:rStyle w:val="Hyperlink"/>
              </w:rPr>
              <w:t>RADD-E-MAZAALIM (Compensation for zulm)</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Toc420238092 \h</w:instrText>
            </w:r>
            <w:r w:rsidR="00B9449A">
              <w:rPr>
                <w:webHidden/>
                <w:rtl/>
              </w:rPr>
              <w:instrText xml:space="preserve"> </w:instrText>
            </w:r>
            <w:r>
              <w:rPr>
                <w:webHidden/>
                <w:rtl/>
              </w:rPr>
            </w:r>
            <w:r>
              <w:rPr>
                <w:webHidden/>
                <w:rtl/>
              </w:rPr>
              <w:fldChar w:fldCharType="separate"/>
            </w:r>
            <w:r w:rsidR="00FC2F8E">
              <w:rPr>
                <w:webHidden/>
              </w:rPr>
              <w:t>51</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3" w:history="1">
            <w:r w:rsidR="00B9449A" w:rsidRPr="00A751DB">
              <w:rPr>
                <w:rStyle w:val="Hyperlink"/>
              </w:rPr>
              <w:t>To Ward Off FEARS, WORRIES &amp; ANXIETIES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Toc420238093 \h</w:instrText>
            </w:r>
            <w:r w:rsidR="00B9449A">
              <w:rPr>
                <w:webHidden/>
                <w:rtl/>
              </w:rPr>
              <w:instrText xml:space="preserve"> </w:instrText>
            </w:r>
            <w:r>
              <w:rPr>
                <w:webHidden/>
                <w:rtl/>
              </w:rPr>
            </w:r>
            <w:r>
              <w:rPr>
                <w:webHidden/>
                <w:rtl/>
              </w:rPr>
              <w:fldChar w:fldCharType="separate"/>
            </w:r>
            <w:r w:rsidR="00FC2F8E">
              <w:rPr>
                <w:webHidden/>
              </w:rPr>
              <w:t>52</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4" w:history="1">
            <w:r w:rsidR="00B9449A" w:rsidRPr="00A751DB">
              <w:rPr>
                <w:rStyle w:val="Hyperlink"/>
              </w:rPr>
              <w:t>To Be Free From PROBLEMS &amp; TROUBLES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Toc420238094 \h</w:instrText>
            </w:r>
            <w:r w:rsidR="00B9449A">
              <w:rPr>
                <w:webHidden/>
                <w:rtl/>
              </w:rPr>
              <w:instrText xml:space="preserve"> </w:instrText>
            </w:r>
            <w:r>
              <w:rPr>
                <w:webHidden/>
                <w:rtl/>
              </w:rPr>
            </w:r>
            <w:r>
              <w:rPr>
                <w:webHidden/>
                <w:rtl/>
              </w:rPr>
              <w:fldChar w:fldCharType="separate"/>
            </w:r>
            <w:r w:rsidR="00FC2F8E">
              <w:rPr>
                <w:webHidden/>
              </w:rPr>
              <w:t>53</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5" w:history="1">
            <w:r w:rsidR="00B9449A" w:rsidRPr="00A751DB">
              <w:rPr>
                <w:rStyle w:val="Hyperlink"/>
              </w:rPr>
              <w:t>THANKS-GIVING (SHUKR)</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Toc420238095 \h</w:instrText>
            </w:r>
            <w:r w:rsidR="00B9449A">
              <w:rPr>
                <w:webHidden/>
                <w:rtl/>
              </w:rPr>
              <w:instrText xml:space="preserve"> </w:instrText>
            </w:r>
            <w:r>
              <w:rPr>
                <w:webHidden/>
                <w:rtl/>
              </w:rPr>
            </w:r>
            <w:r>
              <w:rPr>
                <w:webHidden/>
                <w:rtl/>
              </w:rPr>
              <w:fldChar w:fldCharType="separate"/>
            </w:r>
            <w:r w:rsidR="00FC2F8E">
              <w:rPr>
                <w:webHidden/>
              </w:rPr>
              <w:t>55</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6" w:history="1">
            <w:r w:rsidR="00B9449A" w:rsidRPr="00A751DB">
              <w:rPr>
                <w:rStyle w:val="Hyperlink"/>
              </w:rPr>
              <w:t>SAJDAH-E-SHUKR</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Toc420238096 \h</w:instrText>
            </w:r>
            <w:r w:rsidR="00B9449A">
              <w:rPr>
                <w:webHidden/>
                <w:rtl/>
              </w:rPr>
              <w:instrText xml:space="preserve"> </w:instrText>
            </w:r>
            <w:r>
              <w:rPr>
                <w:webHidden/>
                <w:rtl/>
              </w:rPr>
            </w:r>
            <w:r>
              <w:rPr>
                <w:webHidden/>
                <w:rtl/>
              </w:rPr>
              <w:fldChar w:fldCharType="separate"/>
            </w:r>
            <w:r w:rsidR="00FC2F8E">
              <w:rPr>
                <w:webHidden/>
              </w:rPr>
              <w:t>56</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7" w:history="1">
            <w:r w:rsidR="00B9449A" w:rsidRPr="00A751DB">
              <w:rPr>
                <w:rStyle w:val="Hyperlink"/>
              </w:rPr>
              <w:t>MEMORY</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Toc420238097 \h</w:instrText>
            </w:r>
            <w:r w:rsidR="00B9449A">
              <w:rPr>
                <w:webHidden/>
                <w:rtl/>
              </w:rPr>
              <w:instrText xml:space="preserve"> </w:instrText>
            </w:r>
            <w:r>
              <w:rPr>
                <w:webHidden/>
                <w:rtl/>
              </w:rPr>
            </w:r>
            <w:r>
              <w:rPr>
                <w:webHidden/>
                <w:rtl/>
              </w:rPr>
              <w:fldChar w:fldCharType="separate"/>
            </w:r>
            <w:r w:rsidR="00FC2F8E">
              <w:rPr>
                <w:webHidden/>
              </w:rPr>
              <w:t>58</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8" w:history="1">
            <w:r w:rsidR="00B9449A" w:rsidRPr="00A751DB">
              <w:rPr>
                <w:rStyle w:val="Hyperlink"/>
              </w:rPr>
              <w:t>VARIOUS DUAAS &amp; A’AMAAL</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Toc420238098 \h</w:instrText>
            </w:r>
            <w:r w:rsidR="00B9449A">
              <w:rPr>
                <w:webHidden/>
                <w:rtl/>
              </w:rPr>
              <w:instrText xml:space="preserve"> </w:instrText>
            </w:r>
            <w:r>
              <w:rPr>
                <w:webHidden/>
                <w:rtl/>
              </w:rPr>
            </w:r>
            <w:r>
              <w:rPr>
                <w:webHidden/>
                <w:rtl/>
              </w:rPr>
              <w:fldChar w:fldCharType="separate"/>
            </w:r>
            <w:r w:rsidR="00FC2F8E">
              <w:rPr>
                <w:webHidden/>
              </w:rPr>
              <w:t>59</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099" w:history="1">
            <w:r w:rsidR="00B9449A" w:rsidRPr="00A751DB">
              <w:rPr>
                <w:rStyle w:val="Hyperlink"/>
              </w:rPr>
              <w:t>DUAA WHILE DRINKING WATER &amp; AT MEALS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Toc420238099 \h</w:instrText>
            </w:r>
            <w:r w:rsidR="00B9449A">
              <w:rPr>
                <w:webHidden/>
                <w:rtl/>
              </w:rPr>
              <w:instrText xml:space="preserve"> </w:instrText>
            </w:r>
            <w:r>
              <w:rPr>
                <w:webHidden/>
                <w:rtl/>
              </w:rPr>
            </w:r>
            <w:r>
              <w:rPr>
                <w:webHidden/>
                <w:rtl/>
              </w:rPr>
              <w:fldChar w:fldCharType="separate"/>
            </w:r>
            <w:r w:rsidR="00FC2F8E">
              <w:rPr>
                <w:webHidden/>
              </w:rPr>
              <w:t>65</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0" w:history="1">
            <w:r w:rsidR="00B9449A" w:rsidRPr="00A751DB">
              <w:rPr>
                <w:rStyle w:val="Hyperlink"/>
              </w:rPr>
              <w:t>A’AMAAL OF BIBI ZAYNAB (S.A.)</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Toc420238100 \h</w:instrText>
            </w:r>
            <w:r w:rsidR="00B9449A">
              <w:rPr>
                <w:webHidden/>
                <w:rtl/>
              </w:rPr>
              <w:instrText xml:space="preserve"> </w:instrText>
            </w:r>
            <w:r>
              <w:rPr>
                <w:webHidden/>
                <w:rtl/>
              </w:rPr>
            </w:r>
            <w:r>
              <w:rPr>
                <w:webHidden/>
                <w:rtl/>
              </w:rPr>
              <w:fldChar w:fldCharType="separate"/>
            </w:r>
            <w:r w:rsidR="00FC2F8E">
              <w:rPr>
                <w:webHidden/>
              </w:rPr>
              <w:t>67</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1" w:history="1">
            <w:r w:rsidR="00B9449A" w:rsidRPr="00A751DB">
              <w:rPr>
                <w:rStyle w:val="Hyperlink"/>
              </w:rPr>
              <w:t>A’AMAAL OF IMAAM MOOSA-E-KAADHIM (A.S.)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Toc420238101 \h</w:instrText>
            </w:r>
            <w:r w:rsidR="00B9449A">
              <w:rPr>
                <w:webHidden/>
                <w:rtl/>
              </w:rPr>
              <w:instrText xml:space="preserve"> </w:instrText>
            </w:r>
            <w:r>
              <w:rPr>
                <w:webHidden/>
                <w:rtl/>
              </w:rPr>
            </w:r>
            <w:r>
              <w:rPr>
                <w:webHidden/>
                <w:rtl/>
              </w:rPr>
              <w:fldChar w:fldCharType="separate"/>
            </w:r>
            <w:r w:rsidR="00FC2F8E">
              <w:rPr>
                <w:webHidden/>
              </w:rPr>
              <w:t>68</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2" w:history="1">
            <w:r w:rsidR="00B9449A" w:rsidRPr="00A751DB">
              <w:rPr>
                <w:rStyle w:val="Hyperlink"/>
              </w:rPr>
              <w:t>TAHAJJUD (NAMAAZ-E-SHAB)</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Toc420238102 \h</w:instrText>
            </w:r>
            <w:r w:rsidR="00B9449A">
              <w:rPr>
                <w:webHidden/>
                <w:rtl/>
              </w:rPr>
              <w:instrText xml:space="preserve"> </w:instrText>
            </w:r>
            <w:r>
              <w:rPr>
                <w:webHidden/>
                <w:rtl/>
              </w:rPr>
            </w:r>
            <w:r>
              <w:rPr>
                <w:webHidden/>
                <w:rtl/>
              </w:rPr>
              <w:fldChar w:fldCharType="separate"/>
            </w:r>
            <w:r w:rsidR="00FC2F8E">
              <w:rPr>
                <w:webHidden/>
              </w:rPr>
              <w:t>69</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3" w:history="1">
            <w:r w:rsidR="00B9449A" w:rsidRPr="00A751DB">
              <w:rPr>
                <w:rStyle w:val="Hyperlink"/>
              </w:rPr>
              <w:t>NAMAAZ-E- JAA’FAR-E- TAYYAAR</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Toc420238103 \h</w:instrText>
            </w:r>
            <w:r w:rsidR="00B9449A">
              <w:rPr>
                <w:webHidden/>
                <w:rtl/>
              </w:rPr>
              <w:instrText xml:space="preserve"> </w:instrText>
            </w:r>
            <w:r>
              <w:rPr>
                <w:webHidden/>
                <w:rtl/>
              </w:rPr>
            </w:r>
            <w:r>
              <w:rPr>
                <w:webHidden/>
                <w:rtl/>
              </w:rPr>
              <w:fldChar w:fldCharType="separate"/>
            </w:r>
            <w:r w:rsidR="00FC2F8E">
              <w:rPr>
                <w:webHidden/>
              </w:rPr>
              <w:t>71</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4" w:history="1">
            <w:r w:rsidR="00B9449A" w:rsidRPr="00A751DB">
              <w:rPr>
                <w:rStyle w:val="Hyperlink"/>
              </w:rPr>
              <w:t>RAJAB A’AMAAL</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Toc420238104 \h</w:instrText>
            </w:r>
            <w:r w:rsidR="00B9449A">
              <w:rPr>
                <w:webHidden/>
                <w:rtl/>
              </w:rPr>
              <w:instrText xml:space="preserve"> </w:instrText>
            </w:r>
            <w:r>
              <w:rPr>
                <w:webHidden/>
                <w:rtl/>
              </w:rPr>
            </w:r>
            <w:r>
              <w:rPr>
                <w:webHidden/>
                <w:rtl/>
              </w:rPr>
              <w:fldChar w:fldCharType="separate"/>
            </w:r>
            <w:r w:rsidR="00FC2F8E">
              <w:rPr>
                <w:webHidden/>
              </w:rPr>
              <w:t>73</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5" w:history="1">
            <w:r w:rsidR="00B9449A" w:rsidRPr="00A751DB">
              <w:rPr>
                <w:rStyle w:val="Hyperlink"/>
              </w:rPr>
              <w:t>SHA’BAAN</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Toc420238105 \h</w:instrText>
            </w:r>
            <w:r w:rsidR="00B9449A">
              <w:rPr>
                <w:webHidden/>
                <w:rtl/>
              </w:rPr>
              <w:instrText xml:space="preserve"> </w:instrText>
            </w:r>
            <w:r>
              <w:rPr>
                <w:webHidden/>
                <w:rtl/>
              </w:rPr>
            </w:r>
            <w:r>
              <w:rPr>
                <w:webHidden/>
                <w:rtl/>
              </w:rPr>
              <w:fldChar w:fldCharType="separate"/>
            </w:r>
            <w:r w:rsidR="00FC2F8E">
              <w:rPr>
                <w:webHidden/>
              </w:rPr>
              <w:t>79</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6" w:history="1">
            <w:r w:rsidR="00B9449A" w:rsidRPr="00A751DB">
              <w:rPr>
                <w:rStyle w:val="Hyperlink"/>
              </w:rPr>
              <w:t>HOLY RAMADHAAN</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Toc420238106 \h</w:instrText>
            </w:r>
            <w:r w:rsidR="00B9449A">
              <w:rPr>
                <w:webHidden/>
                <w:rtl/>
              </w:rPr>
              <w:instrText xml:space="preserve"> </w:instrText>
            </w:r>
            <w:r>
              <w:rPr>
                <w:webHidden/>
                <w:rtl/>
              </w:rPr>
            </w:r>
            <w:r>
              <w:rPr>
                <w:webHidden/>
                <w:rtl/>
              </w:rPr>
              <w:fldChar w:fldCharType="separate"/>
            </w:r>
            <w:r w:rsidR="00FC2F8E">
              <w:rPr>
                <w:webHidden/>
              </w:rPr>
              <w:t>83</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7" w:history="1">
            <w:r w:rsidR="00B9449A" w:rsidRPr="00A751DB">
              <w:rPr>
                <w:rStyle w:val="Hyperlink"/>
              </w:rPr>
              <w:t>DUAA-E-KHATME QUR’AN</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Toc420238107 \h</w:instrText>
            </w:r>
            <w:r w:rsidR="00B9449A">
              <w:rPr>
                <w:webHidden/>
                <w:rtl/>
              </w:rPr>
              <w:instrText xml:space="preserve"> </w:instrText>
            </w:r>
            <w:r>
              <w:rPr>
                <w:webHidden/>
                <w:rtl/>
              </w:rPr>
            </w:r>
            <w:r>
              <w:rPr>
                <w:webHidden/>
                <w:rtl/>
              </w:rPr>
              <w:fldChar w:fldCharType="separate"/>
            </w:r>
            <w:r w:rsidR="00FC2F8E">
              <w:rPr>
                <w:webHidden/>
              </w:rPr>
              <w:t>97</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8" w:history="1">
            <w:r w:rsidR="00B9449A" w:rsidRPr="00A751DB">
              <w:rPr>
                <w:rStyle w:val="Hyperlink"/>
              </w:rPr>
              <w:t>SURAHS FROM HOLY QUR’AN</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Toc420238108 \h</w:instrText>
            </w:r>
            <w:r w:rsidR="00B9449A">
              <w:rPr>
                <w:webHidden/>
                <w:rtl/>
              </w:rPr>
              <w:instrText xml:space="preserve"> </w:instrText>
            </w:r>
            <w:r>
              <w:rPr>
                <w:webHidden/>
                <w:rtl/>
              </w:rPr>
            </w:r>
            <w:r>
              <w:rPr>
                <w:webHidden/>
                <w:rtl/>
              </w:rPr>
              <w:fldChar w:fldCharType="separate"/>
            </w:r>
            <w:r w:rsidR="00FC2F8E">
              <w:rPr>
                <w:webHidden/>
              </w:rPr>
              <w:t>98</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09" w:history="1">
            <w:r w:rsidR="00B9449A" w:rsidRPr="00A751DB">
              <w:rPr>
                <w:rStyle w:val="Hyperlink"/>
              </w:rPr>
              <w:t>DUAAS OF MAAH-E-RAMADHAAN</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Toc420238109 \h</w:instrText>
            </w:r>
            <w:r w:rsidR="00B9449A">
              <w:rPr>
                <w:webHidden/>
                <w:rtl/>
              </w:rPr>
              <w:instrText xml:space="preserve"> </w:instrText>
            </w:r>
            <w:r>
              <w:rPr>
                <w:webHidden/>
                <w:rtl/>
              </w:rPr>
            </w:r>
            <w:r>
              <w:rPr>
                <w:webHidden/>
                <w:rtl/>
              </w:rPr>
              <w:fldChar w:fldCharType="separate"/>
            </w:r>
            <w:r w:rsidR="00FC2F8E">
              <w:rPr>
                <w:webHidden/>
              </w:rPr>
              <w:t>101</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0" w:history="1">
            <w:r w:rsidR="00B9449A" w:rsidRPr="00A751DB">
              <w:rPr>
                <w:rStyle w:val="Hyperlink"/>
              </w:rPr>
              <w:t>NIGHT OF EED-AL-FITR</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Toc420238110 \h</w:instrText>
            </w:r>
            <w:r w:rsidR="00B9449A">
              <w:rPr>
                <w:webHidden/>
                <w:rtl/>
              </w:rPr>
              <w:instrText xml:space="preserve"> </w:instrText>
            </w:r>
            <w:r>
              <w:rPr>
                <w:webHidden/>
                <w:rtl/>
              </w:rPr>
            </w:r>
            <w:r>
              <w:rPr>
                <w:webHidden/>
                <w:rtl/>
              </w:rPr>
              <w:fldChar w:fldCharType="separate"/>
            </w:r>
            <w:r w:rsidR="00FC2F8E">
              <w:rPr>
                <w:webHidden/>
              </w:rPr>
              <w:t>105</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1" w:history="1">
            <w:r w:rsidR="00B9449A" w:rsidRPr="00A751DB">
              <w:rPr>
                <w:rStyle w:val="Hyperlink"/>
              </w:rPr>
              <w:t>SHAWWAAL</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Toc420238111 \h</w:instrText>
            </w:r>
            <w:r w:rsidR="00B9449A">
              <w:rPr>
                <w:webHidden/>
                <w:rtl/>
              </w:rPr>
              <w:instrText xml:space="preserve"> </w:instrText>
            </w:r>
            <w:r>
              <w:rPr>
                <w:webHidden/>
                <w:rtl/>
              </w:rPr>
            </w:r>
            <w:r>
              <w:rPr>
                <w:webHidden/>
                <w:rtl/>
              </w:rPr>
              <w:fldChar w:fldCharType="separate"/>
            </w:r>
            <w:r w:rsidR="00FC2F8E">
              <w:rPr>
                <w:webHidden/>
              </w:rPr>
              <w:t>106</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2" w:history="1">
            <w:r w:rsidR="00B9449A" w:rsidRPr="00A751DB">
              <w:rPr>
                <w:rStyle w:val="Hyperlink"/>
              </w:rPr>
              <w:t>ZILQAADA</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Toc420238112 \h</w:instrText>
            </w:r>
            <w:r w:rsidR="00B9449A">
              <w:rPr>
                <w:webHidden/>
                <w:rtl/>
              </w:rPr>
              <w:instrText xml:space="preserve"> </w:instrText>
            </w:r>
            <w:r>
              <w:rPr>
                <w:webHidden/>
                <w:rtl/>
              </w:rPr>
            </w:r>
            <w:r>
              <w:rPr>
                <w:webHidden/>
                <w:rtl/>
              </w:rPr>
              <w:fldChar w:fldCharType="separate"/>
            </w:r>
            <w:r w:rsidR="00FC2F8E">
              <w:rPr>
                <w:webHidden/>
              </w:rPr>
              <w:t>107</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3" w:history="1">
            <w:r w:rsidR="00B9449A" w:rsidRPr="00A751DB">
              <w:rPr>
                <w:rStyle w:val="Hyperlink"/>
              </w:rPr>
              <w:t>ZILHAJJ</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Toc420238113 \h</w:instrText>
            </w:r>
            <w:r w:rsidR="00B9449A">
              <w:rPr>
                <w:webHidden/>
                <w:rtl/>
              </w:rPr>
              <w:instrText xml:space="preserve"> </w:instrText>
            </w:r>
            <w:r>
              <w:rPr>
                <w:webHidden/>
                <w:rtl/>
              </w:rPr>
            </w:r>
            <w:r>
              <w:rPr>
                <w:webHidden/>
                <w:rtl/>
              </w:rPr>
              <w:fldChar w:fldCharType="separate"/>
            </w:r>
            <w:r w:rsidR="00FC2F8E">
              <w:rPr>
                <w:webHidden/>
              </w:rPr>
              <w:t>108</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4" w:history="1">
            <w:r w:rsidR="00B9449A" w:rsidRPr="00A751DB">
              <w:rPr>
                <w:rStyle w:val="Hyperlink"/>
              </w:rPr>
              <w:t>EED-U-ZZOHAA 10TH Dul-Hijjaah</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Toc420238114 \h</w:instrText>
            </w:r>
            <w:r w:rsidR="00B9449A">
              <w:rPr>
                <w:webHidden/>
                <w:rtl/>
              </w:rPr>
              <w:instrText xml:space="preserve"> </w:instrText>
            </w:r>
            <w:r>
              <w:rPr>
                <w:webHidden/>
                <w:rtl/>
              </w:rPr>
            </w:r>
            <w:r>
              <w:rPr>
                <w:webHidden/>
                <w:rtl/>
              </w:rPr>
              <w:fldChar w:fldCharType="separate"/>
            </w:r>
            <w:r w:rsidR="00FC2F8E">
              <w:rPr>
                <w:webHidden/>
              </w:rPr>
              <w:t>111</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5" w:history="1">
            <w:r w:rsidR="00B9449A" w:rsidRPr="00A751DB">
              <w:rPr>
                <w:rStyle w:val="Hyperlink"/>
              </w:rPr>
              <w:t>EED-E-GHADEER</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Toc420238115 \h</w:instrText>
            </w:r>
            <w:r w:rsidR="00B9449A">
              <w:rPr>
                <w:webHidden/>
                <w:rtl/>
              </w:rPr>
              <w:instrText xml:space="preserve"> </w:instrText>
            </w:r>
            <w:r>
              <w:rPr>
                <w:webHidden/>
                <w:rtl/>
              </w:rPr>
            </w:r>
            <w:r>
              <w:rPr>
                <w:webHidden/>
                <w:rtl/>
              </w:rPr>
              <w:fldChar w:fldCharType="separate"/>
            </w:r>
            <w:r w:rsidR="00FC2F8E">
              <w:rPr>
                <w:webHidden/>
              </w:rPr>
              <w:t>112</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6" w:history="1">
            <w:r w:rsidR="00B9449A" w:rsidRPr="00A751DB">
              <w:rPr>
                <w:rStyle w:val="Hyperlink"/>
              </w:rPr>
              <w:t>EED-E-MUBAAHILA 24th Day</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Toc420238116 \h</w:instrText>
            </w:r>
            <w:r w:rsidR="00B9449A">
              <w:rPr>
                <w:webHidden/>
                <w:rtl/>
              </w:rPr>
              <w:instrText xml:space="preserve"> </w:instrText>
            </w:r>
            <w:r>
              <w:rPr>
                <w:webHidden/>
                <w:rtl/>
              </w:rPr>
            </w:r>
            <w:r>
              <w:rPr>
                <w:webHidden/>
                <w:rtl/>
              </w:rPr>
              <w:fldChar w:fldCharType="separate"/>
            </w:r>
            <w:r w:rsidR="00FC2F8E">
              <w:rPr>
                <w:webHidden/>
              </w:rPr>
              <w:t>113</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7" w:history="1">
            <w:r w:rsidR="00B9449A" w:rsidRPr="00A751DB">
              <w:rPr>
                <w:rStyle w:val="Hyperlink"/>
              </w:rPr>
              <w:t>MUHARRAM</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Toc420238117 \h</w:instrText>
            </w:r>
            <w:r w:rsidR="00B9449A">
              <w:rPr>
                <w:webHidden/>
                <w:rtl/>
              </w:rPr>
              <w:instrText xml:space="preserve"> </w:instrText>
            </w:r>
            <w:r>
              <w:rPr>
                <w:webHidden/>
                <w:rtl/>
              </w:rPr>
            </w:r>
            <w:r>
              <w:rPr>
                <w:webHidden/>
                <w:rtl/>
              </w:rPr>
              <w:fldChar w:fldCharType="separate"/>
            </w:r>
            <w:r w:rsidR="00FC2F8E">
              <w:rPr>
                <w:webHidden/>
              </w:rPr>
              <w:t>115</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8" w:history="1">
            <w:r w:rsidR="00B9449A" w:rsidRPr="00A751DB">
              <w:rPr>
                <w:rStyle w:val="Hyperlink"/>
              </w:rPr>
              <w:t>SAFAR</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Toc420238118 \h</w:instrText>
            </w:r>
            <w:r w:rsidR="00B9449A">
              <w:rPr>
                <w:webHidden/>
                <w:rtl/>
              </w:rPr>
              <w:instrText xml:space="preserve"> </w:instrText>
            </w:r>
            <w:r>
              <w:rPr>
                <w:webHidden/>
                <w:rtl/>
              </w:rPr>
            </w:r>
            <w:r>
              <w:rPr>
                <w:webHidden/>
                <w:rtl/>
              </w:rPr>
              <w:fldChar w:fldCharType="separate"/>
            </w:r>
            <w:r w:rsidR="00FC2F8E">
              <w:rPr>
                <w:webHidden/>
              </w:rPr>
              <w:t>121</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19" w:history="1">
            <w:r w:rsidR="00B9449A" w:rsidRPr="00A751DB">
              <w:rPr>
                <w:rStyle w:val="Hyperlink"/>
              </w:rPr>
              <w:t>RABBIUL AWWAL</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Toc420238119 \h</w:instrText>
            </w:r>
            <w:r w:rsidR="00B9449A">
              <w:rPr>
                <w:webHidden/>
                <w:rtl/>
              </w:rPr>
              <w:instrText xml:space="preserve"> </w:instrText>
            </w:r>
            <w:r>
              <w:rPr>
                <w:webHidden/>
                <w:rtl/>
              </w:rPr>
            </w:r>
            <w:r>
              <w:rPr>
                <w:webHidden/>
                <w:rtl/>
              </w:rPr>
              <w:fldChar w:fldCharType="separate"/>
            </w:r>
            <w:r w:rsidR="00FC2F8E">
              <w:rPr>
                <w:webHidden/>
              </w:rPr>
              <w:t>123</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20" w:history="1">
            <w:r w:rsidR="00B9449A" w:rsidRPr="00A751DB">
              <w:rPr>
                <w:rStyle w:val="Hyperlink"/>
              </w:rPr>
              <w:t>RABBIUL AAKHER</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Toc420238120 \h</w:instrText>
            </w:r>
            <w:r w:rsidR="00B9449A">
              <w:rPr>
                <w:webHidden/>
                <w:rtl/>
              </w:rPr>
              <w:instrText xml:space="preserve"> </w:instrText>
            </w:r>
            <w:r>
              <w:rPr>
                <w:webHidden/>
                <w:rtl/>
              </w:rPr>
            </w:r>
            <w:r>
              <w:rPr>
                <w:webHidden/>
                <w:rtl/>
              </w:rPr>
              <w:fldChar w:fldCharType="separate"/>
            </w:r>
            <w:r w:rsidR="00FC2F8E">
              <w:rPr>
                <w:webHidden/>
              </w:rPr>
              <w:t>125</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21" w:history="1">
            <w:r w:rsidR="00B9449A" w:rsidRPr="00A751DB">
              <w:rPr>
                <w:rStyle w:val="Hyperlink"/>
              </w:rPr>
              <w:t>JAMAADIUL AWWAL</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Toc420238121 \h</w:instrText>
            </w:r>
            <w:r w:rsidR="00B9449A">
              <w:rPr>
                <w:webHidden/>
                <w:rtl/>
              </w:rPr>
              <w:instrText xml:space="preserve"> </w:instrText>
            </w:r>
            <w:r>
              <w:rPr>
                <w:webHidden/>
                <w:rtl/>
              </w:rPr>
            </w:r>
            <w:r>
              <w:rPr>
                <w:webHidden/>
                <w:rtl/>
              </w:rPr>
              <w:fldChar w:fldCharType="separate"/>
            </w:r>
            <w:r w:rsidR="00FC2F8E">
              <w:rPr>
                <w:webHidden/>
              </w:rPr>
              <w:t>126</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22" w:history="1">
            <w:r w:rsidR="00B9449A" w:rsidRPr="00A751DB">
              <w:rPr>
                <w:rStyle w:val="Hyperlink"/>
              </w:rPr>
              <w:t>JAMAADIUL AAKHER</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Toc420238122 \h</w:instrText>
            </w:r>
            <w:r w:rsidR="00B9449A">
              <w:rPr>
                <w:webHidden/>
                <w:rtl/>
              </w:rPr>
              <w:instrText xml:space="preserve"> </w:instrText>
            </w:r>
            <w:r>
              <w:rPr>
                <w:webHidden/>
                <w:rtl/>
              </w:rPr>
            </w:r>
            <w:r>
              <w:rPr>
                <w:webHidden/>
                <w:rtl/>
              </w:rPr>
              <w:fldChar w:fldCharType="separate"/>
            </w:r>
            <w:r w:rsidR="00FC2F8E">
              <w:rPr>
                <w:webHidden/>
              </w:rPr>
              <w:t>127</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23" w:history="1">
            <w:r w:rsidR="00B9449A" w:rsidRPr="00A751DB">
              <w:rPr>
                <w:rStyle w:val="Hyperlink"/>
              </w:rPr>
              <w:t>NEW MONTH’S A’AMAAL</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Toc420238123 \h</w:instrText>
            </w:r>
            <w:r w:rsidR="00B9449A">
              <w:rPr>
                <w:webHidden/>
                <w:rtl/>
              </w:rPr>
              <w:instrText xml:space="preserve"> </w:instrText>
            </w:r>
            <w:r>
              <w:rPr>
                <w:webHidden/>
                <w:rtl/>
              </w:rPr>
            </w:r>
            <w:r>
              <w:rPr>
                <w:webHidden/>
                <w:rtl/>
              </w:rPr>
              <w:fldChar w:fldCharType="separate"/>
            </w:r>
            <w:r w:rsidR="00FC2F8E">
              <w:rPr>
                <w:webHidden/>
              </w:rPr>
              <w:t>128</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24" w:history="1">
            <w:r w:rsidR="00B9449A" w:rsidRPr="00A751DB">
              <w:rPr>
                <w:rStyle w:val="Hyperlink"/>
              </w:rPr>
              <w:t>NAWROZ</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Toc420238124 \h</w:instrText>
            </w:r>
            <w:r w:rsidR="00B9449A">
              <w:rPr>
                <w:webHidden/>
                <w:rtl/>
              </w:rPr>
              <w:instrText xml:space="preserve"> </w:instrText>
            </w:r>
            <w:r>
              <w:rPr>
                <w:webHidden/>
                <w:rtl/>
              </w:rPr>
            </w:r>
            <w:r>
              <w:rPr>
                <w:webHidden/>
                <w:rtl/>
              </w:rPr>
              <w:fldChar w:fldCharType="separate"/>
            </w:r>
            <w:r w:rsidR="00FC2F8E">
              <w:rPr>
                <w:webHidden/>
              </w:rPr>
              <w:t>129</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25" w:history="1">
            <w:r w:rsidR="00B9449A" w:rsidRPr="00A751DB">
              <w:rPr>
                <w:rStyle w:val="Hyperlink"/>
              </w:rPr>
              <w:t>DUAA AFTER EVERYDAY-NAMAAZ</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Toc420238125 \h</w:instrText>
            </w:r>
            <w:r w:rsidR="00B9449A">
              <w:rPr>
                <w:webHidden/>
                <w:rtl/>
              </w:rPr>
              <w:instrText xml:space="preserve"> </w:instrText>
            </w:r>
            <w:r>
              <w:rPr>
                <w:webHidden/>
                <w:rtl/>
              </w:rPr>
            </w:r>
            <w:r>
              <w:rPr>
                <w:webHidden/>
                <w:rtl/>
              </w:rPr>
              <w:fldChar w:fldCharType="separate"/>
            </w:r>
            <w:r w:rsidR="00FC2F8E">
              <w:rPr>
                <w:webHidden/>
              </w:rPr>
              <w:t>132</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26" w:history="1">
            <w:r w:rsidR="00B9449A" w:rsidRPr="00A751DB">
              <w:rPr>
                <w:rStyle w:val="Hyperlink"/>
              </w:rPr>
              <w:t>ZIYAARAT OF MA’ASOOMEEN (A.S.) TO BE RECITED ON EACH DAY OF THE WEEK</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Toc420238126 \h</w:instrText>
            </w:r>
            <w:r w:rsidR="00B9449A">
              <w:rPr>
                <w:webHidden/>
                <w:rtl/>
              </w:rPr>
              <w:instrText xml:space="preserve"> </w:instrText>
            </w:r>
            <w:r>
              <w:rPr>
                <w:webHidden/>
                <w:rtl/>
              </w:rPr>
            </w:r>
            <w:r>
              <w:rPr>
                <w:webHidden/>
                <w:rtl/>
              </w:rPr>
              <w:fldChar w:fldCharType="separate"/>
            </w:r>
            <w:r w:rsidR="00FC2F8E">
              <w:rPr>
                <w:webHidden/>
              </w:rPr>
              <w:t>134</w:t>
            </w:r>
            <w:r>
              <w:rPr>
                <w:webHidden/>
                <w:rtl/>
              </w:rPr>
              <w:fldChar w:fldCharType="end"/>
            </w:r>
          </w:hyperlink>
        </w:p>
        <w:p w:rsidR="00B9449A" w:rsidRDefault="0086783B" w:rsidP="00B9449A">
          <w:pPr>
            <w:pStyle w:val="TOC1"/>
            <w:rPr>
              <w:rFonts w:asciiTheme="minorHAnsi" w:eastAsiaTheme="minorEastAsia" w:hAnsiTheme="minorHAnsi" w:cstheme="minorBidi"/>
              <w:b w:val="0"/>
              <w:bCs w:val="0"/>
              <w:color w:val="auto"/>
              <w:sz w:val="22"/>
              <w:szCs w:val="22"/>
              <w:rtl/>
            </w:rPr>
          </w:pPr>
          <w:hyperlink w:anchor="_Toc420238127" w:history="1">
            <w:r w:rsidR="00B9449A" w:rsidRPr="00A751DB">
              <w:rPr>
                <w:rStyle w:val="Hyperlink"/>
              </w:rPr>
              <w:t>REFERENCES</w:t>
            </w:r>
            <w:r w:rsidR="00B9449A">
              <w:rPr>
                <w:webHidden/>
                <w:rtl/>
              </w:rPr>
              <w:tab/>
            </w:r>
            <w:r>
              <w:rPr>
                <w:webHidden/>
                <w:rtl/>
              </w:rPr>
              <w:fldChar w:fldCharType="begin"/>
            </w:r>
            <w:r w:rsidR="00B9449A">
              <w:rPr>
                <w:webHidden/>
                <w:rtl/>
              </w:rPr>
              <w:instrText xml:space="preserve"> </w:instrText>
            </w:r>
            <w:r w:rsidR="00B9449A">
              <w:rPr>
                <w:webHidden/>
              </w:rPr>
              <w:instrText>PAGEREF</w:instrText>
            </w:r>
            <w:r w:rsidR="00B9449A">
              <w:rPr>
                <w:webHidden/>
                <w:rtl/>
              </w:rPr>
              <w:instrText xml:space="preserve"> _</w:instrText>
            </w:r>
            <w:r w:rsidR="00B9449A">
              <w:rPr>
                <w:webHidden/>
              </w:rPr>
              <w:instrText>Toc420238127 \h</w:instrText>
            </w:r>
            <w:r w:rsidR="00B9449A">
              <w:rPr>
                <w:webHidden/>
                <w:rtl/>
              </w:rPr>
              <w:instrText xml:space="preserve"> </w:instrText>
            </w:r>
            <w:r>
              <w:rPr>
                <w:webHidden/>
                <w:rtl/>
              </w:rPr>
            </w:r>
            <w:r>
              <w:rPr>
                <w:webHidden/>
                <w:rtl/>
              </w:rPr>
              <w:fldChar w:fldCharType="separate"/>
            </w:r>
            <w:r w:rsidR="00FC2F8E">
              <w:rPr>
                <w:webHidden/>
              </w:rPr>
              <w:t>139</w:t>
            </w:r>
            <w:r>
              <w:rPr>
                <w:webHidden/>
                <w:rtl/>
              </w:rPr>
              <w:fldChar w:fldCharType="end"/>
            </w:r>
          </w:hyperlink>
        </w:p>
        <w:p w:rsidR="00F9389E" w:rsidRDefault="0086783B" w:rsidP="00B9449A">
          <w:pPr>
            <w:pStyle w:val="libNormal"/>
          </w:pPr>
          <w:r>
            <w:fldChar w:fldCharType="end"/>
          </w:r>
        </w:p>
      </w:sdtContent>
    </w:sdt>
    <w:p w:rsidR="002E452F" w:rsidRDefault="002E452F" w:rsidP="002E452F">
      <w:pPr>
        <w:pStyle w:val="libLine"/>
      </w:pPr>
      <w:r>
        <w:br w:type="page"/>
      </w:r>
    </w:p>
    <w:p w:rsidR="002E452F" w:rsidRDefault="002E452F" w:rsidP="002E452F">
      <w:pPr>
        <w:pStyle w:val="Heading1Center"/>
      </w:pPr>
      <w:bookmarkStart w:id="0" w:name="_Toc420238076"/>
      <w:r w:rsidRPr="002E452F">
        <w:lastRenderedPageBreak/>
        <w:t>DEDICATION</w:t>
      </w:r>
      <w:bookmarkEnd w:id="0"/>
    </w:p>
    <w:p w:rsidR="00294BA7" w:rsidRDefault="00294BA7" w:rsidP="002E452F">
      <w:pPr>
        <w:pStyle w:val="libCenterBold1"/>
      </w:pPr>
      <w:r>
        <w:t>This work is dedicated for the pleasure of Allaah Sub’haanahoo wa Tta’aala.</w:t>
      </w:r>
    </w:p>
    <w:p w:rsidR="002E452F" w:rsidRDefault="002E452F" w:rsidP="002E452F">
      <w:pPr>
        <w:pStyle w:val="libNormal"/>
      </w:pPr>
      <w:r>
        <w:br w:type="page"/>
      </w:r>
    </w:p>
    <w:p w:rsidR="002E452F" w:rsidRDefault="002E452F" w:rsidP="002E452F">
      <w:pPr>
        <w:pStyle w:val="Heading1Center"/>
      </w:pPr>
      <w:bookmarkStart w:id="1" w:name="_Toc420238077"/>
      <w:r>
        <w:lastRenderedPageBreak/>
        <w:t>PREFACE</w:t>
      </w:r>
      <w:bookmarkEnd w:id="1"/>
    </w:p>
    <w:p w:rsidR="00294BA7" w:rsidRDefault="002E452F" w:rsidP="002E452F">
      <w:pPr>
        <w:pStyle w:val="libCenterBold1"/>
      </w:pPr>
      <w:r>
        <w:t>I begin in the name of Allaah the Beneficent the Merciful.</w:t>
      </w:r>
    </w:p>
    <w:p w:rsidR="00294BA7" w:rsidRDefault="00294BA7" w:rsidP="00294BA7">
      <w:pPr>
        <w:pStyle w:val="libNormal"/>
      </w:pPr>
      <w:r>
        <w:t>All Praises belong to Allaah Sub’haanahoo Wa Ta’aala, The Most Compassionate, The Merciful, The Lord of The Universe and Master of the Day of Judgment. And we beg to Him to shower His choicest Blessings on the Holy Prophet (S.A.W.W.) and his pure Progeny (A.S.) (Ahlul Bait) who strived to the peak of perfection to restore and maintain the tenets of Islam.</w:t>
      </w:r>
    </w:p>
    <w:p w:rsidR="00294BA7" w:rsidRDefault="00294BA7" w:rsidP="00294BA7">
      <w:pPr>
        <w:pStyle w:val="libNormal"/>
      </w:pPr>
      <w:r>
        <w:t xml:space="preserve">The five times Namaaz is one of the pillars of Islam, if it is accepted by Allaah then all other good deeds shall also be accepted otherwise the carelessly prayed Namaaz will we thrown back on our face rendering other good deeds void and useless. Allaah (S.W.T.) says in the Holy Qur’an in Surah Maa’oon, verse: 4 and 5 that, </w:t>
      </w:r>
      <w:r w:rsidRPr="00F83CC6">
        <w:t>“Woe to those who do pray but are heedless in their prayer.”</w:t>
      </w:r>
      <w:r>
        <w:t xml:space="preserve"> Therefore, Namaaz is such a prayer that it should not be taken lightly. It is a prayer that takes us face to face in front of our Creator. We know that when the righteous persons were preparing for Namaaz their condition remarkably used to change due to the fear of God. So we should atleast try to observe the sanctity of Namaaz to our best possible extent so as to reap its favourable fruits in this world as well in the Hereafter.</w:t>
      </w:r>
    </w:p>
    <w:p w:rsidR="00294BA7" w:rsidRDefault="00294BA7" w:rsidP="00294BA7">
      <w:pPr>
        <w:pStyle w:val="libNormal"/>
      </w:pPr>
      <w:r>
        <w:t>Likewise, Duaa (supplication) also plays an important role in our lives. Although it is not Wajib (obligatory) but is highly emphasized to recite Duaas at every time, especially after Namaaz. However, Duaa is also a prayer. Namaaz without Duaa is same as to a house without furniture. Duaa is a channel to express oneself to Allaah (S.W.T.) We have been given this weapon of Duaa so as to beseech, beg, and complain to our Merciful Lord concerning our needs and wishes, and seek protection from troubles and problems through the medium of Duaa.</w:t>
      </w:r>
    </w:p>
    <w:p w:rsidR="00294BA7" w:rsidRDefault="00294BA7" w:rsidP="00294BA7">
      <w:pPr>
        <w:pStyle w:val="libNormal"/>
      </w:pPr>
      <w:r>
        <w:t>And as for the Duaa to be effective it has the etiquettes to be followed faithfully. Duaa is like an application for obtaining something, so if it manifests carelessness it may never be responded. The similarity to it is like a person in need going to the door of a rich person, if he begs with sincere humility there are more chances of getting what he wants, but if he begs carelessly or obstinately then the doors shall be closed on his face.</w:t>
      </w:r>
    </w:p>
    <w:p w:rsidR="00294BA7" w:rsidRDefault="00294BA7" w:rsidP="00294BA7">
      <w:pPr>
        <w:pStyle w:val="libNormal"/>
      </w:pPr>
      <w:r>
        <w:t>To make our Duaa to be effective and fruitful we should foremostly realize the Majesty of Almighty Allaah (S.W.T.) In our very hearts we should have His fear as well as hope. Cause of fear for our shortcomings and faults and sins, and as for the hope it should be for his never ending Mercy and love towards His creation. The Duaa of one who expects favours from other then Allaah is quite out of place. Therefore it is very essential to keep our thoughts clear of begging and expecting from others then Allaah.</w:t>
      </w:r>
    </w:p>
    <w:p w:rsidR="00294BA7" w:rsidRDefault="00294BA7" w:rsidP="00294BA7">
      <w:pPr>
        <w:pStyle w:val="libNormal"/>
      </w:pPr>
      <w:r>
        <w:t>The other factor to be taken in consideration for the effectiveness of a Duaa is to be clean of any worldly thoughts, selfish motives, pride, jealousy, vengeance and all other bad elements.</w:t>
      </w:r>
    </w:p>
    <w:p w:rsidR="00294BA7" w:rsidRDefault="00294BA7" w:rsidP="00294BA7">
      <w:pPr>
        <w:pStyle w:val="libNormal"/>
      </w:pPr>
      <w:r>
        <w:t>Furthermore, one of the etiquettes of beseeching Allaah is that before requesting Allaah to fulfill our own needs we should first recite Salawaat, praise Allaah (S.W.T.), thank Him for His previous bounties and favours, repent sincerely for our sins, then pray and plead for others, this is a way to express that we are not selfish or self</w:t>
      </w:r>
      <w:r w:rsidR="002E452F">
        <w:t>-</w:t>
      </w:r>
      <w:r>
        <w:t>centered, and finally pray for ourselves. If the proper way is followed then there should not be any reason to despair.</w:t>
      </w:r>
    </w:p>
    <w:p w:rsidR="00294BA7" w:rsidRDefault="00294BA7" w:rsidP="00294BA7">
      <w:pPr>
        <w:pStyle w:val="libNormal"/>
      </w:pPr>
      <w:r>
        <w:t>Allaah S.W.T says in His Holy Book that whenever any one calls Him He answers, and that He is not far away from His creatures, He is nearer to us than the jugular vein in our neck. So it is only a question of pure intention and sincerity of our hearts to make our Duaa reach His kind attention. This is the forerunner in our prayers, if it is missed than one should be ready to face silence in response to his/her Duaa. This is a basic requirement. Pure intention and sincerity should be maintained upto the end.</w:t>
      </w:r>
    </w:p>
    <w:p w:rsidR="00294BA7" w:rsidRDefault="00294BA7" w:rsidP="00294BA7">
      <w:pPr>
        <w:pStyle w:val="libNormal"/>
      </w:pPr>
      <w:r>
        <w:lastRenderedPageBreak/>
        <w:t xml:space="preserve">One more thing is worth noting down, and it is that if you are not responded instantly do not despair, do not lose hope from The Merciful Allaah, keep on begging, and imploring, and supplicating, and beseeching, keep the door knocking, it will unlock one day. Moreover, Allaah (S.W.T.) is our Kind, Merciful and Powerful Creator Who knows quite well that which is beneficial and useful to us, so He gives according to His appropriate and just measure. If it was according to our wishes and cravings then imagine the ultimate result of a toddler begging for a loaded gun. </w:t>
      </w:r>
    </w:p>
    <w:p w:rsidR="00294BA7" w:rsidRDefault="00294BA7" w:rsidP="00294BA7">
      <w:pPr>
        <w:pStyle w:val="libNormal"/>
      </w:pPr>
      <w:r>
        <w:t>Although some Duaas and A’amaal will apparently be seen very attractive, and in fact they surely are so, but side by side, one should not under</w:t>
      </w:r>
      <w:r w:rsidR="002E452F">
        <w:t>-</w:t>
      </w:r>
      <w:r>
        <w:t>estimate the values of pre</w:t>
      </w:r>
      <w:r w:rsidR="002E452F">
        <w:t>-</w:t>
      </w:r>
      <w:r>
        <w:t>requisites. Only Allaah (S.W.T.) is the sole proprietor of whatever is in the earths and heavens, and He bestows according to His own wish. Are there not well</w:t>
      </w:r>
      <w:r w:rsidR="002E452F">
        <w:t>-</w:t>
      </w:r>
      <w:r>
        <w:t>educated persons who are fed on fixed salaries? And are there not non</w:t>
      </w:r>
      <w:r w:rsidR="002E452F">
        <w:t>-</w:t>
      </w:r>
      <w:r>
        <w:t>educated persons who control a sizeable part of economy? There are. So we must have a staunch belief in Allaah, and our sole relying and trust should be on Him only, that is Tawaqqul. Side by side with Duaa it is our duty to work hard for lawful earning and keep away from illegal ways and not to be deeply engrossed in the glitters of this temporary world. It is upto Him that when, what, where and how much to bestow.</w:t>
      </w:r>
    </w:p>
    <w:p w:rsidR="00294BA7" w:rsidRDefault="00294BA7" w:rsidP="00294BA7">
      <w:pPr>
        <w:pStyle w:val="libNormal"/>
      </w:pPr>
      <w:r>
        <w:t>May Allaah (S.W.T.) help and guide us achieve our lawful needs of both the worlds through sincere prayers and good deeds, in accordance to His pleasure only. Aameen.</w:t>
      </w:r>
    </w:p>
    <w:p w:rsidR="00294BA7" w:rsidRDefault="00294BA7" w:rsidP="00294BA7">
      <w:pPr>
        <w:pStyle w:val="libNormal"/>
      </w:pPr>
      <w:r>
        <w:t xml:space="preserve">This is my </w:t>
      </w:r>
      <w:r w:rsidRPr="00294BA7">
        <w:rPr>
          <w:rStyle w:val="libUnderlineChar"/>
        </w:rPr>
        <w:t>revised edition</w:t>
      </w:r>
      <w:r>
        <w:t xml:space="preserve"> of POWER OF PRAYERS with some corrections and additionals that I very much hope will be useful to my faithful sisters and brothers</w:t>
      </w:r>
      <w:r w:rsidR="002E452F">
        <w:t>-</w:t>
      </w:r>
      <w:r>
        <w:t>in</w:t>
      </w:r>
      <w:r w:rsidR="002E452F">
        <w:t>-</w:t>
      </w:r>
      <w:r>
        <w:t xml:space="preserve">Faith…Inshaa’Allaah. I humbly pray to Allaah (S.W.T.) for the best rewards to shower on my daughters and sons who helped me to accomplish this work, and also those who in one way or the other helped me in this devoted cause </w:t>
      </w:r>
      <w:r w:rsidRPr="00294BA7">
        <w:t>Iltimaas</w:t>
      </w:r>
      <w:r w:rsidR="002E452F">
        <w:t>-</w:t>
      </w:r>
      <w:r w:rsidRPr="00294BA7">
        <w:t>e</w:t>
      </w:r>
      <w:r w:rsidR="002E452F">
        <w:t>-</w:t>
      </w:r>
      <w:r w:rsidRPr="00294BA7">
        <w:t>Duaa.</w:t>
      </w:r>
    </w:p>
    <w:p w:rsidR="00294BA7" w:rsidRDefault="00294BA7" w:rsidP="00294BA7">
      <w:pPr>
        <w:pStyle w:val="libNormal"/>
      </w:pPr>
      <w:r>
        <w:t>I also humbly offer my thanks to M/s Ansariyan Publications of Islamic Republic of IRAN for making this third edition successful, elegent and magnificient. May Allaah S.W.T. reward them all in both worlds with  His choisest blessings.</w:t>
      </w:r>
    </w:p>
    <w:p w:rsidR="00294BA7" w:rsidRDefault="00294BA7" w:rsidP="00294BA7">
      <w:pPr>
        <w:pStyle w:val="libNormal"/>
      </w:pPr>
      <w:r>
        <w:t xml:space="preserve">Wassalaam. </w:t>
      </w:r>
    </w:p>
    <w:p w:rsidR="00294BA7" w:rsidRDefault="00294BA7" w:rsidP="00294BA7">
      <w:pPr>
        <w:pStyle w:val="libNormal"/>
      </w:pPr>
      <w:r>
        <w:t>Mustafa Hajji Ahmed Khaki, Box 8310, Dar as Salaam. maksvs@hotmail.com</w:t>
      </w:r>
    </w:p>
    <w:p w:rsidR="00294BA7" w:rsidRDefault="00294BA7" w:rsidP="00294BA7">
      <w:pPr>
        <w:pStyle w:val="libNormal"/>
      </w:pPr>
      <w:r>
        <w:t>Safar, 1424: April 2003</w:t>
      </w:r>
    </w:p>
    <w:p w:rsidR="00294BA7" w:rsidRDefault="00294BA7" w:rsidP="00294BA7">
      <w:pPr>
        <w:pStyle w:val="libNormal"/>
      </w:pPr>
    </w:p>
    <w:p w:rsidR="00294BA7" w:rsidRDefault="00294BA7" w:rsidP="00294BA7">
      <w:pPr>
        <w:pStyle w:val="libNormal"/>
      </w:pPr>
    </w:p>
    <w:p w:rsidR="00294BA7" w:rsidRPr="00294BA7" w:rsidRDefault="00294BA7" w:rsidP="00294BA7">
      <w:pPr>
        <w:pStyle w:val="libNormal"/>
        <w:rPr>
          <w:rStyle w:val="libUnderlineChar"/>
        </w:rPr>
      </w:pPr>
      <w:r>
        <w:t>N.B. As the contents of this book include Holy Names of Allaah (S.W.T.), Ma’asoomeen (A.S.), Verses of Holy Qur’an, and Duaa, I request everyone to handle with Twahaarah.</w:t>
      </w:r>
      <w:r w:rsidRPr="00294BA7">
        <w:rPr>
          <w:rStyle w:val="libUnderlineChar"/>
        </w:rPr>
        <w:t xml:space="preserve"> </w:t>
      </w:r>
    </w:p>
    <w:p w:rsidR="002E452F" w:rsidRDefault="00294BA7" w:rsidP="002E452F">
      <w:pPr>
        <w:pStyle w:val="libNormal"/>
      </w:pPr>
      <w:r>
        <w:t xml:space="preserve">                  </w:t>
      </w:r>
      <w:r w:rsidR="002E452F">
        <w:br w:type="page"/>
      </w:r>
    </w:p>
    <w:p w:rsidR="00294BA7" w:rsidRDefault="002E452F" w:rsidP="002E452F">
      <w:pPr>
        <w:pStyle w:val="Heading1Center"/>
      </w:pPr>
      <w:bookmarkStart w:id="2" w:name="_Toc420238078"/>
      <w:r w:rsidRPr="002E452F">
        <w:lastRenderedPageBreak/>
        <w:t>MAGHFIRAT</w:t>
      </w:r>
      <w:r>
        <w:t>-</w:t>
      </w:r>
      <w:r w:rsidRPr="002E452F">
        <w:t>TAWBA (REPENTENCE)</w:t>
      </w:r>
      <w:bookmarkEnd w:id="2"/>
    </w:p>
    <w:p w:rsidR="00294BA7" w:rsidRDefault="00294BA7" w:rsidP="00294BA7">
      <w:pPr>
        <w:pStyle w:val="libNormal"/>
      </w:pPr>
      <w:r>
        <w:t>It is very essential for every person to do Tawba and seek Maghfirat from Allaah for our sins, mistakes, and wrongdoings that were committed either knowingly or unknowingly. Allaah (S.W.T.) prefers the one who seeks pardon from Him and He is at that instance as happy as the one who had lost his every belonging and then suddenly found it in front of him. To seek pardon from Allaah (S.W.T.) is the remedy for every problem. Once a person came to Imam Ali (A.S.) and asked him for the solution of repaying the debts, he was told to do Tawba and seek repentance from Allaah. The other person came asking for the remedy of a sickness, he was prescribed the same thing. Yet another person came asking for the bestowing of an offspring from Allaah and he was also told to do Istighfaar as much as possible.</w:t>
      </w:r>
    </w:p>
    <w:p w:rsidR="00294BA7" w:rsidRDefault="00294BA7" w:rsidP="00294BA7">
      <w:pPr>
        <w:pStyle w:val="libNormal"/>
      </w:pPr>
      <w:r>
        <w:t xml:space="preserve">It should not be forgotten that we, being human beings are prone to committing sins, The sinless are nobody in the universe except the Ma’sumeen (A.S.) and the Prophets of Allaah (A.S.) Might be there are some Qaza Namaaz we have forgotten, or there might be some Namaaz prayed not on its time or hastily without due concentration; might be there are some Roza which were made Baatil and we do not know; might be there were some unobserved rights of our parents, children, of our relatives, neighbours, our teachers and scholars, of our workers, the needy and poor etc. It might also be that we have made mistakes in our earnings by taking that which was Haraam. Might be that we have not paid Khums or Zakaat properly. Might be in the case of performing Hajj or Ziyarat we have made some mistakes. Might be that we have committed some mistakes in our young age or because of improper understanding, or because of worldly attachment. And might be that we have not properly propagated our religion which is the duty of every individual according to the extent of his/her ability. </w:t>
      </w:r>
    </w:p>
    <w:p w:rsidR="00294BA7" w:rsidRDefault="00294BA7" w:rsidP="00294BA7">
      <w:pPr>
        <w:pStyle w:val="libNormal"/>
      </w:pPr>
      <w:r>
        <w:t>It should be kept in mind that while one seeks repentance then it should be a sincere repentance, that he or she is really sorry for the sins committed, a firm resolution not to repeat again, and if anything unbecoming has occurred due to the sins it must be rectified to the best possible way. The wronged ones should be repaid, and some hardships should be taken on oneself so as to realize the gravity of past sins, and the flash and fat accumulated by wrongful means should be dissolved by means of fasting.</w:t>
      </w:r>
    </w:p>
    <w:p w:rsidR="00294BA7" w:rsidRDefault="00294BA7" w:rsidP="00294BA7">
      <w:pPr>
        <w:pStyle w:val="libNormal"/>
      </w:pPr>
      <w:r>
        <w:t xml:space="preserve">I hereby mention a few ways to seek </w:t>
      </w:r>
      <w:r w:rsidRPr="00F83CC6">
        <w:rPr>
          <w:rStyle w:val="libBold1Char"/>
        </w:rPr>
        <w:t>Maghfirat</w:t>
      </w:r>
      <w:r>
        <w:t xml:space="preserve"> </w:t>
      </w:r>
      <w:r w:rsidRPr="00F83CC6">
        <w:rPr>
          <w:rStyle w:val="libBold1Char"/>
        </w:rPr>
        <w:t>(repentance)</w:t>
      </w:r>
      <w:r>
        <w:t xml:space="preserve"> from Allaah (S.W.T.):</w:t>
      </w:r>
    </w:p>
    <w:p w:rsidR="00294BA7" w:rsidRDefault="00294BA7" w:rsidP="00294BA7">
      <w:pPr>
        <w:pStyle w:val="libNormal"/>
      </w:pPr>
      <w:r>
        <w:t>(Wherever you come over this sign [*] it indicates that you may find the details in the final parts of this book }</w:t>
      </w:r>
    </w:p>
    <w:p w:rsidR="00294BA7" w:rsidRDefault="00294BA7" w:rsidP="00294BA7">
      <w:pPr>
        <w:pStyle w:val="libNormal"/>
      </w:pPr>
      <w:r>
        <w:t>Recite “</w:t>
      </w:r>
      <w:r w:rsidRPr="00294BA7">
        <w:rPr>
          <w:rStyle w:val="libItalicChar"/>
        </w:rPr>
        <w:t>Astaghfirullaah Rabbee Wa Atoobu Ilayh</w:t>
      </w:r>
      <w:r>
        <w:t>” as many times as possible, with sincerity.</w:t>
      </w:r>
    </w:p>
    <w:p w:rsidR="00294BA7" w:rsidRDefault="00294BA7" w:rsidP="00294BA7">
      <w:pPr>
        <w:pStyle w:val="libNormal"/>
      </w:pPr>
      <w:r>
        <w:t xml:space="preserve">Try your best to wake up early before dawn to pray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Tahajjud (Shab).</w:t>
      </w:r>
      <w:r>
        <w:t xml:space="preserve"> There are fourty plus advantages in it.</w:t>
      </w:r>
    </w:p>
    <w:p w:rsidR="00294BA7" w:rsidRDefault="00294BA7" w:rsidP="00294BA7">
      <w:pPr>
        <w:pStyle w:val="libNormal"/>
      </w:pPr>
      <w:r>
        <w:t xml:space="preserve">At any time pray two rak’at Namaaz, niyyat </w:t>
      </w:r>
      <w:r w:rsidR="002E452F">
        <w:t>-</w:t>
      </w:r>
      <w:r>
        <w:t xml:space="preserve">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 xml:space="preserve">Afw: </w:t>
      </w:r>
      <w:r>
        <w:t>In each rak’at recite Surah</w:t>
      </w:r>
      <w:r w:rsidR="002E452F">
        <w:t>-</w:t>
      </w:r>
      <w:r>
        <w:t>e</w:t>
      </w:r>
      <w:r w:rsidR="002E452F">
        <w:t>-</w:t>
      </w:r>
      <w:r>
        <w:t>Qadr after Al</w:t>
      </w:r>
      <w:r w:rsidR="002E452F">
        <w:t>-</w:t>
      </w:r>
      <w:r>
        <w:t xml:space="preserve">Hamd and then recite fifteen times </w:t>
      </w:r>
      <w:r w:rsidRPr="00294BA7">
        <w:rPr>
          <w:rStyle w:val="libItalicChar"/>
        </w:rPr>
        <w:t>“Rabbee Afwaka”,</w:t>
      </w:r>
      <w:r>
        <w:t xml:space="preserve"> then go in Rukoo, after its zikr recite ten times </w:t>
      </w:r>
      <w:r w:rsidRPr="00294BA7">
        <w:t xml:space="preserve">“Rabbee Afwaka”, </w:t>
      </w:r>
      <w:r>
        <w:t xml:space="preserve">then before going in Sajdah recite ten times </w:t>
      </w:r>
      <w:r w:rsidRPr="00294BA7">
        <w:t>“Rabbee Afwaka”</w:t>
      </w:r>
      <w:r>
        <w:t xml:space="preserve">, then in the Sajdah recite it ten times after its zikr, then in between two Sajdah again recite it ten times, then in the second Sajdah recite ten times the same, then before standing for the second rak’at recite ten times the same </w:t>
      </w:r>
      <w:r w:rsidRPr="00294BA7">
        <w:t>(Rabbee Afwaka),</w:t>
      </w:r>
      <w:r>
        <w:t xml:space="preserve"> and pray the same way during the second rak’at also.</w:t>
      </w:r>
    </w:p>
    <w:p w:rsidR="00294BA7" w:rsidRDefault="00294BA7" w:rsidP="00294BA7">
      <w:pPr>
        <w:pStyle w:val="libNormal"/>
      </w:pPr>
      <w:r>
        <w:t xml:space="preserve">Perform Sunnat ghusl, do Wudhoo, and recite </w:t>
      </w:r>
      <w:r w:rsidRPr="00294BA7">
        <w:rPr>
          <w:rStyle w:val="libItalicChar"/>
        </w:rPr>
        <w:t xml:space="preserve">Ziyarat of Bibi Fatima (S.A.) </w:t>
      </w:r>
      <w:r>
        <w:t xml:space="preserve">and then recite Istighfaar, or any </w:t>
      </w:r>
      <w:r w:rsidRPr="00294BA7">
        <w:rPr>
          <w:rStyle w:val="libItalicChar"/>
        </w:rPr>
        <w:t>Duaa for repentance</w:t>
      </w:r>
      <w:r>
        <w:t>. (ref. Mafaatihul Jinaan)</w:t>
      </w:r>
    </w:p>
    <w:p w:rsidR="00294BA7" w:rsidRDefault="00294BA7" w:rsidP="00294BA7">
      <w:pPr>
        <w:pStyle w:val="libNormal"/>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Tawba</w:t>
      </w:r>
      <w:r>
        <w:t>. (ref. M.Jinaan or Majmooa)</w:t>
      </w:r>
    </w:p>
    <w:p w:rsidR="00294BA7" w:rsidRDefault="00294BA7" w:rsidP="00294BA7">
      <w:pPr>
        <w:pStyle w:val="libNormal"/>
      </w:pPr>
      <w:r>
        <w:t xml:space="preserve">Recite these Surah of Holy Qur’an </w:t>
      </w:r>
      <w:r w:rsidR="002E452F">
        <w:t>-</w:t>
      </w:r>
      <w:r>
        <w:t xml:space="preserve"> </w:t>
      </w:r>
      <w:r w:rsidRPr="00294BA7">
        <w:rPr>
          <w:rStyle w:val="libItalicChar"/>
        </w:rPr>
        <w:t>S.Yaaseen, S.Tahreem, S.Waaqiah, S.Kaafiroon.</w:t>
      </w:r>
      <w:r>
        <w:t xml:space="preserve"> Specifically, S.Tahreem carries Sawaab of Tawba</w:t>
      </w:r>
      <w:r w:rsidR="002E452F">
        <w:t>-</w:t>
      </w:r>
      <w:r>
        <w:t>e</w:t>
      </w:r>
      <w:r w:rsidR="002E452F">
        <w:t>-</w:t>
      </w:r>
      <w:r>
        <w:t>Nasooh.</w:t>
      </w:r>
    </w:p>
    <w:p w:rsidR="00294BA7" w:rsidRDefault="00294BA7" w:rsidP="00294BA7">
      <w:pPr>
        <w:pStyle w:val="libNormal"/>
      </w:pPr>
      <w:r>
        <w:lastRenderedPageBreak/>
        <w:t xml:space="preserve">Recite </w:t>
      </w:r>
      <w:r w:rsidRPr="00294BA7">
        <w:rPr>
          <w:rStyle w:val="libItalicChar"/>
        </w:rPr>
        <w:t>Ziyarat of Imam Radhaa (A.S.)</w:t>
      </w:r>
      <w:r>
        <w:t xml:space="preserve"> It is also a means of having our sins being pardoned.</w:t>
      </w:r>
    </w:p>
    <w:p w:rsidR="00294BA7" w:rsidRDefault="00294BA7" w:rsidP="00294BA7">
      <w:pPr>
        <w:pStyle w:val="libNormal"/>
      </w:pPr>
      <w:r>
        <w:t>These magnificent Duaas are also a means of wiping our sins away: Duaa</w:t>
      </w:r>
      <w:r w:rsidR="002E452F">
        <w:t>-</w:t>
      </w:r>
      <w:r>
        <w:t>e</w:t>
      </w:r>
      <w:r w:rsidR="002E452F">
        <w:t>-</w:t>
      </w:r>
      <w:r>
        <w:t>Mashlool, Duaa</w:t>
      </w:r>
      <w:r w:rsidR="002E452F">
        <w:t>-</w:t>
      </w:r>
      <w:r>
        <w:t>e</w:t>
      </w:r>
      <w:r w:rsidR="002E452F">
        <w:t>-</w:t>
      </w:r>
      <w:r>
        <w:t>Mujeer, Jawshan</w:t>
      </w:r>
      <w:r w:rsidR="002E452F">
        <w:t>-</w:t>
      </w:r>
      <w:r>
        <w:t>e</w:t>
      </w:r>
      <w:r w:rsidR="002E452F">
        <w:t>-</w:t>
      </w:r>
      <w:r>
        <w:t>Kabeer, Sayfi Sagheer, etc.</w:t>
      </w:r>
    </w:p>
    <w:p w:rsidR="00294BA7" w:rsidRDefault="00294BA7" w:rsidP="00294BA7">
      <w:pPr>
        <w:pStyle w:val="libNormal"/>
      </w:pP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Rasoolullaah (S.A.W.W.)</w:t>
      </w:r>
      <w:r>
        <w:t>: Sins are forgiven and Hajaat fulfilled. Time for this prayer is preferable Friday morning, but it may be prayed on any time. (For the method of this Namaaz refer Mafaatihul Jinaan).</w:t>
      </w:r>
    </w:p>
    <w:p w:rsidR="00294BA7" w:rsidRDefault="00294BA7" w:rsidP="00294BA7">
      <w:pPr>
        <w:pStyle w:val="libNormal"/>
      </w:pP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Ameerul Mu’mineen (A.S.):</w:t>
      </w:r>
      <w:r>
        <w:t xml:space="preserve"> Its merits are as mentioned above.</w:t>
      </w:r>
    </w:p>
    <w:p w:rsidR="00294BA7" w:rsidRDefault="00294BA7" w:rsidP="00294BA7">
      <w:pPr>
        <w:pStyle w:val="libNormal"/>
      </w:pP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Wasiyyat:</w:t>
      </w:r>
      <w:r>
        <w:t xml:space="preserve"> To earn great Sawaab and sins forgiven, in between Maghrib and Ishaa pray two rak’at Namaaz, in each rak’at after Al</w:t>
      </w:r>
      <w:r w:rsidR="002E452F">
        <w:t>-</w:t>
      </w:r>
      <w:r>
        <w:t>Hamd recite 13 times Surah Zilzaal and 15 times S.Tawheed. [*]</w:t>
      </w:r>
    </w:p>
    <w:p w:rsidR="00294BA7" w:rsidRDefault="00294BA7" w:rsidP="00294BA7">
      <w:pPr>
        <w:pStyle w:val="libNormal"/>
      </w:pPr>
      <w:r>
        <w:t xml:space="preserve">Recitation of </w:t>
      </w:r>
      <w:r w:rsidRPr="00294BA7">
        <w:rPr>
          <w:rStyle w:val="libItalicChar"/>
        </w:rPr>
        <w:t xml:space="preserve">Salawaat </w:t>
      </w:r>
      <w:r>
        <w:t>is also a means of atonement for the past sins.</w:t>
      </w:r>
    </w:p>
    <w:p w:rsidR="00294BA7" w:rsidRPr="00294BA7" w:rsidRDefault="00294BA7" w:rsidP="00294BA7">
      <w:pPr>
        <w:pStyle w:val="libNormal"/>
        <w:rPr>
          <w:rStyle w:val="libItalicChar"/>
        </w:rPr>
      </w:pPr>
      <w:r>
        <w:t xml:space="preserve">This is also very effective A’amaal to make our sins disappear from our A’amaalnaama: Perform Sunnat Ghusl then do Wudhoo and offer </w:t>
      </w:r>
      <w:r w:rsidRPr="00294BA7">
        <w:rPr>
          <w:rStyle w:val="libItalicChar"/>
        </w:rPr>
        <w:t>4 rak’at Namaaz</w:t>
      </w:r>
      <w:r>
        <w:t>, in each rak’at after Al</w:t>
      </w:r>
      <w:r w:rsidR="002E452F">
        <w:t>-</w:t>
      </w:r>
      <w:r>
        <w:t xml:space="preserve">Hamd recite 3 times S.Ikhalaas and once S.Maoozatain (S.Falak and S.Naas). After completing the Namaaz recite 70 times </w:t>
      </w:r>
      <w:r w:rsidRPr="00294BA7">
        <w:t>“Astaghfirullaah Rabbee Wa Atoobu Ilayh”,</w:t>
      </w:r>
      <w:r>
        <w:t xml:space="preserve"> then recite the following Duaa:</w:t>
      </w:r>
      <w:r w:rsidRPr="00294BA7">
        <w:t xml:space="preserve"> </w:t>
      </w:r>
      <w:r w:rsidRPr="00294BA7">
        <w:rPr>
          <w:rStyle w:val="libItalicChar"/>
        </w:rPr>
        <w:t>“Laa Hawla Walaa Quwwata Illaa Billaahil Aliyyil Adhweem, Yaa Azeezu Yaa Ghaffaar, Ighfirlee Dhunoobee, wa Dhunoobi Jamee’il Mu’mineena Wal Mu’minaat, Fa Innahoo Laa Yaghfirudh Dhunooba Illa Anta”.</w:t>
      </w:r>
    </w:p>
    <w:p w:rsidR="00294BA7" w:rsidRDefault="00294BA7" w:rsidP="00294BA7">
      <w:pPr>
        <w:pStyle w:val="libNormal"/>
      </w:pPr>
      <w:r>
        <w:t xml:space="preserve">If one recites </w:t>
      </w:r>
      <w:r w:rsidRPr="00294BA7">
        <w:rPr>
          <w:rStyle w:val="libItalicChar"/>
        </w:rPr>
        <w:t>Surah As</w:t>
      </w:r>
      <w:r w:rsidR="002E452F">
        <w:rPr>
          <w:rStyle w:val="libItalicChar"/>
        </w:rPr>
        <w:t>-</w:t>
      </w:r>
      <w:r w:rsidRPr="00294BA7">
        <w:rPr>
          <w:rStyle w:val="libItalicChar"/>
        </w:rPr>
        <w:t>Sajdah</w:t>
      </w:r>
      <w:r>
        <w:t xml:space="preserve"> on the eve of Friday (Shab</w:t>
      </w:r>
      <w:r w:rsidR="002E452F">
        <w:t>-</w:t>
      </w:r>
      <w:r>
        <w:t>e</w:t>
      </w:r>
      <w:r w:rsidR="002E452F">
        <w:t>-</w:t>
      </w:r>
      <w:r>
        <w:t>Jummah) his or her A’amaalnaama (deed’s record) will be given in the right hand, and this will be an indication of being pardoned of every sin.</w:t>
      </w:r>
    </w:p>
    <w:p w:rsidR="00294BA7" w:rsidRDefault="00294BA7" w:rsidP="00294BA7">
      <w:pPr>
        <w:pStyle w:val="libNormal"/>
      </w:pPr>
      <w:r>
        <w:t xml:space="preserve">Reciting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Dukhaan</w:t>
      </w:r>
      <w:r>
        <w:t xml:space="preserve"> in Wajib or Sunnat Namaaz is a way to clear our account of sins.</w:t>
      </w:r>
    </w:p>
    <w:p w:rsidR="00294BA7" w:rsidRDefault="00294BA7" w:rsidP="00294BA7">
      <w:pPr>
        <w:pStyle w:val="libNormal"/>
      </w:pPr>
      <w:r>
        <w:t xml:space="preserve">Pray </w:t>
      </w:r>
      <w:r w:rsidRPr="00294BA7">
        <w:rPr>
          <w:rStyle w:val="libItalicChar"/>
        </w:rPr>
        <w:t>2 rak’at Namaaz</w:t>
      </w:r>
      <w:r>
        <w:t xml:space="preserve"> in which recite 60 times S.Ikhlaas (Qulhuwallaah…) in each rak’at after Al</w:t>
      </w:r>
      <w:r w:rsidR="002E452F">
        <w:t>-</w:t>
      </w:r>
      <w:r>
        <w:t>Hamd.</w:t>
      </w:r>
    </w:p>
    <w:p w:rsidR="00294BA7" w:rsidRDefault="00294BA7" w:rsidP="00294BA7">
      <w:pPr>
        <w:pStyle w:val="libNormal"/>
      </w:pPr>
      <w:r>
        <w:t xml:space="preserve">Recitation of Duaas specifically for </w:t>
      </w:r>
      <w:r w:rsidRPr="00294BA7">
        <w:rPr>
          <w:rStyle w:val="libUnderlineChar"/>
        </w:rPr>
        <w:t>Maghfirat</w:t>
      </w:r>
      <w:r>
        <w:t xml:space="preserve"> can be found in Mafaatihul Jinaan and Pirmuhammad Ebrahim Trust’s Books of DUAA, which are there in various volumes.</w:t>
      </w:r>
    </w:p>
    <w:p w:rsidR="00294BA7" w:rsidRPr="00294BA7" w:rsidRDefault="00294BA7" w:rsidP="00294BA7">
      <w:pPr>
        <w:pStyle w:val="libNormal"/>
      </w:pPr>
      <w:r>
        <w:t xml:space="preserve">A very effective Namaaz for the forgiveness of sins is: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 xml:space="preserve">Ghufayla. </w:t>
      </w:r>
      <w:r>
        <w:t>In between Maghrib and Ishaa prayers pray 2 rak’at, in the first rak’at after Al</w:t>
      </w:r>
      <w:r w:rsidR="002E452F">
        <w:t>-</w:t>
      </w:r>
      <w:r>
        <w:t xml:space="preserve">Hamd recite this </w:t>
      </w:r>
      <w:r w:rsidR="002E452F">
        <w:t>-</w:t>
      </w:r>
      <w:r>
        <w:t xml:space="preserve"> </w:t>
      </w:r>
      <w:r w:rsidRPr="00294BA7">
        <w:rPr>
          <w:rStyle w:val="libItalicChar"/>
        </w:rPr>
        <w:t>Wa Dhannooni Idh</w:t>
      </w:r>
      <w:r w:rsidR="002E452F">
        <w:rPr>
          <w:rStyle w:val="libItalicChar"/>
        </w:rPr>
        <w:t>-</w:t>
      </w:r>
      <w:r w:rsidRPr="00294BA7">
        <w:rPr>
          <w:rStyle w:val="libItalicChar"/>
        </w:rPr>
        <w:t>Dhahaba Mughaadhiban Fadhanna Anlan Naqdira Alayhi Fa Naadaa Fidh</w:t>
      </w:r>
      <w:r w:rsidR="002E452F">
        <w:rPr>
          <w:rStyle w:val="libItalicChar"/>
        </w:rPr>
        <w:t>-</w:t>
      </w:r>
      <w:r w:rsidRPr="00294BA7">
        <w:rPr>
          <w:rStyle w:val="libItalicChar"/>
        </w:rPr>
        <w:t>Dhulumaati An Laa Ilaaha Illaa Anta Sub’haanaka Innee Kuntu Minadh</w:t>
      </w:r>
      <w:r w:rsidR="002E452F">
        <w:rPr>
          <w:rStyle w:val="libItalicChar"/>
        </w:rPr>
        <w:t>-</w:t>
      </w:r>
      <w:r w:rsidRPr="00294BA7">
        <w:rPr>
          <w:rStyle w:val="libItalicChar"/>
        </w:rPr>
        <w:t>Dhwaalimeen Fastajabnaa Lahoo Wa Najjaynaahu Minal Ghammi Wa Kadhaalika Nunjil Mu’mineen.</w:t>
      </w:r>
      <w:r>
        <w:t xml:space="preserve"> Then continue the Namaaz as usual until you reach the second rak’at, there after Al</w:t>
      </w:r>
      <w:r w:rsidR="002E452F">
        <w:t>-</w:t>
      </w:r>
      <w:r>
        <w:t xml:space="preserve">hamd recite this: </w:t>
      </w:r>
      <w:r w:rsidRPr="00294BA7">
        <w:rPr>
          <w:rStyle w:val="libItalicChar"/>
        </w:rPr>
        <w:t xml:space="preserve">Wa Indahoo Mafaatihul Ghaybi Laa Ya’alamuhaa Illaa Huwa Wa Ya’alamu Maa Fil Barri Wal Bahri Wamaa Tasqutu Min Waraqatin Illaa Ya’alamuhaa Walaa Habbatin Fee Dhulumaatil Ardhi Walaa Ratbin Walaa Yaabisin Illaa Fee Kitaabin Mubeen. </w:t>
      </w:r>
      <w:r>
        <w:t>Then in Qunoot recite this:</w:t>
      </w:r>
      <w:r w:rsidRPr="00294BA7">
        <w:rPr>
          <w:rStyle w:val="libItalicChar"/>
        </w:rPr>
        <w:t xml:space="preserve"> Allaahumma Bi Mafaatihul Ghaybil</w:t>
      </w:r>
      <w:r w:rsidR="002E452F">
        <w:rPr>
          <w:rStyle w:val="libItalicChar"/>
        </w:rPr>
        <w:t>-</w:t>
      </w:r>
      <w:r w:rsidRPr="00294BA7">
        <w:rPr>
          <w:rStyle w:val="libItalicChar"/>
        </w:rPr>
        <w:t>Latee Laa Ya’alamuhaa Illaa Anta, Antu Swallee Alaa Muhammadin Wa Aali Muhammadin Wa An Taf’alabee…</w:t>
      </w:r>
      <w:r>
        <w:t xml:space="preserve"> here beg your Haajat Then recite: </w:t>
      </w:r>
      <w:r w:rsidRPr="00294BA7">
        <w:rPr>
          <w:rStyle w:val="libItalicChar"/>
        </w:rPr>
        <w:t>Allaahumma Anta Waliyyu Ni’amatee Wal Qaadiroo Alaa Twalibatee Ta’alamoo Haajatee Fa As’aluka Bihaqqe Muhammadin Wa Aalihee Alayhimus</w:t>
      </w:r>
      <w:r w:rsidR="002E452F">
        <w:rPr>
          <w:rStyle w:val="libItalicChar"/>
        </w:rPr>
        <w:t>-</w:t>
      </w:r>
      <w:r w:rsidRPr="00294BA7">
        <w:rPr>
          <w:rStyle w:val="libItalicChar"/>
        </w:rPr>
        <w:t>Salaam Lammaa Qadhwaytahaa Lee.</w:t>
      </w:r>
    </w:p>
    <w:p w:rsidR="00294BA7" w:rsidRPr="00294BA7" w:rsidRDefault="00294BA7" w:rsidP="00294BA7">
      <w:pPr>
        <w:pStyle w:val="libNormal"/>
      </w:pPr>
      <w:r>
        <w:t>Duaa of Hazrat Ilyaas (A.S.) in Sajdah: Ataraak Muazzabi wa qad adhma’tu laka hawaajiri, Ataraak Muazzabi wa qad affartu laka fitturaabi wajhee, Ataraak Muazzabi wa qad ijtanabtu lakal ma’aaswee, Ataraak Muazzabi wa qad as’hartu laka layli.</w:t>
      </w:r>
      <w:r>
        <w:br/>
        <w:t>(In this Duaa the supplicant pleads to the Almighty that:</w:t>
      </w:r>
      <w:r w:rsidRPr="00294BA7">
        <w:br/>
        <w:t>O Allaah, shall You, The Most Merciful, be happy to see me burning in fire and in great torments although I have been observing fasts in hot weathers and endured acute thirst, and I have restrained from sins to please You only, and will You be happy to see me burning while I have kept night vigils for Your worship?)</w:t>
      </w:r>
    </w:p>
    <w:p w:rsidR="00294BA7" w:rsidRPr="00294BA7" w:rsidRDefault="00294BA7" w:rsidP="00294BA7">
      <w:pPr>
        <w:pStyle w:val="libNormal"/>
        <w:rPr>
          <w:rStyle w:val="libItalicChar"/>
        </w:rPr>
      </w:pPr>
      <w:r>
        <w:lastRenderedPageBreak/>
        <w:t xml:space="preserve">To be pardoned of our sins, Imaam Ja’afar Saadiq (A.S.) said,: Everyday </w:t>
      </w:r>
      <w:r w:rsidRPr="00294BA7">
        <w:rPr>
          <w:rStyle w:val="libUnderlineChar"/>
        </w:rPr>
        <w:t>in the last Sajdah of the Naafilah of Ishaa, and especially on Thursday</w:t>
      </w:r>
      <w:r w:rsidR="002E452F">
        <w:rPr>
          <w:rStyle w:val="libUnderlineChar"/>
        </w:rPr>
        <w:t>-</w:t>
      </w:r>
      <w:r w:rsidRPr="00294BA7">
        <w:rPr>
          <w:rStyle w:val="libUnderlineChar"/>
        </w:rPr>
        <w:t>night,</w:t>
      </w:r>
      <w:r w:rsidRPr="00294BA7">
        <w:rPr>
          <w:rStyle w:val="libItalicChar"/>
        </w:rPr>
        <w:t xml:space="preserve"> </w:t>
      </w:r>
      <w:r>
        <w:t>recite this Duaa 7 times:</w:t>
      </w:r>
      <w:r>
        <w:br/>
        <w:t xml:space="preserve"> </w:t>
      </w:r>
      <w:r w:rsidRPr="00294BA7">
        <w:rPr>
          <w:rStyle w:val="libItalicChar"/>
        </w:rPr>
        <w:t>“Allaahumma Innee As’aluka Bi Wajhikal Kareem, Wa Ismikal Adhweem, Antuswalli Alaa Muhammadin Wa Aali Muhammad, Wa An Taghfira Lee Dhanbiyal Adhweem.”</w:t>
      </w:r>
    </w:p>
    <w:p w:rsidR="00294BA7" w:rsidRDefault="00294BA7" w:rsidP="00294BA7">
      <w:pPr>
        <w:pStyle w:val="libNormal"/>
      </w:pPr>
      <w:r>
        <w:t xml:space="preserve">Rasoolullaah (S.A.W.W.) said that whoever recites these seven verses on the </w:t>
      </w:r>
      <w:r w:rsidRPr="00294BA7">
        <w:rPr>
          <w:rStyle w:val="libItalicChar"/>
        </w:rPr>
        <w:t>Friday</w:t>
      </w:r>
      <w:r w:rsidR="002E452F">
        <w:rPr>
          <w:rStyle w:val="libItalicChar"/>
        </w:rPr>
        <w:t>-</w:t>
      </w:r>
      <w:r w:rsidRPr="00294BA7">
        <w:rPr>
          <w:rStyle w:val="libItalicChar"/>
        </w:rPr>
        <w:t>eve</w:t>
      </w:r>
      <w:r>
        <w:t>, when he shall die he shall be directly admitted to Jannat:</w:t>
      </w:r>
      <w:r>
        <w:tab/>
      </w:r>
      <w:r>
        <w:br/>
        <w:t>“Allaahumma Anta Rabbee. Laa Ilaaaha Illaa Anta Khalaqtanee Wa Anaa Abduka Wabnu Amatik Wa Fee Qabdhatik Wa Naaswiyatee Bi Yadik Amsaytu Alaa Ahdik Wa Wa’adik Mastatwa’atu Aoodhu Bi Ridhaak Min Sharri Maa Swana’atu Aboo’u Bi Ni’amitik Bi Amali Wa Aboo’u Bi Dhambi Faghfirlee Dhunoobee Innahoo Laa Yaghfirudh</w:t>
      </w:r>
      <w:r w:rsidR="002E452F">
        <w:t>-</w:t>
      </w:r>
      <w:r>
        <w:t>Dhunooba Illaa Anta.”</w:t>
      </w:r>
    </w:p>
    <w:p w:rsidR="00294BA7" w:rsidRDefault="00294BA7" w:rsidP="00294BA7">
      <w:pPr>
        <w:pStyle w:val="libNormal"/>
      </w:pPr>
      <w:r w:rsidRPr="00294BA7">
        <w:rPr>
          <w:rStyle w:val="libItalicChar"/>
        </w:rPr>
        <w:t>Insistance in a request and keeping asking continuously</w:t>
      </w:r>
      <w:r>
        <w:t xml:space="preserve"> </w:t>
      </w:r>
      <w:r w:rsidRPr="00294BA7">
        <w:rPr>
          <w:rStyle w:val="libItalicChar"/>
        </w:rPr>
        <w:t xml:space="preserve">gives favourable result. </w:t>
      </w:r>
      <w:r>
        <w:t>The Holy Prophet (S.A.W.W.) said, “A servent of God says: O God! Forgive me. But God turns away from him. Again he will say: O God! Forgive me. God turns away from him the second time. The man again says:O God! Forgive me. Here God says to the Angels: Don’t you see My servent? He asked Me for forgiveness while I was turning away from him. He askekd for forgiveness for the second time. I turned away from him again. He asked for forgiveness for the third time. My servent realized that no one but Me forgives the sins. I take you as witness that I have forgiven him.”</w:t>
      </w:r>
    </w:p>
    <w:p w:rsidR="00294BA7" w:rsidRDefault="00294BA7" w:rsidP="00294BA7">
      <w:pPr>
        <w:pStyle w:val="libNormal"/>
      </w:pPr>
      <w:r>
        <w:t>Reciting</w:t>
      </w:r>
      <w:r w:rsidRPr="00294BA7">
        <w:rPr>
          <w:rStyle w:val="libItalicChar"/>
        </w:rPr>
        <w:t xml:space="preserve"> Surah</w:t>
      </w:r>
      <w:r w:rsidR="002E452F">
        <w:rPr>
          <w:rStyle w:val="libItalicChar"/>
        </w:rPr>
        <w:t>-</w:t>
      </w:r>
      <w:r w:rsidRPr="00294BA7">
        <w:rPr>
          <w:rStyle w:val="libItalicChar"/>
        </w:rPr>
        <w:t>e</w:t>
      </w:r>
      <w:r w:rsidR="002E452F">
        <w:rPr>
          <w:rStyle w:val="libItalicChar"/>
        </w:rPr>
        <w:t>-</w:t>
      </w:r>
      <w:r w:rsidRPr="00294BA7">
        <w:rPr>
          <w:rStyle w:val="libItalicChar"/>
        </w:rPr>
        <w:t>Takaasur</w:t>
      </w:r>
      <w:r>
        <w:t xml:space="preserve"> at bedtime saves one from Fishaar</w:t>
      </w:r>
      <w:r w:rsidR="002E452F">
        <w:t>-</w:t>
      </w:r>
      <w:r>
        <w:t>e</w:t>
      </w:r>
      <w:r w:rsidR="002E452F">
        <w:t>-</w:t>
      </w:r>
      <w:r>
        <w:t>Qabr. [*]</w:t>
      </w:r>
    </w:p>
    <w:p w:rsidR="00294BA7" w:rsidRPr="00294BA7" w:rsidRDefault="00294BA7" w:rsidP="00294BA7">
      <w:pPr>
        <w:pStyle w:val="libCenterTitr"/>
      </w:pPr>
      <w:bookmarkStart w:id="3" w:name="_Toc64900053"/>
      <w:r>
        <w:t>About Duaa</w:t>
      </w:r>
      <w:bookmarkEnd w:id="3"/>
    </w:p>
    <w:p w:rsidR="00294BA7" w:rsidRDefault="00294BA7" w:rsidP="00294BA7">
      <w:pPr>
        <w:pStyle w:val="libNormal"/>
      </w:pPr>
      <w:r>
        <w:t>Imaam Ameerul Mu’mineen (A.S.) said that a person who is not afflicted with hardships or deseases and is living a happy life should not have this impression that he is no more in need of Duaa and the afflicted person is in need of it. How can one rest assured to be safe from afflictions and problems while everywhere the world is replete with them. If one is safe and sound today it does not carry a warranty of future happiness also. So it is inevitable that one is bound to stumble on a desease, troubles, difficulty,or any problem in any coming days. Therefore it is of intensive necessity for us to turn towards our Creator Lord for the help and salvation during the difficult times, and it is through Duaa.</w:t>
      </w:r>
    </w:p>
    <w:p w:rsidR="00294BA7" w:rsidRDefault="00294BA7" w:rsidP="00294BA7">
      <w:pPr>
        <w:pStyle w:val="libNormal"/>
      </w:pPr>
      <w:r>
        <w:t>Our Aimmaah (A.S.) considered Duaa as a weapon and a shield. Imaam Musa</w:t>
      </w:r>
      <w:r w:rsidR="002E452F">
        <w:t>-</w:t>
      </w:r>
      <w:r>
        <w:t>e</w:t>
      </w:r>
      <w:r w:rsidR="002E452F">
        <w:t>-</w:t>
      </w:r>
      <w:r>
        <w:t>Kaadhim (A.S.) said, “</w:t>
      </w:r>
      <w:r w:rsidRPr="00294BA7">
        <w:rPr>
          <w:rStyle w:val="libItalicChar"/>
        </w:rPr>
        <w:t>Duaa reverts both what has been destined and that which has not been destined.</w:t>
      </w:r>
      <w:r>
        <w:t>”</w:t>
      </w:r>
    </w:p>
    <w:p w:rsidR="00294BA7" w:rsidRDefault="00294BA7" w:rsidP="00294BA7">
      <w:pPr>
        <w:pStyle w:val="libNormal"/>
      </w:pPr>
      <w:r>
        <w:t>Imaam Zaynul Aabideen (A.S.) said, “</w:t>
      </w:r>
      <w:r w:rsidRPr="00294BA7">
        <w:rPr>
          <w:rStyle w:val="libItalicChar"/>
        </w:rPr>
        <w:t>Duaa and afflictions challenge each other until the Day of Judgement, yet Duaa comes out victoriously even if the afflictions are certain to happen.</w:t>
      </w:r>
      <w:r>
        <w:t>”</w:t>
      </w:r>
    </w:p>
    <w:p w:rsidR="00294BA7" w:rsidRDefault="00294BA7" w:rsidP="00294BA7">
      <w:pPr>
        <w:pStyle w:val="libNormal"/>
      </w:pPr>
      <w:r>
        <w:t>And, “</w:t>
      </w:r>
      <w:r w:rsidRPr="00294BA7">
        <w:rPr>
          <w:rStyle w:val="libItalicChar"/>
        </w:rPr>
        <w:t>Duaa removes both the present affliction and that which will come down later.</w:t>
      </w:r>
      <w:r>
        <w:t>”</w:t>
      </w:r>
    </w:p>
    <w:p w:rsidR="00294BA7" w:rsidRDefault="00294BA7" w:rsidP="00294BA7">
      <w:pPr>
        <w:pStyle w:val="libNormal"/>
      </w:pPr>
      <w:r>
        <w:t>The Holy Qur’an quotes the importance of Duaa in these verses:</w:t>
      </w:r>
    </w:p>
    <w:p w:rsidR="00294BA7" w:rsidRDefault="00294BA7" w:rsidP="00294BA7">
      <w:pPr>
        <w:pStyle w:val="libNormal"/>
      </w:pPr>
      <w:r>
        <w:t>“</w:t>
      </w:r>
      <w:r w:rsidRPr="00294BA7">
        <w:rPr>
          <w:rStyle w:val="libItalicChar"/>
        </w:rPr>
        <w:t>Say, my Lord would not care for you were it not for your Duaa.</w:t>
      </w:r>
      <w:r>
        <w:t xml:space="preserve">” </w:t>
      </w:r>
      <w:r w:rsidR="002E452F">
        <w:t>-</w:t>
      </w:r>
      <w:r>
        <w:t xml:space="preserve"> S.Furqaan: 77.</w:t>
      </w:r>
    </w:p>
    <w:p w:rsidR="00294BA7" w:rsidRDefault="00294BA7" w:rsidP="00294BA7">
      <w:pPr>
        <w:pStyle w:val="libNormal"/>
      </w:pPr>
      <w:r>
        <w:t>“</w:t>
      </w:r>
      <w:r w:rsidRPr="00294BA7">
        <w:rPr>
          <w:rStyle w:val="libItalicChar"/>
        </w:rPr>
        <w:t>And call on Him fearing and hoping.</w:t>
      </w:r>
      <w:r>
        <w:t xml:space="preserve">” </w:t>
      </w:r>
      <w:r w:rsidR="002E452F">
        <w:t>-</w:t>
      </w:r>
      <w:r>
        <w:t xml:space="preserve"> S. A’araaf: 56.</w:t>
      </w:r>
    </w:p>
    <w:p w:rsidR="00294BA7" w:rsidRDefault="00294BA7" w:rsidP="00294BA7">
      <w:pPr>
        <w:pStyle w:val="libNormal"/>
      </w:pPr>
      <w:r>
        <w:t>“</w:t>
      </w:r>
      <w:r w:rsidRPr="00294BA7">
        <w:rPr>
          <w:rStyle w:val="libItalicChar"/>
        </w:rPr>
        <w:t>And when My servents ask you concerning Me, then suely I am very near; I answer the prayer of the supplicant when he calls on Me, so they should answer My call and believe in Me that they may walk in the right way.</w:t>
      </w:r>
      <w:r>
        <w:t>” S.Baqarah: 186.</w:t>
      </w:r>
    </w:p>
    <w:p w:rsidR="00294BA7" w:rsidRDefault="00294BA7" w:rsidP="00294BA7">
      <w:pPr>
        <w:pStyle w:val="libNormal"/>
      </w:pPr>
      <w:r>
        <w:t>Imaam Ja’afar Saadiq A.S said, “Whoever obeys God’s orders and offers his “Duaa” properly, they will be answered.”</w:t>
      </w:r>
    </w:p>
    <w:p w:rsidR="00294BA7" w:rsidRDefault="00294BA7" w:rsidP="00294BA7">
      <w:pPr>
        <w:pStyle w:val="libNormal"/>
      </w:pPr>
      <w:r>
        <w:t>He also mentioned proper way of beseeching, he said, “</w:t>
      </w:r>
      <w:r w:rsidRPr="00294BA7">
        <w:rPr>
          <w:rStyle w:val="libItalicChar"/>
        </w:rPr>
        <w:t>First praise God Almighty, then remember Him and thank Him for His blessings. After that, send greetings to the Holy Prophet and his Progeny (Slawaat), then confess your sins and ask forgiveness for them. That is the right way for Duaa.”</w:t>
      </w:r>
      <w:r>
        <w:t xml:space="preserve"> </w:t>
      </w:r>
    </w:p>
    <w:p w:rsidR="00294BA7" w:rsidRDefault="00294BA7" w:rsidP="00294BA7">
      <w:pPr>
        <w:pStyle w:val="libNormal"/>
      </w:pPr>
      <w:r>
        <w:lastRenderedPageBreak/>
        <w:t>At certain times we wish for something and we get it, then we wish for the removal of its evils, which appear in the form of its side effects; and at certain times we experience the opposite of this. In this connection Imaam Ali (A.S.) said, “</w:t>
      </w:r>
      <w:r w:rsidRPr="00294BA7">
        <w:rPr>
          <w:rStyle w:val="libItalicChar"/>
        </w:rPr>
        <w:t>On many occasions man desires something but when his desire is fulfilled he wishes it had never been fulfilled.</w:t>
      </w:r>
      <w:r>
        <w:t>” In Surah Baqarah verse 216 Allaah says, “</w:t>
      </w:r>
      <w:r w:rsidRPr="00294BA7">
        <w:rPr>
          <w:rStyle w:val="libItalicChar"/>
        </w:rPr>
        <w:t>It may be that you dislike a thing while it is good for you, and it may be that you love a thing while it is evil for you, and Allaah knows, while you do not know.</w:t>
      </w:r>
      <w:r>
        <w:t>”</w:t>
      </w:r>
    </w:p>
    <w:p w:rsidR="00294BA7" w:rsidRDefault="00294BA7" w:rsidP="00294BA7">
      <w:pPr>
        <w:pStyle w:val="libNormal"/>
      </w:pPr>
      <w:r>
        <w:t>Imaam Saadiq (A.S.)’s advice to Meiser Ibn Abdul Azeez, “</w:t>
      </w:r>
      <w:r w:rsidRPr="00294BA7">
        <w:rPr>
          <w:rStyle w:val="libItalicChar"/>
        </w:rPr>
        <w:t>O Meiser! call upon God and not say to yourself that the die is cast, for there is a rank with God man can not attain without asking for it. If God’s servent closed his mouth and does not ask anything from Him, nothing will be given to him. Therefore ask God for what you need so that He will give it to you. O Meisar, whoever knocks on a door and persists will be allowed in.</w:t>
      </w:r>
      <w:r>
        <w:t>” And, “</w:t>
      </w:r>
      <w:r w:rsidRPr="00294BA7">
        <w:rPr>
          <w:rStyle w:val="libItalicChar"/>
        </w:rPr>
        <w:t>Whoever does not ask for God’s special grace, will remain destitute.</w:t>
      </w:r>
      <w:r>
        <w:t>”</w:t>
      </w:r>
    </w:p>
    <w:p w:rsidR="00294BA7" w:rsidRDefault="00294BA7" w:rsidP="00294BA7">
      <w:pPr>
        <w:pStyle w:val="libNormal"/>
      </w:pPr>
      <w:r>
        <w:t>Imaam Ali (A.S.) said, “</w:t>
      </w:r>
      <w:r w:rsidRPr="00294BA7">
        <w:rPr>
          <w:rStyle w:val="libItalicChar"/>
        </w:rPr>
        <w:t>Never have this impression that God Almighty has opened the door of Duaa but has closed the door of answering Duaa.</w:t>
      </w:r>
      <w:r>
        <w:t>”</w:t>
      </w:r>
    </w:p>
    <w:p w:rsidR="00294BA7" w:rsidRDefault="00294BA7" w:rsidP="00294BA7">
      <w:pPr>
        <w:pStyle w:val="libNormal"/>
      </w:pPr>
      <w:r>
        <w:t>One of the exortations of God to Nabii Isa (A.S.), “</w:t>
      </w:r>
      <w:r w:rsidRPr="00294BA7">
        <w:rPr>
          <w:rStyle w:val="libItalicChar"/>
        </w:rPr>
        <w:t>O Isa! humble your heart before Me and remember Me in private and let it be known to you that I become happy when you come towards Me with hope and fear. Don’t you ever do it with a dead heart, do it with a living heart.</w:t>
      </w:r>
      <w:r>
        <w:t>”</w:t>
      </w:r>
    </w:p>
    <w:p w:rsidR="00294BA7" w:rsidRDefault="00294BA7" w:rsidP="00294BA7">
      <w:pPr>
        <w:pStyle w:val="libNormal"/>
      </w:pPr>
      <w:r>
        <w:t xml:space="preserve">If a Duaa is sensible and is reasonable to be answered quickly it will be done so; but if its delay is good then the answer shall be delayed, in this case the advantage of Duaa is that it will be answered and reward for the patience will be granted. If the Duaa is not sensible, rather it has evil consequences, then the very Duaa has a reward and moreover, it may keep away afflictions. </w:t>
      </w:r>
    </w:p>
    <w:p w:rsidR="00294BA7" w:rsidRDefault="00294BA7" w:rsidP="00294BA7">
      <w:pPr>
        <w:pStyle w:val="libNormal"/>
      </w:pPr>
      <w:r>
        <w:t>A Hadeeth by Abu Saeed Khudhri quoting the Holy Prophet (S.A.W.W.) said, “</w:t>
      </w:r>
      <w:r w:rsidRPr="00294BA7">
        <w:rPr>
          <w:rStyle w:val="libItalicChar"/>
        </w:rPr>
        <w:t>If a believer calls upon God and does not ask Him for cutting off family relations or a sinful deed, God Almighty will give him one of these three things: (a) his Duaa will be answered quickly, or (b) there will be delay in his Duaa being answered, or (c) Allaah will repell from him an evil act equal to what he has begged.</w:t>
      </w:r>
      <w:r>
        <w:t>” The companions said: “O Messenger of Allaah, therefore we should increase our Duaas.” The Holy Prophet (S.A.W.W.) said, “</w:t>
      </w:r>
      <w:r w:rsidRPr="00294BA7">
        <w:rPr>
          <w:rStyle w:val="libItalicChar"/>
        </w:rPr>
        <w:t>God answers Duaas most frequently.</w:t>
      </w:r>
      <w:r>
        <w:t>”</w:t>
      </w:r>
    </w:p>
    <w:p w:rsidR="00294BA7" w:rsidRDefault="00294BA7" w:rsidP="00294BA7">
      <w:pPr>
        <w:pStyle w:val="libNormal"/>
      </w:pPr>
      <w:r>
        <w:t>In a Hadeeth from Malik Ibn Anas it is said that the Prophet repeated it three times sayng, “</w:t>
      </w:r>
      <w:r w:rsidRPr="00294BA7">
        <w:rPr>
          <w:rStyle w:val="libItalicChar"/>
        </w:rPr>
        <w:t>God answers our Duaas most of the time.</w:t>
      </w:r>
      <w:r>
        <w:t>”</w:t>
      </w:r>
    </w:p>
    <w:p w:rsidR="00294BA7" w:rsidRDefault="00294BA7" w:rsidP="00294BA7">
      <w:pPr>
        <w:pStyle w:val="libNormal"/>
      </w:pPr>
      <w:r>
        <w:t>Imaam Ali (A.S.) said, “</w:t>
      </w:r>
      <w:r w:rsidRPr="00294BA7">
        <w:rPr>
          <w:rStyle w:val="libItalicChar"/>
        </w:rPr>
        <w:t>Sometimes God Almighty delays answering the Duaa so as to give both, a greater reward and a further blessing.</w:t>
      </w:r>
      <w:r>
        <w:t>”</w:t>
      </w:r>
    </w:p>
    <w:p w:rsidR="00294BA7" w:rsidRDefault="00294BA7" w:rsidP="00294BA7">
      <w:pPr>
        <w:pStyle w:val="libNormal"/>
      </w:pPr>
      <w:r>
        <w:t>Jaabir bin Abdullah Ansaari has quoted the Holy Prophet (S.A.W.W.) saying, “</w:t>
      </w:r>
      <w:r w:rsidRPr="00294BA7">
        <w:rPr>
          <w:rStyle w:val="libItalicChar"/>
        </w:rPr>
        <w:t>If a servent favoured by God supplicates, God says to Jibraeel, ‘Grant his request but delay it, for I like to hear his voice more and more.’ But if someone, in disfavour with God supplicates, God says to Jibraeel, ‘O Jibraeel grant the request of My servent with haste, for I don’t like to hear his voice.</w:t>
      </w:r>
      <w:r>
        <w:t>’”</w:t>
      </w:r>
    </w:p>
    <w:p w:rsidR="00294BA7" w:rsidRDefault="00294BA7" w:rsidP="00294BA7">
      <w:pPr>
        <w:pStyle w:val="libNormal"/>
      </w:pPr>
      <w:r>
        <w:t>If our Duaa is not answered quickly we should be pleased with God’s decree and consider it as a blessing. The Holy Prophet (S.A.W.W.) said, “</w:t>
      </w:r>
      <w:r w:rsidRPr="00294BA7">
        <w:rPr>
          <w:rStyle w:val="libItalicChar"/>
        </w:rPr>
        <w:t>Do not abhor God’s blessings nor ask for anything without giving it a thought. If affliction befalls sustenance and life of any one of you, do not ever ask for a change, since a change may lead to death or destruction. You should rather say, “O God by the position of Muhammad (S.A.W.W.) and his Household, if there is a blessing in what has befallen me, make me patient and give me not only the power of forbearance, but make me pleased with it too. Yet if there is blessing in something else, give that something to me. At any rate, make me pleased with your decree, for praise is due only to You.</w:t>
      </w:r>
      <w:r>
        <w:t>”</w:t>
      </w:r>
    </w:p>
    <w:p w:rsidR="00294BA7" w:rsidRDefault="00294BA7" w:rsidP="00294BA7">
      <w:pPr>
        <w:pStyle w:val="libNormal"/>
      </w:pPr>
      <w:r>
        <w:lastRenderedPageBreak/>
        <w:t>For the Duaa to be answered favourably, time, place and circumstances should be taken in consideration, because there are spesific times and places whereat we may receive prompt fulfillment. As for the time, the day of Friday and its night are most meritorious, specifically during the one</w:t>
      </w:r>
      <w:r w:rsidR="002E452F">
        <w:t>-</w:t>
      </w:r>
      <w:r>
        <w:t>hour</w:t>
      </w:r>
      <w:r w:rsidR="002E452F">
        <w:t>-</w:t>
      </w:r>
      <w:r>
        <w:t>before</w:t>
      </w:r>
      <w:r w:rsidR="002E452F">
        <w:t>-</w:t>
      </w:r>
      <w:r>
        <w:t>noon. On Wednesday between noon and afternoon is also a proper time for presenting our requests to the Almighty Allaah (S.W.T.)</w:t>
      </w:r>
    </w:p>
    <w:p w:rsidR="00294BA7" w:rsidRDefault="00294BA7" w:rsidP="00294BA7">
      <w:pPr>
        <w:pStyle w:val="libNormal"/>
      </w:pPr>
      <w:r>
        <w:t>The Holy Prophet (S.A.W.W.) said, “</w:t>
      </w:r>
      <w:r w:rsidRPr="00294BA7">
        <w:rPr>
          <w:rStyle w:val="libItalicChar"/>
        </w:rPr>
        <w:t>Anyone of you who has a need, should request it during night</w:t>
      </w:r>
      <w:r w:rsidR="002E452F">
        <w:rPr>
          <w:rStyle w:val="libItalicChar"/>
        </w:rPr>
        <w:t>-</w:t>
      </w:r>
      <w:r w:rsidRPr="00294BA7">
        <w:rPr>
          <w:rStyle w:val="libItalicChar"/>
        </w:rPr>
        <w:t>prayer (Namaaz</w:t>
      </w:r>
      <w:r w:rsidR="002E452F">
        <w:rPr>
          <w:rStyle w:val="libItalicChar"/>
        </w:rPr>
        <w:t>-</w:t>
      </w:r>
      <w:r w:rsidRPr="00294BA7">
        <w:rPr>
          <w:rStyle w:val="libItalicChar"/>
        </w:rPr>
        <w:t>e</w:t>
      </w:r>
      <w:r w:rsidR="002E452F">
        <w:rPr>
          <w:rStyle w:val="libItalicChar"/>
        </w:rPr>
        <w:t>-</w:t>
      </w:r>
      <w:r w:rsidRPr="00294BA7">
        <w:rPr>
          <w:rStyle w:val="libItalicChar"/>
        </w:rPr>
        <w:t>Shab), for it is specially for you and it has not been granted to former nations.</w:t>
      </w:r>
      <w:r>
        <w:t>”</w:t>
      </w:r>
    </w:p>
    <w:p w:rsidR="00294BA7" w:rsidRDefault="00294BA7" w:rsidP="00294BA7">
      <w:pPr>
        <w:pStyle w:val="libNormal"/>
      </w:pPr>
      <w:r>
        <w:t>The last third of every night and Friday</w:t>
      </w:r>
      <w:r w:rsidR="002E452F">
        <w:t>-</w:t>
      </w:r>
      <w:r>
        <w:t>night is also an excellent opportunity to requst our needs from Almighty Allaah (S.W.T.)</w:t>
      </w:r>
    </w:p>
    <w:p w:rsidR="00294BA7" w:rsidRDefault="00294BA7" w:rsidP="00294BA7">
      <w:pPr>
        <w:pStyle w:val="libNormal"/>
      </w:pPr>
      <w:r>
        <w:t>Other occasions and times for making Duaa a success are: Ahya Nights (spending nights vigil), 1st night of Rajab, 15th Sha’abaan night, the night of Eedul Fitr, the night of Eedul Dhuhaa, the day of Arafaat, when the wind is blowing, when the call to prayer is made, when it is raining, when the first drop of a Martyr’s blood is dripped, when noon arrives, and from dawn to sunrise.</w:t>
      </w:r>
    </w:p>
    <w:p w:rsidR="00294BA7" w:rsidRDefault="00294BA7" w:rsidP="00294BA7">
      <w:pPr>
        <w:pStyle w:val="libNormal"/>
      </w:pPr>
      <w:r>
        <w:t>Imaam Saadiq (A.S.) said, “</w:t>
      </w:r>
      <w:r w:rsidRPr="00294BA7">
        <w:rPr>
          <w:rStyle w:val="libItalicChar"/>
        </w:rPr>
        <w:t>When noon arrives, the gates of heavens will be opened and great desires will be fulfilled.</w:t>
      </w:r>
      <w:r>
        <w:t>”</w:t>
      </w:r>
    </w:p>
    <w:p w:rsidR="00294BA7" w:rsidRDefault="00294BA7" w:rsidP="00294BA7">
      <w:pPr>
        <w:pStyle w:val="libNormal"/>
      </w:pPr>
      <w:r>
        <w:t>Imaam Baaqir (A.S.) said, “</w:t>
      </w:r>
      <w:r w:rsidRPr="00294BA7">
        <w:rPr>
          <w:rStyle w:val="libItalicChar"/>
        </w:rPr>
        <w:t>God answers the call of those servents of His who often pray (Duaa). Therefore pray at dawns until sunrise, for the gates of Paradise are opened at this time. Daily food is distributed at this time and great needs are met.</w:t>
      </w:r>
      <w:r>
        <w:t>”</w:t>
      </w:r>
    </w:p>
    <w:p w:rsidR="00294BA7" w:rsidRDefault="00294BA7" w:rsidP="00294BA7">
      <w:pPr>
        <w:pStyle w:val="libNormal"/>
      </w:pPr>
      <w:r>
        <w:t>It is stated in a tradition book that one who merely recites Duaa without doing a good deed is like an archer who wishes to shoot an arrow but has not got a bow. So before requesting Allaah (S.W.T.) in a Duaa we should do any one of the good deeds.</w:t>
      </w:r>
    </w:p>
    <w:p w:rsidR="00294BA7" w:rsidRDefault="00294BA7" w:rsidP="00294BA7">
      <w:pPr>
        <w:pStyle w:val="libNormal"/>
      </w:pPr>
      <w:r>
        <w:t>One should do Duaa before a problem or trouble has ascended to be safe from it. Imaam Jaa’far Saadiq (A.S.) said, “</w:t>
      </w:r>
      <w:r w:rsidRPr="00294BA7">
        <w:rPr>
          <w:rStyle w:val="libItalicChar"/>
        </w:rPr>
        <w:t>If a man recites a Duaa before the descent of a tribulation his Duaa will be fulfilled during its descent and it is said: ‘It is a familiar voice which is not hidden from heavens.’ But one who has not recited Duaa before, his Duaa during the descent of tribulation will not be fulfilled, for the Angels will say, ‘We do not recognize this voice.’”</w:t>
      </w:r>
    </w:p>
    <w:p w:rsidR="00294BA7" w:rsidRDefault="00294BA7" w:rsidP="00294BA7">
      <w:pPr>
        <w:pStyle w:val="libNormal"/>
      </w:pPr>
      <w:r>
        <w:t>A Hadeeth</w:t>
      </w:r>
      <w:r w:rsidR="002E452F">
        <w:t>-</w:t>
      </w:r>
      <w:r>
        <w:t>e</w:t>
      </w:r>
      <w:r w:rsidR="002E452F">
        <w:t>-</w:t>
      </w:r>
      <w:r>
        <w:t>Qudsee reads: “</w:t>
      </w:r>
      <w:r w:rsidRPr="00294BA7">
        <w:rPr>
          <w:rStyle w:val="libItalicChar"/>
        </w:rPr>
        <w:t>You have to recite Duaa and I have to fulfil it, for no Duaa is hidden from Me but that of one who eats unlawful things.</w:t>
      </w:r>
      <w:r>
        <w:t>”</w:t>
      </w:r>
    </w:p>
    <w:p w:rsidR="00294BA7" w:rsidRDefault="00294BA7" w:rsidP="00294BA7">
      <w:pPr>
        <w:pStyle w:val="libNormal"/>
      </w:pPr>
      <w:r>
        <w:t>The Holy Prophet (S.A.W.W.) “Whoever wishes to have his Duaa answered, must purify his daily food and business.” And, “Cleanse the source of your daily food and do not eat unlawful things.” Imaam Saadiq (A.S.) said: “</w:t>
      </w:r>
      <w:r w:rsidRPr="00294BA7">
        <w:rPr>
          <w:rStyle w:val="libItalicChar"/>
        </w:rPr>
        <w:t>Renouncing one morsel of unlawful food is so much loved by Allaah that it is much better than performing thousand rak’ats of recommended prayer.</w:t>
      </w:r>
      <w:r>
        <w:t>”</w:t>
      </w:r>
    </w:p>
    <w:p w:rsidR="00294BA7" w:rsidRDefault="00294BA7" w:rsidP="00294BA7">
      <w:pPr>
        <w:pStyle w:val="libNormal"/>
      </w:pPr>
      <w:r>
        <w:t>Ameerul Mu’mineen (A.S.) said that God revealed to Nabii Isa (A.S.) to say to Bani Israail, “</w:t>
      </w:r>
      <w:r w:rsidRPr="00294BA7">
        <w:rPr>
          <w:rStyle w:val="libItalicChar"/>
        </w:rPr>
        <w:t>Do not enter any one of My houses until you have modest eyes, pure heart, and innocent hands. Also give them this information that I will not answer the Duaa of anyone of them while the right of one of My servents rests upon them.</w:t>
      </w:r>
      <w:r>
        <w:t>”</w:t>
      </w:r>
    </w:p>
    <w:p w:rsidR="00294BA7" w:rsidRDefault="00294BA7" w:rsidP="00294BA7">
      <w:pPr>
        <w:pStyle w:val="libNormal"/>
      </w:pPr>
      <w:r>
        <w:t xml:space="preserve">It is reported on the authority of the Holy Prophet (S.A.W.W.) that Allaah (S.W.T.) says, “Whoever asks something from Me and is sure that gain and loss are in My hand, I will fulfil his desire.” </w:t>
      </w:r>
    </w:p>
    <w:p w:rsidR="00294BA7" w:rsidRDefault="00294BA7" w:rsidP="00294BA7">
      <w:pPr>
        <w:pStyle w:val="libNormal"/>
      </w:pPr>
      <w:r>
        <w:t>The most benefited persons are those who have staunch faith in the Mercy of Almighty Allaah (S.W.T.) and possess good opinion of Him. Allaah says, “</w:t>
      </w:r>
      <w:r w:rsidRPr="00294BA7">
        <w:rPr>
          <w:rStyle w:val="libItalicChar"/>
        </w:rPr>
        <w:t>My opinion of My servent is his opinion of Me. Therefore, he should have good opinion of Me.</w:t>
      </w:r>
      <w:r>
        <w:t>” One of the revealation of Allaah to Nabii Moosa (A.S.) was, “</w:t>
      </w:r>
      <w:r w:rsidRPr="00294BA7">
        <w:rPr>
          <w:rStyle w:val="libItalicChar"/>
        </w:rPr>
        <w:t>O Moosa! Should you call on Me hoping, I will soon forgive you.</w:t>
      </w:r>
      <w:r>
        <w:t>”</w:t>
      </w:r>
    </w:p>
    <w:p w:rsidR="00294BA7" w:rsidRDefault="00294BA7" w:rsidP="00294BA7">
      <w:pPr>
        <w:pStyle w:val="libNormal"/>
      </w:pPr>
      <w:r>
        <w:t>Certainly, why should not a person have a good opinion of All</w:t>
      </w:r>
      <w:r w:rsidR="002E452F">
        <w:t>-</w:t>
      </w:r>
      <w:r>
        <w:t xml:space="preserve">Merciful And Most Generous Allaah (S.W.T.) while His Mercy precedes His wrath? When Allaah, the Most High, created Adam (A.S.), He blew in him from His Own spirit, Adam (A.S.) sat and </w:t>
      </w:r>
      <w:r>
        <w:lastRenderedPageBreak/>
        <w:t>sneezed, he was inspired to say ‘</w:t>
      </w:r>
      <w:r w:rsidRPr="00294BA7">
        <w:rPr>
          <w:rStyle w:val="libItalicChar"/>
        </w:rPr>
        <w:t>Al</w:t>
      </w:r>
      <w:r w:rsidR="002E452F">
        <w:rPr>
          <w:rStyle w:val="libItalicChar"/>
        </w:rPr>
        <w:t>-</w:t>
      </w:r>
      <w:r w:rsidRPr="00294BA7">
        <w:rPr>
          <w:rStyle w:val="libItalicChar"/>
        </w:rPr>
        <w:t>Hamdu Lillaahi Rabbil Aalameen</w:t>
      </w:r>
      <w:r>
        <w:t>’, he said thus and Allaah (S.W.T.) in response said, ‘</w:t>
      </w:r>
      <w:r w:rsidRPr="00294BA7">
        <w:rPr>
          <w:rStyle w:val="libItalicChar"/>
        </w:rPr>
        <w:t>May God have Mercy on you O Adam!</w:t>
      </w:r>
      <w:r>
        <w:t>’ So the first words to the human being were of Mercy from the Lord of Universe.</w:t>
      </w:r>
    </w:p>
    <w:p w:rsidR="00294BA7" w:rsidRDefault="00294BA7" w:rsidP="00294BA7">
      <w:pPr>
        <w:pStyle w:val="libNormal"/>
      </w:pPr>
      <w:r>
        <w:t>When Allaah (S.W.T.) sent Nabii Moosa to Firawn He said to tell Firawn that Allaah is more speedy in Mercy and Forgiveness then wrath and punishment.</w:t>
      </w:r>
    </w:p>
    <w:p w:rsidR="00294BA7" w:rsidRDefault="00294BA7" w:rsidP="00294BA7">
      <w:pPr>
        <w:pStyle w:val="libNormal"/>
      </w:pPr>
      <w:r>
        <w:t xml:space="preserve"> When Firawn was drawning in the sea, for such a staunch enemy Alaah said to Moosa (A.S.) that if atall he had asked help and forgiveness from Him He would certainly had saved him.</w:t>
      </w:r>
    </w:p>
    <w:p w:rsidR="00294BA7" w:rsidRDefault="00294BA7" w:rsidP="00294BA7">
      <w:pPr>
        <w:pStyle w:val="libNormal"/>
      </w:pPr>
      <w:r>
        <w:t>In Surah</w:t>
      </w:r>
      <w:r w:rsidR="002E452F">
        <w:t>-</w:t>
      </w:r>
      <w:r>
        <w:t>e</w:t>
      </w:r>
      <w:r w:rsidR="002E452F">
        <w:t>-</w:t>
      </w:r>
      <w:r>
        <w:t>Muhammad (S) Allaah (S.W.T.) says, “</w:t>
      </w:r>
      <w:r w:rsidRPr="00294BA7">
        <w:rPr>
          <w:rStyle w:val="libItalicChar"/>
        </w:rPr>
        <w:t>So know that there is no god but Allaah, and ask forgiveness for your fault and for the believing men and the believing women.</w:t>
      </w:r>
      <w:r>
        <w:t>”</w:t>
      </w:r>
    </w:p>
    <w:p w:rsidR="00294BA7" w:rsidRDefault="00294BA7" w:rsidP="00294BA7">
      <w:pPr>
        <w:pStyle w:val="libNormal"/>
      </w:pPr>
      <w:r>
        <w:t>These are but a few examples of God’s Mercy. His ocean of Mercy is limitless. We are told to make Duaa for others also, and we are told to pray for the deseased, to give a helping hand to the needy, and many such deeds prove that Mercy of Allaah is in abundance. A hadeeth also quotes that to dispair of Allaah’s Mercy is a major sin.</w:t>
      </w:r>
    </w:p>
    <w:p w:rsidR="00294BA7" w:rsidRDefault="00294BA7" w:rsidP="00294BA7">
      <w:pPr>
        <w:pStyle w:val="libNormal"/>
      </w:pPr>
      <w:r>
        <w:t>Concerning making haste in Duaa Imaam Ja’afar Saadiq (A.S.) said, “</w:t>
      </w:r>
      <w:r w:rsidRPr="00294BA7">
        <w:rPr>
          <w:rStyle w:val="libItalicChar"/>
        </w:rPr>
        <w:t>Allaah will fulfil the desire of a person who does not make haste in Duaa.</w:t>
      </w:r>
      <w:r>
        <w:t>” Therefore we should make our Duaa a comfortable, pleasing, pleading, humble and secret communion with Allaah (S.W.T.)</w:t>
      </w:r>
    </w:p>
    <w:p w:rsidR="00294BA7" w:rsidRDefault="00294BA7" w:rsidP="00294BA7">
      <w:pPr>
        <w:pStyle w:val="libNormal"/>
      </w:pPr>
      <w:r>
        <w:t>A revealation made to Nabii Moosa (A.S.) was this, “</w:t>
      </w:r>
      <w:r w:rsidRPr="00294BA7">
        <w:rPr>
          <w:rStyle w:val="libItalicChar"/>
        </w:rPr>
        <w:t>O Moosa, when you are calling on Me be humble, fearlul and broken</w:t>
      </w:r>
      <w:r w:rsidR="002E452F">
        <w:rPr>
          <w:rStyle w:val="libItalicChar"/>
        </w:rPr>
        <w:t>-</w:t>
      </w:r>
      <w:r w:rsidRPr="00294BA7">
        <w:rPr>
          <w:rStyle w:val="libItalicChar"/>
        </w:rPr>
        <w:t>hearted, rub your face on earth, and prostrate before Me with your best body members, raise your hands in begging before Me in Qunoot and invoke Me fearfully in your Duaas.</w:t>
      </w:r>
      <w:r>
        <w:t>”</w:t>
      </w:r>
    </w:p>
    <w:p w:rsidR="00294BA7" w:rsidRDefault="00294BA7" w:rsidP="00294BA7">
      <w:pPr>
        <w:pStyle w:val="libNormal"/>
      </w:pPr>
      <w:r>
        <w:t>To Nabii Isa (A.S.) Allaah said, “</w:t>
      </w:r>
      <w:r w:rsidRPr="00294BA7">
        <w:rPr>
          <w:rStyle w:val="libItalicChar"/>
        </w:rPr>
        <w:t>O Isa! Call on Me as a person who is drowning and being oppressed and has no any helper. O Isa! Humble your heart before Me and remember Me in private most of the time. Know that I am happy when you come to ME with fear and hope. Don’t come to Me with a dead heart come with a living and happy heart. Let Me hear a sad voice.</w:t>
      </w:r>
      <w:r>
        <w:t>”</w:t>
      </w:r>
    </w:p>
    <w:p w:rsidR="00294BA7" w:rsidRDefault="00294BA7" w:rsidP="00294BA7">
      <w:pPr>
        <w:pStyle w:val="libNormal"/>
      </w:pPr>
      <w:r>
        <w:t>It is mentioned that we should always praise Allaah (S.W.T.) before presenting our needs to Him. The Imaam was asked how we should praise Alaah. He said to recite this: “</w:t>
      </w:r>
      <w:r w:rsidRPr="00294BA7">
        <w:rPr>
          <w:rStyle w:val="libItalicChar"/>
        </w:rPr>
        <w:t>Yaa Man’huwa Aqrabu Ilayya Min Hablil Wareed, Yaa Man’yahoolu Baynal Mar’i Wa Qalbihee, Yaa Man’huwa Bil Mandhwaril A’alaa, Yaa Man Laysa Kamithlihee Shay’un</w:t>
      </w:r>
      <w:r w:rsidRPr="00294BA7">
        <w:t>.</w:t>
      </w:r>
      <w:r>
        <w:t>”</w:t>
      </w:r>
    </w:p>
    <w:p w:rsidR="00294BA7" w:rsidRDefault="00294BA7" w:rsidP="00294BA7">
      <w:pPr>
        <w:pStyle w:val="libNormal"/>
      </w:pPr>
      <w:r>
        <w:t xml:space="preserve">It is stated that whoever has a Haajat should </w:t>
      </w:r>
      <w:r w:rsidRPr="00294BA7">
        <w:rPr>
          <w:rStyle w:val="libItalicChar"/>
        </w:rPr>
        <w:t>first recite Salawaat</w:t>
      </w:r>
      <w:r>
        <w:t xml:space="preserve"> on the Holy Prophet (S.A.W.W.) and his Holy Progeny (A.S.), then present his/her needs to Allaah (S.W.T.) </w:t>
      </w:r>
      <w:r w:rsidRPr="00294BA7">
        <w:rPr>
          <w:rStyle w:val="libItalicChar"/>
        </w:rPr>
        <w:t>and finally recite Salawaat</w:t>
      </w:r>
      <w:r>
        <w:t xml:space="preserve"> again. Salawaat is always answered, and it is a type of Duaa to beseech blessings on Muhammad (S) and Aali Muhammaad (A.S), and Allaah is too generous to answer two sides of Duaa but abandon the middle one.</w:t>
      </w:r>
    </w:p>
    <w:p w:rsidR="00294BA7" w:rsidRDefault="00294BA7" w:rsidP="00294BA7">
      <w:pPr>
        <w:pStyle w:val="libNormal"/>
      </w:pPr>
      <w:r w:rsidRPr="00294BA7">
        <w:rPr>
          <w:rStyle w:val="libItalicChar"/>
        </w:rPr>
        <w:t>It is mentioned about weeping that it is a source of acceptance of Duaa if one sheds tears while requesting his or her needs in front of Allaah.</w:t>
      </w:r>
      <w:r>
        <w:t xml:space="preserve"> Weeping is the sign of humility, tender</w:t>
      </w:r>
      <w:r w:rsidR="002E452F">
        <w:t>-</w:t>
      </w:r>
      <w:r>
        <w:t>heartedness and devotion, which are the most required qualities of fulfillment of Haajaat. Imaam Saadiq (A.S.) said, “</w:t>
      </w:r>
      <w:r w:rsidRPr="00294BA7">
        <w:rPr>
          <w:rStyle w:val="libItalicChar"/>
        </w:rPr>
        <w:t>Whenever you trembled to the skin, your eyes were replete with tears and your heart became apprehensive, keep that state well, for you have attained your objective.</w:t>
      </w:r>
      <w:r>
        <w:t xml:space="preserve">” </w:t>
      </w:r>
    </w:p>
    <w:p w:rsidR="00294BA7" w:rsidRDefault="00294BA7" w:rsidP="00294BA7">
      <w:pPr>
        <w:pStyle w:val="libNormal"/>
      </w:pPr>
      <w:r>
        <w:t>There are virtues in shedding tears for the fear of God, which are not found in other prayers. Hadeeith: ‘</w:t>
      </w:r>
      <w:r w:rsidRPr="00294BA7">
        <w:rPr>
          <w:rStyle w:val="libItalicChar"/>
        </w:rPr>
        <w:t>There is a defile between Paradise and Hell through which no one can pass but who sheds tears in fear of God.</w:t>
      </w:r>
      <w:r>
        <w:t>’</w:t>
      </w:r>
    </w:p>
    <w:p w:rsidR="00294BA7" w:rsidRDefault="00294BA7" w:rsidP="00294BA7">
      <w:pPr>
        <w:pStyle w:val="libNormal"/>
      </w:pPr>
      <w:r>
        <w:t>The Holy Prophet (S.A.W.W.) said, “</w:t>
      </w:r>
      <w:r w:rsidRPr="00294BA7">
        <w:rPr>
          <w:rStyle w:val="libItalicChar"/>
        </w:rPr>
        <w:t>God blessed me and said, ‘By My Glory! What those who shed tears receive from Me can never be received by the worshippers. I will build palaces for them in lofty places, and others will not share with them.</w:t>
      </w:r>
      <w:r>
        <w:t>’</w:t>
      </w:r>
    </w:p>
    <w:p w:rsidR="00294BA7" w:rsidRDefault="00294BA7" w:rsidP="00294BA7">
      <w:pPr>
        <w:pStyle w:val="libNormal"/>
      </w:pPr>
      <w:r>
        <w:lastRenderedPageBreak/>
        <w:t>Imaam Saadiq (A.S.) said, “</w:t>
      </w:r>
      <w:r w:rsidRPr="00294BA7">
        <w:rPr>
          <w:rStyle w:val="libItalicChar"/>
        </w:rPr>
        <w:t>All eyes shall weep on the Day of Judgement except three eyes: (1) Those eyes which do not see unlawful things, (2) those eyes which pass the night in prayers, and (3) those eyes which shed tears in fear of God.</w:t>
      </w:r>
      <w:r>
        <w:t>”</w:t>
      </w:r>
    </w:p>
    <w:p w:rsidR="00294BA7" w:rsidRDefault="00294BA7" w:rsidP="00294BA7">
      <w:pPr>
        <w:pStyle w:val="libNormal"/>
      </w:pPr>
      <w:r>
        <w:t>“</w:t>
      </w:r>
      <w:r w:rsidRPr="00294BA7">
        <w:rPr>
          <w:rStyle w:val="libItalicChar"/>
        </w:rPr>
        <w:t>Every thing has a weight and measure save tears with a small amount of which God will extinguish seas of fire. If a man weeps for an Ummaah, God will make that Ummaah entitled to His Mercy as a result of weeping of the same servent.</w:t>
      </w:r>
      <w:r>
        <w:t>”</w:t>
      </w:r>
    </w:p>
    <w:p w:rsidR="00294BA7" w:rsidRDefault="00294BA7" w:rsidP="00294BA7">
      <w:pPr>
        <w:pStyle w:val="libNormal"/>
      </w:pPr>
      <w:r>
        <w:t xml:space="preserve">Abu Hamza has reported on the authority of Imaam Baaqir (A.S.) that </w:t>
      </w:r>
      <w:r w:rsidRPr="00294BA7">
        <w:rPr>
          <w:rStyle w:val="libItalicChar"/>
        </w:rPr>
        <w:t>nothing is more beloved to God then a drop of tear shed in the dark of night for the fear of Allaah (S.W.T.).</w:t>
      </w:r>
    </w:p>
    <w:p w:rsidR="00294BA7" w:rsidRDefault="00294BA7" w:rsidP="00294BA7">
      <w:pPr>
        <w:pStyle w:val="libNormal"/>
      </w:pPr>
      <w:r>
        <w:t>Imaam Saadiq A.S said, “</w:t>
      </w:r>
      <w:r w:rsidRPr="00294BA7">
        <w:rPr>
          <w:rStyle w:val="libItalicChar"/>
        </w:rPr>
        <w:t>If weeping does not give you a positive response and tears do not come to your eyes, pose as one who is weepng, even if the tear is the size of a head of a fly, for blessed will be your state.</w:t>
      </w:r>
      <w:r>
        <w:t>”</w:t>
      </w:r>
    </w:p>
    <w:p w:rsidR="00294BA7" w:rsidRDefault="00294BA7" w:rsidP="00294BA7">
      <w:pPr>
        <w:pStyle w:val="libNormal"/>
      </w:pPr>
      <w:r>
        <w:t>Therefore, if a person wants to be really humble in front of Alaah (S.W.T.) then he / she should make up the mind to shed tears so as to please The Lord. Remembering the past sins, mistakes in life, wrong doings, unlawful earnings, oppressions, injustices, incorrect worships, gossips, back bitings, the fire of Hell, the horror of Qayaamat, the wrath of Allaah, and all such things are sufficient means to make one cry and shed a bucketful tears from eyes.</w:t>
      </w:r>
    </w:p>
    <w:p w:rsidR="00294BA7" w:rsidRDefault="00294BA7" w:rsidP="00294BA7">
      <w:pPr>
        <w:pStyle w:val="libNormal"/>
      </w:pPr>
      <w:r>
        <w:t>Imaam Saadiq (A.S.) said, “</w:t>
      </w:r>
      <w:r w:rsidRPr="00294BA7">
        <w:rPr>
          <w:rStyle w:val="libItalicChar"/>
        </w:rPr>
        <w:t>Duaa in the time of ease and comfort is good for the days of affliction.</w:t>
      </w:r>
      <w:r>
        <w:t>”</w:t>
      </w:r>
    </w:p>
    <w:p w:rsidR="00294BA7" w:rsidRDefault="00294BA7" w:rsidP="00294BA7">
      <w:pPr>
        <w:pStyle w:val="libNormal"/>
      </w:pPr>
      <w:r>
        <w:t>“</w:t>
      </w:r>
      <w:r w:rsidRPr="00294BA7">
        <w:rPr>
          <w:rStyle w:val="libItalicChar"/>
        </w:rPr>
        <w:t>Whoever recites Duaa for forty beleivers and then for himself, his Duaa will be fulfilled.</w:t>
      </w:r>
      <w:r>
        <w:t>” “</w:t>
      </w:r>
      <w:r w:rsidRPr="00294BA7">
        <w:rPr>
          <w:rStyle w:val="libItalicChar"/>
        </w:rPr>
        <w:t>Nothing is more swiftly answered then a Duaa recited for others.</w:t>
      </w:r>
      <w:r>
        <w:t>” “</w:t>
      </w:r>
      <w:r w:rsidRPr="00294BA7">
        <w:rPr>
          <w:rStyle w:val="libItalicChar"/>
        </w:rPr>
        <w:t>The most swiftly answered Duaa is that of a believer for his brother in faith in his absence.</w:t>
      </w:r>
      <w:r>
        <w:t>”</w:t>
      </w:r>
    </w:p>
    <w:p w:rsidR="00294BA7" w:rsidRDefault="00294BA7" w:rsidP="00294BA7">
      <w:pPr>
        <w:pStyle w:val="libNormal"/>
      </w:pPr>
      <w:r>
        <w:t>Imaam Kaadhim (A.S.) said, “Whoever recites Duaa in absence of his brother</w:t>
      </w:r>
      <w:r w:rsidR="002E452F">
        <w:t>-</w:t>
      </w:r>
      <w:r>
        <w:t>in</w:t>
      </w:r>
      <w:r w:rsidR="002E452F">
        <w:t>-</w:t>
      </w:r>
      <w:r>
        <w:t>faith, there is a call from devine throne saying: ‘Let a hundred thousand times more then it be for you.’”</w:t>
      </w:r>
    </w:p>
    <w:p w:rsidR="00294BA7" w:rsidRDefault="00294BA7" w:rsidP="00294BA7">
      <w:pPr>
        <w:pStyle w:val="libNormal"/>
      </w:pPr>
      <w:r>
        <w:t>One important thing should be mentioned here. It is that the Duaa for others should come out from the bottom of the heart, it should not be a mere lip</w:t>
      </w:r>
      <w:r w:rsidR="002E452F">
        <w:t>-</w:t>
      </w:r>
      <w:r>
        <w:t>service.</w:t>
      </w:r>
    </w:p>
    <w:p w:rsidR="00294BA7" w:rsidRDefault="00294BA7" w:rsidP="00294BA7">
      <w:pPr>
        <w:pStyle w:val="libNormal"/>
      </w:pPr>
      <w:r>
        <w:t xml:space="preserve">Abu Baseer once asked Imaam Ja’afar Saadiq (A.S.) </w:t>
      </w:r>
      <w:r w:rsidRPr="00294BA7">
        <w:rPr>
          <w:rStyle w:val="libItalicChar"/>
        </w:rPr>
        <w:t>regarding raising hands in Duaa.</w:t>
      </w:r>
      <w:r>
        <w:t xml:space="preserve"> The Imaam replied, “</w:t>
      </w:r>
      <w:r w:rsidRPr="00294BA7">
        <w:rPr>
          <w:rStyle w:val="libItalicChar"/>
        </w:rPr>
        <w:t>It has five characteristics, 1</w:t>
      </w:r>
      <w:r w:rsidR="002E452F">
        <w:rPr>
          <w:rStyle w:val="libItalicChar"/>
        </w:rPr>
        <w:t>-</w:t>
      </w:r>
      <w:r w:rsidRPr="00294BA7">
        <w:rPr>
          <w:rStyle w:val="libItalicChar"/>
        </w:rPr>
        <w:t xml:space="preserve"> To seek refuge from God you should put the palms of both hands towards Qibla. 2</w:t>
      </w:r>
      <w:r w:rsidR="002E452F">
        <w:rPr>
          <w:rStyle w:val="libItalicChar"/>
        </w:rPr>
        <w:t>-</w:t>
      </w:r>
      <w:r w:rsidRPr="00294BA7">
        <w:rPr>
          <w:rStyle w:val="libItalicChar"/>
        </w:rPr>
        <w:t xml:space="preserve"> To have your sustenance increased, open your hands and put the palms of both hands towards the sky. 3</w:t>
      </w:r>
      <w:r w:rsidR="002E452F">
        <w:rPr>
          <w:rStyle w:val="libItalicChar"/>
        </w:rPr>
        <w:t>-</w:t>
      </w:r>
      <w:r w:rsidRPr="00294BA7">
        <w:rPr>
          <w:rStyle w:val="libItalicChar"/>
        </w:rPr>
        <w:t xml:space="preserve"> To give up hope in anyone but God, point with the index finger. 4</w:t>
      </w:r>
      <w:r w:rsidR="002E452F">
        <w:rPr>
          <w:rStyle w:val="libItalicChar"/>
        </w:rPr>
        <w:t>-</w:t>
      </w:r>
      <w:r w:rsidRPr="00294BA7">
        <w:rPr>
          <w:rStyle w:val="libItalicChar"/>
        </w:rPr>
        <w:t xml:space="preserve"> To supplicate, raise your hands above your head. 5</w:t>
      </w:r>
      <w:r w:rsidR="002E452F">
        <w:rPr>
          <w:rStyle w:val="libItalicChar"/>
        </w:rPr>
        <w:t>-</w:t>
      </w:r>
      <w:r w:rsidRPr="00294BA7">
        <w:rPr>
          <w:rStyle w:val="libItalicChar"/>
        </w:rPr>
        <w:t xml:space="preserve"> To supplicate move your index finger against your face, for it is the Duaa of fear. Humility in Duaa is to raise both hands to the level of shoulders.</w:t>
      </w:r>
      <w:r>
        <w:t>”</w:t>
      </w:r>
    </w:p>
    <w:p w:rsidR="00294BA7" w:rsidRDefault="00294BA7" w:rsidP="00294BA7">
      <w:pPr>
        <w:pStyle w:val="libNormal"/>
      </w:pPr>
      <w:r>
        <w:t>Regarding the wiping of hands on the face after Duaa Imaam Baaqir (A.S.) said, “</w:t>
      </w:r>
      <w:r w:rsidRPr="00294BA7">
        <w:rPr>
          <w:rStyle w:val="libItalicChar"/>
        </w:rPr>
        <w:t xml:space="preserve">No man extends his hands towards God unless God is ashamed of returning it empty and puts some of His bounty and Mercy </w:t>
      </w:r>
      <w:r w:rsidR="002E452F">
        <w:rPr>
          <w:rStyle w:val="libItalicChar"/>
        </w:rPr>
        <w:t>-</w:t>
      </w:r>
      <w:r w:rsidRPr="00294BA7">
        <w:rPr>
          <w:rStyle w:val="libItalicChar"/>
        </w:rPr>
        <w:t xml:space="preserve"> that amount which He wills </w:t>
      </w:r>
      <w:r w:rsidR="002E452F">
        <w:rPr>
          <w:rStyle w:val="libItalicChar"/>
        </w:rPr>
        <w:t>-</w:t>
      </w:r>
      <w:r w:rsidRPr="00294BA7">
        <w:rPr>
          <w:rStyle w:val="libItalicChar"/>
        </w:rPr>
        <w:t xml:space="preserve"> in it. Therefore when one of you recites Duaa do not pull back your hand without having drawn it on your face.</w:t>
      </w:r>
      <w:r>
        <w:t xml:space="preserve">” </w:t>
      </w:r>
    </w:p>
    <w:p w:rsidR="00294BA7" w:rsidRDefault="00294BA7" w:rsidP="00294BA7">
      <w:pPr>
        <w:pStyle w:val="libNormal"/>
      </w:pPr>
      <w:r>
        <w:t>Imaam Muhammad Baaqir (A.S.) said, “</w:t>
      </w:r>
      <w:r w:rsidRPr="00294BA7">
        <w:rPr>
          <w:rStyle w:val="libItalicChar"/>
        </w:rPr>
        <w:t>A believer should recite Duaa in the times of ease and comfort as in the times of hardwships. He should neither become infirm nor tired of Duaa when his desire has been fulfilled, because Duaa has a dignity with God.</w:t>
      </w:r>
      <w:r>
        <w:t>”</w:t>
      </w:r>
    </w:p>
    <w:p w:rsidR="00294BA7" w:rsidRDefault="00294BA7" w:rsidP="00294BA7">
      <w:pPr>
        <w:pStyle w:val="libNormal"/>
      </w:pPr>
      <w:r>
        <w:t>Imaam Ja’afar Saadiq (A.S.) said, “</w:t>
      </w:r>
      <w:r w:rsidRPr="00294BA7">
        <w:rPr>
          <w:rStyle w:val="libItalicChar"/>
        </w:rPr>
        <w:t>The believer calls upon God for his desire and God will say: Let there be a delay in fulfillment of his desire, for I love his voice and Duaa. On the Day of Judgement He will say: My servent! You called upon Me but I made delay in fulfilling your desire. Your reward is such and such. You called on Me on such and such affair too and I made delay in fulfilling your desire too your reward is such and such. Then the Imaam said: By observing the great devine rewards the believer shall wish that it would have been most excellent that if non of his desires in the world had been fulfilled.</w:t>
      </w:r>
      <w:r>
        <w:t>”</w:t>
      </w:r>
    </w:p>
    <w:p w:rsidR="00294BA7" w:rsidRDefault="00294BA7" w:rsidP="00294BA7">
      <w:pPr>
        <w:pStyle w:val="libNormal"/>
      </w:pPr>
      <w:r>
        <w:t xml:space="preserve">Imaam Saadiq (A.S.) was asked that can a Duaa recited by a person be fulfilled but after a delay? The Imaam said, “Yes, </w:t>
      </w:r>
      <w:r w:rsidRPr="00294BA7">
        <w:rPr>
          <w:rStyle w:val="libItalicChar"/>
        </w:rPr>
        <w:t>even as long as twenty years.</w:t>
      </w:r>
      <w:r>
        <w:t xml:space="preserve"> </w:t>
      </w:r>
      <w:r w:rsidRPr="00294BA7">
        <w:rPr>
          <w:rStyle w:val="libItalicChar"/>
        </w:rPr>
        <w:t xml:space="preserve">From the time God said to </w:t>
      </w:r>
      <w:r w:rsidRPr="00294BA7">
        <w:rPr>
          <w:rStyle w:val="libItalicChar"/>
        </w:rPr>
        <w:lastRenderedPageBreak/>
        <w:t>Moosa and Haaroon (A.S.) that their call was answered, to the descent of torment on Firawn, it was fourty years.</w:t>
      </w:r>
      <w:r>
        <w:t>”</w:t>
      </w:r>
    </w:p>
    <w:p w:rsidR="00294BA7" w:rsidRDefault="00294BA7" w:rsidP="00294BA7">
      <w:pPr>
        <w:pStyle w:val="libNormal"/>
      </w:pPr>
      <w:r>
        <w:t xml:space="preserve">Abu Baseer reported from Imaam Saadiq (A.S.) that </w:t>
      </w:r>
      <w:r w:rsidRPr="00294BA7">
        <w:rPr>
          <w:rStyle w:val="libItalicChar"/>
        </w:rPr>
        <w:t>the believer recites Duaa but its fulfillment is delayed till Friday.</w:t>
      </w:r>
    </w:p>
    <w:p w:rsidR="00294BA7" w:rsidRDefault="00294BA7" w:rsidP="00294BA7">
      <w:pPr>
        <w:pStyle w:val="libNormal"/>
      </w:pPr>
      <w:r>
        <w:t>One of the revealations to Nabii Moosa (A.S.) “</w:t>
      </w:r>
      <w:r w:rsidRPr="00294BA7">
        <w:rPr>
          <w:rStyle w:val="libItalicChar"/>
        </w:rPr>
        <w:t>One who believes that he loves Me but goes to sleep when night comes must be lying in his belief. O son of Imraan! How good it was if you could see those rising for prayers in darkness. While I am showing them My image. Though My position is Most High, they address Me as if I am in their presence, and though I am Almighty they speak to Me as if I am in their presence. O son of Imraan! Give Me tears of your eyes, humility of your heart, and modesty of your body. Then call Me in the darkness of the night to find Me as one who answers soon.</w:t>
      </w:r>
      <w:r>
        <w:t>”</w:t>
      </w:r>
    </w:p>
    <w:p w:rsidR="00294BA7" w:rsidRDefault="00294BA7" w:rsidP="00294BA7">
      <w:pPr>
        <w:pStyle w:val="libNormal"/>
      </w:pPr>
      <w:r>
        <w:t>Imaam Baaqir (A.S.) said, “</w:t>
      </w:r>
      <w:r w:rsidRPr="00294BA7">
        <w:rPr>
          <w:rStyle w:val="libItalicChar"/>
        </w:rPr>
        <w:t>A man asks his worldly desire from God, and He too, due to His grandeur, fulfils that desire sooner or later, but thereafter the man commits sins. Here God says to the Angel appointed to fulfil that desire: Do not fulfil his desire, for he has provoked My wrath and should be deprived of My favour.</w:t>
      </w:r>
      <w:r>
        <w:t xml:space="preserve">” </w:t>
      </w:r>
    </w:p>
    <w:p w:rsidR="00294BA7" w:rsidRDefault="00294BA7" w:rsidP="00294BA7">
      <w:pPr>
        <w:pStyle w:val="libCenterBold1"/>
      </w:pPr>
      <w:bookmarkStart w:id="4" w:name="_Toc64900054"/>
      <w:r>
        <w:t>Important Note:</w:t>
      </w:r>
      <w:bookmarkEnd w:id="4"/>
    </w:p>
    <w:p w:rsidR="00294BA7" w:rsidRDefault="00294BA7" w:rsidP="00294BA7">
      <w:pPr>
        <w:pStyle w:val="libNormal"/>
      </w:pPr>
      <w:r>
        <w:t xml:space="preserve">Proper pronunciation of every word of a Duaa is very important, and as it is seen almost all the Duaas are originally in Arabic language, while the irony of fate is that majority of us do not know this language, some know to read but not writing while others know reading and writing but they unfortunatefly do not know the meanings. Some words with the very slight articulation of tongue or lips does change drastically the main meaning of the whole text. Although I have tried my best to express in words the pronouncement to the nearest possible sound, but Duaas written in English can never be equal to what they are originally written and pronounced in Arabic. Therefore, it is our duty to give priority to learning our spititual language </w:t>
      </w:r>
      <w:r w:rsidR="002E452F">
        <w:t>-</w:t>
      </w:r>
      <w:r>
        <w:t xml:space="preserve"> Arabic, so as to be well</w:t>
      </w:r>
      <w:r w:rsidR="002E452F">
        <w:t>-</w:t>
      </w:r>
      <w:r>
        <w:t>versed with our Holy Book and all the invalueable literatures. Howsoever, one who does not know Arabic should pay full attention to pronouncing of every word to the best possible extent he or she can do. Although it is said that God sees what is in our hearts and minds then also we should not sit rest assured if there is some possibility to learn this distinguished language of our Majestic Book, our Prophet, our Imaams, and all heavenly beings. But one should not be despaired, be sure, it is only Allaah (S.W.T.) who have the authority to accept our Duaa in whatsoever way, mathod, means or type He pleases.</w:t>
      </w:r>
    </w:p>
    <w:p w:rsidR="002E452F" w:rsidRDefault="002E452F" w:rsidP="00294BA7">
      <w:pPr>
        <w:pStyle w:val="libNormal"/>
      </w:pPr>
      <w:r>
        <w:br w:type="page"/>
      </w:r>
    </w:p>
    <w:p w:rsidR="002E452F" w:rsidRDefault="002E452F" w:rsidP="002E452F">
      <w:pPr>
        <w:pStyle w:val="Heading1Center"/>
      </w:pPr>
      <w:bookmarkStart w:id="5" w:name="_Toc420238079"/>
      <w:r w:rsidRPr="002E452F">
        <w:lastRenderedPageBreak/>
        <w:t>AWLAAD (CHILDREN / OFFSPRINGS)</w:t>
      </w:r>
      <w:bookmarkEnd w:id="5"/>
    </w:p>
    <w:p w:rsidR="00294BA7" w:rsidRDefault="00294BA7" w:rsidP="00294BA7">
      <w:pPr>
        <w:pStyle w:val="libNormal"/>
      </w:pPr>
      <w:r>
        <w:t>It is stated in Ahaadees that Awlaad are a bounty from Almighty Merciful Allaah, particularly when they are on the right path. Sons are Ne’mat and daughters are Rahmat. Parents are obliged to give proper and quality education to their children together with moral uplifting so that they may remain steadfast on the right path throughout their life. Children are a trust from Allaah so the parents should not overlook their duty towards them. They should be trained and educated in such a way that they could not be taken astray by anyone, especially in these days of immoralities which has been lavishly scattered all around the globe.</w:t>
      </w:r>
    </w:p>
    <w:p w:rsidR="00294BA7" w:rsidRDefault="00294BA7" w:rsidP="00294BA7">
      <w:pPr>
        <w:pStyle w:val="libNormal"/>
      </w:pPr>
      <w:r>
        <w:t>It is also said that if Awlaad commits sinful acts then the parents also will be taken to task, and when parents die and leave behind them righteous Awlaad who perform good deeds then the parents also shall be rewarded. As for secular education it has no any guarantee for its benefits but religious education is cent percent guaranteed for.</w:t>
      </w:r>
    </w:p>
    <w:p w:rsidR="00294BA7" w:rsidRDefault="00294BA7" w:rsidP="00294BA7">
      <w:pPr>
        <w:pStyle w:val="libNormal"/>
      </w:pPr>
      <w:r>
        <w:t xml:space="preserve">Imaam Jaa’far Saadiq (A.S.) said that if a woman is being late in conception </w:t>
      </w:r>
      <w:r w:rsidRPr="00294BA7">
        <w:rPr>
          <w:rStyle w:val="libUnderlineChar"/>
        </w:rPr>
        <w:t>for a child</w:t>
      </w:r>
      <w:r>
        <w:t>, she should recite this Duaa:</w:t>
      </w:r>
      <w:r>
        <w:tab/>
      </w:r>
      <w:r w:rsidRPr="00294BA7">
        <w:rPr>
          <w:rStyle w:val="libItalicChar"/>
        </w:rPr>
        <w:br/>
        <w:t>Allaahumma Laa Tazar’nee Fardan Wa Anta Khayrul Waaritheen, Waheedan Wahashan Fa Yaksuru An Tafakkuri Bal Habalee Aakibata Swidqin Dhukooran Wa Unaasan Aanasu Bihim Minal Wahshati Wa Askunu Ilayhim Minal Wahdati Wa Ashkuruka Inda Tamaamin Ni’amati, Yaa Wahhaabu Yaa Adhweemu Yaa Mu’adh</w:t>
      </w:r>
      <w:r w:rsidR="002E452F">
        <w:rPr>
          <w:rStyle w:val="libItalicChar"/>
        </w:rPr>
        <w:t>-</w:t>
      </w:r>
      <w:r w:rsidRPr="00294BA7">
        <w:rPr>
          <w:rStyle w:val="libItalicChar"/>
        </w:rPr>
        <w:t>dhamu, Thumma A’atwini Fee Kulli Aafiyatin Shukran Hattaa Tablughanee Minha Ridhwaanuka Fi Sidqil Hadeethi Wa Adaa’il Amaanati Wa Wafaa’in Bil Ahadi .</w:t>
      </w:r>
    </w:p>
    <w:p w:rsidR="00294BA7" w:rsidRDefault="00294BA7" w:rsidP="00294BA7">
      <w:pPr>
        <w:pStyle w:val="libNormal"/>
      </w:pPr>
      <w:r>
        <w:t xml:space="preserve">A person who wishes his wife to </w:t>
      </w:r>
      <w:r w:rsidRPr="00294BA7">
        <w:rPr>
          <w:rStyle w:val="libUnderlineChar"/>
        </w:rPr>
        <w:t>be pregnant</w:t>
      </w:r>
      <w:r>
        <w:t>: on Friday recite 2 rak’at Namaaz, with prolonged Rukuu’ and Sujood, and recite this Duaa:</w:t>
      </w:r>
      <w:r>
        <w:tab/>
      </w:r>
      <w:r>
        <w:br/>
      </w:r>
      <w:r w:rsidRPr="00294BA7">
        <w:rPr>
          <w:rStyle w:val="libItalicChar"/>
        </w:rPr>
        <w:t>Alaahumma Innee As’aluka Bimaa Sa’alaka Bihee Zakariyya, Rabbee Laa Tadharnee Fardan Wa Anta Khayrul Waaritheen, Alaahumma Hablee Min Ladunka Dhurriyyatan Twayyibatan, Innaka Samee’ud</w:t>
      </w:r>
      <w:r w:rsidR="002E452F">
        <w:rPr>
          <w:rStyle w:val="libItalicChar"/>
        </w:rPr>
        <w:t>-</w:t>
      </w:r>
      <w:r w:rsidRPr="00294BA7">
        <w:rPr>
          <w:rStyle w:val="libItalicChar"/>
        </w:rPr>
        <w:t>Duaa’a. Alaahumma Bismika Istahalaltu Haa Wafee Amaanatika Akhadha</w:t>
      </w:r>
      <w:r w:rsidR="002E452F">
        <w:rPr>
          <w:rStyle w:val="libItalicChar"/>
        </w:rPr>
        <w:t>-</w:t>
      </w:r>
      <w:r w:rsidRPr="00294BA7">
        <w:rPr>
          <w:rStyle w:val="libItalicChar"/>
        </w:rPr>
        <w:t>tuhaa Fa’in Kadhayta Fee Rahamihaa Waladan Waj’alhu Ghulaamam Mubaarakan Zakiyyan Walaa Taj’al</w:t>
      </w:r>
      <w:r w:rsidR="002E452F">
        <w:rPr>
          <w:rStyle w:val="libItalicChar"/>
        </w:rPr>
        <w:t>-</w:t>
      </w:r>
      <w:r w:rsidRPr="00294BA7">
        <w:rPr>
          <w:rStyle w:val="libItalicChar"/>
        </w:rPr>
        <w:t>Lish</w:t>
      </w:r>
      <w:r w:rsidR="002E452F">
        <w:rPr>
          <w:rStyle w:val="libItalicChar"/>
        </w:rPr>
        <w:t>-</w:t>
      </w:r>
      <w:r w:rsidRPr="00294BA7">
        <w:rPr>
          <w:rStyle w:val="libItalicChar"/>
        </w:rPr>
        <w:t>Shaytwaani Feehi Shirkan Walaa Naseeba .</w:t>
      </w:r>
    </w:p>
    <w:p w:rsidR="00294BA7" w:rsidRDefault="00294BA7" w:rsidP="00294BA7">
      <w:pPr>
        <w:pStyle w:val="libNormal"/>
      </w:pPr>
      <w:r>
        <w:t xml:space="preserve">It is narrated that a person who does not have any </w:t>
      </w:r>
      <w:r w:rsidRPr="00F83CC6">
        <w:rPr>
          <w:rStyle w:val="libUnderlineChar"/>
        </w:rPr>
        <w:t>children</w:t>
      </w:r>
      <w:r>
        <w:t xml:space="preserve"> should make </w:t>
      </w:r>
      <w:r w:rsidRPr="00F83CC6">
        <w:rPr>
          <w:rStyle w:val="libUnderlineChar"/>
        </w:rPr>
        <w:t>firm intention</w:t>
      </w:r>
      <w:r>
        <w:t xml:space="preserve"> that if Allaah (S.W.T.) bestows</w:t>
      </w:r>
      <w:r w:rsidRPr="00294BA7">
        <w:rPr>
          <w:rStyle w:val="libItalicChar"/>
        </w:rPr>
        <w:t xml:space="preserve"> </w:t>
      </w:r>
      <w:r>
        <w:t xml:space="preserve">a child to him he shall name it </w:t>
      </w:r>
      <w:r w:rsidRPr="00294BA7">
        <w:rPr>
          <w:rStyle w:val="libItalicChar"/>
        </w:rPr>
        <w:t xml:space="preserve">ALI </w:t>
      </w:r>
      <w:r>
        <w:t xml:space="preserve">or </w:t>
      </w:r>
      <w:r w:rsidRPr="00294BA7">
        <w:rPr>
          <w:rStyle w:val="libItalicChar"/>
        </w:rPr>
        <w:t>HUSAYN,</w:t>
      </w:r>
      <w:r>
        <w:t xml:space="preserve"> then Inshaa’Allaah he will get children. And if a woman does the intention of naming the child </w:t>
      </w:r>
      <w:r w:rsidRPr="00294BA7">
        <w:rPr>
          <w:rStyle w:val="libItalicChar"/>
        </w:rPr>
        <w:t xml:space="preserve">MUHAMMAD </w:t>
      </w:r>
      <w:r>
        <w:t xml:space="preserve">or </w:t>
      </w:r>
      <w:r w:rsidRPr="00294BA7">
        <w:rPr>
          <w:rStyle w:val="libItalicChar"/>
        </w:rPr>
        <w:t>ALI</w:t>
      </w:r>
      <w:r>
        <w:t>, she will conceive a baby</w:t>
      </w:r>
      <w:r w:rsidR="002E452F">
        <w:t>-</w:t>
      </w:r>
      <w:r>
        <w:t>boy.</w:t>
      </w:r>
    </w:p>
    <w:p w:rsidR="00294BA7" w:rsidRDefault="00294BA7" w:rsidP="00294BA7">
      <w:pPr>
        <w:pStyle w:val="libNormal"/>
      </w:pPr>
      <w:r>
        <w:t xml:space="preserve">A certain person complained to Imaam Muhammad Baaqir (A.S.) for the </w:t>
      </w:r>
      <w:r w:rsidRPr="00F83CC6">
        <w:rPr>
          <w:rStyle w:val="libUnderlineChar"/>
        </w:rPr>
        <w:t>scarcity of children</w:t>
      </w:r>
      <w:r>
        <w:t xml:space="preserve"> the Imaam showed him this Amal: For </w:t>
      </w:r>
      <w:r w:rsidRPr="00F83CC6">
        <w:rPr>
          <w:rStyle w:val="libUnderlineChar"/>
        </w:rPr>
        <w:t>three days, after Namaaz</w:t>
      </w:r>
      <w:r w:rsidR="002E452F">
        <w:rPr>
          <w:rStyle w:val="libUnderlineChar"/>
        </w:rPr>
        <w:t>-</w:t>
      </w:r>
      <w:r w:rsidRPr="00F83CC6">
        <w:rPr>
          <w:rStyle w:val="libUnderlineChar"/>
        </w:rPr>
        <w:t>e</w:t>
      </w:r>
      <w:r w:rsidR="002E452F">
        <w:rPr>
          <w:rStyle w:val="libUnderlineChar"/>
        </w:rPr>
        <w:t>-</w:t>
      </w:r>
      <w:r w:rsidRPr="00F83CC6">
        <w:rPr>
          <w:rStyle w:val="libUnderlineChar"/>
        </w:rPr>
        <w:t>Sub’h and Ishaa</w:t>
      </w:r>
      <w:r>
        <w:t xml:space="preserve">, recite 70 times </w:t>
      </w:r>
      <w:r w:rsidRPr="00294BA7">
        <w:rPr>
          <w:rStyle w:val="libItalicChar"/>
        </w:rPr>
        <w:t xml:space="preserve">SUB’HAANALLAAH </w:t>
      </w:r>
      <w:r>
        <w:t xml:space="preserve">and 70 times </w:t>
      </w:r>
      <w:r w:rsidRPr="00294BA7">
        <w:rPr>
          <w:rStyle w:val="libItalicChar"/>
        </w:rPr>
        <w:t>ASTAGHFIRULLAAH.</w:t>
      </w:r>
      <w:r>
        <w:t xml:space="preserve"> And then recite this Duaa:</w:t>
      </w:r>
      <w:r>
        <w:tab/>
      </w:r>
      <w:r>
        <w:br/>
      </w:r>
      <w:r w:rsidRPr="00294BA7">
        <w:rPr>
          <w:rStyle w:val="libItalicChar"/>
        </w:rPr>
        <w:t xml:space="preserve"> Istaghfiru Rabbukum Innahoo Kaana Ghaffaaran Yursilus</w:t>
      </w:r>
      <w:r w:rsidR="002E452F">
        <w:rPr>
          <w:rStyle w:val="libItalicChar"/>
        </w:rPr>
        <w:t>-</w:t>
      </w:r>
      <w:r w:rsidRPr="00294BA7">
        <w:rPr>
          <w:rStyle w:val="libItalicChar"/>
        </w:rPr>
        <w:t>Samaa’a Alaykum Midraaran Wa Yumdid Bikum Bi Amwaalin Wa Baneena, Waja’allakum Jannaatin Wa Yaj’allakum Anhaara .</w:t>
      </w:r>
    </w:p>
    <w:p w:rsidR="00294BA7" w:rsidRPr="00294BA7" w:rsidRDefault="00294BA7" w:rsidP="00294BA7">
      <w:pPr>
        <w:pStyle w:val="libNormal"/>
        <w:rPr>
          <w:rStyle w:val="libItalicChar"/>
        </w:rPr>
      </w:pPr>
      <w:r>
        <w:t xml:space="preserve">When a woman is in </w:t>
      </w:r>
      <w:r w:rsidRPr="00F83CC6">
        <w:rPr>
          <w:rStyle w:val="libUnderlineChar"/>
        </w:rPr>
        <w:t>extreme labour pains</w:t>
      </w:r>
      <w:r>
        <w:t xml:space="preserve"> her husband should recite the following Aayat for quick delivery of the child:</w:t>
      </w:r>
      <w:r>
        <w:tab/>
      </w:r>
      <w:r>
        <w:br/>
      </w:r>
      <w:r w:rsidRPr="00294BA7">
        <w:rPr>
          <w:rStyle w:val="libItalicChar"/>
        </w:rPr>
        <w:t>Fa Ajaa’ahal Makhaadhu Ilaa Jiz’in</w:t>
      </w:r>
      <w:r w:rsidR="002E452F">
        <w:rPr>
          <w:rStyle w:val="libItalicChar"/>
        </w:rPr>
        <w:t>-</w:t>
      </w:r>
      <w:r w:rsidRPr="00294BA7">
        <w:rPr>
          <w:rStyle w:val="libItalicChar"/>
        </w:rPr>
        <w:t>Nakhlati, Qaalat Yaa Laytanee Mittu Qabla Haadhaa Wa Kuntu Nasiyyam Mansiyya. Fanaadaahaa Min Tahtihaa Allaa Tahdhanee Qad Ja’ala Rabbuki Tahtaki Sariyyan Wa Huzzee Ilayki Bi Jiz’in Nakhlati Tusaaqit Alayki Rutaban Janiyya.</w:t>
      </w:r>
    </w:p>
    <w:p w:rsidR="00294BA7" w:rsidRDefault="00294BA7" w:rsidP="00294BA7">
      <w:pPr>
        <w:pStyle w:val="libNormal"/>
      </w:pPr>
      <w:r>
        <w:t xml:space="preserve">To keep children safe from calamities recite </w:t>
      </w:r>
      <w:r w:rsidRPr="00F83CC6">
        <w:t>AR</w:t>
      </w:r>
      <w:r w:rsidR="002E452F">
        <w:t>-</w:t>
      </w:r>
      <w:r w:rsidRPr="00F83CC6">
        <w:t>RABBO</w:t>
      </w:r>
      <w:r>
        <w:t xml:space="preserve"> many times.</w:t>
      </w:r>
    </w:p>
    <w:p w:rsidR="00294BA7" w:rsidRDefault="00294BA7" w:rsidP="00294BA7">
      <w:pPr>
        <w:pStyle w:val="libNormal"/>
      </w:pPr>
      <w:r>
        <w:t xml:space="preserve">Recitation of </w:t>
      </w:r>
      <w:r w:rsidRPr="00F83CC6">
        <w:t>AR</w:t>
      </w:r>
      <w:r w:rsidR="002E452F">
        <w:t>-</w:t>
      </w:r>
      <w:r w:rsidRPr="00F83CC6">
        <w:t>RAQEEBO</w:t>
      </w:r>
      <w:r>
        <w:t xml:space="preserve"> many times also safeguards the children.</w:t>
      </w:r>
    </w:p>
    <w:p w:rsidR="00294BA7" w:rsidRDefault="00294BA7" w:rsidP="00294BA7">
      <w:pPr>
        <w:pStyle w:val="libNormal"/>
      </w:pPr>
      <w:r>
        <w:t xml:space="preserve">If one recites </w:t>
      </w:r>
      <w:r w:rsidRPr="00F83CC6">
        <w:t>AL</w:t>
      </w:r>
      <w:r w:rsidR="002E452F">
        <w:t>-</w:t>
      </w:r>
      <w:r w:rsidRPr="00F83CC6">
        <w:t>BARRO</w:t>
      </w:r>
      <w:r>
        <w:t xml:space="preserve"> 202 times his/her children shall be lucky and successful in their lawful dealings.</w:t>
      </w:r>
    </w:p>
    <w:p w:rsidR="00294BA7" w:rsidRPr="00F83CC6" w:rsidRDefault="00294BA7" w:rsidP="00294BA7">
      <w:pPr>
        <w:pStyle w:val="libNormal"/>
      </w:pPr>
      <w:r>
        <w:lastRenderedPageBreak/>
        <w:t>To make the children faithful and obedient to parents recite this Duaa 7 times after every Waajib Namaaz:</w:t>
      </w:r>
      <w:r>
        <w:tab/>
      </w:r>
      <w:r>
        <w:br/>
      </w:r>
      <w:r w:rsidRPr="00294BA7">
        <w:rPr>
          <w:rStyle w:val="libItalicChar"/>
        </w:rPr>
        <w:t>Rabbee Hablee Min Ladunka Dhurriyyatan Twayyibatan Innaka Sameeud</w:t>
      </w:r>
      <w:r w:rsidR="002E452F">
        <w:rPr>
          <w:rStyle w:val="libItalicChar"/>
        </w:rPr>
        <w:t>-</w:t>
      </w:r>
      <w:r w:rsidRPr="00294BA7">
        <w:rPr>
          <w:rStyle w:val="libItalicChar"/>
        </w:rPr>
        <w:t>Duaa.</w:t>
      </w:r>
    </w:p>
    <w:p w:rsidR="00294BA7" w:rsidRDefault="00294BA7" w:rsidP="00294BA7">
      <w:pPr>
        <w:pStyle w:val="libNormal"/>
      </w:pPr>
      <w:r>
        <w:t xml:space="preserve">When a child shows signs of disobedience one should recite 7 times </w:t>
      </w:r>
      <w:r w:rsidRPr="00F83CC6">
        <w:t>SURAH ASH</w:t>
      </w:r>
      <w:r w:rsidR="002E452F">
        <w:t>-</w:t>
      </w:r>
      <w:r w:rsidRPr="00F83CC6">
        <w:t>SHOORA</w:t>
      </w:r>
      <w:r>
        <w:t xml:space="preserve"> or once </w:t>
      </w:r>
      <w:r w:rsidRPr="00F83CC6">
        <w:t>SURAH AL</w:t>
      </w:r>
      <w:r w:rsidR="002E452F">
        <w:t>-</w:t>
      </w:r>
      <w:r w:rsidRPr="00F83CC6">
        <w:t>AHZAAB</w:t>
      </w:r>
      <w:r>
        <w:t xml:space="preserve"> and pray for the cure of it.</w:t>
      </w:r>
    </w:p>
    <w:p w:rsidR="00294BA7" w:rsidRDefault="00294BA7" w:rsidP="00294BA7">
      <w:pPr>
        <w:pStyle w:val="libNormal"/>
      </w:pPr>
      <w:r>
        <w:t xml:space="preserve">To keep the child safe from misfortune, accidents, or mischief write </w:t>
      </w:r>
      <w:r w:rsidRPr="00F83CC6">
        <w:t>SURAH AL</w:t>
      </w:r>
      <w:r w:rsidR="002E452F">
        <w:t>-</w:t>
      </w:r>
      <w:r w:rsidRPr="00F83CC6">
        <w:t xml:space="preserve"> WAAQIAH</w:t>
      </w:r>
      <w:r>
        <w:t xml:space="preserve"> with saffron and tie it as a Ta’veez.</w:t>
      </w:r>
    </w:p>
    <w:p w:rsidR="00294BA7" w:rsidRDefault="00294BA7" w:rsidP="00294BA7">
      <w:pPr>
        <w:pStyle w:val="libNormal"/>
      </w:pPr>
      <w:r>
        <w:t xml:space="preserve">Ta’veez of </w:t>
      </w:r>
      <w:r w:rsidRPr="00F83CC6">
        <w:t xml:space="preserve">SURAH AL </w:t>
      </w:r>
      <w:r w:rsidR="002E452F">
        <w:t>-</w:t>
      </w:r>
      <w:r w:rsidRPr="00F83CC6">
        <w:t>BALAD</w:t>
      </w:r>
      <w:r>
        <w:t xml:space="preserve"> keeps the child safe from the evil of genie and an evil eye.</w:t>
      </w:r>
    </w:p>
    <w:p w:rsidR="00294BA7" w:rsidRDefault="00294BA7" w:rsidP="00294BA7">
      <w:pPr>
        <w:pStyle w:val="libNormal"/>
      </w:pPr>
      <w:r>
        <w:t xml:space="preserve">Recite </w:t>
      </w:r>
      <w:r w:rsidRPr="00F83CC6">
        <w:t>SURAL AL</w:t>
      </w:r>
      <w:r w:rsidR="002E452F">
        <w:t>-</w:t>
      </w:r>
      <w:r w:rsidRPr="00F83CC6">
        <w:t>QADR</w:t>
      </w:r>
      <w:r>
        <w:t xml:space="preserve"> (Innaa Anzalnaa…) and blow the breath on the child while taking him/her outdoors, this will be a safety guard from evil eyes.</w:t>
      </w:r>
    </w:p>
    <w:p w:rsidR="00294BA7" w:rsidRPr="00F83CC6" w:rsidRDefault="00294BA7" w:rsidP="00294BA7">
      <w:pPr>
        <w:pStyle w:val="libNormal"/>
      </w:pPr>
      <w:r>
        <w:t>For the safety of an unborn child and its mother during pregnancy write this Aayat with saffron and tie it to the mother:</w:t>
      </w:r>
      <w:r>
        <w:tab/>
      </w:r>
      <w:r>
        <w:br/>
      </w:r>
      <w:r w:rsidRPr="00294BA7">
        <w:rPr>
          <w:rStyle w:val="libItalicChar"/>
        </w:rPr>
        <w:t>Yaa Ayyuhan</w:t>
      </w:r>
      <w:r w:rsidR="002E452F">
        <w:rPr>
          <w:rStyle w:val="libItalicChar"/>
        </w:rPr>
        <w:t>-</w:t>
      </w:r>
      <w:r w:rsidRPr="00294BA7">
        <w:rPr>
          <w:rStyle w:val="libItalicChar"/>
        </w:rPr>
        <w:t>Naasut</w:t>
      </w:r>
      <w:r w:rsidR="002E452F">
        <w:rPr>
          <w:rStyle w:val="libItalicChar"/>
        </w:rPr>
        <w:t>-</w:t>
      </w:r>
      <w:r w:rsidRPr="00294BA7">
        <w:rPr>
          <w:rStyle w:val="libItalicChar"/>
        </w:rPr>
        <w:t>Taqoo Rabbakum Innaa Zalzalatas</w:t>
      </w:r>
      <w:r w:rsidR="002E452F">
        <w:rPr>
          <w:rStyle w:val="libItalicChar"/>
        </w:rPr>
        <w:t>-</w:t>
      </w:r>
      <w:r w:rsidRPr="00294BA7">
        <w:rPr>
          <w:rStyle w:val="libItalicChar"/>
        </w:rPr>
        <w:t>Saa’atee Shay’un Adhweem.</w:t>
      </w:r>
    </w:p>
    <w:p w:rsidR="00294BA7" w:rsidRPr="00294BA7" w:rsidRDefault="00294BA7" w:rsidP="00294BA7">
      <w:pPr>
        <w:pStyle w:val="libNormal"/>
        <w:rPr>
          <w:rStyle w:val="libUnderlineChar"/>
        </w:rPr>
      </w:pPr>
      <w:r>
        <w:t xml:space="preserve">Imam Ali (A.S.) advised one of his companions that if he wished to be blessed with sufficient children he should regularly recite </w:t>
      </w:r>
      <w:r w:rsidRPr="00294BA7">
        <w:rPr>
          <w:rStyle w:val="libItalicChar"/>
        </w:rPr>
        <w:t xml:space="preserve">Adhaan </w:t>
      </w:r>
      <w:r w:rsidRPr="00294BA7">
        <w:rPr>
          <w:rStyle w:val="libUnderlineChar"/>
        </w:rPr>
        <w:t>in clear voice in his house.</w:t>
      </w:r>
    </w:p>
    <w:p w:rsidR="00294BA7" w:rsidRDefault="00294BA7" w:rsidP="00294BA7">
      <w:pPr>
        <w:pStyle w:val="libNormal"/>
      </w:pPr>
      <w:r>
        <w:t xml:space="preserve">If a woman does not give birth to a child within reasonable period then she and her husband should recite </w:t>
      </w:r>
      <w:r w:rsidRPr="00F83CC6">
        <w:t>SURAH WAL</w:t>
      </w:r>
      <w:r w:rsidR="002E452F">
        <w:t>-</w:t>
      </w:r>
      <w:r w:rsidRPr="00F83CC6">
        <w:t>FAJR</w:t>
      </w:r>
      <w:r>
        <w:t xml:space="preserve"> 3 to 7 times daily.</w:t>
      </w:r>
    </w:p>
    <w:p w:rsidR="00294BA7" w:rsidRDefault="00294BA7" w:rsidP="00294BA7">
      <w:pPr>
        <w:pStyle w:val="libNormal"/>
      </w:pPr>
      <w:r>
        <w:t xml:space="preserve">Make the child increase its </w:t>
      </w:r>
      <w:r w:rsidRPr="00294BA7">
        <w:rPr>
          <w:rStyle w:val="libUnderlineChar"/>
        </w:rPr>
        <w:t>intellectual power</w:t>
      </w:r>
      <w:r>
        <w:t xml:space="preserve"> by reciting </w:t>
      </w:r>
      <w:r w:rsidRPr="00F83CC6">
        <w:t>AL</w:t>
      </w:r>
      <w:r w:rsidR="002E452F">
        <w:t>-</w:t>
      </w:r>
      <w:r w:rsidRPr="00F83CC6">
        <w:t>BAAISU</w:t>
      </w:r>
      <w:r>
        <w:t xml:space="preserve"> as often as possible.</w:t>
      </w:r>
    </w:p>
    <w:p w:rsidR="00294BA7" w:rsidRDefault="00294BA7" w:rsidP="00294BA7">
      <w:pPr>
        <w:pStyle w:val="libNormal"/>
      </w:pPr>
      <w:r>
        <w:t xml:space="preserve">To make your child become a brave person make him recite </w:t>
      </w:r>
      <w:r w:rsidRPr="00F83CC6">
        <w:t>SURAH WAL</w:t>
      </w:r>
      <w:r w:rsidR="002E452F">
        <w:t>-</w:t>
      </w:r>
      <w:r w:rsidRPr="00F83CC6">
        <w:t>AADIYAAT.</w:t>
      </w:r>
    </w:p>
    <w:p w:rsidR="002E452F" w:rsidRDefault="002E452F" w:rsidP="00294BA7">
      <w:pPr>
        <w:pStyle w:val="libNormal"/>
      </w:pPr>
      <w:r>
        <w:br w:type="page"/>
      </w:r>
    </w:p>
    <w:p w:rsidR="002E452F" w:rsidRDefault="002E452F" w:rsidP="002E452F">
      <w:pPr>
        <w:pStyle w:val="Heading1Center"/>
      </w:pPr>
      <w:bookmarkStart w:id="6" w:name="_Toc420238080"/>
      <w:r w:rsidRPr="002E452F">
        <w:lastRenderedPageBreak/>
        <w:t>HAAJAAT</w:t>
      </w:r>
      <w:bookmarkEnd w:id="6"/>
    </w:p>
    <w:p w:rsidR="00294BA7" w:rsidRDefault="00294BA7" w:rsidP="00294BA7">
      <w:pPr>
        <w:pStyle w:val="libNormal"/>
      </w:pPr>
      <w:r>
        <w:t>Almost all human beings do have something to ask for from Almighty Allaah. Some have a craving for some lawful worldly objects, some have to ask for solutions of their problems, some longing for remedy of illness and getting good health, while some have the far</w:t>
      </w:r>
      <w:r w:rsidR="002E452F">
        <w:t>-</w:t>
      </w:r>
      <w:r>
        <w:t>sight of asking favours of the next world. Thus every one has something to ask from his/her own angle of view.</w:t>
      </w:r>
    </w:p>
    <w:p w:rsidR="00294BA7" w:rsidRDefault="00294BA7" w:rsidP="00294BA7">
      <w:pPr>
        <w:pStyle w:val="libNormal"/>
      </w:pPr>
      <w:r>
        <w:t xml:space="preserve">There are numerous Duaas and A’amaal shown to us by our Aimmaa (A.S.) for fulfillment of our Haajaat. If we supplicate sincerely observing all the needed conditions then there is a sure response for it. But sometimes we see that in spite of all our Duaas and beseeching we do not get our Duaa answered. There are many reasons for it, e.g. our mode of approach may be not suitable, or, may be we are not the proper candidates for what we ask for, or, may be we are not in a proper condition, either physically or spiritually, or, may be the thing we ask for is harmful for us and we have no knowledge of it, or, may be Allaah has kept in store much more magnificent thing for future then that we ask for, or, Allaah knows best what is good or bad for us. </w:t>
      </w:r>
    </w:p>
    <w:p w:rsidR="00294BA7" w:rsidRDefault="00294BA7" w:rsidP="00294BA7">
      <w:pPr>
        <w:pStyle w:val="libNormal"/>
      </w:pPr>
      <w:r>
        <w:t xml:space="preserve">He definitely loves all His creatures and so he can’t give a thing to us that may do more harm then good. It is also mentioned in some Hadees that we should not stop asking for our demands from Allaah even if we see that is not fulfilled, because for every unfulfilled Haajat there is a surprise gift for us in the next world, the gift which is so marvelous and indescribable that when it will be given to us there we will wish that it would have been very good if all our Haajaat in the world were not answered. </w:t>
      </w:r>
    </w:p>
    <w:p w:rsidR="00294BA7" w:rsidRDefault="00294BA7" w:rsidP="00294BA7">
      <w:pPr>
        <w:pStyle w:val="libNormal"/>
      </w:pPr>
      <w:r>
        <w:t>Hereby are some A’amaal for the fulfillment of Haajaat:</w:t>
      </w:r>
    </w:p>
    <w:p w:rsidR="00294BA7" w:rsidRDefault="00294BA7" w:rsidP="00294BA7">
      <w:pPr>
        <w:pStyle w:val="libNormal"/>
      </w:pPr>
      <w:r>
        <w:t xml:space="preserve">For a problem to be solved easily first pray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Shab, then Ziyarat</w:t>
      </w:r>
      <w:r w:rsidR="002E452F">
        <w:rPr>
          <w:rStyle w:val="libItalicChar"/>
        </w:rPr>
        <w:t>-</w:t>
      </w:r>
      <w:r w:rsidRPr="00294BA7">
        <w:rPr>
          <w:rStyle w:val="libItalicChar"/>
        </w:rPr>
        <w:t>e</w:t>
      </w:r>
      <w:r w:rsidR="002E452F">
        <w:rPr>
          <w:rStyle w:val="libItalicChar"/>
        </w:rPr>
        <w:t>-</w:t>
      </w:r>
      <w:r w:rsidRPr="00294BA7">
        <w:rPr>
          <w:rStyle w:val="libItalicChar"/>
        </w:rPr>
        <w:t xml:space="preserve">Aashura, </w:t>
      </w:r>
      <w:r>
        <w:t>and finally recite</w:t>
      </w:r>
      <w:r w:rsidRPr="00294BA7">
        <w:rPr>
          <w:rStyle w:val="libItalicChar"/>
        </w:rPr>
        <w:t xml:space="preserve"> Ziyarat</w:t>
      </w:r>
      <w:r w:rsidR="002E452F">
        <w:rPr>
          <w:rStyle w:val="libItalicChar"/>
        </w:rPr>
        <w:t>-</w:t>
      </w:r>
      <w:r w:rsidRPr="00294BA7">
        <w:rPr>
          <w:rStyle w:val="libItalicChar"/>
        </w:rPr>
        <w:t>e</w:t>
      </w:r>
      <w:r w:rsidR="002E452F">
        <w:rPr>
          <w:rStyle w:val="libItalicChar"/>
        </w:rPr>
        <w:t>-</w:t>
      </w:r>
      <w:r w:rsidRPr="00294BA7">
        <w:rPr>
          <w:rStyle w:val="libItalicChar"/>
        </w:rPr>
        <w:t>Jaamiah</w:t>
      </w:r>
      <w:r>
        <w:t>. This was prescribed by Imam</w:t>
      </w:r>
      <w:r w:rsidR="002E452F">
        <w:t>-</w:t>
      </w:r>
      <w:r>
        <w:t>e</w:t>
      </w:r>
      <w:r w:rsidR="002E452F">
        <w:t>-</w:t>
      </w:r>
      <w:r>
        <w:t>Zamaana A.F. (ref. Mafaatihul Jinaan).</w:t>
      </w:r>
    </w:p>
    <w:p w:rsidR="00294BA7" w:rsidRDefault="00294BA7" w:rsidP="00294BA7">
      <w:pPr>
        <w:pStyle w:val="libNormal"/>
      </w:pPr>
      <w:r>
        <w:t xml:space="preserve">Reciting </w:t>
      </w:r>
      <w:r w:rsidRPr="00294BA7">
        <w:rPr>
          <w:rStyle w:val="libItalicChar"/>
        </w:rPr>
        <w:t>Ziyarat of Imam Ali (A.S.) and Imam Hussain (A.S.)</w:t>
      </w:r>
      <w:r>
        <w:t xml:space="preserve"> is also highly recommended for Haajaat.</w:t>
      </w:r>
    </w:p>
    <w:p w:rsidR="00294BA7" w:rsidRDefault="00294BA7" w:rsidP="00294BA7">
      <w:pPr>
        <w:pStyle w:val="libNormal"/>
      </w:pPr>
      <w:r>
        <w:t xml:space="preserve">Perform </w:t>
      </w:r>
      <w:r w:rsidRPr="00294BA7">
        <w:rPr>
          <w:rStyle w:val="libItalicChar"/>
        </w:rPr>
        <w:t>Ziyarat</w:t>
      </w:r>
      <w:r w:rsidR="002E452F">
        <w:rPr>
          <w:rStyle w:val="libItalicChar"/>
        </w:rPr>
        <w:t>-</w:t>
      </w:r>
      <w:r w:rsidRPr="00294BA7">
        <w:rPr>
          <w:rStyle w:val="libItalicChar"/>
        </w:rPr>
        <w:t>e</w:t>
      </w:r>
      <w:r w:rsidR="002E452F">
        <w:rPr>
          <w:rStyle w:val="libItalicChar"/>
        </w:rPr>
        <w:t>-</w:t>
      </w:r>
      <w:r w:rsidRPr="00294BA7">
        <w:rPr>
          <w:rStyle w:val="libItalicChar"/>
        </w:rPr>
        <w:t>Aashura</w:t>
      </w:r>
      <w:r>
        <w:t xml:space="preserve"> with the intention of offering its Sawaab to the Revered Mother of Imam</w:t>
      </w:r>
      <w:r w:rsidR="002E452F">
        <w:t>-</w:t>
      </w:r>
      <w:r>
        <w:t>e</w:t>
      </w:r>
      <w:r w:rsidR="002E452F">
        <w:t>-</w:t>
      </w:r>
      <w:r>
        <w:t>Zamaana A.F. and then ask for your Haajat.</w:t>
      </w:r>
    </w:p>
    <w:p w:rsidR="00294BA7" w:rsidRDefault="00294BA7" w:rsidP="00294BA7">
      <w:pPr>
        <w:pStyle w:val="libNormal"/>
      </w:pPr>
      <w:r>
        <w:t xml:space="preserve">Offer the Sawaab of complete recitation of the </w:t>
      </w:r>
      <w:r w:rsidRPr="00294BA7">
        <w:rPr>
          <w:rStyle w:val="libItalicChar"/>
        </w:rPr>
        <w:t>Holy Qur’an</w:t>
      </w:r>
      <w:r>
        <w:t xml:space="preserve"> to Janab</w:t>
      </w:r>
      <w:r w:rsidR="002E452F">
        <w:t>-</w:t>
      </w:r>
      <w:r>
        <w:t>e</w:t>
      </w:r>
      <w:r w:rsidR="002E452F">
        <w:t>-</w:t>
      </w:r>
      <w:r>
        <w:t>Bilaal, the respected Muezzin of the Holy Prophet (S.A.W.W.)</w:t>
      </w:r>
    </w:p>
    <w:p w:rsidR="00294BA7" w:rsidRDefault="00294BA7" w:rsidP="00294BA7">
      <w:pPr>
        <w:pStyle w:val="libNormal"/>
      </w:pPr>
      <w:r>
        <w:t>On Friday</w:t>
      </w:r>
      <w:r w:rsidR="002E452F">
        <w:t>-</w:t>
      </w:r>
      <w:r>
        <w:t xml:space="preserve">night 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Mashlool</w:t>
      </w:r>
      <w:r>
        <w:t xml:space="preserve"> eleven times after Ishaa prayers.</w:t>
      </w:r>
    </w:p>
    <w:p w:rsidR="00294BA7" w:rsidRDefault="00294BA7" w:rsidP="00294BA7">
      <w:pPr>
        <w:pStyle w:val="libNormal"/>
      </w:pPr>
      <w:r>
        <w:t xml:space="preserve">It is stated that, if your Haajat is to be answered lately, then 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Tawassul,</w:t>
      </w:r>
      <w:r>
        <w:t xml:space="preserve"> this will hasten its fulfillment.</w:t>
      </w:r>
    </w:p>
    <w:p w:rsidR="00294BA7" w:rsidRPr="00F83CC6" w:rsidRDefault="00294BA7" w:rsidP="00294BA7">
      <w:pPr>
        <w:pStyle w:val="libNormal"/>
      </w:pPr>
      <w:r>
        <w:t>Imam</w:t>
      </w:r>
      <w:r w:rsidR="002E452F">
        <w:t>-</w:t>
      </w:r>
      <w:r>
        <w:t>e</w:t>
      </w:r>
      <w:r w:rsidR="002E452F">
        <w:t>-</w:t>
      </w:r>
      <w:r>
        <w:t xml:space="preserve">Zamaana A.F. intercedes to Allaah for our Haajat if we recite </w:t>
      </w:r>
      <w:r w:rsidRPr="00294BA7">
        <w:rPr>
          <w:rStyle w:val="libItalicChar"/>
        </w:rPr>
        <w:t>Amman Yujeebul Mudhtarra Idhaa Da’aahu Wa Yakshifus</w:t>
      </w:r>
      <w:r w:rsidR="002E452F">
        <w:rPr>
          <w:rStyle w:val="libItalicChar"/>
        </w:rPr>
        <w:t>-</w:t>
      </w:r>
      <w:r w:rsidRPr="00294BA7">
        <w:rPr>
          <w:rStyle w:val="libItalicChar"/>
        </w:rPr>
        <w:t>Sooa</w:t>
      </w:r>
      <w:r w:rsidRPr="00F83CC6">
        <w:t>.</w:t>
      </w:r>
    </w:p>
    <w:p w:rsidR="00294BA7" w:rsidRPr="00294BA7" w:rsidRDefault="00294BA7" w:rsidP="00294BA7">
      <w:pPr>
        <w:pStyle w:val="libNormal"/>
        <w:rPr>
          <w:rStyle w:val="libItalicChar"/>
        </w:rPr>
      </w:pPr>
      <w:r>
        <w:t xml:space="preserve">Pray 2 rak’at Namaaz after midnight, in each Sajdah and after getting up from Sajdah recite 25 times: </w:t>
      </w:r>
      <w:r w:rsidRPr="00294BA7">
        <w:rPr>
          <w:rStyle w:val="libItalicChar"/>
        </w:rPr>
        <w:t>Salawaat, Bismillaahir</w:t>
      </w:r>
      <w:r w:rsidR="002E452F">
        <w:rPr>
          <w:rStyle w:val="libItalicChar"/>
        </w:rPr>
        <w:t>-</w:t>
      </w:r>
      <w:r w:rsidRPr="00294BA7">
        <w:rPr>
          <w:rStyle w:val="libItalicChar"/>
        </w:rPr>
        <w:t>Rahmaanir</w:t>
      </w:r>
      <w:r w:rsidR="002E452F">
        <w:rPr>
          <w:rStyle w:val="libItalicChar"/>
        </w:rPr>
        <w:t>-</w:t>
      </w:r>
      <w:r w:rsidRPr="00294BA7">
        <w:rPr>
          <w:rStyle w:val="libItalicChar"/>
        </w:rPr>
        <w:t xml:space="preserve">Raheem, Yaa Ghiyyasal Mustagheeseen. </w:t>
      </w:r>
      <w:r>
        <w:t xml:space="preserve">After finishing the Namaaz look towards the sky and recite 30 times: </w:t>
      </w:r>
      <w:r w:rsidRPr="00294BA7">
        <w:rPr>
          <w:rStyle w:val="libItalicChar"/>
        </w:rPr>
        <w:t xml:space="preserve">Minal Abdidh </w:t>
      </w:r>
      <w:r w:rsidR="002E452F">
        <w:rPr>
          <w:rStyle w:val="libItalicChar"/>
        </w:rPr>
        <w:t>-</w:t>
      </w:r>
      <w:r w:rsidRPr="00294BA7">
        <w:rPr>
          <w:rStyle w:val="libItalicChar"/>
        </w:rPr>
        <w:t>Dhaleel Ilal Mawlal Jaleel.</w:t>
      </w:r>
    </w:p>
    <w:p w:rsidR="00294BA7" w:rsidRPr="00294BA7" w:rsidRDefault="00294BA7" w:rsidP="00294BA7">
      <w:pPr>
        <w:pStyle w:val="libNormal"/>
        <w:rPr>
          <w:rStyle w:val="libItalicChar"/>
        </w:rPr>
      </w:pPr>
      <w:r w:rsidRPr="00294BA7">
        <w:rPr>
          <w:rStyle w:val="libUnderlineChar"/>
        </w:rPr>
        <w:t>To accomplish an important assignment</w:t>
      </w:r>
      <w:r>
        <w:t xml:space="preserve"> the following A’amaal is very Mujarrab: Start on the day of </w:t>
      </w:r>
      <w:r w:rsidRPr="00294BA7">
        <w:rPr>
          <w:rStyle w:val="libUnderlineChar"/>
        </w:rPr>
        <w:t>Friday</w:t>
      </w:r>
      <w:r>
        <w:t xml:space="preserve"> and continue </w:t>
      </w:r>
      <w:r w:rsidRPr="00294BA7">
        <w:rPr>
          <w:rStyle w:val="libUnderlineChar"/>
        </w:rPr>
        <w:t>upto ten days.</w:t>
      </w:r>
      <w:r>
        <w:t xml:space="preserve"> Recite </w:t>
      </w:r>
      <w:r w:rsidRPr="00294BA7">
        <w:rPr>
          <w:rStyle w:val="libItalicChar"/>
        </w:rPr>
        <w:t>Bismil</w:t>
      </w:r>
      <w:r w:rsidR="002E452F">
        <w:rPr>
          <w:rStyle w:val="libItalicChar"/>
        </w:rPr>
        <w:t>-</w:t>
      </w:r>
      <w:r w:rsidRPr="00294BA7">
        <w:rPr>
          <w:rStyle w:val="libItalicChar"/>
        </w:rPr>
        <w:t>laahir</w:t>
      </w:r>
      <w:r w:rsidR="002E452F">
        <w:rPr>
          <w:rStyle w:val="libItalicChar"/>
        </w:rPr>
        <w:t>-</w:t>
      </w:r>
      <w:r w:rsidRPr="00294BA7">
        <w:rPr>
          <w:rStyle w:val="libItalicChar"/>
        </w:rPr>
        <w:t>rahmaanir</w:t>
      </w:r>
      <w:r w:rsidR="002E452F">
        <w:rPr>
          <w:rStyle w:val="libItalicChar"/>
        </w:rPr>
        <w:t>-</w:t>
      </w:r>
      <w:r w:rsidRPr="00294BA7">
        <w:rPr>
          <w:rStyle w:val="libItalicChar"/>
        </w:rPr>
        <w:t>raheem,</w:t>
      </w:r>
      <w:r>
        <w:t xml:space="preserve"> then, 11 times </w:t>
      </w:r>
      <w:r w:rsidRPr="00294BA7">
        <w:rPr>
          <w:rStyle w:val="libItalicChar"/>
        </w:rPr>
        <w:t>Salawaat,</w:t>
      </w:r>
      <w:r>
        <w:t xml:space="preserve"> then, 100 times </w:t>
      </w:r>
      <w:r w:rsidRPr="00294BA7">
        <w:rPr>
          <w:rStyle w:val="libItalicChar"/>
        </w:rPr>
        <w:t>Yaa Mufattihal Abwaab, Yaa Muqallibal Quloob Wal Abswaar, Yaa Daleelal Mutahayyireen Wa Yaa Ghiyaasal Mustagheeseen, Tawaqqaltu Alayka Yaa Rabbee, Faqdhee Haajatee Waqfee Muhimmee, Walaa Hawla Walaa Quwwata</w:t>
      </w:r>
      <w:r w:rsidRPr="00294BA7">
        <w:t xml:space="preserve"> </w:t>
      </w:r>
      <w:r w:rsidRPr="00294BA7">
        <w:rPr>
          <w:rStyle w:val="libItalicChar"/>
        </w:rPr>
        <w:t>Illaa Billaahil Aliyyil Adheem, Wa Swallallaahu Alaa Muhammadin Wa Aalihee Ajma’een.</w:t>
      </w:r>
    </w:p>
    <w:p w:rsidR="00294BA7" w:rsidRDefault="00294BA7" w:rsidP="00294BA7">
      <w:pPr>
        <w:pStyle w:val="libNormal"/>
      </w:pPr>
      <w:r w:rsidRPr="00F83CC6">
        <w:rPr>
          <w:rStyle w:val="libBold1Char"/>
        </w:rPr>
        <w:t>To convert an impossible task into a possible one:</w:t>
      </w:r>
      <w:r>
        <w:br/>
        <w:t xml:space="preserve">Pray </w:t>
      </w:r>
      <w:r w:rsidRPr="00294BA7">
        <w:rPr>
          <w:rStyle w:val="libItalicChar"/>
        </w:rPr>
        <w:t>4 rak’at Namaaz</w:t>
      </w:r>
      <w:r>
        <w:t xml:space="preserve"> in units of two rak’at. In the 1st rak’at after Al</w:t>
      </w:r>
      <w:r w:rsidR="002E452F">
        <w:t>-</w:t>
      </w:r>
      <w:r>
        <w:t xml:space="preserve">Hamd recite </w:t>
      </w:r>
      <w:r w:rsidRPr="00294BA7">
        <w:rPr>
          <w:rStyle w:val="libItalicChar"/>
        </w:rPr>
        <w:t>11</w:t>
      </w:r>
      <w:r>
        <w:t xml:space="preserve"> times Surah Ikhlaas (Qulhuwallaahu…) in the second rak’at after Al</w:t>
      </w:r>
      <w:r w:rsidR="002E452F">
        <w:t>-</w:t>
      </w:r>
      <w:r>
        <w:t xml:space="preserve">Hamd recite S.Ikhlaas </w:t>
      </w:r>
      <w:r w:rsidRPr="00294BA7">
        <w:rPr>
          <w:rStyle w:val="libItalicChar"/>
        </w:rPr>
        <w:t>21</w:t>
      </w:r>
      <w:r>
        <w:t xml:space="preserve"> times, in the 3rd rak’at </w:t>
      </w:r>
      <w:r w:rsidRPr="00294BA7">
        <w:rPr>
          <w:rStyle w:val="libItalicChar"/>
        </w:rPr>
        <w:t>31</w:t>
      </w:r>
      <w:r>
        <w:t xml:space="preserve"> times, and in the 4</w:t>
      </w:r>
      <w:r w:rsidRPr="00294BA7">
        <w:t>th</w:t>
      </w:r>
      <w:r>
        <w:t xml:space="preserve"> rak’at </w:t>
      </w:r>
      <w:r w:rsidRPr="00294BA7">
        <w:rPr>
          <w:rStyle w:val="libItalicChar"/>
        </w:rPr>
        <w:t>41</w:t>
      </w:r>
      <w:r>
        <w:t xml:space="preserve"> times. After finishing the Namaaz </w:t>
      </w:r>
      <w:r>
        <w:lastRenderedPageBreak/>
        <w:t xml:space="preserve">recite </w:t>
      </w:r>
      <w:r w:rsidRPr="00294BA7">
        <w:rPr>
          <w:rStyle w:val="libItalicChar"/>
        </w:rPr>
        <w:t xml:space="preserve">51 </w:t>
      </w:r>
      <w:r>
        <w:t xml:space="preserve">times </w:t>
      </w:r>
      <w:r w:rsidRPr="00294BA7">
        <w:rPr>
          <w:rStyle w:val="libItalicChar"/>
        </w:rPr>
        <w:t>Salawaat</w:t>
      </w:r>
      <w:r>
        <w:t xml:space="preserve"> and then go into Sajdah wherein recite </w:t>
      </w:r>
      <w:r w:rsidRPr="00294BA7">
        <w:rPr>
          <w:rStyle w:val="libItalicChar"/>
        </w:rPr>
        <w:t>100</w:t>
      </w:r>
      <w:r>
        <w:t xml:space="preserve"> times </w:t>
      </w:r>
      <w:r w:rsidRPr="00294BA7">
        <w:rPr>
          <w:rStyle w:val="libItalicChar"/>
        </w:rPr>
        <w:t>Yaa Allaahu</w:t>
      </w:r>
      <w:r>
        <w:t xml:space="preserve"> and beseech Allaah for your Haajat.</w:t>
      </w:r>
    </w:p>
    <w:p w:rsidR="00294BA7" w:rsidRDefault="00294BA7" w:rsidP="00294BA7">
      <w:pPr>
        <w:pStyle w:val="libNormal"/>
      </w:pP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Mujeer, Duaa</w:t>
      </w:r>
      <w:r w:rsidR="002E452F">
        <w:rPr>
          <w:rStyle w:val="libItalicChar"/>
        </w:rPr>
        <w:t>-</w:t>
      </w:r>
      <w:r w:rsidRPr="00294BA7">
        <w:rPr>
          <w:rStyle w:val="libItalicChar"/>
        </w:rPr>
        <w:t>e</w:t>
      </w:r>
      <w:r w:rsidR="002E452F">
        <w:rPr>
          <w:rStyle w:val="libItalicChar"/>
        </w:rPr>
        <w:t>-</w:t>
      </w:r>
      <w:r w:rsidRPr="00294BA7">
        <w:rPr>
          <w:rStyle w:val="libItalicChar"/>
        </w:rPr>
        <w:t>Sabaasab, Duaa</w:t>
      </w:r>
      <w:r w:rsidR="002E452F">
        <w:rPr>
          <w:rStyle w:val="libItalicChar"/>
        </w:rPr>
        <w:t>-</w:t>
      </w:r>
      <w:r w:rsidRPr="00294BA7">
        <w:rPr>
          <w:rStyle w:val="libItalicChar"/>
        </w:rPr>
        <w:t>e</w:t>
      </w:r>
      <w:r w:rsidR="002E452F">
        <w:rPr>
          <w:rStyle w:val="libItalicChar"/>
        </w:rPr>
        <w:t>-</w:t>
      </w:r>
      <w:r w:rsidRPr="00294BA7">
        <w:rPr>
          <w:rStyle w:val="libItalicChar"/>
        </w:rPr>
        <w:t>Qaaf, Duaa</w:t>
      </w:r>
      <w:r w:rsidR="002E452F">
        <w:rPr>
          <w:rStyle w:val="libItalicChar"/>
        </w:rPr>
        <w:t>-</w:t>
      </w:r>
      <w:r w:rsidRPr="00294BA7">
        <w:rPr>
          <w:rStyle w:val="libItalicChar"/>
        </w:rPr>
        <w:t>e</w:t>
      </w:r>
      <w:r w:rsidR="002E452F">
        <w:rPr>
          <w:rStyle w:val="libItalicChar"/>
        </w:rPr>
        <w:t>-</w:t>
      </w:r>
      <w:r w:rsidRPr="00294BA7">
        <w:rPr>
          <w:rStyle w:val="libItalicChar"/>
        </w:rPr>
        <w:t>Hojob, Duaa</w:t>
      </w:r>
      <w:r w:rsidR="002E452F">
        <w:rPr>
          <w:rStyle w:val="libItalicChar"/>
        </w:rPr>
        <w:t>-</w:t>
      </w:r>
      <w:r w:rsidRPr="00294BA7">
        <w:rPr>
          <w:rStyle w:val="libItalicChar"/>
        </w:rPr>
        <w:t>e</w:t>
      </w:r>
      <w:r w:rsidR="002E452F">
        <w:rPr>
          <w:rStyle w:val="libItalicChar"/>
        </w:rPr>
        <w:t>-</w:t>
      </w:r>
      <w:r w:rsidRPr="00294BA7">
        <w:rPr>
          <w:rStyle w:val="libItalicChar"/>
        </w:rPr>
        <w:t>Saheefah, Duaa</w:t>
      </w:r>
      <w:r w:rsidR="002E452F">
        <w:rPr>
          <w:rStyle w:val="libItalicChar"/>
        </w:rPr>
        <w:t>-</w:t>
      </w:r>
      <w:r w:rsidRPr="00294BA7">
        <w:rPr>
          <w:rStyle w:val="libItalicChar"/>
        </w:rPr>
        <w:t>eYastashir</w:t>
      </w:r>
      <w:r>
        <w:t xml:space="preserve"> and many various Duaas are presented in Mafaatihul Jinaan, Majmooa, and Tohfatul Awaam, which are very effective if recited sincerely.</w:t>
      </w:r>
    </w:p>
    <w:p w:rsidR="00294BA7" w:rsidRPr="00294BA7" w:rsidRDefault="00294BA7" w:rsidP="00294BA7">
      <w:pPr>
        <w:pStyle w:val="libNormal"/>
        <w:rPr>
          <w:rStyle w:val="libItalicChar"/>
        </w:rPr>
      </w:pPr>
      <w:r>
        <w:t>Before praying Namaaz</w:t>
      </w:r>
      <w:r w:rsidR="002E452F">
        <w:t>-</w:t>
      </w:r>
      <w:r>
        <w:t>e</w:t>
      </w:r>
      <w:r w:rsidR="002E452F">
        <w:t>-</w:t>
      </w:r>
      <w:r>
        <w:t xml:space="preserve">Sub’h recite: </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Bihaqqi Bismillaahir</w:t>
      </w:r>
      <w:r w:rsidR="002E452F">
        <w:rPr>
          <w:rStyle w:val="libItalicChar"/>
        </w:rPr>
        <w:t>-</w:t>
      </w:r>
      <w:r w:rsidRPr="00294BA7">
        <w:rPr>
          <w:rStyle w:val="libItalicChar"/>
        </w:rPr>
        <w:t>Rahmaanir</w:t>
      </w:r>
      <w:r w:rsidR="002E452F">
        <w:rPr>
          <w:rStyle w:val="libItalicChar"/>
        </w:rPr>
        <w:t>-</w:t>
      </w:r>
      <w:r w:rsidRPr="00294BA7">
        <w:rPr>
          <w:rStyle w:val="libItalicChar"/>
        </w:rPr>
        <w:t>Raheem.</w:t>
      </w:r>
    </w:p>
    <w:p w:rsidR="00294BA7" w:rsidRDefault="00294BA7" w:rsidP="00294BA7">
      <w:pPr>
        <w:pStyle w:val="libNormal"/>
      </w:pPr>
      <w:r>
        <w:t xml:space="preserve">Perform 2 rak’at Namaaz with the Niyyat of </w:t>
      </w:r>
      <w:r w:rsidRPr="00294BA7">
        <w:rPr>
          <w:rStyle w:val="libItalicChar"/>
        </w:rPr>
        <w:t>Hadiya</w:t>
      </w:r>
      <w:r w:rsidR="002E452F">
        <w:rPr>
          <w:rStyle w:val="libItalicChar"/>
        </w:rPr>
        <w:t>-</w:t>
      </w:r>
      <w:r w:rsidRPr="00294BA7">
        <w:rPr>
          <w:rStyle w:val="libItalicChar"/>
        </w:rPr>
        <w:t>e</w:t>
      </w:r>
      <w:r w:rsidR="002E452F">
        <w:rPr>
          <w:rStyle w:val="libItalicChar"/>
        </w:rPr>
        <w:t>-</w:t>
      </w:r>
      <w:r w:rsidRPr="00294BA7">
        <w:rPr>
          <w:rStyle w:val="libItalicChar"/>
        </w:rPr>
        <w:t>Bibi Fatima Zahra (S.A.)</w:t>
      </w:r>
      <w:r>
        <w:t xml:space="preserve"> In the </w:t>
      </w:r>
      <w:r w:rsidRPr="00294BA7">
        <w:rPr>
          <w:rStyle w:val="libUnderlineChar"/>
        </w:rPr>
        <w:t xml:space="preserve">Qunoot </w:t>
      </w:r>
      <w:r>
        <w:t xml:space="preserve">of this Namaaz recite: </w:t>
      </w:r>
      <w:r w:rsidRPr="00294BA7">
        <w:rPr>
          <w:rStyle w:val="libItalicChar"/>
        </w:rPr>
        <w:t xml:space="preserve">Allaahummaa Bihaqqi Faatimataa Wa Abeehaa, Bihaqqi Faatimataa Wa Ba’lihaa, Wa Bihaqqi Faatimataa Wa Baneehaa, Wa Bihaqqi Faatimataa Wassirrey Almustwdi’ee Iqdhee Haajatee, Swallallaahu Alaa Muhammadin Wa Aalihee Ajmaeen. </w:t>
      </w:r>
      <w:r>
        <w:t>Except for this Duaa in Qunoot all the rest is to be prayed as a usual Namaaz.</w:t>
      </w:r>
    </w:p>
    <w:p w:rsidR="00294BA7" w:rsidRDefault="00294BA7" w:rsidP="00294BA7">
      <w:pPr>
        <w:pStyle w:val="libNormal"/>
      </w:pP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Isteghaasa</w:t>
      </w:r>
      <w:r w:rsidR="002E452F">
        <w:rPr>
          <w:rStyle w:val="libItalicChar"/>
        </w:rPr>
        <w:t>-</w:t>
      </w:r>
      <w:r w:rsidRPr="00294BA7">
        <w:rPr>
          <w:rStyle w:val="libItalicChar"/>
        </w:rPr>
        <w:t>Imaam</w:t>
      </w:r>
      <w:r w:rsidR="002E452F">
        <w:rPr>
          <w:rStyle w:val="libItalicChar"/>
        </w:rPr>
        <w:t>-</w:t>
      </w:r>
      <w:r w:rsidRPr="00294BA7">
        <w:rPr>
          <w:rStyle w:val="libItalicChar"/>
        </w:rPr>
        <w:t>e</w:t>
      </w:r>
      <w:r w:rsidR="002E452F">
        <w:rPr>
          <w:rStyle w:val="libItalicChar"/>
        </w:rPr>
        <w:t>-</w:t>
      </w:r>
      <w:r w:rsidRPr="00294BA7">
        <w:rPr>
          <w:rStyle w:val="libItalicChar"/>
        </w:rPr>
        <w:t>Zamaana A.F.</w:t>
      </w:r>
      <w:r>
        <w:t xml:space="preserve"> This Namaaz is to be prayed under the open sky, for its proper way to pray refer in the coming pages. [*]</w:t>
      </w:r>
    </w:p>
    <w:p w:rsidR="00294BA7" w:rsidRDefault="00294BA7" w:rsidP="00294BA7">
      <w:pPr>
        <w:pStyle w:val="libNormal"/>
      </w:pPr>
      <w:r>
        <w:t xml:space="preserve">On every first date of a lunar month 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Mujeer</w:t>
      </w:r>
      <w:r>
        <w:t xml:space="preserve"> and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Mubaahila.</w:t>
      </w:r>
      <w:r>
        <w:t xml:space="preserve"> This is a rewarding prayer. (Ref. M.Jinaan)</w:t>
      </w:r>
    </w:p>
    <w:p w:rsidR="00294BA7" w:rsidRPr="00294BA7" w:rsidRDefault="00294BA7" w:rsidP="00294BA7">
      <w:pPr>
        <w:pStyle w:val="libNormal"/>
        <w:rPr>
          <w:rStyle w:val="libItalicChar"/>
        </w:rPr>
      </w:pPr>
      <w:r>
        <w:t>Everyday after Namaaz</w:t>
      </w:r>
      <w:r w:rsidR="002E452F">
        <w:t>-</w:t>
      </w:r>
      <w:r>
        <w:t>e</w:t>
      </w:r>
      <w:r w:rsidR="002E452F">
        <w:t>-</w:t>
      </w:r>
      <w:r>
        <w:t xml:space="preserve">Sub’h and after Maghrib recite: 100 times </w:t>
      </w:r>
      <w:r w:rsidRPr="00294BA7">
        <w:rPr>
          <w:rStyle w:val="libItalicChar"/>
        </w:rPr>
        <w:t xml:space="preserve">Laa Hawla Walaa Quwwata Illaa Billahil Aliyyil Adhweem, </w:t>
      </w:r>
      <w:r>
        <w:t xml:space="preserve">and then 3 times: </w:t>
      </w:r>
      <w:r w:rsidRPr="00294BA7">
        <w:rPr>
          <w:rStyle w:val="libItalicChar"/>
        </w:rPr>
        <w:t>Yaa Allaahu Yaa Rahmaanu Yaa nooru Yaa Dhal Jalaali Wal Ikraam.</w:t>
      </w:r>
    </w:p>
    <w:p w:rsidR="00294BA7" w:rsidRDefault="00294BA7" w:rsidP="00294BA7">
      <w:pPr>
        <w:pStyle w:val="libNormal"/>
      </w:pPr>
      <w:r>
        <w:t xml:space="preserve">This is also highly recommended for Haajaat. On </w:t>
      </w:r>
      <w:r w:rsidRPr="00F83CC6">
        <w:rPr>
          <w:rStyle w:val="libBold1Char"/>
        </w:rPr>
        <w:t>Friday</w:t>
      </w:r>
      <w:r w:rsidR="002E452F">
        <w:rPr>
          <w:rStyle w:val="libBold1Char"/>
        </w:rPr>
        <w:t>-</w:t>
      </w:r>
      <w:r w:rsidRPr="00F83CC6">
        <w:rPr>
          <w:rStyle w:val="libBold1Char"/>
        </w:rPr>
        <w:t xml:space="preserve">night after midnight, </w:t>
      </w:r>
      <w:r>
        <w:t>pray 2 rak’at Namaaz, in each rak’at whle reciting Al</w:t>
      </w:r>
      <w:r w:rsidR="002E452F">
        <w:t>-</w:t>
      </w:r>
      <w:r>
        <w:t xml:space="preserve">Hamd when you reach </w:t>
      </w:r>
      <w:r w:rsidRPr="00294BA7">
        <w:rPr>
          <w:rStyle w:val="libItalicChar"/>
        </w:rPr>
        <w:t>Iyyaka Na’budoo Wa Iyyaka Nasta’een</w:t>
      </w:r>
      <w:r>
        <w:t xml:space="preserve"> repeat this verse </w:t>
      </w:r>
      <w:r w:rsidRPr="00294BA7">
        <w:rPr>
          <w:rStyle w:val="libItalicChar"/>
        </w:rPr>
        <w:t>100 times</w:t>
      </w:r>
      <w:r>
        <w:t xml:space="preserve"> and then continue the Surah. When you complete reciting Al</w:t>
      </w:r>
      <w:r w:rsidR="002E452F">
        <w:t>-</w:t>
      </w:r>
      <w:r>
        <w:t xml:space="preserve">Hamd this way then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Ikhlaas 200 times</w:t>
      </w:r>
      <w:r>
        <w:t xml:space="preserve">, and then perform Rukuu and Sajdah as usual. And the second rak’at also perform same way as in the first. When you finish the Namaaz recite Tasbeeh. Then recite </w:t>
      </w:r>
      <w:r w:rsidRPr="00294BA7">
        <w:rPr>
          <w:rStyle w:val="libUnderlineChar"/>
        </w:rPr>
        <w:t>70 times</w:t>
      </w:r>
      <w:r w:rsidRPr="00294BA7">
        <w:rPr>
          <w:rStyle w:val="libItalicChar"/>
        </w:rPr>
        <w:t xml:space="preserve"> Laa Hawla Walaa Quwwata Illaa Billaahil Aliyyil Adhweem</w:t>
      </w:r>
      <w:r w:rsidRPr="00294BA7">
        <w:t>.</w:t>
      </w:r>
      <w:r>
        <w:t xml:space="preserve"> Then go into </w:t>
      </w:r>
      <w:r w:rsidRPr="00294BA7">
        <w:rPr>
          <w:rStyle w:val="libUnderlineChar"/>
        </w:rPr>
        <w:t xml:space="preserve">Sajdah </w:t>
      </w:r>
      <w:r>
        <w:t xml:space="preserve">and recite </w:t>
      </w:r>
      <w:r w:rsidRPr="00294BA7">
        <w:rPr>
          <w:rStyle w:val="libUnderlineChar"/>
        </w:rPr>
        <w:t>201 times</w:t>
      </w:r>
      <w:r w:rsidRPr="00294BA7">
        <w:rPr>
          <w:rStyle w:val="libItalicChar"/>
        </w:rPr>
        <w:t xml:space="preserve"> Yaa Rabbee</w:t>
      </w:r>
      <w:r>
        <w:t xml:space="preserve"> and finally beseech your </w:t>
      </w:r>
      <w:r w:rsidRPr="00294BA7">
        <w:rPr>
          <w:rStyle w:val="libItalicChar"/>
        </w:rPr>
        <w:t>Haajat</w:t>
      </w:r>
      <w:r>
        <w:t>. Inshaa</w:t>
      </w:r>
      <w:r w:rsidR="002E452F">
        <w:t>-</w:t>
      </w:r>
      <w:r>
        <w:t>Allah it will be fulfilled.</w:t>
      </w:r>
    </w:p>
    <w:p w:rsidR="00294BA7" w:rsidRDefault="00294BA7" w:rsidP="00294BA7">
      <w:pPr>
        <w:pStyle w:val="libNormal"/>
      </w:pPr>
      <w:r w:rsidRPr="00294BA7">
        <w:rPr>
          <w:rStyle w:val="libItalicChar"/>
        </w:rPr>
        <w:t>To succeed in a hard task</w:t>
      </w:r>
      <w:r>
        <w:t xml:space="preserve"> recite recite this on a Thursday morning while you are going out for it: </w:t>
      </w:r>
      <w:r w:rsidRPr="00294BA7">
        <w:rPr>
          <w:rStyle w:val="libItalicChar"/>
        </w:rPr>
        <w:t>Last portion of Surah</w:t>
      </w:r>
      <w:r w:rsidR="002E452F">
        <w:rPr>
          <w:rStyle w:val="libItalicChar"/>
        </w:rPr>
        <w:t>-</w:t>
      </w:r>
      <w:r w:rsidRPr="00294BA7">
        <w:rPr>
          <w:rStyle w:val="libItalicChar"/>
        </w:rPr>
        <w:t>e</w:t>
      </w:r>
      <w:r w:rsidR="002E452F">
        <w:rPr>
          <w:rStyle w:val="libItalicChar"/>
        </w:rPr>
        <w:t>-</w:t>
      </w:r>
      <w:r w:rsidRPr="00294BA7">
        <w:rPr>
          <w:rStyle w:val="libItalicChar"/>
        </w:rPr>
        <w:t>Aal</w:t>
      </w:r>
      <w:r w:rsidR="002E452F">
        <w:rPr>
          <w:rStyle w:val="libItalicChar"/>
        </w:rPr>
        <w:t>-</w:t>
      </w:r>
      <w:r w:rsidRPr="00294BA7">
        <w:rPr>
          <w:rStyle w:val="libItalicChar"/>
        </w:rPr>
        <w:t>e</w:t>
      </w:r>
      <w:r w:rsidR="002E452F">
        <w:rPr>
          <w:rStyle w:val="libItalicChar"/>
        </w:rPr>
        <w:t>-</w:t>
      </w:r>
      <w:r w:rsidRPr="00294BA7">
        <w:rPr>
          <w:rStyle w:val="libItalicChar"/>
        </w:rPr>
        <w:t>Imraan, Aayatul Qursee, Innaa Anzalna…, and S.Al</w:t>
      </w:r>
      <w:r w:rsidR="002E452F">
        <w:rPr>
          <w:rStyle w:val="libItalicChar"/>
        </w:rPr>
        <w:t>-</w:t>
      </w:r>
      <w:r w:rsidRPr="00294BA7">
        <w:rPr>
          <w:rStyle w:val="libItalicChar"/>
        </w:rPr>
        <w:t xml:space="preserve">Hamd, </w:t>
      </w:r>
      <w:r>
        <w:t>Inshaa</w:t>
      </w:r>
      <w:r w:rsidR="002E452F">
        <w:t>-</w:t>
      </w:r>
      <w:r>
        <w:t>Allaah you will overcome the task and shall achieve success.</w:t>
      </w:r>
    </w:p>
    <w:p w:rsidR="00294BA7" w:rsidRDefault="00294BA7" w:rsidP="00294BA7">
      <w:pPr>
        <w:pStyle w:val="libNormal"/>
      </w:pPr>
      <w:r>
        <w:t xml:space="preserve">Another beneficial A’amaal for immediate fulfillment of Haajat is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Ja’far</w:t>
      </w:r>
      <w:r w:rsidR="002E452F">
        <w:rPr>
          <w:rStyle w:val="libItalicChar"/>
        </w:rPr>
        <w:t>-</w:t>
      </w:r>
      <w:r w:rsidRPr="00294BA7">
        <w:rPr>
          <w:rStyle w:val="libItalicChar"/>
        </w:rPr>
        <w:t>e</w:t>
      </w:r>
      <w:r w:rsidR="002E452F">
        <w:rPr>
          <w:rStyle w:val="libItalicChar"/>
        </w:rPr>
        <w:t>-</w:t>
      </w:r>
      <w:r w:rsidRPr="00294BA7">
        <w:rPr>
          <w:rStyle w:val="libItalicChar"/>
        </w:rPr>
        <w:t>Tayyaar</w:t>
      </w:r>
      <w:r>
        <w:t>. It is a two</w:t>
      </w:r>
      <w:r w:rsidR="002E452F">
        <w:t>-</w:t>
      </w:r>
      <w:r>
        <w:t>rak’at Namaaz and you may refer to the final portions of this book [*] for its method. It is usually to be prayed on Friday before noon, but if need arises it can be prayed at any time. This Namaaz is also emphasized to pray in the Holy Shrines of Ma’soomeen (A.S.)</w:t>
      </w:r>
    </w:p>
    <w:p w:rsidR="00294BA7" w:rsidRDefault="00294BA7" w:rsidP="00294BA7">
      <w:pPr>
        <w:pStyle w:val="libNormal"/>
      </w:pPr>
      <w:r>
        <w:t xml:space="preserve">Whenever there is a </w:t>
      </w:r>
      <w:r w:rsidRPr="00294BA7">
        <w:rPr>
          <w:rStyle w:val="libItalicChar"/>
        </w:rPr>
        <w:t>problem to be solved urgently</w:t>
      </w:r>
      <w:r>
        <w:t xml:space="preserve"> then recite: </w:t>
      </w:r>
      <w:r w:rsidRPr="00294BA7">
        <w:rPr>
          <w:rStyle w:val="libItalicChar"/>
        </w:rPr>
        <w:t>14 Salawaat, offer 2 rak’at Namaaz as usual, followed by Tasbeeh, then recite Aamanar</w:t>
      </w:r>
      <w:r w:rsidR="002E452F">
        <w:rPr>
          <w:rStyle w:val="libItalicChar"/>
        </w:rPr>
        <w:t>-</w:t>
      </w:r>
      <w:r w:rsidRPr="00294BA7">
        <w:rPr>
          <w:rStyle w:val="libItalicChar"/>
        </w:rPr>
        <w:t>Rassol…, [*]</w:t>
      </w:r>
      <w:r>
        <w:t xml:space="preserve"> then ask Allaah for your need, and finally recite </w:t>
      </w:r>
      <w:r w:rsidRPr="00294BA7">
        <w:rPr>
          <w:rStyle w:val="libItalicChar"/>
        </w:rPr>
        <w:t>14 Salawaat</w:t>
      </w:r>
      <w:r>
        <w:t>.</w:t>
      </w:r>
    </w:p>
    <w:p w:rsidR="00294BA7" w:rsidRPr="00294BA7" w:rsidRDefault="00294BA7" w:rsidP="00294BA7">
      <w:pPr>
        <w:pStyle w:val="libNormal"/>
        <w:rPr>
          <w:rStyle w:val="libUnderlineChar"/>
        </w:rPr>
      </w:pPr>
      <w:r>
        <w:t xml:space="preserve">For overcoming </w:t>
      </w:r>
      <w:r w:rsidRPr="00294BA7">
        <w:rPr>
          <w:rStyle w:val="libItalicChar"/>
        </w:rPr>
        <w:t>financial problem</w:t>
      </w:r>
      <w:r>
        <w:t xml:space="preserve">: Perform this A’amaal for </w:t>
      </w:r>
      <w:r w:rsidRPr="00294BA7">
        <w:rPr>
          <w:rStyle w:val="libUnderlineChar"/>
        </w:rPr>
        <w:t>41 days</w:t>
      </w:r>
      <w:r>
        <w:t xml:space="preserve">, </w:t>
      </w:r>
      <w:r w:rsidRPr="00294BA7">
        <w:rPr>
          <w:rStyle w:val="libUnderlineChar"/>
        </w:rPr>
        <w:t>after Namaaz</w:t>
      </w:r>
      <w:r w:rsidR="002E452F">
        <w:rPr>
          <w:rStyle w:val="libUnderlineChar"/>
        </w:rPr>
        <w:t>-</w:t>
      </w:r>
      <w:r w:rsidRPr="00294BA7">
        <w:rPr>
          <w:rStyle w:val="libUnderlineChar"/>
        </w:rPr>
        <w:t>e</w:t>
      </w:r>
      <w:r w:rsidR="002E452F">
        <w:rPr>
          <w:rStyle w:val="libUnderlineChar"/>
        </w:rPr>
        <w:t>-</w:t>
      </w:r>
      <w:r w:rsidRPr="00294BA7">
        <w:rPr>
          <w:rStyle w:val="libUnderlineChar"/>
        </w:rPr>
        <w:t>Sub’h, at the same place and on the same time,</w:t>
      </w:r>
      <w:r>
        <w:t xml:space="preserve"> from day</w:t>
      </w:r>
      <w:r w:rsidR="002E452F">
        <w:t>-</w:t>
      </w:r>
      <w:r>
        <w:t xml:space="preserve">one upto the final day. Recite </w:t>
      </w:r>
      <w:r w:rsidRPr="00294BA7">
        <w:rPr>
          <w:rStyle w:val="libItalicChar"/>
        </w:rPr>
        <w:t>Surah Al</w:t>
      </w:r>
      <w:r w:rsidR="002E452F">
        <w:rPr>
          <w:rStyle w:val="libItalicChar"/>
        </w:rPr>
        <w:t>-</w:t>
      </w:r>
      <w:r w:rsidRPr="00294BA7">
        <w:rPr>
          <w:rStyle w:val="libItalicChar"/>
        </w:rPr>
        <w:t xml:space="preserve">Hamd </w:t>
      </w:r>
      <w:r w:rsidRPr="00294BA7">
        <w:rPr>
          <w:rStyle w:val="libUnderlineChar"/>
        </w:rPr>
        <w:t>41 times</w:t>
      </w:r>
      <w:r>
        <w:t xml:space="preserve"> with proper pronounciation, then recite </w:t>
      </w:r>
      <w:r w:rsidRPr="00294BA7">
        <w:rPr>
          <w:rStyle w:val="libUnderlineChar"/>
        </w:rPr>
        <w:t>13 times</w:t>
      </w:r>
      <w:r>
        <w:t xml:space="preserve"> </w:t>
      </w:r>
      <w:r w:rsidR="002E452F">
        <w:t>-</w:t>
      </w:r>
      <w:r>
        <w:t xml:space="preserve"> </w:t>
      </w:r>
      <w:r w:rsidRPr="00294BA7">
        <w:rPr>
          <w:rStyle w:val="libItalicChar"/>
        </w:rPr>
        <w:t>Yaa Mufattih Yaa Fattih Yaa Mufarrij Yaa Musabbib Yaa Musahhil Yaa Sahhil Yaa Mudabbir Dabbir Yaa Mutamayyim Tamayyim, Bi Rahmatika Yaa Arhamar Raahimeen.</w:t>
      </w:r>
      <w:r>
        <w:t xml:space="preserve"> If the routine gets changed then start afresh. And by the Grace of Allaah if your need is fulfilled during this A’amaal then also you have to complete the routine upto </w:t>
      </w:r>
      <w:r w:rsidRPr="00294BA7">
        <w:rPr>
          <w:rStyle w:val="libUnderlineChar"/>
        </w:rPr>
        <w:t>41 days.</w:t>
      </w:r>
    </w:p>
    <w:p w:rsidR="00294BA7" w:rsidRDefault="00294BA7" w:rsidP="00294BA7">
      <w:pPr>
        <w:pStyle w:val="libNormal"/>
      </w:pPr>
      <w:r>
        <w:t xml:space="preserve">Recite many times </w:t>
      </w:r>
      <w:r w:rsidRPr="00294BA7">
        <w:rPr>
          <w:rStyle w:val="libItalicChar"/>
        </w:rPr>
        <w:t>Ar</w:t>
      </w:r>
      <w:r w:rsidR="002E452F">
        <w:rPr>
          <w:rStyle w:val="libItalicChar"/>
        </w:rPr>
        <w:t>-</w:t>
      </w:r>
      <w:r w:rsidRPr="00294BA7">
        <w:rPr>
          <w:rStyle w:val="libItalicChar"/>
        </w:rPr>
        <w:t>Raheemu</w:t>
      </w:r>
      <w:r>
        <w:t xml:space="preserve"> in the state of </w:t>
      </w:r>
      <w:r w:rsidRPr="00294BA7">
        <w:rPr>
          <w:rStyle w:val="libUnderlineChar"/>
        </w:rPr>
        <w:t>Sajdah.</w:t>
      </w:r>
    </w:p>
    <w:p w:rsidR="00294BA7" w:rsidRDefault="00294BA7" w:rsidP="00294BA7">
      <w:pPr>
        <w:pStyle w:val="libNormal"/>
      </w:pPr>
      <w:r>
        <w:t xml:space="preserve">Recite </w:t>
      </w:r>
      <w:r w:rsidRPr="00294BA7">
        <w:rPr>
          <w:rStyle w:val="libItalicChar"/>
        </w:rPr>
        <w:t>Yaa Allaahu</w:t>
      </w:r>
      <w:r>
        <w:t xml:space="preserve"> 66 times every </w:t>
      </w:r>
      <w:r w:rsidRPr="00294BA7">
        <w:rPr>
          <w:rStyle w:val="libUnderlineChar"/>
        </w:rPr>
        <w:t>morning, noon and evening</w:t>
      </w:r>
      <w:r>
        <w:t>.</w:t>
      </w:r>
    </w:p>
    <w:p w:rsidR="00294BA7" w:rsidRDefault="00294BA7" w:rsidP="00294BA7">
      <w:pPr>
        <w:pStyle w:val="libNormal"/>
      </w:pPr>
      <w:r>
        <w:t xml:space="preserve">To recite </w:t>
      </w:r>
      <w:r w:rsidRPr="00294BA7">
        <w:rPr>
          <w:rStyle w:val="libItalicChar"/>
        </w:rPr>
        <w:t>Laa Ilaaha Illal</w:t>
      </w:r>
      <w:r w:rsidR="002E452F">
        <w:rPr>
          <w:rStyle w:val="libItalicChar"/>
        </w:rPr>
        <w:t>-</w:t>
      </w:r>
      <w:r w:rsidRPr="00294BA7">
        <w:rPr>
          <w:rStyle w:val="libItalicChar"/>
        </w:rPr>
        <w:t>laah</w:t>
      </w:r>
      <w:r>
        <w:t xml:space="preserve"> 100 times with fully realizing it’s meaning is beneficial.</w:t>
      </w:r>
    </w:p>
    <w:p w:rsidR="00294BA7" w:rsidRPr="00294BA7" w:rsidRDefault="00294BA7" w:rsidP="00294BA7">
      <w:pPr>
        <w:pStyle w:val="libNormal"/>
        <w:rPr>
          <w:rStyle w:val="libUnderlineChar"/>
        </w:rPr>
      </w:pPr>
      <w:r>
        <w:t xml:space="preserve">After midnight recite </w:t>
      </w:r>
      <w:r w:rsidRPr="00294BA7">
        <w:rPr>
          <w:rStyle w:val="libItalicChar"/>
        </w:rPr>
        <w:t>Al</w:t>
      </w:r>
      <w:r w:rsidR="002E452F">
        <w:rPr>
          <w:rStyle w:val="libItalicChar"/>
        </w:rPr>
        <w:t>-</w:t>
      </w:r>
      <w:r w:rsidRPr="00294BA7">
        <w:rPr>
          <w:rStyle w:val="libItalicChar"/>
        </w:rPr>
        <w:t>Wahhaabu</w:t>
      </w:r>
      <w:r>
        <w:t xml:space="preserve"> 100 times, </w:t>
      </w:r>
      <w:r w:rsidRPr="00294BA7">
        <w:rPr>
          <w:rStyle w:val="libUnderlineChar"/>
        </w:rPr>
        <w:t>bare</w:t>
      </w:r>
      <w:r w:rsidR="002E452F">
        <w:rPr>
          <w:rStyle w:val="libUnderlineChar"/>
        </w:rPr>
        <w:t>-</w:t>
      </w:r>
      <w:r w:rsidRPr="00294BA7">
        <w:rPr>
          <w:rStyle w:val="libUnderlineChar"/>
        </w:rPr>
        <w:t>headed and with raised hands.</w:t>
      </w:r>
    </w:p>
    <w:p w:rsidR="00294BA7" w:rsidRDefault="00294BA7" w:rsidP="00294BA7">
      <w:pPr>
        <w:pStyle w:val="libNormal"/>
      </w:pPr>
      <w:r>
        <w:lastRenderedPageBreak/>
        <w:t xml:space="preserve">Reciting 1000 times </w:t>
      </w:r>
      <w:r w:rsidRPr="00294BA7">
        <w:rPr>
          <w:rStyle w:val="libItalicChar"/>
        </w:rPr>
        <w:t>Al</w:t>
      </w:r>
      <w:r w:rsidR="002E452F">
        <w:rPr>
          <w:rStyle w:val="libItalicChar"/>
        </w:rPr>
        <w:t>-</w:t>
      </w:r>
      <w:r w:rsidRPr="00294BA7">
        <w:rPr>
          <w:rStyle w:val="libItalicChar"/>
        </w:rPr>
        <w:t>Badeeu</w:t>
      </w:r>
      <w:r>
        <w:t xml:space="preserve"> in one sitting and 290 times </w:t>
      </w:r>
      <w:r w:rsidRPr="00294BA7">
        <w:rPr>
          <w:rStyle w:val="libItalicChar"/>
        </w:rPr>
        <w:t>Al</w:t>
      </w:r>
      <w:r w:rsidR="002E452F">
        <w:rPr>
          <w:rStyle w:val="libItalicChar"/>
        </w:rPr>
        <w:t>-</w:t>
      </w:r>
      <w:r w:rsidRPr="00294BA7">
        <w:rPr>
          <w:rStyle w:val="libItalicChar"/>
        </w:rPr>
        <w:t>Faatiru</w:t>
      </w:r>
      <w:r>
        <w:t xml:space="preserve"> is also a way of gaining.</w:t>
      </w:r>
    </w:p>
    <w:p w:rsidR="00294BA7" w:rsidRDefault="00294BA7" w:rsidP="00294BA7">
      <w:pPr>
        <w:pStyle w:val="libNormal"/>
      </w:pPr>
      <w:r w:rsidRPr="00294BA7">
        <w:rPr>
          <w:rStyle w:val="libUnderlineChar"/>
        </w:rPr>
        <w:t xml:space="preserve">When you have a very difficult problem </w:t>
      </w:r>
      <w:r>
        <w:t xml:space="preserve">then seek its solution through this A’amaal: Go to a nearby jungle and there draw four lines on the earth with your finger, and bring to mind the middle lines as being the blessed grave of Holy Prophet (S.A.W.W.), then facing these line and your back towards Qibla recite </w:t>
      </w:r>
      <w:r w:rsidR="002E452F">
        <w:t>-</w:t>
      </w:r>
      <w:r>
        <w:t xml:space="preserve"> </w:t>
      </w:r>
      <w:r w:rsidRPr="00294BA7">
        <w:rPr>
          <w:rStyle w:val="libItalicChar"/>
        </w:rPr>
        <w:t>Swallallaahu Alayka Yaa Rasoolallaah</w:t>
      </w:r>
      <w:r>
        <w:t>. InshaaAllaah your problem will immediately be solved with great ease.</w:t>
      </w:r>
    </w:p>
    <w:p w:rsidR="00294BA7" w:rsidRDefault="00294BA7" w:rsidP="00294BA7">
      <w:pPr>
        <w:pStyle w:val="libNormal"/>
      </w:pPr>
      <w:r w:rsidRPr="00294BA7">
        <w:rPr>
          <w:rStyle w:val="libUnderlineChar"/>
        </w:rPr>
        <w:t>Twelve days A’amaal</w:t>
      </w:r>
      <w:r>
        <w:t xml:space="preserve"> </w:t>
      </w:r>
      <w:r w:rsidR="002E452F">
        <w:t>-</w:t>
      </w:r>
      <w:r>
        <w:t xml:space="preserve"> Recite 100 </w:t>
      </w:r>
      <w:r w:rsidRPr="00294BA7">
        <w:rPr>
          <w:rStyle w:val="libItalicChar"/>
        </w:rPr>
        <w:t>Salawaat,</w:t>
      </w:r>
      <w:r>
        <w:t xml:space="preserve"> 1000 times </w:t>
      </w:r>
      <w:r w:rsidRPr="00294BA7">
        <w:rPr>
          <w:rStyle w:val="libItalicChar"/>
        </w:rPr>
        <w:t>Bismil</w:t>
      </w:r>
      <w:r w:rsidR="002E452F">
        <w:rPr>
          <w:rStyle w:val="libItalicChar"/>
        </w:rPr>
        <w:t>-</w:t>
      </w:r>
      <w:r w:rsidRPr="00294BA7">
        <w:rPr>
          <w:rStyle w:val="libItalicChar"/>
        </w:rPr>
        <w:t>Laahir</w:t>
      </w:r>
      <w:r w:rsidR="002E452F">
        <w:rPr>
          <w:rStyle w:val="libItalicChar"/>
        </w:rPr>
        <w:t>-</w:t>
      </w:r>
      <w:r w:rsidRPr="00294BA7">
        <w:rPr>
          <w:rStyle w:val="libItalicChar"/>
        </w:rPr>
        <w:t>Rahmaanir</w:t>
      </w:r>
      <w:r w:rsidR="002E452F">
        <w:rPr>
          <w:rStyle w:val="libItalicChar"/>
        </w:rPr>
        <w:t>-</w:t>
      </w:r>
      <w:r w:rsidRPr="00294BA7">
        <w:rPr>
          <w:rStyle w:val="libItalicChar"/>
        </w:rPr>
        <w:t xml:space="preserve">Raheem, </w:t>
      </w:r>
      <w:r>
        <w:t xml:space="preserve">and finally 100 times </w:t>
      </w:r>
      <w:r w:rsidRPr="00294BA7">
        <w:rPr>
          <w:rStyle w:val="libItalicChar"/>
        </w:rPr>
        <w:t>Salawaat</w:t>
      </w:r>
      <w:r>
        <w:t xml:space="preserve">. This is very effective but should be observed in </w:t>
      </w:r>
      <w:r w:rsidRPr="00294BA7">
        <w:rPr>
          <w:rStyle w:val="libUnderlineChar"/>
        </w:rPr>
        <w:t>secrecy</w:t>
      </w:r>
      <w:r>
        <w:t>, nobody should know you are doing this A’amaal.</w:t>
      </w:r>
    </w:p>
    <w:p w:rsidR="00294BA7" w:rsidRPr="00294BA7" w:rsidRDefault="00294BA7" w:rsidP="00294BA7">
      <w:pPr>
        <w:pStyle w:val="libNormal"/>
        <w:rPr>
          <w:rStyle w:val="libItalicChar"/>
        </w:rPr>
      </w:pPr>
      <w:r w:rsidRPr="00294BA7">
        <w:rPr>
          <w:rStyle w:val="libItalicChar"/>
        </w:rPr>
        <w:t>For any Haajat and especially to cure a disease</w:t>
      </w:r>
      <w:r>
        <w:t xml:space="preserve"> </w:t>
      </w:r>
      <w:r w:rsidRPr="00294BA7">
        <w:rPr>
          <w:rStyle w:val="libUnderlineChar"/>
        </w:rPr>
        <w:t>sit in the Masjid</w:t>
      </w:r>
      <w:r>
        <w:t xml:space="preserve"> and recite this Duaa </w:t>
      </w:r>
      <w:r w:rsidRPr="00294BA7">
        <w:rPr>
          <w:rStyle w:val="libUnderlineChar"/>
        </w:rPr>
        <w:t>70 times</w:t>
      </w:r>
      <w:r>
        <w:t xml:space="preserve"> with pure intention</w:t>
      </w:r>
      <w:r w:rsidRPr="00294BA7">
        <w:rPr>
          <w:rStyle w:val="libItalicChar"/>
        </w:rPr>
        <w:t>: Laa Illaha Illallaahu Bi Izzatika Wa Qudratika, Laa Ilaaha Illallaahu Bi haqqi Haqqiqa Wa Hurmatika, Laa Ilaaha Illallaahu Farrij Bi Rahmatik.</w:t>
      </w:r>
    </w:p>
    <w:p w:rsidR="00294BA7" w:rsidRPr="00294BA7" w:rsidRDefault="00294BA7" w:rsidP="00294BA7">
      <w:pPr>
        <w:pStyle w:val="libNormal"/>
        <w:rPr>
          <w:rStyle w:val="libItalicChar"/>
        </w:rPr>
      </w:pPr>
      <w:r>
        <w:t xml:space="preserve">Recite </w:t>
      </w:r>
      <w:r w:rsidRPr="00294BA7">
        <w:rPr>
          <w:rStyle w:val="libItalicChar"/>
        </w:rPr>
        <w:t>Aaya</w:t>
      </w:r>
      <w:r w:rsidR="002E452F">
        <w:rPr>
          <w:rStyle w:val="libItalicChar"/>
        </w:rPr>
        <w:t>-</w:t>
      </w:r>
      <w:r w:rsidRPr="00294BA7">
        <w:rPr>
          <w:rStyle w:val="libItalicChar"/>
        </w:rPr>
        <w:t>e</w:t>
      </w:r>
      <w:r w:rsidR="002E452F">
        <w:rPr>
          <w:rStyle w:val="libItalicChar"/>
        </w:rPr>
        <w:t>-</w:t>
      </w:r>
      <w:r w:rsidRPr="00294BA7">
        <w:rPr>
          <w:rStyle w:val="libItalicChar"/>
        </w:rPr>
        <w:t xml:space="preserve">Mulk [*] </w:t>
      </w:r>
      <w:r>
        <w:t xml:space="preserve">and then recite this Duaa: </w:t>
      </w:r>
      <w:r w:rsidRPr="00294BA7">
        <w:rPr>
          <w:rStyle w:val="libItalicChar"/>
        </w:rPr>
        <w:t>Bismil</w:t>
      </w:r>
      <w:r w:rsidR="002E452F">
        <w:rPr>
          <w:rStyle w:val="libItalicChar"/>
        </w:rPr>
        <w:t>-</w:t>
      </w:r>
      <w:r w:rsidRPr="00294BA7">
        <w:rPr>
          <w:rStyle w:val="libItalicChar"/>
        </w:rPr>
        <w:t>Laahir</w:t>
      </w:r>
      <w:r w:rsidR="002E452F">
        <w:rPr>
          <w:rStyle w:val="libItalicChar"/>
        </w:rPr>
        <w:t>-</w:t>
      </w:r>
      <w:r w:rsidRPr="00294BA7">
        <w:rPr>
          <w:rStyle w:val="libItalicChar"/>
        </w:rPr>
        <w:t>Rahmaanir</w:t>
      </w:r>
      <w:r w:rsidR="002E452F">
        <w:rPr>
          <w:rStyle w:val="libItalicChar"/>
        </w:rPr>
        <w:t>-</w:t>
      </w:r>
      <w:r w:rsidRPr="00294BA7">
        <w:rPr>
          <w:rStyle w:val="libItalicChar"/>
        </w:rPr>
        <w:t>Raheem, Yaa Allaahu Yaa Allaahu Yaa Allaahu, Laa Ilaaha Illaa Anta Wahduka Laa Shareeka Laka Tajabbarta Anyakoona Laka Waladun Wa Taa Alayta Anyakoona Laka Shareekun Wa Ta’Azzamta Anyakoona Laka Wazeerun, Yaa Allaahu Yaa Allaahu Yaa Allaahu, Iqdhi Haajatee Bi Haqqee Muhammadin Wa Aalihi, Swalawaatuka Alayhi Wa Alayhim Ajmaeen.</w:t>
      </w:r>
    </w:p>
    <w:p w:rsidR="00294BA7" w:rsidRPr="00294BA7" w:rsidRDefault="00294BA7" w:rsidP="00294BA7">
      <w:pPr>
        <w:pStyle w:val="libNormal"/>
        <w:rPr>
          <w:rStyle w:val="libItalicChar"/>
        </w:rPr>
      </w:pPr>
      <w:r>
        <w:t xml:space="preserve">For having </w:t>
      </w:r>
      <w:r w:rsidRPr="00294BA7">
        <w:rPr>
          <w:rStyle w:val="libItalicChar"/>
        </w:rPr>
        <w:t>good fortune</w:t>
      </w:r>
      <w:r>
        <w:t xml:space="preserve">: Pray </w:t>
      </w:r>
      <w:r w:rsidRPr="00294BA7">
        <w:rPr>
          <w:rStyle w:val="libItalicChar"/>
        </w:rPr>
        <w:t>2 rak’at Namaaz</w:t>
      </w:r>
      <w:r>
        <w:t>, in each rak’at after Al</w:t>
      </w:r>
      <w:r w:rsidR="002E452F">
        <w:t>-</w:t>
      </w:r>
      <w:r>
        <w:t xml:space="preserve">Hamd recite </w:t>
      </w:r>
      <w:r w:rsidRPr="00294BA7">
        <w:rPr>
          <w:rStyle w:val="libItalicChar"/>
        </w:rPr>
        <w:t>Surah Al</w:t>
      </w:r>
      <w:r w:rsidR="002E452F">
        <w:rPr>
          <w:rStyle w:val="libItalicChar"/>
        </w:rPr>
        <w:t>-</w:t>
      </w:r>
      <w:r w:rsidRPr="00294BA7">
        <w:rPr>
          <w:rStyle w:val="libItalicChar"/>
        </w:rPr>
        <w:t>Feel</w:t>
      </w:r>
      <w:r>
        <w:t xml:space="preserve"> [*]and before Salaam recite </w:t>
      </w:r>
      <w:r w:rsidRPr="00294BA7">
        <w:rPr>
          <w:rStyle w:val="libUnderlineChar"/>
        </w:rPr>
        <w:t>7 times</w:t>
      </w:r>
      <w:r>
        <w:t xml:space="preserve"> Surah </w:t>
      </w:r>
      <w:r w:rsidRPr="00294BA7">
        <w:rPr>
          <w:rStyle w:val="libItalicChar"/>
        </w:rPr>
        <w:t>Al</w:t>
      </w:r>
      <w:r w:rsidR="002E452F">
        <w:rPr>
          <w:rStyle w:val="libItalicChar"/>
        </w:rPr>
        <w:t>-</w:t>
      </w:r>
      <w:r w:rsidRPr="00294BA7">
        <w:rPr>
          <w:rStyle w:val="libItalicChar"/>
        </w:rPr>
        <w:t>Nasr</w:t>
      </w:r>
      <w:r>
        <w:t xml:space="preserve"> and recite this verse </w:t>
      </w:r>
      <w:r w:rsidRPr="00294BA7">
        <w:rPr>
          <w:rStyle w:val="libUnderlineChar"/>
        </w:rPr>
        <w:t>12 times</w:t>
      </w:r>
      <w:r>
        <w:t xml:space="preserve"> </w:t>
      </w:r>
      <w:r w:rsidR="002E452F">
        <w:t>-</w:t>
      </w:r>
      <w:r>
        <w:t xml:space="preserve"> </w:t>
      </w:r>
      <w:r w:rsidRPr="00294BA7">
        <w:rPr>
          <w:rStyle w:val="libItalicChar"/>
        </w:rPr>
        <w:t>Am Indahum Khazaainu Rahmati Rabbikal Azeezil Wahhaab, Am Lahum Mulkus Samaawaati Wal Ardhi Wamaa Baynahumaa, Fal Yartaqoo Fil Asbaab.</w:t>
      </w:r>
      <w:r>
        <w:t xml:space="preserve"> Then complete the Namaaz and raise your hands and recite </w:t>
      </w:r>
      <w:r w:rsidRPr="00294BA7">
        <w:rPr>
          <w:rStyle w:val="libUnderlineChar"/>
        </w:rPr>
        <w:t>100 times</w:t>
      </w:r>
      <w:r>
        <w:t xml:space="preserve"> </w:t>
      </w:r>
      <w:r w:rsidRPr="00294BA7">
        <w:rPr>
          <w:rStyle w:val="libItalicChar"/>
        </w:rPr>
        <w:t>Yaa Wahhaabu.</w:t>
      </w:r>
    </w:p>
    <w:p w:rsidR="00294BA7" w:rsidRDefault="00294BA7" w:rsidP="00294BA7">
      <w:pPr>
        <w:pStyle w:val="libNormal"/>
      </w:pPr>
      <w:r>
        <w:t xml:space="preserve">It is recommended to recite </w:t>
      </w:r>
      <w:r w:rsidRPr="00294BA7">
        <w:rPr>
          <w:rStyle w:val="libItalicChar"/>
        </w:rPr>
        <w:t>Tasbeeh of Bibi Fatima Zahra (S.A.)</w:t>
      </w:r>
      <w:r>
        <w:t xml:space="preserve"> in times of difficulty.</w:t>
      </w:r>
    </w:p>
    <w:p w:rsidR="00294BA7" w:rsidRDefault="00294BA7" w:rsidP="00294BA7">
      <w:pPr>
        <w:pStyle w:val="libNormal"/>
      </w:pPr>
      <w:r>
        <w:t xml:space="preserve">The unit </w:t>
      </w:r>
      <w:r w:rsidRPr="00294BA7">
        <w:rPr>
          <w:rStyle w:val="libItalicChar"/>
        </w:rPr>
        <w:t>40 (fourty)</w:t>
      </w:r>
      <w:r>
        <w:t xml:space="preserve"> is said to be very effective. If a particular Duaa is recited </w:t>
      </w:r>
      <w:r w:rsidRPr="00294BA7">
        <w:rPr>
          <w:rStyle w:val="libItalicChar"/>
        </w:rPr>
        <w:t>40 times</w:t>
      </w:r>
      <w:r>
        <w:t xml:space="preserve">, or </w:t>
      </w:r>
      <w:r w:rsidRPr="00294BA7">
        <w:rPr>
          <w:rStyle w:val="libItalicChar"/>
        </w:rPr>
        <w:t>40 people</w:t>
      </w:r>
      <w:r>
        <w:t xml:space="preserve"> gather to recite it, or it is recited for </w:t>
      </w:r>
      <w:r w:rsidRPr="00294BA7">
        <w:rPr>
          <w:rStyle w:val="libItalicChar"/>
        </w:rPr>
        <w:t>40 days</w:t>
      </w:r>
      <w:r>
        <w:t xml:space="preserve"> then its effectiveness is highly increased.</w:t>
      </w:r>
    </w:p>
    <w:p w:rsidR="00294BA7" w:rsidRDefault="00294BA7" w:rsidP="00294BA7">
      <w:pPr>
        <w:pStyle w:val="libNormal"/>
      </w:pPr>
      <w:r>
        <w:t xml:space="preserve">Reciting </w:t>
      </w:r>
      <w:r w:rsidRPr="00294BA7">
        <w:rPr>
          <w:rStyle w:val="libItalicChar"/>
        </w:rPr>
        <w:t>Surah Al</w:t>
      </w:r>
      <w:r w:rsidR="002E452F">
        <w:rPr>
          <w:rStyle w:val="libItalicChar"/>
        </w:rPr>
        <w:t>-</w:t>
      </w:r>
      <w:r w:rsidRPr="00294BA7">
        <w:rPr>
          <w:rStyle w:val="libItalicChar"/>
        </w:rPr>
        <w:t>Faatiha</w:t>
      </w:r>
      <w:r>
        <w:t xml:space="preserve"> 5 times, then </w:t>
      </w:r>
      <w:r w:rsidRPr="00294BA7">
        <w:rPr>
          <w:rStyle w:val="libItalicChar"/>
        </w:rPr>
        <w:t>Aaya</w:t>
      </w:r>
      <w:r w:rsidR="002E452F">
        <w:rPr>
          <w:rStyle w:val="libItalicChar"/>
        </w:rPr>
        <w:t>-</w:t>
      </w:r>
      <w:r w:rsidRPr="00294BA7">
        <w:rPr>
          <w:rStyle w:val="libItalicChar"/>
        </w:rPr>
        <w:t>e</w:t>
      </w:r>
      <w:r w:rsidR="002E452F">
        <w:rPr>
          <w:rStyle w:val="libItalicChar"/>
        </w:rPr>
        <w:t>-</w:t>
      </w:r>
      <w:r w:rsidRPr="00294BA7">
        <w:rPr>
          <w:rStyle w:val="libItalicChar"/>
        </w:rPr>
        <w:t>Mulk</w:t>
      </w:r>
      <w:r>
        <w:t xml:space="preserve">, [*]and then </w:t>
      </w:r>
      <w:r w:rsidRPr="00294BA7">
        <w:rPr>
          <w:rStyle w:val="libItalicChar"/>
        </w:rPr>
        <w:t>Tasbihhat</w:t>
      </w:r>
      <w:r w:rsidR="002E452F">
        <w:rPr>
          <w:rStyle w:val="libItalicChar"/>
        </w:rPr>
        <w:t>-</w:t>
      </w:r>
      <w:r w:rsidRPr="00294BA7">
        <w:rPr>
          <w:rStyle w:val="libItalicChar"/>
        </w:rPr>
        <w:t>e</w:t>
      </w:r>
      <w:r w:rsidR="002E452F">
        <w:rPr>
          <w:rStyle w:val="libItalicChar"/>
        </w:rPr>
        <w:t>-</w:t>
      </w:r>
      <w:r w:rsidRPr="00294BA7">
        <w:rPr>
          <w:rStyle w:val="libItalicChar"/>
        </w:rPr>
        <w:t>Arba’aa</w:t>
      </w:r>
      <w:r>
        <w:t xml:space="preserve"> is also an effective remedy.</w:t>
      </w:r>
    </w:p>
    <w:p w:rsidR="00294BA7" w:rsidRDefault="00294BA7" w:rsidP="00294BA7">
      <w:pPr>
        <w:pStyle w:val="libNormal"/>
      </w:pPr>
      <w:r>
        <w:t xml:space="preserve">If one recites Surah </w:t>
      </w:r>
      <w:r w:rsidRPr="00294BA7">
        <w:rPr>
          <w:rStyle w:val="libItalicChar"/>
        </w:rPr>
        <w:t>Al</w:t>
      </w:r>
      <w:r w:rsidR="002E452F">
        <w:rPr>
          <w:rStyle w:val="libItalicChar"/>
        </w:rPr>
        <w:t>-</w:t>
      </w:r>
      <w:r w:rsidRPr="00294BA7">
        <w:rPr>
          <w:rStyle w:val="libItalicChar"/>
        </w:rPr>
        <w:t>Muzzammil</w:t>
      </w:r>
      <w:r>
        <w:t xml:space="preserve"> he or she will get the guidance in dream for solving the problems.</w:t>
      </w:r>
    </w:p>
    <w:p w:rsidR="00294BA7" w:rsidRPr="00294BA7" w:rsidRDefault="00294BA7" w:rsidP="00294BA7">
      <w:pPr>
        <w:pStyle w:val="libNormal"/>
        <w:rPr>
          <w:rStyle w:val="libUnderlineChar"/>
        </w:rPr>
      </w:pPr>
      <w:r>
        <w:t xml:space="preserve">On the </w:t>
      </w:r>
      <w:r w:rsidRPr="00294BA7">
        <w:rPr>
          <w:rStyle w:val="libUnderlineChar"/>
        </w:rPr>
        <w:t>eve of Friday</w:t>
      </w:r>
      <w:r>
        <w:t xml:space="preserve"> pray </w:t>
      </w:r>
      <w:r w:rsidRPr="00294BA7">
        <w:rPr>
          <w:rStyle w:val="libItalicChar"/>
        </w:rPr>
        <w:t>2 rak’at Namaaz</w:t>
      </w:r>
      <w:r>
        <w:t xml:space="preserve">, then recite </w:t>
      </w:r>
      <w:r w:rsidRPr="00294BA7">
        <w:rPr>
          <w:rStyle w:val="libItalicChar"/>
        </w:rPr>
        <w:t>15</w:t>
      </w:r>
      <w:r>
        <w:t xml:space="preserve"> </w:t>
      </w:r>
      <w:r w:rsidRPr="00294BA7">
        <w:rPr>
          <w:rStyle w:val="libItalicChar"/>
        </w:rPr>
        <w:t>Salawaat</w:t>
      </w:r>
      <w:r>
        <w:t xml:space="preserve">, then recite this Duaa </w:t>
      </w:r>
      <w:r w:rsidRPr="00294BA7">
        <w:t>(</w:t>
      </w:r>
      <w:r w:rsidRPr="00294BA7">
        <w:rPr>
          <w:rStyle w:val="libItalicChar"/>
        </w:rPr>
        <w:t>Ilaahee Kayfa Ad’ooka</w:t>
      </w:r>
      <w:r>
        <w:t>…given here: Ilaahee Kayfa Ad’ooka Wa Anaa Anaa Wa Kayfa Aqtwaoo Rajaa’ee Minka Wa Anta Anta, Ilaahee Idh Lam As’aluka Fa Tu’tweenee Fa Man Dhal</w:t>
      </w:r>
      <w:r w:rsidR="002E452F">
        <w:t>-</w:t>
      </w:r>
      <w:r>
        <w:t>Ladhee As’aluhu Fayu’tweenee, Ilaahee Idhaa Lam Ad’ooka Fatastabeebu Lee, Faman Dhal</w:t>
      </w:r>
      <w:r w:rsidR="002E452F">
        <w:t>-</w:t>
      </w:r>
      <w:r>
        <w:t>Ladhee Ad’oohu Fayastajeebu Lee, Ilaahee Idhaa Lam Atadhwarraoo Ilayka Fatarhamunee, Faman Dhal</w:t>
      </w:r>
      <w:r w:rsidR="002E452F">
        <w:t>-</w:t>
      </w:r>
      <w:r>
        <w:t>Ladhee Atadhwarraoo Ilayhi Fayarhamunee, Ilaahee Fakamaa Falaqtal Bahra Li Moosaa Alayhissalaamu Wa Najjaytahoo, As’aluka An Tuswalli Alaa Muhammadin Wa Aali Muhammad Wa An Tunjiyanee Mimmaa Anaa Feehi Wa Tafarrija Annee Farajan Aajilan Ghayra Aajilin Bi</w:t>
      </w:r>
      <w:r w:rsidR="002E452F">
        <w:t>-</w:t>
      </w:r>
      <w:r>
        <w:t>Fadhlika Bi</w:t>
      </w:r>
      <w:r w:rsidR="002E452F">
        <w:t>-</w:t>
      </w:r>
      <w:r>
        <w:t>Rahmatika Yaa Arhamar</w:t>
      </w:r>
      <w:r w:rsidR="002E452F">
        <w:t>-</w:t>
      </w:r>
      <w:r>
        <w:t xml:space="preserve">Raahimeen. And then finally recite </w:t>
      </w:r>
      <w:r w:rsidRPr="00294BA7">
        <w:rPr>
          <w:rStyle w:val="libItalicChar"/>
        </w:rPr>
        <w:t>15 Salawaat</w:t>
      </w:r>
      <w:r>
        <w:t xml:space="preserve">, then request for your </w:t>
      </w:r>
      <w:r w:rsidRPr="00294BA7">
        <w:rPr>
          <w:rStyle w:val="libItalicChar"/>
        </w:rPr>
        <w:t>Haajat.</w:t>
      </w:r>
    </w:p>
    <w:p w:rsidR="00294BA7" w:rsidRDefault="00294BA7" w:rsidP="00294BA7">
      <w:pPr>
        <w:pStyle w:val="libNormal"/>
      </w:pPr>
      <w:r>
        <w:t xml:space="preserve">Reciting 7 times </w:t>
      </w:r>
      <w:r w:rsidRPr="00294BA7">
        <w:rPr>
          <w:rStyle w:val="libItalicChar"/>
        </w:rPr>
        <w:t xml:space="preserve">Naade </w:t>
      </w:r>
      <w:r w:rsidR="002E452F">
        <w:rPr>
          <w:rStyle w:val="libItalicChar"/>
        </w:rPr>
        <w:t>-</w:t>
      </w:r>
      <w:r w:rsidRPr="00294BA7">
        <w:rPr>
          <w:rStyle w:val="libItalicChar"/>
        </w:rPr>
        <w:t xml:space="preserve"> Aliyyan</w:t>
      </w:r>
      <w:r>
        <w:t xml:space="preserve"> [*] also brings much blessings.</w:t>
      </w:r>
    </w:p>
    <w:p w:rsidR="00294BA7" w:rsidRDefault="00294BA7" w:rsidP="00294BA7">
      <w:pPr>
        <w:pStyle w:val="libNormal"/>
      </w:pPr>
      <w:r>
        <w:t xml:space="preserve">On any </w:t>
      </w:r>
      <w:r w:rsidRPr="00294BA7">
        <w:rPr>
          <w:rStyle w:val="libItalicChar"/>
        </w:rPr>
        <w:t>Sunday</w:t>
      </w:r>
      <w:r>
        <w:t xml:space="preserve"> perform </w:t>
      </w:r>
      <w:r w:rsidRPr="00294BA7">
        <w:rPr>
          <w:rStyle w:val="libUnderlineChar"/>
        </w:rPr>
        <w:t>Sunnat Ghusl, do Wudhoo, apply some good scent,</w:t>
      </w:r>
      <w:r>
        <w:t xml:space="preserve"> then recite 100 times </w:t>
      </w:r>
      <w:r w:rsidRPr="00294BA7">
        <w:rPr>
          <w:rStyle w:val="libItalicChar"/>
        </w:rPr>
        <w:t xml:space="preserve">Salawaat </w:t>
      </w:r>
      <w:r>
        <w:t xml:space="preserve">followed by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Durrood</w:t>
      </w:r>
      <w:r w:rsidR="002E452F">
        <w:rPr>
          <w:rStyle w:val="libItalicChar"/>
        </w:rPr>
        <w:t>-</w:t>
      </w:r>
      <w:r w:rsidRPr="00294BA7">
        <w:rPr>
          <w:rStyle w:val="libItalicChar"/>
        </w:rPr>
        <w:t>e</w:t>
      </w:r>
      <w:r w:rsidR="002E452F">
        <w:rPr>
          <w:rStyle w:val="libItalicChar"/>
        </w:rPr>
        <w:t>-</w:t>
      </w:r>
      <w:r w:rsidRPr="00294BA7">
        <w:rPr>
          <w:rStyle w:val="libItalicChar"/>
        </w:rPr>
        <w:t>Toosi</w:t>
      </w:r>
      <w:r>
        <w:t xml:space="preserve"> (refer </w:t>
      </w:r>
      <w:r w:rsidRPr="00294BA7">
        <w:rPr>
          <w:rStyle w:val="libUnderlineChar"/>
        </w:rPr>
        <w:t>Majmooa</w:t>
      </w:r>
      <w:r>
        <w:t xml:space="preserve">), then recite 100 </w:t>
      </w:r>
      <w:r w:rsidRPr="00294BA7">
        <w:rPr>
          <w:rStyle w:val="libItalicChar"/>
        </w:rPr>
        <w:t xml:space="preserve">Salawaat </w:t>
      </w:r>
      <w:r>
        <w:t xml:space="preserve">again, this A’amaal should be carried on </w:t>
      </w:r>
      <w:r w:rsidRPr="00294BA7">
        <w:rPr>
          <w:rStyle w:val="libUnderlineChar"/>
        </w:rPr>
        <w:t>everyday upto next Sunday</w:t>
      </w:r>
      <w:r>
        <w:t>. Inshaa</w:t>
      </w:r>
      <w:r w:rsidR="002E452F">
        <w:t>-</w:t>
      </w:r>
      <w:r>
        <w:t>Allah your lawful Haajat will be answered.</w:t>
      </w:r>
    </w:p>
    <w:p w:rsidR="00294BA7" w:rsidRDefault="00294BA7" w:rsidP="00294BA7">
      <w:pPr>
        <w:pStyle w:val="libNormal"/>
      </w:pPr>
      <w:r>
        <w:t xml:space="preserve">Pray </w:t>
      </w:r>
      <w:r w:rsidRPr="00294BA7">
        <w:rPr>
          <w:rStyle w:val="libUnderlineChar"/>
        </w:rPr>
        <w:t>2 rak’at Namaaz</w:t>
      </w:r>
      <w:r>
        <w:t xml:space="preserve"> in this method;</w:t>
      </w:r>
      <w:r w:rsidR="002E452F">
        <w:t>-</w:t>
      </w:r>
      <w:r>
        <w:t xml:space="preserve"> niyyat of Haajat, start as usual Namaaz, when you reach </w:t>
      </w:r>
      <w:r w:rsidRPr="00294BA7">
        <w:rPr>
          <w:rStyle w:val="libItalicChar"/>
        </w:rPr>
        <w:t>Iyyaka Na’abudoo Wa Iyyaka Nasta’een</w:t>
      </w:r>
      <w:r>
        <w:t xml:space="preserve"> repeat this Aayat </w:t>
      </w:r>
      <w:r w:rsidRPr="00294BA7">
        <w:rPr>
          <w:rStyle w:val="libUnderlineChar"/>
        </w:rPr>
        <w:t>100 times</w:t>
      </w:r>
      <w:r>
        <w:t xml:space="preserve"> and then carry on as usual </w:t>
      </w:r>
      <w:r w:rsidRPr="00294BA7">
        <w:rPr>
          <w:rStyle w:val="libItalicChar"/>
        </w:rPr>
        <w:t xml:space="preserve">In Rukoo and Sajdah repeat their Zikr 7 times </w:t>
      </w:r>
      <w:r>
        <w:t xml:space="preserve">In both rak’at do the same as first rak’at. Finally recite 100 </w:t>
      </w:r>
      <w:r w:rsidRPr="00294BA7">
        <w:rPr>
          <w:rStyle w:val="libItalicChar"/>
        </w:rPr>
        <w:t>Salawaat</w:t>
      </w:r>
      <w:r>
        <w:t xml:space="preserve"> then sit to write </w:t>
      </w:r>
      <w:r w:rsidRPr="00F83CC6">
        <w:rPr>
          <w:rStyle w:val="libBold1Char"/>
        </w:rPr>
        <w:t>Areeza</w:t>
      </w:r>
      <w:r>
        <w:t xml:space="preserve"> to the Imam of the Age A.F. </w:t>
      </w:r>
      <w:r>
        <w:lastRenderedPageBreak/>
        <w:t xml:space="preserve">When the Areeza is written put it in the Holy Qur’an in </w:t>
      </w:r>
      <w:r w:rsidRPr="00294BA7">
        <w:t>Surah An</w:t>
      </w:r>
      <w:r w:rsidR="002E452F">
        <w:t>-</w:t>
      </w:r>
      <w:r w:rsidRPr="00294BA7">
        <w:t>Noor</w:t>
      </w:r>
      <w:r>
        <w:t xml:space="preserve"> Finally take out the Areeza and put it in water. Inshaa</w:t>
      </w:r>
      <w:r w:rsidR="002E452F">
        <w:t>-</w:t>
      </w:r>
      <w:r>
        <w:t>Allah the problem will be solved instantly.</w:t>
      </w:r>
    </w:p>
    <w:p w:rsidR="00294BA7" w:rsidRDefault="00294BA7" w:rsidP="00294BA7">
      <w:pPr>
        <w:pStyle w:val="libNormal"/>
      </w:pPr>
      <w:r>
        <w:t xml:space="preserve">It is also said that when one looks at the </w:t>
      </w:r>
      <w:r w:rsidRPr="00294BA7">
        <w:rPr>
          <w:rStyle w:val="libItalicChar"/>
        </w:rPr>
        <w:t>new moon</w:t>
      </w:r>
      <w:r>
        <w:t xml:space="preserve"> crescent and recite 3 </w:t>
      </w:r>
      <w:r w:rsidRPr="00294BA7">
        <w:rPr>
          <w:rStyle w:val="libItalicChar"/>
        </w:rPr>
        <w:t xml:space="preserve">Salawaat </w:t>
      </w:r>
      <w:r>
        <w:t>and begs Allaah for his need he will not be turned away disappointed.</w:t>
      </w:r>
    </w:p>
    <w:p w:rsidR="00294BA7" w:rsidRDefault="00294BA7" w:rsidP="00294BA7">
      <w:pPr>
        <w:pStyle w:val="libNormal"/>
      </w:pPr>
      <w:r>
        <w:t xml:space="preserve">The one who recited </w:t>
      </w:r>
      <w:r w:rsidRPr="00294BA7">
        <w:rPr>
          <w:rStyle w:val="libItalicChar"/>
        </w:rPr>
        <w:t>Al</w:t>
      </w:r>
      <w:r w:rsidR="002E452F">
        <w:rPr>
          <w:rStyle w:val="libItalicChar"/>
        </w:rPr>
        <w:t>-</w:t>
      </w:r>
      <w:r w:rsidRPr="00294BA7">
        <w:rPr>
          <w:rStyle w:val="libItalicChar"/>
        </w:rPr>
        <w:t>Kaafiya</w:t>
      </w:r>
      <w:r>
        <w:t xml:space="preserve"> shall not be in need of anyone except Allaah (S.W.T.)</w:t>
      </w:r>
    </w:p>
    <w:p w:rsidR="00294BA7" w:rsidRDefault="00294BA7" w:rsidP="00294BA7">
      <w:pPr>
        <w:pStyle w:val="libNormal"/>
      </w:pPr>
      <w:r>
        <w:t xml:space="preserve">If one recites </w:t>
      </w:r>
      <w:r w:rsidRPr="00294BA7">
        <w:rPr>
          <w:rStyle w:val="libItalicChar"/>
        </w:rPr>
        <w:t>Surah Az</w:t>
      </w:r>
      <w:r w:rsidR="002E452F">
        <w:rPr>
          <w:rStyle w:val="libItalicChar"/>
        </w:rPr>
        <w:t>-</w:t>
      </w:r>
      <w:r w:rsidRPr="00294BA7">
        <w:rPr>
          <w:rStyle w:val="libItalicChar"/>
        </w:rPr>
        <w:t>Zumur</w:t>
      </w:r>
      <w:r>
        <w:t xml:space="preserve"> then most certainly Allaah will fulfill his/her demands.</w:t>
      </w:r>
    </w:p>
    <w:p w:rsidR="00294BA7" w:rsidRDefault="00294BA7" w:rsidP="00294BA7">
      <w:pPr>
        <w:pStyle w:val="libNormal"/>
      </w:pPr>
      <w:r>
        <w:t xml:space="preserve">Recitation of </w:t>
      </w:r>
      <w:r w:rsidRPr="00294BA7">
        <w:rPr>
          <w:rStyle w:val="libItalicChar"/>
        </w:rPr>
        <w:t>Surah At</w:t>
      </w:r>
      <w:r w:rsidR="002E452F">
        <w:rPr>
          <w:rStyle w:val="libItalicChar"/>
        </w:rPr>
        <w:t>-</w:t>
      </w:r>
      <w:r w:rsidRPr="00294BA7">
        <w:rPr>
          <w:rStyle w:val="libItalicChar"/>
        </w:rPr>
        <w:t>Toor, Surah As</w:t>
      </w:r>
      <w:r w:rsidR="002E452F">
        <w:rPr>
          <w:rStyle w:val="libItalicChar"/>
        </w:rPr>
        <w:t>-</w:t>
      </w:r>
      <w:r w:rsidRPr="00294BA7">
        <w:rPr>
          <w:rStyle w:val="libItalicChar"/>
        </w:rPr>
        <w:t>Sabaa and Surah Al</w:t>
      </w:r>
      <w:r w:rsidR="002E452F">
        <w:rPr>
          <w:rStyle w:val="libItalicChar"/>
        </w:rPr>
        <w:t>-</w:t>
      </w:r>
      <w:r w:rsidRPr="00294BA7">
        <w:rPr>
          <w:rStyle w:val="libItalicChar"/>
        </w:rPr>
        <w:t>Faatir</w:t>
      </w:r>
      <w:r>
        <w:t xml:space="preserve"> brings the blessings of this world and of the Hereafter.</w:t>
      </w:r>
    </w:p>
    <w:p w:rsidR="00294BA7" w:rsidRDefault="00294BA7" w:rsidP="00294BA7">
      <w:pPr>
        <w:pStyle w:val="libNormal"/>
      </w:pPr>
      <w:r>
        <w:t>It is very effective to recite this before Namaaz, before Duaa or before beseacing for a need</w:t>
      </w:r>
      <w:r w:rsidRPr="00294BA7">
        <w:rPr>
          <w:rStyle w:val="libItalicChar"/>
        </w:rPr>
        <w:t>: Wa</w:t>
      </w:r>
      <w:r>
        <w:t xml:space="preserve"> </w:t>
      </w:r>
      <w:r w:rsidRPr="00294BA7">
        <w:rPr>
          <w:rStyle w:val="libItalicChar"/>
        </w:rPr>
        <w:t>Idhaa Sa’alaka Ibaadee Annee Fa Innee Qareeb Ujeebu Da’awatad Daaee Idhaa Da’aanee, Fal Yastajeeboo Lee Wal Yu’minoo bee La’allahum Yarshudoon</w:t>
      </w:r>
      <w:r>
        <w:t>. Recite this 7 or 70 or 700 times.</w:t>
      </w:r>
    </w:p>
    <w:p w:rsidR="00294BA7" w:rsidRPr="00294BA7" w:rsidRDefault="00294BA7" w:rsidP="00294BA7">
      <w:pPr>
        <w:pStyle w:val="libNormal"/>
        <w:rPr>
          <w:rStyle w:val="libItalicChar"/>
        </w:rPr>
      </w:pPr>
      <w:r>
        <w:t>Recite 72 times:</w:t>
      </w:r>
      <w:r w:rsidRPr="00294BA7">
        <w:rPr>
          <w:rStyle w:val="libItalicChar"/>
        </w:rPr>
        <w:t xml:space="preserve"> Yaa Sayyidanal Kareem Najjina Wa Khallisnaa Bihaqqi Bismillaahirrahmaanirraheem, </w:t>
      </w:r>
      <w:r>
        <w:t>and then recite 70 times:</w:t>
      </w:r>
      <w:r w:rsidRPr="00294BA7">
        <w:rPr>
          <w:rStyle w:val="libItalicChar"/>
        </w:rPr>
        <w:t xml:space="preserve"> Allaahu Lateefun Bi Ibaadihee Yarzuqu Manyashaau Wa Huwal Qawiyyul Azeez.</w:t>
      </w:r>
    </w:p>
    <w:p w:rsidR="00294BA7" w:rsidRDefault="00294BA7" w:rsidP="00294BA7">
      <w:pPr>
        <w:pStyle w:val="libNormal"/>
      </w:pPr>
      <w:r>
        <w:t xml:space="preserve">When you are disperate and in need of </w:t>
      </w:r>
      <w:r w:rsidRPr="00F83CC6">
        <w:rPr>
          <w:rStyle w:val="libBold1Char"/>
        </w:rPr>
        <w:t>urgent help</w:t>
      </w:r>
      <w:r>
        <w:t xml:space="preserve"> recite 70 times: </w:t>
      </w:r>
      <w:r w:rsidRPr="00294BA7">
        <w:rPr>
          <w:rStyle w:val="libItalicChar"/>
        </w:rPr>
        <w:t>Yaa Allaah, Yaa Muhammad, Yaa Ali, Yaa Fatima, Yaa Swaahibuz Zamaan Adriqnee Walaa Tulhiqnee.</w:t>
      </w:r>
    </w:p>
    <w:p w:rsidR="00294BA7" w:rsidRDefault="00294BA7" w:rsidP="00294BA7">
      <w:pPr>
        <w:pStyle w:val="libNormal"/>
      </w:pPr>
      <w:r>
        <w:t>Pray 2 raka’t Namaz</w:t>
      </w:r>
      <w:r w:rsidR="002E452F">
        <w:t>-</w:t>
      </w:r>
      <w:r>
        <w:t>e</w:t>
      </w:r>
      <w:r w:rsidR="002E452F">
        <w:t>-</w:t>
      </w:r>
      <w:r>
        <w:t xml:space="preserve">Haajat, then recite 110 times </w:t>
      </w:r>
      <w:r w:rsidRPr="00294BA7">
        <w:rPr>
          <w:rStyle w:val="libItalicChar"/>
        </w:rPr>
        <w:t>Salawaat</w:t>
      </w:r>
      <w:r>
        <w:t xml:space="preserve">, then </w:t>
      </w:r>
      <w:r w:rsidRPr="00294BA7">
        <w:rPr>
          <w:rStyle w:val="libUnderlineChar"/>
        </w:rPr>
        <w:t>1570 times</w:t>
      </w:r>
      <w:r>
        <w:t xml:space="preserve"> </w:t>
      </w:r>
      <w:r w:rsidRPr="00294BA7">
        <w:rPr>
          <w:rStyle w:val="libItalicChar"/>
        </w:rPr>
        <w:t>Yaa Ali,</w:t>
      </w:r>
      <w:r>
        <w:t xml:space="preserve"> then beseech your Haajat, then 10 times </w:t>
      </w:r>
      <w:r w:rsidRPr="00294BA7">
        <w:rPr>
          <w:rStyle w:val="libItalicChar"/>
        </w:rPr>
        <w:t>Yaa Ali</w:t>
      </w:r>
      <w:r>
        <w:t xml:space="preserve"> and 10 times </w:t>
      </w:r>
      <w:r w:rsidRPr="00294BA7">
        <w:rPr>
          <w:rStyle w:val="libItalicChar"/>
        </w:rPr>
        <w:t>Salawaat.</w:t>
      </w:r>
    </w:p>
    <w:p w:rsidR="00294BA7" w:rsidRDefault="00294BA7" w:rsidP="00294BA7">
      <w:pPr>
        <w:pStyle w:val="libNormal"/>
      </w:pPr>
      <w:r>
        <w:t xml:space="preserve">When problems and tribulations have reached the extreme, perform </w:t>
      </w:r>
      <w:r w:rsidRPr="00294BA7">
        <w:rPr>
          <w:rStyle w:val="libItalicChar"/>
        </w:rPr>
        <w:t>Sajdah</w:t>
      </w:r>
      <w:r>
        <w:t xml:space="preserve"> and recite this Duaa in it: </w:t>
      </w:r>
      <w:r w:rsidRPr="00294BA7">
        <w:rPr>
          <w:rStyle w:val="libItalicChar"/>
        </w:rPr>
        <w:t>Yaa Mudhilla Kulli Jabbaarin Yaa Mu’izza Kulli Dhaleelin Qad Wa Haqqiqa Balagha Majhoodee Fa Swalli Alaa Muhammadin Wa Aali Muhammad Wa Farrij Annee.</w:t>
      </w:r>
    </w:p>
    <w:p w:rsidR="00294BA7" w:rsidRDefault="00294BA7" w:rsidP="00294BA7">
      <w:pPr>
        <w:pStyle w:val="libNormal"/>
      </w:pPr>
      <w:r>
        <w:t>On Fridays after Namaaz</w:t>
      </w:r>
      <w:r w:rsidR="002E452F">
        <w:t>-</w:t>
      </w:r>
      <w:r>
        <w:t xml:space="preserve">Asr keep reciting </w:t>
      </w:r>
      <w:r w:rsidRPr="00294BA7">
        <w:rPr>
          <w:rStyle w:val="libItalicChar"/>
        </w:rPr>
        <w:t>Ar</w:t>
      </w:r>
      <w:r w:rsidR="002E452F">
        <w:rPr>
          <w:rStyle w:val="libItalicChar"/>
        </w:rPr>
        <w:t>-</w:t>
      </w:r>
      <w:r w:rsidRPr="00294BA7">
        <w:rPr>
          <w:rStyle w:val="libItalicChar"/>
        </w:rPr>
        <w:t>Raheemu</w:t>
      </w:r>
      <w:r>
        <w:t xml:space="preserve"> as many times as possible upto the Maghrib.</w:t>
      </w:r>
    </w:p>
    <w:p w:rsidR="00294BA7" w:rsidRPr="00294BA7" w:rsidRDefault="00294BA7" w:rsidP="00294BA7">
      <w:pPr>
        <w:pStyle w:val="libNormal"/>
        <w:rPr>
          <w:rStyle w:val="libItalicChar"/>
        </w:rPr>
      </w:pPr>
      <w:r>
        <w:t>It is stated that a person is never more nearer to Allaah than when he is in the state of Sajdah. So if you have to ask for something then ask in Sajdah. Perform a Sajda</w:t>
      </w:r>
      <w:r w:rsidR="002E452F">
        <w:t>-</w:t>
      </w:r>
      <w:r>
        <w:t>e</w:t>
      </w:r>
      <w:r w:rsidR="002E452F">
        <w:t>-</w:t>
      </w:r>
      <w:r>
        <w:t xml:space="preserve">Shukr and recite: </w:t>
      </w:r>
      <w:r w:rsidRPr="00294BA7">
        <w:rPr>
          <w:rStyle w:val="libItalicChar"/>
        </w:rPr>
        <w:t xml:space="preserve">Yaa Rabbal Arbaabi Wa Yaa Malikal Mulooki Wa Yaa Sayyidas Saadaati Wa Yaa Jabbaaral Jabaabirati Wa Yaa Ilaahal Aalihati Swalli Alaa Muhammadin Wa Aali Muhammad, </w:t>
      </w:r>
      <w:r>
        <w:t xml:space="preserve">then beseech your Haajat, then recite </w:t>
      </w:r>
      <w:r w:rsidR="002E452F">
        <w:t>-</w:t>
      </w:r>
      <w:r>
        <w:t xml:space="preserve"> </w:t>
      </w:r>
      <w:r w:rsidRPr="00294BA7">
        <w:rPr>
          <w:rStyle w:val="libItalicChar"/>
        </w:rPr>
        <w:t>Fa Innee Abduka Naasiyatee Fee Qabdhatika.</w:t>
      </w:r>
    </w:p>
    <w:p w:rsidR="00294BA7" w:rsidRPr="00294BA7" w:rsidRDefault="00294BA7" w:rsidP="00294BA7">
      <w:pPr>
        <w:pStyle w:val="libNormal"/>
        <w:rPr>
          <w:rStyle w:val="libItalicChar"/>
        </w:rPr>
      </w:pPr>
      <w:r>
        <w:t xml:space="preserve">An excellent Duaa for gaining success: </w:t>
      </w:r>
      <w:r w:rsidRPr="00294BA7">
        <w:rPr>
          <w:rStyle w:val="libItalicChar"/>
        </w:rPr>
        <w:t>Allaahumma In Kaanat Dhunoobee Qad Akhlaqat Wajhee Indaka Fa Innee Atawajjahu Ilayka Bi Nabiyyika Nabiyyir Rahmati Muhammadin Swallallaahu Alayhi Wa Aalihi Wa Aliyyin Wa Fatimata Wal Hasani Wal Husayni Wal Aimmati Alayhimus Salaam.</w:t>
      </w:r>
    </w:p>
    <w:p w:rsidR="00294BA7" w:rsidRPr="00294BA7" w:rsidRDefault="00294BA7" w:rsidP="00294BA7">
      <w:pPr>
        <w:pStyle w:val="libNormal"/>
        <w:rPr>
          <w:rStyle w:val="libItalicChar"/>
        </w:rPr>
      </w:pPr>
      <w:r>
        <w:t xml:space="preserve">Before retiring to bed if one recites these Surahs of the Holy Qur’an, he/she shall not depart from this world without meeting the Imam A.F. and if atall death comes he/she will be in the neighbour of the Holy Prophet (S.A.)W.W: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Hadeed, S.Hashr, S.Saff, S.Jumuah, S.Taghaaboon, and S.A’alaa.</w:t>
      </w:r>
    </w:p>
    <w:p w:rsidR="00294BA7" w:rsidRDefault="00294BA7" w:rsidP="00294BA7">
      <w:pPr>
        <w:pStyle w:val="libNormal"/>
      </w:pPr>
      <w:r>
        <w:t xml:space="preserve">To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Innaa Anzalna</w:t>
      </w:r>
      <w:r>
        <w:t xml:space="preserve"> 10 times erases 1000 sins. One who recites it loudly is like martyr who performs Jihaad in the way of Allaah.</w:t>
      </w:r>
    </w:p>
    <w:p w:rsidR="00294BA7" w:rsidRDefault="00294BA7" w:rsidP="00294BA7">
      <w:pPr>
        <w:pStyle w:val="libNormal"/>
      </w:pPr>
      <w:r>
        <w:t xml:space="preserve">To remain safe from problems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Ikhlaas</w:t>
      </w:r>
      <w:r>
        <w:t xml:space="preserve"> on your right, left, front, back, up and down. </w:t>
      </w:r>
    </w:p>
    <w:p w:rsidR="00294BA7" w:rsidRDefault="00294BA7" w:rsidP="00294BA7">
      <w:pPr>
        <w:pStyle w:val="libNormal"/>
      </w:pPr>
      <w:r>
        <w:t xml:space="preserve">To remain safe from earth quack and lightening always recite </w:t>
      </w:r>
      <w:r w:rsidRPr="00294BA7">
        <w:rPr>
          <w:rStyle w:val="libItalicChar"/>
        </w:rPr>
        <w:t>Sura</w:t>
      </w:r>
      <w:r w:rsidR="002E452F">
        <w:rPr>
          <w:rStyle w:val="libItalicChar"/>
        </w:rPr>
        <w:t>-</w:t>
      </w:r>
      <w:r w:rsidRPr="00294BA7">
        <w:rPr>
          <w:rStyle w:val="libItalicChar"/>
        </w:rPr>
        <w:t>e</w:t>
      </w:r>
      <w:r w:rsidR="002E452F">
        <w:rPr>
          <w:rStyle w:val="libItalicChar"/>
        </w:rPr>
        <w:t>-</w:t>
      </w:r>
      <w:r w:rsidRPr="00294BA7">
        <w:rPr>
          <w:rStyle w:val="libItalicChar"/>
        </w:rPr>
        <w:t>Zilzaal</w:t>
      </w:r>
      <w:r>
        <w:t>, especially in Naafila Namaaz.</w:t>
      </w:r>
    </w:p>
    <w:p w:rsidR="00294BA7" w:rsidRDefault="00294BA7" w:rsidP="00294BA7">
      <w:pPr>
        <w:pStyle w:val="libNormal"/>
      </w:pPr>
      <w:r>
        <w:t xml:space="preserve">To gain spiritual strength recite </w:t>
      </w:r>
      <w:r w:rsidRPr="00294BA7">
        <w:rPr>
          <w:rStyle w:val="libItalicChar"/>
        </w:rPr>
        <w:t>Al</w:t>
      </w:r>
      <w:r w:rsidR="002E452F">
        <w:rPr>
          <w:rStyle w:val="libItalicChar"/>
        </w:rPr>
        <w:t>-</w:t>
      </w:r>
      <w:r w:rsidRPr="00294BA7">
        <w:rPr>
          <w:rStyle w:val="libItalicChar"/>
        </w:rPr>
        <w:t>Adhweemu</w:t>
      </w:r>
      <w:r>
        <w:t xml:space="preserve"> abundantly.</w:t>
      </w:r>
    </w:p>
    <w:p w:rsidR="002E452F" w:rsidRDefault="002E452F" w:rsidP="00294BA7">
      <w:pPr>
        <w:pStyle w:val="libLine"/>
      </w:pPr>
      <w:r>
        <w:br w:type="page"/>
      </w:r>
    </w:p>
    <w:p w:rsidR="002E452F" w:rsidRDefault="002E452F" w:rsidP="002E452F">
      <w:pPr>
        <w:pStyle w:val="Heading1Center"/>
      </w:pPr>
      <w:bookmarkStart w:id="7" w:name="_Toc420238081"/>
      <w:r w:rsidRPr="002E452F">
        <w:lastRenderedPageBreak/>
        <w:t>WUSAT-E-RIZQ (ABUNDANCE) AND QAZAA-E-DAYN</w:t>
      </w:r>
      <w:bookmarkEnd w:id="7"/>
    </w:p>
    <w:p w:rsidR="00294BA7" w:rsidRDefault="00294BA7" w:rsidP="00294BA7">
      <w:pPr>
        <w:pStyle w:val="libNormal"/>
      </w:pPr>
      <w:r>
        <w:t>The Holy Prophet (S.A.W.W.) said:</w:t>
      </w:r>
    </w:p>
    <w:p w:rsidR="00294BA7" w:rsidRDefault="00294BA7" w:rsidP="00294BA7">
      <w:pPr>
        <w:pStyle w:val="libItalic"/>
      </w:pPr>
      <w:r>
        <w:t>Prosperity and affluence helps a person to be protected from sins and become pious.</w:t>
      </w:r>
    </w:p>
    <w:p w:rsidR="00294BA7" w:rsidRDefault="00294BA7" w:rsidP="00294BA7">
      <w:pPr>
        <w:pStyle w:val="libItalic"/>
      </w:pPr>
      <w:r>
        <w:t>Earn the Hearafter from this world.</w:t>
      </w:r>
    </w:p>
    <w:p w:rsidR="00294BA7" w:rsidRDefault="00294BA7" w:rsidP="00294BA7">
      <w:pPr>
        <w:pStyle w:val="libItalic"/>
      </w:pPr>
      <w:r>
        <w:t>The one who puts his load to others and is dependent on them for his family’s rizq, is an accursed person.</w:t>
      </w:r>
    </w:p>
    <w:p w:rsidR="00294BA7" w:rsidRDefault="00294BA7" w:rsidP="00294BA7">
      <w:pPr>
        <w:pStyle w:val="libItalic"/>
      </w:pPr>
      <w:r>
        <w:t>There are 70 stages of Ibaadah and the best of them is to earn the living by Halaal means. Go for business early in the morning after sun</w:t>
      </w:r>
      <w:r w:rsidR="002E452F">
        <w:t>-</w:t>
      </w:r>
      <w:r>
        <w:t>rise).</w:t>
      </w:r>
    </w:p>
    <w:p w:rsidR="00294BA7" w:rsidRDefault="00294BA7" w:rsidP="00294BA7">
      <w:pPr>
        <w:pStyle w:val="libNormal"/>
      </w:pPr>
      <w:r>
        <w:t>Imam Ali (A.S.) said:</w:t>
      </w:r>
    </w:p>
    <w:p w:rsidR="00294BA7" w:rsidRDefault="00294BA7" w:rsidP="00294BA7">
      <w:pPr>
        <w:pStyle w:val="libItalic"/>
      </w:pPr>
      <w:r>
        <w:t>Whoever starts to do trade/business without knowing the rules concerning it, then that will be counted as a business of INTREST. (ribaa / vyaaj)</w:t>
      </w:r>
    </w:p>
    <w:p w:rsidR="00294BA7" w:rsidRDefault="00294BA7" w:rsidP="00294BA7">
      <w:pPr>
        <w:pStyle w:val="Header"/>
      </w:pPr>
      <w:r>
        <w:t xml:space="preserve">Imaam Muhammad Baaqir (A.S.) said that when you go </w:t>
      </w:r>
      <w:r w:rsidRPr="00294BA7">
        <w:rPr>
          <w:rStyle w:val="libNormalChar"/>
        </w:rPr>
        <w:t>to the bazaar</w:t>
      </w:r>
      <w:r>
        <w:t xml:space="preserve"> recite this Duaa:</w:t>
      </w:r>
      <w:r w:rsidRPr="00F83CC6">
        <w:rPr>
          <w:rStyle w:val="libItalicChar"/>
        </w:rPr>
        <w:t xml:space="preserve"> Allaahumma Innee As’aluka Min Khayrihaa Wa Khayra Ahliha.</w:t>
      </w:r>
    </w:p>
    <w:p w:rsidR="00294BA7" w:rsidRPr="00F83CC6" w:rsidRDefault="00294BA7" w:rsidP="00294BA7">
      <w:pPr>
        <w:pStyle w:val="Header"/>
        <w:rPr>
          <w:rStyle w:val="libItalicChar"/>
        </w:rPr>
      </w:pPr>
      <w:r w:rsidRPr="00294BA7">
        <w:rPr>
          <w:rStyle w:val="libNormalChar"/>
        </w:rPr>
        <w:t>When you sit at your place of business recite this Duaa</w:t>
      </w:r>
      <w:r>
        <w:t xml:space="preserve">: </w:t>
      </w:r>
      <w:r w:rsidRPr="00F83CC6">
        <w:rPr>
          <w:rStyle w:val="libItalicChar"/>
        </w:rPr>
        <w:t xml:space="preserve"> Ash’hadu An</w:t>
      </w:r>
      <w:r w:rsidR="002E452F">
        <w:rPr>
          <w:rStyle w:val="libItalicChar"/>
        </w:rPr>
        <w:t>-</w:t>
      </w:r>
      <w:r w:rsidRPr="00F83CC6">
        <w:rPr>
          <w:rStyle w:val="libItalicChar"/>
        </w:rPr>
        <w:t>Laa Ilaaha Illaallahu Wahdahu Laa Shareeka Lahu, Wa Ash’hadu Anna Muhammad Swallallaahu Alayhi Wa Aalihi Abduhu Wa Rasooluhu. Allaahumma Innee As’aluka Min Fadhlika Rizqan Halaalan Twayyiban, Wa Aoodhu Bika Man Adhlima Aw Udhlima,Wa Aoodhu Bika Faskatin Khaasiratin, Wa Yameenin Qaazibatan.</w:t>
      </w:r>
    </w:p>
    <w:p w:rsidR="00294BA7" w:rsidRPr="00F83CC6" w:rsidRDefault="00294BA7" w:rsidP="00294BA7">
      <w:pPr>
        <w:pStyle w:val="Header"/>
        <w:rPr>
          <w:rStyle w:val="libItalicChar"/>
        </w:rPr>
      </w:pPr>
      <w:r>
        <w:t xml:space="preserve">Imaam Jaa’far Saadiq (A.S.) said that </w:t>
      </w:r>
      <w:r w:rsidRPr="00294BA7">
        <w:rPr>
          <w:rStyle w:val="libNormalChar"/>
        </w:rPr>
        <w:t>when you want to purchase</w:t>
      </w:r>
      <w:r>
        <w:t xml:space="preserve"> any commodity recite this Duaa 3 times: </w:t>
      </w:r>
      <w:r w:rsidRPr="00F83CC6">
        <w:rPr>
          <w:rStyle w:val="libItalicChar"/>
        </w:rPr>
        <w:t>Yaa Hayyu Yaa Qayyoomu Yaa Daa’imu Yaa Ra’oofu Yaa Raheemu, As’aluka Bi Izzatika Wa Qudratika Wamaa Ahaatwa Bihi Ilmuka, An Taqsima Lee Minat</w:t>
      </w:r>
      <w:r w:rsidR="002E452F">
        <w:rPr>
          <w:rStyle w:val="libItalicChar"/>
        </w:rPr>
        <w:t>-</w:t>
      </w:r>
      <w:r w:rsidRPr="00F83CC6">
        <w:rPr>
          <w:rStyle w:val="libItalicChar"/>
        </w:rPr>
        <w:t>Tijaaratil Yawmi A’adhwamaha Rizqan</w:t>
      </w:r>
      <w:r w:rsidR="002E452F">
        <w:rPr>
          <w:rStyle w:val="libItalicChar"/>
        </w:rPr>
        <w:t>-</w:t>
      </w:r>
      <w:r w:rsidRPr="00F83CC6">
        <w:rPr>
          <w:rStyle w:val="libItalicChar"/>
        </w:rPr>
        <w:t>Wa Awsa’aha Fadhlan Wa Khayraha Aakibatan, Fa Innahoo Laa Khayra Feemaa Laa Aakibata Lahoo.</w:t>
      </w:r>
    </w:p>
    <w:p w:rsidR="00294BA7" w:rsidRDefault="00294BA7" w:rsidP="00294BA7">
      <w:pPr>
        <w:pStyle w:val="libNormal"/>
      </w:pPr>
      <w:r>
        <w:t xml:space="preserve">On </w:t>
      </w:r>
      <w:r w:rsidRPr="00294BA7">
        <w:rPr>
          <w:rStyle w:val="libUnderlineChar"/>
        </w:rPr>
        <w:t>three consecutive Thursdays</w:t>
      </w:r>
      <w:r>
        <w:t xml:space="preserve">, at any time pray 2 rak’at </w:t>
      </w:r>
      <w:r w:rsidRPr="00294BA7">
        <w:rPr>
          <w:rStyle w:val="libItalicChar"/>
        </w:rPr>
        <w:t xml:space="preserve">Namaaz </w:t>
      </w:r>
      <w:r>
        <w:t xml:space="preserve">as usual and then recite </w:t>
      </w:r>
      <w:r w:rsidRPr="00294BA7">
        <w:rPr>
          <w:rStyle w:val="libItalicChar"/>
        </w:rPr>
        <w:t>Sura</w:t>
      </w:r>
      <w:r w:rsidR="002E452F">
        <w:rPr>
          <w:rStyle w:val="libItalicChar"/>
        </w:rPr>
        <w:t>-</w:t>
      </w:r>
      <w:r w:rsidRPr="00294BA7">
        <w:rPr>
          <w:rStyle w:val="libItalicChar"/>
        </w:rPr>
        <w:t>e</w:t>
      </w:r>
      <w:r w:rsidR="002E452F">
        <w:rPr>
          <w:rStyle w:val="libItalicChar"/>
        </w:rPr>
        <w:t>-</w:t>
      </w:r>
      <w:r w:rsidRPr="00294BA7">
        <w:rPr>
          <w:rStyle w:val="libItalicChar"/>
        </w:rPr>
        <w:t>Yaaseen</w:t>
      </w:r>
      <w:r>
        <w:t>.</w:t>
      </w:r>
    </w:p>
    <w:p w:rsidR="00294BA7" w:rsidRDefault="00294BA7" w:rsidP="00294BA7">
      <w:pPr>
        <w:pStyle w:val="libNormal"/>
      </w:pPr>
      <w:r>
        <w:t xml:space="preserve">Recitation of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Zumar</w:t>
      </w:r>
      <w:r>
        <w:t xml:space="preserve"> brings pleasant results in one’s lawful earnings and good for Haajaat also.</w:t>
      </w:r>
    </w:p>
    <w:p w:rsidR="00294BA7" w:rsidRDefault="00294BA7" w:rsidP="00294BA7">
      <w:pPr>
        <w:pStyle w:val="libNormal"/>
      </w:pPr>
      <w:r>
        <w:t>After any Wajib Namaaz recite Aaya</w:t>
      </w:r>
      <w:r w:rsidR="002E452F">
        <w:t>-</w:t>
      </w:r>
      <w:r>
        <w:t>e</w:t>
      </w:r>
      <w:r w:rsidR="002E452F">
        <w:t>-</w:t>
      </w:r>
      <w:r>
        <w:t>Mulk and then recite: “Yaa Rahmaanad</w:t>
      </w:r>
      <w:r w:rsidR="002E452F">
        <w:t>-</w:t>
      </w:r>
      <w:r>
        <w:t>Dunya Wal Aakhirati Wa Rahimhumaa Tu’tee Mantashaa’u Minhumaa Maa Tashaau Wa Tamnaoo Minhuma Maa Tashaau Iqdhee Annee Daynee.” The loan and debt shall be paid Inshaa’Allah.</w:t>
      </w:r>
    </w:p>
    <w:p w:rsidR="00294BA7" w:rsidRDefault="00294BA7" w:rsidP="00294BA7">
      <w:pPr>
        <w:pStyle w:val="libNormal"/>
      </w:pPr>
      <w:r>
        <w:t xml:space="preserve">On every </w:t>
      </w:r>
      <w:r w:rsidRPr="00294BA7">
        <w:rPr>
          <w:rStyle w:val="libUnderlineChar"/>
        </w:rPr>
        <w:t>Wednesday before noon</w:t>
      </w:r>
      <w:r>
        <w:t xml:space="preserve"> pray 2 rak’at </w:t>
      </w:r>
      <w:r w:rsidRPr="00294BA7">
        <w:rPr>
          <w:rStyle w:val="libItalicChar"/>
        </w:rPr>
        <w:t>Namaaz</w:t>
      </w:r>
      <w:r>
        <w:t xml:space="preserve"> as usual and finally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Kawsar</w:t>
      </w:r>
      <w:r>
        <w:t xml:space="preserve"> 40 times after completing the Namaaz.</w:t>
      </w:r>
    </w:p>
    <w:p w:rsidR="00294BA7" w:rsidRDefault="00294BA7" w:rsidP="00294BA7">
      <w:pPr>
        <w:pStyle w:val="libNormal"/>
      </w:pPr>
      <w:r>
        <w:t>After Namaaz</w:t>
      </w:r>
      <w:r w:rsidR="002E452F">
        <w:t>-</w:t>
      </w:r>
      <w:r>
        <w:t>e</w:t>
      </w:r>
      <w:r w:rsidR="002E452F">
        <w:t>-</w:t>
      </w:r>
      <w:r>
        <w:t>Maghrib and before Ishaa pray 2 rak’at Namaaz as usual but in its Qunoot recite: “Allaamumma Rabbanaa Anzil Alayna Maa’idatan Minas</w:t>
      </w:r>
      <w:r w:rsidR="002E452F">
        <w:t>-</w:t>
      </w:r>
      <w:r>
        <w:t>Samaa’i Takoonoo Lanaa Eedan Li Awwalina Wa Aakhirina Wa Aayatin Minka Warzuqnaa Wa Anta Khayrur</w:t>
      </w:r>
      <w:r w:rsidR="002E452F">
        <w:t>-</w:t>
      </w:r>
      <w:r>
        <w:t>Raaziqeen.”</w:t>
      </w:r>
    </w:p>
    <w:p w:rsidR="00294BA7" w:rsidRDefault="00294BA7" w:rsidP="00294BA7">
      <w:pPr>
        <w:pStyle w:val="libNormal"/>
      </w:pPr>
      <w:r>
        <w:t>For the increase in sustenance recite this Duaa every morning when going out to the work place: “Wa Man Yattiqillaaha Yaj’al Lahoo Makhrajan Wa Yarzuqhoo Min Haysu Laa Yahtasib, Wa Man Yatawaqqal Alallaahi Fahuwa Hasbuhoo Innallaaha Baalighu Amrihee, Qad Ja’alallaahu Li Kulli Shay’in Qadra.”</w:t>
      </w:r>
    </w:p>
    <w:p w:rsidR="00294BA7" w:rsidRDefault="00294BA7" w:rsidP="00294BA7">
      <w:pPr>
        <w:pStyle w:val="libNormal"/>
      </w:pPr>
      <w:r>
        <w:t xml:space="preserve">If one is in financial crisis and the debtors do not repay money, then this A’amaal will bestow the desired results. </w:t>
      </w:r>
      <w:r w:rsidRPr="00294BA7">
        <w:rPr>
          <w:rStyle w:val="libUnderlineChar"/>
        </w:rPr>
        <w:t>When you go for Hajj,</w:t>
      </w:r>
      <w:r>
        <w:t xml:space="preserve"> after completing all the Waajibat then perform some </w:t>
      </w:r>
      <w:r w:rsidRPr="00294BA7">
        <w:rPr>
          <w:rStyle w:val="libItalicChar"/>
        </w:rPr>
        <w:t xml:space="preserve">Tawaaf on behalf of Hazrat Abdul Muttalib (A.S.), Hazrat Abu Talib (A.S.), Hazrat Abdullah (A.S.), Bibi Aamina (S.A.), and Bibi Fatima binte Asad ((S.A.)) </w:t>
      </w:r>
      <w:r>
        <w:t>After praying Namaaz</w:t>
      </w:r>
      <w:r w:rsidR="002E452F">
        <w:t>-</w:t>
      </w:r>
      <w:r>
        <w:t>e</w:t>
      </w:r>
      <w:r w:rsidR="002E452F">
        <w:t>-</w:t>
      </w:r>
      <w:r>
        <w:t>Tawaaf ask Almighty for His kind help.</w:t>
      </w:r>
    </w:p>
    <w:p w:rsidR="00294BA7" w:rsidRDefault="00294BA7" w:rsidP="00294BA7">
      <w:pPr>
        <w:pStyle w:val="libNormal"/>
      </w:pPr>
      <w:r>
        <w:t xml:space="preserve">At night before going to bed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Hashr</w:t>
      </w:r>
      <w:r>
        <w:t xml:space="preserve"> and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Zaariyaat</w:t>
      </w:r>
      <w:r>
        <w:t>.</w:t>
      </w:r>
    </w:p>
    <w:p w:rsidR="00294BA7" w:rsidRDefault="00294BA7" w:rsidP="00294BA7">
      <w:pPr>
        <w:pStyle w:val="libNormal"/>
      </w:pPr>
      <w:r>
        <w:t xml:space="preserve">For prosperity recite </w:t>
      </w:r>
      <w:r w:rsidRPr="00294BA7">
        <w:rPr>
          <w:rStyle w:val="libItalicChar"/>
        </w:rPr>
        <w:t>Naadey Aliyyan</w:t>
      </w:r>
      <w:r>
        <w:t xml:space="preserve"> [*] 12 times every morning and evening.</w:t>
      </w:r>
    </w:p>
    <w:p w:rsidR="00294BA7" w:rsidRPr="00294BA7" w:rsidRDefault="00294BA7" w:rsidP="00294BA7">
      <w:pPr>
        <w:pStyle w:val="libNormal"/>
        <w:rPr>
          <w:rStyle w:val="libItalicChar"/>
        </w:rPr>
      </w:pPr>
      <w:r>
        <w:lastRenderedPageBreak/>
        <w:t xml:space="preserve">Whenever possible recite these Surahs of the Holy Qur’an in Wajib or Sunnat Namaaz: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Qaaf, Al</w:t>
      </w:r>
      <w:r w:rsidR="002E452F">
        <w:rPr>
          <w:rStyle w:val="libItalicChar"/>
        </w:rPr>
        <w:t>-</w:t>
      </w:r>
      <w:r w:rsidRPr="00294BA7">
        <w:rPr>
          <w:rStyle w:val="libItalicChar"/>
        </w:rPr>
        <w:t>Hadeed, Al</w:t>
      </w:r>
      <w:r w:rsidR="002E452F">
        <w:rPr>
          <w:rStyle w:val="libItalicChar"/>
        </w:rPr>
        <w:t>-</w:t>
      </w:r>
      <w:r w:rsidRPr="00294BA7">
        <w:rPr>
          <w:rStyle w:val="libItalicChar"/>
        </w:rPr>
        <w:t>Mujaadilah, Al</w:t>
      </w:r>
      <w:r w:rsidR="002E452F">
        <w:rPr>
          <w:rStyle w:val="libItalicChar"/>
        </w:rPr>
        <w:t>-</w:t>
      </w:r>
      <w:r w:rsidRPr="00294BA7">
        <w:rPr>
          <w:rStyle w:val="libItalicChar"/>
        </w:rPr>
        <w:t>Qalam, Al</w:t>
      </w:r>
      <w:r w:rsidR="002E452F">
        <w:rPr>
          <w:rStyle w:val="libItalicChar"/>
        </w:rPr>
        <w:t>-</w:t>
      </w:r>
      <w:r w:rsidRPr="00294BA7">
        <w:rPr>
          <w:rStyle w:val="libItalicChar"/>
        </w:rPr>
        <w:t>Humazah, and An</w:t>
      </w:r>
      <w:r w:rsidR="002E452F">
        <w:rPr>
          <w:rStyle w:val="libItalicChar"/>
        </w:rPr>
        <w:t>-</w:t>
      </w:r>
      <w:r w:rsidRPr="00294BA7">
        <w:rPr>
          <w:rStyle w:val="libItalicChar"/>
        </w:rPr>
        <w:t>Nasr.</w:t>
      </w:r>
    </w:p>
    <w:p w:rsidR="00294BA7" w:rsidRDefault="00294BA7" w:rsidP="00294BA7">
      <w:pPr>
        <w:pStyle w:val="libNormal"/>
      </w:pPr>
      <w:r>
        <w:t xml:space="preserve">It is beneficial to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TaaHaa</w:t>
      </w:r>
      <w:r>
        <w:t xml:space="preserve"> in the last portion of the night.</w:t>
      </w:r>
    </w:p>
    <w:p w:rsidR="00294BA7" w:rsidRDefault="00294BA7" w:rsidP="00294BA7">
      <w:pPr>
        <w:pStyle w:val="libNormal"/>
      </w:pPr>
      <w:r>
        <w:t xml:space="preserve">It is narrated that if you want to seek financial solutions then pray to Allaah by the </w:t>
      </w:r>
      <w:r w:rsidRPr="00294BA7">
        <w:rPr>
          <w:rStyle w:val="libItalicChar"/>
        </w:rPr>
        <w:t>Waseela of Imam Muhammad Taqee (A.S.)</w:t>
      </w:r>
      <w:r>
        <w:t xml:space="preserve"> There are Duaas, Ziyarat, and Ta’aveez of the said Imam written in Mafaatihul Jinaan.</w:t>
      </w:r>
    </w:p>
    <w:p w:rsidR="00294BA7" w:rsidRDefault="00294BA7" w:rsidP="00294BA7">
      <w:pPr>
        <w:pStyle w:val="libNormal"/>
      </w:pPr>
      <w:r>
        <w:t xml:space="preserve">To receive old outstanding amounts from the debtors recite </w:t>
      </w:r>
      <w:r w:rsidRPr="00294BA7">
        <w:rPr>
          <w:rStyle w:val="libItalicChar"/>
        </w:rPr>
        <w:t>Al</w:t>
      </w:r>
      <w:r w:rsidR="002E452F">
        <w:rPr>
          <w:rStyle w:val="libItalicChar"/>
        </w:rPr>
        <w:t>-</w:t>
      </w:r>
      <w:r w:rsidRPr="00294BA7">
        <w:rPr>
          <w:rStyle w:val="libItalicChar"/>
        </w:rPr>
        <w:t>Mudhillu</w:t>
      </w:r>
      <w:r>
        <w:t xml:space="preserve"> 770 times.</w:t>
      </w:r>
    </w:p>
    <w:p w:rsidR="00294BA7" w:rsidRDefault="00294BA7" w:rsidP="00294BA7">
      <w:pPr>
        <w:pStyle w:val="libNormal"/>
      </w:pPr>
      <w:r>
        <w:t xml:space="preserve">To get </w:t>
      </w:r>
      <w:r w:rsidRPr="00294BA7">
        <w:rPr>
          <w:rStyle w:val="libUnderlineChar"/>
        </w:rPr>
        <w:t>more then expectation</w:t>
      </w:r>
      <w:r>
        <w:t xml:space="preserve"> recite 308 times </w:t>
      </w:r>
      <w:r w:rsidRPr="00294BA7">
        <w:rPr>
          <w:rStyle w:val="libItalicChar"/>
        </w:rPr>
        <w:t>Ar</w:t>
      </w:r>
      <w:r w:rsidR="002E452F">
        <w:rPr>
          <w:rStyle w:val="libItalicChar"/>
        </w:rPr>
        <w:t>-</w:t>
      </w:r>
      <w:r w:rsidRPr="00294BA7">
        <w:rPr>
          <w:rStyle w:val="libItalicChar"/>
        </w:rPr>
        <w:t>Razzaaqu</w:t>
      </w:r>
      <w:r>
        <w:t>.</w:t>
      </w:r>
    </w:p>
    <w:p w:rsidR="00294BA7" w:rsidRDefault="00294BA7" w:rsidP="00294BA7">
      <w:pPr>
        <w:pStyle w:val="libNormal"/>
      </w:pPr>
      <w:r>
        <w:t xml:space="preserve">For eminence and advancement in business recite 351 times </w:t>
      </w:r>
      <w:r w:rsidRPr="00294BA7">
        <w:rPr>
          <w:rStyle w:val="libItalicChar"/>
        </w:rPr>
        <w:t>Ar</w:t>
      </w:r>
      <w:r w:rsidR="002E452F">
        <w:rPr>
          <w:rStyle w:val="libItalicChar"/>
        </w:rPr>
        <w:t>-</w:t>
      </w:r>
      <w:r w:rsidRPr="00294BA7">
        <w:rPr>
          <w:rStyle w:val="libItalicChar"/>
        </w:rPr>
        <w:t>Raafiu</w:t>
      </w:r>
      <w:r>
        <w:t xml:space="preserve"> daily.</w:t>
      </w:r>
    </w:p>
    <w:p w:rsidR="00294BA7" w:rsidRDefault="00294BA7" w:rsidP="00294BA7">
      <w:pPr>
        <w:pStyle w:val="libNormal"/>
      </w:pPr>
      <w:r>
        <w:t>After Namaaz</w:t>
      </w:r>
      <w:r w:rsidR="002E452F">
        <w:t>-</w:t>
      </w:r>
      <w:r>
        <w:t>e</w:t>
      </w:r>
      <w:r w:rsidR="002E452F">
        <w:t>-</w:t>
      </w:r>
      <w:r>
        <w:t>Sub’h recite 10 times: Sub’haanallaahil Adhweemi Wa Bi Hamdihee, Astaghfirullaah, Wa As’aluhoo Min Fadhlihi.</w:t>
      </w:r>
    </w:p>
    <w:p w:rsidR="00294BA7" w:rsidRDefault="00294BA7" w:rsidP="00294BA7">
      <w:pPr>
        <w:pStyle w:val="libNormal"/>
      </w:pPr>
      <w:r>
        <w:t xml:space="preserve">For abundance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Qadr</w:t>
      </w:r>
      <w:r>
        <w:t xml:space="preserve"> 100 times or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Falak</w:t>
      </w:r>
      <w:r>
        <w:t xml:space="preserve"> as many times as you can.</w:t>
      </w:r>
    </w:p>
    <w:p w:rsidR="00294BA7" w:rsidRDefault="00294BA7" w:rsidP="00294BA7">
      <w:pPr>
        <w:pStyle w:val="libNormal"/>
      </w:pPr>
      <w:r>
        <w:t xml:space="preserve">For the bumper harvest or unexpected abundance recite 1001 times </w:t>
      </w:r>
      <w:r w:rsidRPr="00294BA7">
        <w:rPr>
          <w:rStyle w:val="libItalicChar"/>
        </w:rPr>
        <w:t>Adh</w:t>
      </w:r>
      <w:r w:rsidR="002E452F">
        <w:rPr>
          <w:rStyle w:val="libItalicChar"/>
        </w:rPr>
        <w:t>-</w:t>
      </w:r>
      <w:r w:rsidRPr="00294BA7">
        <w:rPr>
          <w:rStyle w:val="libItalicChar"/>
        </w:rPr>
        <w:t xml:space="preserve">Dhaarroo, </w:t>
      </w:r>
      <w:r>
        <w:t xml:space="preserve">and 308 times </w:t>
      </w:r>
      <w:r w:rsidRPr="00294BA7">
        <w:rPr>
          <w:rStyle w:val="libItalicChar"/>
        </w:rPr>
        <w:t>Ar</w:t>
      </w:r>
      <w:r w:rsidR="002E452F">
        <w:rPr>
          <w:rStyle w:val="libItalicChar"/>
        </w:rPr>
        <w:t>-</w:t>
      </w:r>
      <w:r w:rsidRPr="00294BA7">
        <w:rPr>
          <w:rStyle w:val="libItalicChar"/>
        </w:rPr>
        <w:t>Razzaaqu.</w:t>
      </w:r>
    </w:p>
    <w:p w:rsidR="00294BA7" w:rsidRDefault="00294BA7" w:rsidP="00294BA7">
      <w:pPr>
        <w:pStyle w:val="libNormal"/>
      </w:pPr>
      <w:r>
        <w:t>Everyday after Sub’h or Maghrib recite 66 times Allaahu Akbar, Allaahu Latweefun Bi Ibaadihee Yarzuqu Man Yashaau.</w:t>
      </w:r>
    </w:p>
    <w:p w:rsidR="00294BA7" w:rsidRDefault="00294BA7" w:rsidP="00294BA7">
      <w:pPr>
        <w:pStyle w:val="libNormal"/>
      </w:pPr>
      <w:r>
        <w:t xml:space="preserve">After all Waajib Namaaz recite </w:t>
      </w:r>
      <w:r w:rsidR="002E452F">
        <w:t>-</w:t>
      </w:r>
      <w:r>
        <w:t>Rabbee Innee Limaa Anzalta Ilayya Min Khayrin Faqeer.</w:t>
      </w:r>
    </w:p>
    <w:p w:rsidR="00294BA7" w:rsidRDefault="00294BA7" w:rsidP="00294BA7">
      <w:pPr>
        <w:pStyle w:val="libNormal"/>
      </w:pPr>
      <w:r>
        <w:t xml:space="preserve">Recite Aayat no: 2 of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Yaaseen</w:t>
      </w:r>
      <w:r>
        <w:t xml:space="preserve"> for abundence. (i.e. </w:t>
      </w:r>
      <w:r w:rsidRPr="00294BA7">
        <w:rPr>
          <w:rStyle w:val="libItalicChar"/>
        </w:rPr>
        <w:t>“Wal Qur’aanil Kakeem.”</w:t>
      </w:r>
      <w:r>
        <w:t>)</w:t>
      </w:r>
    </w:p>
    <w:p w:rsidR="00294BA7" w:rsidRDefault="00294BA7" w:rsidP="00294BA7">
      <w:pPr>
        <w:pStyle w:val="libNormal"/>
      </w:pPr>
      <w:r>
        <w:t>To ward off poverty and destitution always recite Aayat no: 68 of Surah</w:t>
      </w:r>
      <w:r w:rsidR="002E452F">
        <w:t>-</w:t>
      </w:r>
      <w:r>
        <w:t>e</w:t>
      </w:r>
      <w:r w:rsidR="002E452F">
        <w:t>-</w:t>
      </w:r>
      <w:r>
        <w:t>Yaaseen. (i.e. “Waman</w:t>
      </w:r>
      <w:r w:rsidR="002E452F">
        <w:t>-</w:t>
      </w:r>
      <w:r>
        <w:t>Nu’ammirhu Nunakkis’hu Fil Khalqi, Afalaa Ya’aqiloon.”)</w:t>
      </w:r>
    </w:p>
    <w:p w:rsidR="00294BA7" w:rsidRDefault="00294BA7" w:rsidP="00294BA7">
      <w:pPr>
        <w:pStyle w:val="libNormal"/>
      </w:pPr>
      <w:r>
        <w:t xml:space="preserve">To safeguard and keep your business secured and running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An</w:t>
      </w:r>
      <w:r w:rsidR="002E452F">
        <w:rPr>
          <w:rStyle w:val="libItalicChar"/>
        </w:rPr>
        <w:t>-</w:t>
      </w:r>
      <w:r w:rsidRPr="00294BA7">
        <w:rPr>
          <w:rStyle w:val="libItalicChar"/>
        </w:rPr>
        <w:t xml:space="preserve">Nahal </w:t>
      </w:r>
      <w:r>
        <w:t>after Zohrain.</w:t>
      </w:r>
    </w:p>
    <w:p w:rsidR="00294BA7" w:rsidRDefault="00294BA7" w:rsidP="00294BA7">
      <w:pPr>
        <w:pStyle w:val="libNormal"/>
      </w:pPr>
      <w:r>
        <w:t xml:space="preserve">For achieving success recite 78 times </w:t>
      </w:r>
      <w:r w:rsidRPr="00294BA7">
        <w:rPr>
          <w:rStyle w:val="libItalicChar"/>
        </w:rPr>
        <w:t>Al</w:t>
      </w:r>
      <w:r w:rsidR="002E452F">
        <w:rPr>
          <w:rStyle w:val="libItalicChar"/>
        </w:rPr>
        <w:t>-</w:t>
      </w:r>
      <w:r w:rsidRPr="00294BA7">
        <w:rPr>
          <w:rStyle w:val="libItalicChar"/>
        </w:rPr>
        <w:t>Hakeemu</w:t>
      </w:r>
      <w:r>
        <w:t xml:space="preserve"> after Tahajjud.</w:t>
      </w:r>
    </w:p>
    <w:p w:rsidR="00294BA7" w:rsidRDefault="00294BA7" w:rsidP="00294BA7">
      <w:pPr>
        <w:pStyle w:val="libNormal"/>
      </w:pPr>
      <w:r>
        <w:t>For Rizq</w:t>
      </w:r>
      <w:r w:rsidR="002E452F">
        <w:t>-</w:t>
      </w:r>
      <w:r>
        <w:t>e</w:t>
      </w:r>
      <w:r w:rsidR="002E452F">
        <w:t>-</w:t>
      </w:r>
      <w:r>
        <w:t>Akber ((large means of livelihood) recite this Duaa 350 times daily: Wa Annal Fadhla Biyadil</w:t>
      </w:r>
      <w:r w:rsidR="002E452F">
        <w:t>-</w:t>
      </w:r>
      <w:r>
        <w:t>Llaahi Yu’teehi Man Yashaau, Wallaahu Dhul Fadhlil Adhweem.</w:t>
      </w:r>
    </w:p>
    <w:p w:rsidR="00294BA7" w:rsidRPr="00294BA7" w:rsidRDefault="00294BA7" w:rsidP="00294BA7">
      <w:pPr>
        <w:pStyle w:val="libNormal"/>
        <w:rPr>
          <w:rStyle w:val="libItalicChar"/>
        </w:rPr>
      </w:pPr>
      <w:r>
        <w:t xml:space="preserve">For more profits and progress in business recite these Qur’anic Holy Verses daily as many times as possible: </w:t>
      </w:r>
      <w:r w:rsidRPr="00294BA7">
        <w:rPr>
          <w:rStyle w:val="libItalicChar"/>
        </w:rPr>
        <w:t>Yarjoona Tijaaratan Lan Taboora, Zuyyina Linnaasi Hubbush</w:t>
      </w:r>
      <w:r w:rsidR="002E452F">
        <w:rPr>
          <w:rStyle w:val="libItalicChar"/>
        </w:rPr>
        <w:t>-</w:t>
      </w:r>
      <w:r w:rsidRPr="00294BA7">
        <w:rPr>
          <w:rStyle w:val="libItalicChar"/>
        </w:rPr>
        <w:t>Shahawaat.</w:t>
      </w:r>
    </w:p>
    <w:p w:rsidR="00294BA7" w:rsidRPr="00294BA7" w:rsidRDefault="00294BA7" w:rsidP="00294BA7">
      <w:pPr>
        <w:pStyle w:val="libNormal"/>
        <w:rPr>
          <w:rStyle w:val="libItalicChar"/>
        </w:rPr>
      </w:pPr>
      <w:r>
        <w:t xml:space="preserve">For receiving abundant Rizq from unexpected sources: after Ishaa Namaaz stand under the open sky, bareheaded, and recite </w:t>
      </w:r>
      <w:r w:rsidR="002E452F">
        <w:t>-</w:t>
      </w:r>
      <w:r w:rsidRPr="00294BA7">
        <w:rPr>
          <w:rStyle w:val="libItalicChar"/>
        </w:rPr>
        <w:t>14 salawaat</w:t>
      </w:r>
      <w:r>
        <w:t xml:space="preserve">, 500 times </w:t>
      </w:r>
      <w:r w:rsidRPr="00294BA7">
        <w:rPr>
          <w:rStyle w:val="libItalicChar"/>
        </w:rPr>
        <w:t>Yaa Mussabbibal Asbaab</w:t>
      </w:r>
      <w:r>
        <w:t xml:space="preserve">, and again </w:t>
      </w:r>
      <w:r w:rsidRPr="00294BA7">
        <w:rPr>
          <w:rStyle w:val="libItalicChar"/>
        </w:rPr>
        <w:t>14 Salawaat</w:t>
      </w:r>
      <w:r>
        <w:t>. The debt will also be repaid InshaaAlaah.</w:t>
      </w:r>
    </w:p>
    <w:p w:rsidR="00294BA7" w:rsidRDefault="00294BA7" w:rsidP="00294BA7">
      <w:pPr>
        <w:pStyle w:val="libNormal"/>
      </w:pPr>
      <w:r>
        <w:t>Every morning and evening recite: Laa Hawla Walaa Quwwata Illaa Billaahi, Tawaqqaltu Alal Hayyil</w:t>
      </w:r>
      <w:r w:rsidR="002E452F">
        <w:t>-</w:t>
      </w:r>
      <w:r>
        <w:t>Ladhee Laa Yamootu Walhamdu Lillaahilladhee Lam Yattakhidh Waladan, Walam Yakunlahoo Shareekun Fil Mulki, Walam Yakun Lahoo Waliyyun Mindh</w:t>
      </w:r>
      <w:r w:rsidR="002E452F">
        <w:t>-</w:t>
      </w:r>
      <w:r>
        <w:t>Dhulli Wa Kabbirhoo Takbeera.</w:t>
      </w:r>
    </w:p>
    <w:p w:rsidR="00294BA7" w:rsidRDefault="00294BA7" w:rsidP="00294BA7">
      <w:pPr>
        <w:pStyle w:val="libNormal"/>
      </w:pPr>
      <w:r>
        <w:t>Pray 2 rak’at Namaz in this method: In each rak’at after Al</w:t>
      </w:r>
      <w:r w:rsidR="002E452F">
        <w:t>-</w:t>
      </w:r>
      <w:r>
        <w:t xml:space="preserve">Hamd recite 10 times </w:t>
      </w:r>
      <w:r w:rsidR="002E452F">
        <w:t>-</w:t>
      </w:r>
      <w:r>
        <w:t>Kulillaahumma Maalikal Mulk Tu’til Mulk Mantashaau, Wa Tanzi’ul Mulk Mantashaau, Wa Tuizzu Mantashaau, Wa Tudhillu Man Tashaau, Biyadikal Khayr, Innaka Alaa Kulli Shay’in Qadeer. Salawaat. Then recite 10 times: Toolijul Layli Finnahaari Wa Toolijunnahaari</w:t>
      </w:r>
      <w:r w:rsidRPr="00294BA7">
        <w:t xml:space="preserve"> </w:t>
      </w:r>
      <w:r>
        <w:t xml:space="preserve">Fillayli, Wa Tukhrijul Hayyi Minal Mayyiti Wa Tukhrijul Mayyiti Minal Hayyi, Wa Tarzuqu Man Tashaau Bighayri Hisaab, Salawaat. After completing the Namaaz recite 10 Salawaat and then go into </w:t>
      </w:r>
      <w:r w:rsidRPr="00294BA7">
        <w:rPr>
          <w:rStyle w:val="libUnderlineChar"/>
        </w:rPr>
        <w:t xml:space="preserve">Sajdah </w:t>
      </w:r>
      <w:r>
        <w:t xml:space="preserve">and there recite </w:t>
      </w:r>
      <w:r w:rsidR="002E452F">
        <w:t>-</w:t>
      </w:r>
      <w:r>
        <w:t>Rabbigh Firlee Wa Hablee Mulkan Laa Yambaghee Li Ahadim Mimba’adee Innaka Antal Wahhaab, Recite Salawaat while starting and at the end. Then beseech your Haajat.</w:t>
      </w:r>
    </w:p>
    <w:p w:rsidR="00294BA7" w:rsidRDefault="00294BA7" w:rsidP="00294BA7">
      <w:pPr>
        <w:pStyle w:val="libNormal"/>
      </w:pPr>
      <w:r>
        <w:t xml:space="preserve"> Recite 10 times: Waman</w:t>
      </w:r>
      <w:r w:rsidR="002E452F">
        <w:t>-</w:t>
      </w:r>
      <w:r>
        <w:t>Yattiqillaha Yaj’allahoo Makhrajan Wa Yarzuqhoo Min Haysu Laa Yahtasib, Waman</w:t>
      </w:r>
      <w:r w:rsidR="002E452F">
        <w:t>-</w:t>
      </w:r>
      <w:r>
        <w:t xml:space="preserve"> Yatawaqqal Alallaahi Fahuwa, Hasbuhoo, Innallaaha Baalighu Amrihee Qad Ja’alallaahu Likulli Shay’in Qadraa.</w:t>
      </w:r>
      <w:r w:rsidRPr="00294BA7">
        <w:t xml:space="preserve"> And then recite 7 times </w:t>
      </w:r>
      <w:r>
        <w:t>Surah</w:t>
      </w:r>
      <w:r w:rsidR="002E452F">
        <w:t>-</w:t>
      </w:r>
      <w:r>
        <w:t>e</w:t>
      </w:r>
      <w:r w:rsidR="002E452F">
        <w:t>-</w:t>
      </w:r>
      <w:r>
        <w:t>Alam Nashrah.</w:t>
      </w:r>
    </w:p>
    <w:p w:rsidR="00294BA7" w:rsidRDefault="00294BA7" w:rsidP="00294BA7">
      <w:pPr>
        <w:pStyle w:val="libNormal"/>
      </w:pPr>
      <w:r>
        <w:t xml:space="preserve"> </w:t>
      </w:r>
      <w:r w:rsidRPr="00294BA7">
        <w:rPr>
          <w:rStyle w:val="libUnderlineChar"/>
        </w:rPr>
        <w:t>At night when all have gone to bed,</w:t>
      </w:r>
      <w:r>
        <w:t xml:space="preserve"> perform this Namaaz which is very effective for repaying debts and getting abundance: Pray </w:t>
      </w:r>
      <w:r w:rsidRPr="00294BA7">
        <w:rPr>
          <w:rStyle w:val="libItalicChar"/>
        </w:rPr>
        <w:t>2 rak’at Namaaz,</w:t>
      </w:r>
      <w:r>
        <w:t xml:space="preserve"> in the first rak’at after Al</w:t>
      </w:r>
      <w:r w:rsidR="002E452F">
        <w:t>-</w:t>
      </w:r>
      <w:r>
        <w:t xml:space="preserve">Hamd recite </w:t>
      </w:r>
      <w:r w:rsidRPr="00294BA7">
        <w:rPr>
          <w:rStyle w:val="libItalicChar"/>
        </w:rPr>
        <w:t>Aayatul Kursee</w:t>
      </w:r>
      <w:r>
        <w:t xml:space="preserve"> and in the second rak’at after Al</w:t>
      </w:r>
      <w:r w:rsidR="002E452F">
        <w:t>-</w:t>
      </w:r>
      <w:r>
        <w:t>Hamd recite—</w:t>
      </w:r>
      <w:r w:rsidRPr="00294BA7">
        <w:rPr>
          <w:rStyle w:val="libItalicChar"/>
        </w:rPr>
        <w:t xml:space="preserve">Lav Anzalnaa </w:t>
      </w:r>
      <w:r w:rsidRPr="00294BA7">
        <w:rPr>
          <w:rStyle w:val="libItalicChar"/>
        </w:rPr>
        <w:lastRenderedPageBreak/>
        <w:t>Haadhal Qur’ana Alaa Jabalinl</w:t>
      </w:r>
      <w:r w:rsidR="002E452F">
        <w:rPr>
          <w:rStyle w:val="libItalicChar"/>
        </w:rPr>
        <w:t>-</w:t>
      </w:r>
      <w:r w:rsidRPr="00294BA7">
        <w:rPr>
          <w:rStyle w:val="libItalicChar"/>
        </w:rPr>
        <w:t>Lara’ayatahoo Khaashian Mutaswaddian Min Khashyatillaah, Wa Tilkal Amsaalu Nadhribuhaa Linnaasi La’allahum Yatafakkaroon. Huwal</w:t>
      </w:r>
      <w:r w:rsidR="002E452F">
        <w:rPr>
          <w:rStyle w:val="libItalicChar"/>
        </w:rPr>
        <w:t>-</w:t>
      </w:r>
      <w:r w:rsidRPr="00294BA7">
        <w:rPr>
          <w:rStyle w:val="libItalicChar"/>
        </w:rPr>
        <w:t>Laahulladhee Laailaaha Illaa Huwa, Aalimul Ghaybi Wash</w:t>
      </w:r>
      <w:r w:rsidR="002E452F">
        <w:rPr>
          <w:rStyle w:val="libItalicChar"/>
        </w:rPr>
        <w:t>-</w:t>
      </w:r>
      <w:r w:rsidRPr="00294BA7">
        <w:rPr>
          <w:rStyle w:val="libItalicChar"/>
        </w:rPr>
        <w:t>Shahaadah Huwar</w:t>
      </w:r>
      <w:r w:rsidR="002E452F">
        <w:rPr>
          <w:rStyle w:val="libItalicChar"/>
        </w:rPr>
        <w:t>-</w:t>
      </w:r>
      <w:r w:rsidRPr="00294BA7">
        <w:rPr>
          <w:rStyle w:val="libItalicChar"/>
        </w:rPr>
        <w:t>Rahmaanur</w:t>
      </w:r>
      <w:r w:rsidR="002E452F">
        <w:rPr>
          <w:rStyle w:val="libItalicChar"/>
        </w:rPr>
        <w:t>-</w:t>
      </w:r>
      <w:r w:rsidRPr="00294BA7">
        <w:rPr>
          <w:rStyle w:val="libItalicChar"/>
        </w:rPr>
        <w:t>Raheem. Huwal</w:t>
      </w:r>
      <w:r w:rsidR="002E452F">
        <w:rPr>
          <w:rStyle w:val="libItalicChar"/>
        </w:rPr>
        <w:t>-</w:t>
      </w:r>
      <w:r w:rsidRPr="00294BA7">
        <w:rPr>
          <w:rStyle w:val="libItalicChar"/>
        </w:rPr>
        <w:t>Laahulladhee Laa Ilaaha Illaa Huwa, Almlikul Quddoosus</w:t>
      </w:r>
      <w:r w:rsidR="002E452F">
        <w:rPr>
          <w:rStyle w:val="libItalicChar"/>
        </w:rPr>
        <w:t>-</w:t>
      </w:r>
      <w:r w:rsidRPr="00294BA7">
        <w:rPr>
          <w:rStyle w:val="libItalicChar"/>
        </w:rPr>
        <w:t>Salaamul Mu’minul Muhayminul Azeezul Jabbaarul Mutakabbiru, Sub’haanal</w:t>
      </w:r>
      <w:r w:rsidR="002E452F">
        <w:rPr>
          <w:rStyle w:val="libItalicChar"/>
        </w:rPr>
        <w:t>-</w:t>
      </w:r>
      <w:r w:rsidRPr="00294BA7">
        <w:rPr>
          <w:rStyle w:val="libItalicChar"/>
        </w:rPr>
        <w:t>Laahi Ammaa Yushrikoon. Huwal</w:t>
      </w:r>
      <w:r w:rsidR="002E452F">
        <w:rPr>
          <w:rStyle w:val="libItalicChar"/>
        </w:rPr>
        <w:t>-</w:t>
      </w:r>
      <w:r w:rsidRPr="00294BA7">
        <w:rPr>
          <w:rStyle w:val="libItalicChar"/>
        </w:rPr>
        <w:t>Laahul Khaaliqul Baariul Muswawwiru Lahul Asmaaul Husnaa, Yusabbihu Lahoo Maa Fis</w:t>
      </w:r>
      <w:r w:rsidR="002E452F">
        <w:rPr>
          <w:rStyle w:val="libItalicChar"/>
        </w:rPr>
        <w:t>-</w:t>
      </w:r>
      <w:r w:rsidRPr="00294BA7">
        <w:rPr>
          <w:rStyle w:val="libItalicChar"/>
        </w:rPr>
        <w:t xml:space="preserve">Samaawaati Wal Ardhi, Wahuwal Azeezul Hakeem. </w:t>
      </w:r>
      <w:r>
        <w:t xml:space="preserve">Then finish the Namaaz as usual. Now take the </w:t>
      </w:r>
      <w:r w:rsidRPr="00294BA7">
        <w:rPr>
          <w:rStyle w:val="libItalicChar"/>
        </w:rPr>
        <w:t>Holy Qur’an</w:t>
      </w:r>
      <w:r>
        <w:t xml:space="preserve"> in your hands and recite </w:t>
      </w:r>
      <w:r w:rsidR="002E452F">
        <w:t>-</w:t>
      </w:r>
      <w:r>
        <w:t xml:space="preserve"> </w:t>
      </w:r>
      <w:r w:rsidRPr="00294BA7">
        <w:rPr>
          <w:rStyle w:val="libItalicChar"/>
        </w:rPr>
        <w:t>Bihaqqi Haadhal Qur’aani Wa Bihaqqi Man Arsaltahoo Bihee Wa Bihaqqi Kulli Mu’minin Madahtahu Feehi Wa Bihaqqika Alayhim Falaa Ahada A’arafu Bihaqqika Minka;</w:t>
      </w:r>
      <w:r>
        <w:t xml:space="preserve"> then recite these 15 Holy names 10 times each: </w:t>
      </w:r>
      <w:r w:rsidRPr="00294BA7">
        <w:rPr>
          <w:rStyle w:val="libItalicChar"/>
        </w:rPr>
        <w:t>Bika Yaa Allaahu x 10, Yaa Muhammadu x 10, Yaa Aliyyu x 10, Yaa Faatimatu x 10, Yaa Hasanu x 10, Yaa Husaynu x 10, Yaa Aliyyibnal Husayni x 10, Yaa Muhammadabna Aliyyin x 10, Yaa Ja’farabna Muhammadin x10, Yaa Moosabna Ja’farin x 10, Yaa Aliyyabna Moosa x 10, Yaa Muhammadabna Aliyyin x 10, Yaa Aliyyabna Muhammadin x 10, Yaa Hasanabna Aliyyin x 10, Bil Hujjati x 10.</w:t>
      </w:r>
      <w:r>
        <w:t xml:space="preserve"> And now beseech your Haajat. </w:t>
      </w:r>
    </w:p>
    <w:p w:rsidR="00294BA7" w:rsidRPr="00294BA7" w:rsidRDefault="00294BA7" w:rsidP="00294BA7">
      <w:pPr>
        <w:pStyle w:val="libNormal"/>
        <w:rPr>
          <w:rStyle w:val="libItalicChar"/>
        </w:rPr>
      </w:pPr>
      <w:r>
        <w:t xml:space="preserve">For repaying the debts, even if the amount is as to the weight of gold equal to the whole earth, InshaaAllaa it shall be paid if you recite this Duaa: </w:t>
      </w:r>
      <w:r w:rsidRPr="00294BA7">
        <w:rPr>
          <w:rStyle w:val="libItalicChar"/>
        </w:rPr>
        <w:t>Allaahumma Yaa Faarijal Hammi Wa Munaffisal Ghammi Wa Mudh’hibal Ahzaani Wa Mujeebatil Mudhtarreen, Yaa Rahmaanad</w:t>
      </w:r>
      <w:r w:rsidR="002E452F">
        <w:rPr>
          <w:rStyle w:val="libItalicChar"/>
        </w:rPr>
        <w:t>-</w:t>
      </w:r>
      <w:r w:rsidRPr="00294BA7">
        <w:rPr>
          <w:rStyle w:val="libItalicChar"/>
        </w:rPr>
        <w:t>Dunyaa Wal Aakhiratee Wa Rahimhumaa Anta Rahmaani Wa Rahmaanu Kulli Shay’in Farhamnee Rahmatan Tughneenee Biha An Rahmati Man Siwaak Wa Taqdhee Bihaa Anneed</w:t>
      </w:r>
      <w:r w:rsidR="002E452F">
        <w:rPr>
          <w:rStyle w:val="libItalicChar"/>
        </w:rPr>
        <w:t>-</w:t>
      </w:r>
      <w:r w:rsidRPr="00294BA7">
        <w:rPr>
          <w:rStyle w:val="libItalicChar"/>
        </w:rPr>
        <w:t>Dayn.</w:t>
      </w:r>
    </w:p>
    <w:p w:rsidR="00294BA7" w:rsidRDefault="00294BA7" w:rsidP="00294BA7">
      <w:pPr>
        <w:pStyle w:val="libNormal"/>
      </w:pPr>
      <w:r>
        <w:t>A certain person said he did not find anything more beneficial for Riqz other then this Duaa by Imaam Jaa’afar Sadiq A.S: “Allaahummar’zuqnee Min Fadhlikal Waasi’il Halalit</w:t>
      </w:r>
      <w:r w:rsidR="002E452F">
        <w:t>-</w:t>
      </w:r>
      <w:r>
        <w:t>Twayibi Rizqan Waasian Halaalan Twayyiban Balaaghan Lid</w:t>
      </w:r>
      <w:r w:rsidR="002E452F">
        <w:t>-</w:t>
      </w:r>
      <w:r>
        <w:t>Dunyaa Wal Aakhirati Swabban Swabban Hanee’an Maree’an Min Ghayri Qaddin Walaa Mannin Min Ahadin Min Khalqik Illaa Sa’atan Min Fadhlikal Waasi’i Fa Innaka Qulta Was’alullaaha Min Fadhlihee Famin Fadhlik As’alu Wamin Atwiyyatik As’alu Wamin Yadikal Mal’a As’alu.”</w:t>
      </w:r>
    </w:p>
    <w:p w:rsidR="00294BA7" w:rsidRDefault="00294BA7" w:rsidP="00294BA7">
      <w:pPr>
        <w:pStyle w:val="libNormal"/>
      </w:pPr>
      <w:r>
        <w:t>Imaam Muhammad Baaqir (A.S.) said to recite following Duaa in Sajdah of Waajib Namaaz; “Yaa Khayral Mas’ooleen Wa Yaa Khayral Mu’atween Urzuqnee Warzuq Ayaalee Min Fadhlik Fa Innaka Dhul Fadhlil Adhweem</w:t>
      </w:r>
      <w:r w:rsidRPr="00294BA7">
        <w:t>.”</w:t>
      </w:r>
    </w:p>
    <w:p w:rsidR="00294BA7" w:rsidRPr="00294BA7" w:rsidRDefault="00294BA7" w:rsidP="00294BA7">
      <w:pPr>
        <w:pStyle w:val="libNormal"/>
        <w:rPr>
          <w:rStyle w:val="libItalicChar"/>
        </w:rPr>
      </w:pPr>
      <w:r>
        <w:t xml:space="preserve">Abu Baseer requested Imaam Ja’afar Saadiq (A.S.) to give him a Duaa for Rizq, the Imaam taught him the following Duaa to be recited in the </w:t>
      </w:r>
      <w:r w:rsidRPr="00294BA7">
        <w:rPr>
          <w:rStyle w:val="libItalicChar"/>
        </w:rPr>
        <w:t>Sajdah of Namaaz</w:t>
      </w:r>
      <w:r w:rsidR="002E452F">
        <w:rPr>
          <w:rStyle w:val="libItalicChar"/>
        </w:rPr>
        <w:t>-</w:t>
      </w:r>
      <w:r w:rsidRPr="00294BA7">
        <w:rPr>
          <w:rStyle w:val="libItalicChar"/>
        </w:rPr>
        <w:t>e</w:t>
      </w:r>
      <w:r w:rsidR="002E452F">
        <w:rPr>
          <w:rStyle w:val="libItalicChar"/>
        </w:rPr>
        <w:t>-</w:t>
      </w:r>
      <w:r w:rsidRPr="00294BA7">
        <w:rPr>
          <w:rStyle w:val="libItalicChar"/>
        </w:rPr>
        <w:t>Tahajjud</w:t>
      </w:r>
      <w:r>
        <w:t>. He said since he practiced this never was he Mohtaaj anymore</w:t>
      </w:r>
      <w:r w:rsidRPr="00294BA7">
        <w:rPr>
          <w:rStyle w:val="libItalicChar"/>
        </w:rPr>
        <w:t>: “Yaa Khayra Mad’uwween Wa Yaa Khayra Mas’ooleen Wa Yaa Awsa’a Man A’atwaa Wa Yaa Khayra Murtajan Urzuqnee Wa Awsi’a Alayya Min Rizqika Wa Sabbib Lee Rizqan Min Fadhlik Innaka Alaa Kulli Shay’in Qadeer.”</w:t>
      </w:r>
    </w:p>
    <w:p w:rsidR="00294BA7" w:rsidRDefault="00294BA7" w:rsidP="00294BA7">
      <w:pPr>
        <w:pStyle w:val="libNormal"/>
      </w:pPr>
      <w:r>
        <w:t xml:space="preserve"> The Holy Prophet (S.A.W.W.) taught this Duaa for Rizq: “Yaa Raziqal Muqilleen Wa Raahimal Masaakeen Wa Yaa Waliyyil Mu’mineen Wa Yaa Dhal Quwwatil Mateen Swalli Alaa Muhammadin Wa Ahli Baytihi Warzuqnee Wa Aafinee Wakfinee Maa Ahammanee.”</w:t>
      </w:r>
    </w:p>
    <w:p w:rsidR="00294BA7" w:rsidRDefault="00294BA7" w:rsidP="00294BA7">
      <w:pPr>
        <w:pStyle w:val="libNormal"/>
      </w:pPr>
      <w:r>
        <w:t xml:space="preserve"> To be free from financial debts recite: “Alaahumma Lahdhwatan Min Lahadhwaatik Tuyassiroo Alaa Ghuramaa’I Bihal Qadhaa’a Wa Tuyassiru Lee Bihal Iqtidhwaa’a Innaka Alaa Kulli Shay’in Qadeer.”</w:t>
      </w:r>
    </w:p>
    <w:p w:rsidR="002E452F" w:rsidRDefault="002E452F" w:rsidP="00F83CC6">
      <w:pPr>
        <w:pStyle w:val="libNormal"/>
      </w:pPr>
      <w:r>
        <w:br w:type="page"/>
      </w:r>
    </w:p>
    <w:p w:rsidR="002E452F" w:rsidRDefault="002E452F" w:rsidP="002E452F">
      <w:pPr>
        <w:pStyle w:val="Heading1Center"/>
      </w:pPr>
      <w:bookmarkStart w:id="8" w:name="_Toc420238082"/>
      <w:r w:rsidRPr="002E452F">
        <w:lastRenderedPageBreak/>
        <w:t>MARHOOM PARENTS</w:t>
      </w:r>
      <w:bookmarkEnd w:id="8"/>
    </w:p>
    <w:p w:rsidR="00294BA7" w:rsidRDefault="00294BA7" w:rsidP="00294BA7">
      <w:pPr>
        <w:pStyle w:val="libNormal"/>
      </w:pPr>
      <w:r>
        <w:t xml:space="preserve">Allah (S.W.T.) emphasizes the worth and importance of parents at various places in the Holy Qur’an. It is enough for the wise person to realize this when he observes that </w:t>
      </w:r>
      <w:r w:rsidRPr="00294BA7">
        <w:rPr>
          <w:rStyle w:val="libUnderlineChar"/>
        </w:rPr>
        <w:t>the obedience of parents is mentioned side by side with the worship of Allaah</w:t>
      </w:r>
      <w:r>
        <w:t>. It is also authentically mentioned that if your parents are not pleased with you all your worship and good deeds are gone waste, they don’t have any value. And it is not limited for the living parents only but even if they are dead you must remember them by praying for them, attributing some good deeds to them, and rectifying their faults (if any) in a proper way. Perhaps at the time of departure from the world the parents were not pleased at heart with their children, but if the children give due attention to their parents’ well</w:t>
      </w:r>
      <w:r w:rsidR="002E452F">
        <w:t>-</w:t>
      </w:r>
      <w:r>
        <w:t>being in the Hereafter by some good deeds, they become pleased to them.</w:t>
      </w:r>
    </w:p>
    <w:p w:rsidR="00294BA7" w:rsidRDefault="00294BA7" w:rsidP="00294BA7">
      <w:pPr>
        <w:pStyle w:val="libNormal"/>
      </w:pPr>
      <w:r>
        <w:t xml:space="preserve">The world that is five feet under the earth is certainly a dreadful place for the sinners. Although we should consider that all are pious and righteous but one never knows in what condition there the diseased is. Perhaps they are enjoying the fruits of their good deeds and perhaps they are in trouble because of some lapse during their lifetime. So if we perform any good deed on their behalf or offer a Namaaz for them they surely are benefited by it, and it is said that </w:t>
      </w:r>
      <w:r w:rsidRPr="00294BA7">
        <w:rPr>
          <w:rStyle w:val="libItalicChar"/>
        </w:rPr>
        <w:t xml:space="preserve">our 2 rak’at Namaaz for the Marhoom is better for them then the riches of the whole world. </w:t>
      </w:r>
      <w:r>
        <w:t>If they are not in any trouble there then the bounties are increased for them and if they are in any tribulation then their pain is lessened or wiped off. Moresover, the performer of good deed is also to be rewarded.</w:t>
      </w:r>
    </w:p>
    <w:p w:rsidR="00294BA7" w:rsidRDefault="00294BA7" w:rsidP="00294BA7">
      <w:pPr>
        <w:pStyle w:val="libNormal"/>
      </w:pPr>
      <w:r>
        <w:t>Here below are stated some A’amaal for the benefit of diseased parents, although they are said to benefit them but the performer of these A’amaal are also nicely rewarded.</w:t>
      </w:r>
    </w:p>
    <w:p w:rsidR="00294BA7" w:rsidRDefault="00294BA7" w:rsidP="00294BA7">
      <w:pPr>
        <w:pStyle w:val="libNormal"/>
      </w:pPr>
      <w:r>
        <w:t>Especially on every Friday</w:t>
      </w:r>
      <w:r w:rsidR="002E452F">
        <w:t>-</w:t>
      </w:r>
      <w:r>
        <w:t>night and on Friday children of the Marhoom should pray for their parents and give charity on their behalf.</w:t>
      </w:r>
    </w:p>
    <w:p w:rsidR="00294BA7" w:rsidRDefault="00294BA7" w:rsidP="00294BA7">
      <w:pPr>
        <w:pStyle w:val="libNormal"/>
      </w:pPr>
      <w:r>
        <w:t xml:space="preserve">Reciting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Yaaseen</w:t>
      </w:r>
      <w:r>
        <w:t xml:space="preserve"> is very beneficent for the Marhoom. He/she is tremendously rewarded for it. </w:t>
      </w:r>
    </w:p>
    <w:p w:rsidR="00294BA7" w:rsidRDefault="00294BA7" w:rsidP="00294BA7">
      <w:pPr>
        <w:pStyle w:val="libNormal"/>
      </w:pPr>
      <w:r>
        <w:t xml:space="preserve">If one recites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Mulk</w:t>
      </w:r>
      <w:r>
        <w:t xml:space="preserve"> or 7 times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Qadr</w:t>
      </w:r>
      <w:r>
        <w:t xml:space="preserve"> by the side of Marhoom’s grave, God</w:t>
      </w:r>
      <w:r w:rsidR="002E452F">
        <w:t>-</w:t>
      </w:r>
      <w:r>
        <w:t>forbid if any punishment is being implemented therein, it is instantly ceased.</w:t>
      </w:r>
    </w:p>
    <w:p w:rsidR="00294BA7" w:rsidRDefault="00294BA7" w:rsidP="00294BA7">
      <w:pPr>
        <w:pStyle w:val="libNormal"/>
      </w:pPr>
      <w:r>
        <w:t xml:space="preserve">Whenever you wish you can pray </w:t>
      </w:r>
      <w:r w:rsidRPr="00294BA7">
        <w:rPr>
          <w:rStyle w:val="libItalicChar"/>
        </w:rPr>
        <w:t>2 rak’at Namaaz</w:t>
      </w:r>
      <w:r>
        <w:t xml:space="preserve"> for Marhoom, it gives a great joy to the diseased.</w:t>
      </w:r>
    </w:p>
    <w:p w:rsidR="00294BA7" w:rsidRDefault="00294BA7" w:rsidP="00294BA7">
      <w:pPr>
        <w:pStyle w:val="libNormal"/>
      </w:pPr>
      <w:r>
        <w:t>On Friday</w:t>
      </w:r>
      <w:r w:rsidR="002E452F">
        <w:t>-</w:t>
      </w:r>
      <w:r>
        <w:t>night (Shabe Jumma) or on any day you may pray 2 rak’at Namaaz between Maghrib and Ishaa with Niyyat of Maghfirat</w:t>
      </w:r>
      <w:r w:rsidR="002E452F">
        <w:t>-</w:t>
      </w:r>
      <w:r>
        <w:t>e</w:t>
      </w:r>
      <w:r w:rsidR="002E452F">
        <w:t>-</w:t>
      </w:r>
      <w:r>
        <w:t>Waalidayn. In the first rak’at after Al</w:t>
      </w:r>
      <w:r w:rsidR="002E452F">
        <w:t>-</w:t>
      </w:r>
      <w:r>
        <w:t>Hamd recite 10 times Rabbigh Firlee Waliwaalidayya Walil Mu’mineena Yawma Yaqoomul Hisaab. And in the second rak’at after Al</w:t>
      </w:r>
      <w:r w:rsidR="002E452F">
        <w:t>-</w:t>
      </w:r>
      <w:r>
        <w:t>Hamd recite 10 times Rabbigh Firlee Waliwaalidayya WalimanDakhala Baytiya Mu’minan Walil Mu’mineena Wal Mu’minaat. Then complete the Namaaz as usual. Then go into Sajdah and recite 10 times—Rabbir Hamhuma Kamaa Rabbayaani Swagheera.</w:t>
      </w:r>
    </w:p>
    <w:p w:rsidR="00294BA7" w:rsidRDefault="00294BA7" w:rsidP="00294BA7">
      <w:pPr>
        <w:pStyle w:val="libNormal"/>
      </w:pPr>
      <w:r>
        <w:t xml:space="preserve">Some Tasbeeh of </w:t>
      </w:r>
      <w:r w:rsidRPr="00294BA7">
        <w:rPr>
          <w:rStyle w:val="libItalicChar"/>
        </w:rPr>
        <w:t>Salawaat and Istighfaar</w:t>
      </w:r>
      <w:r>
        <w:t xml:space="preserve"> should be offered on behalf of Marhoomeen every now and then.</w:t>
      </w:r>
    </w:p>
    <w:p w:rsidR="00294BA7" w:rsidRDefault="00294BA7" w:rsidP="00294BA7">
      <w:pPr>
        <w:pStyle w:val="libNormal"/>
      </w:pPr>
      <w:r>
        <w:t xml:space="preserve">Pray </w:t>
      </w:r>
      <w:r w:rsidRPr="00294BA7">
        <w:rPr>
          <w:rStyle w:val="libItalicChar"/>
        </w:rPr>
        <w:t>2 rak’at Namaaz</w:t>
      </w:r>
      <w:r>
        <w:t xml:space="preserve"> for the benefit of Marhoom, in the first rak’at after Al</w:t>
      </w:r>
      <w:r w:rsidR="002E452F">
        <w:t>-</w:t>
      </w:r>
      <w:r>
        <w:t xml:space="preserve">Hamd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Qadr</w:t>
      </w:r>
      <w:r>
        <w:t xml:space="preserve"> and in the second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Kawsar</w:t>
      </w:r>
      <w:r>
        <w:t>.</w:t>
      </w:r>
    </w:p>
    <w:p w:rsidR="00294BA7" w:rsidRDefault="00294BA7" w:rsidP="00294BA7">
      <w:pPr>
        <w:pStyle w:val="libNormal"/>
      </w:pPr>
      <w:r>
        <w:t xml:space="preserve">There is another </w:t>
      </w:r>
      <w:r w:rsidRPr="00294BA7">
        <w:rPr>
          <w:rStyle w:val="libItalicChar"/>
        </w:rPr>
        <w:t xml:space="preserve">Namaaz </w:t>
      </w:r>
      <w:r>
        <w:t>also for Marhoom. It is 2 rak’at, in the first rak’at after Al</w:t>
      </w:r>
      <w:r w:rsidR="002E452F">
        <w:t>-</w:t>
      </w:r>
      <w:r>
        <w:t xml:space="preserve">Hamd recite </w:t>
      </w:r>
      <w:r w:rsidRPr="00294BA7">
        <w:rPr>
          <w:rStyle w:val="libItalicChar"/>
        </w:rPr>
        <w:t>once Aayatul Kursee and Surah</w:t>
      </w:r>
      <w:r w:rsidR="002E452F">
        <w:rPr>
          <w:rStyle w:val="libItalicChar"/>
        </w:rPr>
        <w:t>-</w:t>
      </w:r>
      <w:r w:rsidRPr="00294BA7">
        <w:rPr>
          <w:rStyle w:val="libItalicChar"/>
        </w:rPr>
        <w:t>e</w:t>
      </w:r>
      <w:r w:rsidR="002E452F">
        <w:rPr>
          <w:rStyle w:val="libItalicChar"/>
        </w:rPr>
        <w:t>-</w:t>
      </w:r>
      <w:r w:rsidRPr="00294BA7">
        <w:rPr>
          <w:rStyle w:val="libItalicChar"/>
        </w:rPr>
        <w:t>Ikhalaas 2 times</w:t>
      </w:r>
      <w:r>
        <w:t xml:space="preserve"> and in the second rak’at after Al</w:t>
      </w:r>
      <w:r w:rsidR="002E452F">
        <w:t>-</w:t>
      </w:r>
      <w:r>
        <w:t xml:space="preserve">Hamd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 xml:space="preserve"> Takaasur 10 times</w:t>
      </w:r>
      <w:r>
        <w:t>. This also carries a great reward for Marhoom and the reciter also.</w:t>
      </w:r>
    </w:p>
    <w:p w:rsidR="00294BA7" w:rsidRDefault="00294BA7" w:rsidP="00294BA7">
      <w:pPr>
        <w:pStyle w:val="libNormal"/>
      </w:pPr>
      <w:r>
        <w:t>If at all the son or a daughter did not fulfill the rights of their parent during their lifetime, then they should pray this Namaaz. InshaaAllaah the Marhoom parents shall be pleased with them: Time</w:t>
      </w:r>
      <w:r w:rsidRPr="00294BA7">
        <w:rPr>
          <w:rStyle w:val="libItalicChar"/>
        </w:rPr>
        <w:t>: on the night between Wednesday and Thursday.</w:t>
      </w:r>
      <w:r>
        <w:t xml:space="preserve"> In </w:t>
      </w:r>
      <w:r w:rsidRPr="00294BA7">
        <w:rPr>
          <w:rStyle w:val="libItalicChar"/>
        </w:rPr>
        <w:t>between Maghrib and Ishaa</w:t>
      </w:r>
      <w:r>
        <w:t xml:space="preserve">. Niyyat: Fulfillment of the rights of my parent(s). </w:t>
      </w:r>
      <w:r w:rsidRPr="00294BA7">
        <w:rPr>
          <w:rStyle w:val="libItalicChar"/>
        </w:rPr>
        <w:t>Namaaz; 2 rak’at</w:t>
      </w:r>
      <w:r>
        <w:t>. In each rak’at after Al</w:t>
      </w:r>
      <w:r w:rsidR="002E452F">
        <w:t>-</w:t>
      </w:r>
      <w:r>
        <w:t xml:space="preserve">Hamd recite </w:t>
      </w:r>
      <w:r w:rsidRPr="00294BA7">
        <w:rPr>
          <w:rStyle w:val="libItalicChar"/>
        </w:rPr>
        <w:t>5 times Aayatul Kursee, 5 times Surah</w:t>
      </w:r>
      <w:r w:rsidR="002E452F">
        <w:rPr>
          <w:rStyle w:val="libItalicChar"/>
        </w:rPr>
        <w:t>-</w:t>
      </w:r>
      <w:r w:rsidRPr="00294BA7">
        <w:rPr>
          <w:rStyle w:val="libItalicChar"/>
        </w:rPr>
        <w:t>e</w:t>
      </w:r>
      <w:r w:rsidR="002E452F">
        <w:rPr>
          <w:rStyle w:val="libItalicChar"/>
        </w:rPr>
        <w:t>-</w:t>
      </w:r>
      <w:r w:rsidRPr="00294BA7">
        <w:rPr>
          <w:rStyle w:val="libItalicChar"/>
        </w:rPr>
        <w:t>Ikhlaas, 5 times Surah</w:t>
      </w:r>
      <w:r w:rsidR="002E452F">
        <w:rPr>
          <w:rStyle w:val="libItalicChar"/>
        </w:rPr>
        <w:t>-</w:t>
      </w:r>
      <w:r w:rsidRPr="00294BA7">
        <w:rPr>
          <w:rStyle w:val="libItalicChar"/>
        </w:rPr>
        <w:t>e</w:t>
      </w:r>
      <w:r w:rsidR="002E452F">
        <w:rPr>
          <w:rStyle w:val="libItalicChar"/>
        </w:rPr>
        <w:t>-</w:t>
      </w:r>
      <w:r w:rsidRPr="00294BA7">
        <w:rPr>
          <w:rStyle w:val="libItalicChar"/>
        </w:rPr>
        <w:t xml:space="preserve">Kaafiroon, 5 </w:t>
      </w:r>
      <w:r w:rsidRPr="00294BA7">
        <w:rPr>
          <w:rStyle w:val="libItalicChar"/>
        </w:rPr>
        <w:lastRenderedPageBreak/>
        <w:t>times Surah</w:t>
      </w:r>
      <w:r w:rsidR="002E452F">
        <w:rPr>
          <w:rStyle w:val="libItalicChar"/>
        </w:rPr>
        <w:t>-</w:t>
      </w:r>
      <w:r w:rsidRPr="00294BA7">
        <w:rPr>
          <w:rStyle w:val="libItalicChar"/>
        </w:rPr>
        <w:t>e</w:t>
      </w:r>
      <w:r w:rsidR="002E452F">
        <w:rPr>
          <w:rStyle w:val="libItalicChar"/>
        </w:rPr>
        <w:t>-</w:t>
      </w:r>
      <w:r w:rsidRPr="00294BA7">
        <w:rPr>
          <w:rStyle w:val="libItalicChar"/>
        </w:rPr>
        <w:t>Falak, and 5 times Surah</w:t>
      </w:r>
      <w:r w:rsidR="002E452F">
        <w:rPr>
          <w:rStyle w:val="libItalicChar"/>
        </w:rPr>
        <w:t>-</w:t>
      </w:r>
      <w:r w:rsidRPr="00294BA7">
        <w:rPr>
          <w:rStyle w:val="libItalicChar"/>
        </w:rPr>
        <w:t>e</w:t>
      </w:r>
      <w:r w:rsidR="002E452F">
        <w:rPr>
          <w:rStyle w:val="libItalicChar"/>
        </w:rPr>
        <w:t>-</w:t>
      </w:r>
      <w:r w:rsidRPr="00294BA7">
        <w:rPr>
          <w:rStyle w:val="libItalicChar"/>
        </w:rPr>
        <w:t xml:space="preserve">Naas. </w:t>
      </w:r>
      <w:r>
        <w:t xml:space="preserve">After you finish praying the Namaaz in this way recite </w:t>
      </w:r>
      <w:r w:rsidRPr="00294BA7">
        <w:rPr>
          <w:rStyle w:val="libItalicChar"/>
        </w:rPr>
        <w:t xml:space="preserve">15 times Astaghfirullaaha Wa Atoobu Ilayh. </w:t>
      </w:r>
      <w:r>
        <w:t>Dedicate the Sawaab of this A’amaal to the Marhoom parent and you shall get the reward of fulfilling their rights.</w:t>
      </w:r>
    </w:p>
    <w:p w:rsidR="00294BA7" w:rsidRPr="00294BA7" w:rsidRDefault="00294BA7" w:rsidP="00294BA7">
      <w:pPr>
        <w:pStyle w:val="libNormal"/>
        <w:rPr>
          <w:rStyle w:val="libItalicChar"/>
        </w:rPr>
      </w:pPr>
      <w:r w:rsidRPr="00294BA7">
        <w:t>If atall, you suspect that there were some wrong transactiones committed by your parents</w:t>
      </w:r>
      <w:r>
        <w:t xml:space="preserve"> so you would naturally wish that they should not be punished for that. Therefore its remedy is that first you should try to rectify if possible, try to make the wronged pepople be pleased with your parents by recompensing some thing that they would appreciate, and then observe this prayer on behalf of your parents: Pray </w:t>
      </w:r>
      <w:r w:rsidRPr="00294BA7">
        <w:rPr>
          <w:rStyle w:val="libItalicChar"/>
        </w:rPr>
        <w:t>4 rak’ar Namaaz</w:t>
      </w:r>
      <w:r>
        <w:t xml:space="preserve"> in sets if 2 rak’at each. In the 1</w:t>
      </w:r>
      <w:r w:rsidRPr="00294BA7">
        <w:t>st</w:t>
      </w:r>
      <w:r>
        <w:t xml:space="preserve"> rak’st after Al</w:t>
      </w:r>
      <w:r w:rsidR="002E452F">
        <w:t>-</w:t>
      </w:r>
      <w:r>
        <w:t xml:space="preserve">Hamd 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 xml:space="preserve"> Ikhlaas 25 times</w:t>
      </w:r>
      <w:r>
        <w:t>, in the 2</w:t>
      </w:r>
      <w:r w:rsidRPr="00294BA7">
        <w:t>nd</w:t>
      </w:r>
      <w:r>
        <w:t xml:space="preserve"> rak’at </w:t>
      </w:r>
      <w:r w:rsidRPr="00294BA7">
        <w:rPr>
          <w:rStyle w:val="libItalicChar"/>
        </w:rPr>
        <w:t>50 times,</w:t>
      </w:r>
      <w:r>
        <w:t xml:space="preserve"> in the3 rak’at </w:t>
      </w:r>
      <w:r w:rsidRPr="00294BA7">
        <w:rPr>
          <w:rStyle w:val="libItalicChar"/>
        </w:rPr>
        <w:t>75 times</w:t>
      </w:r>
      <w:r>
        <w:t xml:space="preserve"> and in the 4 th rak’at </w:t>
      </w:r>
      <w:r w:rsidRPr="00294BA7">
        <w:rPr>
          <w:rStyle w:val="libItalicChar"/>
        </w:rPr>
        <w:t>100 times.</w:t>
      </w:r>
      <w:r>
        <w:t xml:space="preserve"> After Namaaz recite this </w:t>
      </w:r>
      <w:r w:rsidRPr="00294BA7">
        <w:t>Duaa:</w:t>
      </w:r>
      <w:r>
        <w:t xml:space="preserve"> </w:t>
      </w:r>
      <w:r w:rsidRPr="00294BA7">
        <w:rPr>
          <w:rStyle w:val="libItalicChar"/>
        </w:rPr>
        <w:t>Allaahumma Swalli Ala Muhammadin Wa Aali Muhammad, Bismil</w:t>
      </w:r>
      <w:r w:rsidR="002E452F">
        <w:rPr>
          <w:rStyle w:val="libItalicChar"/>
        </w:rPr>
        <w:t>-</w:t>
      </w:r>
      <w:r w:rsidRPr="00294BA7">
        <w:rPr>
          <w:rStyle w:val="libItalicChar"/>
        </w:rPr>
        <w:t>Laahir</w:t>
      </w:r>
      <w:r w:rsidR="002E452F">
        <w:rPr>
          <w:rStyle w:val="libItalicChar"/>
        </w:rPr>
        <w:t>-</w:t>
      </w:r>
      <w:r w:rsidRPr="00294BA7">
        <w:rPr>
          <w:rStyle w:val="libItalicChar"/>
        </w:rPr>
        <w:t>Rahmaanir</w:t>
      </w:r>
      <w:r w:rsidR="002E452F">
        <w:rPr>
          <w:rStyle w:val="libItalicChar"/>
        </w:rPr>
        <w:t>-</w:t>
      </w:r>
      <w:r w:rsidRPr="00294BA7">
        <w:rPr>
          <w:rStyle w:val="libItalicChar"/>
        </w:rPr>
        <w:t>Raheem. Yaa Nooras Samaawaati Wal Ardhi Wa Yaa Ghawthak Mustagheeseen, Yaa Jaaral Mustajeereea Antal Munzalu Bika Kullu Haajatin Astaghfiroo Atoobu Ilayka Mimmadhaalimi Katheeratin Li Ibaadika Qablee Allaahumma Fa Ayyu Maa Abdim Min Ibaadika Aw Amatin Min Imaaika Kaanat Lahoo Qablee Mudhlimatun Dhwalamtuhaa Aw Fee Ardhihee Aw Fee Maalihee Aw Fee Ahlihee Wa Waladihee Aw Gheebatun Ightabtahoo Bihaa Aw Tahammulin Alayhi Bimaylin Aw Hawan Aw Anfatin Aw Hamiyyatin Aw Riyaain Aw Asabiyyatin Ghiyaaban Kaana Aw Shaahidan Wa Hayyan Kaana Aw Mayyitan Fa Qasurat Yadee Wa zaaqa Wus’ee Aw</w:t>
      </w:r>
      <w:r w:rsidRPr="00294BA7">
        <w:t xml:space="preserve"> </w:t>
      </w:r>
      <w:r w:rsidRPr="00294BA7">
        <w:rPr>
          <w:rStyle w:val="libItalicChar"/>
        </w:rPr>
        <w:t>Ruddahaa Ilayhi Wat</w:t>
      </w:r>
      <w:r w:rsidR="002E452F">
        <w:rPr>
          <w:rStyle w:val="libItalicChar"/>
        </w:rPr>
        <w:t>-</w:t>
      </w:r>
      <w:r w:rsidRPr="00294BA7">
        <w:rPr>
          <w:rStyle w:val="libItalicChar"/>
        </w:rPr>
        <w:t>Tahallulee Minhoo Fa As’aluka Yaa Man Yamlikul Haajata Wa Hiya Mustajeebatun Li Mashiyyatihee Wa Musriatun Ilaa Iraadatihee An Tuswallee Alaa Muhammadin Wa Aali Muhammad Wa An Turdhiyahoo Aniyy Bimaa Shi’ta Min Khazaaini Rahmatika Thumma Tahaba Lee</w:t>
      </w:r>
      <w:r w:rsidRPr="00294BA7">
        <w:t xml:space="preserve"> </w:t>
      </w:r>
      <w:r w:rsidRPr="00294BA7">
        <w:rPr>
          <w:rStyle w:val="libItalicChar"/>
        </w:rPr>
        <w:t>Min Ladunka Rahmatan Innahoo Laa Tanqusukal Maghfiratu Walaa Tadhurrukal Moohibatoo Rabbi Akrimnee Birahmatika Walaa Tukhzinee Bi Dhunoobee Innaka Waasiul Maghfiratee Yaa Arhamar</w:t>
      </w:r>
      <w:r w:rsidR="002E452F">
        <w:rPr>
          <w:rStyle w:val="libItalicChar"/>
        </w:rPr>
        <w:t>-</w:t>
      </w:r>
      <w:r w:rsidRPr="00294BA7">
        <w:rPr>
          <w:rStyle w:val="libItalicChar"/>
        </w:rPr>
        <w:t>Raahimeen Allaahuma Swalli Alaa Muhammadin Wa Aali Muhammmad.</w:t>
      </w:r>
    </w:p>
    <w:p w:rsidR="002E452F" w:rsidRDefault="002E452F" w:rsidP="00294BA7">
      <w:pPr>
        <w:pStyle w:val="libNormal"/>
      </w:pPr>
      <w:r>
        <w:br w:type="page"/>
      </w:r>
    </w:p>
    <w:p w:rsidR="002E452F" w:rsidRDefault="002E452F" w:rsidP="002E452F">
      <w:pPr>
        <w:pStyle w:val="Heading1Center"/>
      </w:pPr>
      <w:bookmarkStart w:id="9" w:name="_Toc420238083"/>
      <w:r w:rsidRPr="002E452F">
        <w:lastRenderedPageBreak/>
        <w:t>DISEASE / ILLNESS / SICKNESS</w:t>
      </w:r>
      <w:bookmarkEnd w:id="9"/>
    </w:p>
    <w:p w:rsidR="00294BA7" w:rsidRDefault="00294BA7" w:rsidP="00294BA7">
      <w:pPr>
        <w:pStyle w:val="libNormal"/>
      </w:pPr>
      <w:r>
        <w:t>The All</w:t>
      </w:r>
      <w:r w:rsidR="002E452F">
        <w:t>-</w:t>
      </w:r>
      <w:r>
        <w:t xml:space="preserve">Merciful Allaah (S.W.T.) is so much kind towards His creation that when a person falls sick he is rewarded for it. It is narrated that the Angels who record deeds are commanded to record the good deeds of a sick person even though he has not performed any good deed during his sickness, but only because he used to do good deeds during his healthy days. Even when a person becomes old and he can’t perform the good deeds which he used to perfom in his youthful and healthy days, Allaah (S.W.T.) credits his account of good deeds because he used to do it in his good days. </w:t>
      </w:r>
    </w:p>
    <w:p w:rsidR="00294BA7" w:rsidRDefault="00294BA7" w:rsidP="00294BA7">
      <w:pPr>
        <w:pStyle w:val="libNormal"/>
      </w:pPr>
      <w:r>
        <w:t>Imaam Muhammad Baaqir (A.S.) said that remaining sick and painful for one night is better then the worship of one year; a fever of one night is the means of Kaffaara of one years’ sins. But this advantage is only for that person who does not complain for his or her sickness or pain.</w:t>
      </w:r>
    </w:p>
    <w:p w:rsidR="00294BA7" w:rsidRDefault="00294BA7" w:rsidP="00294BA7">
      <w:pPr>
        <w:pStyle w:val="libNormal"/>
      </w:pPr>
      <w:r>
        <w:t>Imaam Ja’afar Saadiq (A.S.) said that the person who is a beloved of Allaah is bestowed with either of these three gifts, fever, headache, or paining eyes.</w:t>
      </w:r>
    </w:p>
    <w:p w:rsidR="00294BA7" w:rsidRDefault="00294BA7" w:rsidP="00294BA7">
      <w:pPr>
        <w:pStyle w:val="libNormal"/>
      </w:pPr>
      <w:r>
        <w:t>Howsoever, there are many causes of disease and sickness. One of the causes may be because of our own negligence on the part of hygiene, or it is hereditary, or it is because of carelessness in consumption of food, or it may be atonement for our sins. Howsoever, it is everybody’s duty to be on safe side and protect oneself from disease at whatever extent it is possible.</w:t>
      </w:r>
    </w:p>
    <w:p w:rsidR="00294BA7" w:rsidRDefault="00294BA7" w:rsidP="00294BA7">
      <w:pPr>
        <w:pStyle w:val="libNormal"/>
      </w:pPr>
      <w:r>
        <w:t>Nevertheless there are some people who are quite fit but they do not feel well any day. They always complain about their health and they really look like sick, but they are not. This is because of mental thinking of a person; psychological problem causes him or her to consider oneself to be a sick person while physically they might be very well. If one removes the negative thinking from his mind he is surely cured without a tablet of medicine. In contradiction to this there are people who create such a firm will</w:t>
      </w:r>
      <w:r w:rsidR="002E452F">
        <w:t>-</w:t>
      </w:r>
      <w:r>
        <w:t>power in their minds that even they are really sick, but they do not pamper their thought of sickness and thus we can see they live the life as wonders.</w:t>
      </w:r>
    </w:p>
    <w:p w:rsidR="00294BA7" w:rsidRDefault="00294BA7" w:rsidP="00294BA7">
      <w:pPr>
        <w:pStyle w:val="libNormal"/>
      </w:pPr>
      <w:r>
        <w:t>However, besides the precautions and cures we must also seek help from Almighty Allaah (S.W.T.) because no medicine can work without His permission. There is a well</w:t>
      </w:r>
      <w:r w:rsidR="002E452F">
        <w:t>-</w:t>
      </w:r>
      <w:r>
        <w:t xml:space="preserve">known episode of Nabi Moosa (A.S.) that once when he was sick he sought help from Allaah (S.W.T.) He was directed to go to the bush and collect a certain type of herb to use for his sickness. He did accordingly and was cured. Next time when he was sick he went directly to the bush, collected the herb and used it but with no effect. Enquiring from Allaah he was told that the first time he asked help from Allaah so he was successful but the other time he did not do so, that was the reason. </w:t>
      </w:r>
    </w:p>
    <w:p w:rsidR="00294BA7" w:rsidRDefault="00294BA7" w:rsidP="00294BA7">
      <w:pPr>
        <w:pStyle w:val="libNormal"/>
      </w:pPr>
      <w:r>
        <w:t>Hereunder are the mention of some essential Duaas and A’amaal, Inshaa</w:t>
      </w:r>
      <w:r w:rsidR="002E452F">
        <w:t>-</w:t>
      </w:r>
      <w:r>
        <w:t xml:space="preserve"> Allaah, for the complete cure of disease, illnesses, and sicknesses.</w:t>
      </w:r>
    </w:p>
    <w:p w:rsidR="00294BA7" w:rsidRDefault="00294BA7" w:rsidP="00294BA7">
      <w:pPr>
        <w:pStyle w:val="libNormal"/>
      </w:pPr>
      <w:r>
        <w:t>For any type of disease recite Surah Al</w:t>
      </w:r>
      <w:r w:rsidR="002E452F">
        <w:t>-</w:t>
      </w:r>
      <w:r>
        <w:t>Hamd 7 or 70 times over the forehead of the patient</w:t>
      </w:r>
    </w:p>
    <w:p w:rsidR="00294BA7" w:rsidRDefault="00294BA7" w:rsidP="00294BA7">
      <w:pPr>
        <w:pStyle w:val="libNormal"/>
      </w:pPr>
      <w:r>
        <w:t xml:space="preserve">Various diseases can be avoided by reciting </w:t>
      </w:r>
      <w:r w:rsidRPr="00294BA7">
        <w:rPr>
          <w:rStyle w:val="libItalicChar"/>
        </w:rPr>
        <w:t>Surah An</w:t>
      </w:r>
      <w:r w:rsidR="002E452F">
        <w:rPr>
          <w:rStyle w:val="libItalicChar"/>
        </w:rPr>
        <w:t>-</w:t>
      </w:r>
      <w:r w:rsidRPr="00294BA7">
        <w:rPr>
          <w:rStyle w:val="libItalicChar"/>
        </w:rPr>
        <w:t>Nahl</w:t>
      </w:r>
      <w:r>
        <w:t xml:space="preserve"> once a month.</w:t>
      </w:r>
    </w:p>
    <w:p w:rsidR="00294BA7" w:rsidRDefault="00294BA7" w:rsidP="00294BA7">
      <w:pPr>
        <w:pStyle w:val="libNormal"/>
      </w:pPr>
      <w:r>
        <w:t xml:space="preserve">Regular recitation of </w:t>
      </w:r>
      <w:r w:rsidRPr="00294BA7">
        <w:rPr>
          <w:rStyle w:val="libItalicChar"/>
        </w:rPr>
        <w:t>Sura</w:t>
      </w:r>
      <w:r w:rsidR="002E452F">
        <w:rPr>
          <w:rStyle w:val="libItalicChar"/>
        </w:rPr>
        <w:t>-</w:t>
      </w:r>
      <w:r w:rsidRPr="00294BA7">
        <w:rPr>
          <w:rStyle w:val="libItalicChar"/>
        </w:rPr>
        <w:t>e</w:t>
      </w:r>
      <w:r w:rsidR="002E452F">
        <w:rPr>
          <w:rStyle w:val="libItalicChar"/>
        </w:rPr>
        <w:t>-</w:t>
      </w:r>
      <w:r w:rsidRPr="00294BA7">
        <w:rPr>
          <w:rStyle w:val="libItalicChar"/>
        </w:rPr>
        <w:t>Yaaseen</w:t>
      </w:r>
      <w:r>
        <w:t xml:space="preserve"> has the merit of curing and protecting from various dangerous diseases.</w:t>
      </w:r>
    </w:p>
    <w:p w:rsidR="00294BA7" w:rsidRDefault="00294BA7" w:rsidP="00294BA7">
      <w:pPr>
        <w:pStyle w:val="libNormal"/>
      </w:pPr>
      <w:r>
        <w:t xml:space="preserve">Write </w:t>
      </w:r>
      <w:r w:rsidRPr="00294BA7">
        <w:rPr>
          <w:rStyle w:val="libItalicChar"/>
        </w:rPr>
        <w:t>Surah Al</w:t>
      </w:r>
      <w:r w:rsidR="002E452F">
        <w:rPr>
          <w:rStyle w:val="libItalicChar"/>
        </w:rPr>
        <w:t>-</w:t>
      </w:r>
      <w:r w:rsidRPr="00294BA7">
        <w:rPr>
          <w:rStyle w:val="libItalicChar"/>
        </w:rPr>
        <w:t>Mujaadilah</w:t>
      </w:r>
      <w:r>
        <w:t xml:space="preserve"> and place it on the paining part, the pain will disappear at once.</w:t>
      </w:r>
    </w:p>
    <w:p w:rsidR="00294BA7" w:rsidRDefault="00294BA7" w:rsidP="00294BA7">
      <w:pPr>
        <w:pStyle w:val="libNormal"/>
      </w:pPr>
      <w:r>
        <w:t xml:space="preserve">When you are doubtful to consume certain food that whether it will harm your health or not, then recite </w:t>
      </w:r>
      <w:r w:rsidRPr="00294BA7">
        <w:rPr>
          <w:rStyle w:val="libItalicChar"/>
        </w:rPr>
        <w:t>Surah Al</w:t>
      </w:r>
      <w:r w:rsidR="002E452F">
        <w:rPr>
          <w:rStyle w:val="libItalicChar"/>
        </w:rPr>
        <w:t>-</w:t>
      </w:r>
      <w:r w:rsidRPr="00294BA7">
        <w:rPr>
          <w:rStyle w:val="libItalicChar"/>
        </w:rPr>
        <w:t>Quraysh</w:t>
      </w:r>
      <w:r>
        <w:t xml:space="preserve"> over it and the food will do no harm to you.</w:t>
      </w:r>
    </w:p>
    <w:p w:rsidR="00294BA7" w:rsidRPr="00294BA7" w:rsidRDefault="00294BA7" w:rsidP="00294BA7">
      <w:pPr>
        <w:pStyle w:val="libNormal"/>
        <w:rPr>
          <w:rStyle w:val="libItalicChar"/>
        </w:rPr>
      </w:pPr>
      <w:r w:rsidRPr="00294BA7">
        <w:rPr>
          <w:rStyle w:val="libItalicChar"/>
        </w:rPr>
        <w:t>Khaaq</w:t>
      </w:r>
      <w:r w:rsidR="002E452F">
        <w:rPr>
          <w:rStyle w:val="libItalicChar"/>
        </w:rPr>
        <w:t>-</w:t>
      </w:r>
      <w:r w:rsidRPr="00294BA7">
        <w:rPr>
          <w:rStyle w:val="libItalicChar"/>
        </w:rPr>
        <w:t>e</w:t>
      </w:r>
      <w:r w:rsidR="002E452F">
        <w:rPr>
          <w:rStyle w:val="libItalicChar"/>
        </w:rPr>
        <w:t>-</w:t>
      </w:r>
      <w:r w:rsidRPr="00294BA7">
        <w:rPr>
          <w:rStyle w:val="libItalicChar"/>
        </w:rPr>
        <w:t>Shifaa</w:t>
      </w:r>
      <w:r>
        <w:t xml:space="preserve"> is a sure remedy for every disease, but we should better know its usage and particular Duaa to be recited before using it. If it is very necessary then it is allowed to take a very small piece of Khaaq</w:t>
      </w:r>
      <w:r w:rsidR="002E452F">
        <w:t>-</w:t>
      </w:r>
      <w:r>
        <w:t>e</w:t>
      </w:r>
      <w:r w:rsidR="002E452F">
        <w:t>-</w:t>
      </w:r>
      <w:r>
        <w:t xml:space="preserve">Shifaa, put it in the mouth and drink water over it and </w:t>
      </w:r>
      <w:r>
        <w:lastRenderedPageBreak/>
        <w:t xml:space="preserve">recite this Duaa: </w:t>
      </w:r>
      <w:r w:rsidRPr="00294BA7">
        <w:rPr>
          <w:rStyle w:val="libItalicChar"/>
        </w:rPr>
        <w:t>Allaahummaj’alhu Rizqan Waasi’an Wa Ilman Naafi’an Wa Shiffa’an Min Kulli Daa’in Wa Suqmin.</w:t>
      </w:r>
    </w:p>
    <w:p w:rsidR="00294BA7" w:rsidRDefault="00294BA7" w:rsidP="00294BA7">
      <w:pPr>
        <w:pStyle w:val="libNormal"/>
      </w:pPr>
      <w:r>
        <w:t>A sick person should himself/herself recite this Duaa for the recovery:</w:t>
      </w:r>
      <w:r w:rsidRPr="00294BA7">
        <w:t xml:space="preserve"> </w:t>
      </w:r>
      <w:r>
        <w:t>Allaahumma Ashfinee bi Shifaa’ika, Wa Daawinee Bi Dawaaika, Wa Aafinee Min Balaa’ika, Fa Innee Abduka Wabnu Abdika.</w:t>
      </w:r>
    </w:p>
    <w:p w:rsidR="00294BA7" w:rsidRDefault="00294BA7" w:rsidP="00294BA7">
      <w:pPr>
        <w:pStyle w:val="libNormal"/>
      </w:pPr>
      <w:r>
        <w:t xml:space="preserve">It is narrated that we should seek </w:t>
      </w:r>
      <w:r w:rsidRPr="00294BA7">
        <w:rPr>
          <w:rStyle w:val="libItalicChar"/>
        </w:rPr>
        <w:t>Waseela of Imaam Moosa</w:t>
      </w:r>
      <w:r w:rsidR="002E452F">
        <w:rPr>
          <w:rStyle w:val="libItalicChar"/>
        </w:rPr>
        <w:t>-</w:t>
      </w:r>
      <w:r w:rsidRPr="00294BA7">
        <w:rPr>
          <w:rStyle w:val="libItalicChar"/>
        </w:rPr>
        <w:t>e</w:t>
      </w:r>
      <w:r w:rsidR="002E452F">
        <w:rPr>
          <w:rStyle w:val="libItalicChar"/>
        </w:rPr>
        <w:t>-</w:t>
      </w:r>
      <w:r w:rsidRPr="00294BA7">
        <w:rPr>
          <w:rStyle w:val="libItalicChar"/>
        </w:rPr>
        <w:t>Kadhim (A.S.)</w:t>
      </w:r>
      <w:r>
        <w:t xml:space="preserve"> for getting well from disease. To keep Nazar that I shall offer 1400 or 14000 </w:t>
      </w:r>
      <w:r w:rsidRPr="00294BA7">
        <w:rPr>
          <w:rStyle w:val="libItalicChar"/>
        </w:rPr>
        <w:t>Salawaat</w:t>
      </w:r>
      <w:r>
        <w:t xml:space="preserve"> to the Imaam is a sure way to recover.</w:t>
      </w:r>
    </w:p>
    <w:p w:rsidR="00294BA7" w:rsidRDefault="00294BA7" w:rsidP="00294BA7">
      <w:pPr>
        <w:pStyle w:val="libNormal"/>
      </w:pPr>
      <w:r>
        <w:t>Keep some Sadaqa under the pillow of the sick person and recite the following Duaa: Allaahumma Innee As’aluka Bihaqqee Waliyyika Moosa</w:t>
      </w:r>
      <w:r w:rsidR="002E452F">
        <w:t>-</w:t>
      </w:r>
      <w:r>
        <w:t>bni Ja’afar, Illaa Aafaytanee Fee Jamee’I Jawaarihi Maa Dhwahara Minhaa Wamaa Batwan, Wa Daf’at Annee Jamee’il Aalaami Wal Askaami Yaa Jawaadu Yaa Kareem Yaa Arhamar</w:t>
      </w:r>
      <w:r w:rsidR="002E452F">
        <w:t>-</w:t>
      </w:r>
      <w:r>
        <w:t>Raahimeen. Then give that Sadqa to a poor in the morning. InshaaAllaah the sick shall be cured.</w:t>
      </w:r>
    </w:p>
    <w:p w:rsidR="00294BA7" w:rsidRDefault="00294BA7" w:rsidP="00294BA7">
      <w:pPr>
        <w:pStyle w:val="libNormal"/>
      </w:pPr>
      <w:r>
        <w:t xml:space="preserve">To cure any type of fever recite 1000 times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Ikhlaas</w:t>
      </w:r>
      <w:r>
        <w:t xml:space="preserve"> and beseech Allaah to cure the sickness </w:t>
      </w:r>
      <w:r w:rsidRPr="00294BA7">
        <w:rPr>
          <w:rStyle w:val="libItalicChar"/>
        </w:rPr>
        <w:t>in the name of Bibi Fatima (S.A.)</w:t>
      </w:r>
    </w:p>
    <w:p w:rsidR="00294BA7" w:rsidRDefault="00294BA7" w:rsidP="00294BA7">
      <w:pPr>
        <w:pStyle w:val="libNormal"/>
      </w:pPr>
      <w:r>
        <w:t xml:space="preserve">If the recovery from sickness seems hard then daily recite 18 times </w:t>
      </w:r>
      <w:r w:rsidRPr="00294BA7">
        <w:rPr>
          <w:rStyle w:val="libItalicChar"/>
        </w:rPr>
        <w:t xml:space="preserve">Naadey Aliyyan </w:t>
      </w:r>
      <w:r>
        <w:t>over the glass of pure water and give it to the patient to drink, Inshaa</w:t>
      </w:r>
      <w:r w:rsidR="002E452F">
        <w:t>-</w:t>
      </w:r>
      <w:r>
        <w:t>Allaah the disease will disappear.</w:t>
      </w:r>
    </w:p>
    <w:p w:rsidR="00294BA7" w:rsidRDefault="00294BA7" w:rsidP="00294BA7">
      <w:pPr>
        <w:pStyle w:val="libNormal"/>
      </w:pPr>
      <w:r>
        <w:t xml:space="preserve">Reciting </w:t>
      </w:r>
      <w:r w:rsidRPr="00294BA7">
        <w:rPr>
          <w:rStyle w:val="libItalicChar"/>
        </w:rPr>
        <w:t>Naadey Aliyyan</w:t>
      </w:r>
      <w:r>
        <w:t xml:space="preserve"> regularly 27 times daily keeps the sickness away.</w:t>
      </w:r>
    </w:p>
    <w:p w:rsidR="00294BA7" w:rsidRDefault="00294BA7" w:rsidP="00294BA7">
      <w:pPr>
        <w:pStyle w:val="libNormal"/>
      </w:pPr>
      <w:r>
        <w:t xml:space="preserve">Whatsoever dreadful or incurable disease may it be, if these Holy Names are recited over it with purity of intention and sincerity in faith, the recovery will astonish everybody: </w:t>
      </w:r>
      <w:r w:rsidRPr="00294BA7">
        <w:rPr>
          <w:rStyle w:val="libItalicChar"/>
        </w:rPr>
        <w:t>Yaa Hafeedhu, Yaa Salaamu, Yaa Naafiu, Yaa Baakiu, Yaa Kareemu, Yaa Ghafooru, Yaa Haadiyu</w:t>
      </w:r>
      <w:r w:rsidRPr="00294BA7">
        <w:t>.</w:t>
      </w:r>
      <w:r>
        <w:t xml:space="preserve"> This may be recited </w:t>
      </w:r>
      <w:r w:rsidRPr="00294BA7">
        <w:rPr>
          <w:rStyle w:val="libItalicChar"/>
        </w:rPr>
        <w:t>3, 5, or 7 times</w:t>
      </w:r>
      <w:r>
        <w:t xml:space="preserve"> each.</w:t>
      </w:r>
    </w:p>
    <w:p w:rsidR="00294BA7" w:rsidRDefault="00294BA7" w:rsidP="00294BA7">
      <w:pPr>
        <w:pStyle w:val="libNormal"/>
      </w:pPr>
      <w:r>
        <w:t>The Holy Prophet (S.A.W.W.) said that if one recites this Duaa 40 times after Namaaz</w:t>
      </w:r>
      <w:r w:rsidR="002E452F">
        <w:t>-</w:t>
      </w:r>
      <w:r>
        <w:t>e</w:t>
      </w:r>
      <w:r w:rsidR="002E452F">
        <w:t>-</w:t>
      </w:r>
      <w:r>
        <w:t>Sub’h the disease will be cured: Bismillaahir</w:t>
      </w:r>
      <w:r w:rsidR="002E452F">
        <w:t>-</w:t>
      </w:r>
      <w:r>
        <w:t>Rahmaanir</w:t>
      </w:r>
      <w:r w:rsidR="002E452F">
        <w:t>-</w:t>
      </w:r>
      <w:r>
        <w:t>Raheem, Alhamdu Lillaahi Rabbil Aalameen, Wa Hasbunallaahu Wa Ni’amal Wakeel, Tabaarakallaahu Ahsanul Khaaliqeen, Walaa Hawla Walaa Quwwata Illaa Billaahil Aliyyil Adhweem.</w:t>
      </w:r>
    </w:p>
    <w:p w:rsidR="00294BA7" w:rsidRDefault="00294BA7" w:rsidP="00294BA7">
      <w:pPr>
        <w:pStyle w:val="libNormal"/>
      </w:pPr>
      <w:r>
        <w:t xml:space="preserve">Recitation of </w:t>
      </w:r>
      <w:r w:rsidRPr="00294BA7">
        <w:rPr>
          <w:rStyle w:val="libItalicChar"/>
        </w:rPr>
        <w:t xml:space="preserve">Yaa Salaamu </w:t>
      </w:r>
      <w:r>
        <w:t>111 times is also a remedy of sickness.</w:t>
      </w:r>
    </w:p>
    <w:p w:rsidR="00294BA7" w:rsidRDefault="00294BA7" w:rsidP="00294BA7">
      <w:pPr>
        <w:pStyle w:val="libNormal"/>
      </w:pPr>
      <w:r>
        <w:t xml:space="preserve">Recite </w:t>
      </w:r>
      <w:r w:rsidRPr="00294BA7">
        <w:rPr>
          <w:rStyle w:val="libItalicChar"/>
        </w:rPr>
        <w:t>Yaa Hayyu Yaa Qayyoom</w:t>
      </w:r>
      <w:r>
        <w:t xml:space="preserve"> 18 times after every Wajib Namaaz.</w:t>
      </w:r>
    </w:p>
    <w:p w:rsidR="00294BA7" w:rsidRDefault="00294BA7" w:rsidP="00294BA7">
      <w:pPr>
        <w:pStyle w:val="libNormal"/>
      </w:pPr>
      <w:r>
        <w:t>For asthma and skin disease recite Surah</w:t>
      </w:r>
      <w:r w:rsidR="002E452F">
        <w:t>-</w:t>
      </w:r>
      <w:r>
        <w:t>e</w:t>
      </w:r>
      <w:r w:rsidR="002E452F">
        <w:t>-</w:t>
      </w:r>
      <w:r>
        <w:t>Munaafiqoon.</w:t>
      </w:r>
    </w:p>
    <w:p w:rsidR="00294BA7" w:rsidRDefault="00294BA7" w:rsidP="00294BA7">
      <w:pPr>
        <w:pStyle w:val="libNormal"/>
      </w:pPr>
      <w:r>
        <w:t>Recite this Aayat No:17 of Surah</w:t>
      </w:r>
      <w:r w:rsidR="002E452F">
        <w:t>-</w:t>
      </w:r>
      <w:r>
        <w:t>e</w:t>
      </w:r>
      <w:r w:rsidR="002E452F">
        <w:t>-</w:t>
      </w:r>
      <w:r>
        <w:t>An’aam before Sub’h: Wa Inyamsaskallaahu Bi Dhurrin Falaa Kaashifa Lahoo Illaa Huwa, Wa Inyamsaska Bi Khayrin Fa Huwa Alaa Kulli Shay’in Qadeer.</w:t>
      </w:r>
    </w:p>
    <w:p w:rsidR="00294BA7" w:rsidRDefault="00294BA7" w:rsidP="00294BA7">
      <w:pPr>
        <w:pStyle w:val="libNormal"/>
      </w:pPr>
      <w:r>
        <w:t>For the cure of toothache recite: T’wonn’y, Seen, Meem, Kaaf, Hey, Ye, Ayn, Swaad, Hay, Meem, Ayn, Seen, Kaaf, Allaahu Laa Ilaaha Illaa Huwa Rabbul Arshil Adhweem.</w:t>
      </w:r>
    </w:p>
    <w:p w:rsidR="00294BA7" w:rsidRDefault="00294BA7" w:rsidP="00294BA7">
      <w:pPr>
        <w:pStyle w:val="libNormal"/>
      </w:pPr>
      <w:r>
        <w:t>For the aching eyes recite: Yaa Ahli Yashraba Laa Maqaama Lakum, then blow on the eyes. Another Duaa: Ueedhu Noori Baswaree Bi</w:t>
      </w:r>
      <w:r w:rsidRPr="00294BA7">
        <w:t xml:space="preserve"> </w:t>
      </w:r>
      <w:r>
        <w:t>Norillahl</w:t>
      </w:r>
      <w:r w:rsidR="002E452F">
        <w:t>-</w:t>
      </w:r>
      <w:r>
        <w:t>Ladhee Laa Yutfau. And reciting Aayatul Qursee is also effective.</w:t>
      </w:r>
    </w:p>
    <w:p w:rsidR="00294BA7" w:rsidRDefault="00294BA7" w:rsidP="00294BA7">
      <w:pPr>
        <w:pStyle w:val="libNormal"/>
      </w:pPr>
      <w:r>
        <w:t xml:space="preserve">For any minor or major </w:t>
      </w:r>
      <w:r w:rsidRPr="00294BA7">
        <w:rPr>
          <w:rStyle w:val="libItalicChar"/>
        </w:rPr>
        <w:t>eyes problem</w:t>
      </w:r>
      <w:r>
        <w:t xml:space="preserve"> daily recite </w:t>
      </w:r>
      <w:r w:rsidRPr="00294BA7">
        <w:rPr>
          <w:rStyle w:val="libItalicChar"/>
        </w:rPr>
        <w:t>Sura</w:t>
      </w:r>
      <w:r w:rsidR="002E452F">
        <w:rPr>
          <w:rStyle w:val="libItalicChar"/>
        </w:rPr>
        <w:t>-</w:t>
      </w:r>
      <w:r w:rsidRPr="00294BA7">
        <w:rPr>
          <w:rStyle w:val="libItalicChar"/>
        </w:rPr>
        <w:t>e</w:t>
      </w:r>
      <w:r w:rsidR="002E452F">
        <w:rPr>
          <w:rStyle w:val="libItalicChar"/>
        </w:rPr>
        <w:t>-</w:t>
      </w:r>
      <w:r w:rsidRPr="00294BA7">
        <w:rPr>
          <w:rStyle w:val="libItalicChar"/>
        </w:rPr>
        <w:t>Takweer</w:t>
      </w:r>
      <w:r>
        <w:t>.</w:t>
      </w:r>
    </w:p>
    <w:p w:rsidR="00294BA7" w:rsidRDefault="00294BA7" w:rsidP="00294BA7">
      <w:pPr>
        <w:pStyle w:val="libNormal"/>
      </w:pPr>
      <w:r>
        <w:t>For good memory recite this Duaa after Sub’h Namaaz: Sub’haana Man Laa Ya’atadi Alaa Ahli Mamlakatifi, Sub’haana Man Laa Ya’akhudhu Ahlal Ardhi Bi Alwaanil Adhaabi, Sub’haanar</w:t>
      </w:r>
      <w:r w:rsidR="002E452F">
        <w:t>-</w:t>
      </w:r>
      <w:r>
        <w:t>Raoofir</w:t>
      </w:r>
      <w:r w:rsidR="002E452F">
        <w:t>-</w:t>
      </w:r>
      <w:r>
        <w:t>Raheem, Allaahummaj’allee Fee Qalbee Noora Wa Baswara Wa Fahman Innaka Alaa Kulli Shy’in Qadeer.</w:t>
      </w:r>
    </w:p>
    <w:p w:rsidR="00294BA7" w:rsidRDefault="00294BA7" w:rsidP="00294BA7">
      <w:pPr>
        <w:pStyle w:val="libNormal"/>
      </w:pPr>
      <w:r>
        <w:t>For storing the memories in brain: recite Surah</w:t>
      </w:r>
      <w:r w:rsidR="002E452F">
        <w:t>-</w:t>
      </w:r>
      <w:r>
        <w:t>e</w:t>
      </w:r>
      <w:r w:rsidR="002E452F">
        <w:t>-</w:t>
      </w:r>
      <w:r>
        <w:t>A’alaa. [*]</w:t>
      </w:r>
    </w:p>
    <w:p w:rsidR="00294BA7" w:rsidRDefault="00294BA7" w:rsidP="00294BA7">
      <w:pPr>
        <w:pStyle w:val="libNormal"/>
      </w:pPr>
      <w:r>
        <w:t xml:space="preserve">If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Alam</w:t>
      </w:r>
      <w:r w:rsidR="002E452F">
        <w:rPr>
          <w:rStyle w:val="libItalicChar"/>
        </w:rPr>
        <w:t>-</w:t>
      </w:r>
      <w:r w:rsidRPr="00294BA7">
        <w:rPr>
          <w:rStyle w:val="libItalicChar"/>
        </w:rPr>
        <w:t>Nashrah</w:t>
      </w:r>
      <w:r>
        <w:t xml:space="preserve"> is reicted 17 times and blown on the chest, the </w:t>
      </w:r>
      <w:r w:rsidRPr="00294BA7">
        <w:rPr>
          <w:rStyle w:val="libItalicChar"/>
        </w:rPr>
        <w:t>brain will begin working afresh</w:t>
      </w:r>
      <w:r>
        <w:t>. [*]</w:t>
      </w:r>
    </w:p>
    <w:p w:rsidR="00294BA7" w:rsidRDefault="00294BA7" w:rsidP="00294BA7">
      <w:pPr>
        <w:pStyle w:val="libNormal"/>
      </w:pPr>
      <w:r>
        <w:t xml:space="preserve">Recite </w:t>
      </w:r>
      <w:r w:rsidRPr="00294BA7">
        <w:rPr>
          <w:rStyle w:val="libItalicChar"/>
        </w:rPr>
        <w:t>Aayat No: 66 and 67 of Surah</w:t>
      </w:r>
      <w:r w:rsidR="002E452F">
        <w:rPr>
          <w:rStyle w:val="libItalicChar"/>
        </w:rPr>
        <w:t>-</w:t>
      </w:r>
      <w:r w:rsidRPr="00294BA7">
        <w:rPr>
          <w:rStyle w:val="libItalicChar"/>
        </w:rPr>
        <w:t>e</w:t>
      </w:r>
      <w:r w:rsidR="002E452F">
        <w:rPr>
          <w:rStyle w:val="libItalicChar"/>
        </w:rPr>
        <w:t>-</w:t>
      </w:r>
      <w:r w:rsidRPr="00294BA7">
        <w:rPr>
          <w:rStyle w:val="libItalicChar"/>
        </w:rPr>
        <w:t>Yaaseen</w:t>
      </w:r>
      <w:r>
        <w:t xml:space="preserve"> 70 times for curing a disease.</w:t>
      </w:r>
    </w:p>
    <w:p w:rsidR="00294BA7" w:rsidRDefault="00294BA7" w:rsidP="00294BA7">
      <w:pPr>
        <w:pStyle w:val="libNormal"/>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Mashlool</w:t>
      </w:r>
      <w:r>
        <w:t xml:space="preserve"> 11 times on the Friday</w:t>
      </w:r>
      <w:r w:rsidR="002E452F">
        <w:t>-</w:t>
      </w:r>
      <w:r>
        <w:t xml:space="preserve">eve after Ishaa. And recite it once on Friday. </w:t>
      </w:r>
    </w:p>
    <w:p w:rsidR="00294BA7" w:rsidRPr="00294BA7" w:rsidRDefault="00294BA7" w:rsidP="00294BA7">
      <w:pPr>
        <w:pStyle w:val="libNormal"/>
        <w:rPr>
          <w:rStyle w:val="libItalicChar"/>
        </w:rPr>
      </w:pPr>
      <w:r>
        <w:lastRenderedPageBreak/>
        <w:t xml:space="preserve">For the </w:t>
      </w:r>
      <w:r w:rsidRPr="00294BA7">
        <w:rPr>
          <w:rStyle w:val="libItalicChar"/>
        </w:rPr>
        <w:t>protection of eyes</w:t>
      </w:r>
      <w:r>
        <w:t xml:space="preserve">, keep your hands on the eyes and always recite: </w:t>
      </w:r>
      <w:r w:rsidRPr="00294BA7">
        <w:rPr>
          <w:rStyle w:val="libItalicChar"/>
        </w:rPr>
        <w:t>Faja’alnaahu Sameean Basweera.</w:t>
      </w:r>
    </w:p>
    <w:p w:rsidR="00294BA7" w:rsidRDefault="00294BA7" w:rsidP="00294BA7">
      <w:pPr>
        <w:pStyle w:val="libNormal"/>
      </w:pPr>
      <w:r>
        <w:t>For Forgetfulness: recite Surah</w:t>
      </w:r>
      <w:r w:rsidR="002E452F">
        <w:t>-</w:t>
      </w:r>
      <w:r>
        <w:t>e</w:t>
      </w:r>
      <w:r w:rsidR="002E452F">
        <w:t>-</w:t>
      </w:r>
      <w:r>
        <w:t xml:space="preserve">Alam Nashrah. And daily after Sub’h recite this Duaa: Sub’haana Man Laa Ya’atadee Ahli Mamlekatih… (comp. Duaa written hereabove in No:21) </w:t>
      </w:r>
    </w:p>
    <w:p w:rsidR="00294BA7" w:rsidRDefault="00294BA7" w:rsidP="00294BA7">
      <w:pPr>
        <w:pStyle w:val="libNormal"/>
      </w:pPr>
      <w:r>
        <w:t xml:space="preserve">For </w:t>
      </w:r>
      <w:r w:rsidRPr="00294BA7">
        <w:rPr>
          <w:rStyle w:val="libItalicChar"/>
        </w:rPr>
        <w:t>Heart problems</w:t>
      </w:r>
      <w:r>
        <w:t xml:space="preserve">: Write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Dahr</w:t>
      </w:r>
      <w:r>
        <w:t xml:space="preserve"> with saffron on a clean paper then wash it with water and drink that water.</w:t>
      </w:r>
    </w:p>
    <w:p w:rsidR="00294BA7" w:rsidRDefault="00294BA7" w:rsidP="00294BA7">
      <w:pPr>
        <w:pStyle w:val="libNormal"/>
      </w:pPr>
      <w:r>
        <w:t>For palpitation: recite Surah</w:t>
      </w:r>
      <w:r w:rsidR="002E452F">
        <w:t>-</w:t>
      </w:r>
      <w:r>
        <w:t>Hashr.</w:t>
      </w:r>
    </w:p>
    <w:p w:rsidR="00294BA7" w:rsidRDefault="00294BA7" w:rsidP="00294BA7">
      <w:pPr>
        <w:pStyle w:val="libNormal"/>
      </w:pPr>
      <w:r>
        <w:t>To cure weakness: recite Surah</w:t>
      </w:r>
      <w:r w:rsidR="002E452F">
        <w:t>-</w:t>
      </w:r>
      <w:r>
        <w:t>e</w:t>
      </w:r>
      <w:r w:rsidR="002E452F">
        <w:t>-</w:t>
      </w:r>
      <w:r>
        <w:t>Ar</w:t>
      </w:r>
      <w:r w:rsidR="002E452F">
        <w:t>-</w:t>
      </w:r>
      <w:r>
        <w:t>Rahmaan and Surah</w:t>
      </w:r>
      <w:r w:rsidR="002E452F">
        <w:t>-</w:t>
      </w:r>
      <w:r>
        <w:t>e</w:t>
      </w:r>
      <w:r w:rsidR="002E452F">
        <w:t>-</w:t>
      </w:r>
      <w:r>
        <w:t>Qiyaamah.</w:t>
      </w:r>
    </w:p>
    <w:p w:rsidR="00294BA7" w:rsidRDefault="00294BA7" w:rsidP="00294BA7">
      <w:pPr>
        <w:pStyle w:val="libNormal"/>
      </w:pPr>
      <w:r>
        <w:t>Duaa</w:t>
      </w:r>
      <w:r w:rsidR="002E452F">
        <w:t>-</w:t>
      </w:r>
      <w:r>
        <w:t>e</w:t>
      </w:r>
      <w:r w:rsidR="002E452F">
        <w:t>-</w:t>
      </w:r>
      <w:r w:rsidRPr="00294BA7">
        <w:rPr>
          <w:rStyle w:val="libItalicChar"/>
        </w:rPr>
        <w:t>Durood</w:t>
      </w:r>
      <w:r w:rsidR="002E452F">
        <w:rPr>
          <w:rStyle w:val="libItalicChar"/>
        </w:rPr>
        <w:t>-</w:t>
      </w:r>
      <w:r w:rsidRPr="00294BA7">
        <w:rPr>
          <w:rStyle w:val="libItalicChar"/>
        </w:rPr>
        <w:t>e</w:t>
      </w:r>
      <w:r w:rsidR="002E452F">
        <w:rPr>
          <w:rStyle w:val="libItalicChar"/>
        </w:rPr>
        <w:t>-</w:t>
      </w:r>
      <w:r w:rsidRPr="00294BA7">
        <w:rPr>
          <w:rStyle w:val="libItalicChar"/>
        </w:rPr>
        <w:t>Toosi</w:t>
      </w:r>
      <w:r>
        <w:t xml:space="preserve"> is also very effective in illness.</w:t>
      </w:r>
    </w:p>
    <w:p w:rsidR="00294BA7" w:rsidRDefault="00294BA7" w:rsidP="00294BA7">
      <w:pPr>
        <w:pStyle w:val="libNormal"/>
      </w:pPr>
      <w:r>
        <w:t xml:space="preserve"> For headache; recite Surah</w:t>
      </w:r>
      <w:r w:rsidR="002E452F">
        <w:t>-</w:t>
      </w:r>
      <w:r>
        <w:t>e</w:t>
      </w:r>
      <w:r w:rsidR="002E452F">
        <w:t>-</w:t>
      </w:r>
      <w:r>
        <w:t>Taqaasur.</w:t>
      </w:r>
    </w:p>
    <w:p w:rsidR="00294BA7" w:rsidRDefault="00294BA7" w:rsidP="00294BA7">
      <w:pPr>
        <w:pStyle w:val="libNormal"/>
      </w:pPr>
      <w:r>
        <w:t>For earache: recite Aoodhubillaahil</w:t>
      </w:r>
      <w:r w:rsidR="002E452F">
        <w:t>-</w:t>
      </w:r>
      <w:r>
        <w:t>Ladhee Sakana Lahoo Maa fis</w:t>
      </w:r>
      <w:r w:rsidR="002E452F">
        <w:t>-</w:t>
      </w:r>
      <w:r>
        <w:t>Samaawaati Wa Maa Fil Ardhi Wahuwas</w:t>
      </w:r>
      <w:r w:rsidR="002E452F">
        <w:t>-</w:t>
      </w:r>
      <w:r>
        <w:t>Sameeul Aleem.</w:t>
      </w:r>
    </w:p>
    <w:p w:rsidR="00294BA7" w:rsidRDefault="00294BA7" w:rsidP="00294BA7">
      <w:pPr>
        <w:pStyle w:val="libNormal"/>
      </w:pPr>
      <w:r>
        <w:t>To stop bleeding from any part of the body recite: Bismil</w:t>
      </w:r>
      <w:r w:rsidR="002E452F">
        <w:t>-</w:t>
      </w:r>
      <w:r>
        <w:t>Laahir</w:t>
      </w:r>
      <w:r w:rsidR="002E452F">
        <w:t>-</w:t>
      </w:r>
      <w:r>
        <w:t>Rahmaanir</w:t>
      </w:r>
      <w:r w:rsidR="002E452F">
        <w:t>-</w:t>
      </w:r>
      <w:r>
        <w:t>Raheem, Maa Qatwa’atum minleenatin Aw Taraktumooha Qaaematan Alaa Uswooliha Fa Bi Idhnillaahi Wa Liyujziyal Faasiqeen.</w:t>
      </w:r>
    </w:p>
    <w:p w:rsidR="00294BA7" w:rsidRDefault="00294BA7" w:rsidP="00294BA7">
      <w:pPr>
        <w:pStyle w:val="libNormal"/>
      </w:pPr>
      <w:r>
        <w:t>For curing boils always recite this 7 times: Laa Ilaaha Illallahul Haleemul Kareem.</w:t>
      </w:r>
    </w:p>
    <w:p w:rsidR="00294BA7" w:rsidRDefault="00294BA7" w:rsidP="00294BA7">
      <w:pPr>
        <w:pStyle w:val="libNormal"/>
      </w:pPr>
      <w:r>
        <w:t>To cure shivering fever always recite this Duaa</w:t>
      </w:r>
      <w:r w:rsidR="002E452F">
        <w:t>-</w:t>
      </w:r>
      <w:r>
        <w:t>e</w:t>
      </w:r>
      <w:r w:rsidR="002E452F">
        <w:t>-</w:t>
      </w:r>
      <w:r>
        <w:t xml:space="preserve">Noor </w:t>
      </w:r>
      <w:r w:rsidRPr="00294BA7">
        <w:rPr>
          <w:rStyle w:val="libUnderlineChar"/>
        </w:rPr>
        <w:t>in the morning and evening</w:t>
      </w:r>
      <w:r>
        <w:t>: “Bismillaahin</w:t>
      </w:r>
      <w:r w:rsidR="002E452F">
        <w:t>-</w:t>
      </w:r>
      <w:r>
        <w:t>Noor, Bismillaahi Noorin</w:t>
      </w:r>
      <w:r w:rsidR="002E452F">
        <w:t>-</w:t>
      </w:r>
      <w:r>
        <w:t>Noor, Bismillaahi Noorun Alaa Noor, Bismillahil</w:t>
      </w:r>
      <w:r w:rsidR="002E452F">
        <w:t>-</w:t>
      </w:r>
      <w:r>
        <w:t>Ladhee Khalaqan</w:t>
      </w:r>
      <w:r w:rsidR="002E452F">
        <w:t>-</w:t>
      </w:r>
      <w:r>
        <w:t>Noor, Minan</w:t>
      </w:r>
      <w:r w:rsidR="002E452F">
        <w:t>-</w:t>
      </w:r>
      <w:r>
        <w:t>Noor, Wa Anzalan</w:t>
      </w:r>
      <w:r w:rsidR="002E452F">
        <w:t>-</w:t>
      </w:r>
      <w:r>
        <w:t>Noor, Alaat</w:t>
      </w:r>
      <w:r w:rsidR="002E452F">
        <w:t>-</w:t>
      </w:r>
      <w:r>
        <w:t>Toor, Fee Kitaabim</w:t>
      </w:r>
      <w:r w:rsidR="002E452F">
        <w:t>-</w:t>
      </w:r>
      <w:r>
        <w:t>Mastoor, Fee Raqqim</w:t>
      </w:r>
      <w:r w:rsidR="002E452F">
        <w:t>-</w:t>
      </w:r>
      <w:r>
        <w:t>Manshoor, Wal Baytil Ma’moor, Was</w:t>
      </w:r>
      <w:r w:rsidR="002E452F">
        <w:t>-</w:t>
      </w:r>
      <w:r>
        <w:t>Saqfil Marfoo’a, Bi Qadarim</w:t>
      </w:r>
      <w:r w:rsidR="002E452F">
        <w:t>-</w:t>
      </w:r>
      <w:r>
        <w:t>Maqdoor, Alaa Nabiyyin Mahboor. Alhamdulillaahil</w:t>
      </w:r>
      <w:r w:rsidR="002E452F">
        <w:t>-</w:t>
      </w:r>
      <w:r>
        <w:t>Ladhee Huwa Bil Izzi Madhkoor, Wa Bil Fakhri Mash’hoor, Wa Alaas</w:t>
      </w:r>
      <w:r w:rsidR="002E452F">
        <w:t>-</w:t>
      </w:r>
      <w:r>
        <w:t>Sarra’i Wadh</w:t>
      </w:r>
      <w:r w:rsidR="002E452F">
        <w:t>-</w:t>
      </w:r>
      <w:r>
        <w:t>Dharra’i Mashkoor, Wa Swallallaahu Alaa Sayyidina Muhammadin Wa Aalihit</w:t>
      </w:r>
      <w:r w:rsidR="002E452F">
        <w:t>-</w:t>
      </w:r>
      <w:r>
        <w:t>Twayyibeenat</w:t>
      </w:r>
      <w:r w:rsidR="002E452F">
        <w:t>-</w:t>
      </w:r>
      <w:r>
        <w:t>Twaahireen.”</w:t>
      </w:r>
    </w:p>
    <w:p w:rsidR="00294BA7" w:rsidRDefault="00294BA7" w:rsidP="00294BA7">
      <w:pPr>
        <w:pStyle w:val="libNormal"/>
      </w:pPr>
      <w:r>
        <w:t xml:space="preserve">To protect oneself from cholera always recite: Lee Khamsatun Utfee Bihim Harral Wabaail Haatwimah Al Mustwafa Wal Murtudha Wabnaa Humaa Wal Faatwimah. </w:t>
      </w:r>
    </w:p>
    <w:p w:rsidR="00294BA7" w:rsidRDefault="00294BA7" w:rsidP="00294BA7">
      <w:pPr>
        <w:pStyle w:val="libNormal"/>
      </w:pPr>
      <w:r>
        <w:t>To protect oneself from the disease and sicknesses Imaam Ali (A.S.) stated to recite this Duaa: Allaahu Qadeemun Azaliyyun Yuzeelul Ilal, Wahuwa Qaaimun Azaliyyun Bil Azaliyyati Lam Yazal Walaa Yuzaali, Bi Rahmatika Yaa Arhamar</w:t>
      </w:r>
      <w:r w:rsidR="002E452F">
        <w:t>-</w:t>
      </w:r>
      <w:r>
        <w:t>Raahimeen, Wa Swallallaahu Alaa Muhammadin Wa Aalihit</w:t>
      </w:r>
      <w:r w:rsidR="002E452F">
        <w:t>-</w:t>
      </w:r>
      <w:r>
        <w:t>Twayyibeenat</w:t>
      </w:r>
      <w:r w:rsidR="002E452F">
        <w:t>-</w:t>
      </w:r>
      <w:r>
        <w:t>Twaahireen.</w:t>
      </w:r>
    </w:p>
    <w:p w:rsidR="00294BA7" w:rsidRDefault="00294BA7" w:rsidP="00294BA7">
      <w:pPr>
        <w:pStyle w:val="libNormal"/>
      </w:pPr>
      <w:r>
        <w:t xml:space="preserve">Imaam Ja’far Sadiq (A.S.) said if someone is sick, </w:t>
      </w:r>
      <w:r w:rsidRPr="00294BA7">
        <w:rPr>
          <w:rStyle w:val="libUnderlineChar"/>
        </w:rPr>
        <w:t>stand under the open sky, raise your hands</w:t>
      </w:r>
      <w:r>
        <w:t xml:space="preserve"> and recite this Duaa:  “Allaahumma Innaka Ayyarta Aqwaaman Fee Kitaabik Faqulta Qulid’ool</w:t>
      </w:r>
      <w:r w:rsidR="002E452F">
        <w:t>-</w:t>
      </w:r>
      <w:r>
        <w:t>Ladheena Za’Amtum Min Doonihee Falaa Yamlikoona Kashfadh</w:t>
      </w:r>
      <w:r w:rsidR="002E452F">
        <w:t>-</w:t>
      </w:r>
      <w:r>
        <w:t xml:space="preserve">Dhurri Ankum Walaa Tahweelan Fa Yaa Man Laa Ymliku Kashfa Dhurri Walaa Tahweelahoo Annee Ahadun Ghayruhoo Swallee Alaa Muhammadin Wa Aalihee Wakshif Dhurree Wa Hawwilhu Ilaa Man Yad’oo Ma’aka Ilaahan Aakhara Fa Innee Ash’hadu An Laa Ilaaha Ghayruka.” </w:t>
      </w:r>
    </w:p>
    <w:p w:rsidR="00294BA7" w:rsidRDefault="00294BA7" w:rsidP="00294BA7">
      <w:pPr>
        <w:pStyle w:val="libNormal"/>
      </w:pPr>
      <w:r>
        <w:t xml:space="preserve"> It is narrated that to cure a disease recite this Duaa with pure intention while </w:t>
      </w:r>
      <w:r w:rsidRPr="00294BA7">
        <w:rPr>
          <w:rStyle w:val="libUnderlineChar"/>
        </w:rPr>
        <w:t>rubbing your hand on the place of disease</w:t>
      </w:r>
      <w:r>
        <w:t>: “Wa Nunazzilu Minal Qur’aani Maa Huwa Shifaaun Wa Rahmatun Lil Mu’mineen, Walaa Yazeedudh</w:t>
      </w:r>
      <w:r w:rsidR="002E452F">
        <w:t>-</w:t>
      </w:r>
      <w:r>
        <w:t>Dhwaalimeena Illaa Khasaara.”</w:t>
      </w:r>
    </w:p>
    <w:p w:rsidR="00294BA7" w:rsidRDefault="00294BA7" w:rsidP="00294BA7">
      <w:pPr>
        <w:pStyle w:val="libNormal"/>
      </w:pPr>
      <w:r>
        <w:t xml:space="preserve">Ameerul Mu’mineen (A.S.) said that </w:t>
      </w:r>
      <w:r w:rsidRPr="00294BA7">
        <w:rPr>
          <w:rStyle w:val="libUnderlineChar"/>
        </w:rPr>
        <w:t>keep your hand on the place of pain</w:t>
      </w:r>
      <w:r>
        <w:t xml:space="preserve"> and recite this Duaa 3 times: “Allaahu Allaahu Allaahu Rabbee Haqqan Laa Ushriku Bihee Shay’an Allaahumma Anta Lahaa Walikulli Adhweematin Fa Farrijhaa Annee.”</w:t>
      </w:r>
    </w:p>
    <w:p w:rsidR="00294BA7" w:rsidRDefault="00294BA7" w:rsidP="00294BA7">
      <w:pPr>
        <w:pStyle w:val="libNormal"/>
      </w:pPr>
      <w:r>
        <w:t>It is narrated that if a child is sick its mother should go on the terrace of the house, there under the open sky she should perform Sajda with bare</w:t>
      </w:r>
      <w:r w:rsidR="002E452F">
        <w:t>-</w:t>
      </w:r>
      <w:r>
        <w:t>head and recite this Duaa in Sajdah</w:t>
      </w:r>
      <w:r w:rsidRPr="00294BA7">
        <w:rPr>
          <w:rStyle w:val="libItalicChar"/>
        </w:rPr>
        <w:t xml:space="preserve">: “Allaahumma Rabbee Anta A’atwaytaneehi Wa Anta Habtahu Lee Allaahumma Faj’al Hibatikal Yawma Jadeedatan Innaka Qaadirun Muqtadiroon.” </w:t>
      </w:r>
      <w:r>
        <w:t xml:space="preserve">She should continue this Amal till her child recovers. </w:t>
      </w:r>
    </w:p>
    <w:p w:rsidR="00294BA7" w:rsidRDefault="00294BA7" w:rsidP="00294BA7">
      <w:pPr>
        <w:pStyle w:val="libNormal"/>
      </w:pPr>
      <w:r>
        <w:t>The sick person should recite this Duaa with sincerety: “Wa Nunazzilu Minal Qr’aani Maa Huwa Shifaaun Wa Rahmatun Lil Mu’mineen.”</w:t>
      </w:r>
    </w:p>
    <w:p w:rsidR="00294BA7" w:rsidRDefault="00294BA7" w:rsidP="00294BA7">
      <w:pPr>
        <w:pStyle w:val="libNormal"/>
      </w:pPr>
      <w:r>
        <w:t>For any sickness recite this Duaa for its cure: “Yaa Munzilash</w:t>
      </w:r>
      <w:r w:rsidR="002E452F">
        <w:t>-</w:t>
      </w:r>
      <w:r>
        <w:t>Shifaai Wa Mudh’hibad</w:t>
      </w:r>
      <w:r w:rsidR="002E452F">
        <w:t>-</w:t>
      </w:r>
      <w:r>
        <w:t>Daai Swalli Alaa Muhammadin Wa Aalihee Wa Anzil Alaa Waj’ish</w:t>
      </w:r>
      <w:r w:rsidR="002E452F">
        <w:t>-</w:t>
      </w:r>
      <w:r>
        <w:t>Shifaa’.”</w:t>
      </w:r>
    </w:p>
    <w:p w:rsidR="00294BA7" w:rsidRDefault="00294BA7" w:rsidP="00294BA7">
      <w:pPr>
        <w:pStyle w:val="libNormal"/>
      </w:pPr>
      <w:r>
        <w:lastRenderedPageBreak/>
        <w:t>For the pain in chest recite: “Wa Idh’ Qataltum Nafsan Faddaa Ra’atum Feeha Wallaahu Mukhrijum Maa Kuntum Taktumoon Fa Qul Nadhriboohu Bi Ba’adhihaa Kadhaalika Yuhyillaahul Mawta Wa Yureekum Aayaatihee La’allakum Ta’aqiloon .”</w:t>
      </w:r>
    </w:p>
    <w:p w:rsidR="00294BA7" w:rsidRPr="00294BA7" w:rsidRDefault="00294BA7" w:rsidP="00294BA7">
      <w:pPr>
        <w:pStyle w:val="libNormal"/>
        <w:rPr>
          <w:rStyle w:val="libItalicChar"/>
        </w:rPr>
      </w:pPr>
      <w:r>
        <w:t xml:space="preserve">If there is </w:t>
      </w:r>
      <w:r w:rsidRPr="00294BA7">
        <w:rPr>
          <w:rStyle w:val="libItalicChar"/>
        </w:rPr>
        <w:t xml:space="preserve">swelling </w:t>
      </w:r>
      <w:r>
        <w:t xml:space="preserve">on any part of the body recite the following verses of the Holy Qur’an </w:t>
      </w:r>
      <w:r w:rsidRPr="00294BA7">
        <w:rPr>
          <w:rStyle w:val="libUnderlineChar"/>
        </w:rPr>
        <w:t xml:space="preserve">whenever you do Wudhoo for Wajib Namaaz, before and after Namaaz: </w:t>
      </w:r>
      <w:r w:rsidRPr="00294BA7">
        <w:rPr>
          <w:rStyle w:val="libItalicChar"/>
        </w:rPr>
        <w:t>“Law Anzalnaa Haadhal Qur’ana Alaa Jabalinl Lara’aytaho Khaashian Mutaswaddian Min Khashyatil</w:t>
      </w:r>
      <w:r w:rsidR="002E452F">
        <w:rPr>
          <w:rStyle w:val="libItalicChar"/>
        </w:rPr>
        <w:t>-</w:t>
      </w:r>
      <w:r w:rsidRPr="00294BA7">
        <w:rPr>
          <w:rStyle w:val="libItalicChar"/>
        </w:rPr>
        <w:t>Llaah, Wa Tilkal Amsaalu Nadhribuhaa Linnaasi La’allahum Yatafakkaroon. Huwal</w:t>
      </w:r>
      <w:r w:rsidR="002E452F">
        <w:rPr>
          <w:rStyle w:val="libItalicChar"/>
        </w:rPr>
        <w:t>-</w:t>
      </w:r>
      <w:r w:rsidRPr="00294BA7">
        <w:rPr>
          <w:rStyle w:val="libItalicChar"/>
        </w:rPr>
        <w:t>Laahul</w:t>
      </w:r>
      <w:r w:rsidR="002E452F">
        <w:rPr>
          <w:rStyle w:val="libItalicChar"/>
        </w:rPr>
        <w:t>-</w:t>
      </w:r>
      <w:r w:rsidRPr="00294BA7">
        <w:rPr>
          <w:rStyle w:val="libItalicChar"/>
        </w:rPr>
        <w:t>Ladhee Laa Ilaaha Illaa Huwa, Aalimul Ghaybi Wash</w:t>
      </w:r>
      <w:r w:rsidR="002E452F">
        <w:rPr>
          <w:rStyle w:val="libItalicChar"/>
        </w:rPr>
        <w:t>-</w:t>
      </w:r>
      <w:r w:rsidRPr="00294BA7">
        <w:rPr>
          <w:rStyle w:val="libItalicChar"/>
        </w:rPr>
        <w:t>Shahaadah, Huwar</w:t>
      </w:r>
      <w:r w:rsidR="002E452F">
        <w:rPr>
          <w:rStyle w:val="libItalicChar"/>
        </w:rPr>
        <w:t>-</w:t>
      </w:r>
      <w:r w:rsidRPr="00294BA7">
        <w:rPr>
          <w:rStyle w:val="libItalicChar"/>
        </w:rPr>
        <w:t>Rahmaanur</w:t>
      </w:r>
      <w:r w:rsidR="002E452F">
        <w:rPr>
          <w:rStyle w:val="libItalicChar"/>
        </w:rPr>
        <w:t>-</w:t>
      </w:r>
      <w:r w:rsidRPr="00294BA7">
        <w:rPr>
          <w:rStyle w:val="libItalicChar"/>
        </w:rPr>
        <w:t>Raheem. Huwal</w:t>
      </w:r>
      <w:r w:rsidR="002E452F">
        <w:rPr>
          <w:rStyle w:val="libItalicChar"/>
        </w:rPr>
        <w:t>-</w:t>
      </w:r>
      <w:r w:rsidRPr="00294BA7">
        <w:rPr>
          <w:rStyle w:val="libItalicChar"/>
        </w:rPr>
        <w:t>Laahul</w:t>
      </w:r>
      <w:r w:rsidR="002E452F">
        <w:rPr>
          <w:rStyle w:val="libItalicChar"/>
        </w:rPr>
        <w:t>-</w:t>
      </w:r>
      <w:r w:rsidRPr="00294BA7">
        <w:rPr>
          <w:rStyle w:val="libItalicChar"/>
        </w:rPr>
        <w:t>Ladhee Laa Ilaaha Illaa Huwa, Almalikul Quddoosus</w:t>
      </w:r>
      <w:r w:rsidR="002E452F">
        <w:rPr>
          <w:rStyle w:val="libItalicChar"/>
        </w:rPr>
        <w:t>-</w:t>
      </w:r>
      <w:r w:rsidRPr="00294BA7">
        <w:rPr>
          <w:rStyle w:val="libItalicChar"/>
        </w:rPr>
        <w:t>Salaamul Mu’minul Muhahminul Azeezul Jabbaarul Mutakabbiru, Sub’haanallaahi Ammaa Yushrikoon. Huwal</w:t>
      </w:r>
      <w:r w:rsidR="002E452F">
        <w:rPr>
          <w:rStyle w:val="libItalicChar"/>
        </w:rPr>
        <w:t>-</w:t>
      </w:r>
      <w:r w:rsidRPr="00294BA7">
        <w:rPr>
          <w:rStyle w:val="libItalicChar"/>
        </w:rPr>
        <w:t>Laahul Khaaliqul Baariul Muswawwiru Lahul Asmaa’ul Husnaa, Yusabbihu Lahoo Maa Fis</w:t>
      </w:r>
      <w:r w:rsidR="002E452F">
        <w:rPr>
          <w:rStyle w:val="libItalicChar"/>
        </w:rPr>
        <w:t>-</w:t>
      </w:r>
      <w:r w:rsidRPr="00294BA7">
        <w:rPr>
          <w:rStyle w:val="libItalicChar"/>
        </w:rPr>
        <w:t>Samaawaati Wal Ardhi, Wahuwal Azeezul Hakeem.”</w:t>
      </w:r>
    </w:p>
    <w:p w:rsidR="00294BA7" w:rsidRDefault="00294BA7" w:rsidP="00294BA7">
      <w:pPr>
        <w:pStyle w:val="libNormal"/>
      </w:pPr>
      <w:r>
        <w:t>For the cure of irritation or itching skin, recite: “Bismil</w:t>
      </w:r>
      <w:r w:rsidR="002E452F">
        <w:t>-</w:t>
      </w:r>
      <w:r>
        <w:t>Lahir</w:t>
      </w:r>
      <w:r w:rsidR="002E452F">
        <w:t>-</w:t>
      </w:r>
      <w:r>
        <w:t>Rahmaanir</w:t>
      </w:r>
      <w:r w:rsidR="002E452F">
        <w:t>-</w:t>
      </w:r>
      <w:r>
        <w:t>Raheem, Wa Masalu Kalimatin Khabeethatin Kashajaratin Khabeethatin Nijtus</w:t>
      </w:r>
      <w:r w:rsidR="002E452F">
        <w:t>-</w:t>
      </w:r>
      <w:r>
        <w:t>Sat Min Fawqil Ardhi Maa Lahaa Min Aakharin Minha Khalaqnaakum Wa Feeha Nu’eedukum Wa Minha Nukhrijukum Taaratan Ukhraa, Allaahu Akbaru Wa Anta Laa Tukabbaru Allaahu Yabqaa Wa Anta Laa Tabqaa Wallaahu Alaa Kulli Shay’in Qadeer.”</w:t>
      </w:r>
    </w:p>
    <w:p w:rsidR="00294BA7" w:rsidRDefault="00294BA7" w:rsidP="00294BA7">
      <w:pPr>
        <w:pStyle w:val="libNormal"/>
      </w:pPr>
      <w:r>
        <w:t xml:space="preserve"> For the pain in knees: Recite this </w:t>
      </w:r>
      <w:r w:rsidRPr="00294BA7">
        <w:rPr>
          <w:rStyle w:val="libUnderlineChar"/>
        </w:rPr>
        <w:t>Aayat no: 1 upto 7 of Surah</w:t>
      </w:r>
      <w:r w:rsidR="002E452F">
        <w:rPr>
          <w:rStyle w:val="libUnderlineChar"/>
        </w:rPr>
        <w:t>-</w:t>
      </w:r>
      <w:r w:rsidRPr="00294BA7">
        <w:rPr>
          <w:rStyle w:val="libUnderlineChar"/>
        </w:rPr>
        <w:t>e</w:t>
      </w:r>
      <w:r w:rsidR="002E452F">
        <w:rPr>
          <w:rStyle w:val="libUnderlineChar"/>
        </w:rPr>
        <w:t>-</w:t>
      </w:r>
      <w:r w:rsidRPr="00294BA7">
        <w:rPr>
          <w:rStyle w:val="libUnderlineChar"/>
        </w:rPr>
        <w:t xml:space="preserve"> Fat’ha</w:t>
      </w:r>
      <w:r>
        <w:t xml:space="preserve"> after Waajib Namaaz, keeping your hand on the knee. Bismillaahir</w:t>
      </w:r>
      <w:r w:rsidR="002E452F">
        <w:t>-</w:t>
      </w:r>
      <w:r>
        <w:t>Rahmaanir</w:t>
      </w:r>
      <w:r w:rsidR="002E452F">
        <w:t>-</w:t>
      </w:r>
      <w:r>
        <w:t>Raheem. Innaa Fatahnaa Laka Fat’ham</w:t>
      </w:r>
      <w:r w:rsidR="002E452F">
        <w:t>-</w:t>
      </w:r>
      <w:r>
        <w:t>Mubeenan Liyaghfira Lakallaahu Maa Taqaddama Min Dhanmbika Wamaa Ta’akh</w:t>
      </w:r>
      <w:r w:rsidR="002E452F">
        <w:t>-</w:t>
      </w:r>
      <w:r>
        <w:t>khara Wa Yutimma Ni’amatahu Alayka Wa Yahdiyaka Sweeraatam</w:t>
      </w:r>
      <w:r w:rsidR="002E452F">
        <w:t>-</w:t>
      </w:r>
      <w:r>
        <w:t>Mustaqeeman</w:t>
      </w:r>
      <w:r w:rsidR="002E452F">
        <w:t>-</w:t>
      </w:r>
      <w:r>
        <w:t>Wa Yansurakallaahu Naswran Azeeza. Huwal</w:t>
      </w:r>
      <w:r w:rsidR="002E452F">
        <w:t>-</w:t>
      </w:r>
      <w:r>
        <w:t>Ladhee Anzalas</w:t>
      </w:r>
      <w:r w:rsidR="002E452F">
        <w:t>-</w:t>
      </w:r>
      <w:r>
        <w:t>Sakeenata Fee Quloobil Mu’mineena Liyazdaadu Eemaanam</w:t>
      </w:r>
      <w:r w:rsidR="002E452F">
        <w:t>-</w:t>
      </w:r>
      <w:r>
        <w:t>Ma’a Eemaanihim Walillaahi Junoodus</w:t>
      </w:r>
      <w:r w:rsidR="002E452F">
        <w:t>-</w:t>
      </w:r>
      <w:r>
        <w:t>Samaawaati Wal Ardhi Wa Kaanallaahu Aleeman Hakeeman</w:t>
      </w:r>
      <w:r w:rsidR="002E452F">
        <w:t>-</w:t>
      </w:r>
      <w:r>
        <w:t>Li Yudkhilal Mu’mineena Wal Mu’minaati Jannaatin Tajree Min Tahtihal Anhaaru Khaalideena Feeha Wa yukaffira Anhum Sayyi’aatihim Wa Kaana Dhaalika Indallaahi Fawzan Adhweeman</w:t>
      </w:r>
      <w:r w:rsidR="002E452F">
        <w:t>-</w:t>
      </w:r>
      <w:r>
        <w:t>Wa Yu Adh</w:t>
      </w:r>
      <w:r w:rsidR="002E452F">
        <w:t>-</w:t>
      </w:r>
      <w:r>
        <w:t>dhibal Minaafiqeena Wal Munaafiqaati Wal Mushrikeena Wal Mushrikaatidh</w:t>
      </w:r>
      <w:r w:rsidR="002E452F">
        <w:t>-</w:t>
      </w:r>
      <w:r>
        <w:t>Dhwaanneena Billaahi Dhwannas</w:t>
      </w:r>
      <w:r w:rsidR="002E452F">
        <w:t>-</w:t>
      </w:r>
      <w:r>
        <w:t>Saw’I Alayhim Daa’iratus</w:t>
      </w:r>
      <w:r w:rsidR="002E452F">
        <w:t>-</w:t>
      </w:r>
      <w:r>
        <w:t>Saw’i, Wa Ghadhiballaahu Alayhim Wa La’anahum Wa A’adda Lahum Jahannam Wa Saa’at Masweera. Walillaahi Junoodus</w:t>
      </w:r>
      <w:r w:rsidR="002E452F">
        <w:t>-</w:t>
      </w:r>
      <w:r>
        <w:t>Samaawaati Wal Ardhi Wa Kaanallaahu Azeezan Hakeema.</w:t>
      </w:r>
    </w:p>
    <w:p w:rsidR="00294BA7" w:rsidRDefault="00294BA7" w:rsidP="00294BA7">
      <w:pPr>
        <w:pStyle w:val="libNormal"/>
      </w:pPr>
      <w:r>
        <w:t>The Holy Prophet (S.A.W.W.) said to recite the following Duaa to keep away the Satan, and be protected from magicians: “Inna Rabbakumullahul</w:t>
      </w:r>
      <w:r w:rsidR="002E452F">
        <w:t>-</w:t>
      </w:r>
      <w:r>
        <w:t>Ladhee Khalqas</w:t>
      </w:r>
      <w:r w:rsidR="002E452F">
        <w:t>-</w:t>
      </w:r>
      <w:r>
        <w:t>Samaawaati Wal Ardha Fee Sittati Ayyaamin SummasTawaa Alal Arshi Yughshil</w:t>
      </w:r>
      <w:r w:rsidR="002E452F">
        <w:t>-</w:t>
      </w:r>
      <w:r>
        <w:t>Laylan</w:t>
      </w:r>
      <w:r w:rsidR="002E452F">
        <w:t>-</w:t>
      </w:r>
      <w:r>
        <w:t>Nahaar Yatlubuhoo Haseesan Wash</w:t>
      </w:r>
      <w:r w:rsidR="002E452F">
        <w:t>-</w:t>
      </w:r>
      <w:r>
        <w:t>Shamsa Wal Qamara Wannujooma Musakh</w:t>
      </w:r>
      <w:r w:rsidR="002E452F">
        <w:t>-</w:t>
      </w:r>
      <w:r>
        <w:t>Kharaatin Bi Amrihi Alaa Lahul Khalqu Wal Amru Tabaarakallaahu Rabbul Aalameen.”</w:t>
      </w:r>
    </w:p>
    <w:p w:rsidR="00294BA7" w:rsidRDefault="00294BA7" w:rsidP="00294BA7">
      <w:pPr>
        <w:pStyle w:val="libNormal"/>
      </w:pPr>
      <w:r>
        <w:t xml:space="preserve"> To protect oneself from an evil eye (Najar) recite: “Wa In Yakaadul Ladheena Kafaroo Layuzliqoonaka Bi Abswaarihim Lammaa Samee’udh</w:t>
      </w:r>
      <w:r w:rsidR="002E452F">
        <w:t>-</w:t>
      </w:r>
      <w:r>
        <w:t>Dhikra Wa Yaqooloona Innahoo Wa Majnoona Wamaa Huwa Illaa Dhikrul</w:t>
      </w:r>
      <w:r w:rsidR="002E452F">
        <w:t>-</w:t>
      </w:r>
      <w:r>
        <w:t>Lil Aalameen.”</w:t>
      </w:r>
    </w:p>
    <w:p w:rsidR="00294BA7" w:rsidRPr="00F83CC6" w:rsidRDefault="00294BA7" w:rsidP="00294BA7">
      <w:pPr>
        <w:pStyle w:val="libNormal"/>
        <w:rPr>
          <w:rStyle w:val="libItalicChar"/>
        </w:rPr>
      </w:pPr>
      <w:r>
        <w:t>Once a pale</w:t>
      </w:r>
      <w:r w:rsidR="002E452F">
        <w:t>-</w:t>
      </w:r>
      <w:r>
        <w:t xml:space="preserve">faced person came to Imaam Ameerul Mu’mineen (A.S.) and complained about his </w:t>
      </w:r>
      <w:r w:rsidRPr="00294BA7">
        <w:rPr>
          <w:rStyle w:val="libItalicChar"/>
        </w:rPr>
        <w:t>constant sickness and disease</w:t>
      </w:r>
      <w:r>
        <w:t xml:space="preserve"> and asked for the remedy. The Imaam said that he was showing him a Duaa which was brought by Jibraeel (A.S.) to Rasoolullaah (S.A.W.W.) when Imaam Hasan (A.S.) and Imaam Hussain (A.S.) were sick. This is the Duaa: </w:t>
      </w:r>
      <w:r w:rsidRPr="00F83CC6">
        <w:rPr>
          <w:rStyle w:val="libItalicChar"/>
        </w:rPr>
        <w:t>“Ilaahee Kullamaa An’Amta Alayya Ni’amatan Qalla Laka Indahaa Shukree, Wa Kulla Mamtalaytanee Bi Baliyyatin Qalla Laka Indahaa Swabree, Fa Yaa Man Qalla Shukree Inda Niamihee Falam Yahrimnee, Wa Yaa Man Qalla Swabree Inda Balaa’ihee Falam Yakhdhulnee, Wa Yaa Man Ra’aanee Alal Ma’aaswee Falam Yaf’dhwahnee, Wa Yaa Man Ra’aanee Alal Khatwaaya Falam Yuaaqibnee Alayhaa, Swalli Alaa Muhammadin Wa Aali Muhammad Waghfirlee Dhanbee Washfinee Min Maradhwee, Innaka Alaa Kulli Shay’in Qadeer.”</w:t>
      </w:r>
    </w:p>
    <w:p w:rsidR="00294BA7" w:rsidRDefault="00294BA7" w:rsidP="00294BA7">
      <w:pPr>
        <w:pStyle w:val="libNormal"/>
      </w:pPr>
      <w:r>
        <w:lastRenderedPageBreak/>
        <w:t>To cure head</w:t>
      </w:r>
      <w:r w:rsidR="002E452F">
        <w:t>-</w:t>
      </w:r>
      <w:r>
        <w:t>ache and ear</w:t>
      </w:r>
      <w:r w:rsidR="002E452F">
        <w:t>-</w:t>
      </w:r>
      <w:r>
        <w:t>ache recite this Duaa placing your hand over the head or ear: “Aoodhu Billaahil</w:t>
      </w:r>
      <w:r w:rsidR="002E452F">
        <w:t>-</w:t>
      </w:r>
      <w:r>
        <w:t xml:space="preserve"> Ladhee Sakana Lahoo Maa Fil Barri Wal Bahri Wa Maa Fis</w:t>
      </w:r>
      <w:r w:rsidR="002E452F">
        <w:t>-</w:t>
      </w:r>
      <w:r>
        <w:t>Samaawaati Wal Ardhi Wahuwas</w:t>
      </w:r>
      <w:r w:rsidR="002E452F">
        <w:t>-</w:t>
      </w:r>
      <w:r>
        <w:t>Sameeul Aleem.”</w:t>
      </w:r>
    </w:p>
    <w:p w:rsidR="00294BA7" w:rsidRDefault="00294BA7" w:rsidP="00294BA7">
      <w:pPr>
        <w:pStyle w:val="libNormal"/>
      </w:pPr>
      <w:r>
        <w:t xml:space="preserve">Another Duaa for headache </w:t>
      </w:r>
      <w:r w:rsidR="002E452F">
        <w:t>-</w:t>
      </w:r>
      <w:r>
        <w:t xml:space="preserve"> take a glass of water and recite the following Duaa over it and then drink that water: “Awalam Yaral</w:t>
      </w:r>
      <w:r w:rsidR="002E452F">
        <w:t>-</w:t>
      </w:r>
      <w:r>
        <w:t>Ladheena Kafaroo Annas</w:t>
      </w:r>
      <w:r w:rsidR="002E452F">
        <w:t>-</w:t>
      </w:r>
      <w:r>
        <w:t>Samaawaati Wal Ardhi Kaanataa Ratqan Fafataqnaa Humaa Wa Ja’alnaa Minal Maa’i Kulla Shay’in Hayyin Afalaa Yu’minoon.”</w:t>
      </w:r>
    </w:p>
    <w:p w:rsidR="00294BA7" w:rsidRDefault="00294BA7" w:rsidP="00294BA7">
      <w:pPr>
        <w:pStyle w:val="libNormal"/>
      </w:pPr>
      <w:r>
        <w:t>This Duaa was given to Imaam Ameerul Mu’mineen (A.S.) by Rasoolullaah (S.A.W.W.) for curing Fever: “Allaahummar’ham Jildiyar</w:t>
      </w:r>
      <w:r w:rsidR="002E452F">
        <w:t>-</w:t>
      </w:r>
      <w:r>
        <w:t>Raqeeq Wa Adhmiyad</w:t>
      </w:r>
      <w:r w:rsidR="002E452F">
        <w:t>-</w:t>
      </w:r>
      <w:r>
        <w:t>Daqeeq Wa Aoodhoo Bika Min Fawratil Hareeq, Yaa Umma Mildamin In Kunti Aamanti Billaahi Falaa Ta’akulil</w:t>
      </w:r>
      <w:r w:rsidR="002E452F">
        <w:t>-</w:t>
      </w:r>
      <w:r>
        <w:t>Lahma Walaa Tashrabid</w:t>
      </w:r>
      <w:r w:rsidR="002E452F">
        <w:t>-</w:t>
      </w:r>
      <w:r>
        <w:t>Dama Walaa Tafoori Minal Fami Wantiqali Ilaa Man Yaz’amu Anna Ma’allaahi Ilaahan Aakhar Fa Innee Ash’hadu An Laa Ilaaha IllallaahuWahdahoo Laa Shareka Lahoo Wa Ash’hadu Anna Muhammadan Abduhoo Wa Rasooluh.”</w:t>
      </w:r>
    </w:p>
    <w:p w:rsidR="00294BA7" w:rsidRDefault="00294BA7" w:rsidP="00294BA7">
      <w:pPr>
        <w:pStyle w:val="libNormal"/>
      </w:pPr>
      <w:r>
        <w:t xml:space="preserve">For curing the </w:t>
      </w:r>
      <w:r w:rsidRPr="00294BA7">
        <w:rPr>
          <w:rStyle w:val="libItalicChar"/>
        </w:rPr>
        <w:t>Fever</w:t>
      </w:r>
      <w:r>
        <w:t xml:space="preserve"> one should </w:t>
      </w:r>
      <w:r w:rsidRPr="00294BA7">
        <w:rPr>
          <w:rStyle w:val="libUnderlineChar"/>
        </w:rPr>
        <w:t>unbutton the shirt and put his head inside</w:t>
      </w:r>
      <w:r>
        <w:t xml:space="preserve">, then therein recite </w:t>
      </w:r>
      <w:r w:rsidRPr="00294BA7">
        <w:rPr>
          <w:rStyle w:val="libItalicChar"/>
        </w:rPr>
        <w:t>Adhaan and Iqaamah</w:t>
      </w:r>
      <w:r>
        <w:t xml:space="preserve"> once and 7 times </w:t>
      </w:r>
      <w:r w:rsidRPr="00294BA7">
        <w:rPr>
          <w:rStyle w:val="libItalicChar"/>
        </w:rPr>
        <w:t>S. Al</w:t>
      </w:r>
      <w:r w:rsidR="002E452F">
        <w:rPr>
          <w:rStyle w:val="libItalicChar"/>
        </w:rPr>
        <w:t>-</w:t>
      </w:r>
      <w:r w:rsidRPr="00294BA7">
        <w:rPr>
          <w:rStyle w:val="libItalicChar"/>
        </w:rPr>
        <w:t>Hamd</w:t>
      </w:r>
      <w:r>
        <w:t>.</w:t>
      </w:r>
    </w:p>
    <w:p w:rsidR="00294BA7" w:rsidRDefault="00294BA7" w:rsidP="00294BA7">
      <w:pPr>
        <w:pStyle w:val="libNormal"/>
      </w:pPr>
      <w:r>
        <w:t>To remain safe from disease recite: “Bismillaahi Wa Billaahi Kam</w:t>
      </w:r>
      <w:r w:rsidR="002E452F">
        <w:t>-</w:t>
      </w:r>
      <w:r>
        <w:t xml:space="preserve">Min Ni’amatin Lillaahi Fee Irqin Saakinin Wa Ghayri Saakinin Alaa Abdin Shaakirin Wa Ghayri Shaakirin.” </w:t>
      </w:r>
      <w:r w:rsidRPr="00294BA7">
        <w:rPr>
          <w:rStyle w:val="libUnderlineChar"/>
        </w:rPr>
        <w:t>Hold the beard with right hand</w:t>
      </w:r>
      <w:r>
        <w:t xml:space="preserve"> and recite: “Allaahumma Farrij Annee Kurbatee Wa Ajjil Aafiyaee akshif Dhurree.”</w:t>
      </w:r>
    </w:p>
    <w:p w:rsidR="00294BA7" w:rsidRPr="00F83CC6" w:rsidRDefault="00294BA7" w:rsidP="00294BA7">
      <w:pPr>
        <w:pStyle w:val="libNormal"/>
        <w:rPr>
          <w:rStyle w:val="libItalicChar"/>
        </w:rPr>
      </w:pPr>
      <w:r>
        <w:t xml:space="preserve">When Imaam Ali (A.S.) was sick and the Holy Prophet (S.A.W.W.) went to see him he asked him to recite this Duaa: </w:t>
      </w:r>
      <w:r w:rsidRPr="00F83CC6">
        <w:rPr>
          <w:rStyle w:val="libItalicChar"/>
        </w:rPr>
        <w:t>“Allaahumma Innee As’aluka Ta’ajeela Aafiyatika Wa Swabran Alaa Baliyyatik Wa Khuroojan Ilaa Rahmatik.”</w:t>
      </w:r>
    </w:p>
    <w:p w:rsidR="00294BA7" w:rsidRDefault="00294BA7" w:rsidP="00294BA7">
      <w:pPr>
        <w:pStyle w:val="libNormal"/>
      </w:pPr>
      <w:r>
        <w:t xml:space="preserve">Put your hand on the </w:t>
      </w:r>
      <w:r w:rsidRPr="00294BA7">
        <w:rPr>
          <w:rStyle w:val="libUnderlineChar"/>
        </w:rPr>
        <w:t>paining part</w:t>
      </w:r>
      <w:r>
        <w:t xml:space="preserve"> and recite 3 times: “Allaahumma Innee As’aluka BiHaqqil Qur’aanil Adhweemil</w:t>
      </w:r>
      <w:r w:rsidR="002E452F">
        <w:t>-</w:t>
      </w:r>
      <w:r>
        <w:t>Ladhee Nazala Bihir</w:t>
      </w:r>
      <w:r w:rsidR="002E452F">
        <w:t>-</w:t>
      </w:r>
      <w:r>
        <w:t>Roohul Ameenu Wahuwa Indak Fee Ummil Kitaabi Aliyyun Hakeemun An Tashfiyanee Bi Shifaa’ika Wa Tudaawiyanee Bi Dawaaika Wa Tu’aafiyanee Min Balaaika.”</w:t>
      </w:r>
    </w:p>
    <w:p w:rsidR="00A52C13" w:rsidRDefault="00294BA7" w:rsidP="00294BA7">
      <w:pPr>
        <w:pStyle w:val="libNormal"/>
      </w:pPr>
      <w:r>
        <w:t xml:space="preserve">Imaam Ali Radhaa (A.S.) has shown this Taaweez for </w:t>
      </w:r>
      <w:r w:rsidRPr="00294BA7">
        <w:rPr>
          <w:rStyle w:val="libUnderlineChar"/>
        </w:rPr>
        <w:t>every type of illness</w:t>
      </w:r>
      <w:r>
        <w:t>:  Ueedhu Nafsee Bi Rabbil Ardhi Wa Rabbis</w:t>
      </w:r>
      <w:r w:rsidR="002E452F">
        <w:t>-</w:t>
      </w:r>
      <w:r>
        <w:t>Samaai, Ueedhu Nafsee Bil</w:t>
      </w:r>
      <w:r w:rsidR="002E452F">
        <w:t>-</w:t>
      </w:r>
      <w:r>
        <w:t>Ladhee Laa Yadhurru Ma’asmihee Daa’un, Ueedhu Nafsee Billaahil</w:t>
      </w:r>
      <w:r w:rsidR="002E452F">
        <w:t>-</w:t>
      </w:r>
      <w:r>
        <w:t>Ladhi</w:t>
      </w:r>
      <w:r w:rsidR="002E452F">
        <w:t>-</w:t>
      </w:r>
      <w:r>
        <w:t>smuhu Barakatun Wa Shifaaun.</w:t>
      </w:r>
    </w:p>
    <w:p w:rsidR="00294BA7" w:rsidRPr="00A52C13" w:rsidRDefault="00A52C13" w:rsidP="008338A0">
      <w:pPr>
        <w:pStyle w:val="libNormal"/>
      </w:pPr>
      <w:r>
        <w:br w:type="page"/>
      </w:r>
    </w:p>
    <w:p w:rsidR="00A52C13" w:rsidRDefault="00A52C13" w:rsidP="00A52C13">
      <w:pPr>
        <w:pStyle w:val="Heading1Center"/>
      </w:pPr>
      <w:bookmarkStart w:id="10" w:name="_Toc420238084"/>
      <w:r w:rsidRPr="00A52C13">
        <w:lastRenderedPageBreak/>
        <w:t>HEREAFTER</w:t>
      </w:r>
      <w:bookmarkEnd w:id="10"/>
    </w:p>
    <w:p w:rsidR="00294BA7" w:rsidRPr="00F83CC6" w:rsidRDefault="00294BA7" w:rsidP="00294BA7">
      <w:pPr>
        <w:pStyle w:val="libNormal"/>
        <w:rPr>
          <w:rStyle w:val="libItalicChar"/>
        </w:rPr>
      </w:pPr>
      <w:r>
        <w:t xml:space="preserve">It is very beneficial to recite this Duaa at various instances </w:t>
      </w:r>
      <w:r w:rsidRPr="00294BA7">
        <w:rPr>
          <w:rStyle w:val="libUnderlineChar"/>
        </w:rPr>
        <w:t>for the forgivness of our sins,</w:t>
      </w:r>
      <w:r>
        <w:t xml:space="preserve"> specificaly this helps </w:t>
      </w:r>
      <w:r w:rsidRPr="00294BA7">
        <w:rPr>
          <w:rStyle w:val="libUnderlineChar"/>
        </w:rPr>
        <w:t>at the last moments of life</w:t>
      </w:r>
      <w:r>
        <w:t xml:space="preserve"> when it is a critical moment of the departure of soul to the next world:  </w:t>
      </w:r>
      <w:r w:rsidRPr="00F83CC6">
        <w:rPr>
          <w:rStyle w:val="libItalicChar"/>
        </w:rPr>
        <w:t>Yaa Man ‘ Yaqbalul Yaseer, Wa Ya’afoo Anil Katheer, Iqbal Minnil Yaseer, Wa’afoo Anneel Katheer, Innaka Antal Ghafforur</w:t>
      </w:r>
      <w:r w:rsidR="002E452F">
        <w:rPr>
          <w:rStyle w:val="libItalicChar"/>
        </w:rPr>
        <w:t>-</w:t>
      </w:r>
      <w:r w:rsidRPr="00F83CC6">
        <w:rPr>
          <w:rStyle w:val="libItalicChar"/>
        </w:rPr>
        <w:t>Raheem.</w:t>
      </w:r>
    </w:p>
    <w:p w:rsidR="00294BA7" w:rsidRDefault="00294BA7" w:rsidP="00294BA7">
      <w:pPr>
        <w:pStyle w:val="libNormal"/>
      </w:pPr>
      <w:r>
        <w:t xml:space="preserve">As the last moments of life are very critical and Shaytaan comes to destroy our Eemaan it is of utmost importance that one should always </w:t>
      </w:r>
      <w:r w:rsidRPr="00294BA7">
        <w:rPr>
          <w:rStyle w:val="libUnderlineChar"/>
        </w:rPr>
        <w:t>preserve in mind all the five Usool</w:t>
      </w:r>
      <w:r w:rsidR="002E452F">
        <w:rPr>
          <w:rStyle w:val="libUnderlineChar"/>
        </w:rPr>
        <w:t>-</w:t>
      </w:r>
      <w:r w:rsidRPr="00294BA7">
        <w:rPr>
          <w:rStyle w:val="libUnderlineChar"/>
        </w:rPr>
        <w:t>e</w:t>
      </w:r>
      <w:r w:rsidR="002E452F">
        <w:rPr>
          <w:rStyle w:val="libUnderlineChar"/>
        </w:rPr>
        <w:t>-</w:t>
      </w:r>
      <w:r w:rsidRPr="00294BA7">
        <w:rPr>
          <w:rStyle w:val="libUnderlineChar"/>
        </w:rPr>
        <w:t>Deen</w:t>
      </w:r>
      <w:r>
        <w:t xml:space="preserve"> and beseech Allaah (S.W.T.) that on his last moments he should be firm on them. Ask Allaah by the following Duaa that this is your trust and that he return it to you at the time of death: </w:t>
      </w:r>
      <w:r w:rsidRPr="00F83CC6">
        <w:rPr>
          <w:rStyle w:val="libItalicChar"/>
        </w:rPr>
        <w:t>Allaahumma Yaa Arhamar</w:t>
      </w:r>
      <w:r w:rsidR="002E452F">
        <w:rPr>
          <w:rStyle w:val="libItalicChar"/>
        </w:rPr>
        <w:t>-</w:t>
      </w:r>
      <w:r w:rsidRPr="00F83CC6">
        <w:rPr>
          <w:rStyle w:val="libItalicChar"/>
        </w:rPr>
        <w:t>Raahimeen, Innee Qad Awada’atuka Yaqeenee Haadhaa Wa Thabaata Deenee Wa Anta Mustwdioo Waqad Amartanaa Bi Hifdhil Wadaai’a, Fa Ruddahoo Alayya Waqta Hudhooree Mawtee.</w:t>
      </w:r>
      <w:r>
        <w:tab/>
      </w:r>
      <w:r>
        <w:br/>
        <w:t xml:space="preserve">[It is necessary that we understand </w:t>
      </w:r>
      <w:r w:rsidRPr="00294BA7">
        <w:rPr>
          <w:rStyle w:val="libUnderlineChar"/>
        </w:rPr>
        <w:t>in detail</w:t>
      </w:r>
      <w:r>
        <w:t xml:space="preserve"> the meanings of Tawheed, Adal, Nubuwwat, Imaamat, and Qayaamat. The apparent meaning for mere memorizing </w:t>
      </w:r>
      <w:r w:rsidR="00A52C13">
        <w:t>shall not avail us of any good.</w:t>
      </w:r>
      <w:r>
        <w:t>]</w:t>
      </w:r>
    </w:p>
    <w:p w:rsidR="00294BA7" w:rsidRDefault="00294BA7" w:rsidP="00294BA7">
      <w:pPr>
        <w:pStyle w:val="libNormal"/>
      </w:pPr>
      <w:r w:rsidRPr="00294BA7">
        <w:rPr>
          <w:rStyle w:val="libUnderlineChar"/>
        </w:rPr>
        <w:t>For experiencing ease when the time to depart from this world comes</w:t>
      </w:r>
      <w:r>
        <w:t xml:space="preserve"> one should always practice atleast these two things: (a) be obedient to parents, and (b) do Seela</w:t>
      </w:r>
      <w:r w:rsidR="002E452F">
        <w:t>-</w:t>
      </w:r>
      <w:r>
        <w:t>e</w:t>
      </w:r>
      <w:r w:rsidR="002E452F">
        <w:t>-</w:t>
      </w:r>
      <w:r>
        <w:t>Raham, i.e. to be lenient, kind, forgiving and generous to relatives.</w:t>
      </w:r>
    </w:p>
    <w:p w:rsidR="00294BA7" w:rsidRDefault="00294BA7" w:rsidP="00294BA7">
      <w:pPr>
        <w:pStyle w:val="libNormal"/>
      </w:pPr>
      <w:r>
        <w:t xml:space="preserve">Always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Zilzaal</w:t>
      </w:r>
      <w:r>
        <w:t xml:space="preserve"> in Sunnat Namaaz. [*]</w:t>
      </w:r>
    </w:p>
    <w:p w:rsidR="00294BA7" w:rsidRDefault="00294BA7" w:rsidP="00294BA7">
      <w:pPr>
        <w:pStyle w:val="libNormal"/>
      </w:pPr>
      <w:r>
        <w:t xml:space="preserve">To depart with Eemaan one should (a)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Mu’minoon</w:t>
      </w:r>
      <w:r>
        <w:t xml:space="preserve"> on Fridays, (b) 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Tamjeed</w:t>
      </w:r>
      <w:r>
        <w:t xml:space="preserve"> of Saheefa</w:t>
      </w:r>
      <w:r w:rsidR="002E452F">
        <w:t>-</w:t>
      </w:r>
      <w:r>
        <w:t>e</w:t>
      </w:r>
      <w:r w:rsidR="002E452F">
        <w:t>-</w:t>
      </w:r>
      <w:r>
        <w:t>Kaamila Duaa no:11.</w:t>
      </w:r>
    </w:p>
    <w:p w:rsidR="00294BA7" w:rsidRDefault="00294BA7" w:rsidP="00294BA7">
      <w:pPr>
        <w:pStyle w:val="libNormal"/>
      </w:pPr>
      <w:r>
        <w:t xml:space="preserve">For being safe from </w:t>
      </w:r>
      <w:r w:rsidRPr="00294BA7">
        <w:rPr>
          <w:rStyle w:val="libItalicChar"/>
        </w:rPr>
        <w:t>Fishaar</w:t>
      </w:r>
      <w:r w:rsidR="002E452F">
        <w:rPr>
          <w:rStyle w:val="libItalicChar"/>
        </w:rPr>
        <w:t>-</w:t>
      </w:r>
      <w:r w:rsidRPr="00294BA7">
        <w:rPr>
          <w:rStyle w:val="libItalicChar"/>
        </w:rPr>
        <w:t>e</w:t>
      </w:r>
      <w:r w:rsidR="002E452F">
        <w:rPr>
          <w:rStyle w:val="libItalicChar"/>
        </w:rPr>
        <w:t>-</w:t>
      </w:r>
      <w:r w:rsidRPr="00294BA7">
        <w:rPr>
          <w:rStyle w:val="libItalicChar"/>
        </w:rPr>
        <w:t>Kabr</w:t>
      </w:r>
      <w:r>
        <w:t xml:space="preserve"> ; On the eve of </w:t>
      </w:r>
      <w:r w:rsidRPr="00294BA7">
        <w:rPr>
          <w:rStyle w:val="libUnderlineChar"/>
        </w:rPr>
        <w:t>1st Rajab</w:t>
      </w:r>
      <w:r>
        <w:t xml:space="preserve"> pray 20 rak’at Namaaz as usual of 2 rak’at each, and after Al</w:t>
      </w:r>
      <w:r w:rsidR="002E452F">
        <w:t>-</w:t>
      </w:r>
      <w:r>
        <w:t xml:space="preserve">Hamd recite S.Ikhlaas once. And on the day of </w:t>
      </w:r>
      <w:r w:rsidRPr="00294BA7">
        <w:rPr>
          <w:rStyle w:val="libUnderlineChar"/>
        </w:rPr>
        <w:t>1st Rajab</w:t>
      </w:r>
      <w:r>
        <w:t xml:space="preserve"> recite 10 rak’at Namaaz in each rak’at after Al</w:t>
      </w:r>
      <w:r w:rsidR="002E452F">
        <w:t>-</w:t>
      </w:r>
      <w:r>
        <w:t>Hamd recite S.Ikhlaas 3 times.</w:t>
      </w:r>
    </w:p>
    <w:p w:rsidR="00294BA7" w:rsidRDefault="00294BA7" w:rsidP="00294BA7">
      <w:pPr>
        <w:pStyle w:val="libNormal"/>
      </w:pPr>
      <w:r>
        <w:t xml:space="preserve">On the eve of </w:t>
      </w:r>
      <w:r w:rsidRPr="00294BA7">
        <w:rPr>
          <w:rStyle w:val="libUnderlineChar"/>
        </w:rPr>
        <w:t>7th Rajab</w:t>
      </w:r>
      <w:r>
        <w:t>: Pray 4 rak’at Namaaz, in each rak’at after Al</w:t>
      </w:r>
      <w:r w:rsidR="002E452F">
        <w:t>-</w:t>
      </w:r>
      <w:r>
        <w:t>Hamd recite 3 times Surah</w:t>
      </w:r>
      <w:r w:rsidR="002E452F">
        <w:t>-</w:t>
      </w:r>
      <w:r>
        <w:t>e</w:t>
      </w:r>
      <w:r w:rsidR="002E452F">
        <w:t>-</w:t>
      </w:r>
      <w:r>
        <w:t>Tawheed and once Maoodhatain (S.Falak and S.Naas), after Namaaz recite Salawaat and 10 times Tasbihaat</w:t>
      </w:r>
      <w:r w:rsidR="002E452F">
        <w:t>-</w:t>
      </w:r>
      <w:r>
        <w:t>e</w:t>
      </w:r>
      <w:r w:rsidR="002E452F">
        <w:t>-</w:t>
      </w:r>
      <w:r>
        <w:t>Arba’aa. The benefit of this A’mal is that you will get the Sawaab of those who have fasted, Sakaraat will be easy, Fishaar in the grave will be removed, and you will be happy on the Day of Judgement.</w:t>
      </w:r>
    </w:p>
    <w:p w:rsidR="00294BA7" w:rsidRDefault="00294BA7" w:rsidP="00294BA7">
      <w:pPr>
        <w:pStyle w:val="libNormal"/>
      </w:pPr>
      <w:r>
        <w:t xml:space="preserve">On the eve of </w:t>
      </w:r>
      <w:r w:rsidRPr="00294BA7">
        <w:rPr>
          <w:rStyle w:val="libUnderlineChar"/>
        </w:rPr>
        <w:t>22nd Rajab</w:t>
      </w:r>
      <w:r>
        <w:t>: Pray 8 rak’at Namaaz, in each rak’at after Al</w:t>
      </w:r>
      <w:r w:rsidR="002E452F">
        <w:t>-</w:t>
      </w:r>
      <w:r>
        <w:t>Hamd recite 7 times Surah</w:t>
      </w:r>
      <w:r w:rsidR="002E452F">
        <w:t>-</w:t>
      </w:r>
      <w:r>
        <w:t>e</w:t>
      </w:r>
      <w:r w:rsidR="002E452F">
        <w:t>-</w:t>
      </w:r>
      <w:r>
        <w:t>Tawheed, after Namaaz recite 10 times Salawaat and 10 times Istighfaar.</w:t>
      </w:r>
    </w:p>
    <w:p w:rsidR="00294BA7" w:rsidRDefault="00294BA7" w:rsidP="00294BA7">
      <w:pPr>
        <w:pStyle w:val="libNormal"/>
      </w:pPr>
      <w:r>
        <w:t xml:space="preserve">Observe fasting for 4 days on any day in the month of </w:t>
      </w:r>
      <w:r w:rsidRPr="00294BA7">
        <w:rPr>
          <w:rStyle w:val="libUnderlineChar"/>
        </w:rPr>
        <w:t>Rajab</w:t>
      </w:r>
      <w:r>
        <w:t xml:space="preserve"> and 12 days in the month of </w:t>
      </w:r>
      <w:r w:rsidRPr="00294BA7">
        <w:rPr>
          <w:rStyle w:val="libUnderlineChar"/>
        </w:rPr>
        <w:t>Sha’baan.</w:t>
      </w:r>
    </w:p>
    <w:p w:rsidR="00294BA7" w:rsidRDefault="00294BA7" w:rsidP="00294BA7">
      <w:pPr>
        <w:pStyle w:val="libNormal"/>
      </w:pPr>
      <w:r>
        <w:t xml:space="preserve">In </w:t>
      </w:r>
      <w:r w:rsidRPr="00294BA7">
        <w:rPr>
          <w:rStyle w:val="libUnderlineChar"/>
        </w:rPr>
        <w:t>Sha’baan</w:t>
      </w:r>
      <w:r>
        <w:t>, at any time pray 4 rak’at Namaaz, in each rak’at after Al</w:t>
      </w:r>
      <w:r w:rsidR="002E452F">
        <w:t>-</w:t>
      </w:r>
      <w:r>
        <w:t>Hamd recite 50 times Surah</w:t>
      </w:r>
      <w:r w:rsidR="002E452F">
        <w:t>-</w:t>
      </w:r>
      <w:r>
        <w:t>e</w:t>
      </w:r>
      <w:r w:rsidR="002E452F">
        <w:t>-</w:t>
      </w:r>
      <w:r>
        <w:t>Tawheed.</w:t>
      </w:r>
    </w:p>
    <w:p w:rsidR="00294BA7" w:rsidRDefault="00294BA7" w:rsidP="00294BA7">
      <w:pPr>
        <w:pStyle w:val="libNormal"/>
      </w:pPr>
      <w:r>
        <w:t xml:space="preserve">Anyone reciting 100 times </w:t>
      </w:r>
      <w:r w:rsidRPr="00F83CC6">
        <w:rPr>
          <w:rStyle w:val="libItalicChar"/>
        </w:rPr>
        <w:t xml:space="preserve">Laa Ilaaha Illallaahul Malikul Haqqul Mubeen </w:t>
      </w:r>
      <w:r>
        <w:t>daily, will be free from the fear and dreadfulness in the grave.</w:t>
      </w:r>
    </w:p>
    <w:p w:rsidR="00294BA7" w:rsidRDefault="00294BA7" w:rsidP="00294BA7">
      <w:pPr>
        <w:pStyle w:val="libNormal"/>
      </w:pPr>
      <w:r>
        <w:t>To be safe from Fishaar</w:t>
      </w:r>
      <w:r w:rsidR="002E452F">
        <w:t>-</w:t>
      </w:r>
      <w:r>
        <w:t>e</w:t>
      </w:r>
      <w:r w:rsidR="002E452F">
        <w:t>-</w:t>
      </w:r>
      <w:r>
        <w:t xml:space="preserve">Kabr one should recite </w:t>
      </w:r>
      <w:r w:rsidRPr="00F83CC6">
        <w:rPr>
          <w:rStyle w:val="libItalicChar"/>
        </w:rPr>
        <w:t>Surah</w:t>
      </w:r>
      <w:r w:rsidR="002E452F">
        <w:rPr>
          <w:rStyle w:val="libItalicChar"/>
        </w:rPr>
        <w:t>-</w:t>
      </w:r>
      <w:r w:rsidRPr="00F83CC6">
        <w:rPr>
          <w:rStyle w:val="libItalicChar"/>
        </w:rPr>
        <w:t>e</w:t>
      </w:r>
      <w:r w:rsidR="002E452F">
        <w:rPr>
          <w:rStyle w:val="libItalicChar"/>
        </w:rPr>
        <w:t>-</w:t>
      </w:r>
      <w:r w:rsidRPr="00F83CC6">
        <w:rPr>
          <w:rStyle w:val="libItalicChar"/>
        </w:rPr>
        <w:t xml:space="preserve">Nisaa and S.Zukhruf on Fridays; </w:t>
      </w:r>
      <w:r>
        <w:t>should also recite S.Qalam in Sunnat Namaaz, and should recite S.Mulk and S.Taqaasur at the time of going to sleep.</w:t>
      </w:r>
    </w:p>
    <w:p w:rsidR="00294BA7" w:rsidRDefault="00294BA7" w:rsidP="00294BA7">
      <w:pPr>
        <w:pStyle w:val="libNormal"/>
      </w:pPr>
      <w:r>
        <w:t xml:space="preserve">On the eve of </w:t>
      </w:r>
      <w:r w:rsidRPr="00294BA7">
        <w:rPr>
          <w:rStyle w:val="libUnderlineChar"/>
        </w:rPr>
        <w:t>Friday (Jumma Raat)</w:t>
      </w:r>
      <w:r>
        <w:t xml:space="preserve"> pray 2 rak’at Namaaaz in each rak’at after Al</w:t>
      </w:r>
      <w:r w:rsidR="002E452F">
        <w:t>-</w:t>
      </w:r>
      <w:r>
        <w:t xml:space="preserve">Hamd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Zilzaal</w:t>
      </w:r>
      <w:r>
        <w:t xml:space="preserve"> 15 times. [*]</w:t>
      </w:r>
    </w:p>
    <w:p w:rsidR="00294BA7" w:rsidRDefault="00294BA7" w:rsidP="00294BA7">
      <w:pPr>
        <w:pStyle w:val="libNormal"/>
      </w:pPr>
      <w:r>
        <w:t>In the Qunoot of Namaaz recite: Rabbanaa Laa Tuzigh Quloobana Ba’ada Idh Hadaytanaa Wa Hablanaa Min Ladunka Rahmatan, Innaka Antal Wahhaab. And / Or another Duaa: Yaa Allaahu Yaa Rahmaanu Yaa Raheem Yaa Muqallibal Quloob Sabbit Qalbee Alaa Deenik. And / Or: Rabbanaa Afrigh Alaynaa Swabran Wa Tawaffanaa Muslimeen. And/Or: Tawaffanee Musliman Wa Alhiqnee Bis</w:t>
      </w:r>
      <w:r w:rsidR="002E452F">
        <w:t>-</w:t>
      </w:r>
      <w:r>
        <w:t>Swaaliheen. And/ Or: Rabbanagh Firlanaa Dhunoobana Wa Israafinaa Fee Amrinaa Wa Thabbit Aqdaamanaa Wansurnaa Alal Qawmil Kaafireen.</w:t>
      </w:r>
    </w:p>
    <w:p w:rsidR="00294BA7" w:rsidRDefault="00294BA7" w:rsidP="00294BA7">
      <w:pPr>
        <w:pStyle w:val="libNormal"/>
      </w:pPr>
      <w:r>
        <w:t xml:space="preserve">If one always recites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Al</w:t>
      </w:r>
      <w:r w:rsidR="002E452F">
        <w:rPr>
          <w:rStyle w:val="libItalicChar"/>
        </w:rPr>
        <w:t>-</w:t>
      </w:r>
      <w:r w:rsidRPr="00294BA7">
        <w:rPr>
          <w:rStyle w:val="libItalicChar"/>
        </w:rPr>
        <w:t>Haaqqah</w:t>
      </w:r>
      <w:r>
        <w:t xml:space="preserve"> his </w:t>
      </w:r>
      <w:r w:rsidRPr="00294BA7">
        <w:rPr>
          <w:rStyle w:val="libUnderlineChar"/>
        </w:rPr>
        <w:t>Imaan will be safe for ever</w:t>
      </w:r>
      <w:r>
        <w:t>.</w:t>
      </w:r>
    </w:p>
    <w:p w:rsidR="00294BA7" w:rsidRDefault="00294BA7" w:rsidP="00294BA7">
      <w:pPr>
        <w:pStyle w:val="libNormal"/>
      </w:pPr>
      <w:r w:rsidRPr="00294BA7">
        <w:rPr>
          <w:rStyle w:val="libItalicChar"/>
        </w:rPr>
        <w:lastRenderedPageBreak/>
        <w:t>Duaa</w:t>
      </w:r>
      <w:r w:rsidR="002E452F">
        <w:rPr>
          <w:rStyle w:val="libItalicChar"/>
        </w:rPr>
        <w:t>-</w:t>
      </w:r>
      <w:r w:rsidRPr="00294BA7">
        <w:rPr>
          <w:rStyle w:val="libItalicChar"/>
        </w:rPr>
        <w:t>e</w:t>
      </w:r>
      <w:r w:rsidR="002E452F">
        <w:rPr>
          <w:rStyle w:val="libItalicChar"/>
        </w:rPr>
        <w:t>-</w:t>
      </w:r>
      <w:r w:rsidRPr="00294BA7">
        <w:rPr>
          <w:rStyle w:val="libItalicChar"/>
        </w:rPr>
        <w:t>Adeelah</w:t>
      </w:r>
      <w:r>
        <w:t xml:space="preserve"> is such a Duaa that if Shaytaan tries all his technics to destroy the </w:t>
      </w:r>
      <w:r w:rsidRPr="00294BA7">
        <w:rPr>
          <w:rStyle w:val="libItalicChar"/>
        </w:rPr>
        <w:t>Imaan</w:t>
      </w:r>
      <w:r>
        <w:t xml:space="preserve"> but he will fail. So it is essential that we should often recite this Duaa. (refer Majmooa).</w:t>
      </w:r>
    </w:p>
    <w:p w:rsidR="00294BA7" w:rsidRDefault="00294BA7" w:rsidP="00294BA7">
      <w:pPr>
        <w:pStyle w:val="libNormal"/>
      </w:pPr>
      <w:r>
        <w:t xml:space="preserve">Praying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Shab</w:t>
      </w:r>
      <w:r>
        <w:t xml:space="preserve"> regularly saves one from the </w:t>
      </w:r>
      <w:r w:rsidRPr="00294BA7">
        <w:rPr>
          <w:rStyle w:val="libUnderlineChar"/>
        </w:rPr>
        <w:t>sqeeze of grave</w:t>
      </w:r>
      <w:r>
        <w:t xml:space="preserve"> and grant immunity from the Hell</w:t>
      </w:r>
      <w:r w:rsidR="002E452F">
        <w:t>-</w:t>
      </w:r>
      <w:r>
        <w:t>fire. [*]</w:t>
      </w:r>
    </w:p>
    <w:p w:rsidR="00294BA7" w:rsidRDefault="00294BA7" w:rsidP="00294BA7">
      <w:pPr>
        <w:pStyle w:val="libNormal"/>
      </w:pPr>
      <w:r>
        <w:t>To remain in the state of Najaasat after urinating, creating mischief amongst people, back</w:t>
      </w:r>
      <w:r w:rsidR="002E452F">
        <w:t>-</w:t>
      </w:r>
      <w:r>
        <w:t xml:space="preserve"> biting, and Qat</w:t>
      </w:r>
      <w:r w:rsidR="002E452F">
        <w:t>-</w:t>
      </w:r>
      <w:r>
        <w:t>e</w:t>
      </w:r>
      <w:r w:rsidR="002E452F">
        <w:t>-</w:t>
      </w:r>
      <w:r>
        <w:t xml:space="preserve">Raham are the </w:t>
      </w:r>
      <w:r w:rsidRPr="00294BA7">
        <w:rPr>
          <w:rStyle w:val="libItalicChar"/>
        </w:rPr>
        <w:t>causes of sqeezing in the grave</w:t>
      </w:r>
      <w:r>
        <w:t>, so these should be avoided from the very root cause.</w:t>
      </w:r>
    </w:p>
    <w:p w:rsidR="00294BA7" w:rsidRDefault="00294BA7" w:rsidP="00294BA7">
      <w:pPr>
        <w:pStyle w:val="libNormal"/>
      </w:pPr>
      <w:r>
        <w:t xml:space="preserve">The first night in the grave is the most dreadful time for the deseased. The Holy Prophet (S.A.W.W.) said to give </w:t>
      </w:r>
      <w:r w:rsidRPr="00294BA7">
        <w:rPr>
          <w:rStyle w:val="libItalicChar"/>
        </w:rPr>
        <w:t>Sadaqa</w:t>
      </w:r>
      <w:r>
        <w:t xml:space="preserve"> for the safety of the dead person, and if you do not have anything for Sadaqa pray </w:t>
      </w:r>
      <w:r w:rsidRPr="00294BA7">
        <w:rPr>
          <w:rStyle w:val="libItalicChar"/>
        </w:rPr>
        <w:t>2 rak’at Namaaz</w:t>
      </w:r>
      <w:r>
        <w:t xml:space="preserve"> in which recite S.Tawheed two times after S.Al</w:t>
      </w:r>
      <w:r w:rsidR="002E452F">
        <w:t>-</w:t>
      </w:r>
      <w:r>
        <w:t>Hamd in the 1st rak’at and recite 10 times S.Takaasur in the 2nd rak’at after A.Al</w:t>
      </w:r>
      <w:r w:rsidR="002E452F">
        <w:t>-</w:t>
      </w:r>
      <w:r>
        <w:t xml:space="preserve">Hamd. After finishing praying this Namaaz recie </w:t>
      </w:r>
      <w:r w:rsidRPr="00F83CC6">
        <w:rPr>
          <w:rStyle w:val="libItalicChar"/>
        </w:rPr>
        <w:t xml:space="preserve">‘Allaahumma Swalli Alaa Muhammadin Wa Aali Muhammad, Wab’ath Thawaabahaa Ilaa Qabri Dhaalikal Mayyit ( Fulaan bin Fulaan). </w:t>
      </w:r>
      <w:r>
        <w:t>Allaah will immediately send 1000 Angels to the grave of that dead person with attires of Paradise, and will expand his grave till Qayaamat, and for the person who has recited this Namaaz for the deseased, Allaah will offer him great rewards and exalt his position fourty times.</w:t>
      </w:r>
    </w:p>
    <w:p w:rsidR="00294BA7" w:rsidRDefault="00294BA7" w:rsidP="00294BA7">
      <w:pPr>
        <w:pStyle w:val="libNormal"/>
      </w:pPr>
      <w:r>
        <w:t xml:space="preserve">Another Namaaz for the dead person (also called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Wahshat</w:t>
      </w:r>
      <w:r>
        <w:t>) is to be performed on the first night of burial thus:Two rak’at Namaaz, after Al</w:t>
      </w:r>
      <w:r w:rsidR="002E452F">
        <w:t>-</w:t>
      </w:r>
      <w:r>
        <w:t>Hamd, in 1st rak’at recite Aayatul Qursee and in the 2nd rak’at after Al</w:t>
      </w:r>
      <w:r w:rsidR="002E452F">
        <w:t>-</w:t>
      </w:r>
      <w:r>
        <w:t>Hamd recite ten times S. Qadr. After Namaaz recite:</w:t>
      </w:r>
      <w:r w:rsidRPr="00F83CC6">
        <w:rPr>
          <w:rStyle w:val="libItalicChar"/>
        </w:rPr>
        <w:t xml:space="preserve"> ‘Allaahumma Swalli Alaa Muhammadin Wa Aali Muhammad Wab’ath Thawaabahaa Ilaa Qabri</w:t>
      </w:r>
      <w:r>
        <w:t>… (here say the name of Marhoom).</w:t>
      </w:r>
    </w:p>
    <w:p w:rsidR="00294BA7" w:rsidRPr="00F83CC6" w:rsidRDefault="00294BA7" w:rsidP="00294BA7">
      <w:pPr>
        <w:pStyle w:val="libNormal"/>
        <w:rPr>
          <w:rStyle w:val="libItalicChar"/>
        </w:rPr>
      </w:pPr>
      <w:r>
        <w:t>At the time of death Shaytaan approaches and tries to spoil the faith of the believer. Therefore one who wishes to remain safe from the mischief of Shataan should preserve five proofs regarding fundamental principles of faith, i.e</w:t>
      </w:r>
      <w:r w:rsidRPr="00294BA7">
        <w:rPr>
          <w:rStyle w:val="libItalicChar"/>
        </w:rPr>
        <w:t>. Usool</w:t>
      </w:r>
      <w:r w:rsidR="002E452F">
        <w:rPr>
          <w:rStyle w:val="libItalicChar"/>
        </w:rPr>
        <w:t>-</w:t>
      </w:r>
      <w:r w:rsidRPr="00294BA7">
        <w:rPr>
          <w:rStyle w:val="libItalicChar"/>
        </w:rPr>
        <w:t>e</w:t>
      </w:r>
      <w:r w:rsidR="002E452F">
        <w:rPr>
          <w:rStyle w:val="libItalicChar"/>
        </w:rPr>
        <w:t>-</w:t>
      </w:r>
      <w:r w:rsidRPr="00294BA7">
        <w:rPr>
          <w:rStyle w:val="libItalicChar"/>
        </w:rPr>
        <w:t xml:space="preserve">Deen </w:t>
      </w:r>
      <w:r>
        <w:t xml:space="preserve">in his mind and present it to Allaah’s custody so that at the time of death these may be handy at that critical time. And this Duaa should be recited: </w:t>
      </w:r>
      <w:r w:rsidRPr="00F83CC6">
        <w:rPr>
          <w:rStyle w:val="libItalicChar"/>
        </w:rPr>
        <w:t>‘ Allaahumma Yaa Arhamar</w:t>
      </w:r>
      <w:r w:rsidR="002E452F">
        <w:rPr>
          <w:rStyle w:val="libItalicChar"/>
        </w:rPr>
        <w:t>-</w:t>
      </w:r>
      <w:r w:rsidRPr="00F83CC6">
        <w:rPr>
          <w:rStyle w:val="libItalicChar"/>
        </w:rPr>
        <w:t>Raahimeen Innee Qad Awda’atuka Yaqeenee Haadhaa Wa Thabaata Deenee Wa Anta Mustawdi’a Wa Qad Amartanaa Bi Hifdhil Wadaai’a Faruddahoo Alayya Waqta Hudhoori Mawtee.’</w:t>
      </w:r>
    </w:p>
    <w:p w:rsidR="00294BA7" w:rsidRDefault="00294BA7" w:rsidP="00294BA7">
      <w:pPr>
        <w:pStyle w:val="libNormal"/>
      </w:pPr>
      <w:r>
        <w:t>Reciting S. Yaaseen, S. Swaaffaat and the following Duaa helps in the tribulation during death: ‘ Laa Ilaaha Illallaahul Haleemu Kareem Laa Ilaaha Illallaahul Aliyyul Adhweem, Sub’haanallaahi Rabbis</w:t>
      </w:r>
      <w:r w:rsidR="002E452F">
        <w:t>-</w:t>
      </w:r>
      <w:r>
        <w:t>Samaawaatis</w:t>
      </w:r>
      <w:r w:rsidR="002E452F">
        <w:t>-</w:t>
      </w:r>
      <w:r>
        <w:t>Sab’i, Wa Rabbil Aradhweenas</w:t>
      </w:r>
      <w:r w:rsidR="002E452F">
        <w:t>-</w:t>
      </w:r>
      <w:r>
        <w:t>Sab’i Wamaa Fee Hinna Wamaa Bayna Hunna Wamaa Fawqa Hunna Wamaa Tahta Hunna Wa Huwa Rabbul Arshil Adhweem Wal Hamdu Lillaahi Rabbil Aalameen.’</w:t>
      </w:r>
    </w:p>
    <w:p w:rsidR="00294BA7" w:rsidRDefault="00294BA7" w:rsidP="00294BA7">
      <w:pPr>
        <w:pStyle w:val="libNormal"/>
      </w:pPr>
      <w:r>
        <w:t>Reciting this Duaa also is very beneficial at the time of death: ‘Yaa Man’Yaqbalul Yaseer Wa Ya’afu Anil Katheer Iqbal Minnil Yaseer Wa’afu Annil Katheer, Innaka Antal Ghafoorur</w:t>
      </w:r>
      <w:r w:rsidR="002E452F">
        <w:t>-</w:t>
      </w:r>
      <w:r>
        <w:t>Raheem.’</w:t>
      </w:r>
    </w:p>
    <w:p w:rsidR="002E452F" w:rsidRDefault="002E452F" w:rsidP="00A52C13">
      <w:pPr>
        <w:pStyle w:val="libNormal"/>
      </w:pPr>
      <w:r>
        <w:br w:type="page"/>
      </w:r>
    </w:p>
    <w:p w:rsidR="00A52C13" w:rsidRDefault="00A52C13" w:rsidP="00A52C13">
      <w:pPr>
        <w:pStyle w:val="Heading1Center"/>
      </w:pPr>
      <w:bookmarkStart w:id="11" w:name="_Toc420238085"/>
      <w:r>
        <w:lastRenderedPageBreak/>
        <w:t>TRAVEL</w:t>
      </w:r>
      <w:r w:rsidRPr="00A52C13">
        <w:t>LING</w:t>
      </w:r>
      <w:bookmarkEnd w:id="11"/>
    </w:p>
    <w:p w:rsidR="00294BA7" w:rsidRDefault="00294BA7" w:rsidP="00294BA7">
      <w:pPr>
        <w:pStyle w:val="libNormal"/>
      </w:pPr>
      <w:r>
        <w:t>Imaam Jaa’far Saadiq (A.S.) said that there should be only three purposes for making a journey, they are: (a) for gaining Sawaab in Aakherat, (b) for prosperity in this life, &amp; (c) merely to have relaxation, sight</w:t>
      </w:r>
      <w:r w:rsidR="002E452F">
        <w:t>-</w:t>
      </w:r>
      <w:r>
        <w:t>seeing, or lawful pleasure in traveling. Go on travel so that you gain good health; do Jihaad so that you get blessings in both worlds; and go for Hajj so as to become rich and self</w:t>
      </w:r>
      <w:r w:rsidR="002E452F">
        <w:t>-</w:t>
      </w:r>
      <w:r>
        <w:t>dependant. Traveling is a sort of trouble so as soon as your job is accomplished return soon to your home. Travel on Tuesdays to accomplish your hard tasks, because it is a day when Allaah (S.W.T.) softened the iron for Nabii Daawood (A.S.) The one who travels on Saturday shall return to his home because even if a stone moves away from its place in a mountain it will return again to it. The Holy Prophet (S.A.W.W.) preferred to travel on Thursday because he said it was the day liked by Allaah, The Prophet, and Angels.</w:t>
      </w:r>
    </w:p>
    <w:p w:rsidR="00294BA7" w:rsidRDefault="00294BA7" w:rsidP="00294BA7">
      <w:pPr>
        <w:pStyle w:val="libNormal"/>
      </w:pPr>
      <w:r>
        <w:t>Our 5</w:t>
      </w:r>
      <w:r w:rsidRPr="00294BA7">
        <w:t>th</w:t>
      </w:r>
      <w:r>
        <w:t xml:space="preserve"> and 6</w:t>
      </w:r>
      <w:r w:rsidRPr="00294BA7">
        <w:t>th</w:t>
      </w:r>
      <w:r>
        <w:t xml:space="preserve"> Imaam (A.S.) said that it is Makrooh (abominable, detestable) to travel by sea going for trading purpose. Imaam Ali (A.S.) said that the one who travels by sea on business trip has not tried to generate his earnings by more superior ways.</w:t>
      </w:r>
    </w:p>
    <w:p w:rsidR="00294BA7" w:rsidRPr="00294BA7" w:rsidRDefault="00294BA7" w:rsidP="00294BA7">
      <w:pPr>
        <w:pStyle w:val="libNormal"/>
        <w:rPr>
          <w:rStyle w:val="libItalicChar"/>
        </w:rPr>
      </w:pPr>
      <w:r>
        <w:t xml:space="preserve">It is not good to travel on </w:t>
      </w:r>
      <w:r w:rsidRPr="00294BA7">
        <w:rPr>
          <w:rStyle w:val="libItalicChar"/>
        </w:rPr>
        <w:t>Nahas Days</w:t>
      </w:r>
      <w:r>
        <w:t xml:space="preserve"> but if need arises one can travel on those days after giving </w:t>
      </w:r>
      <w:r w:rsidRPr="00294BA7">
        <w:rPr>
          <w:rStyle w:val="libItalicChar"/>
        </w:rPr>
        <w:t>Sadaqa and praying to Allaah for safety.</w:t>
      </w:r>
    </w:p>
    <w:p w:rsidR="00294BA7" w:rsidRDefault="00294BA7" w:rsidP="00294BA7">
      <w:pPr>
        <w:pStyle w:val="libNormal"/>
      </w:pPr>
      <w:r>
        <w:t xml:space="preserve">It is disliked to travel on </w:t>
      </w:r>
      <w:r w:rsidRPr="00294BA7">
        <w:rPr>
          <w:rStyle w:val="libItalicChar"/>
        </w:rPr>
        <w:t>3</w:t>
      </w:r>
      <w:r w:rsidRPr="00294BA7">
        <w:t>rd</w:t>
      </w:r>
      <w:r w:rsidRPr="00294BA7">
        <w:rPr>
          <w:rStyle w:val="libItalicChar"/>
        </w:rPr>
        <w:t>, 4</w:t>
      </w:r>
      <w:r w:rsidRPr="00294BA7">
        <w:t>th</w:t>
      </w:r>
      <w:r w:rsidRPr="00294BA7">
        <w:rPr>
          <w:rStyle w:val="libItalicChar"/>
        </w:rPr>
        <w:t>, 21</w:t>
      </w:r>
      <w:r w:rsidRPr="00294BA7">
        <w:t>st</w:t>
      </w:r>
      <w:r w:rsidRPr="00294BA7">
        <w:rPr>
          <w:rStyle w:val="libItalicChar"/>
        </w:rPr>
        <w:t>, and 25</w:t>
      </w:r>
      <w:r w:rsidRPr="00294BA7">
        <w:t>th</w:t>
      </w:r>
      <w:r>
        <w:t xml:space="preserve"> of lunar months, so if possible try to avoid traveling on these days.</w:t>
      </w:r>
    </w:p>
    <w:p w:rsidR="00294BA7" w:rsidRDefault="00294BA7" w:rsidP="00294BA7">
      <w:pPr>
        <w:pStyle w:val="libNormal"/>
      </w:pPr>
      <w:r>
        <w:t xml:space="preserve">Even though it is allowed to travel on any day of the week but </w:t>
      </w:r>
      <w:r w:rsidRPr="00294BA7">
        <w:rPr>
          <w:rStyle w:val="libItalicChar"/>
        </w:rPr>
        <w:t>Saturdays, Tuesdays and Thursdays</w:t>
      </w:r>
      <w:r>
        <w:t xml:space="preserve"> are considered good for travelling.</w:t>
      </w:r>
    </w:p>
    <w:p w:rsidR="00294BA7" w:rsidRDefault="00294BA7" w:rsidP="00294BA7">
      <w:pPr>
        <w:pStyle w:val="libNormal"/>
      </w:pPr>
      <w:r>
        <w:t xml:space="preserve">If travelling is for the purpose of lawful business transactions then </w:t>
      </w:r>
      <w:r w:rsidRPr="00294BA7">
        <w:rPr>
          <w:rStyle w:val="libItalicChar"/>
        </w:rPr>
        <w:t xml:space="preserve">Tuesday </w:t>
      </w:r>
      <w:r>
        <w:t>is the best day to undertake the journey.</w:t>
      </w:r>
    </w:p>
    <w:p w:rsidR="00294BA7" w:rsidRDefault="00294BA7" w:rsidP="00294BA7">
      <w:pPr>
        <w:pStyle w:val="libNormal"/>
      </w:pPr>
      <w:r>
        <w:t>If you are all alone on safari recite this Duaa: Maashaa</w:t>
      </w:r>
      <w:r w:rsidR="002E452F">
        <w:t>-</w:t>
      </w:r>
      <w:r>
        <w:t>Allaah Laa Hawla Walaa Quwwata Illaa Billaah, Allaahummaa Aanis Wahshatee, Wa Ainnee Alaa Wahdatee Wa Addee Ghaybatee.</w:t>
      </w:r>
    </w:p>
    <w:p w:rsidR="00294BA7" w:rsidRDefault="00294BA7" w:rsidP="00294BA7">
      <w:pPr>
        <w:pStyle w:val="libNormal"/>
      </w:pPr>
      <w:r>
        <w:t>At the commencement of journey and all along the safari this Duaa should be recited every now and then: Bismillaahi Aamantu Billaahi, Watawaqqaltu Alallaahi, Maashaa</w:t>
      </w:r>
      <w:r w:rsidR="002E452F">
        <w:t>-</w:t>
      </w:r>
      <w:r>
        <w:t>Allaah Laa Hawla Walaa Quwwata Illaa Billaah.</w:t>
      </w:r>
    </w:p>
    <w:p w:rsidR="00294BA7" w:rsidRDefault="00294BA7" w:rsidP="00294BA7">
      <w:pPr>
        <w:pStyle w:val="libNormal"/>
      </w:pPr>
      <w:r>
        <w:t>While boarding the vehicle of travel recite: Bismillaahi Walaa Quwwata Illaa Billaahi Al</w:t>
      </w:r>
      <w:r w:rsidR="002E452F">
        <w:t>-</w:t>
      </w:r>
      <w:r>
        <w:t>Hamdulillaahil</w:t>
      </w:r>
      <w:r w:rsidR="002E452F">
        <w:t>-</w:t>
      </w:r>
      <w:r>
        <w:t>Ladhee Sakh</w:t>
      </w:r>
      <w:r w:rsidR="002E452F">
        <w:t>-</w:t>
      </w:r>
      <w:r>
        <w:t>Khara lanaa Haadhaa Wamaa Kunnaa Lahoo Mukrineen, Wa Innaa Ilaa Rabbina La</w:t>
      </w:r>
      <w:r w:rsidR="002E452F">
        <w:t>-</w:t>
      </w:r>
      <w:r>
        <w:t>mun</w:t>
      </w:r>
      <w:r w:rsidR="002E452F">
        <w:t>-</w:t>
      </w:r>
      <w:r>
        <w:t>qaliboon.</w:t>
      </w:r>
    </w:p>
    <w:p w:rsidR="00294BA7" w:rsidRDefault="00294BA7" w:rsidP="00294BA7">
      <w:pPr>
        <w:pStyle w:val="libNormal"/>
      </w:pPr>
      <w:r>
        <w:t>When entering a town or a city to which you are not familiar to, recite: Allaahumma Innee As’aluka Khyrahaa, Wa A’oodhoo Bika Min Sharrihaa, Allaahumma Habbib Lanaa Ahlihaa Wa Habbib Swaalihi Ahlihaa Ilayna.</w:t>
      </w:r>
    </w:p>
    <w:p w:rsidR="00294BA7" w:rsidRDefault="00294BA7" w:rsidP="00294BA7">
      <w:pPr>
        <w:pStyle w:val="libNormal"/>
      </w:pPr>
      <w:r>
        <w:t xml:space="preserve"> While embarking from the vehicle of travel recite: Rabbi Anzilnee Manzilan Mubaarakan Wa Anta Khayrul Munzileen.</w:t>
      </w:r>
    </w:p>
    <w:p w:rsidR="00294BA7" w:rsidRPr="00F83CC6" w:rsidRDefault="00294BA7" w:rsidP="00F83CC6">
      <w:pPr>
        <w:pStyle w:val="libNormal"/>
        <w:rPr>
          <w:rStyle w:val="libItalicChar"/>
        </w:rPr>
      </w:pPr>
      <w:r w:rsidRPr="00F83CC6">
        <w:t xml:space="preserve">While you are on journey away from home recite this Duaa every night before going to sleep: Recite </w:t>
      </w:r>
      <w:r w:rsidRPr="00F83CC6">
        <w:rPr>
          <w:rStyle w:val="libItalicChar"/>
        </w:rPr>
        <w:t>Aayatul Qursee</w:t>
      </w:r>
      <w:r w:rsidRPr="00F83CC6">
        <w:t>, then recite</w:t>
      </w:r>
      <w:r w:rsidR="002E452F">
        <w:t>-</w:t>
      </w:r>
      <w:r w:rsidRPr="00F83CC6">
        <w:rPr>
          <w:rStyle w:val="libItalicChar"/>
        </w:rPr>
        <w:t>Allaahummaj’al Masweeree Ibaran Wa Sumtee Tafakkuran Wa Kalaamee Dhikraa.</w:t>
      </w:r>
    </w:p>
    <w:p w:rsidR="00294BA7" w:rsidRDefault="00294BA7" w:rsidP="00294BA7">
      <w:pPr>
        <w:pStyle w:val="libNormal"/>
      </w:pPr>
      <w:r>
        <w:t xml:space="preserve">While starting the journey recite 11 times </w:t>
      </w:r>
      <w:r w:rsidRPr="00F83CC6">
        <w:rPr>
          <w:rStyle w:val="libItalicChar"/>
        </w:rPr>
        <w:t>Surah</w:t>
      </w:r>
      <w:r w:rsidR="002E452F">
        <w:rPr>
          <w:rStyle w:val="libItalicChar"/>
        </w:rPr>
        <w:t>-</w:t>
      </w:r>
      <w:r w:rsidRPr="00F83CC6">
        <w:rPr>
          <w:rStyle w:val="libItalicChar"/>
        </w:rPr>
        <w:t>e</w:t>
      </w:r>
      <w:r w:rsidR="002E452F">
        <w:rPr>
          <w:rStyle w:val="libItalicChar"/>
        </w:rPr>
        <w:t>-</w:t>
      </w:r>
      <w:r w:rsidRPr="00F83CC6">
        <w:rPr>
          <w:rStyle w:val="libItalicChar"/>
        </w:rPr>
        <w:t xml:space="preserve">Ikhlaas, Tasbeeh of Bibi Faatima (S.A.) </w:t>
      </w:r>
      <w:r>
        <w:t>and</w:t>
      </w:r>
      <w:r w:rsidRPr="00294BA7">
        <w:rPr>
          <w:rStyle w:val="libItalicChar"/>
        </w:rPr>
        <w:t xml:space="preserve"> Al</w:t>
      </w:r>
      <w:r w:rsidR="002E452F">
        <w:rPr>
          <w:rStyle w:val="libItalicChar"/>
        </w:rPr>
        <w:t>-</w:t>
      </w:r>
      <w:r w:rsidRPr="00294BA7">
        <w:rPr>
          <w:rStyle w:val="libItalicChar"/>
        </w:rPr>
        <w:t>Waheedu</w:t>
      </w:r>
      <w:r>
        <w:t xml:space="preserve"> as many times as possible.</w:t>
      </w:r>
    </w:p>
    <w:p w:rsidR="00294BA7" w:rsidRDefault="00294BA7" w:rsidP="00294BA7">
      <w:pPr>
        <w:pStyle w:val="libNormal"/>
      </w:pPr>
      <w:r>
        <w:t xml:space="preserve">Before starting traveling, first pray </w:t>
      </w:r>
      <w:r w:rsidRPr="00294BA7">
        <w:rPr>
          <w:rStyle w:val="libItalicChar"/>
        </w:rPr>
        <w:t>2 rak’at Namaaz</w:t>
      </w:r>
      <w:r>
        <w:t xml:space="preserve"> and recite this Duaa: Allaahumma Astawdi’uka Nafsee Wa Ahlee Wa Maalee Wa Deenee Wa Dunyaayi Wa Aakhiratee Wa Khawaateema Amalee.</w:t>
      </w:r>
    </w:p>
    <w:p w:rsidR="00294BA7" w:rsidRPr="00294BA7" w:rsidRDefault="00294BA7" w:rsidP="00294BA7">
      <w:pPr>
        <w:pStyle w:val="libNormal"/>
      </w:pPr>
      <w:r>
        <w:t xml:space="preserve">Reciting Surah </w:t>
      </w:r>
      <w:r w:rsidRPr="00294BA7">
        <w:rPr>
          <w:rStyle w:val="libItalicChar"/>
        </w:rPr>
        <w:t>An</w:t>
      </w:r>
      <w:r w:rsidR="002E452F">
        <w:rPr>
          <w:rStyle w:val="libItalicChar"/>
        </w:rPr>
        <w:t>-</w:t>
      </w:r>
      <w:r w:rsidRPr="00294BA7">
        <w:rPr>
          <w:rStyle w:val="libItalicChar"/>
        </w:rPr>
        <w:t>Nabaa</w:t>
      </w:r>
      <w:r>
        <w:t xml:space="preserve"> in the journey brings safety and success.</w:t>
      </w:r>
    </w:p>
    <w:p w:rsidR="00294BA7" w:rsidRPr="00294BA7" w:rsidRDefault="00294BA7" w:rsidP="00294BA7">
      <w:pPr>
        <w:pStyle w:val="libNormal"/>
      </w:pPr>
      <w:r>
        <w:t>One who is going on safari and wishes to return safely to his family should recite the following Duaa when he is to come out of his house for the journey:  Bismillaahi Makhrajee Wa Bi Idh</w:t>
      </w:r>
      <w:r w:rsidR="002E452F">
        <w:t>-</w:t>
      </w:r>
      <w:r>
        <w:t xml:space="preserve">nihi Kharajtu Wa Qad Alima An Akhruja Khurooji Wa Qad Ahswaa Ilmuhu Maa Fi Makhraji Wa Marji’ee Tawaqqaltu Alal Ilaahill Akbari, Tawaqqula Mufawwidhwan Alayhi Amruhu Wa Musta’eenin Bihi Alaa Shu’oonihi Mustazeedin Min Fadhlihi Mubri’in </w:t>
      </w:r>
      <w:r>
        <w:lastRenderedPageBreak/>
        <w:t xml:space="preserve">Nafsahu Min Kulli Hawlin Wa Min Kulli Quwwatin Bihi Khurooja Dhwareerin Kharaja Bi Dhurrihi Alaa Man Yakshifuhu, Wa Khurooja Faqeerin Kharaja Bi Faqrihi, Ilaa Man Yasudduhu, Wa Khurooja Aailin Kharaja Bi Eelatihi, Ilaa Man Yughneeha, Wa Khurooja Man Rabbuhu Akbaru Thikatihi, Wa A’adhwamu Rajaaihi Wa Afdhalu Umniyyatihi, Allaahu Thiqatee Fi Jamee’i Umooree Kulliha Bihee Feehaa Jamee’an Asta’eenu Walaa Shay Illaa MaashaaAllaahu Fi Ilmihi As’alullaaha Khayral Makhraji Wal Madkhali, Laa Ilaaha Illaa Huwa Ilayhil Masweeru. </w:t>
      </w:r>
      <w:r w:rsidRPr="00294BA7">
        <w:tab/>
      </w:r>
    </w:p>
    <w:p w:rsidR="00294BA7" w:rsidRDefault="00294BA7" w:rsidP="00294BA7">
      <w:pPr>
        <w:pStyle w:val="libNormal"/>
      </w:pPr>
      <w:r>
        <w:t xml:space="preserve">It is recommended that when one returns from a journey he should bring some </w:t>
      </w:r>
      <w:r w:rsidRPr="00294BA7">
        <w:rPr>
          <w:rStyle w:val="libItalicChar"/>
        </w:rPr>
        <w:t>gifts</w:t>
      </w:r>
      <w:r>
        <w:t xml:space="preserve"> for his family members, and arrange for a </w:t>
      </w:r>
      <w:r w:rsidRPr="00294BA7">
        <w:rPr>
          <w:rStyle w:val="libItalicChar"/>
        </w:rPr>
        <w:t>feast/ banquet / ceremonial dinner</w:t>
      </w:r>
      <w:r>
        <w:t xml:space="preserve"> for his brothers</w:t>
      </w:r>
      <w:r w:rsidR="002E452F">
        <w:t>-</w:t>
      </w:r>
      <w:r>
        <w:t>in</w:t>
      </w:r>
      <w:r w:rsidR="002E452F">
        <w:t>-</w:t>
      </w:r>
      <w:r>
        <w:t>faith.</w:t>
      </w:r>
    </w:p>
    <w:p w:rsidR="00294BA7" w:rsidRDefault="00294BA7" w:rsidP="00294BA7">
      <w:pPr>
        <w:pStyle w:val="libNormal"/>
      </w:pPr>
      <w:r>
        <w:t xml:space="preserve">It is reported from Rasoolullaah (S.A.W.W.) that when a person sits on his means of riding and says </w:t>
      </w:r>
      <w:r w:rsidRPr="00F83CC6">
        <w:rPr>
          <w:rStyle w:val="libItalicChar"/>
        </w:rPr>
        <w:t>‘Bismillaah’</w:t>
      </w:r>
      <w:r>
        <w:t xml:space="preserve"> then an Angel also accompanies him and protects him, but if he does not say so a Shaytaan accompanies him and makes him go astray.</w:t>
      </w:r>
    </w:p>
    <w:p w:rsidR="00294BA7" w:rsidRDefault="00294BA7" w:rsidP="00294BA7">
      <w:pPr>
        <w:pStyle w:val="libNormal"/>
      </w:pPr>
      <w:r>
        <w:t xml:space="preserve">While riding recite this Duaa for </w:t>
      </w:r>
      <w:r w:rsidRPr="00294BA7">
        <w:rPr>
          <w:rStyle w:val="libUnderlineChar"/>
        </w:rPr>
        <w:t>protection</w:t>
      </w:r>
      <w:r>
        <w:t>:  Bismillaahi Laa Hawla Walaa Quwwata Illaa Billaahil</w:t>
      </w:r>
      <w:r w:rsidR="002E452F">
        <w:t>-</w:t>
      </w:r>
      <w:r>
        <w:t>Ladhee Hadaana Lihaadha Wamaa Kinnaa Li Nahtadiya Lawlaa An Hadaanallaahu, Sub’haanal</w:t>
      </w:r>
      <w:r w:rsidR="002E452F">
        <w:t>-</w:t>
      </w:r>
      <w:r>
        <w:t>Ladhee Sakh</w:t>
      </w:r>
      <w:r w:rsidR="002E452F">
        <w:t>-</w:t>
      </w:r>
      <w:r>
        <w:t xml:space="preserve">khara Lanaa Haadhaa Wamaa Kunnaa Lahoo Mukrimeen. </w:t>
      </w:r>
    </w:p>
    <w:p w:rsidR="00294BA7" w:rsidRDefault="00294BA7" w:rsidP="00294BA7">
      <w:pPr>
        <w:pStyle w:val="libNormal"/>
      </w:pPr>
      <w:r>
        <w:t xml:space="preserve">Another Duaa (for </w:t>
      </w:r>
      <w:r w:rsidRPr="00294BA7">
        <w:rPr>
          <w:rStyle w:val="libUnderlineChar"/>
        </w:rPr>
        <w:t>forgiveness</w:t>
      </w:r>
      <w:r>
        <w:t xml:space="preserve">) while riding ;  Recite </w:t>
      </w:r>
      <w:r w:rsidRPr="00294BA7">
        <w:rPr>
          <w:rStyle w:val="libItalicChar"/>
        </w:rPr>
        <w:t>Aayatul Kursee,</w:t>
      </w:r>
      <w:r>
        <w:t xml:space="preserve"> then: Astaghfirullaahal</w:t>
      </w:r>
      <w:r w:rsidR="002E452F">
        <w:t>-</w:t>
      </w:r>
      <w:r>
        <w:t>Ladhee Laa Ilaaha Illaa Huwal Hayyul Qayyoom Wa Atoobu Ilayhi, Allaahummagh</w:t>
      </w:r>
      <w:r w:rsidR="002E452F">
        <w:t>-</w:t>
      </w:r>
      <w:r>
        <w:t>Firlee Dhunoobee Fa Innahoo Laa Yaghfirudh</w:t>
      </w:r>
      <w:r w:rsidR="002E452F">
        <w:t>-</w:t>
      </w:r>
      <w:r>
        <w:t xml:space="preserve">Dhunooba Illaa Anta. </w:t>
      </w:r>
    </w:p>
    <w:p w:rsidR="00294BA7" w:rsidRPr="00F83CC6" w:rsidRDefault="00294BA7" w:rsidP="00F83CC6">
      <w:pPr>
        <w:pStyle w:val="libItalic"/>
      </w:pPr>
      <w:r w:rsidRPr="00F83CC6">
        <w:t xml:space="preserve">When the riding vehicle stumbles or goes wrong recite:  Allaahumma Innee Aoodhu Bika Min Zawaali Ni’amatika Wa Min Tahweeli Aafiyatik, Wa Min Fujaati Ni’amatika. </w:t>
      </w:r>
    </w:p>
    <w:p w:rsidR="00294BA7" w:rsidRPr="00F83CC6" w:rsidRDefault="00294BA7" w:rsidP="00F83CC6">
      <w:pPr>
        <w:pStyle w:val="libItalic"/>
      </w:pPr>
      <w:r w:rsidRPr="00F83CC6">
        <w:t xml:space="preserve">When the riding vehicle abruptly stops going forth recite:  Awalam Yaraw Annaa Khalaqnaa Lahum Mimmaa Amilat Aydeena In’aaman Fahum Lahaa Maalikoon, Wa Dhallalnaahaa Lahum Faminha Rakoobuhum Waminha Ya’akuloon. </w:t>
      </w:r>
    </w:p>
    <w:p w:rsidR="002E452F" w:rsidRDefault="002E452F" w:rsidP="00A52C13">
      <w:pPr>
        <w:pStyle w:val="libNormal"/>
      </w:pPr>
      <w:r>
        <w:br w:type="page"/>
      </w:r>
    </w:p>
    <w:p w:rsidR="00A52C13" w:rsidRDefault="00A52C13" w:rsidP="00A52C13">
      <w:pPr>
        <w:pStyle w:val="Heading1Center"/>
      </w:pPr>
      <w:bookmarkStart w:id="12" w:name="_Toc420238086"/>
      <w:r w:rsidRPr="00A52C13">
        <w:lastRenderedPageBreak/>
        <w:t>FRIDAY-NIGHT &amp; DAY (Jumme-Raat and Jumuah)</w:t>
      </w:r>
      <w:bookmarkEnd w:id="12"/>
    </w:p>
    <w:p w:rsidR="00294BA7" w:rsidRDefault="00294BA7" w:rsidP="00294BA7">
      <w:pPr>
        <w:pStyle w:val="libNormal"/>
      </w:pPr>
      <w:r>
        <w:t>Friday</w:t>
      </w:r>
      <w:r w:rsidR="002E452F">
        <w:t>-</w:t>
      </w:r>
      <w:r w:rsidR="00A52C13">
        <w:t>night, i.e. the night pre</w:t>
      </w:r>
      <w:r>
        <w:t>ceding the day of Friday is a very blessed, holy, sacred, and meritorious night, as well is for the day of Friday. Angels ascend from heavens onto the earth to record the deeds of people as these revered days and nights possess special merits. Good deeds and Salawaat are rewarded manifold. There are some A’amaal to be performed on these events, some of them are stated here below:</w:t>
      </w:r>
    </w:p>
    <w:p w:rsidR="00294BA7" w:rsidRDefault="00294BA7" w:rsidP="00294BA7">
      <w:pPr>
        <w:pStyle w:val="libNormal"/>
      </w:pPr>
      <w:r>
        <w:t xml:space="preserve">Recite </w:t>
      </w:r>
      <w:r w:rsidRPr="00294BA7">
        <w:rPr>
          <w:rStyle w:val="libItalicChar"/>
        </w:rPr>
        <w:t>Slawaat</w:t>
      </w:r>
      <w:r>
        <w:t xml:space="preserve"> abundantly starting from the Asr of Thursay till at night on Friday. Imaam Ja’afar Saadiq (A.S.) said that reciting Salawaat gets the Sawaab of 1000 merits (nekee) and 1000 sins are pardoned. Special Salawaat for these times is: </w:t>
      </w:r>
      <w:r w:rsidRPr="00F83CC6">
        <w:rPr>
          <w:rStyle w:val="libItalicChar"/>
        </w:rPr>
        <w:t>“Allaahumma Swalli Alaa Muhammadin Wa Aali Muhammad Wa Ajjil Farajahum Wa Ahlik Aduwwihim Minal Jinni Wal Insi Minal Awwaleen Wal Aakhareen.”</w:t>
      </w:r>
    </w:p>
    <w:p w:rsidR="00294BA7" w:rsidRDefault="00294BA7" w:rsidP="00294BA7">
      <w:pPr>
        <w:pStyle w:val="libNormal"/>
      </w:pPr>
      <w:r>
        <w:t xml:space="preserve">Do as much </w:t>
      </w:r>
      <w:r w:rsidRPr="00294BA7">
        <w:rPr>
          <w:rStyle w:val="libItalicChar"/>
        </w:rPr>
        <w:t>Istighfaar</w:t>
      </w:r>
      <w:r>
        <w:t xml:space="preserve"> as possible. Recite Tasbeeh for Tawba, recite Namaaz for Tawba, recite Duaas for Tawba, etc. Pray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Ameerul Mu’mineen</w:t>
      </w:r>
      <w:r>
        <w:t xml:space="preserve"> for requesting Allaah (S.W.T.) to forgive our sins, (this is beneficial for Fishaare Kabr and dreadfulness of Qayaamat) its method is this: Pray 2 rak’at Namaaz, in each rak’at after Al</w:t>
      </w:r>
      <w:r w:rsidR="002E452F">
        <w:t>-</w:t>
      </w:r>
      <w:r>
        <w:t>Hamd recite 15 times Surah</w:t>
      </w:r>
      <w:r w:rsidR="002E452F">
        <w:t>-</w:t>
      </w:r>
      <w:r>
        <w:t>e</w:t>
      </w:r>
      <w:r w:rsidR="002E452F">
        <w:t>-</w:t>
      </w:r>
      <w:r>
        <w:t>Zilzaal.</w:t>
      </w:r>
    </w:p>
    <w:p w:rsidR="00294BA7" w:rsidRDefault="00294BA7" w:rsidP="00294BA7">
      <w:pPr>
        <w:pStyle w:val="libNormal"/>
      </w:pPr>
      <w:r>
        <w:t>On these auspicious occasions we should not forget our existing and deseased parents, relatives, Muallims, Scholars, Ulamaa, Neighbours, and all Mu’mineen and Mu’minaat, pray for their well</w:t>
      </w:r>
      <w:r w:rsidR="002E452F">
        <w:t>-</w:t>
      </w:r>
      <w:r>
        <w:t>being and in return the Angels will pray for you.</w:t>
      </w:r>
    </w:p>
    <w:p w:rsidR="00294BA7" w:rsidRDefault="00294BA7" w:rsidP="00294BA7">
      <w:pPr>
        <w:pStyle w:val="libNormal"/>
      </w:pPr>
      <w:r>
        <w:t>Recite Holy Qur’an. Atleast these Holy Surahs should be recited, each has its own separate advantage for us: Surah</w:t>
      </w:r>
      <w:r w:rsidR="002E452F">
        <w:t>-</w:t>
      </w:r>
      <w:r>
        <w:t>e</w:t>
      </w:r>
      <w:r w:rsidR="002E452F">
        <w:t>-</w:t>
      </w:r>
      <w:r>
        <w:t>Waaqiah, S.Rahmaan, S.Dukhaan, S.Swaad, S.Ahqaaf, S.Sajdah, 3 S.Tawaaseen, S. Yaaseen, S.Jumuah, S.Kahaf, S.Banee Israaeel.</w:t>
      </w:r>
    </w:p>
    <w:p w:rsidR="00294BA7" w:rsidRDefault="00294BA7" w:rsidP="00294BA7">
      <w:pPr>
        <w:pStyle w:val="libNormal"/>
      </w:pPr>
      <w:r>
        <w:t>Send gifts to our Marhoomeen in the form of Namaaz</w:t>
      </w:r>
      <w:r w:rsidR="002E452F">
        <w:t>-</w:t>
      </w:r>
      <w:r>
        <w:t>e</w:t>
      </w:r>
      <w:r w:rsidR="002E452F">
        <w:t>-</w:t>
      </w:r>
      <w:r>
        <w:t>Hadiya, Qur’an, Duaas, Sadaqah, Khayraat, Radde Madhaalim.</w:t>
      </w:r>
    </w:p>
    <w:p w:rsidR="00294BA7" w:rsidRDefault="00294BA7" w:rsidP="00294BA7">
      <w:pPr>
        <w:pStyle w:val="libNormal"/>
      </w:pPr>
      <w:r>
        <w:t xml:space="preserve">It is stated that when one goes to the grave of a Marhoom and places the hand on it and recites </w:t>
      </w:r>
      <w:r w:rsidRPr="00294BA7">
        <w:rPr>
          <w:rStyle w:val="libItalicChar"/>
        </w:rPr>
        <w:t>S.Al</w:t>
      </w:r>
      <w:r w:rsidR="002E452F">
        <w:rPr>
          <w:rStyle w:val="libItalicChar"/>
        </w:rPr>
        <w:t>-</w:t>
      </w:r>
      <w:r w:rsidRPr="00294BA7">
        <w:rPr>
          <w:rStyle w:val="libItalicChar"/>
        </w:rPr>
        <w:t xml:space="preserve">Hamd and 11 times S.Ikhlaas or 7 times S.Qadr or S.Waaqiah or S.Mulk </w:t>
      </w:r>
      <w:r>
        <w:t>then if atall there is a punishment being meted out to the diseased it abruptly stops and the Marhoom gets excellent rewards.</w:t>
      </w:r>
    </w:p>
    <w:p w:rsidR="00294BA7" w:rsidRDefault="00294BA7" w:rsidP="00294BA7">
      <w:pPr>
        <w:pStyle w:val="libNormal"/>
      </w:pPr>
      <w:r>
        <w:t xml:space="preserve">For any Haajat one should 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Mashlool</w:t>
      </w:r>
      <w:r>
        <w:t>.</w:t>
      </w:r>
    </w:p>
    <w:p w:rsidR="00294BA7" w:rsidRDefault="00294BA7" w:rsidP="00294BA7">
      <w:pPr>
        <w:pStyle w:val="libNormal"/>
      </w:pPr>
      <w:r>
        <w:t xml:space="preserve">On Friday if one recites 10 times </w:t>
      </w:r>
      <w:r w:rsidRPr="00294BA7">
        <w:rPr>
          <w:rStyle w:val="libItalicChar"/>
        </w:rPr>
        <w:t>S. Kaafiroon</w:t>
      </w:r>
      <w:r>
        <w:t xml:space="preserve"> before sunrise and requests Allah for his needs they shall be fulfilled. [*]</w:t>
      </w:r>
    </w:p>
    <w:p w:rsidR="00294BA7" w:rsidRDefault="00294BA7" w:rsidP="00294BA7">
      <w:pPr>
        <w:pStyle w:val="libNormal"/>
      </w:pPr>
      <w:r>
        <w:t xml:space="preserve">It s highly emphasized to make </w:t>
      </w:r>
      <w:r w:rsidRPr="00294BA7">
        <w:rPr>
          <w:rStyle w:val="libItalicChar"/>
        </w:rPr>
        <w:t>Ghusl on Friday</w:t>
      </w:r>
      <w:r>
        <w:t>.</w:t>
      </w:r>
    </w:p>
    <w:p w:rsidR="00294BA7" w:rsidRDefault="00294BA7" w:rsidP="00294BA7">
      <w:pPr>
        <w:pStyle w:val="libNormal"/>
      </w:pPr>
      <w:r>
        <w:t>Recite atleast these Surahs of the Holy Qur’an: S. Yaaseen, S. Rahmaan, S. Ahqaaf, S. Kahaf, S. Mu’minoon, S. Was</w:t>
      </w:r>
      <w:r w:rsidR="002E452F">
        <w:t>-</w:t>
      </w:r>
      <w:r>
        <w:t>Swaaffaat, S. Nisaa, S. A’araaf, S. Hood.</w:t>
      </w:r>
    </w:p>
    <w:p w:rsidR="00294BA7" w:rsidRDefault="00294BA7" w:rsidP="00294BA7">
      <w:pPr>
        <w:pStyle w:val="libNormal"/>
      </w:pPr>
      <w:r>
        <w:t>For Haajat to be granted: Pray Namaaz</w:t>
      </w:r>
      <w:r w:rsidR="002E452F">
        <w:t>-</w:t>
      </w:r>
      <w:r>
        <w:t>e</w:t>
      </w:r>
      <w:r w:rsidR="002E452F">
        <w:t>-</w:t>
      </w:r>
      <w:r>
        <w:t>Ja’afar</w:t>
      </w:r>
      <w:r w:rsidR="002E452F">
        <w:t>-</w:t>
      </w:r>
      <w:r>
        <w:t>e</w:t>
      </w:r>
      <w:r w:rsidR="002E452F">
        <w:t>-</w:t>
      </w:r>
      <w:r>
        <w:t>Tayyaar.[*]</w:t>
      </w:r>
    </w:p>
    <w:p w:rsidR="00294BA7" w:rsidRDefault="00294BA7" w:rsidP="00294BA7">
      <w:pPr>
        <w:pStyle w:val="libNormal"/>
      </w:pPr>
      <w:r>
        <w:t>For the safety of Imaam</w:t>
      </w:r>
      <w:r w:rsidR="002E452F">
        <w:t>-</w:t>
      </w:r>
      <w:r>
        <w:t>e</w:t>
      </w:r>
      <w:r w:rsidR="002E452F">
        <w:t>-</w:t>
      </w:r>
      <w:r>
        <w:t>Zamaana recite Duaas, and give Sadaqah on Imaam’s behalf.</w:t>
      </w:r>
    </w:p>
    <w:p w:rsidR="00294BA7" w:rsidRDefault="00294BA7" w:rsidP="00294BA7">
      <w:pPr>
        <w:pStyle w:val="libNormal"/>
      </w:pPr>
      <w:r>
        <w:t>For Rizq</w:t>
      </w:r>
      <w:r w:rsidR="002E452F">
        <w:t>-</w:t>
      </w:r>
      <w:r>
        <w:t>e</w:t>
      </w:r>
      <w:r w:rsidR="002E452F">
        <w:t>-</w:t>
      </w:r>
      <w:r>
        <w:t>Akbar (bumper harvest) recite 70 times this Duaa before noon: “Yaa Mufeedu Yaa Ghafooru Yaa Wadood Aghninee Bi Halaalik An Haraamik Wa Bi Twaa’atik An Ma’aswiyatik Wa Bi Fadhlik Amman Siwaak Bi Rahmatik Yaa Arhamar</w:t>
      </w:r>
      <w:r w:rsidR="002E452F">
        <w:t>-</w:t>
      </w:r>
      <w:r>
        <w:t>Raahimeen.”</w:t>
      </w:r>
    </w:p>
    <w:p w:rsidR="00294BA7" w:rsidRDefault="00294BA7" w:rsidP="00294BA7">
      <w:pPr>
        <w:pStyle w:val="libNormal"/>
      </w:pPr>
      <w:r>
        <w:t>For the repayment of debts recite this Duaa: Allaahummakfinee Bi Halaalika An Haraamika Wa Aghninee Bi Fadhlika Amman Siwaak Yaa Hayyu Yaa Qayyoom.</w:t>
      </w:r>
    </w:p>
    <w:p w:rsidR="00294BA7" w:rsidRPr="00294BA7" w:rsidRDefault="00294BA7" w:rsidP="00294BA7">
      <w:pPr>
        <w:pStyle w:val="libNormal"/>
        <w:rPr>
          <w:rStyle w:val="libItalicChar"/>
        </w:rPr>
      </w:pPr>
      <w:r>
        <w:t xml:space="preserve">After Asr 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 xml:space="preserve">Asharaat. </w:t>
      </w:r>
      <w:r>
        <w:t>( ref. M.Jinaan)</w:t>
      </w:r>
    </w:p>
    <w:p w:rsidR="00294BA7" w:rsidRPr="00294BA7" w:rsidRDefault="00294BA7" w:rsidP="00294BA7">
      <w:pPr>
        <w:pStyle w:val="libNormal"/>
        <w:rPr>
          <w:rStyle w:val="libItalicChar"/>
        </w:rPr>
      </w:pPr>
      <w:r>
        <w:t xml:space="preserve">Before sunset 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 xml:space="preserve">Samaat. </w:t>
      </w:r>
      <w:r>
        <w:t>(ref. M.Jinaan)</w:t>
      </w:r>
    </w:p>
    <w:p w:rsidR="00294BA7" w:rsidRPr="00F83CC6" w:rsidRDefault="00294BA7" w:rsidP="00294BA7">
      <w:pPr>
        <w:pStyle w:val="libNormal"/>
        <w:rPr>
          <w:rStyle w:val="libItalicChar"/>
        </w:rPr>
      </w:pPr>
      <w:r>
        <w:t xml:space="preserve">To see one’s place in Jannat: Pray </w:t>
      </w:r>
      <w:r w:rsidRPr="00294BA7">
        <w:rPr>
          <w:rStyle w:val="libItalicChar"/>
        </w:rPr>
        <w:t>two rak’at Namaaz</w:t>
      </w:r>
      <w:r>
        <w:t xml:space="preserve"> after Asr prayers, in which after Al</w:t>
      </w:r>
      <w:r w:rsidR="002E452F">
        <w:t>-</w:t>
      </w:r>
      <w:r>
        <w:t>Hamd recite Aayatul Kursee and 25 times S. Al</w:t>
      </w:r>
      <w:r w:rsidR="002E452F">
        <w:t>-</w:t>
      </w:r>
      <w:r>
        <w:t>Falak, in the second rak’at recite after Al</w:t>
      </w:r>
      <w:r w:rsidR="002E452F">
        <w:t>-</w:t>
      </w:r>
      <w:r>
        <w:t>Hamd recite S.Ikhlaas and 25 times S.An</w:t>
      </w:r>
      <w:r w:rsidR="002E452F">
        <w:t>-</w:t>
      </w:r>
      <w:r>
        <w:t xml:space="preserve">Naas. After Namaaz recite 25 times </w:t>
      </w:r>
      <w:r w:rsidR="002E452F">
        <w:rPr>
          <w:rStyle w:val="libItalicChar"/>
        </w:rPr>
        <w:t>-</w:t>
      </w:r>
      <w:r w:rsidRPr="00F83CC6">
        <w:rPr>
          <w:rStyle w:val="libItalicChar"/>
        </w:rPr>
        <w:t xml:space="preserve"> Laa Hawla Walaa Quwwat Illaa Billaahil Aliyyil Adhweem.</w:t>
      </w:r>
    </w:p>
    <w:p w:rsidR="00294BA7" w:rsidRDefault="00294BA7" w:rsidP="00294BA7">
      <w:pPr>
        <w:pStyle w:val="libNormal"/>
      </w:pPr>
      <w:r>
        <w:t xml:space="preserve">On the Friday one should put on clean and good cloths, trim moustaches and nails, wear good perfume, and make the family members feel happy and pleased.It is narrated that any </w:t>
      </w:r>
      <w:r>
        <w:lastRenderedPageBreak/>
        <w:t xml:space="preserve">charity given on a Friday or its night have one </w:t>
      </w:r>
      <w:r w:rsidRPr="00294BA7">
        <w:rPr>
          <w:rStyle w:val="libItalicChar"/>
        </w:rPr>
        <w:t>thoushand Sawaab</w:t>
      </w:r>
      <w:r>
        <w:t xml:space="preserve"> more then that of other days.</w:t>
      </w:r>
    </w:p>
    <w:p w:rsidR="00294BA7" w:rsidRDefault="00294BA7" w:rsidP="00294BA7">
      <w:pPr>
        <w:pStyle w:val="libNormal"/>
      </w:pPr>
      <w:r>
        <w:t xml:space="preserve">There are various magnificient </w:t>
      </w:r>
      <w:r w:rsidRPr="00294BA7">
        <w:rPr>
          <w:rStyle w:val="libItalicChar"/>
        </w:rPr>
        <w:t>Ziyaaraat and Namaz</w:t>
      </w:r>
      <w:r>
        <w:t xml:space="preserve"> specifically for every Holy Ma’soom, which should be prayed on Fridays.</w:t>
      </w:r>
    </w:p>
    <w:p w:rsidR="00294BA7" w:rsidRDefault="00294BA7" w:rsidP="00294BA7">
      <w:pPr>
        <w:pStyle w:val="libCenterBold1"/>
      </w:pPr>
      <w:bookmarkStart w:id="13" w:name="_Toc64900063"/>
      <w:r>
        <w:t>Important Note:</w:t>
      </w:r>
      <w:bookmarkEnd w:id="13"/>
    </w:p>
    <w:p w:rsidR="00294BA7" w:rsidRDefault="00294BA7" w:rsidP="00294BA7">
      <w:pPr>
        <w:pStyle w:val="libNormal"/>
      </w:pPr>
      <w:r>
        <w:t xml:space="preserve">For more details on the A’amaal of Friday night and Fridays please refer to </w:t>
      </w:r>
      <w:r w:rsidRPr="00294BA7">
        <w:rPr>
          <w:rStyle w:val="libItalicChar"/>
        </w:rPr>
        <w:t>Mafaatihul Jinaan</w:t>
      </w:r>
      <w:r>
        <w:t>.</w:t>
      </w:r>
    </w:p>
    <w:p w:rsidR="002E452F" w:rsidRDefault="002E452F" w:rsidP="00F83CC6">
      <w:pPr>
        <w:pStyle w:val="libNormal"/>
      </w:pPr>
      <w:r>
        <w:br w:type="page"/>
      </w:r>
    </w:p>
    <w:p w:rsidR="00A52C13" w:rsidRDefault="00A52C13" w:rsidP="00A52C13">
      <w:pPr>
        <w:pStyle w:val="Heading1Center"/>
      </w:pPr>
      <w:bookmarkStart w:id="14" w:name="_Toc420238087"/>
      <w:r w:rsidRPr="00A52C13">
        <w:lastRenderedPageBreak/>
        <w:t>BED-TIME DUAAS</w:t>
      </w:r>
      <w:bookmarkEnd w:id="14"/>
    </w:p>
    <w:p w:rsidR="00294BA7" w:rsidRDefault="00294BA7" w:rsidP="00294BA7">
      <w:pPr>
        <w:pStyle w:val="libNormal"/>
      </w:pPr>
      <w:r>
        <w:t xml:space="preserve">It is highly emphasized to do Wudhoo ( i.e. Wazu ) before going to sleep because it carries much Sawaab. A person sleeping on a Taahir (paak or clean) bedding in the state of having performed Wudhoo gets the reward of having done worship for the whole night. Moreover, before falling asleep it is essentially recommended to take account of all our deeds of the past day so as to rewind our tape of memory of good and bad deeds we have committed, thus, eventually realizing our position on the scale of morality, and if the scale of bad deeds is heavier then good deeds we should attempt to reverse the scale in the next coming day. </w:t>
      </w:r>
    </w:p>
    <w:p w:rsidR="00294BA7" w:rsidRDefault="00294BA7" w:rsidP="00294BA7">
      <w:pPr>
        <w:pStyle w:val="libNormal"/>
      </w:pPr>
      <w:r>
        <w:t>It is wisely said that take your reckoning yourself before you are taken to be reckoned, or, do your Hisaab yourself before your Hisaab is done, i.e. done by dreadful angels.</w:t>
      </w:r>
    </w:p>
    <w:p w:rsidR="00294BA7" w:rsidRDefault="00294BA7" w:rsidP="00294BA7">
      <w:pPr>
        <w:pStyle w:val="libNormal"/>
      </w:pPr>
      <w:r>
        <w:t xml:space="preserve">Sleep is said to be a sister of death. So when one goes to sleep he/she should realize that there is however no any surety of getting up again, therefore it is very important that when we sleep we must possess a clean heart filled with pure faith. Perhaps we may not get a chance to rectify the past wrongs. So first of all one should revive his or her faith, i.e. confirm from the bottom of the heart all that is necessary for a believer. Then do Istighfaar and recite the recommended Duaas. </w:t>
      </w:r>
    </w:p>
    <w:p w:rsidR="00294BA7" w:rsidRDefault="00294BA7" w:rsidP="00294BA7">
      <w:pPr>
        <w:pStyle w:val="libNormal"/>
      </w:pPr>
      <w:r>
        <w:t>It should be remembered that it is Makrooh to keep awake after Ishaa for merely chatting and wasting time in vain talks. The Holy Prophet (S.A.W.W.) said that except for three things it is not good to keep awake at night, they are: (1) for Namaaz</w:t>
      </w:r>
      <w:r w:rsidR="002E452F">
        <w:t>-</w:t>
      </w:r>
      <w:r>
        <w:t>e</w:t>
      </w:r>
      <w:r w:rsidR="002E452F">
        <w:t>-</w:t>
      </w:r>
      <w:r>
        <w:t>Shab, (2) for reciting Holy Qur’aan or for education, and (3) for that bride who came to her husband’s house on the first night. It is also Makrroh to sleep (a) upto sun</w:t>
      </w:r>
      <w:r w:rsidR="002E452F">
        <w:t>-</w:t>
      </w:r>
      <w:r>
        <w:t>rise, (b) in</w:t>
      </w:r>
      <w:r w:rsidR="002E452F">
        <w:t>-</w:t>
      </w:r>
      <w:r>
        <w:t xml:space="preserve">between Maghrib and Ishaa, and (c) after the time of Asr. </w:t>
      </w:r>
    </w:p>
    <w:p w:rsidR="00294BA7" w:rsidRDefault="00294BA7" w:rsidP="00294BA7">
      <w:pPr>
        <w:pStyle w:val="libNormal"/>
      </w:pPr>
      <w:r>
        <w:t>And it is recommendable to have a short nap just before Zohr (in summer), and siesta after Namaaz</w:t>
      </w:r>
      <w:r w:rsidR="002E452F">
        <w:t>-</w:t>
      </w:r>
      <w:r>
        <w:t>e</w:t>
      </w:r>
      <w:r w:rsidR="002E452F">
        <w:t>-</w:t>
      </w:r>
      <w:r>
        <w:t>Zohr and Asr. A person complained to the Holy Prophet (S.A.W.W.) of the loss of memory, he was advised to have a small amount of sleep in the afternoon, he acted likewise and was cured of his complaint.</w:t>
      </w:r>
    </w:p>
    <w:p w:rsidR="00294BA7" w:rsidRDefault="00294BA7" w:rsidP="00294BA7">
      <w:pPr>
        <w:pStyle w:val="libNormal"/>
      </w:pPr>
      <w:r>
        <w:t>It is Sunnat while going to sleep to lie down on the right side and put the hand under the cheek. It is Makrooh to lie down on the left side.</w:t>
      </w:r>
    </w:p>
    <w:p w:rsidR="00294BA7" w:rsidRPr="00F83CC6" w:rsidRDefault="00294BA7" w:rsidP="00294BA7">
      <w:pPr>
        <w:pStyle w:val="libNormal"/>
        <w:rPr>
          <w:rStyle w:val="libBold1Char"/>
        </w:rPr>
      </w:pPr>
      <w:r>
        <w:t>There are some very good Duaas to be recited at the time of going to bed. They are as follows:</w:t>
      </w:r>
    </w:p>
    <w:p w:rsidR="00294BA7" w:rsidRDefault="00294BA7" w:rsidP="00294BA7">
      <w:pPr>
        <w:pStyle w:val="libNormal"/>
      </w:pPr>
      <w:r>
        <w:t>Recite 3 times Surah</w:t>
      </w:r>
      <w:r w:rsidR="002E452F">
        <w:t>-</w:t>
      </w:r>
      <w:r>
        <w:t>e</w:t>
      </w:r>
      <w:r w:rsidR="002E452F">
        <w:t>-</w:t>
      </w:r>
      <w:r>
        <w:t>Ikhlaas and Surah</w:t>
      </w:r>
      <w:r w:rsidR="002E452F">
        <w:t>-</w:t>
      </w:r>
      <w:r>
        <w:t>e</w:t>
      </w:r>
      <w:r w:rsidR="002E452F">
        <w:t>-</w:t>
      </w:r>
      <w:r>
        <w:t>Takaasoor.</w:t>
      </w:r>
    </w:p>
    <w:p w:rsidR="00294BA7" w:rsidRDefault="00294BA7" w:rsidP="00294BA7">
      <w:pPr>
        <w:pStyle w:val="libNormal"/>
      </w:pPr>
      <w:r>
        <w:t>Reciting this Dauaa earns Sawaab of 1000 rak’at Namaaz: “Yaf’alullaahu Maa Yashaau Bi Qudratihee, Wa Yahkumu Maa Yureedu Bi Izzatihee.”</w:t>
      </w:r>
    </w:p>
    <w:p w:rsidR="00294BA7" w:rsidRDefault="00294BA7" w:rsidP="00294BA7">
      <w:pPr>
        <w:pStyle w:val="libNormal"/>
      </w:pPr>
      <w:r>
        <w:t xml:space="preserve">Recite </w:t>
      </w:r>
      <w:r w:rsidRPr="00294BA7">
        <w:rPr>
          <w:rStyle w:val="libItalicChar"/>
        </w:rPr>
        <w:t xml:space="preserve">Salawaat </w:t>
      </w:r>
      <w:r>
        <w:t xml:space="preserve">on all Prophets, </w:t>
      </w:r>
      <w:r w:rsidRPr="00294BA7">
        <w:rPr>
          <w:rStyle w:val="libItalicChar"/>
        </w:rPr>
        <w:t>Tasbihaat</w:t>
      </w:r>
      <w:r w:rsidR="002E452F">
        <w:rPr>
          <w:rStyle w:val="libItalicChar"/>
        </w:rPr>
        <w:t>-</w:t>
      </w:r>
      <w:r w:rsidRPr="00294BA7">
        <w:rPr>
          <w:rStyle w:val="libItalicChar"/>
        </w:rPr>
        <w:t>e</w:t>
      </w:r>
      <w:r w:rsidR="002E452F">
        <w:rPr>
          <w:rStyle w:val="libItalicChar"/>
        </w:rPr>
        <w:t>-</w:t>
      </w:r>
      <w:r w:rsidRPr="00294BA7">
        <w:rPr>
          <w:rStyle w:val="libItalicChar"/>
        </w:rPr>
        <w:t>Arba’aa</w:t>
      </w:r>
      <w:r>
        <w:t xml:space="preserve">, and </w:t>
      </w:r>
      <w:r w:rsidRPr="00294BA7">
        <w:rPr>
          <w:rStyle w:val="libItalicChar"/>
        </w:rPr>
        <w:t>Istighfaar</w:t>
      </w:r>
      <w:r>
        <w:t xml:space="preserve"> for all Mu’mineen wal Mu’minaat.</w:t>
      </w:r>
    </w:p>
    <w:p w:rsidR="00294BA7" w:rsidRDefault="00294BA7" w:rsidP="00294BA7">
      <w:pPr>
        <w:pStyle w:val="libNormal"/>
      </w:pPr>
      <w:r>
        <w:t xml:space="preserve">Recite </w:t>
      </w:r>
      <w:r w:rsidRPr="00294BA7">
        <w:rPr>
          <w:rStyle w:val="libItalicChar"/>
        </w:rPr>
        <w:t>“Al</w:t>
      </w:r>
      <w:r w:rsidR="002E452F">
        <w:rPr>
          <w:rStyle w:val="libItalicChar"/>
        </w:rPr>
        <w:t>-</w:t>
      </w:r>
      <w:r w:rsidRPr="00294BA7">
        <w:rPr>
          <w:rStyle w:val="libItalicChar"/>
        </w:rPr>
        <w:t>Qayyoomu”</w:t>
      </w:r>
      <w:r>
        <w:t xml:space="preserve"> (The Everlasting) 156 times to have a sound sleep.</w:t>
      </w:r>
    </w:p>
    <w:p w:rsidR="00294BA7" w:rsidRDefault="00294BA7" w:rsidP="00294BA7">
      <w:pPr>
        <w:pStyle w:val="libNormal"/>
      </w:pPr>
      <w:r>
        <w:t xml:space="preserve">Recite 100 times </w:t>
      </w:r>
      <w:r w:rsidRPr="00294BA7">
        <w:rPr>
          <w:rStyle w:val="libItalicChar"/>
        </w:rPr>
        <w:t>“Al</w:t>
      </w:r>
      <w:r w:rsidR="002E452F">
        <w:rPr>
          <w:rStyle w:val="libItalicChar"/>
        </w:rPr>
        <w:t>-</w:t>
      </w:r>
      <w:r w:rsidRPr="00294BA7">
        <w:rPr>
          <w:rStyle w:val="libItalicChar"/>
        </w:rPr>
        <w:t>Baaisu”</w:t>
      </w:r>
      <w:r>
        <w:t xml:space="preserve"> for the increase in wisdom, or 573 times the same for increase in intellectual power. </w:t>
      </w:r>
    </w:p>
    <w:p w:rsidR="00294BA7" w:rsidRDefault="00294BA7" w:rsidP="00294BA7">
      <w:pPr>
        <w:pStyle w:val="libNormal"/>
      </w:pPr>
      <w:r>
        <w:t>Recite Tasbeeh of Bibi Faatima Zehra (S.A.)</w:t>
      </w:r>
    </w:p>
    <w:p w:rsidR="00294BA7" w:rsidRDefault="00294BA7" w:rsidP="00294BA7">
      <w:pPr>
        <w:pStyle w:val="libNormal"/>
      </w:pPr>
      <w:r>
        <w:t xml:space="preserve">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Hashr and S.Az</w:t>
      </w:r>
      <w:r w:rsidR="002E452F">
        <w:rPr>
          <w:rStyle w:val="libItalicChar"/>
        </w:rPr>
        <w:t>-</w:t>
      </w:r>
      <w:r w:rsidRPr="00294BA7">
        <w:rPr>
          <w:rStyle w:val="libItalicChar"/>
        </w:rPr>
        <w:t>Zaariyaat</w:t>
      </w:r>
      <w:r>
        <w:t xml:space="preserve"> (this increases sustenance).</w:t>
      </w:r>
    </w:p>
    <w:p w:rsidR="00294BA7" w:rsidRDefault="00294BA7" w:rsidP="00294BA7">
      <w:pPr>
        <w:pStyle w:val="libNormal"/>
      </w:pPr>
      <w:r>
        <w:t>Recite this Duaa: “Aoodhu Bikalimaatillaahit Ttammaatil Latee Laa Yujaavizuhunna Barrun Walaa Faajirun Min Sharri Maa Zara’a Wa Min Sharri Maa Bara’a Wa Min Sharri Kulli Daabbatin Huwa Aakhidhun Bi Naasiyatihaa Inna Rabbee Alaa Swiraatum Mustaqeem.”</w:t>
      </w:r>
    </w:p>
    <w:p w:rsidR="00294BA7" w:rsidRDefault="00294BA7" w:rsidP="00294BA7">
      <w:pPr>
        <w:pStyle w:val="libNormal"/>
      </w:pPr>
      <w:r>
        <w:t xml:space="preserve">To remain safe from </w:t>
      </w:r>
      <w:r w:rsidRPr="00F83CC6">
        <w:rPr>
          <w:rStyle w:val="libItalicChar"/>
        </w:rPr>
        <w:t>Ehtelaam</w:t>
      </w:r>
      <w:r>
        <w:t xml:space="preserve"> (omission of semen) recite: “Allaahumma Aoodhu Bika Minal Ihtillaami Wa Min Soo’il Ihlaami Wa Min An Yatalaa Abaa Bi Yash</w:t>
      </w:r>
      <w:r w:rsidR="002E452F">
        <w:t>-</w:t>
      </w:r>
      <w:r>
        <w:t>Shaytaanu Fil Yaqdhati Wal Manaam.”</w:t>
      </w:r>
    </w:p>
    <w:p w:rsidR="00294BA7" w:rsidRDefault="00294BA7" w:rsidP="00294BA7">
      <w:pPr>
        <w:pStyle w:val="libNormal"/>
      </w:pPr>
      <w:r>
        <w:t>Recite Aayatul Qursee, Aamanar</w:t>
      </w:r>
      <w:r w:rsidR="002E452F">
        <w:t>-</w:t>
      </w:r>
      <w:r>
        <w:t>Rasool, and then this Duaa: “Al</w:t>
      </w:r>
      <w:r w:rsidR="002E452F">
        <w:t>-</w:t>
      </w:r>
      <w:r>
        <w:t>Hamdulillaahil</w:t>
      </w:r>
      <w:r w:rsidR="002E452F">
        <w:t>-</w:t>
      </w:r>
      <w:r>
        <w:t xml:space="preserve">Ladhee Faqahar, Wal Hamdulillaahil Ladhee Batwana Fakhabar, Wal Hamdu Lillaahil Ladhee </w:t>
      </w:r>
      <w:r>
        <w:lastRenderedPageBreak/>
        <w:t>Malaka Fa Qadar, Wal Hamdu Lillahil Ladhee Yuhyil Mawta Wa Yummeetul Ahyaa’a Wahuwa Alaa Kulli Shay’in Qadeer.”</w:t>
      </w:r>
    </w:p>
    <w:p w:rsidR="00294BA7" w:rsidRDefault="00294BA7" w:rsidP="00294BA7">
      <w:pPr>
        <w:pStyle w:val="libNormal"/>
      </w:pPr>
      <w:r>
        <w:t>Recite: “Bismillaahi Aamantu Billaahi Wa Kafartu Bittwaaghooti, Allaahumahfadhnee Fee Manaamee Wa Fee Yaqdhatee.”</w:t>
      </w:r>
    </w:p>
    <w:p w:rsidR="00294BA7" w:rsidRDefault="00294BA7" w:rsidP="00294BA7">
      <w:pPr>
        <w:pStyle w:val="libNormal"/>
      </w:pPr>
      <w:r>
        <w:t>Recite: “Aoodhu Bi Izzatillaahi Wa Aoodhu Bi Qudratillaahi Wa Aoodhu Bi Jalaaillaahi Wa Aoodhu Bi Sultwaanillaahi Wa Aoodhu Bi Jamaalillaahi Wa Aoodhu Bi Daf’illaahi Wa Aoodhu Bi Man’illaahi Wa Aoodhu Bi Jam’illaahi Wa Aoodhu Bi Mulkillaahi Wa Aoodhu Bi Wajhillaahi Wa Aoodhu Bi Rasoolillaahi (S.A.W.W.) Min Sharri Maa Khalaqa Wa Bara’a Wa Dhara’a.”</w:t>
      </w:r>
    </w:p>
    <w:p w:rsidR="00294BA7" w:rsidRDefault="00294BA7" w:rsidP="00294BA7">
      <w:pPr>
        <w:pStyle w:val="libNormal"/>
      </w:pPr>
      <w:r>
        <w:t>To wake up at desired time recite:</w:t>
      </w:r>
      <w:r w:rsidRPr="00294BA7">
        <w:rPr>
          <w:rStyle w:val="libItalicChar"/>
        </w:rPr>
        <w:t xml:space="preserve"> “Allaahumma Laa Tu’minnee Makraka Walaa Tunsinaa Dhikraka Walaa Taj’alnee Minal Ghaafileena Aqoomu Saa’ata…”</w:t>
      </w:r>
      <w:r>
        <w:t xml:space="preserve"> (here you determine the time)</w:t>
      </w:r>
    </w:p>
    <w:p w:rsidR="00294BA7" w:rsidRDefault="00294BA7" w:rsidP="00294BA7">
      <w:pPr>
        <w:pStyle w:val="libNormal"/>
      </w:pPr>
      <w:r>
        <w:t>When you fear you would not be able to wake up at a desired time then recite this Duaa: “</w:t>
      </w:r>
      <w:r w:rsidRPr="00294BA7">
        <w:rPr>
          <w:rStyle w:val="libItalicChar"/>
        </w:rPr>
        <w:t>Qul Innamaa Basharun Mislokum Yoohaa Elayya Annamaa Elaahokum Elaahin Waahid, Famankaana Yarjoo Liqaa’a Rabbihee Falya’amal Swaalihan Walaa Yushrik Bee Ibaadatee Rabbihee Ahadaa.</w:t>
      </w:r>
      <w:r>
        <w:t xml:space="preserve">” </w:t>
      </w:r>
    </w:p>
    <w:p w:rsidR="00294BA7" w:rsidRDefault="00294BA7" w:rsidP="00294BA7">
      <w:pPr>
        <w:pStyle w:val="libNormal"/>
      </w:pPr>
      <w:r>
        <w:t>To have a sound, peaceful and fearless sleep recite: “</w:t>
      </w:r>
      <w:r w:rsidRPr="00294BA7">
        <w:rPr>
          <w:rStyle w:val="libItalicChar"/>
        </w:rPr>
        <w:t>Laa Ilaaha Illallaahu Wahdhu Laa Shareeka Lahoo Yuhyee Wa Yumeetu Wa Yumeetu Wa Yuhyee, Wahuwa Hayyun Laa Yamoot.</w:t>
      </w:r>
      <w:r>
        <w:t>”</w:t>
      </w:r>
    </w:p>
    <w:p w:rsidR="00294BA7" w:rsidRDefault="00294BA7" w:rsidP="00294BA7">
      <w:pPr>
        <w:pStyle w:val="libNormal"/>
      </w:pPr>
      <w:r>
        <w:t>Duaa: “</w:t>
      </w:r>
      <w:r w:rsidRPr="00294BA7">
        <w:rPr>
          <w:rStyle w:val="libItalicChar"/>
        </w:rPr>
        <w:t>Allaahumma Innaka Faradhta Alayya Twaa’atan Aliyyibni Abee Twaalibin, Wal Hasani Wal Husayn Wa Aliyyibnil Husayn, Wa Muhammadibni Aliyyin, Wa Ja’faribi Muhammad, Wa Moosabni Ja’far, Wa Aliyyibni Moosa, Wa Muhammadibni Aliyyin, Wa Aliyyibni Muhammad, Wall Hasanibni Aliyyin, Wal Hujjatul Qaaimi Swalawaatullahi Alayhim Ajma’een.</w:t>
      </w:r>
      <w:r>
        <w:t>”</w:t>
      </w:r>
    </w:p>
    <w:p w:rsidR="00294BA7" w:rsidRDefault="00294BA7" w:rsidP="00294BA7">
      <w:pPr>
        <w:pStyle w:val="libNormal"/>
      </w:pPr>
      <w:r>
        <w:t>Duaa: “</w:t>
      </w:r>
      <w:r w:rsidRPr="00294BA7">
        <w:rPr>
          <w:rStyle w:val="libItalicChar"/>
        </w:rPr>
        <w:t>Sub’haanallaahi Heena Tumsoona Wa Heena Tusbihoon,, Walahul Hamdu Fis</w:t>
      </w:r>
      <w:r w:rsidR="002E452F">
        <w:rPr>
          <w:rStyle w:val="libItalicChar"/>
        </w:rPr>
        <w:t>-</w:t>
      </w:r>
      <w:r w:rsidRPr="00294BA7">
        <w:rPr>
          <w:rStyle w:val="libItalicChar"/>
        </w:rPr>
        <w:t>Samaawaati Wal Ardh, Wa Ashiyyan Wa Heena Tudh’hiroon.</w:t>
      </w:r>
      <w:r>
        <w:t>”</w:t>
      </w:r>
    </w:p>
    <w:p w:rsidR="00294BA7" w:rsidRDefault="00294BA7" w:rsidP="00294BA7">
      <w:pPr>
        <w:pStyle w:val="libNormal"/>
      </w:pPr>
      <w:r>
        <w:t>Duaa: “</w:t>
      </w:r>
      <w:r w:rsidRPr="00294BA7">
        <w:rPr>
          <w:rStyle w:val="libItalicChar"/>
        </w:rPr>
        <w:t>U’eedhu Nafsee Wa Dhurriyyatee Wa Ahlibaytee Wa Maalee Bi Kalimaatillaahit</w:t>
      </w:r>
      <w:r w:rsidR="002E452F">
        <w:rPr>
          <w:rStyle w:val="libItalicChar"/>
        </w:rPr>
        <w:t>-</w:t>
      </w:r>
      <w:r w:rsidRPr="00294BA7">
        <w:rPr>
          <w:rStyle w:val="libItalicChar"/>
        </w:rPr>
        <w:t>Tammaati Min Kulli Shaytwaanin Wa Haammatin Min Kulli Aynin Laammatin.</w:t>
      </w:r>
      <w:r>
        <w:t>”</w:t>
      </w:r>
    </w:p>
    <w:p w:rsidR="00294BA7" w:rsidRDefault="00294BA7" w:rsidP="00294BA7">
      <w:pPr>
        <w:pStyle w:val="libNormal"/>
      </w:pPr>
      <w:r>
        <w:t>For protection recite: “</w:t>
      </w:r>
      <w:r w:rsidRPr="00294BA7">
        <w:rPr>
          <w:rStyle w:val="libItalicChar"/>
        </w:rPr>
        <w:t>Bismil</w:t>
      </w:r>
      <w:r w:rsidR="002E452F">
        <w:rPr>
          <w:rStyle w:val="libItalicChar"/>
        </w:rPr>
        <w:t>-</w:t>
      </w:r>
      <w:r w:rsidRPr="00294BA7">
        <w:rPr>
          <w:rStyle w:val="libItalicChar"/>
        </w:rPr>
        <w:t>Laahir</w:t>
      </w:r>
      <w:r w:rsidR="002E452F">
        <w:rPr>
          <w:rStyle w:val="libItalicChar"/>
        </w:rPr>
        <w:t>-</w:t>
      </w:r>
      <w:r w:rsidRPr="00294BA7">
        <w:rPr>
          <w:rStyle w:val="libItalicChar"/>
        </w:rPr>
        <w:t>Rahmaanir</w:t>
      </w:r>
      <w:r w:rsidR="002E452F">
        <w:rPr>
          <w:rStyle w:val="libItalicChar"/>
        </w:rPr>
        <w:t>-</w:t>
      </w:r>
      <w:r w:rsidRPr="00294BA7">
        <w:rPr>
          <w:rStyle w:val="libItalicChar"/>
        </w:rPr>
        <w:t>Raheem. Innahum Yakeedoona Kaydan Wa Akeedu Kayda, Fa Mahhilil Kaafireena Amhilhum Ruwayda.</w:t>
      </w:r>
      <w:r>
        <w:t>”</w:t>
      </w:r>
    </w:p>
    <w:p w:rsidR="00294BA7" w:rsidRDefault="00294BA7" w:rsidP="00294BA7">
      <w:pPr>
        <w:pStyle w:val="libNormal"/>
      </w:pPr>
      <w:r>
        <w:t>Duaa when one awakes from sleep: “</w:t>
      </w:r>
      <w:r w:rsidRPr="00294BA7">
        <w:rPr>
          <w:rStyle w:val="libItalicChar"/>
        </w:rPr>
        <w:t>Sub’haanallaahi Rabbin</w:t>
      </w:r>
      <w:r w:rsidR="002E452F">
        <w:rPr>
          <w:rStyle w:val="libItalicChar"/>
        </w:rPr>
        <w:t>-</w:t>
      </w:r>
      <w:r w:rsidRPr="00294BA7">
        <w:rPr>
          <w:rStyle w:val="libItalicChar"/>
        </w:rPr>
        <w:t>Nabiyyeen, Wa Ilaahil Mursaleen, Wa Rabbil Mustadh’afeen, Wal Hamdu Lillaahilladhee Yuhyil Mawta Wa Huwa Alaa Kulli Shay’in Qadeer.</w:t>
      </w:r>
      <w:r>
        <w:t>”</w:t>
      </w:r>
    </w:p>
    <w:p w:rsidR="00294BA7" w:rsidRDefault="00294BA7" w:rsidP="00294BA7">
      <w:pPr>
        <w:pStyle w:val="libNormal"/>
      </w:pPr>
      <w:r>
        <w:t>When getting out of bed recite: “</w:t>
      </w:r>
      <w:r w:rsidRPr="00294BA7">
        <w:rPr>
          <w:rStyle w:val="libItalicChar"/>
        </w:rPr>
        <w:t>Hasbiyar</w:t>
      </w:r>
      <w:r w:rsidR="002E452F">
        <w:rPr>
          <w:rStyle w:val="libItalicChar"/>
        </w:rPr>
        <w:t>-</w:t>
      </w:r>
      <w:r w:rsidRPr="00294BA7">
        <w:rPr>
          <w:rStyle w:val="libItalicChar"/>
        </w:rPr>
        <w:t>Rabbu Minal Ibaadi, Hasbiyalladhee Huwa Hasbee, Hasbee Mudh Kuntu Hasbee, Hasbiyallaahu Wa Ni’amal Wakeel.</w:t>
      </w:r>
      <w:r>
        <w:t>”</w:t>
      </w:r>
    </w:p>
    <w:p w:rsidR="00294BA7" w:rsidRPr="00F83CC6" w:rsidRDefault="00294BA7" w:rsidP="00294BA7">
      <w:pPr>
        <w:pStyle w:val="libNormal"/>
        <w:rPr>
          <w:rStyle w:val="libItalicChar"/>
        </w:rPr>
      </w:pPr>
      <w:r>
        <w:t>Imaam Ja’afar Saadiq (A.S.) said that anyone who recites thisDuaa 3 times while going to sleep will be cleansed of sins as if a new</w:t>
      </w:r>
      <w:r w:rsidR="002E452F">
        <w:t>-</w:t>
      </w:r>
      <w:r>
        <w:t xml:space="preserve">born one: </w:t>
      </w:r>
      <w:r w:rsidRPr="00F83CC6">
        <w:rPr>
          <w:rStyle w:val="libItalicChar"/>
        </w:rPr>
        <w:t>“Al</w:t>
      </w:r>
      <w:r w:rsidR="002E452F">
        <w:rPr>
          <w:rStyle w:val="libItalicChar"/>
        </w:rPr>
        <w:t>-</w:t>
      </w:r>
      <w:r w:rsidRPr="00F83CC6">
        <w:rPr>
          <w:rStyle w:val="libItalicChar"/>
        </w:rPr>
        <w:t>Hamdulillaahil</w:t>
      </w:r>
      <w:r w:rsidR="002E452F">
        <w:rPr>
          <w:rStyle w:val="libItalicChar"/>
        </w:rPr>
        <w:t>-</w:t>
      </w:r>
      <w:r w:rsidRPr="00F83CC6">
        <w:rPr>
          <w:rStyle w:val="libItalicChar"/>
        </w:rPr>
        <w:t>Ladhee Alaa Faqahar, Wal Hamdu Lillaahil</w:t>
      </w:r>
      <w:r w:rsidR="002E452F">
        <w:rPr>
          <w:rStyle w:val="libItalicChar"/>
        </w:rPr>
        <w:t>-</w:t>
      </w:r>
      <w:r w:rsidRPr="00F83CC6">
        <w:rPr>
          <w:rStyle w:val="libItalicChar"/>
        </w:rPr>
        <w:t>Ladhee Batwana Fa Khabar, Wal Hamdu Lillaahil</w:t>
      </w:r>
      <w:r w:rsidR="002E452F">
        <w:rPr>
          <w:rStyle w:val="libItalicChar"/>
        </w:rPr>
        <w:t>-</w:t>
      </w:r>
      <w:r w:rsidRPr="00F83CC6">
        <w:rPr>
          <w:rStyle w:val="libItalicChar"/>
        </w:rPr>
        <w:t>Ladhee Malaka Fa Qadar, Wal Hamdu Lillaahil</w:t>
      </w:r>
      <w:r w:rsidR="002E452F">
        <w:rPr>
          <w:rStyle w:val="libItalicChar"/>
        </w:rPr>
        <w:t>-</w:t>
      </w:r>
      <w:r w:rsidRPr="00F83CC6">
        <w:rPr>
          <w:rStyle w:val="libItalicChar"/>
        </w:rPr>
        <w:t>Ladhee Yuhyil Mawta Wa Yumeetul Ahyaa’a Wahuwa Alaa Kulli Shay’in Qadeer.”</w:t>
      </w:r>
    </w:p>
    <w:p w:rsidR="00294BA7" w:rsidRDefault="00294BA7" w:rsidP="00294BA7">
      <w:pPr>
        <w:pStyle w:val="libNormal"/>
      </w:pPr>
      <w:r>
        <w:t>The same Imaam (A.S.) said not to pass a night without reciting this Duaa: “</w:t>
      </w:r>
      <w:r w:rsidRPr="00294BA7">
        <w:rPr>
          <w:rStyle w:val="libItalicChar"/>
        </w:rPr>
        <w:t>Aoodhu Bi Izzatillaahi Wa Aooodhu Bi Qudratillaahi Wa Aoodu Bi Jalaalillaahi Wa Aoodhu Bi Sultwaanillaahi Wa Aoodhu Bi Jamaalillaahi Wa Aoodhu Bi Daf’illaahi Wa Aoodhu Bi Man’illaahi Wa Aoodhu Bi Jam’illaahi Wa Aoodhu Bi Mulkillaahi Wa Aoodhu Bi Wajhillaahi Wa Aoodhu Bi Rasoolillaahi Swallallahu Alayhi Wa Aalihi Min Sharri Maa Khalaqa Wa Bara’a Wa Dhara’a.</w:t>
      </w:r>
      <w:r>
        <w:t>”</w:t>
      </w:r>
    </w:p>
    <w:p w:rsidR="00294BA7" w:rsidRDefault="00294BA7" w:rsidP="00294BA7">
      <w:pPr>
        <w:pStyle w:val="libNormal"/>
      </w:pPr>
      <w:r>
        <w:t xml:space="preserve">The Imaam said that anyone who recites 100 times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Ikhlaas</w:t>
      </w:r>
      <w:r>
        <w:t xml:space="preserve"> at bed</w:t>
      </w:r>
      <w:r w:rsidR="002E452F">
        <w:t>-</w:t>
      </w:r>
      <w:r>
        <w:t>time his or her 50 years’ sins shall be forgiven.</w:t>
      </w:r>
    </w:p>
    <w:p w:rsidR="00294BA7" w:rsidRPr="00F83CC6" w:rsidRDefault="00294BA7" w:rsidP="00294BA7">
      <w:pPr>
        <w:pStyle w:val="libNormal"/>
        <w:rPr>
          <w:rStyle w:val="libItalicChar"/>
        </w:rPr>
      </w:pPr>
      <w:r>
        <w:t>The Imaam said that anyone who wakes up from sleep and recites the following Duaa shall be considered a grateful servent of Almighty Allaah (S.W.T.)</w:t>
      </w:r>
      <w:r w:rsidRPr="00F83CC6">
        <w:rPr>
          <w:rStyle w:val="libItalicChar"/>
        </w:rPr>
        <w:t xml:space="preserve">: “Sub’haanallaahi </w:t>
      </w:r>
      <w:r w:rsidRPr="00F83CC6">
        <w:rPr>
          <w:rStyle w:val="libItalicChar"/>
        </w:rPr>
        <w:lastRenderedPageBreak/>
        <w:t>Rabbin</w:t>
      </w:r>
      <w:r w:rsidR="002E452F">
        <w:rPr>
          <w:rStyle w:val="libItalicChar"/>
        </w:rPr>
        <w:t>-</w:t>
      </w:r>
      <w:r w:rsidRPr="00F83CC6">
        <w:rPr>
          <w:rStyle w:val="libItalicChar"/>
        </w:rPr>
        <w:t>Nabiyyeen Wa Ilaahil Mursaleen Wa Rabbil Mustadh’afeen Wal Hamdu Lillaahil</w:t>
      </w:r>
      <w:r w:rsidR="002E452F">
        <w:rPr>
          <w:rStyle w:val="libItalicChar"/>
        </w:rPr>
        <w:t>-</w:t>
      </w:r>
      <w:r w:rsidRPr="00F83CC6">
        <w:rPr>
          <w:rStyle w:val="libItalicChar"/>
        </w:rPr>
        <w:t>Ladhee Yuhyil Mawta Wa Huwa Alaa Kulli Shay’in Qadeer.”</w:t>
      </w:r>
    </w:p>
    <w:p w:rsidR="00294BA7" w:rsidRDefault="00294BA7" w:rsidP="00294BA7">
      <w:pPr>
        <w:pStyle w:val="libNormal"/>
      </w:pPr>
      <w:r>
        <w:t>Anyone reciting the following at bed</w:t>
      </w:r>
      <w:r w:rsidR="002E452F">
        <w:t>-</w:t>
      </w:r>
      <w:r>
        <w:t>time Allaah shall protect him or her from thieves and every evil things</w:t>
      </w:r>
      <w:r w:rsidRPr="00294BA7">
        <w:rPr>
          <w:rStyle w:val="libItalicChar"/>
        </w:rPr>
        <w:t>: Aayatul Qursee. [*]</w:t>
      </w:r>
    </w:p>
    <w:p w:rsidR="00294BA7" w:rsidRDefault="00294BA7" w:rsidP="00294BA7">
      <w:pPr>
        <w:pStyle w:val="libNormal"/>
      </w:pPr>
      <w:r>
        <w:t xml:space="preserve">The Holy Prophet (S.A.W.W.) said that reciting 3 times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Ikhlaas</w:t>
      </w:r>
      <w:r>
        <w:t xml:space="preserve"> at bed time is similar to recite the Holy Qur’an; reciting </w:t>
      </w:r>
      <w:r w:rsidRPr="00294BA7">
        <w:rPr>
          <w:rStyle w:val="libItalicChar"/>
        </w:rPr>
        <w:t>Salawaat on Prophets (A.S.)</w:t>
      </w:r>
      <w:r>
        <w:t xml:space="preserve"> is to make them interceed on Qayaamat; to do </w:t>
      </w:r>
      <w:r w:rsidRPr="00F83CC6">
        <w:rPr>
          <w:rStyle w:val="libItalicChar"/>
        </w:rPr>
        <w:t>Istighfaar for all Mu’mineen</w:t>
      </w:r>
      <w:r>
        <w:t xml:space="preserve"> will make them all pleased to you; and reciting </w:t>
      </w:r>
      <w:r w:rsidRPr="00F83CC6">
        <w:rPr>
          <w:rStyle w:val="libItalicChar"/>
        </w:rPr>
        <w:t>‘Tasbeehaat</w:t>
      </w:r>
      <w:r w:rsidR="002E452F">
        <w:rPr>
          <w:rStyle w:val="libItalicChar"/>
        </w:rPr>
        <w:t>-</w:t>
      </w:r>
      <w:r w:rsidRPr="00F83CC6">
        <w:rPr>
          <w:rStyle w:val="libItalicChar"/>
        </w:rPr>
        <w:t>e</w:t>
      </w:r>
      <w:r w:rsidR="002E452F">
        <w:rPr>
          <w:rStyle w:val="libItalicChar"/>
        </w:rPr>
        <w:t>-</w:t>
      </w:r>
      <w:r w:rsidRPr="00F83CC6">
        <w:rPr>
          <w:rStyle w:val="libItalicChar"/>
        </w:rPr>
        <w:t>Arba’aa’</w:t>
      </w:r>
      <w:r>
        <w:t xml:space="preserve"> is similar to perform Hajj and Umrah.</w:t>
      </w:r>
    </w:p>
    <w:p w:rsidR="00294BA7" w:rsidRDefault="00294BA7" w:rsidP="00294BA7">
      <w:pPr>
        <w:pStyle w:val="libNormal"/>
      </w:pPr>
      <w:r>
        <w:t xml:space="preserve">Imaam Muhammad Baaqir (A.S.) said that </w:t>
      </w:r>
      <w:r w:rsidRPr="00294BA7">
        <w:rPr>
          <w:rStyle w:val="libUnderlineChar"/>
        </w:rPr>
        <w:t>when you go to sleep</w:t>
      </w:r>
      <w:r>
        <w:t xml:space="preserve"> put your right hand under your head and recite this Duaa:  </w:t>
      </w:r>
      <w:r w:rsidRPr="00294BA7">
        <w:rPr>
          <w:rStyle w:val="libItalicChar"/>
        </w:rPr>
        <w:t>Bismillaahi Innee Aslamtu Nafsee Ilayka Wa Wajjahtu Wajhiya Ilayka Wa Fawwadhtu Amri Ilayka Wa Al’ja’atu Dhwahri Ilayka Wa Tawaqqaltu Ilayka Rahabatan Minka Wa Raghbatan Ilayka Laa Manjaa Walaa Malja’a Minka Illaa Ilayka Aamantu Bi Kitaabikal</w:t>
      </w:r>
      <w:r w:rsidR="002E452F">
        <w:rPr>
          <w:rStyle w:val="libItalicChar"/>
        </w:rPr>
        <w:t>-</w:t>
      </w:r>
      <w:r w:rsidRPr="00294BA7">
        <w:rPr>
          <w:rStyle w:val="libItalicChar"/>
        </w:rPr>
        <w:t>ladhee Anzalta Wa Bi Rasoolikal</w:t>
      </w:r>
      <w:r w:rsidR="002E452F">
        <w:rPr>
          <w:rStyle w:val="libItalicChar"/>
        </w:rPr>
        <w:t>-</w:t>
      </w:r>
      <w:r w:rsidRPr="00294BA7">
        <w:rPr>
          <w:rStyle w:val="libItalicChar"/>
        </w:rPr>
        <w:t>Ladhee Arsalat.</w:t>
      </w:r>
      <w:r>
        <w:t xml:space="preserve">  Then recite </w:t>
      </w:r>
      <w:r w:rsidRPr="00294BA7">
        <w:rPr>
          <w:rStyle w:val="libUnderlineChar"/>
        </w:rPr>
        <w:t>Tasbeeh</w:t>
      </w:r>
      <w:r w:rsidR="002E452F">
        <w:t>-</w:t>
      </w:r>
      <w:r>
        <w:t>e</w:t>
      </w:r>
      <w:r w:rsidR="002E452F">
        <w:t>-</w:t>
      </w:r>
      <w:r>
        <w:t>Janaab</w:t>
      </w:r>
      <w:r w:rsidR="002E452F">
        <w:t>-</w:t>
      </w:r>
      <w:r>
        <w:t>e</w:t>
      </w:r>
      <w:r w:rsidR="002E452F">
        <w:t>-</w:t>
      </w:r>
      <w:r>
        <w:t>Faatima (S.A.)</w:t>
      </w:r>
    </w:p>
    <w:p w:rsidR="00294BA7" w:rsidRDefault="00294BA7" w:rsidP="00294BA7">
      <w:pPr>
        <w:pStyle w:val="libNormal"/>
      </w:pPr>
      <w:r>
        <w:t xml:space="preserve">It is also stated that not to miss reciting the following Duaa </w:t>
      </w:r>
      <w:r w:rsidRPr="00294BA7">
        <w:rPr>
          <w:rStyle w:val="libUnderlineChar"/>
        </w:rPr>
        <w:t>when you go to bed</w:t>
      </w:r>
      <w:r>
        <w:t xml:space="preserve">:  </w:t>
      </w:r>
      <w:r w:rsidRPr="00294BA7">
        <w:rPr>
          <w:rStyle w:val="libItalicChar"/>
        </w:rPr>
        <w:t>Ueedhu Nafsee Wa Dhurriyatee Wa Ahli Baytee Wa Maalee Kalimaatillaahit</w:t>
      </w:r>
      <w:r w:rsidR="002E452F">
        <w:rPr>
          <w:rStyle w:val="libItalicChar"/>
        </w:rPr>
        <w:t>-</w:t>
      </w:r>
      <w:r w:rsidRPr="00294BA7">
        <w:rPr>
          <w:rStyle w:val="libItalicChar"/>
        </w:rPr>
        <w:t>Tammaati Min Kulli Shaytwanin Wa Haammatin Wa Min Kulli Aynil</w:t>
      </w:r>
      <w:r w:rsidR="002E452F">
        <w:rPr>
          <w:rStyle w:val="libItalicChar"/>
        </w:rPr>
        <w:t>-</w:t>
      </w:r>
      <w:r w:rsidRPr="00294BA7">
        <w:rPr>
          <w:rStyle w:val="libItalicChar"/>
        </w:rPr>
        <w:t>Laammati.</w:t>
      </w:r>
      <w:r>
        <w:t xml:space="preserve"> </w:t>
      </w:r>
    </w:p>
    <w:p w:rsidR="00294BA7" w:rsidRDefault="00294BA7" w:rsidP="00294BA7">
      <w:pPr>
        <w:pStyle w:val="libNormal"/>
      </w:pPr>
      <w:r>
        <w:t xml:space="preserve">Imaam Radhaa (A.S.) said that anyone reciting the following Duaa shall remain </w:t>
      </w:r>
      <w:r w:rsidRPr="00294BA7">
        <w:rPr>
          <w:rStyle w:val="libUnderlineChar"/>
        </w:rPr>
        <w:t>safe from being crushed</w:t>
      </w:r>
      <w:r>
        <w:t xml:space="preserve"> under the falling house:  </w:t>
      </w:r>
      <w:r w:rsidRPr="00294BA7">
        <w:rPr>
          <w:rStyle w:val="libItalicChar"/>
        </w:rPr>
        <w:t>Innallaaha Yumsikus</w:t>
      </w:r>
      <w:r w:rsidR="002E452F">
        <w:rPr>
          <w:rStyle w:val="libItalicChar"/>
        </w:rPr>
        <w:t>-</w:t>
      </w:r>
      <w:r w:rsidRPr="00294BA7">
        <w:rPr>
          <w:rStyle w:val="libItalicChar"/>
        </w:rPr>
        <w:t xml:space="preserve">Samaawaati Wal Ardha An Tazoola Wa La’in Zaalataa In Amsakahuma Min Ahadin Mimba’adihi, Innahoo Kaana Haleeman Ghafoora. </w:t>
      </w:r>
      <w:r>
        <w:t xml:space="preserve"> </w:t>
      </w:r>
    </w:p>
    <w:p w:rsidR="00294BA7" w:rsidRPr="00294BA7" w:rsidRDefault="00294BA7" w:rsidP="00294BA7">
      <w:pPr>
        <w:pStyle w:val="libNormal"/>
        <w:rPr>
          <w:rStyle w:val="libItalicChar"/>
        </w:rPr>
      </w:pPr>
      <w:r>
        <w:t xml:space="preserve">Imaam Ja’afar Saadiq (A.S.) said whoever recites 100 times </w:t>
      </w:r>
      <w:r w:rsidRPr="00F83CC6">
        <w:rPr>
          <w:rStyle w:val="libItalicChar"/>
        </w:rPr>
        <w:t>Laa Ilaaha Illallaah</w:t>
      </w:r>
      <w:r>
        <w:t xml:space="preserve"> at bed</w:t>
      </w:r>
      <w:r w:rsidR="002E452F">
        <w:t>-</w:t>
      </w:r>
      <w:r>
        <w:t xml:space="preserve">time Allaah shall make a house for him/her in Paradise, and whoever recites 100 times </w:t>
      </w:r>
      <w:r w:rsidRPr="00294BA7">
        <w:rPr>
          <w:rStyle w:val="libItalicChar"/>
        </w:rPr>
        <w:t>Istighfaar</w:t>
      </w:r>
      <w:r>
        <w:t>, his/her sins shall be forgiven in such quantity as the falling leaves of a tree.</w:t>
      </w:r>
    </w:p>
    <w:p w:rsidR="00294BA7" w:rsidRPr="00F83CC6" w:rsidRDefault="00294BA7" w:rsidP="00294BA7">
      <w:pPr>
        <w:pStyle w:val="libNormal"/>
        <w:rPr>
          <w:rStyle w:val="libItalicChar"/>
        </w:rPr>
      </w:pPr>
      <w:r>
        <w:t>It is reported from an authentic tradition from Imaam Ali ibnul Husayn (A.S.) that whoever recites the following Duaa at bed</w:t>
      </w:r>
      <w:r w:rsidR="002E452F">
        <w:t>-</w:t>
      </w:r>
      <w:r>
        <w:t xml:space="preserve">time his </w:t>
      </w:r>
      <w:r w:rsidRPr="00294BA7">
        <w:rPr>
          <w:rStyle w:val="libUnderlineChar"/>
        </w:rPr>
        <w:t>poverty and problems will disappear, and will not be harmed by any dangerous</w:t>
      </w:r>
      <w:r>
        <w:t xml:space="preserve"> </w:t>
      </w:r>
      <w:r w:rsidRPr="00294BA7">
        <w:rPr>
          <w:rStyle w:val="libUnderlineChar"/>
        </w:rPr>
        <w:t>insect</w:t>
      </w:r>
      <w:r>
        <w:t xml:space="preserve">: </w:t>
      </w:r>
      <w:r w:rsidRPr="00F83CC6">
        <w:rPr>
          <w:rStyle w:val="libItalicChar"/>
        </w:rPr>
        <w:t xml:space="preserve"> Allaahumma Antal Awwalu Falaa Shay’in Qablaka Wa Antadh</w:t>
      </w:r>
      <w:r w:rsidR="002E452F">
        <w:rPr>
          <w:rStyle w:val="libItalicChar"/>
        </w:rPr>
        <w:t>-</w:t>
      </w:r>
      <w:r w:rsidRPr="00F83CC6">
        <w:rPr>
          <w:rStyle w:val="libItalicChar"/>
        </w:rPr>
        <w:t>Dhwaahiru Falaa Shay’un Fawqaka Wa Antal Baatwinu Falaa Shay’un Doonaka Wa Antal Aakhiru Falaa Shay’un Ba’adaka. Allaahumma Rabbas</w:t>
      </w:r>
      <w:r w:rsidR="002E452F">
        <w:rPr>
          <w:rStyle w:val="libItalicChar"/>
        </w:rPr>
        <w:t>-</w:t>
      </w:r>
      <w:r w:rsidRPr="00F83CC6">
        <w:rPr>
          <w:rStyle w:val="libItalicChar"/>
        </w:rPr>
        <w:t>Samaawaatis</w:t>
      </w:r>
      <w:r w:rsidR="002E452F">
        <w:rPr>
          <w:rStyle w:val="libItalicChar"/>
        </w:rPr>
        <w:t>-</w:t>
      </w:r>
      <w:r w:rsidRPr="00F83CC6">
        <w:rPr>
          <w:rStyle w:val="libItalicChar"/>
        </w:rPr>
        <w:t>Sab’I Wa Rabbal Aradheenas</w:t>
      </w:r>
      <w:r w:rsidR="002E452F">
        <w:rPr>
          <w:rStyle w:val="libItalicChar"/>
        </w:rPr>
        <w:t>-</w:t>
      </w:r>
      <w:r w:rsidRPr="00F83CC6">
        <w:rPr>
          <w:rStyle w:val="libItalicChar"/>
        </w:rPr>
        <w:t>Sab’I Wa Rabbat</w:t>
      </w:r>
      <w:r w:rsidR="002E452F">
        <w:rPr>
          <w:rStyle w:val="libItalicChar"/>
        </w:rPr>
        <w:t>-</w:t>
      </w:r>
      <w:r w:rsidRPr="00F83CC6">
        <w:rPr>
          <w:rStyle w:val="libItalicChar"/>
        </w:rPr>
        <w:t>Tawraati Wal Injeeli Waz</w:t>
      </w:r>
      <w:r w:rsidR="002E452F">
        <w:rPr>
          <w:rStyle w:val="libItalicChar"/>
        </w:rPr>
        <w:t>-</w:t>
      </w:r>
      <w:r w:rsidRPr="00F83CC6">
        <w:rPr>
          <w:rStyle w:val="libItalicChar"/>
        </w:rPr>
        <w:t>Zaboor Wal Qur’aanil Hakeem. Aoodhu Bika Min Sharri Kulli Daabbatin</w:t>
      </w:r>
      <w:r>
        <w:t xml:space="preserve"> </w:t>
      </w:r>
      <w:r w:rsidRPr="00F83CC6">
        <w:rPr>
          <w:rStyle w:val="libItalicChar"/>
        </w:rPr>
        <w:t>Anta Aakhizun Bi Naaswiyatihaa, Innaka Alaa Swiraatum Mustaqeem.</w:t>
      </w:r>
    </w:p>
    <w:p w:rsidR="00294BA7" w:rsidRPr="00F83CC6" w:rsidRDefault="00294BA7" w:rsidP="00294BA7">
      <w:pPr>
        <w:pStyle w:val="libNormal"/>
        <w:rPr>
          <w:rStyle w:val="libItalicChar"/>
        </w:rPr>
      </w:pPr>
      <w:r>
        <w:t xml:space="preserve">Imaam Jaa’far Saadiq (A.S.) said that when you </w:t>
      </w:r>
      <w:r w:rsidRPr="00294BA7">
        <w:rPr>
          <w:rStyle w:val="libUnderlineChar"/>
        </w:rPr>
        <w:t>desire to fall asleep</w:t>
      </w:r>
      <w:r>
        <w:t xml:space="preserve"> but you can’t, recite this Duaa: </w:t>
      </w:r>
      <w:r w:rsidRPr="00F83CC6">
        <w:rPr>
          <w:rStyle w:val="libItalicChar"/>
        </w:rPr>
        <w:t>Sub’haanallaahi Zish</w:t>
      </w:r>
      <w:r w:rsidR="002E452F">
        <w:rPr>
          <w:rStyle w:val="libItalicChar"/>
        </w:rPr>
        <w:t>-</w:t>
      </w:r>
      <w:r w:rsidRPr="00F83CC6">
        <w:rPr>
          <w:rStyle w:val="libItalicChar"/>
        </w:rPr>
        <w:t>Shaani Daa’imis</w:t>
      </w:r>
      <w:r w:rsidR="002E452F">
        <w:rPr>
          <w:rStyle w:val="libItalicChar"/>
        </w:rPr>
        <w:t>-</w:t>
      </w:r>
      <w:r w:rsidRPr="00F83CC6">
        <w:rPr>
          <w:rStyle w:val="libItalicChar"/>
        </w:rPr>
        <w:t>Sultwaani Kulla Yawmin Huwa Fish</w:t>
      </w:r>
      <w:r w:rsidR="002E452F">
        <w:rPr>
          <w:rStyle w:val="libItalicChar"/>
        </w:rPr>
        <w:t>-</w:t>
      </w:r>
      <w:r w:rsidRPr="00F83CC6">
        <w:rPr>
          <w:rStyle w:val="libItalicChar"/>
        </w:rPr>
        <w:t>Shaan.</w:t>
      </w:r>
    </w:p>
    <w:p w:rsidR="00294BA7" w:rsidRPr="00294BA7" w:rsidRDefault="00294BA7" w:rsidP="00294BA7">
      <w:pPr>
        <w:pStyle w:val="libNormal"/>
        <w:rPr>
          <w:rStyle w:val="libItalicChar"/>
        </w:rPr>
      </w:pPr>
      <w:r>
        <w:t xml:space="preserve">Imaam Jaa’far Saadiq (A.S.) said if you wish to be blessed with </w:t>
      </w:r>
      <w:r w:rsidRPr="00294BA7">
        <w:rPr>
          <w:rStyle w:val="libUnderlineChar"/>
        </w:rPr>
        <w:t>holy sight of The Holy Prophet (S.A.W.W.) in dream</w:t>
      </w:r>
      <w:r>
        <w:t xml:space="preserve"> perform this Amal:  After Ishaa Namaaz do </w:t>
      </w:r>
      <w:r w:rsidRPr="00294BA7">
        <w:rPr>
          <w:rStyle w:val="libUnderlineChar"/>
        </w:rPr>
        <w:t>Sunnat Ghusl,</w:t>
      </w:r>
      <w:r>
        <w:t xml:space="preserve"> then pray </w:t>
      </w:r>
      <w:r w:rsidRPr="00294BA7">
        <w:rPr>
          <w:rStyle w:val="libUnderlineChar"/>
        </w:rPr>
        <w:t>4 Rak’at Namaaz</w:t>
      </w:r>
      <w:r>
        <w:t xml:space="preserve"> in which recite </w:t>
      </w:r>
      <w:r w:rsidRPr="00294BA7">
        <w:rPr>
          <w:rStyle w:val="libItalicChar"/>
        </w:rPr>
        <w:t>Aayatul Kursee</w:t>
      </w:r>
      <w:r>
        <w:t xml:space="preserve"> 100 times in every rak’at, after this recite 1000 times </w:t>
      </w:r>
      <w:r w:rsidRPr="00294BA7">
        <w:rPr>
          <w:rStyle w:val="libItalicChar"/>
        </w:rPr>
        <w:t>Salawaat</w:t>
      </w:r>
      <w:r>
        <w:t xml:space="preserve">, then sleep on such a bedding </w:t>
      </w:r>
      <w:r w:rsidRPr="00294BA7">
        <w:t>on which neither Halaal nor Haraam act has been done,</w:t>
      </w:r>
      <w:r>
        <w:t xml:space="preserve"> and place your right hand under your right cheek, and recite 100 times </w:t>
      </w:r>
      <w:r w:rsidR="002E452F">
        <w:t>-</w:t>
      </w:r>
      <w:r>
        <w:t xml:space="preserve"> </w:t>
      </w:r>
      <w:r w:rsidRPr="00F83CC6">
        <w:rPr>
          <w:rStyle w:val="libItalicChar"/>
        </w:rPr>
        <w:t>Sub’haanallahi Wal Hamdu Lillaahi Wa Laa Ilaaha Illallaahu Wallaahu Akbar, Walaa Hawla Walaa Quwwata Illaa Billaah</w:t>
      </w:r>
      <w:r>
        <w:t xml:space="preserve">. </w:t>
      </w:r>
    </w:p>
    <w:p w:rsidR="00294BA7" w:rsidRDefault="00294BA7" w:rsidP="00294BA7">
      <w:pPr>
        <w:pStyle w:val="libNormal"/>
      </w:pPr>
      <w:r w:rsidRPr="00F83CC6">
        <w:t xml:space="preserve">If you wish to be blessed with the </w:t>
      </w:r>
      <w:r w:rsidRPr="00F83CC6">
        <w:rPr>
          <w:rStyle w:val="libUnderlineChar"/>
        </w:rPr>
        <w:t>holy sight of Imaam Ali (A.S.)</w:t>
      </w:r>
      <w:r w:rsidRPr="00F83CC6">
        <w:t xml:space="preserve"> then at the time of going to sleep recite this Duaa:</w:t>
      </w:r>
      <w:r w:rsidRPr="00294BA7">
        <w:rPr>
          <w:rStyle w:val="libItalicChar"/>
        </w:rPr>
        <w:t xml:space="preserve">  Allaahumma Innee As’aluka Yaa Man Laho Lutfun Khufayyun Wa Ayaadeehi Baasitwatun Laa Taqbeedhan As’aluka Bi Lutfikal Khafiyyil</w:t>
      </w:r>
      <w:r w:rsidR="002E452F">
        <w:rPr>
          <w:rStyle w:val="libItalicChar"/>
        </w:rPr>
        <w:t>-</w:t>
      </w:r>
      <w:r w:rsidRPr="00294BA7">
        <w:rPr>
          <w:rStyle w:val="libItalicChar"/>
        </w:rPr>
        <w:t>Ladhee Maa Latwufat Bihee Li Abdin Illaa Kafaa An Turiyanee Mawlaaya Ameerul Mu’mineen Aliy</w:t>
      </w:r>
      <w:r w:rsidR="002E452F">
        <w:rPr>
          <w:rStyle w:val="libItalicChar"/>
        </w:rPr>
        <w:t>-</w:t>
      </w:r>
      <w:r w:rsidRPr="00294BA7">
        <w:rPr>
          <w:rStyle w:val="libItalicChar"/>
        </w:rPr>
        <w:t>Yibna Abee Twaalibin Alayhissalaamu Fee Manaamee.</w:t>
      </w:r>
      <w:r>
        <w:t xml:space="preserve"> </w:t>
      </w:r>
    </w:p>
    <w:p w:rsidR="00294BA7" w:rsidRPr="00F83CC6" w:rsidRDefault="00294BA7" w:rsidP="00294BA7">
      <w:pPr>
        <w:pStyle w:val="libNormal"/>
        <w:rPr>
          <w:rStyle w:val="libItalicChar"/>
        </w:rPr>
      </w:pPr>
      <w:r>
        <w:t xml:space="preserve">A person who wishes to see in dream anyone from the dead should do this:  Perform </w:t>
      </w:r>
      <w:r w:rsidRPr="00294BA7">
        <w:rPr>
          <w:rStyle w:val="libUnderlineChar"/>
        </w:rPr>
        <w:t>Wudhoo</w:t>
      </w:r>
      <w:r>
        <w:t xml:space="preserve"> and sleep on your </w:t>
      </w:r>
      <w:r w:rsidRPr="00294BA7">
        <w:rPr>
          <w:rStyle w:val="libUnderlineChar"/>
        </w:rPr>
        <w:t>right</w:t>
      </w:r>
      <w:r>
        <w:t xml:space="preserve">, recite </w:t>
      </w:r>
      <w:r w:rsidRPr="00F83CC6">
        <w:rPr>
          <w:rStyle w:val="libItalicChar"/>
        </w:rPr>
        <w:t>Tasbeeh</w:t>
      </w:r>
      <w:r w:rsidR="002E452F">
        <w:rPr>
          <w:rStyle w:val="libItalicChar"/>
        </w:rPr>
        <w:t>-</w:t>
      </w:r>
      <w:r w:rsidRPr="00F83CC6">
        <w:rPr>
          <w:rStyle w:val="libItalicChar"/>
        </w:rPr>
        <w:t>e</w:t>
      </w:r>
      <w:r w:rsidR="002E452F">
        <w:rPr>
          <w:rStyle w:val="libItalicChar"/>
        </w:rPr>
        <w:t>-</w:t>
      </w:r>
      <w:r w:rsidRPr="00F83CC6">
        <w:rPr>
          <w:rStyle w:val="libItalicChar"/>
        </w:rPr>
        <w:t>Bibi Faatim (S.A.)</w:t>
      </w:r>
      <w:r>
        <w:t xml:space="preserve"> then recite this Duaa: </w:t>
      </w:r>
      <w:r w:rsidRPr="00F83CC6">
        <w:rPr>
          <w:rStyle w:val="libItalicChar"/>
        </w:rPr>
        <w:t>Allaahumaa Antal Hayyul</w:t>
      </w:r>
      <w:r w:rsidR="002E452F">
        <w:rPr>
          <w:rStyle w:val="libItalicChar"/>
        </w:rPr>
        <w:t>-</w:t>
      </w:r>
      <w:r w:rsidRPr="00F83CC6">
        <w:rPr>
          <w:rStyle w:val="libItalicChar"/>
        </w:rPr>
        <w:t xml:space="preserve">Ladhee Laa Yooswafu Wal Eemana Ya’arifu Minhu Badaa’atil </w:t>
      </w:r>
      <w:r w:rsidRPr="00F83CC6">
        <w:rPr>
          <w:rStyle w:val="libItalicChar"/>
        </w:rPr>
        <w:lastRenderedPageBreak/>
        <w:t>Al’ashyaau Wa Ilayka Ta’oodu Akbal Minhaa Kuntu Maljaa’a Wa Maa Adabar Minhaa Lam Yakunlahoo Maljaa’un Walaa Manjaa Minka Illaa Ilayka, Fa As’aluka Bi Laa Ilaaha Illaa Anta, Wa As’aluka Bismillaahir</w:t>
      </w:r>
      <w:r w:rsidR="002E452F">
        <w:rPr>
          <w:rStyle w:val="libItalicChar"/>
        </w:rPr>
        <w:t>-</w:t>
      </w:r>
      <w:r w:rsidRPr="00F83CC6">
        <w:rPr>
          <w:rStyle w:val="libItalicChar"/>
        </w:rPr>
        <w:t>Rahmaanir</w:t>
      </w:r>
      <w:r w:rsidR="002E452F">
        <w:rPr>
          <w:rStyle w:val="libItalicChar"/>
        </w:rPr>
        <w:t>-</w:t>
      </w:r>
      <w:r w:rsidRPr="00F83CC6">
        <w:rPr>
          <w:rStyle w:val="libItalicChar"/>
        </w:rPr>
        <w:t>Raheem, Wa Bihaqqi Habbebika Muhammadin Swallallaahu Alayhi Wa Aalihi Sayyidin</w:t>
      </w:r>
      <w:r w:rsidR="002E452F">
        <w:rPr>
          <w:rStyle w:val="libItalicChar"/>
        </w:rPr>
        <w:t>-</w:t>
      </w:r>
      <w:r w:rsidRPr="00F83CC6">
        <w:rPr>
          <w:rStyle w:val="libItalicChar"/>
        </w:rPr>
        <w:t>Nabiyyeen, Wa Bihaqqi Aliyyin Khayril Waswiyyeen, Wa Bihaqqi Faatimata Sayyidatan</w:t>
      </w:r>
      <w:r w:rsidR="002E452F">
        <w:rPr>
          <w:rStyle w:val="libItalicChar"/>
        </w:rPr>
        <w:t>-</w:t>
      </w:r>
      <w:r w:rsidRPr="00F83CC6">
        <w:rPr>
          <w:rStyle w:val="libItalicChar"/>
        </w:rPr>
        <w:t>Nisaail Aalameen, Wa Bihaqqil Hasani Wal Husaynil</w:t>
      </w:r>
      <w:r w:rsidR="002E452F">
        <w:rPr>
          <w:rStyle w:val="libItalicChar"/>
        </w:rPr>
        <w:t>-</w:t>
      </w:r>
      <w:r w:rsidRPr="00F83CC6">
        <w:rPr>
          <w:rStyle w:val="libItalicChar"/>
        </w:rPr>
        <w:t>Ladheena Ajalta Humaa Sayyiday Shabaabi Ahlil Jannati Alayhi Ajmaeens</w:t>
      </w:r>
      <w:r w:rsidR="002E452F">
        <w:rPr>
          <w:rStyle w:val="libItalicChar"/>
        </w:rPr>
        <w:t>-</w:t>
      </w:r>
      <w:r w:rsidRPr="00F83CC6">
        <w:rPr>
          <w:rStyle w:val="libItalicChar"/>
        </w:rPr>
        <w:t>Salaamu, An Tuswalli Alaa Muhammadin Wa Aali Muhamma Wa In Turiyanee Mayyiti Fil Haalil</w:t>
      </w:r>
      <w:r w:rsidR="002E452F">
        <w:rPr>
          <w:rStyle w:val="libItalicChar"/>
        </w:rPr>
        <w:t>-</w:t>
      </w:r>
      <w:r w:rsidRPr="00F83CC6">
        <w:rPr>
          <w:rStyle w:val="libItalicChar"/>
        </w:rPr>
        <w:t>Latee Huwa Feehaa.</w:t>
      </w:r>
    </w:p>
    <w:p w:rsidR="00294BA7" w:rsidRPr="00F83CC6" w:rsidRDefault="00294BA7" w:rsidP="00294BA7">
      <w:pPr>
        <w:pStyle w:val="libNormal"/>
        <w:rPr>
          <w:rStyle w:val="libItalicChar"/>
        </w:rPr>
      </w:pPr>
      <w:r>
        <w:t xml:space="preserve">Imaam Jaa’far Saadiq (A.S.) said </w:t>
      </w:r>
      <w:r w:rsidRPr="00294BA7">
        <w:rPr>
          <w:rStyle w:val="libUnderlineChar"/>
        </w:rPr>
        <w:t>when you change your sides</w:t>
      </w:r>
      <w:r>
        <w:t xml:space="preserve"> while sleeping recite </w:t>
      </w:r>
      <w:r w:rsidRPr="00F83CC6">
        <w:rPr>
          <w:rStyle w:val="libItalicChar"/>
        </w:rPr>
        <w:t>Al</w:t>
      </w:r>
      <w:r w:rsidR="002E452F">
        <w:rPr>
          <w:rStyle w:val="libItalicChar"/>
        </w:rPr>
        <w:t>-</w:t>
      </w:r>
      <w:r w:rsidRPr="00F83CC6">
        <w:rPr>
          <w:rStyle w:val="libItalicChar"/>
        </w:rPr>
        <w:t>Hamdu Lillaahi Walaahu Akbar.</w:t>
      </w:r>
    </w:p>
    <w:p w:rsidR="00294BA7" w:rsidRDefault="00294BA7" w:rsidP="00294BA7">
      <w:pPr>
        <w:pStyle w:val="libNormal"/>
      </w:pPr>
      <w:r>
        <w:t xml:space="preserve">This is from the same Imaam (A.S.): When you </w:t>
      </w:r>
      <w:r w:rsidRPr="00294BA7">
        <w:rPr>
          <w:rStyle w:val="libUnderlineChar"/>
        </w:rPr>
        <w:t>get up from sleep</w:t>
      </w:r>
      <w:r>
        <w:t xml:space="preserve"> recite </w:t>
      </w:r>
      <w:r w:rsidRPr="00294BA7">
        <w:rPr>
          <w:rStyle w:val="libItalicChar"/>
        </w:rPr>
        <w:t>Sub’haanallahi Rabbin</w:t>
      </w:r>
      <w:r w:rsidR="002E452F">
        <w:rPr>
          <w:rStyle w:val="libItalicChar"/>
        </w:rPr>
        <w:t>-</w:t>
      </w:r>
      <w:r w:rsidRPr="00294BA7">
        <w:rPr>
          <w:rStyle w:val="libItalicChar"/>
        </w:rPr>
        <w:t>Nabiyyeen Wa Ilaahil Mursaleen Wa Rabbil Mustadh’afeen, Wal Hamdu Lillaahil</w:t>
      </w:r>
      <w:r w:rsidR="002E452F">
        <w:rPr>
          <w:rStyle w:val="libItalicChar"/>
        </w:rPr>
        <w:t>-</w:t>
      </w:r>
      <w:r w:rsidRPr="00294BA7">
        <w:rPr>
          <w:rStyle w:val="libItalicChar"/>
        </w:rPr>
        <w:t>Ladhee Yuhyil Mawta Wahuwa Alaa Kulli Shay’in Qadeer</w:t>
      </w:r>
      <w:r>
        <w:t>.</w:t>
      </w:r>
    </w:p>
    <w:p w:rsidR="00294BA7" w:rsidRPr="00F83CC6" w:rsidRDefault="00294BA7" w:rsidP="00294BA7">
      <w:pPr>
        <w:pStyle w:val="libNormal"/>
        <w:rPr>
          <w:rStyle w:val="libItalicChar"/>
        </w:rPr>
      </w:pPr>
      <w:r>
        <w:t xml:space="preserve">To seek guidance for a problem in dream: Go to bed while you are in the state of </w:t>
      </w:r>
      <w:r w:rsidRPr="00294BA7">
        <w:rPr>
          <w:rStyle w:val="libUnderlineChar"/>
        </w:rPr>
        <w:t>Twahaarah</w:t>
      </w:r>
      <w:r>
        <w:t xml:space="preserve">. Before falling asleep recite 7 times </w:t>
      </w:r>
      <w:r w:rsidRPr="00294BA7">
        <w:rPr>
          <w:rStyle w:val="libItalicChar"/>
        </w:rPr>
        <w:t>Surah Ash</w:t>
      </w:r>
      <w:r w:rsidR="002E452F">
        <w:rPr>
          <w:rStyle w:val="libItalicChar"/>
        </w:rPr>
        <w:t>-</w:t>
      </w:r>
      <w:r w:rsidRPr="00294BA7">
        <w:rPr>
          <w:rStyle w:val="libItalicChar"/>
        </w:rPr>
        <w:t xml:space="preserve">Shams </w:t>
      </w:r>
      <w:r>
        <w:t xml:space="preserve">and 7 times </w:t>
      </w:r>
      <w:r w:rsidRPr="00294BA7">
        <w:rPr>
          <w:rStyle w:val="libItalicChar"/>
        </w:rPr>
        <w:t>Surah Al</w:t>
      </w:r>
      <w:r w:rsidR="002E452F">
        <w:rPr>
          <w:rStyle w:val="libItalicChar"/>
        </w:rPr>
        <w:t>-</w:t>
      </w:r>
      <w:r w:rsidRPr="00294BA7">
        <w:rPr>
          <w:rStyle w:val="libItalicChar"/>
        </w:rPr>
        <w:t>Layl</w:t>
      </w:r>
      <w:r w:rsidRPr="00F83CC6">
        <w:t>,</w:t>
      </w:r>
      <w:r>
        <w:t xml:space="preserve"> then recite: </w:t>
      </w:r>
      <w:r w:rsidRPr="00F83CC6">
        <w:rPr>
          <w:rStyle w:val="libItalicChar"/>
        </w:rPr>
        <w:t>Allaahumj’alnee Min Amri Haadhaa Farajan Wa Makhrajan.</w:t>
      </w:r>
    </w:p>
    <w:p w:rsidR="00294BA7" w:rsidRDefault="00294BA7" w:rsidP="00F83CC6">
      <w:pPr>
        <w:pStyle w:val="libNormal"/>
      </w:pPr>
    </w:p>
    <w:p w:rsidR="00294BA7" w:rsidRDefault="00294BA7" w:rsidP="00294BA7">
      <w:pPr>
        <w:pStyle w:val="libCenterBold1"/>
      </w:pPr>
      <w:bookmarkStart w:id="15" w:name="_Toc64900065"/>
      <w:r>
        <w:t>WHILE GOING OUT</w:t>
      </w:r>
      <w:bookmarkEnd w:id="15"/>
      <w:r>
        <w:t>:</w:t>
      </w:r>
    </w:p>
    <w:p w:rsidR="00294BA7" w:rsidRPr="00F83CC6" w:rsidRDefault="00294BA7" w:rsidP="00F83CC6">
      <w:pPr>
        <w:pStyle w:val="libNumbered"/>
        <w:rPr>
          <w:rStyle w:val="libItalicChar"/>
        </w:rPr>
      </w:pPr>
      <w:r w:rsidRPr="00F83CC6">
        <w:rPr>
          <w:rStyle w:val="libNormalChar"/>
        </w:rPr>
        <w:t xml:space="preserve">If you want to be under the protection of Allaah (S.W.T.) until you return home then whenever you intend to go out of your house recite 3 times </w:t>
      </w:r>
      <w:r w:rsidRPr="00F83CC6">
        <w:rPr>
          <w:rStyle w:val="libItalicChar"/>
        </w:rPr>
        <w:t>“Allaahu Akbar”</w:t>
      </w:r>
      <w:r w:rsidRPr="00F83CC6">
        <w:rPr>
          <w:rStyle w:val="libNormalChar"/>
        </w:rPr>
        <w:t xml:space="preserve"> and 3 times: </w:t>
      </w:r>
      <w:r w:rsidRPr="00F83CC6">
        <w:rPr>
          <w:rStyle w:val="libItalicChar"/>
        </w:rPr>
        <w:t xml:space="preserve">“Billaahi Akhruju Wa Billaahi Adkhulu Wa Alallaahi Atawakkalu” </w:t>
      </w:r>
      <w:r w:rsidRPr="00F83CC6">
        <w:rPr>
          <w:rStyle w:val="libNormalChar"/>
        </w:rPr>
        <w:t xml:space="preserve">and then say: </w:t>
      </w:r>
      <w:r w:rsidRPr="00F83CC6">
        <w:rPr>
          <w:rStyle w:val="libItalicChar"/>
        </w:rPr>
        <w:t>“Alaahummaftah Lee Fi Wajhee Haadhaa Bikhayrin Wakhtimlee Bikhayrin Waqinee Sharra Kulli Daabbatin Anta Aakhidhun Binaaswiyatihaa Inna Rabbee Alaa Swiraatim</w:t>
      </w:r>
      <w:r w:rsidR="002E452F">
        <w:rPr>
          <w:rStyle w:val="libItalicChar"/>
        </w:rPr>
        <w:t>-</w:t>
      </w:r>
      <w:r w:rsidRPr="00F83CC6">
        <w:rPr>
          <w:rStyle w:val="libItalicChar"/>
        </w:rPr>
        <w:t>Mustaqqem.”</w:t>
      </w:r>
    </w:p>
    <w:p w:rsidR="00294BA7" w:rsidRPr="00F83CC6" w:rsidRDefault="00294BA7" w:rsidP="00F83CC6">
      <w:pPr>
        <w:pStyle w:val="libNumbered"/>
        <w:rPr>
          <w:rStyle w:val="libItalicChar"/>
        </w:rPr>
      </w:pPr>
      <w:r>
        <w:t>Imaam Zaynul Aabideen (A.S.) said when you step out of the door of your house recite</w:t>
      </w:r>
      <w:r w:rsidRPr="00F83CC6">
        <w:rPr>
          <w:rStyle w:val="libItalicChar"/>
        </w:rPr>
        <w:t>: “Bismillaahi Aamantu Billaahi Wa Tawaqqaltu Alallaahi.”</w:t>
      </w:r>
    </w:p>
    <w:p w:rsidR="00294BA7" w:rsidRPr="00F83CC6" w:rsidRDefault="00294BA7" w:rsidP="00F83CC6">
      <w:pPr>
        <w:pStyle w:val="libNumbered"/>
        <w:rPr>
          <w:rStyle w:val="libItalicChar"/>
        </w:rPr>
      </w:pPr>
      <w:r>
        <w:t xml:space="preserve">Imaam Muhammad Baaqir (A.S.) said that anyone reciting the following Duaa will be safe from everything which is sorrowful for him in this world as well in the Hereafter: </w:t>
      </w:r>
      <w:r w:rsidRPr="00F83CC6">
        <w:rPr>
          <w:rStyle w:val="libItalicChar"/>
        </w:rPr>
        <w:t>“Bismillaahi Hasbiyallaahu Tawaqqaltu Alallaahi Allaahumma Innee As’aluka Khayra Umooree Kullihaa Wa Aoodhu Bika Min Khizyid</w:t>
      </w:r>
      <w:r w:rsidR="002E452F">
        <w:rPr>
          <w:rStyle w:val="libItalicChar"/>
        </w:rPr>
        <w:t>-</w:t>
      </w:r>
      <w:r w:rsidRPr="00F83CC6">
        <w:rPr>
          <w:rStyle w:val="libItalicChar"/>
        </w:rPr>
        <w:t>Dunyaa Wa Adhaabil Aakhirati.”</w:t>
      </w:r>
    </w:p>
    <w:p w:rsidR="00294BA7" w:rsidRDefault="00294BA7" w:rsidP="00F83CC6">
      <w:pPr>
        <w:pStyle w:val="libNumbered"/>
      </w:pPr>
      <w:r>
        <w:t xml:space="preserve">Imaam Jaa’afar Saadiq (A.S.) said when you come out of your house recite ths Duaa: </w:t>
      </w:r>
      <w:r w:rsidRPr="00F83CC6">
        <w:rPr>
          <w:rStyle w:val="libItalicChar"/>
        </w:rPr>
        <w:t>“Bismillaahi Tawaqqaltu Alallaahi Laa Hawla Walaa Quwwata Illaa Billaahi Allaahumma Innee As’aluka Khayra Maa Kharajtu Lahoo Wa Aoodhu Bika Min Sharri Maa Kharajtu Lahoo Allaahumma Awsi’a Alayaa Min Fadhlik Wa Atmim Alayya Ni’amatik Wasta’amilnee Fee Twaa’atika Waj’al Raghbatee Fee Maa Indak Watawaffanee Alaa Millatik Wa Millati Rasoolik Swallallaahu Alayhi Wa Aalihee.”</w:t>
      </w:r>
    </w:p>
    <w:p w:rsidR="00294BA7" w:rsidRDefault="00294BA7" w:rsidP="00F83CC6">
      <w:pPr>
        <w:pStyle w:val="libNumbered"/>
      </w:pPr>
      <w:r>
        <w:t>Imaam Radhaa (A.S.) said that his Holy father used to recite this Duaa while going out:</w:t>
      </w:r>
      <w:r w:rsidRPr="00F83CC6">
        <w:rPr>
          <w:rStyle w:val="libItalicChar"/>
        </w:rPr>
        <w:t xml:space="preserve"> “Bismillaahir</w:t>
      </w:r>
      <w:r w:rsidR="002E452F">
        <w:rPr>
          <w:rStyle w:val="libItalicChar"/>
        </w:rPr>
        <w:t>-</w:t>
      </w:r>
      <w:r w:rsidRPr="00F83CC6">
        <w:rPr>
          <w:rStyle w:val="libItalicChar"/>
        </w:rPr>
        <w:t>Rahmaanir</w:t>
      </w:r>
      <w:r w:rsidR="002E452F">
        <w:rPr>
          <w:rStyle w:val="libItalicChar"/>
        </w:rPr>
        <w:t>-</w:t>
      </w:r>
      <w:r w:rsidRPr="00F83CC6">
        <w:rPr>
          <w:rStyle w:val="libItalicChar"/>
        </w:rPr>
        <w:t>Raheem. Kharajtu Bi Hawlillaahi Wa Quwwatihee La Bi Hawlin Minnee Walaa Quwwati Bal Bi Hawlik Wa Quwwatik Yaa Rabbee Muta’arridhwan Li Rizqik Fa’tinee Bihee Fee Aafiyatin.”</w:t>
      </w:r>
    </w:p>
    <w:p w:rsidR="00294BA7" w:rsidRPr="00F83CC6" w:rsidRDefault="00294BA7" w:rsidP="00F83CC6">
      <w:pPr>
        <w:pStyle w:val="libNumbered"/>
        <w:rPr>
          <w:rStyle w:val="libItalicChar"/>
        </w:rPr>
      </w:pPr>
      <w:r>
        <w:t xml:space="preserve">Imaam said whoever recite </w:t>
      </w:r>
      <w:r w:rsidRPr="00F83CC6">
        <w:rPr>
          <w:rStyle w:val="libItalicChar"/>
        </w:rPr>
        <w:t>10 times S.Ikhlaas</w:t>
      </w:r>
      <w:r>
        <w:t xml:space="preserve"> while going out will remain safe until he returns back.</w:t>
      </w:r>
    </w:p>
    <w:p w:rsidR="00294BA7" w:rsidRDefault="00294BA7" w:rsidP="00F83CC6">
      <w:pPr>
        <w:pStyle w:val="libNumbered"/>
      </w:pPr>
      <w:r>
        <w:t xml:space="preserve">The Imaam said </w:t>
      </w:r>
      <w:r w:rsidRPr="00294BA7">
        <w:rPr>
          <w:rStyle w:val="libUnderlineChar"/>
        </w:rPr>
        <w:t>when you go out of your house</w:t>
      </w:r>
      <w:r>
        <w:t xml:space="preserve"> or to a journey recite this Duaa: </w:t>
      </w:r>
      <w:r w:rsidRPr="00F83CC6">
        <w:rPr>
          <w:rStyle w:val="libItalicChar"/>
        </w:rPr>
        <w:t>“Bismillaahi Aamantu Billaahi Wa Tawaqqaltu Alallaahi Maashaa’Allaahu Laa Hawla Walaa Quwwata Illaa Bilaahi.”</w:t>
      </w:r>
    </w:p>
    <w:p w:rsidR="00294BA7" w:rsidRDefault="00294BA7" w:rsidP="00F83CC6">
      <w:pPr>
        <w:pStyle w:val="libNumbered"/>
      </w:pPr>
      <w:r>
        <w:t xml:space="preserve">Imaam Ali A.S said </w:t>
      </w:r>
      <w:r w:rsidRPr="00294BA7">
        <w:rPr>
          <w:rStyle w:val="libUnderlineChar"/>
        </w:rPr>
        <w:t>when you return at your home</w:t>
      </w:r>
      <w:r>
        <w:t xml:space="preserve"> do Salaam to your household members, and if there is nobody there then say </w:t>
      </w:r>
      <w:r w:rsidRPr="00F83CC6">
        <w:rPr>
          <w:rStyle w:val="libItalicChar"/>
        </w:rPr>
        <w:t>Assalaamu Alayna Min</w:t>
      </w:r>
      <w:r w:rsidR="002E452F">
        <w:rPr>
          <w:rStyle w:val="libItalicChar"/>
        </w:rPr>
        <w:t>-</w:t>
      </w:r>
      <w:r w:rsidRPr="00F83CC6">
        <w:rPr>
          <w:rStyle w:val="libItalicChar"/>
        </w:rPr>
        <w:t>Rabbinaa</w:t>
      </w:r>
      <w:r>
        <w:t xml:space="preserve">, and </w:t>
      </w:r>
      <w:r>
        <w:lastRenderedPageBreak/>
        <w:t xml:space="preserve">recite </w:t>
      </w:r>
      <w:r w:rsidRPr="00F83CC6">
        <w:rPr>
          <w:rStyle w:val="libItalicChar"/>
        </w:rPr>
        <w:t>Surah</w:t>
      </w:r>
      <w:r w:rsidR="002E452F">
        <w:rPr>
          <w:rStyle w:val="libItalicChar"/>
        </w:rPr>
        <w:t>-</w:t>
      </w:r>
      <w:r w:rsidRPr="00F83CC6">
        <w:rPr>
          <w:rStyle w:val="libItalicChar"/>
        </w:rPr>
        <w:t>E</w:t>
      </w:r>
      <w:r w:rsidR="002E452F">
        <w:rPr>
          <w:rStyle w:val="libItalicChar"/>
        </w:rPr>
        <w:t>-</w:t>
      </w:r>
      <w:r w:rsidRPr="00F83CC6">
        <w:rPr>
          <w:rStyle w:val="libItalicChar"/>
        </w:rPr>
        <w:t>Ikhlaas</w:t>
      </w:r>
      <w:r>
        <w:t xml:space="preserve"> when you reach inside the house, it repells the worries and problems.</w:t>
      </w:r>
    </w:p>
    <w:p w:rsidR="002E452F" w:rsidRDefault="00294BA7" w:rsidP="00F83CC6">
      <w:pPr>
        <w:pStyle w:val="libNormal"/>
      </w:pPr>
      <w:r>
        <w:t xml:space="preserve"> </w:t>
      </w:r>
      <w:r w:rsidR="002E452F">
        <w:br w:type="page"/>
      </w:r>
    </w:p>
    <w:p w:rsidR="00A52C13" w:rsidRDefault="00A52C13" w:rsidP="00A52C13">
      <w:pPr>
        <w:pStyle w:val="Heading1Center"/>
      </w:pPr>
      <w:bookmarkStart w:id="16" w:name="_Toc420238088"/>
      <w:r w:rsidRPr="00A52C13">
        <w:lastRenderedPageBreak/>
        <w:t xml:space="preserve">DUAAS OF IMAAM-E-ZAMAANA </w:t>
      </w:r>
      <w:r>
        <w:t>(</w:t>
      </w:r>
      <w:r w:rsidRPr="00A52C13">
        <w:t>A.F.</w:t>
      </w:r>
      <w:r>
        <w:t>)</w:t>
      </w:r>
      <w:bookmarkEnd w:id="16"/>
    </w:p>
    <w:p w:rsidR="00294BA7" w:rsidRDefault="00294BA7" w:rsidP="00294BA7">
      <w:pPr>
        <w:pStyle w:val="libNormal"/>
      </w:pPr>
      <w:r>
        <w:t>Not a single day has passed on the earth when its inhabitants did not have their Leader here. From day</w:t>
      </w:r>
      <w:r w:rsidR="002E452F">
        <w:t>-</w:t>
      </w:r>
      <w:r>
        <w:t xml:space="preserve">one each community did possess its Leader by one way or the other. We being Muslims, the followers of a religion chosen by Allaah (S.W.T.) for mankind, have been blessed with a sinless Leader in every era, who is also the most knowledgeable, courageous, patient, brave, and endowed with all perfections. After the Holy Prophet (S.A.W.W.) we are commanded to follow his 12 holy household members who are the guides for the mankind as ordained by Allaah (S.W.T.) They were from Imaam Ali (A.S.) upto Imaam Hasan Askari (A.S.) and we are at present passing in the era of the last vicegerent of the Holy Prophet (S.A.W.W.) i.e. the 12th Imaam, i.e. </w:t>
      </w:r>
      <w:r w:rsidRPr="00294BA7">
        <w:rPr>
          <w:rStyle w:val="libItalicChar"/>
        </w:rPr>
        <w:t>Hujjat</w:t>
      </w:r>
      <w:r w:rsidR="002E452F">
        <w:rPr>
          <w:rStyle w:val="libItalicChar"/>
        </w:rPr>
        <w:t>-</w:t>
      </w:r>
      <w:r w:rsidRPr="00294BA7">
        <w:rPr>
          <w:rStyle w:val="libItalicChar"/>
        </w:rPr>
        <w:t>Ibnul</w:t>
      </w:r>
      <w:r w:rsidR="002E452F">
        <w:rPr>
          <w:rStyle w:val="libItalicChar"/>
        </w:rPr>
        <w:t>-</w:t>
      </w:r>
      <w:r w:rsidRPr="00294BA7">
        <w:rPr>
          <w:rStyle w:val="libItalicChar"/>
        </w:rPr>
        <w:t>Hasan Imaam Muhammad Mehdi Swaahibuz</w:t>
      </w:r>
      <w:r w:rsidR="002E452F">
        <w:rPr>
          <w:rStyle w:val="libItalicChar"/>
        </w:rPr>
        <w:t>-</w:t>
      </w:r>
      <w:r w:rsidRPr="00294BA7">
        <w:rPr>
          <w:rStyle w:val="libItalicChar"/>
        </w:rPr>
        <w:t>Zamaan (A.S.)</w:t>
      </w:r>
      <w:r>
        <w:t xml:space="preserve"> who is the present Imaam of the age and the right guide for the mankind. We firmly believe that even though The Imaam A.F. is in Ghaibat (Hidden from our sight) but he is aware of all our deeds and conditions. Whenever need arises The Imaam extends his helping hand to us. And Inshaa’Allaah he will soon reappear to us and wipe out all evils from its grassroot levels and finally peace, tranquility, and justice shall prevail from Easts to Wests. </w:t>
      </w:r>
    </w:p>
    <w:p w:rsidR="00294BA7" w:rsidRDefault="00294BA7" w:rsidP="00294BA7">
      <w:pPr>
        <w:pStyle w:val="libNormal"/>
      </w:pPr>
      <w:r>
        <w:t>It is also our firm belief that all our deeds, good and bad, are presented to the Imaam, when he sees our good deeds he is happy but he becomes sad and sorrowful when he sees our bad deeds. So we should always keep in mind that there is no any other exceeding good act to that of making our Imaam be happy, and there is no any worst thing then that to make our Imaam weep on seeing us committing bad deeds.Thus all our deeds should incline towards goodness at every moment of our lives, so as to please Allaah, His Prophet, and our Imaam. (A.S.)</w:t>
      </w:r>
    </w:p>
    <w:p w:rsidR="00294BA7" w:rsidRDefault="00294BA7" w:rsidP="00294BA7">
      <w:pPr>
        <w:pStyle w:val="libNormal"/>
      </w:pPr>
      <w:r>
        <w:t>A true and sicere devotee of the Imaam should have pure affection towards him and should remain sorrowful because of the absence of our Imaam from our sights. Indeed it is a great calamity to be deprived of his holy company. May be this is because of our sins or unworthiness or any other reason, Allaah (S.W.T.) knows better. We should always pray to Allaah for his safety, reappearence, and request Allaah (S.W.T.)that we should be included amongst the The Imaam’s true followers. Not forgetting that a true follower can only be such who follows the rules and regulations of Shareeah commanded by Allaah (S.W.T.)</w:t>
      </w:r>
    </w:p>
    <w:p w:rsidR="00294BA7" w:rsidRDefault="00294BA7" w:rsidP="00294BA7">
      <w:pPr>
        <w:pStyle w:val="libNormal"/>
      </w:pPr>
      <w:r>
        <w:t>Therefore it is our foremost duty to remember our Imaam at all times. Especially while praying Duaa we should beseech Almighty Allaah (S.W.T.) for the safety and speedy reappearence of our Leader, Imaam</w:t>
      </w:r>
      <w:r w:rsidR="002E452F">
        <w:t>-</w:t>
      </w:r>
      <w:r>
        <w:t>e</w:t>
      </w:r>
      <w:r w:rsidR="002E452F">
        <w:t>-</w:t>
      </w:r>
      <w:r>
        <w:t>Zamaana A.F. Hereunder are some Duaas concerning the Imaam of the age:</w:t>
      </w:r>
    </w:p>
    <w:p w:rsidR="00294BA7" w:rsidRPr="00294BA7" w:rsidRDefault="00294BA7" w:rsidP="00294BA7">
      <w:pPr>
        <w:pStyle w:val="libNormal"/>
        <w:rPr>
          <w:rStyle w:val="libItalicChar"/>
        </w:rPr>
      </w:pPr>
      <w:r>
        <w:t xml:space="preserve">Atleast </w:t>
      </w:r>
      <w:r w:rsidRPr="00F83CC6">
        <w:rPr>
          <w:rStyle w:val="libUnderlineChar"/>
        </w:rPr>
        <w:t>after every Namaaz</w:t>
      </w:r>
      <w:r>
        <w:t xml:space="preserve"> one shoud recite this Duaa to acknowledge the presence of Imaam as the Devine Guide and asking Allaah for his safety upto the time when his rule is established over the earth:</w:t>
      </w:r>
      <w:r w:rsidRPr="00294BA7">
        <w:rPr>
          <w:rStyle w:val="libItalicChar"/>
        </w:rPr>
        <w:t xml:space="preserve">  Allaahumma Kun Li Waliyyikal Hujjaatibnil Hasan Swalawaatuka Alayhi Wa Alaa Aabaaihi Fee Haadhihis</w:t>
      </w:r>
      <w:r w:rsidR="002E452F">
        <w:rPr>
          <w:rStyle w:val="libItalicChar"/>
        </w:rPr>
        <w:t>-</w:t>
      </w:r>
      <w:r w:rsidRPr="00294BA7">
        <w:rPr>
          <w:rStyle w:val="libItalicChar"/>
        </w:rPr>
        <w:t xml:space="preserve">Saa’ati Wa Fee Kulli Saa’atin, Walliyyan Wa Haafidhwan Wa Qaaidan Wa Naaswiran Wa Daleelan Wa Aynan Hatta Tuskinahu Ardhaka Twaw’an Wa Tumati’ahoo Feehaa Twaweela. </w:t>
      </w:r>
    </w:p>
    <w:p w:rsidR="00294BA7" w:rsidRDefault="00294BA7" w:rsidP="00294BA7">
      <w:pPr>
        <w:pStyle w:val="libNormal"/>
      </w:pPr>
      <w:r>
        <w:t xml:space="preserve">Recite this Duaa </w:t>
      </w:r>
      <w:r w:rsidRPr="00294BA7">
        <w:rPr>
          <w:rStyle w:val="libUnderlineChar"/>
        </w:rPr>
        <w:t>during the Ghaybat</w:t>
      </w:r>
      <w:r>
        <w:t xml:space="preserve"> of the Imaam A.F.: </w:t>
      </w:r>
      <w:r w:rsidRPr="00294BA7">
        <w:rPr>
          <w:rStyle w:val="libItalicChar"/>
        </w:rPr>
        <w:t>Allaahumma Arrifnee Nafsaka Fa Innaka Inlam Tu’arrifnee Nafsaka Lam A’arif Nabiyyaka, Allaahumma Arrifnee Rasoolaka Fa Innaka Inlam Tu’arrifnee Rasoolaka Lam A’arif Hujjataka Allaahumma Arrifnee Hujjataka Fa Innaka Inlam Tu’arrifnee Hujjataka Dhwalaltu An Deenee.</w:t>
      </w:r>
      <w:r>
        <w:t xml:space="preserve"> </w:t>
      </w:r>
    </w:p>
    <w:p w:rsidR="00294BA7" w:rsidRPr="00F83CC6" w:rsidRDefault="00294BA7" w:rsidP="00294BA7">
      <w:pPr>
        <w:pStyle w:val="libNormal"/>
        <w:rPr>
          <w:rStyle w:val="libItalicChar"/>
        </w:rPr>
      </w:pPr>
      <w:r>
        <w:t xml:space="preserve">Everyday </w:t>
      </w:r>
      <w:r w:rsidRPr="00294BA7">
        <w:rPr>
          <w:rStyle w:val="libUnderlineChar"/>
        </w:rPr>
        <w:t>after Namaaz</w:t>
      </w:r>
      <w:r w:rsidR="002E452F">
        <w:rPr>
          <w:rStyle w:val="libUnderlineChar"/>
        </w:rPr>
        <w:t>-</w:t>
      </w:r>
      <w:r w:rsidRPr="00294BA7">
        <w:rPr>
          <w:rStyle w:val="libUnderlineChar"/>
        </w:rPr>
        <w:t>e</w:t>
      </w:r>
      <w:r w:rsidR="002E452F">
        <w:rPr>
          <w:rStyle w:val="libUnderlineChar"/>
        </w:rPr>
        <w:t>-</w:t>
      </w:r>
      <w:r w:rsidRPr="00294BA7">
        <w:rPr>
          <w:rStyle w:val="libUnderlineChar"/>
        </w:rPr>
        <w:t>Sub’h</w:t>
      </w:r>
      <w:r>
        <w:t xml:space="preserve"> recite this Duaa starting with these words: </w:t>
      </w:r>
      <w:r w:rsidRPr="00F83CC6">
        <w:rPr>
          <w:rStyle w:val="libItalicChar"/>
        </w:rPr>
        <w:t>Allaahumma Balligh Mawlaaya Swaahibuz</w:t>
      </w:r>
      <w:r w:rsidR="002E452F">
        <w:rPr>
          <w:rStyle w:val="libItalicChar"/>
        </w:rPr>
        <w:t>-</w:t>
      </w:r>
      <w:r w:rsidRPr="00F83CC6">
        <w:rPr>
          <w:rStyle w:val="libItalicChar"/>
        </w:rPr>
        <w:t>Zamaan…  [*].</w:t>
      </w:r>
    </w:p>
    <w:p w:rsidR="00294BA7" w:rsidRPr="00294BA7" w:rsidRDefault="00294BA7" w:rsidP="00294BA7">
      <w:pPr>
        <w:pStyle w:val="libNormal"/>
        <w:rPr>
          <w:rStyle w:val="libItalicChar"/>
        </w:rPr>
      </w:pPr>
      <w:r>
        <w:t>Imaam Radha (A.S.) said to recite this Duaa for Imaam Swaahibul Asri Waz</w:t>
      </w:r>
      <w:r w:rsidR="002E452F">
        <w:t>-</w:t>
      </w:r>
      <w:r>
        <w:t xml:space="preserve">Zamaan, the Duaa starting with these words: </w:t>
      </w:r>
      <w:r w:rsidRPr="00294BA7">
        <w:rPr>
          <w:rStyle w:val="libItalicChar"/>
        </w:rPr>
        <w:t>Allaahumad’fa’a An Waliyyika Wa Khaleefatika… (refer Mafaatihul Jinaan).</w:t>
      </w:r>
    </w:p>
    <w:p w:rsidR="00294BA7" w:rsidRDefault="00294BA7" w:rsidP="00294BA7">
      <w:pPr>
        <w:pStyle w:val="libNormal"/>
      </w:pPr>
      <w:r>
        <w:lastRenderedPageBreak/>
        <w:t xml:space="preserve">Imaam Jaa’far Saadiq (A.S.) said that whoever shall recite this Duaa </w:t>
      </w:r>
      <w:r w:rsidRPr="00294BA7">
        <w:rPr>
          <w:rStyle w:val="libItalicChar"/>
        </w:rPr>
        <w:t>(Duaa</w:t>
      </w:r>
      <w:r w:rsidR="002E452F">
        <w:rPr>
          <w:rStyle w:val="libItalicChar"/>
        </w:rPr>
        <w:t>-</w:t>
      </w:r>
      <w:r w:rsidRPr="00294BA7">
        <w:rPr>
          <w:rStyle w:val="libItalicChar"/>
        </w:rPr>
        <w:t>a</w:t>
      </w:r>
      <w:r w:rsidR="002E452F">
        <w:rPr>
          <w:rStyle w:val="libItalicChar"/>
        </w:rPr>
        <w:t>-</w:t>
      </w:r>
      <w:r w:rsidRPr="00294BA7">
        <w:rPr>
          <w:rStyle w:val="libItalicChar"/>
        </w:rPr>
        <w:t>Ahad)</w:t>
      </w:r>
      <w:r>
        <w:t xml:space="preserve"> for 40 days will be among the helpers of the Imaam, if he dies before the Zuhoor of the Imaam A.F. then Allaah shall raise him from the grave and will be among the Imam’s companions, and his sins shall be forgiven. This Duaa starts with these words: </w:t>
      </w:r>
      <w:r w:rsidRPr="00294BA7">
        <w:rPr>
          <w:rStyle w:val="libItalicChar"/>
        </w:rPr>
        <w:t>Allaahumma Rabban</w:t>
      </w:r>
      <w:r w:rsidR="002E452F">
        <w:rPr>
          <w:rStyle w:val="libItalicChar"/>
        </w:rPr>
        <w:t>-</w:t>
      </w:r>
      <w:r w:rsidRPr="00294BA7">
        <w:rPr>
          <w:rStyle w:val="libItalicChar"/>
        </w:rPr>
        <w:t>Nooril Adhweem… [*]</w:t>
      </w:r>
    </w:p>
    <w:p w:rsidR="00294BA7" w:rsidRDefault="00294BA7" w:rsidP="00294BA7">
      <w:pPr>
        <w:pStyle w:val="libNormal"/>
      </w:pPr>
      <w:r>
        <w:t xml:space="preserve">Whenever there is a problem to be solved perform the A’amal of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ISTIGHAASA</w:t>
      </w:r>
      <w:r>
        <w:t xml:space="preserve"> of Imaam</w:t>
      </w:r>
      <w:r w:rsidR="002E452F">
        <w:t>-</w:t>
      </w:r>
      <w:r>
        <w:t>e</w:t>
      </w:r>
      <w:r w:rsidR="002E452F">
        <w:t>-</w:t>
      </w:r>
      <w:r>
        <w:t>Zamaana. (details of this A’amaal has been given here below). [*]</w:t>
      </w:r>
    </w:p>
    <w:p w:rsidR="00294BA7" w:rsidRDefault="00294BA7" w:rsidP="00294BA7">
      <w:pPr>
        <w:pStyle w:val="libNormal"/>
      </w:pP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ILAAHEE ADHUMAL</w:t>
      </w:r>
      <w:r>
        <w:t xml:space="preserve"> </w:t>
      </w:r>
      <w:r w:rsidRPr="00294BA7">
        <w:rPr>
          <w:rStyle w:val="libItalicChar"/>
        </w:rPr>
        <w:t>BALAA’A:</w:t>
      </w:r>
      <w:r>
        <w:t xml:space="preserve"> This Duaa also is effective to ward off troubles. [*]</w:t>
      </w:r>
    </w:p>
    <w:p w:rsidR="00294BA7" w:rsidRPr="00F83CC6" w:rsidRDefault="00294BA7" w:rsidP="00294BA7">
      <w:pPr>
        <w:pStyle w:val="libNormal"/>
        <w:rPr>
          <w:rStyle w:val="libItalicChar"/>
        </w:rPr>
      </w:pPr>
      <w:r w:rsidRPr="00294BA7">
        <w:rPr>
          <w:rStyle w:val="libItalicChar"/>
        </w:rPr>
        <w:t>R</w:t>
      </w:r>
      <w:r>
        <w:t xml:space="preserve">ecite the </w:t>
      </w:r>
      <w:r w:rsidRPr="00294BA7">
        <w:rPr>
          <w:rStyle w:val="libUnderlineChar"/>
        </w:rPr>
        <w:t>Ziyaarat of Imaam</w:t>
      </w:r>
      <w:r w:rsidR="002E452F">
        <w:rPr>
          <w:rStyle w:val="libUnderlineChar"/>
        </w:rPr>
        <w:t>-</w:t>
      </w:r>
      <w:r w:rsidRPr="00294BA7">
        <w:rPr>
          <w:rStyle w:val="libUnderlineChar"/>
        </w:rPr>
        <w:t>e</w:t>
      </w:r>
      <w:r w:rsidR="002E452F">
        <w:rPr>
          <w:rStyle w:val="libUnderlineChar"/>
        </w:rPr>
        <w:t>-</w:t>
      </w:r>
      <w:r w:rsidRPr="00294BA7">
        <w:rPr>
          <w:rStyle w:val="libUnderlineChar"/>
        </w:rPr>
        <w:t>Zamaana A.F. on Friday</w:t>
      </w:r>
      <w:r>
        <w:t xml:space="preserve">. This Ziyaarat starts with these words: </w:t>
      </w:r>
      <w:r w:rsidRPr="00F83CC6">
        <w:rPr>
          <w:rStyle w:val="libItalicChar"/>
        </w:rPr>
        <w:t>Assalaamu Alayka Yaa Hujjatallaahi Fee Ardhihee……… [*]</w:t>
      </w:r>
    </w:p>
    <w:p w:rsidR="00294BA7" w:rsidRPr="00294BA7" w:rsidRDefault="00294BA7" w:rsidP="00294BA7">
      <w:pPr>
        <w:pStyle w:val="libNormal"/>
        <w:rPr>
          <w:rStyle w:val="libItalicChar"/>
        </w:rPr>
      </w:pPr>
      <w:r>
        <w:t xml:space="preserve">Recite the </w:t>
      </w:r>
      <w:r w:rsidRPr="00294BA7">
        <w:rPr>
          <w:rStyle w:val="libItalicChar"/>
        </w:rPr>
        <w:t>Naamz</w:t>
      </w:r>
      <w:r w:rsidR="002E452F">
        <w:rPr>
          <w:rStyle w:val="libItalicChar"/>
        </w:rPr>
        <w:t>-</w:t>
      </w:r>
      <w:r w:rsidRPr="00294BA7">
        <w:rPr>
          <w:rStyle w:val="libItalicChar"/>
        </w:rPr>
        <w:t>e</w:t>
      </w:r>
      <w:r w:rsidR="002E452F">
        <w:rPr>
          <w:rStyle w:val="libItalicChar"/>
        </w:rPr>
        <w:t>-</w:t>
      </w:r>
      <w:r w:rsidRPr="00294BA7">
        <w:rPr>
          <w:rStyle w:val="libItalicChar"/>
        </w:rPr>
        <w:t>Imaam Hujjat (A.S.)</w:t>
      </w:r>
      <w:r>
        <w:t xml:space="preserve"> on Fridays. It is 2 rak’at Namaaz, in each rak’at while reciting Surah Al</w:t>
      </w:r>
      <w:r w:rsidR="002E452F">
        <w:t>-</w:t>
      </w:r>
      <w:r>
        <w:t xml:space="preserve">Hamd when you reach </w:t>
      </w:r>
      <w:r w:rsidRPr="00F83CC6">
        <w:rPr>
          <w:rStyle w:val="libUnderlineChar"/>
        </w:rPr>
        <w:t>Iyyaaka Na’abudu Wa Iyyaaka Nasta’een repeat this verse 100 times</w:t>
      </w:r>
      <w:r>
        <w:t xml:space="preserve"> and then continue as usual, after Al</w:t>
      </w:r>
      <w:r w:rsidR="002E452F">
        <w:t>-</w:t>
      </w:r>
      <w:r>
        <w:t>Hamd recite Surah</w:t>
      </w:r>
      <w:r w:rsidR="002E452F">
        <w:t>-</w:t>
      </w:r>
      <w:r>
        <w:t>e</w:t>
      </w:r>
      <w:r w:rsidR="002E452F">
        <w:t>-</w:t>
      </w:r>
      <w:r>
        <w:t>Ikhlaas. After Namaaz rcite this Duaa:</w:t>
      </w:r>
      <w:r w:rsidRPr="00294BA7">
        <w:rPr>
          <w:rStyle w:val="libItalicChar"/>
        </w:rPr>
        <w:t>Allaahumma Adhwumal Balaa’u, Wa Barihal Khafaa’u, Wankashafal Ghitwaa’u, Wa Dhwaaqatil Ardhu Bimaa Wasi’atis</w:t>
      </w:r>
      <w:r w:rsidR="002E452F">
        <w:rPr>
          <w:rStyle w:val="libItalicChar"/>
        </w:rPr>
        <w:t>-</w:t>
      </w:r>
      <w:r w:rsidRPr="00294BA7">
        <w:rPr>
          <w:rStyle w:val="libItalicChar"/>
        </w:rPr>
        <w:t>Samaau, Wa Ilayka Yaa Rabbil Mushtaqa, Wa Alaykal Mu’awwalu Fish</w:t>
      </w:r>
      <w:r w:rsidR="002E452F">
        <w:rPr>
          <w:rStyle w:val="libItalicChar"/>
        </w:rPr>
        <w:t>-</w:t>
      </w:r>
      <w:r w:rsidRPr="00294BA7">
        <w:rPr>
          <w:rStyle w:val="libItalicChar"/>
        </w:rPr>
        <w:t>Shiddati War</w:t>
      </w:r>
      <w:r w:rsidR="002E452F">
        <w:rPr>
          <w:rStyle w:val="libItalicChar"/>
        </w:rPr>
        <w:t>-</w:t>
      </w:r>
      <w:r w:rsidRPr="00294BA7">
        <w:rPr>
          <w:rStyle w:val="libItalicChar"/>
        </w:rPr>
        <w:t>akhaa’i, Allaahumaa Swalli Alaa Muhammadin Wa Aali Muhammadin Al</w:t>
      </w:r>
      <w:r w:rsidR="002E452F">
        <w:rPr>
          <w:rStyle w:val="libItalicChar"/>
        </w:rPr>
        <w:t>-</w:t>
      </w:r>
      <w:r w:rsidRPr="00294BA7">
        <w:rPr>
          <w:rStyle w:val="libItalicChar"/>
        </w:rPr>
        <w:t>ladheena Amartana Bi Twa’atihim Wa Ajjilillahumma Farajahum Bi Qaaimihim, Wa Adh</w:t>
      </w:r>
      <w:r w:rsidR="002E452F">
        <w:rPr>
          <w:rStyle w:val="libItalicChar"/>
        </w:rPr>
        <w:t>-</w:t>
      </w:r>
      <w:r w:rsidRPr="00294BA7">
        <w:rPr>
          <w:rStyle w:val="libItalicChar"/>
        </w:rPr>
        <w:t>hir I’azaazahu. Yaa Muhammadu, Yaa Aliyu Yaa Aliyu, Yaa Muhammadu Ikfiyaani Fa Innakuma Kaafiyaay, Yaa Muhammadu, Yaa Aliyu, Yaa Aliyu, Yaa Muhammadu, Unswiraani Fa Innakuma Naaswiraaya, Ya Muhammadu, Yaa Aliyu, Yaa Aliyu, Yaa Mujhammadu, Ihfadhwaani Fa Innakumaa Haafidhwaaya. Yaa Mawlaaya Yaa Swaahibaz</w:t>
      </w:r>
      <w:r w:rsidR="002E452F">
        <w:rPr>
          <w:rStyle w:val="libItalicChar"/>
        </w:rPr>
        <w:t>-</w:t>
      </w:r>
      <w:r w:rsidRPr="00294BA7">
        <w:rPr>
          <w:rStyle w:val="libItalicChar"/>
        </w:rPr>
        <w:t>Zamaani, Yaa Mawlaaya Yaa Swaahibaz</w:t>
      </w:r>
      <w:r w:rsidR="002E452F">
        <w:rPr>
          <w:rStyle w:val="libItalicChar"/>
        </w:rPr>
        <w:t>-</w:t>
      </w:r>
      <w:r w:rsidRPr="00294BA7">
        <w:rPr>
          <w:rStyle w:val="libItalicChar"/>
        </w:rPr>
        <w:t>Zamaani, Yaa Mawlaaya Yaa Swahibaz</w:t>
      </w:r>
      <w:r w:rsidR="002E452F">
        <w:rPr>
          <w:rStyle w:val="libItalicChar"/>
        </w:rPr>
        <w:t>-</w:t>
      </w:r>
      <w:r w:rsidRPr="00294BA7">
        <w:rPr>
          <w:rStyle w:val="libItalicChar"/>
        </w:rPr>
        <w:t>Zamaani, Al</w:t>
      </w:r>
      <w:r w:rsidR="002E452F">
        <w:rPr>
          <w:rStyle w:val="libItalicChar"/>
        </w:rPr>
        <w:t>-</w:t>
      </w:r>
      <w:r w:rsidRPr="00294BA7">
        <w:rPr>
          <w:rStyle w:val="libItalicChar"/>
        </w:rPr>
        <w:t>Ghawth, Al</w:t>
      </w:r>
      <w:r w:rsidR="002E452F">
        <w:rPr>
          <w:rStyle w:val="libItalicChar"/>
        </w:rPr>
        <w:t>-</w:t>
      </w:r>
      <w:r w:rsidRPr="00294BA7">
        <w:rPr>
          <w:rStyle w:val="libItalicChar"/>
        </w:rPr>
        <w:t>Ghawth, Al</w:t>
      </w:r>
      <w:r w:rsidR="002E452F">
        <w:rPr>
          <w:rStyle w:val="libItalicChar"/>
        </w:rPr>
        <w:t>-</w:t>
      </w:r>
      <w:r w:rsidRPr="00294BA7">
        <w:rPr>
          <w:rStyle w:val="libItalicChar"/>
        </w:rPr>
        <w:t>Ghawth, Adriknee, Adriknee, Adriknee, Al</w:t>
      </w:r>
      <w:r w:rsidR="002E452F">
        <w:rPr>
          <w:rStyle w:val="libItalicChar"/>
        </w:rPr>
        <w:t>-</w:t>
      </w:r>
      <w:r w:rsidRPr="00294BA7">
        <w:rPr>
          <w:rStyle w:val="libItalicChar"/>
        </w:rPr>
        <w:t>Amaan, Al</w:t>
      </w:r>
      <w:r w:rsidR="002E452F">
        <w:rPr>
          <w:rStyle w:val="libItalicChar"/>
        </w:rPr>
        <w:t>-</w:t>
      </w:r>
      <w:r w:rsidRPr="00294BA7">
        <w:rPr>
          <w:rStyle w:val="libItalicChar"/>
        </w:rPr>
        <w:t>Amaan, Al</w:t>
      </w:r>
      <w:r w:rsidR="002E452F">
        <w:rPr>
          <w:rStyle w:val="libItalicChar"/>
        </w:rPr>
        <w:t>-</w:t>
      </w:r>
      <w:r w:rsidRPr="00294BA7">
        <w:rPr>
          <w:rStyle w:val="libItalicChar"/>
        </w:rPr>
        <w:t xml:space="preserve">Amaan. </w:t>
      </w:r>
    </w:p>
    <w:p w:rsidR="00294BA7" w:rsidRDefault="00294BA7" w:rsidP="00294BA7">
      <w:pPr>
        <w:pStyle w:val="libNormal"/>
      </w:pPr>
      <w:r>
        <w:t>Send AREEZA</w:t>
      </w:r>
      <w:r w:rsidRPr="00294BA7">
        <w:rPr>
          <w:rStyle w:val="libItalicChar"/>
        </w:rPr>
        <w:t xml:space="preserve"> </w:t>
      </w:r>
      <w:r>
        <w:t>frequently to the Imaam. This is not limited to 15th Sha’abaan only.</w:t>
      </w:r>
    </w:p>
    <w:p w:rsidR="00294BA7" w:rsidRDefault="00294BA7" w:rsidP="00294BA7">
      <w:pPr>
        <w:pStyle w:val="libNormal"/>
      </w:pPr>
      <w:r>
        <w:t>Recite DUAA</w:t>
      </w:r>
      <w:r w:rsidR="002E452F">
        <w:t>-</w:t>
      </w:r>
      <w:r>
        <w:t>E</w:t>
      </w:r>
      <w:r w:rsidR="002E452F">
        <w:t>-</w:t>
      </w:r>
      <w:r>
        <w:t>NUDBAA on FRIDAYS</w:t>
      </w:r>
      <w:r w:rsidRPr="00F83CC6">
        <w:rPr>
          <w:rStyle w:val="libUnderlineChar"/>
        </w:rPr>
        <w:t xml:space="preserve"> </w:t>
      </w:r>
      <w:r>
        <w:t>and IDD DAYS.</w:t>
      </w:r>
    </w:p>
    <w:p w:rsidR="00294BA7" w:rsidRPr="00294BA7" w:rsidRDefault="00294BA7" w:rsidP="00294BA7">
      <w:pPr>
        <w:pStyle w:val="libNormal"/>
        <w:rPr>
          <w:rStyle w:val="libItalicChar"/>
        </w:rPr>
      </w:pPr>
      <w:r>
        <w:t xml:space="preserve">To ward off any fears of harm from enemy help must be sought from our Imaam: Daily recite </w:t>
      </w:r>
      <w:r w:rsidRPr="00F83CC6">
        <w:rPr>
          <w:rStyle w:val="libUnderlineChar"/>
        </w:rPr>
        <w:t>2 rak’at Namaaz</w:t>
      </w:r>
      <w:r>
        <w:t xml:space="preserve">, a brief </w:t>
      </w:r>
      <w:r w:rsidRPr="00F83CC6">
        <w:rPr>
          <w:rStyle w:val="libUnderlineChar"/>
        </w:rPr>
        <w:t>Ziyaarat</w:t>
      </w:r>
      <w:r>
        <w:t xml:space="preserve"> of the Imaam, and then recite this </w:t>
      </w:r>
      <w:r w:rsidRPr="00F83CC6">
        <w:rPr>
          <w:rStyle w:val="libUnderlineChar"/>
        </w:rPr>
        <w:t>Duaa</w:t>
      </w:r>
      <w:r>
        <w:t xml:space="preserve">: </w:t>
      </w:r>
      <w:r w:rsidRPr="00294BA7">
        <w:rPr>
          <w:rStyle w:val="libItalicChar"/>
        </w:rPr>
        <w:t>Yaa Mawlaay Yaa Swaahibaz</w:t>
      </w:r>
      <w:r w:rsidR="002E452F">
        <w:rPr>
          <w:rStyle w:val="libItalicChar"/>
        </w:rPr>
        <w:t>-</w:t>
      </w:r>
      <w:r w:rsidRPr="00294BA7">
        <w:rPr>
          <w:rStyle w:val="libItalicChar"/>
        </w:rPr>
        <w:t>Zamaan, Anaa Mustagheethun Bika, Yaa Mawlaay Ikfinee Sharra Man</w:t>
      </w:r>
      <w:r w:rsidR="002E452F">
        <w:rPr>
          <w:rStyle w:val="libItalicChar"/>
        </w:rPr>
        <w:t>-</w:t>
      </w:r>
      <w:r w:rsidRPr="00294BA7">
        <w:rPr>
          <w:rStyle w:val="libItalicChar"/>
        </w:rPr>
        <w:t>Yu’adhinee.</w:t>
      </w:r>
    </w:p>
    <w:p w:rsidR="00294BA7" w:rsidRPr="00F83CC6" w:rsidRDefault="00294BA7" w:rsidP="00294BA7">
      <w:pPr>
        <w:pStyle w:val="libNormal"/>
        <w:rPr>
          <w:rStyle w:val="libItalicChar"/>
        </w:rPr>
      </w:pPr>
      <w:r>
        <w:t>Always recite this Duaa for hastening The Imaam’s reappearence and be included in his companions:</w:t>
      </w:r>
      <w:r w:rsidRPr="00F83CC6">
        <w:rPr>
          <w:rStyle w:val="libItalicChar"/>
        </w:rPr>
        <w:t xml:space="preserve">  Allaahumma Ajjil Farajah Wa Sah</w:t>
      </w:r>
      <w:r w:rsidR="002E452F">
        <w:rPr>
          <w:rStyle w:val="libItalicChar"/>
        </w:rPr>
        <w:t>-</w:t>
      </w:r>
      <w:r w:rsidRPr="00F83CC6">
        <w:rPr>
          <w:rStyle w:val="libItalicChar"/>
        </w:rPr>
        <w:t>hil Makhrajah Waj’alnaa Min Answaarihee Wa A’awaanihee.</w:t>
      </w:r>
    </w:p>
    <w:p w:rsidR="00294BA7" w:rsidRDefault="00294BA7" w:rsidP="00294BA7">
      <w:pPr>
        <w:pStyle w:val="libNormal"/>
      </w:pPr>
      <w:r>
        <w:t>Imaam</w:t>
      </w:r>
      <w:r w:rsidR="002E452F">
        <w:t>-</w:t>
      </w:r>
      <w:r>
        <w:t>e</w:t>
      </w:r>
      <w:r w:rsidR="002E452F">
        <w:t>-</w:t>
      </w:r>
      <w:r>
        <w:t xml:space="preserve">Zamaana A.F. had once given audience to a certain person, solved his problems, and instructed that if any one had a wish or is in trouble (a) should recite this </w:t>
      </w:r>
      <w:r w:rsidRPr="00F83CC6">
        <w:rPr>
          <w:rStyle w:val="libUnderlineChar"/>
        </w:rPr>
        <w:t xml:space="preserve">Duaa </w:t>
      </w:r>
      <w:r>
        <w:t xml:space="preserve">70 times: </w:t>
      </w:r>
      <w:r w:rsidRPr="00294BA7">
        <w:rPr>
          <w:rStyle w:val="libItalicChar"/>
        </w:rPr>
        <w:t xml:space="preserve"> Yaa Allaah, Yaa Muhammad,Yaa Ali, Yaa Faatima, Yaa Swaahibuz</w:t>
      </w:r>
      <w:r w:rsidR="002E452F">
        <w:rPr>
          <w:rStyle w:val="libItalicChar"/>
        </w:rPr>
        <w:t>-</w:t>
      </w:r>
      <w:r w:rsidRPr="00294BA7">
        <w:rPr>
          <w:rStyle w:val="libItalicChar"/>
        </w:rPr>
        <w:t xml:space="preserve">Zamaan Adriqnee Walaa Tuhliknee. </w:t>
      </w:r>
      <w:r>
        <w:t>(b)</w:t>
      </w:r>
      <w:r w:rsidRPr="00294BA7">
        <w:rPr>
          <w:rStyle w:val="libItalicChar"/>
        </w:rPr>
        <w:t xml:space="preserve"> </w:t>
      </w:r>
      <w:r>
        <w:t xml:space="preserve">Likewise when the Imaam helped certain person in his problem the Imaam recommended this: </w:t>
      </w:r>
      <w:r w:rsidRPr="00294BA7">
        <w:rPr>
          <w:rStyle w:val="libItalicChar"/>
        </w:rPr>
        <w:t>Namaaz</w:t>
      </w:r>
      <w:r w:rsidR="002E452F">
        <w:rPr>
          <w:rStyle w:val="libItalicChar"/>
        </w:rPr>
        <w:t>-</w:t>
      </w:r>
      <w:r w:rsidRPr="00294BA7">
        <w:rPr>
          <w:rStyle w:val="libItalicChar"/>
        </w:rPr>
        <w:t>Tahajjud, Ziyaarat</w:t>
      </w:r>
      <w:r w:rsidR="002E452F">
        <w:rPr>
          <w:rStyle w:val="libItalicChar"/>
        </w:rPr>
        <w:t>-</w:t>
      </w:r>
      <w:r w:rsidRPr="00294BA7">
        <w:rPr>
          <w:rStyle w:val="libItalicChar"/>
        </w:rPr>
        <w:t>E</w:t>
      </w:r>
      <w:r w:rsidR="002E452F">
        <w:rPr>
          <w:rStyle w:val="libItalicChar"/>
        </w:rPr>
        <w:t>-</w:t>
      </w:r>
      <w:r w:rsidRPr="00294BA7">
        <w:rPr>
          <w:rStyle w:val="libItalicChar"/>
        </w:rPr>
        <w:t xml:space="preserve">Jaami’ah, </w:t>
      </w:r>
      <w:r>
        <w:t xml:space="preserve">and </w:t>
      </w:r>
      <w:r w:rsidRPr="00294BA7">
        <w:rPr>
          <w:rStyle w:val="libItalicChar"/>
        </w:rPr>
        <w:t>Ziyaarat</w:t>
      </w:r>
      <w:r w:rsidR="002E452F">
        <w:rPr>
          <w:rStyle w:val="libItalicChar"/>
        </w:rPr>
        <w:t>-</w:t>
      </w:r>
      <w:r w:rsidRPr="00294BA7">
        <w:rPr>
          <w:rStyle w:val="libItalicChar"/>
        </w:rPr>
        <w:t>E</w:t>
      </w:r>
      <w:r w:rsidR="002E452F">
        <w:rPr>
          <w:rStyle w:val="libItalicChar"/>
        </w:rPr>
        <w:t>-</w:t>
      </w:r>
      <w:r w:rsidRPr="00294BA7">
        <w:rPr>
          <w:rStyle w:val="libItalicChar"/>
        </w:rPr>
        <w:t>Aashoor.</w:t>
      </w:r>
      <w:r>
        <w:t xml:space="preserve"> And the Imaam repeated this three times.</w:t>
      </w:r>
    </w:p>
    <w:p w:rsidR="00294BA7" w:rsidRDefault="00294BA7" w:rsidP="00294BA7">
      <w:pPr>
        <w:pStyle w:val="libCenterTitr"/>
      </w:pPr>
      <w:bookmarkStart w:id="17" w:name="_Toc64900067"/>
      <w:r>
        <w:t>DUAA</w:t>
      </w:r>
      <w:r w:rsidR="002E452F">
        <w:t>-</w:t>
      </w:r>
      <w:r>
        <w:t>E</w:t>
      </w:r>
      <w:r w:rsidR="002E452F">
        <w:t>-</w:t>
      </w:r>
      <w:r>
        <w:t xml:space="preserve"> ISTIGHAASAH</w:t>
      </w:r>
      <w:bookmarkEnd w:id="17"/>
    </w:p>
    <w:p w:rsidR="00294BA7" w:rsidRDefault="00294BA7" w:rsidP="00294BA7">
      <w:pPr>
        <w:pStyle w:val="libNormal"/>
      </w:pPr>
      <w:r>
        <w:t>It is narrated that this is the Istighaasah (a call for help) to Imaam Mehdi Swaahibuz Zamaan (A.S.) (A.F). When a person is disperate and all doors of hope seem closed, perform this A’amal and Inshaa’Allaah most surely the problem shall be easily solved instantly.</w:t>
      </w:r>
    </w:p>
    <w:p w:rsidR="00294BA7" w:rsidRDefault="00294BA7" w:rsidP="00294BA7">
      <w:pPr>
        <w:pStyle w:val="libNormal"/>
      </w:pPr>
      <w:r>
        <w:t>Wherever you are, pray 2 rak’at Namaaz as usual, with any Surah after Al</w:t>
      </w:r>
      <w:r w:rsidR="002E452F">
        <w:t>-</w:t>
      </w:r>
      <w:r>
        <w:t xml:space="preserve">Hamd, then recite the following Duaa standing under the open sky. The narrator says that it is better in this Namaaz to recite </w:t>
      </w:r>
      <w:r w:rsidRPr="00F83CC6">
        <w:rPr>
          <w:rStyle w:val="libItalicChar"/>
        </w:rPr>
        <w:t>Surah</w:t>
      </w:r>
      <w:r w:rsidR="002E452F">
        <w:rPr>
          <w:rStyle w:val="libItalicChar"/>
        </w:rPr>
        <w:t>-</w:t>
      </w:r>
      <w:r w:rsidRPr="00F83CC6">
        <w:rPr>
          <w:rStyle w:val="libItalicChar"/>
        </w:rPr>
        <w:t>e</w:t>
      </w:r>
      <w:r w:rsidR="002E452F">
        <w:rPr>
          <w:rStyle w:val="libItalicChar"/>
        </w:rPr>
        <w:t>-</w:t>
      </w:r>
      <w:r w:rsidRPr="00F83CC6">
        <w:rPr>
          <w:rStyle w:val="libItalicChar"/>
        </w:rPr>
        <w:t>Fat’h (Innaa Fatahnaa…)</w:t>
      </w:r>
      <w:r>
        <w:t xml:space="preserve"> in 1st rak’at after Al</w:t>
      </w:r>
      <w:r w:rsidR="002E452F">
        <w:t>-</w:t>
      </w:r>
      <w:r>
        <w:t xml:space="preserve">Hamd and </w:t>
      </w:r>
      <w:r w:rsidRPr="00F83CC6">
        <w:rPr>
          <w:rStyle w:val="libItalicChar"/>
        </w:rPr>
        <w:t>Surah</w:t>
      </w:r>
      <w:r w:rsidR="002E452F">
        <w:rPr>
          <w:rStyle w:val="libItalicChar"/>
        </w:rPr>
        <w:t>-</w:t>
      </w:r>
      <w:r w:rsidRPr="00F83CC6">
        <w:rPr>
          <w:rStyle w:val="libItalicChar"/>
        </w:rPr>
        <w:t>e</w:t>
      </w:r>
      <w:r w:rsidR="002E452F">
        <w:rPr>
          <w:rStyle w:val="libItalicChar"/>
        </w:rPr>
        <w:t>-</w:t>
      </w:r>
      <w:r w:rsidRPr="00F83CC6">
        <w:rPr>
          <w:rStyle w:val="libItalicChar"/>
        </w:rPr>
        <w:t>Nasr</w:t>
      </w:r>
      <w:r>
        <w:t xml:space="preserve"> in the 2nd rak’at.</w:t>
      </w:r>
    </w:p>
    <w:p w:rsidR="00294BA7" w:rsidRDefault="00294BA7" w:rsidP="00294BA7">
      <w:pPr>
        <w:pStyle w:val="libNormal"/>
      </w:pPr>
      <w:r>
        <w:lastRenderedPageBreak/>
        <w:t>DUAA: Bismillaahir</w:t>
      </w:r>
      <w:r w:rsidR="002E452F">
        <w:t>-</w:t>
      </w:r>
      <w:r>
        <w:t>Rahmaanir</w:t>
      </w:r>
      <w:r w:rsidR="002E452F">
        <w:t>-</w:t>
      </w:r>
      <w:r>
        <w:t>Raheem. Salaamullaahil Kaamilut</w:t>
      </w:r>
      <w:r w:rsidR="002E452F">
        <w:t>-</w:t>
      </w:r>
      <w:r>
        <w:t>taammush</w:t>
      </w:r>
      <w:r w:rsidR="002E452F">
        <w:t>-</w:t>
      </w:r>
      <w:r>
        <w:t>shaamilul Aammu Wa Swalawaatuhud</w:t>
      </w:r>
      <w:r w:rsidR="002E452F">
        <w:t>-</w:t>
      </w:r>
      <w:r>
        <w:t>daaimatu Wa Barakaatuhul Qaaimatut</w:t>
      </w:r>
      <w:r w:rsidR="002E452F">
        <w:t>-</w:t>
      </w:r>
      <w:r>
        <w:t>taamaatu Alaa Hujjatillaahi Wa Waliyyihi Fee Ardhiji Wa Bilaadihi Wa Khaleefatihi Alaa Khalqihi Wa Ibaadihi Wa Sulaalatin</w:t>
      </w:r>
      <w:r w:rsidR="002E452F">
        <w:t>-</w:t>
      </w:r>
      <w:r>
        <w:t>Nubuwwati Wa Baqiyyatil Itrati Was</w:t>
      </w:r>
      <w:r w:rsidR="002E452F">
        <w:t>-</w:t>
      </w:r>
      <w:r>
        <w:t>Safwati Swaahibiz</w:t>
      </w:r>
      <w:r w:rsidR="002E452F">
        <w:t>-</w:t>
      </w:r>
      <w:r>
        <w:t>Zamaani Wa Mudh’hiril Eemaani Wa Mulaqqini Ahkaamil Qur’aani Wa Mutwahhiril Ardhi Wa Naashiril Adli Fit</w:t>
      </w:r>
      <w:r w:rsidR="002E452F">
        <w:t>-</w:t>
      </w:r>
      <w:r>
        <w:t>twooli Wal Ardhi Wal Hujjatil Qaaimil Mahdeeyil Imaamil Muntadhiril Murdhwiyyi Wabni Aimmatit</w:t>
      </w:r>
      <w:r w:rsidR="002E452F">
        <w:t>-</w:t>
      </w:r>
      <w:r>
        <w:t>Twaahireenal Wasweeyibnil Awswiyaail Mardhwiyeenal Haadil Ma’aswoomibnil Aimmatil Hudaatil Ma’soomeen. Assalaamu Alayka Yaa Mu’izzal Mu’mineenal Mustadhw’afeen Assalaamu Alayka Yaa Mudhillal Kaafireenal Mutakabbireenadh</w:t>
      </w:r>
      <w:r w:rsidR="002E452F">
        <w:t>-</w:t>
      </w:r>
      <w:r>
        <w:t>dhwaalimeen Assalaamu Alayka Yaa Mawlaay Yaa Swaahibaz</w:t>
      </w:r>
      <w:r w:rsidR="002E452F">
        <w:t>-</w:t>
      </w:r>
      <w:r>
        <w:t>Zamaan, Assalaamu Alayka Yabna Rasoolillaahi. Assalaamu Alayka Yabna Ameeril Mu’mineen. Assalaamu Alayka Yabna Faatwimataz</w:t>
      </w:r>
      <w:r w:rsidR="002E452F">
        <w:t>-</w:t>
      </w:r>
      <w:r>
        <w:t>Zahraa’i Sayyidatan</w:t>
      </w:r>
      <w:r w:rsidR="002E452F">
        <w:t>-</w:t>
      </w:r>
      <w:r>
        <w:t>Nisaail Aalameen. Assalaamu Alayka Yabna Aimmatil Hujajil Ma’soomeen Wal Imaami Alal Khalqi Ajmaeen. Assalaamu Alayka Yaa Mawlaay Salaama Mukhliswin Laka Fil Wilaayati. Ash’hadu Annakal Imaamul Mahdiyyu Qawlan Wa Fi’alan Wa Antal</w:t>
      </w:r>
      <w:r w:rsidR="002E452F">
        <w:t>-</w:t>
      </w:r>
      <w:r>
        <w:t>ladhee Tamlaul Ardha Qistwan Wa Adlan Ba’ada Maa Muli’at Dhulman Wa Jawran, Fa Ajjalallaahu Farajak Wa Sahhala Makhrajak Wa Qarraba Zamaanak Wa Kath</w:t>
      </w:r>
      <w:r w:rsidR="002E452F">
        <w:t>-</w:t>
      </w:r>
      <w:r>
        <w:t>thara Answaarak Wa A’awaanak Wa Anjaza Laka Maa Wa’adaka Fa Huwa Asdaqul Qaaileen, Wa Nureedu An Namunna Alal Ladheenastudh’ifoo Fil Ardhi Wa Naj’alahum Aimmatan Wa Naj’alahumul Waaritheen. Yaa Mawlaaya Yaa Swaahibuz</w:t>
      </w:r>
      <w:r w:rsidR="002E452F">
        <w:t>-</w:t>
      </w:r>
      <w:r>
        <w:t>Zamaani Yabna Rasoolillaahi Haajatee…</w:t>
      </w:r>
    </w:p>
    <w:p w:rsidR="00294BA7" w:rsidRDefault="00294BA7" w:rsidP="00294BA7">
      <w:pPr>
        <w:pStyle w:val="libNormal"/>
      </w:pPr>
      <w:r>
        <w:t>Ask your Haajat here.</w:t>
      </w:r>
    </w:p>
    <w:p w:rsidR="00294BA7" w:rsidRDefault="00294BA7" w:rsidP="00294BA7">
      <w:pPr>
        <w:pStyle w:val="libNormal"/>
      </w:pPr>
      <w:r>
        <w:t xml:space="preserve"> Then recite the following Duaa:</w:t>
      </w:r>
    </w:p>
    <w:p w:rsidR="00294BA7" w:rsidRDefault="00294BA7" w:rsidP="00294BA7">
      <w:pPr>
        <w:pStyle w:val="libNormal"/>
      </w:pPr>
      <w:r>
        <w:t>Fash’fa’alee Fee Najaahihaa Fa Qad Tawajjahtu Ilayka Bi Haajatee Li Ilmee Anna Laka Indallaahi Shafaa’atan Maqboolatan Wa Maqaaman Mahmoodan Fa Bi Haqqi Manikhtasswakum Bi Amrihee Wartadhwaakum Li Sirrihee Wa Bish</w:t>
      </w:r>
      <w:r w:rsidR="002E452F">
        <w:t>-</w:t>
      </w:r>
      <w:r>
        <w:t>sha’anil</w:t>
      </w:r>
      <w:r w:rsidR="002E452F">
        <w:t>-</w:t>
      </w:r>
      <w:r>
        <w:t>ladhee Lakum Indallaahi Baynakum Wa Baynahu Salillaaha Ta’ala Fee Nujhi Twalibatee Wa Ijaabatee Da’awatee Wa Kashfi Kurbatee.</w:t>
      </w:r>
    </w:p>
    <w:p w:rsidR="00294BA7" w:rsidRDefault="00294BA7" w:rsidP="00294BA7">
      <w:pPr>
        <w:pStyle w:val="libNormal"/>
      </w:pPr>
      <w:r>
        <w:t xml:space="preserve">Then ask your </w:t>
      </w:r>
      <w:r w:rsidRPr="00294BA7">
        <w:rPr>
          <w:rStyle w:val="libItalicChar"/>
        </w:rPr>
        <w:t>Haajat</w:t>
      </w:r>
      <w:r>
        <w:t>, Inshaa’Allah it will be fulfilled.</w:t>
      </w:r>
    </w:p>
    <w:p w:rsidR="00A52C13" w:rsidRPr="00A52C13" w:rsidRDefault="00A52C13" w:rsidP="00A52C13">
      <w:pPr>
        <w:pStyle w:val="libNormal"/>
      </w:pPr>
      <w:bookmarkStart w:id="18" w:name="_Toc64900068"/>
      <w:r w:rsidRPr="00A52C13">
        <w:br w:type="page"/>
      </w:r>
    </w:p>
    <w:p w:rsidR="00A52C13" w:rsidRDefault="00A52C13" w:rsidP="00A52C13">
      <w:pPr>
        <w:pStyle w:val="Heading1Center"/>
      </w:pPr>
      <w:bookmarkStart w:id="19" w:name="_Toc420238089"/>
      <w:bookmarkEnd w:id="18"/>
      <w:r w:rsidRPr="00A52C13">
        <w:lastRenderedPageBreak/>
        <w:t>FROM SURAH-E-YAASEEN</w:t>
      </w:r>
      <w:bookmarkEnd w:id="19"/>
    </w:p>
    <w:p w:rsidR="00294BA7" w:rsidRDefault="00294BA7" w:rsidP="00294BA7">
      <w:pPr>
        <w:pStyle w:val="libNormal"/>
      </w:pPr>
      <w:r>
        <w:t xml:space="preserve">Surah </w:t>
      </w:r>
      <w:r w:rsidR="002E452F">
        <w:t>-</w:t>
      </w:r>
      <w:r>
        <w:t xml:space="preserve"> e </w:t>
      </w:r>
      <w:r w:rsidR="002E452F">
        <w:t>-</w:t>
      </w:r>
      <w:r>
        <w:t xml:space="preserve"> Yaaseen is the most important and significant chapter from the Holy Qur’an. If one recites this Holy surah only for the pleasure of Allaah then all his/her sins are forgiven and Sawaab of reciting Holy Qur’an 12 times is recorded in his/her account. If this is recited at night Allaah (S.W.T.) sends 1000 angels for protection of the reciter, and if the reciter dies then he/she shall be admitted to Jannat.</w:t>
      </w:r>
    </w:p>
    <w:p w:rsidR="00294BA7" w:rsidRDefault="00294BA7" w:rsidP="00294BA7">
      <w:pPr>
        <w:pStyle w:val="libNormal"/>
      </w:pPr>
      <w:r>
        <w:t>Aayat No: 2. For increase in Ne’mat, recite 100 times daily.</w:t>
      </w:r>
    </w:p>
    <w:p w:rsidR="00294BA7" w:rsidRDefault="00294BA7" w:rsidP="00294BA7">
      <w:pPr>
        <w:pStyle w:val="libNormal"/>
      </w:pPr>
      <w:r>
        <w:t>3. “mental sickness or a bewitched person.</w:t>
      </w:r>
    </w:p>
    <w:p w:rsidR="00294BA7" w:rsidRDefault="00294BA7" w:rsidP="00294BA7">
      <w:pPr>
        <w:pStyle w:val="libNormal"/>
      </w:pPr>
      <w:r>
        <w:t>4. “for befriending someone for Allah’s pleasure. 100.</w:t>
      </w:r>
    </w:p>
    <w:p w:rsidR="00294BA7" w:rsidRDefault="00294BA7" w:rsidP="00294BA7">
      <w:pPr>
        <w:pStyle w:val="libNormal"/>
      </w:pPr>
      <w:r>
        <w:t>13. “good luck. Write with rose water, wash it and drink.</w:t>
      </w:r>
    </w:p>
    <w:p w:rsidR="00294BA7" w:rsidRDefault="00294BA7" w:rsidP="00294BA7">
      <w:pPr>
        <w:pStyle w:val="libNormal"/>
      </w:pPr>
      <w:r>
        <w:t>17. “the oppressed should write and keep with him/her.</w:t>
      </w:r>
    </w:p>
    <w:p w:rsidR="00294BA7" w:rsidRDefault="00294BA7" w:rsidP="00294BA7">
      <w:pPr>
        <w:pStyle w:val="libNormal"/>
      </w:pPr>
      <w:r>
        <w:t>19. “safe child</w:t>
      </w:r>
      <w:r w:rsidR="002E452F">
        <w:t>-</w:t>
      </w:r>
      <w:r>
        <w:t>birth.</w:t>
      </w:r>
    </w:p>
    <w:p w:rsidR="00294BA7" w:rsidRDefault="00294BA7" w:rsidP="00294BA7">
      <w:pPr>
        <w:pStyle w:val="libNormal"/>
      </w:pPr>
      <w:r>
        <w:t>23 “the cure of any sickness.</w:t>
      </w:r>
    </w:p>
    <w:p w:rsidR="00294BA7" w:rsidRDefault="00294BA7" w:rsidP="00294BA7">
      <w:pPr>
        <w:pStyle w:val="libNormal"/>
      </w:pPr>
      <w:r>
        <w:t>25. “the cure of fever.</w:t>
      </w:r>
    </w:p>
    <w:p w:rsidR="00294BA7" w:rsidRDefault="00294BA7" w:rsidP="00294BA7">
      <w:pPr>
        <w:pStyle w:val="libNormal"/>
      </w:pPr>
      <w:r>
        <w:t>26. “walking long distance without exaustion.</w:t>
      </w:r>
    </w:p>
    <w:p w:rsidR="00294BA7" w:rsidRDefault="00294BA7" w:rsidP="00294BA7">
      <w:pPr>
        <w:pStyle w:val="libNormal"/>
      </w:pPr>
      <w:r>
        <w:t>29. “a child crying too much and does not sleep.</w:t>
      </w:r>
    </w:p>
    <w:p w:rsidR="00294BA7" w:rsidRDefault="00294BA7" w:rsidP="00294BA7">
      <w:pPr>
        <w:pStyle w:val="libNormal"/>
      </w:pPr>
      <w:r>
        <w:t>31. “wiping out enmity and disgrace the enemies.</w:t>
      </w:r>
    </w:p>
    <w:p w:rsidR="00294BA7" w:rsidRDefault="00294BA7" w:rsidP="00294BA7">
      <w:pPr>
        <w:pStyle w:val="libNormal"/>
      </w:pPr>
      <w:r>
        <w:t>32. “curing a person bewitched by genie.</w:t>
      </w:r>
    </w:p>
    <w:p w:rsidR="00294BA7" w:rsidRDefault="00294BA7" w:rsidP="00294BA7">
      <w:pPr>
        <w:pStyle w:val="libNormal"/>
      </w:pPr>
      <w:r>
        <w:t>34. “shutting the mouths of enemies.</w:t>
      </w:r>
    </w:p>
    <w:p w:rsidR="00294BA7" w:rsidRDefault="00294BA7" w:rsidP="00294BA7">
      <w:pPr>
        <w:pStyle w:val="libNormal"/>
      </w:pPr>
      <w:r>
        <w:t>35 “Fishaar</w:t>
      </w:r>
      <w:r w:rsidR="002E452F">
        <w:t>-</w:t>
      </w:r>
      <w:r>
        <w:t>e</w:t>
      </w:r>
      <w:r w:rsidR="002E452F">
        <w:t>-</w:t>
      </w:r>
      <w:r>
        <w:t>Kabr.</w:t>
      </w:r>
    </w:p>
    <w:p w:rsidR="00294BA7" w:rsidRDefault="00294BA7" w:rsidP="00294BA7">
      <w:pPr>
        <w:pStyle w:val="libNormal"/>
      </w:pPr>
      <w:r>
        <w:t>36. “curing the bleeding nose.</w:t>
      </w:r>
    </w:p>
    <w:p w:rsidR="00294BA7" w:rsidRDefault="00294BA7" w:rsidP="00294BA7">
      <w:pPr>
        <w:pStyle w:val="libNormal"/>
      </w:pPr>
      <w:r>
        <w:t>37. “for making people hear us and be sociable.</w:t>
      </w:r>
    </w:p>
    <w:p w:rsidR="00294BA7" w:rsidRDefault="00294BA7" w:rsidP="00294BA7">
      <w:pPr>
        <w:pStyle w:val="libNormal"/>
      </w:pPr>
      <w:r>
        <w:t>38. “to degrade and debase the enemy.</w:t>
      </w:r>
    </w:p>
    <w:p w:rsidR="00294BA7" w:rsidRDefault="00294BA7" w:rsidP="00294BA7">
      <w:pPr>
        <w:pStyle w:val="libNormal"/>
      </w:pPr>
      <w:r>
        <w:t>39. “mentally sick.</w:t>
      </w:r>
    </w:p>
    <w:p w:rsidR="00294BA7" w:rsidRDefault="00294BA7" w:rsidP="00294BA7">
      <w:pPr>
        <w:pStyle w:val="libNormal"/>
      </w:pPr>
      <w:r>
        <w:t>40. “beseeching Allaah for a wish.</w:t>
      </w:r>
      <w:r>
        <w:tab/>
      </w:r>
    </w:p>
    <w:p w:rsidR="00294BA7" w:rsidRDefault="00294BA7" w:rsidP="00294BA7">
      <w:pPr>
        <w:pStyle w:val="libNormal"/>
      </w:pPr>
      <w:r>
        <w:t>41. “crossing Pool</w:t>
      </w:r>
      <w:r w:rsidR="002E452F">
        <w:t>-</w:t>
      </w:r>
      <w:r>
        <w:t>e</w:t>
      </w:r>
      <w:r w:rsidR="002E452F">
        <w:t>-</w:t>
      </w:r>
      <w:r>
        <w:t>Siraat with ease.</w:t>
      </w:r>
    </w:p>
    <w:p w:rsidR="00294BA7" w:rsidRDefault="00294BA7" w:rsidP="00294BA7">
      <w:pPr>
        <w:pStyle w:val="libNormal"/>
      </w:pPr>
      <w:r>
        <w:t>42. “seeing the Holy Prophet (S) in dream.</w:t>
      </w:r>
    </w:p>
    <w:p w:rsidR="00294BA7" w:rsidRDefault="00294BA7" w:rsidP="00294BA7">
      <w:pPr>
        <w:pStyle w:val="libNormal"/>
      </w:pPr>
      <w:r>
        <w:t>44. “abstaining from sins.</w:t>
      </w:r>
    </w:p>
    <w:p w:rsidR="00294BA7" w:rsidRDefault="00294BA7" w:rsidP="00294BA7">
      <w:pPr>
        <w:pStyle w:val="libNormal"/>
      </w:pPr>
      <w:r>
        <w:t>45. “becoming free from all shortfalls and deficits.</w:t>
      </w:r>
    </w:p>
    <w:p w:rsidR="00294BA7" w:rsidRDefault="00294BA7" w:rsidP="00294BA7">
      <w:pPr>
        <w:pStyle w:val="libNormal"/>
      </w:pPr>
      <w:r>
        <w:t>46 “remaining free from want.</w:t>
      </w:r>
    </w:p>
    <w:p w:rsidR="00294BA7" w:rsidRDefault="00294BA7" w:rsidP="00294BA7">
      <w:pPr>
        <w:pStyle w:val="libNormal"/>
      </w:pPr>
      <w:r>
        <w:t>47. “easiness of questioning in the grave.</w:t>
      </w:r>
    </w:p>
    <w:p w:rsidR="00294BA7" w:rsidRDefault="00294BA7" w:rsidP="00294BA7">
      <w:pPr>
        <w:pStyle w:val="libNormal"/>
      </w:pPr>
      <w:r>
        <w:t>47. “safety from drowning in water.</w:t>
      </w:r>
    </w:p>
    <w:p w:rsidR="00294BA7" w:rsidRDefault="00294BA7" w:rsidP="00294BA7">
      <w:pPr>
        <w:pStyle w:val="libNormal"/>
      </w:pPr>
      <w:r>
        <w:t>50 “knowing amazing secrets.</w:t>
      </w:r>
    </w:p>
    <w:p w:rsidR="00294BA7" w:rsidRDefault="00294BA7" w:rsidP="00294BA7">
      <w:pPr>
        <w:pStyle w:val="libNormal"/>
      </w:pPr>
      <w:r>
        <w:t>55 “instilling your fright in enemies’ minds.</w:t>
      </w:r>
    </w:p>
    <w:p w:rsidR="00294BA7" w:rsidRDefault="00294BA7" w:rsidP="00294BA7">
      <w:pPr>
        <w:pStyle w:val="libNormal"/>
      </w:pPr>
      <w:r>
        <w:t>57 “increase in sustenance and long life.</w:t>
      </w:r>
    </w:p>
    <w:p w:rsidR="00294BA7" w:rsidRDefault="00294BA7" w:rsidP="00294BA7">
      <w:pPr>
        <w:pStyle w:val="libNormal"/>
      </w:pPr>
      <w:r>
        <w:t>62 “sins being pardoned.</w:t>
      </w:r>
    </w:p>
    <w:p w:rsidR="00294BA7" w:rsidRDefault="00294BA7" w:rsidP="00294BA7">
      <w:pPr>
        <w:pStyle w:val="libNormal"/>
      </w:pPr>
      <w:r>
        <w:t>68 “removing poverty and hardship.</w:t>
      </w:r>
    </w:p>
    <w:p w:rsidR="00294BA7" w:rsidRDefault="00294BA7" w:rsidP="00294BA7">
      <w:pPr>
        <w:pStyle w:val="libNormal"/>
      </w:pPr>
      <w:r>
        <w:t>69 “for aching eyes.</w:t>
      </w:r>
    </w:p>
    <w:p w:rsidR="00294BA7" w:rsidRDefault="00294BA7" w:rsidP="00294BA7">
      <w:pPr>
        <w:pStyle w:val="libNormal"/>
      </w:pPr>
      <w:r>
        <w:t>76 “desiring a male baby.</w:t>
      </w:r>
    </w:p>
    <w:p w:rsidR="00294BA7" w:rsidRDefault="00294BA7" w:rsidP="00294BA7">
      <w:pPr>
        <w:pStyle w:val="libNormal"/>
      </w:pPr>
      <w:r>
        <w:t>78 “curing unconsciousness and headache.</w:t>
      </w:r>
    </w:p>
    <w:p w:rsidR="00294BA7" w:rsidRDefault="00294BA7" w:rsidP="00294BA7">
      <w:pPr>
        <w:pStyle w:val="libNormal"/>
      </w:pPr>
      <w:r>
        <w:t>81 “safety in journey.</w:t>
      </w:r>
    </w:p>
    <w:p w:rsidR="00294BA7" w:rsidRDefault="00294BA7" w:rsidP="00294BA7">
      <w:pPr>
        <w:pStyle w:val="libNormal"/>
      </w:pPr>
      <w:r>
        <w:t>83 “all types of Haajaat, recite abundantly.</w:t>
      </w:r>
    </w:p>
    <w:p w:rsidR="002E452F" w:rsidRPr="00A52C13" w:rsidRDefault="002E452F" w:rsidP="00A52C13">
      <w:pPr>
        <w:pStyle w:val="libNormal"/>
      </w:pPr>
      <w:r w:rsidRPr="00A52C13">
        <w:br w:type="page"/>
      </w:r>
    </w:p>
    <w:p w:rsidR="00A52C13" w:rsidRDefault="00A52C13" w:rsidP="00A52C13">
      <w:pPr>
        <w:pStyle w:val="Heading1Center"/>
      </w:pPr>
      <w:bookmarkStart w:id="20" w:name="_Toc420238090"/>
      <w:r w:rsidRPr="00A52C13">
        <w:lastRenderedPageBreak/>
        <w:t>FOR ACHIEVING GOOD LUCK</w:t>
      </w:r>
      <w:bookmarkEnd w:id="20"/>
    </w:p>
    <w:p w:rsidR="00294BA7" w:rsidRDefault="00294BA7" w:rsidP="00294BA7">
      <w:pPr>
        <w:pStyle w:val="libNormal"/>
      </w:pPr>
      <w:r>
        <w:t xml:space="preserve">Recite </w:t>
      </w:r>
      <w:r w:rsidRPr="00294BA7">
        <w:rPr>
          <w:rStyle w:val="libItalicChar"/>
        </w:rPr>
        <w:t>Istighfaar</w:t>
      </w:r>
      <w:r>
        <w:t xml:space="preserve"> every morning and evening.</w:t>
      </w:r>
    </w:p>
    <w:p w:rsidR="00294BA7" w:rsidRPr="00294BA7" w:rsidRDefault="00294BA7" w:rsidP="00294BA7">
      <w:pPr>
        <w:pStyle w:val="libNormal"/>
        <w:rPr>
          <w:rStyle w:val="libItalicChar"/>
        </w:rPr>
      </w:pPr>
      <w:r>
        <w:t xml:space="preserve">On the eve of Friday recite </w:t>
      </w:r>
      <w:r w:rsidRPr="00294BA7">
        <w:rPr>
          <w:rStyle w:val="libItalicChar"/>
        </w:rPr>
        <w:t>three Surahs of Tawaaseen.</w:t>
      </w:r>
    </w:p>
    <w:p w:rsidR="00294BA7" w:rsidRPr="00294BA7" w:rsidRDefault="00294BA7" w:rsidP="00294BA7">
      <w:pPr>
        <w:pStyle w:val="libNormal"/>
        <w:rPr>
          <w:rStyle w:val="libItalicChar"/>
        </w:rPr>
      </w:pPr>
      <w:r>
        <w:t xml:space="preserve">Recite this Aayat from S.Yoosuf, in abundance: </w:t>
      </w:r>
      <w:r w:rsidRPr="00294BA7">
        <w:rPr>
          <w:rStyle w:val="libItalicChar"/>
        </w:rPr>
        <w:t>Inna Rabbee Latweefun Limaa Tashaau, Innahoo Huwal Aleemul Hakeem.</w:t>
      </w:r>
    </w:p>
    <w:p w:rsidR="00294BA7" w:rsidRDefault="00294BA7" w:rsidP="00294BA7">
      <w:pPr>
        <w:pStyle w:val="libNormal"/>
      </w:pPr>
      <w:r>
        <w:t xml:space="preserve">To open the doors to success::: recite </w:t>
      </w:r>
      <w:r w:rsidRPr="00294BA7">
        <w:rPr>
          <w:rStyle w:val="libItalicChar"/>
        </w:rPr>
        <w:t>Aayatul Qursee</w:t>
      </w:r>
      <w:r>
        <w:t xml:space="preserve"> as per the Adad of your name. (Adad=code number of each Arabic alphabet).</w:t>
      </w:r>
    </w:p>
    <w:p w:rsidR="00294BA7" w:rsidRPr="00294BA7" w:rsidRDefault="00294BA7" w:rsidP="00294BA7">
      <w:pPr>
        <w:pStyle w:val="libNormal"/>
        <w:rPr>
          <w:rStyle w:val="libItalicChar"/>
        </w:rPr>
      </w:pPr>
      <w:r>
        <w:t xml:space="preserve">If there is something you fear and you want a good fortune: Recite 2 rak’at </w:t>
      </w:r>
      <w:r w:rsidRPr="00294BA7">
        <w:rPr>
          <w:rStyle w:val="libItalicChar"/>
        </w:rPr>
        <w:t xml:space="preserve">Namaaz, </w:t>
      </w:r>
      <w:r>
        <w:t>in each rak’at after Al</w:t>
      </w:r>
      <w:r w:rsidR="002E452F">
        <w:t>-</w:t>
      </w:r>
      <w:r>
        <w:t xml:space="preserve">Hamd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Feel</w:t>
      </w:r>
      <w:r>
        <w:t xml:space="preserve">, then before you recite Salaam you should recite 7 times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Nasr</w:t>
      </w:r>
      <w:r>
        <w:t xml:space="preserve"> and 12 times—</w:t>
      </w:r>
      <w:r w:rsidRPr="00294BA7">
        <w:rPr>
          <w:rStyle w:val="libItalicChar"/>
        </w:rPr>
        <w:t>Am Indahum Khazaainoo Rahmati Rabbikal Azeezil Wahhaab, Am Lahum Mulkus</w:t>
      </w:r>
      <w:r w:rsidR="002E452F">
        <w:rPr>
          <w:rStyle w:val="libItalicChar"/>
        </w:rPr>
        <w:t>-</w:t>
      </w:r>
      <w:r w:rsidRPr="00294BA7">
        <w:rPr>
          <w:rStyle w:val="libItalicChar"/>
        </w:rPr>
        <w:t>Samaawaati Wal Ardhi Wamaa Baynahumaa, Fal Yartaqoo Fil Asbaab.</w:t>
      </w:r>
      <w:r>
        <w:t xml:space="preserve"> Then complete the Namaaz. Then </w:t>
      </w:r>
      <w:r w:rsidRPr="00294BA7">
        <w:rPr>
          <w:rStyle w:val="libItalicChar"/>
        </w:rPr>
        <w:t>Tasbeeh</w:t>
      </w:r>
      <w:r>
        <w:t xml:space="preserve">. Then raise your hands and recite 100 times </w:t>
      </w:r>
      <w:r w:rsidRPr="00294BA7">
        <w:rPr>
          <w:rStyle w:val="libItalicChar"/>
        </w:rPr>
        <w:t>Yaa Wahhaabu</w:t>
      </w:r>
      <w:r>
        <w:t>.</w:t>
      </w:r>
    </w:p>
    <w:p w:rsidR="00294BA7" w:rsidRPr="00294BA7" w:rsidRDefault="00294BA7" w:rsidP="00294BA7">
      <w:pPr>
        <w:pStyle w:val="libNormal"/>
        <w:rPr>
          <w:rStyle w:val="libItalicChar"/>
        </w:rPr>
      </w:pPr>
      <w:r>
        <w:t>Recite this Duaa which is from Jawshan</w:t>
      </w:r>
      <w:r w:rsidR="002E452F">
        <w:t>-</w:t>
      </w:r>
      <w:r>
        <w:t>e</w:t>
      </w:r>
      <w:r w:rsidR="002E452F">
        <w:t>-</w:t>
      </w:r>
      <w:r>
        <w:t xml:space="preserve">Kabeer: </w:t>
      </w:r>
      <w:r w:rsidRPr="00294BA7">
        <w:rPr>
          <w:rStyle w:val="libItalicChar"/>
        </w:rPr>
        <w:t>Yaa Uddatee Inda Shiddatee, Yaa Rajaa’ee Inda Musweebatee, Yaa Moonisi Inda Wahshatee, Yaa Swaahibee Inda Ghurbatee, Yaa Waliyyee Inda Ni’amatee, Yaa Ghiyaasee Inda Kurbatee, Yaa Daleelee Inda Hayratee, Yaa Ghinaaee Indaftikaaree, Yaa Maljaaee Indadhh’tiraaree, Yaa Mu’eenee Inda Mafzaee.</w:t>
      </w:r>
    </w:p>
    <w:p w:rsidR="002E452F" w:rsidRDefault="002E452F" w:rsidP="00A52C13">
      <w:pPr>
        <w:pStyle w:val="libNormal"/>
      </w:pPr>
      <w:r>
        <w:br w:type="page"/>
      </w:r>
    </w:p>
    <w:p w:rsidR="00A52C13" w:rsidRDefault="00A52C13" w:rsidP="00A52C13">
      <w:pPr>
        <w:pStyle w:val="Heading1Center"/>
      </w:pPr>
      <w:bookmarkStart w:id="21" w:name="_Toc420238091"/>
      <w:r w:rsidRPr="00A52C13">
        <w:lastRenderedPageBreak/>
        <w:t>EVERYDAY RECITATIONS</w:t>
      </w:r>
      <w:bookmarkEnd w:id="21"/>
    </w:p>
    <w:p w:rsidR="00294BA7" w:rsidRDefault="00294BA7" w:rsidP="00294BA7">
      <w:pPr>
        <w:pStyle w:val="libNormal"/>
      </w:pPr>
      <w:r>
        <w:t>Just before the time of Zohr recite this Duaa: “Sub’haanallaahi Wa Laa ilaha Illallaahu Walhamdu Lillahil</w:t>
      </w:r>
      <w:r w:rsidR="002E452F">
        <w:t>-</w:t>
      </w:r>
      <w:r>
        <w:t>Ladhee Lam Yattakhidh Swaahibatan Walaa Waladan Walam Yakun Lahoo Shareekun Fil Mulki Walam Yakun Lahoo Waliyyun Minadh</w:t>
      </w:r>
      <w:r w:rsidR="002E452F">
        <w:t>-</w:t>
      </w:r>
      <w:r>
        <w:t>Dhulli Wa Kabbirhu Takbeera.”</w:t>
      </w:r>
    </w:p>
    <w:p w:rsidR="00294BA7" w:rsidRPr="00294BA7" w:rsidRDefault="00294BA7" w:rsidP="00294BA7">
      <w:pPr>
        <w:pStyle w:val="libNormal"/>
        <w:rPr>
          <w:rStyle w:val="libItalicChar"/>
        </w:rPr>
      </w:pPr>
      <w:r>
        <w:t xml:space="preserve">A tradition from Imaam Jaa’fer Saadiq (A.S.) that it is Waajib on a Muslim to recite this Duaa everyday before sunrise and sunset: </w:t>
      </w:r>
      <w:r w:rsidRPr="00294BA7">
        <w:rPr>
          <w:rStyle w:val="libItalicChar"/>
        </w:rPr>
        <w:t>“Laa Ilaaha Illallaahu Wahdahoo Laa Shareeka Lahoo Lahul Mulku Walahul Hamdu Yuhyee Wa Yumeetu Wahuwa Hayyun Laa Yamootu Biyadihil Khayru Wahuwa Alaa Kulli Shay’in Qadeer.”</w:t>
      </w:r>
    </w:p>
    <w:p w:rsidR="00294BA7" w:rsidRPr="00294BA7" w:rsidRDefault="00294BA7" w:rsidP="00294BA7">
      <w:pPr>
        <w:pStyle w:val="libNormal"/>
        <w:rPr>
          <w:rStyle w:val="libItalicChar"/>
        </w:rPr>
      </w:pPr>
      <w:r>
        <w:t>First thing in the morning while getting up from bed one should recite this 10 times so as to be protected from all problems during the day</w:t>
      </w:r>
      <w:r w:rsidRPr="00294BA7">
        <w:rPr>
          <w:rStyle w:val="libItalicChar"/>
        </w:rPr>
        <w:t>: “Bismil</w:t>
      </w:r>
      <w:r w:rsidR="002E452F">
        <w:rPr>
          <w:rStyle w:val="libItalicChar"/>
        </w:rPr>
        <w:t>-</w:t>
      </w:r>
      <w:r w:rsidRPr="00294BA7">
        <w:rPr>
          <w:rStyle w:val="libItalicChar"/>
        </w:rPr>
        <w:t>Laahir</w:t>
      </w:r>
      <w:r w:rsidR="002E452F">
        <w:rPr>
          <w:rStyle w:val="libItalicChar"/>
        </w:rPr>
        <w:t>-</w:t>
      </w:r>
      <w:r w:rsidRPr="00294BA7">
        <w:rPr>
          <w:rStyle w:val="libItalicChar"/>
        </w:rPr>
        <w:t>Rahmaanir</w:t>
      </w:r>
      <w:r w:rsidR="002E452F">
        <w:rPr>
          <w:rStyle w:val="libItalicChar"/>
        </w:rPr>
        <w:t>-</w:t>
      </w:r>
      <w:r w:rsidRPr="00294BA7">
        <w:rPr>
          <w:rStyle w:val="libItalicChar"/>
        </w:rPr>
        <w:t>Raheem, Laa Hawla Walaa Quwwata Illaa Billahil Aliyyil Adhweem.”</w:t>
      </w:r>
    </w:p>
    <w:p w:rsidR="00294BA7" w:rsidRPr="00294BA7" w:rsidRDefault="00294BA7" w:rsidP="00294BA7">
      <w:pPr>
        <w:pStyle w:val="libNormal"/>
        <w:rPr>
          <w:rStyle w:val="libItalicChar"/>
        </w:rPr>
      </w:pPr>
      <w:r>
        <w:t>It is also recommended by Ma’soomeen (A.S.) to recite this 10 times every morning and evening</w:t>
      </w:r>
      <w:r w:rsidRPr="00294BA7">
        <w:rPr>
          <w:rStyle w:val="libItalicChar"/>
        </w:rPr>
        <w:t>: “Sub’haanallaahi Wal Hamdu Lillaahi Wa Laa Ilaaha Illallaahu Wallaahu Akbar.”</w:t>
      </w:r>
    </w:p>
    <w:p w:rsidR="00294BA7" w:rsidRDefault="00294BA7" w:rsidP="00294BA7">
      <w:pPr>
        <w:pStyle w:val="libNormal"/>
      </w:pPr>
      <w:r>
        <w:t>Every mormning we should remember four bleesings which Allaah (S.W.T.) has given to us and thus recite the Duaa: “Alhamdu Lillaahil</w:t>
      </w:r>
      <w:r w:rsidR="002E452F">
        <w:t>-</w:t>
      </w:r>
      <w:r>
        <w:t>Ladhee Arrafanee Nafsahoo Walam Yatruqnee Amyaanal Qalb. Alhamdu Lillaahil</w:t>
      </w:r>
      <w:r w:rsidR="002E452F">
        <w:t>-</w:t>
      </w:r>
      <w:r>
        <w:t>Ladhee Ja’alanee Min Ummati Muhammadin Swallallaahu Alayhi Wa Aalihee. Alhamdu Lillaahil</w:t>
      </w:r>
      <w:r w:rsidR="002E452F">
        <w:t>-</w:t>
      </w:r>
      <w:r>
        <w:t>Ladhee Ja’ala Rizqee Fee Yadayhi Wa Lam Yaj’al Rizqee Fee Aydinnaas. Alhamdu Lillaahil</w:t>
      </w:r>
      <w:r w:rsidR="002E452F">
        <w:t>-</w:t>
      </w:r>
      <w:r>
        <w:t>Ladhee Satara Dhunoobee Wa Uyoobee Walam Yafdhahnee Baynal Khalaayikin</w:t>
      </w:r>
      <w:r w:rsidR="002E452F">
        <w:t>-</w:t>
      </w:r>
      <w:r>
        <w:t>Naas.”</w:t>
      </w:r>
    </w:p>
    <w:p w:rsidR="00294BA7" w:rsidRPr="00294BA7" w:rsidRDefault="00294BA7" w:rsidP="00294BA7">
      <w:pPr>
        <w:pStyle w:val="libNormal"/>
        <w:rPr>
          <w:rStyle w:val="libItalicChar"/>
        </w:rPr>
      </w:pPr>
      <w:r>
        <w:t>A Riwaayat from Salmaan Faarsee A.R. says that one who recites the following Duaa 3 times every morning then Allaah (S.W.T.) will protect him/her from 70 problems:</w:t>
      </w:r>
      <w:r w:rsidRPr="00294BA7">
        <w:rPr>
          <w:rStyle w:val="libItalicChar"/>
        </w:rPr>
        <w:t xml:space="preserve"> “Alhamdu Lillaahi Rabbil Aalameen Alhamdu Lillaahi Hamdan Kaseeran Twayyiban Mubaarakan Feehi.”</w:t>
      </w:r>
    </w:p>
    <w:p w:rsidR="00294BA7" w:rsidRPr="00294BA7" w:rsidRDefault="00294BA7" w:rsidP="00294BA7">
      <w:pPr>
        <w:pStyle w:val="libNormal"/>
        <w:rPr>
          <w:rStyle w:val="libItalicChar"/>
        </w:rPr>
      </w:pPr>
      <w:r>
        <w:t xml:space="preserve">It is reported from authentic books that one who recites the following </w:t>
      </w:r>
      <w:r w:rsidRPr="00294BA7">
        <w:rPr>
          <w:rStyle w:val="libItalicChar"/>
        </w:rPr>
        <w:t>SALAWAAT</w:t>
      </w:r>
      <w:r>
        <w:t xml:space="preserve"> every morning and evening, 3 times, his/her sins shall be forgiven, he/she shall always remain pleased and happy, the needs shall be fulfilled, sustenance increased, shall overcome the enemies, and in Jannat shall be near the Holy Prophet (S.A.W.W.) it is this Salawaat: </w:t>
      </w:r>
      <w:r w:rsidRPr="00294BA7">
        <w:rPr>
          <w:rStyle w:val="libItalicChar"/>
        </w:rPr>
        <w:t>“Allaahumma Swalli Alaa Muhammadin Wa Aali Muhammadin Fil Awwaleen, Wa Swalli Alaa Muhammadin Wa Aali Muhammadin Fil Aakhireen, Wa Swalli Alaa Muhammadin Wa Aali Muhammadin Fil Mala’il A’alaa, Wa Swalli Alaa Muhammadin Wa Aali Muhammadin Fil Mursaleen. Allaahumma A’ati Muhammadal Waseelata Wash</w:t>
      </w:r>
      <w:r w:rsidR="002E452F">
        <w:rPr>
          <w:rStyle w:val="libItalicChar"/>
        </w:rPr>
        <w:t>-</w:t>
      </w:r>
      <w:r w:rsidRPr="00294BA7">
        <w:rPr>
          <w:rStyle w:val="libItalicChar"/>
        </w:rPr>
        <w:t>Sharafa Wal Fadheelata Wad</w:t>
      </w:r>
      <w:r w:rsidR="002E452F">
        <w:rPr>
          <w:rStyle w:val="libItalicChar"/>
        </w:rPr>
        <w:t>-</w:t>
      </w:r>
      <w:r w:rsidRPr="00294BA7">
        <w:rPr>
          <w:rStyle w:val="libItalicChar"/>
        </w:rPr>
        <w:t>Darajatal Kabeera.. Allaahumma Innee Aamantu Bi Muhammadin Wa Aalihee Walam Arahoo Falaa TahrimneeYawmal Qiyaamati Ru’ayatahoo Warzuqnee Suhbatahoo Wa Tawaffanee Alaa Millatihee Wasqinee Min Hawdhihee Mashraban Rawiyyan Saaighan Hanee’an Laa Adhmaa’u Ba’adahoo Abadan Innaka Alaaa Kulli Shay’in Qadeer. Allaahumma Kamaa Aamantu Bi Muhammadin Swallallaahu Alayhi Wa Aalihee Wa Lam Arahoo Fa Arenee Fil Jinaani Wajhahoo, Allaahumma Balligh Rooha Muhammadin Annee Tahiyyatan Katheeratan Wa Salaama”.</w:t>
      </w:r>
    </w:p>
    <w:p w:rsidR="00294BA7" w:rsidRPr="00294BA7" w:rsidRDefault="00294BA7" w:rsidP="00294BA7">
      <w:pPr>
        <w:pStyle w:val="libNormal"/>
        <w:rPr>
          <w:rStyle w:val="libItalicChar"/>
        </w:rPr>
      </w:pPr>
      <w:r>
        <w:t>As we remember the the most cruel atrocities, carnages and killings committed by the despots and enemies of Ahlul Bait it is our duty to curse all those Zaalims every time, especially in these words which are in Ziyaarat</w:t>
      </w:r>
      <w:r w:rsidR="002E452F">
        <w:t>-</w:t>
      </w:r>
      <w:r>
        <w:t>e</w:t>
      </w:r>
      <w:r w:rsidR="002E452F">
        <w:t>-</w:t>
      </w:r>
      <w:r>
        <w:t xml:space="preserve">Aashoora: </w:t>
      </w:r>
      <w:r w:rsidRPr="00294BA7">
        <w:rPr>
          <w:rStyle w:val="libItalicChar"/>
        </w:rPr>
        <w:t>“Allaahul’an Awwala Dhwaalimin Dhwalama Haqqa Muhammadin Wa Aali Muhammadin Wa Aakhira Taabi’in Lahoo Alaa Dhaalika, Allaahumal’anil Iswaabatil</w:t>
      </w:r>
      <w:r w:rsidR="002E452F">
        <w:rPr>
          <w:rStyle w:val="libItalicChar"/>
        </w:rPr>
        <w:t>-</w:t>
      </w:r>
      <w:r w:rsidRPr="00294BA7">
        <w:rPr>
          <w:rStyle w:val="libItalicChar"/>
        </w:rPr>
        <w:t>Latee Jaahadatil Husayn, Wa Shaaya’at, Wa Baaya’at, Wa Taaba’at Alaa Qatlihee, Allahumal’an Hum Jamee’a.”</w:t>
      </w:r>
    </w:p>
    <w:p w:rsidR="00294BA7" w:rsidRDefault="00294BA7" w:rsidP="00294BA7">
      <w:pPr>
        <w:pStyle w:val="libNormal"/>
      </w:pPr>
      <w:r>
        <w:t>There is tremendous Sawaab in reciting this Duaa everyday in the morning: ‘Ash’hadu An Laa Ilaaha Illallaahu Wahdahoo Laa Shareeka Lahoo, Ilaahan Waahidan Ahadan Fardan Swamadan Lam Yat</w:t>
      </w:r>
      <w:r w:rsidR="002E452F">
        <w:t>-</w:t>
      </w:r>
      <w:r>
        <w:t>Takhiz Swaahibatan Walaa Waladaa.”</w:t>
      </w:r>
    </w:p>
    <w:p w:rsidR="00294BA7" w:rsidRPr="00294BA7" w:rsidRDefault="00294BA7" w:rsidP="00294BA7">
      <w:pPr>
        <w:pStyle w:val="libNormal"/>
        <w:rPr>
          <w:rStyle w:val="libItalicChar"/>
        </w:rPr>
      </w:pPr>
      <w:r>
        <w:t xml:space="preserve">Imaam Ameerul Mu’minees (A.S.) said that if anyone recites the following Duaa 3 times before and after evening time then he or she shall not miss any good deed during the night, </w:t>
      </w:r>
      <w:r>
        <w:lastRenderedPageBreak/>
        <w:t xml:space="preserve">and shall remain safe from all evils deeds: </w:t>
      </w:r>
      <w:r w:rsidRPr="00294BA7">
        <w:rPr>
          <w:rStyle w:val="libItalicChar"/>
        </w:rPr>
        <w:t>“Fa Sub’haanallahi Heena Tumsoona Wa Heena Tusbihoon Walahul Hamdu Fissamaawaati Wal Ardhi Wa Ashiyyan Wa Heena Tudh’hiroon.”</w:t>
      </w:r>
    </w:p>
    <w:p w:rsidR="00294BA7" w:rsidRPr="00294BA7" w:rsidRDefault="00294BA7" w:rsidP="00294BA7">
      <w:pPr>
        <w:pStyle w:val="libNormal"/>
        <w:rPr>
          <w:rStyle w:val="libItalicChar"/>
        </w:rPr>
      </w:pPr>
      <w:r>
        <w:t xml:space="preserve">A person came to the Holy Prophet S..W.W. and complained about his poverty and disease. He was instructed to recite this Duaa every morning and evening for its relief: </w:t>
      </w:r>
      <w:r w:rsidRPr="00294BA7">
        <w:rPr>
          <w:rStyle w:val="libItalicChar"/>
        </w:rPr>
        <w:t>“Laa Hawala Walaa Quwwata Illaa Billaahi Tawaqqaltu Alal Hayyil</w:t>
      </w:r>
      <w:r w:rsidR="002E452F">
        <w:rPr>
          <w:rStyle w:val="libItalicChar"/>
        </w:rPr>
        <w:t>-</w:t>
      </w:r>
      <w:r w:rsidRPr="00294BA7">
        <w:rPr>
          <w:rStyle w:val="libItalicChar"/>
        </w:rPr>
        <w:t>Ladhee Laa Yamootu Walhamdu Lillaahilladhee Lam Yattikhidh Waladan Walam Yakunlahoo Sharrekun Fil Mulki Walam Yakun Lahoo Waliyyun Minadh</w:t>
      </w:r>
      <w:r w:rsidR="002E452F">
        <w:rPr>
          <w:rStyle w:val="libItalicChar"/>
        </w:rPr>
        <w:t>-</w:t>
      </w:r>
      <w:r w:rsidRPr="00294BA7">
        <w:rPr>
          <w:rStyle w:val="libItalicChar"/>
        </w:rPr>
        <w:t>Dhulli Wa Kabbirhoo Takbeera.”</w:t>
      </w:r>
    </w:p>
    <w:p w:rsidR="00294BA7" w:rsidRPr="00294BA7" w:rsidRDefault="00294BA7" w:rsidP="00294BA7">
      <w:pPr>
        <w:pStyle w:val="libNormal"/>
        <w:rPr>
          <w:rStyle w:val="libItalicChar"/>
        </w:rPr>
      </w:pPr>
      <w:r>
        <w:t>A tradition from Salamaan Farsee says that anyone who recites the following Duaa 3 times every morning Allaah will drive away seventy types of problems from him:</w:t>
      </w:r>
      <w:r w:rsidRPr="00294BA7">
        <w:rPr>
          <w:rStyle w:val="libItalicChar"/>
        </w:rPr>
        <w:t xml:space="preserve"> “Alhamdu Lillaahi Rabbil Aalameen Alhamdu Lillaahi Hamdan Katheeran Twayiban Mubaarakan Feehi.”</w:t>
      </w:r>
    </w:p>
    <w:p w:rsidR="00294BA7" w:rsidRDefault="00294BA7" w:rsidP="00294BA7">
      <w:pPr>
        <w:pStyle w:val="libNormal"/>
      </w:pPr>
      <w:r>
        <w:t>A tradition from Imaam Muhammad Baaqir (A.S.) says that it is very meritorious to recite this Duaa: “Allaahu Akbar Allaahu Akbar Kabeera Wa Sub’haanallaahi Bukratan Wa Asweela Walhamdu Lillaahi Rabbil Aalameena Katheeran Laa Shareeka Lahoo Wa Swallallaahu Alaa Muhammadin Wa Aalihee.”</w:t>
      </w:r>
    </w:p>
    <w:p w:rsidR="00294BA7" w:rsidRPr="00294BA7" w:rsidRDefault="00294BA7" w:rsidP="00294BA7">
      <w:pPr>
        <w:pStyle w:val="libNormal"/>
        <w:rPr>
          <w:rStyle w:val="libItalicChar"/>
        </w:rPr>
      </w:pPr>
      <w:r>
        <w:t xml:space="preserve">Imaam Ja’afar Saadiq (A.S.) says that anyone reciting this Duaa 3 times in the morning and 3 times in the evening will remain safe from all troubles, </w:t>
      </w:r>
      <w:r w:rsidRPr="00294BA7">
        <w:rPr>
          <w:rStyle w:val="libItalicChar"/>
        </w:rPr>
        <w:t>“Bismillaahil</w:t>
      </w:r>
      <w:r w:rsidR="002E452F">
        <w:rPr>
          <w:rStyle w:val="libItalicChar"/>
        </w:rPr>
        <w:t>-</w:t>
      </w:r>
      <w:r w:rsidRPr="00294BA7">
        <w:rPr>
          <w:rStyle w:val="libItalicChar"/>
        </w:rPr>
        <w:t>Ladhee Laa Yadhurru Ma’asmihee Shay’un Fil Ardhi Walaa Fis</w:t>
      </w:r>
      <w:r w:rsidR="002E452F">
        <w:rPr>
          <w:rStyle w:val="libItalicChar"/>
        </w:rPr>
        <w:t>-</w:t>
      </w:r>
      <w:r w:rsidRPr="00294BA7">
        <w:rPr>
          <w:rStyle w:val="libItalicChar"/>
        </w:rPr>
        <w:t>Samaai Wahuwas</w:t>
      </w:r>
      <w:r w:rsidR="002E452F">
        <w:rPr>
          <w:rStyle w:val="libItalicChar"/>
        </w:rPr>
        <w:t>-</w:t>
      </w:r>
      <w:r w:rsidRPr="00294BA7">
        <w:rPr>
          <w:rStyle w:val="libItalicChar"/>
        </w:rPr>
        <w:t>Sameeul Aleem.”</w:t>
      </w:r>
    </w:p>
    <w:p w:rsidR="00294BA7" w:rsidRPr="00294BA7" w:rsidRDefault="00294BA7" w:rsidP="00294BA7">
      <w:pPr>
        <w:pStyle w:val="libNormal"/>
        <w:rPr>
          <w:rStyle w:val="libItalicChar"/>
        </w:rPr>
      </w:pPr>
      <w:r>
        <w:t>Imaam Muhammad Baaqir (A.S.) said that Allaah (S.W.T.) called Nabee Nooh (A.S.) by the name ‘Banda</w:t>
      </w:r>
      <w:r w:rsidR="002E452F">
        <w:t>-</w:t>
      </w:r>
      <w:r>
        <w:t>e</w:t>
      </w:r>
      <w:r w:rsidR="002E452F">
        <w:t>-</w:t>
      </w:r>
      <w:r>
        <w:t xml:space="preserve">Shaakir’ (the most grateful one) because he used to recite this Dua daily morning and evening: </w:t>
      </w:r>
      <w:r w:rsidRPr="00294BA7">
        <w:rPr>
          <w:rStyle w:val="libItalicChar"/>
        </w:rPr>
        <w:t>“Allaahumma Innee Ush’hiduk Annahoo Maa Amsaa Wa Asbaha Bi Min Ni’amatin Aw Aafiyatin Fee Deenin Aw Dunyaa Faminka Wahdaka Laa Shareeka Laka Lakal Hamdu Walakash</w:t>
      </w:r>
      <w:r w:rsidR="002E452F">
        <w:rPr>
          <w:rStyle w:val="libItalicChar"/>
        </w:rPr>
        <w:t>-</w:t>
      </w:r>
      <w:r w:rsidRPr="00294BA7">
        <w:rPr>
          <w:rStyle w:val="libItalicChar"/>
        </w:rPr>
        <w:t>Shukru Bihaa Alayya Hattaa Tardhwaa Ilaahanaa.”</w:t>
      </w:r>
    </w:p>
    <w:p w:rsidR="00294BA7" w:rsidRDefault="00294BA7" w:rsidP="00294BA7">
      <w:pPr>
        <w:pStyle w:val="libNormal"/>
      </w:pPr>
      <w:r>
        <w:t>Nabee Nooh (A.S.) used to recite the following Duaa 10 times: “Allaahumma Innahoo Maa Asbaha Bi Min Ni’amatin Aw Aafiyatin Fee Deenin Aw Dunyaa Fa Minka Wahdaka Laa Shareeka Laka Lakal Hamdu Wa Lahash</w:t>
      </w:r>
      <w:r w:rsidR="002E452F">
        <w:t>-</w:t>
      </w:r>
      <w:r>
        <w:t>Shukru Bihaa Alayya Hataa Tardhwaa Wa Ba’adar</w:t>
      </w:r>
      <w:r w:rsidR="002E452F">
        <w:t>-</w:t>
      </w:r>
      <w:r>
        <w:t>Ridhaa.”</w:t>
      </w:r>
    </w:p>
    <w:p w:rsidR="00294BA7" w:rsidRDefault="00294BA7" w:rsidP="00294BA7">
      <w:pPr>
        <w:pStyle w:val="libNormal"/>
      </w:pPr>
      <w:r>
        <w:t xml:space="preserve">The Holy Prophet (S.A.W.W.) said anyone who recites this Duaa 7 times in the morning will remain safe and sound from every problem and trouble: </w:t>
      </w:r>
      <w:r w:rsidRPr="00294BA7">
        <w:rPr>
          <w:rStyle w:val="libItalicChar"/>
        </w:rPr>
        <w:t>“Fallaahu Khayrun Haafidhan Wahuwa Arhamur</w:t>
      </w:r>
      <w:r w:rsidR="002E452F">
        <w:rPr>
          <w:rStyle w:val="libItalicChar"/>
        </w:rPr>
        <w:t>-</w:t>
      </w:r>
      <w:r w:rsidRPr="00294BA7">
        <w:rPr>
          <w:rStyle w:val="libItalicChar"/>
        </w:rPr>
        <w:t>Raahimeen, Inna Waliyyiyallaahul</w:t>
      </w:r>
      <w:r w:rsidR="002E452F">
        <w:rPr>
          <w:rStyle w:val="libItalicChar"/>
        </w:rPr>
        <w:t>-</w:t>
      </w:r>
      <w:r w:rsidRPr="00294BA7">
        <w:rPr>
          <w:rStyle w:val="libItalicChar"/>
        </w:rPr>
        <w:t>Ladhee Nazzalal Kitaaba Wahuwa Yatawallas</w:t>
      </w:r>
      <w:r w:rsidR="002E452F">
        <w:rPr>
          <w:rStyle w:val="libItalicChar"/>
        </w:rPr>
        <w:t>-</w:t>
      </w:r>
      <w:r w:rsidRPr="00294BA7">
        <w:rPr>
          <w:rStyle w:val="libItalicChar"/>
        </w:rPr>
        <w:t>Swaaliheen Fain Tawallaw Faqul Hasbiyallaahu Laa Ilaaha Illaa Huwa Alayhi Tawaqqaltu Wahuwa Rabbul Arshil Adhweem.”</w:t>
      </w:r>
    </w:p>
    <w:p w:rsidR="00294BA7" w:rsidRPr="00294BA7" w:rsidRDefault="00294BA7" w:rsidP="00294BA7">
      <w:pPr>
        <w:pStyle w:val="libNormal"/>
        <w:rPr>
          <w:rStyle w:val="libItalicChar"/>
        </w:rPr>
      </w:pPr>
      <w:r>
        <w:t xml:space="preserve">The Holy Prophet (S.A.W.W.)said that anyone who recites the following Duaa everyday his request shall be fulfilled, his enemy shall be defeathed, nobody can overcome him, his debt shall be repaid, and all his worries shall be overcome: </w:t>
      </w:r>
      <w:r w:rsidRPr="00294BA7">
        <w:rPr>
          <w:rStyle w:val="libItalicChar"/>
        </w:rPr>
        <w:t>“Subhaanallaahi Kamaa Yambaghi Lillaahi, Walhamdulillaahi Kamaa Yambaghi Lillaahi, Wa Laa Ilaaha Illallaahu Kamaa Yambaghi Lillaahi Wallaahu Akbar Kamaa Yambaghi Lillaahi, Walaa Hawla Walaa Quwwata Illaa Billaahi Wa Swallallaahu Alaa Muhammadin Nabiyyii Wa Alaa Ahli Baytihi Wa Jamee’il Mursaleen Wannabiyyeen Hattaa Yardhwallaahu.”</w:t>
      </w:r>
    </w:p>
    <w:p w:rsidR="00294BA7" w:rsidRDefault="00294BA7" w:rsidP="00294BA7">
      <w:pPr>
        <w:pStyle w:val="libNormal"/>
      </w:pPr>
      <w:r>
        <w:t>There is tremandous Sawaab to recite this Duaa 360 times daily: “Sub’haanallaahi Wal Hamdu Lillaahi Wa Laa Ilaaha Illaallaahu Wallaahu Akbar Walaa Hawla Walaa Quwwata Illaa Billaahi.” and also, “Alhamdu Lillaahi Rabbil Aalameen Katheeran Alaa Kulli Haalin.”.</w:t>
      </w:r>
    </w:p>
    <w:p w:rsidR="00294BA7" w:rsidRPr="00294BA7" w:rsidRDefault="00294BA7" w:rsidP="00294BA7">
      <w:pPr>
        <w:pStyle w:val="libNormal"/>
        <w:rPr>
          <w:rStyle w:val="libItalicChar"/>
        </w:rPr>
      </w:pPr>
      <w:r>
        <w:t xml:space="preserve">Anyone who recites the following Duaa 400 times daily for 2 months, Allaah shall either give him plenty of properties or plenty of knowledge: </w:t>
      </w:r>
      <w:r w:rsidRPr="00294BA7">
        <w:rPr>
          <w:rStyle w:val="libItalicChar"/>
        </w:rPr>
        <w:t>“Astaghfirul</w:t>
      </w:r>
      <w:r w:rsidR="002E452F">
        <w:rPr>
          <w:rStyle w:val="libItalicChar"/>
        </w:rPr>
        <w:t>-</w:t>
      </w:r>
      <w:r w:rsidRPr="00294BA7">
        <w:rPr>
          <w:rStyle w:val="libItalicChar"/>
        </w:rPr>
        <w:t>Laahal</w:t>
      </w:r>
      <w:r w:rsidR="002E452F">
        <w:rPr>
          <w:rStyle w:val="libItalicChar"/>
        </w:rPr>
        <w:t>-</w:t>
      </w:r>
      <w:r w:rsidRPr="00294BA7">
        <w:rPr>
          <w:rStyle w:val="libItalicChar"/>
        </w:rPr>
        <w:t>Ladhee Laa Ilaaha Illaa Huwal Hayyul Qayyoomur</w:t>
      </w:r>
      <w:r w:rsidR="002E452F">
        <w:rPr>
          <w:rStyle w:val="libItalicChar"/>
        </w:rPr>
        <w:t>-</w:t>
      </w:r>
      <w:r w:rsidRPr="00294BA7">
        <w:rPr>
          <w:rStyle w:val="libItalicChar"/>
        </w:rPr>
        <w:t>Rahmaanur</w:t>
      </w:r>
      <w:r w:rsidR="002E452F">
        <w:rPr>
          <w:rStyle w:val="libItalicChar"/>
        </w:rPr>
        <w:t>-</w:t>
      </w:r>
      <w:r w:rsidRPr="00294BA7">
        <w:rPr>
          <w:rStyle w:val="libItalicChar"/>
        </w:rPr>
        <w:t>Raheem Badee’us</w:t>
      </w:r>
      <w:r w:rsidR="002E452F">
        <w:rPr>
          <w:rStyle w:val="libItalicChar"/>
        </w:rPr>
        <w:t>-</w:t>
      </w:r>
      <w:r w:rsidRPr="00294BA7">
        <w:rPr>
          <w:rStyle w:val="libItalicChar"/>
        </w:rPr>
        <w:t>Samaawaati Wal Ardhi Min Jamee’i Dhulmi Wa Jurmi Wa Israafi Alaa Nafsee Wa Atoobu Ilayhi.”</w:t>
      </w:r>
    </w:p>
    <w:p w:rsidR="00294BA7" w:rsidRDefault="00294BA7" w:rsidP="00294BA7">
      <w:pPr>
        <w:pStyle w:val="libNormal"/>
      </w:pPr>
      <w:r>
        <w:t>Anyone who recites this Duaa Allaah shall guarantee all his affairs of this world and of the Hereafter: “Bismillaahi Hasbiyallaahu Tawaqqaltu Alallaahi Allaahumma Innee As’aluka Khayra Umooree Kullihaa Wa Aoodhu Bika Min Khizyid</w:t>
      </w:r>
      <w:r w:rsidR="002E452F">
        <w:t>-</w:t>
      </w:r>
      <w:r>
        <w:t xml:space="preserve">Dunyaa Wa Adhaabil Aakhirati.” </w:t>
      </w:r>
      <w:r w:rsidR="002E452F">
        <w:t>-</w:t>
      </w:r>
      <w:r>
        <w:lastRenderedPageBreak/>
        <w:t xml:space="preserve">And this Dua also has the same effect: “Hasbiyallaahu Rabbiyallaahu Laa Ilaaha Illaa Huwa Alayhi Tawaqqaltu Wa Huwa Rabbul Arshil Adhweem.” </w:t>
      </w:r>
    </w:p>
    <w:p w:rsidR="00294BA7" w:rsidRDefault="00294BA7" w:rsidP="00A52C13">
      <w:pPr>
        <w:pStyle w:val="libNormal"/>
      </w:pPr>
      <w:r>
        <w:t xml:space="preserve">Imaam Ja’afar Saadiq (A.S.) said this Duaa is from the treasures of Duaas, so don’t miss to recite this 3 times everyday morning and evening: </w:t>
      </w:r>
      <w:r w:rsidRPr="00294BA7">
        <w:rPr>
          <w:rStyle w:val="libItalicChar"/>
        </w:rPr>
        <w:t>“Allaahummaj’Alnee Fee Dir’ikal Hasseenatil</w:t>
      </w:r>
      <w:r w:rsidR="002E452F">
        <w:rPr>
          <w:rStyle w:val="libItalicChar"/>
        </w:rPr>
        <w:t>-</w:t>
      </w:r>
      <w:r w:rsidRPr="00294BA7">
        <w:rPr>
          <w:rStyle w:val="libItalicChar"/>
        </w:rPr>
        <w:t>Latee Taj’alu Feehaa Man Tureedu.”</w:t>
      </w:r>
    </w:p>
    <w:p w:rsidR="002E452F" w:rsidRDefault="002E452F" w:rsidP="00F83CC6">
      <w:pPr>
        <w:pStyle w:val="libNormal"/>
      </w:pPr>
      <w:r>
        <w:br w:type="page"/>
      </w:r>
    </w:p>
    <w:p w:rsidR="00A52C13" w:rsidRDefault="00A52C13" w:rsidP="00A52C13">
      <w:pPr>
        <w:pStyle w:val="Heading1Center"/>
      </w:pPr>
      <w:bookmarkStart w:id="22" w:name="_Toc420238092"/>
      <w:r w:rsidRPr="00A52C13">
        <w:lastRenderedPageBreak/>
        <w:t>RADD-E-MAZAALIM (Compensation for zulm)</w:t>
      </w:r>
      <w:bookmarkEnd w:id="22"/>
    </w:p>
    <w:p w:rsidR="00294BA7" w:rsidRDefault="00294BA7" w:rsidP="00294BA7">
      <w:pPr>
        <w:pStyle w:val="libNormal"/>
      </w:pPr>
      <w:r>
        <w:t>Zulm (atrocity, tyranny, despotism, oppression, cruelty, violence) is the most hated thing by The All</w:t>
      </w:r>
      <w:r w:rsidR="002E452F">
        <w:t>-</w:t>
      </w:r>
      <w:r>
        <w:t>Merciful Allaah (S.W.T.) He is Merciful, Compassionate and Kind, and so does He like His creatures to behave towards each other. All the mess and chaos seen around the world is the result of Zulm in one</w:t>
      </w:r>
      <w:r w:rsidR="002E452F">
        <w:t>-</w:t>
      </w:r>
      <w:r>
        <w:t>way or the other. Peace and tranquility can never be achieved if there prevails Zulm. And the punishment in hereafter is very dreadful for this sin of Zulm. Allaah does not forgive the Zaalim because the sin has not been committed to Allaah, it is the matter of concern to others then Allaah (S.W.T.). The only way for forgiveness is to seek pardon from the person to whom Zulm was done.</w:t>
      </w:r>
    </w:p>
    <w:p w:rsidR="00294BA7" w:rsidRDefault="00294BA7" w:rsidP="00294BA7">
      <w:pPr>
        <w:pStyle w:val="libNormal"/>
      </w:pPr>
      <w:r>
        <w:t>If atall it is not possible to seek forgiveness from the person to whom Zulm was done (because of death, absence, or any other reasonable cause) then it is stated that the culprit should give a considerable amount in Sadaqa on behalf of the wronged ones and seek pardon from Allaah and beseech to Him that He may make the amendment by pleasing the wronged ones because all the might and power lies with Allaah (S.W.T.) only.</w:t>
      </w:r>
    </w:p>
    <w:p w:rsidR="00294BA7" w:rsidRDefault="00294BA7" w:rsidP="00294BA7">
      <w:pPr>
        <w:pStyle w:val="libNormal"/>
      </w:pPr>
      <w:r>
        <w:t xml:space="preserve">There are mentioned some A’amaal in the books that if we performed then they might be beneficial for the purpose. They are as follow: </w:t>
      </w:r>
    </w:p>
    <w:p w:rsidR="00294BA7" w:rsidRDefault="00294BA7" w:rsidP="00294BA7">
      <w:pPr>
        <w:pStyle w:val="libNormal"/>
      </w:pPr>
      <w:r>
        <w:t>Give Sadaqa on behalf of the person to whom you had done Zulm.</w:t>
      </w:r>
    </w:p>
    <w:p w:rsidR="00294BA7" w:rsidRDefault="00294BA7" w:rsidP="00294BA7">
      <w:pPr>
        <w:pStyle w:val="libNormal"/>
      </w:pPr>
      <w:r>
        <w:t>Do Istighfaar on his / her behalf.</w:t>
      </w:r>
    </w:p>
    <w:p w:rsidR="00294BA7" w:rsidRDefault="00294BA7" w:rsidP="00294BA7">
      <w:pPr>
        <w:pStyle w:val="libNormal"/>
      </w:pPr>
      <w:r>
        <w:t>Recite 12 times Surah</w:t>
      </w:r>
      <w:r w:rsidR="002E452F">
        <w:t>-</w:t>
      </w:r>
      <w:r>
        <w:t>e</w:t>
      </w:r>
      <w:r w:rsidR="002E452F">
        <w:t>-</w:t>
      </w:r>
      <w:r>
        <w:t>Ikhlaas and then recite this Duaa: Allaahumma Innee As’aluka Bismikal Maknoonil Makhzoonit</w:t>
      </w:r>
      <w:r w:rsidR="002E452F">
        <w:t>-</w:t>
      </w:r>
      <w:r>
        <w:t>Twaahirit</w:t>
      </w:r>
      <w:r w:rsidR="002E452F">
        <w:t>-</w:t>
      </w:r>
      <w:r>
        <w:t>Ttwuhril Mubaaraki Wa As’aluka Bismikal Adhweemi Wa Sultwaanikal Qadeemi Yaa Waahibal Atwaaya Yaa Mutliqal Usaara Yaa Faqqaaqar</w:t>
      </w:r>
      <w:r w:rsidR="002E452F">
        <w:t>-</w:t>
      </w:r>
      <w:r>
        <w:t>Riqaabi Minan</w:t>
      </w:r>
      <w:r w:rsidR="002E452F">
        <w:t>-</w:t>
      </w:r>
      <w:r>
        <w:t>Naari Swalli Alaa Muhammadin Wa Aali Muhammadin Wa Fukka Raqabatee Minan</w:t>
      </w:r>
      <w:r w:rsidR="002E452F">
        <w:t>-</w:t>
      </w:r>
      <w:r>
        <w:t>Naari Wa Akhrijnee Minad</w:t>
      </w:r>
      <w:r w:rsidR="002E452F">
        <w:t>-</w:t>
      </w:r>
      <w:r>
        <w:t>Dunyaa Aaminan Wa Adkhilnil Jannata Saaliman Waj’al Duaa’ee Awwalaha</w:t>
      </w:r>
    </w:p>
    <w:p w:rsidR="00294BA7" w:rsidRDefault="00294BA7" w:rsidP="00294BA7">
      <w:pPr>
        <w:pStyle w:val="libNormal"/>
      </w:pPr>
      <w:r>
        <w:t xml:space="preserve">Falaahan Wa Awsatwahoo Najaahan Wa Aakhirahoo Swalaahan Innaka Anta Allaamul Ghuyoob. </w:t>
      </w:r>
    </w:p>
    <w:p w:rsidR="002E452F" w:rsidRDefault="002E452F" w:rsidP="00294BA7">
      <w:pPr>
        <w:pStyle w:val="libNormal"/>
      </w:pPr>
      <w:r>
        <w:br w:type="page"/>
      </w:r>
    </w:p>
    <w:p w:rsidR="00A52C13" w:rsidRDefault="00A52C13" w:rsidP="00A52C13">
      <w:pPr>
        <w:pStyle w:val="Heading1Center"/>
      </w:pPr>
      <w:bookmarkStart w:id="23" w:name="_Toc420238093"/>
      <w:r w:rsidRPr="00A52C13">
        <w:lastRenderedPageBreak/>
        <w:t>To Ward Off FEARS, WORRIES &amp; ANXIETIES</w:t>
      </w:r>
      <w:bookmarkEnd w:id="23"/>
    </w:p>
    <w:p w:rsidR="00294BA7" w:rsidRDefault="00294BA7" w:rsidP="00294BA7">
      <w:pPr>
        <w:pStyle w:val="libNormal"/>
      </w:pPr>
      <w:r>
        <w:t>On everyday morning recite this Duaa, it wards off 70 types of problems: Al</w:t>
      </w:r>
      <w:r w:rsidR="002E452F">
        <w:t>-</w:t>
      </w:r>
      <w:r>
        <w:t>Hamdu Lillaahi Rabbil Aalameen, Al</w:t>
      </w:r>
      <w:r w:rsidR="002E452F">
        <w:t>-</w:t>
      </w:r>
      <w:r>
        <w:t>Hamdu Lillaahi Hamdan Katheeran Twayyiban Mubaarakan Feehi.</w:t>
      </w:r>
    </w:p>
    <w:p w:rsidR="00294BA7" w:rsidRPr="00294BA7" w:rsidRDefault="00294BA7" w:rsidP="00294BA7">
      <w:pPr>
        <w:pStyle w:val="libNormal"/>
        <w:rPr>
          <w:rStyle w:val="libItalicChar"/>
        </w:rPr>
      </w:pPr>
      <w:r>
        <w:t xml:space="preserve">When you are faced with some thing you are fearful of, then to get rid of it: recite </w:t>
      </w:r>
      <w:r w:rsidRPr="00294BA7">
        <w:rPr>
          <w:rStyle w:val="libItalicChar"/>
        </w:rPr>
        <w:t>2 rak’at Namaaz</w:t>
      </w:r>
      <w:r>
        <w:t xml:space="preserve"> and then recite 70 times this Duaa beseeching Allaah for your need: </w:t>
      </w:r>
      <w:r w:rsidRPr="00294BA7">
        <w:rPr>
          <w:rStyle w:val="libItalicChar"/>
        </w:rPr>
        <w:t>Yaa Abswaran</w:t>
      </w:r>
      <w:r w:rsidR="002E452F">
        <w:rPr>
          <w:rStyle w:val="libItalicChar"/>
        </w:rPr>
        <w:t>-</w:t>
      </w:r>
      <w:r w:rsidRPr="00294BA7">
        <w:rPr>
          <w:rStyle w:val="libItalicChar"/>
        </w:rPr>
        <w:t>Naadhireen Yaa Asma’as</w:t>
      </w:r>
      <w:r w:rsidR="002E452F">
        <w:rPr>
          <w:rStyle w:val="libItalicChar"/>
        </w:rPr>
        <w:t>-</w:t>
      </w:r>
      <w:r w:rsidRPr="00294BA7">
        <w:rPr>
          <w:rStyle w:val="libItalicChar"/>
        </w:rPr>
        <w:t>Saami’een Wa yaa Asra’al Haasibeen Wa Yaa Arhamar</w:t>
      </w:r>
      <w:r w:rsidR="002E452F">
        <w:rPr>
          <w:rStyle w:val="libItalicChar"/>
        </w:rPr>
        <w:t>-</w:t>
      </w:r>
      <w:r w:rsidRPr="00294BA7">
        <w:rPr>
          <w:rStyle w:val="libItalicChar"/>
        </w:rPr>
        <w:t>Raahimeen.</w:t>
      </w:r>
    </w:p>
    <w:p w:rsidR="00294BA7" w:rsidRDefault="00294BA7" w:rsidP="00294BA7">
      <w:pPr>
        <w:pStyle w:val="libNormal"/>
      </w:pPr>
      <w:r>
        <w:t>When you feel or suspect a danger recite: Allaahu Rabbee Laa Ushriku Bihee Shay’an Tawakkaltu Alal Hayyil</w:t>
      </w:r>
      <w:r w:rsidR="002E452F">
        <w:t>-</w:t>
      </w:r>
      <w:r>
        <w:t>Ladhee Laa Yamootu.</w:t>
      </w:r>
    </w:p>
    <w:p w:rsidR="00294BA7" w:rsidRDefault="00294BA7" w:rsidP="00294BA7">
      <w:pPr>
        <w:pStyle w:val="libNormal"/>
      </w:pPr>
      <w:r>
        <w:t>Jibraeel (A.S.) ascended from Allaah (S.W.T.) to Nabee Yoosuf (A.S.) when he was put in a deep well, he taught the following Duaa to come out from his problem.:</w:t>
      </w:r>
      <w:r w:rsidRPr="00294BA7">
        <w:rPr>
          <w:rStyle w:val="libItalicChar"/>
        </w:rPr>
        <w:t xml:space="preserve"> Allaahumma Innee As’aluka Bi Anna Lakal Hamd Laa Ilaaha Antal Mannaanu Badee’us</w:t>
      </w:r>
      <w:r w:rsidR="002E452F">
        <w:rPr>
          <w:rStyle w:val="libItalicChar"/>
        </w:rPr>
        <w:t>-</w:t>
      </w:r>
      <w:r w:rsidRPr="00294BA7">
        <w:rPr>
          <w:rStyle w:val="libItalicChar"/>
        </w:rPr>
        <w:t>Samaawaati Wal Ardh Dhul Jalaali Wal Ikraami An Tuswallee Alaa Muhammadin Wa Aali Muhammad Wa An Taj’ala Lee Mimmaa Anaa Feehi Farajan Wa Makhrajan.</w:t>
      </w:r>
    </w:p>
    <w:p w:rsidR="00294BA7" w:rsidRDefault="00294BA7" w:rsidP="00294BA7">
      <w:pPr>
        <w:pStyle w:val="libNormal"/>
      </w:pPr>
      <w:r>
        <w:t>Imaam Ja’afar Saadiq (A.S.) said that when you fear something recite this Duaa: Allaahumma Innaka Laa Yakfee Minka Ahadun Wa Anta Takfee Min Kulli Ahadin Min Khalqika Fakfinee Kadhaa wa Kadhaa.</w:t>
      </w:r>
    </w:p>
    <w:p w:rsidR="00294BA7" w:rsidRPr="00294BA7" w:rsidRDefault="00294BA7" w:rsidP="00294BA7">
      <w:pPr>
        <w:pStyle w:val="libNormal"/>
        <w:rPr>
          <w:rStyle w:val="libItalicChar"/>
        </w:rPr>
      </w:pPr>
      <w:r>
        <w:t xml:space="preserve">A Riwaayat from Imaam Muhammad Taqee (A.S.) says that one should have faith on this Duaa to solve problems and difficulties: </w:t>
      </w:r>
      <w:r w:rsidRPr="00294BA7">
        <w:rPr>
          <w:rStyle w:val="libItalicChar"/>
        </w:rPr>
        <w:t>Ya Man Yakfee Min Kulli Shay’in Walaa Yakfee Minhu Shay’un Ikfinee Maa Ahammanee.</w:t>
      </w:r>
    </w:p>
    <w:p w:rsidR="00294BA7" w:rsidRDefault="00294BA7" w:rsidP="00294BA7">
      <w:pPr>
        <w:pStyle w:val="libNormal"/>
      </w:pPr>
      <w:r>
        <w:t>To ward off and disperse fears from a tyrant ruler and to be safe from troubles recite this “Duaa</w:t>
      </w:r>
      <w:r w:rsidR="002E452F">
        <w:t>-</w:t>
      </w:r>
      <w:r>
        <w:t>e</w:t>
      </w:r>
      <w:r w:rsidR="002E452F">
        <w:t>-</w:t>
      </w:r>
      <w:r>
        <w:t>Ahli Bayt”: Yaa Qaa’inan Qabla Kulli Shay’in Wa Yaa Mukawwina Kulli Shay’in Wa Yaa Baaqiyan Ba’ada Kulli Shay’in Swalli Alaa Muhammadin Wa Aali Muhammad Waf’albee… (here beseech yout Haajat).</w:t>
      </w:r>
    </w:p>
    <w:p w:rsidR="00294BA7" w:rsidRDefault="00294BA7" w:rsidP="00294BA7">
      <w:pPr>
        <w:pStyle w:val="libNormal"/>
      </w:pPr>
      <w:r>
        <w:t xml:space="preserve">Immam Ja’afar Saadiq (A.S.) said that Imaam Zaynul Aabideen (A.S.)used to say that when I recite this Duaa then I don’t care even if all the human beings and gennies gather to harm me, they can’t do any harm to me. The Duaa Is: </w:t>
      </w:r>
      <w:r w:rsidRPr="00294BA7">
        <w:rPr>
          <w:rStyle w:val="libItalicChar"/>
        </w:rPr>
        <w:t>Bismillaahi Wa Billaahi Wa Minal</w:t>
      </w:r>
      <w:r w:rsidR="002E452F">
        <w:rPr>
          <w:rStyle w:val="libItalicChar"/>
        </w:rPr>
        <w:t>-</w:t>
      </w:r>
      <w:r w:rsidRPr="00294BA7">
        <w:rPr>
          <w:rStyle w:val="libItalicChar"/>
        </w:rPr>
        <w:t>Laahi Wa Ilal</w:t>
      </w:r>
      <w:r w:rsidR="002E452F">
        <w:rPr>
          <w:rStyle w:val="libItalicChar"/>
        </w:rPr>
        <w:t>-</w:t>
      </w:r>
      <w:r w:rsidRPr="00294BA7">
        <w:rPr>
          <w:rStyle w:val="libItalicChar"/>
        </w:rPr>
        <w:t>Laahi Fee Sabeelil</w:t>
      </w:r>
      <w:r w:rsidR="002E452F">
        <w:rPr>
          <w:rStyle w:val="libItalicChar"/>
        </w:rPr>
        <w:t>-</w:t>
      </w:r>
      <w:r w:rsidRPr="00294BA7">
        <w:rPr>
          <w:rStyle w:val="libItalicChar"/>
        </w:rPr>
        <w:t>Laahi Wa Alaa Millati Rasoolullaahi Swallallaahu Alayhi Wa Aalihee Allaahumma Ilayka Aslamtu Nafsee Wa Ilayka Wajjahtu Wajhee Wa Ilayka Alja’atu Dhwahree Wa Ilayka Fawwadhtu Amree, Allaahumah Fadhnee Bi Hifdhil Eemaani Min Bayni Yadayya Wa Min Khalfee Wa An Yameeni Wa An Shimaalee Wa Min Fawqee Wa Min Tahtee Wamaa Qibalee Wadfa’a Annee Bi Hawlika Wa Quwwatika Fa Innahoo Laa Hawla Walaa Quwwata Illaa Bika.</w:t>
      </w:r>
    </w:p>
    <w:p w:rsidR="00294BA7" w:rsidRDefault="00294BA7" w:rsidP="00294BA7">
      <w:pPr>
        <w:pStyle w:val="libNormal"/>
      </w:pPr>
      <w:r>
        <w:t xml:space="preserve">Imaam Ja’afar Saadiq (A.S.) said that if anyone recites this Duaa he/she shall not experience any discomfort due to fear in the mind: </w:t>
      </w:r>
      <w:r w:rsidRPr="00294BA7">
        <w:rPr>
          <w:rStyle w:val="libItalicChar"/>
        </w:rPr>
        <w:t>Bismillaahi Wa Billaahi Wa Tawaqqaltu Alallaahi Innahoo Manyatawaqqalu Alallaahi Fahuwa Hasbuhoo Innallaaha Baalighu Amrihee Qad Ja’alallaahu Likulli Shay’in Qadraa. Allaahummaj’alnee Fee Kanafika Wa fee Jawaarika Waj’alnee Fee Amaanika Wafee Man’ik.</w:t>
      </w:r>
    </w:p>
    <w:p w:rsidR="00294BA7" w:rsidRDefault="00294BA7" w:rsidP="00294BA7">
      <w:pPr>
        <w:pStyle w:val="libNormal"/>
      </w:pPr>
      <w:r>
        <w:t>For Hadees</w:t>
      </w:r>
      <w:r w:rsidR="002E452F">
        <w:t>-</w:t>
      </w:r>
      <w:r>
        <w:t>e</w:t>
      </w:r>
      <w:r w:rsidR="002E452F">
        <w:t>-</w:t>
      </w:r>
      <w:r>
        <w:t>Nafas (waswaas) recite: Tawaqqaltu Alal Hayyil</w:t>
      </w:r>
      <w:r w:rsidR="002E452F">
        <w:t>-</w:t>
      </w:r>
      <w:r>
        <w:t>Ladhee Laa Yamootu Wal</w:t>
      </w:r>
      <w:r w:rsidR="002E452F">
        <w:t>-</w:t>
      </w:r>
      <w:r>
        <w:t>Hamdu Lillaahil</w:t>
      </w:r>
      <w:r w:rsidR="002E452F">
        <w:t>-</w:t>
      </w:r>
      <w:r>
        <w:t>Ladhee Lam Yattakhidh Waladan Wa Lam Yakun Lahoo Shareekun Fil Mulki Wa Lam Yakunlahoo Waliyyun Mindh</w:t>
      </w:r>
      <w:r w:rsidR="002E452F">
        <w:t>-</w:t>
      </w:r>
      <w:r>
        <w:t>Dhulli Wa Kabbirho Takbeera.</w:t>
      </w:r>
    </w:p>
    <w:p w:rsidR="00294BA7" w:rsidRDefault="00294BA7" w:rsidP="00294BA7">
      <w:pPr>
        <w:pStyle w:val="libNormal"/>
      </w:pPr>
      <w:r>
        <w:t>To be free from worries and for peace of mind, recite this Duaa after Namaaz</w:t>
      </w:r>
      <w:r w:rsidR="002E452F">
        <w:t>-</w:t>
      </w:r>
      <w:r>
        <w:t>e</w:t>
      </w:r>
      <w:r w:rsidR="002E452F">
        <w:t>-</w:t>
      </w:r>
      <w:r>
        <w:t xml:space="preserve">Shab: </w:t>
      </w:r>
      <w:r w:rsidRPr="00294BA7">
        <w:rPr>
          <w:rStyle w:val="libItalicChar"/>
        </w:rPr>
        <w:t>Sub’haanallaahil Adhweemi Wa Bi Hamdihee, Astaghfirullaah Wa As’aluhoo Min Fadhlihi.</w:t>
      </w:r>
    </w:p>
    <w:p w:rsidR="00294BA7" w:rsidRDefault="00294BA7" w:rsidP="00294BA7">
      <w:pPr>
        <w:pStyle w:val="libNormal"/>
      </w:pPr>
      <w:r>
        <w:t xml:space="preserve">Reciting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Jumuah</w:t>
      </w:r>
      <w:r>
        <w:t xml:space="preserve"> relieves one from worries and fears.</w:t>
      </w:r>
    </w:p>
    <w:p w:rsidR="002E452F" w:rsidRDefault="002E452F" w:rsidP="00F83CC6">
      <w:pPr>
        <w:pStyle w:val="libNormal"/>
      </w:pPr>
      <w:r>
        <w:br w:type="page"/>
      </w:r>
    </w:p>
    <w:p w:rsidR="00A52C13" w:rsidRDefault="00A52C13" w:rsidP="00A52C13">
      <w:pPr>
        <w:pStyle w:val="Heading1Center"/>
      </w:pPr>
      <w:bookmarkStart w:id="24" w:name="_Toc420238094"/>
      <w:r w:rsidRPr="00A52C13">
        <w:lastRenderedPageBreak/>
        <w:t>To Be Free From PROBLEMS &amp; TROUBLES</w:t>
      </w:r>
      <w:bookmarkEnd w:id="24"/>
    </w:p>
    <w:p w:rsidR="00294BA7" w:rsidRDefault="00294BA7" w:rsidP="00294BA7">
      <w:pPr>
        <w:pStyle w:val="libNormal"/>
      </w:pPr>
      <w:r>
        <w:t xml:space="preserve">When a problem has already come down on you, Imaam Zaynul Aabideen said that perform Wudhoo and pray 2 or 4 rak’at Namaaz and then recite the following Duaa: </w:t>
      </w:r>
      <w:r w:rsidRPr="00294BA7">
        <w:rPr>
          <w:rStyle w:val="libItalicChar"/>
        </w:rPr>
        <w:t>Yaa Mawzi’i Kulli Shakwaa Wa Yaa Saami’a Kulli Najwaa Wa Yaa Shaahida Kulli Mala’in Wa Yaa Aalima Kulli Khafiyyatin Wa Yaa Daafi’a Maa Yashaau Min Baliyyatin Yaa Khaleela Ibraaheem Wa Yaa Najiyya Moosa Wa Yaa Mustwafiya Muhammadin Swallallaahu Alayhi Wa Aalihee Ad’ooka Duaa’a Manish Taddat Faaqatuhoo Wa Qallat Heelatuhoo Wa Dhwa’ufat Quwwatuhoo Duaa’al Ghareebil Ghareeqil Mudhtwarril Ladhee Laa Yajidoo Li Kashfi Maa Huwa Feehi Illaa Anta Yaa Arhamar</w:t>
      </w:r>
      <w:r w:rsidR="002E452F">
        <w:rPr>
          <w:rStyle w:val="libItalicChar"/>
        </w:rPr>
        <w:t>-</w:t>
      </w:r>
      <w:r w:rsidRPr="00294BA7">
        <w:rPr>
          <w:rStyle w:val="libItalicChar"/>
        </w:rPr>
        <w:t>Raahimeen.</w:t>
      </w:r>
    </w:p>
    <w:p w:rsidR="00294BA7" w:rsidRPr="00294BA7" w:rsidRDefault="00294BA7" w:rsidP="00294BA7">
      <w:pPr>
        <w:pStyle w:val="libNormal"/>
        <w:rPr>
          <w:rStyle w:val="libItalicChar"/>
        </w:rPr>
      </w:pPr>
      <w:r>
        <w:t>Cry for help through Imaam</w:t>
      </w:r>
      <w:r w:rsidR="002E452F">
        <w:t>-</w:t>
      </w:r>
      <w:r>
        <w:t>e</w:t>
      </w:r>
      <w:r w:rsidR="002E452F">
        <w:t>-</w:t>
      </w:r>
      <w:r>
        <w:t xml:space="preserve">Zamaana A.F. One of the ways to call him (A.S.) is to recite this Duaa sincerely: </w:t>
      </w:r>
      <w:r w:rsidRPr="00294BA7">
        <w:rPr>
          <w:rStyle w:val="libItalicChar"/>
        </w:rPr>
        <w:t>Yaa Swaahibuz</w:t>
      </w:r>
      <w:r w:rsidR="002E452F">
        <w:rPr>
          <w:rStyle w:val="libItalicChar"/>
        </w:rPr>
        <w:t>-</w:t>
      </w:r>
      <w:r w:rsidRPr="00294BA7">
        <w:rPr>
          <w:rStyle w:val="libItalicChar"/>
        </w:rPr>
        <w:t>Zamaan Aghithnee Yaa Swaahibuz</w:t>
      </w:r>
      <w:r w:rsidR="002E452F">
        <w:rPr>
          <w:rStyle w:val="libItalicChar"/>
        </w:rPr>
        <w:t>-</w:t>
      </w:r>
      <w:r w:rsidRPr="00294BA7">
        <w:rPr>
          <w:rStyle w:val="libItalicChar"/>
        </w:rPr>
        <w:t>Zamaan Adriqnee Fee Sabeelillaah.</w:t>
      </w:r>
    </w:p>
    <w:p w:rsidR="00294BA7" w:rsidRDefault="00294BA7" w:rsidP="00294BA7">
      <w:pPr>
        <w:pStyle w:val="libNormal"/>
      </w:pPr>
      <w:r>
        <w:t>Nabee Yunoos got out of trouble when he (A.S.) recited this Duaa: Laa Ilaaha Illaa Anta Sub’hanaka Innee Kuntu Minaz</w:t>
      </w:r>
      <w:r w:rsidR="002E452F">
        <w:t>-</w:t>
      </w:r>
      <w:r>
        <w:t xml:space="preserve">Dhwaalimeen. </w:t>
      </w:r>
    </w:p>
    <w:p w:rsidR="00294BA7" w:rsidRDefault="00294BA7" w:rsidP="00294BA7">
      <w:pPr>
        <w:pStyle w:val="libNormal"/>
      </w:pPr>
      <w:r>
        <w:t xml:space="preserve"> This is a Duaa by Nabee Jirjees (A.S.): Bismillaahil</w:t>
      </w:r>
      <w:r w:rsidR="002E452F">
        <w:t>-</w:t>
      </w:r>
      <w:r>
        <w:t>Ladhee Yuswallee Inda Swidqihee, Kidhbul Fajarati Wa Siharus</w:t>
      </w:r>
      <w:r w:rsidR="002E452F">
        <w:t>-</w:t>
      </w:r>
      <w:r>
        <w:t>Siharati.</w:t>
      </w:r>
    </w:p>
    <w:p w:rsidR="00294BA7" w:rsidRPr="00294BA7" w:rsidRDefault="00294BA7" w:rsidP="00294BA7">
      <w:pPr>
        <w:pStyle w:val="libNormal"/>
        <w:rPr>
          <w:rStyle w:val="libItalicChar"/>
        </w:rPr>
      </w:pPr>
      <w:r>
        <w:t xml:space="preserve">Recite 1000 times </w:t>
      </w:r>
      <w:r w:rsidRPr="00294BA7">
        <w:rPr>
          <w:rStyle w:val="libItalicChar"/>
        </w:rPr>
        <w:t>Laa Ilaaha Illaalllaah.</w:t>
      </w:r>
      <w:r>
        <w:t xml:space="preserve"> Nabee Nooh (A.S.) recited this to calm down the violent currents of the storms</w:t>
      </w:r>
      <w:r w:rsidRPr="00294BA7">
        <w:rPr>
          <w:rStyle w:val="libItalicChar"/>
        </w:rPr>
        <w:t>. Laa Ilaaha Illallaah Alfa Marratin Yaa Rabbi Aslihanee.</w:t>
      </w:r>
    </w:p>
    <w:p w:rsidR="00294BA7" w:rsidRDefault="00294BA7" w:rsidP="00294BA7">
      <w:pPr>
        <w:pStyle w:val="libNormal"/>
      </w:pPr>
      <w:r>
        <w:t>To get out from a problem perform Sijda</w:t>
      </w:r>
      <w:r w:rsidR="002E452F">
        <w:t>-</w:t>
      </w:r>
      <w:r>
        <w:t>e</w:t>
      </w:r>
      <w:r w:rsidR="002E452F">
        <w:t>-</w:t>
      </w:r>
      <w:r>
        <w:t xml:space="preserve">Shukr and in it recite the </w:t>
      </w:r>
      <w:r w:rsidRPr="00294BA7">
        <w:rPr>
          <w:rStyle w:val="libItalicChar"/>
        </w:rPr>
        <w:t>Duaa, which Jibraeel (A.S.) brought for Nabee Yoosuf (A.S.)</w:t>
      </w:r>
      <w:r>
        <w:t xml:space="preserve"> [It is stated else where in this booklet].</w:t>
      </w:r>
    </w:p>
    <w:p w:rsidR="00294BA7" w:rsidRPr="00294BA7" w:rsidRDefault="00294BA7" w:rsidP="00294BA7">
      <w:pPr>
        <w:pStyle w:val="libNormal"/>
        <w:rPr>
          <w:rStyle w:val="libItalicChar"/>
        </w:rPr>
      </w:pPr>
      <w:r>
        <w:t xml:space="preserve">Call Allaah (S.W.T.) with sincere heart and recite this abundantly: </w:t>
      </w:r>
      <w:r w:rsidRPr="00294BA7">
        <w:rPr>
          <w:rStyle w:val="libItalicChar"/>
        </w:rPr>
        <w:t>Yaa Fattaahu, Yaa Daleelal Mutahayyireen.</w:t>
      </w:r>
    </w:p>
    <w:p w:rsidR="00294BA7" w:rsidRDefault="00294BA7" w:rsidP="00294BA7">
      <w:pPr>
        <w:pStyle w:val="libNormal"/>
      </w:pPr>
      <w:r>
        <w:t xml:space="preserve">Recite 14 Tasbeeh </w:t>
      </w:r>
      <w:r w:rsidRPr="00294BA7">
        <w:rPr>
          <w:rStyle w:val="libItalicChar"/>
        </w:rPr>
        <w:t>Salawaat</w:t>
      </w:r>
      <w:r>
        <w:t xml:space="preserve"> and dedicate it to Ma’soomeen (A.S.)</w:t>
      </w:r>
    </w:p>
    <w:p w:rsidR="00294BA7" w:rsidRDefault="00294BA7" w:rsidP="00294BA7">
      <w:pPr>
        <w:pStyle w:val="libNormal"/>
      </w:pPr>
      <w:r>
        <w:t>Recite Ziyaarat</w:t>
      </w:r>
      <w:r w:rsidR="002E452F">
        <w:t>-</w:t>
      </w:r>
      <w:r>
        <w:t>e</w:t>
      </w:r>
      <w:r w:rsidR="002E452F">
        <w:t>-</w:t>
      </w:r>
      <w:r>
        <w:t>Aashoora, Ziyaarat</w:t>
      </w:r>
      <w:r w:rsidR="002E452F">
        <w:t>-</w:t>
      </w:r>
      <w:r>
        <w:t>e</w:t>
      </w:r>
      <w:r w:rsidR="002E452F">
        <w:t>-</w:t>
      </w:r>
      <w:r>
        <w:t>Jaamia, and Namaaz</w:t>
      </w:r>
      <w:r w:rsidR="002E452F">
        <w:t>-</w:t>
      </w:r>
      <w:r>
        <w:t>e</w:t>
      </w:r>
      <w:r w:rsidR="002E452F">
        <w:t>-</w:t>
      </w:r>
      <w:r w:rsidR="00A52C13">
        <w:t>Shab.</w:t>
      </w:r>
    </w:p>
    <w:p w:rsidR="00294BA7" w:rsidRPr="00294BA7" w:rsidRDefault="00294BA7" w:rsidP="00294BA7">
      <w:pPr>
        <w:pStyle w:val="libNormal"/>
        <w:rPr>
          <w:rStyle w:val="libItalicChar"/>
        </w:rPr>
      </w:pPr>
      <w:r>
        <w:t xml:space="preserve">Imaam Ja’afar Saadiq (A.S.) said that to come clear of promlems and trouble perform this A’mal: Make Ghusl, then pray 2 rak’at Namaaz, then recite this Duaa: </w:t>
      </w:r>
      <w:r w:rsidRPr="00294BA7">
        <w:rPr>
          <w:rStyle w:val="libItalicChar"/>
        </w:rPr>
        <w:t>Yaa Faarijal Hammi Wa Yaa Kaashifal Ghammi Yaa Rahmaanad</w:t>
      </w:r>
      <w:r w:rsidR="002E452F">
        <w:rPr>
          <w:rStyle w:val="libItalicChar"/>
        </w:rPr>
        <w:t>-</w:t>
      </w:r>
      <w:r w:rsidRPr="00294BA7">
        <w:rPr>
          <w:rStyle w:val="libItalicChar"/>
        </w:rPr>
        <w:t>Dunya Wal Aakhirati Wa Rahimhuma Farrij Hammi Wakshif Ghammi Yaa Allaahul</w:t>
      </w:r>
      <w:r w:rsidR="002E452F">
        <w:rPr>
          <w:rStyle w:val="libItalicChar"/>
        </w:rPr>
        <w:t>-</w:t>
      </w:r>
      <w:r w:rsidRPr="00294BA7">
        <w:rPr>
          <w:rStyle w:val="libItalicChar"/>
        </w:rPr>
        <w:t>Waahidus</w:t>
      </w:r>
      <w:r w:rsidR="002E452F">
        <w:rPr>
          <w:rStyle w:val="libItalicChar"/>
        </w:rPr>
        <w:t>-</w:t>
      </w:r>
      <w:r w:rsidRPr="00294BA7">
        <w:rPr>
          <w:rStyle w:val="libItalicChar"/>
        </w:rPr>
        <w:t>Swamadul</w:t>
      </w:r>
      <w:r w:rsidR="002E452F">
        <w:rPr>
          <w:rStyle w:val="libItalicChar"/>
        </w:rPr>
        <w:t>-</w:t>
      </w:r>
      <w:r w:rsidRPr="00294BA7">
        <w:rPr>
          <w:rStyle w:val="libItalicChar"/>
        </w:rPr>
        <w:t>Ladhee Lam Yalid Walam Yoolad Walam Ya Kunlahoo Kufuwan Ahad I’aswimnee Wa Twahhirnee Wadh’hab Bi Baliyyatee.”</w:t>
      </w:r>
      <w:r>
        <w:t xml:space="preserve"> Then recite </w:t>
      </w:r>
      <w:r w:rsidRPr="00294BA7">
        <w:rPr>
          <w:rStyle w:val="libItalicChar"/>
        </w:rPr>
        <w:t>Aayatul Kursee</w:t>
      </w:r>
      <w:r>
        <w:t xml:space="preserve"> and </w:t>
      </w:r>
      <w:r w:rsidRPr="00294BA7">
        <w:rPr>
          <w:rStyle w:val="libItalicChar"/>
        </w:rPr>
        <w:t>S. Maoodhatayn. (S.Falak&amp; S.Naas)</w:t>
      </w:r>
    </w:p>
    <w:p w:rsidR="00294BA7" w:rsidRDefault="00294BA7" w:rsidP="00294BA7">
      <w:pPr>
        <w:pStyle w:val="libNormal"/>
      </w:pPr>
      <w:r>
        <w:t>To ward off difficulties recite 100 times this Duaa in Sajdah: “Yaa Hayyu Yaa Qayyoomu Yaa Laa</w:t>
      </w:r>
      <w:r w:rsidR="002E452F">
        <w:t>-</w:t>
      </w:r>
      <w:r>
        <w:t>Ilaha Illa Anta Bi</w:t>
      </w:r>
      <w:r w:rsidR="002E452F">
        <w:t>-</w:t>
      </w:r>
      <w:r>
        <w:t xml:space="preserve">Rahmatika Astagheethu Fakfinee Maa Ahammanee Walaa Takilnee Ilaa Nafsee. </w:t>
      </w:r>
    </w:p>
    <w:p w:rsidR="00294BA7" w:rsidRDefault="00294BA7" w:rsidP="00294BA7">
      <w:pPr>
        <w:pStyle w:val="libNormal"/>
      </w:pPr>
      <w:r>
        <w:t xml:space="preserve">The following Dua was given to Imaam Ali (A.S.) by the Holy Prophet (S.A.W.W.) for remaining safe from troubles:  </w:t>
      </w:r>
      <w:r w:rsidRPr="00A52C13">
        <w:rPr>
          <w:rStyle w:val="libItalicChar"/>
        </w:rPr>
        <w:t>Yaa Imaad Man Laa Imaad Lahoo, Wa Yaa Dhukhra Man Laa Dhukhra Lahoo, Wa Yaa Sanada Man Laa Sanada Lahoo, Wa Yaa Hirza Man Laa Hirza Lahoo, Wa Yaa Ghiyaatha Man La Ghiyaatha Lahoo, Yaa Kareemal Afwi, Wa Yaa Hasanal Balaai, Wa Yaa Adhweemar</w:t>
      </w:r>
      <w:r w:rsidR="002E452F" w:rsidRPr="00A52C13">
        <w:rPr>
          <w:rStyle w:val="libItalicChar"/>
        </w:rPr>
        <w:t>-</w:t>
      </w:r>
      <w:r w:rsidRPr="00A52C13">
        <w:rPr>
          <w:rStyle w:val="libItalicChar"/>
        </w:rPr>
        <w:t>Rajaai, Wa Yaa Izaa</w:t>
      </w:r>
      <w:r w:rsidR="002E452F" w:rsidRPr="00A52C13">
        <w:rPr>
          <w:rStyle w:val="libItalicChar"/>
        </w:rPr>
        <w:t>-</w:t>
      </w:r>
      <w:r w:rsidRPr="00A52C13">
        <w:rPr>
          <w:rStyle w:val="libItalicChar"/>
        </w:rPr>
        <w:t>Dh</w:t>
      </w:r>
      <w:r w:rsidR="002E452F" w:rsidRPr="00A52C13">
        <w:rPr>
          <w:rStyle w:val="libItalicChar"/>
        </w:rPr>
        <w:t>-</w:t>
      </w:r>
      <w:r w:rsidRPr="00A52C13">
        <w:rPr>
          <w:rStyle w:val="libItalicChar"/>
        </w:rPr>
        <w:t>Dhu’afaai, Wa Yaa Munkidhal Gharqaa, Wa Yaa Munjiyal Halkaa, Yaa Muhsinu, Yaa Mujmilu, Yaa Mun’imu, Yaa Mufdhilu, Antal</w:t>
      </w:r>
      <w:r w:rsidR="002E452F" w:rsidRPr="00A52C13">
        <w:rPr>
          <w:rStyle w:val="libItalicChar"/>
        </w:rPr>
        <w:t>-</w:t>
      </w:r>
      <w:r w:rsidRPr="00A52C13">
        <w:rPr>
          <w:rStyle w:val="libItalicChar"/>
        </w:rPr>
        <w:t>Ladhee Sajada Laka Sawaadul</w:t>
      </w:r>
      <w:r w:rsidR="002E452F" w:rsidRPr="00A52C13">
        <w:rPr>
          <w:rStyle w:val="libItalicChar"/>
        </w:rPr>
        <w:t>-</w:t>
      </w:r>
      <w:r w:rsidRPr="00A52C13">
        <w:rPr>
          <w:rStyle w:val="libItalicChar"/>
        </w:rPr>
        <w:t>Layli, Wa Noorun</w:t>
      </w:r>
      <w:r w:rsidR="002E452F" w:rsidRPr="00A52C13">
        <w:rPr>
          <w:rStyle w:val="libItalicChar"/>
        </w:rPr>
        <w:t>-</w:t>
      </w:r>
      <w:r w:rsidRPr="00A52C13">
        <w:rPr>
          <w:rStyle w:val="libItalicChar"/>
        </w:rPr>
        <w:t>Nahaari, Wa Zaw’ul Qamari, Wa Shu’aaush</w:t>
      </w:r>
      <w:r w:rsidR="002E452F" w:rsidRPr="00A52C13">
        <w:rPr>
          <w:rStyle w:val="libItalicChar"/>
        </w:rPr>
        <w:t>-</w:t>
      </w:r>
      <w:r w:rsidRPr="00A52C13">
        <w:rPr>
          <w:rStyle w:val="libItalicChar"/>
        </w:rPr>
        <w:t>Shamsi, Wa Dawiyyul Maa’i, Wa Hafeefush</w:t>
      </w:r>
      <w:r w:rsidR="002E452F" w:rsidRPr="00A52C13">
        <w:rPr>
          <w:rStyle w:val="libItalicChar"/>
        </w:rPr>
        <w:t>-</w:t>
      </w:r>
      <w:r w:rsidRPr="00A52C13">
        <w:rPr>
          <w:rStyle w:val="libItalicChar"/>
        </w:rPr>
        <w:t>Shajari, Yaa Allaahu Yaa Allaahu Yaa Allaahu, Anta Wahdaka Laa Shareeka Laka. Allaahummaf</w:t>
      </w:r>
      <w:r w:rsidR="002E452F" w:rsidRPr="00A52C13">
        <w:rPr>
          <w:rStyle w:val="libItalicChar"/>
        </w:rPr>
        <w:t>-</w:t>
      </w:r>
      <w:r w:rsidRPr="00A52C13">
        <w:rPr>
          <w:rStyle w:val="libItalicChar"/>
        </w:rPr>
        <w:t>Albee…&gt;.Haajat</w:t>
      </w:r>
      <w:r>
        <w:t>.</w:t>
      </w:r>
    </w:p>
    <w:p w:rsidR="00294BA7" w:rsidRDefault="00294BA7" w:rsidP="00294BA7">
      <w:pPr>
        <w:pStyle w:val="libNormal"/>
      </w:pPr>
      <w:r>
        <w:t xml:space="preserve"> A tradition from the Holy Prophet (S.A.)W.S. says that anyone who recites the following Duaa every morning and evening shall be kept safe from all tribulations either from humans or gennies. Allaah (S.W.T.) will send four Angels for him who shall protect him all the time:  Bismillaahir</w:t>
      </w:r>
      <w:r w:rsidR="002E452F">
        <w:t>-</w:t>
      </w:r>
      <w:r>
        <w:t>Rahmaanir</w:t>
      </w:r>
      <w:r w:rsidR="002E452F">
        <w:t>-</w:t>
      </w:r>
      <w:r>
        <w:t xml:space="preserve">Raheem. </w:t>
      </w:r>
      <w:r w:rsidRPr="00294BA7">
        <w:rPr>
          <w:rStyle w:val="libItalicChar"/>
        </w:rPr>
        <w:t>Bismillahi Khayril Asmaai, Bismillaahi Rabbil Ardhi Wassamaai, Bismillaahil</w:t>
      </w:r>
      <w:r w:rsidR="002E452F">
        <w:rPr>
          <w:rStyle w:val="libItalicChar"/>
        </w:rPr>
        <w:t>-</w:t>
      </w:r>
      <w:r w:rsidRPr="00294BA7">
        <w:rPr>
          <w:rStyle w:val="libItalicChar"/>
        </w:rPr>
        <w:t xml:space="preserve">Ladhee Laa Yadhurru Ma’asmihi Sammun Walaa Daa’un, Bismillaahi Asbahtu Wa Alallaahi Tawaqqaltu, Bismillaahi Alaa Qalbee Wa Nafsee, Bismillaahi Alaa Deenee Wa Aqlee, Bimillaahi Alaa Ahlee Wa Maalee, Bismillaahi Alaa </w:t>
      </w:r>
      <w:r w:rsidRPr="00294BA7">
        <w:rPr>
          <w:rStyle w:val="libItalicChar"/>
        </w:rPr>
        <w:lastRenderedPageBreak/>
        <w:t>Maa A’atwaani Rabbee, Bismillaahil</w:t>
      </w:r>
      <w:r w:rsidR="002E452F">
        <w:rPr>
          <w:rStyle w:val="libItalicChar"/>
        </w:rPr>
        <w:t>-</w:t>
      </w:r>
      <w:r w:rsidRPr="00294BA7">
        <w:rPr>
          <w:rStyle w:val="libItalicChar"/>
        </w:rPr>
        <w:t>ladhee Laa Yadhurru Ma’asmihi Shay’un Fil Ardhi Walaa Fis</w:t>
      </w:r>
      <w:r w:rsidR="002E452F">
        <w:rPr>
          <w:rStyle w:val="libItalicChar"/>
        </w:rPr>
        <w:t>-</w:t>
      </w:r>
      <w:r w:rsidRPr="00294BA7">
        <w:rPr>
          <w:rStyle w:val="libItalicChar"/>
        </w:rPr>
        <w:t>Samaai, Wahuas Samee’ul Aleem. Alaahu Allaahu Rabbee Laa Ushriku Bihi Shay’un, Alaahu Akbaru Allaahu Akbaru, Wa A’azz Wa Ajallu Mimmaa Akhaafu Wa Ahdharu Azza Jaaruka Wa Jalla Thanaa’uka, Wa Laa Ilaaha Ghayruka. Allaahummaa Innee Aoodhu Bika Min Sharri Nafsee Wa Min Sharri Kulli Sultwaanin Shadeedin Wa Min Sharri Kuli Shaytwaanin Mareedin Wa Min Sharri Kulli Jabbaarin Aneedin Wa Min Sharri Qadhaa’is</w:t>
      </w:r>
      <w:r w:rsidR="002E452F">
        <w:rPr>
          <w:rStyle w:val="libItalicChar"/>
        </w:rPr>
        <w:t>-</w:t>
      </w:r>
      <w:r w:rsidRPr="00294BA7">
        <w:rPr>
          <w:rStyle w:val="libItalicChar"/>
        </w:rPr>
        <w:t>Soo’i, Wa Min Kulli Daabbatin Anta Aakhidhun Bi Naaswiyatiha, Innaka Alaa Swiraatum’Mustaqeem, Wa Anta Alaa Kulli Shay’in Hafeedh, Inna Waliyyiyal</w:t>
      </w:r>
      <w:r w:rsidR="002E452F">
        <w:rPr>
          <w:rStyle w:val="libItalicChar"/>
        </w:rPr>
        <w:t>-</w:t>
      </w:r>
      <w:r w:rsidRPr="00294BA7">
        <w:rPr>
          <w:rStyle w:val="libItalicChar"/>
        </w:rPr>
        <w:t>laahu</w:t>
      </w:r>
      <w:r w:rsidR="002E452F">
        <w:rPr>
          <w:rStyle w:val="libItalicChar"/>
        </w:rPr>
        <w:t>-</w:t>
      </w:r>
      <w:r w:rsidRPr="00294BA7">
        <w:rPr>
          <w:rStyle w:val="libItalicChar"/>
        </w:rPr>
        <w:t>ladhee Nazzalal Kitaaba Wa Huwa Yatawallas</w:t>
      </w:r>
      <w:r w:rsidR="002E452F">
        <w:rPr>
          <w:rStyle w:val="libItalicChar"/>
        </w:rPr>
        <w:t>-</w:t>
      </w:r>
      <w:r w:rsidRPr="00294BA7">
        <w:rPr>
          <w:rStyle w:val="libItalicChar"/>
        </w:rPr>
        <w:t>Swaaliheen, Fa’in Tawallaw Fa Qul Hasbiyallaahu Laa Ilaaha Illaa Huwa Alayhi Tawaqqaltu Wa Huwa Rabbul Arshil Adhweem.</w:t>
      </w:r>
    </w:p>
    <w:p w:rsidR="002E452F" w:rsidRDefault="002E452F" w:rsidP="00294BA7">
      <w:pPr>
        <w:pStyle w:val="libNormal"/>
      </w:pPr>
      <w:r>
        <w:br w:type="page"/>
      </w:r>
    </w:p>
    <w:p w:rsidR="00A52C13" w:rsidRDefault="00A52C13" w:rsidP="00A52C13">
      <w:pPr>
        <w:pStyle w:val="Heading1Center"/>
      </w:pPr>
      <w:bookmarkStart w:id="25" w:name="_Toc420238095"/>
      <w:r w:rsidRPr="00A52C13">
        <w:lastRenderedPageBreak/>
        <w:t>THANKS-GIVING (SHUKR)</w:t>
      </w:r>
      <w:bookmarkEnd w:id="25"/>
    </w:p>
    <w:p w:rsidR="00294BA7" w:rsidRDefault="00294BA7" w:rsidP="00294BA7">
      <w:pPr>
        <w:pStyle w:val="libNormal"/>
      </w:pPr>
      <w:r>
        <w:t>It is but a natural thing to thank the one who has done a favour to us, howsoever little may it be. The Almighty Allaah (S.W.T.) created us from nothing, he nurtured us even before we were brought in the world, he made all necessary arrangements for our comfort and easy life, He gave us loving parents to take care of us, His bounties and favours are countless and continuous, and so we can never ever return His favours nor do we have the ability to thank Him exactly as the right to thank Him is. But as a small token that we can manage to offer is to obey all His commandments and not transgress the limits laid down by Him. Moreover there are some Duaas which, can be recited when we appreciate His favours.</w:t>
      </w:r>
    </w:p>
    <w:p w:rsidR="00294BA7" w:rsidRDefault="00294BA7" w:rsidP="00294BA7">
      <w:pPr>
        <w:pStyle w:val="libNormal"/>
      </w:pPr>
      <w:r>
        <w:t>Nabii Daaniyaal’s Duaa to thank Allaah (S.W.T.) “Al</w:t>
      </w:r>
      <w:r w:rsidR="002E452F">
        <w:t>-</w:t>
      </w:r>
      <w:r>
        <w:t>hamdu Lillaahil</w:t>
      </w:r>
      <w:r w:rsidR="002E452F">
        <w:t>-</w:t>
      </w:r>
      <w:r>
        <w:t>Ladhee Laa Yansaa Man Dhakarahu, Wal</w:t>
      </w:r>
      <w:r w:rsidR="002E452F">
        <w:t>-</w:t>
      </w:r>
      <w:r>
        <w:t>Hamdu Lillaahil</w:t>
      </w:r>
      <w:r w:rsidR="002E452F">
        <w:t>-</w:t>
      </w:r>
      <w:r>
        <w:t>Ladhee Laa Yakheebu Man Da’aahu, Wal</w:t>
      </w:r>
      <w:r w:rsidR="002E452F">
        <w:t>-</w:t>
      </w:r>
      <w:r>
        <w:t>Hamdu Lillaahil</w:t>
      </w:r>
      <w:r w:rsidR="002E452F">
        <w:t>-</w:t>
      </w:r>
      <w:r>
        <w:t>Ladhee Man Tawaqqala Alayhi Kafaahu, Wal</w:t>
      </w:r>
      <w:r w:rsidR="002E452F">
        <w:t>-</w:t>
      </w:r>
      <w:r>
        <w:t>Hamdu Lillaahil</w:t>
      </w:r>
      <w:r w:rsidR="002E452F">
        <w:t>-</w:t>
      </w:r>
      <w:r>
        <w:t>Ladhee man Wathika Bihee Lam Yakilhu Ilaa Ghayrihee, Wal</w:t>
      </w:r>
      <w:r w:rsidR="002E452F">
        <w:t>-</w:t>
      </w:r>
      <w:r>
        <w:t>Hamdu Lillaahil</w:t>
      </w:r>
      <w:r w:rsidR="002E452F">
        <w:t>-</w:t>
      </w:r>
      <w:r>
        <w:t>Ladhee Yajzee Bil Ihsaani Ihsaanan Wa Bis</w:t>
      </w:r>
      <w:r w:rsidR="002E452F">
        <w:t>-</w:t>
      </w:r>
      <w:r>
        <w:t>Sayyi’aati Ghufraanan Wa Bis</w:t>
      </w:r>
      <w:r w:rsidR="002E452F">
        <w:t>-</w:t>
      </w:r>
      <w:r>
        <w:t>Swabri Najaata.”</w:t>
      </w:r>
    </w:p>
    <w:p w:rsidR="00294BA7" w:rsidRDefault="00294BA7" w:rsidP="00294BA7">
      <w:pPr>
        <w:pStyle w:val="libNormal"/>
      </w:pPr>
      <w:r>
        <w:t xml:space="preserve">We may recite this </w:t>
      </w:r>
      <w:r w:rsidRPr="00294BA7">
        <w:rPr>
          <w:rStyle w:val="libUnderlineChar"/>
        </w:rPr>
        <w:t>Duaa in Qunoot</w:t>
      </w:r>
      <w:r>
        <w:t>: Rabbi Awzi’ani An Ashkura Ni’amatikallati An’amta Alayya Wa Alaa Waalidayya Wa An A’amala Swaalihan Tardhwaahu Wa Aslihlee Fee Dhurriyyati, Innee Tubtu Ilayka Wa Innee Minal Muslimeen.</w:t>
      </w:r>
    </w:p>
    <w:p w:rsidR="00294BA7" w:rsidRDefault="00294BA7" w:rsidP="00294BA7">
      <w:pPr>
        <w:pStyle w:val="libNormal"/>
      </w:pPr>
      <w:r>
        <w:t xml:space="preserve">It is stated in Hadeeth that when we are healthy it is because of the </w:t>
      </w:r>
      <w:r w:rsidRPr="00294BA7">
        <w:rPr>
          <w:rStyle w:val="libUnderlineChar"/>
        </w:rPr>
        <w:t>Mercy and bounties</w:t>
      </w:r>
      <w:r>
        <w:t xml:space="preserve"> from Allaah (S.W.T.) and so we must thank Him for our good health, but when a person forgets to thank Allaah then He causes him to </w:t>
      </w:r>
      <w:r w:rsidRPr="00294BA7">
        <w:rPr>
          <w:rStyle w:val="libUnderlineChar"/>
        </w:rPr>
        <w:t>SNEEZE</w:t>
      </w:r>
      <w:r>
        <w:t xml:space="preserve">, that is why we are told by Imaam Ameerul Mu’mineen (A.S.) to say </w:t>
      </w:r>
      <w:r w:rsidRPr="00294BA7">
        <w:rPr>
          <w:rStyle w:val="libItalicChar"/>
        </w:rPr>
        <w:t xml:space="preserve">Alhamdu Lillaahi Rabbil Aalameen Alaa Kulli Haal </w:t>
      </w:r>
      <w:r>
        <w:t>when we sneeze.</w:t>
      </w:r>
    </w:p>
    <w:p w:rsidR="00294BA7" w:rsidRPr="00294BA7" w:rsidRDefault="00294BA7" w:rsidP="00294BA7">
      <w:pPr>
        <w:pStyle w:val="libNormal"/>
        <w:rPr>
          <w:rStyle w:val="libItalicChar"/>
        </w:rPr>
      </w:pPr>
      <w:r>
        <w:t xml:space="preserve">Because a sneeze is a sign of health, and so the thanks giving becomes incumbant, it is narrated that the person who </w:t>
      </w:r>
      <w:r w:rsidRPr="00294BA7">
        <w:rPr>
          <w:rStyle w:val="libUnderlineChar"/>
        </w:rPr>
        <w:t>sneezes</w:t>
      </w:r>
      <w:r>
        <w:t xml:space="preserve"> should say </w:t>
      </w:r>
      <w:r w:rsidRPr="00294BA7">
        <w:rPr>
          <w:rStyle w:val="libItalicChar"/>
        </w:rPr>
        <w:t>Alhamdu Lillahi Rabbil Aalameen Laa Shareeka Lahoo,</w:t>
      </w:r>
      <w:r>
        <w:t xml:space="preserve"> the others who hear him sneeze should say </w:t>
      </w:r>
      <w:r w:rsidRPr="00294BA7">
        <w:rPr>
          <w:rStyle w:val="libItalicChar"/>
        </w:rPr>
        <w:t>Yar’hamu</w:t>
      </w:r>
      <w:r w:rsidR="002E452F">
        <w:rPr>
          <w:rStyle w:val="libItalicChar"/>
        </w:rPr>
        <w:t>-</w:t>
      </w:r>
      <w:r w:rsidRPr="00294BA7">
        <w:rPr>
          <w:rStyle w:val="libItalicChar"/>
        </w:rPr>
        <w:t>Kumullaah</w:t>
      </w:r>
      <w:r>
        <w:t xml:space="preserve">, and finally the one who sneezed should say to them </w:t>
      </w:r>
      <w:r w:rsidRPr="00294BA7">
        <w:rPr>
          <w:rStyle w:val="libItalicChar"/>
        </w:rPr>
        <w:t>Yahdee Kumullaahu Wa Yuslihu Baalakum</w:t>
      </w:r>
    </w:p>
    <w:p w:rsidR="00294BA7" w:rsidRDefault="00294BA7" w:rsidP="00294BA7">
      <w:pPr>
        <w:pStyle w:val="libNormal"/>
      </w:pPr>
      <w:r>
        <w:t xml:space="preserve">Imaam Ali Ridhaa (A.S.) said it is Waajib to recite </w:t>
      </w:r>
      <w:r w:rsidRPr="00294BA7">
        <w:rPr>
          <w:rStyle w:val="libItalicChar"/>
        </w:rPr>
        <w:t>SALAWAAT</w:t>
      </w:r>
      <w:r>
        <w:t xml:space="preserve"> for one who </w:t>
      </w:r>
      <w:r w:rsidRPr="00294BA7">
        <w:rPr>
          <w:rStyle w:val="libUnderlineChar"/>
        </w:rPr>
        <w:t xml:space="preserve">sneezes </w:t>
      </w:r>
      <w:r>
        <w:t xml:space="preserve">and one who </w:t>
      </w:r>
      <w:r w:rsidRPr="00294BA7">
        <w:rPr>
          <w:rStyle w:val="libUnderlineChar"/>
        </w:rPr>
        <w:t>slaughters</w:t>
      </w:r>
      <w:r>
        <w:t xml:space="preserve"> an animal.</w:t>
      </w:r>
    </w:p>
    <w:p w:rsidR="002E452F" w:rsidRDefault="002E452F" w:rsidP="00F83CC6">
      <w:pPr>
        <w:pStyle w:val="libNormal"/>
      </w:pPr>
      <w:r>
        <w:br w:type="page"/>
      </w:r>
    </w:p>
    <w:p w:rsidR="00A52C13" w:rsidRDefault="00A52C13" w:rsidP="00A52C13">
      <w:pPr>
        <w:pStyle w:val="Heading1Center"/>
      </w:pPr>
      <w:bookmarkStart w:id="26" w:name="_Toc420238096"/>
      <w:r w:rsidRPr="00A52C13">
        <w:lastRenderedPageBreak/>
        <w:t>SAJDAH-E-SHUKR</w:t>
      </w:r>
      <w:bookmarkEnd w:id="26"/>
    </w:p>
    <w:p w:rsidR="00294BA7" w:rsidRDefault="00294BA7" w:rsidP="00294BA7">
      <w:pPr>
        <w:pStyle w:val="libNormal"/>
      </w:pPr>
      <w:r>
        <w:t>Humanity demands a thanks</w:t>
      </w:r>
      <w:r w:rsidR="002E452F">
        <w:t>-</w:t>
      </w:r>
      <w:r>
        <w:t>giving or appreciation to a favour done, for howsoever little may it be. To be grateful to the bestower of a favour is the foremost duty to whom it is done. To be ungrateful is a sin and consequently the bestower will hasitate to favour such a person any more.</w:t>
      </w:r>
    </w:p>
    <w:p w:rsidR="00294BA7" w:rsidRDefault="00294BA7" w:rsidP="00294BA7">
      <w:pPr>
        <w:pStyle w:val="libNormal"/>
      </w:pPr>
      <w:r>
        <w:t>Therefore, if a person ponders with a sobre mind he or she is bound to fail in counting the countless favours Allmighty Allaah has showered upon us even before our coming into this world, and they are going on continuous process without discrimintion. So if we think to repay for it or say ‘thank you’ and forget about it, this will not suffice for even a moment’s bounties we receive. There is never to be any perfact solution to this except to a certain extent that we should be careful enough not to displease our Lord and make Him be pleased with our deeds. That is, each of our good deeds must have a sincere intention of pleasing Him alone.</w:t>
      </w:r>
    </w:p>
    <w:p w:rsidR="00294BA7" w:rsidRDefault="00294BA7" w:rsidP="00294BA7">
      <w:pPr>
        <w:pStyle w:val="libNormal"/>
      </w:pPr>
      <w:r>
        <w:t>If we consider only one favour from amongst all others then it is Namaaz. Namaaz is the greatest gift to us if we really are serious on its values. Therefore it is recommended that whenever you get some favour or bounty, and whenever you are saved or protected from any problem you should immediately thank Allaah (S.W.T.) And that is why it is emphasized to perform Sijdah</w:t>
      </w:r>
      <w:r w:rsidR="002E452F">
        <w:t>-</w:t>
      </w:r>
      <w:r>
        <w:t>e</w:t>
      </w:r>
      <w:r w:rsidR="002E452F">
        <w:t>-</w:t>
      </w:r>
      <w:r>
        <w:t>Shuke after every Namaaz. And it is advisable to do it as often as possible at every appropriate instance.</w:t>
      </w:r>
    </w:p>
    <w:p w:rsidR="00294BA7" w:rsidRDefault="00294BA7" w:rsidP="00294BA7">
      <w:pPr>
        <w:pStyle w:val="libCenterBold1"/>
      </w:pPr>
      <w:r>
        <w:br w:type="page"/>
      </w:r>
      <w:bookmarkStart w:id="27" w:name="_Toc64900076"/>
      <w:r>
        <w:lastRenderedPageBreak/>
        <w:t>Method for Sajdah</w:t>
      </w:r>
      <w:r w:rsidR="002E452F">
        <w:t>-</w:t>
      </w:r>
      <w:r>
        <w:t>e</w:t>
      </w:r>
      <w:r w:rsidR="002E452F">
        <w:t>-</w:t>
      </w:r>
      <w:r>
        <w:t>Shukr:</w:t>
      </w:r>
      <w:bookmarkEnd w:id="27"/>
    </w:p>
    <w:p w:rsidR="00294BA7" w:rsidRDefault="00294BA7" w:rsidP="00294BA7">
      <w:pPr>
        <w:pStyle w:val="libNormal"/>
      </w:pPr>
      <w:r>
        <w:t xml:space="preserve">Although it is enough to perform a Sajdah as usual even if we do not recite anything in it, but it is better to do it with such posture that our hands upto the elbows, chest, and stomach all should be touching the ground. </w:t>
      </w:r>
    </w:p>
    <w:p w:rsidR="00294BA7" w:rsidRDefault="00294BA7" w:rsidP="00294BA7">
      <w:pPr>
        <w:pStyle w:val="libCenterBold1"/>
      </w:pPr>
      <w:bookmarkStart w:id="28" w:name="_Toc64900077"/>
      <w:r>
        <w:t>Duaa of Sijdah</w:t>
      </w:r>
      <w:r w:rsidR="002E452F">
        <w:t>-</w:t>
      </w:r>
      <w:r>
        <w:t>e</w:t>
      </w:r>
      <w:r w:rsidR="002E452F">
        <w:t>-</w:t>
      </w:r>
      <w:r>
        <w:t>Shukr:</w:t>
      </w:r>
      <w:bookmarkEnd w:id="28"/>
    </w:p>
    <w:p w:rsidR="00294BA7" w:rsidRPr="00294BA7" w:rsidRDefault="00294BA7" w:rsidP="00294BA7">
      <w:pPr>
        <w:pStyle w:val="libNormal"/>
        <w:rPr>
          <w:rStyle w:val="libItalicChar"/>
        </w:rPr>
      </w:pPr>
      <w:r>
        <w:t>Atleast recite 3 times ‘</w:t>
      </w:r>
      <w:r w:rsidRPr="00294BA7">
        <w:rPr>
          <w:rStyle w:val="libItalicChar"/>
        </w:rPr>
        <w:t>Shukran Lillaahi’</w:t>
      </w:r>
      <w:r>
        <w:t>.</w:t>
      </w:r>
    </w:p>
    <w:p w:rsidR="00294BA7" w:rsidRDefault="00294BA7" w:rsidP="00294BA7">
      <w:pPr>
        <w:pStyle w:val="libNormal"/>
      </w:pPr>
      <w:r>
        <w:t xml:space="preserve">Recite 100 times </w:t>
      </w:r>
      <w:r w:rsidRPr="00294BA7">
        <w:rPr>
          <w:rStyle w:val="libItalicChar"/>
        </w:rPr>
        <w:t>‘Shukran’.</w:t>
      </w:r>
    </w:p>
    <w:p w:rsidR="00294BA7" w:rsidRDefault="00294BA7" w:rsidP="00294BA7">
      <w:pPr>
        <w:pStyle w:val="libNormal"/>
      </w:pPr>
      <w:r>
        <w:t xml:space="preserve">Recite 100 times. </w:t>
      </w:r>
      <w:r w:rsidRPr="00294BA7">
        <w:rPr>
          <w:rStyle w:val="libItalicChar"/>
        </w:rPr>
        <w:t>‘Afwan’</w:t>
      </w:r>
    </w:p>
    <w:p w:rsidR="00294BA7" w:rsidRDefault="00294BA7" w:rsidP="00294BA7">
      <w:pPr>
        <w:pStyle w:val="libNormal"/>
      </w:pPr>
      <w:r>
        <w:t xml:space="preserve">Recite 100 times </w:t>
      </w:r>
      <w:r w:rsidRPr="00294BA7">
        <w:rPr>
          <w:rStyle w:val="libItalicChar"/>
        </w:rPr>
        <w:t>‘Shukran Lillaahi’</w:t>
      </w:r>
      <w:r>
        <w:t xml:space="preserve"> after Namaaz</w:t>
      </w:r>
      <w:r w:rsidR="002E452F">
        <w:t>-</w:t>
      </w:r>
      <w:r>
        <w:t>e</w:t>
      </w:r>
      <w:r w:rsidR="002E452F">
        <w:t>-</w:t>
      </w:r>
      <w:r>
        <w:t>Zohr.</w:t>
      </w:r>
    </w:p>
    <w:p w:rsidR="00294BA7" w:rsidRDefault="00294BA7" w:rsidP="00294BA7">
      <w:pPr>
        <w:pStyle w:val="libNormal"/>
      </w:pPr>
      <w:r>
        <w:t xml:space="preserve">Recite 100 times </w:t>
      </w:r>
      <w:r w:rsidRPr="00294BA7">
        <w:rPr>
          <w:rStyle w:val="libItalicChar"/>
        </w:rPr>
        <w:t>‘Hamdan Lillaahi’</w:t>
      </w:r>
      <w:r>
        <w:t xml:space="preserve"> after Namaaz</w:t>
      </w:r>
      <w:r w:rsidR="002E452F">
        <w:t>-</w:t>
      </w:r>
      <w:r>
        <w:t>e</w:t>
      </w:r>
      <w:r w:rsidR="002E452F">
        <w:t>-</w:t>
      </w:r>
      <w:r>
        <w:t>Asr.</w:t>
      </w:r>
    </w:p>
    <w:p w:rsidR="00294BA7" w:rsidRDefault="00294BA7" w:rsidP="00294BA7">
      <w:pPr>
        <w:pStyle w:val="libNormal"/>
      </w:pPr>
      <w:r>
        <w:t>“Yaa Rabbaal Arbaabi Wa Yaa Malikal Mulooki Wa Yaa Sayyidas</w:t>
      </w:r>
      <w:r w:rsidR="002E452F">
        <w:t>-</w:t>
      </w:r>
      <w:r>
        <w:t>Saadaati Wa Ya Jabbaaral Jabaabirati Wa Yaa Ilaahal Aalihati Swalli Alaa Muhammadin Wa Aali Muhammad, then ask your Haajat, then say: Fa Innee Abduka Naaswiyatee Fee Qabdhwatik.” Then again ask for your Haajat.</w:t>
      </w:r>
    </w:p>
    <w:p w:rsidR="00294BA7" w:rsidRDefault="00294BA7" w:rsidP="00294BA7">
      <w:pPr>
        <w:pStyle w:val="libNormal"/>
      </w:pPr>
      <w:r>
        <w:t>“Aoodhu Bika Min</w:t>
      </w:r>
      <w:r w:rsidR="002E452F">
        <w:t>-</w:t>
      </w:r>
      <w:r>
        <w:t>Naarin Harruha Laa Yutfaa Wa Aoodhu Bika Min</w:t>
      </w:r>
      <w:r w:rsidR="002E452F">
        <w:t>-</w:t>
      </w:r>
      <w:r>
        <w:t>Naarin Jadeeduha Laa Yublaa Wa Aoodhu Bika Min</w:t>
      </w:r>
      <w:r w:rsidR="002E452F">
        <w:t>-</w:t>
      </w:r>
      <w:r>
        <w:t>Naarin Atshaanuha Laa Yurwaa Wa Aoodhu Bika Min</w:t>
      </w:r>
      <w:r w:rsidR="002E452F">
        <w:t>-</w:t>
      </w:r>
      <w:r>
        <w:t>Naarin Masloobuha Laa Yuksaa.</w:t>
      </w:r>
    </w:p>
    <w:p w:rsidR="00294BA7" w:rsidRDefault="00294BA7" w:rsidP="00294BA7">
      <w:pPr>
        <w:pStyle w:val="libNormal"/>
      </w:pPr>
      <w:r>
        <w:t>To cure a sick person recite this Duaa in Sajdah: “Yaa Raoofu Yaa Raheemu Yaa Rabbee Yaa Sayyidee.”</w:t>
      </w:r>
    </w:p>
    <w:p w:rsidR="00294BA7" w:rsidRDefault="00294BA7" w:rsidP="00294BA7">
      <w:pPr>
        <w:pStyle w:val="libNormal"/>
      </w:pPr>
      <w:r>
        <w:t>“As’alukar</w:t>
      </w:r>
      <w:r w:rsidR="002E452F">
        <w:t>-</w:t>
      </w:r>
      <w:r>
        <w:t>Raahata Indal Mawti Wal Afwa Indal Hisaab.”</w:t>
      </w:r>
    </w:p>
    <w:p w:rsidR="00294BA7" w:rsidRDefault="00294BA7" w:rsidP="00294BA7">
      <w:pPr>
        <w:pStyle w:val="libNormal"/>
      </w:pPr>
      <w:r>
        <w:t>“Sajada Wajhiyal</w:t>
      </w:r>
      <w:r w:rsidR="002E452F">
        <w:t>-</w:t>
      </w:r>
      <w:r>
        <w:t>Laeemu Li Wajhi Rabbiyal Kareem.”</w:t>
      </w:r>
    </w:p>
    <w:p w:rsidR="00294BA7" w:rsidRDefault="00294BA7" w:rsidP="00294BA7">
      <w:pPr>
        <w:pStyle w:val="libNormal"/>
      </w:pPr>
      <w:r>
        <w:t>Recite 3 times; “Innee Dhwalamtu Nafsee Faghfir Lee.”</w:t>
      </w:r>
    </w:p>
    <w:p w:rsidR="00294BA7" w:rsidRDefault="00294BA7" w:rsidP="00294BA7">
      <w:pPr>
        <w:pStyle w:val="libNormal"/>
      </w:pPr>
      <w:r>
        <w:t>“Allaahumma Maghfiratuk Awsau Min Dhunoobee Wa Rahmatuka Arjaa Indee Min Amalee Faghfir Lee Dhunoobee Yaa Hayyan Laa Yamootu.”</w:t>
      </w:r>
    </w:p>
    <w:p w:rsidR="00294BA7" w:rsidRDefault="00294BA7" w:rsidP="00294BA7">
      <w:pPr>
        <w:pStyle w:val="libNormal"/>
      </w:pPr>
      <w:r>
        <w:t>When you are disperate on the extreme limit then perfom a Sajdah and recite:”Yaa Mudhilla Kulli Jabbaarin Yaa Mu’izza Kulli Dhaaleelin Qad Wa Haqqika Balagha Majhoodee Fa Swalli Alaa Muhammadin Wa Aali Muhammadin Wa Farrij Annee.”</w:t>
      </w:r>
    </w:p>
    <w:p w:rsidR="00294BA7" w:rsidRDefault="00294BA7" w:rsidP="00294BA7">
      <w:pPr>
        <w:pStyle w:val="libNormal"/>
      </w:pPr>
      <w:r>
        <w:t>Recite 3 times: “Yaa Allaahu Yaa Rabbaahu Yaa Sayyidaahu.”</w:t>
      </w:r>
    </w:p>
    <w:p w:rsidR="00294BA7" w:rsidRPr="00294BA7" w:rsidRDefault="00294BA7" w:rsidP="00294BA7">
      <w:pPr>
        <w:pStyle w:val="libNormal"/>
        <w:rPr>
          <w:rStyle w:val="libItalicChar"/>
        </w:rPr>
      </w:pPr>
      <w:r>
        <w:t>Recite</w:t>
      </w:r>
      <w:r w:rsidRPr="00294BA7">
        <w:rPr>
          <w:rStyle w:val="libItalicChar"/>
        </w:rPr>
        <w:t xml:space="preserve">:“Yaa Rabbaahu Yaa Sayyidaahu” </w:t>
      </w:r>
      <w:r>
        <w:t>in one long breath as many times as you can.</w:t>
      </w:r>
    </w:p>
    <w:p w:rsidR="00294BA7" w:rsidRDefault="00294BA7" w:rsidP="00294BA7">
      <w:pPr>
        <w:pStyle w:val="libNormal"/>
      </w:pPr>
      <w:r>
        <w:t>“Sub’haanaka Allaahumma Anta Rabbee Haqqan Haqqan Sajadtu Laka Yaa Rabbee Ta’abbudan Wa Riqqan Allaahumma Amalee Dhwaeefun Fa Dhwaa’ifhoo Lee Allaahummaa Qinee Adhaabaka Yawma Tab’asu Ibaadak Wa Tub Alayya Innaka Antat</w:t>
      </w:r>
      <w:r w:rsidR="002E452F">
        <w:t>-</w:t>
      </w:r>
      <w:r>
        <w:t>Tawwaabur</w:t>
      </w:r>
      <w:r w:rsidR="002E452F">
        <w:t>-</w:t>
      </w:r>
      <w:r>
        <w:t>Raheem.”</w:t>
      </w:r>
    </w:p>
    <w:p w:rsidR="00294BA7" w:rsidRDefault="00294BA7" w:rsidP="00294BA7">
      <w:pPr>
        <w:pStyle w:val="libNormal"/>
      </w:pPr>
      <w:r w:rsidRPr="00294BA7">
        <w:rPr>
          <w:rStyle w:val="libUnderlineChar"/>
        </w:rPr>
        <w:t>In Sajdah a Duaa for our brothers:</w:t>
      </w:r>
      <w:r>
        <w:t xml:space="preserve"> “Allaahumma Rabbal Fajri Walayalil Ashri Wash</w:t>
      </w:r>
      <w:r w:rsidR="002E452F">
        <w:t>-</w:t>
      </w:r>
      <w:r>
        <w:t>Shaf’i Wal Watri Wal</w:t>
      </w:r>
      <w:r w:rsidR="002E452F">
        <w:t>-</w:t>
      </w:r>
      <w:r>
        <w:t>Layli Idha Yasri Wa Rabba Kulla Shay’in Wa Khaaliqa Kulla Shay’in Wa Malika Kulli Shay’in Swalli Alaa Muhammadin Wa Aalihee Waf’al Bi Wa Bi…… (name the brothers) … Maa Anta Ahluhoo Fa Innaka Ahlut</w:t>
      </w:r>
      <w:r w:rsidR="002E452F">
        <w:t>-</w:t>
      </w:r>
      <w:r>
        <w:t>Taqwaa Wa Ahlul Maghfirati.</w:t>
      </w:r>
    </w:p>
    <w:p w:rsidR="002E452F" w:rsidRDefault="002E452F" w:rsidP="00294BA7">
      <w:pPr>
        <w:pStyle w:val="libNormal"/>
      </w:pPr>
      <w:r>
        <w:br w:type="page"/>
      </w:r>
    </w:p>
    <w:p w:rsidR="00A52C13" w:rsidRDefault="00A52C13" w:rsidP="00A52C13">
      <w:pPr>
        <w:pStyle w:val="Heading1Center"/>
      </w:pPr>
      <w:bookmarkStart w:id="29" w:name="_Toc420238097"/>
      <w:r w:rsidRPr="00A52C13">
        <w:lastRenderedPageBreak/>
        <w:t>MEMORY</w:t>
      </w:r>
      <w:bookmarkEnd w:id="29"/>
    </w:p>
    <w:p w:rsidR="00294BA7" w:rsidRDefault="00294BA7" w:rsidP="00294BA7">
      <w:pPr>
        <w:pStyle w:val="libNormal"/>
      </w:pPr>
      <w:r>
        <w:t xml:space="preserve">For possessing sharp memory recite </w:t>
      </w:r>
      <w:r w:rsidRPr="00294BA7">
        <w:rPr>
          <w:rStyle w:val="libItalicChar"/>
        </w:rPr>
        <w:t>Surah Alam</w:t>
      </w:r>
      <w:r w:rsidR="002E452F">
        <w:rPr>
          <w:rStyle w:val="libItalicChar"/>
        </w:rPr>
        <w:t>-</w:t>
      </w:r>
      <w:r w:rsidRPr="00294BA7">
        <w:rPr>
          <w:rStyle w:val="libItalicChar"/>
        </w:rPr>
        <w:t>Nashrah</w:t>
      </w:r>
      <w:r>
        <w:t xml:space="preserve"> 17 times blowing the air on your chest.</w:t>
      </w:r>
    </w:p>
    <w:p w:rsidR="00294BA7" w:rsidRPr="00294BA7" w:rsidRDefault="00294BA7" w:rsidP="00294BA7">
      <w:pPr>
        <w:pStyle w:val="libNormal"/>
        <w:rPr>
          <w:rStyle w:val="libItalicChar"/>
        </w:rPr>
      </w:pPr>
      <w:r>
        <w:t>Place your right hand on the chest and recite 573 times ‘</w:t>
      </w:r>
      <w:r w:rsidRPr="00294BA7">
        <w:rPr>
          <w:rStyle w:val="libItalicChar"/>
        </w:rPr>
        <w:t>Al</w:t>
      </w:r>
      <w:r w:rsidR="002E452F">
        <w:rPr>
          <w:rStyle w:val="libItalicChar"/>
        </w:rPr>
        <w:t>-</w:t>
      </w:r>
      <w:r w:rsidRPr="00294BA7">
        <w:rPr>
          <w:rStyle w:val="libItalicChar"/>
        </w:rPr>
        <w:t>Baaisu’</w:t>
      </w:r>
      <w:r>
        <w:t>.</w:t>
      </w:r>
    </w:p>
    <w:p w:rsidR="00294BA7" w:rsidRPr="00294BA7" w:rsidRDefault="00294BA7" w:rsidP="00294BA7">
      <w:pPr>
        <w:pStyle w:val="libNormal"/>
        <w:rPr>
          <w:rStyle w:val="libItalicChar"/>
        </w:rPr>
      </w:pPr>
      <w:r>
        <w:t xml:space="preserve">To have a photographic memory (a) always recite </w:t>
      </w:r>
      <w:r w:rsidRPr="00294BA7">
        <w:rPr>
          <w:rStyle w:val="libItalicChar"/>
        </w:rPr>
        <w:t>Sura</w:t>
      </w:r>
      <w:r w:rsidR="002E452F">
        <w:rPr>
          <w:rStyle w:val="libItalicChar"/>
        </w:rPr>
        <w:t>-</w:t>
      </w:r>
      <w:r w:rsidRPr="00294BA7">
        <w:rPr>
          <w:rStyle w:val="libItalicChar"/>
        </w:rPr>
        <w:t>e</w:t>
      </w:r>
      <w:r w:rsidR="002E452F">
        <w:rPr>
          <w:rStyle w:val="libItalicChar"/>
        </w:rPr>
        <w:t>-</w:t>
      </w:r>
      <w:r w:rsidRPr="00294BA7">
        <w:rPr>
          <w:rStyle w:val="libItalicChar"/>
        </w:rPr>
        <w:t>A’alaa</w:t>
      </w:r>
      <w:r>
        <w:t xml:space="preserve">. (b) commit by heart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Yaaseen.</w:t>
      </w:r>
    </w:p>
    <w:p w:rsidR="00294BA7" w:rsidRDefault="00294BA7" w:rsidP="00294BA7">
      <w:pPr>
        <w:pStyle w:val="libNormal"/>
      </w:pPr>
      <w:r>
        <w:t>Recite this Duaa everyday after Namaaz</w:t>
      </w:r>
      <w:r w:rsidR="002E452F">
        <w:t>-</w:t>
      </w:r>
      <w:r>
        <w:t>e</w:t>
      </w:r>
      <w:r w:rsidR="002E452F">
        <w:t>-</w:t>
      </w:r>
      <w:r>
        <w:t>Sub’h: Sub’haana Man Laa Ya’atadee Alaa Ahli Mamlikatih, Sub’haana Man Laa Ya’akhuzu Ahlal Ardhi Bi Alwaanil Adhaabi, Sub’haanar</w:t>
      </w:r>
      <w:r w:rsidR="002E452F">
        <w:t>-</w:t>
      </w:r>
      <w:r>
        <w:t>Raoofir</w:t>
      </w:r>
      <w:r w:rsidR="002E452F">
        <w:t>-</w:t>
      </w:r>
      <w:r>
        <w:t>Raheem, Allaahummaj’allee Fee Qalbee Nooran Wa Baswaran Wa Fahman Innaka Alaa Kulli Shay’in Qadeer.</w:t>
      </w:r>
    </w:p>
    <w:p w:rsidR="00294BA7" w:rsidRPr="00294BA7" w:rsidRDefault="00294BA7" w:rsidP="00294BA7">
      <w:pPr>
        <w:pStyle w:val="libNormal"/>
        <w:rPr>
          <w:rStyle w:val="libItalicChar"/>
        </w:rPr>
      </w:pPr>
      <w:r>
        <w:t xml:space="preserve">Imam Ja’afar Saadiq (A.S.) said that when you want to relay one of our Hadees and Shaytaan has made you forget it then place your hand on the forehead and recite this Duaa: </w:t>
      </w:r>
      <w:r w:rsidRPr="00294BA7">
        <w:rPr>
          <w:rStyle w:val="libItalicChar"/>
        </w:rPr>
        <w:t>“Swallallaahu Alaa Muhammadin Wa Aalihee, Allaahumma Innee As’aluka Yaa Mudhakkiral Khayri Wa Faa’iluhu Wal Aamira Bihi Dhakkirnee Maa Ansaaneehish</w:t>
      </w:r>
      <w:r w:rsidR="002E452F">
        <w:rPr>
          <w:rStyle w:val="libItalicChar"/>
        </w:rPr>
        <w:t>-</w:t>
      </w:r>
      <w:r w:rsidRPr="00294BA7">
        <w:rPr>
          <w:rStyle w:val="libItalicChar"/>
        </w:rPr>
        <w:t>Shaytwaan.”</w:t>
      </w:r>
    </w:p>
    <w:p w:rsidR="00294BA7" w:rsidRDefault="00294BA7" w:rsidP="00294BA7">
      <w:pPr>
        <w:pStyle w:val="libNormal"/>
      </w:pPr>
      <w:r>
        <w:t>Imaam (A.S.) said that if anyone often makes mistakes in Namaaz its remedy is that whenever he/she goes to the wash</w:t>
      </w:r>
      <w:r w:rsidR="002E452F">
        <w:t>-</w:t>
      </w:r>
      <w:r>
        <w:t xml:space="preserve">room this should be recited while entering there: </w:t>
      </w:r>
      <w:r w:rsidRPr="00294BA7">
        <w:rPr>
          <w:rStyle w:val="libItalicChar"/>
        </w:rPr>
        <w:t>Bismillaahi Aoodhu Billaahi Minar</w:t>
      </w:r>
      <w:r w:rsidR="002E452F">
        <w:rPr>
          <w:rStyle w:val="libItalicChar"/>
        </w:rPr>
        <w:t>-</w:t>
      </w:r>
      <w:r w:rsidRPr="00294BA7">
        <w:rPr>
          <w:rStyle w:val="libItalicChar"/>
        </w:rPr>
        <w:t>Rijsin Najisil Khabeesil Mukhbisish</w:t>
      </w:r>
      <w:r w:rsidR="002E452F">
        <w:rPr>
          <w:rStyle w:val="libItalicChar"/>
        </w:rPr>
        <w:t>-</w:t>
      </w:r>
      <w:r w:rsidRPr="00294BA7">
        <w:rPr>
          <w:rStyle w:val="libItalicChar"/>
        </w:rPr>
        <w:t>Shaytwaanir</w:t>
      </w:r>
      <w:r w:rsidR="002E452F">
        <w:rPr>
          <w:rStyle w:val="libItalicChar"/>
        </w:rPr>
        <w:t>-</w:t>
      </w:r>
      <w:r w:rsidRPr="00294BA7">
        <w:rPr>
          <w:rStyle w:val="libItalicChar"/>
        </w:rPr>
        <w:t>Rajeem.</w:t>
      </w:r>
    </w:p>
    <w:p w:rsidR="00294BA7" w:rsidRPr="00294BA7" w:rsidRDefault="00294BA7" w:rsidP="00294BA7">
      <w:pPr>
        <w:pStyle w:val="libNormal"/>
        <w:rPr>
          <w:rStyle w:val="libUnderlineChar"/>
        </w:rPr>
      </w:pPr>
      <w:r>
        <w:t>It is also stated that after Namaaz</w:t>
      </w:r>
      <w:r w:rsidR="002E452F">
        <w:t>-</w:t>
      </w:r>
      <w:r>
        <w:t>e</w:t>
      </w:r>
      <w:r w:rsidR="002E452F">
        <w:t>-</w:t>
      </w:r>
      <w:r>
        <w:t xml:space="preserve">Sub’h recite this Duaa before talking to anyone: </w:t>
      </w:r>
      <w:r w:rsidRPr="00294BA7">
        <w:rPr>
          <w:rStyle w:val="libItalicChar"/>
        </w:rPr>
        <w:t>Yaa Hayyu Yaa Qayyoomu Falaa Yafootu Shay’an Ilmuhoo Walaa Ya’ooduhoo.</w:t>
      </w:r>
    </w:p>
    <w:p w:rsidR="00294BA7" w:rsidRPr="00294BA7" w:rsidRDefault="00294BA7" w:rsidP="00294BA7">
      <w:pPr>
        <w:pStyle w:val="libNormal"/>
        <w:rPr>
          <w:rStyle w:val="libUnderlineChar"/>
        </w:rPr>
      </w:pPr>
      <w:r>
        <w:t xml:space="preserve">Imaam Ali (A.S.)said that three things increase the power of memory, they are: (1) </w:t>
      </w:r>
      <w:r w:rsidRPr="00294BA7">
        <w:rPr>
          <w:rStyle w:val="libItalicChar"/>
        </w:rPr>
        <w:t>Miswaak</w:t>
      </w:r>
      <w:r>
        <w:t xml:space="preserve"> (brushing), (2) </w:t>
      </w:r>
      <w:r w:rsidRPr="00294BA7">
        <w:rPr>
          <w:rStyle w:val="libItalicChar"/>
        </w:rPr>
        <w:t>Roza</w:t>
      </w:r>
      <w:r>
        <w:t xml:space="preserve"> (Fasting), (3) </w:t>
      </w:r>
      <w:r w:rsidRPr="00294BA7">
        <w:rPr>
          <w:rStyle w:val="libItalicChar"/>
        </w:rPr>
        <w:t>Tilaawat</w:t>
      </w:r>
      <w:r w:rsidR="002E452F">
        <w:rPr>
          <w:rStyle w:val="libItalicChar"/>
        </w:rPr>
        <w:t>-</w:t>
      </w:r>
      <w:r w:rsidRPr="00294BA7">
        <w:rPr>
          <w:rStyle w:val="libItalicChar"/>
        </w:rPr>
        <w:t>Qur’aan</w:t>
      </w:r>
      <w:r>
        <w:t>.</w:t>
      </w:r>
    </w:p>
    <w:p w:rsidR="00294BA7" w:rsidRDefault="00294BA7" w:rsidP="00294BA7">
      <w:pPr>
        <w:pStyle w:val="libNormal"/>
      </w:pPr>
      <w:r>
        <w:t xml:space="preserve">Shaikh Abbaas Qummi A.R. says that </w:t>
      </w:r>
      <w:r w:rsidRPr="00294BA7">
        <w:rPr>
          <w:rStyle w:val="libItalicChar"/>
        </w:rPr>
        <w:t xml:space="preserve">any one wishing to increase memory </w:t>
      </w:r>
      <w:r>
        <w:t>should not miss brushing the teeth with Miswak, should observe fasts, should recite Holy Qur’an, especially Aayatul Qursee, should consume 21 pcs of red raisins in breakfast, should consume honey, masoor</w:t>
      </w:r>
      <w:r w:rsidR="002E452F">
        <w:t>-</w:t>
      </w:r>
      <w:r>
        <w:t>lentils, and meat which is taken from near the neck. These things help increase memory. Similarly one should abstain from eating sour apples, kothmeer, should not urinate in water, should not read name</w:t>
      </w:r>
      <w:r w:rsidR="002E452F">
        <w:t>-</w:t>
      </w:r>
      <w:r>
        <w:t>plates on the graves, should not walk between two women, should not leave lice escape away, should not cut nails with teeth, should not abstain from siesta, should not engage in sins, and should not worry and overwork for the worldly gains.</w:t>
      </w:r>
    </w:p>
    <w:p w:rsidR="002E452F" w:rsidRDefault="002E452F" w:rsidP="00A52C13">
      <w:pPr>
        <w:pStyle w:val="libNormal"/>
      </w:pPr>
      <w:r>
        <w:br w:type="page"/>
      </w:r>
    </w:p>
    <w:p w:rsidR="00A52C13" w:rsidRDefault="00A52C13" w:rsidP="00A52C13">
      <w:pPr>
        <w:pStyle w:val="Heading1Center"/>
      </w:pPr>
      <w:bookmarkStart w:id="30" w:name="_Toc420238098"/>
      <w:r w:rsidRPr="00A52C13">
        <w:lastRenderedPageBreak/>
        <w:t>VARIOUS DUAAS &amp; A’AMAAL</w:t>
      </w:r>
      <w:bookmarkEnd w:id="30"/>
    </w:p>
    <w:p w:rsidR="00294BA7" w:rsidRDefault="00294BA7" w:rsidP="00294BA7">
      <w:pPr>
        <w:pStyle w:val="libNormal"/>
      </w:pPr>
      <w:r>
        <w:t>For any difficult problem to be solved recite this Duaa 72 times: Yaa Sayyidinal Kareem Najjinaa Wa Khallisnaa Bihaqqi Bismillaahir</w:t>
      </w:r>
      <w:r w:rsidR="002E452F">
        <w:t>-</w:t>
      </w:r>
      <w:r>
        <w:t>Rahmaanir</w:t>
      </w:r>
      <w:r w:rsidR="002E452F">
        <w:t>-</w:t>
      </w:r>
      <w:r>
        <w:t>Raheem. And then recite 70 times this Duaa: Allaahu Latweefun Bi Ibaadihee Yarzuqu Manyashaa’u Wahuwal Qawiyyul Azeez.</w:t>
      </w:r>
    </w:p>
    <w:p w:rsidR="00294BA7" w:rsidRDefault="00294BA7" w:rsidP="00294BA7">
      <w:pPr>
        <w:pStyle w:val="libNormal"/>
      </w:pPr>
      <w:r>
        <w:t>To receive spiritual blessings recite ‘</w:t>
      </w:r>
      <w:r w:rsidRPr="00294BA7">
        <w:rPr>
          <w:rStyle w:val="libItalicChar"/>
        </w:rPr>
        <w:t>Al</w:t>
      </w:r>
      <w:r w:rsidR="002E452F">
        <w:rPr>
          <w:rStyle w:val="libItalicChar"/>
        </w:rPr>
        <w:t>-</w:t>
      </w:r>
      <w:r w:rsidRPr="00294BA7">
        <w:rPr>
          <w:rStyle w:val="libItalicChar"/>
        </w:rPr>
        <w:t>Basweeru’</w:t>
      </w:r>
      <w:r>
        <w:t xml:space="preserve"> abundantly.</w:t>
      </w:r>
    </w:p>
    <w:p w:rsidR="00294BA7" w:rsidRPr="00294BA7" w:rsidRDefault="00294BA7" w:rsidP="00294BA7">
      <w:pPr>
        <w:pStyle w:val="libNormal"/>
        <w:rPr>
          <w:rStyle w:val="libItalicChar"/>
        </w:rPr>
      </w:pPr>
      <w:r>
        <w:t>To get spiritual power recite ‘</w:t>
      </w:r>
      <w:r w:rsidRPr="00294BA7">
        <w:rPr>
          <w:rStyle w:val="libItalicChar"/>
        </w:rPr>
        <w:t>Al</w:t>
      </w:r>
      <w:r w:rsidR="002E452F">
        <w:rPr>
          <w:rStyle w:val="libItalicChar"/>
        </w:rPr>
        <w:t>-</w:t>
      </w:r>
      <w:r w:rsidRPr="00294BA7">
        <w:rPr>
          <w:rStyle w:val="libItalicChar"/>
        </w:rPr>
        <w:t>Adhweemu’</w:t>
      </w:r>
      <w:r>
        <w:t xml:space="preserve"> abundantly.</w:t>
      </w:r>
    </w:p>
    <w:p w:rsidR="00294BA7" w:rsidRDefault="00294BA7" w:rsidP="00294BA7">
      <w:pPr>
        <w:pStyle w:val="libNormal"/>
      </w:pPr>
      <w:r>
        <w:t>For our Namaaz to be accepted say: Rabbij</w:t>
      </w:r>
      <w:r w:rsidR="002E452F">
        <w:t>-</w:t>
      </w:r>
      <w:r>
        <w:t>Alnee Muqeemas</w:t>
      </w:r>
      <w:r w:rsidR="002E452F">
        <w:t>-</w:t>
      </w:r>
      <w:r>
        <w:t>Swalaatee Wa Min Dhurriyyatee, Rabbanaa Wa Taqabbal Duaa’a.</w:t>
      </w:r>
    </w:p>
    <w:p w:rsidR="00294BA7" w:rsidRDefault="00294BA7" w:rsidP="00294BA7">
      <w:pPr>
        <w:pStyle w:val="libNormal"/>
      </w:pPr>
      <w:r>
        <w:t xml:space="preserve">For the </w:t>
      </w:r>
      <w:r w:rsidRPr="00294BA7">
        <w:rPr>
          <w:rStyle w:val="libItalicChar"/>
        </w:rPr>
        <w:t>safety of property</w:t>
      </w:r>
      <w:r>
        <w:t xml:space="preserve">: Recite </w:t>
      </w:r>
      <w:r w:rsidRPr="00294BA7">
        <w:rPr>
          <w:rStyle w:val="libItalicChar"/>
        </w:rPr>
        <w:t>11 times</w:t>
      </w:r>
      <w:r>
        <w:t xml:space="preserve"> Surah Al</w:t>
      </w:r>
      <w:r w:rsidR="002E452F">
        <w:t>-</w:t>
      </w:r>
      <w:r>
        <w:t>Ikhlaas, Surah Al</w:t>
      </w:r>
      <w:r w:rsidR="002E452F">
        <w:t>-</w:t>
      </w:r>
      <w:r>
        <w:t>Qadr And Aayatul Qursee before sunrise.</w:t>
      </w:r>
    </w:p>
    <w:p w:rsidR="00294BA7" w:rsidRDefault="00294BA7" w:rsidP="00294BA7">
      <w:pPr>
        <w:pStyle w:val="libNormal"/>
      </w:pPr>
      <w:r>
        <w:t xml:space="preserve">To recover the </w:t>
      </w:r>
      <w:r w:rsidRPr="00294BA7">
        <w:rPr>
          <w:rStyle w:val="libItalicChar"/>
        </w:rPr>
        <w:t>lost property</w:t>
      </w:r>
      <w:r>
        <w:t xml:space="preserve">: Pray </w:t>
      </w:r>
      <w:r w:rsidRPr="00294BA7">
        <w:rPr>
          <w:rStyle w:val="libItalicChar"/>
        </w:rPr>
        <w:t>4 rak’at Namaaz</w:t>
      </w:r>
      <w:r>
        <w:t>, in each rak’at after Al</w:t>
      </w:r>
      <w:r w:rsidR="002E452F">
        <w:t>-</w:t>
      </w:r>
      <w:r>
        <w:t xml:space="preserve">Hamd recite 11 times Surah </w:t>
      </w:r>
      <w:r w:rsidR="002E452F">
        <w:t>-</w:t>
      </w:r>
      <w:r>
        <w:t>e</w:t>
      </w:r>
      <w:r w:rsidR="002E452F">
        <w:t>-</w:t>
      </w:r>
      <w:r>
        <w:t xml:space="preserve"> Ikhalaas and after Namaaz recite Duaa</w:t>
      </w:r>
      <w:r w:rsidR="002E452F">
        <w:t>-</w:t>
      </w:r>
      <w:r>
        <w:t>e</w:t>
      </w:r>
      <w:r w:rsidR="002E452F">
        <w:t>-</w:t>
      </w:r>
      <w:r>
        <w:t>Mujeer (refer M.Jinaan).</w:t>
      </w:r>
    </w:p>
    <w:p w:rsidR="00294BA7" w:rsidRDefault="00294BA7" w:rsidP="00294BA7">
      <w:pPr>
        <w:pStyle w:val="libNormal"/>
      </w:pPr>
      <w:r>
        <w:t>For the increase in knowledge recite “Naadey Aliyyan…” everyday regularly.</w:t>
      </w:r>
    </w:p>
    <w:p w:rsidR="00294BA7" w:rsidRPr="00294BA7" w:rsidRDefault="00294BA7" w:rsidP="00294BA7">
      <w:pPr>
        <w:pStyle w:val="libNormal"/>
        <w:rPr>
          <w:rStyle w:val="libItalicChar"/>
        </w:rPr>
      </w:pPr>
      <w:r>
        <w:t xml:space="preserve">To ragulate properly all your </w:t>
      </w:r>
      <w:r w:rsidRPr="00294BA7">
        <w:rPr>
          <w:rStyle w:val="libItalicChar"/>
        </w:rPr>
        <w:t>legal affairs</w:t>
      </w:r>
      <w:r>
        <w:t xml:space="preserve"> recite in abubdance these Holy Names: ‘</w:t>
      </w:r>
      <w:r w:rsidRPr="00294BA7">
        <w:rPr>
          <w:rStyle w:val="libItalicChar"/>
        </w:rPr>
        <w:t>Al</w:t>
      </w:r>
      <w:r w:rsidR="002E452F">
        <w:rPr>
          <w:rStyle w:val="libItalicChar"/>
        </w:rPr>
        <w:t>-</w:t>
      </w:r>
      <w:r w:rsidRPr="00294BA7">
        <w:rPr>
          <w:rStyle w:val="libItalicChar"/>
        </w:rPr>
        <w:t>Aakhiru. Al</w:t>
      </w:r>
      <w:r w:rsidR="002E452F">
        <w:rPr>
          <w:rStyle w:val="libItalicChar"/>
        </w:rPr>
        <w:t>-</w:t>
      </w:r>
      <w:r w:rsidRPr="00294BA7">
        <w:rPr>
          <w:rStyle w:val="libItalicChar"/>
        </w:rPr>
        <w:t>Badee’u. Al</w:t>
      </w:r>
      <w:r w:rsidR="002E452F">
        <w:rPr>
          <w:rStyle w:val="libItalicChar"/>
        </w:rPr>
        <w:t>-</w:t>
      </w:r>
      <w:r w:rsidRPr="00294BA7">
        <w:rPr>
          <w:rStyle w:val="libItalicChar"/>
        </w:rPr>
        <w:t>Hakeemu. Al</w:t>
      </w:r>
      <w:r w:rsidR="002E452F">
        <w:rPr>
          <w:rStyle w:val="libItalicChar"/>
        </w:rPr>
        <w:t>-</w:t>
      </w:r>
      <w:r w:rsidRPr="00294BA7">
        <w:rPr>
          <w:rStyle w:val="libItalicChar"/>
        </w:rPr>
        <w:t>Aadilu’.</w:t>
      </w:r>
    </w:p>
    <w:p w:rsidR="00294BA7" w:rsidRDefault="00294BA7" w:rsidP="00294BA7">
      <w:pPr>
        <w:pStyle w:val="libNormal"/>
      </w:pPr>
      <w:r>
        <w:t xml:space="preserve">While commencing </w:t>
      </w:r>
      <w:r w:rsidRPr="00294BA7">
        <w:rPr>
          <w:rStyle w:val="libItalicChar"/>
        </w:rPr>
        <w:t>any work</w:t>
      </w:r>
      <w:r>
        <w:t xml:space="preserve"> recite; ‘</w:t>
      </w:r>
      <w:r w:rsidRPr="00294BA7">
        <w:rPr>
          <w:rStyle w:val="libItalicChar"/>
        </w:rPr>
        <w:t>Al</w:t>
      </w:r>
      <w:r w:rsidR="002E452F">
        <w:rPr>
          <w:rStyle w:val="libItalicChar"/>
        </w:rPr>
        <w:t>-</w:t>
      </w:r>
      <w:r w:rsidRPr="00294BA7">
        <w:rPr>
          <w:rStyle w:val="libItalicChar"/>
        </w:rPr>
        <w:t>Awwalu’</w:t>
      </w:r>
      <w:r>
        <w:t xml:space="preserve"> many times.</w:t>
      </w:r>
    </w:p>
    <w:p w:rsidR="00294BA7" w:rsidRDefault="00294BA7" w:rsidP="00294BA7">
      <w:pPr>
        <w:pStyle w:val="libNormal"/>
      </w:pPr>
      <w:r>
        <w:t xml:space="preserve">To gain </w:t>
      </w:r>
      <w:r w:rsidRPr="00294BA7">
        <w:rPr>
          <w:rStyle w:val="libItalicChar"/>
        </w:rPr>
        <w:t>knowledge</w:t>
      </w:r>
      <w:r>
        <w:t xml:space="preserve"> and to know </w:t>
      </w:r>
      <w:r w:rsidRPr="00294BA7">
        <w:rPr>
          <w:rStyle w:val="libItalicChar"/>
        </w:rPr>
        <w:t>secrets of nature</w:t>
      </w:r>
      <w:r>
        <w:t xml:space="preserve"> recite: ‘</w:t>
      </w:r>
      <w:r w:rsidRPr="00294BA7">
        <w:rPr>
          <w:rStyle w:val="libItalicChar"/>
        </w:rPr>
        <w:t>Al</w:t>
      </w:r>
      <w:r w:rsidR="002E452F">
        <w:rPr>
          <w:rStyle w:val="libItalicChar"/>
        </w:rPr>
        <w:t>-</w:t>
      </w:r>
      <w:r w:rsidRPr="00294BA7">
        <w:rPr>
          <w:rStyle w:val="libItalicChar"/>
        </w:rPr>
        <w:t>Aleemu’</w:t>
      </w:r>
      <w:r>
        <w:t xml:space="preserve"> 6 times after every Waajib Namaaz.</w:t>
      </w:r>
    </w:p>
    <w:p w:rsidR="00294BA7" w:rsidRDefault="00294BA7" w:rsidP="00294BA7">
      <w:pPr>
        <w:pStyle w:val="libNormal"/>
      </w:pPr>
      <w:r>
        <w:t>To develop a forceful personality recite: ‘Al</w:t>
      </w:r>
      <w:r w:rsidR="002E452F">
        <w:t>-</w:t>
      </w:r>
      <w:r>
        <w:t>Muta’aali’ and ‘Al</w:t>
      </w:r>
      <w:r w:rsidR="002E452F">
        <w:t>-</w:t>
      </w:r>
      <w:r>
        <w:t>Adhweemu’ Many Times.</w:t>
      </w:r>
    </w:p>
    <w:p w:rsidR="00294BA7" w:rsidRDefault="00294BA7" w:rsidP="00294BA7">
      <w:pPr>
        <w:pStyle w:val="libNormal"/>
      </w:pPr>
    </w:p>
    <w:p w:rsidR="00294BA7" w:rsidRDefault="00294BA7" w:rsidP="00294BA7">
      <w:pPr>
        <w:pStyle w:val="libNormal"/>
      </w:pPr>
      <w:r>
        <w:t>For fearlessness and boldness recite regularly a great deal: ‘Al</w:t>
      </w:r>
      <w:r w:rsidR="002E452F">
        <w:t>-</w:t>
      </w:r>
      <w:r>
        <w:t>Hafidhoo’.</w:t>
      </w:r>
    </w:p>
    <w:p w:rsidR="00294BA7" w:rsidRDefault="00294BA7" w:rsidP="00294BA7">
      <w:pPr>
        <w:pStyle w:val="libNormal"/>
      </w:pPr>
      <w:r>
        <w:t xml:space="preserve">To </w:t>
      </w:r>
      <w:r w:rsidRPr="00294BA7">
        <w:rPr>
          <w:rStyle w:val="libItalicChar"/>
        </w:rPr>
        <w:t>accomplish successfully</w:t>
      </w:r>
      <w:r>
        <w:t xml:space="preserve"> any of your undertakings, write ‘</w:t>
      </w:r>
      <w:r w:rsidRPr="00294BA7">
        <w:rPr>
          <w:rStyle w:val="libItalicChar"/>
        </w:rPr>
        <w:t>Al</w:t>
      </w:r>
      <w:r w:rsidR="002E452F">
        <w:rPr>
          <w:rStyle w:val="libItalicChar"/>
        </w:rPr>
        <w:t>-</w:t>
      </w:r>
      <w:r w:rsidRPr="00294BA7">
        <w:rPr>
          <w:rStyle w:val="libItalicChar"/>
        </w:rPr>
        <w:t>Haqqu’</w:t>
      </w:r>
      <w:r>
        <w:t xml:space="preserve"> on a square paper, put it in your hands, raise the hands towards the open sky and beseech your need from Allaah.</w:t>
      </w:r>
    </w:p>
    <w:p w:rsidR="00294BA7" w:rsidRDefault="00294BA7" w:rsidP="00294BA7">
      <w:pPr>
        <w:pStyle w:val="libNormal"/>
      </w:pPr>
      <w:r>
        <w:t>To pass by unnoticed recite ‘Al</w:t>
      </w:r>
      <w:r w:rsidR="002E452F">
        <w:t>-</w:t>
      </w:r>
      <w:r>
        <w:t>Khaaliqu’ many times.</w:t>
      </w:r>
    </w:p>
    <w:p w:rsidR="00294BA7" w:rsidRDefault="00294BA7" w:rsidP="00294BA7">
      <w:pPr>
        <w:pStyle w:val="libNormal"/>
      </w:pPr>
      <w:r>
        <w:t xml:space="preserve">To safeguard one self from </w:t>
      </w:r>
      <w:r w:rsidRPr="00294BA7">
        <w:rPr>
          <w:rStyle w:val="libItalicChar"/>
        </w:rPr>
        <w:t xml:space="preserve">hypocrisy </w:t>
      </w:r>
      <w:r>
        <w:t xml:space="preserve">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Munafiqoon</w:t>
      </w:r>
      <w:r>
        <w:t>.</w:t>
      </w:r>
    </w:p>
    <w:p w:rsidR="00294BA7" w:rsidRDefault="00294BA7" w:rsidP="00294BA7">
      <w:pPr>
        <w:pStyle w:val="libNormal"/>
      </w:pPr>
      <w:r>
        <w:t>For sending a gift to a diseased: Surah</w:t>
      </w:r>
      <w:r w:rsidR="002E452F">
        <w:t>-</w:t>
      </w:r>
      <w:r>
        <w:t>e</w:t>
      </w:r>
      <w:r w:rsidR="002E452F">
        <w:t>-</w:t>
      </w:r>
      <w:r>
        <w:t xml:space="preserve"> Mulk.</w:t>
      </w:r>
    </w:p>
    <w:p w:rsidR="00294BA7" w:rsidRDefault="00294BA7" w:rsidP="00294BA7">
      <w:pPr>
        <w:pStyle w:val="libNormal"/>
      </w:pPr>
      <w:r>
        <w:t>For heart diseases, for confrontation, and for wiping out the evil of Monday recite: Surah</w:t>
      </w:r>
      <w:r w:rsidR="002E452F">
        <w:t>-</w:t>
      </w:r>
      <w:r>
        <w:t>e</w:t>
      </w:r>
      <w:r w:rsidR="002E452F">
        <w:t>-</w:t>
      </w:r>
      <w:r>
        <w:t>Dahr.</w:t>
      </w:r>
    </w:p>
    <w:p w:rsidR="00294BA7" w:rsidRDefault="00294BA7" w:rsidP="00294BA7">
      <w:pPr>
        <w:pStyle w:val="libNormal"/>
      </w:pPr>
      <w:r>
        <w:t>To remain night vigil for Ibaadat, for being lucky for Hajj, and safety in traveling recite Surah</w:t>
      </w:r>
      <w:r w:rsidR="002E452F">
        <w:t>-</w:t>
      </w:r>
      <w:r>
        <w:t>e</w:t>
      </w:r>
      <w:r w:rsidR="002E452F">
        <w:t>-</w:t>
      </w:r>
      <w:r>
        <w:t>Nabaa. (=Ammaa Yatasaa’aloon)</w:t>
      </w:r>
    </w:p>
    <w:p w:rsidR="00294BA7" w:rsidRPr="00294BA7" w:rsidRDefault="00294BA7" w:rsidP="00294BA7">
      <w:pPr>
        <w:pStyle w:val="libNormal"/>
        <w:rPr>
          <w:rStyle w:val="libItalicChar"/>
        </w:rPr>
      </w:pPr>
      <w:r>
        <w:t xml:space="preserve">For a sure </w:t>
      </w:r>
      <w:r w:rsidRPr="00294BA7">
        <w:rPr>
          <w:rStyle w:val="libItalicChar"/>
        </w:rPr>
        <w:t>insurance</w:t>
      </w:r>
      <w:r>
        <w:t xml:space="preserve"> to your goods and belongings: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Qadr.</w:t>
      </w:r>
    </w:p>
    <w:p w:rsidR="00294BA7" w:rsidRDefault="00294BA7" w:rsidP="00294BA7">
      <w:pPr>
        <w:pStyle w:val="libNormal"/>
      </w:pPr>
      <w:r>
        <w:t xml:space="preserve">To cure a </w:t>
      </w:r>
      <w:r w:rsidRPr="00294BA7">
        <w:rPr>
          <w:rStyle w:val="libItalicChar"/>
        </w:rPr>
        <w:t>paralyses,</w:t>
      </w:r>
      <w:r>
        <w:t xml:space="preserve"> for any </w:t>
      </w:r>
      <w:r w:rsidRPr="00294BA7">
        <w:rPr>
          <w:rStyle w:val="libItalicChar"/>
        </w:rPr>
        <w:t>fears</w:t>
      </w:r>
      <w:r>
        <w:t xml:space="preserve">, and to find out a </w:t>
      </w:r>
      <w:r w:rsidRPr="00294BA7">
        <w:rPr>
          <w:rStyle w:val="libItalicChar"/>
        </w:rPr>
        <w:t>culprit</w:t>
      </w:r>
      <w:r>
        <w:t xml:space="preserve">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 xml:space="preserve">Zilzaal. </w:t>
      </w:r>
      <w:r>
        <w:t>[*]</w:t>
      </w:r>
    </w:p>
    <w:p w:rsidR="00294BA7" w:rsidRDefault="00294BA7" w:rsidP="00294BA7">
      <w:pPr>
        <w:pStyle w:val="libNormal"/>
      </w:pPr>
      <w:r>
        <w:t>Braveness, success, fearlessness, and forgiveness of sins recite: Surah</w:t>
      </w:r>
      <w:r w:rsidR="002E452F">
        <w:t>-</w:t>
      </w:r>
      <w:r>
        <w:t>e</w:t>
      </w:r>
      <w:r w:rsidR="002E452F">
        <w:t>-</w:t>
      </w:r>
      <w:r>
        <w:t>Kaafiroon in abundance. [*]</w:t>
      </w:r>
    </w:p>
    <w:p w:rsidR="00294BA7" w:rsidRDefault="00294BA7" w:rsidP="00294BA7">
      <w:pPr>
        <w:pStyle w:val="libNormal"/>
      </w:pPr>
      <w:r>
        <w:t xml:space="preserve">To drive away </w:t>
      </w:r>
      <w:r w:rsidRPr="00294BA7">
        <w:rPr>
          <w:rStyle w:val="libItalicChar"/>
        </w:rPr>
        <w:t>poverty and fears</w:t>
      </w:r>
      <w:r>
        <w:t xml:space="preserve">, to be forgiven the </w:t>
      </w:r>
      <w:r w:rsidRPr="00294BA7">
        <w:rPr>
          <w:rStyle w:val="libItalicChar"/>
        </w:rPr>
        <w:t>sins</w:t>
      </w:r>
      <w:r>
        <w:t xml:space="preserve"> and for </w:t>
      </w:r>
      <w:r w:rsidRPr="00294BA7">
        <w:rPr>
          <w:rStyle w:val="libItalicChar"/>
        </w:rPr>
        <w:t xml:space="preserve">mutual love </w:t>
      </w:r>
      <w:r>
        <w:t xml:space="preserve">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Ikhlaas</w:t>
      </w:r>
      <w:r>
        <w:t xml:space="preserve"> in plenty. [*]</w:t>
      </w:r>
    </w:p>
    <w:p w:rsidR="00294BA7" w:rsidRDefault="00294BA7" w:rsidP="00294BA7">
      <w:pPr>
        <w:pStyle w:val="libNormal"/>
      </w:pPr>
      <w:r>
        <w:t>For any problem, and Maghfirat recite: Aayatul Qursee. [*]</w:t>
      </w:r>
    </w:p>
    <w:p w:rsidR="00294BA7" w:rsidRDefault="00294BA7" w:rsidP="00294BA7">
      <w:pPr>
        <w:pStyle w:val="libNormal"/>
      </w:pPr>
      <w:r>
        <w:t>For repaying debts, for sustenance, and for nervous</w:t>
      </w:r>
      <w:r w:rsidR="002E452F">
        <w:t>-</w:t>
      </w:r>
      <w:r>
        <w:t>less public speaking recite: “Aaya</w:t>
      </w:r>
      <w:r w:rsidR="002E452F">
        <w:t>-</w:t>
      </w:r>
      <w:r>
        <w:t>e</w:t>
      </w:r>
      <w:r w:rsidR="002E452F">
        <w:t>-</w:t>
      </w:r>
      <w:r>
        <w:t>Mulk”. [*]</w:t>
      </w:r>
    </w:p>
    <w:p w:rsidR="00294BA7" w:rsidRDefault="00294BA7" w:rsidP="00294BA7">
      <w:pPr>
        <w:pStyle w:val="libNormal"/>
      </w:pPr>
      <w:r>
        <w:t>For any problem, trouble, or need recite: “Amman’yyujeebu…”</w:t>
      </w:r>
    </w:p>
    <w:p w:rsidR="00294BA7" w:rsidRDefault="00294BA7" w:rsidP="00294BA7">
      <w:pPr>
        <w:pStyle w:val="libNormal"/>
      </w:pPr>
      <w:r>
        <w:t xml:space="preserve">For a sure reply to your </w:t>
      </w:r>
      <w:r w:rsidRPr="00294BA7">
        <w:rPr>
          <w:rStyle w:val="libItalicChar"/>
        </w:rPr>
        <w:t>Haajat</w:t>
      </w:r>
      <w:r>
        <w:t xml:space="preserve">: 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Qumail</w:t>
      </w:r>
      <w:r>
        <w:t xml:space="preserve"> after every Namaaz until the need is fulfilled.</w:t>
      </w:r>
    </w:p>
    <w:p w:rsidR="00294BA7" w:rsidRDefault="00294BA7" w:rsidP="00294BA7">
      <w:pPr>
        <w:pStyle w:val="libNormal"/>
      </w:pPr>
      <w:r>
        <w:t>To disgrace the enemies of Ahlul Bayt recite: Duaa</w:t>
      </w:r>
      <w:r w:rsidR="002E452F">
        <w:t>-</w:t>
      </w:r>
      <w:r>
        <w:t>e</w:t>
      </w:r>
      <w:r w:rsidR="002E452F">
        <w:t>-</w:t>
      </w:r>
      <w:r>
        <w:t>Samaat.</w:t>
      </w:r>
    </w:p>
    <w:p w:rsidR="00294BA7" w:rsidRDefault="00294BA7" w:rsidP="00294BA7">
      <w:pPr>
        <w:pStyle w:val="libNormal"/>
      </w:pPr>
      <w:r>
        <w:t>To wipe away misfortune, crises and deadlocks recite: “Ilaahee Adhumal Balaa’a……” [*]</w:t>
      </w:r>
    </w:p>
    <w:p w:rsidR="00294BA7" w:rsidRDefault="00294BA7" w:rsidP="00294BA7">
      <w:pPr>
        <w:pStyle w:val="libNormal"/>
      </w:pPr>
      <w:r>
        <w:t xml:space="preserve">For the </w:t>
      </w:r>
      <w:r w:rsidRPr="00294BA7">
        <w:rPr>
          <w:rStyle w:val="libItalicChar"/>
        </w:rPr>
        <w:t xml:space="preserve">safety </w:t>
      </w:r>
      <w:r>
        <w:t xml:space="preserve">in journey and unity recite: </w:t>
      </w:r>
      <w:r w:rsidRPr="00294BA7">
        <w:rPr>
          <w:rStyle w:val="libItalicChar"/>
        </w:rPr>
        <w:t>Al</w:t>
      </w:r>
      <w:r w:rsidR="002E452F">
        <w:rPr>
          <w:rStyle w:val="libItalicChar"/>
        </w:rPr>
        <w:t>-</w:t>
      </w:r>
      <w:r w:rsidRPr="00294BA7">
        <w:rPr>
          <w:rStyle w:val="libItalicChar"/>
        </w:rPr>
        <w:t>Waheedu</w:t>
      </w:r>
      <w:r>
        <w:t xml:space="preserve"> abundantly.</w:t>
      </w:r>
    </w:p>
    <w:p w:rsidR="00294BA7" w:rsidRDefault="00294BA7" w:rsidP="00294BA7">
      <w:pPr>
        <w:pStyle w:val="libNormal"/>
      </w:pPr>
      <w:r>
        <w:t>For intellectual power, proper understanding, and fluent speech: write Surah</w:t>
      </w:r>
      <w:r w:rsidR="002E452F">
        <w:t>-</w:t>
      </w:r>
      <w:r>
        <w:t>e</w:t>
      </w:r>
      <w:r w:rsidR="002E452F">
        <w:t>-</w:t>
      </w:r>
      <w:r>
        <w:t>Bani Israaeel with saffron, wash it with water and drink it.</w:t>
      </w:r>
    </w:p>
    <w:p w:rsidR="00294BA7" w:rsidRDefault="00294BA7" w:rsidP="00294BA7">
      <w:pPr>
        <w:pStyle w:val="libNormal"/>
      </w:pPr>
      <w:r>
        <w:lastRenderedPageBreak/>
        <w:t>To be free from any undesirable thing in your house and worries recite: 1000 times “Naadey Aliyyan…”</w:t>
      </w:r>
    </w:p>
    <w:p w:rsidR="00294BA7" w:rsidRPr="00294BA7" w:rsidRDefault="00294BA7" w:rsidP="00294BA7">
      <w:pPr>
        <w:pStyle w:val="libNormal"/>
        <w:rPr>
          <w:rStyle w:val="libItalicChar"/>
        </w:rPr>
      </w:pPr>
      <w:r>
        <w:t xml:space="preserve">To take a legal </w:t>
      </w:r>
      <w:r w:rsidRPr="00294BA7">
        <w:rPr>
          <w:rStyle w:val="libItalicChar"/>
        </w:rPr>
        <w:t xml:space="preserve">revenge </w:t>
      </w:r>
      <w:r>
        <w:t xml:space="preserve">from an enemy: Keeping in mind the name of the enemy recite 630 times </w:t>
      </w:r>
      <w:r w:rsidRPr="00294BA7">
        <w:rPr>
          <w:rStyle w:val="libItalicChar"/>
        </w:rPr>
        <w:t>Al</w:t>
      </w:r>
      <w:r w:rsidR="002E452F">
        <w:rPr>
          <w:rStyle w:val="libItalicChar"/>
        </w:rPr>
        <w:t>-</w:t>
      </w:r>
      <w:r w:rsidRPr="00294BA7">
        <w:rPr>
          <w:rStyle w:val="libItalicChar"/>
        </w:rPr>
        <w:t>Muntaqimoo.</w:t>
      </w:r>
    </w:p>
    <w:p w:rsidR="00294BA7" w:rsidRDefault="00294BA7" w:rsidP="00294BA7">
      <w:pPr>
        <w:pStyle w:val="libNormal"/>
      </w:pPr>
      <w:r>
        <w:t>To destroy the enemies: recite this Duaa in the last three night of the month Yaa Qaahiroo, Yaa Dhal Batshish</w:t>
      </w:r>
      <w:r w:rsidR="002E452F">
        <w:t>-</w:t>
      </w:r>
      <w:r>
        <w:t>Shadeed, Antal</w:t>
      </w:r>
      <w:r w:rsidR="002E452F">
        <w:t>-</w:t>
      </w:r>
      <w:r>
        <w:t>Ladhee Laa Yootaqoo Intiqaamuh.</w:t>
      </w:r>
    </w:p>
    <w:p w:rsidR="00294BA7" w:rsidRDefault="00294BA7" w:rsidP="00294BA7">
      <w:pPr>
        <w:pStyle w:val="libNormal"/>
      </w:pPr>
      <w:r>
        <w:t xml:space="preserve">To ward off </w:t>
      </w:r>
      <w:r w:rsidRPr="00294BA7">
        <w:rPr>
          <w:rStyle w:val="libItalicChar"/>
        </w:rPr>
        <w:t>evil designs of enemies</w:t>
      </w:r>
      <w:r>
        <w:t xml:space="preserve">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Al</w:t>
      </w:r>
      <w:r w:rsidR="002E452F">
        <w:rPr>
          <w:rStyle w:val="libItalicChar"/>
        </w:rPr>
        <w:t>-</w:t>
      </w:r>
      <w:r w:rsidRPr="00294BA7">
        <w:rPr>
          <w:rStyle w:val="libItalicChar"/>
        </w:rPr>
        <w:t>Feel</w:t>
      </w:r>
      <w:r>
        <w:t xml:space="preserve"> in the first rak’at of Namaaz</w:t>
      </w:r>
      <w:r w:rsidR="002E452F">
        <w:t>-</w:t>
      </w:r>
      <w:r>
        <w:t>e</w:t>
      </w:r>
      <w:r w:rsidR="002E452F">
        <w:t>-</w:t>
      </w:r>
      <w:r>
        <w:t>Sub’h after Al</w:t>
      </w:r>
      <w:r w:rsidR="002E452F">
        <w:t>-</w:t>
      </w:r>
      <w:r>
        <w:t>Hamd daily till the danger disappears.</w:t>
      </w:r>
    </w:p>
    <w:p w:rsidR="00294BA7" w:rsidRDefault="00294BA7" w:rsidP="00294BA7">
      <w:pPr>
        <w:pStyle w:val="libNormal"/>
      </w:pPr>
      <w:r>
        <w:t>To destroy your enemy recite the following Duaa 55 times for 3 days: Yaa Mudhilla Kulli Jabbaarin Aneedin Biqahrin Adhweemin Wa Sultwaanihee.</w:t>
      </w:r>
    </w:p>
    <w:p w:rsidR="00294BA7" w:rsidRDefault="00294BA7" w:rsidP="00294BA7">
      <w:pPr>
        <w:pStyle w:val="libNormal"/>
      </w:pPr>
      <w:r>
        <w:t xml:space="preserve">To get rid from an </w:t>
      </w:r>
      <w:r w:rsidRPr="00294BA7">
        <w:rPr>
          <w:rStyle w:val="libItalicChar"/>
        </w:rPr>
        <w:t>oppressor:</w:t>
      </w:r>
      <w:r>
        <w:t xml:space="preserve"> Pray 2 rak’at Namaaz and after Namaaz recite 100 times: </w:t>
      </w:r>
      <w:r w:rsidRPr="00294BA7">
        <w:rPr>
          <w:rStyle w:val="libItalicChar"/>
        </w:rPr>
        <w:t>Rabbi Annee Maghloobun Fantaswir</w:t>
      </w:r>
      <w:r>
        <w:t>.(Aayat No:10 Surah Al</w:t>
      </w:r>
      <w:r w:rsidR="002E452F">
        <w:t>-</w:t>
      </w:r>
      <w:r>
        <w:t>Qamar)</w:t>
      </w:r>
    </w:p>
    <w:p w:rsidR="00294BA7" w:rsidRDefault="00294BA7" w:rsidP="00294BA7">
      <w:pPr>
        <w:pStyle w:val="libNormal"/>
      </w:pPr>
      <w:r>
        <w:t>To destroy the oppressor recite this Duaa: Yaa Uddatee Inda Shiddatee Wa Yaa Ghawthee Inda Qurbatee Uhrisnee Bi Aynikal</w:t>
      </w:r>
      <w:r w:rsidR="002E452F">
        <w:t>-</w:t>
      </w:r>
      <w:r>
        <w:t>Latee Laa Tanaamu Wakfinee Biruknikil</w:t>
      </w:r>
      <w:r w:rsidR="002E452F">
        <w:t>-</w:t>
      </w:r>
      <w:r>
        <w:t>Ladhee Laa Yuraamu Yaa Dhal Quwwatil Qawiyyati Wa Yaa Dhal Jalaalish</w:t>
      </w:r>
      <w:r w:rsidR="002E452F">
        <w:t>-</w:t>
      </w:r>
      <w:r>
        <w:t>Shadeed Wa Yaa Dhal Izzatil</w:t>
      </w:r>
      <w:r w:rsidR="002E452F">
        <w:t>-</w:t>
      </w:r>
      <w:r>
        <w:t xml:space="preserve">Latee Kullu Khalqika Lahaa Dhaleelun Swalli Alaa Muhammadin Wa Aali Muhammad Wakfinee Dhwaalimee Wantaqim lee Minhu. </w:t>
      </w:r>
    </w:p>
    <w:p w:rsidR="00294BA7" w:rsidRDefault="00294BA7" w:rsidP="00294BA7">
      <w:pPr>
        <w:pStyle w:val="libNormal"/>
      </w:pPr>
      <w:r>
        <w:t>An effective Duaa to defeat the evil designs of enemies. Imaam Zaynul Aabideen (A.S.) used to recite this Duaa regularly: Bismillaahi Wabillaahi Wa Minallaahi Wa Ilallaahi Wa Fee Sabeelillaahi Allaahumma Laka Aslamtu Nafsee Wailayka Wajjahtu Wajhee Wa Ilayka Fawwadhtu Amree Wahfidhnee Bihifdhil Eemaani min Bayni Yadayya Wa Min Khalfee Wa An Yameenee Wa An Shimaalee Wamin Fawqee Wamin Tahtee Wadfa’a Annee Bihawlika Wa Quwwatika Fa Innahoo Laa Hawla Walaa Quwwata Illaa Billaahil Aliyyil Adhweem.</w:t>
      </w:r>
    </w:p>
    <w:p w:rsidR="00294BA7" w:rsidRDefault="00294BA7" w:rsidP="00294BA7">
      <w:pPr>
        <w:pStyle w:val="libNormal"/>
      </w:pPr>
      <w:r>
        <w:t>The Duaa from Imaam Ali (A.S.) to render the plots and intrigues of enemies be ineffective: Allaahumma Innee Aoodhu Bika Min An Udhlama Fee Sultwaanika Allaahumma Innee Aoodhu Bika An Adhilla Hudaaka Allaahumma Innee Aoodhu Bika An Aftaqira Fee Ghinaaka Allaahumma Innee Aoodhu Bika An Udhayyia Fee Salaamatika Allaahumma Innee Aoodhu Bika An Ughlaba Wal Amru Laka Wa Ilayka.</w:t>
      </w:r>
    </w:p>
    <w:p w:rsidR="00294BA7" w:rsidRDefault="00294BA7" w:rsidP="00294BA7">
      <w:pPr>
        <w:pStyle w:val="libNormal"/>
      </w:pPr>
      <w:r>
        <w:t xml:space="preserve">Duaa by Imaam Ali (A.S.) to have an upperhand over your enemy: Walaa Hawla Walaa Quwwata Illaa Billaahil Aliyyil Adhweem Allaahumma Iyyaka Na’abudoo Wa Iyyaaka Nasta’een Yaa Allaahu Yaa Rahmaanu Yaa Raheemu Yaa Ahadu Yaa Swamadoo Yaa Ilaaha Muhammadin (S) Ilayaka Nuqilatul Aqdaamu Wa Afaazatil Quloobu Wa Tashakhkhasatil Abswaaru Wa Muddatil A’anaaqu Wa Tulibatul Hawaaiju Wa Rufi’’atil Aydee Allaahumaftah Baynanaa Wa Bayna Qawminaa Bil Haqqi Wa Anta Khayrul Faatiheen. </w:t>
      </w:r>
      <w:r w:rsidRPr="00294BA7">
        <w:t>Then say 3 times</w:t>
      </w:r>
      <w:r>
        <w:t>: Laa Ilaaha Illallaahu Wallaahu Akbar.</w:t>
      </w:r>
    </w:p>
    <w:p w:rsidR="00294BA7" w:rsidRDefault="00294BA7" w:rsidP="00294BA7">
      <w:pPr>
        <w:pStyle w:val="libNormal"/>
      </w:pPr>
      <w:r>
        <w:t>This is a multi</w:t>
      </w:r>
      <w:r w:rsidR="002E452F">
        <w:t>-</w:t>
      </w:r>
      <w:r>
        <w:t>purpose Duaa: “Allaahumarzuqnaa Tawfeeqat</w:t>
      </w:r>
      <w:r w:rsidR="002E452F">
        <w:t>-</w:t>
      </w:r>
      <w:r>
        <w:t>Twaa’ati, Wa Bu’adal Ma’aswiyyati, Wa Swidqan Niyyati, Wa Irfaanal Hurmati, Wa Akrimnal Hudaa Wal Istiqaamati, Wa Saddid Alsinatinaa Bi Swawaabi Wal Hikmati, Wam’la’a Quloobanaa Bil Ilmi Wal Ma’arifati, Wa Twahhir Butwoonanaa Minal Haraami Wash</w:t>
      </w:r>
      <w:r w:rsidR="002E452F">
        <w:t>-</w:t>
      </w:r>
      <w:r>
        <w:t>Shub’hati, Wakfuf Aydiyanaa Anidh</w:t>
      </w:r>
      <w:r w:rsidR="002E452F">
        <w:t>-</w:t>
      </w:r>
      <w:r>
        <w:t>Dhulmi Was</w:t>
      </w:r>
      <w:r w:rsidR="002E452F">
        <w:t>-</w:t>
      </w:r>
      <w:r>
        <w:t>Sirqati, Wagh</w:t>
      </w:r>
      <w:r w:rsidR="002E452F">
        <w:t>-</w:t>
      </w:r>
      <w:r>
        <w:t>dhwudh Abswaaranaa Anil Fujoori Wal Khiyaanati, Wasdud Asmaa’anaa Anil</w:t>
      </w:r>
      <w:r w:rsidR="002E452F">
        <w:t>-</w:t>
      </w:r>
      <w:r>
        <w:t>Laghwi Wal Gheebati, Wa Tafadhdhal Alaa Ulamaaina Biz</w:t>
      </w:r>
      <w:r w:rsidR="002E452F">
        <w:t>-</w:t>
      </w:r>
      <w:r>
        <w:t>Zuhdi Wan</w:t>
      </w:r>
      <w:r w:rsidR="002E452F">
        <w:t>-</w:t>
      </w:r>
      <w:r>
        <w:t>Nasweehati Wa Alal Muta’allimeena Bil Juhdi War</w:t>
      </w:r>
      <w:r w:rsidR="002E452F">
        <w:t>-</w:t>
      </w:r>
      <w:r>
        <w:t>Raghbati, Wa Alal Mustami’eena Bil Ittibaa’I Wal Maw’idhati Wa Alaa Mardhal Muslimeena Bish</w:t>
      </w:r>
      <w:r w:rsidR="002E452F">
        <w:t>-</w:t>
      </w:r>
      <w:r>
        <w:t>Shifaa’i War</w:t>
      </w:r>
      <w:r w:rsidR="002E452F">
        <w:t>-</w:t>
      </w:r>
      <w:r>
        <w:t>Raahati, Wa Alaa Mawtaahum Bir</w:t>
      </w:r>
      <w:r w:rsidR="002E452F">
        <w:t>-</w:t>
      </w:r>
      <w:r>
        <w:t>Ra’afati War’Rahmati, Wa Alaa Mashaayikhina Bil Waqaari Was</w:t>
      </w:r>
      <w:r w:rsidR="002E452F">
        <w:t>-</w:t>
      </w:r>
      <w:r>
        <w:t>Sakeenati, Wa Alash</w:t>
      </w:r>
      <w:r w:rsidR="002E452F">
        <w:t>-</w:t>
      </w:r>
      <w:r>
        <w:t>Shabaabi Bil Inaabati Wat</w:t>
      </w:r>
      <w:r w:rsidR="002E452F">
        <w:t>-</w:t>
      </w:r>
      <w:r>
        <w:t>Tawbati, Wa Alan</w:t>
      </w:r>
      <w:r w:rsidR="002E452F">
        <w:t>-</w:t>
      </w:r>
      <w:r>
        <w:t>Nisaai Bil Hayaa’i Wal Iffati, Wa Alal Aghniyaa’i Bit</w:t>
      </w:r>
      <w:r w:rsidR="002E452F">
        <w:t>-</w:t>
      </w:r>
      <w:r>
        <w:t>Tawaadhu’i Was</w:t>
      </w:r>
      <w:r w:rsidR="002E452F">
        <w:t>-</w:t>
      </w:r>
      <w:r>
        <w:t>Sa’ati, Wa Alal Fuqaraa’i Bis</w:t>
      </w:r>
      <w:r w:rsidR="002E452F">
        <w:t>-</w:t>
      </w:r>
      <w:r>
        <w:t>Swabri Wal Qanaa’ati, Wa Alal Ghuzaati Bin</w:t>
      </w:r>
      <w:r w:rsidR="002E452F">
        <w:t>-</w:t>
      </w:r>
      <w:r>
        <w:t>Nasri Wal Ghalabati, Wa Alal Usaraa’i Bil Khalaaswi War</w:t>
      </w:r>
      <w:r w:rsidR="002E452F">
        <w:t>-</w:t>
      </w:r>
      <w:r>
        <w:t>Raahati Wa Alal Umaraa’i Bil Adli Wash</w:t>
      </w:r>
      <w:r w:rsidR="002E452F">
        <w:t>-</w:t>
      </w:r>
      <w:r>
        <w:t>Shafaqati, Wa Alar</w:t>
      </w:r>
      <w:r w:rsidR="002E452F">
        <w:t>-</w:t>
      </w:r>
      <w:r>
        <w:t>Ra’iyyati Bil Inswaafi Wa Husnis</w:t>
      </w:r>
      <w:r w:rsidR="002E452F">
        <w:t>-</w:t>
      </w:r>
      <w:r>
        <w:t>Seerati, Wa Baarik Lil Hujjaaji Waz</w:t>
      </w:r>
      <w:r w:rsidR="002E452F">
        <w:t>-</w:t>
      </w:r>
      <w:r>
        <w:t>Zuwwari Fiz</w:t>
      </w:r>
      <w:r w:rsidR="002E452F">
        <w:t>-</w:t>
      </w:r>
      <w:r>
        <w:lastRenderedPageBreak/>
        <w:t>Zaadi Wan</w:t>
      </w:r>
      <w:r w:rsidR="002E452F">
        <w:t>-</w:t>
      </w:r>
      <w:r>
        <w:t>Nafaqati, Waqdhi Maa Awjabta Alayhim Minal Hajji Wal Umrati, Bi Fadhlika Wa Rahmatika Yaa Arhamar</w:t>
      </w:r>
      <w:r w:rsidR="002E452F">
        <w:t>-</w:t>
      </w:r>
      <w:r>
        <w:t>Raahimeen.”</w:t>
      </w:r>
    </w:p>
    <w:p w:rsidR="00294BA7" w:rsidRDefault="00294BA7" w:rsidP="00294BA7">
      <w:pPr>
        <w:pStyle w:val="libNormal"/>
      </w:pPr>
      <w:r>
        <w:t>For nervousness, anxiety and stress (=Gabhraaman) Imaam Ja’afar Saadiq (A.S.) prescribed the following Duaa: “Bismillaahi Wa Billaahi Wa Tawaqqaltu Alallaahi Innahoo Man Yatawaqqalu Alallaahi Fahuwa Hasbuhoo Innallaaha Baalighu Amrihee Qad Ja’alallaahu Likulli Shay’in Qadran Allaahummaj’alnee Fee Kanafika Wafee Jawaarika Waj’alnee Fee Amaanika Wafee Man’ik.”</w:t>
      </w:r>
    </w:p>
    <w:p w:rsidR="00294BA7" w:rsidRDefault="00294BA7" w:rsidP="00294BA7">
      <w:pPr>
        <w:pStyle w:val="libNormal"/>
      </w:pPr>
      <w:r>
        <w:t>If you are all alone in a room recite Aayatul Kursee and this Duaa: “Allaahumma Aanis Wahshatee Wa Aamin Raw’atee Wa Ainnee Alaa Wahdatee.”</w:t>
      </w:r>
    </w:p>
    <w:p w:rsidR="00294BA7" w:rsidRDefault="00294BA7" w:rsidP="00294BA7">
      <w:pPr>
        <w:pStyle w:val="libNormal"/>
      </w:pPr>
      <w:r>
        <w:t>Imaam Ali (A.S.) said that when you see a beast in jungle recite this: “Aoodhu Bi Rabbi Daaniyaal Wal Jubbi Min Kulli Asadin Musta’asidin.”</w:t>
      </w:r>
    </w:p>
    <w:p w:rsidR="00294BA7" w:rsidRDefault="00294BA7" w:rsidP="00294BA7">
      <w:pPr>
        <w:pStyle w:val="libNormal"/>
      </w:pPr>
      <w:r>
        <w:t>Imaam Ja’afar Saadiq (A.S.) said if you see a dreadful beast recite Aayatul Kursee towards its face and then recite this Duaa, it will go away: “A’zamtu A’layka Bi A’zeematillaahi Wa A’zeemati Muhammadin Swallallaahu A’layhi Wa Aalihee Wa A’zeemati Sulaymaan</w:t>
      </w:r>
      <w:r w:rsidR="002E452F">
        <w:t>-</w:t>
      </w:r>
      <w:r>
        <w:t>ibni Daawood Wa A’zeemati Ameerul Mu’mineen Aliy</w:t>
      </w:r>
      <w:r w:rsidR="002E452F">
        <w:t>-</w:t>
      </w:r>
      <w:r>
        <w:t>yibni Abi Twaalibin A’layhissalaamu Wal Aimmatit</w:t>
      </w:r>
      <w:r w:rsidR="002E452F">
        <w:t>-</w:t>
      </w:r>
      <w:r>
        <w:t>Twahireen A’layhimus</w:t>
      </w:r>
      <w:r w:rsidR="002E452F">
        <w:t>-</w:t>
      </w:r>
      <w:r>
        <w:t>salaamu Mim Ba’adihee.”</w:t>
      </w:r>
    </w:p>
    <w:p w:rsidR="00294BA7" w:rsidRDefault="00294BA7" w:rsidP="00294BA7">
      <w:pPr>
        <w:pStyle w:val="libNormal"/>
      </w:pPr>
      <w:r>
        <w:t>This Duaa is from Ma’soom (A.S.) It safeguards from sins, and it is also a Muti</w:t>
      </w:r>
      <w:r w:rsidR="002E452F">
        <w:t>-</w:t>
      </w:r>
      <w:r>
        <w:t>Purpose Duaa: “Yaa Man Adh’haral Jameel Wa Sataral Qabeeh, Walam Yahtikis</w:t>
      </w:r>
      <w:r w:rsidR="002E452F">
        <w:t>-</w:t>
      </w:r>
      <w:r>
        <w:t>Sitra Annee, Yaa Kareemal Afwi, Yaa Hasanat</w:t>
      </w:r>
      <w:r w:rsidR="002E452F">
        <w:t>-</w:t>
      </w:r>
      <w:r>
        <w:t>Tajaawozi, Yaa Waasi’al Maghfirati Wa Yaa Baasital Yadayni Bir</w:t>
      </w:r>
      <w:r w:rsidR="002E452F">
        <w:t>-</w:t>
      </w:r>
      <w:r>
        <w:t>Rahmati, Yaa Swaahiba Kulli Najwa, Wa Yaa Muntahaa Kulli Shakwaa, Ya Kareemas</w:t>
      </w:r>
      <w:r w:rsidR="002E452F">
        <w:t>-</w:t>
      </w:r>
      <w:r>
        <w:t>Swafhi, Yaa Adhweemal Manni, Yaa Mubtadi’a Kulli Ni’amatin Qablas</w:t>
      </w:r>
      <w:r w:rsidR="002E452F">
        <w:t>-</w:t>
      </w:r>
      <w:r>
        <w:t>Tihqaaqiha, Yaa Rabbaahu Yaa Sayyidahu Yaa Mawlayaahu Yaa Ghaayataahu Yaa Ghiyaathaahu Swalli Alaa Muhammadin Wa Aali Muhammadin Wa As’aluka An Laa Taj’alnee Finnaar. (Haajat)</w:t>
      </w:r>
    </w:p>
    <w:p w:rsidR="00294BA7" w:rsidRDefault="00294BA7" w:rsidP="00294BA7">
      <w:pPr>
        <w:pStyle w:val="libNormal"/>
      </w:pPr>
      <w:r>
        <w:t xml:space="preserve">Imaam Ja’afar Saadiq (A.S.) said to recite this Duaa which was recited by Rasoolullaah (S.A.W.W.) on the day of </w:t>
      </w:r>
      <w:r w:rsidRPr="00294BA7">
        <w:rPr>
          <w:rStyle w:val="libItalicChar"/>
        </w:rPr>
        <w:t>Badr</w:t>
      </w:r>
      <w:r>
        <w:t xml:space="preserve"> and </w:t>
      </w:r>
      <w:r w:rsidRPr="00294BA7">
        <w:rPr>
          <w:rStyle w:val="libItalicChar"/>
        </w:rPr>
        <w:t>Ahzaab</w:t>
      </w:r>
      <w:r>
        <w:t>, and Sayyidush</w:t>
      </w:r>
      <w:r w:rsidR="002E452F">
        <w:t>-</w:t>
      </w:r>
      <w:r>
        <w:t xml:space="preserve">Shuhadaa (A.S.) also recited on the day of </w:t>
      </w:r>
      <w:r w:rsidRPr="00294BA7">
        <w:rPr>
          <w:rStyle w:val="libItalicChar"/>
        </w:rPr>
        <w:t>Aashoora</w:t>
      </w:r>
      <w:r>
        <w:t xml:space="preserve"> when he embraced Imaam Zaynul Aabideen (A.S.) and blood was flowing from his holy body: </w:t>
      </w:r>
      <w:r w:rsidRPr="00294BA7">
        <w:rPr>
          <w:rStyle w:val="libItalicChar"/>
        </w:rPr>
        <w:t>“Allaahumma Anta Thiqatee Fee Kulli Kurbatin Wa Anta Rajaa’ee Fee Kulli Shiddatin Wa Anta Lee Fee Kulli Amrin Nazala Bi Thiqatun Wa Uddatun Kam</w:t>
      </w:r>
      <w:r w:rsidR="002E452F">
        <w:rPr>
          <w:rStyle w:val="libItalicChar"/>
        </w:rPr>
        <w:t>-</w:t>
      </w:r>
      <w:r w:rsidRPr="00294BA7">
        <w:rPr>
          <w:rStyle w:val="libItalicChar"/>
        </w:rPr>
        <w:t>Min Karbin Yadh’ufu Anhul Fuaadu Wa Taqillu Feehil Heelatu Wa Yakhdhulu Anhul Qareebu Wal Ba’eedu Wa Yashmatu Bihil A’duwwu Wa Tu’ayeenee Feehil Umooru Anzaltuhoo Bika Wa Shakawtuhoo Ilayka Raaghiban Feehi Amman Siwaak Fa Farrajtahoo Wa Kashftahoo Wa Kafaytaneehi Fa Anta Waliyyu Kulli Ni’amatin Wa Swaahibu Kulli Haajatin Wa Muntahaa Kulli Raghbatin Falakal Hamdu Katheeran Walakal Mannu Faadhilan.</w:t>
      </w:r>
    </w:p>
    <w:p w:rsidR="00294BA7" w:rsidRDefault="00294BA7" w:rsidP="00294BA7">
      <w:pPr>
        <w:pStyle w:val="libNormal"/>
      </w:pPr>
      <w:r>
        <w:t xml:space="preserve">“When you are in a </w:t>
      </w:r>
      <w:r w:rsidRPr="00294BA7">
        <w:rPr>
          <w:rStyle w:val="libUnderlineChar"/>
        </w:rPr>
        <w:t>great problem</w:t>
      </w:r>
      <w:r>
        <w:t xml:space="preserve"> or tribulation recite this Duaa: “Bi Haqqi Yaaseen Wal Qur’aanil Hakeem Wa Bi Haqqi Twaa Haa Wal Qur’aanil Adhweem, Yaa Man Yaqdiru Alaa Hawaaijis</w:t>
      </w:r>
      <w:r w:rsidR="002E452F">
        <w:t>-</w:t>
      </w:r>
      <w:r>
        <w:t>Saaileen Yaa Man Ya’alamu Maa Fidh</w:t>
      </w:r>
      <w:r w:rsidR="002E452F">
        <w:t>-</w:t>
      </w:r>
      <w:r>
        <w:t>Dhwameeri, Yaa Munaffisan Anil Makroobeen, Yaa Mufarrijan Anil Maghmoomeen, Yaa Raahimash</w:t>
      </w:r>
      <w:r w:rsidR="002E452F">
        <w:t>-</w:t>
      </w:r>
      <w:r>
        <w:t>Shaykhil Kabeer Yaa Raaziqat</w:t>
      </w:r>
      <w:r w:rsidR="002E452F">
        <w:t>-</w:t>
      </w:r>
      <w:r>
        <w:t>Twiflis</w:t>
      </w:r>
      <w:r w:rsidR="002E452F">
        <w:t>-</w:t>
      </w:r>
      <w:r>
        <w:t>Swagheer, Yaa Man Laa Yahtaaju Ilat</w:t>
      </w:r>
      <w:r w:rsidR="002E452F">
        <w:t>-</w:t>
      </w:r>
      <w:r>
        <w:t>Tafseer, Swalli Alaa Muhammadin Wa Aali Muhammadin Waf’al’bee…” (haajat).</w:t>
      </w:r>
    </w:p>
    <w:p w:rsidR="00294BA7" w:rsidRPr="00294BA7" w:rsidRDefault="00294BA7" w:rsidP="00294BA7">
      <w:pPr>
        <w:pStyle w:val="libNormal"/>
        <w:rPr>
          <w:rStyle w:val="libItalicChar"/>
        </w:rPr>
      </w:pPr>
      <w:r>
        <w:t xml:space="preserve">A tradition from Imaam Moosa ibn Ja’afar (A.S.) says that the Holy Prophet (S.A.W.W.) told Imaam Ali (A.S.) to recite this Duaa when some </w:t>
      </w:r>
      <w:r w:rsidRPr="00294BA7">
        <w:rPr>
          <w:rStyle w:val="libItalicChar"/>
        </w:rPr>
        <w:t xml:space="preserve">tough problem </w:t>
      </w:r>
      <w:r>
        <w:t xml:space="preserve">is to be solved: </w:t>
      </w:r>
      <w:r w:rsidRPr="00294BA7">
        <w:rPr>
          <w:rStyle w:val="libItalicChar"/>
        </w:rPr>
        <w:t>“Allaahumma Innee As’aluka Bi Haqqi Muhammadin Wa Aali Muhammadin An Tuswalli Alaa Muhammadin Wa Aali Muhammadin Wa An Tunjiyani Min Haadhal Ghammi.”</w:t>
      </w:r>
    </w:p>
    <w:p w:rsidR="00294BA7" w:rsidRDefault="00294BA7" w:rsidP="00294BA7">
      <w:pPr>
        <w:pStyle w:val="libNormal"/>
      </w:pPr>
      <w:r>
        <w:t>This Duaa is called Hirz</w:t>
      </w:r>
      <w:r w:rsidR="002E452F">
        <w:t>-</w:t>
      </w:r>
      <w:r>
        <w:t>e</w:t>
      </w:r>
      <w:r w:rsidR="002E452F">
        <w:t>-</w:t>
      </w:r>
      <w:r>
        <w:t>Bibi Faatima (S.A.): “Bismillaahir</w:t>
      </w:r>
      <w:r w:rsidR="002E452F">
        <w:t>-</w:t>
      </w:r>
      <w:r>
        <w:t>Rahmaanir</w:t>
      </w:r>
      <w:r w:rsidR="002E452F">
        <w:t>-</w:t>
      </w:r>
      <w:r>
        <w:t>Raheem. Yaa Hayyu Yaa Qayyomu Bi Rahmatika Astagheethu Fa Aghithnee Walaa Takilnee Ilaa Nafsee Twarfata A’ynin Abadan Wa Aslih Lee Sha’anee Kullahu.”</w:t>
      </w:r>
    </w:p>
    <w:p w:rsidR="00294BA7" w:rsidRPr="00294BA7" w:rsidRDefault="00294BA7" w:rsidP="00294BA7">
      <w:pPr>
        <w:pStyle w:val="libNormal"/>
        <w:rPr>
          <w:rStyle w:val="libItalicChar"/>
        </w:rPr>
      </w:pPr>
      <w:r>
        <w:t xml:space="preserve">A person saw the Holy Prophet (S.A.W.W.) in dream and he wished he could get a Duaa to </w:t>
      </w:r>
      <w:r w:rsidRPr="00294BA7">
        <w:rPr>
          <w:rStyle w:val="libItalicChar"/>
        </w:rPr>
        <w:t>revive his heart</w:t>
      </w:r>
      <w:r>
        <w:t xml:space="preserve">. The Holy Prophet taught him this Duaa: </w:t>
      </w:r>
      <w:r w:rsidRPr="00294BA7">
        <w:rPr>
          <w:rStyle w:val="libItalicChar"/>
        </w:rPr>
        <w:t xml:space="preserve">“Yaa Hayyu Yaa Qayyoomu Yaa </w:t>
      </w:r>
      <w:r w:rsidRPr="00294BA7">
        <w:rPr>
          <w:rStyle w:val="libItalicChar"/>
        </w:rPr>
        <w:lastRenderedPageBreak/>
        <w:t>Laa Ilaaha Illaa Anta As’aluka An Tuhyiya Qalbee Allaahumma Swalli Alaa Muhaadin Wa Aali Muhammad.”</w:t>
      </w:r>
    </w:p>
    <w:p w:rsidR="00294BA7" w:rsidRDefault="00294BA7" w:rsidP="00294BA7">
      <w:pPr>
        <w:pStyle w:val="libNormal"/>
      </w:pPr>
      <w:r>
        <w:t xml:space="preserve">To be fortunate to </w:t>
      </w:r>
      <w:r w:rsidRPr="00294BA7">
        <w:rPr>
          <w:rStyle w:val="libItalicChar"/>
        </w:rPr>
        <w:t>see Imaam</w:t>
      </w:r>
      <w:r w:rsidR="002E452F">
        <w:rPr>
          <w:rStyle w:val="libItalicChar"/>
        </w:rPr>
        <w:t>-</w:t>
      </w:r>
      <w:r w:rsidRPr="00294BA7">
        <w:rPr>
          <w:rStyle w:val="libItalicChar"/>
        </w:rPr>
        <w:t>e</w:t>
      </w:r>
      <w:r w:rsidR="002E452F">
        <w:rPr>
          <w:rStyle w:val="libItalicChar"/>
        </w:rPr>
        <w:t>-</w:t>
      </w:r>
      <w:r w:rsidRPr="00294BA7">
        <w:rPr>
          <w:rStyle w:val="libItalicChar"/>
        </w:rPr>
        <w:t>Zamaana A.F.</w:t>
      </w:r>
      <w:r>
        <w:t xml:space="preserve">: Before going to sleep at night recite everyday from the Holy Qur’an Surahs called </w:t>
      </w:r>
      <w:r w:rsidRPr="00294BA7">
        <w:rPr>
          <w:rStyle w:val="libItalicChar"/>
        </w:rPr>
        <w:t>‘Musabbihaat’</w:t>
      </w:r>
      <w:r>
        <w:t xml:space="preserve">. i.e. </w:t>
      </w:r>
      <w:r w:rsidRPr="00294BA7">
        <w:rPr>
          <w:rStyle w:val="libItalicChar"/>
        </w:rPr>
        <w:t>S.Hadeed. S.Hashr. S.Saff. S.Jumuah. S.Taghaaboon. and S.A’alaa.</w:t>
      </w:r>
      <w:r>
        <w:t xml:space="preserve"> The reciter shall not die until he sees the Imaam, otherwise if death came he will be in the proximity of the Holy Prophet (S.A.W.W.)</w:t>
      </w:r>
    </w:p>
    <w:p w:rsidR="00294BA7" w:rsidRPr="00294BA7" w:rsidRDefault="00294BA7" w:rsidP="00294BA7">
      <w:pPr>
        <w:pStyle w:val="libNormal"/>
        <w:rPr>
          <w:rStyle w:val="libItalicChar"/>
        </w:rPr>
      </w:pPr>
      <w:r>
        <w:t xml:space="preserve">The Holy Prophet (S.A.W.W.) said that a person who recites the following mentioned Aayaat will be safeguarded from all </w:t>
      </w:r>
      <w:r w:rsidRPr="00294BA7">
        <w:rPr>
          <w:rStyle w:val="libItalicChar"/>
        </w:rPr>
        <w:t>evil things</w:t>
      </w:r>
      <w:r>
        <w:t xml:space="preserve">, Shaytaan shall not come near to him/her, and he/she shall </w:t>
      </w:r>
      <w:r w:rsidRPr="00294BA7">
        <w:rPr>
          <w:rStyle w:val="libItalicChar"/>
        </w:rPr>
        <w:t>not forget Holy Qur’an</w:t>
      </w:r>
      <w:r>
        <w:t xml:space="preserve">: </w:t>
      </w:r>
      <w:r w:rsidRPr="00294BA7">
        <w:rPr>
          <w:rStyle w:val="libItalicChar"/>
        </w:rPr>
        <w:t>(a) First four Aayat of S.Baqarah, (b) Aayatul Kursee, (c) Two Aayats after Aayatul Kursee, (d) and last three Aayaats of S.Baqarah.</w:t>
      </w:r>
    </w:p>
    <w:p w:rsidR="00294BA7" w:rsidRPr="00294BA7" w:rsidRDefault="00294BA7" w:rsidP="00294BA7">
      <w:pPr>
        <w:pStyle w:val="libNormal"/>
        <w:rPr>
          <w:rStyle w:val="libItalicChar"/>
        </w:rPr>
      </w:pPr>
      <w:r>
        <w:t xml:space="preserve">Imaam Moosa Kadhim (A.S.) said that (A) whoever recites </w:t>
      </w:r>
      <w:r w:rsidRPr="00294BA7">
        <w:rPr>
          <w:rStyle w:val="libItalicChar"/>
        </w:rPr>
        <w:t>Aayatul Kursee</w:t>
      </w:r>
      <w:r>
        <w:t xml:space="preserve"> when going to sleep should not have the </w:t>
      </w:r>
      <w:r w:rsidRPr="00294BA7">
        <w:rPr>
          <w:rStyle w:val="libItalicChar"/>
        </w:rPr>
        <w:t>fear of paralysis</w:t>
      </w:r>
      <w:r>
        <w:t xml:space="preserve">. (B) And if he or she recites it after every Waajib Namaaz any </w:t>
      </w:r>
      <w:r w:rsidRPr="00294BA7">
        <w:rPr>
          <w:rStyle w:val="libItalicChar"/>
        </w:rPr>
        <w:t>poison can not harm</w:t>
      </w:r>
      <w:r>
        <w:t xml:space="preserve">, (C) and anyone who recites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Ikhlaas</w:t>
      </w:r>
      <w:r>
        <w:t xml:space="preserve"> in front, back, right, left, up and down will </w:t>
      </w:r>
      <w:r w:rsidRPr="00294BA7">
        <w:rPr>
          <w:rStyle w:val="libItalicChar"/>
        </w:rPr>
        <w:t>remain unharmed from the enemy and will gain something from him.</w:t>
      </w:r>
      <w:r>
        <w:t xml:space="preserve"> (D) He said that if you </w:t>
      </w:r>
      <w:r w:rsidRPr="00294BA7">
        <w:rPr>
          <w:rStyle w:val="libItalicChar"/>
        </w:rPr>
        <w:t>fear</w:t>
      </w:r>
      <w:r>
        <w:t xml:space="preserve"> something then recite </w:t>
      </w:r>
      <w:r w:rsidRPr="00294BA7">
        <w:rPr>
          <w:rStyle w:val="libItalicChar"/>
        </w:rPr>
        <w:t>100 verses</w:t>
      </w:r>
      <w:r>
        <w:t xml:space="preserve"> from the Holy Qur’an from any chapter and then recite this</w:t>
      </w:r>
      <w:r w:rsidRPr="00294BA7">
        <w:rPr>
          <w:rStyle w:val="libItalicChar"/>
        </w:rPr>
        <w:t>: “Allaahummakshif Annil Balaa’a.”</w:t>
      </w:r>
    </w:p>
    <w:p w:rsidR="00294BA7" w:rsidRPr="00294BA7" w:rsidRDefault="00294BA7" w:rsidP="00294BA7">
      <w:pPr>
        <w:pStyle w:val="libNormal"/>
        <w:rPr>
          <w:rStyle w:val="libItalicChar"/>
        </w:rPr>
      </w:pPr>
      <w:r>
        <w:t xml:space="preserve">Imaam Ja’afar Saadiq (A.S.) said that whoever has pure </w:t>
      </w:r>
      <w:r w:rsidRPr="00F83CC6">
        <w:rPr>
          <w:rStyle w:val="libUnderlineChar"/>
        </w:rPr>
        <w:t>faith on Allaah S.W.T</w:t>
      </w:r>
      <w:r>
        <w:t xml:space="preserve"> and believes on the day of Qayaamat should not abandon reciting </w:t>
      </w:r>
      <w:r w:rsidRPr="00F83CC6">
        <w:rPr>
          <w:rStyle w:val="libUnderlineChar"/>
        </w:rPr>
        <w:t>Surah</w:t>
      </w:r>
      <w:r w:rsidR="002E452F">
        <w:rPr>
          <w:rStyle w:val="libUnderlineChar"/>
        </w:rPr>
        <w:t>-</w:t>
      </w:r>
      <w:r w:rsidRPr="00F83CC6">
        <w:rPr>
          <w:rStyle w:val="libUnderlineChar"/>
        </w:rPr>
        <w:t>e</w:t>
      </w:r>
      <w:r w:rsidR="002E452F">
        <w:rPr>
          <w:rStyle w:val="libUnderlineChar"/>
        </w:rPr>
        <w:t>-</w:t>
      </w:r>
      <w:r w:rsidRPr="00F83CC6">
        <w:rPr>
          <w:rStyle w:val="libUnderlineChar"/>
        </w:rPr>
        <w:t>Ikhlaas after every Wajib</w:t>
      </w:r>
      <w:r>
        <w:t xml:space="preserve"> Namaaz because Allaah shall gather all the good of this world and of the hereafter for him and shall </w:t>
      </w:r>
      <w:r w:rsidRPr="00294BA7">
        <w:rPr>
          <w:rStyle w:val="libItalicChar"/>
        </w:rPr>
        <w:t>forgive his parents and children.</w:t>
      </w:r>
    </w:p>
    <w:p w:rsidR="00294BA7" w:rsidRPr="00294BA7" w:rsidRDefault="00294BA7" w:rsidP="00294BA7">
      <w:pPr>
        <w:pStyle w:val="libNormal"/>
        <w:rPr>
          <w:rStyle w:val="libItalicChar"/>
        </w:rPr>
      </w:pPr>
      <w:r>
        <w:t xml:space="preserve">The Holy Prophet (S.A.W.W.) said hat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Al’Hamd</w:t>
      </w:r>
      <w:r>
        <w:t xml:space="preserve"> has so much effect that one should not be surprised if it is recited on the dead and its </w:t>
      </w:r>
      <w:r w:rsidRPr="00294BA7">
        <w:rPr>
          <w:rStyle w:val="libItalicChar"/>
        </w:rPr>
        <w:t>soul returns back.</w:t>
      </w:r>
    </w:p>
    <w:p w:rsidR="00294BA7" w:rsidRDefault="00294BA7" w:rsidP="00294BA7">
      <w:pPr>
        <w:pStyle w:val="libNormal"/>
      </w:pPr>
      <w:r>
        <w:t>Ameerul Mu’mineen (A.S.) said recite this Duaa to be safe from drowning and from fire: “Allaahul</w:t>
      </w:r>
      <w:r w:rsidR="002E452F">
        <w:t>-</w:t>
      </w:r>
      <w:r>
        <w:t>Ladhee Nazzalal Kitaba Wahuwa Yatawallas</w:t>
      </w:r>
      <w:r w:rsidR="002E452F">
        <w:t>-</w:t>
      </w:r>
      <w:r>
        <w:t>Swaaliheen Wamaa Qadarullaaha Haqqa Qadrihee Wal Ardhu Jameean Qabdhwatuhoo Yawmal Qiyaamati Was</w:t>
      </w:r>
      <w:r w:rsidR="002E452F">
        <w:t>-</w:t>
      </w:r>
      <w:r>
        <w:t>Samaawaatu Matwiyyaatun Bi Yameenihee Sub’haanahoo Wa Ta’aala Ammaa Yushrikoon.”</w:t>
      </w:r>
    </w:p>
    <w:p w:rsidR="00294BA7" w:rsidRPr="00294BA7" w:rsidRDefault="00294BA7" w:rsidP="00294BA7">
      <w:pPr>
        <w:pStyle w:val="libNormal"/>
        <w:rPr>
          <w:rStyle w:val="libItalicChar"/>
        </w:rPr>
      </w:pPr>
      <w:r>
        <w:t xml:space="preserve">To recover the </w:t>
      </w:r>
      <w:r w:rsidRPr="00294BA7">
        <w:rPr>
          <w:rStyle w:val="libItalicChar"/>
        </w:rPr>
        <w:t>lost thing</w:t>
      </w:r>
      <w:r>
        <w:t xml:space="preserve"> pray 2 rak’at </w:t>
      </w:r>
      <w:r w:rsidRPr="00294BA7">
        <w:t>Namaaz</w:t>
      </w:r>
      <w:r>
        <w:t xml:space="preserve">, then recite </w:t>
      </w:r>
      <w:r w:rsidRPr="00294BA7">
        <w:t>Surah</w:t>
      </w:r>
      <w:r w:rsidR="002E452F">
        <w:t>-</w:t>
      </w:r>
      <w:r w:rsidRPr="00294BA7">
        <w:t>e</w:t>
      </w:r>
      <w:r w:rsidR="002E452F">
        <w:t>-</w:t>
      </w:r>
      <w:r w:rsidRPr="00294BA7">
        <w:t>Yaaseen</w:t>
      </w:r>
      <w:r>
        <w:t>, then recite</w:t>
      </w:r>
      <w:r w:rsidRPr="00294BA7">
        <w:rPr>
          <w:rStyle w:val="libItalicChar"/>
        </w:rPr>
        <w:t>: Yaa Haadiyadh</w:t>
      </w:r>
      <w:r w:rsidR="002E452F">
        <w:rPr>
          <w:rStyle w:val="libItalicChar"/>
        </w:rPr>
        <w:t>-</w:t>
      </w:r>
      <w:r w:rsidRPr="00294BA7">
        <w:rPr>
          <w:rStyle w:val="libItalicChar"/>
        </w:rPr>
        <w:t xml:space="preserve">Dhwaallati Rudda Alayya Dhwaallatee. </w:t>
      </w:r>
    </w:p>
    <w:p w:rsidR="00294BA7" w:rsidRPr="00F83CC6" w:rsidRDefault="00294BA7" w:rsidP="00294BA7">
      <w:pPr>
        <w:pStyle w:val="libNormal"/>
        <w:rPr>
          <w:rStyle w:val="libUnderlineChar"/>
        </w:rPr>
      </w:pPr>
      <w:r>
        <w:t xml:space="preserve">Imaam Ja’afar Saadiq (A.S.) said do not hasitate to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Zilzaal</w:t>
      </w:r>
      <w:r>
        <w:t xml:space="preserve"> very often because anyone reciting it in Naafilah, upto the end of his life the </w:t>
      </w:r>
      <w:r w:rsidRPr="00F83CC6">
        <w:rPr>
          <w:rStyle w:val="libUnderlineChar"/>
        </w:rPr>
        <w:t>lightening shall not strike him nor will he be effected by earthquake and he will remain unaffected by all tribulations. When his end shall near an angel will come to ease the death and good tidings of paradise shall be manifested to him and the Angle shall accompany him to Paradise.</w:t>
      </w:r>
    </w:p>
    <w:p w:rsidR="00294BA7" w:rsidRDefault="00294BA7" w:rsidP="00294BA7">
      <w:pPr>
        <w:pStyle w:val="libNormal"/>
      </w:pPr>
      <w:r>
        <w:t>This Duaa is recommended to be recited during the Ghaybat (absence from our sights) of Imaam</w:t>
      </w:r>
      <w:r w:rsidR="002E452F">
        <w:t>-</w:t>
      </w:r>
      <w:r>
        <w:t>e</w:t>
      </w:r>
      <w:r w:rsidR="002E452F">
        <w:t>-</w:t>
      </w:r>
      <w:r>
        <w:t>Zamaana A.F.</w:t>
      </w:r>
      <w:r w:rsidR="002E452F">
        <w:t>-</w:t>
      </w:r>
      <w:r>
        <w:t xml:space="preserve"> “Allaahumma Arrifnee Nafsaka Fa Innaaka In’lam Tu’Arrifnee Nafsaka Lam A’arif Nabiyyaka, Allaahmma Arrifnee Rasoolaka Fa Innaka Inlam Tu’Arrifnee Rasoolaka Lam A’arif Hujjataka, Allaahumma Arrifnee Hujjataka Fa Innaka Inlam Tu’Arrifnee Hujjataka Dhwalaltu An Deenee.”</w:t>
      </w:r>
    </w:p>
    <w:p w:rsidR="00294BA7" w:rsidRDefault="00294BA7" w:rsidP="00294BA7">
      <w:pPr>
        <w:pStyle w:val="libNormal"/>
      </w:pPr>
      <w:r>
        <w:t xml:space="preserve">Aimmah (A.S.) has said that if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Innaa Anzalna…</w:t>
      </w:r>
      <w:r>
        <w:t xml:space="preserve"> is recited over any thing that you want to </w:t>
      </w:r>
      <w:r w:rsidRPr="00294BA7">
        <w:rPr>
          <w:rStyle w:val="libUnderlineChar"/>
        </w:rPr>
        <w:t>restore or to keep it safe</w:t>
      </w:r>
      <w:r>
        <w:t xml:space="preserve"> it will keep the thing intact.</w:t>
      </w:r>
      <w:r w:rsidRPr="00F83CC6">
        <w:rPr>
          <w:rStyle w:val="libUnderlineChar"/>
        </w:rPr>
        <w:t xml:space="preserve"> </w:t>
      </w:r>
    </w:p>
    <w:p w:rsidR="00294BA7" w:rsidRPr="00294BA7" w:rsidRDefault="00294BA7" w:rsidP="00294BA7">
      <w:pPr>
        <w:pStyle w:val="libNormal"/>
        <w:rPr>
          <w:rStyle w:val="libUnderlineChar"/>
        </w:rPr>
      </w:pPr>
      <w:r>
        <w:t xml:space="preserve">Ameerul Mu’mineen (A.S.) said that if anyone recites </w:t>
      </w:r>
      <w:r w:rsidRPr="00294BA7">
        <w:rPr>
          <w:rStyle w:val="libItalicChar"/>
        </w:rPr>
        <w:t>100 Aayats from the Holy Qur’an</w:t>
      </w:r>
      <w:r>
        <w:t xml:space="preserve"> and then say </w:t>
      </w:r>
      <w:r w:rsidRPr="00294BA7">
        <w:rPr>
          <w:rStyle w:val="libItalicChar"/>
        </w:rPr>
        <w:t>“YA ALLAAH”</w:t>
      </w:r>
      <w:r>
        <w:t xml:space="preserve"> seven times </w:t>
      </w:r>
      <w:r w:rsidRPr="00294BA7">
        <w:rPr>
          <w:rStyle w:val="libUnderlineChar"/>
        </w:rPr>
        <w:t xml:space="preserve">his or her task shall be accomplished. </w:t>
      </w:r>
    </w:p>
    <w:p w:rsidR="00294BA7" w:rsidRPr="00294BA7" w:rsidRDefault="00294BA7" w:rsidP="00294BA7">
      <w:pPr>
        <w:pStyle w:val="libNormal"/>
        <w:rPr>
          <w:rStyle w:val="libItalicChar"/>
        </w:rPr>
      </w:pPr>
      <w:r>
        <w:t xml:space="preserve">Imaam Ja’afar Sadiq (A.S.) said that the Duaa is incomplete if there is not </w:t>
      </w:r>
      <w:r w:rsidRPr="00294BA7">
        <w:rPr>
          <w:rStyle w:val="libItalicChar"/>
        </w:rPr>
        <w:t xml:space="preserve">Tamjeed </w:t>
      </w:r>
      <w:r>
        <w:t xml:space="preserve">(Praises for Allaah) before it; and this is sufficient: (a) </w:t>
      </w:r>
      <w:r w:rsidRPr="00294BA7">
        <w:rPr>
          <w:rStyle w:val="libItalicChar"/>
        </w:rPr>
        <w:t>“Allaahumma Antal Awwalu Fa Laysa Qablaka Shay’un, Wa Antal Aakhiru Fa Laysa Ba’adaka Shay’un, Wa Antadh</w:t>
      </w:r>
      <w:r w:rsidR="002E452F">
        <w:rPr>
          <w:rStyle w:val="libItalicChar"/>
        </w:rPr>
        <w:t>-</w:t>
      </w:r>
      <w:r w:rsidRPr="00294BA7">
        <w:rPr>
          <w:rStyle w:val="libItalicChar"/>
        </w:rPr>
        <w:t>Dhwaahiru Fa Laysa Fawqaka Shay’un, Wa Antal Baatwinu Fa Laysa Doonaka Shay’un, Wa Antal Azeezul Hakeem.”</w:t>
      </w:r>
      <w:r>
        <w:t xml:space="preserve"> (b) This is also a Duaa from Imaam Ali (A.S.) for praising Allaah (S.W.T.): </w:t>
      </w:r>
      <w:r w:rsidRPr="00294BA7">
        <w:rPr>
          <w:rStyle w:val="libItalicChar"/>
        </w:rPr>
        <w:t>“Yaa Man Aqrabu Ilayya Min Hablil Wareed, Yaa Man Yahoolu Baynal Mar’i Wa Qalbihi, Yaa Man Huwa Bil Mandhwaril A’alaa Wa Bil Ufuqil Mubeen, Ya Man Laysa Kamithlihee Shay’un.”</w:t>
      </w:r>
    </w:p>
    <w:p w:rsidR="00294BA7" w:rsidRDefault="00294BA7" w:rsidP="00294BA7">
      <w:pPr>
        <w:pStyle w:val="libNormal"/>
      </w:pPr>
      <w:r>
        <w:lastRenderedPageBreak/>
        <w:t>Imaam Moosa Kaadhim (A.S.)’s Duaa to be freed from prison; “Yaa Mukhalliswash</w:t>
      </w:r>
      <w:r w:rsidR="002E452F">
        <w:t>-</w:t>
      </w:r>
      <w:r>
        <w:t>Shajari Mim Bayni Ramlin Wa Tweenin Wa Maa’in Wa Yaa Mukhalliswal</w:t>
      </w:r>
      <w:r w:rsidR="002E452F">
        <w:t>-</w:t>
      </w:r>
      <w:r>
        <w:t>Labani Mim Bayni Farathin Wa Damin Wa Yaa Mukhalliswal Waladi Mim Bayni Masheematin Wa Rahimin Wa Yaa Mukhalliswan</w:t>
      </w:r>
      <w:r w:rsidR="002E452F">
        <w:t>-</w:t>
      </w:r>
      <w:r>
        <w:t>Naari Mim Baynil Hadeedi Wal Hajari Wa Yaa Mukhalliswar</w:t>
      </w:r>
      <w:r w:rsidR="002E452F">
        <w:t>-</w:t>
      </w:r>
      <w:r>
        <w:t>Roohi Mim Baynil Ahshaai Wal Am’aa’ii Khalliswnee Min Yaday ………(name of the dhaaalim).</w:t>
      </w:r>
    </w:p>
    <w:p w:rsidR="00294BA7" w:rsidRPr="00294BA7" w:rsidRDefault="00294BA7" w:rsidP="00294BA7">
      <w:pPr>
        <w:pStyle w:val="libNormal"/>
        <w:rPr>
          <w:rStyle w:val="libItalicChar"/>
        </w:rPr>
      </w:pPr>
      <w:r>
        <w:t xml:space="preserve">Abdullaah bin Jundab, the companion of Imam Moosa Kaadhim (A.S.) and Imaam Ali Radhaa (A.S.) requested the Imaam to tell him something, which will increase his </w:t>
      </w:r>
      <w:r w:rsidRPr="00F83CC6">
        <w:rPr>
          <w:rStyle w:val="libUnderlineChar"/>
        </w:rPr>
        <w:t>knowledge and intelligence</w:t>
      </w:r>
      <w:r>
        <w:t>. The Imaam told him to recite this as much as possible</w:t>
      </w:r>
      <w:r w:rsidRPr="00294BA7">
        <w:rPr>
          <w:rStyle w:val="libItalicChar"/>
        </w:rPr>
        <w:t>: “Bismillaahir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Laa Hawla Walaa Quwata Illaa Billaahil Aliyyil Adhweem.”</w:t>
      </w:r>
      <w:r>
        <w:t xml:space="preserve"> </w:t>
      </w:r>
    </w:p>
    <w:p w:rsidR="00294BA7" w:rsidRDefault="00294BA7" w:rsidP="00294BA7">
      <w:pPr>
        <w:pStyle w:val="libNormal"/>
      </w:pPr>
      <w:r>
        <w:t xml:space="preserve">Imaam Ali (A.S.) has said to recite this Duaa </w:t>
      </w:r>
      <w:r w:rsidRPr="00294BA7">
        <w:rPr>
          <w:rStyle w:val="libUnderlineChar"/>
        </w:rPr>
        <w:t>when looking in the mirror</w:t>
      </w:r>
      <w:r>
        <w:t>: Al</w:t>
      </w:r>
      <w:r w:rsidR="002E452F">
        <w:t>-</w:t>
      </w:r>
      <w:r>
        <w:t>hamdu Lillaahil</w:t>
      </w:r>
      <w:r w:rsidR="002E452F">
        <w:t>-</w:t>
      </w:r>
      <w:r>
        <w:t>Ladhee Khalaqanee Fa Ahsana Khilqa, Wa Swa</w:t>
      </w:r>
      <w:r w:rsidR="002E452F">
        <w:t>-</w:t>
      </w:r>
      <w:r>
        <w:t>wwarnee Fa Afsana Sooratee, Wa Azaana Minnee Maa Ashaana Min Ghayri, Wa Akramanee Bil Islaam.</w:t>
      </w:r>
    </w:p>
    <w:p w:rsidR="00294BA7" w:rsidRPr="00294BA7" w:rsidRDefault="00294BA7" w:rsidP="00294BA7">
      <w:pPr>
        <w:pStyle w:val="libNormal"/>
        <w:rPr>
          <w:rStyle w:val="libItalicChar"/>
        </w:rPr>
      </w:pPr>
      <w:r>
        <w:t xml:space="preserve">A tradition from Imaam Muhammad Baaqir A.S says that to remain safe and protected during the whole day one should </w:t>
      </w:r>
      <w:r w:rsidRPr="00F83CC6">
        <w:rPr>
          <w:rStyle w:val="libUnderlineChar"/>
        </w:rPr>
        <w:t>look at the Aqeeq</w:t>
      </w:r>
      <w:r>
        <w:t xml:space="preserve"> in his hand, first thing to see when getting up in the morning, one should turn the Aqeeq towards the palm and recite the Surah </w:t>
      </w:r>
      <w:r w:rsidRPr="00294BA7">
        <w:rPr>
          <w:rStyle w:val="libItalicChar"/>
        </w:rPr>
        <w:t>INNAA AZALNA</w:t>
      </w:r>
      <w:r>
        <w:t xml:space="preserve">, and then recite this Duaa: </w:t>
      </w:r>
      <w:r w:rsidRPr="00294BA7">
        <w:rPr>
          <w:rStyle w:val="libItalicChar"/>
        </w:rPr>
        <w:t>Aamantu Billaahi Wahdahoo Laa Shareeka Lahu Wakafartu Bil Jibti Wat</w:t>
      </w:r>
      <w:r w:rsidR="002E452F">
        <w:rPr>
          <w:rStyle w:val="libItalicChar"/>
        </w:rPr>
        <w:t>-</w:t>
      </w:r>
      <w:r w:rsidRPr="00294BA7">
        <w:rPr>
          <w:rStyle w:val="libItalicChar"/>
        </w:rPr>
        <w:t>Twaaghooti Wa Aamantu Bi Sirri Aal</w:t>
      </w:r>
      <w:r w:rsidR="002E452F">
        <w:rPr>
          <w:rStyle w:val="libItalicChar"/>
        </w:rPr>
        <w:t>-</w:t>
      </w:r>
      <w:r w:rsidRPr="00294BA7">
        <w:rPr>
          <w:rStyle w:val="libItalicChar"/>
        </w:rPr>
        <w:t>e</w:t>
      </w:r>
      <w:r w:rsidR="002E452F">
        <w:rPr>
          <w:rStyle w:val="libItalicChar"/>
        </w:rPr>
        <w:t>-</w:t>
      </w:r>
      <w:r w:rsidRPr="00294BA7">
        <w:rPr>
          <w:rStyle w:val="libItalicChar"/>
        </w:rPr>
        <w:t>Muhammadin Wa Alaaniyyatihim Wa Dhwaahirahim Wa Baatwinihim Wa Aakhirihim.</w:t>
      </w:r>
    </w:p>
    <w:p w:rsidR="00294BA7" w:rsidRDefault="00294BA7" w:rsidP="00294BA7">
      <w:pPr>
        <w:pStyle w:val="libNormal"/>
      </w:pPr>
      <w:r>
        <w:t xml:space="preserve">It is narrated to recite this Duaa while </w:t>
      </w:r>
      <w:r w:rsidRPr="00294BA7">
        <w:rPr>
          <w:rStyle w:val="libUnderlineChar"/>
        </w:rPr>
        <w:t>putting on the ring</w:t>
      </w:r>
      <w:r>
        <w:t>: Alaahumma Sawminnee Bi Seemaa’il Eemaani Wakh</w:t>
      </w:r>
      <w:r w:rsidR="002E452F">
        <w:t>-</w:t>
      </w:r>
      <w:r>
        <w:t>timlee Bi Khayrin Waj’al Aaqibatee Ilaa Khayrin, Innaka Antal Azeezul Hakeemul Kareem.</w:t>
      </w:r>
    </w:p>
    <w:p w:rsidR="00294BA7" w:rsidRPr="00294BA7" w:rsidRDefault="00294BA7" w:rsidP="00294BA7">
      <w:pPr>
        <w:pStyle w:val="libNormal"/>
        <w:rPr>
          <w:rStyle w:val="libItalicChar"/>
        </w:rPr>
      </w:pPr>
      <w:r w:rsidRPr="00294BA7">
        <w:rPr>
          <w:rStyle w:val="libItalicChar"/>
        </w:rPr>
        <w:t>Farming</w:t>
      </w:r>
      <w:r>
        <w:t xml:space="preserve"> is a very much prefered profession by Allaah (S.W.T.) All the Prophets, the Awsiyaahs, and the virtuous people from their Ummaah made </w:t>
      </w:r>
      <w:r w:rsidRPr="00294BA7">
        <w:rPr>
          <w:rStyle w:val="libItalicChar"/>
        </w:rPr>
        <w:t>farming</w:t>
      </w:r>
      <w:r>
        <w:t xml:space="preserve"> to be their main business. The 6th Imaam (A.S.) said that nobody can do more purer and Halaal work then </w:t>
      </w:r>
      <w:r w:rsidRPr="00294BA7">
        <w:rPr>
          <w:rStyle w:val="libItalicChar"/>
        </w:rPr>
        <w:t>Farming business</w:t>
      </w:r>
      <w:r>
        <w:t xml:space="preserve">. The 4th Imaam (A.S.) said that </w:t>
      </w:r>
      <w:r w:rsidRPr="00294BA7">
        <w:rPr>
          <w:rStyle w:val="libItalicChar"/>
        </w:rPr>
        <w:t>Farming</w:t>
      </w:r>
      <w:r>
        <w:t xml:space="preserve"> is </w:t>
      </w:r>
      <w:r w:rsidRPr="00F83CC6">
        <w:rPr>
          <w:rStyle w:val="libUnderlineChar"/>
        </w:rPr>
        <w:t>the most excellent business</w:t>
      </w:r>
      <w:r>
        <w:t xml:space="preserve">. While tilling the land and sawing the seeds one should recite this Duaa: (a) </w:t>
      </w:r>
      <w:r w:rsidRPr="00294BA7">
        <w:rPr>
          <w:rStyle w:val="libItalicChar"/>
        </w:rPr>
        <w:t>Wa Mathalu Kalimatin Twayyibatin Ka Shajarati Twayyibatin Asluha Wa Saabitan Far’uha Fis</w:t>
      </w:r>
      <w:r w:rsidR="002E452F">
        <w:rPr>
          <w:rStyle w:val="libItalicChar"/>
        </w:rPr>
        <w:t>-</w:t>
      </w:r>
      <w:r w:rsidRPr="00294BA7">
        <w:rPr>
          <w:rStyle w:val="libItalicChar"/>
        </w:rPr>
        <w:t xml:space="preserve">Samaai Tu’tee Ukulaha Kullu Heenin Bi Idhni Rabbiha. </w:t>
      </w:r>
      <w:r>
        <w:t xml:space="preserve">(b) For harvesting a bumper crop recite 1001 times everyday: </w:t>
      </w:r>
      <w:r w:rsidRPr="00294BA7">
        <w:rPr>
          <w:rStyle w:val="libItalicChar"/>
        </w:rPr>
        <w:t xml:space="preserve"> “</w:t>
      </w:r>
      <w:r w:rsidRPr="00294BA7">
        <w:rPr>
          <w:rStyle w:val="libUnderlineChar"/>
        </w:rPr>
        <w:t>ADH</w:t>
      </w:r>
      <w:r w:rsidR="002E452F">
        <w:rPr>
          <w:rStyle w:val="libUnderlineChar"/>
        </w:rPr>
        <w:t>-</w:t>
      </w:r>
      <w:r w:rsidRPr="00294BA7">
        <w:rPr>
          <w:rStyle w:val="libUnderlineChar"/>
        </w:rPr>
        <w:t>DHAARRU</w:t>
      </w:r>
      <w:r w:rsidRPr="00294BA7">
        <w:rPr>
          <w:rStyle w:val="libItalicChar"/>
        </w:rPr>
        <w:t>”</w:t>
      </w:r>
    </w:p>
    <w:p w:rsidR="00294BA7" w:rsidRDefault="00294BA7" w:rsidP="00294BA7">
      <w:pPr>
        <w:pStyle w:val="libNormal"/>
      </w:pPr>
      <w:r>
        <w:t xml:space="preserve">When you want to </w:t>
      </w:r>
      <w:r w:rsidRPr="00294BA7">
        <w:rPr>
          <w:rStyle w:val="libUnderlineChar"/>
        </w:rPr>
        <w:t>grow the seeds in your farm</w:t>
      </w:r>
      <w:r>
        <w:t xml:space="preserve"> take a handful of them in your hands, stand facing Qibla, and recite this 3 times: </w:t>
      </w:r>
      <w:r w:rsidRPr="00294BA7">
        <w:rPr>
          <w:rStyle w:val="libItalicChar"/>
        </w:rPr>
        <w:t xml:space="preserve"> Wa Antum Tadhra’oonahum Am Nahnudh</w:t>
      </w:r>
      <w:r w:rsidR="002E452F">
        <w:rPr>
          <w:rStyle w:val="libItalicChar"/>
        </w:rPr>
        <w:t>-</w:t>
      </w:r>
      <w:r w:rsidRPr="00294BA7">
        <w:rPr>
          <w:rStyle w:val="libItalicChar"/>
        </w:rPr>
        <w:t xml:space="preserve">Dhaari’oon. </w:t>
      </w:r>
      <w:r>
        <w:t xml:space="preserve"> Then recite: </w:t>
      </w:r>
      <w:r w:rsidRPr="00294BA7">
        <w:rPr>
          <w:rStyle w:val="libItalicChar"/>
        </w:rPr>
        <w:t xml:space="preserve"> Allaahumaj’alhu Harasam</w:t>
      </w:r>
      <w:r w:rsidR="002E452F">
        <w:rPr>
          <w:rStyle w:val="libItalicChar"/>
        </w:rPr>
        <w:t>-</w:t>
      </w:r>
      <w:r w:rsidRPr="00294BA7">
        <w:rPr>
          <w:rStyle w:val="libItalicChar"/>
        </w:rPr>
        <w:t>Mubaarakan Warzuqna Feehees</w:t>
      </w:r>
      <w:r w:rsidR="002E452F">
        <w:rPr>
          <w:rStyle w:val="libItalicChar"/>
        </w:rPr>
        <w:t>-</w:t>
      </w:r>
      <w:r w:rsidRPr="00294BA7">
        <w:rPr>
          <w:rStyle w:val="libItalicChar"/>
        </w:rPr>
        <w:t>Salaamata Wat</w:t>
      </w:r>
      <w:r w:rsidR="002E452F">
        <w:rPr>
          <w:rStyle w:val="libItalicChar"/>
        </w:rPr>
        <w:t>-</w:t>
      </w:r>
      <w:r w:rsidRPr="00294BA7">
        <w:rPr>
          <w:rStyle w:val="libItalicChar"/>
        </w:rPr>
        <w:t>Tamaamata Waja’alhu Habbam</w:t>
      </w:r>
      <w:r w:rsidR="002E452F">
        <w:rPr>
          <w:rStyle w:val="libItalicChar"/>
        </w:rPr>
        <w:t>-</w:t>
      </w:r>
      <w:r w:rsidRPr="00294BA7">
        <w:rPr>
          <w:rStyle w:val="libItalicChar"/>
        </w:rPr>
        <w:t xml:space="preserve"> Mutaraakiban Walaa Tahrimnee Khayra Maa Abtaghee Walaa Taftinnee Bimaa Matta’anee Bihaqqi Muhammadin Wa Aalihit</w:t>
      </w:r>
      <w:r w:rsidR="002E452F">
        <w:rPr>
          <w:rStyle w:val="libItalicChar"/>
        </w:rPr>
        <w:t>-</w:t>
      </w:r>
      <w:r w:rsidRPr="00294BA7">
        <w:rPr>
          <w:rStyle w:val="libItalicChar"/>
        </w:rPr>
        <w:t xml:space="preserve">Twayyibeen. </w:t>
      </w:r>
    </w:p>
    <w:p w:rsidR="00294BA7" w:rsidRPr="00294BA7" w:rsidRDefault="00294BA7" w:rsidP="00294BA7">
      <w:pPr>
        <w:pStyle w:val="libNormal"/>
        <w:rPr>
          <w:rStyle w:val="libItalicChar"/>
        </w:rPr>
      </w:pPr>
      <w:r>
        <w:t xml:space="preserve">Imaam Jaa’far Saadiq (A.S.) said to recite this Duaa while </w:t>
      </w:r>
      <w:r w:rsidRPr="00294BA7">
        <w:rPr>
          <w:rStyle w:val="libUnderlineChar"/>
        </w:rPr>
        <w:t>putting on the lights</w:t>
      </w:r>
      <w:r>
        <w:t xml:space="preserve"> in the house:  Allaahummaj’Alnaa Nooran</w:t>
      </w:r>
      <w:r w:rsidR="002E452F">
        <w:t>-</w:t>
      </w:r>
      <w:r>
        <w:t>Namshee Bihee Fin</w:t>
      </w:r>
      <w:r w:rsidR="002E452F">
        <w:t>-</w:t>
      </w:r>
      <w:r>
        <w:t xml:space="preserve">naasi Walaa Tahrimnaa Nooraka Yawma Nalqaaka Wa Ja’alnaa Nooran Innaka Noorun Laa Ilaaha Illa Anta. </w:t>
      </w:r>
    </w:p>
    <w:p w:rsidR="00294BA7" w:rsidRPr="00294BA7" w:rsidRDefault="00294BA7" w:rsidP="00294BA7">
      <w:pPr>
        <w:pStyle w:val="libNormal"/>
        <w:rPr>
          <w:rStyle w:val="libItalicChar"/>
        </w:rPr>
      </w:pPr>
      <w:r>
        <w:t xml:space="preserve">When </w:t>
      </w:r>
      <w:r w:rsidRPr="00294BA7">
        <w:rPr>
          <w:rStyle w:val="libUnderlineChar"/>
        </w:rPr>
        <w:t>putting off the lights</w:t>
      </w:r>
      <w:r>
        <w:t xml:space="preserve"> recite this Duaa:  Allaahumma Akhrijnaa Mindh</w:t>
      </w:r>
      <w:r w:rsidR="002E452F">
        <w:t>-</w:t>
      </w:r>
      <w:r>
        <w:t>Dhulumaati Ilan</w:t>
      </w:r>
      <w:r w:rsidR="002E452F">
        <w:t>-</w:t>
      </w:r>
      <w:r>
        <w:t>Noor .</w:t>
      </w:r>
    </w:p>
    <w:p w:rsidR="00294BA7" w:rsidRDefault="00294BA7" w:rsidP="00294BA7">
      <w:pPr>
        <w:pStyle w:val="libNormal"/>
      </w:pPr>
      <w:r>
        <w:t xml:space="preserve">Imaam Ja’afar Saadiq A.S had </w:t>
      </w:r>
      <w:r w:rsidRPr="00294BA7">
        <w:rPr>
          <w:rStyle w:val="libItalicChar"/>
        </w:rPr>
        <w:t>Aayatul Kursee</w:t>
      </w:r>
      <w:r>
        <w:t xml:space="preserve"> written on his </w:t>
      </w:r>
      <w:r w:rsidRPr="00F83CC6">
        <w:rPr>
          <w:rStyle w:val="libUnderlineChar"/>
        </w:rPr>
        <w:t>door</w:t>
      </w:r>
      <w:r>
        <w:t xml:space="preserve"> and at the </w:t>
      </w:r>
      <w:r w:rsidRPr="00F83CC6">
        <w:rPr>
          <w:rStyle w:val="libUnderlineChar"/>
        </w:rPr>
        <w:t>place of Prayers</w:t>
      </w:r>
      <w:r>
        <w:t xml:space="preserve"> towards Qibla.</w:t>
      </w:r>
    </w:p>
    <w:p w:rsidR="00294BA7" w:rsidRPr="00294BA7" w:rsidRDefault="00294BA7" w:rsidP="00294BA7">
      <w:pPr>
        <w:pStyle w:val="libNormal"/>
        <w:rPr>
          <w:rStyle w:val="libItalicChar"/>
        </w:rPr>
      </w:pPr>
      <w:r>
        <w:t xml:space="preserve">Recitation of the following Aayat benefits three things: (a) if a child cries too much, (b) if a woman is scared in dreams, and (c) if some one is sleepless: </w:t>
      </w:r>
      <w:r w:rsidRPr="00294BA7">
        <w:rPr>
          <w:rStyle w:val="libItalicChar"/>
        </w:rPr>
        <w:t xml:space="preserve"> Fadharabnaa Alaa Aadhaanihim Fil Kahfi Sineena Adada, Thumma Ba’athnaahum Li Na’alamu Ayyul Hizbayni Ahswaa Limaa Labisu Amadaa. </w:t>
      </w:r>
    </w:p>
    <w:p w:rsidR="00294BA7" w:rsidRPr="00294BA7" w:rsidRDefault="00294BA7" w:rsidP="00294BA7">
      <w:pPr>
        <w:pStyle w:val="libNormal"/>
        <w:rPr>
          <w:rStyle w:val="libItalicChar"/>
        </w:rPr>
      </w:pPr>
      <w:r>
        <w:t xml:space="preserve">The Holy Prophet (S.A.W.W.) said that </w:t>
      </w:r>
      <w:r w:rsidRPr="00F83CC6">
        <w:rPr>
          <w:rStyle w:val="libUnderlineChar"/>
        </w:rPr>
        <w:t xml:space="preserve">in a gathering or a sitting </w:t>
      </w:r>
      <w:r>
        <w:t xml:space="preserve">of people if there is no any mantion of Almighty Allaah (S.W.T.) nor Salawaat on the Prophet, then, on the Day of Judgement that gathering shall be a source of trouble for them. Therefore if we sit in certain </w:t>
      </w:r>
      <w:r>
        <w:lastRenderedPageBreak/>
        <w:t>gathering, we should atleast recite this:</w:t>
      </w:r>
      <w:r w:rsidRPr="00294BA7">
        <w:rPr>
          <w:rStyle w:val="libItalicChar"/>
        </w:rPr>
        <w:t xml:space="preserve"> Sub’haana Rabbika Rabbil Izzati Ammaa Yaswifoon, Wa Salaamun Alal Mursaleen, Wal Hamdu Lillaahi Rabbil Aalameen.</w:t>
      </w:r>
    </w:p>
    <w:p w:rsidR="00294BA7" w:rsidRPr="00294BA7" w:rsidRDefault="00294BA7" w:rsidP="00294BA7">
      <w:pPr>
        <w:pStyle w:val="libNormal"/>
        <w:rPr>
          <w:rStyle w:val="libItalicChar"/>
        </w:rPr>
      </w:pPr>
      <w:r>
        <w:t xml:space="preserve">It is mentioned in a Hadeeth that whenever you </w:t>
      </w:r>
      <w:r w:rsidRPr="00294BA7">
        <w:rPr>
          <w:rStyle w:val="libUnderlineChar"/>
        </w:rPr>
        <w:t>write a letter</w:t>
      </w:r>
      <w:r>
        <w:t xml:space="preserve"> to someone do not omit writing: </w:t>
      </w:r>
      <w:r w:rsidRPr="00294BA7">
        <w:rPr>
          <w:rStyle w:val="libUnderlineChar"/>
        </w:rPr>
        <w:t>Bismillaahir</w:t>
      </w:r>
      <w:r w:rsidR="002E452F">
        <w:rPr>
          <w:rStyle w:val="libUnderlineChar"/>
        </w:rPr>
        <w:t>-</w:t>
      </w:r>
      <w:r w:rsidRPr="00294BA7">
        <w:rPr>
          <w:rStyle w:val="libUnderlineChar"/>
        </w:rPr>
        <w:t>Rahmaani</w:t>
      </w:r>
      <w:r w:rsidR="002E452F">
        <w:rPr>
          <w:rStyle w:val="libUnderlineChar"/>
        </w:rPr>
        <w:t>-</w:t>
      </w:r>
      <w:r w:rsidRPr="00294BA7">
        <w:rPr>
          <w:rStyle w:val="libUnderlineChar"/>
        </w:rPr>
        <w:t>Raheem</w:t>
      </w:r>
      <w:r>
        <w:t xml:space="preserve">; and also write </w:t>
      </w:r>
      <w:r w:rsidRPr="00294BA7">
        <w:rPr>
          <w:rStyle w:val="libUnderlineChar"/>
        </w:rPr>
        <w:t>Inshaa’allaah</w:t>
      </w:r>
      <w:r>
        <w:t xml:space="preserve"> wherever applicable.</w:t>
      </w:r>
    </w:p>
    <w:p w:rsidR="00294BA7" w:rsidRPr="00294BA7" w:rsidRDefault="00294BA7" w:rsidP="00294BA7">
      <w:pPr>
        <w:pStyle w:val="libNormal"/>
        <w:rPr>
          <w:rStyle w:val="libItalicChar"/>
        </w:rPr>
      </w:pPr>
      <w:r>
        <w:t xml:space="preserve">In another Hadeeth it is mentioned that when you </w:t>
      </w:r>
      <w:r w:rsidRPr="00294BA7">
        <w:rPr>
          <w:rStyle w:val="libUnderlineChar"/>
        </w:rPr>
        <w:t>write a letter or an application</w:t>
      </w:r>
      <w:r w:rsidRPr="00F83CC6">
        <w:rPr>
          <w:rStyle w:val="libUnderlineChar"/>
        </w:rPr>
        <w:t xml:space="preserve"> </w:t>
      </w:r>
      <w:r>
        <w:t xml:space="preserve">and you have a </w:t>
      </w:r>
      <w:r w:rsidRPr="00F83CC6">
        <w:rPr>
          <w:rStyle w:val="libUnderlineChar"/>
        </w:rPr>
        <w:t>Haajat</w:t>
      </w:r>
      <w:r>
        <w:t xml:space="preserve">, then write on top of the paper, with a pen without ink, this Aayat: </w:t>
      </w:r>
      <w:r w:rsidRPr="00294BA7">
        <w:rPr>
          <w:rStyle w:val="libItalicChar"/>
        </w:rPr>
        <w:t xml:space="preserve"> 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Innallaaha Wa’adas</w:t>
      </w:r>
      <w:r w:rsidR="002E452F">
        <w:rPr>
          <w:rStyle w:val="libItalicChar"/>
        </w:rPr>
        <w:t>-</w:t>
      </w:r>
      <w:r w:rsidRPr="00294BA7">
        <w:rPr>
          <w:rStyle w:val="libItalicChar"/>
        </w:rPr>
        <w:t>Swaabireen, Almakhraja Mimmaa Yakrahoon, War</w:t>
      </w:r>
      <w:r w:rsidR="002E452F">
        <w:rPr>
          <w:rStyle w:val="libItalicChar"/>
        </w:rPr>
        <w:t>-</w:t>
      </w:r>
      <w:r w:rsidRPr="00294BA7">
        <w:rPr>
          <w:rStyle w:val="libItalicChar"/>
        </w:rPr>
        <w:t>Rizqa Min Haythu Laa Yahtasiboon, Waja’alnnahu Wa Iyyaakum Minal</w:t>
      </w:r>
      <w:r w:rsidR="002E452F">
        <w:rPr>
          <w:rStyle w:val="libItalicChar"/>
        </w:rPr>
        <w:t>-</w:t>
      </w:r>
      <w:r w:rsidRPr="00294BA7">
        <w:rPr>
          <w:rStyle w:val="libItalicChar"/>
        </w:rPr>
        <w:t xml:space="preserve">Ladheena Laa Khawfun Alayhim Walaa Hum Yahzanoon. </w:t>
      </w:r>
    </w:p>
    <w:p w:rsidR="00294BA7" w:rsidRDefault="00294BA7" w:rsidP="00294BA7">
      <w:pPr>
        <w:pStyle w:val="libNormal"/>
      </w:pPr>
      <w:r>
        <w:t xml:space="preserve">Imaam Ali (A.S.) said that it is </w:t>
      </w:r>
      <w:r w:rsidRPr="00F83CC6">
        <w:rPr>
          <w:rStyle w:val="libUnderlineChar"/>
        </w:rPr>
        <w:t>not allowed to spit facing the Qibla,</w:t>
      </w:r>
      <w:r>
        <w:t xml:space="preserve"> and if anyone mistakenly does so he/she should atonce do </w:t>
      </w:r>
      <w:r w:rsidRPr="00294BA7">
        <w:rPr>
          <w:rStyle w:val="libItalicChar"/>
        </w:rPr>
        <w:t>Istighfaar.</w:t>
      </w:r>
    </w:p>
    <w:p w:rsidR="00294BA7" w:rsidRPr="00294BA7" w:rsidRDefault="00294BA7" w:rsidP="00294BA7">
      <w:pPr>
        <w:pStyle w:val="libNormal"/>
        <w:rPr>
          <w:rStyle w:val="libItalicChar"/>
        </w:rPr>
      </w:pPr>
      <w:r>
        <w:t xml:space="preserve">(i) As for the </w:t>
      </w:r>
      <w:r w:rsidRPr="00F83CC6">
        <w:rPr>
          <w:rStyle w:val="libUnderlineChar"/>
        </w:rPr>
        <w:t>shoes, black</w:t>
      </w:r>
      <w:r>
        <w:t xml:space="preserve"> is not advisable, the best colour preferred by the religion is yellow, followed by white. (ii) And for the sox it is best to put on black soxes, but if you are traveling red sox is advisable, which is Makrooh at home. (iii) While putting on the shoes start with the right leg but when taking them off start with the left. (iv) While putting on shoes or sox it is said that one must be seated, it is Makrooh to put on shoes or sox while in standing position. (v) Recite this Duaa while </w:t>
      </w:r>
      <w:r w:rsidRPr="00F83CC6">
        <w:rPr>
          <w:rStyle w:val="libUnderlineChar"/>
        </w:rPr>
        <w:t>putting on the shoes</w:t>
      </w:r>
      <w:r>
        <w:t>:</w:t>
      </w:r>
      <w:r w:rsidRPr="00294BA7">
        <w:rPr>
          <w:rStyle w:val="libItalicChar"/>
        </w:rPr>
        <w:t xml:space="preserve"> Bismilaahi Allaahumma Swalli Alaa Muhammadin Wa Aali Muhammad, Allaahumma Wattee Qadamayya Fid</w:t>
      </w:r>
      <w:r w:rsidR="002E452F">
        <w:rPr>
          <w:rStyle w:val="libItalicChar"/>
        </w:rPr>
        <w:t>-</w:t>
      </w:r>
      <w:r w:rsidRPr="00294BA7">
        <w:rPr>
          <w:rStyle w:val="libItalicChar"/>
        </w:rPr>
        <w:t xml:space="preserve">Dunya Wal Aakhirati Wa Thabbit Humaa Alaa Swiraati Yawma Tadhillu Feehil Aqdaam. </w:t>
      </w:r>
    </w:p>
    <w:p w:rsidR="00294BA7" w:rsidRPr="00294BA7" w:rsidRDefault="00294BA7" w:rsidP="00294BA7">
      <w:pPr>
        <w:pStyle w:val="libNormal"/>
        <w:rPr>
          <w:rStyle w:val="libItalicChar"/>
        </w:rPr>
      </w:pPr>
      <w:r>
        <w:t xml:space="preserve">While </w:t>
      </w:r>
      <w:r w:rsidRPr="00294BA7">
        <w:rPr>
          <w:rStyle w:val="libUnderlineChar"/>
        </w:rPr>
        <w:t>taking off the shoes</w:t>
      </w:r>
      <w:r>
        <w:t xml:space="preserve"> be standing and recite this Duaa:  Bismillaahi Al</w:t>
      </w:r>
      <w:r w:rsidR="002E452F">
        <w:t>-</w:t>
      </w:r>
      <w:r>
        <w:t>Hamdu Lillaahil</w:t>
      </w:r>
      <w:r w:rsidR="002E452F">
        <w:t>-</w:t>
      </w:r>
      <w:r>
        <w:t>Ladhee Razaqanee Maa Aqee Bihi Qadamayya Minal Azaa, Allaahumma Thabbit Huma Alaa Swiraatika Walaa Tudhillahumaa Alaa Swiraatikas</w:t>
      </w:r>
      <w:r w:rsidR="002E452F">
        <w:t>-</w:t>
      </w:r>
      <w:r>
        <w:t xml:space="preserve">Swawiyyi. </w:t>
      </w:r>
    </w:p>
    <w:p w:rsidR="00294BA7" w:rsidRPr="00294BA7" w:rsidRDefault="00294BA7" w:rsidP="00294BA7">
      <w:pPr>
        <w:pStyle w:val="libNormal"/>
        <w:rPr>
          <w:rStyle w:val="libItalicChar"/>
        </w:rPr>
      </w:pPr>
      <w:r>
        <w:t xml:space="preserve">As regarding the </w:t>
      </w:r>
      <w:r w:rsidRPr="00F83CC6">
        <w:rPr>
          <w:rStyle w:val="libUnderlineChar"/>
        </w:rPr>
        <w:t>colour of clothes</w:t>
      </w:r>
      <w:r>
        <w:t>:</w:t>
      </w:r>
      <w:r>
        <w:tab/>
      </w:r>
      <w:r>
        <w:br/>
        <w:t xml:space="preserve">(i) it is stated that except for these three things </w:t>
      </w:r>
      <w:r w:rsidR="002E452F">
        <w:t>-</w:t>
      </w:r>
      <w:r>
        <w:t xml:space="preserve"> </w:t>
      </w:r>
      <w:r w:rsidRPr="00F83CC6">
        <w:rPr>
          <w:rStyle w:val="libUnderlineChar"/>
        </w:rPr>
        <w:t>Soxes, Amaama, and Kabaa</w:t>
      </w:r>
      <w:r>
        <w:t xml:space="preserve">, all other cloths are Makrooh if they are black. (ii) The Holy Prophet (S.A.W.W.) said the </w:t>
      </w:r>
      <w:r w:rsidRPr="00F83CC6">
        <w:rPr>
          <w:rStyle w:val="libUnderlineChar"/>
        </w:rPr>
        <w:t>white colour</w:t>
      </w:r>
      <w:r>
        <w:t xml:space="preserve"> is the best for all cloths. (iii) Imaam Jaa’far Saadiq (A.S.) said not to wear </w:t>
      </w:r>
      <w:r w:rsidRPr="00F83CC6">
        <w:rPr>
          <w:rStyle w:val="libUnderlineChar"/>
        </w:rPr>
        <w:t>even the cap</w:t>
      </w:r>
      <w:r>
        <w:t xml:space="preserve">, which is black in colour while praying because it is the clothing of the people of Jahannam. (iv) It is related that whoever wears the cloths in standing position his Haajat shall not be granted for three days. (v) Recite this Duaa while putting on cloths: </w:t>
      </w:r>
      <w:r w:rsidRPr="00294BA7">
        <w:rPr>
          <w:rStyle w:val="libItalicChar"/>
        </w:rPr>
        <w:t xml:space="preserve">Bismillaahi Allaahummastur Awratee Walaa Tahtiqnee Fee Arsaatil Qiyaamati Wa Aiffa Faraji Wala Takhla’a Annee Zeenatal Eemaan. </w:t>
      </w:r>
      <w:r>
        <w:t xml:space="preserve"> (vi) While putting on a </w:t>
      </w:r>
      <w:r w:rsidRPr="00F83CC6">
        <w:rPr>
          <w:rStyle w:val="libUnderlineChar"/>
        </w:rPr>
        <w:t>new dress</w:t>
      </w:r>
      <w:r>
        <w:t xml:space="preserve"> recite: </w:t>
      </w:r>
      <w:r w:rsidRPr="00294BA7">
        <w:rPr>
          <w:rStyle w:val="libItalicChar"/>
        </w:rPr>
        <w:t xml:space="preserve"> Alhamdu</w:t>
      </w:r>
      <w:r w:rsidR="002E452F">
        <w:rPr>
          <w:rStyle w:val="libItalicChar"/>
        </w:rPr>
        <w:t>-</w:t>
      </w:r>
      <w:r w:rsidRPr="00294BA7">
        <w:rPr>
          <w:rStyle w:val="libItalicChar"/>
        </w:rPr>
        <w:t>lillaahil</w:t>
      </w:r>
      <w:r w:rsidR="002E452F">
        <w:rPr>
          <w:rStyle w:val="libItalicChar"/>
        </w:rPr>
        <w:t>-</w:t>
      </w:r>
      <w:r w:rsidRPr="00294BA7">
        <w:rPr>
          <w:rStyle w:val="libItalicChar"/>
        </w:rPr>
        <w:t>ladhee Kasaani Minal</w:t>
      </w:r>
      <w:r w:rsidR="002E452F">
        <w:rPr>
          <w:rStyle w:val="libItalicChar"/>
        </w:rPr>
        <w:t>-</w:t>
      </w:r>
      <w:r w:rsidRPr="00294BA7">
        <w:rPr>
          <w:rStyle w:val="libItalicChar"/>
        </w:rPr>
        <w:t xml:space="preserve">Libaasi Maa Atajammalu Bihee Finnaasi, Allaahummaj’alhaa Siyaaba Barakatin Asa’a Feeha Li Mardhaatika Wa A’amuru Feeha Masaajidika. </w:t>
      </w:r>
    </w:p>
    <w:p w:rsidR="00294BA7" w:rsidRPr="00294BA7" w:rsidRDefault="00294BA7" w:rsidP="00294BA7">
      <w:pPr>
        <w:pStyle w:val="libNormal"/>
        <w:rPr>
          <w:rStyle w:val="libItalicChar"/>
        </w:rPr>
      </w:pPr>
      <w:r>
        <w:t xml:space="preserve">While having the </w:t>
      </w:r>
      <w:r w:rsidRPr="00294BA7">
        <w:rPr>
          <w:rStyle w:val="libUnderlineChar"/>
        </w:rPr>
        <w:t>hajaamat</w:t>
      </w:r>
      <w:r>
        <w:t xml:space="preserve"> (cupping) one should recite this Duaa:  Bismillaahi Wa Billaahi Wa Alaa Millati Rasoolillaahi Swallallaahu Alayhi Wa Aalihi Wa Sunnatihi Haneefam Muslimaw</w:t>
      </w:r>
      <w:r w:rsidR="002E452F">
        <w:t>-</w:t>
      </w:r>
      <w:r>
        <w:t xml:space="preserve">Wamaa Anaa Minal Mushrikeen. Allaahumma A’atwinee Bi Kulli Sha’aratin Nooran Saatiyan Yawmal Qiyaamah.  </w:t>
      </w:r>
    </w:p>
    <w:p w:rsidR="002E452F" w:rsidRDefault="002E452F" w:rsidP="00294BA7">
      <w:pPr>
        <w:pStyle w:val="libNormal"/>
      </w:pPr>
      <w:r>
        <w:br w:type="page"/>
      </w:r>
    </w:p>
    <w:p w:rsidR="00A52C13" w:rsidRDefault="00A52C13" w:rsidP="00A52C13">
      <w:pPr>
        <w:pStyle w:val="Heading1Center"/>
      </w:pPr>
      <w:bookmarkStart w:id="31" w:name="_Toc420238099"/>
      <w:r w:rsidRPr="00A52C13">
        <w:lastRenderedPageBreak/>
        <w:t>DUAA WHILE DRINKING WATER &amp; AT MEALS</w:t>
      </w:r>
      <w:bookmarkEnd w:id="31"/>
    </w:p>
    <w:p w:rsidR="00294BA7" w:rsidRDefault="00294BA7" w:rsidP="00294BA7">
      <w:pPr>
        <w:pStyle w:val="libNormal"/>
      </w:pPr>
      <w:r>
        <w:t>It is an undeniable fact that The All</w:t>
      </w:r>
      <w:r w:rsidR="002E452F">
        <w:t>-</w:t>
      </w:r>
      <w:r>
        <w:t>Merciful Allaah (S.W.T.) has provided for his creations abundant provision of foods in the form of corns, fruits, cereals, vegetables, etc. And water, milk, juices, etc. in the form of drinks; ofcourse water being the foremost and best drinks amongst the all. All of these are being consumed everyday by one and all. We should be really grateful for this Mercy of Allaah (S.W.T.) which He has fixed for all without discimination. And therefore there are some attiquettes which should be followed at the time of eating and drinking.</w:t>
      </w:r>
    </w:p>
    <w:p w:rsidR="00294BA7" w:rsidRDefault="00294BA7" w:rsidP="00294BA7">
      <w:pPr>
        <w:pStyle w:val="libNormal"/>
      </w:pPr>
      <w:r>
        <w:t xml:space="preserve">The foremost is that a human being should not ever think that we are </w:t>
      </w:r>
      <w:r w:rsidRPr="00F83CC6">
        <w:rPr>
          <w:rStyle w:val="libUnderlineChar"/>
        </w:rPr>
        <w:t>living for eating,</w:t>
      </w:r>
      <w:r>
        <w:t xml:space="preserve"> but that we are </w:t>
      </w:r>
      <w:r w:rsidRPr="00F83CC6">
        <w:rPr>
          <w:rStyle w:val="libUnderlineChar"/>
        </w:rPr>
        <w:t>eating for living</w:t>
      </w:r>
      <w:r>
        <w:t xml:space="preserve">, and therefore as per the law of ‘Live &amp; Let Live’ we should be mindful of the deprived ones also, not only be mindful for ourselves and doing nothing for them! But we should be seriously active to see that the hungry does not remain with hunger anymore. If one strives to find out the deprived people there are in billions all around the world, there is no scarcity of such people even at our footsteps and around the town we live in ! And ofcourse Allaah is more pleased when we take care of His creation. Nabii Moosa (A.S.) once asked Allaah (S.W.T.) that what was the best deed in His sight and the answer was that it was a </w:t>
      </w:r>
      <w:r w:rsidRPr="00F83CC6">
        <w:rPr>
          <w:rStyle w:val="libUnderlineChar"/>
        </w:rPr>
        <w:t>service to His creation</w:t>
      </w:r>
      <w:r>
        <w:t>.</w:t>
      </w:r>
    </w:p>
    <w:p w:rsidR="00294BA7" w:rsidRDefault="00294BA7" w:rsidP="00294BA7">
      <w:pPr>
        <w:pStyle w:val="libNormal"/>
      </w:pPr>
      <w:r>
        <w:t>As for the timings of taking meals it is related that it is Sunnat to eat breakfast early in the morning, then don’t eat anything until at Ishaa; eat slowly while masticating the food properly; don’t blow on food to cool it but wait until it cools itself; don’t cut the bread with knife; don’t finish completely the flesh on a bone (because there is a portion of Jinnaat in it) ; don’t eat anything when you are in the state of Janaabat (it causes white</w:t>
      </w:r>
      <w:r w:rsidR="002E452F">
        <w:t>-</w:t>
      </w:r>
      <w:r>
        <w:t>spots on the body) except when you have performed Wudhoo or washed your mouth and nose; it is not allowed to use utensils made of gold or silver; don’t drink water from a cracked glass or mug; don’t over</w:t>
      </w:r>
      <w:r w:rsidR="002E452F">
        <w:t>-</w:t>
      </w:r>
      <w:r>
        <w:t>eat because it causes white</w:t>
      </w:r>
      <w:r w:rsidR="002E452F">
        <w:t>-</w:t>
      </w:r>
      <w:r>
        <w:t>spot diseases and takes away radience from the face; don’t abandon food at Ishaa because that will cause early aging; don’t sit for a meal until you have relieved your stomach; don’t look at others’ faces while eating; eat with the right hand ; sit with bent legs; sitting coss</w:t>
      </w:r>
      <w:r w:rsidR="002E452F">
        <w:t>-</w:t>
      </w:r>
      <w:r>
        <w:t>leggd (Palaanthi) is Makrroh ; don’t eat while walking on roads ; wash hand before and after meals ; don’t dry the hands that you wash before meals ; it is Haraam to sit for eating food at such a place where Haraam is served or done .</w:t>
      </w:r>
    </w:p>
    <w:p w:rsidR="00294BA7" w:rsidRDefault="00294BA7" w:rsidP="00294BA7">
      <w:pPr>
        <w:pStyle w:val="libNormal"/>
      </w:pPr>
      <w:r>
        <w:t>Following are mentioned some Duaas to be recited while drinking water and eating:</w:t>
      </w:r>
    </w:p>
    <w:p w:rsidR="00294BA7" w:rsidRPr="00294BA7" w:rsidRDefault="00294BA7" w:rsidP="00294BA7">
      <w:pPr>
        <w:pStyle w:val="libNormal"/>
        <w:rPr>
          <w:rStyle w:val="libItalicChar"/>
        </w:rPr>
      </w:pPr>
      <w:r>
        <w:t xml:space="preserve">(i) Imaam Ali (A.S.) has said that </w:t>
      </w:r>
      <w:r w:rsidRPr="00F83CC6">
        <w:rPr>
          <w:rStyle w:val="libUnderlineChar"/>
        </w:rPr>
        <w:t>drink rain water</w:t>
      </w:r>
      <w:r>
        <w:t xml:space="preserve"> because it purifies your body and expels diseases.</w:t>
      </w:r>
    </w:p>
    <w:p w:rsidR="00294BA7" w:rsidRPr="00294BA7" w:rsidRDefault="00294BA7" w:rsidP="00294BA7">
      <w:pPr>
        <w:pStyle w:val="libNormal"/>
        <w:rPr>
          <w:rStyle w:val="libItalicChar"/>
        </w:rPr>
      </w:pPr>
      <w:r>
        <w:t xml:space="preserve">(ii) It is narrated that the </w:t>
      </w:r>
      <w:r w:rsidRPr="00F83CC6">
        <w:rPr>
          <w:rStyle w:val="libUnderlineChar"/>
        </w:rPr>
        <w:t>Aadaab</w:t>
      </w:r>
      <w:r>
        <w:t xml:space="preserve"> of drinking water is that when you </w:t>
      </w:r>
      <w:r w:rsidRPr="00F83CC6">
        <w:rPr>
          <w:rStyle w:val="libUnderlineChar"/>
        </w:rPr>
        <w:t>drink water</w:t>
      </w:r>
      <w:r>
        <w:t xml:space="preserve"> in the day time drink it standing while at night you should sit. </w:t>
      </w:r>
    </w:p>
    <w:p w:rsidR="00294BA7" w:rsidRPr="00294BA7" w:rsidRDefault="00294BA7" w:rsidP="00294BA7">
      <w:pPr>
        <w:pStyle w:val="libNormal"/>
        <w:rPr>
          <w:rStyle w:val="libItalicChar"/>
        </w:rPr>
      </w:pPr>
      <w:r>
        <w:t xml:space="preserve">(iii) Say </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w:t>
      </w:r>
      <w:r>
        <w:t xml:space="preserve"> while starting to drink water and </w:t>
      </w:r>
      <w:r w:rsidRPr="00294BA7">
        <w:rPr>
          <w:rStyle w:val="libItalicChar"/>
        </w:rPr>
        <w:t>Al</w:t>
      </w:r>
      <w:r w:rsidR="002E452F">
        <w:rPr>
          <w:rStyle w:val="libItalicChar"/>
        </w:rPr>
        <w:t>-</w:t>
      </w:r>
      <w:r w:rsidRPr="00294BA7">
        <w:rPr>
          <w:rStyle w:val="libItalicChar"/>
        </w:rPr>
        <w:t>Hamdulillaahi Rabbil Aalameen</w:t>
      </w:r>
      <w:r>
        <w:t xml:space="preserve"> when you finish.</w:t>
      </w:r>
    </w:p>
    <w:p w:rsidR="00294BA7" w:rsidRPr="00294BA7" w:rsidRDefault="00294BA7" w:rsidP="00294BA7">
      <w:pPr>
        <w:pStyle w:val="libNormal"/>
        <w:rPr>
          <w:rStyle w:val="libItalicChar"/>
        </w:rPr>
      </w:pPr>
      <w:r>
        <w:t xml:space="preserve">(iv) And it is also narrated that when you drink water </w:t>
      </w:r>
      <w:r w:rsidRPr="00F83CC6">
        <w:rPr>
          <w:rStyle w:val="libUnderlineChar"/>
        </w:rPr>
        <w:t>at night</w:t>
      </w:r>
      <w:r>
        <w:t xml:space="preserve"> you should say </w:t>
      </w:r>
      <w:r w:rsidRPr="00294BA7">
        <w:rPr>
          <w:rStyle w:val="libItalicChar"/>
        </w:rPr>
        <w:t>Alaykas</w:t>
      </w:r>
      <w:r w:rsidR="002E452F">
        <w:rPr>
          <w:rStyle w:val="libItalicChar"/>
        </w:rPr>
        <w:t>-</w:t>
      </w:r>
      <w:r w:rsidRPr="00294BA7">
        <w:rPr>
          <w:rStyle w:val="libItalicChar"/>
        </w:rPr>
        <w:t>Salaamu Min</w:t>
      </w:r>
      <w:r w:rsidR="002E452F">
        <w:rPr>
          <w:rStyle w:val="libItalicChar"/>
        </w:rPr>
        <w:t>-</w:t>
      </w:r>
      <w:r w:rsidRPr="00294BA7">
        <w:rPr>
          <w:rStyle w:val="libItalicChar"/>
        </w:rPr>
        <w:t>Maa’i Zamzam Wa Maa’il Furaat.</w:t>
      </w:r>
    </w:p>
    <w:p w:rsidR="00294BA7" w:rsidRDefault="00294BA7" w:rsidP="00294BA7">
      <w:pPr>
        <w:pStyle w:val="libNormal"/>
      </w:pPr>
      <w:r>
        <w:t xml:space="preserve"> </w:t>
      </w:r>
    </w:p>
    <w:p w:rsidR="00294BA7" w:rsidRPr="00294BA7" w:rsidRDefault="00294BA7" w:rsidP="00294BA7">
      <w:pPr>
        <w:pStyle w:val="libNormal"/>
        <w:rPr>
          <w:rStyle w:val="libItalicChar"/>
        </w:rPr>
      </w:pPr>
      <w:r>
        <w:t xml:space="preserve">(v) And whenever you drink water </w:t>
      </w:r>
      <w:r w:rsidRPr="00294BA7">
        <w:rPr>
          <w:rStyle w:val="libUnderlineChar"/>
        </w:rPr>
        <w:t>remember Imaam Husayn (A.S.)</w:t>
      </w:r>
      <w:r>
        <w:t xml:space="preserve"> by reciting this: Swalawaatullaahi Alal Husayn Wa Ahli Baytihee Wa Aswhaabihee, Wa La’anatullaahi Alaa Qatalatil Husayn Wa A’adaa’ihee.</w:t>
      </w:r>
    </w:p>
    <w:p w:rsidR="00294BA7" w:rsidRPr="00294BA7" w:rsidRDefault="00294BA7" w:rsidP="00294BA7">
      <w:pPr>
        <w:pStyle w:val="libNormal"/>
        <w:rPr>
          <w:rStyle w:val="libItalicChar"/>
        </w:rPr>
      </w:pPr>
      <w:r>
        <w:t xml:space="preserve">Whenever the Holy Prophet (S.A.W.W.) saw </w:t>
      </w:r>
      <w:r w:rsidRPr="00294BA7">
        <w:rPr>
          <w:rStyle w:val="libUnderlineChar"/>
        </w:rPr>
        <w:t>a new fruit</w:t>
      </w:r>
      <w:r>
        <w:t xml:space="preserve"> he would kiss it, touch it to both eyes and say: </w:t>
      </w:r>
      <w:r w:rsidRPr="00294BA7">
        <w:rPr>
          <w:rStyle w:val="libItalicChar"/>
        </w:rPr>
        <w:t>Allaahumma Kamaa Araytanaa Awwalaha Fee Aafiyatin Fa Arinaa Aakhirahaa Fee Aafiyatin.</w:t>
      </w:r>
    </w:p>
    <w:p w:rsidR="00294BA7" w:rsidRDefault="00294BA7" w:rsidP="00294BA7">
      <w:pPr>
        <w:pStyle w:val="libNormal"/>
      </w:pPr>
      <w:r>
        <w:t xml:space="preserve">When </w:t>
      </w:r>
      <w:r w:rsidRPr="00294BA7">
        <w:rPr>
          <w:rStyle w:val="libUnderlineChar"/>
        </w:rPr>
        <w:t>consuming fish</w:t>
      </w:r>
      <w:r>
        <w:t xml:space="preserve"> Imaam Jaa’far Saadiq A.S used to say: </w:t>
      </w:r>
      <w:r w:rsidRPr="00294BA7">
        <w:rPr>
          <w:rStyle w:val="libItalicChar"/>
        </w:rPr>
        <w:t>Allaahumma Baarik Lanaa Feehi Wa Abdilnaa Khayran Minhu.</w:t>
      </w:r>
      <w:r>
        <w:t xml:space="preserve"> </w:t>
      </w:r>
    </w:p>
    <w:p w:rsidR="00294BA7" w:rsidRPr="00294BA7" w:rsidRDefault="00294BA7" w:rsidP="00294BA7">
      <w:pPr>
        <w:pStyle w:val="libNormal"/>
        <w:rPr>
          <w:rStyle w:val="libItalicChar"/>
        </w:rPr>
      </w:pPr>
      <w:r>
        <w:lastRenderedPageBreak/>
        <w:t xml:space="preserve">Imaam Jaa’far Saadiq (A.S.) said whoever sits for a meal and recites this every time </w:t>
      </w:r>
      <w:r w:rsidRPr="00294BA7">
        <w:rPr>
          <w:rStyle w:val="libUnderlineChar"/>
        </w:rPr>
        <w:t>while taking the morsel</w:t>
      </w:r>
      <w:r>
        <w:t xml:space="preserve">, his sins shall be forgiven: </w:t>
      </w:r>
      <w:r w:rsidRPr="00294BA7">
        <w:rPr>
          <w:rStyle w:val="libItalicChar"/>
        </w:rPr>
        <w:t>Bismillaahi Wal Hamdu Lillaahi Rabbil Aalameen.</w:t>
      </w:r>
    </w:p>
    <w:p w:rsidR="00294BA7" w:rsidRPr="00294BA7" w:rsidRDefault="00294BA7" w:rsidP="00294BA7">
      <w:pPr>
        <w:pStyle w:val="libNormal"/>
        <w:rPr>
          <w:rStyle w:val="libItalicChar"/>
        </w:rPr>
      </w:pPr>
      <w:r>
        <w:t xml:space="preserve">Ameerul Mu’mineen Imaam Ali (A.S.) said that </w:t>
      </w:r>
      <w:r w:rsidRPr="00294BA7">
        <w:rPr>
          <w:rStyle w:val="libUnderlineChar"/>
        </w:rPr>
        <w:t>while eating</w:t>
      </w:r>
      <w:r>
        <w:t xml:space="preserve"> food don’t talk too much, </w:t>
      </w:r>
      <w:r w:rsidRPr="00294BA7">
        <w:rPr>
          <w:rStyle w:val="libUnderlineChar"/>
        </w:rPr>
        <w:t>remember Allaah (S.W.T.)</w:t>
      </w:r>
      <w:r>
        <w:t xml:space="preserve">, food is a bounty from Him and it is Waajib to remember Him while utilizing His favours.Whenever the food was made ready to be served </w:t>
      </w:r>
      <w:r w:rsidRPr="00294BA7">
        <w:rPr>
          <w:rStyle w:val="libUnderlineChar"/>
        </w:rPr>
        <w:t>(table</w:t>
      </w:r>
      <w:r w:rsidR="002E452F">
        <w:rPr>
          <w:rStyle w:val="libUnderlineChar"/>
        </w:rPr>
        <w:t>-</w:t>
      </w:r>
      <w:r w:rsidRPr="00294BA7">
        <w:rPr>
          <w:rStyle w:val="libUnderlineChar"/>
        </w:rPr>
        <w:t>cloth was spread)</w:t>
      </w:r>
      <w:r>
        <w:t xml:space="preserve"> the Holy Prophet (S.A.W.W.) recited this Duaa: </w:t>
      </w:r>
      <w:r w:rsidRPr="00294BA7">
        <w:rPr>
          <w:rStyle w:val="libItalicChar"/>
        </w:rPr>
        <w:t>Sub’haanaka Allaahumma Maa Ahsana Maa Tubleena, Sub’haanaka Maa Akthara Maa Tu’atweena, Sub’haanaka Maa Akthara Maa Tu’aafeena, Allaahumma Wassi’a Alayna Alaa Fuqaraa’il Mu’mineena Wal Mu’minaati Wal Muslimeena Wal Muslimaati.</w:t>
      </w:r>
    </w:p>
    <w:p w:rsidR="00294BA7" w:rsidRDefault="00294BA7" w:rsidP="00294BA7">
      <w:pPr>
        <w:pStyle w:val="libNormal"/>
      </w:pPr>
      <w:r w:rsidRPr="00F83CC6">
        <w:rPr>
          <w:rStyle w:val="libUnderlineChar"/>
        </w:rPr>
        <w:t>When food was served</w:t>
      </w:r>
      <w:r w:rsidRPr="00F83CC6">
        <w:t xml:space="preserve"> in front of Imaam Zaynul Aabideen (A.S.) he used to recite this Duaa:</w:t>
      </w:r>
      <w:r>
        <w:t xml:space="preserve">  </w:t>
      </w:r>
      <w:r w:rsidRPr="00294BA7">
        <w:rPr>
          <w:rStyle w:val="libItalicChar"/>
        </w:rPr>
        <w:t>Allaahumma Haadhaa Minka Wa Min Fadhlika Wa Atwaaika Fa Baarigh Lanaa Feehi Wa Sawwighnaahu Warzuqnaahu Khalaqna Idhaa Aqalnaahu Wa Rubba Muhtaajin Ilayhi Razaqta Fa Ahsanta, Allaahumaaj’alnaa Minash</w:t>
      </w:r>
      <w:r w:rsidR="002E452F">
        <w:rPr>
          <w:rStyle w:val="libItalicChar"/>
        </w:rPr>
        <w:t>-</w:t>
      </w:r>
      <w:r w:rsidRPr="00294BA7">
        <w:rPr>
          <w:rStyle w:val="libItalicChar"/>
        </w:rPr>
        <w:t>Shaakireen.</w:t>
      </w:r>
      <w:r>
        <w:t xml:space="preserve"> </w:t>
      </w:r>
    </w:p>
    <w:p w:rsidR="00294BA7" w:rsidRPr="00294BA7" w:rsidRDefault="00294BA7" w:rsidP="00294BA7">
      <w:pPr>
        <w:pStyle w:val="libNormal"/>
        <w:rPr>
          <w:rStyle w:val="libItalicChar"/>
        </w:rPr>
      </w:pPr>
      <w:r>
        <w:t>Imaam Jaa’far Saadiq (A.S.) said that eating the left</w:t>
      </w:r>
      <w:r w:rsidR="002E452F">
        <w:t>-</w:t>
      </w:r>
      <w:r>
        <w:t>over food or water of a Mu’min is the cure for seventy types of diseases. (ii) When the meal was over (</w:t>
      </w:r>
      <w:r w:rsidRPr="00294BA7">
        <w:rPr>
          <w:rStyle w:val="libUnderlineChar"/>
        </w:rPr>
        <w:t>table</w:t>
      </w:r>
      <w:r w:rsidR="002E452F">
        <w:rPr>
          <w:rStyle w:val="libUnderlineChar"/>
        </w:rPr>
        <w:t>-</w:t>
      </w:r>
      <w:r w:rsidRPr="00294BA7">
        <w:rPr>
          <w:rStyle w:val="libUnderlineChar"/>
        </w:rPr>
        <w:t>cloth being cleared</w:t>
      </w:r>
      <w:r w:rsidR="002E452F">
        <w:rPr>
          <w:rStyle w:val="libUnderlineChar"/>
        </w:rPr>
        <w:t>-</w:t>
      </w:r>
      <w:r w:rsidRPr="00294BA7">
        <w:rPr>
          <w:rStyle w:val="libUnderlineChar"/>
        </w:rPr>
        <w:t>away</w:t>
      </w:r>
      <w:r>
        <w:t xml:space="preserve">) the Imaam used to recite this Duaa: </w:t>
      </w:r>
      <w:r w:rsidRPr="00294BA7">
        <w:rPr>
          <w:rStyle w:val="libItalicChar"/>
        </w:rPr>
        <w:t xml:space="preserve"> Alhamdu Lillaahil</w:t>
      </w:r>
      <w:r w:rsidR="002E452F">
        <w:rPr>
          <w:rStyle w:val="libItalicChar"/>
        </w:rPr>
        <w:t>-</w:t>
      </w:r>
      <w:r w:rsidRPr="00294BA7">
        <w:rPr>
          <w:rStyle w:val="libItalicChar"/>
        </w:rPr>
        <w:t>Ladhee Hamalnaa Fil Barri Wal Bahri Wa Razaqnaa Minat</w:t>
      </w:r>
      <w:r w:rsidR="002E452F">
        <w:rPr>
          <w:rStyle w:val="libItalicChar"/>
        </w:rPr>
        <w:t>-</w:t>
      </w:r>
      <w:r w:rsidRPr="00294BA7">
        <w:rPr>
          <w:rStyle w:val="libItalicChar"/>
        </w:rPr>
        <w:t>Twayyibaati Wa Fadh</w:t>
      </w:r>
      <w:r w:rsidR="002E452F">
        <w:rPr>
          <w:rStyle w:val="libItalicChar"/>
        </w:rPr>
        <w:t>-</w:t>
      </w:r>
      <w:r w:rsidRPr="00294BA7">
        <w:rPr>
          <w:rStyle w:val="libItalicChar"/>
        </w:rPr>
        <w:t xml:space="preserve">Dhalnaa Alaa Katheerin Min Khalqihi Mimman Khalaqa Tafdheela. </w:t>
      </w:r>
    </w:p>
    <w:p w:rsidR="00294BA7" w:rsidRPr="00294BA7" w:rsidRDefault="00294BA7" w:rsidP="00294BA7">
      <w:pPr>
        <w:pStyle w:val="libNormal"/>
        <w:rPr>
          <w:rStyle w:val="libItalicChar"/>
        </w:rPr>
      </w:pPr>
      <w:r>
        <w:t xml:space="preserve">Ameerul Mu’mineen (A.S.) said that </w:t>
      </w:r>
      <w:r w:rsidRPr="00294BA7">
        <w:rPr>
          <w:rStyle w:val="libUnderlineChar"/>
        </w:rPr>
        <w:t>pick up the food particles</w:t>
      </w:r>
      <w:r>
        <w:t xml:space="preserve"> fallen on the table</w:t>
      </w:r>
      <w:r w:rsidR="002E452F">
        <w:t>-</w:t>
      </w:r>
      <w:r>
        <w:t xml:space="preserve">cloth because according to Allaah (S.W.T.) they are </w:t>
      </w:r>
      <w:r w:rsidRPr="00294BA7">
        <w:rPr>
          <w:rStyle w:val="libItalicChar"/>
        </w:rPr>
        <w:t>Shafaa</w:t>
      </w:r>
      <w:r>
        <w:t xml:space="preserve"> (cure) for every sickness.(ii) If you sit to eat food in a </w:t>
      </w:r>
      <w:r w:rsidRPr="00294BA7">
        <w:rPr>
          <w:rStyle w:val="libUnderlineChar"/>
        </w:rPr>
        <w:t>jungle</w:t>
      </w:r>
      <w:r>
        <w:t xml:space="preserve"> then the left</w:t>
      </w:r>
      <w:r w:rsidR="002E452F">
        <w:t>-</w:t>
      </w:r>
      <w:r>
        <w:t xml:space="preserve">overs and fallen food particles should be left there for the birds, insects and animals. (iii) </w:t>
      </w:r>
      <w:r w:rsidRPr="00294BA7">
        <w:rPr>
          <w:rStyle w:val="libUnderlineChar"/>
        </w:rPr>
        <w:t>After the meal</w:t>
      </w:r>
      <w:r>
        <w:t xml:space="preserve"> lie down face upwards and place your right leg over the left. (iv) After </w:t>
      </w:r>
      <w:r w:rsidRPr="00294BA7">
        <w:rPr>
          <w:rStyle w:val="libUnderlineChar"/>
        </w:rPr>
        <w:t>finishing</w:t>
      </w:r>
      <w:r>
        <w:t xml:space="preserve"> eating the food recite: </w:t>
      </w:r>
      <w:r w:rsidRPr="00294BA7">
        <w:rPr>
          <w:rStyle w:val="libItalicChar"/>
        </w:rPr>
        <w:t xml:space="preserve"> Allaahumma Haadhaa Minka Wa Muhammadin Rasoolika Swallallaahu Alayhi Wa Aalihi Wasallam. Allaahumma Lakal Hamdu Swalli Alaa Muhammadin Wa Aali Muhammad. </w:t>
      </w:r>
    </w:p>
    <w:p w:rsidR="00294BA7" w:rsidRDefault="00294BA7" w:rsidP="00294BA7">
      <w:pPr>
        <w:pStyle w:val="libNormal"/>
      </w:pPr>
      <w:r w:rsidRPr="00F83CC6">
        <w:t xml:space="preserve">Imaam Zaynul Aabideen (A.S.) said that whoever recites the following Duaa while eating, that food shall do </w:t>
      </w:r>
      <w:r w:rsidRPr="00F83CC6">
        <w:rPr>
          <w:rStyle w:val="libUnderlineChar"/>
        </w:rPr>
        <w:t>no harm</w:t>
      </w:r>
      <w:r w:rsidRPr="00F83CC6">
        <w:t xml:space="preserve"> to him/her: </w:t>
      </w:r>
      <w:r>
        <w:t xml:space="preserve"> </w:t>
      </w:r>
      <w:r w:rsidRPr="00294BA7">
        <w:rPr>
          <w:rStyle w:val="libItalicChar"/>
        </w:rPr>
        <w:t>Allaahumma Innee As’aluka Bismika Khayril Asmaai Mil’al Ardhi Was</w:t>
      </w:r>
      <w:r w:rsidR="002E452F">
        <w:rPr>
          <w:rStyle w:val="libItalicChar"/>
        </w:rPr>
        <w:t>-</w:t>
      </w:r>
      <w:r w:rsidRPr="00294BA7">
        <w:rPr>
          <w:rStyle w:val="libItalicChar"/>
        </w:rPr>
        <w:t>Samaair</w:t>
      </w:r>
      <w:r w:rsidR="002E452F">
        <w:rPr>
          <w:rStyle w:val="libItalicChar"/>
        </w:rPr>
        <w:t>-</w:t>
      </w:r>
      <w:r w:rsidRPr="00294BA7">
        <w:rPr>
          <w:rStyle w:val="libItalicChar"/>
        </w:rPr>
        <w:t>Rahmaanir</w:t>
      </w:r>
      <w:r w:rsidR="002E452F">
        <w:rPr>
          <w:rStyle w:val="libItalicChar"/>
        </w:rPr>
        <w:t>-</w:t>
      </w:r>
      <w:r w:rsidRPr="00294BA7">
        <w:rPr>
          <w:rStyle w:val="libItalicChar"/>
        </w:rPr>
        <w:t>Raheemil</w:t>
      </w:r>
      <w:r w:rsidR="002E452F">
        <w:rPr>
          <w:rStyle w:val="libItalicChar"/>
        </w:rPr>
        <w:t>-</w:t>
      </w:r>
      <w:r w:rsidRPr="00294BA7">
        <w:rPr>
          <w:rStyle w:val="libItalicChar"/>
        </w:rPr>
        <w:t>Ladhee Laa Yadhurru Ma’ahoo Daa’a</w:t>
      </w:r>
      <w:r>
        <w:t>.</w:t>
      </w:r>
    </w:p>
    <w:p w:rsidR="00294BA7" w:rsidRPr="00294BA7" w:rsidRDefault="00294BA7" w:rsidP="00294BA7">
      <w:pPr>
        <w:pStyle w:val="libNormal"/>
        <w:rPr>
          <w:rStyle w:val="libItalicChar"/>
        </w:rPr>
      </w:pPr>
      <w:r>
        <w:t xml:space="preserve">The Holy Prophet (S.A.W.W.) said that whoever sits to eat a meal should start taking a little </w:t>
      </w:r>
      <w:r w:rsidRPr="00294BA7">
        <w:rPr>
          <w:rStyle w:val="libUnderlineChar"/>
        </w:rPr>
        <w:t>salt</w:t>
      </w:r>
      <w:r>
        <w:t xml:space="preserve">, and after finishing eating should again take a little </w:t>
      </w:r>
      <w:r w:rsidRPr="00294BA7">
        <w:rPr>
          <w:rStyle w:val="libUnderlineChar"/>
        </w:rPr>
        <w:t>salt</w:t>
      </w:r>
      <w:r>
        <w:t xml:space="preserve">, this will keep 70 problems far away from him/her. (ii) If you have a problem of </w:t>
      </w:r>
      <w:r w:rsidRPr="00294BA7">
        <w:rPr>
          <w:rStyle w:val="libUnderlineChar"/>
        </w:rPr>
        <w:t>indigestion</w:t>
      </w:r>
      <w:r>
        <w:t xml:space="preserve">, recite this Duaa of Imaam Jaa’far Saadiq A.S after meals, putting your hand over the stomach: </w:t>
      </w:r>
      <w:r w:rsidRPr="00294BA7">
        <w:rPr>
          <w:rStyle w:val="libItalicChar"/>
        </w:rPr>
        <w:t xml:space="preserve"> Alaahumma Hanee’ihee, Alaahumma Sawwighneehi, Allaahumma Amri’aneehi. </w:t>
      </w:r>
    </w:p>
    <w:p w:rsidR="00294BA7" w:rsidRPr="00294BA7" w:rsidRDefault="00294BA7" w:rsidP="00294BA7">
      <w:pPr>
        <w:pStyle w:val="libNormal"/>
        <w:rPr>
          <w:rStyle w:val="libItalicChar"/>
        </w:rPr>
      </w:pPr>
      <w:r>
        <w:t>Mufadh</w:t>
      </w:r>
      <w:r w:rsidR="002E452F">
        <w:t>-</w:t>
      </w:r>
      <w:r>
        <w:t xml:space="preserve">dhal Bin Umar complained of </w:t>
      </w:r>
      <w:r w:rsidRPr="00294BA7">
        <w:rPr>
          <w:rStyle w:val="libUnderlineChar"/>
        </w:rPr>
        <w:t>pain in the eyes</w:t>
      </w:r>
      <w:r>
        <w:t xml:space="preserve"> for which Imam Jaa’far Saadiq A.S told him to recite this Duaa </w:t>
      </w:r>
      <w:r w:rsidRPr="00294BA7">
        <w:rPr>
          <w:rStyle w:val="libUnderlineChar"/>
        </w:rPr>
        <w:t>after meals</w:t>
      </w:r>
      <w:r>
        <w:t>, placing the wet hand over the eye</w:t>
      </w:r>
      <w:r w:rsidR="002E452F">
        <w:t>-</w:t>
      </w:r>
      <w:r>
        <w:t>brows and eye</w:t>
      </w:r>
      <w:r w:rsidR="002E452F">
        <w:t>-</w:t>
      </w:r>
      <w:r>
        <w:t xml:space="preserve">lashes: </w:t>
      </w:r>
      <w:r w:rsidRPr="00294BA7">
        <w:rPr>
          <w:rStyle w:val="libItalicChar"/>
        </w:rPr>
        <w:t>Wal Hamdu Lillaahil Muhsinil Mujmilil Mun’imin Mufadh</w:t>
      </w:r>
      <w:r w:rsidR="002E452F">
        <w:rPr>
          <w:rStyle w:val="libItalicChar"/>
        </w:rPr>
        <w:t>-</w:t>
      </w:r>
      <w:r w:rsidRPr="00294BA7">
        <w:rPr>
          <w:rStyle w:val="libItalicChar"/>
        </w:rPr>
        <w:t xml:space="preserve">dhil. </w:t>
      </w:r>
    </w:p>
    <w:p w:rsidR="002E452F" w:rsidRDefault="002E452F" w:rsidP="00294BA7">
      <w:pPr>
        <w:pStyle w:val="libNormal"/>
      </w:pPr>
      <w:r>
        <w:br w:type="page"/>
      </w:r>
    </w:p>
    <w:p w:rsidR="00A52C13" w:rsidRDefault="00A52C13" w:rsidP="00A52C13">
      <w:pPr>
        <w:pStyle w:val="Heading1Center"/>
      </w:pPr>
      <w:bookmarkStart w:id="32" w:name="_Toc420238100"/>
      <w:r w:rsidRPr="00A52C13">
        <w:lastRenderedPageBreak/>
        <w:t>A’AMAAL OF BIBI ZAYNAB (S.A.)</w:t>
      </w:r>
      <w:bookmarkEnd w:id="32"/>
    </w:p>
    <w:p w:rsidR="00294BA7" w:rsidRDefault="00294BA7" w:rsidP="00294BA7">
      <w:pPr>
        <w:pStyle w:val="libNormal"/>
      </w:pPr>
      <w:r>
        <w:t>Everyone who knows the history of the Tragedy of Karbalaa knows very well the name Zaynab (S.A.) She was the brave daughter of Imaam Ali (A.S.) and Bibi Faatima (S.A.) She was brought up in the house of Revealation. It is a matter of fact that when Imaam Husayn (A.S.) accomplished his mission by his great sacrifice in Karbala to rescue Islaam from the beastly clutches of Yezidites, the remaining half task was completed by Bibi Zaynab (S.A.) by her great sacrifice; the Holy Lady Zaynab (S.A.) gave away her two dear sons Awn and Muhammad in the battle field of Karbalaa,she endured the tribulations in Shaam</w:t>
      </w:r>
      <w:r w:rsidR="002E452F">
        <w:t>-</w:t>
      </w:r>
      <w:r>
        <w:t>e</w:t>
      </w:r>
      <w:r w:rsidR="002E452F">
        <w:t>-</w:t>
      </w:r>
      <w:r>
        <w:t>Ghareeba, she endured imprisonment, she endured looting of her Chaador, and she suffered the most cruel tribulations ever fallen on anyone. In spite of all that her aim was to save Islaam, and she emerged victorious like Imaam Husayn (A.S.)</w:t>
      </w:r>
    </w:p>
    <w:p w:rsidR="00294BA7" w:rsidRDefault="00294BA7" w:rsidP="00294BA7">
      <w:pPr>
        <w:pStyle w:val="libNormal"/>
      </w:pPr>
      <w:r>
        <w:t xml:space="preserve">Remembering Bibi Zaynab (S.A.) the following Amal is very effective for </w:t>
      </w:r>
      <w:r w:rsidRPr="00F83CC6">
        <w:rPr>
          <w:rStyle w:val="libUnderlineChar"/>
        </w:rPr>
        <w:t>curing sickness, abundance in Rizq, and dispersing calamities and problems</w:t>
      </w:r>
      <w:r>
        <w:t xml:space="preserve">: </w:t>
      </w:r>
    </w:p>
    <w:p w:rsidR="00294BA7" w:rsidRPr="00294BA7" w:rsidRDefault="00294BA7" w:rsidP="00294BA7">
      <w:pPr>
        <w:pStyle w:val="libNormal"/>
        <w:rPr>
          <w:rStyle w:val="libItalicChar"/>
        </w:rPr>
      </w:pPr>
      <w:r>
        <w:t xml:space="preserve"> Recite 11 times </w:t>
      </w:r>
      <w:r w:rsidRPr="00294BA7">
        <w:rPr>
          <w:rStyle w:val="libItalicChar"/>
        </w:rPr>
        <w:t>Salawaat.</w:t>
      </w:r>
    </w:p>
    <w:p w:rsidR="00294BA7" w:rsidRDefault="00294BA7" w:rsidP="00294BA7">
      <w:pPr>
        <w:pStyle w:val="libNormal"/>
      </w:pPr>
      <w:r>
        <w:t xml:space="preserve"> Pray 2 rak’at </w:t>
      </w:r>
      <w:r w:rsidRPr="00294BA7">
        <w:rPr>
          <w:rStyle w:val="libItalicChar"/>
        </w:rPr>
        <w:t>Namaaz</w:t>
      </w:r>
      <w:r>
        <w:t xml:space="preserve"> for Haajat.</w:t>
      </w:r>
    </w:p>
    <w:p w:rsidR="00294BA7" w:rsidRDefault="00294BA7" w:rsidP="00294BA7">
      <w:pPr>
        <w:pStyle w:val="libNormal"/>
      </w:pPr>
      <w:r>
        <w:t xml:space="preserve"> Recite: Bismillaahir</w:t>
      </w:r>
      <w:r w:rsidR="002E452F">
        <w:t>-</w:t>
      </w:r>
      <w:r>
        <w:t>Rahmaanir</w:t>
      </w:r>
      <w:r w:rsidR="002E452F">
        <w:t>-</w:t>
      </w:r>
      <w:r>
        <w:t>Raheem. Yaa Zaynab Ishfi’alee Fil Jannati Fa Inna Laki Indallaahish</w:t>
      </w:r>
      <w:r w:rsidR="002E452F">
        <w:t>-</w:t>
      </w:r>
      <w:r>
        <w:t>Shafaa’atil Maqboolati Wal Manzilatil Adhweemah. Allaahumma Swalli Alaa Muhammadin Wa Aali Muhammad.</w:t>
      </w:r>
    </w:p>
    <w:p w:rsidR="002E452F" w:rsidRDefault="002E452F" w:rsidP="00294BA7">
      <w:pPr>
        <w:pStyle w:val="libNormal"/>
      </w:pPr>
      <w:r>
        <w:br w:type="page"/>
      </w:r>
    </w:p>
    <w:p w:rsidR="00A52C13" w:rsidRDefault="00A52C13" w:rsidP="00A52C13">
      <w:pPr>
        <w:pStyle w:val="Heading1Center"/>
      </w:pPr>
      <w:bookmarkStart w:id="33" w:name="_Toc420238101"/>
      <w:r w:rsidRPr="00A52C13">
        <w:lastRenderedPageBreak/>
        <w:t>A’AMAAL OF IMAAM MOOSA-E-KAADHIM (A.S.)</w:t>
      </w:r>
      <w:bookmarkEnd w:id="33"/>
    </w:p>
    <w:p w:rsidR="00294BA7" w:rsidRDefault="00294BA7" w:rsidP="00294BA7">
      <w:pPr>
        <w:pStyle w:val="libNormal"/>
      </w:pPr>
      <w:r>
        <w:t>If anyone is in difficulty or a calamity has befallen on him, then one should do the following A’amaal. Inshaa’Allaah the Almighty will fulfil the Haajat:</w:t>
      </w:r>
    </w:p>
    <w:p w:rsidR="00294BA7" w:rsidRDefault="00294BA7" w:rsidP="00294BA7">
      <w:pPr>
        <w:pStyle w:val="libNormal"/>
      </w:pPr>
      <w:r>
        <w:t xml:space="preserve">If possible do this A’amaal for </w:t>
      </w:r>
      <w:r w:rsidRPr="00294BA7">
        <w:rPr>
          <w:rStyle w:val="libItalicChar"/>
        </w:rPr>
        <w:t>7 Wednesdays</w:t>
      </w:r>
      <w:r>
        <w:t xml:space="preserve">: </w:t>
      </w:r>
    </w:p>
    <w:p w:rsidR="00294BA7" w:rsidRPr="00294BA7" w:rsidRDefault="00294BA7" w:rsidP="00294BA7">
      <w:pPr>
        <w:pStyle w:val="libNormal"/>
        <w:rPr>
          <w:rStyle w:val="libItalicChar"/>
        </w:rPr>
      </w:pPr>
      <w:r>
        <w:t>Pray 2 rak’at Namaaz as usual with Niyyat of A’amalof Imaam Moosa Kaadhim (A.S.)</w:t>
      </w:r>
    </w:p>
    <w:p w:rsidR="00294BA7" w:rsidRDefault="00294BA7" w:rsidP="00294BA7">
      <w:pPr>
        <w:pStyle w:val="libNormal"/>
      </w:pPr>
      <w:r>
        <w:t xml:space="preserve">After Namaaz recote 100 times </w:t>
      </w:r>
      <w:r w:rsidRPr="00294BA7">
        <w:rPr>
          <w:rStyle w:val="libItalicChar"/>
        </w:rPr>
        <w:t>Salawaat.</w:t>
      </w:r>
    </w:p>
    <w:p w:rsidR="00294BA7" w:rsidRDefault="00294BA7" w:rsidP="00294BA7">
      <w:pPr>
        <w:pStyle w:val="libNormal"/>
      </w:pPr>
      <w:r>
        <w:t xml:space="preserve">Then recite each of the </w:t>
      </w:r>
      <w:r w:rsidRPr="00294BA7">
        <w:rPr>
          <w:rStyle w:val="libUnderlineChar"/>
        </w:rPr>
        <w:t>following verses 14 times, each</w:t>
      </w:r>
      <w:r>
        <w:t xml:space="preserve"> beginning with </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w:t>
      </w:r>
    </w:p>
    <w:p w:rsidR="00294BA7" w:rsidRDefault="00294BA7" w:rsidP="00294BA7">
      <w:pPr>
        <w:pStyle w:val="libNormal"/>
      </w:pPr>
      <w:r>
        <w:t>Salaamun Qawlam Min Rabbir Raheem,</w:t>
      </w:r>
    </w:p>
    <w:p w:rsidR="00294BA7" w:rsidRDefault="00294BA7" w:rsidP="00294BA7">
      <w:pPr>
        <w:pStyle w:val="libNormal"/>
      </w:pPr>
      <w:r>
        <w:t>Innaa Fatahnaa Laka Fat’ham Mubeena,</w:t>
      </w:r>
    </w:p>
    <w:p w:rsidR="00294BA7" w:rsidRDefault="00294BA7" w:rsidP="00294BA7">
      <w:pPr>
        <w:pStyle w:val="libNormal"/>
      </w:pPr>
      <w:r>
        <w:t>Laa Ilaha Illaa Anta Sub’haanaka Innee Kuntu Minadh</w:t>
      </w:r>
      <w:r w:rsidR="002E452F">
        <w:t>-</w:t>
      </w:r>
      <w:r>
        <w:t>Dhwaalimeen,</w:t>
      </w:r>
    </w:p>
    <w:p w:rsidR="00294BA7" w:rsidRDefault="00294BA7" w:rsidP="00294BA7">
      <w:pPr>
        <w:pStyle w:val="libNormal"/>
      </w:pPr>
      <w:r>
        <w:t xml:space="preserve">Bihaqqi Qaaf, Haa, Yaa A’yn, Swaad, </w:t>
      </w:r>
    </w:p>
    <w:p w:rsidR="00294BA7" w:rsidRDefault="00294BA7" w:rsidP="00294BA7">
      <w:pPr>
        <w:pStyle w:val="libNormal"/>
      </w:pPr>
      <w:r>
        <w:t>Bihaqqi Haa, Meem, A’yn, Seen, Qaaf,</w:t>
      </w:r>
    </w:p>
    <w:p w:rsidR="00294BA7" w:rsidRDefault="00294BA7" w:rsidP="00294BA7">
      <w:pPr>
        <w:pStyle w:val="libNormal"/>
      </w:pPr>
      <w:r>
        <w:t>Amman’y Yujeebul Mudhtwarra Idhaa Da’aahu Wa Yakshifus</w:t>
      </w:r>
      <w:r w:rsidR="002E452F">
        <w:t>-</w:t>
      </w:r>
      <w:r>
        <w:t>Soo’a,</w:t>
      </w:r>
    </w:p>
    <w:p w:rsidR="00294BA7" w:rsidRDefault="00294BA7" w:rsidP="00294BA7">
      <w:pPr>
        <w:pStyle w:val="libNormal"/>
      </w:pPr>
      <w:r>
        <w:t xml:space="preserve">Najaatam Minka Yaa Sayyidanal Kareem, </w:t>
      </w:r>
    </w:p>
    <w:p w:rsidR="00294BA7" w:rsidRDefault="00294BA7" w:rsidP="00294BA7">
      <w:pPr>
        <w:pStyle w:val="libNormal"/>
      </w:pPr>
      <w:r>
        <w:t>Najjinaa Wa Khalliswnaa Bihaqqi Bismillaahir</w:t>
      </w:r>
      <w:r w:rsidR="002E452F">
        <w:t>-</w:t>
      </w:r>
      <w:r>
        <w:t>Rahmaanir</w:t>
      </w:r>
      <w:r w:rsidR="002E452F">
        <w:t>-</w:t>
      </w:r>
      <w:r>
        <w:t>Raheem,</w:t>
      </w:r>
    </w:p>
    <w:p w:rsidR="00294BA7" w:rsidRDefault="00294BA7" w:rsidP="00294BA7">
      <w:pPr>
        <w:pStyle w:val="libNormal"/>
      </w:pPr>
      <w:r>
        <w:t>Yaa Sayyidee, Yaa Mawlaayee,</w:t>
      </w:r>
    </w:p>
    <w:p w:rsidR="00294BA7" w:rsidRDefault="00294BA7" w:rsidP="00294BA7">
      <w:pPr>
        <w:pStyle w:val="libNormal"/>
      </w:pPr>
      <w:r>
        <w:t>Yaa Moosabni Ja’afar, Baabul Hawaaij Adriqnee,</w:t>
      </w:r>
    </w:p>
    <w:p w:rsidR="00294BA7" w:rsidRDefault="00294BA7" w:rsidP="00294BA7">
      <w:pPr>
        <w:pStyle w:val="libNormal"/>
      </w:pPr>
      <w:r>
        <w:t xml:space="preserve">Then recite: </w:t>
      </w:r>
      <w:r w:rsidRPr="00F83CC6">
        <w:rPr>
          <w:rStyle w:val="libUnderlineChar"/>
        </w:rPr>
        <w:t>14 times</w:t>
      </w:r>
      <w:r>
        <w:t xml:space="preserve"> Yaa Allaah,Yaa Rabbi Jalla Jalaaluhu,</w:t>
      </w:r>
    </w:p>
    <w:p w:rsidR="00294BA7" w:rsidRDefault="00294BA7" w:rsidP="00294BA7">
      <w:pPr>
        <w:pStyle w:val="libNormal"/>
      </w:pPr>
      <w:r>
        <w:t xml:space="preserve">Recite </w:t>
      </w:r>
      <w:r w:rsidRPr="00F83CC6">
        <w:rPr>
          <w:rStyle w:val="libUnderlineChar"/>
        </w:rPr>
        <w:t xml:space="preserve">once </w:t>
      </w:r>
      <w:r>
        <w:t>Surah</w:t>
      </w:r>
      <w:r w:rsidR="002E452F">
        <w:t>-</w:t>
      </w:r>
      <w:r>
        <w:t>e</w:t>
      </w:r>
      <w:r w:rsidR="002E452F">
        <w:t>-</w:t>
      </w:r>
      <w:r>
        <w:t>Faatihaa,</w:t>
      </w:r>
    </w:p>
    <w:p w:rsidR="00294BA7" w:rsidRDefault="00294BA7" w:rsidP="00294BA7">
      <w:pPr>
        <w:pStyle w:val="libNormal"/>
      </w:pPr>
      <w:r>
        <w:t xml:space="preserve">Then </w:t>
      </w:r>
      <w:r w:rsidRPr="00F83CC6">
        <w:rPr>
          <w:rStyle w:val="libUnderlineChar"/>
        </w:rPr>
        <w:t>3 times</w:t>
      </w:r>
      <w:r>
        <w:t xml:space="preserve"> Surah</w:t>
      </w:r>
      <w:r w:rsidR="002E452F">
        <w:t>-</w:t>
      </w:r>
      <w:r>
        <w:t>e</w:t>
      </w:r>
      <w:r w:rsidR="002E452F">
        <w:t>-</w:t>
      </w:r>
      <w:r>
        <w:t>Ikhlaas,</w:t>
      </w:r>
    </w:p>
    <w:p w:rsidR="00294BA7" w:rsidRDefault="00294BA7" w:rsidP="00294BA7">
      <w:pPr>
        <w:pStyle w:val="libNormal"/>
      </w:pPr>
      <w:r>
        <w:t xml:space="preserve">Then </w:t>
      </w:r>
      <w:r w:rsidRPr="00F83CC6">
        <w:rPr>
          <w:rStyle w:val="libUnderlineChar"/>
        </w:rPr>
        <w:t>3 times</w:t>
      </w:r>
      <w:r>
        <w:t>:</w:t>
      </w:r>
      <w:r w:rsidR="002E452F">
        <w:t>-</w:t>
      </w:r>
      <w:r>
        <w:t>Bismillaahir</w:t>
      </w:r>
      <w:r w:rsidR="002E452F">
        <w:t>-</w:t>
      </w:r>
      <w:r>
        <w:t>Rahmaanir</w:t>
      </w:r>
      <w:r w:rsidR="002E452F">
        <w:t>-</w:t>
      </w:r>
      <w:r>
        <w:t>Raheem, Naadey Aliyyan Madh’haral Ajaaib, Tajeedahu Awnallak Finnawaaib, Kullu Hammin Wa Ghammin Sayanjali Bi Adhwamatik Yaa Allaah, Bi Nabuwwatika Yaa Muhammmad(S.), Bi Wilaayatika Yaa Ali Yaa Ali Yaa Ali Adriqnee.</w:t>
      </w:r>
    </w:p>
    <w:p w:rsidR="00294BA7" w:rsidRDefault="00294BA7" w:rsidP="00294BA7">
      <w:pPr>
        <w:pStyle w:val="libNormal"/>
      </w:pPr>
      <w:r>
        <w:t xml:space="preserve">Then recite </w:t>
      </w:r>
      <w:r w:rsidRPr="00294BA7">
        <w:rPr>
          <w:rStyle w:val="libItalicChar"/>
        </w:rPr>
        <w:t>14 Salawaat</w:t>
      </w:r>
      <w:r>
        <w:t>.</w:t>
      </w:r>
    </w:p>
    <w:p w:rsidR="00294BA7" w:rsidRDefault="00294BA7" w:rsidP="00294BA7">
      <w:pPr>
        <w:pStyle w:val="libNormal"/>
      </w:pPr>
      <w:r>
        <w:t xml:space="preserve">Complete this A’amaal with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Faatiha</w:t>
      </w:r>
      <w:r>
        <w:t xml:space="preserve"> and beseech for your Haajat </w:t>
      </w:r>
      <w:r w:rsidRPr="00294BA7">
        <w:rPr>
          <w:rStyle w:val="libUnderlineChar"/>
        </w:rPr>
        <w:t>by the Grace of Chahaarda Ma’asoomeen (A.S.)</w:t>
      </w:r>
    </w:p>
    <w:p w:rsidR="00294BA7" w:rsidRPr="00294BA7" w:rsidRDefault="00294BA7" w:rsidP="00294BA7">
      <w:pPr>
        <w:pStyle w:val="libNormal"/>
        <w:rPr>
          <w:rStyle w:val="libItalicChar"/>
        </w:rPr>
      </w:pPr>
      <w:r w:rsidRPr="00F83CC6">
        <w:rPr>
          <w:rStyle w:val="libBold1Char"/>
        </w:rPr>
        <w:t xml:space="preserve"> Imaam Moosa</w:t>
      </w:r>
      <w:r w:rsidR="002E452F">
        <w:rPr>
          <w:rStyle w:val="libBold1Char"/>
        </w:rPr>
        <w:t>-</w:t>
      </w:r>
      <w:r w:rsidRPr="00F83CC6">
        <w:rPr>
          <w:rStyle w:val="libBold1Char"/>
        </w:rPr>
        <w:t>e</w:t>
      </w:r>
      <w:r w:rsidR="002E452F">
        <w:rPr>
          <w:rStyle w:val="libBold1Char"/>
        </w:rPr>
        <w:t>-</w:t>
      </w:r>
      <w:r w:rsidRPr="00F83CC6">
        <w:rPr>
          <w:rStyle w:val="libBold1Char"/>
        </w:rPr>
        <w:t>Kaadhim (A.S.)</w:t>
      </w:r>
      <w:r>
        <w:t xml:space="preserve"> is our 7</w:t>
      </w:r>
      <w:r w:rsidRPr="00294BA7">
        <w:t>th</w:t>
      </w:r>
      <w:r>
        <w:t xml:space="preserve"> Imaam. Like our other Aimmaah he also had to go through many hardships and tribulations from the enemies of Islaam., but never did he do anything to damage the name of Islaam, his aim was to rescue Islaam from the oppressors and keep it intact. For that reason the Imaam was imprisoned for a very long period by Harun Rasheed, and finally he poisoned the Imaam and the Imaam breathed his last in the prison. One of his sayings is, </w:t>
      </w:r>
      <w:r w:rsidRPr="00294BA7">
        <w:rPr>
          <w:rStyle w:val="libItalicChar"/>
        </w:rPr>
        <w:t>‘That who knows Allaah well, should never mistrust Allaah with regard to his sustenance, nor should he think ill of the way He manages His servants’ lives.”</w:t>
      </w:r>
      <w:r>
        <w:t xml:space="preserve"> About servitude the Imaam said</w:t>
      </w:r>
      <w:r w:rsidRPr="00294BA7">
        <w:rPr>
          <w:rStyle w:val="libItalicChar"/>
        </w:rPr>
        <w:t>, “It is putting one’s trust in Allaah, submitting to Allaah, being satisfied with Allaah’s ordinance, and commending oneself to Allaah.”</w:t>
      </w:r>
    </w:p>
    <w:p w:rsidR="002E452F" w:rsidRDefault="002E452F" w:rsidP="00294BA7">
      <w:pPr>
        <w:pStyle w:val="libNormal"/>
      </w:pPr>
      <w:r>
        <w:br w:type="page"/>
      </w:r>
    </w:p>
    <w:p w:rsidR="00A52C13" w:rsidRDefault="00A52C13" w:rsidP="00A52C13">
      <w:pPr>
        <w:pStyle w:val="Heading1Center"/>
      </w:pPr>
      <w:bookmarkStart w:id="34" w:name="_Toc420238102"/>
      <w:r w:rsidRPr="00A52C13">
        <w:lastRenderedPageBreak/>
        <w:t>TAHAJJUD (NAMAAZ-E-SHAB)</w:t>
      </w:r>
      <w:bookmarkEnd w:id="34"/>
    </w:p>
    <w:p w:rsidR="00294BA7" w:rsidRDefault="00294BA7" w:rsidP="00294BA7">
      <w:pPr>
        <w:pStyle w:val="libNormal"/>
      </w:pPr>
      <w:r>
        <w:t>It is a glory and honour for a Mu’min to get up from sleep at the final part of the night for peforming Ibaadaat of All Merciful Allaah, and this practise has been a praiseworthy matter by Ma’asoomeen (A.S.) It is an atonement for the sins committed during the day, it is also helping to maintain good health, and it is a means to wipe off the dreadfulness of the grave, and it is a means for abundance in Rizq.</w:t>
      </w:r>
    </w:p>
    <w:p w:rsidR="00294BA7" w:rsidRDefault="00294BA7" w:rsidP="00294BA7">
      <w:pPr>
        <w:pStyle w:val="libNormal"/>
      </w:pPr>
      <w:r>
        <w:t>As for the children and property are the splendors of the world, same or more is for the nightly prayers being splendor, brilliance, and majesty of the Aakhirat. Sometimes Almighty Allaah (S.W.T.) gathers all these two plendors together for one person.</w:t>
      </w:r>
    </w:p>
    <w:p w:rsidR="00294BA7" w:rsidRDefault="00294BA7" w:rsidP="00294BA7">
      <w:pPr>
        <w:pStyle w:val="libNormal"/>
      </w:pPr>
      <w:r>
        <w:t>Anyone who says that inspite of praying at night he remained hungry in the day is a liar because Namaaz</w:t>
      </w:r>
      <w:r w:rsidR="002E452F">
        <w:t>-</w:t>
      </w:r>
      <w:r>
        <w:t>e</w:t>
      </w:r>
      <w:r w:rsidR="002E452F">
        <w:t>-</w:t>
      </w:r>
      <w:r>
        <w:t>Shab is the warranty for Rizq.</w:t>
      </w:r>
    </w:p>
    <w:p w:rsidR="00294BA7" w:rsidRDefault="00294BA7" w:rsidP="00294BA7">
      <w:pPr>
        <w:pStyle w:val="libNormal"/>
      </w:pPr>
      <w:r>
        <w:t>Getting up at night for Ibaadat is so much essential that can be judged from this insidence: Once Prophet Isa (A.S.) called her mother Bibi Maryam (S.A.) after her death and asked if she wished to return back in the world. She replied, “Yes, but for performing Ibaadaat in the coldest nights and to observe Fasts in the scorching heat of the days, these things are very useful in hereafter, the path here is very difficult and risky.”</w:t>
      </w:r>
    </w:p>
    <w:p w:rsidR="00294BA7" w:rsidRDefault="00294BA7" w:rsidP="00294BA7">
      <w:pPr>
        <w:pStyle w:val="libNormal"/>
      </w:pPr>
      <w:r>
        <w:t>There are fourty or more advantages of Namaaz</w:t>
      </w:r>
      <w:r w:rsidR="002E452F">
        <w:t>-</w:t>
      </w:r>
      <w:r>
        <w:t>e</w:t>
      </w:r>
      <w:r w:rsidR="002E452F">
        <w:t>-</w:t>
      </w:r>
      <w:r>
        <w:t>Shab mentioned in books of Fiqah.</w:t>
      </w:r>
    </w:p>
    <w:p w:rsidR="00294BA7" w:rsidRDefault="00294BA7" w:rsidP="00294BA7">
      <w:pPr>
        <w:pStyle w:val="libNormal"/>
      </w:pPr>
      <w:r>
        <w:t>For those who take more interest in Namaaz</w:t>
      </w:r>
      <w:r w:rsidR="002E452F">
        <w:t>-</w:t>
      </w:r>
      <w:r>
        <w:t>e</w:t>
      </w:r>
      <w:r w:rsidR="002E452F">
        <w:t>-</w:t>
      </w:r>
      <w:r>
        <w:t xml:space="preserve">Shab there is a method, which takes approximately twenty five minutes. Otherwise the ordinary method is also very authentic and has many merits. That is: </w:t>
      </w:r>
    </w:p>
    <w:p w:rsidR="00294BA7" w:rsidRDefault="00294BA7" w:rsidP="00294BA7">
      <w:pPr>
        <w:pStyle w:val="libNormal"/>
      </w:pPr>
      <w:r>
        <w:t>Pray 8 rak’ats Namaaz, as usual, as of Sub’h, with the Niyat of Naafila</w:t>
      </w:r>
      <w:r w:rsidR="002E452F">
        <w:t>-</w:t>
      </w:r>
      <w:r>
        <w:t>e</w:t>
      </w:r>
      <w:r w:rsidR="002E452F">
        <w:t>-</w:t>
      </w:r>
      <w:r>
        <w:t>Shab. Then pray 2 rak’at Namaaz</w:t>
      </w:r>
      <w:r w:rsidR="002E452F">
        <w:t>-</w:t>
      </w:r>
      <w:r>
        <w:t>e</w:t>
      </w:r>
      <w:r w:rsidR="002E452F">
        <w:t>-</w:t>
      </w:r>
      <w:r>
        <w:t>Shfaa’a (without Qunoot). Finally pray 1 rak’at with Qunoot. That’s all.</w:t>
      </w:r>
    </w:p>
    <w:p w:rsidR="00294BA7" w:rsidRDefault="00294BA7" w:rsidP="00294BA7">
      <w:pPr>
        <w:pStyle w:val="libNormal"/>
      </w:pPr>
      <w:r>
        <w:t>More detailed mathod is as follows:</w:t>
      </w:r>
    </w:p>
    <w:p w:rsidR="00294BA7" w:rsidRDefault="00294BA7" w:rsidP="00294BA7">
      <w:pPr>
        <w:pStyle w:val="libNormal"/>
      </w:pPr>
      <w:r>
        <w:t xml:space="preserve">Two Rak’at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Naafila</w:t>
      </w:r>
      <w:r w:rsidR="002E452F">
        <w:rPr>
          <w:rStyle w:val="libItalicChar"/>
        </w:rPr>
        <w:t>-</w:t>
      </w:r>
      <w:r w:rsidRPr="00294BA7">
        <w:rPr>
          <w:rStyle w:val="libItalicChar"/>
        </w:rPr>
        <w:t>e</w:t>
      </w:r>
      <w:r w:rsidR="002E452F">
        <w:rPr>
          <w:rStyle w:val="libItalicChar"/>
        </w:rPr>
        <w:t>-</w:t>
      </w:r>
      <w:r w:rsidRPr="00294BA7">
        <w:rPr>
          <w:rStyle w:val="libItalicChar"/>
        </w:rPr>
        <w:t>Shab</w:t>
      </w:r>
      <w:r>
        <w:t>, in first rak’at after Al</w:t>
      </w:r>
      <w:r w:rsidR="002E452F">
        <w:t>-</w:t>
      </w:r>
      <w:r>
        <w:t>Hamd recite S. Tawheed once, in the second rak’at recite S.Kaafiroon once after Al</w:t>
      </w:r>
      <w:r w:rsidR="002E452F">
        <w:t>-</w:t>
      </w:r>
      <w:r>
        <w:t>Hamd. (or 30 times S.Tawheed in each rak’at)</w:t>
      </w:r>
    </w:p>
    <w:p w:rsidR="00294BA7" w:rsidRDefault="00294BA7" w:rsidP="00294BA7">
      <w:pPr>
        <w:pStyle w:val="libNormal"/>
      </w:pPr>
      <w:r>
        <w:t xml:space="preserve">Two Rak’at </w:t>
      </w:r>
      <w:r w:rsidR="002E452F">
        <w:t>-</w:t>
      </w:r>
      <w:r>
        <w:t xml:space="preserve"> with any Surah after Al</w:t>
      </w:r>
      <w:r w:rsidR="002E452F">
        <w:t>-</w:t>
      </w:r>
      <w:r>
        <w:t>Hamd.</w:t>
      </w:r>
    </w:p>
    <w:p w:rsidR="00294BA7" w:rsidRDefault="00294BA7" w:rsidP="00294BA7">
      <w:pPr>
        <w:pStyle w:val="libNormal"/>
      </w:pPr>
      <w:r>
        <w:t xml:space="preserve">Two Rak’at </w:t>
      </w:r>
      <w:r w:rsidR="002E452F">
        <w:t>-</w:t>
      </w:r>
      <w:r>
        <w:t xml:space="preserve"> with any Surah after Al</w:t>
      </w:r>
      <w:r w:rsidR="002E452F">
        <w:t>-</w:t>
      </w:r>
      <w:r>
        <w:t>Hamd.</w:t>
      </w:r>
    </w:p>
    <w:p w:rsidR="00294BA7" w:rsidRDefault="00294BA7" w:rsidP="00294BA7">
      <w:pPr>
        <w:pStyle w:val="libNormal"/>
      </w:pPr>
      <w:r>
        <w:t xml:space="preserve">Two Rak’at </w:t>
      </w:r>
      <w:r w:rsidR="002E452F">
        <w:t>-</w:t>
      </w:r>
      <w:r>
        <w:t xml:space="preserve"> with any Surah after Al</w:t>
      </w:r>
      <w:r w:rsidR="002E452F">
        <w:t>-</w:t>
      </w:r>
      <w:r>
        <w:t>Hamd.</w:t>
      </w:r>
    </w:p>
    <w:p w:rsidR="00294BA7" w:rsidRDefault="00294BA7" w:rsidP="00294BA7">
      <w:pPr>
        <w:pStyle w:val="libNormal"/>
      </w:pPr>
      <w:r>
        <w:t xml:space="preserve">Two Rak’at.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Shafaa</w:t>
      </w:r>
      <w:r w:rsidR="002E452F">
        <w:t>-</w:t>
      </w:r>
      <w:r>
        <w:t xml:space="preserve"> S.An</w:t>
      </w:r>
      <w:r w:rsidR="002E452F">
        <w:t>-</w:t>
      </w:r>
      <w:r>
        <w:t>Naas in 1st rak’at and S.Al</w:t>
      </w:r>
      <w:r w:rsidR="002E452F">
        <w:t>-</w:t>
      </w:r>
      <w:r>
        <w:t>Falak in the 2nd rak’at, after Al</w:t>
      </w:r>
      <w:r w:rsidR="002E452F">
        <w:t>-</w:t>
      </w:r>
      <w:r>
        <w:t>Hamd. There is no QUNOOT here.</w:t>
      </w:r>
    </w:p>
    <w:p w:rsidR="00294BA7" w:rsidRDefault="00294BA7" w:rsidP="00294BA7">
      <w:pPr>
        <w:pStyle w:val="libNormal"/>
      </w:pPr>
      <w:r>
        <w:t>Then when you finish this Namaaz recite this Duaa:  Bismillaahir</w:t>
      </w:r>
      <w:r w:rsidR="002E452F">
        <w:t>-</w:t>
      </w:r>
      <w:r>
        <w:t>Rahmaanir</w:t>
      </w:r>
      <w:r w:rsidR="002E452F">
        <w:t>-</w:t>
      </w:r>
      <w:r>
        <w:t>Raheem. Allaahumma Swalli Alaa Muhammadin Wa Aali Muhammad. Ilaahee Ta’arradhwa Laka Fee Haadhal</w:t>
      </w:r>
      <w:r w:rsidR="002E452F">
        <w:t>-</w:t>
      </w:r>
      <w:r>
        <w:t>Laylil Muta’arridhwoona Wa Qaswadal Qaaswidoona Wa Ammala Fadhlaka Wa Ma’aroofakat</w:t>
      </w:r>
      <w:r w:rsidR="002E452F">
        <w:t>-</w:t>
      </w:r>
      <w:r>
        <w:t>Twaaliboona Wa Laka Fee Haadhal</w:t>
      </w:r>
      <w:r w:rsidR="002E452F">
        <w:t>-</w:t>
      </w:r>
      <w:r>
        <w:t>Layli Nafahaatun Wa Jawaa’izu Wa Atwaaya Wa Mawaahibu Tamunnu Bihaa Alaa Mantashaau Min Ibaadika Wa Tam’nauhaa Manlam Tasbik Lahool Inaayatu Minka Wa Haa Anaadhaa Ubaydukal Faqeeru Ilaykal Mu’ammilu Fadhlaka Wa Ma’aroofaka, Fa’in Kunta Yaa Mawlaaya Tafadh</w:t>
      </w:r>
      <w:r w:rsidR="002E452F">
        <w:t>-</w:t>
      </w:r>
      <w:r>
        <w:t>dhalta Fee Haadhal</w:t>
      </w:r>
      <w:r w:rsidR="002E452F">
        <w:t>-</w:t>
      </w:r>
      <w:r>
        <w:t>Laylati Alaa Ahadin Min Khalqika Wa Udta Alayhi Bi Aa’idatin Min Atfika, Fa Swalli Alaa Muhammadin Wa Aali Muhammadit</w:t>
      </w:r>
      <w:r w:rsidR="002E452F">
        <w:t>-</w:t>
      </w:r>
      <w:r>
        <w:t>Twayyibeenat</w:t>
      </w:r>
      <w:r w:rsidR="002E452F">
        <w:t>-</w:t>
      </w:r>
      <w:r>
        <w:t>Twaahireenal Khayyireenal Faadhileen, Wa Jud Alayya Bi Twawlik Wa Ma’aroofik Yaa Rabbal Aalameen, Wa Swallalaahu Alaa Muhammadin Khaatamin</w:t>
      </w:r>
      <w:r w:rsidR="002E452F">
        <w:t>-</w:t>
      </w:r>
      <w:r>
        <w:t>Nabiyyeen Wa Aalihit</w:t>
      </w:r>
      <w:r w:rsidR="002E452F">
        <w:t>-</w:t>
      </w:r>
      <w:r>
        <w:t xml:space="preserve">Twaahireen Wa Sallaama Tasleeman Innallaaha Hameedun Majeed. Allaahumma Innee Ad’ooka Kamaa Ararta Fastajib Lee Kamaa Wa’adta Innaka Laa Tukhliful Mee’aad. </w:t>
      </w:r>
    </w:p>
    <w:p w:rsidR="00294BA7" w:rsidRPr="00294BA7" w:rsidRDefault="00294BA7" w:rsidP="00294BA7">
      <w:pPr>
        <w:pStyle w:val="libNormal"/>
        <w:rPr>
          <w:rStyle w:val="libItalicChar"/>
        </w:rPr>
      </w:pPr>
      <w:r>
        <w:t xml:space="preserve">Then pray One Rak’at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Witr</w:t>
      </w:r>
      <w:r>
        <w:t>. After Al</w:t>
      </w:r>
      <w:r w:rsidR="002E452F">
        <w:t>-</w:t>
      </w:r>
      <w:r>
        <w:t>Hamd recite 3 times S. Tawheed, 3 times S. Al</w:t>
      </w:r>
      <w:r w:rsidR="002E452F">
        <w:t>-</w:t>
      </w:r>
      <w:r>
        <w:t>Falak, And 3 times S. An</w:t>
      </w:r>
      <w:r w:rsidR="002E452F">
        <w:t>-</w:t>
      </w:r>
      <w:r>
        <w:t xml:space="preserve">Naas. Then raise the hands for </w:t>
      </w:r>
      <w:r w:rsidRPr="00294BA7">
        <w:rPr>
          <w:rStyle w:val="libUnderlineChar"/>
        </w:rPr>
        <w:t>Qunoot,</w:t>
      </w:r>
      <w:r>
        <w:t xml:space="preserve"> recite the following in it:</w:t>
      </w:r>
    </w:p>
    <w:p w:rsidR="00294BA7" w:rsidRDefault="00294BA7" w:rsidP="00294BA7">
      <w:pPr>
        <w:pStyle w:val="libNormal"/>
      </w:pPr>
      <w:r>
        <w:t>Laa Ilaaha Illallaahul Haleemul Kareem, Laa Ilaaha Illallaahul Aliyyul Adhweem, Sub’haanallaahi Rabbis</w:t>
      </w:r>
      <w:r w:rsidR="002E452F">
        <w:t>-</w:t>
      </w:r>
      <w:r>
        <w:t>Samaawaatis</w:t>
      </w:r>
      <w:r w:rsidR="002E452F">
        <w:t>-</w:t>
      </w:r>
      <w:r>
        <w:t>Sab’ee Wa Rabbal Aradhweenas</w:t>
      </w:r>
      <w:r w:rsidR="002E452F">
        <w:t>-</w:t>
      </w:r>
      <w:r>
        <w:t xml:space="preserve">Sab’ee, Wamaa Fee </w:t>
      </w:r>
      <w:r>
        <w:lastRenderedPageBreak/>
        <w:t>Hinna Wamaa Bayna Hunna Wa Huwa Rabbul Arshil Adhweem, Walhamdu Lillaahi Rabbil Aalameen, Wa Swallallaahu Alaa Muhammadin Wa Aalihit</w:t>
      </w:r>
      <w:r w:rsidR="002E452F">
        <w:t>-</w:t>
      </w:r>
      <w:r>
        <w:t>Twayyibeenat</w:t>
      </w:r>
      <w:r w:rsidR="002E452F">
        <w:t>-</w:t>
      </w:r>
      <w:r>
        <w:t>Twaahireen.</w:t>
      </w:r>
    </w:p>
    <w:p w:rsidR="00294BA7" w:rsidRDefault="00294BA7" w:rsidP="00294BA7">
      <w:pPr>
        <w:pStyle w:val="libNormal"/>
      </w:pPr>
      <w:r>
        <w:t xml:space="preserve">Then beseech Allaah (S.W.T.) for the repentence of </w:t>
      </w:r>
      <w:r w:rsidRPr="00294BA7">
        <w:rPr>
          <w:rStyle w:val="libItalicChar"/>
        </w:rPr>
        <w:t>40 persons</w:t>
      </w:r>
      <w:r>
        <w:t xml:space="preserve">, dead or alive, thus: </w:t>
      </w:r>
      <w:r w:rsidRPr="00294BA7">
        <w:rPr>
          <w:rStyle w:val="libItalicChar"/>
        </w:rPr>
        <w:t>Allaahumagh’fir</w:t>
      </w:r>
      <w:r>
        <w:t>… here take the name of the person one by one, upto fourty.</w:t>
      </w:r>
    </w:p>
    <w:p w:rsidR="00294BA7" w:rsidRDefault="00294BA7" w:rsidP="00294BA7">
      <w:pPr>
        <w:pStyle w:val="libNormal"/>
      </w:pPr>
      <w:r>
        <w:t>Then recite 70 times “Astaghfirullaaha Rabbee Wa Atoobu Ilayhi.”</w:t>
      </w:r>
    </w:p>
    <w:p w:rsidR="00294BA7" w:rsidRDefault="00294BA7" w:rsidP="00294BA7">
      <w:pPr>
        <w:pStyle w:val="libNormal"/>
      </w:pPr>
      <w:r>
        <w:t xml:space="preserve">Then recite 300 times </w:t>
      </w:r>
      <w:r w:rsidRPr="00294BA7">
        <w:rPr>
          <w:rStyle w:val="libItalicChar"/>
        </w:rPr>
        <w:t>“Al</w:t>
      </w:r>
      <w:r w:rsidR="002E452F">
        <w:rPr>
          <w:rStyle w:val="libItalicChar"/>
        </w:rPr>
        <w:t>-</w:t>
      </w:r>
      <w:r w:rsidRPr="00294BA7">
        <w:rPr>
          <w:rStyle w:val="libItalicChar"/>
        </w:rPr>
        <w:t>Afw”.</w:t>
      </w:r>
    </w:p>
    <w:p w:rsidR="00294BA7" w:rsidRDefault="00294BA7" w:rsidP="00294BA7">
      <w:pPr>
        <w:pStyle w:val="libNormal"/>
      </w:pPr>
      <w:r>
        <w:t>Then recite: “Rabbigh’fir Lee War’Hamnee Wa Tub Alayya Innaka Antat</w:t>
      </w:r>
      <w:r w:rsidR="002E452F">
        <w:t>-</w:t>
      </w:r>
      <w:r>
        <w:t>Tawwaabul Ghafoorur</w:t>
      </w:r>
      <w:r w:rsidR="002E452F">
        <w:t>-</w:t>
      </w:r>
      <w:r>
        <w:t>Raheem.”</w:t>
      </w:r>
    </w:p>
    <w:p w:rsidR="00294BA7" w:rsidRDefault="00294BA7" w:rsidP="00294BA7">
      <w:pPr>
        <w:pStyle w:val="libNormal"/>
      </w:pPr>
      <w:r>
        <w:t>Then recite ; “Astaghfirullaahal</w:t>
      </w:r>
      <w:r w:rsidR="002E452F">
        <w:t>-</w:t>
      </w:r>
      <w:r>
        <w:t>Ladhee Laa Ilaaha Illaa Huwal Hayyul Qayyoom, Bi Jamee’i Dhulmee Wa Jurmee Wa Israafee Alaa Nafsee Wa Atoobu Ilayh.”</w:t>
      </w:r>
    </w:p>
    <w:p w:rsidR="00294BA7" w:rsidRDefault="00294BA7" w:rsidP="00294BA7">
      <w:pPr>
        <w:pStyle w:val="libNormal"/>
      </w:pPr>
      <w:r>
        <w:t>Then recite 7 times: “Haadha Maqaamul Aa’idhi Bika Minan</w:t>
      </w:r>
      <w:r w:rsidR="002E452F">
        <w:t>-</w:t>
      </w:r>
      <w:r>
        <w:t>Naar.”</w:t>
      </w:r>
    </w:p>
    <w:p w:rsidR="00294BA7" w:rsidRDefault="00294BA7" w:rsidP="00294BA7">
      <w:pPr>
        <w:pStyle w:val="libNormal"/>
      </w:pPr>
      <w:r>
        <w:t xml:space="preserve">Then complete the Namaaz in normal way, i.e. go to Rukoo, Sajdah, Tasha’hhood, Salaam. FINALLY, pray 2 rak’at of </w:t>
      </w:r>
      <w:r w:rsidRPr="00294BA7">
        <w:rPr>
          <w:rStyle w:val="libItalicChar"/>
        </w:rPr>
        <w:t>Naafila</w:t>
      </w:r>
      <w:r w:rsidR="002E452F">
        <w:rPr>
          <w:rStyle w:val="libItalicChar"/>
        </w:rPr>
        <w:t>-</w:t>
      </w:r>
      <w:r w:rsidRPr="00294BA7">
        <w:rPr>
          <w:rStyle w:val="libItalicChar"/>
        </w:rPr>
        <w:t>e</w:t>
      </w:r>
      <w:r w:rsidR="002E452F">
        <w:rPr>
          <w:rStyle w:val="libItalicChar"/>
        </w:rPr>
        <w:t>-</w:t>
      </w:r>
      <w:r w:rsidRPr="00294BA7">
        <w:rPr>
          <w:rStyle w:val="libItalicChar"/>
        </w:rPr>
        <w:t>Sub’h</w:t>
      </w:r>
      <w:r>
        <w:t xml:space="preserve">, and be ready for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Sub’h</w:t>
      </w:r>
      <w:r>
        <w:t>.</w:t>
      </w:r>
    </w:p>
    <w:p w:rsidR="00294BA7" w:rsidRDefault="00294BA7" w:rsidP="00294BA7">
      <w:pPr>
        <w:pStyle w:val="libCenterBold1"/>
      </w:pPr>
      <w:bookmarkStart w:id="35" w:name="_Toc64900084"/>
      <w:r>
        <w:t>Notice:</w:t>
      </w:r>
      <w:bookmarkEnd w:id="35"/>
    </w:p>
    <w:p w:rsidR="00294BA7" w:rsidRDefault="00294BA7" w:rsidP="00294BA7">
      <w:pPr>
        <w:pStyle w:val="libNormal"/>
      </w:pPr>
      <w:r>
        <w:t>In the Qunoot of Namaaz</w:t>
      </w:r>
      <w:r w:rsidR="002E452F">
        <w:t>-</w:t>
      </w:r>
      <w:r>
        <w:t>e</w:t>
      </w:r>
      <w:r w:rsidR="002E452F">
        <w:t>-</w:t>
      </w:r>
      <w:r>
        <w:t>Vitr you may recite any Duaa, as much as you can, and as long as you wish. Doing Istighfaar with tears in eyes is very beneficial in that state. Some devotees also recite Duaa</w:t>
      </w:r>
      <w:r w:rsidR="002E452F">
        <w:t>-</w:t>
      </w:r>
      <w:r>
        <w:t>e</w:t>
      </w:r>
      <w:r w:rsidR="002E452F">
        <w:t>-</w:t>
      </w:r>
      <w:r>
        <w:t>Qumail or Duaa</w:t>
      </w:r>
      <w:r w:rsidR="002E452F">
        <w:t>-</w:t>
      </w:r>
      <w:r>
        <w:t>e</w:t>
      </w:r>
      <w:r w:rsidR="002E452F">
        <w:t>-</w:t>
      </w:r>
      <w:r>
        <w:t>Abu Hamza Thimaali in this Qunoot.</w:t>
      </w:r>
    </w:p>
    <w:p w:rsidR="002E452F" w:rsidRDefault="002E452F" w:rsidP="00294BA7">
      <w:pPr>
        <w:pStyle w:val="libNormal"/>
      </w:pPr>
      <w:r>
        <w:br w:type="page"/>
      </w:r>
    </w:p>
    <w:p w:rsidR="00A52C13" w:rsidRDefault="00A52C13" w:rsidP="00A52C13">
      <w:pPr>
        <w:pStyle w:val="Heading1Center"/>
      </w:pPr>
      <w:bookmarkStart w:id="36" w:name="_Toc420238103"/>
      <w:r w:rsidRPr="00A52C13">
        <w:lastRenderedPageBreak/>
        <w:t>NAMAAZ-E- JAA’FAR-E- TAYYAAR</w:t>
      </w:r>
      <w:bookmarkEnd w:id="36"/>
    </w:p>
    <w:p w:rsidR="00294BA7" w:rsidRDefault="00294BA7" w:rsidP="00294BA7">
      <w:pPr>
        <w:pStyle w:val="libNormal"/>
      </w:pPr>
      <w:r>
        <w:t>This Namaaz of Janaab</w:t>
      </w:r>
      <w:r w:rsidR="002E452F">
        <w:t>-</w:t>
      </w:r>
      <w:r>
        <w:t>Jaa’far</w:t>
      </w:r>
      <w:r w:rsidR="002E452F">
        <w:t>-</w:t>
      </w:r>
      <w:r>
        <w:t>e</w:t>
      </w:r>
      <w:r w:rsidR="002E452F">
        <w:t>-</w:t>
      </w:r>
      <w:r>
        <w:t xml:space="preserve">Tayyaar is </w:t>
      </w:r>
      <w:r w:rsidRPr="00294BA7">
        <w:rPr>
          <w:rStyle w:val="libUnderlineChar"/>
        </w:rPr>
        <w:t>very effective</w:t>
      </w:r>
      <w:r>
        <w:t xml:space="preserve"> for any Haajat. There is a great Grace in it. Great sins are forgiven through this medium. The time to perform this Amal is on Friday after sunrise when the sun has gone little up. </w:t>
      </w:r>
    </w:p>
    <w:p w:rsidR="00294BA7" w:rsidRDefault="00294BA7" w:rsidP="00294BA7">
      <w:pPr>
        <w:pStyle w:val="libNormal"/>
      </w:pPr>
      <w:r>
        <w:t>Method:</w:t>
      </w:r>
      <w:r w:rsidR="002E452F">
        <w:t>-</w:t>
      </w:r>
      <w:r>
        <w:t xml:space="preserve">Pray </w:t>
      </w:r>
      <w:r w:rsidRPr="00294BA7">
        <w:rPr>
          <w:rStyle w:val="libUnderlineChar"/>
        </w:rPr>
        <w:t>4 Rak’ats</w:t>
      </w:r>
      <w:r>
        <w:t xml:space="preserve"> in a set of 2 ak’ats each. </w:t>
      </w:r>
    </w:p>
    <w:p w:rsidR="00294BA7" w:rsidRDefault="00294BA7" w:rsidP="00294BA7">
      <w:pPr>
        <w:pStyle w:val="libNormal"/>
      </w:pPr>
      <w:r>
        <w:t>In the 1st rak’at after Al</w:t>
      </w:r>
      <w:r w:rsidR="002E452F">
        <w:t>-</w:t>
      </w:r>
      <w:r>
        <w:t xml:space="preserve">Hamd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Zilzaal</w:t>
      </w:r>
      <w:r>
        <w:t>, and in the 2nd rak’at after Al</w:t>
      </w:r>
      <w:r w:rsidR="002E452F">
        <w:t>-</w:t>
      </w:r>
      <w:r>
        <w:t xml:space="preserve">Hamd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Wal Aadiyat</w:t>
      </w:r>
      <w:r>
        <w:t xml:space="preserve">. </w:t>
      </w:r>
    </w:p>
    <w:p w:rsidR="00294BA7" w:rsidRDefault="00294BA7" w:rsidP="00294BA7">
      <w:pPr>
        <w:pStyle w:val="libNormal"/>
      </w:pPr>
      <w:r>
        <w:t xml:space="preserve"> In the 3rd rak’at after Al</w:t>
      </w:r>
      <w:r w:rsidR="002E452F">
        <w:t>-</w:t>
      </w:r>
      <w:r>
        <w:t xml:space="preserve">Hamd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Nasr</w:t>
      </w:r>
      <w:r>
        <w:t xml:space="preserve"> and in the 4th rak’at after Al</w:t>
      </w:r>
      <w:r w:rsidR="002E452F">
        <w:t>-</w:t>
      </w:r>
      <w:r>
        <w:t xml:space="preserve">Hamd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Ikhlaas</w:t>
      </w:r>
      <w:r>
        <w:t>.</w:t>
      </w:r>
    </w:p>
    <w:p w:rsidR="00294BA7" w:rsidRDefault="00294BA7" w:rsidP="00294BA7">
      <w:pPr>
        <w:pStyle w:val="libNormal"/>
      </w:pPr>
      <w:r>
        <w:t>In every rak’at after Al</w:t>
      </w:r>
      <w:r w:rsidR="002E452F">
        <w:t>-</w:t>
      </w:r>
      <w:r>
        <w:t xml:space="preserve">Hamd and the Surah recite </w:t>
      </w:r>
      <w:r w:rsidRPr="00F83CC6">
        <w:rPr>
          <w:rStyle w:val="libUnderlineChar"/>
        </w:rPr>
        <w:t>15 times</w:t>
      </w:r>
      <w:r>
        <w:t xml:space="preserve"> </w:t>
      </w:r>
      <w:r w:rsidRPr="00294BA7">
        <w:rPr>
          <w:rStyle w:val="libItalicChar"/>
        </w:rPr>
        <w:t>Tasbihaat</w:t>
      </w:r>
      <w:r w:rsidR="002E452F">
        <w:rPr>
          <w:rStyle w:val="libItalicChar"/>
        </w:rPr>
        <w:t>-</w:t>
      </w:r>
      <w:r w:rsidRPr="00294BA7">
        <w:rPr>
          <w:rStyle w:val="libItalicChar"/>
        </w:rPr>
        <w:t>e</w:t>
      </w:r>
      <w:r w:rsidR="002E452F">
        <w:rPr>
          <w:rStyle w:val="libItalicChar"/>
        </w:rPr>
        <w:t>-</w:t>
      </w:r>
      <w:r w:rsidRPr="00294BA7">
        <w:rPr>
          <w:rStyle w:val="libItalicChar"/>
        </w:rPr>
        <w:t>Arba’aa</w:t>
      </w:r>
      <w:r>
        <w:t xml:space="preserve"> (Sub’haanallaahi Wal</w:t>
      </w:r>
      <w:r w:rsidR="002E452F">
        <w:t>-</w:t>
      </w:r>
      <w:r>
        <w:t>Hamdu Lillaahi Wa Laa Ilaaha Illallaahu Wallaahu Akbar).</w:t>
      </w:r>
    </w:p>
    <w:p w:rsidR="00294BA7" w:rsidRDefault="00294BA7" w:rsidP="00294BA7">
      <w:pPr>
        <w:pStyle w:val="libNormal"/>
      </w:pPr>
      <w:r>
        <w:t xml:space="preserve">In the Rukuu’ after its Zikr recite </w:t>
      </w:r>
      <w:r w:rsidRPr="00F83CC6">
        <w:rPr>
          <w:rStyle w:val="libUnderlineChar"/>
        </w:rPr>
        <w:t>Tasbihaat</w:t>
      </w:r>
      <w:r w:rsidR="002E452F">
        <w:rPr>
          <w:rStyle w:val="libUnderlineChar"/>
        </w:rPr>
        <w:t>-</w:t>
      </w:r>
      <w:r w:rsidRPr="00F83CC6">
        <w:rPr>
          <w:rStyle w:val="libUnderlineChar"/>
        </w:rPr>
        <w:t>e</w:t>
      </w:r>
      <w:r w:rsidR="002E452F">
        <w:rPr>
          <w:rStyle w:val="libUnderlineChar"/>
        </w:rPr>
        <w:t>-</w:t>
      </w:r>
      <w:r w:rsidRPr="00F83CC6">
        <w:rPr>
          <w:rStyle w:val="libUnderlineChar"/>
        </w:rPr>
        <w:t>Arba’aa 10 times</w:t>
      </w:r>
      <w:r>
        <w:t>.</w:t>
      </w:r>
    </w:p>
    <w:p w:rsidR="00294BA7" w:rsidRPr="00F83CC6" w:rsidRDefault="00294BA7" w:rsidP="00294BA7">
      <w:pPr>
        <w:pStyle w:val="libNormal"/>
        <w:rPr>
          <w:rStyle w:val="libUnderlineChar"/>
        </w:rPr>
      </w:pPr>
      <w:r>
        <w:t xml:space="preserve">After rising from the Rukuu’ before bending for Sajdah recite </w:t>
      </w:r>
      <w:r w:rsidRPr="00F83CC6">
        <w:rPr>
          <w:rStyle w:val="libUnderlineChar"/>
        </w:rPr>
        <w:t>10 times Tasbihaat</w:t>
      </w:r>
      <w:r w:rsidR="002E452F">
        <w:rPr>
          <w:rStyle w:val="libUnderlineChar"/>
        </w:rPr>
        <w:t>-</w:t>
      </w:r>
      <w:r w:rsidRPr="00F83CC6">
        <w:rPr>
          <w:rStyle w:val="libUnderlineChar"/>
        </w:rPr>
        <w:t>e</w:t>
      </w:r>
      <w:r w:rsidR="002E452F">
        <w:rPr>
          <w:rStyle w:val="libUnderlineChar"/>
        </w:rPr>
        <w:t>-</w:t>
      </w:r>
      <w:r w:rsidRPr="00F83CC6">
        <w:rPr>
          <w:rStyle w:val="libUnderlineChar"/>
        </w:rPr>
        <w:t>Arba’aa.</w:t>
      </w:r>
    </w:p>
    <w:p w:rsidR="00294BA7" w:rsidRPr="00F83CC6" w:rsidRDefault="00294BA7" w:rsidP="00294BA7">
      <w:pPr>
        <w:pStyle w:val="libNormal"/>
        <w:rPr>
          <w:rStyle w:val="libUnderlineChar"/>
        </w:rPr>
      </w:pPr>
      <w:r>
        <w:t xml:space="preserve">Then go into Sajdah and after reciting its zikr recite </w:t>
      </w:r>
      <w:r w:rsidRPr="00F83CC6">
        <w:rPr>
          <w:rStyle w:val="libUnderlineChar"/>
        </w:rPr>
        <w:t>Tasbihaat</w:t>
      </w:r>
      <w:r w:rsidR="002E452F">
        <w:rPr>
          <w:rStyle w:val="libUnderlineChar"/>
        </w:rPr>
        <w:t>-</w:t>
      </w:r>
      <w:r w:rsidRPr="00F83CC6">
        <w:rPr>
          <w:rStyle w:val="libUnderlineChar"/>
        </w:rPr>
        <w:t>e</w:t>
      </w:r>
      <w:r w:rsidR="002E452F">
        <w:rPr>
          <w:rStyle w:val="libUnderlineChar"/>
        </w:rPr>
        <w:t>-</w:t>
      </w:r>
      <w:r w:rsidRPr="00F83CC6">
        <w:rPr>
          <w:rStyle w:val="libUnderlineChar"/>
        </w:rPr>
        <w:t>Arba’aa 10 times.</w:t>
      </w:r>
    </w:p>
    <w:p w:rsidR="00294BA7" w:rsidRPr="00F83CC6" w:rsidRDefault="00294BA7" w:rsidP="00294BA7">
      <w:pPr>
        <w:pStyle w:val="libNormal"/>
        <w:rPr>
          <w:rStyle w:val="libUnderlineChar"/>
        </w:rPr>
      </w:pPr>
      <w:r>
        <w:t xml:space="preserve">Then when you sit after the first Sajda recite again </w:t>
      </w:r>
      <w:r w:rsidRPr="00F83CC6">
        <w:rPr>
          <w:rStyle w:val="libUnderlineChar"/>
        </w:rPr>
        <w:t>Tasbihaat</w:t>
      </w:r>
      <w:r w:rsidR="002E452F">
        <w:rPr>
          <w:rStyle w:val="libUnderlineChar"/>
        </w:rPr>
        <w:t>-</w:t>
      </w:r>
      <w:r w:rsidRPr="00F83CC6">
        <w:rPr>
          <w:rStyle w:val="libUnderlineChar"/>
        </w:rPr>
        <w:t>e</w:t>
      </w:r>
      <w:r w:rsidR="002E452F">
        <w:rPr>
          <w:rStyle w:val="libUnderlineChar"/>
        </w:rPr>
        <w:t>-</w:t>
      </w:r>
      <w:r w:rsidRPr="00F83CC6">
        <w:rPr>
          <w:rStyle w:val="libUnderlineChar"/>
        </w:rPr>
        <w:t>Arba’aa 10 times.</w:t>
      </w:r>
    </w:p>
    <w:p w:rsidR="00294BA7" w:rsidRPr="00F83CC6" w:rsidRDefault="00294BA7" w:rsidP="00294BA7">
      <w:pPr>
        <w:pStyle w:val="libNormal"/>
        <w:rPr>
          <w:rStyle w:val="libUnderlineChar"/>
        </w:rPr>
      </w:pPr>
      <w:r>
        <w:t xml:space="preserve">Then again in Sajdah after reciting its zikr recite </w:t>
      </w:r>
      <w:r w:rsidRPr="00F83CC6">
        <w:rPr>
          <w:rStyle w:val="libUnderlineChar"/>
        </w:rPr>
        <w:t>Tasbbihaat</w:t>
      </w:r>
      <w:r w:rsidR="002E452F">
        <w:rPr>
          <w:rStyle w:val="libUnderlineChar"/>
        </w:rPr>
        <w:t>-</w:t>
      </w:r>
      <w:r w:rsidRPr="00F83CC6">
        <w:rPr>
          <w:rStyle w:val="libUnderlineChar"/>
        </w:rPr>
        <w:t>e</w:t>
      </w:r>
      <w:r w:rsidR="002E452F">
        <w:rPr>
          <w:rStyle w:val="libUnderlineChar"/>
        </w:rPr>
        <w:t>-</w:t>
      </w:r>
      <w:r w:rsidRPr="00F83CC6">
        <w:rPr>
          <w:rStyle w:val="libUnderlineChar"/>
        </w:rPr>
        <w:t>Arba’aa 10 times.</w:t>
      </w:r>
    </w:p>
    <w:p w:rsidR="00294BA7" w:rsidRDefault="00294BA7" w:rsidP="00294BA7">
      <w:pPr>
        <w:pStyle w:val="libNormal"/>
      </w:pPr>
      <w:r>
        <w:t xml:space="preserve">Then when you get up from Sajdah before standing up for the 2nd rak’at recite </w:t>
      </w:r>
      <w:r w:rsidRPr="00F83CC6">
        <w:rPr>
          <w:rStyle w:val="libUnderlineChar"/>
        </w:rPr>
        <w:t>Tasbihaat</w:t>
      </w:r>
      <w:r w:rsidR="002E452F">
        <w:rPr>
          <w:rStyle w:val="libUnderlineChar"/>
        </w:rPr>
        <w:t>-</w:t>
      </w:r>
      <w:r w:rsidRPr="00F83CC6">
        <w:rPr>
          <w:rStyle w:val="libUnderlineChar"/>
        </w:rPr>
        <w:t>e</w:t>
      </w:r>
      <w:r w:rsidR="002E452F">
        <w:rPr>
          <w:rStyle w:val="libUnderlineChar"/>
        </w:rPr>
        <w:t>-</w:t>
      </w:r>
      <w:r w:rsidRPr="00F83CC6">
        <w:rPr>
          <w:rStyle w:val="libUnderlineChar"/>
        </w:rPr>
        <w:t>Arba’aa 10 times</w:t>
      </w:r>
      <w:r>
        <w:t>.</w:t>
      </w:r>
    </w:p>
    <w:p w:rsidR="00294BA7" w:rsidRDefault="00294BA7" w:rsidP="00294BA7">
      <w:pPr>
        <w:pStyle w:val="libNormal"/>
      </w:pPr>
      <w:r>
        <w:t xml:space="preserve">Likewise, </w:t>
      </w:r>
      <w:r w:rsidRPr="00F83CC6">
        <w:rPr>
          <w:rStyle w:val="libUnderlineChar"/>
        </w:rPr>
        <w:t>at every station</w:t>
      </w:r>
      <w:r>
        <w:t xml:space="preserve"> of the remaining rak’ats recite as mentioned hereabove. This will make total of 300 times Tasbihaat</w:t>
      </w:r>
      <w:r w:rsidR="002E452F">
        <w:t>-</w:t>
      </w:r>
      <w:r>
        <w:t>t</w:t>
      </w:r>
      <w:r w:rsidR="002E452F">
        <w:t>-</w:t>
      </w:r>
      <w:r>
        <w:t>Arba’aa in all four Rak’ats.</w:t>
      </w:r>
    </w:p>
    <w:p w:rsidR="00294BA7" w:rsidRDefault="00294BA7" w:rsidP="00294BA7">
      <w:pPr>
        <w:pStyle w:val="libNormal"/>
      </w:pPr>
      <w:r>
        <w:t xml:space="preserve">Imaam Jaa’far Saadiq (A.S.) said after the 2nd Sajdah of the 4th rak’at recite this </w:t>
      </w:r>
      <w:r w:rsidRPr="00294BA7">
        <w:rPr>
          <w:rStyle w:val="libUnderlineChar"/>
        </w:rPr>
        <w:t>Duaa:</w:t>
      </w:r>
      <w:r>
        <w:t xml:space="preserve">  Sub’haana Man Labisal Izza Wal Waqaar, Sub’haana Man Ta’attwafa Bil Majdi Wa Takarrama Bihee, Sub’hana Man Laa Yambaghit</w:t>
      </w:r>
      <w:r w:rsidR="002E452F">
        <w:t>-</w:t>
      </w:r>
      <w:r>
        <w:t>Tasbeehu Illaa Lahu, Sub’haana Man Ahswaa Kulla Shay’in Ilmuhu, Sub’haana Dhil Manni Wan</w:t>
      </w:r>
      <w:r w:rsidR="002E452F">
        <w:t>-</w:t>
      </w:r>
      <w:r>
        <w:t>Niami, Sub’haana Dhil Qudrati Wal Karami. Allaahumma Innee As’aluka Bi Ma’aaqidil Izzi Min Arshika Wa Muntahar</w:t>
      </w:r>
      <w:r w:rsidR="002E452F">
        <w:t>-</w:t>
      </w:r>
      <w:r>
        <w:t>Rahmati Min Kitaabika Wasmikal A’adhwami Wa Kalimaatikat</w:t>
      </w:r>
      <w:r w:rsidR="002E452F">
        <w:t>-</w:t>
      </w:r>
      <w:r>
        <w:t>Tammatil</w:t>
      </w:r>
      <w:r w:rsidR="002E452F">
        <w:t>-</w:t>
      </w:r>
      <w:r>
        <w:t>Latee Tammat Swidqan Wa Adlan Swalli Alaa Muhammadin Wa Ahlibaytihi Waf’al Bee… (haajat)</w:t>
      </w:r>
    </w:p>
    <w:p w:rsidR="00294BA7" w:rsidRDefault="00294BA7" w:rsidP="00294BA7">
      <w:pPr>
        <w:pStyle w:val="libNormal"/>
      </w:pPr>
      <w:r>
        <w:t xml:space="preserve">Imaam Jaa’far Saadiq (A.S.) after praying thus he (A.S.) </w:t>
      </w:r>
      <w:r w:rsidRPr="00F83CC6">
        <w:rPr>
          <w:rStyle w:val="libUnderlineChar"/>
        </w:rPr>
        <w:t>raised his both hands</w:t>
      </w:r>
      <w:r>
        <w:t xml:space="preserve"> and recited thus:</w:t>
      </w:r>
    </w:p>
    <w:p w:rsidR="00294BA7" w:rsidRDefault="00294BA7" w:rsidP="00294BA7">
      <w:pPr>
        <w:pStyle w:val="libNormal"/>
      </w:pPr>
      <w:r w:rsidRPr="00294BA7">
        <w:rPr>
          <w:rStyle w:val="libItalicChar"/>
        </w:rPr>
        <w:t>Yaa Rabbi Yaa Rabbi</w:t>
      </w:r>
      <w:r>
        <w:t>… upto that breath lasted,</w:t>
      </w:r>
    </w:p>
    <w:p w:rsidR="00294BA7" w:rsidRDefault="00294BA7" w:rsidP="00294BA7">
      <w:pPr>
        <w:pStyle w:val="libNormal"/>
      </w:pPr>
      <w:r>
        <w:t xml:space="preserve">Yaa Rabbaahu Yaa Rabbaahu… </w:t>
      </w:r>
      <w:r w:rsidR="002E452F">
        <w:t>-</w:t>
      </w:r>
      <w:r>
        <w:t>do</w:t>
      </w:r>
      <w:r w:rsidR="002E452F">
        <w:t>-</w:t>
      </w:r>
    </w:p>
    <w:p w:rsidR="00294BA7" w:rsidRDefault="00294BA7" w:rsidP="00294BA7">
      <w:pPr>
        <w:pStyle w:val="libNormal"/>
      </w:pPr>
      <w:r>
        <w:t xml:space="preserve">Rabbee Rabbee… </w:t>
      </w:r>
      <w:r w:rsidR="002E452F">
        <w:t>-</w:t>
      </w:r>
      <w:r>
        <w:t>do</w:t>
      </w:r>
      <w:r w:rsidR="002E452F">
        <w:t>-</w:t>
      </w:r>
    </w:p>
    <w:p w:rsidR="00294BA7" w:rsidRDefault="00294BA7" w:rsidP="00294BA7">
      <w:pPr>
        <w:pStyle w:val="libNormal"/>
      </w:pPr>
      <w:r>
        <w:t>Yaa Allaahu Yaa Allaahu…</w:t>
      </w:r>
      <w:r w:rsidR="002E452F">
        <w:t>-</w:t>
      </w:r>
      <w:r>
        <w:t>do</w:t>
      </w:r>
      <w:r w:rsidR="002E452F">
        <w:t>-</w:t>
      </w:r>
    </w:p>
    <w:p w:rsidR="00294BA7" w:rsidRDefault="00294BA7" w:rsidP="00294BA7">
      <w:pPr>
        <w:pStyle w:val="libNormal"/>
      </w:pPr>
      <w:r>
        <w:t>Yaa Hayyu Yaa Hayyu Yaa Raheemu Yaa Raheemu…</w:t>
      </w:r>
      <w:r w:rsidR="002E452F">
        <w:t>-</w:t>
      </w:r>
      <w:r>
        <w:t>do</w:t>
      </w:r>
      <w:r w:rsidR="002E452F">
        <w:t>-</w:t>
      </w:r>
    </w:p>
    <w:p w:rsidR="00294BA7" w:rsidRDefault="00294BA7" w:rsidP="00294BA7">
      <w:pPr>
        <w:pStyle w:val="libNormal"/>
      </w:pPr>
      <w:r>
        <w:t>Yaa Rahmaanu Yaa Rahmaanu…7 times,</w:t>
      </w:r>
    </w:p>
    <w:p w:rsidR="00294BA7" w:rsidRDefault="00294BA7" w:rsidP="00294BA7">
      <w:pPr>
        <w:pStyle w:val="libNormal"/>
      </w:pPr>
      <w:r>
        <w:t>Yaa Arhamar</w:t>
      </w:r>
      <w:r w:rsidR="002E452F">
        <w:t>-</w:t>
      </w:r>
      <w:r>
        <w:t>Raahimeen…7 times,</w:t>
      </w:r>
    </w:p>
    <w:p w:rsidR="00294BA7" w:rsidRDefault="00294BA7" w:rsidP="00294BA7">
      <w:pPr>
        <w:pStyle w:val="libNormal"/>
      </w:pPr>
      <w:r>
        <w:t>Duaa: Allaahumma Innee Aftatihul Qawla Bi Hamdika Wa Antwiqu Bis</w:t>
      </w:r>
      <w:r w:rsidR="002E452F">
        <w:t>-</w:t>
      </w:r>
      <w:r>
        <w:t>Thanaa’I Alayka Wa Umajjiduka Walaa Ghaayata Li Mad’hika Wa Uthnee Alayka Wa Man Yablughu Ghaayata Thanaa’uka Wa Amada Majdika Wa Annaa Li Khaleeqatika Kunhu Ma’arifati Majdika Wa Ayya Zamanin Lam Takun Mamdoohan Bi Fadhlika Mawsoofan Bi Majdika Awwaadan Alal Mudhnibeen Bi Hilmika Takhallafa Sukkaanu Ardhika An Twaa’atika Fa Kunta Alayhim Atwoofan Bi Joodika Jawaadan Bi Fadhlika Awwaadan Bi Karamika Yaa Laa Ilaaha Illaa Antal Mannaanu Dhul Jalaali Wal Ikraam.</w:t>
      </w:r>
    </w:p>
    <w:p w:rsidR="00294BA7" w:rsidRPr="00294BA7" w:rsidRDefault="00294BA7" w:rsidP="00294BA7">
      <w:pPr>
        <w:pStyle w:val="libNormal"/>
        <w:rPr>
          <w:rStyle w:val="libItalicChar"/>
        </w:rPr>
      </w:pPr>
      <w:r>
        <w:t>Imaam Jaa’far Saadiq (A.S.) said to Mufadh</w:t>
      </w:r>
      <w:r w:rsidR="002E452F">
        <w:t>-</w:t>
      </w:r>
      <w:r>
        <w:t xml:space="preserve">dhal that if you have </w:t>
      </w:r>
      <w:r w:rsidRPr="00F83CC6">
        <w:rPr>
          <w:rStyle w:val="libUnderlineChar"/>
        </w:rPr>
        <w:t xml:space="preserve">any specific Haajat </w:t>
      </w:r>
      <w:r>
        <w:t xml:space="preserve">then pray this Namaaz and you shall be granted. The Imaam (A.S.) said that one should observe </w:t>
      </w:r>
      <w:r w:rsidRPr="00F83CC6">
        <w:rPr>
          <w:rStyle w:val="libUnderlineChar"/>
        </w:rPr>
        <w:t>Fast</w:t>
      </w:r>
      <w:r>
        <w:t xml:space="preserve"> on Wednesday, Thursday, and Friday. On Thursday at night feed 10 Miskeen. On the Friday go to an open plane (ground) and perform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Jaa’far</w:t>
      </w:r>
      <w:r w:rsidR="002E452F">
        <w:rPr>
          <w:rStyle w:val="libItalicChar"/>
        </w:rPr>
        <w:t>-</w:t>
      </w:r>
      <w:r w:rsidRPr="00294BA7">
        <w:rPr>
          <w:rStyle w:val="libItalicChar"/>
        </w:rPr>
        <w:t>e</w:t>
      </w:r>
      <w:r w:rsidR="002E452F">
        <w:rPr>
          <w:rStyle w:val="libItalicChar"/>
        </w:rPr>
        <w:t>-</w:t>
      </w:r>
      <w:r w:rsidRPr="00294BA7">
        <w:rPr>
          <w:rStyle w:val="libItalicChar"/>
        </w:rPr>
        <w:t>Tayyaar</w:t>
      </w:r>
      <w:r>
        <w:t>. Then put your open knees on the ground and recite this:</w:t>
      </w:r>
      <w:r w:rsidRPr="00294BA7">
        <w:rPr>
          <w:rStyle w:val="libItalicChar"/>
        </w:rPr>
        <w:t xml:space="preserve">  Yaa Man Adh’haral Jameel Wa Sataral Qabeeh, Yaa Man Lam Yuaakhidh Bil Jareerati, Wa Lam Yahtikis</w:t>
      </w:r>
      <w:r w:rsidR="002E452F">
        <w:rPr>
          <w:rStyle w:val="libItalicChar"/>
        </w:rPr>
        <w:t>-</w:t>
      </w:r>
      <w:r w:rsidRPr="00294BA7">
        <w:rPr>
          <w:rStyle w:val="libItalicChar"/>
        </w:rPr>
        <w:t xml:space="preserve">Sitra, Yaa Adhweemal </w:t>
      </w:r>
      <w:r w:rsidRPr="00294BA7">
        <w:rPr>
          <w:rStyle w:val="libItalicChar"/>
        </w:rPr>
        <w:lastRenderedPageBreak/>
        <w:t>Afwi, Yaa Hasanat</w:t>
      </w:r>
      <w:r w:rsidR="002E452F">
        <w:rPr>
          <w:rStyle w:val="libItalicChar"/>
        </w:rPr>
        <w:t>-</w:t>
      </w:r>
      <w:r w:rsidRPr="00294BA7">
        <w:rPr>
          <w:rStyle w:val="libItalicChar"/>
        </w:rPr>
        <w:t>Tajaawuzi, Yaa Waasial Maghfirati, Yaa Baaswital Yadayni Bir</w:t>
      </w:r>
      <w:r w:rsidR="002E452F">
        <w:rPr>
          <w:rStyle w:val="libItalicChar"/>
        </w:rPr>
        <w:t>-</w:t>
      </w:r>
      <w:r w:rsidRPr="00294BA7">
        <w:rPr>
          <w:rStyle w:val="libItalicChar"/>
        </w:rPr>
        <w:t>Rahmati, Yaa Swaahiba Kulli Najwa, Wa Muntahaa Kulli Shakwaa, Yaa Muqeelal Atharaati, Yaa Kareemas</w:t>
      </w:r>
      <w:r w:rsidR="002E452F">
        <w:rPr>
          <w:rStyle w:val="libItalicChar"/>
        </w:rPr>
        <w:t>-</w:t>
      </w:r>
      <w:r w:rsidRPr="00294BA7">
        <w:rPr>
          <w:rStyle w:val="libItalicChar"/>
        </w:rPr>
        <w:t>Swafhi, Yaa Adhweemal Manni, Yaa Mubtadian Bin</w:t>
      </w:r>
      <w:r w:rsidR="002E452F">
        <w:rPr>
          <w:rStyle w:val="libItalicChar"/>
        </w:rPr>
        <w:t>-</w:t>
      </w:r>
      <w:r w:rsidRPr="00294BA7">
        <w:rPr>
          <w:rStyle w:val="libItalicChar"/>
        </w:rPr>
        <w:t>Niami Qablas’tihqaaqihaa</w:t>
      </w:r>
      <w:r>
        <w:t xml:space="preserve">, Then say </w:t>
      </w:r>
      <w:r w:rsidRPr="00F83CC6">
        <w:rPr>
          <w:rStyle w:val="libUnderlineChar"/>
        </w:rPr>
        <w:t>10 times</w:t>
      </w:r>
      <w:r>
        <w:t xml:space="preserve"> each of these Holy Names:</w:t>
      </w:r>
      <w:r w:rsidRPr="00294BA7">
        <w:rPr>
          <w:rStyle w:val="libItalicChar"/>
        </w:rPr>
        <w:t>Yaa Rabbaahu Yaa Rabbaahu, Yaa Allaahu Yaa Allaahu, Yaa Sayyadaahu Yaa Sayyadaahu, Yaa Mawlayaahu Yaa Mawlayaahu, Yaa Rajaa’aahu Yaa Rajaa’aahu, Yaa Ghiyaathaahu Yaa Ghiyaathaahu, Yaa Ghaayata Raghbataahu Yaa Ghaayata Raghbataahu, Yaa Rahmaanu, Yaa Raheemu, Yaa Mu’atiyal Khayraat.</w:t>
      </w:r>
    </w:p>
    <w:p w:rsidR="00294BA7" w:rsidRDefault="00294BA7" w:rsidP="00294BA7">
      <w:pPr>
        <w:pStyle w:val="libNormal"/>
      </w:pPr>
      <w:r>
        <w:t xml:space="preserve">Then recite this </w:t>
      </w:r>
      <w:r w:rsidRPr="00294BA7">
        <w:rPr>
          <w:rStyle w:val="libUnderlineChar"/>
        </w:rPr>
        <w:t>Duaa 10 times</w:t>
      </w:r>
      <w:r>
        <w:t>: Swalli Alaa Muhammadin Wa Aali Muhammad, Katheeran Twayyiban Ka Afdhali Maa Swallaayta Alaa Ahadin Min Khalqika… (Haajat)</w:t>
      </w:r>
    </w:p>
    <w:p w:rsidR="002E452F" w:rsidRDefault="002E452F" w:rsidP="00294BA7">
      <w:pPr>
        <w:pStyle w:val="libNormal"/>
      </w:pPr>
      <w:r>
        <w:br w:type="page"/>
      </w:r>
    </w:p>
    <w:p w:rsidR="00A52C13" w:rsidRDefault="00A52C13" w:rsidP="00A52C13">
      <w:pPr>
        <w:pStyle w:val="Heading1Center"/>
      </w:pPr>
      <w:bookmarkStart w:id="37" w:name="_Toc420238104"/>
      <w:r w:rsidRPr="00A52C13">
        <w:lastRenderedPageBreak/>
        <w:t>RAJAB A’AMAAL</w:t>
      </w:r>
      <w:bookmarkEnd w:id="37"/>
    </w:p>
    <w:p w:rsidR="00294BA7" w:rsidRDefault="00294BA7" w:rsidP="00294BA7">
      <w:pPr>
        <w:pStyle w:val="libNormal"/>
      </w:pPr>
      <w:r>
        <w:t xml:space="preserve">It is very essential for a person to study </w:t>
      </w:r>
      <w:r w:rsidRPr="00294BA7">
        <w:rPr>
          <w:rStyle w:val="libItalicChar"/>
        </w:rPr>
        <w:t>Mafaatihul Jinaan</w:t>
      </w:r>
      <w:r>
        <w:t xml:space="preserve"> of Sheikh Abbaas Qummi A.R., </w:t>
      </w:r>
      <w:r w:rsidRPr="00294BA7">
        <w:rPr>
          <w:rStyle w:val="libItalicChar"/>
        </w:rPr>
        <w:t>Majmooa</w:t>
      </w:r>
      <w:r>
        <w:t xml:space="preserve"> of Allaama Haji GhulamAli A.R., and other authentic books of Duaa, wherein, all the A’amaal are included, so as to gain the maximum benefit of Ibaadaaat. The Duaas and A’amaal, which are contained in this brief booklet, are only a few majestic and invalueables amongst them.</w:t>
      </w:r>
    </w:p>
    <w:p w:rsidR="00294BA7" w:rsidRDefault="00294BA7" w:rsidP="00294BA7">
      <w:pPr>
        <w:pStyle w:val="libNormal"/>
      </w:pPr>
      <w:r>
        <w:t>The months of Rajab, Sha’baan, and Holy Ramadhaan are the most revered of all the months. Tradition of the Holy Prophet (S.A.W.W.) is thus: “The month of Rajab is the great month of Allaah (S.W.T.) Its merits and significance are of high status. Rajab is the month of Allaah, Shaa’baan is my month and Ramadhaan is the month of my Ummah. One who observes atleast one Fast in this month has made Allaah be pleased to him and the anger of Allaah shall not descend on him and one door of the Hell is closed for him.”</w:t>
      </w:r>
    </w:p>
    <w:p w:rsidR="00294BA7" w:rsidRDefault="00294BA7" w:rsidP="00294BA7">
      <w:pPr>
        <w:pStyle w:val="libNormal"/>
      </w:pPr>
      <w:r>
        <w:t>Imaam Moosa Kaadhim (A.S.) said, ‘ One who observes one Fast in this month then Jahannam shall be at the far off distance from him. And one who keeps three Fasts in this month then Paraise is incumbant upon him.”</w:t>
      </w:r>
    </w:p>
    <w:p w:rsidR="00294BA7" w:rsidRDefault="00294BA7" w:rsidP="00294BA7">
      <w:pPr>
        <w:pStyle w:val="libNormal"/>
      </w:pPr>
      <w:r>
        <w:t>The Holy Prophet (S.A.W.W.) said that ‘Rajab’ is the name of one of the rivers in Jannat and its water is brighter then milk and sweeter then honey. The one who Fasts in this month will be fortunate to drink from its stream.</w:t>
      </w:r>
    </w:p>
    <w:p w:rsidR="00294BA7" w:rsidRDefault="00294BA7" w:rsidP="00294BA7">
      <w:pPr>
        <w:pStyle w:val="libNormal"/>
      </w:pPr>
      <w:r>
        <w:t>Imaam Ja’afar Saadiq (A.S.) said that the Holy Prophet said, “Rajab is the month of Istighfaar for my Ummah. So do as much Istighfaar as possible because Allaah is The Most Forgiving, Bestower and Kind.”</w:t>
      </w:r>
    </w:p>
    <w:p w:rsidR="00294BA7" w:rsidRDefault="00294BA7" w:rsidP="00294BA7">
      <w:pPr>
        <w:pStyle w:val="libNormal"/>
      </w:pPr>
      <w:r>
        <w:t>From the same Imaam (A.S.) “If one has missed to Fast in most part of this month then even one Fast at the end of the month will save him/her from Sakaraat</w:t>
      </w:r>
      <w:r w:rsidR="002E452F">
        <w:t>-</w:t>
      </w:r>
      <w:r>
        <w:t>e</w:t>
      </w:r>
      <w:r w:rsidR="002E452F">
        <w:t>-</w:t>
      </w:r>
      <w:r>
        <w:t>Mawt, and will safeguard from the fears, dreadfulness, and punishment of the grave. Fasting in last two days makes easy to pass on Pool</w:t>
      </w:r>
      <w:r w:rsidR="002E452F">
        <w:t>-</w:t>
      </w:r>
      <w:r>
        <w:t>e</w:t>
      </w:r>
      <w:r w:rsidR="002E452F">
        <w:t>-</w:t>
      </w:r>
      <w:r>
        <w:t>Siraat. And Fasting in the last three days shall make him safe from the horror of the Day of Judgement and will be free from the fire of Hell. The Fasting in this month have a magnificient value.”</w:t>
      </w:r>
    </w:p>
    <w:p w:rsidR="00294BA7" w:rsidRPr="00294BA7" w:rsidRDefault="00294BA7" w:rsidP="00294BA7">
      <w:pPr>
        <w:pStyle w:val="libNormal"/>
        <w:rPr>
          <w:rStyle w:val="libItalicChar"/>
        </w:rPr>
      </w:pPr>
      <w:r w:rsidRPr="00294BA7">
        <w:rPr>
          <w:rStyle w:val="libUnderlineChar"/>
        </w:rPr>
        <w:t>One who is not able to Fast in this month</w:t>
      </w:r>
      <w:r>
        <w:t xml:space="preserve"> may recite this Duaa 100 times daily so he/she shall get the same Sawaab as of keeping a Fast: </w:t>
      </w:r>
      <w:r w:rsidRPr="00294BA7">
        <w:rPr>
          <w:rStyle w:val="libItalicChar"/>
        </w:rPr>
        <w:t>Sub’haanal Ilaahil Jaleeli, Sub’haana Man Laa Yambaghit</w:t>
      </w:r>
      <w:r w:rsidR="002E452F">
        <w:rPr>
          <w:rStyle w:val="libItalicChar"/>
        </w:rPr>
        <w:t>-</w:t>
      </w:r>
      <w:r w:rsidRPr="00294BA7">
        <w:rPr>
          <w:rStyle w:val="libItalicChar"/>
        </w:rPr>
        <w:t>Tasbeehu Illa Lahoo, Sub’haanal A’azzil Akrami, Sub’haan Man Labisal Izza Wahuwa Lahoo Ahlun.</w:t>
      </w:r>
    </w:p>
    <w:p w:rsidR="00294BA7" w:rsidRDefault="00294BA7" w:rsidP="00294BA7">
      <w:pPr>
        <w:pStyle w:val="libNormal"/>
      </w:pPr>
      <w:r>
        <w:t>Recite this Istighfaar abundantly: Astaghfullaaha Wa As’aluhut</w:t>
      </w:r>
      <w:r w:rsidR="002E452F">
        <w:t>-</w:t>
      </w:r>
      <w:r>
        <w:t>Tawbah.</w:t>
      </w:r>
    </w:p>
    <w:p w:rsidR="00294BA7" w:rsidRDefault="00294BA7" w:rsidP="00294BA7">
      <w:pPr>
        <w:pStyle w:val="libNormal"/>
      </w:pPr>
      <w:r>
        <w:t>One of the Duaas to be recited during this month is as follows: Bimillaahir</w:t>
      </w:r>
      <w:r w:rsidR="002E452F">
        <w:t>-</w:t>
      </w:r>
      <w:r>
        <w:t>Rahmaanir</w:t>
      </w:r>
      <w:r w:rsidR="002E452F">
        <w:t>-</w:t>
      </w:r>
      <w:r>
        <w:t>Raheem. Yaa Man Yamliku Hawaaijis</w:t>
      </w:r>
      <w:r w:rsidR="002E452F">
        <w:t>-</w:t>
      </w:r>
      <w:r>
        <w:t>Sa’ileen, Wa Ya’alamu Dhameeras</w:t>
      </w:r>
      <w:r w:rsidR="002E452F">
        <w:t>-</w:t>
      </w:r>
      <w:r>
        <w:t>Swaamiteen Likulli Mas’alatin Minka Sam’un Haadhirun Wa Jawaabun Ateedun, Allaahumma Wa Mawaeedukas</w:t>
      </w:r>
      <w:r w:rsidR="002E452F">
        <w:t>-</w:t>
      </w:r>
      <w:r>
        <w:t>Swaadikatu Wa Ayaadeekal Faadhilatu Wa Rahmatukal Waasi’atu, Fa As’aluka An Tuswalle Alaa Muhammadin Wa Aali Muhmmadin Wa An Taqdhiya Hawaaiji Lid</w:t>
      </w:r>
      <w:r w:rsidR="002E452F">
        <w:t>-</w:t>
      </w:r>
      <w:r>
        <w:t>Dunya Wal Aakhirati Innaka Alaa Kulli Shay’in Qadeer.</w:t>
      </w:r>
    </w:p>
    <w:p w:rsidR="00294BA7" w:rsidRDefault="00294BA7" w:rsidP="00294BA7">
      <w:pPr>
        <w:pStyle w:val="libNormal"/>
      </w:pPr>
      <w:r>
        <w:t>Another Duaa to recite during this month: Bismil</w:t>
      </w:r>
      <w:r w:rsidR="002E452F">
        <w:t>-</w:t>
      </w:r>
      <w:r>
        <w:t>Laahir</w:t>
      </w:r>
      <w:r w:rsidR="002E452F">
        <w:t>-</w:t>
      </w:r>
      <w:r>
        <w:t>Rahmaanir</w:t>
      </w:r>
      <w:r w:rsidR="002E452F">
        <w:t>-</w:t>
      </w:r>
      <w:r>
        <w:t>Raheem, Yaa Man Arjoohu Likulli Khayrin Wa Aamanu Sakhatwahoo Inda Kulli Sharrin, Yaa Man Yu’atwil Katheer Bil Qaleel, Yaa Man Yu’atwee Man Sa’alahoo Yaa Man Yu’twee Man Lam Yas’alhoo Wa Man Lam Ya’arifhoo Tahannunan Minhu Wa Rahmatan A’atwinee Bi Mas’alatee Iyyaaka Jamee’a Khayrid</w:t>
      </w:r>
      <w:r w:rsidR="002E452F">
        <w:t>-</w:t>
      </w:r>
      <w:r>
        <w:t>Dunyaa Wa Jamee’a Khayril Aakhirati Wasrif Annee Bi Mas’alate Iyyaaka Jamee’a Sharrid</w:t>
      </w:r>
      <w:r w:rsidR="002E452F">
        <w:t>-</w:t>
      </w:r>
      <w:r>
        <w:t xml:space="preserve">Dunyaa Wa Sharril Aakhirati Fa Innahoo Ghayru Manqooswin Maa A’atwayta Wa Zidnee Min Fadhlika Yaa Kareem. </w:t>
      </w:r>
      <w:r w:rsidRPr="00294BA7">
        <w:t>Then hold your blessed beard by your left hand and move your finger of Shahaadat of the right hand to the right and left, humbly weeping and beseeching Allaah to save you from the hell</w:t>
      </w:r>
      <w:r w:rsidR="002E452F">
        <w:t>-</w:t>
      </w:r>
      <w:r w:rsidRPr="00294BA7">
        <w:t>fire in these words</w:t>
      </w:r>
      <w:r>
        <w:t>: Yaa Dhal Jalaali Wal Ikraami, Yaa Dhan</w:t>
      </w:r>
      <w:r w:rsidR="002E452F">
        <w:t>-</w:t>
      </w:r>
      <w:r>
        <w:t>Na’amaai Wal Joodi, Yaa Dhal Manni Wat</w:t>
      </w:r>
      <w:r w:rsidR="002E452F">
        <w:t>-</w:t>
      </w:r>
      <w:r>
        <w:t>Twawli Harrim Shaybatee Alannaar.</w:t>
      </w:r>
    </w:p>
    <w:p w:rsidR="00294BA7" w:rsidRPr="00294BA7" w:rsidRDefault="00294BA7" w:rsidP="00294BA7">
      <w:pPr>
        <w:pStyle w:val="libNormal"/>
        <w:rPr>
          <w:rStyle w:val="libItalicChar"/>
        </w:rPr>
      </w:pPr>
      <w:r>
        <w:lastRenderedPageBreak/>
        <w:t xml:space="preserve">The Holy Prophet (S.A.W.W.) said that whoever shall recite this Duaa 100 times and then give some Sadaqa Allaah will bestow pardon and His Blessings on him/her. And reciting it 400 times carries the reward of 100 martyres.: </w:t>
      </w:r>
      <w:r w:rsidRPr="00294BA7">
        <w:rPr>
          <w:rStyle w:val="libItalicChar"/>
        </w:rPr>
        <w:t>Astaghfirullaahal</w:t>
      </w:r>
      <w:r w:rsidR="002E452F">
        <w:rPr>
          <w:rStyle w:val="libItalicChar"/>
        </w:rPr>
        <w:t>-</w:t>
      </w:r>
      <w:r w:rsidRPr="00294BA7">
        <w:rPr>
          <w:rStyle w:val="libItalicChar"/>
        </w:rPr>
        <w:t>Ladhee Laa Ilaaha Illaa Huwa Wahdahoo Laa Shareeka Lahoo Wa Atoobu Ilayhi.</w:t>
      </w:r>
    </w:p>
    <w:p w:rsidR="00294BA7" w:rsidRDefault="00294BA7" w:rsidP="00294BA7">
      <w:pPr>
        <w:pStyle w:val="libNormal"/>
      </w:pPr>
      <w:r>
        <w:t>A person reciting 1000 times</w:t>
      </w:r>
      <w:r w:rsidRPr="00294BA7">
        <w:rPr>
          <w:rStyle w:val="libItalicChar"/>
        </w:rPr>
        <w:t>: Laa Ilaaha Illallaah</w:t>
      </w:r>
      <w:r>
        <w:t>, shall be credited by 1000 rewards and shall be awarded 100 cities in Jannat.</w:t>
      </w:r>
    </w:p>
    <w:p w:rsidR="00294BA7" w:rsidRPr="00294BA7" w:rsidRDefault="00294BA7" w:rsidP="00294BA7">
      <w:pPr>
        <w:pStyle w:val="libNormal"/>
        <w:rPr>
          <w:rStyle w:val="libItalicChar"/>
        </w:rPr>
      </w:pPr>
      <w:r>
        <w:t>Whoever recites the following Duaa 70 times every morning and evening and if he/she dies in this month then Allaah will be pleased on them and the fire of Hell shall not touch them. The Duaa is:</w:t>
      </w:r>
      <w:r w:rsidRPr="00294BA7">
        <w:rPr>
          <w:rStyle w:val="libItalicChar"/>
        </w:rPr>
        <w:t>Astaghfullaaha Wa Atoobu Ilayhi x 70. and then raise your hands and say: Allaahumagh Firlee Wa Tub Alayya.</w:t>
      </w:r>
    </w:p>
    <w:p w:rsidR="00294BA7" w:rsidRDefault="00294BA7" w:rsidP="00294BA7">
      <w:pPr>
        <w:pStyle w:val="libNormal"/>
      </w:pPr>
      <w:r>
        <w:t>One who recites 1000 times this Duaa Allaah will forgive him/her: Astaghfirullaah, Dhal Jalaali Wal Ikraam, Min Jamee’idh Dhunoobi Wal Aasaam.</w:t>
      </w:r>
    </w:p>
    <w:p w:rsidR="00294BA7" w:rsidRDefault="00294BA7" w:rsidP="00294BA7">
      <w:pPr>
        <w:pStyle w:val="libNormal"/>
      </w:pPr>
      <w:r>
        <w:t xml:space="preserve">It is very beneficial to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Ikhlaas</w:t>
      </w:r>
      <w:r>
        <w:t xml:space="preserve"> 10,000 or 1000, or 100 times in this month.</w:t>
      </w:r>
    </w:p>
    <w:p w:rsidR="00294BA7" w:rsidRPr="00F83CC6" w:rsidRDefault="00294BA7" w:rsidP="00294BA7">
      <w:pPr>
        <w:pStyle w:val="libNormal"/>
        <w:rPr>
          <w:rStyle w:val="libUnderlineChar"/>
        </w:rPr>
      </w:pPr>
      <w:r>
        <w:t xml:space="preserve">It is narrated that if one keeps a Fast in this month and prays </w:t>
      </w:r>
      <w:r w:rsidRPr="00294BA7">
        <w:rPr>
          <w:rStyle w:val="libItalicChar"/>
        </w:rPr>
        <w:t xml:space="preserve">4 rak’at Namaaz </w:t>
      </w:r>
      <w:r>
        <w:t>in which, after Al</w:t>
      </w:r>
      <w:r w:rsidR="002E452F">
        <w:t>-</w:t>
      </w:r>
      <w:r>
        <w:t>Hamd, in first rak’ats recites 100 times Aayatul Kursee and in second rak’ats recites 200 times Surah</w:t>
      </w:r>
      <w:r w:rsidR="002E452F">
        <w:t>-</w:t>
      </w:r>
      <w:r>
        <w:t>e</w:t>
      </w:r>
      <w:r w:rsidR="002E452F">
        <w:t>-</w:t>
      </w:r>
      <w:r>
        <w:t xml:space="preserve">Ikhlaas so he / she </w:t>
      </w:r>
      <w:r w:rsidRPr="00F83CC6">
        <w:rPr>
          <w:rStyle w:val="libUnderlineChar"/>
        </w:rPr>
        <w:t>shall not die until they will be shown their place of abode in Bihisht.</w:t>
      </w:r>
    </w:p>
    <w:p w:rsidR="00294BA7" w:rsidRDefault="00294BA7" w:rsidP="00294BA7">
      <w:pPr>
        <w:pStyle w:val="libNormal"/>
      </w:pPr>
      <w:r>
        <w:t xml:space="preserve">The Holy Prophet (S.A.W.W.) said that whoever prays </w:t>
      </w:r>
      <w:r w:rsidRPr="00294BA7">
        <w:rPr>
          <w:rStyle w:val="libItalicChar"/>
        </w:rPr>
        <w:t xml:space="preserve">4 rak’at Namaaz </w:t>
      </w:r>
      <w:r>
        <w:t xml:space="preserve">on Friday, </w:t>
      </w:r>
      <w:r w:rsidRPr="00294BA7">
        <w:rPr>
          <w:rStyle w:val="libUnderlineChar"/>
        </w:rPr>
        <w:t>between the time of Zohr and Asr</w:t>
      </w:r>
      <w:r>
        <w:t>, in which recites, after Al</w:t>
      </w:r>
      <w:r w:rsidR="002E452F">
        <w:t>-</w:t>
      </w:r>
      <w:r>
        <w:t>Hamd, In every rak’at</w:t>
      </w:r>
      <w:r w:rsidRPr="00294BA7">
        <w:rPr>
          <w:rStyle w:val="libItalicChar"/>
        </w:rPr>
        <w:t>, 7 times Aayatul Kursee, 5 tmes Surah</w:t>
      </w:r>
      <w:r w:rsidR="002E452F">
        <w:rPr>
          <w:rStyle w:val="libItalicChar"/>
        </w:rPr>
        <w:t>-</w:t>
      </w:r>
      <w:r w:rsidRPr="00294BA7">
        <w:rPr>
          <w:rStyle w:val="libItalicChar"/>
        </w:rPr>
        <w:t>e</w:t>
      </w:r>
      <w:r w:rsidR="002E452F">
        <w:rPr>
          <w:rStyle w:val="libItalicChar"/>
        </w:rPr>
        <w:t>-</w:t>
      </w:r>
      <w:r w:rsidRPr="00294BA7">
        <w:rPr>
          <w:rStyle w:val="libItalicChar"/>
        </w:rPr>
        <w:t>Tawheed, and 10 times: Astaghfirullaahal</w:t>
      </w:r>
      <w:r w:rsidR="002E452F">
        <w:rPr>
          <w:rStyle w:val="libItalicChar"/>
        </w:rPr>
        <w:t>-</w:t>
      </w:r>
      <w:r w:rsidRPr="00294BA7">
        <w:rPr>
          <w:rStyle w:val="libItalicChar"/>
        </w:rPr>
        <w:t>Ladhee Laa Ilaaha Illaa Huwa Wa As’aluhut</w:t>
      </w:r>
      <w:r w:rsidR="002E452F">
        <w:rPr>
          <w:rStyle w:val="libItalicChar"/>
        </w:rPr>
        <w:t>-</w:t>
      </w:r>
      <w:r w:rsidRPr="00294BA7">
        <w:rPr>
          <w:rStyle w:val="libItalicChar"/>
        </w:rPr>
        <w:t xml:space="preserve">Tawbah, </w:t>
      </w:r>
      <w:r w:rsidR="002E452F">
        <w:t>-</w:t>
      </w:r>
      <w:r>
        <w:t xml:space="preserve"> </w:t>
      </w:r>
      <w:r w:rsidRPr="00294BA7">
        <w:rPr>
          <w:rStyle w:val="libUnderlineChar"/>
        </w:rPr>
        <w:t>Allaah (S.W.T.) shall record 1000 rewards daily from the day he/she has prayed this Namaaz uptill the last day on earth, he shall be bestowed the rewards in plenty, shall be married to Hoorul</w:t>
      </w:r>
      <w:r w:rsidR="002E452F">
        <w:rPr>
          <w:rStyle w:val="libUnderlineChar"/>
        </w:rPr>
        <w:t>-</w:t>
      </w:r>
      <w:r w:rsidRPr="00294BA7">
        <w:rPr>
          <w:rStyle w:val="libUnderlineChar"/>
        </w:rPr>
        <w:t>Een, Allaah shall always be pleased with him, his name shall be included in the sincere worshippers, and his end will be on faith and pardon</w:t>
      </w:r>
      <w:r>
        <w:t>.</w:t>
      </w:r>
    </w:p>
    <w:p w:rsidR="00294BA7" w:rsidRDefault="00294BA7" w:rsidP="00294BA7">
      <w:pPr>
        <w:pStyle w:val="libNormal"/>
      </w:pPr>
      <w:r>
        <w:t xml:space="preserve">Observe </w:t>
      </w:r>
      <w:r w:rsidRPr="00F83CC6">
        <w:rPr>
          <w:rStyle w:val="libUnderlineChar"/>
        </w:rPr>
        <w:t>Fast</w:t>
      </w:r>
      <w:r>
        <w:t xml:space="preserve"> on every </w:t>
      </w:r>
      <w:r w:rsidRPr="00F83CC6">
        <w:rPr>
          <w:rStyle w:val="libUnderlineChar"/>
        </w:rPr>
        <w:t>Thursday, Friday and Saturday</w:t>
      </w:r>
      <w:r>
        <w:t xml:space="preserve">. It is narrated that anyone Fasting on these days in the three blessed months shall get the Sawaab of </w:t>
      </w:r>
      <w:r w:rsidRPr="00294BA7">
        <w:rPr>
          <w:rStyle w:val="libItalicChar"/>
        </w:rPr>
        <w:t>900 years of worship</w:t>
      </w:r>
      <w:r>
        <w:t>.</w:t>
      </w:r>
    </w:p>
    <w:p w:rsidR="00294BA7" w:rsidRPr="00F83CC6" w:rsidRDefault="00294BA7" w:rsidP="00294BA7">
      <w:pPr>
        <w:pStyle w:val="libNormal"/>
        <w:rPr>
          <w:rStyle w:val="libUnderlineChar"/>
        </w:rPr>
      </w:pPr>
      <w:r>
        <w:t xml:space="preserve">In this Revered month of Rajab it is recommended to pray a total of </w:t>
      </w:r>
      <w:r w:rsidRPr="00F83CC6">
        <w:rPr>
          <w:rStyle w:val="libUnderlineChar"/>
        </w:rPr>
        <w:t>60 rak’at Namaaz</w:t>
      </w:r>
      <w:r>
        <w:t>, (can be 2 rak’at daily), ineach ra’at after Al</w:t>
      </w:r>
      <w:r w:rsidR="002E452F">
        <w:t>-</w:t>
      </w:r>
      <w:r>
        <w:t>Hamd recite 3 times Surah Al</w:t>
      </w:r>
      <w:r w:rsidR="002E452F">
        <w:t>-</w:t>
      </w:r>
      <w:r>
        <w:t xml:space="preserve">Kaafiroon and S.Ikhlaas one time. After Namaaz raise your hands and recite: </w:t>
      </w:r>
      <w:r w:rsidRPr="00294BA7">
        <w:rPr>
          <w:rStyle w:val="libItalicChar"/>
        </w:rPr>
        <w:t>Laa Ilaaha Illallaahu Wahdahoo Laa Shareeka Lahoo Lahul Mulku Walahul Hamdu Yuhyee Wa Yumeetu Wahuwa Hayyun Laa Yammotu Biyadil Khayr Wahuwa Alaa Kulli Shay’in Qadeer Wa Ilayhil Masweeru Walaa Hawla Walaa Quwwata Illaa Bilaahil Aliyyil Adhweem Allaahumma Swalli Alaa Muhammadin</w:t>
      </w:r>
      <w:r w:rsidR="002E452F">
        <w:rPr>
          <w:rStyle w:val="libItalicChar"/>
        </w:rPr>
        <w:t>-</w:t>
      </w:r>
      <w:r w:rsidRPr="00294BA7">
        <w:rPr>
          <w:rStyle w:val="libItalicChar"/>
        </w:rPr>
        <w:t>Nabiyyil Ummiyyi Wa Aalihi.</w:t>
      </w:r>
      <w:r>
        <w:t xml:space="preserve"> The Holy Prophet (S.A.W.W.) says that whoever does this A’mal Allaah shall fulfil his/her Duaa and will bestow the </w:t>
      </w:r>
      <w:r w:rsidRPr="00F83CC6">
        <w:rPr>
          <w:rStyle w:val="libUnderlineChar"/>
        </w:rPr>
        <w:t>Sawaab of 60 Hajj and 60 Umrah.</w:t>
      </w:r>
    </w:p>
    <w:p w:rsidR="00294BA7" w:rsidRDefault="00294BA7" w:rsidP="00294BA7">
      <w:pPr>
        <w:pStyle w:val="libNormal"/>
      </w:pPr>
      <w:r>
        <w:t xml:space="preserve">The Holy Prophet said whoever recites </w:t>
      </w:r>
      <w:r w:rsidRPr="00294BA7">
        <w:rPr>
          <w:rStyle w:val="libItalicChar"/>
        </w:rPr>
        <w:t>2 rak’at Namaaz</w:t>
      </w:r>
      <w:r>
        <w:t xml:space="preserve"> in any one night of this month. In which 100 times Surah</w:t>
      </w:r>
      <w:r w:rsidR="002E452F">
        <w:t>-</w:t>
      </w:r>
      <w:r>
        <w:t>e</w:t>
      </w:r>
      <w:r w:rsidR="002E452F">
        <w:t>-</w:t>
      </w:r>
      <w:r>
        <w:t xml:space="preserve">Ikhlaas is recited, then it is equal in merit to the </w:t>
      </w:r>
      <w:r w:rsidRPr="00F83CC6">
        <w:rPr>
          <w:rStyle w:val="libUnderlineChar"/>
        </w:rPr>
        <w:t>Fasts of hundred years</w:t>
      </w:r>
      <w:r>
        <w:t>, and Allaah will give him / her hundred houses which are in neighbour to some Prophets.</w:t>
      </w:r>
    </w:p>
    <w:p w:rsidR="00294BA7" w:rsidRPr="00F83CC6" w:rsidRDefault="00294BA7" w:rsidP="00294BA7">
      <w:pPr>
        <w:pStyle w:val="libNormal"/>
        <w:rPr>
          <w:rStyle w:val="libUnderlineChar"/>
        </w:rPr>
      </w:pPr>
      <w:r>
        <w:t xml:space="preserve">The Holy Prophet (S.A.W.W.) said that if anyone prays </w:t>
      </w:r>
      <w:r w:rsidRPr="00294BA7">
        <w:rPr>
          <w:rStyle w:val="libItalicChar"/>
        </w:rPr>
        <w:t xml:space="preserve">10 rak’at Namaaaz </w:t>
      </w:r>
      <w:r>
        <w:t>in any one night of this month, in which recites S’Kaafiroon 100 times and S.Ikhlaas 3 times, After Al</w:t>
      </w:r>
      <w:r w:rsidR="002E452F">
        <w:t>-</w:t>
      </w:r>
      <w:r>
        <w:t xml:space="preserve">Hamd, </w:t>
      </w:r>
      <w:r w:rsidRPr="00F83CC6">
        <w:rPr>
          <w:rStyle w:val="libUnderlineChar"/>
        </w:rPr>
        <w:t>Allaah (S.W.T.) will forgive all his/her sins.</w:t>
      </w:r>
    </w:p>
    <w:p w:rsidR="00294BA7" w:rsidRDefault="00294BA7" w:rsidP="00294BA7">
      <w:pPr>
        <w:pStyle w:val="libNormal"/>
      </w:pPr>
      <w:r>
        <w:t xml:space="preserve">H.Ameerul Mu’mineen (A.S.) said that the Holy Prophet recommended the following recitation in every night and </w:t>
      </w:r>
      <w:r w:rsidRPr="00294BA7">
        <w:rPr>
          <w:rStyle w:val="libUnderlineChar"/>
        </w:rPr>
        <w:t>every day of Rajab, Sha’abaan and Ramadhaan, to recite 3 times each:</w:t>
      </w:r>
      <w:r w:rsidRPr="00294BA7">
        <w:rPr>
          <w:rStyle w:val="libItalicChar"/>
        </w:rPr>
        <w:t xml:space="preserve"> S.Al</w:t>
      </w:r>
      <w:r w:rsidR="002E452F">
        <w:rPr>
          <w:rStyle w:val="libItalicChar"/>
        </w:rPr>
        <w:t>-</w:t>
      </w:r>
      <w:r w:rsidRPr="00294BA7">
        <w:rPr>
          <w:rStyle w:val="libItalicChar"/>
        </w:rPr>
        <w:t>Hamd,</w:t>
      </w:r>
      <w:r>
        <w:t xml:space="preserve"> </w:t>
      </w:r>
      <w:r w:rsidRPr="00294BA7">
        <w:rPr>
          <w:rStyle w:val="libItalicChar"/>
        </w:rPr>
        <w:t xml:space="preserve">Aayatul Kursee, S.Kaafiroon, S.Ikhlaas, S.Falak, And S.Naas. </w:t>
      </w:r>
      <w:r>
        <w:t xml:space="preserve">Then recite </w:t>
      </w:r>
      <w:r w:rsidRPr="00294BA7">
        <w:rPr>
          <w:rStyle w:val="libUnderlineChar"/>
        </w:rPr>
        <w:t>3 times</w:t>
      </w:r>
      <w:r>
        <w:t xml:space="preserve"> </w:t>
      </w:r>
      <w:r w:rsidRPr="00294BA7">
        <w:rPr>
          <w:rStyle w:val="libItalicChar"/>
        </w:rPr>
        <w:t>Sub’haana</w:t>
      </w:r>
      <w:r w:rsidR="002E452F">
        <w:rPr>
          <w:rStyle w:val="libItalicChar"/>
        </w:rPr>
        <w:t>-</w:t>
      </w:r>
      <w:r w:rsidRPr="00294BA7">
        <w:rPr>
          <w:rStyle w:val="libItalicChar"/>
        </w:rPr>
        <w:t>llaahi Wal Hamdu Lil</w:t>
      </w:r>
      <w:r w:rsidR="002E452F">
        <w:rPr>
          <w:rStyle w:val="libItalicChar"/>
        </w:rPr>
        <w:t>-</w:t>
      </w:r>
      <w:r w:rsidRPr="00294BA7">
        <w:rPr>
          <w:rStyle w:val="libItalicChar"/>
        </w:rPr>
        <w:t>laahi Wa Laa Ilaaha Illaal</w:t>
      </w:r>
      <w:r w:rsidR="002E452F">
        <w:rPr>
          <w:rStyle w:val="libItalicChar"/>
        </w:rPr>
        <w:t>-</w:t>
      </w:r>
      <w:r w:rsidRPr="00294BA7">
        <w:rPr>
          <w:rStyle w:val="libItalicChar"/>
        </w:rPr>
        <w:t>Laahu Wallaahu Akbar Walaa Hawla Walaa Quwwata Illaa Bil</w:t>
      </w:r>
      <w:r w:rsidR="002E452F">
        <w:rPr>
          <w:rStyle w:val="libItalicChar"/>
        </w:rPr>
        <w:t>-</w:t>
      </w:r>
      <w:r w:rsidRPr="00294BA7">
        <w:rPr>
          <w:rStyle w:val="libItalicChar"/>
        </w:rPr>
        <w:t xml:space="preserve">laahil Aliyyil Adhweem. </w:t>
      </w:r>
      <w:r>
        <w:t xml:space="preserve">Then recite </w:t>
      </w:r>
      <w:r w:rsidRPr="00294BA7">
        <w:rPr>
          <w:rStyle w:val="libUnderlineChar"/>
        </w:rPr>
        <w:t>3 times</w:t>
      </w:r>
      <w:r>
        <w:t xml:space="preserve"> </w:t>
      </w:r>
      <w:r w:rsidRPr="00294BA7">
        <w:rPr>
          <w:rStyle w:val="libItalicChar"/>
        </w:rPr>
        <w:t>Allaa</w:t>
      </w:r>
      <w:r w:rsidR="002E452F">
        <w:rPr>
          <w:rStyle w:val="libItalicChar"/>
        </w:rPr>
        <w:t>-</w:t>
      </w:r>
      <w:r w:rsidRPr="00294BA7">
        <w:rPr>
          <w:rStyle w:val="libItalicChar"/>
        </w:rPr>
        <w:t>humma Swalli Alaa Muhammadin Wa Aali Muhammad.</w:t>
      </w:r>
      <w:r>
        <w:t xml:space="preserve"> Then recite </w:t>
      </w:r>
      <w:r w:rsidRPr="00294BA7">
        <w:rPr>
          <w:rStyle w:val="libItalicChar"/>
        </w:rPr>
        <w:t>Allaahumma</w:t>
      </w:r>
      <w:r w:rsidR="002E452F">
        <w:rPr>
          <w:rStyle w:val="libItalicChar"/>
        </w:rPr>
        <w:t>-</w:t>
      </w:r>
      <w:r w:rsidRPr="00294BA7">
        <w:rPr>
          <w:rStyle w:val="libItalicChar"/>
        </w:rPr>
        <w:t>ghfir Lil mu’mineena Wal Mu’minaat.</w:t>
      </w:r>
      <w:r>
        <w:t xml:space="preserve"> Then recite </w:t>
      </w:r>
      <w:r w:rsidRPr="00294BA7">
        <w:rPr>
          <w:rStyle w:val="libUnderlineChar"/>
        </w:rPr>
        <w:t>400 times</w:t>
      </w:r>
      <w:r>
        <w:t xml:space="preserve"> </w:t>
      </w:r>
      <w:r w:rsidRPr="00294BA7">
        <w:rPr>
          <w:rStyle w:val="libItalicChar"/>
        </w:rPr>
        <w:t>Astaghfiru</w:t>
      </w:r>
      <w:r w:rsidR="002E452F">
        <w:rPr>
          <w:rStyle w:val="libItalicChar"/>
        </w:rPr>
        <w:t>-</w:t>
      </w:r>
      <w:r w:rsidRPr="00294BA7">
        <w:rPr>
          <w:rStyle w:val="libItalicChar"/>
        </w:rPr>
        <w:t>llaaha Wa Atoobu Ilayhi.</w:t>
      </w:r>
      <w:r>
        <w:t xml:space="preserve"> </w:t>
      </w:r>
      <w:r>
        <w:lastRenderedPageBreak/>
        <w:t>Reward for this is that Allaah will forgive his sins even they are equal to the drops of rain or leaves of trees or the foams of oceans.</w:t>
      </w:r>
    </w:p>
    <w:p w:rsidR="00294BA7" w:rsidRDefault="00294BA7" w:rsidP="00294BA7">
      <w:pPr>
        <w:pStyle w:val="libNormal"/>
      </w:pPr>
      <w:r>
        <w:t xml:space="preserve">Allama Majlisi has quoted that it is said by Maasoomeen (A.S.) to recite </w:t>
      </w:r>
      <w:r w:rsidRPr="00F83CC6">
        <w:rPr>
          <w:rStyle w:val="libUnderlineChar"/>
        </w:rPr>
        <w:t>daily 1000 times</w:t>
      </w:r>
      <w:r w:rsidRPr="00294BA7">
        <w:rPr>
          <w:rStyle w:val="libItalicChar"/>
        </w:rPr>
        <w:t>: Laa Ilaaha Ila</w:t>
      </w:r>
      <w:r w:rsidR="002E452F">
        <w:rPr>
          <w:rStyle w:val="libItalicChar"/>
        </w:rPr>
        <w:t>-</w:t>
      </w:r>
      <w:r w:rsidRPr="00294BA7">
        <w:rPr>
          <w:rStyle w:val="libItalicChar"/>
        </w:rPr>
        <w:t>Llaah</w:t>
      </w:r>
      <w:r>
        <w:t>.</w:t>
      </w:r>
    </w:p>
    <w:p w:rsidR="00294BA7" w:rsidRDefault="00294BA7" w:rsidP="00294BA7">
      <w:pPr>
        <w:pStyle w:val="libNormal"/>
      </w:pPr>
      <w:r>
        <w:t>The first Thursday</w:t>
      </w:r>
      <w:r w:rsidR="002E452F">
        <w:t>-</w:t>
      </w:r>
      <w:r>
        <w:t xml:space="preserve">night of this month is called </w:t>
      </w:r>
      <w:r w:rsidRPr="00294BA7">
        <w:rPr>
          <w:rStyle w:val="libItalicChar"/>
        </w:rPr>
        <w:t>Laylatur</w:t>
      </w:r>
      <w:r w:rsidR="002E452F">
        <w:rPr>
          <w:rStyle w:val="libItalicChar"/>
        </w:rPr>
        <w:t>-</w:t>
      </w:r>
      <w:r w:rsidRPr="00294BA7">
        <w:rPr>
          <w:rStyle w:val="libItalicChar"/>
        </w:rPr>
        <w:t>Raghaa’ib.</w:t>
      </w:r>
      <w:r>
        <w:t xml:space="preserve"> An A’amaal is prescribed by the Holy Prophet (S.A.W.W.) to be performed in this night which is full of Fadheelat. One of its benefits is that </w:t>
      </w:r>
      <w:r w:rsidRPr="00F83CC6">
        <w:rPr>
          <w:rStyle w:val="libUnderlineChar"/>
        </w:rPr>
        <w:t>many sins are forgiven due to this A’mal and the reciter of this Namaaz and A’mal shall meet this in the grave in a most beautiful form, he/she will ask as to who it is, that he hasn’t seen any day such a marvelous form of human being with such a beeming and friendly gasture and with such fantastic perfume smelling all around him,and the reply shall be that I am that A’amaal you had performed in Laylatur</w:t>
      </w:r>
      <w:r w:rsidR="002E452F">
        <w:rPr>
          <w:rStyle w:val="libUnderlineChar"/>
        </w:rPr>
        <w:t>-</w:t>
      </w:r>
      <w:r w:rsidRPr="00F83CC6">
        <w:rPr>
          <w:rStyle w:val="libUnderlineChar"/>
        </w:rPr>
        <w:t xml:space="preserve">Raghaaib, so don’t be afraid of anything here, I am your friend and will remain with you until the trumpet shall be blown for the Day of Judgement. I will be a cooling and soothing shed over your head on that Great Day, so relax peacefully and don’t worry atall because you shall be graciously rewarded. </w:t>
      </w:r>
      <w:r>
        <w:t xml:space="preserve">The A’amaal for this night is as follows: On Thursday observe a </w:t>
      </w:r>
      <w:r w:rsidRPr="00294BA7">
        <w:rPr>
          <w:rStyle w:val="libItalicChar"/>
        </w:rPr>
        <w:t>Fast</w:t>
      </w:r>
      <w:r>
        <w:t xml:space="preserve"> and when Maghrib comes pray its Namaaz, but before praying Ishaa, pray </w:t>
      </w:r>
      <w:r w:rsidRPr="00294BA7">
        <w:rPr>
          <w:rStyle w:val="libItalicChar"/>
        </w:rPr>
        <w:t>12 rak’at Namaaz</w:t>
      </w:r>
      <w:r>
        <w:t>, in sets of 2, in each rak’at after Al</w:t>
      </w:r>
      <w:r w:rsidR="002E452F">
        <w:t>-</w:t>
      </w:r>
      <w:r>
        <w:t xml:space="preserve">Hamd recite </w:t>
      </w:r>
      <w:r w:rsidRPr="00294BA7">
        <w:rPr>
          <w:rStyle w:val="libItalicChar"/>
        </w:rPr>
        <w:t>3 times Surah</w:t>
      </w:r>
      <w:r w:rsidR="002E452F">
        <w:rPr>
          <w:rStyle w:val="libItalicChar"/>
        </w:rPr>
        <w:t>-</w:t>
      </w:r>
      <w:r w:rsidRPr="00294BA7">
        <w:rPr>
          <w:rStyle w:val="libItalicChar"/>
        </w:rPr>
        <w:t>e</w:t>
      </w:r>
      <w:r w:rsidR="002E452F">
        <w:rPr>
          <w:rStyle w:val="libItalicChar"/>
        </w:rPr>
        <w:t>-</w:t>
      </w:r>
      <w:r w:rsidRPr="00294BA7">
        <w:rPr>
          <w:rStyle w:val="libItalicChar"/>
        </w:rPr>
        <w:t>Qadr and 12 times Surah</w:t>
      </w:r>
      <w:r w:rsidR="002E452F">
        <w:rPr>
          <w:rStyle w:val="libItalicChar"/>
        </w:rPr>
        <w:t>-</w:t>
      </w:r>
      <w:r w:rsidRPr="00294BA7">
        <w:rPr>
          <w:rStyle w:val="libItalicChar"/>
        </w:rPr>
        <w:t>e</w:t>
      </w:r>
      <w:r w:rsidR="002E452F">
        <w:rPr>
          <w:rStyle w:val="libItalicChar"/>
        </w:rPr>
        <w:t>-</w:t>
      </w:r>
      <w:r w:rsidRPr="00294BA7">
        <w:rPr>
          <w:rStyle w:val="libItalicChar"/>
        </w:rPr>
        <w:t>Ikhlaas</w:t>
      </w:r>
      <w:r>
        <w:t xml:space="preserve">. After completing the Namaaz recite </w:t>
      </w:r>
      <w:r w:rsidRPr="00294BA7">
        <w:rPr>
          <w:rStyle w:val="libItalicChar"/>
        </w:rPr>
        <w:t>70 times: Allaa</w:t>
      </w:r>
      <w:r w:rsidR="002E452F">
        <w:rPr>
          <w:rStyle w:val="libItalicChar"/>
        </w:rPr>
        <w:t>-</w:t>
      </w:r>
      <w:r w:rsidRPr="00294BA7">
        <w:rPr>
          <w:rStyle w:val="libItalicChar"/>
        </w:rPr>
        <w:t>Humma Swalli Alaa Muhammadin</w:t>
      </w:r>
      <w:r w:rsidR="002E452F">
        <w:rPr>
          <w:rStyle w:val="libItalicChar"/>
        </w:rPr>
        <w:t>-</w:t>
      </w:r>
      <w:r w:rsidRPr="00294BA7">
        <w:rPr>
          <w:rStyle w:val="libItalicChar"/>
        </w:rPr>
        <w:t>Nabiyyil Ummiyyi Wa Alaa Aalihee, Allaa</w:t>
      </w:r>
      <w:r w:rsidR="002E452F">
        <w:rPr>
          <w:rStyle w:val="libItalicChar"/>
        </w:rPr>
        <w:t>-</w:t>
      </w:r>
      <w:r w:rsidRPr="00294BA7">
        <w:rPr>
          <w:rStyle w:val="libItalicChar"/>
        </w:rPr>
        <w:t>Hummaa Swalli Alaa Muhammadin Wa Aali Muhammad.</w:t>
      </w:r>
      <w:r>
        <w:t xml:space="preserve"> Then go into </w:t>
      </w:r>
      <w:r w:rsidRPr="00294BA7">
        <w:rPr>
          <w:rStyle w:val="libItalicChar"/>
        </w:rPr>
        <w:t>Sajdah</w:t>
      </w:r>
      <w:r>
        <w:t xml:space="preserve"> and therein recite </w:t>
      </w:r>
      <w:r w:rsidRPr="00294BA7">
        <w:rPr>
          <w:rStyle w:val="libItalicChar"/>
        </w:rPr>
        <w:t>70 times: Subboohun Quddoosun Rabbul Malaaikati War</w:t>
      </w:r>
      <w:r w:rsidR="002E452F">
        <w:rPr>
          <w:rStyle w:val="libItalicChar"/>
        </w:rPr>
        <w:t>-</w:t>
      </w:r>
      <w:r w:rsidRPr="00294BA7">
        <w:rPr>
          <w:rStyle w:val="libItalicChar"/>
        </w:rPr>
        <w:t>Roohi.</w:t>
      </w:r>
      <w:r>
        <w:t xml:space="preserve"> Then raise from Sajdah and recite </w:t>
      </w:r>
      <w:r w:rsidRPr="00294BA7">
        <w:rPr>
          <w:rStyle w:val="libItalicChar"/>
        </w:rPr>
        <w:t>70 times: Rabbighfir War</w:t>
      </w:r>
      <w:r w:rsidR="002E452F">
        <w:rPr>
          <w:rStyle w:val="libItalicChar"/>
        </w:rPr>
        <w:t>-</w:t>
      </w:r>
      <w:r w:rsidRPr="00294BA7">
        <w:rPr>
          <w:rStyle w:val="libItalicChar"/>
        </w:rPr>
        <w:t>Ham Wa Tajaawaz Ammaa Ta’lamu Innaka Antal Aliyyul A’adhamu.</w:t>
      </w:r>
      <w:r>
        <w:t xml:space="preserve"> Then again go into </w:t>
      </w:r>
      <w:r w:rsidRPr="00294BA7">
        <w:rPr>
          <w:rStyle w:val="libItalicChar"/>
        </w:rPr>
        <w:t>Sajdah</w:t>
      </w:r>
      <w:r>
        <w:t xml:space="preserve"> and recite </w:t>
      </w:r>
      <w:r w:rsidRPr="00294BA7">
        <w:rPr>
          <w:rStyle w:val="libItalicChar"/>
        </w:rPr>
        <w:t>70 times: Subboohun Quddoosun Rabbul Malaaikati War</w:t>
      </w:r>
      <w:r w:rsidR="002E452F">
        <w:rPr>
          <w:rStyle w:val="libItalicChar"/>
        </w:rPr>
        <w:t>-</w:t>
      </w:r>
      <w:r w:rsidRPr="00294BA7">
        <w:rPr>
          <w:rStyle w:val="libItalicChar"/>
        </w:rPr>
        <w:t>Roohi.</w:t>
      </w:r>
      <w:r>
        <w:t xml:space="preserve"> Then beseech All Mighty Allaah your Haajaat and Inshaa</w:t>
      </w:r>
      <w:r w:rsidR="002E452F">
        <w:t>-</w:t>
      </w:r>
      <w:r>
        <w:t>Allaah they shall be fulfilled.</w:t>
      </w:r>
    </w:p>
    <w:p w:rsidR="00294BA7" w:rsidRDefault="00294BA7" w:rsidP="00294BA7">
      <w:pPr>
        <w:pStyle w:val="libNormal"/>
      </w:pPr>
      <w:r>
        <w:t xml:space="preserve">It is Mustahab to recite </w:t>
      </w:r>
      <w:r w:rsidRPr="00294BA7">
        <w:rPr>
          <w:rStyle w:val="libItalicChar"/>
        </w:rPr>
        <w:t>Ziyaarat of Imaam Ali Razaa (A.S.)</w:t>
      </w:r>
      <w:r>
        <w:t xml:space="preserve"> in this month, it is similar to perform Umrah in this month. Its reward is same as of performing Hajj.</w:t>
      </w:r>
    </w:p>
    <w:p w:rsidR="00294BA7" w:rsidRPr="00294BA7" w:rsidRDefault="00294BA7" w:rsidP="00294BA7">
      <w:pPr>
        <w:pStyle w:val="libNormal"/>
        <w:rPr>
          <w:rStyle w:val="libItalicChar"/>
        </w:rPr>
      </w:pPr>
      <w:r>
        <w:t xml:space="preserve">Imaam Zaynul Aabideen always performed </w:t>
      </w:r>
      <w:r w:rsidRPr="00294BA7">
        <w:rPr>
          <w:rStyle w:val="libItalicChar"/>
        </w:rPr>
        <w:t>Umrah in Rajab</w:t>
      </w:r>
      <w:r>
        <w:t xml:space="preserve"> and he prayed Namaaz day and night over there in Khaana</w:t>
      </w:r>
      <w:r w:rsidR="002E452F">
        <w:t>-</w:t>
      </w:r>
      <w:r>
        <w:t>e</w:t>
      </w:r>
      <w:r w:rsidR="002E452F">
        <w:t>-</w:t>
      </w:r>
      <w:r>
        <w:t>Kaaba. In the stateof Sajdah he recited this Duaa:</w:t>
      </w:r>
      <w:r w:rsidRPr="00294BA7">
        <w:rPr>
          <w:rStyle w:val="libItalicChar"/>
        </w:rPr>
        <w:t xml:space="preserve"> Adhwumadh</w:t>
      </w:r>
      <w:r w:rsidR="002E452F">
        <w:rPr>
          <w:rStyle w:val="libItalicChar"/>
        </w:rPr>
        <w:t>-</w:t>
      </w:r>
      <w:r w:rsidRPr="00294BA7">
        <w:rPr>
          <w:rStyle w:val="libItalicChar"/>
        </w:rPr>
        <w:t>Dhambu Min Abdika, Fal Yahsunil Afwu Min Indika.</w:t>
      </w:r>
    </w:p>
    <w:p w:rsidR="00294BA7" w:rsidRDefault="00294BA7" w:rsidP="00294BA7">
      <w:pPr>
        <w:pStyle w:val="libCenterTitr"/>
      </w:pPr>
      <w:bookmarkStart w:id="38" w:name="_Toc64900087"/>
      <w:r>
        <w:t>A’amaal for the first night:</w:t>
      </w:r>
      <w:bookmarkEnd w:id="38"/>
    </w:p>
    <w:p w:rsidR="00294BA7" w:rsidRDefault="00294BA7" w:rsidP="00294BA7">
      <w:pPr>
        <w:pStyle w:val="libNormal"/>
      </w:pPr>
      <w:r>
        <w:t>When the new moon is sighted by you recite this Duaa: Allaa</w:t>
      </w:r>
      <w:r w:rsidR="002E452F">
        <w:t>-</w:t>
      </w:r>
      <w:r>
        <w:t>Humma Ahil</w:t>
      </w:r>
      <w:r w:rsidR="002E452F">
        <w:t>-</w:t>
      </w:r>
      <w:r>
        <w:t>lahoo Alaynaa Bil Amni Wal Eemaani Was</w:t>
      </w:r>
      <w:r w:rsidR="002E452F">
        <w:t>-</w:t>
      </w:r>
      <w:r>
        <w:t>Salaamati Wal Islaami Rabbee Wa Rabbukal</w:t>
      </w:r>
      <w:r w:rsidR="002E452F">
        <w:t>-</w:t>
      </w:r>
      <w:r>
        <w:t>Laahu Azza Wa Jalla.</w:t>
      </w:r>
    </w:p>
    <w:p w:rsidR="00294BA7" w:rsidRDefault="00294BA7" w:rsidP="00294BA7">
      <w:pPr>
        <w:pStyle w:val="libNormal"/>
      </w:pPr>
      <w:r>
        <w:t>The Holy prophet (S.A.W.W.) recited this Duaa when he sighted the new moon: Allaahumma Baarik Lanaa Fee Rajabin Wa Sha’abaan Wa Ballighnaa Shahra Ramadhaan Wa Ainnaa Alas</w:t>
      </w:r>
      <w:r w:rsidR="002E452F">
        <w:t>-</w:t>
      </w:r>
      <w:r>
        <w:t>Swiyaami Wal Qiyaami Wa Hifdhwil</w:t>
      </w:r>
      <w:r w:rsidR="002E452F">
        <w:t>-</w:t>
      </w:r>
      <w:r>
        <w:t>Lisaani Wa Ghadh</w:t>
      </w:r>
      <w:r w:rsidR="002E452F">
        <w:t>-</w:t>
      </w:r>
      <w:r>
        <w:t>Dhwil Baswari Walaa Taj’al Hadh</w:t>
      </w:r>
      <w:r w:rsidR="002E452F">
        <w:t>-</w:t>
      </w:r>
      <w:r>
        <w:t>Dhwanaa Minhul Joo’a Wal Atwasha.</w:t>
      </w:r>
    </w:p>
    <w:p w:rsidR="00294BA7" w:rsidRDefault="00294BA7" w:rsidP="00294BA7">
      <w:pPr>
        <w:pStyle w:val="libNormal"/>
      </w:pPr>
      <w:r>
        <w:t xml:space="preserve">It is stated that performing </w:t>
      </w:r>
      <w:r w:rsidRPr="00294BA7">
        <w:rPr>
          <w:rStyle w:val="libItalicChar"/>
        </w:rPr>
        <w:t>Sunnat Ghusl</w:t>
      </w:r>
      <w:r>
        <w:t xml:space="preserve"> on the first, in the middle and at the end of this month carries the Sawaab of all sins to be forgiven.</w:t>
      </w:r>
    </w:p>
    <w:p w:rsidR="00294BA7" w:rsidRDefault="00294BA7" w:rsidP="00294BA7">
      <w:pPr>
        <w:pStyle w:val="libNormal"/>
      </w:pPr>
      <w:r>
        <w:t>It is recommended to recite Ziyaarat of Imaam Husayn (A.S.)</w:t>
      </w:r>
    </w:p>
    <w:p w:rsidR="00294BA7" w:rsidRPr="00294BA7" w:rsidRDefault="00294BA7" w:rsidP="00294BA7">
      <w:pPr>
        <w:pStyle w:val="libNormal"/>
        <w:rPr>
          <w:rStyle w:val="libUnderlineChar"/>
        </w:rPr>
      </w:pPr>
      <w:r>
        <w:t xml:space="preserve">After praying Maghrib pray </w:t>
      </w:r>
      <w:r w:rsidRPr="00294BA7">
        <w:rPr>
          <w:rStyle w:val="libItalicChar"/>
        </w:rPr>
        <w:t>20 rak’at Namaaz</w:t>
      </w:r>
      <w:r>
        <w:t xml:space="preserve"> as usual, after Al</w:t>
      </w:r>
      <w:r w:rsidR="002E452F">
        <w:t>-</w:t>
      </w:r>
      <w:r>
        <w:t>Hamd once Surah</w:t>
      </w:r>
      <w:r w:rsidR="002E452F">
        <w:t>-</w:t>
      </w:r>
      <w:r>
        <w:t>e</w:t>
      </w:r>
      <w:r w:rsidR="002E452F">
        <w:t>-</w:t>
      </w:r>
      <w:r>
        <w:t xml:space="preserve">Twaheed. Its benefit is that the one who prays this, </w:t>
      </w:r>
      <w:r w:rsidRPr="00294BA7">
        <w:rPr>
          <w:rStyle w:val="libUnderlineChar"/>
        </w:rPr>
        <w:t>his family, and his goods will reain safe, and there will be safety in the gravealso, and will pass easy on Pool</w:t>
      </w:r>
      <w:r w:rsidR="002E452F">
        <w:rPr>
          <w:rStyle w:val="libUnderlineChar"/>
        </w:rPr>
        <w:t>-</w:t>
      </w:r>
      <w:r w:rsidRPr="00294BA7">
        <w:rPr>
          <w:rStyle w:val="libUnderlineChar"/>
        </w:rPr>
        <w:t>e</w:t>
      </w:r>
      <w:r w:rsidR="002E452F">
        <w:rPr>
          <w:rStyle w:val="libUnderlineChar"/>
        </w:rPr>
        <w:t>-</w:t>
      </w:r>
      <w:r w:rsidRPr="00294BA7">
        <w:rPr>
          <w:rStyle w:val="libUnderlineChar"/>
        </w:rPr>
        <w:t>Sirat as if the passing away of a lightening.</w:t>
      </w:r>
    </w:p>
    <w:p w:rsidR="00294BA7" w:rsidRPr="00294BA7" w:rsidRDefault="00294BA7" w:rsidP="00294BA7">
      <w:pPr>
        <w:pStyle w:val="libNormal"/>
        <w:rPr>
          <w:rStyle w:val="libItalicChar"/>
        </w:rPr>
      </w:pPr>
      <w:r>
        <w:t xml:space="preserve">Imaam Ja’afar Sadiq (A.S.) said that Imaam Ameerul Mu’mineen considered it at par excellence that a person should keep </w:t>
      </w:r>
      <w:r w:rsidRPr="00294BA7">
        <w:rPr>
          <w:rStyle w:val="libItalicChar"/>
        </w:rPr>
        <w:t>night vigil</w:t>
      </w:r>
      <w:r>
        <w:t xml:space="preserve"> for worship of Allaah in these four nights: the </w:t>
      </w:r>
      <w:r w:rsidRPr="00294BA7">
        <w:rPr>
          <w:rStyle w:val="libItalicChar"/>
        </w:rPr>
        <w:t>1</w:t>
      </w:r>
      <w:r w:rsidRPr="00294BA7">
        <w:t>st</w:t>
      </w:r>
      <w:r w:rsidRPr="00294BA7">
        <w:rPr>
          <w:rStyle w:val="libItalicChar"/>
        </w:rPr>
        <w:t xml:space="preserve"> of Rajab, 15</w:t>
      </w:r>
      <w:r w:rsidRPr="00294BA7">
        <w:t>th</w:t>
      </w:r>
      <w:r w:rsidRPr="00294BA7">
        <w:rPr>
          <w:rStyle w:val="libItalicChar"/>
        </w:rPr>
        <w:t xml:space="preserve"> of Sha’abaan, Eedul Ftr, and Eed</w:t>
      </w:r>
      <w:r w:rsidR="002E452F">
        <w:rPr>
          <w:rStyle w:val="libItalicChar"/>
        </w:rPr>
        <w:t>-</w:t>
      </w:r>
      <w:r w:rsidRPr="00294BA7">
        <w:rPr>
          <w:rStyle w:val="libItalicChar"/>
        </w:rPr>
        <w:t>e</w:t>
      </w:r>
      <w:r w:rsidR="002E452F">
        <w:rPr>
          <w:rStyle w:val="libItalicChar"/>
        </w:rPr>
        <w:t>-</w:t>
      </w:r>
      <w:r w:rsidRPr="00294BA7">
        <w:rPr>
          <w:rStyle w:val="libItalicChar"/>
        </w:rPr>
        <w:t>Qurbaan.</w:t>
      </w:r>
    </w:p>
    <w:p w:rsidR="00294BA7" w:rsidRDefault="00294BA7" w:rsidP="00294BA7">
      <w:pPr>
        <w:pStyle w:val="libNormal"/>
      </w:pPr>
      <w:r>
        <w:lastRenderedPageBreak/>
        <w:t xml:space="preserve">It is Mustahab for every person to recite the following </w:t>
      </w:r>
      <w:r w:rsidRPr="00294BA7">
        <w:rPr>
          <w:rStyle w:val="libUnderlineChar"/>
        </w:rPr>
        <w:t>Duaa after Ishaa</w:t>
      </w:r>
      <w:r>
        <w:t xml:space="preserve"> on the first night: Allaahumma Innee As’aluka Bi Anna Malikun Wa Anna Alaa Kulli Shay’in Muqtadirun Wa Annaka Maa Tashaau Min Amrin Yakoonu. Allaahumma Innee Atawajjahu Ilayka Bi Nabiyyika Muhammadin</w:t>
      </w:r>
      <w:r w:rsidR="002E452F">
        <w:t>-</w:t>
      </w:r>
      <w:r>
        <w:t>Nabiyyir</w:t>
      </w:r>
      <w:r w:rsidR="002E452F">
        <w:t>-</w:t>
      </w:r>
      <w:r>
        <w:t>Rahmati Swallallaahu Alayhi Wa Aalihee Yaa Muhammadu Yaa Rasolullaahi Innee Atawajjahu Bika Yaa Allaahu Rabbika Wa Rabbee Li Yunjiha Lee Bika Talibatee. Then Haajat.</w:t>
      </w:r>
    </w:p>
    <w:p w:rsidR="00294BA7" w:rsidRDefault="00294BA7" w:rsidP="00294BA7">
      <w:pPr>
        <w:pStyle w:val="libCenterTitr"/>
      </w:pPr>
      <w:bookmarkStart w:id="39" w:name="_Toc64900088"/>
      <w:r>
        <w:t>The First Day Of Rajab:</w:t>
      </w:r>
      <w:bookmarkEnd w:id="39"/>
      <w:r>
        <w:t xml:space="preserve"> </w:t>
      </w:r>
    </w:p>
    <w:p w:rsidR="00294BA7" w:rsidRDefault="00294BA7" w:rsidP="00294BA7">
      <w:pPr>
        <w:pStyle w:val="libNormal"/>
      </w:pPr>
      <w:r>
        <w:t xml:space="preserve">It is highly recommended to observe </w:t>
      </w:r>
      <w:r w:rsidRPr="00294BA7">
        <w:rPr>
          <w:rStyle w:val="libItalicChar"/>
        </w:rPr>
        <w:t>Fast</w:t>
      </w:r>
      <w:r>
        <w:t xml:space="preserve"> on this day. Nabee Nooh (A.S.) boarded his Ark on this day with his companions and they were told to </w:t>
      </w:r>
      <w:r w:rsidRPr="00294BA7">
        <w:rPr>
          <w:rStyle w:val="libItalicChar"/>
        </w:rPr>
        <w:t>Fast</w:t>
      </w:r>
      <w:r>
        <w:t xml:space="preserve"> on that day. The one who keeps </w:t>
      </w:r>
      <w:r w:rsidRPr="00294BA7">
        <w:rPr>
          <w:rStyle w:val="libItalicChar"/>
        </w:rPr>
        <w:t>Fast</w:t>
      </w:r>
      <w:r>
        <w:t xml:space="preserve"> today will be very far away from the fire of Hell.</w:t>
      </w:r>
    </w:p>
    <w:p w:rsidR="00294BA7" w:rsidRDefault="00294BA7" w:rsidP="00294BA7">
      <w:pPr>
        <w:pStyle w:val="libNormal"/>
      </w:pPr>
      <w:r>
        <w:t>Perform Sunnat Ghusl.</w:t>
      </w:r>
    </w:p>
    <w:p w:rsidR="00294BA7" w:rsidRDefault="00294BA7" w:rsidP="00294BA7">
      <w:pPr>
        <w:pStyle w:val="libNormal"/>
      </w:pPr>
      <w:r>
        <w:t xml:space="preserve">Recite </w:t>
      </w:r>
      <w:r w:rsidRPr="00294BA7">
        <w:rPr>
          <w:rStyle w:val="libItalicChar"/>
        </w:rPr>
        <w:t>Ziyaarat of Imaam Husayn (A.S.)</w:t>
      </w:r>
      <w:r>
        <w:t xml:space="preserve"> This will be a means of forgiveness.</w:t>
      </w:r>
    </w:p>
    <w:p w:rsidR="00294BA7" w:rsidRPr="00294BA7" w:rsidRDefault="00294BA7" w:rsidP="00294BA7">
      <w:pPr>
        <w:pStyle w:val="libNormal"/>
        <w:rPr>
          <w:rStyle w:val="libItalicChar"/>
        </w:rPr>
      </w:pP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Salmaan.</w:t>
      </w:r>
      <w:r>
        <w:t xml:space="preserve"> One should not be negligient to this precious bounty. Pray this Namaaz because it has got plenty of glorious merits and advantages. Its method is this It has a total of </w:t>
      </w:r>
      <w:r w:rsidRPr="00F83CC6">
        <w:rPr>
          <w:rStyle w:val="libUnderlineChar"/>
        </w:rPr>
        <w:t>30 rak’ats to be prayed in three instalments.</w:t>
      </w:r>
      <w:r>
        <w:t xml:space="preserve"> </w:t>
      </w:r>
      <w:r w:rsidRPr="00294BA7">
        <w:rPr>
          <w:rStyle w:val="libItalicChar"/>
        </w:rPr>
        <w:t>On the first of the month</w:t>
      </w:r>
      <w:r>
        <w:t xml:space="preserve"> pray 10 rak’ats in sets of two. In each rak’at </w:t>
      </w:r>
      <w:r w:rsidRPr="00294BA7">
        <w:rPr>
          <w:rStyle w:val="libItalicChar"/>
        </w:rPr>
        <w:t>after Al</w:t>
      </w:r>
      <w:r w:rsidR="002E452F">
        <w:rPr>
          <w:rStyle w:val="libItalicChar"/>
        </w:rPr>
        <w:t>-</w:t>
      </w:r>
      <w:r w:rsidRPr="00294BA7">
        <w:rPr>
          <w:rStyle w:val="libItalicChar"/>
        </w:rPr>
        <w:t>Hamd recite 3 times S.Ikhalaas And 3 times S.Kaafiroon</w:t>
      </w:r>
      <w:r>
        <w:t xml:space="preserve">. When you complete the Namaaz </w:t>
      </w:r>
      <w:r w:rsidRPr="00F83CC6">
        <w:rPr>
          <w:rStyle w:val="libUnderlineChar"/>
        </w:rPr>
        <w:t>raise your hands</w:t>
      </w:r>
      <w:r>
        <w:t xml:space="preserve"> and recite this Duaa</w:t>
      </w:r>
      <w:r w:rsidRPr="00294BA7">
        <w:rPr>
          <w:rStyle w:val="libItalicChar"/>
        </w:rPr>
        <w:t>: Laa Ilaaha Illa</w:t>
      </w:r>
      <w:r w:rsidR="002E452F">
        <w:rPr>
          <w:rStyle w:val="libItalicChar"/>
        </w:rPr>
        <w:t>-</w:t>
      </w:r>
      <w:r w:rsidRPr="00294BA7">
        <w:rPr>
          <w:rStyle w:val="libItalicChar"/>
        </w:rPr>
        <w:t>Laahu Wahdahoo Laa Shareeka Lahoo Lahul Mulku Walahul Hamdu Yuhyee Wayumeetu Wahuwa Hayyun Laa Yamootu Biyadihil Khayr Wahuwa Alaa Kulli Shay’in Qadeer. Allaahumma Laa Maani’a Limaa A’atwayta Walaa Mu’atwiya Limaa Mana’ata Walaa Yanfa’oo Dhaljaddi Minkal Jaddu.</w:t>
      </w:r>
      <w:r>
        <w:t xml:space="preserve"> Then </w:t>
      </w:r>
      <w:r w:rsidRPr="00294BA7">
        <w:rPr>
          <w:rStyle w:val="libItalicChar"/>
        </w:rPr>
        <w:t>on 15 th of this month</w:t>
      </w:r>
      <w:r>
        <w:t xml:space="preserve"> pray the Namaaz as you prayed on the first and the recite this Duaa with raised hands:</w:t>
      </w:r>
      <w:r w:rsidRPr="00294BA7">
        <w:rPr>
          <w:rStyle w:val="libItalicChar"/>
        </w:rPr>
        <w:t xml:space="preserve"> Laa Ilaaha Illallaahu Wahdahoo Laa Shareeka Lahoo Lahul Mulku Walahul Hamdu Yuhyee Wa Yumeetu Wa Huwa Hayyun Laayamootu Biyadihil Khayru Wahuwa Alaa Kulli Shy’in Qadeer. Ilaahan Waahidan Ahadan Fardan Swamadan Lam Yattakhidh Swaahibatan Walaa Waladaa. </w:t>
      </w:r>
      <w:r>
        <w:t xml:space="preserve">Then </w:t>
      </w:r>
      <w:r w:rsidRPr="00294BA7">
        <w:rPr>
          <w:rStyle w:val="libItalicChar"/>
        </w:rPr>
        <w:t>on the last day</w:t>
      </w:r>
      <w:r>
        <w:t xml:space="preserve"> of this month aso pray the Namaaz as you prayed before and then recite this Duaa with raised hands</w:t>
      </w:r>
      <w:r w:rsidRPr="00294BA7">
        <w:rPr>
          <w:rStyle w:val="libItalicChar"/>
        </w:rPr>
        <w:t>: Laa Ilaaha Illallaahu Wahdahoo Laa Shareeka Lahoo Lahul Mulku Walahul Hamdu Yuhyee Wa Yumeetu Wa Huwa Hayyun Laa Yamootu Biyadihil Khayru Wahuwa Alaa Kulli Shy’in Qadeer. Wa Swallallaahu Alaa Muhammadin Wa Aalihit</w:t>
      </w:r>
      <w:r w:rsidR="002E452F">
        <w:rPr>
          <w:rStyle w:val="libItalicChar"/>
        </w:rPr>
        <w:t>-</w:t>
      </w:r>
      <w:r w:rsidRPr="00294BA7">
        <w:rPr>
          <w:rStyle w:val="libItalicChar"/>
        </w:rPr>
        <w:t>Twaahireen Walaa Hawla Walaa Quwwata Illa Billaahill Aliyyil Adhwem.</w:t>
      </w:r>
    </w:p>
    <w:p w:rsidR="00294BA7" w:rsidRDefault="00294BA7" w:rsidP="00294BA7">
      <w:pPr>
        <w:pStyle w:val="libNormal"/>
      </w:pPr>
      <w:r>
        <w:t xml:space="preserve">There is another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Salmaan</w:t>
      </w:r>
      <w:r>
        <w:t xml:space="preserve"> also. It is to be prayed on the first of Rajab only. Its benefits are that of the pardoning of sins, safety in the grave and on the Day of Qayaamat, and protection from deadly disease. Method: Pray </w:t>
      </w:r>
      <w:r w:rsidRPr="00294BA7">
        <w:rPr>
          <w:rStyle w:val="libItalicChar"/>
        </w:rPr>
        <w:t>10 rak’ats</w:t>
      </w:r>
      <w:r>
        <w:t xml:space="preserve">, in each rak’at </w:t>
      </w:r>
      <w:r w:rsidRPr="00294BA7">
        <w:rPr>
          <w:rStyle w:val="libItalicChar"/>
        </w:rPr>
        <w:t>after Al</w:t>
      </w:r>
      <w:r w:rsidR="002E452F">
        <w:rPr>
          <w:rStyle w:val="libItalicChar"/>
        </w:rPr>
        <w:t>-</w:t>
      </w:r>
      <w:r w:rsidRPr="00294BA7">
        <w:rPr>
          <w:rStyle w:val="libItalicChar"/>
        </w:rPr>
        <w:t>Hamd recite S.Ikhlaas 3 times.</w:t>
      </w:r>
      <w:r>
        <w:t xml:space="preserve"> That’s all.</w:t>
      </w:r>
    </w:p>
    <w:p w:rsidR="00294BA7" w:rsidRDefault="00294BA7" w:rsidP="00294BA7">
      <w:pPr>
        <w:pStyle w:val="libNormal"/>
      </w:pPr>
      <w:r>
        <w:t xml:space="preserve">In the nights of </w:t>
      </w:r>
      <w:r w:rsidRPr="00294BA7">
        <w:rPr>
          <w:rStyle w:val="libItalicChar"/>
        </w:rPr>
        <w:t>BEEZ,</w:t>
      </w:r>
      <w:r>
        <w:t xml:space="preserve"> i.e. </w:t>
      </w:r>
      <w:r w:rsidRPr="00F83CC6">
        <w:rPr>
          <w:rStyle w:val="libUnderlineChar"/>
        </w:rPr>
        <w:t>13</w:t>
      </w:r>
      <w:r w:rsidRPr="00294BA7">
        <w:rPr>
          <w:rStyle w:val="libUnderlineChar"/>
        </w:rPr>
        <w:t>th</w:t>
      </w:r>
      <w:r w:rsidRPr="00F83CC6">
        <w:rPr>
          <w:rStyle w:val="libUnderlineChar"/>
        </w:rPr>
        <w:t>, 14</w:t>
      </w:r>
      <w:r w:rsidRPr="00294BA7">
        <w:rPr>
          <w:rStyle w:val="libUnderlineChar"/>
        </w:rPr>
        <w:t>th</w:t>
      </w:r>
      <w:r w:rsidRPr="00F83CC6">
        <w:rPr>
          <w:rStyle w:val="libUnderlineChar"/>
        </w:rPr>
        <w:t>, and 15</w:t>
      </w:r>
      <w:r w:rsidRPr="00294BA7">
        <w:rPr>
          <w:rStyle w:val="libUnderlineChar"/>
        </w:rPr>
        <w:t>th</w:t>
      </w:r>
      <w:r w:rsidRPr="00F83CC6">
        <w:rPr>
          <w:rStyle w:val="libUnderlineChar"/>
        </w:rPr>
        <w:t xml:space="preserve"> nights</w:t>
      </w:r>
      <w:r>
        <w:t xml:space="preserve">, there is a special Namaaz to be prayed in these nights in </w:t>
      </w:r>
      <w:r w:rsidRPr="00F83CC6">
        <w:rPr>
          <w:rStyle w:val="libUnderlineChar"/>
        </w:rPr>
        <w:t>Rajab, Sha’abaan and Holy Ramadhaan.</w:t>
      </w:r>
      <w:r>
        <w:t xml:space="preserve"> Imaam Ja’afar Saadiq (A.S.) said that whoever performs this Namaaz on these nights </w:t>
      </w:r>
      <w:r w:rsidRPr="00F83CC6">
        <w:rPr>
          <w:rStyle w:val="libUnderlineChar"/>
        </w:rPr>
        <w:t>shall receive all the merits of these revered three months, and all his / her sins shall be forgiven except the sin of Shirq (polytheism).</w:t>
      </w:r>
      <w:r>
        <w:t xml:space="preserve"> </w:t>
      </w:r>
    </w:p>
    <w:p w:rsidR="00294BA7" w:rsidRDefault="00294BA7" w:rsidP="00294BA7">
      <w:pPr>
        <w:pStyle w:val="libLine"/>
      </w:pPr>
      <w:bookmarkStart w:id="40" w:name="_Toc64900089"/>
      <w:r w:rsidRPr="008338A0">
        <w:rPr>
          <w:rStyle w:val="libUnderlineChar"/>
        </w:rPr>
        <w:t>METHOD:</w:t>
      </w:r>
      <w:bookmarkEnd w:id="40"/>
      <w:r>
        <w:t xml:space="preserve"> On </w:t>
      </w:r>
      <w:r w:rsidRPr="00294BA7">
        <w:rPr>
          <w:rStyle w:val="libItalicChar"/>
        </w:rPr>
        <w:t>13</w:t>
      </w:r>
      <w:r w:rsidRPr="00294BA7">
        <w:t>th</w:t>
      </w:r>
      <w:r w:rsidRPr="00294BA7">
        <w:rPr>
          <w:rStyle w:val="libItalicChar"/>
        </w:rPr>
        <w:t xml:space="preserve"> night</w:t>
      </w:r>
      <w:r>
        <w:t xml:space="preserve"> pray </w:t>
      </w:r>
      <w:r w:rsidRPr="00294BA7">
        <w:rPr>
          <w:rStyle w:val="libItalicChar"/>
        </w:rPr>
        <w:t>2 rak’at</w:t>
      </w:r>
      <w:r>
        <w:t xml:space="preserve"> Namaaz, in each rak’at after Al</w:t>
      </w:r>
      <w:r w:rsidR="002E452F">
        <w:t>-</w:t>
      </w:r>
      <w:r>
        <w:t xml:space="preserve">Hamd recite </w:t>
      </w:r>
      <w:r w:rsidRPr="00294BA7">
        <w:rPr>
          <w:rStyle w:val="libItalicChar"/>
        </w:rPr>
        <w:t>S.Yaaseen, S.Mulk and S.Tawheed</w:t>
      </w:r>
      <w:r>
        <w:t xml:space="preserve"> once each Surah. Then on </w:t>
      </w:r>
      <w:r w:rsidRPr="00294BA7">
        <w:rPr>
          <w:rStyle w:val="libItalicChar"/>
        </w:rPr>
        <w:t>14</w:t>
      </w:r>
      <w:r w:rsidRPr="00294BA7">
        <w:t>th</w:t>
      </w:r>
      <w:r w:rsidRPr="00294BA7">
        <w:rPr>
          <w:rStyle w:val="libItalicChar"/>
        </w:rPr>
        <w:t xml:space="preserve"> </w:t>
      </w:r>
      <w:r>
        <w:t xml:space="preserve">night recite the same way but there should be </w:t>
      </w:r>
      <w:r w:rsidRPr="00294BA7">
        <w:rPr>
          <w:rStyle w:val="libItalicChar"/>
        </w:rPr>
        <w:t>4 rak’ats</w:t>
      </w:r>
      <w:r>
        <w:t xml:space="preserve">. And finally on </w:t>
      </w:r>
      <w:r w:rsidRPr="00294BA7">
        <w:rPr>
          <w:rStyle w:val="libItalicChar"/>
        </w:rPr>
        <w:t>15</w:t>
      </w:r>
      <w:r w:rsidRPr="00F83CC6">
        <w:rPr>
          <w:rStyle w:val="libNormalChar"/>
        </w:rPr>
        <w:t>th</w:t>
      </w:r>
      <w:r>
        <w:t xml:space="preserve"> night same as above but consisting of </w:t>
      </w:r>
      <w:r w:rsidRPr="00294BA7">
        <w:rPr>
          <w:rStyle w:val="libItalicChar"/>
        </w:rPr>
        <w:t>6 rak’ats.</w:t>
      </w:r>
    </w:p>
    <w:p w:rsidR="00294BA7" w:rsidRDefault="00294BA7" w:rsidP="00294BA7">
      <w:pPr>
        <w:pStyle w:val="libNormal"/>
      </w:pPr>
      <w:r>
        <w:t xml:space="preserve">It is recommended to observe </w:t>
      </w:r>
      <w:r w:rsidRPr="00294BA7">
        <w:rPr>
          <w:rStyle w:val="libItalicChar"/>
        </w:rPr>
        <w:t xml:space="preserve">Fast </w:t>
      </w:r>
      <w:r>
        <w:t xml:space="preserve">on the three days of </w:t>
      </w:r>
      <w:r w:rsidRPr="00294BA7">
        <w:rPr>
          <w:rStyle w:val="libItalicChar"/>
        </w:rPr>
        <w:t>BEEZ.</w:t>
      </w:r>
    </w:p>
    <w:p w:rsidR="00294BA7" w:rsidRDefault="00294BA7" w:rsidP="00294BA7">
      <w:pPr>
        <w:pStyle w:val="libCenterTitr"/>
      </w:pPr>
      <w:bookmarkStart w:id="41" w:name="_Toc64900090"/>
      <w:r>
        <w:t>FITEENTH NIGHT OF RAJAB:</w:t>
      </w:r>
      <w:bookmarkEnd w:id="41"/>
      <w:r>
        <w:t xml:space="preserve"> </w:t>
      </w:r>
    </w:p>
    <w:p w:rsidR="00294BA7" w:rsidRDefault="00294BA7" w:rsidP="00294BA7">
      <w:pPr>
        <w:pStyle w:val="libNormal"/>
      </w:pPr>
      <w:r>
        <w:t>Do Sunnat Ghusl.</w:t>
      </w:r>
    </w:p>
    <w:p w:rsidR="00294BA7" w:rsidRDefault="00294BA7" w:rsidP="00294BA7">
      <w:pPr>
        <w:pStyle w:val="libNormal"/>
      </w:pPr>
      <w:r>
        <w:lastRenderedPageBreak/>
        <w:t xml:space="preserve">Emphasized to </w:t>
      </w:r>
      <w:r w:rsidRPr="00294BA7">
        <w:rPr>
          <w:rStyle w:val="libItalicChar"/>
        </w:rPr>
        <w:t>keep awake</w:t>
      </w:r>
      <w:r>
        <w:t xml:space="preserve"> whole night for Ibaadaat.</w:t>
      </w:r>
    </w:p>
    <w:p w:rsidR="00294BA7" w:rsidRDefault="00294BA7" w:rsidP="00294BA7">
      <w:pPr>
        <w:pStyle w:val="libNormal"/>
      </w:pPr>
      <w:r>
        <w:t>Recite Ziyaarat of Imaam Hussayn (A.S.)</w:t>
      </w:r>
    </w:p>
    <w:p w:rsidR="00294BA7" w:rsidRDefault="00294BA7" w:rsidP="00294BA7">
      <w:pPr>
        <w:pStyle w:val="libNormal"/>
      </w:pPr>
      <w:r>
        <w:t xml:space="preserve">Pray those </w:t>
      </w:r>
      <w:r w:rsidRPr="00294BA7">
        <w:rPr>
          <w:rStyle w:val="libItalicChar"/>
        </w:rPr>
        <w:t>6 rak’at Namaz</w:t>
      </w:r>
      <w:r>
        <w:t xml:space="preserve"> mentioned above.(of S.Yaaseen, S. Mulk, and S.Tawheed).</w:t>
      </w:r>
    </w:p>
    <w:p w:rsidR="00294BA7" w:rsidRDefault="00294BA7" w:rsidP="00294BA7">
      <w:pPr>
        <w:pStyle w:val="libNormal"/>
      </w:pPr>
      <w:r>
        <w:t xml:space="preserve">Pray </w:t>
      </w:r>
      <w:r w:rsidRPr="00294BA7">
        <w:rPr>
          <w:rStyle w:val="libItalicChar"/>
        </w:rPr>
        <w:t>30 rak’at Namaaz</w:t>
      </w:r>
      <w:r>
        <w:t xml:space="preserve"> in which recite 10 times S.Tawheed after Al</w:t>
      </w:r>
      <w:r w:rsidR="002E452F">
        <w:t>-</w:t>
      </w:r>
      <w:r>
        <w:t>Hamd in each rak’at.</w:t>
      </w:r>
    </w:p>
    <w:p w:rsidR="00294BA7" w:rsidRDefault="00294BA7" w:rsidP="00294BA7">
      <w:pPr>
        <w:pStyle w:val="libNormal"/>
      </w:pPr>
      <w:r>
        <w:t>Pray 12 rak’at Namaaz in which recite these Surah 4 times each S.Al</w:t>
      </w:r>
      <w:r w:rsidR="002E452F">
        <w:t>-</w:t>
      </w:r>
      <w:r>
        <w:t xml:space="preserve">Hamd, S.Ikhlaas, S.Falak, S.Naas, Aayatul Kursee, and S.Qadr. After Namaaz recite this Duaa 4 times </w:t>
      </w:r>
      <w:r w:rsidR="002E452F">
        <w:t>-</w:t>
      </w:r>
      <w:r>
        <w:t>Allaahu Allaahu Rabbee Laa Ushriku Bihee Shay’an Walaa At</w:t>
      </w:r>
      <w:r w:rsidR="002E452F">
        <w:t>-</w:t>
      </w:r>
      <w:r>
        <w:t xml:space="preserve">Takhidhu Min Doonihee Waliyyan. Then beseech your Haajat. </w:t>
      </w:r>
    </w:p>
    <w:p w:rsidR="00294BA7" w:rsidRDefault="00294BA7" w:rsidP="00294BA7">
      <w:pPr>
        <w:pStyle w:val="libCenterTitr"/>
      </w:pPr>
      <w:bookmarkStart w:id="42" w:name="_Toc64900091"/>
      <w:r>
        <w:t>FIFTEENTH DAY OF RAJAB:</w:t>
      </w:r>
      <w:bookmarkEnd w:id="42"/>
    </w:p>
    <w:p w:rsidR="00294BA7" w:rsidRDefault="00294BA7" w:rsidP="00294BA7">
      <w:pPr>
        <w:pStyle w:val="libNormal"/>
      </w:pPr>
      <w:r>
        <w:t>This is a very auspicious day.</w:t>
      </w:r>
    </w:p>
    <w:p w:rsidR="00294BA7" w:rsidRPr="00294BA7" w:rsidRDefault="00294BA7" w:rsidP="00294BA7">
      <w:pPr>
        <w:pStyle w:val="libNormal"/>
        <w:rPr>
          <w:rStyle w:val="libItalicChar"/>
        </w:rPr>
      </w:pPr>
      <w:r>
        <w:t xml:space="preserve">After Namaaz recite 10 times </w:t>
      </w:r>
      <w:r w:rsidRPr="00294BA7">
        <w:rPr>
          <w:rStyle w:val="libItalicChar"/>
        </w:rPr>
        <w:t xml:space="preserve">Salawaat </w:t>
      </w:r>
      <w:r>
        <w:t xml:space="preserve">and 10 times </w:t>
      </w:r>
      <w:r w:rsidRPr="00294BA7">
        <w:rPr>
          <w:rStyle w:val="libItalicChar"/>
        </w:rPr>
        <w:t>Istighfaar</w:t>
      </w:r>
      <w:r>
        <w:t xml:space="preserve">. Perform </w:t>
      </w:r>
      <w:r w:rsidRPr="00294BA7">
        <w:rPr>
          <w:rStyle w:val="libItalicChar"/>
        </w:rPr>
        <w:t>Sunnat Ghusl.</w:t>
      </w:r>
    </w:p>
    <w:p w:rsidR="00294BA7" w:rsidRDefault="00294BA7" w:rsidP="00294BA7">
      <w:pPr>
        <w:pStyle w:val="libNormal"/>
      </w:pPr>
      <w:r>
        <w:t xml:space="preserve">Recite Ziyarat of </w:t>
      </w:r>
      <w:r w:rsidRPr="00294BA7">
        <w:t>Imaam Hussain (A.S.)</w:t>
      </w:r>
      <w:r>
        <w:t xml:space="preserve"> </w:t>
      </w:r>
    </w:p>
    <w:p w:rsidR="00294BA7" w:rsidRDefault="00294BA7" w:rsidP="00294BA7">
      <w:pPr>
        <w:pStyle w:val="libNormal"/>
      </w:pPr>
      <w:r>
        <w:t>Pray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Salmaan’</w:t>
      </w:r>
      <w:r>
        <w:t xml:space="preserve"> (already mentioned in above pages).</w:t>
      </w:r>
    </w:p>
    <w:p w:rsidR="00294BA7" w:rsidRDefault="00294BA7" w:rsidP="00294BA7">
      <w:pPr>
        <w:pStyle w:val="libNormal"/>
      </w:pPr>
      <w:r>
        <w:t>4 rak’at Namaaz, and A’amaal of Umme Daawood (ref.Mafaatihul Jinaan).</w:t>
      </w:r>
    </w:p>
    <w:p w:rsidR="00294BA7" w:rsidRDefault="00294BA7" w:rsidP="00294BA7">
      <w:pPr>
        <w:pStyle w:val="libNormal"/>
      </w:pPr>
      <w:r>
        <w:t xml:space="preserve">As it is the day of </w:t>
      </w:r>
      <w:r w:rsidRPr="00294BA7">
        <w:rPr>
          <w:rStyle w:val="libItalicChar"/>
        </w:rPr>
        <w:t>Wafaat of Bibi Zaynab (S.A.)</w:t>
      </w:r>
      <w:r>
        <w:t xml:space="preserve"> it is recommended to recite her </w:t>
      </w:r>
      <w:r w:rsidRPr="00294BA7">
        <w:rPr>
          <w:rStyle w:val="libItalicChar"/>
        </w:rPr>
        <w:t>Ziyaarat.</w:t>
      </w:r>
    </w:p>
    <w:p w:rsidR="00294BA7" w:rsidRDefault="00294BA7" w:rsidP="00294BA7">
      <w:pPr>
        <w:pStyle w:val="libCenterTitr"/>
      </w:pPr>
      <w:bookmarkStart w:id="43" w:name="_Toc64900092"/>
      <w:r>
        <w:t>22</w:t>
      </w:r>
      <w:r w:rsidRPr="00294BA7">
        <w:t>nd</w:t>
      </w:r>
      <w:r>
        <w:t xml:space="preserve"> Night of Rajab:</w:t>
      </w:r>
      <w:bookmarkEnd w:id="43"/>
    </w:p>
    <w:p w:rsidR="00294BA7" w:rsidRDefault="00294BA7" w:rsidP="00294BA7">
      <w:pPr>
        <w:pStyle w:val="libNormal"/>
      </w:pPr>
      <w:r>
        <w:t xml:space="preserve">One who wishes that whenever death comes he </w:t>
      </w:r>
      <w:r w:rsidRPr="00F83CC6">
        <w:rPr>
          <w:rStyle w:val="libUnderlineChar"/>
        </w:rPr>
        <w:t>dies on the status of complete faith,</w:t>
      </w:r>
      <w:r>
        <w:t xml:space="preserve"> he should do this A’mal: Pray 8 rak’at Namaaz, recite S.Tawheed 7 times after Al</w:t>
      </w:r>
      <w:r w:rsidR="002E452F">
        <w:t>-</w:t>
      </w:r>
      <w:r>
        <w:t>Hamd in each rak’at,</w:t>
      </w:r>
    </w:p>
    <w:p w:rsidR="00294BA7" w:rsidRDefault="00294BA7" w:rsidP="00294BA7">
      <w:pPr>
        <w:pStyle w:val="libCenterTitr"/>
      </w:pPr>
      <w:bookmarkStart w:id="44" w:name="_Toc64900093"/>
      <w:r>
        <w:t>25</w:t>
      </w:r>
      <w:r w:rsidRPr="00294BA7">
        <w:t>th</w:t>
      </w:r>
      <w:r>
        <w:t xml:space="preserve"> Rajab:</w:t>
      </w:r>
      <w:bookmarkEnd w:id="44"/>
    </w:p>
    <w:p w:rsidR="00294BA7" w:rsidRPr="00294BA7" w:rsidRDefault="00294BA7" w:rsidP="00294BA7">
      <w:pPr>
        <w:pStyle w:val="libNormal"/>
        <w:rPr>
          <w:rStyle w:val="libItalicChar"/>
        </w:rPr>
      </w:pPr>
      <w:r>
        <w:t xml:space="preserve">This is the day of martyrdom of </w:t>
      </w:r>
      <w:r w:rsidRPr="00294BA7">
        <w:rPr>
          <w:rStyle w:val="libItalicChar"/>
        </w:rPr>
        <w:t>Imaam Musa Kaadhim (A.S.)</w:t>
      </w:r>
      <w:r>
        <w:t xml:space="preserve"> so we should recite his </w:t>
      </w:r>
      <w:r w:rsidRPr="00294BA7">
        <w:rPr>
          <w:rStyle w:val="libItalicChar"/>
        </w:rPr>
        <w:t>Ziyaarat.</w:t>
      </w:r>
    </w:p>
    <w:p w:rsidR="00294BA7" w:rsidRDefault="00294BA7" w:rsidP="00294BA7">
      <w:pPr>
        <w:pStyle w:val="libCenterTitr"/>
      </w:pPr>
      <w:bookmarkStart w:id="45" w:name="_Toc64900094"/>
      <w:r>
        <w:t>27</w:t>
      </w:r>
      <w:r w:rsidRPr="00294BA7">
        <w:t>th</w:t>
      </w:r>
      <w:r>
        <w:t xml:space="preserve"> night of Rajab:</w:t>
      </w:r>
      <w:bookmarkEnd w:id="45"/>
    </w:p>
    <w:p w:rsidR="00294BA7" w:rsidRPr="00F83CC6" w:rsidRDefault="00294BA7" w:rsidP="00294BA7">
      <w:pPr>
        <w:pStyle w:val="libNormal"/>
        <w:rPr>
          <w:rStyle w:val="libUnderlineChar"/>
        </w:rPr>
      </w:pPr>
      <w:r>
        <w:t xml:space="preserve">Imaam Muhammad Taqee (A.S.) said that this is a very meritorious night, apparent mission of the Holy Prophet (S.A.W.W.) was declared on its morning. Amongst our Shiahs whoever performs Ibaadaat in this night shall receive the </w:t>
      </w:r>
      <w:r w:rsidRPr="00F83CC6">
        <w:rPr>
          <w:rStyle w:val="libUnderlineChar"/>
        </w:rPr>
        <w:t>reward of sixty years.</w:t>
      </w:r>
    </w:p>
    <w:p w:rsidR="00294BA7" w:rsidRPr="00294BA7" w:rsidRDefault="00294BA7" w:rsidP="00294BA7">
      <w:pPr>
        <w:pStyle w:val="libNormal"/>
        <w:rPr>
          <w:rStyle w:val="libItalicChar"/>
        </w:rPr>
      </w:pPr>
      <w:r>
        <w:t xml:space="preserve">The Holy prophet (S.A.W.W.) said that after Ishaa go to sleep a little and </w:t>
      </w:r>
      <w:r w:rsidRPr="00F83CC6">
        <w:rPr>
          <w:rStyle w:val="libUnderlineChar"/>
        </w:rPr>
        <w:t>get up before midnight</w:t>
      </w:r>
      <w:r>
        <w:t xml:space="preserve">, then pray </w:t>
      </w:r>
      <w:r w:rsidRPr="00294BA7">
        <w:rPr>
          <w:rStyle w:val="libItalicChar"/>
        </w:rPr>
        <w:t>12 rak’at Namaaz</w:t>
      </w:r>
      <w:r>
        <w:t>, in this you may recite any Surah after Al</w:t>
      </w:r>
      <w:r w:rsidR="002E452F">
        <w:t>-</w:t>
      </w:r>
      <w:r>
        <w:t xml:space="preserve">Hamd. After completing the Namaaz recite </w:t>
      </w:r>
      <w:r w:rsidRPr="00F83CC6">
        <w:rPr>
          <w:rStyle w:val="libUnderlineChar"/>
        </w:rPr>
        <w:t>7 times</w:t>
      </w:r>
      <w:r>
        <w:t xml:space="preserve"> these Surahs—</w:t>
      </w:r>
      <w:r w:rsidRPr="00294BA7">
        <w:rPr>
          <w:rStyle w:val="libItalicChar"/>
        </w:rPr>
        <w:t>S.Al</w:t>
      </w:r>
      <w:r w:rsidR="002E452F">
        <w:rPr>
          <w:rStyle w:val="libItalicChar"/>
        </w:rPr>
        <w:t>-</w:t>
      </w:r>
      <w:r w:rsidRPr="00294BA7">
        <w:rPr>
          <w:rStyle w:val="libItalicChar"/>
        </w:rPr>
        <w:t>hamd, S.An</w:t>
      </w:r>
      <w:r w:rsidR="002E452F">
        <w:rPr>
          <w:rStyle w:val="libItalicChar"/>
        </w:rPr>
        <w:t>-</w:t>
      </w:r>
      <w:r w:rsidRPr="00294BA7">
        <w:rPr>
          <w:rStyle w:val="libItalicChar"/>
        </w:rPr>
        <w:t>Naas, S.Al</w:t>
      </w:r>
      <w:r w:rsidR="002E452F">
        <w:rPr>
          <w:rStyle w:val="libItalicChar"/>
        </w:rPr>
        <w:t>-</w:t>
      </w:r>
      <w:r w:rsidRPr="00294BA7">
        <w:rPr>
          <w:rStyle w:val="libItalicChar"/>
        </w:rPr>
        <w:t xml:space="preserve">Falak, S.Tawheed, S.Kaafiroon, S.Qadr, and Aayatul Kursee. </w:t>
      </w:r>
      <w:r>
        <w:t xml:space="preserve">Then recite this Duaa: </w:t>
      </w:r>
      <w:r w:rsidRPr="00294BA7">
        <w:rPr>
          <w:rStyle w:val="libItalicChar"/>
        </w:rPr>
        <w:t>Bismil</w:t>
      </w:r>
      <w:r w:rsidR="002E452F">
        <w:rPr>
          <w:rStyle w:val="libItalicChar"/>
        </w:rPr>
        <w:t>-</w:t>
      </w:r>
      <w:r w:rsidRPr="00294BA7">
        <w:rPr>
          <w:rStyle w:val="libItalicChar"/>
        </w:rPr>
        <w:t>Laahir</w:t>
      </w:r>
      <w:r w:rsidR="002E452F">
        <w:rPr>
          <w:rStyle w:val="libItalicChar"/>
        </w:rPr>
        <w:t>-</w:t>
      </w:r>
      <w:r w:rsidRPr="00294BA7">
        <w:rPr>
          <w:rStyle w:val="libItalicChar"/>
        </w:rPr>
        <w:t>Rahmaanir</w:t>
      </w:r>
      <w:r w:rsidR="002E452F">
        <w:rPr>
          <w:rStyle w:val="libItalicChar"/>
        </w:rPr>
        <w:t>-</w:t>
      </w:r>
      <w:r w:rsidRPr="00294BA7">
        <w:rPr>
          <w:rStyle w:val="libItalicChar"/>
        </w:rPr>
        <w:t>Raheem. Alhamdu Lillaahil</w:t>
      </w:r>
      <w:r w:rsidR="002E452F">
        <w:rPr>
          <w:rStyle w:val="libItalicChar"/>
        </w:rPr>
        <w:t>-</w:t>
      </w:r>
      <w:r w:rsidRPr="00294BA7">
        <w:rPr>
          <w:rStyle w:val="libItalicChar"/>
        </w:rPr>
        <w:t>Ladhee Lam Yat</w:t>
      </w:r>
      <w:r w:rsidR="002E452F">
        <w:rPr>
          <w:rStyle w:val="libItalicChar"/>
        </w:rPr>
        <w:t>-</w:t>
      </w:r>
      <w:r w:rsidRPr="00294BA7">
        <w:rPr>
          <w:rStyle w:val="libItalicChar"/>
        </w:rPr>
        <w:t>Takhidh Waladan Wa Lam Yakun Lahoo Shareekun Fil Mulki Walam Yakunlahoo Waliyyun Minadh</w:t>
      </w:r>
      <w:r w:rsidR="002E452F">
        <w:rPr>
          <w:rStyle w:val="libItalicChar"/>
        </w:rPr>
        <w:t>-</w:t>
      </w:r>
      <w:r w:rsidRPr="00294BA7">
        <w:rPr>
          <w:rStyle w:val="libItalicChar"/>
        </w:rPr>
        <w:t>Dhulli Wa Kabbirhoo Takbeera. Allaahumma Innee As’aluka Bi Ma’aaqidi Izzika Alaa Arkaani Arshika Wa Muntahar</w:t>
      </w:r>
      <w:r w:rsidR="002E452F">
        <w:rPr>
          <w:rStyle w:val="libItalicChar"/>
        </w:rPr>
        <w:t>-</w:t>
      </w:r>
      <w:r w:rsidRPr="00294BA7">
        <w:rPr>
          <w:rStyle w:val="libItalicChar"/>
        </w:rPr>
        <w:t>Rahmati Min Kitaabika Wa Bismikal A’adhwamil A’adhwamil A’adhwami Wa Dhikrikal A’alal A’alal A’alaa Wa Bi Kalimaatikat</w:t>
      </w:r>
      <w:r w:rsidR="002E452F">
        <w:rPr>
          <w:rStyle w:val="libItalicChar"/>
        </w:rPr>
        <w:t>-</w:t>
      </w:r>
      <w:r w:rsidRPr="00294BA7">
        <w:rPr>
          <w:rStyle w:val="libItalicChar"/>
        </w:rPr>
        <w:t xml:space="preserve">Taammaati Antuswalli Alaa Muhammadin Wa Aalihi Wa An Taf’ala Bee Maa Anta Ahluhoo… (Haajaat). </w:t>
      </w:r>
    </w:p>
    <w:p w:rsidR="00294BA7" w:rsidRDefault="00294BA7" w:rsidP="00294BA7">
      <w:pPr>
        <w:pStyle w:val="libNormal"/>
      </w:pPr>
      <w:r>
        <w:t xml:space="preserve">To recite </w:t>
      </w:r>
      <w:r w:rsidRPr="00294BA7">
        <w:rPr>
          <w:rStyle w:val="libItalicChar"/>
        </w:rPr>
        <w:t>Ziyaarat Of Imaam Ameerul Mu’mineen</w:t>
      </w:r>
      <w:r>
        <w:t xml:space="preserve"> in this night is </w:t>
      </w:r>
      <w:r w:rsidRPr="00F83CC6">
        <w:rPr>
          <w:rStyle w:val="libUnderlineChar"/>
        </w:rPr>
        <w:t>one of the best deeds</w:t>
      </w:r>
      <w:r>
        <w:t>. There are three Ziyaarats of the Imaam mentioned in Mafaatihul Jinaan.</w:t>
      </w:r>
    </w:p>
    <w:p w:rsidR="00294BA7" w:rsidRDefault="00294BA7" w:rsidP="00294BA7">
      <w:pPr>
        <w:pStyle w:val="libNormal"/>
      </w:pPr>
      <w:r>
        <w:t>Recite Ziyaarat of Imaam Husayn (A.S.)</w:t>
      </w:r>
    </w:p>
    <w:p w:rsidR="00294BA7" w:rsidRDefault="00294BA7" w:rsidP="00294BA7">
      <w:pPr>
        <w:pStyle w:val="libNormal"/>
      </w:pPr>
      <w:r>
        <w:t xml:space="preserve">Recite </w:t>
      </w:r>
      <w:r w:rsidRPr="00294BA7">
        <w:rPr>
          <w:rStyle w:val="libItalicChar"/>
        </w:rPr>
        <w:t>Ziyaarat</w:t>
      </w:r>
      <w:r w:rsidR="002E452F">
        <w:rPr>
          <w:rStyle w:val="libItalicChar"/>
        </w:rPr>
        <w:t>-</w:t>
      </w:r>
      <w:r w:rsidRPr="00294BA7">
        <w:rPr>
          <w:rStyle w:val="libItalicChar"/>
        </w:rPr>
        <w:t>e</w:t>
      </w:r>
      <w:r w:rsidR="002E452F">
        <w:rPr>
          <w:rStyle w:val="libItalicChar"/>
        </w:rPr>
        <w:t>-</w:t>
      </w:r>
      <w:r w:rsidRPr="00294BA7">
        <w:rPr>
          <w:rStyle w:val="libItalicChar"/>
        </w:rPr>
        <w:t>Rajabiyyah</w:t>
      </w:r>
      <w:r>
        <w:t>.(ref.M.Jinaan)</w:t>
      </w:r>
    </w:p>
    <w:p w:rsidR="00294BA7" w:rsidRDefault="00294BA7" w:rsidP="00294BA7">
      <w:pPr>
        <w:pStyle w:val="libCenterTitr"/>
      </w:pPr>
      <w:bookmarkStart w:id="46" w:name="_Toc64900095"/>
      <w:r>
        <w:lastRenderedPageBreak/>
        <w:t>27</w:t>
      </w:r>
      <w:r w:rsidRPr="00294BA7">
        <w:t>th</w:t>
      </w:r>
      <w:r>
        <w:t xml:space="preserve"> Day of Rajab:</w:t>
      </w:r>
      <w:bookmarkEnd w:id="46"/>
    </w:p>
    <w:p w:rsidR="00294BA7" w:rsidRDefault="00294BA7" w:rsidP="00294BA7">
      <w:pPr>
        <w:pStyle w:val="libNormal"/>
      </w:pPr>
      <w:r>
        <w:t xml:space="preserve">This day is one of the greatest days of </w:t>
      </w:r>
      <w:r w:rsidRPr="00294BA7">
        <w:rPr>
          <w:rStyle w:val="libUnderlineChar"/>
        </w:rPr>
        <w:t>Eed.</w:t>
      </w:r>
      <w:r>
        <w:t xml:space="preserve"> It was on this day that Jibraeel (A.S.) accended and brought the declaration of open Prophet’hood of the Holy Prophet Muhammad Mustafa (S.A.W.W.) There are some A’amaal for this day, they are:</w:t>
      </w:r>
    </w:p>
    <w:p w:rsidR="00294BA7" w:rsidRDefault="00294BA7" w:rsidP="00294BA7">
      <w:pPr>
        <w:pStyle w:val="libNormal"/>
      </w:pPr>
      <w:r>
        <w:t xml:space="preserve">(a) Perform </w:t>
      </w:r>
      <w:r w:rsidRPr="00294BA7">
        <w:rPr>
          <w:rStyle w:val="libItalicChar"/>
        </w:rPr>
        <w:t>Sunnat Ghusl</w:t>
      </w:r>
      <w:r>
        <w:t xml:space="preserve"> for this day.</w:t>
      </w:r>
    </w:p>
    <w:p w:rsidR="00294BA7" w:rsidRDefault="00294BA7" w:rsidP="00294BA7">
      <w:pPr>
        <w:pStyle w:val="libNormal"/>
      </w:pPr>
      <w:r>
        <w:t xml:space="preserve">(b) Observe </w:t>
      </w:r>
      <w:r w:rsidRPr="00294BA7">
        <w:rPr>
          <w:rStyle w:val="libItalicChar"/>
        </w:rPr>
        <w:t>Fast.</w:t>
      </w:r>
      <w:r>
        <w:t xml:space="preserve"> This is one of days when it is highly emphasized to Fast. Fasting of today is equal in merit to the </w:t>
      </w:r>
      <w:r w:rsidRPr="00F83CC6">
        <w:rPr>
          <w:rStyle w:val="libUnderlineChar"/>
        </w:rPr>
        <w:t>Fasting of 70 years</w:t>
      </w:r>
      <w:r>
        <w:t>.</w:t>
      </w:r>
    </w:p>
    <w:p w:rsidR="00294BA7" w:rsidRDefault="00294BA7" w:rsidP="00294BA7">
      <w:pPr>
        <w:pStyle w:val="libNormal"/>
      </w:pPr>
      <w:r>
        <w:t xml:space="preserve">(c) Recite many </w:t>
      </w:r>
      <w:r w:rsidRPr="00294BA7">
        <w:rPr>
          <w:rStyle w:val="libItalicChar"/>
        </w:rPr>
        <w:t>Salawaat.</w:t>
      </w:r>
    </w:p>
    <w:p w:rsidR="00294BA7" w:rsidRDefault="00294BA7" w:rsidP="00294BA7">
      <w:pPr>
        <w:pStyle w:val="libNormal"/>
      </w:pPr>
      <w:r>
        <w:t xml:space="preserve">(d) Recite </w:t>
      </w:r>
      <w:r w:rsidRPr="00294BA7">
        <w:rPr>
          <w:rStyle w:val="libItalicChar"/>
        </w:rPr>
        <w:t>Ziyaarat of the Holy Prophet (S.A.W.W.) and Imam Ameeru Mu’mineen (A.S.)</w:t>
      </w:r>
    </w:p>
    <w:p w:rsidR="00294BA7" w:rsidRPr="00294BA7" w:rsidRDefault="00294BA7" w:rsidP="00294BA7">
      <w:pPr>
        <w:pStyle w:val="libNormal"/>
        <w:rPr>
          <w:rStyle w:val="libItalicChar"/>
        </w:rPr>
      </w:pPr>
      <w:r>
        <w:t xml:space="preserve">(e) Pray </w:t>
      </w:r>
      <w:r w:rsidRPr="00294BA7">
        <w:rPr>
          <w:rStyle w:val="libItalicChar"/>
        </w:rPr>
        <w:t>12 rak’at Namaaz</w:t>
      </w:r>
      <w:r>
        <w:t xml:space="preserve"> as usual with any Surah after Al</w:t>
      </w:r>
      <w:r w:rsidR="002E452F">
        <w:t>-</w:t>
      </w:r>
      <w:r>
        <w:t xml:space="preserve">Hamd. After Namaaz recite these Surahs </w:t>
      </w:r>
      <w:r w:rsidRPr="00294BA7">
        <w:rPr>
          <w:rStyle w:val="libUnderlineChar"/>
        </w:rPr>
        <w:t>Four times</w:t>
      </w:r>
      <w:r>
        <w:t xml:space="preserve"> each: </w:t>
      </w:r>
      <w:r w:rsidRPr="00294BA7">
        <w:rPr>
          <w:rStyle w:val="libItalicChar"/>
        </w:rPr>
        <w:t>S.Al</w:t>
      </w:r>
      <w:r w:rsidR="002E452F">
        <w:rPr>
          <w:rStyle w:val="libItalicChar"/>
        </w:rPr>
        <w:t>-</w:t>
      </w:r>
      <w:r w:rsidRPr="00294BA7">
        <w:rPr>
          <w:rStyle w:val="libItalicChar"/>
        </w:rPr>
        <w:t>Hamd, S.Tawheed, S.An</w:t>
      </w:r>
      <w:r w:rsidR="002E452F">
        <w:rPr>
          <w:rStyle w:val="libItalicChar"/>
        </w:rPr>
        <w:t>-</w:t>
      </w:r>
      <w:r w:rsidRPr="00294BA7">
        <w:rPr>
          <w:rStyle w:val="libItalicChar"/>
        </w:rPr>
        <w:t>Naas, S.Al</w:t>
      </w:r>
      <w:r w:rsidR="002E452F">
        <w:rPr>
          <w:rStyle w:val="libItalicChar"/>
        </w:rPr>
        <w:t>-</w:t>
      </w:r>
      <w:r w:rsidRPr="00294BA7">
        <w:rPr>
          <w:rStyle w:val="libItalicChar"/>
        </w:rPr>
        <w:t>Falak,</w:t>
      </w:r>
      <w:r>
        <w:t xml:space="preserve"> and then recite this Duaa </w:t>
      </w:r>
      <w:r w:rsidRPr="00294BA7">
        <w:rPr>
          <w:rStyle w:val="libUnderlineChar"/>
        </w:rPr>
        <w:t>Four times</w:t>
      </w:r>
      <w:r>
        <w:t>:</w:t>
      </w:r>
      <w:r w:rsidRPr="00294BA7">
        <w:rPr>
          <w:rStyle w:val="libItalicChar"/>
        </w:rPr>
        <w:t xml:space="preserve"> Laa Ilaaha Illallaahu Wallaahu Akbar, Wa Sub’haanallaahi Walhamdu Lillaahi Walaa Hawla Walaa Quwwata Illaa Billaahil Aliyyil Adhweem</w:t>
      </w:r>
      <w:r>
        <w:t xml:space="preserve">. Then recite this Duaa </w:t>
      </w:r>
      <w:r w:rsidRPr="00294BA7">
        <w:rPr>
          <w:rStyle w:val="libUnderlineChar"/>
        </w:rPr>
        <w:t>Four times</w:t>
      </w:r>
      <w:r>
        <w:t xml:space="preserve"> </w:t>
      </w:r>
      <w:r w:rsidRPr="00294BA7">
        <w:rPr>
          <w:rStyle w:val="libItalicChar"/>
        </w:rPr>
        <w:t>Allaahu Allaahu Rabbee Laa Ushriku Bihee Shay’an.</w:t>
      </w:r>
      <w:r>
        <w:t xml:space="preserve"> Then again </w:t>
      </w:r>
      <w:r w:rsidRPr="00294BA7">
        <w:rPr>
          <w:rStyle w:val="libUnderlineChar"/>
        </w:rPr>
        <w:t>Four times</w:t>
      </w:r>
      <w:r>
        <w:t xml:space="preserve">: </w:t>
      </w:r>
      <w:r w:rsidRPr="00294BA7">
        <w:rPr>
          <w:rStyle w:val="libItalicChar"/>
        </w:rPr>
        <w:t>Laa Ushriku Bi Rabbee Ahadan.</w:t>
      </w:r>
    </w:p>
    <w:p w:rsidR="00294BA7" w:rsidRDefault="00294BA7" w:rsidP="00294BA7">
      <w:pPr>
        <w:pStyle w:val="libCenterTitr"/>
      </w:pPr>
      <w:bookmarkStart w:id="47" w:name="_Toc64900096"/>
      <w:r>
        <w:t>The Last Day Of Rajab:</w:t>
      </w:r>
      <w:bookmarkEnd w:id="47"/>
      <w:r>
        <w:t xml:space="preserve"> </w:t>
      </w:r>
    </w:p>
    <w:p w:rsidR="00294BA7" w:rsidRDefault="00294BA7" w:rsidP="00294BA7">
      <w:pPr>
        <w:pStyle w:val="libNormal"/>
      </w:pPr>
      <w:r>
        <w:t xml:space="preserve">Recommended to perform </w:t>
      </w:r>
      <w:r w:rsidRPr="00F83CC6">
        <w:rPr>
          <w:rStyle w:val="libUnderlineChar"/>
        </w:rPr>
        <w:t>Sunnat Ghusl and observe Fast.</w:t>
      </w:r>
      <w:r>
        <w:t xml:space="preserve"> It is like the forgiveness of the past and future sins.</w:t>
      </w:r>
    </w:p>
    <w:p w:rsidR="00294BA7" w:rsidRDefault="00294BA7" w:rsidP="00294BA7">
      <w:pPr>
        <w:pStyle w:val="libNormal"/>
      </w:pPr>
      <w:r>
        <w:t xml:space="preserve">Pray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Salmaan</w:t>
      </w:r>
      <w:r>
        <w:t xml:space="preserve"> (mentioned in previous pages).</w:t>
      </w:r>
    </w:p>
    <w:p w:rsidR="002E452F" w:rsidRDefault="002E452F" w:rsidP="00294BA7">
      <w:pPr>
        <w:pStyle w:val="libNormal"/>
      </w:pPr>
      <w:r>
        <w:br w:type="page"/>
      </w:r>
    </w:p>
    <w:p w:rsidR="00A52C13" w:rsidRDefault="00A52C13" w:rsidP="00A52C13">
      <w:pPr>
        <w:pStyle w:val="Heading1Center"/>
      </w:pPr>
      <w:bookmarkStart w:id="48" w:name="_Toc420238105"/>
      <w:r w:rsidRPr="00A52C13">
        <w:lastRenderedPageBreak/>
        <w:t>SHA’BAAN</w:t>
      </w:r>
      <w:bookmarkEnd w:id="48"/>
    </w:p>
    <w:p w:rsidR="00294BA7" w:rsidRDefault="00294BA7" w:rsidP="00294BA7">
      <w:pPr>
        <w:pStyle w:val="libNormal"/>
      </w:pPr>
      <w:r>
        <w:t xml:space="preserve">The month of Sha’abaan is a very auspiscious and meritorious month. This month is related to the Holy Prophet (S.A.W.W.) There are various A’Amaal to be performed in this month. </w:t>
      </w:r>
      <w:r w:rsidRPr="00294BA7">
        <w:rPr>
          <w:rStyle w:val="libItalicChar"/>
        </w:rPr>
        <w:t>Fasting in this month carries special reward</w:t>
      </w:r>
      <w:r>
        <w:t>. The Holy Prophet (S.A.W.W.) used to observe Fasting all the days in this month and connected them to the Holy month of Ramadhaan. He used to say that, “Sha’abaan is my month and whoerver observes Fasting in this month, even for one day, Paradise shall be made obligatory on him/her.</w:t>
      </w:r>
    </w:p>
    <w:p w:rsidR="00294BA7" w:rsidRDefault="00294BA7" w:rsidP="00294BA7">
      <w:pPr>
        <w:pStyle w:val="libNormal"/>
      </w:pPr>
      <w:r>
        <w:t>A tradition from Imaam Ja’afar Saadiq (A.S.) says that when the month of Sha’abaan arrived Imaaam Zaynul Aabideen gathered his companions and said, “Do you know what this month is ? This is Sha’abaan, and Rasoolullah (S.A.W.W.) said that this is his month, so it is better for you to observe Fasting for the sake of All</w:t>
      </w:r>
      <w:r w:rsidR="002E452F">
        <w:t>-</w:t>
      </w:r>
      <w:r>
        <w:t>Merciful Allah and for the love towards the Holy Prophet (S.A.W.W.) I have heard from my father, and he from my Grand Father that, whoever wishes the nearness of Allaah and he Fasts for the pleasure of the Holy Prophet then Allaah shall grant His proximity to him and shall bestow numerous bounties on him on the day of Qayaamat.”</w:t>
      </w:r>
    </w:p>
    <w:p w:rsidR="00294BA7" w:rsidRDefault="00294BA7" w:rsidP="00294BA7">
      <w:pPr>
        <w:pStyle w:val="libNormal"/>
      </w:pPr>
      <w:r>
        <w:t xml:space="preserve"> Imaam Ja’ajar Saadiq (A.S.) said that we should also encourage our friends and near</w:t>
      </w:r>
      <w:r w:rsidR="002E452F">
        <w:t>-</w:t>
      </w:r>
      <w:r>
        <w:t>ones to observe Fasts in this month. When the Holy Prophet (S.A.W.W.) sighted the new moon of Sha’abaan he ordered a person to announce in Madina that it is an information from the Prophet of Allaah that this month of Sha’abaan is his month and whosoever wishes to be helpful and obliging to him should observe Fasting and that, Allaah S.W.T will shower His blessings on him. Imaam Ali (A.S.) said that after this announcement he had never missed a Fast in Sha’abaan. The Fasts of Sha’abaan and Holy Ramdhaan are the means of forgiveness and pardon.</w:t>
      </w:r>
    </w:p>
    <w:p w:rsidR="00294BA7" w:rsidRDefault="00294BA7" w:rsidP="00294BA7">
      <w:pPr>
        <w:pStyle w:val="libNormal"/>
      </w:pPr>
      <w:r>
        <w:t xml:space="preserve">Imaam Ja’afar Saadiq (A.S.) said that the Fasts of Sha’abaan are at such an extent of advantage that even if a person is condemned to death because of a Haraam act, then also he shall be benefiting from the Fasts of Sha’abaan. </w:t>
      </w:r>
    </w:p>
    <w:p w:rsidR="00294BA7" w:rsidRDefault="00294BA7" w:rsidP="00294BA7">
      <w:pPr>
        <w:pStyle w:val="libNormal"/>
      </w:pPr>
      <w:r>
        <w:t xml:space="preserve">These are a few A’amaal to be perfomed daily in this month: </w:t>
      </w:r>
    </w:p>
    <w:p w:rsidR="00294BA7" w:rsidRDefault="00294BA7" w:rsidP="00294BA7">
      <w:pPr>
        <w:pStyle w:val="libNormal"/>
      </w:pPr>
      <w:r>
        <w:t>Recite 70 times: ‘Astaghfirullaah Wa As’aluhut</w:t>
      </w:r>
      <w:r w:rsidR="002E452F">
        <w:t>-</w:t>
      </w:r>
      <w:r>
        <w:t>Tawbah’;</w:t>
      </w:r>
    </w:p>
    <w:p w:rsidR="00294BA7" w:rsidRDefault="00294BA7" w:rsidP="00294BA7">
      <w:pPr>
        <w:pStyle w:val="libNormal"/>
      </w:pPr>
      <w:r>
        <w:t>Recite 70 times: ‘Astaghfirul</w:t>
      </w:r>
      <w:r w:rsidR="002E452F">
        <w:t>-</w:t>
      </w:r>
      <w:r>
        <w:t>Lahal</w:t>
      </w:r>
      <w:r w:rsidR="002E452F">
        <w:t>-</w:t>
      </w:r>
      <w:r>
        <w:t>Ladhee Laa Ilaaha Illa Huwar</w:t>
      </w:r>
      <w:r w:rsidR="002E452F">
        <w:t>-</w:t>
      </w:r>
      <w:r>
        <w:t>Rahmaanur</w:t>
      </w:r>
      <w:r w:rsidR="002E452F">
        <w:t>-</w:t>
      </w:r>
      <w:r>
        <w:t>Raheemul Hayyul Qayyoomu Wa Atoobu Ilayhi’;</w:t>
      </w:r>
    </w:p>
    <w:p w:rsidR="00294BA7" w:rsidRDefault="00294BA7" w:rsidP="00294BA7">
      <w:pPr>
        <w:pStyle w:val="libNormal"/>
      </w:pPr>
      <w:r w:rsidRPr="00294BA7">
        <w:rPr>
          <w:rStyle w:val="libItalicChar"/>
        </w:rPr>
        <w:t>Istighfaar</w:t>
      </w:r>
      <w:r>
        <w:t xml:space="preserve"> is the best Ibaadat in this month. One who does Istighfaar 70 times is equal in merit to seventy thousand times in other months;</w:t>
      </w:r>
    </w:p>
    <w:p w:rsidR="00294BA7" w:rsidRDefault="00294BA7" w:rsidP="00294BA7">
      <w:pPr>
        <w:pStyle w:val="libNormal"/>
      </w:pPr>
      <w:r>
        <w:t xml:space="preserve">Another best deed in this month is to give </w:t>
      </w:r>
      <w:r w:rsidRPr="00294BA7">
        <w:rPr>
          <w:rStyle w:val="libItalicChar"/>
        </w:rPr>
        <w:t>Sadaqa.</w:t>
      </w:r>
      <w:r>
        <w:t xml:space="preserve"> It saves one from the fire of Hell.</w:t>
      </w:r>
    </w:p>
    <w:p w:rsidR="00294BA7" w:rsidRDefault="00294BA7" w:rsidP="00294BA7">
      <w:pPr>
        <w:pStyle w:val="libNormal"/>
      </w:pPr>
      <w:r>
        <w:t xml:space="preserve">Recite </w:t>
      </w:r>
      <w:r w:rsidRPr="00294BA7">
        <w:rPr>
          <w:rStyle w:val="libUnderlineChar"/>
        </w:rPr>
        <w:t>totally 1000 times this Duaa during this month</w:t>
      </w:r>
      <w:r>
        <w:t xml:space="preserve">: </w:t>
      </w:r>
      <w:r w:rsidRPr="00294BA7">
        <w:rPr>
          <w:rStyle w:val="libItalicChar"/>
        </w:rPr>
        <w:t>‘Laa Ilaaha Illal</w:t>
      </w:r>
      <w:r w:rsidR="002E452F">
        <w:rPr>
          <w:rStyle w:val="libItalicChar"/>
        </w:rPr>
        <w:t>-</w:t>
      </w:r>
      <w:r w:rsidRPr="00294BA7">
        <w:rPr>
          <w:rStyle w:val="libItalicChar"/>
        </w:rPr>
        <w:t>Laahu Walaa Na’budu Illaa Iyyaahu Mukhlisweena Lahud</w:t>
      </w:r>
      <w:r w:rsidR="002E452F">
        <w:rPr>
          <w:rStyle w:val="libItalicChar"/>
        </w:rPr>
        <w:t>-</w:t>
      </w:r>
      <w:r w:rsidRPr="00294BA7">
        <w:rPr>
          <w:rStyle w:val="libItalicChar"/>
        </w:rPr>
        <w:t xml:space="preserve">Deen Walaw Karihal Mushrikoon.’ </w:t>
      </w:r>
      <w:r>
        <w:t>The reciter gets the Sawaab of 1000 year’s worship;</w:t>
      </w:r>
    </w:p>
    <w:p w:rsidR="00294BA7" w:rsidRPr="00F83CC6" w:rsidRDefault="00294BA7" w:rsidP="00294BA7">
      <w:pPr>
        <w:pStyle w:val="libNormal"/>
        <w:rPr>
          <w:rStyle w:val="libUnderlineChar"/>
        </w:rPr>
      </w:pPr>
      <w:r>
        <w:t xml:space="preserve">On </w:t>
      </w:r>
      <w:r w:rsidRPr="00F83CC6">
        <w:rPr>
          <w:rStyle w:val="libUnderlineChar"/>
        </w:rPr>
        <w:t>Friday</w:t>
      </w:r>
      <w:r w:rsidR="002E452F">
        <w:rPr>
          <w:rStyle w:val="libUnderlineChar"/>
        </w:rPr>
        <w:t>-</w:t>
      </w:r>
      <w:r w:rsidRPr="00F83CC6">
        <w:rPr>
          <w:rStyle w:val="libUnderlineChar"/>
        </w:rPr>
        <w:t>eve</w:t>
      </w:r>
      <w:r>
        <w:t xml:space="preserve"> pray </w:t>
      </w:r>
      <w:r w:rsidRPr="00294BA7">
        <w:rPr>
          <w:rStyle w:val="libItalicChar"/>
        </w:rPr>
        <w:t>2 rak’at Namaaz</w:t>
      </w:r>
      <w:r>
        <w:t xml:space="preserve"> and in both rak’ats after Al</w:t>
      </w:r>
      <w:r w:rsidR="002E452F">
        <w:t>-</w:t>
      </w:r>
      <w:r>
        <w:t xml:space="preserve">Hamd recite 100 times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Tawheed</w:t>
      </w:r>
      <w:r>
        <w:t xml:space="preserve">, after Namaaz recite 100 </w:t>
      </w:r>
      <w:r w:rsidRPr="00294BA7">
        <w:rPr>
          <w:rStyle w:val="libItalicChar"/>
        </w:rPr>
        <w:t>Salawaat.</w:t>
      </w:r>
      <w:r>
        <w:t xml:space="preserve"> The advantage will be that all the </w:t>
      </w:r>
      <w:r w:rsidRPr="00F83CC6">
        <w:rPr>
          <w:rStyle w:val="libUnderlineChar"/>
        </w:rPr>
        <w:t>worldly and hereafter’s needs shall be fulfilled.</w:t>
      </w:r>
    </w:p>
    <w:p w:rsidR="00294BA7" w:rsidRDefault="00294BA7" w:rsidP="00294BA7">
      <w:pPr>
        <w:pStyle w:val="libNormal"/>
      </w:pPr>
      <w:r>
        <w:t xml:space="preserve">Keeping </w:t>
      </w:r>
      <w:r w:rsidRPr="00294BA7">
        <w:rPr>
          <w:rStyle w:val="libItalicChar"/>
        </w:rPr>
        <w:t>Fast on Monday and Thursday</w:t>
      </w:r>
      <w:r>
        <w:t xml:space="preserve"> will benefit us in the fulfillment of </w:t>
      </w:r>
      <w:r w:rsidRPr="00294BA7">
        <w:rPr>
          <w:rStyle w:val="libUnderlineChar"/>
        </w:rPr>
        <w:t>20 Haajaats of this world and 20 of the Hereafter</w:t>
      </w:r>
      <w:r>
        <w:t>.</w:t>
      </w:r>
    </w:p>
    <w:p w:rsidR="00294BA7" w:rsidRDefault="00294BA7" w:rsidP="00294BA7">
      <w:pPr>
        <w:pStyle w:val="libNormal"/>
      </w:pPr>
      <w:r>
        <w:t xml:space="preserve">It is recommended to recite </w:t>
      </w:r>
      <w:r w:rsidRPr="00294BA7">
        <w:rPr>
          <w:rStyle w:val="libItalicChar"/>
        </w:rPr>
        <w:t xml:space="preserve">Salawaat </w:t>
      </w:r>
      <w:r>
        <w:t>as much as possible;</w:t>
      </w:r>
    </w:p>
    <w:p w:rsidR="00294BA7" w:rsidRPr="00294BA7" w:rsidRDefault="00294BA7" w:rsidP="00294BA7">
      <w:pPr>
        <w:pStyle w:val="libNormal"/>
        <w:rPr>
          <w:rStyle w:val="libItalicChar"/>
        </w:rPr>
      </w:pPr>
      <w:r>
        <w:t xml:space="preserve">There is a </w:t>
      </w:r>
      <w:r w:rsidRPr="00294BA7">
        <w:rPr>
          <w:rStyle w:val="libItalicChar"/>
        </w:rPr>
        <w:t>special Salawaat</w:t>
      </w:r>
      <w:r>
        <w:t xml:space="preserve"> to be recited every afternoon and a very excellent </w:t>
      </w:r>
      <w:r w:rsidRPr="00294BA7">
        <w:rPr>
          <w:rStyle w:val="libItalicChar"/>
        </w:rPr>
        <w:t>Munaajaat</w:t>
      </w:r>
      <w:r>
        <w:t xml:space="preserve"> which was being recited by Aimma</w:t>
      </w:r>
      <w:r w:rsidR="002E452F">
        <w:t>-</w:t>
      </w:r>
      <w:r>
        <w:t>e</w:t>
      </w:r>
      <w:r w:rsidR="002E452F">
        <w:t>-</w:t>
      </w:r>
      <w:r>
        <w:t>Twaahireen (A.S.) (refer.M.Jinaan); This Salawaat was recommended by Imaam Zaynul Aabideen (A.S.) to recite everyday day at noon</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Allaahumma Swalli Alaa Muhammadin Wa Aali Muhammad, Shajaratin</w:t>
      </w:r>
      <w:r w:rsidR="002E452F">
        <w:rPr>
          <w:rStyle w:val="libItalicChar"/>
        </w:rPr>
        <w:t>-</w:t>
      </w:r>
      <w:r w:rsidRPr="00294BA7">
        <w:rPr>
          <w:rStyle w:val="libItalicChar"/>
        </w:rPr>
        <w:t>Nubuwwati Wa Mawdhwi’ir</w:t>
      </w:r>
      <w:r w:rsidR="002E452F">
        <w:rPr>
          <w:rStyle w:val="libItalicChar"/>
        </w:rPr>
        <w:t>-</w:t>
      </w:r>
      <w:r w:rsidRPr="00294BA7">
        <w:rPr>
          <w:rStyle w:val="libItalicChar"/>
        </w:rPr>
        <w:t>Risaalati Wa Mukhtalafil Malaaikati Wa Ma’adinil Ilmi Wa AhliBaytil Wahyi. Allaahumma Swalli Alaa Muhammadin Wa Aali Muhammadinil Fulkil Jaariyati Fil</w:t>
      </w:r>
      <w:r w:rsidR="002E452F">
        <w:rPr>
          <w:rStyle w:val="libItalicChar"/>
        </w:rPr>
        <w:t>-</w:t>
      </w:r>
      <w:r w:rsidRPr="00294BA7">
        <w:rPr>
          <w:rStyle w:val="libItalicChar"/>
        </w:rPr>
        <w:t>Lujajil Ghaamirati Ya’amanu Man Rakibahaa Wa Yaghraqu Man Tarakahal Mutaqaddimu Lahum Maariqun Wal Muta’Akh</w:t>
      </w:r>
      <w:r w:rsidR="002E452F">
        <w:rPr>
          <w:rStyle w:val="libItalicChar"/>
        </w:rPr>
        <w:t>-</w:t>
      </w:r>
      <w:r w:rsidRPr="00294BA7">
        <w:rPr>
          <w:rStyle w:val="libItalicChar"/>
        </w:rPr>
        <w:t xml:space="preserve">khiru Anhum </w:t>
      </w:r>
      <w:r w:rsidRPr="00294BA7">
        <w:rPr>
          <w:rStyle w:val="libItalicChar"/>
        </w:rPr>
        <w:lastRenderedPageBreak/>
        <w:t>Zaahiqun Wal</w:t>
      </w:r>
      <w:r w:rsidR="002E452F">
        <w:rPr>
          <w:rStyle w:val="libItalicChar"/>
        </w:rPr>
        <w:t>-</w:t>
      </w:r>
      <w:r w:rsidRPr="00294BA7">
        <w:rPr>
          <w:rStyle w:val="libItalicChar"/>
        </w:rPr>
        <w:t>Laazimu Lahum Laahiqun</w:t>
      </w:r>
      <w:r>
        <w:t xml:space="preserve">. </w:t>
      </w:r>
      <w:r w:rsidRPr="00294BA7">
        <w:rPr>
          <w:rStyle w:val="libItalicChar"/>
        </w:rPr>
        <w:t>Allaahumma Swalli Alaa Muhammadin Wa Aali Muhammadin Alkahfil Haseeni Wa Ghiyaathil Mudhtwarril Mustaqeeni Wa Malja’al Haaribeen, Wa Ismatal Mu’ataswimeen. Alaahumma Swalli Alaa Muhammadin Wa Aali Muhammadin Swalaatan Katheeratan Takoonu Lahum Redhan Wa Li Haqqi Muhammadin Wa Aali Muhammadin Adaa’an Wa Qadhwaa’an Bihawlin Minka Wa Quwwatin Yaa Rabbal Aalameen. Allaahumma Swalli Alaa Muhammadin Wa Aali Muhammadin Attwayyibeenal Abraaril Akhyaaril</w:t>
      </w:r>
      <w:r w:rsidR="002E452F">
        <w:rPr>
          <w:rStyle w:val="libItalicChar"/>
        </w:rPr>
        <w:t>-</w:t>
      </w:r>
      <w:r w:rsidRPr="00294BA7">
        <w:rPr>
          <w:rStyle w:val="libItalicChar"/>
        </w:rPr>
        <w:t>Ladheena Awjabta Huqooqahum Wa Faradhta Twaa’atahum Wa Wilaayatahum. Alaahumma Swalli Alaa Muhammadin Wa Aali Muhammadin Wa’mur Qalbee Bi Twaa’atik Walaa Tukhzinee Bi Ma’aswiyatik Warzuqnee Muwaasaata Man Qattarta Alayhi Min Rizqika Bima Wassa’ata Alayya Min Fadhlika Wa Nasharta Alayya Min Adlika Wa Ahyaytanee Tahta Dhwillika Wa Haadha Shahru Nabiyyika Sayyidi Rusulika Sha’abaanul</w:t>
      </w:r>
      <w:r w:rsidR="002E452F">
        <w:rPr>
          <w:rStyle w:val="libItalicChar"/>
        </w:rPr>
        <w:t>-</w:t>
      </w:r>
      <w:r w:rsidRPr="00294BA7">
        <w:rPr>
          <w:rStyle w:val="libItalicChar"/>
        </w:rPr>
        <w:t>Ladhee Hafaftahu Minka Bir</w:t>
      </w:r>
      <w:r w:rsidR="002E452F">
        <w:rPr>
          <w:rStyle w:val="libItalicChar"/>
        </w:rPr>
        <w:t>-</w:t>
      </w:r>
      <w:r w:rsidRPr="00294BA7">
        <w:rPr>
          <w:rStyle w:val="libItalicChar"/>
        </w:rPr>
        <w:t>Rahmati War</w:t>
      </w:r>
      <w:r w:rsidR="002E452F">
        <w:rPr>
          <w:rStyle w:val="libItalicChar"/>
        </w:rPr>
        <w:t>-</w:t>
      </w:r>
      <w:r w:rsidRPr="00294BA7">
        <w:rPr>
          <w:rStyle w:val="libItalicChar"/>
        </w:rPr>
        <w:t>Ridhwaanil</w:t>
      </w:r>
      <w:r w:rsidR="002E452F">
        <w:rPr>
          <w:rStyle w:val="libItalicChar"/>
        </w:rPr>
        <w:t>-</w:t>
      </w:r>
      <w:r w:rsidRPr="00294BA7">
        <w:rPr>
          <w:rStyle w:val="libItalicChar"/>
        </w:rPr>
        <w:t>Ladhee Kaana Rasoolullaahi Swallallaahu Alayhi Wa Aalihi Wa Sallam Yad’abu Fee Swiyaamihi Wa Qiyaamihi Fee Layaaleehi Wa Ayyaamihi Nujoo’an Laka Fi Ikraamihi Wa I’adhwaamihi Ilaa Mahalli Himaamihi. Allaahumma Fa Ainnaa Alal Istinaani Bi Sunnatihi Feehi Wa Naylish</w:t>
      </w:r>
      <w:r w:rsidR="002E452F">
        <w:rPr>
          <w:rStyle w:val="libItalicChar"/>
        </w:rPr>
        <w:t>-</w:t>
      </w:r>
      <w:r w:rsidRPr="00294BA7">
        <w:rPr>
          <w:rStyle w:val="libItalicChar"/>
        </w:rPr>
        <w:t>Shafaa’ati Ladayhi. Allaahumma Waj’alhu Lee Shafeean Mushaffa’an Wa Twareeqan Ilayka Maheean Waj’alnee Lahoo Muttabian Hattaa Alqaaq Yawmal Qiyaamati Annee Raadhiyan Wa An Dhunoobee Ghaadhiyan Qad Awjabta Lee Minkar</w:t>
      </w:r>
      <w:r w:rsidR="002E452F">
        <w:rPr>
          <w:rStyle w:val="libItalicChar"/>
        </w:rPr>
        <w:t>-</w:t>
      </w:r>
      <w:r w:rsidRPr="00294BA7">
        <w:rPr>
          <w:rStyle w:val="libItalicChar"/>
        </w:rPr>
        <w:t>Rahmata War</w:t>
      </w:r>
      <w:r w:rsidR="002E452F">
        <w:rPr>
          <w:rStyle w:val="libItalicChar"/>
        </w:rPr>
        <w:t>-</w:t>
      </w:r>
      <w:r w:rsidRPr="00294BA7">
        <w:rPr>
          <w:rStyle w:val="libItalicChar"/>
        </w:rPr>
        <w:t>Ridhwaan Wa Anzaltanee Daaral Qaraari Wa Mahallal Akhyaar.</w:t>
      </w:r>
    </w:p>
    <w:p w:rsidR="00294BA7" w:rsidRDefault="00294BA7" w:rsidP="00294BA7">
      <w:pPr>
        <w:pStyle w:val="libCenterTitr"/>
      </w:pPr>
      <w:bookmarkStart w:id="49" w:name="_Toc64900098"/>
      <w:r>
        <w:t>1</w:t>
      </w:r>
      <w:r w:rsidRPr="00294BA7">
        <w:t xml:space="preserve">st </w:t>
      </w:r>
      <w:r>
        <w:t>Night of Sha’abaan:</w:t>
      </w:r>
      <w:bookmarkEnd w:id="49"/>
    </w:p>
    <w:p w:rsidR="00294BA7" w:rsidRDefault="00294BA7" w:rsidP="00294BA7">
      <w:pPr>
        <w:pStyle w:val="libNormal"/>
      </w:pPr>
      <w:r>
        <w:t xml:space="preserve">Pray </w:t>
      </w:r>
      <w:r w:rsidRPr="00294BA7">
        <w:rPr>
          <w:rStyle w:val="libItalicChar"/>
        </w:rPr>
        <w:t>12 rak’at Namaaz</w:t>
      </w:r>
      <w:r>
        <w:t xml:space="preserve"> in which recite S.Tawheed 11 times after Al</w:t>
      </w:r>
      <w:r w:rsidR="002E452F">
        <w:t>-</w:t>
      </w:r>
      <w:r>
        <w:t>Hamd in every rek’at;</w:t>
      </w:r>
    </w:p>
    <w:p w:rsidR="00294BA7" w:rsidRDefault="00294BA7" w:rsidP="00294BA7">
      <w:pPr>
        <w:pStyle w:val="libNormal"/>
      </w:pPr>
      <w:r>
        <w:t xml:space="preserve">It is highly emphasized to observe </w:t>
      </w:r>
      <w:r w:rsidRPr="00294BA7">
        <w:rPr>
          <w:rStyle w:val="libItalicChar"/>
        </w:rPr>
        <w:t>Fasting</w:t>
      </w:r>
      <w:r>
        <w:t xml:space="preserve"> on this day.</w:t>
      </w:r>
    </w:p>
    <w:p w:rsidR="00294BA7" w:rsidRDefault="00294BA7" w:rsidP="00294BA7">
      <w:pPr>
        <w:pStyle w:val="libNormal"/>
      </w:pPr>
      <w:r>
        <w:t xml:space="preserve">On </w:t>
      </w:r>
      <w:r w:rsidRPr="00294BA7">
        <w:rPr>
          <w:rStyle w:val="libItalicChar"/>
        </w:rPr>
        <w:t>1</w:t>
      </w:r>
      <w:r w:rsidRPr="00294BA7">
        <w:t>st</w:t>
      </w:r>
      <w:r w:rsidRPr="00294BA7">
        <w:rPr>
          <w:rStyle w:val="libItalicChar"/>
        </w:rPr>
        <w:t>, 2</w:t>
      </w:r>
      <w:r w:rsidRPr="00294BA7">
        <w:t>nd</w:t>
      </w:r>
      <w:r w:rsidRPr="00294BA7">
        <w:rPr>
          <w:rStyle w:val="libItalicChar"/>
        </w:rPr>
        <w:t>, and 3</w:t>
      </w:r>
      <w:r w:rsidRPr="00294BA7">
        <w:t>rd</w:t>
      </w:r>
      <w:r>
        <w:t xml:space="preserve"> day of this month </w:t>
      </w:r>
      <w:r w:rsidRPr="00294BA7">
        <w:rPr>
          <w:rStyle w:val="libItalicChar"/>
        </w:rPr>
        <w:t>Fasting</w:t>
      </w:r>
      <w:r>
        <w:t xml:space="preserve"> is highly recommended by the Holy Prophet (S.A.W.W.) and in their nights pray </w:t>
      </w:r>
      <w:r w:rsidRPr="00294BA7">
        <w:rPr>
          <w:rStyle w:val="libItalicChar"/>
        </w:rPr>
        <w:t>2 rak’at Namaaz</w:t>
      </w:r>
      <w:r>
        <w:t xml:space="preserve"> with 11 times </w:t>
      </w:r>
      <w:r w:rsidRPr="00294BA7">
        <w:rPr>
          <w:rStyle w:val="libItalicChar"/>
        </w:rPr>
        <w:t>S.Tawheed</w:t>
      </w:r>
      <w:r>
        <w:t xml:space="preserve"> in each rak’at.</w:t>
      </w:r>
    </w:p>
    <w:p w:rsidR="00294BA7" w:rsidRDefault="00294BA7" w:rsidP="00294BA7">
      <w:pPr>
        <w:pStyle w:val="libNormal"/>
      </w:pPr>
      <w:r>
        <w:t xml:space="preserve">The </w:t>
      </w:r>
      <w:r w:rsidRPr="00294BA7">
        <w:rPr>
          <w:rStyle w:val="libItalicChar"/>
        </w:rPr>
        <w:t>3</w:t>
      </w:r>
      <w:r w:rsidRPr="00294BA7">
        <w:t>rd</w:t>
      </w:r>
      <w:r w:rsidRPr="00294BA7">
        <w:rPr>
          <w:rStyle w:val="libItalicChar"/>
        </w:rPr>
        <w:t xml:space="preserve"> day</w:t>
      </w:r>
      <w:r>
        <w:t xml:space="preserve"> of this month is a very meritorious and auspicious day, it is the birthday of </w:t>
      </w:r>
      <w:r w:rsidRPr="00294BA7">
        <w:rPr>
          <w:rStyle w:val="libItalicChar"/>
        </w:rPr>
        <w:t>Imaam Hussain (A.S.)</w:t>
      </w:r>
      <w:r>
        <w:t xml:space="preserve"> One should </w:t>
      </w:r>
      <w:r w:rsidRPr="00294BA7">
        <w:rPr>
          <w:rStyle w:val="libItalicChar"/>
        </w:rPr>
        <w:t>Fast</w:t>
      </w:r>
      <w:r>
        <w:t xml:space="preserve"> on this day and there is a very good Duaa to be recited today. (refer.M.Jinaan)</w:t>
      </w:r>
    </w:p>
    <w:p w:rsidR="00294BA7" w:rsidRDefault="00294BA7" w:rsidP="00294BA7">
      <w:pPr>
        <w:pStyle w:val="libCenterTitr"/>
      </w:pPr>
      <w:r>
        <w:br w:type="page"/>
      </w:r>
      <w:bookmarkStart w:id="50" w:name="_Toc64900099"/>
      <w:r>
        <w:lastRenderedPageBreak/>
        <w:t>15</w:t>
      </w:r>
      <w:r w:rsidRPr="00294BA7">
        <w:t>th</w:t>
      </w:r>
      <w:r>
        <w:t xml:space="preserve"> Sha’abaan:</w:t>
      </w:r>
      <w:bookmarkEnd w:id="50"/>
    </w:p>
    <w:p w:rsidR="00294BA7" w:rsidRDefault="00294BA7" w:rsidP="00294BA7">
      <w:pPr>
        <w:pStyle w:val="libNormal"/>
      </w:pPr>
      <w:r>
        <w:t>The night preceding this day is an extra</w:t>
      </w:r>
      <w:r w:rsidR="002E452F">
        <w:t>-</w:t>
      </w:r>
      <w:r>
        <w:t>ordinary night. Imaam Muhammad Baakir (A.S.) said that this night is the most excellent night after the Night of Qadr, in this night Allaah distributes His Grace on His creatures abundantly, by His Mercy He forgives numerous people, we should try to gain His proximity. Allaah has promised that He will not return anyone empty</w:t>
      </w:r>
      <w:r w:rsidR="002E452F">
        <w:t>-</w:t>
      </w:r>
      <w:r>
        <w:t xml:space="preserve">handed except if a sinful thing is asked for. </w:t>
      </w:r>
      <w:r w:rsidRPr="00294BA7">
        <w:rPr>
          <w:rStyle w:val="libItalicChar"/>
        </w:rPr>
        <w:t>This holy night is to Ahlul Bayt as Laytul Qadr is to Holy prophet (S.A.W.W.)</w:t>
      </w:r>
      <w:r>
        <w:t xml:space="preserve"> Auspiciousness of this night is amplified manifold because of the birth of </w:t>
      </w:r>
      <w:r w:rsidRPr="00294BA7">
        <w:rPr>
          <w:rStyle w:val="libItalicChar"/>
        </w:rPr>
        <w:t>Imaam</w:t>
      </w:r>
      <w:r w:rsidR="002E452F">
        <w:rPr>
          <w:rStyle w:val="libItalicChar"/>
        </w:rPr>
        <w:t>-</w:t>
      </w:r>
      <w:r w:rsidRPr="00294BA7">
        <w:rPr>
          <w:rStyle w:val="libItalicChar"/>
        </w:rPr>
        <w:t>e</w:t>
      </w:r>
      <w:r w:rsidR="002E452F">
        <w:rPr>
          <w:rStyle w:val="libItalicChar"/>
        </w:rPr>
        <w:t>-</w:t>
      </w:r>
      <w:r w:rsidRPr="00294BA7">
        <w:rPr>
          <w:rStyle w:val="libItalicChar"/>
        </w:rPr>
        <w:t>Zamaana A.F</w:t>
      </w:r>
      <w:r>
        <w:t>. on this date.</w:t>
      </w:r>
    </w:p>
    <w:p w:rsidR="00294BA7" w:rsidRDefault="00294BA7" w:rsidP="00294BA7">
      <w:pPr>
        <w:pStyle w:val="libNormal"/>
      </w:pPr>
      <w:r>
        <w:t>The Holy Prophet (S.A.W.W.) said that in this night Allaah (S.W.T.) distributes sustenance, registers the life</w:t>
      </w:r>
      <w:r w:rsidR="002E452F">
        <w:t>-</w:t>
      </w:r>
      <w:r>
        <w:t>spans of creatures, and the names of those to go for Hajj are recorded. In this night Allah bestows His Grace and Blessings to His creation much more then what they deserve.</w:t>
      </w:r>
    </w:p>
    <w:p w:rsidR="00294BA7" w:rsidRDefault="00294BA7" w:rsidP="00294BA7">
      <w:pPr>
        <w:pStyle w:val="libCenterTitr"/>
      </w:pPr>
      <w:bookmarkStart w:id="51" w:name="_Toc64900100"/>
      <w:r>
        <w:t>Some A’amaal on ths Night of 15</w:t>
      </w:r>
      <w:r w:rsidRPr="00294BA7">
        <w:t>th</w:t>
      </w:r>
      <w:r>
        <w:t xml:space="preserve"> Sha’abaan:</w:t>
      </w:r>
      <w:bookmarkEnd w:id="51"/>
    </w:p>
    <w:p w:rsidR="00294BA7" w:rsidRDefault="00294BA7" w:rsidP="00294BA7">
      <w:pPr>
        <w:pStyle w:val="libNormal"/>
      </w:pPr>
      <w:r>
        <w:t xml:space="preserve">To perform </w:t>
      </w:r>
      <w:r w:rsidRPr="00294BA7">
        <w:rPr>
          <w:rStyle w:val="libItalicChar"/>
        </w:rPr>
        <w:t>Ghusl</w:t>
      </w:r>
      <w:r>
        <w:t xml:space="preserve"> in this night is the means of forgivness.</w:t>
      </w:r>
    </w:p>
    <w:p w:rsidR="00294BA7" w:rsidRDefault="00294BA7" w:rsidP="00294BA7">
      <w:pPr>
        <w:pStyle w:val="libNormal"/>
      </w:pPr>
      <w:r>
        <w:t xml:space="preserve">To keep </w:t>
      </w:r>
      <w:r w:rsidRPr="00294BA7">
        <w:rPr>
          <w:rStyle w:val="libItalicChar"/>
        </w:rPr>
        <w:t>night vigil</w:t>
      </w:r>
      <w:r>
        <w:t xml:space="preserve"> for Duaas, Namaaz, Istighfaar and other Ibaadaat.</w:t>
      </w:r>
    </w:p>
    <w:p w:rsidR="00294BA7" w:rsidRPr="00294BA7" w:rsidRDefault="00294BA7" w:rsidP="00294BA7">
      <w:pPr>
        <w:pStyle w:val="libNormal"/>
        <w:rPr>
          <w:rStyle w:val="libItalicChar"/>
        </w:rPr>
      </w:pPr>
      <w:r>
        <w:t xml:space="preserve">To recite </w:t>
      </w:r>
      <w:r w:rsidRPr="00294BA7">
        <w:rPr>
          <w:rStyle w:val="libItalicChar"/>
        </w:rPr>
        <w:t>Ziyaarat of Imaam Husayn (A.S.)</w:t>
      </w:r>
      <w:r>
        <w:t xml:space="preserve"> It is as if to shake hands with 124000 Prophets of Allaah (S.W.T.) Is has the merit of Hajj and Umrah. At least one should stand under the open sky and then look left, right, and towards the heavens and recite even this much</w:t>
      </w:r>
      <w:r w:rsidRPr="00294BA7">
        <w:rPr>
          <w:rStyle w:val="libItalicChar"/>
        </w:rPr>
        <w:t>: Assalaamu Alayka Ya Abaa Abdillaah Assalaamu Alayka Wa Rahmatullaahi Wa Barakaatuh.</w:t>
      </w:r>
    </w:p>
    <w:p w:rsidR="00294BA7" w:rsidRDefault="00294BA7" w:rsidP="00294BA7">
      <w:pPr>
        <w:pStyle w:val="libNormal"/>
      </w:pPr>
      <w:r>
        <w:t>There are essential Duaas to be recited tonight, pls. Ref.M.Jinaan.</w:t>
      </w:r>
    </w:p>
    <w:p w:rsidR="00294BA7" w:rsidRDefault="00294BA7" w:rsidP="00294BA7">
      <w:pPr>
        <w:pStyle w:val="libNormal"/>
      </w:pPr>
      <w:r>
        <w:t xml:space="preserve">Recite the </w:t>
      </w:r>
      <w:r w:rsidRPr="00294BA7">
        <w:rPr>
          <w:rStyle w:val="libItalicChar"/>
        </w:rPr>
        <w:t>Salawaat</w:t>
      </w:r>
      <w:r>
        <w:t xml:space="preserve"> that is recited everyday at noon.</w:t>
      </w:r>
    </w:p>
    <w:p w:rsidR="00294BA7" w:rsidRDefault="00294BA7" w:rsidP="00294BA7">
      <w:pPr>
        <w:pStyle w:val="libNormal"/>
      </w:pPr>
      <w:r>
        <w:t>Recite Duaa</w:t>
      </w:r>
      <w:r w:rsidR="002E452F">
        <w:t>-</w:t>
      </w:r>
      <w:r>
        <w:t>e</w:t>
      </w:r>
      <w:r w:rsidR="002E452F">
        <w:t>-</w:t>
      </w:r>
      <w:r>
        <w:t>Qumayl.</w:t>
      </w:r>
    </w:p>
    <w:p w:rsidR="00294BA7" w:rsidRDefault="00294BA7" w:rsidP="00294BA7">
      <w:pPr>
        <w:pStyle w:val="libNormal"/>
      </w:pPr>
      <w:r>
        <w:t>Recite Tasbeehaat</w:t>
      </w:r>
      <w:r w:rsidR="002E452F">
        <w:t>-</w:t>
      </w:r>
      <w:r>
        <w:t>e</w:t>
      </w:r>
      <w:r w:rsidR="002E452F">
        <w:t>-</w:t>
      </w:r>
      <w:r>
        <w:t>Arba’aa 100 times which is the means for the forgiveness of sins and Haajaat are fulfilled Sub’haanallaahi Walhamdu Lillaahi Wa Laa Ilaaha Illaal</w:t>
      </w:r>
      <w:r w:rsidR="002E452F">
        <w:t>-</w:t>
      </w:r>
      <w:r>
        <w:t>Laahu Wallaahu Akbar.</w:t>
      </w:r>
    </w:p>
    <w:p w:rsidR="00294BA7" w:rsidRPr="00294BA7" w:rsidRDefault="00294BA7" w:rsidP="00294BA7">
      <w:pPr>
        <w:pStyle w:val="libNormal"/>
        <w:rPr>
          <w:rStyle w:val="libItalicChar"/>
        </w:rPr>
      </w:pPr>
      <w:r>
        <w:t xml:space="preserve">There is also to be recited </w:t>
      </w:r>
      <w:r w:rsidRPr="00294BA7">
        <w:rPr>
          <w:rStyle w:val="libItalicChar"/>
        </w:rPr>
        <w:t>2 rak’at Namaaz</w:t>
      </w:r>
      <w:r>
        <w:t xml:space="preserve">, then a Duaa, ref.M.Jinaan), then 20 times </w:t>
      </w:r>
      <w:r w:rsidRPr="00294BA7">
        <w:rPr>
          <w:rStyle w:val="libItalicChar"/>
        </w:rPr>
        <w:t>Yaa Rabbi</w:t>
      </w:r>
      <w:r>
        <w:t xml:space="preserve">, and 7 times </w:t>
      </w:r>
      <w:r w:rsidRPr="00294BA7">
        <w:rPr>
          <w:rStyle w:val="libItalicChar"/>
        </w:rPr>
        <w:t xml:space="preserve">Yaa Allaahu </w:t>
      </w:r>
      <w:r>
        <w:t>in Sajdah, then 7 times</w:t>
      </w:r>
      <w:r w:rsidRPr="00294BA7">
        <w:rPr>
          <w:rStyle w:val="libItalicChar"/>
        </w:rPr>
        <w:t xml:space="preserve">: Laa Hawla Walaa Quwwata Illaa Billaah, </w:t>
      </w:r>
      <w:r>
        <w:t xml:space="preserve">then 10 times </w:t>
      </w:r>
      <w:r w:rsidRPr="00294BA7">
        <w:rPr>
          <w:rStyle w:val="libItalicChar"/>
        </w:rPr>
        <w:t>Maa Shaa’Allaahu</w:t>
      </w:r>
      <w:r>
        <w:t xml:space="preserve">, then 10 times </w:t>
      </w:r>
      <w:r w:rsidRPr="00294BA7">
        <w:rPr>
          <w:rStyle w:val="libItalicChar"/>
        </w:rPr>
        <w:t>Laa Quwwata Illaa Billaah</w:t>
      </w:r>
      <w:r>
        <w:t xml:space="preserve">. Then </w:t>
      </w:r>
      <w:r w:rsidRPr="00294BA7">
        <w:rPr>
          <w:rStyle w:val="libItalicChar"/>
        </w:rPr>
        <w:t>Salawaat</w:t>
      </w:r>
      <w:r>
        <w:t>, then beseech your needs and Inshaa’Allaah the Al</w:t>
      </w:r>
      <w:r w:rsidR="002E452F">
        <w:t>-</w:t>
      </w:r>
      <w:r>
        <w:t>Mighty Allaah shall grant your Haajaat even if they are as many as the drops of rain.</w:t>
      </w:r>
    </w:p>
    <w:p w:rsidR="00294BA7" w:rsidRPr="00294BA7" w:rsidRDefault="00294BA7" w:rsidP="00294BA7">
      <w:pPr>
        <w:pStyle w:val="libNormal"/>
        <w:rPr>
          <w:rStyle w:val="libItalicChar"/>
        </w:rPr>
      </w:pPr>
      <w:r>
        <w:t xml:space="preserve">Recite that </w:t>
      </w:r>
      <w:r w:rsidRPr="00294BA7">
        <w:rPr>
          <w:rStyle w:val="libItalicChar"/>
        </w:rPr>
        <w:t xml:space="preserve">Duaa </w:t>
      </w:r>
      <w:r>
        <w:t>which we recite in Namaaz</w:t>
      </w:r>
      <w:r w:rsidR="002E452F">
        <w:t>-</w:t>
      </w:r>
      <w:r>
        <w:t>e</w:t>
      </w:r>
      <w:r w:rsidR="002E452F">
        <w:t>-</w:t>
      </w:r>
      <w:r>
        <w:t xml:space="preserve">Shafaa. (starting withthese words </w:t>
      </w:r>
      <w:r w:rsidRPr="00294BA7">
        <w:rPr>
          <w:rStyle w:val="libItalicChar"/>
        </w:rPr>
        <w:t xml:space="preserve">‘Ilaahee…Ta’Arradha… Laka…’ </w:t>
      </w:r>
      <w:r>
        <w:t>(This Duaa has already been written in the section on Namaaz</w:t>
      </w:r>
      <w:r w:rsidR="002E452F">
        <w:t>-</w:t>
      </w:r>
      <w:r>
        <w:t>e</w:t>
      </w:r>
      <w:r w:rsidR="002E452F">
        <w:t>-</w:t>
      </w:r>
      <w:r>
        <w:t>Shab).</w:t>
      </w:r>
    </w:p>
    <w:p w:rsidR="00294BA7" w:rsidRPr="00294BA7" w:rsidRDefault="00294BA7" w:rsidP="00294BA7">
      <w:pPr>
        <w:pStyle w:val="libNormal"/>
        <w:rPr>
          <w:rStyle w:val="libItalicChar"/>
        </w:rPr>
      </w:pPr>
      <w:r>
        <w:t xml:space="preserve">After each Namaaz of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Shab</w:t>
      </w:r>
      <w:r>
        <w:t xml:space="preserve"> recite the above mentioned Duaa.</w:t>
      </w:r>
    </w:p>
    <w:p w:rsidR="00294BA7" w:rsidRDefault="00294BA7" w:rsidP="00294BA7">
      <w:pPr>
        <w:pStyle w:val="libNormal"/>
      </w:pPr>
      <w:r>
        <w:t>Recite this Duaa in Sajdah:  Bismillaahir</w:t>
      </w:r>
      <w:r w:rsidR="002E452F">
        <w:t>-</w:t>
      </w:r>
      <w:r>
        <w:t>Rahmaanir</w:t>
      </w:r>
      <w:r w:rsidR="002E452F">
        <w:t>-</w:t>
      </w:r>
      <w:r>
        <w:t>Raheem. Sajada Laka Sawaadee Wa Khayaalee Wa Aamana Laka Fuaadee Haadhihee Yadaaya Wamaa Janaytuhoo Alaa Nafsee Yaa Adhweemu Turjaa Likulli Adhweemin Ighfirliyal Adhweem Fa Innahoo Laa Yaghfirudh</w:t>
      </w:r>
      <w:r w:rsidR="002E452F">
        <w:t>-</w:t>
      </w:r>
      <w:r>
        <w:t>Dhanbiyal Adhweem.</w:t>
      </w:r>
    </w:p>
    <w:p w:rsidR="00294BA7" w:rsidRDefault="00294BA7" w:rsidP="00294BA7">
      <w:pPr>
        <w:pStyle w:val="libNormal"/>
      </w:pPr>
      <w:r>
        <w:t>Again go into Sajdah and recite:  Aoodhu Bi Noori Wajhikal</w:t>
      </w:r>
      <w:r w:rsidR="002E452F">
        <w:t>-</w:t>
      </w:r>
      <w:r>
        <w:t>Ladhee Adhwaa’at Lahus</w:t>
      </w:r>
      <w:r w:rsidR="002E452F">
        <w:t>-</w:t>
      </w:r>
      <w:r>
        <w:t>Samaawaatu Wal Ardhoona Wankashfat Lahudh</w:t>
      </w:r>
      <w:r w:rsidR="002E452F">
        <w:t>-</w:t>
      </w:r>
      <w:r>
        <w:t>Dhulumaatu Wa Swalaha Alayhi Amrul Awwaleen Wal Aakhireen Min Fuj’ati Naqimatik Aafiyatik Wamin Zawaali Ni’amatik Allaahummar’zuqnee Qalban Taqiyyan Naqiyyan Wa Minash</w:t>
      </w:r>
      <w:r w:rsidR="002E452F">
        <w:t>-</w:t>
      </w:r>
      <w:r>
        <w:t>Shirki Baree’an Laa Kaafiran Walaa Shaqiyyan.</w:t>
      </w:r>
    </w:p>
    <w:p w:rsidR="00294BA7" w:rsidRPr="00294BA7" w:rsidRDefault="00294BA7" w:rsidP="00294BA7">
      <w:pPr>
        <w:pStyle w:val="libNormal"/>
        <w:rPr>
          <w:rStyle w:val="libItalicChar"/>
        </w:rPr>
      </w:pPr>
      <w:r>
        <w:lastRenderedPageBreak/>
        <w:t xml:space="preserve">Imaam Radhaa (A.S.) has recommended to pray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Ja’afar</w:t>
      </w:r>
      <w:r w:rsidR="002E452F">
        <w:rPr>
          <w:rStyle w:val="libItalicChar"/>
        </w:rPr>
        <w:t>-</w:t>
      </w:r>
      <w:r w:rsidRPr="00294BA7">
        <w:rPr>
          <w:rStyle w:val="libItalicChar"/>
        </w:rPr>
        <w:t>e</w:t>
      </w:r>
      <w:r w:rsidR="002E452F">
        <w:rPr>
          <w:rStyle w:val="libItalicChar"/>
        </w:rPr>
        <w:t>-</w:t>
      </w:r>
      <w:r w:rsidRPr="00294BA7">
        <w:rPr>
          <w:rStyle w:val="libItalicChar"/>
        </w:rPr>
        <w:t xml:space="preserve">Tayyaar </w:t>
      </w:r>
      <w:r>
        <w:t>in this holy night.</w:t>
      </w:r>
    </w:p>
    <w:p w:rsidR="00294BA7" w:rsidRDefault="00294BA7" w:rsidP="00294BA7">
      <w:pPr>
        <w:pStyle w:val="libNormal"/>
      </w:pPr>
      <w:r>
        <w:t>From amongst other Ibaadaat there is 4 rak’at Namaaz, in each rak’at after al</w:t>
      </w:r>
      <w:r w:rsidR="002E452F">
        <w:t>-</w:t>
      </w:r>
      <w:r>
        <w:t>Hamd recite 100 times S’Ikhlaas, then there is a Duaa:  Bismillaahir</w:t>
      </w:r>
      <w:r w:rsidR="002E452F">
        <w:t>-</w:t>
      </w:r>
      <w:r>
        <w:t>Rahmaanir</w:t>
      </w:r>
      <w:r w:rsidR="002E452F">
        <w:t>-</w:t>
      </w:r>
      <w:r>
        <w:t xml:space="preserve">Raheem. Allaahumma Ilayka Faqeerun Wamin Adhaabika Khaaifun Mustajeerun, Allaahumma Laa Tubaddilismee Walaa Tughayyir Jismee Walaa Tajhad Balaai Walaa Tushmit Bee A’adaai, Aoodhu Bi Afwika Min Iqaabika Wa Aoodhu Bi Rahmatika Min Adhaabik Wa Aoodhu Bi Ridhaak Min Sakhtik Wa Aoodhu Bika Minka Jalla Thanaauk Anta Kamaa Athnayta Alaa Nafsik Wa Fawqa Maa Yaqoolul Qaailoon. </w:t>
      </w:r>
    </w:p>
    <w:p w:rsidR="00294BA7" w:rsidRPr="00294BA7" w:rsidRDefault="00294BA7" w:rsidP="00294BA7">
      <w:pPr>
        <w:pStyle w:val="libNormal"/>
        <w:rPr>
          <w:rStyle w:val="libItalicChar"/>
        </w:rPr>
      </w:pPr>
      <w:r>
        <w:t xml:space="preserve">Another </w:t>
      </w:r>
      <w:r w:rsidRPr="00294BA7">
        <w:rPr>
          <w:rStyle w:val="libItalicChar"/>
        </w:rPr>
        <w:t>Namaaz</w:t>
      </w:r>
      <w:r>
        <w:t xml:space="preserve"> is of 100 rak’at, in each rak’at S.Ikhlaas is to be recited 10 times.</w:t>
      </w:r>
    </w:p>
    <w:p w:rsidR="00294BA7" w:rsidRPr="00294BA7" w:rsidRDefault="00294BA7" w:rsidP="00294BA7">
      <w:pPr>
        <w:pStyle w:val="libNormal"/>
        <w:rPr>
          <w:rStyle w:val="libItalicChar"/>
        </w:rPr>
      </w:pPr>
      <w:r>
        <w:t xml:space="preserve">Recite that </w:t>
      </w:r>
      <w:r w:rsidRPr="00294BA7">
        <w:rPr>
          <w:rStyle w:val="libItalicChar"/>
        </w:rPr>
        <w:t>Namaaz</w:t>
      </w:r>
      <w:r>
        <w:t xml:space="preserve"> mentioned in the month of Rajab to be recited on </w:t>
      </w:r>
      <w:r w:rsidRPr="00294BA7">
        <w:rPr>
          <w:rStyle w:val="libItalicChar"/>
        </w:rPr>
        <w:t>13</w:t>
      </w:r>
      <w:r w:rsidRPr="00294BA7">
        <w:t>th</w:t>
      </w:r>
      <w:r w:rsidRPr="00294BA7">
        <w:rPr>
          <w:rStyle w:val="libItalicChar"/>
        </w:rPr>
        <w:t>, 14</w:t>
      </w:r>
      <w:r w:rsidRPr="00294BA7">
        <w:t>th</w:t>
      </w:r>
      <w:r w:rsidRPr="00294BA7">
        <w:rPr>
          <w:rStyle w:val="libItalicChar"/>
        </w:rPr>
        <w:t>, and 15</w:t>
      </w:r>
      <w:r w:rsidRPr="00294BA7">
        <w:t>th</w:t>
      </w:r>
      <w:r w:rsidRPr="00294BA7">
        <w:rPr>
          <w:rStyle w:val="libItalicChar"/>
        </w:rPr>
        <w:t xml:space="preserve"> nights</w:t>
      </w:r>
      <w:r>
        <w:t>.</w:t>
      </w:r>
    </w:p>
    <w:p w:rsidR="00294BA7" w:rsidRDefault="00294BA7" w:rsidP="00294BA7">
      <w:pPr>
        <w:pStyle w:val="libCenterTitr"/>
      </w:pPr>
      <w:bookmarkStart w:id="52" w:name="_Toc64900101"/>
      <w:r>
        <w:t>The Day Of 15</w:t>
      </w:r>
      <w:r w:rsidRPr="00294BA7">
        <w:t>th</w:t>
      </w:r>
      <w:r>
        <w:t xml:space="preserve"> Sha’abaan:</w:t>
      </w:r>
      <w:bookmarkEnd w:id="52"/>
    </w:p>
    <w:p w:rsidR="00294BA7" w:rsidRDefault="00294BA7" w:rsidP="00294BA7">
      <w:pPr>
        <w:pStyle w:val="libNormal"/>
      </w:pPr>
      <w:r>
        <w:t>Today is the Birthday of our Imaam Al</w:t>
      </w:r>
      <w:r w:rsidR="002E452F">
        <w:t>-</w:t>
      </w:r>
      <w:r>
        <w:t>Mahdi Swaahibuz</w:t>
      </w:r>
      <w:r w:rsidR="002E452F">
        <w:t>-</w:t>
      </w:r>
      <w:r>
        <w:t xml:space="preserve">Zamaan A.F. and so it is the great day of </w:t>
      </w:r>
      <w:r w:rsidRPr="00294BA7">
        <w:rPr>
          <w:rStyle w:val="libItalicChar"/>
        </w:rPr>
        <w:t>Eed.</w:t>
      </w:r>
      <w:r>
        <w:t xml:space="preserve"> It is highly emphasized to recite the </w:t>
      </w:r>
      <w:r w:rsidRPr="00294BA7">
        <w:rPr>
          <w:rStyle w:val="libItalicChar"/>
        </w:rPr>
        <w:t>Ziyaarat of Imaam Mehdi A.F.</w:t>
      </w:r>
      <w:r>
        <w:t xml:space="preserve"> from wherever you are. We should pray much today for the safety and reappearence of the Imaam, who will come to wipe out all corruptions and evils of the world and will establish the most just rule.</w:t>
      </w:r>
    </w:p>
    <w:p w:rsidR="00294BA7" w:rsidRDefault="00294BA7" w:rsidP="00294BA7">
      <w:pPr>
        <w:pStyle w:val="libNormal"/>
      </w:pPr>
      <w:r>
        <w:t>There are various essential Ziyaaraat, Duaas and A’amaal of Immam</w:t>
      </w:r>
      <w:r w:rsidR="002E452F">
        <w:t>-</w:t>
      </w:r>
      <w:r>
        <w:t>e</w:t>
      </w:r>
      <w:r w:rsidR="002E452F">
        <w:t>-</w:t>
      </w:r>
      <w:r>
        <w:t>Zamaana which should be performed today.</w:t>
      </w:r>
    </w:p>
    <w:p w:rsidR="00294BA7" w:rsidRDefault="00294BA7" w:rsidP="00294BA7">
      <w:pPr>
        <w:pStyle w:val="libNormal"/>
      </w:pPr>
    </w:p>
    <w:p w:rsidR="00294BA7" w:rsidRDefault="00294BA7" w:rsidP="00294BA7">
      <w:pPr>
        <w:pStyle w:val="libCenterBold1"/>
      </w:pPr>
      <w:bookmarkStart w:id="53" w:name="_Toc64900102"/>
      <w:r>
        <w:t>Other A’amaal of Sha’aban:</w:t>
      </w:r>
      <w:bookmarkEnd w:id="53"/>
    </w:p>
    <w:p w:rsidR="00294BA7" w:rsidRDefault="00294BA7" w:rsidP="00294BA7">
      <w:pPr>
        <w:pStyle w:val="libNormal"/>
      </w:pPr>
      <w:r>
        <w:t xml:space="preserve">Imaam Radhaa (A.S.) said that whoever shall observe </w:t>
      </w:r>
      <w:r w:rsidRPr="00294BA7">
        <w:rPr>
          <w:rStyle w:val="libItalicChar"/>
        </w:rPr>
        <w:t>Fasting</w:t>
      </w:r>
      <w:r>
        <w:t xml:space="preserve"> even for the last three days of Sha’abaan and connect to the Fasts of Holy Ramadhaan shall earn the Sawaab of two months of Fasting.</w:t>
      </w:r>
    </w:p>
    <w:p w:rsidR="00294BA7" w:rsidRDefault="00294BA7" w:rsidP="00294BA7">
      <w:pPr>
        <w:pStyle w:val="libNormal"/>
      </w:pPr>
      <w:r>
        <w:t>As the Holy Month of Ramadhaan is approaching we should try to be free from all sins so as to enter in the Holy Month with purity and piousness.</w:t>
      </w:r>
    </w:p>
    <w:p w:rsidR="00294BA7" w:rsidRPr="00F83CC6" w:rsidRDefault="00294BA7" w:rsidP="00294BA7">
      <w:pPr>
        <w:pStyle w:val="libNormal"/>
        <w:rPr>
          <w:rStyle w:val="libUnderlineChar"/>
        </w:rPr>
      </w:pPr>
      <w:r>
        <w:t xml:space="preserve">Imaam Radhaa (A.S.) said to one of his followers that in the final days of this month one should recite </w:t>
      </w:r>
      <w:r w:rsidRPr="00294BA7">
        <w:rPr>
          <w:rStyle w:val="libItalicChar"/>
        </w:rPr>
        <w:t>Duaas</w:t>
      </w:r>
      <w:r>
        <w:t xml:space="preserve">, perform </w:t>
      </w:r>
      <w:r w:rsidRPr="00294BA7">
        <w:rPr>
          <w:rStyle w:val="libItalicChar"/>
        </w:rPr>
        <w:t>Istighfaar,</w:t>
      </w:r>
      <w:r>
        <w:t xml:space="preserve"> and recite </w:t>
      </w:r>
      <w:r w:rsidRPr="00294BA7">
        <w:rPr>
          <w:rStyle w:val="libItalicChar"/>
        </w:rPr>
        <w:t>Holy Qur’an</w:t>
      </w:r>
      <w:r>
        <w:t xml:space="preserve"> so that we should become clean and free of any thing that is disliked by the All</w:t>
      </w:r>
      <w:r w:rsidR="002E452F">
        <w:t>-</w:t>
      </w:r>
      <w:r>
        <w:t xml:space="preserve">Merciful Allaah. </w:t>
      </w:r>
      <w:r w:rsidRPr="00F83CC6">
        <w:rPr>
          <w:rStyle w:val="libUnderlineChar"/>
        </w:rPr>
        <w:t>We should keenly observe that we are not laden with debts, nor do we nurse any grudge towards anyone, should keep away from all types of sins, and should keep complete faith and trust on non but Allaah only.</w:t>
      </w:r>
    </w:p>
    <w:p w:rsidR="00294BA7" w:rsidRDefault="00294BA7" w:rsidP="00294BA7">
      <w:pPr>
        <w:pStyle w:val="libNormal"/>
      </w:pPr>
      <w:r>
        <w:t>Recite this Duaa in the final days of this month: Bismillaahir</w:t>
      </w:r>
      <w:r w:rsidR="002E452F">
        <w:t>-</w:t>
      </w:r>
      <w:r>
        <w:t>Rahmmaanir</w:t>
      </w:r>
      <w:r w:rsidR="002E452F">
        <w:t>-</w:t>
      </w:r>
      <w:r>
        <w:t>Raheem, Allaahumma In Lam Takun Ghafarta Lanaa Fee Maa Madhaa Min Sha’abaan Faghfirlanaa Fee Maa Baqiya Minhu.</w:t>
      </w:r>
    </w:p>
    <w:p w:rsidR="00294BA7" w:rsidRDefault="00294BA7" w:rsidP="00294BA7">
      <w:pPr>
        <w:pStyle w:val="libNormal"/>
      </w:pPr>
      <w:r>
        <w:t xml:space="preserve">In the last night of this month there is a meritorious Duaa to be recited, which starts with these words, </w:t>
      </w:r>
      <w:r w:rsidRPr="00294BA7">
        <w:rPr>
          <w:rStyle w:val="libItalicChar"/>
        </w:rPr>
        <w:t>“Allaahumma… Inna… Haadhash</w:t>
      </w:r>
      <w:r w:rsidR="002E452F">
        <w:rPr>
          <w:rStyle w:val="libItalicChar"/>
        </w:rPr>
        <w:t>-</w:t>
      </w:r>
      <w:r w:rsidRPr="00294BA7">
        <w:rPr>
          <w:rStyle w:val="libItalicChar"/>
        </w:rPr>
        <w:t>Shahral… Mubaaraka...”</w:t>
      </w:r>
      <w:r>
        <w:t xml:space="preserve"> (ref. M. Jinaan)</w:t>
      </w:r>
    </w:p>
    <w:p w:rsidR="002E452F" w:rsidRDefault="002E452F" w:rsidP="00294BA7">
      <w:pPr>
        <w:pStyle w:val="libNormal"/>
      </w:pPr>
      <w:r>
        <w:br w:type="page"/>
      </w:r>
    </w:p>
    <w:p w:rsidR="00A52C13" w:rsidRDefault="00A52C13" w:rsidP="00A52C13">
      <w:pPr>
        <w:pStyle w:val="Heading1Center"/>
      </w:pPr>
      <w:bookmarkStart w:id="54" w:name="_Toc420238106"/>
      <w:r w:rsidRPr="00A52C13">
        <w:lastRenderedPageBreak/>
        <w:t>HOLY RAMADHAAN</w:t>
      </w:r>
      <w:bookmarkEnd w:id="54"/>
    </w:p>
    <w:p w:rsidR="00294BA7" w:rsidRDefault="00294BA7" w:rsidP="00294BA7">
      <w:pPr>
        <w:pStyle w:val="libNormal"/>
      </w:pPr>
      <w:r>
        <w:t>Although Fasting is recommended in various days of the year the Holy Month of Ramadhaan is chosen by Allaah S.W.T specifically for this purpose. Fasting has numerous benefits for human beings and that is why we are commanded to observe Fasts. The most virtuous effect of effective Fasting is the reaching on the peak of perfaction.</w:t>
      </w:r>
    </w:p>
    <w:p w:rsidR="00294BA7" w:rsidRDefault="00294BA7" w:rsidP="00294BA7">
      <w:pPr>
        <w:pStyle w:val="libNormal"/>
      </w:pPr>
      <w:r>
        <w:t>The Holy Prophet (S.A.W.W.) said, “Whoever keeps his stomach hungry, his thinking culminates to the highest level, thus, making his reflections stronger.” The effect of less</w:t>
      </w:r>
      <w:r w:rsidR="002E452F">
        <w:t>-</w:t>
      </w:r>
      <w:r>
        <w:t>eating is mostly seen as being purity of heart and insight and it prepares the mind and heart to grasp quickly the right way of enlightenment. While the effect of over</w:t>
      </w:r>
      <w:r w:rsidR="002E452F">
        <w:t>-</w:t>
      </w:r>
      <w:r>
        <w:t>eating is always like drunkenness and dumbness in the sense of perception, thus reducing the power of quick grasping, moreover, that is the main cause in many desease. Over</w:t>
      </w:r>
      <w:r w:rsidR="002E452F">
        <w:t>-</w:t>
      </w:r>
      <w:r>
        <w:t>eating needs preparations, purchasing, cooking, consuming, relieving, money, treatment and time, thus wasting all these objects merely to satisfy a few moment’s taste of the tongue. While less</w:t>
      </w:r>
      <w:r w:rsidR="002E452F">
        <w:t>-</w:t>
      </w:r>
      <w:r>
        <w:t>eating will opportune more free time, ease, and comfort. Moreover, as a result of over</w:t>
      </w:r>
      <w:r w:rsidR="002E452F">
        <w:t>-</w:t>
      </w:r>
      <w:r>
        <w:t>eating the expenses for providing unnecessary food items and its medical expences can be utilized for charity, benevolence, pilgrimage, and other worshiping objectives that require money.</w:t>
      </w:r>
    </w:p>
    <w:p w:rsidR="00294BA7" w:rsidRDefault="00294BA7" w:rsidP="00294BA7">
      <w:pPr>
        <w:pStyle w:val="libNormal"/>
      </w:pPr>
      <w:r>
        <w:t>Even on the times after Iftaar we should observe some stricktness in consuming food. Allaah has made the abstinence from food compulsory in this month, He loves to see us sobre of foods and drinks whilst we eat and drink more than we do in other months. This is contrary to the wish of Allaah. It is as if a host loves to sit with his guest and talk to him fondly whereas the silly guest is busy in other nonsensical activity.</w:t>
      </w:r>
    </w:p>
    <w:p w:rsidR="00294BA7" w:rsidRDefault="00294BA7" w:rsidP="00294BA7">
      <w:pPr>
        <w:pStyle w:val="libNormal"/>
      </w:pPr>
      <w:r>
        <w:t>The Fast</w:t>
      </w:r>
      <w:r w:rsidR="002E452F">
        <w:t>-</w:t>
      </w:r>
      <w:r>
        <w:t>Observers whose eating and drinking and the level of consumption and the means of food are lawful and permissible, and they do not indulge in any sort of extravegence, neither they fill their dining table with colourful and delicious dishes, nor do they practice over</w:t>
      </w:r>
      <w:r w:rsidR="002E452F">
        <w:t>-</w:t>
      </w:r>
      <w:r>
        <w:t>eating and belly</w:t>
      </w:r>
      <w:r w:rsidR="002E452F">
        <w:t>-</w:t>
      </w:r>
      <w:r>
        <w:t>filling, they limit to single dish and do not eat for enjoyment and taste, so Allaah (S.W.T.) shall reward them with the best of His bounties, shall shower His special Blessings on them, and shall present to them His special rewards which no eyes has ever seen nor any mind has ever imagined.</w:t>
      </w:r>
    </w:p>
    <w:p w:rsidR="00294BA7" w:rsidRDefault="00294BA7" w:rsidP="00294BA7">
      <w:pPr>
        <w:pStyle w:val="libNormal"/>
      </w:pPr>
      <w:r>
        <w:t>Fasting in its true spirit produces humility, hospitality, obedience and surrender to the Lord of Universe. It enhances the spirit of freedome from arrogance, egotism and haughtiness; it also lowers the intensity of sensual passions and other bad motivations that diverts a person to the wrong path. Less</w:t>
      </w:r>
      <w:r w:rsidR="002E452F">
        <w:t>-</w:t>
      </w:r>
      <w:r>
        <w:t>eating creates a state of awakefulness thus reducing the hours of sleep, consequently giving the opportunity to do some creative works for this world as well as for the Hereafter. There is a Hadeeth which says, “Stop the path of Satanic influence upon yourself through hunger”</w:t>
      </w:r>
    </w:p>
    <w:p w:rsidR="00294BA7" w:rsidRDefault="00294BA7" w:rsidP="00294BA7">
      <w:pPr>
        <w:pStyle w:val="libNormal"/>
      </w:pPr>
      <w:r>
        <w:t xml:space="preserve">Howsoever, </w:t>
      </w:r>
      <w:r w:rsidRPr="00294BA7">
        <w:rPr>
          <w:rStyle w:val="libUnderlineChar"/>
        </w:rPr>
        <w:t xml:space="preserve">Fasting is not </w:t>
      </w:r>
      <w:r w:rsidRPr="00F83CC6">
        <w:rPr>
          <w:rStyle w:val="libBold1Char"/>
        </w:rPr>
        <w:t>only</w:t>
      </w:r>
      <w:r w:rsidRPr="00294BA7">
        <w:rPr>
          <w:rStyle w:val="libUnderlineChar"/>
        </w:rPr>
        <w:t xml:space="preserve"> the renunciation of food and drink</w:t>
      </w:r>
      <w:r>
        <w:t>. This type of Fasting is termed as a state of hunger only. True Fasting is the observing Fast with our flesh, eyes, ears, tongue, limbs, and all organs of the body, these must remain pious and ascetic all the time.</w:t>
      </w:r>
    </w:p>
    <w:p w:rsidR="00294BA7" w:rsidRDefault="00294BA7" w:rsidP="00294BA7">
      <w:pPr>
        <w:pStyle w:val="libNormal"/>
      </w:pPr>
      <w:r>
        <w:t>Our main aim of Fasting should be that what our Creator Allaah (S.W.T.) wish us to be, that is, to reach to the peak of perfaction by acknowledging true value of life given to us for the main purpose of pleasing our Lord and reach closer to Him (The Glorious, The Exalted). Therefore Fasting should keep us far apart from bodily sensual desires and lead us to angelic and spiritual virtues. Ofcourse Fasting will save us from the Hell</w:t>
      </w:r>
      <w:r w:rsidR="002E452F">
        <w:t>-</w:t>
      </w:r>
      <w:r>
        <w:t>Fire and attain Paradise for us, but our main objective of Fasting should be the matter stated above. The prime on the list must be the Pleasure of Allaah only.</w:t>
      </w:r>
    </w:p>
    <w:p w:rsidR="00294BA7" w:rsidRDefault="00294BA7" w:rsidP="00294BA7">
      <w:pPr>
        <w:pStyle w:val="libNormal"/>
      </w:pPr>
      <w:r w:rsidRPr="00294BA7">
        <w:rPr>
          <w:rStyle w:val="libUnderlineChar"/>
        </w:rPr>
        <w:t xml:space="preserve">Regarding the </w:t>
      </w:r>
      <w:r w:rsidRPr="00F83CC6">
        <w:rPr>
          <w:rStyle w:val="libBold1Char"/>
        </w:rPr>
        <w:t>Conditions of Fasting</w:t>
      </w:r>
      <w:r w:rsidRPr="00294BA7">
        <w:rPr>
          <w:rStyle w:val="libUnderlineChar"/>
        </w:rPr>
        <w:t>, some of them are mentioned by Imaam Ja’afar Saadiq (A.S.) as</w:t>
      </w:r>
      <w:r>
        <w:t>, “The Fast</w:t>
      </w:r>
      <w:r w:rsidR="002E452F">
        <w:t>-</w:t>
      </w:r>
      <w:r>
        <w:t>observer should consider himself as a Here</w:t>
      </w:r>
      <w:r w:rsidR="002E452F">
        <w:t>-</w:t>
      </w:r>
      <w:r>
        <w:t>after’s traveler, should remain in the state of humility, fear, self</w:t>
      </w:r>
      <w:r w:rsidR="002E452F">
        <w:t>-</w:t>
      </w:r>
      <w:r>
        <w:t xml:space="preserve">degradation, and like a servent fearing his master should remain afraid of Allaah; his heart should remain pure from defects and contaminations, and his inner self should be free from everything except Allaah; must </w:t>
      </w:r>
      <w:r>
        <w:lastRenderedPageBreak/>
        <w:t xml:space="preserve">sacrifice his entire friendship and intentions for Him and must purify his heart from all other friendships except Allaah’s; must surrender his eyes and soul to Him; must commit his soul for His rememberence; must utilize his body in Allaah’s path and must keep it distant apart especially the tongue from all sorts of sins and indecencies. Whoever has observed these limitations has indeed discharged his obligations of Fasting properly, and whoever has shown negligience to discharge these obligations has wasted his Fast and would not be benefited from its reward.” </w:t>
      </w:r>
    </w:p>
    <w:p w:rsidR="00294BA7" w:rsidRDefault="00294BA7" w:rsidP="00294BA7">
      <w:pPr>
        <w:pStyle w:val="libNormal"/>
      </w:pPr>
      <w:r>
        <w:t>With reference to Imaam Ali (A.S.) our eighth Imaam Ali Radhaa (A.S.) said that once the Holy Prophet (S.A.W.W.) delivered a sermon in which he said, “O people, very soon a month will be coming to you which is a month of great blessings, mercy, and forgiveness of sins by All</w:t>
      </w:r>
      <w:r w:rsidR="002E452F">
        <w:t>-</w:t>
      </w:r>
      <w:r>
        <w:t>Merciful Allaah (S.W.T.) To Allaah its nights, days and hours are better then all other nights, days and hours. This is a month whereby All Mighty Allaah is your Host, wherein your breath is counted as Tasbeeh, and your sleep is an Ibaadat. So beg forgiveness from Allaah and beseech Him with sincerety that He may give you Tawfeeq to observe Fasting and recite Holy Qur’an. Whoever will be deprived of Allaah’s Mercy in this month is an unfortunate one.</w:t>
      </w:r>
    </w:p>
    <w:p w:rsidR="00294BA7" w:rsidRDefault="00294BA7" w:rsidP="00294BA7">
      <w:pPr>
        <w:pStyle w:val="libNormal"/>
      </w:pPr>
      <w:r>
        <w:t>When you Fast remember the thirst and hunger of the Day of Judgement. Give alms to the needy. Give due respect to your aged ones. Be compassionate to your younger ones, and sympathetic to your relatives. Abstain from that which is unlawful to see, hear, and speak. Be kind to orphans of the others so that others would be kind to your orphans. After repenting for your sins pay full attention towards Allaah.. Be punctual in Namaaz, pray in its fixed time and raise your hands towards heavens because the time of Namaaz is the best time when Allaah looks most kindly towards His creatures and answers their needs when they ask sincerely.</w:t>
      </w:r>
    </w:p>
    <w:p w:rsidR="00294BA7" w:rsidRDefault="00294BA7" w:rsidP="00294BA7">
      <w:pPr>
        <w:pStyle w:val="libNormal"/>
      </w:pPr>
      <w:r>
        <w:t>Your backs are overloaded with sins so perform many Sajdahs, because Allaah (S.W.T.) has promised not to punish those who do Sajdah and those who pray Namaaz.</w:t>
      </w:r>
    </w:p>
    <w:p w:rsidR="00294BA7" w:rsidRDefault="00294BA7" w:rsidP="00294BA7">
      <w:pPr>
        <w:pStyle w:val="libNormal"/>
      </w:pPr>
      <w:r>
        <w:t>O people! any one giving Iftaar to a Fsting person will get the reward of emancipating one lack slaves, and his / her past sins shall be forgiven. For Iftaar it may not be plenty or delicious dishes, but as much as one can afford.</w:t>
      </w:r>
    </w:p>
    <w:p w:rsidR="00294BA7" w:rsidRDefault="00294BA7" w:rsidP="00294BA7">
      <w:pPr>
        <w:pStyle w:val="libNormal"/>
      </w:pPr>
      <w:r>
        <w:t>O people ! one who corrects his/her ways of lifestyle to a better way shall pass with ease on Pool</w:t>
      </w:r>
      <w:r w:rsidR="002E452F">
        <w:t>-</w:t>
      </w:r>
      <w:r>
        <w:t>e</w:t>
      </w:r>
      <w:r w:rsidR="002E452F">
        <w:t>-</w:t>
      </w:r>
      <w:r>
        <w:t>Siraat when feet will be stumbling and loosing balance over there. A person who does not exercise strictness on his workers will be saved from the strictness of Allmighty on Qayaamat and a person who lessens the load of works from his / her workers Allaah shall take his account with leniency. A person who is kind and honours an orphan then Allaah also shall honour him on Qayaamat. A person who is compassionate toward his kith and kin then Allaah shall bestow His grace on him, and whoever disgraces and be cruel to his relatives then Allaah shall also deprive him of His Mercy. A person who performs Sunnat Namaaz in this month shall be given clemency in Qayaamat. A person who observes all obligatory deeds will be rewarded seventy times more for each Waajibaat, and his balance of good deeds will remain heavier then the bad deeds. A person who recites Holy Qur’an in this month will be rewarded the merit of recitation of a complete Qur’an. Verily, Shaytaan is made captive in this month so bag to Allaah not to let him overpower you, the doors of Paradise are made wide open so bag Allaah not close them for you and the dors of Hell are closed so bag Allaah not to open them for you.”</w:t>
      </w:r>
    </w:p>
    <w:p w:rsidR="00294BA7" w:rsidRDefault="00294BA7" w:rsidP="00294BA7">
      <w:pPr>
        <w:pStyle w:val="libNormal"/>
      </w:pPr>
      <w:r>
        <w:t>It is quoted by Shaikh Sadooq A.R. that when the Holy month of Ramadhaan arrived then the Holy Prophet (S.A.W.W.) used to pardon all the prisoners and donate generously to everyone who asked from him.</w:t>
      </w:r>
    </w:p>
    <w:p w:rsidR="00294BA7" w:rsidRDefault="00294BA7" w:rsidP="00294BA7">
      <w:pPr>
        <w:pStyle w:val="libNormal"/>
      </w:pPr>
      <w:r>
        <w:t xml:space="preserve">This month is the holiest month of all so each person should remain careful to utilise the valueable opportunity given to us by the Most High Allaah (S.W.T.) We should seriously consider how to spend this holy month in accordance to the pleasure of Allaah by abstaining </w:t>
      </w:r>
      <w:r>
        <w:lastRenderedPageBreak/>
        <w:t>from sins and bad deeds with all our organs of the body. Attention should be given to the fact that we should not waste away its nights in sleeping hours and the days without rememberence of Allaah.</w:t>
      </w:r>
    </w:p>
    <w:p w:rsidR="00294BA7" w:rsidRDefault="00294BA7" w:rsidP="00294BA7">
      <w:pPr>
        <w:pStyle w:val="libNormal"/>
      </w:pPr>
      <w:r>
        <w:t xml:space="preserve">Regarding the reverence and majesty of this Holy Month it suffices to note that Imaam Ali (A.S.) said, “Don’t say ‘Ramadhaan’ only, because you don’t know what Ramadhaan is. Whoever says so must pay charity and must offer atonement Fast. Instead of saying ‘Ramadhaan’ say the way Allaah (S.W.T.) called it, </w:t>
      </w:r>
      <w:r w:rsidR="002E452F">
        <w:t>-</w:t>
      </w:r>
      <w:r>
        <w:t>‘The Month of Ramadhaan’.</w:t>
      </w:r>
    </w:p>
    <w:p w:rsidR="00294BA7" w:rsidRDefault="00294BA7" w:rsidP="00294BA7">
      <w:pPr>
        <w:pStyle w:val="libNormal"/>
      </w:pPr>
      <w:r>
        <w:t>It is narrated that in Holy Ramadhaan, at the time of Iftaar, Allaah sets free thousands of the already covicted people from the fire of Hell. When the eve and day of Friday comes then also countless sinful people are pardoned by All</w:t>
      </w:r>
      <w:r w:rsidR="002E452F">
        <w:t>-</w:t>
      </w:r>
      <w:r>
        <w:t>Merciful. And finally, at the end of this month Allaah forgives the total of those pardoned all along this month. Therefore it is very important that we should not be negligient towards the grace, bounty and mercy of this month, it should not depart and leave us at the same position where we were before its arrival, with loads of sins on our backs. Lest we are abandoned and punished when the observers of Fast and other good deeds are being rewarded. So only the recitation of Holy Qur’an in the days and nights of this month, the Sunnat A’amaal, doing sincere Istighfaar, praying on its time, keeping away from bads deeds, and performing good deeds can surely bring salvation to us and make us the rightful candidates of Allaah’s bounties.</w:t>
      </w:r>
    </w:p>
    <w:p w:rsidR="00294BA7" w:rsidRDefault="00294BA7" w:rsidP="00294BA7">
      <w:pPr>
        <w:pStyle w:val="libNormal"/>
      </w:pPr>
      <w:r>
        <w:t>Imaam Ja’afar Saadiq (A.S.) said that whoever is not forgiven in this month then there is no any hope for his salvation until either the next Holy Ramadhaan or that he / she should be present in Arafah. The Imaam said that our Fastings should not be of only abstaining from food and drink, rather every organ of our body should strictly observe Fast. We should not utter falsehood with our mouth, we should not hear vain talks and music with our ears, we should not look at prohibited objects with our eyes, we should not quarrel with each other, we should not envy others, we should not backbite, or abuse, or take false oath, we should not be stingy and miser, we should not oppress anyone, in brief we should keep away from every act which makes our Lord unhappy. Rather we should concentrate on good deeds like being helpful to the fellow human beings, always speak truth, keep away from bad people, realize the hereafter to be near, be hopeful of the rewards from Allaah, be fearful of the dreadful punishments for our sins, and be among the pious people who sincerely wait for the reappearence of Imaam Mehdi A.F.</w:t>
      </w:r>
    </w:p>
    <w:p w:rsidR="00294BA7" w:rsidRDefault="00294BA7" w:rsidP="00294BA7">
      <w:pPr>
        <w:pStyle w:val="libNormal"/>
      </w:pPr>
      <w:r>
        <w:t>The Imaam continued, O the observers of Fasting ! Surrender your selves materially as well as spiritually to non</w:t>
      </w:r>
      <w:r w:rsidR="002E452F">
        <w:t>-</w:t>
      </w:r>
      <w:r>
        <w:t>but Allaah (S.W.T.) Keep away from prohibited things in public and in privacy. Fear Allaah as it is the right to fear Him.</w:t>
      </w:r>
    </w:p>
    <w:p w:rsidR="00294BA7" w:rsidRDefault="00294BA7" w:rsidP="00294BA7">
      <w:pPr>
        <w:pStyle w:val="libNormal"/>
      </w:pPr>
      <w:r>
        <w:t>Imaam Ali A.S . said that there are some fasting people whose share of reward is nothing else but thirst and hunger. And there are some worshippers whose share in reward is nothing but the difficulty and hardship. This is mainly because of wisdom, insight, and knowledge.(Ma’arifat).</w:t>
      </w:r>
    </w:p>
    <w:p w:rsidR="00294BA7" w:rsidRDefault="00294BA7" w:rsidP="00294BA7">
      <w:pPr>
        <w:pStyle w:val="libNormal"/>
      </w:pPr>
      <w:r>
        <w:t>Jaabir bin Abdullah narrated a tradition from the Holy Prophet (S.A.W.W.) that he said, “O Jaabir, this is the holy month of Ramadhaan, the one who observes Fasting in its days and keeps awake for some period in its nights, and abstains his/her stomach and private parts from unlawful acts, and restrains his/her tongue, they come out of sins as fast as this month passes away.” Jaabir said, “how good the tradition is !” The Prophet said, “and how exacting the rules are to be adhered to !”</w:t>
      </w:r>
    </w:p>
    <w:p w:rsidR="00294BA7" w:rsidRDefault="00294BA7" w:rsidP="00294BA7">
      <w:pPr>
        <w:pStyle w:val="libNormal"/>
      </w:pPr>
      <w:r>
        <w:t xml:space="preserve">Therefore, consequently, given so much significance and value for this Holy Month of Ramadhaan, it is our duty to make full preparation to receive it with befitting provisions. Some of them are that we should make our hearts clean and pure as aforementioned; we should also make our place of worship and its sorrounding to be clean and without disturbances; we should also make provision for our workers that they get some breathing time; Khums, Zakaat, debts and any other outstanding dues should be cleared up so that when </w:t>
      </w:r>
      <w:r>
        <w:lastRenderedPageBreak/>
        <w:t>we stand to pray in front of Allaah (S.W.T.) we should be free of any worldly burdon on our backs; the habit of gossiping and back</w:t>
      </w:r>
      <w:r w:rsidR="002E452F">
        <w:t>-</w:t>
      </w:r>
      <w:r>
        <w:t xml:space="preserve">biting should be wiped out, because this is one of the things which invalidates the Fast; and the most essential of all </w:t>
      </w:r>
      <w:r w:rsidR="002E452F">
        <w:t>-</w:t>
      </w:r>
      <w:r>
        <w:t xml:space="preserve"> a firm, solid, and unyielding resolution to adhere to all the laws laid down for a successful Fasting. </w:t>
      </w:r>
    </w:p>
    <w:p w:rsidR="00294BA7" w:rsidRDefault="00294BA7" w:rsidP="00294BA7">
      <w:pPr>
        <w:pStyle w:val="libNormal"/>
      </w:pPr>
      <w:r>
        <w:t>Moreover, there are various magnificient A’amaal. Duaas and Namaaz that if we wish to accomplish majority of them then there is no chance to stand unless we dovout our large time at night hours. So it needs a firm inspiration and determination also to perform proper Ibaadat…</w:t>
      </w:r>
    </w:p>
    <w:p w:rsidR="00294BA7" w:rsidRDefault="00294BA7" w:rsidP="00294BA7">
      <w:pPr>
        <w:pStyle w:val="libCenterTitr"/>
      </w:pPr>
      <w:bookmarkStart w:id="55" w:name="_Toc64900104"/>
      <w:r>
        <w:br w:type="page"/>
      </w:r>
      <w:r>
        <w:lastRenderedPageBreak/>
        <w:t>A’maal of Ramadhaan:</w:t>
      </w:r>
      <w:bookmarkEnd w:id="55"/>
    </w:p>
    <w:p w:rsidR="00294BA7" w:rsidRDefault="00294BA7" w:rsidP="00294BA7">
      <w:pPr>
        <w:pStyle w:val="libNormal"/>
      </w:pPr>
      <w:r>
        <w:t>Some of the A’amaal are mentioned as hereunder:</w:t>
      </w:r>
    </w:p>
    <w:p w:rsidR="00294BA7" w:rsidRDefault="00294BA7" w:rsidP="00294BA7">
      <w:pPr>
        <w:pStyle w:val="libNormal"/>
      </w:pPr>
      <w:r>
        <w:t xml:space="preserve">There are particular </w:t>
      </w:r>
      <w:r w:rsidRPr="00294BA7">
        <w:rPr>
          <w:rStyle w:val="libItalicChar"/>
        </w:rPr>
        <w:t xml:space="preserve">Duaas to be Recited After Every Namaaz, </w:t>
      </w:r>
      <w:r>
        <w:t>these are mentioned in the back pages of this book. [*]</w:t>
      </w:r>
    </w:p>
    <w:p w:rsidR="00294BA7" w:rsidRDefault="00294BA7" w:rsidP="00294BA7">
      <w:pPr>
        <w:pStyle w:val="libNormal"/>
      </w:pPr>
      <w:r>
        <w:t xml:space="preserve">After </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Maghrib</w:t>
      </w:r>
      <w:r>
        <w:t xml:space="preserve"> daily 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 xml:space="preserve"> Hajj</w:t>
      </w:r>
      <w:r>
        <w:t>. [*].</w:t>
      </w:r>
    </w:p>
    <w:p w:rsidR="00294BA7" w:rsidRDefault="00294BA7" w:rsidP="00294BA7">
      <w:pPr>
        <w:pStyle w:val="libNormal"/>
      </w:pPr>
      <w:r>
        <w:t xml:space="preserve">As the Holy Qur’an is revealed in this month it is of utmost importance to recite it and ponder over it as much as possible. Every thing has its particular season and the </w:t>
      </w:r>
      <w:r w:rsidRPr="00294BA7">
        <w:rPr>
          <w:rStyle w:val="libItalicChar"/>
        </w:rPr>
        <w:t>Season of Holy Qur’an is the Month of Ramadhaan</w:t>
      </w:r>
      <w:r>
        <w:t>. If one does a Khitma and dedicates its Sawaab to any one of the Ma’asoomeen (A.S.) then the reward for the reciter is manifold. Duaa at the time of Khitma of Holy Qur’an is given in back pages. [*]</w:t>
      </w:r>
    </w:p>
    <w:p w:rsidR="00294BA7" w:rsidRDefault="00294BA7" w:rsidP="00294BA7">
      <w:pPr>
        <w:pStyle w:val="libNormal"/>
      </w:pPr>
      <w:r>
        <w:t xml:space="preserve">Reciting of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 xml:space="preserve">Anqaboot and S.Room </w:t>
      </w:r>
      <w:r>
        <w:t>restores the good deeds which were made null and void due to other bad deeds</w:t>
      </w:r>
    </w:p>
    <w:p w:rsidR="00294BA7" w:rsidRDefault="00294BA7" w:rsidP="00294BA7">
      <w:pPr>
        <w:pStyle w:val="libNormal"/>
      </w:pPr>
      <w:r>
        <w:t>Recite as much as possible the Salawaat, Istighfaaar, and Laa Ilaaha Illallaah.</w:t>
      </w:r>
    </w:p>
    <w:p w:rsidR="00294BA7" w:rsidRDefault="00294BA7" w:rsidP="00294BA7">
      <w:pPr>
        <w:pStyle w:val="libNormal"/>
      </w:pPr>
      <w:r>
        <w:t xml:space="preserve">It is Mustahab to do </w:t>
      </w:r>
      <w:r w:rsidRPr="00294BA7">
        <w:rPr>
          <w:rStyle w:val="libItalicChar"/>
        </w:rPr>
        <w:t>Iftaar after Ishaa</w:t>
      </w:r>
      <w:r>
        <w:t>. But if it is unbearable or people are waiting for you then you may do Iftaar first and then go for prayers.</w:t>
      </w:r>
    </w:p>
    <w:p w:rsidR="00294BA7" w:rsidRDefault="00294BA7" w:rsidP="00294BA7">
      <w:pPr>
        <w:pStyle w:val="libNormal"/>
      </w:pPr>
      <w:r>
        <w:t xml:space="preserve">To break the Fast at Iftaar starting with </w:t>
      </w:r>
      <w:r w:rsidRPr="00294BA7">
        <w:rPr>
          <w:rStyle w:val="libItalicChar"/>
        </w:rPr>
        <w:t>Khajoor (dates)</w:t>
      </w:r>
      <w:r>
        <w:t xml:space="preserve"> will bring you the </w:t>
      </w:r>
      <w:r w:rsidRPr="00294BA7">
        <w:rPr>
          <w:rStyle w:val="libItalicChar"/>
        </w:rPr>
        <w:t>Sawaab of 400 Namaaz</w:t>
      </w:r>
      <w:r>
        <w:t xml:space="preserve"> for a single one. It is good to do Iftaar with taking either dates, water, sweetmeat, or hot water.</w:t>
      </w:r>
    </w:p>
    <w:p w:rsidR="00294BA7" w:rsidRDefault="00294BA7" w:rsidP="00294BA7">
      <w:pPr>
        <w:pStyle w:val="libCenterBold1"/>
      </w:pPr>
      <w:bookmarkStart w:id="56" w:name="_Toc64900105"/>
      <w:r>
        <w:br w:type="page"/>
      </w:r>
      <w:r>
        <w:lastRenderedPageBreak/>
        <w:t>Duaas of Iftaar:</w:t>
      </w:r>
      <w:bookmarkEnd w:id="56"/>
    </w:p>
    <w:p w:rsidR="00294BA7" w:rsidRDefault="00294BA7" w:rsidP="00294BA7">
      <w:pPr>
        <w:pStyle w:val="libNormal"/>
      </w:pPr>
      <w:r>
        <w:t xml:space="preserve">These are some special </w:t>
      </w:r>
      <w:r w:rsidRPr="00294BA7">
        <w:rPr>
          <w:rStyle w:val="libItalicChar"/>
        </w:rPr>
        <w:t>Duaas</w:t>
      </w:r>
      <w:r>
        <w:t xml:space="preserve"> to be recited at the time of </w:t>
      </w:r>
      <w:r w:rsidRPr="00294BA7">
        <w:rPr>
          <w:rStyle w:val="libItalicChar"/>
        </w:rPr>
        <w:t>Iftaar</w:t>
      </w:r>
      <w:r>
        <w:t xml:space="preserve">:   </w:t>
      </w:r>
    </w:p>
    <w:p w:rsidR="00294BA7" w:rsidRDefault="00294BA7" w:rsidP="00294BA7">
      <w:pPr>
        <w:pStyle w:val="libNormal"/>
      </w:pP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w:t>
      </w:r>
      <w:r>
        <w:t xml:space="preserve">. Allaahumma Laka Swumtu Wa Alaa Rizqika Aftwartu Wa Alayka Tawakkaltu. </w:t>
      </w:r>
    </w:p>
    <w:p w:rsidR="00294BA7" w:rsidRDefault="00294BA7" w:rsidP="00294BA7">
      <w:pPr>
        <w:pStyle w:val="libItalic"/>
      </w:pPr>
      <w:r>
        <w:t>Bismillaahir</w:t>
      </w:r>
      <w:r w:rsidR="002E452F">
        <w:t>-</w:t>
      </w:r>
      <w:r>
        <w:t>Rahmaanir</w:t>
      </w:r>
      <w:r w:rsidR="002E452F">
        <w:t>-</w:t>
      </w:r>
      <w:r>
        <w:t>Raheem Bismillaahi Allaahum</w:t>
      </w:r>
      <w:r w:rsidR="002E452F">
        <w:t>-</w:t>
      </w:r>
      <w:r>
        <w:t>ma Laka Swumna Wa Alaa Rizqika Aftwarna Fataqabbal Minna Innaka Antas</w:t>
      </w:r>
      <w:r w:rsidR="002E452F">
        <w:t>-</w:t>
      </w:r>
      <w:r>
        <w:t xml:space="preserve">Sameeul Aleem. </w:t>
      </w:r>
    </w:p>
    <w:p w:rsidR="00294BA7" w:rsidRDefault="00294BA7" w:rsidP="00294BA7">
      <w:pPr>
        <w:pStyle w:val="libItalic"/>
      </w:pPr>
      <w:r>
        <w:t>Bismillaahir</w:t>
      </w:r>
      <w:r w:rsidR="002E452F">
        <w:t>-</w:t>
      </w:r>
      <w:r>
        <w:t>Rahmaanir</w:t>
      </w:r>
      <w:r w:rsidR="002E452F">
        <w:t>-</w:t>
      </w:r>
      <w:r>
        <w:t>Raheem. Yaa Waasial Maghfirati Ighfir Lee.</w:t>
      </w:r>
    </w:p>
    <w:p w:rsidR="00294BA7" w:rsidRDefault="00294BA7" w:rsidP="00294BA7">
      <w:pPr>
        <w:pStyle w:val="libCenterBold1"/>
      </w:pPr>
      <w:bookmarkStart w:id="57" w:name="_Toc64900106"/>
      <w:r>
        <w:t>Before Iftaar:</w:t>
      </w:r>
      <w:bookmarkEnd w:id="57"/>
    </w:p>
    <w:p w:rsidR="00294BA7" w:rsidRDefault="00294BA7" w:rsidP="00294BA7">
      <w:pPr>
        <w:pStyle w:val="libNormal"/>
      </w:pPr>
      <w:r>
        <w:t xml:space="preserve">If one recites </w:t>
      </w:r>
      <w:r w:rsidRPr="00294BA7">
        <w:rPr>
          <w:rStyle w:val="libUnderlineChar"/>
        </w:rPr>
        <w:t>Duaa</w:t>
      </w:r>
      <w:r w:rsidR="002E452F">
        <w:rPr>
          <w:rStyle w:val="libUnderlineChar"/>
        </w:rPr>
        <w:t>-</w:t>
      </w:r>
      <w:r w:rsidRPr="00294BA7">
        <w:rPr>
          <w:rStyle w:val="libUnderlineChar"/>
        </w:rPr>
        <w:t>e</w:t>
      </w:r>
      <w:r w:rsidR="002E452F">
        <w:rPr>
          <w:rStyle w:val="libUnderlineChar"/>
        </w:rPr>
        <w:t>-</w:t>
      </w:r>
      <w:r w:rsidRPr="00294BA7">
        <w:rPr>
          <w:rStyle w:val="libUnderlineChar"/>
        </w:rPr>
        <w:t>Ahd</w:t>
      </w:r>
      <w:r>
        <w:t xml:space="preserve"> </w:t>
      </w:r>
      <w:r w:rsidRPr="00294BA7">
        <w:rPr>
          <w:rStyle w:val="libItalicChar"/>
        </w:rPr>
        <w:t>(</w:t>
      </w:r>
      <w:r>
        <w:t xml:space="preserve">that Duaa which is recited on every Friday morning, starting with </w:t>
      </w:r>
      <w:r w:rsidRPr="00294BA7">
        <w:rPr>
          <w:rStyle w:val="libItalicChar"/>
        </w:rPr>
        <w:t>‘Alaahummaa… Rabban… Nooril… Adhweem……”) [*]</w:t>
      </w:r>
      <w:r>
        <w:t xml:space="preserve"> he/she shall get plenty of Sawaab, Allaah will answer his prayer, accepts his prayer and Fasting, grants his 10 requirements, forgives his sins, removes his grief, makes his heart at ease, grants his wishes, makes to ascend his deeds upwards with the deeds of Prophets and Saints, and on Qayaamat will bring him to His presence with a face illuminated like a bright moon.</w:t>
      </w:r>
    </w:p>
    <w:p w:rsidR="00294BA7" w:rsidRDefault="00294BA7" w:rsidP="00294BA7">
      <w:pPr>
        <w:pStyle w:val="libNormal"/>
      </w:pPr>
      <w:r>
        <w:t>Imaam Ali (A.S.) used to recite this Duaa at the Time of Iftaar:</w:t>
      </w:r>
      <w:r w:rsidR="002E452F">
        <w:t>-</w:t>
      </w:r>
      <w:r>
        <w:t>Bismillaahir</w:t>
      </w:r>
      <w:r w:rsidR="002E452F">
        <w:t>-</w:t>
      </w:r>
      <w:r>
        <w:t>Rahmaanir</w:t>
      </w:r>
      <w:r w:rsidR="002E452F">
        <w:t>-</w:t>
      </w:r>
      <w:r>
        <w:t>Raheem. Bismillaahi Allaahumma Laka Swumna Wa Alaa Rizqika Aftwarnaa Fataqabbal Minnaa Innaka Antas</w:t>
      </w:r>
      <w:r w:rsidR="002E452F">
        <w:t>-</w:t>
      </w:r>
      <w:r>
        <w:t>Sameeul Aleem.</w:t>
      </w:r>
    </w:p>
    <w:p w:rsidR="00294BA7" w:rsidRDefault="00294BA7" w:rsidP="00294BA7">
      <w:pPr>
        <w:pStyle w:val="libNormal"/>
      </w:pPr>
      <w:r>
        <w:t>On the first morsal of Iftaar recite; Bismillahir</w:t>
      </w:r>
      <w:r w:rsidR="002E452F">
        <w:t>-</w:t>
      </w:r>
      <w:r>
        <w:t>Rahmaanir</w:t>
      </w:r>
      <w:r w:rsidR="002E452F">
        <w:t>-</w:t>
      </w:r>
      <w:r>
        <w:t>Raheem Yaa Waasi’al Maghfirati Ighfirlee.</w:t>
      </w:r>
    </w:p>
    <w:p w:rsidR="00294BA7" w:rsidRPr="00294BA7" w:rsidRDefault="00294BA7" w:rsidP="00294BA7">
      <w:pPr>
        <w:pStyle w:val="libNormal"/>
        <w:rPr>
          <w:rStyle w:val="libItalicChar"/>
        </w:rPr>
      </w:pPr>
      <w:r>
        <w:t xml:space="preserve">It is also stated to trecite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Qadr at Iftaar.</w:t>
      </w:r>
    </w:p>
    <w:p w:rsidR="00294BA7" w:rsidRDefault="00294BA7" w:rsidP="00294BA7">
      <w:pPr>
        <w:pStyle w:val="libNormal"/>
      </w:pPr>
      <w:r>
        <w:t xml:space="preserve">It is recommended to give alms and to </w:t>
      </w:r>
      <w:r w:rsidRPr="00294BA7">
        <w:rPr>
          <w:rStyle w:val="libItalicChar"/>
        </w:rPr>
        <w:t>give food</w:t>
      </w:r>
      <w:r>
        <w:t xml:space="preserve"> to other Fastng people </w:t>
      </w:r>
      <w:r w:rsidRPr="00294BA7">
        <w:rPr>
          <w:rStyle w:val="libItalicChar"/>
        </w:rPr>
        <w:t>At the Time of Iftaar</w:t>
      </w:r>
      <w:r>
        <w:t>.</w:t>
      </w:r>
    </w:p>
    <w:p w:rsidR="00294BA7" w:rsidRPr="00294BA7" w:rsidRDefault="00294BA7" w:rsidP="00294BA7">
      <w:pPr>
        <w:pStyle w:val="libNormal"/>
        <w:rPr>
          <w:rStyle w:val="libItalicChar"/>
        </w:rPr>
      </w:pPr>
      <w:r>
        <w:t xml:space="preserve">It is stated to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Qadr</w:t>
      </w:r>
      <w:r>
        <w:t xml:space="preserve"> 1000 times </w:t>
      </w:r>
      <w:r w:rsidRPr="00294BA7">
        <w:rPr>
          <w:rStyle w:val="libItalicChar"/>
        </w:rPr>
        <w:t>every night.</w:t>
      </w:r>
    </w:p>
    <w:p w:rsidR="00294BA7" w:rsidRDefault="00294BA7" w:rsidP="00294BA7">
      <w:pPr>
        <w:pStyle w:val="libNormal"/>
      </w:pPr>
      <w:r>
        <w:t xml:space="preserve">There are </w:t>
      </w:r>
      <w:r w:rsidRPr="00294BA7">
        <w:rPr>
          <w:rStyle w:val="libItalicChar"/>
        </w:rPr>
        <w:t>particular Duaas</w:t>
      </w:r>
      <w:r>
        <w:t xml:space="preserve"> to be recited in every night of this month</w:t>
      </w:r>
      <w:r w:rsidRPr="00294BA7">
        <w:rPr>
          <w:rStyle w:val="libItalicChar"/>
        </w:rPr>
        <w:t xml:space="preserve">. </w:t>
      </w:r>
      <w:r>
        <w:t>(Ref. M.Jinaan).</w:t>
      </w:r>
    </w:p>
    <w:p w:rsidR="00294BA7" w:rsidRDefault="00294BA7" w:rsidP="00294BA7">
      <w:pPr>
        <w:pStyle w:val="libNormal"/>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Iftitaah</w:t>
      </w:r>
      <w:r>
        <w:t xml:space="preserve"> in </w:t>
      </w:r>
      <w:r w:rsidRPr="00294BA7">
        <w:rPr>
          <w:rStyle w:val="libItalicChar"/>
        </w:rPr>
        <w:t>every night</w:t>
      </w:r>
      <w:r>
        <w:t>. (Ref. M.Jinaan)</w:t>
      </w:r>
    </w:p>
    <w:p w:rsidR="00294BA7" w:rsidRDefault="00294BA7" w:rsidP="00294BA7">
      <w:pPr>
        <w:pStyle w:val="libNormal"/>
      </w:pPr>
      <w:r>
        <w:t xml:space="preserve">In </w:t>
      </w:r>
      <w:r w:rsidRPr="00294BA7">
        <w:rPr>
          <w:rStyle w:val="libItalicChar"/>
        </w:rPr>
        <w:t>every night</w:t>
      </w:r>
      <w:r>
        <w:t xml:space="preserve"> of this Holy month recite the following Namaaz so that 17000 sins might be forgiven. </w:t>
      </w:r>
      <w:r w:rsidRPr="00294BA7">
        <w:rPr>
          <w:rStyle w:val="libItalicChar"/>
        </w:rPr>
        <w:t xml:space="preserve">2 rak’at </w:t>
      </w:r>
      <w:r>
        <w:t xml:space="preserve">Namaaz, </w:t>
      </w:r>
      <w:r w:rsidRPr="00294BA7">
        <w:rPr>
          <w:rStyle w:val="libItalicChar"/>
        </w:rPr>
        <w:t>after Al</w:t>
      </w:r>
      <w:r w:rsidR="002E452F">
        <w:rPr>
          <w:rStyle w:val="libItalicChar"/>
        </w:rPr>
        <w:t>-</w:t>
      </w:r>
      <w:r w:rsidRPr="00294BA7">
        <w:rPr>
          <w:rStyle w:val="libItalicChar"/>
        </w:rPr>
        <w:t>Hamd recite 3 times Surah</w:t>
      </w:r>
      <w:r w:rsidR="002E452F">
        <w:rPr>
          <w:rStyle w:val="libItalicChar"/>
        </w:rPr>
        <w:t>-</w:t>
      </w:r>
      <w:r w:rsidRPr="00294BA7">
        <w:rPr>
          <w:rStyle w:val="libItalicChar"/>
        </w:rPr>
        <w:t>e</w:t>
      </w:r>
      <w:r w:rsidR="002E452F">
        <w:rPr>
          <w:rStyle w:val="libItalicChar"/>
        </w:rPr>
        <w:t>-</w:t>
      </w:r>
      <w:r w:rsidRPr="00294BA7">
        <w:rPr>
          <w:rStyle w:val="libItalicChar"/>
        </w:rPr>
        <w:t xml:space="preserve">Ikhalaas </w:t>
      </w:r>
      <w:r>
        <w:t xml:space="preserve">and after Namaaz recite this Duaa: </w:t>
      </w:r>
      <w:r w:rsidRPr="00294BA7">
        <w:rPr>
          <w:rStyle w:val="libItalicChar"/>
        </w:rPr>
        <w:t>Sub’haana Man Huwa Hafeedhun Laa Yaghfulu, Sub’haana Man Huwa Raheemun Laa Ya’jalu, Sub’haana Man Huwa Qaaimun Laa Yas’hoo Sub’hana Man Huwa Daa’imun Laa Yalhoo</w:t>
      </w:r>
      <w:r>
        <w:t xml:space="preserve">. Then recite </w:t>
      </w:r>
      <w:r w:rsidRPr="00294BA7">
        <w:rPr>
          <w:rStyle w:val="libItalicChar"/>
        </w:rPr>
        <w:t>7 times Tasbihaat</w:t>
      </w:r>
      <w:r w:rsidR="002E452F">
        <w:rPr>
          <w:rStyle w:val="libItalicChar"/>
        </w:rPr>
        <w:t>-</w:t>
      </w:r>
      <w:r w:rsidRPr="00294BA7">
        <w:rPr>
          <w:rStyle w:val="libItalicChar"/>
        </w:rPr>
        <w:t>e</w:t>
      </w:r>
      <w:r w:rsidR="002E452F">
        <w:rPr>
          <w:rStyle w:val="libItalicChar"/>
        </w:rPr>
        <w:t>-</w:t>
      </w:r>
      <w:r w:rsidRPr="00294BA7">
        <w:rPr>
          <w:rStyle w:val="libItalicChar"/>
        </w:rPr>
        <w:t>Arba’aa.</w:t>
      </w:r>
      <w:r>
        <w:t xml:space="preserve"> And then recite once this Duaa: </w:t>
      </w:r>
      <w:r w:rsidRPr="00294BA7">
        <w:rPr>
          <w:rStyle w:val="libItalicChar"/>
        </w:rPr>
        <w:t>Sub’haanaka Sub’haanaka Sub’haanaka Yaa Adhweemu Ighfirliyadh</w:t>
      </w:r>
      <w:r w:rsidR="002E452F">
        <w:rPr>
          <w:rStyle w:val="libItalicChar"/>
        </w:rPr>
        <w:t>-</w:t>
      </w:r>
      <w:r w:rsidRPr="00294BA7">
        <w:rPr>
          <w:rStyle w:val="libItalicChar"/>
        </w:rPr>
        <w:t>Dhambal Adhweem.</w:t>
      </w:r>
      <w:r>
        <w:t xml:space="preserve"> The recite </w:t>
      </w:r>
      <w:r w:rsidRPr="00294BA7">
        <w:rPr>
          <w:rStyle w:val="libItalicChar"/>
        </w:rPr>
        <w:t>10 Salawaat</w:t>
      </w:r>
      <w:r>
        <w:t>.</w:t>
      </w:r>
    </w:p>
    <w:p w:rsidR="00294BA7" w:rsidRDefault="00294BA7" w:rsidP="00294BA7">
      <w:pPr>
        <w:pStyle w:val="libNormal"/>
      </w:pPr>
      <w:r>
        <w:t xml:space="preserve">If anyone recites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 xml:space="preserve">Fat’h </w:t>
      </w:r>
      <w:r w:rsidRPr="00294BA7">
        <w:t>(Innaa Fatahna Laka Fat’ham</w:t>
      </w:r>
      <w:r w:rsidR="002E452F">
        <w:t>-</w:t>
      </w:r>
      <w:r w:rsidRPr="00294BA7">
        <w:t xml:space="preserve">Mubeena……) </w:t>
      </w:r>
      <w:r w:rsidRPr="00F83CC6">
        <w:rPr>
          <w:rStyle w:val="libUnderlineChar"/>
        </w:rPr>
        <w:t>in Sunnaat Namaaz</w:t>
      </w:r>
      <w:r>
        <w:t xml:space="preserve"> in these nights he shall remain safe from all problems and disease during this whole year.</w:t>
      </w:r>
    </w:p>
    <w:p w:rsidR="00294BA7" w:rsidRDefault="00294BA7" w:rsidP="00294BA7">
      <w:pPr>
        <w:pStyle w:val="libNormal"/>
      </w:pPr>
      <w:r>
        <w:t xml:space="preserve">After every </w:t>
      </w:r>
      <w:r w:rsidRPr="00294BA7">
        <w:rPr>
          <w:rStyle w:val="libUnderlineChar"/>
        </w:rPr>
        <w:t>Nawafil Namaaz</w:t>
      </w:r>
      <w:r>
        <w:t xml:space="preserve"> it is better to recite this Duaa: Bismillaahir</w:t>
      </w:r>
      <w:r w:rsidR="002E452F">
        <w:t>-</w:t>
      </w:r>
      <w:r>
        <w:t>Rahmaanir</w:t>
      </w:r>
      <w:r w:rsidR="002E452F">
        <w:t>-</w:t>
      </w:r>
      <w:r>
        <w:t>Raheem. Allaahummaj’al Fee Maa Taqdhwee Wa Tuqaddiru Minal Amril Mahtoom Wa Fee Maa Tafruqu Minal Amril Hakeem Fee Laylatil Qadri An Taj’alanee Min Hujjaji Baytikal Haraamil Mabroori Hajjuhumul Mashkoori Sa’yuhumul Maghfoori Dhunoobuhum Wa As’aluka An Tutweela Umree Fee Twaa’atika Wa Tuwassi’a Lee Fee Rizqee Yaa Arhamar</w:t>
      </w:r>
      <w:r w:rsidR="002E452F">
        <w:t>-</w:t>
      </w:r>
      <w:r>
        <w:t>Raahimeen.</w:t>
      </w:r>
    </w:p>
    <w:p w:rsidR="00294BA7" w:rsidRDefault="00294BA7" w:rsidP="00294BA7">
      <w:pPr>
        <w:pStyle w:val="libCenterTitr"/>
      </w:pPr>
      <w:bookmarkStart w:id="58" w:name="_Toc64900107"/>
      <w:r>
        <w:br w:type="page"/>
      </w:r>
      <w:r>
        <w:lastRenderedPageBreak/>
        <w:t>A’AMAAL AT THE TIME OF SAHRI (daaku):</w:t>
      </w:r>
      <w:bookmarkEnd w:id="58"/>
    </w:p>
    <w:p w:rsidR="00294BA7" w:rsidRDefault="00294BA7" w:rsidP="00294BA7">
      <w:pPr>
        <w:pStyle w:val="libNormal"/>
      </w:pPr>
      <w:r>
        <w:t>It is highly emphasized to eat some food at the time of Sehri, even if one is not hungry he / she should partake a little food or some drink.</w:t>
      </w:r>
    </w:p>
    <w:p w:rsidR="00294BA7" w:rsidRDefault="00294BA7" w:rsidP="00294BA7">
      <w:pPr>
        <w:pStyle w:val="libNormal"/>
      </w:pPr>
      <w:r>
        <w:t xml:space="preserve">It is narrated that Allaah (S.W.T.) bestows His Mercy on the one who does </w:t>
      </w:r>
      <w:r w:rsidRPr="00294BA7">
        <w:rPr>
          <w:rStyle w:val="libItalicChar"/>
        </w:rPr>
        <w:t>Isteghfaar</w:t>
      </w:r>
      <w:r>
        <w:t xml:space="preserve"> at the time of Sahri.</w:t>
      </w:r>
    </w:p>
    <w:p w:rsidR="00294BA7" w:rsidRDefault="00294BA7" w:rsidP="00294BA7">
      <w:pPr>
        <w:pStyle w:val="libNormal"/>
      </w:pPr>
      <w:r>
        <w:t xml:space="preserve">One who recites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Qadr</w:t>
      </w:r>
      <w:r>
        <w:t xml:space="preserve"> at the time of Sahri and Iftaar gets the Sawaab of a Martyr.</w:t>
      </w:r>
    </w:p>
    <w:p w:rsidR="00294BA7" w:rsidRDefault="00294BA7" w:rsidP="00294BA7">
      <w:pPr>
        <w:pStyle w:val="libNormal"/>
      </w:pPr>
      <w:r>
        <w:t xml:space="preserve">There are beautiful Duaas to be recited at Sahri, e.g.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Tasbihaat, Duaa</w:t>
      </w:r>
      <w:r w:rsidR="002E452F">
        <w:rPr>
          <w:rStyle w:val="libItalicChar"/>
        </w:rPr>
        <w:t>-</w:t>
      </w:r>
      <w:r w:rsidRPr="00294BA7">
        <w:rPr>
          <w:rStyle w:val="libItalicChar"/>
        </w:rPr>
        <w:t>e</w:t>
      </w:r>
      <w:r w:rsidR="002E452F">
        <w:rPr>
          <w:rStyle w:val="libItalicChar"/>
        </w:rPr>
        <w:t>-</w:t>
      </w:r>
      <w:r w:rsidRPr="00294BA7">
        <w:rPr>
          <w:rStyle w:val="libItalicChar"/>
        </w:rPr>
        <w:t xml:space="preserve"> Abu Hamza</w:t>
      </w:r>
      <w:r w:rsidR="002E452F">
        <w:rPr>
          <w:rStyle w:val="libItalicChar"/>
        </w:rPr>
        <w:t>-</w:t>
      </w:r>
      <w:r w:rsidRPr="00294BA7">
        <w:rPr>
          <w:rStyle w:val="libItalicChar"/>
        </w:rPr>
        <w:t>e</w:t>
      </w:r>
      <w:r w:rsidR="002E452F">
        <w:rPr>
          <w:rStyle w:val="libItalicChar"/>
        </w:rPr>
        <w:t>-</w:t>
      </w:r>
      <w:r w:rsidRPr="00294BA7">
        <w:rPr>
          <w:rStyle w:val="libItalicChar"/>
        </w:rPr>
        <w:t>Simaali, etc.</w:t>
      </w:r>
      <w:r>
        <w:t xml:space="preserve"> (pls. Refer M.Jinaan for it.)</w:t>
      </w:r>
    </w:p>
    <w:p w:rsidR="00294BA7" w:rsidRDefault="00294BA7" w:rsidP="00294BA7">
      <w:pPr>
        <w:pStyle w:val="libCenterBold1"/>
      </w:pPr>
      <w:bookmarkStart w:id="59" w:name="_Toc64900108"/>
      <w:r>
        <w:t>NEW</w:t>
      </w:r>
      <w:r w:rsidR="002E452F">
        <w:t>-</w:t>
      </w:r>
      <w:r>
        <w:t>MOON:</w:t>
      </w:r>
      <w:bookmarkEnd w:id="59"/>
    </w:p>
    <w:p w:rsidR="00294BA7" w:rsidRDefault="00294BA7" w:rsidP="00294BA7">
      <w:pPr>
        <w:pStyle w:val="libNormal"/>
      </w:pPr>
      <w:r>
        <w:t xml:space="preserve">We should try our best to see the new moon of </w:t>
      </w:r>
      <w:r w:rsidRPr="00294BA7">
        <w:rPr>
          <w:rStyle w:val="libItalicChar"/>
        </w:rPr>
        <w:t>Maah</w:t>
      </w:r>
      <w:r w:rsidR="002E452F">
        <w:rPr>
          <w:rStyle w:val="libItalicChar"/>
        </w:rPr>
        <w:t>-</w:t>
      </w:r>
      <w:r w:rsidRPr="00294BA7">
        <w:rPr>
          <w:rStyle w:val="libItalicChar"/>
        </w:rPr>
        <w:t>e</w:t>
      </w:r>
      <w:r w:rsidR="002E452F">
        <w:rPr>
          <w:rStyle w:val="libItalicChar"/>
        </w:rPr>
        <w:t>-</w:t>
      </w:r>
      <w:r w:rsidRPr="00294BA7">
        <w:rPr>
          <w:rStyle w:val="libItalicChar"/>
        </w:rPr>
        <w:t>Ramadhaan</w:t>
      </w:r>
      <w:r>
        <w:t xml:space="preserve">, some Ulamaa say that it is obligatory to see it. And when we see the moon we should not point to it rather we should raise our hands towards the sky and recite this Duaa: </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Rabbee Wa Rabbukallaahu Rabbul Aalameen, Allaahumma Ahillahu Alaynaa Bil Amni Wal Imaani Was</w:t>
      </w:r>
      <w:r w:rsidR="002E452F">
        <w:rPr>
          <w:rStyle w:val="libItalicChar"/>
        </w:rPr>
        <w:t>-</w:t>
      </w:r>
      <w:r w:rsidRPr="00294BA7">
        <w:rPr>
          <w:rStyle w:val="libItalicChar"/>
        </w:rPr>
        <w:t>Salaamati Wal Islaami Wal Musaara’atee Ilaa Maa Tuhibboo Wa Tardhaa, Allaahumma Baarik Lanaa Fee Shahrinaa Haadhaa Warzuqnaa Khayrahoo Wa Awnahoo Wasrif Annaa Dhurrahoo Wa Sharrahoo Wa Balaa’ahoo Wa Fitnatahoo.</w:t>
      </w:r>
    </w:p>
    <w:p w:rsidR="00294BA7" w:rsidRDefault="00294BA7" w:rsidP="00294BA7">
      <w:pPr>
        <w:pStyle w:val="libNormal"/>
      </w:pPr>
      <w:r>
        <w:t>Another Duaa when you see the new moon. The Holy Prophet (S.A.W.W.) used to turn towards Qibla and recite the following Duaa when he sighted the new moon of Maah</w:t>
      </w:r>
      <w:r w:rsidR="002E452F">
        <w:t>-</w:t>
      </w:r>
      <w:r>
        <w:t>e</w:t>
      </w:r>
      <w:r w:rsidR="002E452F">
        <w:t>-</w:t>
      </w:r>
      <w:r>
        <w:t xml:space="preserve">Ramadhaan: </w:t>
      </w:r>
    </w:p>
    <w:p w:rsidR="00294BA7" w:rsidRDefault="00294BA7" w:rsidP="00294BA7">
      <w:pPr>
        <w:pStyle w:val="libItalic"/>
      </w:pPr>
      <w:r>
        <w:t>Bismillaahir</w:t>
      </w:r>
      <w:r w:rsidR="002E452F">
        <w:t>-</w:t>
      </w:r>
      <w:r>
        <w:t>Rahmaanir</w:t>
      </w:r>
      <w:r w:rsidR="002E452F">
        <w:t>-</w:t>
      </w:r>
      <w:r>
        <w:t>Raheem. Allaahuma Ahillahu Alayna Bil Amni Wal Eemaani Was</w:t>
      </w:r>
      <w:r w:rsidR="002E452F">
        <w:t>-</w:t>
      </w:r>
      <w:r>
        <w:t>Salaamati Wal Islaami Wal Aafiyatil Mujallalati Wa Difaail Asqaami Wal Awni Alas</w:t>
      </w:r>
      <w:r w:rsidR="002E452F">
        <w:t>-</w:t>
      </w:r>
      <w:r>
        <w:t>Swalaati Was</w:t>
      </w:r>
      <w:r w:rsidR="002E452F">
        <w:t>-</w:t>
      </w:r>
      <w:r>
        <w:t>Swiyaami Wal Qiyaami Wa Tilaawatil Qur’aani. Allaahumma Sallimna Li Shahri Ramadhaan Wa Tasallaamhu Minna Wa Sallimnaa Feehi Hattaa Yanqadhiya Annaa Shahru Ramadhaan Wa Qad Afawta Annaa Wa Ghafarta Lanaa Wa Rahimtanaa.</w:t>
      </w:r>
    </w:p>
    <w:p w:rsidR="00294BA7" w:rsidRDefault="00294BA7" w:rsidP="00294BA7">
      <w:pPr>
        <w:pStyle w:val="libCenterTitr"/>
      </w:pPr>
      <w:r>
        <w:br w:type="page"/>
      </w:r>
      <w:bookmarkStart w:id="60" w:name="_Toc64900109"/>
      <w:r>
        <w:lastRenderedPageBreak/>
        <w:t>A’AMAAL FOR THE 1</w:t>
      </w:r>
      <w:r w:rsidRPr="00294BA7">
        <w:t>ST</w:t>
      </w:r>
      <w:r>
        <w:t xml:space="preserve"> NIGHT</w:t>
      </w:r>
      <w:bookmarkEnd w:id="60"/>
    </w:p>
    <w:p w:rsidR="00294BA7" w:rsidRDefault="00294BA7" w:rsidP="00294BA7">
      <w:pPr>
        <w:pStyle w:val="libNormal"/>
      </w:pPr>
      <w:r>
        <w:t xml:space="preserve">It is recommended to make </w:t>
      </w:r>
      <w:r w:rsidRPr="00294BA7">
        <w:rPr>
          <w:rStyle w:val="libItalicChar"/>
        </w:rPr>
        <w:t>Ghusl</w:t>
      </w:r>
      <w:r>
        <w:t xml:space="preserve"> in running water on this night and then </w:t>
      </w:r>
      <w:r w:rsidRPr="00294BA7">
        <w:rPr>
          <w:rStyle w:val="libItalicChar"/>
        </w:rPr>
        <w:t>pour 30 handfuls of water over the head</w:t>
      </w:r>
      <w:r>
        <w:t>; one who does so shall not be affected with skin disease till the next Maahe Ramadhaan and shall remain in the state of cleanliness.</w:t>
      </w:r>
    </w:p>
    <w:p w:rsidR="00294BA7" w:rsidRDefault="00294BA7" w:rsidP="00294BA7">
      <w:pPr>
        <w:pStyle w:val="libNormal"/>
      </w:pPr>
      <w:r>
        <w:t>Recite Ziyaarat of Imaam Husayn (A.S.)</w:t>
      </w:r>
    </w:p>
    <w:p w:rsidR="00294BA7" w:rsidRDefault="00294BA7" w:rsidP="00294BA7">
      <w:pPr>
        <w:pStyle w:val="libNormal"/>
      </w:pPr>
      <w:r>
        <w:t xml:space="preserve">Recite </w:t>
      </w:r>
      <w:r w:rsidRPr="00294BA7">
        <w:rPr>
          <w:rStyle w:val="libItalicChar"/>
        </w:rPr>
        <w:t>2 rak’at Namaaz</w:t>
      </w:r>
      <w:r>
        <w:t xml:space="preserve"> in which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An’aam</w:t>
      </w:r>
      <w:r>
        <w:t xml:space="preserve"> after Al</w:t>
      </w:r>
      <w:r w:rsidR="002E452F">
        <w:t>-</w:t>
      </w:r>
      <w:r>
        <w:t>Hamd, then beseech Allaah that you be safe from every disease you fear of.</w:t>
      </w:r>
    </w:p>
    <w:p w:rsidR="00294BA7" w:rsidRDefault="00294BA7" w:rsidP="00294BA7">
      <w:pPr>
        <w:pStyle w:val="libNormal"/>
      </w:pPr>
      <w:r>
        <w:t>Recite the Duaa of the last day of Sha’abaan.</w:t>
      </w:r>
    </w:p>
    <w:p w:rsidR="00294BA7" w:rsidRDefault="00294BA7" w:rsidP="00294BA7">
      <w:pPr>
        <w:pStyle w:val="libNormal"/>
      </w:pPr>
      <w:r>
        <w:t>Recite 44th Duaa of Saheefa</w:t>
      </w:r>
      <w:r w:rsidR="002E452F">
        <w:t>-</w:t>
      </w:r>
      <w:r>
        <w:t>e</w:t>
      </w:r>
      <w:r w:rsidR="002E452F">
        <w:t>-</w:t>
      </w:r>
      <w:r>
        <w:t>Kaamilah.</w:t>
      </w:r>
    </w:p>
    <w:p w:rsidR="00294BA7" w:rsidRDefault="00294BA7" w:rsidP="00294BA7">
      <w:pPr>
        <w:pStyle w:val="libNormal"/>
      </w:pPr>
      <w:r>
        <w:t xml:space="preserve">Rasoolullah (S.A.W.W.) was reciting this Duaa on the </w:t>
      </w:r>
      <w:r w:rsidRPr="00294BA7">
        <w:rPr>
          <w:rStyle w:val="libUnderlineChar"/>
        </w:rPr>
        <w:t>first night and first day</w:t>
      </w:r>
      <w:r>
        <w:t>: Bismillaahr</w:t>
      </w:r>
      <w:r w:rsidR="002E452F">
        <w:t>-</w:t>
      </w:r>
      <w:r>
        <w:t>Rahmaanir</w:t>
      </w:r>
      <w:r w:rsidR="002E452F">
        <w:t>-</w:t>
      </w:r>
      <w:r>
        <w:t>Raheem. Allaahumma Innaho Qad Dakhala Shahru Ramadhaan, Allaahumma Rabba Shahri Ramadhaanal</w:t>
      </w:r>
      <w:r w:rsidR="002E452F">
        <w:t>-</w:t>
      </w:r>
      <w:r>
        <w:t>Ladhee Anzalta Feehil Qur’an Wa Ja’altahoo Bayyinaatin Minal Hudaa Wal Furqaani. Allaahumma Fa Baarik Lanaa Fee Shahri Ramadhaan Wa A’innaa Alaa Swiyaamihee Wa Swalawaatihee Wa Taqabbalhu Minnaa.</w:t>
      </w:r>
    </w:p>
    <w:p w:rsidR="00294BA7" w:rsidRPr="00F83CC6" w:rsidRDefault="00294BA7" w:rsidP="00294BA7">
      <w:pPr>
        <w:pStyle w:val="libNormal"/>
        <w:rPr>
          <w:rStyle w:val="libUnderlineChar"/>
        </w:rPr>
      </w:pPr>
      <w:r>
        <w:t>Recite Duaa</w:t>
      </w:r>
      <w:r w:rsidR="002E452F">
        <w:t>-</w:t>
      </w:r>
      <w:r>
        <w:t>e</w:t>
      </w:r>
      <w:r w:rsidR="002E452F">
        <w:t>-</w:t>
      </w:r>
      <w:r>
        <w:t xml:space="preserve"> </w:t>
      </w:r>
      <w:r w:rsidRPr="00294BA7">
        <w:t>Jawshani Kabeer</w:t>
      </w:r>
      <w:r>
        <w:t>.</w:t>
      </w:r>
    </w:p>
    <w:p w:rsidR="00294BA7" w:rsidRDefault="00294BA7" w:rsidP="00294BA7">
      <w:pPr>
        <w:pStyle w:val="libCenterBold1"/>
      </w:pPr>
      <w:bookmarkStart w:id="61" w:name="_Toc64900110"/>
      <w:r>
        <w:t>Duaa of The First Night:</w:t>
      </w:r>
      <w:bookmarkEnd w:id="61"/>
      <w:r>
        <w:t xml:space="preserve">  </w:t>
      </w:r>
    </w:p>
    <w:p w:rsidR="00294BA7" w:rsidRPr="00294BA7" w:rsidRDefault="00294BA7" w:rsidP="00294BA7">
      <w:pPr>
        <w:pStyle w:val="libNormal"/>
        <w:rPr>
          <w:rStyle w:val="libUnderlineChar"/>
        </w:rPr>
      </w:pPr>
      <w:r>
        <w:t>Bismillaahir</w:t>
      </w:r>
      <w:r w:rsidR="002E452F">
        <w:t>-</w:t>
      </w:r>
      <w:r>
        <w:t>Rahmaanir</w:t>
      </w:r>
      <w:r w:rsidR="002E452F">
        <w:t>-</w:t>
      </w:r>
      <w:r>
        <w:t>Raheem. Allaahumma Rabba Shahri Ramadhaan Munazzilal Qur’aan, Haadha Shahru Ramadhaanal</w:t>
      </w:r>
      <w:r w:rsidR="002E452F">
        <w:t>-</w:t>
      </w:r>
      <w:r>
        <w:t>Ladhee Anzalta Feehil Qur’aan, Wa Anzalta Feehi Aayaatin Bayyinaatin Minal Hudaa Wal Furqaan. Allaahummarzuqna Swiyaamahu Wa Ainnaa Alaa Qiyaamihi. Allaahumma Sallimhu Lanaa Wa Sallimna Feehi Wa Tasallaamhu Minna Fi Yusrin Minka Wa Muaafaatin Waj’al Feemaa Taqdhee Wa Tuqaddiru Minal Amril Mahtoom, Wa Fee Maa Tafruqu Minal Amril Hakeem Fee Laylatil Qadri Minal Qadhaail</w:t>
      </w:r>
      <w:r w:rsidR="002E452F">
        <w:t>-</w:t>
      </w:r>
      <w:r>
        <w:t>Ladhee Laa Yuraddu Walaa Yubaddalu An Taktubanee Min Hujjaji Baytikal Haraamil Mabroori Hajjuhumul Mashkoori Sa’ayuhumul Mukaffari Anhum Sayyiaatuhum Waj’al Feemaa Taqdhee Wa Tuqaddiru An Tutweela Lee Fee Umree Wa Tuwassia Alayya Minar</w:t>
      </w:r>
      <w:r w:rsidR="002E452F">
        <w:t>-</w:t>
      </w:r>
      <w:r>
        <w:t>Rizqil Halaal.</w:t>
      </w:r>
    </w:p>
    <w:p w:rsidR="00294BA7" w:rsidRDefault="00294BA7" w:rsidP="00294BA7">
      <w:pPr>
        <w:pStyle w:val="libCenterBold1"/>
      </w:pPr>
      <w:bookmarkStart w:id="62" w:name="_Toc64900111"/>
      <w:r>
        <w:t>Duaa Of The First Night:</w:t>
      </w:r>
      <w:bookmarkEnd w:id="62"/>
    </w:p>
    <w:p w:rsidR="00294BA7" w:rsidRPr="00F83CC6" w:rsidRDefault="00294BA7" w:rsidP="00294BA7">
      <w:pPr>
        <w:pStyle w:val="libItalic"/>
        <w:rPr>
          <w:rStyle w:val="libNormalChar"/>
        </w:rPr>
      </w:pPr>
      <w:r>
        <w:t>Bismillaahir</w:t>
      </w:r>
      <w:r w:rsidR="002E452F">
        <w:t>-</w:t>
      </w:r>
      <w:r>
        <w:t>Rahmmaanir</w:t>
      </w:r>
      <w:r w:rsidR="002E452F">
        <w:t>-</w:t>
      </w:r>
      <w:r>
        <w:t>Raheem. Allaahumma Innahu Qad Dakhala Shahru Ramadhaan, Allaahumma Rabba Shahri Ramadhaanal</w:t>
      </w:r>
      <w:r w:rsidR="002E452F">
        <w:t>-</w:t>
      </w:r>
      <w:r>
        <w:t>Ladhee Anzalta Feehil Qur’aan Wa Ja’altahu Bayyinaatin Minal Hudaa Wal Furqaan, Allaahumma Fa Baarik Lanaa Fi Shahri Ramadhaan Wa Ainnaa Alaa Swiyaamihee Wa Swalawaatihi Wa Taqabbalhu Minna.</w:t>
      </w:r>
    </w:p>
    <w:p w:rsidR="00294BA7" w:rsidRDefault="00294BA7" w:rsidP="00294BA7">
      <w:pPr>
        <w:pStyle w:val="libCenterBold1"/>
      </w:pPr>
      <w:bookmarkStart w:id="63" w:name="_Toc64900112"/>
      <w:r>
        <w:t>Duaa Of The First Night:</w:t>
      </w:r>
      <w:bookmarkEnd w:id="63"/>
    </w:p>
    <w:p w:rsidR="00294BA7" w:rsidRPr="00F83CC6" w:rsidRDefault="00294BA7" w:rsidP="00294BA7">
      <w:pPr>
        <w:pStyle w:val="libItalic"/>
        <w:rPr>
          <w:rStyle w:val="libNormalChar"/>
        </w:rPr>
      </w:pPr>
      <w:r>
        <w:t>Bismillaahir</w:t>
      </w:r>
      <w:r w:rsidR="002E452F">
        <w:t>-</w:t>
      </w:r>
      <w:r>
        <w:t>Rahmaanir</w:t>
      </w:r>
      <w:r w:rsidR="002E452F">
        <w:t>-</w:t>
      </w:r>
      <w:r>
        <w:t>Raheem. Al</w:t>
      </w:r>
      <w:r w:rsidR="002E452F">
        <w:t>-</w:t>
      </w:r>
      <w:r>
        <w:t>Hamdu Lillaahil</w:t>
      </w:r>
      <w:r w:rsidR="002E452F">
        <w:t>-</w:t>
      </w:r>
      <w:r>
        <w:t>Ladhee Akramanaa Bika Ayyuhash</w:t>
      </w:r>
      <w:r w:rsidR="002E452F">
        <w:t>-</w:t>
      </w:r>
      <w:r>
        <w:t>Shahrul Mubaaraku Allaahumma Fa Qawwinaa Alaa Swiyaaminaa Wa Qiyaaminaa Wa Thabbit Aqdaamanaa Wansurna Alal Qawmil Kaafireen. Allaahumma Antal Waahidu Falaa Walada Laka, Wa Antas</w:t>
      </w:r>
      <w:r w:rsidR="002E452F">
        <w:t>-</w:t>
      </w:r>
      <w:r>
        <w:t>Swamadu Falaa Shib’ha Laka, Wa Antal Azeezu Falaa Yu’Izzuka Shay’un, Wa Antal Ghaniyyu Wa Anal Faqeeru, Wa Antal Mawlaa Wa Anal Abdu, Wa Antal Ghafooru Wa Anal Mudhnibu, Wa Antar</w:t>
      </w:r>
      <w:r w:rsidR="002E452F">
        <w:t>-</w:t>
      </w:r>
      <w:r>
        <w:t>Raheemu Wa Anal Mukhtwiu, Wa Antal Khaaliqu Wa Anal Makhlooqu, Wa Antal Hayyu Wa Anal Mayyitu., As’aluka Bi Rahmatika An Taghfiralee Wa Tarhamanee, Wa Tajaawaza Annee, Innaka Alaa Kulli Shay’in Qadeer.</w:t>
      </w:r>
    </w:p>
    <w:p w:rsidR="00294BA7" w:rsidRDefault="00294BA7" w:rsidP="00294BA7">
      <w:pPr>
        <w:pStyle w:val="libCenterTitr"/>
      </w:pPr>
      <w:bookmarkStart w:id="64" w:name="_Toc64900113"/>
      <w:r>
        <w:br w:type="page"/>
      </w:r>
      <w:r>
        <w:lastRenderedPageBreak/>
        <w:t xml:space="preserve">DAY </w:t>
      </w:r>
      <w:r w:rsidR="002E452F">
        <w:t>-</w:t>
      </w:r>
      <w:r>
        <w:t xml:space="preserve"> ONE OF MAAHE RAMADHAAN</w:t>
      </w:r>
      <w:bookmarkEnd w:id="64"/>
    </w:p>
    <w:p w:rsidR="00294BA7" w:rsidRDefault="00294BA7" w:rsidP="00294BA7">
      <w:pPr>
        <w:pStyle w:val="libNormal"/>
      </w:pPr>
      <w:r>
        <w:t xml:space="preserve">Perform </w:t>
      </w:r>
      <w:r w:rsidRPr="00294BA7">
        <w:rPr>
          <w:rStyle w:val="libItalicChar"/>
        </w:rPr>
        <w:t>Ghusl</w:t>
      </w:r>
      <w:r>
        <w:t xml:space="preserve"> in flowing water and then </w:t>
      </w:r>
      <w:r w:rsidRPr="00294BA7">
        <w:rPr>
          <w:rStyle w:val="libItalicChar"/>
        </w:rPr>
        <w:t>pour 30 handfuls of water over the head</w:t>
      </w:r>
      <w:r>
        <w:t>, this will keep you safe from all disease for the whole year.</w:t>
      </w:r>
    </w:p>
    <w:p w:rsidR="00294BA7" w:rsidRDefault="00294BA7" w:rsidP="00294BA7">
      <w:pPr>
        <w:pStyle w:val="libNormal"/>
      </w:pPr>
      <w:r>
        <w:t xml:space="preserve">Sprinkle some </w:t>
      </w:r>
      <w:r w:rsidRPr="00294BA7">
        <w:rPr>
          <w:rStyle w:val="libItalicChar"/>
        </w:rPr>
        <w:t>rose</w:t>
      </w:r>
      <w:r w:rsidR="002E452F">
        <w:rPr>
          <w:rStyle w:val="libItalicChar"/>
        </w:rPr>
        <w:t>-</w:t>
      </w:r>
      <w:r w:rsidRPr="00294BA7">
        <w:rPr>
          <w:rStyle w:val="libItalicChar"/>
        </w:rPr>
        <w:t xml:space="preserve">water </w:t>
      </w:r>
      <w:r>
        <w:t>on the face and head, this will keep you away from all problems and ailments.</w:t>
      </w:r>
    </w:p>
    <w:p w:rsidR="00294BA7" w:rsidRDefault="00294BA7" w:rsidP="00294BA7">
      <w:pPr>
        <w:pStyle w:val="libNormal"/>
      </w:pPr>
      <w:r>
        <w:t>Perform the Namaaz of the first day of every month and give some Sadaqa.</w:t>
      </w:r>
    </w:p>
    <w:p w:rsidR="00294BA7" w:rsidRDefault="00294BA7" w:rsidP="00294BA7">
      <w:pPr>
        <w:pStyle w:val="libNormal"/>
      </w:pPr>
      <w:r>
        <w:t xml:space="preserve">Perform </w:t>
      </w:r>
      <w:r w:rsidRPr="00294BA7">
        <w:rPr>
          <w:rStyle w:val="libItalicChar"/>
        </w:rPr>
        <w:t>2 rak’at Namaaz</w:t>
      </w:r>
      <w:r>
        <w:t xml:space="preserve"> in whch recite Surah</w:t>
      </w:r>
      <w:r w:rsidR="002E452F">
        <w:t>-</w:t>
      </w:r>
      <w:r>
        <w:t>e</w:t>
      </w:r>
      <w:r w:rsidR="002E452F">
        <w:t>-</w:t>
      </w:r>
      <w:r>
        <w:t>Fat’h in the first rak’at after Al</w:t>
      </w:r>
      <w:r w:rsidR="002E452F">
        <w:t>-</w:t>
      </w:r>
      <w:r>
        <w:t xml:space="preserve">Hamd and any Surah in the second rak’at, this will keep you </w:t>
      </w:r>
      <w:r w:rsidRPr="00F83CC6">
        <w:rPr>
          <w:rStyle w:val="libUnderlineChar"/>
        </w:rPr>
        <w:t>safe from all evils for this year</w:t>
      </w:r>
      <w:r>
        <w:t>.</w:t>
      </w:r>
    </w:p>
    <w:p w:rsidR="00294BA7" w:rsidRDefault="00294BA7" w:rsidP="00294BA7">
      <w:pPr>
        <w:pStyle w:val="libNormal"/>
      </w:pPr>
      <w:r>
        <w:t>After Sub’h</w:t>
      </w:r>
      <w:r w:rsidR="002E452F">
        <w:t>-</w:t>
      </w:r>
      <w:r>
        <w:t>e</w:t>
      </w:r>
      <w:r w:rsidR="002E452F">
        <w:t>-</w:t>
      </w:r>
      <w:r>
        <w:t>Saadiq of the FIRST DAY recite this Duaa: Bismillaahir</w:t>
      </w:r>
      <w:r w:rsidR="002E452F">
        <w:t>-</w:t>
      </w:r>
      <w:r>
        <w:t>Rahmaanir</w:t>
      </w:r>
      <w:r w:rsidR="002E452F">
        <w:t>-</w:t>
      </w:r>
      <w:r>
        <w:t>Raheem. Allaahumma Qad Hadhwara Shahru Ramadhaan Waqadif</w:t>
      </w:r>
      <w:r w:rsidR="002E452F">
        <w:t>-</w:t>
      </w:r>
      <w:r>
        <w:t>Taradhta Alayna Swiyaamahoo Wa Anzalta Feehil Qur’an Hudan Linnaasi Wa Bayyinaatin Minal Hudaa Wal Furqaan. Allaahumaa Ainnaa Alaa Swiyaamihee Wa Taqabbalhu Minna Wa Tasallaamhu Minnaa Wa Sallimhu Lanaa Fee Yusrin Minka Wa Aafiyatin Innaka Alaa Kulli Shay’in Qadeer.</w:t>
      </w:r>
    </w:p>
    <w:p w:rsidR="00294BA7" w:rsidRPr="00294BA7" w:rsidRDefault="00294BA7" w:rsidP="00294BA7">
      <w:pPr>
        <w:pStyle w:val="libNormal"/>
        <w:rPr>
          <w:rStyle w:val="libItalicChar"/>
        </w:rPr>
      </w:pPr>
      <w:r>
        <w:t xml:space="preserve">Recite that </w:t>
      </w:r>
      <w:r w:rsidRPr="00294BA7">
        <w:rPr>
          <w:rStyle w:val="libItalicChar"/>
        </w:rPr>
        <w:t>Duaa</w:t>
      </w:r>
      <w:r>
        <w:t xml:space="preserve"> which was directed by </w:t>
      </w:r>
      <w:r w:rsidRPr="00294BA7">
        <w:rPr>
          <w:rStyle w:val="libItalicChar"/>
        </w:rPr>
        <w:t>Imaam Mosa Kaadhim (A.S.)</w:t>
      </w:r>
      <w:r>
        <w:t xml:space="preserve"> He said that who ever recites this Duaa sincerely for the pleasure of Allaah only, will be safeguarded by all those problems which were decreed to come on him / her. </w:t>
      </w:r>
      <w:r w:rsidRPr="00F83CC6">
        <w:rPr>
          <w:rStyle w:val="libUnderlineChar"/>
        </w:rPr>
        <w:t xml:space="preserve">Refer to M.Jinan </w:t>
      </w:r>
      <w:r>
        <w:t xml:space="preserve">for this Duaa starting with these words </w:t>
      </w:r>
      <w:r w:rsidRPr="00294BA7">
        <w:rPr>
          <w:rStyle w:val="libItalicChar"/>
        </w:rPr>
        <w:t>‘Allaahuma Innee As’auka Bismikal</w:t>
      </w:r>
      <w:r w:rsidR="002E452F">
        <w:rPr>
          <w:rStyle w:val="libItalicChar"/>
        </w:rPr>
        <w:t>-</w:t>
      </w:r>
      <w:r w:rsidRPr="00294BA7">
        <w:rPr>
          <w:rStyle w:val="libItalicChar"/>
        </w:rPr>
        <w:t>Ladhee Daana Lahoo…’</w:t>
      </w:r>
    </w:p>
    <w:p w:rsidR="00294BA7" w:rsidRDefault="00294BA7" w:rsidP="00294BA7">
      <w:pPr>
        <w:pStyle w:val="libCenterTitr"/>
      </w:pPr>
      <w:bookmarkStart w:id="65" w:name="_Toc64900114"/>
      <w:r>
        <w:br w:type="page"/>
      </w:r>
      <w:r>
        <w:lastRenderedPageBreak/>
        <w:t>13th, 14</w:t>
      </w:r>
      <w:r w:rsidRPr="00294BA7">
        <w:t>th</w:t>
      </w:r>
      <w:r>
        <w:t>, and 15</w:t>
      </w:r>
      <w:r w:rsidRPr="00294BA7">
        <w:t>th</w:t>
      </w:r>
      <w:r>
        <w:t xml:space="preserve"> nights:</w:t>
      </w:r>
      <w:bookmarkEnd w:id="65"/>
    </w:p>
    <w:p w:rsidR="00294BA7" w:rsidRDefault="00294BA7" w:rsidP="00294BA7">
      <w:pPr>
        <w:pStyle w:val="libNormal"/>
      </w:pPr>
      <w:r>
        <w:t>13th, 14</w:t>
      </w:r>
      <w:r w:rsidRPr="00294BA7">
        <w:t>th</w:t>
      </w:r>
      <w:r>
        <w:t>, and 15</w:t>
      </w:r>
      <w:r w:rsidRPr="00294BA7">
        <w:t>th</w:t>
      </w:r>
      <w:r>
        <w:t xml:space="preserve"> nights are the nights of BEEZ:</w:t>
      </w:r>
    </w:p>
    <w:p w:rsidR="00294BA7" w:rsidRDefault="00294BA7" w:rsidP="00294BA7">
      <w:pPr>
        <w:pStyle w:val="libNormal"/>
      </w:pPr>
      <w:r>
        <w:t>Perform Ghusl;</w:t>
      </w:r>
    </w:p>
    <w:p w:rsidR="00294BA7" w:rsidRDefault="00294BA7" w:rsidP="00294BA7">
      <w:pPr>
        <w:pStyle w:val="libNormal"/>
      </w:pPr>
      <w:r>
        <w:t xml:space="preserve">Perform </w:t>
      </w:r>
      <w:r w:rsidRPr="00294BA7">
        <w:rPr>
          <w:rStyle w:val="libItalicChar"/>
        </w:rPr>
        <w:t>4 rak’at Namaaz</w:t>
      </w:r>
      <w:r>
        <w:t xml:space="preserve"> in which recite S.Ikhlaas 25 times in each rak’at;</w:t>
      </w:r>
    </w:p>
    <w:p w:rsidR="00294BA7" w:rsidRDefault="00294BA7" w:rsidP="00294BA7">
      <w:pPr>
        <w:pStyle w:val="libNormal"/>
      </w:pPr>
      <w:r>
        <w:t xml:space="preserve">Recite those </w:t>
      </w:r>
      <w:r w:rsidRPr="00294BA7">
        <w:rPr>
          <w:rStyle w:val="libItalicChar"/>
        </w:rPr>
        <w:t>Namaaz</w:t>
      </w:r>
      <w:r>
        <w:t xml:space="preserve"> described in Rajab section to be prayed in Beez nights (consisting the reciting of S.Yaaseen, S.Mulk, and S.Ikhlaas);</w:t>
      </w:r>
    </w:p>
    <w:p w:rsidR="00294BA7" w:rsidRDefault="00294BA7" w:rsidP="00294BA7">
      <w:pPr>
        <w:pStyle w:val="libNormal"/>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Mujeer</w:t>
      </w:r>
      <w:r>
        <w:t xml:space="preserve"> in these nights for the forgiveness of sins;</w:t>
      </w:r>
    </w:p>
    <w:p w:rsidR="00294BA7" w:rsidRDefault="00294BA7" w:rsidP="00294BA7">
      <w:pPr>
        <w:pStyle w:val="libCenterTitr"/>
      </w:pPr>
      <w:bookmarkStart w:id="66" w:name="_Toc64900115"/>
      <w:r>
        <w:t>15</w:t>
      </w:r>
      <w:r w:rsidRPr="00294BA7">
        <w:t>TH</w:t>
      </w:r>
      <w:r>
        <w:t xml:space="preserve"> NIGHT:</w:t>
      </w:r>
      <w:bookmarkEnd w:id="66"/>
    </w:p>
    <w:p w:rsidR="00294BA7" w:rsidRDefault="00294BA7" w:rsidP="00294BA7">
      <w:pPr>
        <w:pStyle w:val="libNormal"/>
      </w:pPr>
      <w:r>
        <w:t>This is one of the meritorious nights, there are some A’amaal for this night:</w:t>
      </w:r>
    </w:p>
    <w:p w:rsidR="00294BA7" w:rsidRPr="00294BA7" w:rsidRDefault="00294BA7" w:rsidP="00294BA7">
      <w:pPr>
        <w:pStyle w:val="libNormal"/>
        <w:rPr>
          <w:rStyle w:val="libItalicChar"/>
        </w:rPr>
      </w:pPr>
      <w:r>
        <w:t xml:space="preserve">Perform </w:t>
      </w:r>
      <w:r w:rsidRPr="00294BA7">
        <w:rPr>
          <w:rStyle w:val="libItalicChar"/>
        </w:rPr>
        <w:t>Ghusl,</w:t>
      </w:r>
    </w:p>
    <w:p w:rsidR="00294BA7" w:rsidRDefault="00294BA7" w:rsidP="00294BA7">
      <w:pPr>
        <w:pStyle w:val="libNormal"/>
      </w:pPr>
      <w:r>
        <w:t>Recite Ziyaarat of Imaam Husayn (A.S.),</w:t>
      </w:r>
    </w:p>
    <w:p w:rsidR="00294BA7" w:rsidRDefault="00294BA7" w:rsidP="00294BA7">
      <w:pPr>
        <w:pStyle w:val="libNormal"/>
      </w:pPr>
      <w:r>
        <w:t xml:space="preserve">Pray the </w:t>
      </w:r>
      <w:r w:rsidRPr="00294BA7">
        <w:rPr>
          <w:rStyle w:val="libItalicChar"/>
        </w:rPr>
        <w:t>Namaaz of the night of Beez</w:t>
      </w:r>
      <w:r>
        <w:t xml:space="preserve"> already mentioned above),</w:t>
      </w:r>
    </w:p>
    <w:p w:rsidR="00294BA7" w:rsidRPr="00294BA7" w:rsidRDefault="00294BA7" w:rsidP="00294BA7">
      <w:pPr>
        <w:pStyle w:val="libNormal"/>
        <w:rPr>
          <w:rStyle w:val="libUnderlineChar"/>
        </w:rPr>
      </w:pPr>
      <w:r>
        <w:t xml:space="preserve">Pray </w:t>
      </w:r>
      <w:r w:rsidRPr="00294BA7">
        <w:rPr>
          <w:rStyle w:val="libItalicChar"/>
        </w:rPr>
        <w:t>100 rak’at Namaaz</w:t>
      </w:r>
      <w:r>
        <w:t xml:space="preserve"> reciting 10 times S.Ikhlaas in every rak’at after Al</w:t>
      </w:r>
      <w:r w:rsidR="002E452F">
        <w:t>-</w:t>
      </w:r>
      <w:r>
        <w:t xml:space="preserve">Hamd, </w:t>
      </w:r>
      <w:r w:rsidR="002E452F">
        <w:t>-</w:t>
      </w:r>
      <w:r>
        <w:t xml:space="preserve"> it is narrated by Imaam Ameerul Mu’mineen that </w:t>
      </w:r>
      <w:r w:rsidRPr="00294BA7">
        <w:rPr>
          <w:rStyle w:val="libUnderlineChar"/>
        </w:rPr>
        <w:t>whoever shall pray this Namaaz, Allaah will send ten angles towards him to protect him from his enemies, be it from humans or gennies, and at the time of his death thirty angels shall keep him away from the fire of Hell.</w:t>
      </w:r>
    </w:p>
    <w:p w:rsidR="00294BA7" w:rsidRPr="00F83CC6" w:rsidRDefault="00294BA7" w:rsidP="00294BA7">
      <w:pPr>
        <w:pStyle w:val="libNormal"/>
        <w:rPr>
          <w:rStyle w:val="libUnderlineChar"/>
        </w:rPr>
      </w:pPr>
      <w:r>
        <w:t xml:space="preserve">Whoever is fortunate to be present in Karbala by the blessed grave of Imaam Hussain should perform 10 rak’at Namaaz in which to recite 10 times S.Ikhlaas in every rak’at, and then beseech Allaah to save him from the Hell. Inshaa’Allaah the Merciful Allaah will save him from Hell and </w:t>
      </w:r>
      <w:r w:rsidRPr="00F83CC6">
        <w:rPr>
          <w:rStyle w:val="libUnderlineChar"/>
        </w:rPr>
        <w:t>he shall not die until he will see some angels in his dream giving him good tidings of Paradise and soothing news of safety from the fire of Hell.</w:t>
      </w:r>
    </w:p>
    <w:p w:rsidR="00294BA7" w:rsidRDefault="00294BA7" w:rsidP="00294BA7">
      <w:pPr>
        <w:pStyle w:val="libCenterTitr"/>
      </w:pPr>
      <w:bookmarkStart w:id="67" w:name="_Toc64900116"/>
      <w:r>
        <w:t>15</w:t>
      </w:r>
      <w:r w:rsidRPr="00294BA7">
        <w:t>th</w:t>
      </w:r>
      <w:r>
        <w:t xml:space="preserve"> DAY:</w:t>
      </w:r>
      <w:bookmarkEnd w:id="67"/>
    </w:p>
    <w:p w:rsidR="00294BA7" w:rsidRDefault="00294BA7" w:rsidP="00294BA7">
      <w:pPr>
        <w:pStyle w:val="libNormal"/>
      </w:pPr>
      <w:r>
        <w:t xml:space="preserve"> This is a very auspicious day, the birth day of </w:t>
      </w:r>
      <w:r w:rsidRPr="00294BA7">
        <w:rPr>
          <w:rStyle w:val="libItalicChar"/>
        </w:rPr>
        <w:t>our 2</w:t>
      </w:r>
      <w:r w:rsidRPr="00294BA7">
        <w:t>nd</w:t>
      </w:r>
      <w:r w:rsidRPr="00294BA7">
        <w:rPr>
          <w:rStyle w:val="libItalicChar"/>
        </w:rPr>
        <w:t xml:space="preserve"> Imaam Hasan</w:t>
      </w:r>
      <w:r w:rsidR="002E452F">
        <w:rPr>
          <w:rStyle w:val="libItalicChar"/>
        </w:rPr>
        <w:t>-</w:t>
      </w:r>
      <w:r w:rsidRPr="00294BA7">
        <w:rPr>
          <w:rStyle w:val="libItalicChar"/>
        </w:rPr>
        <w:t>e</w:t>
      </w:r>
      <w:r w:rsidR="002E452F">
        <w:rPr>
          <w:rStyle w:val="libItalicChar"/>
        </w:rPr>
        <w:t>-</w:t>
      </w:r>
      <w:r w:rsidRPr="00294BA7">
        <w:rPr>
          <w:rStyle w:val="libItalicChar"/>
        </w:rPr>
        <w:t xml:space="preserve">Mujtaba (A.S.) </w:t>
      </w:r>
      <w:r>
        <w:t>It is recommended to give alms and perform many good deeds today.</w:t>
      </w:r>
    </w:p>
    <w:p w:rsidR="00294BA7" w:rsidRDefault="00294BA7" w:rsidP="00294BA7">
      <w:pPr>
        <w:pStyle w:val="libCenterTitr"/>
      </w:pPr>
      <w:bookmarkStart w:id="68" w:name="_Toc64900117"/>
      <w:r>
        <w:t>17</w:t>
      </w:r>
      <w:r w:rsidRPr="00294BA7">
        <w:t>th</w:t>
      </w:r>
      <w:r>
        <w:t xml:space="preserve"> NIGHT:</w:t>
      </w:r>
      <w:bookmarkEnd w:id="68"/>
    </w:p>
    <w:p w:rsidR="00294BA7" w:rsidRDefault="00294BA7" w:rsidP="00294BA7">
      <w:pPr>
        <w:pStyle w:val="libNormal"/>
      </w:pPr>
      <w:r>
        <w:t xml:space="preserve">Today is the day when the </w:t>
      </w:r>
      <w:r w:rsidRPr="00294BA7">
        <w:rPr>
          <w:rStyle w:val="libItalicChar"/>
        </w:rPr>
        <w:t>Battle of Badr</w:t>
      </w:r>
      <w:r>
        <w:t xml:space="preserve"> was fought. The army of Islaam was victorious against the army of infidels, in spite of the less numbers of the Muslims. </w:t>
      </w:r>
    </w:p>
    <w:p w:rsidR="00294BA7" w:rsidRPr="00294BA7" w:rsidRDefault="00294BA7" w:rsidP="00294BA7">
      <w:pPr>
        <w:pStyle w:val="libNormal"/>
      </w:pPr>
      <w:r>
        <w:t xml:space="preserve">Perform </w:t>
      </w:r>
      <w:r w:rsidRPr="00294BA7">
        <w:t xml:space="preserve">ghusl, </w:t>
      </w:r>
    </w:p>
    <w:p w:rsidR="00294BA7" w:rsidRDefault="00294BA7" w:rsidP="00294BA7">
      <w:pPr>
        <w:pStyle w:val="libNormal"/>
      </w:pPr>
      <w:r>
        <w:t xml:space="preserve">It is Mustahab to give </w:t>
      </w:r>
      <w:r w:rsidRPr="00294BA7">
        <w:rPr>
          <w:rStyle w:val="libItalicChar"/>
        </w:rPr>
        <w:t>Sadaqa</w:t>
      </w:r>
      <w:r>
        <w:t>,</w:t>
      </w:r>
    </w:p>
    <w:p w:rsidR="00294BA7" w:rsidRDefault="00294BA7" w:rsidP="00294BA7">
      <w:pPr>
        <w:pStyle w:val="libNormal"/>
      </w:pPr>
      <w:r>
        <w:t xml:space="preserve">Perform the acts of </w:t>
      </w:r>
      <w:r w:rsidRPr="00294BA7">
        <w:rPr>
          <w:rStyle w:val="libItalicChar"/>
        </w:rPr>
        <w:t>Shukr</w:t>
      </w:r>
      <w:r>
        <w:t xml:space="preserve"> (thanks giving) to Allaah,</w:t>
      </w:r>
    </w:p>
    <w:p w:rsidR="00294BA7" w:rsidRDefault="00294BA7" w:rsidP="00294BA7">
      <w:pPr>
        <w:pStyle w:val="libNormal"/>
      </w:pPr>
      <w:r>
        <w:t xml:space="preserve">Do as much </w:t>
      </w:r>
      <w:r w:rsidRPr="00294BA7">
        <w:rPr>
          <w:rStyle w:val="libItalicChar"/>
        </w:rPr>
        <w:t>Ibadat</w:t>
      </w:r>
      <w:r>
        <w:t xml:space="preserve"> as you can.</w:t>
      </w:r>
    </w:p>
    <w:p w:rsidR="00294BA7" w:rsidRDefault="00294BA7" w:rsidP="00294BA7">
      <w:pPr>
        <w:pStyle w:val="libCenterTitr"/>
      </w:pPr>
      <w:bookmarkStart w:id="69" w:name="_Toc64900118"/>
      <w:r>
        <w:t>LAYLATUL</w:t>
      </w:r>
      <w:r w:rsidR="002E452F">
        <w:t>-</w:t>
      </w:r>
      <w:r>
        <w:t>QADR; 19</w:t>
      </w:r>
      <w:r w:rsidRPr="00294BA7">
        <w:t>th</w:t>
      </w:r>
      <w:r>
        <w:t xml:space="preserve"> NIGHT</w:t>
      </w:r>
      <w:bookmarkEnd w:id="69"/>
    </w:p>
    <w:p w:rsidR="00294BA7" w:rsidRDefault="00294BA7" w:rsidP="00294BA7">
      <w:pPr>
        <w:pStyle w:val="libCenterBold1"/>
      </w:pPr>
      <w:bookmarkStart w:id="70" w:name="_Toc64900119"/>
      <w:r>
        <w:t>THE 1</w:t>
      </w:r>
      <w:r w:rsidRPr="00294BA7">
        <w:t>st</w:t>
      </w:r>
      <w:r>
        <w:t xml:space="preserve"> NIGHT OF SHAB</w:t>
      </w:r>
      <w:r w:rsidR="002E452F">
        <w:t>-</w:t>
      </w:r>
      <w:r>
        <w:t>E</w:t>
      </w:r>
      <w:r w:rsidR="002E452F">
        <w:t>-</w:t>
      </w:r>
      <w:r>
        <w:t>QADR:</w:t>
      </w:r>
      <w:bookmarkEnd w:id="70"/>
    </w:p>
    <w:p w:rsidR="00294BA7" w:rsidRDefault="00294BA7" w:rsidP="00294BA7">
      <w:pPr>
        <w:pStyle w:val="libNormal"/>
      </w:pPr>
      <w:r>
        <w:t>Laylatul Qadr, or Shab</w:t>
      </w:r>
      <w:r w:rsidR="002E452F">
        <w:t>-</w:t>
      </w:r>
      <w:r>
        <w:t>e</w:t>
      </w:r>
      <w:r w:rsidR="002E452F">
        <w:t>-</w:t>
      </w:r>
      <w:r>
        <w:t>Qadr, or The Night of Grandeur comes only once, and it is from these three nights, i.e. either 19</w:t>
      </w:r>
      <w:r w:rsidRPr="00294BA7">
        <w:t>th</w:t>
      </w:r>
      <w:r>
        <w:t>, 21</w:t>
      </w:r>
      <w:r w:rsidRPr="00294BA7">
        <w:t>st</w:t>
      </w:r>
      <w:r>
        <w:t>, or 23</w:t>
      </w:r>
      <w:r w:rsidRPr="00294BA7">
        <w:t>rd</w:t>
      </w:r>
      <w:r>
        <w:t xml:space="preserve"> of Maahe Ramadhaan.</w:t>
      </w:r>
    </w:p>
    <w:p w:rsidR="00294BA7" w:rsidRDefault="00294BA7" w:rsidP="00294BA7">
      <w:pPr>
        <w:pStyle w:val="libNormal"/>
      </w:pPr>
      <w:r>
        <w:t xml:space="preserve">Therefore, we should take full advantage of all the three nights so as not to miss the most invaluable opportunity. It has been narrated that during this night the prayers of all are accepted, prayer of no one is rejected or unanswered except these people’s: (1) The one who has angered his parents or made them unhappy and they disinherited him or declared him </w:t>
      </w:r>
      <w:r>
        <w:lastRenderedPageBreak/>
        <w:t>rebellious, (2) The one who has cut</w:t>
      </w:r>
      <w:r w:rsidR="002E452F">
        <w:t>-</w:t>
      </w:r>
      <w:r>
        <w:t>off relationship with his kith and kin (Qat</w:t>
      </w:r>
      <w:r w:rsidR="002E452F">
        <w:t>-</w:t>
      </w:r>
      <w:r>
        <w:t>e</w:t>
      </w:r>
      <w:r w:rsidR="002E452F">
        <w:t>-</w:t>
      </w:r>
      <w:r>
        <w:t>Raham), (3) The one who nurtures vengeance and animosity towards a believer, (4) The one who consumes alchoholic drinks (intoxicants).</w:t>
      </w:r>
    </w:p>
    <w:p w:rsidR="00294BA7" w:rsidRDefault="00294BA7" w:rsidP="00294BA7">
      <w:pPr>
        <w:pStyle w:val="libNormal"/>
      </w:pPr>
      <w:r>
        <w:tab/>
      </w:r>
    </w:p>
    <w:p w:rsidR="00294BA7" w:rsidRDefault="00294BA7" w:rsidP="00294BA7">
      <w:pPr>
        <w:pStyle w:val="libNormal"/>
      </w:pPr>
      <w:r>
        <w:t>Tonight is the first night of Shab</w:t>
      </w:r>
      <w:r w:rsidR="002E452F">
        <w:t>-</w:t>
      </w:r>
      <w:r>
        <w:t>e</w:t>
      </w:r>
      <w:r w:rsidR="002E452F">
        <w:t>-</w:t>
      </w:r>
      <w:r>
        <w:t>Qadr, no night in the whole year is equal in its merits to the night of Shab</w:t>
      </w:r>
      <w:r w:rsidR="002E452F">
        <w:t>-</w:t>
      </w:r>
      <w:r>
        <w:t>e</w:t>
      </w:r>
      <w:r w:rsidR="002E452F">
        <w:t>-</w:t>
      </w:r>
      <w:r>
        <w:t>Qadr. A good deed or Ibaadat done in this night is much better then the same done for thousand months. Tonight is the time when all the things to come upto the whole year are decreed. Angels decend from heavens and come in the holy presence of Imaame</w:t>
      </w:r>
      <w:r w:rsidR="002E452F">
        <w:t>-</w:t>
      </w:r>
      <w:r>
        <w:t>Zamaana A.F. and they present all the deeds which are decreed for everyone.</w:t>
      </w:r>
    </w:p>
    <w:p w:rsidR="00294BA7" w:rsidRDefault="00294BA7" w:rsidP="00294BA7">
      <w:pPr>
        <w:pStyle w:val="libNormal"/>
      </w:pPr>
      <w:r>
        <w:t>A tradition has been recorded from the Holy Prophet (S.A.W.W.) thus: “Nabii Moosa (A.S.) in his prayer said,:Oh Allaah! I desire your nearness and union. Allaah replied, “My nearness and union belong to the one who remains vigilant and awake during Laylatul Qadr.” Nabii Moosa said,: O Allaah ! I want Your blessing and forgiveness. Allaah replied, “My blessing belongs for someone who is kind towards distitutes on the Night of Power,” Nabii Moosa said,: O Allaah! I want to pass through the bridge of Siraat on the road to Paradise safely. Allaah replied, “The safety in passing through the bridge of Siraat belongs for someone who pays alms on the night of Qadr.” Nabii Moosa said, O Allaah! I want the trees and fruits of Paradise. Allaah replied, “They belong to someone who do not forget to remember and praise Me on the Night of Power.” Nabii Moosa said,: O Allaah ! I wish to have your pleasure and consent. Allaah Replied, “My pleasure and consent belong for someone who offers two rak’at Namaaz during Laylatul Qadr.”</w:t>
      </w:r>
    </w:p>
    <w:p w:rsidR="00294BA7" w:rsidRDefault="00294BA7" w:rsidP="00294BA7">
      <w:pPr>
        <w:pStyle w:val="libNormal"/>
      </w:pPr>
      <w:r>
        <w:t xml:space="preserve">One should perform </w:t>
      </w:r>
      <w:r w:rsidRPr="00294BA7">
        <w:rPr>
          <w:rStyle w:val="libItalicChar"/>
        </w:rPr>
        <w:t>Ghusl after the sun set</w:t>
      </w:r>
      <w:r>
        <w:t xml:space="preserve"> so as to pray Maghribain and A’amaal of Shab</w:t>
      </w:r>
      <w:r w:rsidR="002E452F">
        <w:t>-</w:t>
      </w:r>
      <w:r>
        <w:t>e</w:t>
      </w:r>
      <w:r w:rsidR="002E452F">
        <w:t>-</w:t>
      </w:r>
      <w:r>
        <w:t>Qadr.</w:t>
      </w:r>
    </w:p>
    <w:p w:rsidR="00294BA7" w:rsidRPr="00294BA7" w:rsidRDefault="00294BA7" w:rsidP="00294BA7">
      <w:pPr>
        <w:pStyle w:val="libNormal"/>
        <w:rPr>
          <w:rStyle w:val="libItalicChar"/>
        </w:rPr>
      </w:pPr>
      <w:r>
        <w:t xml:space="preserve">Do the </w:t>
      </w:r>
      <w:r w:rsidRPr="00294BA7">
        <w:rPr>
          <w:rStyle w:val="libItalicChar"/>
        </w:rPr>
        <w:t>A’amaal</w:t>
      </w:r>
      <w:r>
        <w:t xml:space="preserve"> which are normally done in the Masjid, i.e. 2 rak’at Namaaz of 7 times S.Ikhlaas, Duaa, to put Holy Qur’an over the head and recite names of Ma’asumeen (A.S.) etc.</w:t>
      </w:r>
    </w:p>
    <w:p w:rsidR="00294BA7" w:rsidRDefault="00294BA7" w:rsidP="00294BA7">
      <w:pPr>
        <w:pStyle w:val="libNormal"/>
      </w:pPr>
      <w:r>
        <w:t>Recite Ziyaarat of Imaam Husayn (A.S.)</w:t>
      </w:r>
    </w:p>
    <w:p w:rsidR="00294BA7" w:rsidRDefault="00294BA7" w:rsidP="00294BA7">
      <w:pPr>
        <w:pStyle w:val="libNormal"/>
      </w:pPr>
      <w:r>
        <w:t xml:space="preserve">It is stated that the one who keeps night vigil and performs </w:t>
      </w:r>
      <w:r w:rsidRPr="00294BA7">
        <w:rPr>
          <w:rStyle w:val="libItalicChar"/>
        </w:rPr>
        <w:t>Ibaadaat for the whole night</w:t>
      </w:r>
      <w:r>
        <w:t xml:space="preserve"> shall be forgiven even his / her sins were as many as the stars in the heavens, as tough as the mountains, or as heavy as the weight of all waters of the seas.</w:t>
      </w:r>
    </w:p>
    <w:p w:rsidR="00294BA7" w:rsidRDefault="00294BA7" w:rsidP="00294BA7">
      <w:pPr>
        <w:pStyle w:val="libNormal"/>
      </w:pPr>
      <w:r>
        <w:t xml:space="preserve">Pray </w:t>
      </w:r>
      <w:r w:rsidRPr="00294BA7">
        <w:rPr>
          <w:rStyle w:val="libItalicChar"/>
        </w:rPr>
        <w:t>100 rak’at Namaaz</w:t>
      </w:r>
      <w:r>
        <w:t>. It is better to recite 10 times S.Ikhlaas in every rak’at after Al</w:t>
      </w:r>
      <w:r w:rsidR="002E452F">
        <w:t>-</w:t>
      </w:r>
      <w:r>
        <w:t>Hamd.</w:t>
      </w:r>
    </w:p>
    <w:p w:rsidR="00294BA7" w:rsidRDefault="00294BA7" w:rsidP="00294BA7">
      <w:pPr>
        <w:pStyle w:val="libNormal"/>
      </w:pPr>
      <w:r w:rsidRPr="00294BA7">
        <w:rPr>
          <w:rStyle w:val="libItalicChar"/>
        </w:rPr>
        <w:t>Repent</w:t>
      </w:r>
      <w:r>
        <w:t xml:space="preserve"> (do Istighfaar)for the past sins as much as possible, with honesty and sincerety.</w:t>
      </w:r>
    </w:p>
    <w:p w:rsidR="00294BA7" w:rsidRDefault="00294BA7" w:rsidP="00294BA7">
      <w:pPr>
        <w:pStyle w:val="libNormal"/>
      </w:pPr>
      <w:r>
        <w:t xml:space="preserve">Beseech Allaah S.W.T, for your </w:t>
      </w:r>
      <w:r w:rsidRPr="00294BA7">
        <w:rPr>
          <w:rStyle w:val="libItalicChar"/>
        </w:rPr>
        <w:t>parents, relatives, and all Mu’mineen</w:t>
      </w:r>
      <w:r>
        <w:t xml:space="preserve"> for their well</w:t>
      </w:r>
      <w:r w:rsidR="002E452F">
        <w:t>-</w:t>
      </w:r>
      <w:r>
        <w:t>being in this world and in the Hereafter.</w:t>
      </w:r>
    </w:p>
    <w:p w:rsidR="00294BA7" w:rsidRDefault="00294BA7" w:rsidP="00294BA7">
      <w:pPr>
        <w:pStyle w:val="libNormal"/>
      </w:pPr>
      <w:r>
        <w:t xml:space="preserve">Recite </w:t>
      </w:r>
      <w:r w:rsidRPr="00294BA7">
        <w:rPr>
          <w:rStyle w:val="libItalicChar"/>
        </w:rPr>
        <w:t xml:space="preserve">Salawaat </w:t>
      </w:r>
      <w:r>
        <w:t>abundantly.</w:t>
      </w:r>
    </w:p>
    <w:p w:rsidR="00294BA7" w:rsidRDefault="00294BA7" w:rsidP="00294BA7">
      <w:pPr>
        <w:pStyle w:val="libNormal"/>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Jawshane Kabeer</w:t>
      </w:r>
      <w:r>
        <w:t xml:space="preserve"> in all these three magnificent nights.</w:t>
      </w:r>
    </w:p>
    <w:p w:rsidR="00294BA7" w:rsidRDefault="00294BA7" w:rsidP="00294BA7">
      <w:pPr>
        <w:pStyle w:val="libNormal"/>
      </w:pPr>
      <w:r>
        <w:t xml:space="preserve">The Holy Prophet (S.A.W.W.) said to </w:t>
      </w:r>
      <w:r w:rsidRPr="00294BA7">
        <w:rPr>
          <w:rStyle w:val="libItalicChar"/>
        </w:rPr>
        <w:t>ask Allaah for sound health.</w:t>
      </w:r>
    </w:p>
    <w:p w:rsidR="00294BA7" w:rsidRDefault="00294BA7" w:rsidP="00294BA7">
      <w:pPr>
        <w:pStyle w:val="libNormal"/>
      </w:pPr>
      <w:r>
        <w:t xml:space="preserve">There are other </w:t>
      </w:r>
      <w:r w:rsidRPr="00294BA7">
        <w:rPr>
          <w:rStyle w:val="libItalicChar"/>
        </w:rPr>
        <w:t>Duaas</w:t>
      </w:r>
      <w:r>
        <w:t xml:space="preserve"> also for which please refer to </w:t>
      </w:r>
      <w:r w:rsidRPr="00294BA7">
        <w:rPr>
          <w:rStyle w:val="libItalicChar"/>
        </w:rPr>
        <w:t>Mafaatihul Jinaan</w:t>
      </w:r>
      <w:r>
        <w:t>.</w:t>
      </w:r>
    </w:p>
    <w:p w:rsidR="00294BA7" w:rsidRDefault="00294BA7" w:rsidP="00294BA7">
      <w:pPr>
        <w:pStyle w:val="libCenterTitr"/>
      </w:pPr>
      <w:bookmarkStart w:id="71" w:name="_Toc64900120"/>
      <w:r>
        <w:t>21</w:t>
      </w:r>
      <w:r w:rsidRPr="00294BA7">
        <w:t>st</w:t>
      </w:r>
      <w:r>
        <w:t xml:space="preserve"> NIGHT:</w:t>
      </w:r>
      <w:bookmarkEnd w:id="71"/>
    </w:p>
    <w:p w:rsidR="00294BA7" w:rsidRDefault="00294BA7" w:rsidP="00294BA7">
      <w:pPr>
        <w:pStyle w:val="libNormal"/>
      </w:pPr>
      <w:r>
        <w:t>The merit and excellence of this night is much more then the 19</w:t>
      </w:r>
      <w:r w:rsidRPr="00294BA7">
        <w:t>th</w:t>
      </w:r>
      <w:r>
        <w:t xml:space="preserve"> night.</w:t>
      </w:r>
    </w:p>
    <w:p w:rsidR="00294BA7" w:rsidRPr="00294BA7" w:rsidRDefault="00294BA7" w:rsidP="00294BA7">
      <w:pPr>
        <w:pStyle w:val="libNormal"/>
        <w:rPr>
          <w:rStyle w:val="libItalicChar"/>
        </w:rPr>
      </w:pPr>
      <w:r>
        <w:t xml:space="preserve">These A’amaal are common for all three nights, e.g. </w:t>
      </w:r>
      <w:r w:rsidRPr="00294BA7">
        <w:rPr>
          <w:rStyle w:val="libItalicChar"/>
        </w:rPr>
        <w:t>Ghusl, Namaaz of reciting 7 times S.Ikhalaas in both rak’at, holding Holy Qur’an over the head, Jawshani Kabeer, Ziyaarat etc.</w:t>
      </w:r>
    </w:p>
    <w:p w:rsidR="00294BA7" w:rsidRDefault="00294BA7" w:rsidP="00294BA7">
      <w:pPr>
        <w:pStyle w:val="libNormal"/>
      </w:pPr>
      <w:r>
        <w:t xml:space="preserve">Starting from today, i.e. for the last </w:t>
      </w:r>
      <w:r w:rsidRPr="00294BA7">
        <w:rPr>
          <w:rStyle w:val="libItalicChar"/>
        </w:rPr>
        <w:t>10 nights</w:t>
      </w:r>
      <w:r>
        <w:t xml:space="preserve"> we should recite this Duaa: </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Aoodhu Bi Jalaali Wajhikal Kareem Anyanqadhiya Annee Shahru Ramadhaan Aw Yatlual Fajru Min Laylatee Haadhihee Wa Laka Qibalee Dhanbun Aw Tabi’atun Tuadh</w:t>
      </w:r>
      <w:r w:rsidR="002E452F">
        <w:rPr>
          <w:rStyle w:val="libItalicChar"/>
        </w:rPr>
        <w:t>-</w:t>
      </w:r>
      <w:r w:rsidRPr="00294BA7">
        <w:rPr>
          <w:rStyle w:val="libItalicChar"/>
        </w:rPr>
        <w:t>Dhibunee Alayhi</w:t>
      </w:r>
      <w:r>
        <w:t>.</w:t>
      </w:r>
    </w:p>
    <w:p w:rsidR="00294BA7" w:rsidRDefault="00294BA7" w:rsidP="00294BA7">
      <w:pPr>
        <w:pStyle w:val="libNormal"/>
      </w:pPr>
      <w:r>
        <w:lastRenderedPageBreak/>
        <w:t xml:space="preserve">Whosoever shall recite this Duaa in the </w:t>
      </w:r>
      <w:r w:rsidRPr="00F83CC6">
        <w:rPr>
          <w:rStyle w:val="libUnderlineChar"/>
        </w:rPr>
        <w:t>last ten nights</w:t>
      </w:r>
      <w:r>
        <w:t xml:space="preserve"> after every </w:t>
      </w:r>
      <w:r w:rsidRPr="00F83CC6">
        <w:rPr>
          <w:rStyle w:val="libUnderlineChar"/>
        </w:rPr>
        <w:t>Wajib and Sunnat Namaaz</w:t>
      </w:r>
      <w:r>
        <w:t xml:space="preserve"> Allaah will forgive his sins committed in this month and shall safeguard him from committing other sins in the remaining days:</w:t>
      </w:r>
      <w:r w:rsidR="002E452F">
        <w:t>-</w:t>
      </w:r>
      <w:r>
        <w:t xml:space="preserve"> </w:t>
      </w:r>
    </w:p>
    <w:p w:rsidR="00294BA7" w:rsidRDefault="00294BA7" w:rsidP="00294BA7">
      <w:pPr>
        <w:pStyle w:val="libItalic"/>
      </w:pPr>
      <w:r>
        <w:t>Bismillaahir</w:t>
      </w:r>
      <w:r w:rsidR="002E452F">
        <w:t>-</w:t>
      </w:r>
      <w:r>
        <w:t>Rahmaanir</w:t>
      </w:r>
      <w:r w:rsidR="002E452F">
        <w:t>-</w:t>
      </w:r>
      <w:r>
        <w:t>Raheem. Allaahummaa Addi Annaa Haqqa Maa Madhaa Min Shahri Ramadhaan Waghfir Lanaa Taqseeranaa Feehi Watasallamhu Minnaa Maqboolan Walaa Tu’aakhidhnaa Bi Israafinaa Alaa Anfusinaa Waj’Alnaa Minal Marhoomeen Walaa Taj’Alnaa Minal Mahroomeen.</w:t>
      </w:r>
    </w:p>
    <w:p w:rsidR="00294BA7" w:rsidRDefault="00294BA7" w:rsidP="00294BA7">
      <w:pPr>
        <w:pStyle w:val="libNormal"/>
      </w:pPr>
      <w:r>
        <w:t>There are other very good Duaas also to be recited during the final ten days, which can be reffered to Mafaatihul Jinaan. For example the Duaa starting with these word</w:t>
      </w:r>
      <w:r w:rsidRPr="00294BA7">
        <w:rPr>
          <w:rStyle w:val="libItalicChar"/>
        </w:rPr>
        <w:t xml:space="preserve">; “Allaahumma Innaaka Qulta Fee Kitaabikal Munzili…” </w:t>
      </w:r>
      <w:r>
        <w:t>and</w:t>
      </w:r>
      <w:r w:rsidRPr="00294BA7">
        <w:rPr>
          <w:rStyle w:val="libItalicChar"/>
        </w:rPr>
        <w:t xml:space="preserve"> “Yaa Mulayyinal Hadeed.” </w:t>
      </w:r>
      <w:r>
        <w:t>and</w:t>
      </w:r>
      <w:r w:rsidRPr="00294BA7">
        <w:rPr>
          <w:rStyle w:val="libItalicChar"/>
        </w:rPr>
        <w:t xml:space="preserve"> “Yaa Moolijal Layli Wan</w:t>
      </w:r>
      <w:r w:rsidR="002E452F">
        <w:rPr>
          <w:rStyle w:val="libItalicChar"/>
        </w:rPr>
        <w:t>-</w:t>
      </w:r>
      <w:r w:rsidRPr="00294BA7">
        <w:rPr>
          <w:rStyle w:val="libItalicChar"/>
        </w:rPr>
        <w:t xml:space="preserve">Nahaari…” </w:t>
      </w:r>
      <w:r>
        <w:t>etc.</w:t>
      </w:r>
    </w:p>
    <w:p w:rsidR="00294BA7" w:rsidRDefault="00294BA7" w:rsidP="00294BA7">
      <w:pPr>
        <w:pStyle w:val="libCenterBold1"/>
      </w:pPr>
      <w:bookmarkStart w:id="72" w:name="_Toc64900121"/>
      <w:r>
        <w:t>I’TIKAAF:</w:t>
      </w:r>
      <w:bookmarkEnd w:id="72"/>
    </w:p>
    <w:p w:rsidR="00294BA7" w:rsidRDefault="00294BA7" w:rsidP="00294BA7">
      <w:pPr>
        <w:pStyle w:val="libItalic"/>
      </w:pPr>
      <w:r>
        <w:t>These last ten nights are recommended to be spent in I’tiqaaf. And this is the most befitting period for it. It carries the Sawaab of 2 Hajj and 2 Umrah. The Holy Prophet (S.A.W.W.) used to fold up his bedding and devote his precious time in I’tiqaaf for the last ten nights.</w:t>
      </w:r>
    </w:p>
    <w:p w:rsidR="00294BA7" w:rsidRDefault="00294BA7" w:rsidP="00294BA7">
      <w:pPr>
        <w:pStyle w:val="libCenterTitr"/>
      </w:pPr>
      <w:bookmarkStart w:id="73" w:name="_Toc64900122"/>
      <w:r>
        <w:br w:type="page"/>
      </w:r>
      <w:r>
        <w:lastRenderedPageBreak/>
        <w:t>21</w:t>
      </w:r>
      <w:r w:rsidRPr="00294BA7">
        <w:t>st</w:t>
      </w:r>
      <w:r>
        <w:t xml:space="preserve"> DAY:</w:t>
      </w:r>
      <w:bookmarkEnd w:id="73"/>
    </w:p>
    <w:p w:rsidR="00294BA7" w:rsidRPr="00F83CC6" w:rsidRDefault="00294BA7" w:rsidP="00294BA7">
      <w:pPr>
        <w:pStyle w:val="libNormal"/>
        <w:rPr>
          <w:rStyle w:val="libUnderlineChar"/>
        </w:rPr>
      </w:pPr>
      <w:r>
        <w:t xml:space="preserve">This day is the commemoration of the day of </w:t>
      </w:r>
      <w:r w:rsidRPr="00294BA7">
        <w:rPr>
          <w:rStyle w:val="libUnderlineChar"/>
        </w:rPr>
        <w:t>Martyrdom of Imaam Ali (A.S.)</w:t>
      </w:r>
      <w:r>
        <w:t xml:space="preserve"> so we should observe it with absolute solemnity. This is the saddest day for the believers and followers of Imaam Ali (A.S.) </w:t>
      </w:r>
      <w:r w:rsidRPr="00F83CC6">
        <w:rPr>
          <w:rStyle w:val="libUnderlineChar"/>
        </w:rPr>
        <w:t>Many Salawaat should be recited and many curses should sent on the enemies of Ahlul Bayt (A.S.) Especially today more curses should be sent on the accursed Ibne Muljim and his accursed associates.</w:t>
      </w:r>
    </w:p>
    <w:p w:rsidR="00294BA7" w:rsidRDefault="00294BA7" w:rsidP="00294BA7">
      <w:pPr>
        <w:pStyle w:val="libNormal"/>
      </w:pPr>
      <w:r>
        <w:t>Ziyaarat of Ameerul Mu’mineen Imaam Ali (A.S.) should be recited today.</w:t>
      </w:r>
    </w:p>
    <w:p w:rsidR="00294BA7" w:rsidRDefault="00294BA7" w:rsidP="00294BA7">
      <w:pPr>
        <w:pStyle w:val="libNormal"/>
      </w:pPr>
      <w:r>
        <w:t xml:space="preserve">The </w:t>
      </w:r>
      <w:r w:rsidRPr="00294BA7">
        <w:rPr>
          <w:rStyle w:val="libItalicChar"/>
        </w:rPr>
        <w:t>days of Qadr</w:t>
      </w:r>
      <w:r>
        <w:t xml:space="preserve"> should also be revered and well</w:t>
      </w:r>
      <w:r w:rsidR="002E452F">
        <w:t>-</w:t>
      </w:r>
      <w:r>
        <w:t>regarded as the nights of Qadr.</w:t>
      </w:r>
    </w:p>
    <w:p w:rsidR="00294BA7" w:rsidRDefault="00294BA7" w:rsidP="00294BA7">
      <w:pPr>
        <w:pStyle w:val="libCenterTitr"/>
      </w:pPr>
      <w:bookmarkStart w:id="74" w:name="_Toc64900123"/>
      <w:r>
        <w:t>23</w:t>
      </w:r>
      <w:r w:rsidRPr="00294BA7">
        <w:t>rd</w:t>
      </w:r>
      <w:r>
        <w:t xml:space="preserve"> NIGHT:</w:t>
      </w:r>
      <w:bookmarkEnd w:id="74"/>
    </w:p>
    <w:p w:rsidR="00294BA7" w:rsidRDefault="00294BA7" w:rsidP="00294BA7">
      <w:pPr>
        <w:pStyle w:val="libNormal"/>
      </w:pPr>
      <w:r>
        <w:t xml:space="preserve">This night is said to be </w:t>
      </w:r>
      <w:r w:rsidRPr="00294BA7">
        <w:rPr>
          <w:rStyle w:val="libItalicChar"/>
        </w:rPr>
        <w:t>more meritorious</w:t>
      </w:r>
      <w:r>
        <w:t xml:space="preserve"> then the two previous nights.</w:t>
      </w:r>
    </w:p>
    <w:p w:rsidR="00294BA7" w:rsidRDefault="00294BA7" w:rsidP="00294BA7">
      <w:pPr>
        <w:pStyle w:val="libNormal"/>
      </w:pPr>
      <w:r>
        <w:t xml:space="preserve">Perform the common </w:t>
      </w:r>
      <w:r w:rsidRPr="00294BA7">
        <w:rPr>
          <w:rStyle w:val="libItalicChar"/>
        </w:rPr>
        <w:t>A’amaal</w:t>
      </w:r>
      <w:r>
        <w:t xml:space="preserve"> which are for all three nights.</w:t>
      </w:r>
    </w:p>
    <w:p w:rsidR="00294BA7" w:rsidRDefault="00294BA7" w:rsidP="00294BA7">
      <w:pPr>
        <w:pStyle w:val="libNormal"/>
      </w:pPr>
      <w:r>
        <w:t xml:space="preserve">Perform </w:t>
      </w:r>
      <w:r w:rsidRPr="00294BA7">
        <w:rPr>
          <w:rStyle w:val="libItalicChar"/>
        </w:rPr>
        <w:t xml:space="preserve">ghusl </w:t>
      </w:r>
      <w:r>
        <w:t>for all the remaining ten nights.</w:t>
      </w:r>
    </w:p>
    <w:p w:rsidR="00294BA7" w:rsidRDefault="00294BA7" w:rsidP="00294BA7">
      <w:pPr>
        <w:pStyle w:val="libNormal"/>
      </w:pPr>
      <w:r>
        <w:t xml:space="preserve">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 xml:space="preserve"> Anqaboot and Surah</w:t>
      </w:r>
      <w:r w:rsidR="002E452F">
        <w:rPr>
          <w:rStyle w:val="libItalicChar"/>
        </w:rPr>
        <w:t>-</w:t>
      </w:r>
      <w:r w:rsidRPr="00294BA7">
        <w:rPr>
          <w:rStyle w:val="libItalicChar"/>
        </w:rPr>
        <w:t>e</w:t>
      </w:r>
      <w:r w:rsidR="002E452F">
        <w:rPr>
          <w:rStyle w:val="libItalicChar"/>
        </w:rPr>
        <w:t>-</w:t>
      </w:r>
      <w:r w:rsidRPr="00294BA7">
        <w:rPr>
          <w:rStyle w:val="libItalicChar"/>
        </w:rPr>
        <w:t>Room</w:t>
      </w:r>
      <w:r>
        <w:t>. Imaam Ja’afar Saadiq (A.S.) said that the reciter of these two Surahs are from the people of Paradise.</w:t>
      </w:r>
    </w:p>
    <w:p w:rsidR="00294BA7" w:rsidRDefault="00294BA7" w:rsidP="00294BA7">
      <w:pPr>
        <w:pStyle w:val="libNormal"/>
      </w:pPr>
      <w:r>
        <w:t>Recite Surah</w:t>
      </w:r>
      <w:r w:rsidR="002E452F">
        <w:t>-</w:t>
      </w:r>
      <w:r>
        <w:t>e</w:t>
      </w:r>
      <w:r w:rsidR="002E452F">
        <w:t>-</w:t>
      </w:r>
      <w:r>
        <w:t>Haa Meem Dukhaan.</w:t>
      </w:r>
    </w:p>
    <w:p w:rsidR="00294BA7" w:rsidRDefault="00294BA7" w:rsidP="00294BA7">
      <w:pPr>
        <w:pStyle w:val="libNormal"/>
      </w:pPr>
      <w:r>
        <w:t xml:space="preserve">Recite 1000 times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Qadr</w:t>
      </w:r>
      <w:r>
        <w:t xml:space="preserve">. </w:t>
      </w:r>
    </w:p>
    <w:p w:rsidR="00294BA7" w:rsidRDefault="00294BA7" w:rsidP="00294BA7">
      <w:pPr>
        <w:pStyle w:val="libNormal"/>
      </w:pPr>
      <w:r>
        <w:t>Recite this Duaa for Imaame</w:t>
      </w:r>
      <w:r w:rsidR="002E452F">
        <w:t>-</w:t>
      </w:r>
      <w:r>
        <w:t xml:space="preserve">Zamaana A.F. </w:t>
      </w:r>
      <w:r w:rsidR="002E452F">
        <w:t>-</w:t>
      </w:r>
      <w:r>
        <w:t xml:space="preserve"> First recite Praises for the Allmighty Allaah, then recite Salawaat on the Holy Prophet(S) and his Holy Progeny (A.S.) and then recite: Bismillahir</w:t>
      </w:r>
      <w:r w:rsidR="002E452F">
        <w:t>-</w:t>
      </w:r>
      <w:r>
        <w:t>Rahmaanir</w:t>
      </w:r>
      <w:r w:rsidR="002E452F">
        <w:t>-</w:t>
      </w:r>
      <w:r>
        <w:t>Raheem. Allaahumma Kun Li Waliyyikal Hujjatibnil Hasan Swalawaatuka Alayhi Wa Alaa Aabaaihee Fee Haadhihis</w:t>
      </w:r>
      <w:r w:rsidR="002E452F">
        <w:t>-</w:t>
      </w:r>
      <w:r>
        <w:t>Saa’atin Waliyyan Wa Haafidhan Wa Qaaidan Wa Naaswiran Wa Daleelan Wa Aynan Hattaa Tuskinahoo Ardhwaka Twaw’an Wa Tumattiahoo Feehaa Twaweela. Then recite—Bismillaahir</w:t>
      </w:r>
      <w:r w:rsidR="002E452F">
        <w:t>-</w:t>
      </w:r>
      <w:r>
        <w:t>Rahmaanir</w:t>
      </w:r>
      <w:r w:rsidR="002E452F">
        <w:t>-</w:t>
      </w:r>
      <w:r>
        <w:t>Raheem. Yaa Mudabbiral Umoori Yaa Baa’itha Man Fill Kuboori Yaa Mujriyal Buhoori Yaa Mulayyinal Haddeedi Li Daawooda Swalli Alaa Muhammadin Wa Aali Muhammad Waf’albee…(Haajat) Al</w:t>
      </w:r>
      <w:r w:rsidR="002E452F">
        <w:t>-</w:t>
      </w:r>
      <w:r>
        <w:t>Laylata Al</w:t>
      </w:r>
      <w:r w:rsidR="002E452F">
        <w:t>-</w:t>
      </w:r>
      <w:r>
        <w:t>Laylata. This Duaas should be recited every now and then.</w:t>
      </w:r>
    </w:p>
    <w:p w:rsidR="00294BA7" w:rsidRPr="00F83CC6" w:rsidRDefault="00294BA7" w:rsidP="00294BA7">
      <w:pPr>
        <w:pStyle w:val="libNormal"/>
        <w:rPr>
          <w:rStyle w:val="libUnderlineChar"/>
        </w:rPr>
      </w:pPr>
      <w:r>
        <w:t xml:space="preserve">It is narrated by Imaam Ja’afar Saadiq (A.S.) that you should hope and highly expect tonight to be the night of Qadr and so pray </w:t>
      </w:r>
      <w:r w:rsidRPr="00294BA7">
        <w:rPr>
          <w:rStyle w:val="libItalicChar"/>
        </w:rPr>
        <w:t>100 ra’at Namaaz</w:t>
      </w:r>
      <w:r>
        <w:t xml:space="preserve"> with 10 times S.Ikhlaas in every rak’at. </w:t>
      </w:r>
      <w:r w:rsidRPr="00F83CC6">
        <w:rPr>
          <w:rStyle w:val="libUnderlineChar"/>
        </w:rPr>
        <w:t>This is so much emphasised that the Imaam said that if one is unable to pray standing then he or she should pray sitting, and if this is also hard then pray by even lying down.</w:t>
      </w:r>
    </w:p>
    <w:p w:rsidR="00294BA7" w:rsidRDefault="00294BA7" w:rsidP="00294BA7">
      <w:pPr>
        <w:pStyle w:val="libNormal"/>
      </w:pPr>
      <w:r>
        <w:t xml:space="preserve"> Recite as much Qur’an as possible. Recite other Duaas also, such as Duaa</w:t>
      </w:r>
      <w:r w:rsidR="002E452F">
        <w:t>-</w:t>
      </w:r>
      <w:r>
        <w:t>e</w:t>
      </w:r>
      <w:r w:rsidR="002E452F">
        <w:t>-</w:t>
      </w:r>
      <w:r>
        <w:t>Makaarimul Akhlaaq, Duaa</w:t>
      </w:r>
      <w:r w:rsidR="002E452F">
        <w:t>-</w:t>
      </w:r>
      <w:r>
        <w:t>e</w:t>
      </w:r>
      <w:r w:rsidR="002E452F">
        <w:t>-</w:t>
      </w:r>
      <w:r>
        <w:t>Tawba, Duaas from Saheefa</w:t>
      </w:r>
      <w:r w:rsidR="002E452F">
        <w:t>-</w:t>
      </w:r>
      <w:r>
        <w:t>e</w:t>
      </w:r>
      <w:r w:rsidR="002E452F">
        <w:t>-</w:t>
      </w:r>
      <w:r>
        <w:t>Kaamila etc.</w:t>
      </w:r>
    </w:p>
    <w:p w:rsidR="00294BA7" w:rsidRDefault="00294BA7" w:rsidP="00294BA7">
      <w:pPr>
        <w:pStyle w:val="libCenterTitr"/>
      </w:pPr>
      <w:bookmarkStart w:id="75" w:name="_Toc64900124"/>
      <w:r>
        <w:t>27</w:t>
      </w:r>
      <w:r w:rsidRPr="00294BA7">
        <w:t>th</w:t>
      </w:r>
      <w:r>
        <w:t xml:space="preserve"> NIGHT:</w:t>
      </w:r>
      <w:bookmarkEnd w:id="75"/>
    </w:p>
    <w:p w:rsidR="00294BA7" w:rsidRDefault="00294BA7" w:rsidP="00294BA7">
      <w:pPr>
        <w:pStyle w:val="libNormal"/>
      </w:pPr>
      <w:r>
        <w:t xml:space="preserve">On this night it is Sunnat to make </w:t>
      </w:r>
      <w:r w:rsidRPr="00294BA7">
        <w:rPr>
          <w:rStyle w:val="libItalicChar"/>
        </w:rPr>
        <w:t>Ghusl.</w:t>
      </w:r>
      <w:r>
        <w:t xml:space="preserve"> </w:t>
      </w:r>
    </w:p>
    <w:p w:rsidR="00294BA7" w:rsidRDefault="00294BA7" w:rsidP="00294BA7">
      <w:pPr>
        <w:pStyle w:val="libNormal"/>
      </w:pPr>
      <w:r>
        <w:t xml:space="preserve">Imaam Zaynul Aabideen (A.S.) used to recite this Duaa very often from the beginning of the night till morning </w:t>
      </w:r>
      <w:r w:rsidR="002E452F">
        <w:rPr>
          <w:rStyle w:val="libItalicChar"/>
        </w:rPr>
        <w:t>-</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Allaahummarzuqneet</w:t>
      </w:r>
      <w:r w:rsidR="002E452F">
        <w:rPr>
          <w:rStyle w:val="libItalicChar"/>
        </w:rPr>
        <w:t>-</w:t>
      </w:r>
      <w:r w:rsidRPr="00294BA7">
        <w:rPr>
          <w:rStyle w:val="libItalicChar"/>
        </w:rPr>
        <w:t>Tajaafiya An Daaril Ghuroori Wal Inaabata Ilaa Daaril Khuloodi Wal Isti’adaada Lil Mawti Qabla Huloolil Fawti.</w:t>
      </w:r>
    </w:p>
    <w:p w:rsidR="00294BA7" w:rsidRDefault="00294BA7" w:rsidP="00294BA7">
      <w:pPr>
        <w:pStyle w:val="libCenterBold1"/>
      </w:pPr>
      <w:bookmarkStart w:id="76" w:name="_Toc64900125"/>
      <w:r>
        <w:t>THE LAST FRIDAY</w:t>
      </w:r>
      <w:bookmarkEnd w:id="76"/>
    </w:p>
    <w:p w:rsidR="00294BA7" w:rsidRPr="00294BA7" w:rsidRDefault="00294BA7" w:rsidP="00294BA7">
      <w:pPr>
        <w:pStyle w:val="libNormal"/>
        <w:rPr>
          <w:rStyle w:val="libItalicChar"/>
        </w:rPr>
      </w:pPr>
      <w:r>
        <w:t xml:space="preserve">Rasoolullaah (S.A.W.W.) said that whoever recites the following </w:t>
      </w:r>
      <w:r w:rsidRPr="00294BA7">
        <w:rPr>
          <w:rStyle w:val="libItalicChar"/>
        </w:rPr>
        <w:t>Duaa on the last Friday of Maahe Ramadhaan</w:t>
      </w:r>
      <w:r>
        <w:t xml:space="preserve"> then he shall achieve one of these two things, </w:t>
      </w:r>
      <w:r w:rsidRPr="00294BA7">
        <w:rPr>
          <w:rStyle w:val="libUnderlineChar"/>
        </w:rPr>
        <w:t xml:space="preserve">either he shall be fortunate enough to see the next Ramadhaan Mubaarak or if he dies before that he shall be </w:t>
      </w:r>
      <w:r w:rsidRPr="00294BA7">
        <w:rPr>
          <w:rStyle w:val="libUnderlineChar"/>
        </w:rPr>
        <w:lastRenderedPageBreak/>
        <w:t>granted with unlimited bounties and mercy from Allaah (S.W.T.):</w:t>
      </w:r>
      <w:r>
        <w:t xml:space="preserve"> </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 xml:space="preserve">Raheem. Allaahumma Laa Taj’alhu Aakhiral Ahadi Min Swiyaaminaa Iyyahu Fa In Ja’altahoo Faj’alnee Marhooman Walaa Taj’alnee Mahrooma. </w:t>
      </w:r>
    </w:p>
    <w:p w:rsidR="00294BA7" w:rsidRDefault="00294BA7" w:rsidP="00294BA7">
      <w:pPr>
        <w:pStyle w:val="libNormal"/>
      </w:pPr>
      <w:r w:rsidRPr="00294BA7">
        <w:rPr>
          <w:rStyle w:val="libItalicChar"/>
        </w:rPr>
        <w:t>Namaaz Baraye Kaffaara</w:t>
      </w:r>
      <w:r w:rsidR="002E452F">
        <w:rPr>
          <w:rStyle w:val="libItalicChar"/>
        </w:rPr>
        <w:t>-</w:t>
      </w:r>
      <w:r w:rsidRPr="00294BA7">
        <w:rPr>
          <w:rStyle w:val="libItalicChar"/>
        </w:rPr>
        <w:t>e</w:t>
      </w:r>
      <w:r w:rsidR="002E452F">
        <w:rPr>
          <w:rStyle w:val="libItalicChar"/>
        </w:rPr>
        <w:t>-</w:t>
      </w: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Qazaa</w:t>
      </w:r>
      <w:r>
        <w:t>: This Namaaz is a Kaffaara (atonement) for Qazaa Namaaz. This is from the book MANHAJ DA’WAAT in which it is quoted from Imaam Ali (A.S.) whose</w:t>
      </w:r>
      <w:r w:rsidR="002E452F">
        <w:t>-</w:t>
      </w:r>
      <w:r>
        <w:t>so</w:t>
      </w:r>
      <w:r w:rsidR="002E452F">
        <w:t>-</w:t>
      </w:r>
      <w:r>
        <w:t>ever’s Namaaz has elapsed (qazaa) excessively then he should offer this Namaaz on the last Friday (Jum’atul Widaa) of Holy Ramadhaan as atonement. It is of four rak’ats, two rak’at each. In every rak’at after Al</w:t>
      </w:r>
      <w:r w:rsidR="002E452F">
        <w:t>-</w:t>
      </w:r>
      <w:r>
        <w:t>Hamd recite 25 times Surah</w:t>
      </w:r>
      <w:r w:rsidR="002E452F">
        <w:t>-</w:t>
      </w:r>
      <w:r>
        <w:t xml:space="preserve"> AL</w:t>
      </w:r>
      <w:r w:rsidR="002E452F">
        <w:t>-</w:t>
      </w:r>
      <w:r>
        <w:t xml:space="preserve">Ikhlaas, once Aayatul Kursee and 15 times Surah </w:t>
      </w:r>
      <w:r w:rsidR="002E452F">
        <w:t>-</w:t>
      </w:r>
      <w:r>
        <w:t xml:space="preserve"> Al</w:t>
      </w:r>
      <w:r w:rsidR="002E452F">
        <w:t>-</w:t>
      </w:r>
      <w:r>
        <w:t xml:space="preserve">Kawsar and after Namaaz recite the following Duaa: </w:t>
      </w:r>
      <w:r w:rsidRPr="00294BA7">
        <w:rPr>
          <w:rStyle w:val="libItalicChar"/>
        </w:rPr>
        <w:t>“Allaahumma Yaa Saabiqal Fawti Yaa Saami’as</w:t>
      </w:r>
      <w:r w:rsidR="002E452F">
        <w:rPr>
          <w:rStyle w:val="libItalicChar"/>
        </w:rPr>
        <w:t>-</w:t>
      </w:r>
      <w:r w:rsidRPr="00294BA7">
        <w:rPr>
          <w:rStyle w:val="libItalicChar"/>
        </w:rPr>
        <w:t>Sawti Yaa Muhyi</w:t>
      </w:r>
      <w:r w:rsidR="002E452F">
        <w:rPr>
          <w:rStyle w:val="libItalicChar"/>
        </w:rPr>
        <w:t>-</w:t>
      </w:r>
      <w:r w:rsidRPr="00294BA7">
        <w:rPr>
          <w:rStyle w:val="libItalicChar"/>
        </w:rPr>
        <w:t xml:space="preserve">al Idhwaami Ba’adal Mawti Swalli Alaa Muhammadin Wa Aali Muhammadin. Waj’allee Farajan Wa Makhrajan Mimmaa Anaa Feehi Innaka Ta’alamu Walaa A’alamu Wa Naqdiru Walaa Aqdiru Wa Anta Allaamal Ghuyoobi Yaa Waahibal Atwaaya Wa Yaa Ghaafirall Khatwaaya Yaa Saatiral Uyoobi </w:t>
      </w:r>
      <w:r w:rsidR="002E452F">
        <w:rPr>
          <w:rStyle w:val="libItalicChar"/>
        </w:rPr>
        <w:t>-</w:t>
      </w:r>
      <w:r w:rsidRPr="00294BA7">
        <w:rPr>
          <w:rStyle w:val="libItalicChar"/>
        </w:rPr>
        <w:t xml:space="preserve"> Subboohun Quddoosun Rabbul Malaaikati War</w:t>
      </w:r>
      <w:r w:rsidR="002E452F">
        <w:rPr>
          <w:rStyle w:val="libItalicChar"/>
        </w:rPr>
        <w:t>-</w:t>
      </w:r>
      <w:r w:rsidRPr="00294BA7">
        <w:rPr>
          <w:rStyle w:val="libItalicChar"/>
        </w:rPr>
        <w:t>Roohu Waghfirlee Warham Yaa Rabbee.”</w:t>
      </w:r>
    </w:p>
    <w:p w:rsidR="00294BA7" w:rsidRDefault="00294BA7" w:rsidP="00294BA7">
      <w:pPr>
        <w:pStyle w:val="libCenterTitr"/>
      </w:pPr>
      <w:bookmarkStart w:id="77" w:name="_Toc64900126"/>
      <w:r>
        <w:t>THE LAST NIGHT:</w:t>
      </w:r>
      <w:bookmarkEnd w:id="77"/>
    </w:p>
    <w:p w:rsidR="00294BA7" w:rsidRDefault="00294BA7" w:rsidP="00294BA7">
      <w:pPr>
        <w:pStyle w:val="libNormal"/>
      </w:pPr>
      <w:r>
        <w:t>This last night of Ramadhaan Mubaarak is very commendable. There are some A’amaal to do tonight. They are:</w:t>
      </w:r>
    </w:p>
    <w:p w:rsidR="00294BA7" w:rsidRDefault="00294BA7" w:rsidP="00294BA7">
      <w:pPr>
        <w:pStyle w:val="libNormal"/>
      </w:pPr>
      <w:r>
        <w:t xml:space="preserve">Make </w:t>
      </w:r>
      <w:r w:rsidRPr="00294BA7">
        <w:t>Ghusl.</w:t>
      </w:r>
    </w:p>
    <w:p w:rsidR="00294BA7" w:rsidRDefault="00294BA7" w:rsidP="00294BA7">
      <w:pPr>
        <w:pStyle w:val="libNormal"/>
      </w:pPr>
      <w:r>
        <w:t xml:space="preserve">Recite Ziyarat of Imaam Husayn (A.S.) </w:t>
      </w:r>
    </w:p>
    <w:p w:rsidR="00294BA7" w:rsidRDefault="00294BA7" w:rsidP="00294BA7">
      <w:pPr>
        <w:pStyle w:val="libNormal"/>
      </w:pPr>
      <w:r>
        <w:t>Recite Suraf</w:t>
      </w:r>
      <w:r w:rsidR="002E452F">
        <w:t>-</w:t>
      </w:r>
      <w:r>
        <w:t>e</w:t>
      </w:r>
      <w:r w:rsidR="002E452F">
        <w:t>-</w:t>
      </w:r>
      <w:r>
        <w:t>An’aam, S.Yaaseen, and S. Qahaf.</w:t>
      </w:r>
    </w:p>
    <w:p w:rsidR="00294BA7" w:rsidRDefault="00294BA7" w:rsidP="00294BA7">
      <w:pPr>
        <w:pStyle w:val="libNormal"/>
      </w:pPr>
      <w:r>
        <w:t>Recite 100 times: Astaghfirullaaha Wa Atoobu Ilayhi.</w:t>
      </w:r>
    </w:p>
    <w:p w:rsidR="00294BA7" w:rsidRDefault="00294BA7" w:rsidP="00294BA7">
      <w:pPr>
        <w:pStyle w:val="libNormal"/>
      </w:pPr>
      <w:r>
        <w:t>Recite this Duaa by Imaam Ja’afar Saadiq (A.S.): Bismillaahir</w:t>
      </w:r>
      <w:r w:rsidR="002E452F">
        <w:t>-</w:t>
      </w:r>
      <w:r>
        <w:t>Rahmaanir</w:t>
      </w:r>
      <w:r w:rsidR="002E452F">
        <w:t>-</w:t>
      </w:r>
      <w:r>
        <w:t>Raheem. Allaahumma Haadhaa Shahru Ramadhaanal</w:t>
      </w:r>
      <w:r w:rsidR="002E452F">
        <w:t>-</w:t>
      </w:r>
      <w:r>
        <w:t>Ladhee Anzalta Feehil Qur’an Wa Qad Taswarrama Wa Aoodhu Biwajhikal Kareem Yaa Rabbi Anyatlual Fajru Min Laylati Haadhihee Aw Yata</w:t>
      </w:r>
      <w:r w:rsidR="002E452F">
        <w:t>-</w:t>
      </w:r>
      <w:r>
        <w:t>swarrama Shahru Ramadhaana Wa Laka Qibali Tabi’atun Aw Dhanbun Tureedu An Tu’Adh</w:t>
      </w:r>
      <w:r w:rsidR="002E452F">
        <w:t>-</w:t>
      </w:r>
      <w:r>
        <w:t>Dhibanee Bihee Yawma Alqaaq.</w:t>
      </w:r>
    </w:p>
    <w:p w:rsidR="00294BA7" w:rsidRDefault="00294BA7" w:rsidP="00294BA7">
      <w:pPr>
        <w:pStyle w:val="libNormal"/>
      </w:pPr>
      <w:r>
        <w:t xml:space="preserve">Recite the </w:t>
      </w:r>
      <w:r w:rsidRPr="00294BA7">
        <w:rPr>
          <w:rStyle w:val="libItalicChar"/>
        </w:rPr>
        <w:t>Duaa: Yaa Mudabbiral Umoor</w:t>
      </w:r>
      <w:r>
        <w:t>… (Mantioned in previous pages).</w:t>
      </w:r>
    </w:p>
    <w:p w:rsidR="00294BA7" w:rsidRDefault="00294BA7" w:rsidP="00294BA7">
      <w:pPr>
        <w:pStyle w:val="libNormal"/>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Widaa’a</w:t>
      </w:r>
      <w:r>
        <w:t xml:space="preserve"> to bid farewell to the Holy Month of Ramadhaan. (refer M.Jinaan or Tuhfatus</w:t>
      </w:r>
      <w:r w:rsidR="002E452F">
        <w:t>-</w:t>
      </w:r>
      <w:r>
        <w:t>Swaimeen)</w:t>
      </w:r>
    </w:p>
    <w:p w:rsidR="00294BA7" w:rsidRDefault="00294BA7" w:rsidP="00294BA7">
      <w:pPr>
        <w:pStyle w:val="libNormal"/>
      </w:pPr>
      <w:r>
        <w:t>The Imaam said whoever recites the following Duaa he or she shall be pardoned of all the sins before the sunrise of the next day. Recite this Duaa:</w:t>
      </w:r>
      <w:r w:rsidRPr="00294BA7">
        <w:rPr>
          <w:rStyle w:val="libItalicChar"/>
        </w:rPr>
        <w:t xml:space="preserve"> Bismillaahir</w:t>
      </w:r>
      <w:r w:rsidR="002E452F">
        <w:rPr>
          <w:rStyle w:val="libItalicChar"/>
        </w:rPr>
        <w:t>-</w:t>
      </w:r>
      <w:r w:rsidRPr="00294BA7">
        <w:rPr>
          <w:rStyle w:val="libItalicChar"/>
        </w:rPr>
        <w:t>Rahmaani</w:t>
      </w:r>
      <w:r w:rsidR="002E452F">
        <w:rPr>
          <w:rStyle w:val="libItalicChar"/>
        </w:rPr>
        <w:t>-</w:t>
      </w:r>
      <w:r w:rsidRPr="00294BA7">
        <w:rPr>
          <w:rStyle w:val="libItalicChar"/>
        </w:rPr>
        <w:t>Raheem. Allaahumma Laa Taj’Alhoo Aakhiral Ahadi Min Swiyaami Li Shahri Ramadhaan Wa A’oodhu Bika Anyatlua Fajru Haadhihil</w:t>
      </w:r>
      <w:r w:rsidR="002E452F">
        <w:rPr>
          <w:rStyle w:val="libItalicChar"/>
        </w:rPr>
        <w:t>-</w:t>
      </w:r>
      <w:r w:rsidRPr="00294BA7">
        <w:rPr>
          <w:rStyle w:val="libItalicChar"/>
        </w:rPr>
        <w:t>Laylati Illaa Wa Qad Ghafarta Lee.</w:t>
      </w:r>
    </w:p>
    <w:p w:rsidR="00294BA7" w:rsidRPr="00294BA7" w:rsidRDefault="00294BA7" w:rsidP="00294BA7">
      <w:pPr>
        <w:pStyle w:val="libNormal"/>
        <w:rPr>
          <w:rStyle w:val="libItalicChar"/>
        </w:rPr>
      </w:pPr>
      <w:r>
        <w:t xml:space="preserve">The Holy Prophet (S.A.W.W.) said that whoever performs this A’amaal,, before he or she finishes it Allaah shall forgive all sins and shall accept whatever good deeds they had done in Ramadhaan Mubaarak. It is as follows: Pray </w:t>
      </w:r>
      <w:r w:rsidRPr="00294BA7">
        <w:rPr>
          <w:rStyle w:val="libItalicChar"/>
        </w:rPr>
        <w:t>10 rak’at Namaaz</w:t>
      </w:r>
      <w:r>
        <w:t xml:space="preserve"> (in sets of 2) in which recite S.Ikhalaas 10 times after Al</w:t>
      </w:r>
      <w:r w:rsidR="002E452F">
        <w:t>-</w:t>
      </w:r>
      <w:r>
        <w:t>Hamd in each rak’at, and in every Rukoo’ and Sajdah recite 10 times:</w:t>
      </w:r>
      <w:r w:rsidRPr="00294BA7">
        <w:rPr>
          <w:rStyle w:val="libItalicChar"/>
        </w:rPr>
        <w:t xml:space="preserve"> Sub’haanallaahi Wal Hamdu Lillaahi Wa Laa Ilaaha Ilallaahu Wallaahu Akbar</w:t>
      </w:r>
      <w:r>
        <w:t xml:space="preserve">. After Namaaz recite: 1000 times </w:t>
      </w:r>
      <w:r w:rsidRPr="00294BA7">
        <w:rPr>
          <w:rStyle w:val="libItalicChar"/>
        </w:rPr>
        <w:t>Astaghfullaaha Wa Atoobu Ilayhi</w:t>
      </w:r>
      <w:r>
        <w:t xml:space="preserve">. Then go into </w:t>
      </w:r>
      <w:r w:rsidRPr="00294BA7">
        <w:rPr>
          <w:rStyle w:val="libItalicChar"/>
        </w:rPr>
        <w:t xml:space="preserve">Sajdah </w:t>
      </w:r>
      <w:r>
        <w:t xml:space="preserve">and recite: </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Yaa Hayyu Yaa Qayyoomu Ya Dhal Jalaali wal Ikraam Yaa Rahmaanad</w:t>
      </w:r>
      <w:r w:rsidR="002E452F">
        <w:rPr>
          <w:rStyle w:val="libItalicChar"/>
        </w:rPr>
        <w:t>-</w:t>
      </w:r>
      <w:r w:rsidRPr="00294BA7">
        <w:rPr>
          <w:rStyle w:val="libItalicChar"/>
        </w:rPr>
        <w:t>Dunya Wal Aakhirati Wa Rahimhumaa Yaa Arhamar</w:t>
      </w:r>
      <w:r w:rsidR="002E452F">
        <w:rPr>
          <w:rStyle w:val="libItalicChar"/>
        </w:rPr>
        <w:t>-</w:t>
      </w:r>
      <w:r w:rsidRPr="00294BA7">
        <w:rPr>
          <w:rStyle w:val="libItalicChar"/>
        </w:rPr>
        <w:t xml:space="preserve">Raahimeen Yaa Ilaahal Awwaleena Wal Aakhareen Ighfirlanaa Dhunoobanaa Wa Taqabbal Minnaa Swalaatanaa Wa Swiyaamanaa Wa Qiyaamanaa.” </w:t>
      </w:r>
    </w:p>
    <w:p w:rsidR="00294BA7" w:rsidRDefault="00294BA7" w:rsidP="00294BA7">
      <w:pPr>
        <w:pStyle w:val="libNormal"/>
      </w:pPr>
      <w:r>
        <w:t xml:space="preserve">The Holy Prophet (S.A.).W.W. said, “This is a special gift for the men and women of my Ummaah, and Allaah has not given such a gift to anyone before me.” </w:t>
      </w:r>
    </w:p>
    <w:p w:rsidR="002E452F" w:rsidRDefault="002E452F" w:rsidP="00294BA7">
      <w:pPr>
        <w:pStyle w:val="libNormal"/>
      </w:pPr>
      <w:r>
        <w:br w:type="page"/>
      </w:r>
    </w:p>
    <w:p w:rsidR="00A52C13" w:rsidRDefault="00A52C13" w:rsidP="00A52C13">
      <w:pPr>
        <w:pStyle w:val="Heading1Center"/>
      </w:pPr>
      <w:bookmarkStart w:id="78" w:name="_Toc420238107"/>
      <w:r w:rsidRPr="00A52C13">
        <w:lastRenderedPageBreak/>
        <w:t>DUAA-E-KHATME QUR’AN</w:t>
      </w:r>
      <w:bookmarkEnd w:id="78"/>
    </w:p>
    <w:p w:rsidR="00294BA7" w:rsidRDefault="00294BA7" w:rsidP="00294BA7">
      <w:pPr>
        <w:pStyle w:val="libNormal"/>
      </w:pPr>
      <w:r>
        <w:t xml:space="preserve">Recite this </w:t>
      </w:r>
      <w:r w:rsidRPr="00294BA7">
        <w:rPr>
          <w:rStyle w:val="libItalicChar"/>
        </w:rPr>
        <w:t>Duaa after Khitma of the Holy Qur’an</w:t>
      </w:r>
      <w:r>
        <w:t>, it is narrated by Imaam Ali (A.S.)</w:t>
      </w:r>
    </w:p>
    <w:p w:rsidR="00294BA7" w:rsidRDefault="00294BA7" w:rsidP="00294BA7">
      <w:pPr>
        <w:pStyle w:val="libItalic"/>
      </w:pPr>
      <w:r>
        <w:t>Bismillaar</w:t>
      </w:r>
      <w:r w:rsidR="002E452F">
        <w:t>-</w:t>
      </w:r>
      <w:r>
        <w:t>Rahmaanir</w:t>
      </w:r>
      <w:r w:rsidR="002E452F">
        <w:t>-</w:t>
      </w:r>
      <w:r>
        <w:t>Raheem. Allaahummashrah Bil Qur’ani Swadree Wasta’amil Bil Qur’ani Badanee Wa Nawwir Bil Qur’ani Baswaree Wa Atliq Bil Qur’ani Lisaanee Wa A’innee Alayhi Maa Abqaytanee Fa Innaahoo Laa Hawla Walaa Quwwata Illaa Bika.</w:t>
      </w:r>
    </w:p>
    <w:p w:rsidR="00294BA7" w:rsidRDefault="00294BA7" w:rsidP="00294BA7">
      <w:pPr>
        <w:pStyle w:val="libNormal"/>
      </w:pPr>
      <w:r>
        <w:t>Then recite this Duaa:</w:t>
      </w:r>
    </w:p>
    <w:p w:rsidR="00294BA7" w:rsidRDefault="00294BA7" w:rsidP="00294BA7">
      <w:pPr>
        <w:pStyle w:val="libItalic"/>
      </w:pPr>
      <w:r>
        <w:t>Bismillaahir</w:t>
      </w:r>
      <w:r w:rsidR="002E452F">
        <w:t>-</w:t>
      </w:r>
      <w:r>
        <w:t>Rahmaanir</w:t>
      </w:r>
      <w:r w:rsidR="002E452F">
        <w:t>-</w:t>
      </w:r>
      <w:r>
        <w:t>Raheem. Allaahummaa Innee As’aluka Ikhbaatal Mukhbiteen Wa Ikhlaaswal Mooqineen Wa Muraafaqatal Abraari Wa Istihqaaq Haqaaikil Eemaani Wal Ghaneemata Min Kulli Birrin Was</w:t>
      </w:r>
      <w:r w:rsidR="002E452F">
        <w:t>-</w:t>
      </w:r>
      <w:r>
        <w:t>Salaamata Min Kulli Ismin Wa Wujooba Rahmatik Wa Azaaima Maghfiratik Wal Fawza Bil Jannati Wa Najaatam</w:t>
      </w:r>
      <w:r w:rsidR="002E452F">
        <w:t>-</w:t>
      </w:r>
      <w:r>
        <w:t>Minan</w:t>
      </w:r>
      <w:r w:rsidR="002E452F">
        <w:t>-</w:t>
      </w:r>
      <w:r>
        <w:t>Naar.</w:t>
      </w:r>
    </w:p>
    <w:p w:rsidR="00294BA7" w:rsidRDefault="00294BA7" w:rsidP="00294BA7">
      <w:pPr>
        <w:pStyle w:val="libCenterBold1"/>
      </w:pPr>
      <w:bookmarkStart w:id="79" w:name="_Toc64900128"/>
      <w:r>
        <w:t>SOME IMPORTANT NOTES:</w:t>
      </w:r>
      <w:bookmarkEnd w:id="79"/>
    </w:p>
    <w:p w:rsidR="00294BA7" w:rsidRDefault="00294BA7" w:rsidP="00294BA7">
      <w:pPr>
        <w:pStyle w:val="libNormal"/>
      </w:pPr>
      <w:r>
        <w:t xml:space="preserve">If one wishes to keep awake at night for longer times for the purpose of Ibaadaat one should make its preparation right from the day time, i.e. enough rest should be taken at day time, and heavy foods should not be consumed at night. Moreover, it is stated that whoever wants to keep night vigil should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Nabaa</w:t>
      </w:r>
      <w:r>
        <w:t xml:space="preserve"> so that the amount of sleep will be reduced.</w:t>
      </w:r>
    </w:p>
    <w:p w:rsidR="00294BA7" w:rsidRDefault="00294BA7" w:rsidP="00294BA7">
      <w:pPr>
        <w:pStyle w:val="libNormal"/>
      </w:pPr>
      <w:r>
        <w:t>For making Tawba (asking of repentance for our sins, faults and mistakes it is related that one should recite (a) Surah</w:t>
      </w:r>
      <w:r w:rsidR="002E452F">
        <w:t>-</w:t>
      </w:r>
      <w:r>
        <w:t>e</w:t>
      </w:r>
      <w:r w:rsidR="002E452F">
        <w:t>-</w:t>
      </w:r>
      <w:r>
        <w:t>Tahreem, or S. Waaqiah, or S. Dukhaan. (b) Reciting of Duaa</w:t>
      </w:r>
      <w:r w:rsidR="002E452F">
        <w:t>-</w:t>
      </w:r>
      <w:r>
        <w:t>e</w:t>
      </w:r>
      <w:r w:rsidR="002E452F">
        <w:t>-</w:t>
      </w:r>
      <w:r>
        <w:t>Mujeer also is beneficial. (c) Praying Namaaz</w:t>
      </w:r>
      <w:r w:rsidR="002E452F">
        <w:t>-</w:t>
      </w:r>
      <w:r>
        <w:t>e</w:t>
      </w:r>
      <w:r w:rsidR="002E452F">
        <w:t>-</w:t>
      </w:r>
      <w:r>
        <w:t>Afw also erases our sins. (this is mentioned in the section of Repentence). (d) While repenting sincerely it is also effective if one puts both hands around the neck.</w:t>
      </w:r>
    </w:p>
    <w:p w:rsidR="00294BA7" w:rsidRDefault="00294BA7" w:rsidP="00294BA7">
      <w:pPr>
        <w:pStyle w:val="libNormal"/>
      </w:pPr>
      <w:r>
        <w:t xml:space="preserve">Holy Month of Ramadhaan is devided into three parts, the first ten days are especially for </w:t>
      </w:r>
      <w:r w:rsidRPr="00294BA7">
        <w:rPr>
          <w:rStyle w:val="libItalicChar"/>
        </w:rPr>
        <w:t>Barakah;</w:t>
      </w:r>
      <w:r>
        <w:t xml:space="preserve"> the other ten days are for </w:t>
      </w:r>
      <w:r w:rsidRPr="00294BA7">
        <w:rPr>
          <w:rStyle w:val="libItalicChar"/>
        </w:rPr>
        <w:t>Rahmah;</w:t>
      </w:r>
      <w:r>
        <w:t xml:space="preserve"> and the final ten days are for </w:t>
      </w:r>
      <w:r w:rsidRPr="00294BA7">
        <w:rPr>
          <w:rStyle w:val="libItalicChar"/>
        </w:rPr>
        <w:t>Maghfirah</w:t>
      </w:r>
      <w:r>
        <w:t>. So it is advisable to act accordingly.</w:t>
      </w:r>
    </w:p>
    <w:p w:rsidR="00294BA7" w:rsidRDefault="00294BA7" w:rsidP="00294BA7">
      <w:pPr>
        <w:pStyle w:val="libNormal"/>
      </w:pPr>
      <w:r>
        <w:t xml:space="preserve">It is very essential to remember our </w:t>
      </w:r>
      <w:r w:rsidRPr="00294BA7">
        <w:rPr>
          <w:rStyle w:val="libItalicChar"/>
        </w:rPr>
        <w:t>Imaam</w:t>
      </w:r>
      <w:r w:rsidR="002E452F">
        <w:rPr>
          <w:rStyle w:val="libItalicChar"/>
        </w:rPr>
        <w:t>-</w:t>
      </w:r>
      <w:r w:rsidRPr="00294BA7">
        <w:rPr>
          <w:rStyle w:val="libItalicChar"/>
        </w:rPr>
        <w:t>e</w:t>
      </w:r>
      <w:r w:rsidR="002E452F">
        <w:rPr>
          <w:rStyle w:val="libItalicChar"/>
        </w:rPr>
        <w:t>-</w:t>
      </w:r>
      <w:r w:rsidRPr="00294BA7">
        <w:rPr>
          <w:rStyle w:val="libItalicChar"/>
        </w:rPr>
        <w:t>Zamaana A.F.</w:t>
      </w:r>
      <w:r>
        <w:t xml:space="preserve"> very often by reciting his Ziyaarat, his Salawaat, his Duaas etc. which are recorded in the books of Duaa.</w:t>
      </w:r>
    </w:p>
    <w:p w:rsidR="00294BA7" w:rsidRPr="00294BA7" w:rsidRDefault="00294BA7" w:rsidP="00294BA7">
      <w:pPr>
        <w:pStyle w:val="libNormal"/>
        <w:rPr>
          <w:rStyle w:val="libUnderlineChar"/>
        </w:rPr>
      </w:pPr>
      <w:r>
        <w:t xml:space="preserve">It is essential to </w:t>
      </w:r>
      <w:r w:rsidRPr="00294BA7">
        <w:rPr>
          <w:rStyle w:val="libItalicChar"/>
        </w:rPr>
        <w:t>remember our dead</w:t>
      </w:r>
      <w:r>
        <w:t xml:space="preserve"> relatives, Ulamaa, our teachers and other Mu’mineen wal Mu’minaat by offering two rak’at Namaaz for each individually; or recite a Tasbeeh of Istighfaar for each; or recite a Tasbeeh of Salawaat for each, or perform any other good deeds for thebenefit of Marhoomeen. Our deeds for them are mutually beneficient.</w:t>
      </w:r>
    </w:p>
    <w:p w:rsidR="002E452F" w:rsidRDefault="002E452F" w:rsidP="00294BA7">
      <w:pPr>
        <w:pStyle w:val="libNormal"/>
      </w:pPr>
      <w:r>
        <w:br w:type="page"/>
      </w:r>
    </w:p>
    <w:p w:rsidR="00A52C13" w:rsidRDefault="00A52C13" w:rsidP="00A52C13">
      <w:pPr>
        <w:pStyle w:val="Heading1Center"/>
      </w:pPr>
      <w:bookmarkStart w:id="80" w:name="_Toc420238108"/>
      <w:r w:rsidRPr="00A52C13">
        <w:lastRenderedPageBreak/>
        <w:t>SURAHS FROM HOLY QUR’AN</w:t>
      </w:r>
      <w:bookmarkEnd w:id="80"/>
    </w:p>
    <w:p w:rsidR="00294BA7" w:rsidRDefault="00294BA7" w:rsidP="00294BA7">
      <w:pPr>
        <w:pStyle w:val="libNormal"/>
      </w:pPr>
      <w:r w:rsidRPr="00F83CC6">
        <w:rPr>
          <w:rStyle w:val="libBold1Char"/>
        </w:rPr>
        <w:t>S. Al</w:t>
      </w:r>
      <w:r w:rsidR="002E452F">
        <w:rPr>
          <w:rStyle w:val="libBold1Char"/>
        </w:rPr>
        <w:t>-</w:t>
      </w:r>
      <w:r w:rsidRPr="00F83CC6">
        <w:rPr>
          <w:rStyle w:val="libBold1Char"/>
        </w:rPr>
        <w:t>Hamd</w:t>
      </w:r>
      <w:r w:rsidRPr="00294BA7">
        <w:rPr>
          <w:rStyle w:val="libItalicChar"/>
        </w:rPr>
        <w:t>:</w:t>
      </w:r>
      <w:r>
        <w:t xml:space="preserve"> Bismillaahir</w:t>
      </w:r>
      <w:r w:rsidR="002E452F">
        <w:t>-</w:t>
      </w:r>
      <w:r>
        <w:t>Rahmaanir</w:t>
      </w:r>
      <w:r w:rsidR="002E452F">
        <w:t>-</w:t>
      </w:r>
      <w:r>
        <w:t>Raheem. Al</w:t>
      </w:r>
      <w:r w:rsidR="002E452F">
        <w:t>-</w:t>
      </w:r>
      <w:r>
        <w:t>Hamdu Lillaahi Rabbil Aalameen. Arrahmaanir</w:t>
      </w:r>
      <w:r w:rsidR="002E452F">
        <w:t>-</w:t>
      </w:r>
      <w:r>
        <w:t>Raheem. Maaliki Yawmid</w:t>
      </w:r>
      <w:r w:rsidR="002E452F">
        <w:t>-</w:t>
      </w:r>
      <w:r>
        <w:t>Deen. Iyyaaka Na’abudu Wa Iyyaaka Nasta’een. Ihdinas</w:t>
      </w:r>
      <w:r w:rsidR="002E452F">
        <w:t>-</w:t>
      </w:r>
      <w:r>
        <w:t>Swiraatal Mustaqeem. Swiraatal</w:t>
      </w:r>
      <w:r w:rsidR="002E452F">
        <w:t>-</w:t>
      </w:r>
      <w:r>
        <w:t>Ladheena An’amta Alayhim Ghayril Maghdhoobi Alayhim Waladh</w:t>
      </w:r>
      <w:r w:rsidR="002E452F">
        <w:t>-</w:t>
      </w:r>
      <w:r>
        <w:t>Dhwaaalleeen.</w:t>
      </w:r>
    </w:p>
    <w:p w:rsidR="00294BA7" w:rsidRDefault="00294BA7" w:rsidP="00294BA7">
      <w:pPr>
        <w:pStyle w:val="libNormal"/>
      </w:pPr>
      <w:r w:rsidRPr="00F83CC6">
        <w:rPr>
          <w:rStyle w:val="libBold1Char"/>
        </w:rPr>
        <w:t>S. Al</w:t>
      </w:r>
      <w:r w:rsidR="002E452F">
        <w:rPr>
          <w:rStyle w:val="libBold1Char"/>
        </w:rPr>
        <w:t>-</w:t>
      </w:r>
      <w:r w:rsidRPr="00F83CC6">
        <w:rPr>
          <w:rStyle w:val="libBold1Char"/>
        </w:rPr>
        <w:t>Ikhlaas/ S.Tawheed:</w:t>
      </w:r>
      <w:r>
        <w:t xml:space="preserve"> Bismillaahir</w:t>
      </w:r>
      <w:r w:rsidR="002E452F">
        <w:t>-</w:t>
      </w:r>
      <w:r>
        <w:t>Rahmaanir</w:t>
      </w:r>
      <w:r w:rsidR="002E452F">
        <w:t>-</w:t>
      </w:r>
      <w:r>
        <w:t>Raheem. Qul Huwallaahu Ahad. Allaahus</w:t>
      </w:r>
      <w:r w:rsidR="002E452F">
        <w:t>-</w:t>
      </w:r>
      <w:r>
        <w:t>Swamad. Lamyalid Walam Yoolad Walam Yakunlahoo Kufuwan Ahad.</w:t>
      </w:r>
    </w:p>
    <w:p w:rsidR="00294BA7" w:rsidRDefault="00294BA7" w:rsidP="00294BA7">
      <w:pPr>
        <w:pStyle w:val="libNormal"/>
      </w:pPr>
      <w:r w:rsidRPr="00F83CC6">
        <w:rPr>
          <w:rStyle w:val="libBold1Char"/>
        </w:rPr>
        <w:t>S. Al</w:t>
      </w:r>
      <w:r w:rsidR="002E452F">
        <w:rPr>
          <w:rStyle w:val="libBold1Char"/>
        </w:rPr>
        <w:t>-</w:t>
      </w:r>
      <w:r w:rsidRPr="00F83CC6">
        <w:rPr>
          <w:rStyle w:val="libBold1Char"/>
        </w:rPr>
        <w:t>Kaafiroon:</w:t>
      </w:r>
      <w:r>
        <w:t xml:space="preserve"> Bismillaahir</w:t>
      </w:r>
      <w:r w:rsidR="002E452F">
        <w:t>-</w:t>
      </w:r>
      <w:r>
        <w:t>Rahmaanir</w:t>
      </w:r>
      <w:r w:rsidR="002E452F">
        <w:t>-</w:t>
      </w:r>
      <w:r>
        <w:t>Raheem. Qul Yaa Ayyuhal Kaafiroona Laa A’abudu Maa Ta’abudoona Walaa Antum Aabidoona Maa A’abud. Walaa Anaa Aabidum Maa Abadtum Walaa Antum Aabidoona Maa A’abud. Lakum Deenukum Walyadeen.</w:t>
      </w:r>
    </w:p>
    <w:p w:rsidR="00294BA7" w:rsidRDefault="00294BA7" w:rsidP="00294BA7">
      <w:pPr>
        <w:pStyle w:val="libNormal"/>
      </w:pPr>
      <w:r w:rsidRPr="00F83CC6">
        <w:rPr>
          <w:rStyle w:val="libBold1Char"/>
        </w:rPr>
        <w:t>S. Al</w:t>
      </w:r>
      <w:r w:rsidR="002E452F">
        <w:rPr>
          <w:rStyle w:val="libBold1Char"/>
        </w:rPr>
        <w:t>-</w:t>
      </w:r>
      <w:r w:rsidRPr="00F83CC6">
        <w:rPr>
          <w:rStyle w:val="libBold1Char"/>
        </w:rPr>
        <w:t>Falak</w:t>
      </w:r>
      <w:r w:rsidRPr="00294BA7">
        <w:rPr>
          <w:rStyle w:val="libItalicChar"/>
        </w:rPr>
        <w:t>:</w:t>
      </w:r>
      <w:r>
        <w:t xml:space="preserve"> Bismillaahir</w:t>
      </w:r>
      <w:r w:rsidR="002E452F">
        <w:t>-</w:t>
      </w:r>
      <w:r>
        <w:t>Rahmaanir</w:t>
      </w:r>
      <w:r w:rsidR="002E452F">
        <w:t>-</w:t>
      </w:r>
      <w:r>
        <w:t>Raheem. Qul Aoodhu Bi Rabbil Falaqi Min Sharri Maa Khalaqa Wa Min Sharri Ghaasiqin Idhaa Waqaba Wa Min Sharrin</w:t>
      </w:r>
      <w:r w:rsidR="002E452F">
        <w:t>-</w:t>
      </w:r>
      <w:r>
        <w:t>Naffaasaati Fil Uqadi Wa Min Sharri Haasidin Idhaa Hasad.</w:t>
      </w:r>
    </w:p>
    <w:p w:rsidR="00294BA7" w:rsidRDefault="00294BA7" w:rsidP="00294BA7">
      <w:pPr>
        <w:pStyle w:val="libNormal"/>
      </w:pPr>
      <w:r w:rsidRPr="00F83CC6">
        <w:rPr>
          <w:rStyle w:val="libBold1Char"/>
        </w:rPr>
        <w:t>S. An</w:t>
      </w:r>
      <w:r w:rsidR="002E452F">
        <w:rPr>
          <w:rStyle w:val="libBold1Char"/>
        </w:rPr>
        <w:t>-</w:t>
      </w:r>
      <w:r w:rsidRPr="00F83CC6">
        <w:rPr>
          <w:rStyle w:val="libBold1Char"/>
        </w:rPr>
        <w:t>Naas:</w:t>
      </w:r>
      <w:r>
        <w:t xml:space="preserve"> Bismillaahir</w:t>
      </w:r>
      <w:r w:rsidR="002E452F">
        <w:t>-</w:t>
      </w:r>
      <w:r>
        <w:t>Rahmaanir</w:t>
      </w:r>
      <w:r w:rsidR="002E452F">
        <w:t>-</w:t>
      </w:r>
      <w:r>
        <w:t>Raheem.Qul Aoodhu Bi Rabbin</w:t>
      </w:r>
      <w:r w:rsidR="002E452F">
        <w:t>-</w:t>
      </w:r>
      <w:r>
        <w:t>Naasi Malikin</w:t>
      </w:r>
      <w:r w:rsidR="002E452F">
        <w:t>-</w:t>
      </w:r>
      <w:r>
        <w:t>Naasi Ilaahin</w:t>
      </w:r>
      <w:r w:rsidR="002E452F">
        <w:t>-</w:t>
      </w:r>
      <w:r>
        <w:t>Naasi Min Sharril Waswaasil Khannaasil</w:t>
      </w:r>
      <w:r w:rsidR="002E452F">
        <w:t>-</w:t>
      </w:r>
      <w:r>
        <w:t>Ladhee Yuwaswisu Fee Sudoorin</w:t>
      </w:r>
      <w:r w:rsidR="002E452F">
        <w:t>-</w:t>
      </w:r>
      <w:r>
        <w:t>Naasi Minal Jinnati Wan</w:t>
      </w:r>
      <w:r w:rsidR="002E452F">
        <w:t>-</w:t>
      </w:r>
      <w:r>
        <w:t>Naas.</w:t>
      </w:r>
    </w:p>
    <w:p w:rsidR="00294BA7" w:rsidRDefault="00294BA7" w:rsidP="00294BA7">
      <w:pPr>
        <w:pStyle w:val="libNormal"/>
      </w:pPr>
      <w:r>
        <w:t>(S. Al</w:t>
      </w:r>
      <w:r w:rsidR="002E452F">
        <w:t>-</w:t>
      </w:r>
      <w:r>
        <w:t>Falak and S. An</w:t>
      </w:r>
      <w:r w:rsidR="002E452F">
        <w:t>-</w:t>
      </w:r>
      <w:r>
        <w:t>Naas are together called Surah</w:t>
      </w:r>
      <w:r w:rsidR="002E452F">
        <w:t>-</w:t>
      </w:r>
      <w:r>
        <w:t>e</w:t>
      </w:r>
      <w:r w:rsidR="002E452F">
        <w:t>-</w:t>
      </w:r>
      <w:r>
        <w:t>Maoodhatayn)</w:t>
      </w:r>
    </w:p>
    <w:p w:rsidR="00294BA7" w:rsidRDefault="00294BA7" w:rsidP="00294BA7">
      <w:pPr>
        <w:pStyle w:val="libNormal"/>
      </w:pPr>
      <w:r w:rsidRPr="00F83CC6">
        <w:rPr>
          <w:rStyle w:val="libBold1Char"/>
        </w:rPr>
        <w:t>S .Al</w:t>
      </w:r>
      <w:r w:rsidR="002E452F">
        <w:rPr>
          <w:rStyle w:val="libBold1Char"/>
        </w:rPr>
        <w:t>-</w:t>
      </w:r>
      <w:r w:rsidRPr="00F83CC6">
        <w:rPr>
          <w:rStyle w:val="libBold1Char"/>
        </w:rPr>
        <w:t>Qadr</w:t>
      </w:r>
      <w:r w:rsidRPr="00294BA7">
        <w:rPr>
          <w:rStyle w:val="libItalicChar"/>
        </w:rPr>
        <w:t>:</w:t>
      </w:r>
      <w:r>
        <w:t xml:space="preserve"> Bismillaahir</w:t>
      </w:r>
      <w:r w:rsidR="002E452F">
        <w:t>-</w:t>
      </w:r>
      <w:r>
        <w:t>Rahmaanir</w:t>
      </w:r>
      <w:r w:rsidR="002E452F">
        <w:t>-</w:t>
      </w:r>
      <w:r>
        <w:t>Raheem. Innaa Anzalna Fee Laylatil Qadr. Wamaa Adraaka Maa Laylatul Qadr. Laylatul Qadri Khayrun</w:t>
      </w:r>
      <w:r w:rsidR="002E452F">
        <w:t>-</w:t>
      </w:r>
      <w:r>
        <w:t>Min Alfi Shahrin Tanazzalul Malaaikatu Warroohu Feeha Bi Idhni Rabbihim Min Kulli Amrin Salaam. Hiya Hatta Matla’il Fajr.</w:t>
      </w:r>
    </w:p>
    <w:p w:rsidR="00294BA7" w:rsidRDefault="00294BA7" w:rsidP="00294BA7">
      <w:pPr>
        <w:pStyle w:val="libNormal"/>
      </w:pPr>
      <w:r w:rsidRPr="00F83CC6">
        <w:rPr>
          <w:rStyle w:val="libBold1Char"/>
        </w:rPr>
        <w:t>S. Al</w:t>
      </w:r>
      <w:r w:rsidR="002E452F">
        <w:rPr>
          <w:rStyle w:val="libBold1Char"/>
        </w:rPr>
        <w:t>-</w:t>
      </w:r>
      <w:r w:rsidRPr="00F83CC6">
        <w:rPr>
          <w:rStyle w:val="libBold1Char"/>
        </w:rPr>
        <w:t>Kawthar</w:t>
      </w:r>
      <w:r w:rsidRPr="00294BA7">
        <w:rPr>
          <w:rStyle w:val="libItalicChar"/>
        </w:rPr>
        <w:t>:</w:t>
      </w:r>
      <w:r>
        <w:t xml:space="preserve"> Bismillaahir</w:t>
      </w:r>
      <w:r w:rsidR="002E452F">
        <w:t>-</w:t>
      </w:r>
      <w:r>
        <w:t>Rahmaanir</w:t>
      </w:r>
      <w:r w:rsidR="002E452F">
        <w:t>-</w:t>
      </w:r>
      <w:r>
        <w:t>Raheem. Innaa A’atwaynaa Kal Kawthar. Faswalli Li Rabbika Wanhar. Inna Shaaniaka Huwal Abtar.</w:t>
      </w:r>
    </w:p>
    <w:p w:rsidR="00294BA7" w:rsidRDefault="00294BA7" w:rsidP="00294BA7">
      <w:pPr>
        <w:pStyle w:val="libNormal"/>
      </w:pPr>
      <w:r w:rsidRPr="00F83CC6">
        <w:rPr>
          <w:rStyle w:val="libBold1Char"/>
        </w:rPr>
        <w:t>S. An</w:t>
      </w:r>
      <w:r w:rsidR="002E452F">
        <w:rPr>
          <w:rStyle w:val="libBold1Char"/>
        </w:rPr>
        <w:t>-</w:t>
      </w:r>
      <w:r w:rsidRPr="00F83CC6">
        <w:rPr>
          <w:rStyle w:val="libBold1Char"/>
        </w:rPr>
        <w:t>Nasr:</w:t>
      </w:r>
      <w:r>
        <w:t xml:space="preserve"> Bismillaahir</w:t>
      </w:r>
      <w:r w:rsidR="002E452F">
        <w:t>-</w:t>
      </w:r>
      <w:r>
        <w:t>Rahmaanir</w:t>
      </w:r>
      <w:r w:rsidR="002E452F">
        <w:t>-</w:t>
      </w:r>
      <w:r>
        <w:t>Raheem. Idhaa Jaa’a Nasrullaahi Wal Fat’hu Wara Aytannaasa Yadkhuloona Fee Deenillaahi Afwajan Basabbih Bihamdi Rabbika Fastaghfirhu. Innahoo Kaana Tawwaaba.</w:t>
      </w:r>
    </w:p>
    <w:p w:rsidR="00294BA7" w:rsidRDefault="00294BA7" w:rsidP="00294BA7">
      <w:pPr>
        <w:pStyle w:val="libNormal"/>
      </w:pPr>
      <w:r w:rsidRPr="00F83CC6">
        <w:rPr>
          <w:rStyle w:val="libBold1Char"/>
        </w:rPr>
        <w:t>S. Al</w:t>
      </w:r>
      <w:r w:rsidR="002E452F">
        <w:rPr>
          <w:rStyle w:val="libBold1Char"/>
        </w:rPr>
        <w:t>-</w:t>
      </w:r>
      <w:r w:rsidRPr="00F83CC6">
        <w:rPr>
          <w:rStyle w:val="libBold1Char"/>
        </w:rPr>
        <w:t>Takaasur</w:t>
      </w:r>
      <w:r w:rsidRPr="00F83CC6">
        <w:t>.</w:t>
      </w:r>
      <w:r>
        <w:t xml:space="preserve"> Bismillaahir</w:t>
      </w:r>
      <w:r w:rsidR="002E452F">
        <w:t>-</w:t>
      </w:r>
      <w:r>
        <w:t>Rahmaanir</w:t>
      </w:r>
      <w:r w:rsidR="002E452F">
        <w:t>-</w:t>
      </w:r>
      <w:r>
        <w:t>Raheem Alhaakumut</w:t>
      </w:r>
      <w:r w:rsidR="002E452F">
        <w:t>-</w:t>
      </w:r>
      <w:r>
        <w:t>Takaathuru Hattaa Zurtukumul Makaabir. Kallaa Sawfa Ta’alamoona Thumma Kallaa Sawfa Ta’alamoon. Kallaa Law Ta’alamoona Ilmal Yaqeen. Latarawunnal Jaheema Thumma Latarawunnahaa Aynal Yaqeeni Thumma Latus’alunna Yawmaidhin Anin</w:t>
      </w:r>
      <w:r w:rsidR="002E452F">
        <w:t>-</w:t>
      </w:r>
      <w:r>
        <w:t>Naeem.</w:t>
      </w:r>
    </w:p>
    <w:p w:rsidR="00294BA7" w:rsidRDefault="00294BA7" w:rsidP="00294BA7">
      <w:pPr>
        <w:pStyle w:val="libNormal"/>
      </w:pPr>
      <w:r w:rsidRPr="00F83CC6">
        <w:rPr>
          <w:rStyle w:val="libBold1Char"/>
        </w:rPr>
        <w:t>S. Zilzaal</w:t>
      </w:r>
      <w:r w:rsidRPr="00294BA7">
        <w:rPr>
          <w:rStyle w:val="libItalicChar"/>
        </w:rPr>
        <w:t>.</w:t>
      </w:r>
      <w:r>
        <w:t xml:space="preserve"> Bimillaahir</w:t>
      </w:r>
      <w:r w:rsidR="002E452F">
        <w:t>-</w:t>
      </w:r>
      <w:r>
        <w:t>Rahmaanir</w:t>
      </w:r>
      <w:r w:rsidR="002E452F">
        <w:t>-</w:t>
      </w:r>
      <w:r>
        <w:t>Raheem.  Idhaa Zulzilatil Ardhu Zilzaalahaa. Wa Akhrajatul Ardhu Athqaa Lahaa. Wa Qaalal Insaanu Maa Laha. Yawmaidhin Tuhaddithu Akhbaarahaa. Bi Anna Rabbaka Awhaa Lahaa. Yawmaidhin Yasdurun</w:t>
      </w:r>
      <w:r w:rsidR="002E452F">
        <w:t>-</w:t>
      </w:r>
      <w:r>
        <w:t>Naasu Ashtaatan Liyuraw A’amaalahum. Faman Ya’amal Mithqaala Dharratin Khayran Yarah. Waman Ya’amal Mithqaala Dharratin Sharran Yarah.</w:t>
      </w:r>
    </w:p>
    <w:p w:rsidR="00294BA7" w:rsidRDefault="00294BA7" w:rsidP="00294BA7">
      <w:pPr>
        <w:pStyle w:val="libNormal"/>
      </w:pPr>
      <w:r w:rsidRPr="00294BA7">
        <w:rPr>
          <w:rStyle w:val="libUnderlineChar"/>
        </w:rPr>
        <w:t>S. Al</w:t>
      </w:r>
      <w:r w:rsidR="002E452F">
        <w:rPr>
          <w:rStyle w:val="libUnderlineChar"/>
        </w:rPr>
        <w:t>-</w:t>
      </w:r>
      <w:r w:rsidRPr="00294BA7">
        <w:rPr>
          <w:rStyle w:val="libUnderlineChar"/>
        </w:rPr>
        <w:t>Quraysh</w:t>
      </w:r>
      <w:r w:rsidRPr="00294BA7">
        <w:rPr>
          <w:rStyle w:val="libItalicChar"/>
        </w:rPr>
        <w:t>.</w:t>
      </w:r>
      <w:r>
        <w:t xml:space="preserve">  Bismillaahir</w:t>
      </w:r>
      <w:r w:rsidR="002E452F">
        <w:t>-</w:t>
      </w:r>
      <w:r>
        <w:t>Rahmaanir</w:t>
      </w:r>
      <w:r w:rsidR="002E452F">
        <w:t>-</w:t>
      </w:r>
      <w:r>
        <w:t>Raheem. Li Eelaafi Qurayshin Eelaafihim Rihlatash</w:t>
      </w:r>
      <w:r w:rsidR="002E452F">
        <w:t>-</w:t>
      </w:r>
      <w:r>
        <w:t>Shitaai Was</w:t>
      </w:r>
      <w:r w:rsidR="002E452F">
        <w:t>-</w:t>
      </w:r>
      <w:r>
        <w:t>Swayf. Falya’abudu Rabba Haadhal Baytil</w:t>
      </w:r>
      <w:r w:rsidR="002E452F">
        <w:t>-</w:t>
      </w:r>
      <w:r>
        <w:t>Ladhee Atw’amahum Min Jooin Wa Aamanahum Min Khawf.</w:t>
      </w:r>
    </w:p>
    <w:p w:rsidR="00294BA7" w:rsidRDefault="00294BA7" w:rsidP="00294BA7">
      <w:pPr>
        <w:pStyle w:val="libNormal"/>
      </w:pPr>
      <w:r w:rsidRPr="00294BA7">
        <w:rPr>
          <w:rStyle w:val="libUnderlineChar"/>
        </w:rPr>
        <w:t>S. Al</w:t>
      </w:r>
      <w:r w:rsidR="002E452F">
        <w:rPr>
          <w:rStyle w:val="libUnderlineChar"/>
        </w:rPr>
        <w:t>-</w:t>
      </w:r>
      <w:r w:rsidRPr="00294BA7">
        <w:rPr>
          <w:rStyle w:val="libUnderlineChar"/>
        </w:rPr>
        <w:t>Feel</w:t>
      </w:r>
      <w:r w:rsidRPr="00294BA7">
        <w:rPr>
          <w:rStyle w:val="libItalicChar"/>
        </w:rPr>
        <w:t>.</w:t>
      </w:r>
      <w:r>
        <w:t xml:space="preserve">  Bismillaahir</w:t>
      </w:r>
      <w:r w:rsidR="002E452F">
        <w:t>-</w:t>
      </w:r>
      <w:r>
        <w:t>Rahmaanir</w:t>
      </w:r>
      <w:r w:rsidR="002E452F">
        <w:t>-</w:t>
      </w:r>
      <w:r>
        <w:t>Raheem. Alam Tara Qayfa Fa’ala Rabbuka Bi Aswhaabil Feel. Alam Yaj’al Kaydahum Fee Tadhwleelin Wa Arsala Alayhim Twayran Abaabeela Tarmeehim Bihijaaratin Min Sijjeelin Faja’alahum Ka Asfim Ma’akool.</w:t>
      </w:r>
    </w:p>
    <w:p w:rsidR="00294BA7" w:rsidRDefault="00294BA7" w:rsidP="00294BA7">
      <w:pPr>
        <w:pStyle w:val="libNormal"/>
      </w:pPr>
      <w:r w:rsidRPr="00294BA7">
        <w:rPr>
          <w:rStyle w:val="libUnderlineChar"/>
        </w:rPr>
        <w:t>S. Al</w:t>
      </w:r>
      <w:r w:rsidR="002E452F">
        <w:rPr>
          <w:rStyle w:val="libUnderlineChar"/>
        </w:rPr>
        <w:t>-</w:t>
      </w:r>
      <w:r w:rsidRPr="00294BA7">
        <w:rPr>
          <w:rStyle w:val="libUnderlineChar"/>
        </w:rPr>
        <w:t>A’alaa</w:t>
      </w:r>
      <w:r w:rsidRPr="00294BA7">
        <w:rPr>
          <w:rStyle w:val="libItalicChar"/>
        </w:rPr>
        <w:t>.</w:t>
      </w:r>
      <w:r>
        <w:t xml:space="preserve">  Bismillaahir</w:t>
      </w:r>
      <w:r w:rsidR="002E452F">
        <w:t>-</w:t>
      </w:r>
      <w:r>
        <w:t>Rahmaanir</w:t>
      </w:r>
      <w:r w:rsidR="002E452F">
        <w:t>-</w:t>
      </w:r>
      <w:r>
        <w:t>Raheem. Sabbi Hisma Rabbikal A’alaal</w:t>
      </w:r>
      <w:r w:rsidR="002E452F">
        <w:t>-</w:t>
      </w:r>
      <w:r>
        <w:t>Ladhee Khalaqa Fasawwaa Walladhee Qaddara Fahadaa Walladhee Akhrajal Mar’aa Faja’alahoo Ghuthaa’an Ahwaa. Sanukriuka Falaa Tansaa Illaa Maashaa’Allahu, Innahoo Ya’alamul Jahra Wama Yakhfaa. Wanuyassiruka Lil Yusraa. Fadhakkir In Nafa’atidh</w:t>
      </w:r>
      <w:r w:rsidR="002E452F">
        <w:t>-</w:t>
      </w:r>
      <w:r>
        <w:t>Dhikraa. Sayadh</w:t>
      </w:r>
      <w:r w:rsidR="002E452F">
        <w:t>-</w:t>
      </w:r>
      <w:r>
        <w:t>Dhakkaru Manyakhshaa Wa Yatajannabuhaa Ashqal</w:t>
      </w:r>
      <w:r w:rsidR="002E452F">
        <w:t>-</w:t>
      </w:r>
      <w:r>
        <w:t>Ladhee Yaslan</w:t>
      </w:r>
      <w:r w:rsidR="002E452F">
        <w:t>-</w:t>
      </w:r>
      <w:r>
        <w:t>Naaral Kubra. Thumma Laa Yamootu Feehaa Walaa Yahyaa. Qad Aflaha Man Tazakkaa Wa Dhakarasma Rabbihee Faswallaa. Bal Tu’siroonal Hayaatad</w:t>
      </w:r>
      <w:r w:rsidR="002E452F">
        <w:t>-</w:t>
      </w:r>
      <w:r>
        <w:t>Dunyaa. Wal Aakhiratu Khayrun Wa Abqaa. Inna Haadhaa Lafis</w:t>
      </w:r>
      <w:r w:rsidR="002E452F">
        <w:t>-</w:t>
      </w:r>
      <w:r>
        <w:t>Suhufil Oolaa. Suhufi Ibraaheema Wa Moosaa.</w:t>
      </w:r>
    </w:p>
    <w:p w:rsidR="00294BA7" w:rsidRDefault="00294BA7" w:rsidP="00294BA7">
      <w:pPr>
        <w:pStyle w:val="libNormal"/>
      </w:pPr>
      <w:r w:rsidRPr="00294BA7">
        <w:rPr>
          <w:rStyle w:val="libUnderlineChar"/>
        </w:rPr>
        <w:lastRenderedPageBreak/>
        <w:t>S. Alam Nashrah.</w:t>
      </w:r>
      <w:r>
        <w:t xml:space="preserve">  Bismillaahir</w:t>
      </w:r>
      <w:r w:rsidR="002E452F">
        <w:t>-</w:t>
      </w:r>
      <w:r>
        <w:t>Rahmaanir</w:t>
      </w:r>
      <w:r w:rsidR="002E452F">
        <w:t>-</w:t>
      </w:r>
      <w:r>
        <w:t>Raheem. Alam Nashrah Laka Swadraka Wawadhwa’anaa Anka Wizrakal</w:t>
      </w:r>
      <w:r w:rsidR="002E452F">
        <w:t>-</w:t>
      </w:r>
      <w:r>
        <w:t>Ladhee Anqwadhwa Dhwahraka Warafa’anaa Laka Dhikraka. Fa’Inna Ma’al Usri Yusraa Inna Ma’al Usri Yusraa. Faidhaa Faraghta Fanswab Wa Ilaa Rabbika Farghab.</w:t>
      </w:r>
    </w:p>
    <w:p w:rsidR="00294BA7" w:rsidRDefault="00294BA7" w:rsidP="00294BA7">
      <w:pPr>
        <w:pStyle w:val="libNormal"/>
      </w:pPr>
      <w:r w:rsidRPr="00294BA7">
        <w:rPr>
          <w:rStyle w:val="libUnderlineChar"/>
        </w:rPr>
        <w:t>S. Ash</w:t>
      </w:r>
      <w:r w:rsidR="002E452F">
        <w:rPr>
          <w:rStyle w:val="libUnderlineChar"/>
        </w:rPr>
        <w:t>-</w:t>
      </w:r>
      <w:r w:rsidRPr="00294BA7">
        <w:rPr>
          <w:rStyle w:val="libUnderlineChar"/>
        </w:rPr>
        <w:t>Shams</w:t>
      </w:r>
      <w:r w:rsidRPr="00294BA7">
        <w:rPr>
          <w:rStyle w:val="libItalicChar"/>
        </w:rPr>
        <w:t>.</w:t>
      </w:r>
      <w:r>
        <w:t xml:space="preserve">  Bismillaahir</w:t>
      </w:r>
      <w:r w:rsidR="002E452F">
        <w:t>-</w:t>
      </w:r>
      <w:r>
        <w:t>Rahmaanir</w:t>
      </w:r>
      <w:r w:rsidR="002E452F">
        <w:t>-</w:t>
      </w:r>
      <w:r>
        <w:t>Raheem. Wash</w:t>
      </w:r>
      <w:r w:rsidR="002E452F">
        <w:t>-</w:t>
      </w:r>
      <w:r>
        <w:t>Shamsi Wa Dhwuhaahaa, Wal Qamari Idhaa Talaaha, Wan</w:t>
      </w:r>
      <w:r w:rsidR="002E452F">
        <w:t>-</w:t>
      </w:r>
      <w:r>
        <w:t>Nahaari Idhaa Jallaahaa, Wal</w:t>
      </w:r>
      <w:r w:rsidR="002E452F">
        <w:t>-</w:t>
      </w:r>
      <w:r>
        <w:t>Layli Idhaa Yaghshaahaa, Was</w:t>
      </w:r>
      <w:r w:rsidR="002E452F">
        <w:t>-</w:t>
      </w:r>
      <w:r>
        <w:t>Samaai Wamaa Banaaha, Wal Ardhi Wamaa Twahaaha, Wa Nafsin Wamaa Sawwaaha, Fa’Alhamahaa Fujoorahaa Wa Taqwaahaa, Qad Aflaha Man Zakkaahaa, Wa Qad Khaaba Man Dassaahaa. Kadh</w:t>
      </w:r>
      <w:r w:rsidR="002E452F">
        <w:t>-</w:t>
      </w:r>
      <w:r>
        <w:t>Dhabat Thamoodu Bi Twaghwaahaa, Idhim’Ba’atha Ashqaahaa, Fa Qaala Lahum Rasoolullaahi Naaqatallaahi Wa Suqyaahaa. Fa Kadh</w:t>
      </w:r>
      <w:r w:rsidR="002E452F">
        <w:t>-</w:t>
      </w:r>
      <w:r>
        <w:t>Dhaboohu Fa Aqarooha Fa Damdama Alayhim Rabbuhum Bidhambihim Fasawwaahaa, Walaa Yakhaafu Uqbaahaa.</w:t>
      </w:r>
    </w:p>
    <w:p w:rsidR="00294BA7" w:rsidRDefault="00294BA7" w:rsidP="00294BA7">
      <w:pPr>
        <w:pStyle w:val="libNormal"/>
      </w:pPr>
      <w:r w:rsidRPr="00294BA7">
        <w:rPr>
          <w:rStyle w:val="libUnderlineChar"/>
        </w:rPr>
        <w:t>S. Al</w:t>
      </w:r>
      <w:r w:rsidR="002E452F">
        <w:rPr>
          <w:rStyle w:val="libUnderlineChar"/>
        </w:rPr>
        <w:t>-</w:t>
      </w:r>
      <w:r w:rsidRPr="00294BA7">
        <w:rPr>
          <w:rStyle w:val="libUnderlineChar"/>
        </w:rPr>
        <w:t>Layl</w:t>
      </w:r>
      <w:r w:rsidRPr="00294BA7">
        <w:rPr>
          <w:rStyle w:val="libItalicChar"/>
        </w:rPr>
        <w:t>.</w:t>
      </w:r>
      <w:r>
        <w:t xml:space="preserve">  Bismillaahir</w:t>
      </w:r>
      <w:r w:rsidR="002E452F">
        <w:t>-</w:t>
      </w:r>
      <w:r>
        <w:t>Rahmaanir</w:t>
      </w:r>
      <w:r w:rsidR="002E452F">
        <w:t>-</w:t>
      </w:r>
      <w:r>
        <w:t>Raheem. Wal</w:t>
      </w:r>
      <w:r w:rsidR="002E452F">
        <w:t>-</w:t>
      </w:r>
      <w:r>
        <w:t>Layli Idhaa Yaghshaa, Wan</w:t>
      </w:r>
      <w:r w:rsidR="002E452F">
        <w:t>-</w:t>
      </w:r>
      <w:r>
        <w:t>Nahaari Idhaa Tajallaa, Wamaa Khalaqadh</w:t>
      </w:r>
      <w:r w:rsidR="002E452F">
        <w:t>-</w:t>
      </w:r>
      <w:r>
        <w:t>Dhakara Wal Unthaa, Inna Sa’ayakum Lashattaa. Fa Ammaa Man A’atwaa Wattaqaa, Wa Swaddaqa Bil Husnaa, Fasanuyassiruhoo Lil Yusraa. Wa Ammaa Man Bakhila Wastaghnaa, Wa Kadh</w:t>
      </w:r>
      <w:r w:rsidR="002E452F">
        <w:t>-</w:t>
      </w:r>
      <w:r>
        <w:t>Dhaba Bil Husnaa, Fasanuyassiruhoo Lil Usraa. Wamaa Yughnee Anhu Maaluhoo Idhaa Taraddaa. Inna Alayna Lal Hudaa. Wa Inna Lanaa Lal Aakhirata Wal oolaa. Fa’andhartukum Naaran Taladh</w:t>
      </w:r>
      <w:r w:rsidR="002E452F">
        <w:t>-</w:t>
      </w:r>
      <w:r>
        <w:t>dhwaa. Laa Yaswlaaha Illal Ashqal</w:t>
      </w:r>
      <w:r w:rsidR="002E452F">
        <w:t>-</w:t>
      </w:r>
      <w:r>
        <w:t>Ladhee Kadh</w:t>
      </w:r>
      <w:r w:rsidR="002E452F">
        <w:t>-</w:t>
      </w:r>
      <w:r>
        <w:t>dhaba Wa Tawalla. Wasayujannabuhaal Atqaal</w:t>
      </w:r>
      <w:r w:rsidR="002E452F">
        <w:t>-</w:t>
      </w:r>
      <w:r>
        <w:t>Ladhee Yu’tee Maa Lahoo Yatazakkaa. Wamaa Li Ahadin Indahoo Min Ni’amatin Tujzaa, Illabtighaa’a Wajhi Rabbihil A’alaa. Wala Sawfa Yardhwaa.</w:t>
      </w:r>
    </w:p>
    <w:p w:rsidR="00294BA7" w:rsidRDefault="00294BA7" w:rsidP="00294BA7">
      <w:pPr>
        <w:pStyle w:val="libNormal"/>
      </w:pPr>
      <w:r w:rsidRPr="00294BA7">
        <w:rPr>
          <w:rStyle w:val="libUnderlineChar"/>
        </w:rPr>
        <w:t>S. AL</w:t>
      </w:r>
      <w:r w:rsidR="002E452F">
        <w:rPr>
          <w:rStyle w:val="libUnderlineChar"/>
        </w:rPr>
        <w:t>-</w:t>
      </w:r>
      <w:r w:rsidRPr="00294BA7">
        <w:rPr>
          <w:rStyle w:val="libUnderlineChar"/>
        </w:rPr>
        <w:t>Humazah</w:t>
      </w:r>
      <w:r w:rsidRPr="00294BA7">
        <w:rPr>
          <w:rStyle w:val="libItalicChar"/>
        </w:rPr>
        <w:t>.</w:t>
      </w:r>
      <w:r>
        <w:t xml:space="preserve">  Bismillaahir</w:t>
      </w:r>
      <w:r w:rsidR="002E452F">
        <w:t>-</w:t>
      </w:r>
      <w:r>
        <w:t>Rahmaanir</w:t>
      </w:r>
      <w:r w:rsidR="002E452F">
        <w:t>-</w:t>
      </w:r>
      <w:r>
        <w:t>Raheem. Waylun Likulli Humazatinl</w:t>
      </w:r>
      <w:r w:rsidR="002E452F">
        <w:t>-</w:t>
      </w:r>
      <w:r>
        <w:t>Lumazati Nil</w:t>
      </w:r>
      <w:r w:rsidR="002E452F">
        <w:t>-</w:t>
      </w:r>
      <w:r>
        <w:t>Ladhee Jama’a Maalan</w:t>
      </w:r>
      <w:r w:rsidR="002E452F">
        <w:t>-</w:t>
      </w:r>
      <w:r>
        <w:t>Wa Addadahu Yahsabu Anna Maalahoo Akhlada. Kallaa Layanbadhanna Fil Hutwamati Wamaa Adraaka Mal Hutwamah. Naarullaahil Mooqadatul</w:t>
      </w:r>
      <w:r w:rsidR="002E452F">
        <w:t>-</w:t>
      </w:r>
      <w:r>
        <w:t>Latee Tatwali’u Alal Af’ida. Innahaa Alayhim</w:t>
      </w:r>
      <w:r w:rsidR="002E452F">
        <w:t>-</w:t>
      </w:r>
      <w:r>
        <w:t>Mu’swadatun Fee Amadin Mumaddadah.</w:t>
      </w:r>
    </w:p>
    <w:p w:rsidR="00294BA7" w:rsidRDefault="00294BA7" w:rsidP="00294BA7">
      <w:pPr>
        <w:pStyle w:val="libNormal"/>
      </w:pPr>
      <w:r w:rsidRPr="00F83CC6">
        <w:rPr>
          <w:rStyle w:val="libBold1Char"/>
        </w:rPr>
        <w:t>AAYATUL</w:t>
      </w:r>
      <w:r w:rsidR="002E452F">
        <w:rPr>
          <w:rStyle w:val="libBold1Char"/>
        </w:rPr>
        <w:t>-</w:t>
      </w:r>
      <w:r w:rsidRPr="00F83CC6">
        <w:rPr>
          <w:rStyle w:val="libBold1Char"/>
        </w:rPr>
        <w:t>QURSEE</w:t>
      </w:r>
      <w:r>
        <w:t xml:space="preserve">  Bismillaahir</w:t>
      </w:r>
      <w:r w:rsidR="002E452F">
        <w:t>-</w:t>
      </w:r>
      <w:r>
        <w:t>Rahmaanir</w:t>
      </w:r>
      <w:r w:rsidR="002E452F">
        <w:t>-</w:t>
      </w:r>
      <w:r>
        <w:t>Raheem. Allaahu Laa Ilaaha Illaa Huwal Hayyul Qayyoom Laa Ta’akhudhuhu Sinatunw</w:t>
      </w:r>
      <w:r w:rsidR="002E452F">
        <w:t>-</w:t>
      </w:r>
      <w:r>
        <w:t>Walaa Nawm. Lahoo Maa Fis</w:t>
      </w:r>
      <w:r w:rsidR="002E452F">
        <w:t>-</w:t>
      </w:r>
      <w:r>
        <w:t>Samaawaati Wamaa Fil Ardh. Mandhal</w:t>
      </w:r>
      <w:r w:rsidR="002E452F">
        <w:t>-</w:t>
      </w:r>
      <w:r>
        <w:t>ladhee Yashfaoo Indahoo Illaa Bi Idhnihee,, Ya’alamu Maa Bayna Aydeehim Wamaa Khalfahum, Walaa Yuheetwoona Bishay’in Min Ilmihee Illaa Bi Maashaa’a, Wasia Kursiyyuhus</w:t>
      </w:r>
      <w:r w:rsidR="002E452F">
        <w:t>-</w:t>
      </w:r>
      <w:r>
        <w:t>Samaawaati Wal Ardh, Walaa Yaooduhoo Hifdhu</w:t>
      </w:r>
      <w:r w:rsidR="002E452F">
        <w:t>-</w:t>
      </w:r>
      <w:r>
        <w:t>huma, Wahuwal Aliyyul Adhweem. Laa Ikraaha Fiddeeni Qad Tabayyanar</w:t>
      </w:r>
      <w:r w:rsidR="002E452F">
        <w:t>-</w:t>
      </w:r>
      <w:r>
        <w:t>Rushdu Minal Ghayyi, Famanyakfur Bit</w:t>
      </w:r>
      <w:r w:rsidR="002E452F">
        <w:t>-</w:t>
      </w:r>
      <w:r>
        <w:t>Twaaghooti Wa Yu’min Billaahi Faqadis</w:t>
      </w:r>
      <w:r w:rsidR="002E452F">
        <w:t>-</w:t>
      </w:r>
      <w:r>
        <w:t>tamsaka Bil Urwatil Wusqaa. Lan</w:t>
      </w:r>
      <w:r w:rsidR="002E452F">
        <w:t>-</w:t>
      </w:r>
      <w:r>
        <w:t>fiswaama Lahaa Wallaahu Sameeun Aleem. Allaahu Waliyyul</w:t>
      </w:r>
      <w:r w:rsidR="002E452F">
        <w:t>-</w:t>
      </w:r>
      <w:r>
        <w:t>Ladheena Aamanoo Yukhrijuhum Minadh</w:t>
      </w:r>
      <w:r w:rsidR="002E452F">
        <w:t>-</w:t>
      </w:r>
      <w:r>
        <w:t>Dhulumaati Ilan</w:t>
      </w:r>
      <w:r w:rsidR="002E452F">
        <w:t>-</w:t>
      </w:r>
      <w:r>
        <w:t>Noor, Walladheena Kafaroo Awliyaa’ahumut</w:t>
      </w:r>
      <w:r w:rsidR="002E452F">
        <w:t>-</w:t>
      </w:r>
      <w:r>
        <w:t>Twaaghootu Yukhrijoonahum Minannoor Iladh</w:t>
      </w:r>
      <w:r w:rsidR="002E452F">
        <w:t>-</w:t>
      </w:r>
      <w:r>
        <w:t>Dhulummati, Ulaaika As’haabun</w:t>
      </w:r>
      <w:r w:rsidR="002E452F">
        <w:t>-</w:t>
      </w:r>
      <w:r>
        <w:t>naar, Hum Feeha Khaalidoon.</w:t>
      </w:r>
    </w:p>
    <w:p w:rsidR="00294BA7" w:rsidRDefault="00294BA7" w:rsidP="00294BA7">
      <w:pPr>
        <w:pStyle w:val="libNormal"/>
      </w:pPr>
      <w:r w:rsidRPr="00294BA7">
        <w:rPr>
          <w:rStyle w:val="libUnderlineChar"/>
        </w:rPr>
        <w:t>AAMANAR</w:t>
      </w:r>
      <w:r w:rsidR="002E452F">
        <w:rPr>
          <w:rStyle w:val="libUnderlineChar"/>
        </w:rPr>
        <w:t>-</w:t>
      </w:r>
      <w:r w:rsidRPr="00294BA7">
        <w:rPr>
          <w:rStyle w:val="libUnderlineChar"/>
        </w:rPr>
        <w:t>RASOOL</w:t>
      </w:r>
      <w:r>
        <w:t>: Bismillaahir</w:t>
      </w:r>
      <w:r w:rsidR="002E452F">
        <w:t>-</w:t>
      </w:r>
      <w:r>
        <w:t>Rahmaanir</w:t>
      </w:r>
      <w:r w:rsidR="002E452F">
        <w:t>-</w:t>
      </w:r>
      <w:r>
        <w:t>Raheem. Aamanar</w:t>
      </w:r>
      <w:r w:rsidR="002E452F">
        <w:t>-</w:t>
      </w:r>
      <w:r>
        <w:t>Rasoolu Bima Unzila Ilayhi Min</w:t>
      </w:r>
      <w:r w:rsidR="002E452F">
        <w:t>-</w:t>
      </w:r>
      <w:r>
        <w:t>Rabbihi Wal Mu’minoon Kullun Aamana Billaahi Wa Malaaikatihee Wa Kutubihee Wa Rusulih. Laa Nufarriqu Bayna Ahadin</w:t>
      </w:r>
      <w:r w:rsidR="002E452F">
        <w:t>-</w:t>
      </w:r>
      <w:r>
        <w:t>Min Rusulih, Waqaaloo Sami’ana Wa Atwa’ana Ghufraanaka Rabbanaa Wa Ilaykal Masweer, Laa Yukalliful</w:t>
      </w:r>
      <w:r w:rsidR="002E452F">
        <w:t>-</w:t>
      </w:r>
      <w:r>
        <w:t>laahu Nafsan Illaa Wus’ahaa Lahaa Maa Kasabat Wa Alayhaa Maktasabat, Rabbanaa Laa Tu’aakhidhnaa Inna</w:t>
      </w:r>
      <w:r w:rsidR="002E452F">
        <w:t>-</w:t>
      </w:r>
      <w:r>
        <w:t>seenaa Aw Akhtwa’anaa, Rabbanaa Walaa Tahmil Alaynaa Isran Kamaa Hamaltahoo Alal</w:t>
      </w:r>
      <w:r w:rsidR="002E452F">
        <w:t>-</w:t>
      </w:r>
      <w:r>
        <w:t>ladheena Min Qablinaa, Rabbanaa Walaa Tuham</w:t>
      </w:r>
      <w:r w:rsidR="002E452F">
        <w:t>-</w:t>
      </w:r>
      <w:r>
        <w:t>milnaa Maalaa Twaaqata Lanaa Bihi, Wa’afu</w:t>
      </w:r>
      <w:r w:rsidR="002E452F">
        <w:t>-</w:t>
      </w:r>
      <w:r>
        <w:t>annaa, Waghfir</w:t>
      </w:r>
      <w:r w:rsidR="002E452F">
        <w:t>-</w:t>
      </w:r>
      <w:r>
        <w:t>lanaa, Warhamnaa, Anta Mawlaana, Fanswurnaa Alal Qawmil Kaafireen.</w:t>
      </w:r>
    </w:p>
    <w:p w:rsidR="00294BA7" w:rsidRDefault="00294BA7" w:rsidP="00294BA7">
      <w:pPr>
        <w:pStyle w:val="libNormal"/>
      </w:pPr>
      <w:r w:rsidRPr="00294BA7">
        <w:rPr>
          <w:rStyle w:val="libUnderlineChar"/>
        </w:rPr>
        <w:t>AAYA</w:t>
      </w:r>
      <w:r w:rsidR="002E452F">
        <w:rPr>
          <w:rStyle w:val="libUnderlineChar"/>
        </w:rPr>
        <w:t>-</w:t>
      </w:r>
      <w:r w:rsidRPr="00294BA7">
        <w:rPr>
          <w:rStyle w:val="libUnderlineChar"/>
        </w:rPr>
        <w:t>E</w:t>
      </w:r>
      <w:r w:rsidR="002E452F">
        <w:rPr>
          <w:rStyle w:val="libUnderlineChar"/>
        </w:rPr>
        <w:t>-</w:t>
      </w:r>
      <w:r w:rsidRPr="00294BA7">
        <w:rPr>
          <w:rStyle w:val="libUnderlineChar"/>
        </w:rPr>
        <w:t>MULK</w:t>
      </w:r>
      <w:r w:rsidRPr="00294BA7">
        <w:rPr>
          <w:rStyle w:val="libItalicChar"/>
        </w:rPr>
        <w:t>:</w:t>
      </w:r>
      <w:r>
        <w:t xml:space="preserve"> Bismillahir</w:t>
      </w:r>
      <w:r w:rsidR="002E452F">
        <w:t>-</w:t>
      </w:r>
      <w:r>
        <w:t>Rahmaanir</w:t>
      </w:r>
      <w:r w:rsidR="002E452F">
        <w:t>-</w:t>
      </w:r>
      <w:r>
        <w:t>Raheem. Quli</w:t>
      </w:r>
      <w:r w:rsidR="002E452F">
        <w:t>-</w:t>
      </w:r>
      <w:r>
        <w:t>laahumma Maalikul Mulki Tu’atil Mulka Man Tashaau, Wa Tanziul Mulka Mimman Tashaau, Watu</w:t>
      </w:r>
      <w:r w:rsidR="002E452F">
        <w:t>-</w:t>
      </w:r>
      <w:r>
        <w:t>izzu Man Tashaau Wa Tudhillu Man Tashaau, Biyadikal Khayr, Innaka Alaa Kulli Shay’in Qadeer. Toolijul</w:t>
      </w:r>
      <w:r w:rsidR="002E452F">
        <w:t>-</w:t>
      </w:r>
      <w:r>
        <w:t>Layla Fin</w:t>
      </w:r>
      <w:r w:rsidR="002E452F">
        <w:t>-</w:t>
      </w:r>
      <w:r>
        <w:t>Nahaari Wa Toolijun_Nahaara Fil_Layli Wa Tukhrijul Hayya Minal Mayyiti Wa Tukhrijul Mayyiti Minal Hayy Wa Tarzuqu Man</w:t>
      </w:r>
      <w:r w:rsidR="002E452F">
        <w:t>-</w:t>
      </w:r>
      <w:r>
        <w:t>tashaau Bi Ghayri Hisaab.</w:t>
      </w:r>
    </w:p>
    <w:p w:rsidR="00294BA7" w:rsidRDefault="00294BA7" w:rsidP="00294BA7">
      <w:pPr>
        <w:pStyle w:val="libNormal"/>
      </w:pPr>
      <w:r w:rsidRPr="00294BA7">
        <w:rPr>
          <w:rStyle w:val="libUnderlineChar"/>
        </w:rPr>
        <w:lastRenderedPageBreak/>
        <w:t>AAYA</w:t>
      </w:r>
      <w:r w:rsidR="002E452F">
        <w:rPr>
          <w:rStyle w:val="libUnderlineChar"/>
        </w:rPr>
        <w:t>-</w:t>
      </w:r>
      <w:r w:rsidRPr="00294BA7">
        <w:rPr>
          <w:rStyle w:val="libUnderlineChar"/>
        </w:rPr>
        <w:t>E</w:t>
      </w:r>
      <w:r w:rsidR="002E452F">
        <w:rPr>
          <w:rStyle w:val="libUnderlineChar"/>
        </w:rPr>
        <w:t>-</w:t>
      </w:r>
      <w:r w:rsidRPr="00294BA7">
        <w:rPr>
          <w:rStyle w:val="libUnderlineChar"/>
        </w:rPr>
        <w:t>SHAHAADAT</w:t>
      </w:r>
      <w:r w:rsidRPr="00294BA7">
        <w:rPr>
          <w:rStyle w:val="libItalicChar"/>
        </w:rPr>
        <w:t>:</w:t>
      </w:r>
      <w:r>
        <w:t xml:space="preserve"> Bismillaahir</w:t>
      </w:r>
      <w:r w:rsidR="002E452F">
        <w:t>-</w:t>
      </w:r>
      <w:r>
        <w:t>Rahmaanir</w:t>
      </w:r>
      <w:r w:rsidR="002E452F">
        <w:t>-</w:t>
      </w:r>
      <w:r>
        <w:t>Raheem. Shahidallaahu Annahoo Laa</w:t>
      </w:r>
      <w:r w:rsidR="002E452F">
        <w:t>-</w:t>
      </w:r>
      <w:r>
        <w:t>illaha Illa Huwa Wal Malaaikatu Wa Ulul Ilmi Qaaiman Bil Qist, Laa Ilaaha Illa Huwal Azeezul Hakeem, Innad</w:t>
      </w:r>
      <w:r w:rsidR="002E452F">
        <w:t>-</w:t>
      </w:r>
      <w:r>
        <w:t>Deena Indallaahil Islaam, Wamakhtalafal</w:t>
      </w:r>
      <w:r w:rsidR="002E452F">
        <w:t>-</w:t>
      </w:r>
      <w:r>
        <w:t>Ladheena Ootul Kitaaba Illaa Mim</w:t>
      </w:r>
      <w:r w:rsidR="002E452F">
        <w:t>-</w:t>
      </w:r>
      <w:r>
        <w:t>ba’adi Maa Jaa’ahumul Ilmu Baghyan Baynahum Wamanyakfur Bi Aayaatil</w:t>
      </w:r>
      <w:r w:rsidR="002E452F">
        <w:t>-</w:t>
      </w:r>
      <w:r>
        <w:t>laahi Fa Innal</w:t>
      </w:r>
      <w:r w:rsidR="002E452F">
        <w:t>-</w:t>
      </w:r>
      <w:r>
        <w:t>laaha Sareeul Hisaab.</w:t>
      </w:r>
    </w:p>
    <w:p w:rsidR="002E452F" w:rsidRDefault="002E452F" w:rsidP="00294BA7">
      <w:pPr>
        <w:pStyle w:val="libNormal"/>
      </w:pPr>
      <w:r>
        <w:br w:type="page"/>
      </w:r>
    </w:p>
    <w:p w:rsidR="00A52C13" w:rsidRDefault="00A52C13" w:rsidP="00A52C13">
      <w:pPr>
        <w:pStyle w:val="Heading1Center"/>
      </w:pPr>
      <w:bookmarkStart w:id="81" w:name="_Toc420238109"/>
      <w:r w:rsidRPr="00A52C13">
        <w:lastRenderedPageBreak/>
        <w:t>DUAAS OF MAAH-E-RAMADHAAN</w:t>
      </w:r>
      <w:bookmarkEnd w:id="81"/>
    </w:p>
    <w:p w:rsidR="00294BA7" w:rsidRDefault="00294BA7" w:rsidP="00294BA7">
      <w:pPr>
        <w:pStyle w:val="libCenterBold1"/>
      </w:pPr>
      <w:bookmarkStart w:id="82" w:name="_Toc64900131"/>
      <w:r>
        <w:t>After every Waajib Namaaz:</w:t>
      </w:r>
      <w:bookmarkEnd w:id="82"/>
      <w:r>
        <w:t xml:space="preserve"> </w:t>
      </w:r>
    </w:p>
    <w:p w:rsidR="00294BA7" w:rsidRPr="00294BA7" w:rsidRDefault="00294BA7" w:rsidP="00294BA7">
      <w:pPr>
        <w:pStyle w:val="libNormal"/>
        <w:rPr>
          <w:rStyle w:val="libUnderlineChar"/>
        </w:rPr>
      </w:pPr>
      <w:r>
        <w:t>[Before any Duaa Recite:Bismillaahir</w:t>
      </w:r>
      <w:r w:rsidR="002E452F">
        <w:t>-</w:t>
      </w:r>
      <w:r>
        <w:t>Rahmaanir</w:t>
      </w:r>
      <w:r w:rsidR="002E452F">
        <w:t>-</w:t>
      </w:r>
      <w:r>
        <w:t xml:space="preserve">Raheem, Allaahumma Swalli Alaa Muhammadin Wa Aali Muhammad] {h/by shown by this sign: </w:t>
      </w:r>
      <w:r w:rsidRPr="00294BA7">
        <w:rPr>
          <w:rStyle w:val="libUnderlineChar"/>
        </w:rPr>
        <w:t>786.Salawaat. *</w:t>
      </w:r>
      <w:r>
        <w:t xml:space="preserve"> }]: </w:t>
      </w:r>
    </w:p>
    <w:p w:rsidR="00294BA7" w:rsidRDefault="00294BA7" w:rsidP="00294BA7">
      <w:pPr>
        <w:pStyle w:val="libNormal"/>
      </w:pPr>
      <w:r>
        <w:t>Yaa Aliyyu Yaa Adhweem, Yaa Ghafooru Yaa Raheem, Antar</w:t>
      </w:r>
      <w:r w:rsidR="002E452F">
        <w:t>-</w:t>
      </w:r>
      <w:r>
        <w:t>Rabbul Adhweemul</w:t>
      </w:r>
      <w:r w:rsidR="002E452F">
        <w:t>-</w:t>
      </w:r>
      <w:r>
        <w:t>ladhee Laysa Kamithlihee Shay’un, Wahuwas</w:t>
      </w:r>
      <w:r w:rsidR="002E452F">
        <w:t>-</w:t>
      </w:r>
      <w:r>
        <w:t>Sameeul Basweer. Wa Haadhaa Shahrun Adh</w:t>
      </w:r>
      <w:r w:rsidR="002E452F">
        <w:t>-</w:t>
      </w:r>
      <w:r>
        <w:t>dhwamtahu Wa Karramtahu Wa Sharraftahu Wa Fadh</w:t>
      </w:r>
      <w:r w:rsidR="002E452F">
        <w:t>-</w:t>
      </w:r>
      <w:r>
        <w:t>dhaltahu Alash</w:t>
      </w:r>
      <w:r w:rsidR="002E452F">
        <w:t>-</w:t>
      </w:r>
      <w:r>
        <w:t>Shuhoori Wahuwa Shahrul</w:t>
      </w:r>
      <w:r w:rsidR="002E452F">
        <w:t>-</w:t>
      </w:r>
      <w:r>
        <w:t>ladhee Faradhta Swiyaamahu Alayya Wa Huwa Shahru Ramadhaanal</w:t>
      </w:r>
      <w:r w:rsidR="002E452F">
        <w:t>-</w:t>
      </w:r>
      <w:r>
        <w:t>Ladhee Anzalta Feehil Qur’aan Hudan Linnaasi Wa Bayyinaatin Minal Hudaa Wal Furqaan, Wa Ja’alta Feehi Laylatal Qadri Wa Ja’altaha Khayran Min Alfi Shahrin Fa Yaa Dhal Manni Walaa Yumannu Alayka Munna Alayya Bi Fakaaki Raqabati Minan</w:t>
      </w:r>
      <w:r w:rsidR="002E452F">
        <w:t>-</w:t>
      </w:r>
      <w:r>
        <w:t>Naar, Fee Man Tamunnu Alayhi Wa Adkhilnil Jannata Bi Rahmatika Yaa Arhamar</w:t>
      </w:r>
      <w:r w:rsidR="002E452F">
        <w:t>-</w:t>
      </w:r>
      <w:r>
        <w:t>Raahimeen.</w:t>
      </w:r>
    </w:p>
    <w:p w:rsidR="00294BA7" w:rsidRDefault="00294BA7" w:rsidP="00294BA7">
      <w:pPr>
        <w:pStyle w:val="libNormal"/>
      </w:pPr>
      <w:r>
        <w:t xml:space="preserve">After every Waajib Namaaz  786.Salawaat*. </w:t>
      </w:r>
    </w:p>
    <w:p w:rsidR="00294BA7" w:rsidRDefault="00294BA7" w:rsidP="00294BA7">
      <w:pPr>
        <w:pStyle w:val="libNormal"/>
      </w:pPr>
      <w:r>
        <w:t>Allaahumma Adkhil Alaa Ahlil Qubooris</w:t>
      </w:r>
      <w:r w:rsidR="002E452F">
        <w:t>-</w:t>
      </w:r>
      <w:r>
        <w:t>Suroor, Allaahumma Aghni Kulli Faqeer, Allaahumma Ashbi’a Kulli Jaa’i’in, Allaahummaksu Kulla Uryaan, Allahummaq</w:t>
      </w:r>
      <w:r w:rsidR="002E452F">
        <w:t>-</w:t>
      </w:r>
      <w:r>
        <w:t>dhi Dayna Kulli Madeenin, Allaahumma Farrij An Kulla Makroob, Allaahumma Rudda Kulla Ghareeb, Allaahumma Fukka Kulla Aseer, Allaahumma Aslih Kulla Faasidin Min Umooril Muslimeen, Allaahummashfi Kulla Mareedh, Allaahumma Sudda Faqranaa Bi Ghinaak, Allaahumma Ghayyir Soo’a Haalina Bi Husni Haalik, Allaahumaqdhi Annid</w:t>
      </w:r>
      <w:r w:rsidR="002E452F">
        <w:t>-</w:t>
      </w:r>
      <w:r>
        <w:t>Dayn Wa Aghnina Minal Faqr, Innaka Alaa Kulli Shay’in Qadeer.</w:t>
      </w:r>
    </w:p>
    <w:p w:rsidR="00294BA7" w:rsidRDefault="00294BA7" w:rsidP="00294BA7">
      <w:pPr>
        <w:pStyle w:val="libNormal"/>
      </w:pPr>
      <w:r>
        <w:t xml:space="preserve">After every Waajib Namaaz:  786.Salawaat*. </w:t>
      </w:r>
    </w:p>
    <w:p w:rsidR="00294BA7" w:rsidRDefault="00294BA7" w:rsidP="00294BA7">
      <w:pPr>
        <w:pStyle w:val="libNormal"/>
      </w:pPr>
      <w:r>
        <w:t>Allaahummar</w:t>
      </w:r>
      <w:r w:rsidR="002E452F">
        <w:t>-</w:t>
      </w:r>
      <w:r>
        <w:t>Zuqnee Hajja Baytikal Haraami Fee Aami Haadha Wa Fee Kulli Aam, Maa Abqaytani Fee Yusrin Minka Wa Aafiyatin Wa Sa’ati Rizqin Walaa Tukhilnee Min Tilkal Mawaaqifil Kareemati Wal Mashaahidish</w:t>
      </w:r>
      <w:r w:rsidR="002E452F">
        <w:t>-</w:t>
      </w:r>
      <w:r>
        <w:t>Shareefati Wa Ziyaarati Qabri Nabiyyik Swalawaatuk Alayhi Wa Aalihee Wa Fee Jamee’I Hawaaijid</w:t>
      </w:r>
      <w:r w:rsidR="002E452F">
        <w:t>-</w:t>
      </w:r>
      <w:r>
        <w:t xml:space="preserve"> Dunya Wal Aakhirati Fa Kun Lee. Allaahumma Innee As’aluk Fee Maa Taqdhee Wa Tuqaddiru Minal Amril Mahtoomi Fi Laylatil Qadri Minal Qadhaa’il</w:t>
      </w:r>
      <w:r w:rsidR="002E452F">
        <w:t>-</w:t>
      </w:r>
      <w:r>
        <w:t>Ladhee Laa Yuraddu Walaa Yubaddalu An Taktubanee Min Hujjaaji Baytikal Haraamil Mabroori Hajjuhumul Mashkoori, Sa’ayuhumul Maghfoor Anhum Sayyiaatuhum Waj’al Fee Maa Taqdhee Wa Tuqaddiru An Tutweela Umree Fee Twaa’atik Wa Tuwassi’a Alayya Rizqee Wa Tu’addiya Annee Amaanatee Wa Daynee Aameen Rabbal Aalameen.</w:t>
      </w:r>
    </w:p>
    <w:p w:rsidR="00294BA7" w:rsidRDefault="00294BA7" w:rsidP="00294BA7">
      <w:pPr>
        <w:pStyle w:val="libCenterBold1"/>
      </w:pPr>
      <w:bookmarkStart w:id="83" w:name="_Toc64900132"/>
      <w:r>
        <w:t>DUAA</w:t>
      </w:r>
      <w:r w:rsidR="002E452F">
        <w:t>-</w:t>
      </w:r>
      <w:r>
        <w:t>E</w:t>
      </w:r>
      <w:r w:rsidR="002E452F">
        <w:t>-</w:t>
      </w:r>
      <w:r>
        <w:t>HAJJ:</w:t>
      </w:r>
      <w:bookmarkEnd w:id="83"/>
    </w:p>
    <w:p w:rsidR="00294BA7" w:rsidRDefault="00294BA7" w:rsidP="00294BA7">
      <w:pPr>
        <w:pStyle w:val="libNormal"/>
      </w:pPr>
      <w:r>
        <w:t>To recite everyday after Namaz</w:t>
      </w:r>
      <w:r w:rsidR="002E452F">
        <w:t>-</w:t>
      </w:r>
      <w:r>
        <w:t>e</w:t>
      </w:r>
      <w:r w:rsidR="002E452F">
        <w:t>-</w:t>
      </w:r>
      <w:r>
        <w:t xml:space="preserve">Maghrib  786.Salawaat* </w:t>
      </w:r>
    </w:p>
    <w:p w:rsidR="00294BA7" w:rsidRDefault="00294BA7" w:rsidP="00294BA7">
      <w:pPr>
        <w:pStyle w:val="libNormal"/>
      </w:pPr>
      <w:r>
        <w:t>Allaahumma Innee Bika Wa Minka Atlubu Haajatee Waman Twalaba Haajatan Ilan</w:t>
      </w:r>
      <w:r w:rsidR="002E452F">
        <w:t>-</w:t>
      </w:r>
      <w:r>
        <w:t>Naasi Fa Innee Laa Atlubu Haajati Illaa Minka Wahdaka Laa Shareeka Laka, Wa As’aluka Bifadhlika Wa Ridhwaanika An Tuswalli Alaa Muhammadin Wa AhliBaytihee Wa An Taj’ala Lee Fee Aami Haadhaa Ilaa Baytikal Haraami Sabeelan Hijjatan Mabrooratan Mutaqabbalatan Zaakiyatan Khaaliswatan Laka Taqarru Bihaa Aynee Wa Tarfa’oo Bihaa Darajatee Wa Tarzuqanee An Aghuzza Baswaree Wa an Ahfadh Farjee Wa An Akuffa Bihaa An Jamee’i Mahaarimik Hattaa Yakoona Shay’un Aathara Indee Min Twaa’atik Wa Khashyatik Wal Amali Bimaa Ahbabta Wat</w:t>
      </w:r>
      <w:r w:rsidR="002E452F">
        <w:t>-</w:t>
      </w:r>
      <w:r>
        <w:t>Tarki Lima Karihta Wa Nahayta Anhu Waj’al Dhaalika Fi Yusrin Wa Yasaarin Wa Aafiyatin Wamaa An’amta Bihee Alayya Wa As’aluka Antaj’ala Wafaati Qatlan Fee Sabeelik Tahta Raayati Nabiyyika Ma’a Awliyaaika Wa As’aluka An Taqtula Bee A’adaaika Wa A’adaai Rasoolika Wa As’aluka An Tukrimanee Bi Hawaani Man Shi’ata Min Khalqik Walaa Tuhinnee Bi Karaamati Ahadin Min Awliyaaik. Allaahummaj’al Lee Ma’ar</w:t>
      </w:r>
      <w:r w:rsidR="002E452F">
        <w:t>-</w:t>
      </w:r>
      <w:r>
        <w:t>Rasooli Sabeelan Hasbiyallaahu Maashaa’Allahu.</w:t>
      </w:r>
    </w:p>
    <w:p w:rsidR="00294BA7" w:rsidRPr="00294BA7" w:rsidRDefault="00294BA7" w:rsidP="00294BA7">
      <w:pPr>
        <w:pStyle w:val="libNormal"/>
        <w:rPr>
          <w:rStyle w:val="libUnderlineChar"/>
        </w:rPr>
      </w:pPr>
      <w:r w:rsidRPr="00F83CC6">
        <w:rPr>
          <w:rStyle w:val="libBold1Char"/>
        </w:rPr>
        <w:t>Duaa</w:t>
      </w:r>
      <w:r w:rsidR="002E452F">
        <w:rPr>
          <w:rStyle w:val="libBold1Char"/>
        </w:rPr>
        <w:t>-</w:t>
      </w:r>
      <w:r w:rsidRPr="00F83CC6">
        <w:rPr>
          <w:rStyle w:val="libBold1Char"/>
        </w:rPr>
        <w:t>e</w:t>
      </w:r>
      <w:r w:rsidR="002E452F">
        <w:rPr>
          <w:rStyle w:val="libBold1Char"/>
        </w:rPr>
        <w:t>-</w:t>
      </w:r>
      <w:r w:rsidRPr="00F83CC6">
        <w:rPr>
          <w:rStyle w:val="libBold1Char"/>
        </w:rPr>
        <w:t>Faraj</w:t>
      </w:r>
      <w:r w:rsidRPr="00294BA7">
        <w:rPr>
          <w:rStyle w:val="libItalicChar"/>
        </w:rPr>
        <w:t>:</w:t>
      </w:r>
      <w:r>
        <w:t xml:space="preserve">  786</w:t>
      </w:r>
      <w:r w:rsidRPr="00294BA7">
        <w:rPr>
          <w:rStyle w:val="libItalicChar"/>
        </w:rPr>
        <w:t xml:space="preserve">. </w:t>
      </w:r>
      <w:r>
        <w:t>Salawaat *</w:t>
      </w:r>
    </w:p>
    <w:p w:rsidR="00294BA7" w:rsidRPr="00F83CC6" w:rsidRDefault="00294BA7" w:rsidP="00294BA7">
      <w:pPr>
        <w:pStyle w:val="libNormal"/>
        <w:rPr>
          <w:rStyle w:val="libUnderlineChar"/>
        </w:rPr>
      </w:pPr>
      <w:r w:rsidRPr="00294BA7">
        <w:rPr>
          <w:rStyle w:val="libItalicChar"/>
        </w:rPr>
        <w:lastRenderedPageBreak/>
        <w:t>Ilaahee Adhwumal Balaa’</w:t>
      </w:r>
      <w:r>
        <w:t xml:space="preserve"> Wa Barihal Khafaa’ Wa Kashafal Ghitaa’ Wan Qata’ur</w:t>
      </w:r>
      <w:r w:rsidR="002E452F">
        <w:t>-</w:t>
      </w:r>
      <w:r>
        <w:t>Rajaa’ Wa Dhwaaqatil Ardhu Wa Muni’atus</w:t>
      </w:r>
      <w:r w:rsidR="002E452F">
        <w:t>-</w:t>
      </w:r>
      <w:r>
        <w:t>Samaau, Wa Antal Musta’aanu Wa Ilaykal Mushtakaa, Wa Alaykal Mu’awwalu Fi Shiddati War</w:t>
      </w:r>
      <w:r w:rsidR="002E452F">
        <w:t>-</w:t>
      </w:r>
      <w:r>
        <w:t>Rakhaai, Allaahumma Swalli Alaa Muhammadin Wa Aali Muhammad, Ulil Amril</w:t>
      </w:r>
      <w:r w:rsidR="002E452F">
        <w:t>-</w:t>
      </w:r>
      <w:r>
        <w:t>Ladheena Faradhta Alayna Twaa’atahum Wa Arraftanaa Bidhaalika Manzilatahum Fa Farrij Annaa Bi Haqqihim Farajan Aajilan Qareeban Kalamhil Baswari Aw Huwa Aqrabu Yaa Muhammad Yaa Aliyy Yaa Aliyy Yaa Muhammad Wansurnee Fa Innakuma Naaswiraani Wakfiyaani Fa Innakuma Kaafiyaani Yaa Mawlaana Yaa Swaahibaz</w:t>
      </w:r>
      <w:r w:rsidR="002E452F">
        <w:t>-</w:t>
      </w:r>
      <w:r>
        <w:t>Zamaan, Al</w:t>
      </w:r>
      <w:r w:rsidR="002E452F">
        <w:t>-</w:t>
      </w:r>
      <w:r>
        <w:t>Ghawth Al</w:t>
      </w:r>
      <w:r w:rsidR="002E452F">
        <w:t>-</w:t>
      </w:r>
      <w:r>
        <w:t>Ghawth Al</w:t>
      </w:r>
      <w:r w:rsidR="002E452F">
        <w:t>-</w:t>
      </w:r>
      <w:r>
        <w:t>Ghawth Adriknee Adriknee Adriknee Assaa’ati Assaa’ati Assaa’ah Al</w:t>
      </w:r>
      <w:r w:rsidR="002E452F">
        <w:t>-</w:t>
      </w:r>
      <w:r>
        <w:t>Ajal Al</w:t>
      </w:r>
      <w:r w:rsidR="002E452F">
        <w:t>-</w:t>
      </w:r>
      <w:r>
        <w:t>Ajal Al</w:t>
      </w:r>
      <w:r w:rsidR="002E452F">
        <w:t>-</w:t>
      </w:r>
      <w:r>
        <w:t>Ajal, Yaa Arhamar</w:t>
      </w:r>
      <w:r w:rsidR="002E452F">
        <w:t>-</w:t>
      </w:r>
      <w:r>
        <w:t>Raahimeen Bihaqqi Muhammadin Wa Aalihit</w:t>
      </w:r>
      <w:r w:rsidR="002E452F">
        <w:t>-</w:t>
      </w:r>
      <w:r>
        <w:t>Twaahireen</w:t>
      </w:r>
    </w:p>
    <w:p w:rsidR="00294BA7" w:rsidRDefault="00294BA7" w:rsidP="00294BA7">
      <w:pPr>
        <w:pStyle w:val="libNormal"/>
      </w:pPr>
      <w:r w:rsidRPr="00294BA7">
        <w:rPr>
          <w:rStyle w:val="libUnderlineChar"/>
        </w:rPr>
        <w:t>Duaa</w:t>
      </w:r>
      <w:r w:rsidR="002E452F">
        <w:rPr>
          <w:rStyle w:val="libUnderlineChar"/>
        </w:rPr>
        <w:t>-</w:t>
      </w:r>
      <w:r w:rsidRPr="00294BA7">
        <w:rPr>
          <w:rStyle w:val="libUnderlineChar"/>
        </w:rPr>
        <w:t>e</w:t>
      </w:r>
      <w:r w:rsidR="002E452F">
        <w:rPr>
          <w:rStyle w:val="libUnderlineChar"/>
        </w:rPr>
        <w:t>-</w:t>
      </w:r>
      <w:r w:rsidRPr="00294BA7">
        <w:rPr>
          <w:rStyle w:val="libUnderlineChar"/>
        </w:rPr>
        <w:t>Ahad</w:t>
      </w:r>
      <w:r w:rsidRPr="00F83CC6">
        <w:rPr>
          <w:rStyle w:val="libUnderlineChar"/>
        </w:rPr>
        <w:t xml:space="preserve"> </w:t>
      </w:r>
      <w:r>
        <w:t xml:space="preserve"> </w:t>
      </w:r>
      <w:r w:rsidRPr="00294BA7">
        <w:rPr>
          <w:rStyle w:val="libItalicChar"/>
        </w:rPr>
        <w:t xml:space="preserve">to be recited </w:t>
      </w:r>
      <w:r w:rsidRPr="00294BA7">
        <w:rPr>
          <w:rStyle w:val="libUnderlineChar"/>
        </w:rPr>
        <w:t>Before Iftaar</w:t>
      </w:r>
      <w:r w:rsidRPr="00294BA7">
        <w:rPr>
          <w:rStyle w:val="libItalicChar"/>
        </w:rPr>
        <w:t>:</w:t>
      </w:r>
      <w:r w:rsidRPr="00294BA7">
        <w:rPr>
          <w:rStyle w:val="libItalicChar"/>
        </w:rPr>
        <w:tab/>
      </w:r>
      <w:r w:rsidRPr="00294BA7">
        <w:rPr>
          <w:rStyle w:val="libItalicChar"/>
        </w:rPr>
        <w:br/>
        <w:t>786. Salawaat * Allahumma Rabban</w:t>
      </w:r>
      <w:r w:rsidR="002E452F">
        <w:rPr>
          <w:rStyle w:val="libItalicChar"/>
        </w:rPr>
        <w:t>-</w:t>
      </w:r>
      <w:r w:rsidRPr="00294BA7">
        <w:rPr>
          <w:rStyle w:val="libItalicChar"/>
        </w:rPr>
        <w:t>Nooril Adhweemi Wa Rabbal Qursiyyir</w:t>
      </w:r>
      <w:r w:rsidR="002E452F">
        <w:rPr>
          <w:rStyle w:val="libItalicChar"/>
        </w:rPr>
        <w:t>-</w:t>
      </w:r>
      <w:r w:rsidRPr="00294BA7">
        <w:rPr>
          <w:rStyle w:val="libItalicChar"/>
        </w:rPr>
        <w:t>Rafee’i Wa Rabbil Bahril Masjoori Wa Munzilat</w:t>
      </w:r>
      <w:r w:rsidR="002E452F">
        <w:rPr>
          <w:rStyle w:val="libItalicChar"/>
        </w:rPr>
        <w:t>-</w:t>
      </w:r>
      <w:r w:rsidRPr="00294BA7">
        <w:rPr>
          <w:rStyle w:val="libItalicChar"/>
        </w:rPr>
        <w:t>Tawraati Wal Injeeli Waz</w:t>
      </w:r>
      <w:r w:rsidR="002E452F">
        <w:rPr>
          <w:rStyle w:val="libItalicChar"/>
        </w:rPr>
        <w:t>-</w:t>
      </w:r>
      <w:r w:rsidRPr="00294BA7">
        <w:rPr>
          <w:rStyle w:val="libItalicChar"/>
        </w:rPr>
        <w:t>Zaboori, Wa Rabbadh</w:t>
      </w:r>
      <w:r w:rsidR="002E452F">
        <w:rPr>
          <w:rStyle w:val="libItalicChar"/>
        </w:rPr>
        <w:t>-</w:t>
      </w:r>
      <w:r w:rsidRPr="00294BA7">
        <w:rPr>
          <w:rStyle w:val="libItalicChar"/>
        </w:rPr>
        <w:t>Dhilli Wal Haroori, Wa Munzilal Qur’aanil Adhweemi Wa Rabbal Malaaikatil Muqarrabeen Wal Ambiyaai Wal Mursaleen. Allaahumma Innee As’aluka Bi Waj’hikal Kareem Wa Bi Noori Wajhikal Muneeri Wa Mulkikal Qadeemi Yaa Hayyu Yaa Qayyoomu As’aluka Bismikal</w:t>
      </w:r>
      <w:r w:rsidR="002E452F">
        <w:rPr>
          <w:rStyle w:val="libItalicChar"/>
        </w:rPr>
        <w:t>-</w:t>
      </w:r>
      <w:r w:rsidRPr="00294BA7">
        <w:rPr>
          <w:rStyle w:val="libItalicChar"/>
        </w:rPr>
        <w:t>Ladhee Ashrakat Bihis</w:t>
      </w:r>
      <w:r w:rsidR="002E452F">
        <w:rPr>
          <w:rStyle w:val="libItalicChar"/>
        </w:rPr>
        <w:t>-</w:t>
      </w:r>
      <w:r w:rsidRPr="00294BA7">
        <w:rPr>
          <w:rStyle w:val="libItalicChar"/>
        </w:rPr>
        <w:t>Samaawaatu Wal Ardhoona Wa Bismikal</w:t>
      </w:r>
      <w:r w:rsidR="002E452F">
        <w:rPr>
          <w:rStyle w:val="libItalicChar"/>
        </w:rPr>
        <w:t>-</w:t>
      </w:r>
      <w:r w:rsidRPr="00294BA7">
        <w:rPr>
          <w:rStyle w:val="libItalicChar"/>
        </w:rPr>
        <w:t>Ladhee Yaslahu Bihil Awwaloon Wal Aakhiroon Yaa Hayyan Qabla Kulli Hayyin Wa Yaa Hayyan Ba’ada Kulli Hayyin Wa Yaa Hayyan Heena Laa Hayya Yaa Muhyiyal Mawta Wa Mumeetatal Ahyaa’i Yaa Hayyu Laa Ilaaha Illa Anta . Allaahumma Balligh Mawlaanal Imaamal Haadiyal Mahdiyyal Qaaima Bi Amrika Swalawaatullaahi Alayhi Wa Alaa Aabaaihit</w:t>
      </w:r>
      <w:r w:rsidR="002E452F">
        <w:rPr>
          <w:rStyle w:val="libItalicChar"/>
        </w:rPr>
        <w:t>-</w:t>
      </w:r>
      <w:r w:rsidRPr="00294BA7">
        <w:rPr>
          <w:rStyle w:val="libItalicChar"/>
        </w:rPr>
        <w:t>Twaahireen An Jamee’il Mu’mineena Wal Mu’minaati Fi Mashaarikil Ardhi Wa Maghaaribihaa, Sahlihaa Wa Jabalihaa, Barrihaa Wa Bahrihaa, Wa Annee Wa An Waalidayya, Minas</w:t>
      </w:r>
      <w:r w:rsidR="002E452F">
        <w:rPr>
          <w:rStyle w:val="libItalicChar"/>
        </w:rPr>
        <w:t>-</w:t>
      </w:r>
      <w:r w:rsidRPr="00294BA7">
        <w:rPr>
          <w:rStyle w:val="libItalicChar"/>
        </w:rPr>
        <w:t>Swalawaati Zinata Arshillaahi Wa Midaada Kalimaatihi, Wamaa Ahswaahu Ilmuhu Wa Ahaatwa Bihi Kitaabuhu, Allaahumma Innee Ujaddidu Lahoo Fi Swabeehati Yawmi Haadha, Wamaa Ishtu Min Ayyaami, Ahdan Wa Aqdan Wa Bay’atan Lahu Fi Unuqee Laa Ahoolu Anha Walaa Azoolu Abadan. Allaahummaj’alnee Min Answaaarihi Wa A’awaanihi Wadh</w:t>
      </w:r>
      <w:r w:rsidR="002E452F">
        <w:rPr>
          <w:rStyle w:val="libItalicChar"/>
        </w:rPr>
        <w:t>-</w:t>
      </w:r>
      <w:r w:rsidRPr="00294BA7">
        <w:rPr>
          <w:rStyle w:val="libItalicChar"/>
        </w:rPr>
        <w:t>Dhaabbeena Anhu, Wal Musaari’eena Ilayhi Fi Qadhaai Hawaaijihi Wal Mum’tathileena Li Awaamirihi Wal Muhaa</w:t>
      </w:r>
      <w:r w:rsidR="002E452F">
        <w:rPr>
          <w:rStyle w:val="libItalicChar"/>
        </w:rPr>
        <w:t>-</w:t>
      </w:r>
      <w:r w:rsidRPr="00294BA7">
        <w:rPr>
          <w:rStyle w:val="libItalicChar"/>
        </w:rPr>
        <w:t>meena Anhu, Was</w:t>
      </w:r>
      <w:r w:rsidR="002E452F">
        <w:rPr>
          <w:rStyle w:val="libItalicChar"/>
        </w:rPr>
        <w:t>-</w:t>
      </w:r>
      <w:r w:rsidRPr="00294BA7">
        <w:rPr>
          <w:rStyle w:val="libItalicChar"/>
        </w:rPr>
        <w:t>Saabiqeena Ilaa Iraadatihi Wal Mustash’hadeena Bayna Yadayhi. Allaahumma In Haala Bayni Wa Baynahul Mawtul</w:t>
      </w:r>
      <w:r w:rsidR="002E452F">
        <w:rPr>
          <w:rStyle w:val="libItalicChar"/>
        </w:rPr>
        <w:t>-</w:t>
      </w:r>
      <w:r w:rsidRPr="00294BA7">
        <w:rPr>
          <w:rStyle w:val="libItalicChar"/>
        </w:rPr>
        <w:t>Ladhee Ja’altahu Alaa Ibaadik Hatman Maqdhiyyan, Fa Akhrijni Min Qabree Mu’taziran, Kafanee Shaahiran, Swayfee Mujarridan, Qanaatee Mulabbiyan, Da’awatad</w:t>
      </w:r>
      <w:r w:rsidR="002E452F">
        <w:rPr>
          <w:rStyle w:val="libItalicChar"/>
        </w:rPr>
        <w:t>-</w:t>
      </w:r>
      <w:r w:rsidRPr="00294BA7">
        <w:rPr>
          <w:rStyle w:val="libItalicChar"/>
        </w:rPr>
        <w:t>Daaii Fil Haadhiri Wal Baadee. Allaahuma Arinit</w:t>
      </w:r>
      <w:r w:rsidR="002E452F">
        <w:rPr>
          <w:rStyle w:val="libItalicChar"/>
        </w:rPr>
        <w:t>-</w:t>
      </w:r>
      <w:r w:rsidRPr="00294BA7">
        <w:rPr>
          <w:rStyle w:val="libItalicChar"/>
        </w:rPr>
        <w:t>Twal’atar</w:t>
      </w:r>
      <w:r w:rsidR="002E452F">
        <w:rPr>
          <w:rStyle w:val="libItalicChar"/>
        </w:rPr>
        <w:t>-</w:t>
      </w:r>
      <w:r w:rsidRPr="00294BA7">
        <w:rPr>
          <w:rStyle w:val="libItalicChar"/>
        </w:rPr>
        <w:t>Rasheedata, Wal Ghurratal Hameedata, Waqhul Naadhiri Bi Nadhratin Minnee Ilayhi, Wa Ajjil Farajahu,Wa Sahhil Makhrajahu, Wa Awsi’a Man’hajahu, Wa Anfidh Amrahu, Washdud Azrahu Wa’murillaa</w:t>
      </w:r>
      <w:r w:rsidR="002E452F">
        <w:rPr>
          <w:rStyle w:val="libItalicChar"/>
        </w:rPr>
        <w:t>-</w:t>
      </w:r>
      <w:r w:rsidRPr="00294BA7">
        <w:rPr>
          <w:rStyle w:val="libItalicChar"/>
        </w:rPr>
        <w:t>humma Bihi Bilaadak, Wa Ahyi Bihi Ibaadak, Fa Innaka Qulta Wa Qawlukal Haqqu Dhwahral Fasaadu Fil Barri Wal Bahri, Bimaa Kasabat Aydinnaasi, Fa Azhiri</w:t>
      </w:r>
      <w:r w:rsidR="002E452F">
        <w:rPr>
          <w:rStyle w:val="libItalicChar"/>
        </w:rPr>
        <w:t>-</w:t>
      </w:r>
      <w:r w:rsidRPr="00294BA7">
        <w:rPr>
          <w:rStyle w:val="libItalicChar"/>
        </w:rPr>
        <w:t>llaahumma Lanaa Waliyyik Binti Nabiyyikal Musamma, Bismi Rasoolik, Hattaa Laa Yadhfara Bi Shay’in Minal Baatwili Illaa Mazzaqahu, Wa Yuhiqqal Haqqa, Wa Yuhaqqiqahu Waj’alhu Allaahumma Mafza’an Li Madhloomi Ibaadik Wa Naaswiran Liman Laa Yajidu Lahu Naaswiran Ghayrak, Wa Mujaddidan Lima Uttwila Min Ahkaami Kitaabik, Wa Mushayyidan Limaa Warada Min A’alaami Deenik,Wa Sunani Nabiyyik Swallallaahu Alayhi Wa Aalihi Waj’alhu . Allaahumma Mimman Hasswantahu Min Ba’asil Mu’tadeen, Allaahumma Wa Surra Nabiyyik Muhammadin Swallallaahu Alayhi Wa Aalihi, Bi Ru’ayatihi Waman Tabiahu Alaa Da’awatihi, Warhamistikaantina Ba’adahu, Allaahumakshif Haadhihil Ghummata An Haadhihil Ummatai, Bi Hudhoorihi Wa Ajjil Lanaa Dhuhoorahu, Innahum Yarawnahu Baeedan Wa Naraahu Qareeban Bi Rahmatik Yaa Arhamar</w:t>
      </w:r>
      <w:r w:rsidR="002E452F">
        <w:rPr>
          <w:rStyle w:val="libItalicChar"/>
        </w:rPr>
        <w:t>-</w:t>
      </w:r>
      <w:r w:rsidRPr="00294BA7">
        <w:rPr>
          <w:rStyle w:val="libItalicChar"/>
        </w:rPr>
        <w:t>Raahimeen.</w:t>
      </w:r>
      <w:r>
        <w:t xml:space="preserve"> </w:t>
      </w:r>
      <w:r w:rsidRPr="00F83CC6">
        <w:rPr>
          <w:rStyle w:val="libUnderlineChar"/>
        </w:rPr>
        <w:t>Then say 3 times</w:t>
      </w:r>
      <w:r>
        <w:t xml:space="preserve">: </w:t>
      </w:r>
      <w:r w:rsidRPr="00294BA7">
        <w:rPr>
          <w:rStyle w:val="libItalicChar"/>
        </w:rPr>
        <w:t>Al</w:t>
      </w:r>
      <w:r w:rsidR="002E452F">
        <w:rPr>
          <w:rStyle w:val="libItalicChar"/>
        </w:rPr>
        <w:t>-</w:t>
      </w:r>
      <w:r w:rsidRPr="00294BA7">
        <w:rPr>
          <w:rStyle w:val="libItalicChar"/>
        </w:rPr>
        <w:t>Ajal Al</w:t>
      </w:r>
      <w:r w:rsidR="002E452F">
        <w:rPr>
          <w:rStyle w:val="libItalicChar"/>
        </w:rPr>
        <w:t>-</w:t>
      </w:r>
      <w:r w:rsidRPr="00294BA7">
        <w:rPr>
          <w:rStyle w:val="libItalicChar"/>
        </w:rPr>
        <w:t xml:space="preserve">Ajal Yaa Swaahibuzzamaan, </w:t>
      </w:r>
      <w:r w:rsidR="002E452F">
        <w:t>-</w:t>
      </w:r>
      <w:r>
        <w:t xml:space="preserve"> </w:t>
      </w:r>
      <w:r w:rsidRPr="00294BA7">
        <w:t xml:space="preserve">each time striking slowly your right hand on the thigh. </w:t>
      </w:r>
    </w:p>
    <w:p w:rsidR="00294BA7" w:rsidRDefault="00294BA7" w:rsidP="00294BA7">
      <w:pPr>
        <w:pStyle w:val="libNormal"/>
      </w:pPr>
      <w:r w:rsidRPr="00294BA7">
        <w:rPr>
          <w:rStyle w:val="libUnderlineChar"/>
        </w:rPr>
        <w:t>NAAD</w:t>
      </w:r>
      <w:r w:rsidR="002E452F">
        <w:rPr>
          <w:rStyle w:val="libUnderlineChar"/>
        </w:rPr>
        <w:t>-</w:t>
      </w:r>
      <w:r w:rsidRPr="00294BA7">
        <w:rPr>
          <w:rStyle w:val="libUnderlineChar"/>
        </w:rPr>
        <w:t>E</w:t>
      </w:r>
      <w:r w:rsidR="002E452F">
        <w:rPr>
          <w:rStyle w:val="libUnderlineChar"/>
        </w:rPr>
        <w:t>-</w:t>
      </w:r>
      <w:r w:rsidRPr="00294BA7">
        <w:rPr>
          <w:rStyle w:val="libUnderlineChar"/>
        </w:rPr>
        <w:t>ALIYYAN</w:t>
      </w:r>
      <w:r>
        <w:t xml:space="preserve"> </w:t>
      </w:r>
      <w:r w:rsidRPr="00294BA7">
        <w:rPr>
          <w:rStyle w:val="libItalicChar"/>
        </w:rPr>
        <w:t>Madh’haral Ajaaib, Tajeedahu Awnallaak Finnawaaib, Kullu Hammin Wa Ghammin Sayanjali Bi Wilaayatik Yaa Ali Yaa Ali Yaa Ali.</w:t>
      </w:r>
    </w:p>
    <w:p w:rsidR="00294BA7" w:rsidRDefault="00294BA7" w:rsidP="00294BA7">
      <w:pPr>
        <w:pStyle w:val="libNormal"/>
      </w:pPr>
      <w:r w:rsidRPr="00294BA7">
        <w:rPr>
          <w:rStyle w:val="libUnderlineChar"/>
        </w:rPr>
        <w:lastRenderedPageBreak/>
        <w:t>Duaa For Every Night</w:t>
      </w:r>
      <w:r>
        <w:t xml:space="preserve">:  786, </w:t>
      </w:r>
      <w:r w:rsidRPr="00294BA7">
        <w:rPr>
          <w:rStyle w:val="libItalicChar"/>
        </w:rPr>
        <w:t>Salawaat. *Allaahumma Rabba Shahari Ramadhaanal</w:t>
      </w:r>
      <w:r w:rsidR="002E452F">
        <w:rPr>
          <w:rStyle w:val="libItalicChar"/>
        </w:rPr>
        <w:t>-</w:t>
      </w:r>
      <w:r w:rsidRPr="00294BA7">
        <w:rPr>
          <w:rStyle w:val="libItalicChar"/>
        </w:rPr>
        <w:t>Ladhee Anzalta Feehil Qur’aan Waftaradhta Alaa Ibaadika Feehis</w:t>
      </w:r>
      <w:r w:rsidR="002E452F">
        <w:rPr>
          <w:rStyle w:val="libItalicChar"/>
        </w:rPr>
        <w:t>-</w:t>
      </w:r>
      <w:r w:rsidRPr="00294BA7">
        <w:rPr>
          <w:rStyle w:val="libItalicChar"/>
        </w:rPr>
        <w:t>Swiyaam, Swalli Alaa Muhammadin Wa Aali Muhammad Warzuqnee Hajja Baytikal Haraami Fee Aami Haadha Wa Fee Kulli Aamin Waghfirlee Tilkadh</w:t>
      </w:r>
      <w:r w:rsidR="002E452F">
        <w:rPr>
          <w:rStyle w:val="libItalicChar"/>
        </w:rPr>
        <w:t>-</w:t>
      </w:r>
      <w:r w:rsidRPr="00294BA7">
        <w:rPr>
          <w:rStyle w:val="libItalicChar"/>
        </w:rPr>
        <w:t>Dhunoobal Idhwaam Fa Innahu Laa Yaghfiruha Ghayruka Yaa Rahmaanu Yaa Allaam.</w:t>
      </w:r>
    </w:p>
    <w:p w:rsidR="00294BA7" w:rsidRDefault="00294BA7" w:rsidP="00294BA7">
      <w:pPr>
        <w:pStyle w:val="libNormal"/>
      </w:pPr>
      <w:r w:rsidRPr="00294BA7">
        <w:rPr>
          <w:rStyle w:val="libUnderlineChar"/>
        </w:rPr>
        <w:t>Duaa For Every Night</w:t>
      </w:r>
      <w:r>
        <w:t xml:space="preserve">: 786, Salawaat. * </w:t>
      </w:r>
      <w:r w:rsidRPr="00294BA7">
        <w:rPr>
          <w:rStyle w:val="libItalicChar"/>
        </w:rPr>
        <w:t>Allaahuma Bi Rahmatika Fis</w:t>
      </w:r>
      <w:r w:rsidR="002E452F">
        <w:rPr>
          <w:rStyle w:val="libItalicChar"/>
        </w:rPr>
        <w:t>-</w:t>
      </w:r>
      <w:r w:rsidRPr="00294BA7">
        <w:rPr>
          <w:rStyle w:val="libItalicChar"/>
        </w:rPr>
        <w:t>Swaaliheena Fa Adkhilna, Wa Fi Illiyyeena Farfa’anaa, Wabi</w:t>
      </w:r>
      <w:r w:rsidR="002E452F">
        <w:rPr>
          <w:rStyle w:val="libItalicChar"/>
        </w:rPr>
        <w:t>-</w:t>
      </w:r>
      <w:r w:rsidRPr="00294BA7">
        <w:rPr>
          <w:rStyle w:val="libItalicChar"/>
        </w:rPr>
        <w:t>Ka’asin Min</w:t>
      </w:r>
      <w:r w:rsidR="002E452F">
        <w:rPr>
          <w:rStyle w:val="libItalicChar"/>
        </w:rPr>
        <w:t>-</w:t>
      </w:r>
      <w:r w:rsidRPr="00294BA7">
        <w:rPr>
          <w:rStyle w:val="libItalicChar"/>
        </w:rPr>
        <w:t>Maeenin</w:t>
      </w:r>
      <w:r w:rsidR="002E452F">
        <w:rPr>
          <w:rStyle w:val="libItalicChar"/>
        </w:rPr>
        <w:t>-</w:t>
      </w:r>
      <w:r w:rsidRPr="00294BA7">
        <w:rPr>
          <w:rStyle w:val="libItalicChar"/>
        </w:rPr>
        <w:t>Min Aynin Salsabeelin Fasqinaa, Waminal Hooril’eeni Birahmatika Fa Zawwijnaa, Wa Minal Wildaanil Mikhalladeena Ka Annahum Lu’alu’un Maknoonun Fa Akhdimna, Wa Min Thimaaril Jannati Wa Luhoomot</w:t>
      </w:r>
      <w:r w:rsidR="002E452F">
        <w:rPr>
          <w:rStyle w:val="libItalicChar"/>
        </w:rPr>
        <w:t>-</w:t>
      </w:r>
      <w:r w:rsidRPr="00294BA7">
        <w:rPr>
          <w:rStyle w:val="libItalicChar"/>
        </w:rPr>
        <w:t>Twayri Fa At’imna, Wa Min Siyaabis</w:t>
      </w:r>
      <w:r w:rsidR="002E452F">
        <w:rPr>
          <w:rStyle w:val="libItalicChar"/>
        </w:rPr>
        <w:t>-</w:t>
      </w:r>
      <w:r w:rsidRPr="00294BA7">
        <w:rPr>
          <w:rStyle w:val="libItalicChar"/>
        </w:rPr>
        <w:t>Sundusi Wal Hareeri Wal Istabraki Fa Albisna, Wa Laylatal Qadri Wa Hajja Baytikal Haraami Wa Qatlan Fi Sabeelika Fa Waffiq Lanaa, Wa Swaalihad</w:t>
      </w:r>
      <w:r w:rsidR="002E452F">
        <w:rPr>
          <w:rStyle w:val="libItalicChar"/>
        </w:rPr>
        <w:t>-</w:t>
      </w:r>
      <w:r w:rsidRPr="00294BA7">
        <w:rPr>
          <w:rStyle w:val="libItalicChar"/>
        </w:rPr>
        <w:t>Duaaee Wal Mas’alati Fastajib Lanaa, Yaa Khaaliqanasma’a Wastqajib Lana, Wa Idhaa Jama’atal Awaaleena Wal Aakhareena Yawmal Qiyaamati Farhamna, Wa Baraa’atan Minan</w:t>
      </w:r>
      <w:r w:rsidR="002E452F">
        <w:rPr>
          <w:rStyle w:val="libItalicChar"/>
        </w:rPr>
        <w:t>-</w:t>
      </w:r>
      <w:r w:rsidRPr="00294BA7">
        <w:rPr>
          <w:rStyle w:val="libItalicChar"/>
        </w:rPr>
        <w:t>Naari Faktub Lana, Wa Fi Jahannama Falaa Taghullana, Wa Fi Adhaabika Wa Hawaanika Falaa Tabtalina, Wa Minaz</w:t>
      </w:r>
      <w:r w:rsidR="002E452F">
        <w:rPr>
          <w:rStyle w:val="libItalicChar"/>
        </w:rPr>
        <w:t>-</w:t>
      </w:r>
      <w:r w:rsidRPr="00294BA7">
        <w:rPr>
          <w:rStyle w:val="libItalicChar"/>
        </w:rPr>
        <w:t>Zaqqoomi Wadh</w:t>
      </w:r>
      <w:r w:rsidR="002E452F">
        <w:rPr>
          <w:rStyle w:val="libItalicChar"/>
        </w:rPr>
        <w:t>-</w:t>
      </w:r>
      <w:r w:rsidRPr="00294BA7">
        <w:rPr>
          <w:rStyle w:val="libItalicChar"/>
        </w:rPr>
        <w:t>Dharee’i Falaa Tut’imna, Wa Ma’ash</w:t>
      </w:r>
      <w:r w:rsidR="002E452F">
        <w:rPr>
          <w:rStyle w:val="libItalicChar"/>
        </w:rPr>
        <w:t>-</w:t>
      </w:r>
      <w:r w:rsidRPr="00294BA7">
        <w:rPr>
          <w:rStyle w:val="libItalicChar"/>
        </w:rPr>
        <w:t>Shayaatweeni Falaa Taj’alna Wa Fin</w:t>
      </w:r>
      <w:r w:rsidR="002E452F">
        <w:rPr>
          <w:rStyle w:val="libItalicChar"/>
        </w:rPr>
        <w:t>-</w:t>
      </w:r>
      <w:r w:rsidRPr="00294BA7">
        <w:rPr>
          <w:rStyle w:val="libItalicChar"/>
        </w:rPr>
        <w:t>Naari Alaa Wujoohina Falaa Takbubna, Wa Min Thiyaabin</w:t>
      </w:r>
      <w:r w:rsidR="002E452F">
        <w:rPr>
          <w:rStyle w:val="libItalicChar"/>
        </w:rPr>
        <w:t>-</w:t>
      </w:r>
      <w:r w:rsidRPr="00294BA7">
        <w:rPr>
          <w:rStyle w:val="libItalicChar"/>
        </w:rPr>
        <w:t>Naari Wa Saraabeelil Qatwiraani Falaa Tulbisna, Wa Min Kulli Soo’in Yaa Laa Ilaaha Illa Anta Bihaqqi Laa Ilaaha Illa Anta Fa Najjina.</w:t>
      </w:r>
    </w:p>
    <w:p w:rsidR="00294BA7" w:rsidRDefault="00294BA7" w:rsidP="00294BA7">
      <w:pPr>
        <w:pStyle w:val="libNormal"/>
      </w:pPr>
      <w:r w:rsidRPr="00294BA7">
        <w:rPr>
          <w:rStyle w:val="libUnderlineChar"/>
        </w:rPr>
        <w:t>Duaa For Every Night</w:t>
      </w:r>
      <w:r>
        <w:t xml:space="preserve">:  786, Salawaat. * </w:t>
      </w:r>
      <w:r w:rsidRPr="00294BA7">
        <w:rPr>
          <w:rStyle w:val="libItalicChar"/>
        </w:rPr>
        <w:t>Allaahumma Innee As’aluka An Taj’ala Fee Maa Taqdhee Wa Tuqaddiru, Minal Amril Mahtoomi Fil Amril Hakeem Minal Qadhaail</w:t>
      </w:r>
      <w:r w:rsidR="002E452F">
        <w:rPr>
          <w:rStyle w:val="libItalicChar"/>
        </w:rPr>
        <w:t>-</w:t>
      </w:r>
      <w:r w:rsidRPr="00294BA7">
        <w:rPr>
          <w:rStyle w:val="libItalicChar"/>
        </w:rPr>
        <w:t>Ladhee Laa Yuraddu Walaa Yubaddilu An Taktubanee Min Hujjaaji Baytikal Haraamil Mabroori Hajju Humul Mashkoori Sa’ayuhumul Maghfoori Dhunoobu Humul Mukaffari Anhum Sayyiaatihim Wa An Taj’ala Fee Maa Taqdhee Wa Tuqaddiru An Tutweela Umree Fee Khayrin Wa Aafiyatin Wa Tuwassia Fee Rizqee Wa Taj’alanee Mimman Tantasiru Bihi Lideenika Walaa Tastabdil Bee Ghayree.</w:t>
      </w:r>
    </w:p>
    <w:p w:rsidR="00294BA7" w:rsidRDefault="00294BA7" w:rsidP="00294BA7">
      <w:pPr>
        <w:pStyle w:val="libNormal"/>
      </w:pPr>
      <w:r w:rsidRPr="00294BA7">
        <w:rPr>
          <w:rStyle w:val="libUnderlineChar"/>
        </w:rPr>
        <w:t>Duaa For Every Night</w:t>
      </w:r>
      <w:r w:rsidRPr="00294BA7">
        <w:rPr>
          <w:rStyle w:val="libItalicChar"/>
        </w:rPr>
        <w:t xml:space="preserve">:  </w:t>
      </w:r>
      <w:r>
        <w:t>786, Salawaat * Aoodhu Bi Jalaali Wajhikal Kareemi An Yanqadhiya Annee Shahru Ramadhaan Aw Yatlual Fajru Min Laylati Haadhihi Wa Laka Qibali Tabi’atun Aw Dhanbun Tu’adh</w:t>
      </w:r>
      <w:r w:rsidR="002E452F">
        <w:t>-</w:t>
      </w:r>
      <w:r>
        <w:t>Dhibunee Alayhi.</w:t>
      </w:r>
    </w:p>
    <w:p w:rsidR="00294BA7" w:rsidRPr="00F83CC6" w:rsidRDefault="00294BA7" w:rsidP="00294BA7">
      <w:pPr>
        <w:pStyle w:val="libNormal"/>
        <w:rPr>
          <w:rStyle w:val="libUnderlineChar"/>
        </w:rPr>
      </w:pPr>
      <w:r w:rsidRPr="00294BA7">
        <w:rPr>
          <w:rStyle w:val="libUnderlineChar"/>
        </w:rPr>
        <w:t>Duaa For Every Day &amp; Night:</w:t>
      </w:r>
      <w:r w:rsidRPr="00294BA7">
        <w:rPr>
          <w:rStyle w:val="libItalicChar"/>
        </w:rPr>
        <w:t xml:space="preserve">  </w:t>
      </w:r>
      <w:r>
        <w:t>786, Salawaat . * Yaa Dhal</w:t>
      </w:r>
      <w:r w:rsidR="002E452F">
        <w:t>-</w:t>
      </w:r>
      <w:r>
        <w:t>Ladhee Kaana Qabla Kulli Shay’in Thumma Khalaqa Kulla Shay’in Thumma Yabqaa Wa Yafnaa Kullu Shay’in Yaa Dhal</w:t>
      </w:r>
      <w:r w:rsidR="002E452F">
        <w:t>-</w:t>
      </w:r>
      <w:r>
        <w:t>Ladhee Laysa Kamithlihi Shay’un Wa Yaa Dhal</w:t>
      </w:r>
      <w:r w:rsidR="002E452F">
        <w:t>-</w:t>
      </w:r>
      <w:r>
        <w:t>Ladhee Laysa Fis</w:t>
      </w:r>
      <w:r w:rsidR="002E452F">
        <w:t>-</w:t>
      </w:r>
      <w:r>
        <w:t>Samaawaatil Ulaa Walaa Fil Ardheenas</w:t>
      </w:r>
      <w:r w:rsidR="002E452F">
        <w:t>-</w:t>
      </w:r>
      <w:r>
        <w:t>Suflaa Walaa Fawqa Hunna Walaa Tahta Hunna Walaa Bayna Hunna Ilaahun Yu’badu Ghayruhu Lakal Hamdu Hamdan Laa Yaqwaa Alaa Ihswaaihi Illaa Anta Fa Swalli Alaa Muhammadin Wa Aali Muhammadin Swalaatan Laa Yaqwa Alaa Ihswaaiha Illaa Anta.</w:t>
      </w:r>
    </w:p>
    <w:p w:rsidR="00294BA7" w:rsidRPr="00F83CC6" w:rsidRDefault="00294BA7" w:rsidP="00F83CC6">
      <w:pPr>
        <w:pStyle w:val="libItalic"/>
      </w:pPr>
      <w:r w:rsidRPr="00F83CC6">
        <w:t>Duaa To Recite Everyday:  786, Salawaat. * Allaahumma Rabba Shahri Ramadhaanal</w:t>
      </w:r>
      <w:r w:rsidR="002E452F">
        <w:t>-</w:t>
      </w:r>
      <w:r w:rsidRPr="00F83CC6">
        <w:t>Ladhee Anzalta Feehil Qur’aan Waftaradhta Alaa Ibaadika Feehis</w:t>
      </w:r>
      <w:r w:rsidR="002E452F">
        <w:t>-</w:t>
      </w:r>
      <w:r w:rsidRPr="00F83CC6">
        <w:t>Swiyaamarzuqnee Hajja Baytikal Haraami Fi Haadhal Aami Wa Fee Kulli Aam. Waghfirlayadh</w:t>
      </w:r>
      <w:r w:rsidR="002E452F">
        <w:t>-</w:t>
      </w:r>
      <w:r w:rsidRPr="00F83CC6">
        <w:t>Dhunoobal Idhwaam Fa Innahu Laa Yaghgfiruha Ghayruka Yaa Dhal Jalaali Wal Ikraam.</w:t>
      </w:r>
    </w:p>
    <w:p w:rsidR="00294BA7" w:rsidRPr="00F83CC6" w:rsidRDefault="00294BA7" w:rsidP="00F83CC6">
      <w:pPr>
        <w:pStyle w:val="libItalic"/>
      </w:pPr>
      <w:r w:rsidRPr="00F83CC6">
        <w:t>Duaa to recite Before Tilaawat</w:t>
      </w:r>
      <w:r w:rsidR="002E452F">
        <w:t>-</w:t>
      </w:r>
      <w:r w:rsidRPr="00F83CC6">
        <w:t>e</w:t>
      </w:r>
      <w:r w:rsidR="002E452F">
        <w:t>-</w:t>
      </w:r>
      <w:r w:rsidRPr="00F83CC6">
        <w:t>Qur’aan:  786,Salawaat. * Allaahumma Innee Ash’hadu Anna Haadha Kitaabukal Munzalu Min Indika Alaa Rasoolika Muhammadibni Abdillaahi Swallallaahu Alayhi Wa Aalihee Qalaamokan</w:t>
      </w:r>
      <w:r w:rsidR="002E452F">
        <w:t>-</w:t>
      </w:r>
      <w:r w:rsidRPr="00F83CC6">
        <w:t xml:space="preserve">Naatwiqu Alaa Lisaani Nabiyyika Ja’altahoo Haadiyan Minka Ilaa Khalqika Wa Hablan Muttaswilan Fee Maa Baynaka Wa Bayna Ibaadika, Allaahumma Innee Nashartu Ahdaka Wa Kitaabika. Allaahumma Faj’al Nadhwaree Feehi Ibaadatan Qiraa’atee Feehi Fikran Wa Fikree Feehi I’atibaaran Waj’alnee Mimman Itta’adhwa Bi Bayaani Mawaa’idhwika Feehi Wajtanaba Ma’aswiyika Walaa Tatba’a Inda Qiraa’atee Alaa Sam’ee Walaa Taj’al Alaa Baswaree Ghishaawatan Walaa Taj’al Qiraa’atee Qiraa’atan Laa Tadabbura Feeha Balij’alnee Atadabbaru </w:t>
      </w:r>
      <w:r w:rsidRPr="00F83CC6">
        <w:lastRenderedPageBreak/>
        <w:t>Aayaatihee Wa Ahkaamahu Aakhidhan Bi Sharaayi’i Deenika Walaa Taj’al Nadhwaree Feehi Ghaflatan Walaa Qiraa’atee Hadharan Innaka Antar</w:t>
      </w:r>
      <w:r w:rsidR="002E452F">
        <w:t>-</w:t>
      </w:r>
      <w:r w:rsidRPr="00F83CC6">
        <w:t>Raoofur</w:t>
      </w:r>
      <w:r w:rsidR="002E452F">
        <w:t>-</w:t>
      </w:r>
      <w:r w:rsidRPr="00F83CC6">
        <w:t>Raheem.</w:t>
      </w:r>
    </w:p>
    <w:p w:rsidR="00294BA7" w:rsidRPr="00F83CC6" w:rsidRDefault="00294BA7" w:rsidP="00F83CC6">
      <w:pPr>
        <w:pStyle w:val="libItalic"/>
      </w:pPr>
      <w:r w:rsidRPr="00F83CC6">
        <w:t>Duaa to recite After Tilawat</w:t>
      </w:r>
      <w:r w:rsidR="002E452F">
        <w:t>-</w:t>
      </w:r>
      <w:r w:rsidRPr="00F83CC6">
        <w:t>e</w:t>
      </w:r>
      <w:r w:rsidR="002E452F">
        <w:t>-</w:t>
      </w:r>
      <w:r w:rsidRPr="00F83CC6">
        <w:t>Qur’aan:  786., Salawaat. * Allaahumma Innee Qad Qara’atu Maa Qadhwayta Min Kitaabikal</w:t>
      </w:r>
      <w:r w:rsidR="002E452F">
        <w:t>-</w:t>
      </w:r>
      <w:r w:rsidRPr="00F83CC6">
        <w:t>Ladhee Anzaltahu Alaa Nabiyyikas</w:t>
      </w:r>
      <w:r w:rsidR="002E452F">
        <w:t>-</w:t>
      </w:r>
      <w:r w:rsidRPr="00F83CC6">
        <w:t>Swaadiqi Swallallaahu Alayhi Wa Aalihi Falakal Hamdu Rabbanaa, Allaahummaj’alnee Mimman Yuhillu Halaalahu Wa Yuharrimu Haraamahu Wa Yu’minu Bi Muhkamihi Wa Mutashaabihi Waj’alhu Lee Unsan Fee Qabree Wa Unsan Fee Hashree Waj’alnee Mimman Turqeehi Bi Kulli Aayatin Qara’ahaa Darajatan Fee A’alaa Illiyyeen Aameen Rabbal Aalameen.</w:t>
      </w:r>
    </w:p>
    <w:p w:rsidR="00294BA7" w:rsidRPr="00294BA7" w:rsidRDefault="00294BA7" w:rsidP="00294BA7">
      <w:pPr>
        <w:pStyle w:val="libNormal"/>
        <w:rPr>
          <w:rStyle w:val="libUnderlineChar"/>
        </w:rPr>
      </w:pPr>
      <w:r w:rsidRPr="00294BA7">
        <w:rPr>
          <w:rStyle w:val="libUnderlineChar"/>
        </w:rPr>
        <w:t>Duaa for Memorising Holy Qur’aan:</w:t>
      </w:r>
      <w:r>
        <w:t xml:space="preserve">  Allaahummar</w:t>
      </w:r>
      <w:r w:rsidR="002E452F">
        <w:t>-</w:t>
      </w:r>
      <w:r>
        <w:t>Hamnee Bi Tarkil Ma’aasweeka Abadan Maa Abqaytanee Far’hamnee Min Takallufi Maa Laa Yu’neeni, Warzuqnee Husnal Mandhari Fee Maa Yurdhweeka Annee, Wal’zim Qalbee Hifdha Kitaabika Kamaa Allamtanii,Warzuqnee An Atloohu Alan</w:t>
      </w:r>
      <w:r w:rsidR="002E452F">
        <w:t>-</w:t>
      </w:r>
      <w:r>
        <w:t>nahwil</w:t>
      </w:r>
      <w:r w:rsidR="002E452F">
        <w:t>-</w:t>
      </w:r>
      <w:r>
        <w:t>Ladhee Yurdheeka Annee. Allaahuma Nawwir Baswaree Washrah Bihi Swadree, Wa Farrij Bihi Qalbee, Wa Atliq Bihi Lisaanee, Wasta’amil Bihi Badanee, Wa Qawwinee Alaa Dhaalika, Wa Ainnee Alayhi, Innahoo Laa Mueena Alayhi Illaa Anta Laa Ilaaha Illaa Anta.</w:t>
      </w:r>
    </w:p>
    <w:p w:rsidR="00A52C13" w:rsidRDefault="00A52C13" w:rsidP="008338A0">
      <w:pPr>
        <w:pStyle w:val="libNormal"/>
      </w:pPr>
      <w:r>
        <w:br w:type="page"/>
      </w:r>
    </w:p>
    <w:p w:rsidR="00A52C13" w:rsidRDefault="00A52C13" w:rsidP="00A52C13">
      <w:pPr>
        <w:pStyle w:val="Heading1Center"/>
      </w:pPr>
      <w:bookmarkStart w:id="84" w:name="_Toc420238110"/>
      <w:r>
        <w:lastRenderedPageBreak/>
        <w:t>NIGHT OF EED-AL-FITR</w:t>
      </w:r>
      <w:bookmarkEnd w:id="84"/>
    </w:p>
    <w:p w:rsidR="00294BA7" w:rsidRPr="00294BA7" w:rsidRDefault="00294BA7" w:rsidP="00294BA7">
      <w:pPr>
        <w:pStyle w:val="libNormal"/>
        <w:rPr>
          <w:rStyle w:val="libUnderlineChar"/>
        </w:rPr>
      </w:pPr>
      <w:r>
        <w:t xml:space="preserve">This is a majestic night. It is beneficial to </w:t>
      </w:r>
      <w:r w:rsidRPr="00294BA7">
        <w:rPr>
          <w:rStyle w:val="libItalicChar"/>
        </w:rPr>
        <w:t>keep awake the whole night for Ibaadaa.</w:t>
      </w:r>
      <w:r>
        <w:t xml:space="preserve"> It is stated in traditions that </w:t>
      </w:r>
      <w:r w:rsidRPr="00294BA7">
        <w:rPr>
          <w:rStyle w:val="libUnderlineChar"/>
        </w:rPr>
        <w:t>this night is not of less importance then the night of Shb</w:t>
      </w:r>
      <w:r w:rsidR="002E452F">
        <w:rPr>
          <w:rStyle w:val="libUnderlineChar"/>
        </w:rPr>
        <w:t>-</w:t>
      </w:r>
      <w:r w:rsidRPr="00294BA7">
        <w:rPr>
          <w:rStyle w:val="libUnderlineChar"/>
        </w:rPr>
        <w:t>e</w:t>
      </w:r>
      <w:r w:rsidR="002E452F">
        <w:rPr>
          <w:rStyle w:val="libUnderlineChar"/>
        </w:rPr>
        <w:t>-</w:t>
      </w:r>
      <w:r w:rsidRPr="00294BA7">
        <w:rPr>
          <w:rStyle w:val="libUnderlineChar"/>
        </w:rPr>
        <w:t>Qadr.</w:t>
      </w:r>
    </w:p>
    <w:p w:rsidR="00294BA7" w:rsidRDefault="00294BA7" w:rsidP="00294BA7">
      <w:pPr>
        <w:pStyle w:val="libNormal"/>
      </w:pPr>
      <w:r>
        <w:t>Some A’amal for this night are as follows:</w:t>
      </w:r>
    </w:p>
    <w:p w:rsidR="00294BA7" w:rsidRDefault="00294BA7" w:rsidP="00294BA7">
      <w:pPr>
        <w:pStyle w:val="libNormal"/>
      </w:pPr>
      <w:r>
        <w:t xml:space="preserve">Make </w:t>
      </w:r>
      <w:r w:rsidRPr="00294BA7">
        <w:rPr>
          <w:rStyle w:val="libItalicChar"/>
        </w:rPr>
        <w:t>Ghusl</w:t>
      </w:r>
      <w:r>
        <w:t xml:space="preserve"> before sunset.</w:t>
      </w:r>
    </w:p>
    <w:p w:rsidR="00294BA7" w:rsidRDefault="00294BA7" w:rsidP="00294BA7">
      <w:pPr>
        <w:pStyle w:val="libNormal"/>
      </w:pPr>
      <w:r>
        <w:t>Keep awake in Masjid for Namaaz, Duaas, Istighfaar and beseeching Allaah.</w:t>
      </w:r>
    </w:p>
    <w:p w:rsidR="00294BA7" w:rsidRDefault="00294BA7" w:rsidP="00294BA7">
      <w:pPr>
        <w:pStyle w:val="libNormal"/>
      </w:pPr>
      <w:r>
        <w:t>Recite these Takbiraat after Naaz</w:t>
      </w:r>
      <w:r w:rsidR="002E452F">
        <w:t>-</w:t>
      </w:r>
      <w:r>
        <w:t>e</w:t>
      </w:r>
      <w:r w:rsidR="002E452F">
        <w:t>-</w:t>
      </w:r>
      <w:r>
        <w:t>Maghrib, Ishaa, Sub’h, and Eed Namaaz: Allaahu Akbar Allaahu Akbar Laa Ilaaha Illallaahu Wallaahu Akbar Allaahu Akbar Walillaahil Hamd Alhamdulillaahi Alaa Maa Hadaana Walahush</w:t>
      </w:r>
      <w:r w:rsidR="002E452F">
        <w:t>-</w:t>
      </w:r>
      <w:r>
        <w:t>Shukru Alaa Maa Awlaanaa.</w:t>
      </w:r>
    </w:p>
    <w:p w:rsidR="00294BA7" w:rsidRDefault="00294BA7" w:rsidP="00294BA7">
      <w:pPr>
        <w:pStyle w:val="libNormal"/>
      </w:pPr>
      <w:r w:rsidRPr="00294BA7">
        <w:rPr>
          <w:rStyle w:val="libUnderlineChar"/>
        </w:rPr>
        <w:t>After Namaaz</w:t>
      </w:r>
      <w:r w:rsidR="002E452F">
        <w:rPr>
          <w:rStyle w:val="libUnderlineChar"/>
        </w:rPr>
        <w:t>-</w:t>
      </w:r>
      <w:r w:rsidRPr="00294BA7">
        <w:rPr>
          <w:rStyle w:val="libUnderlineChar"/>
        </w:rPr>
        <w:t>e</w:t>
      </w:r>
      <w:r w:rsidR="002E452F">
        <w:rPr>
          <w:rStyle w:val="libUnderlineChar"/>
        </w:rPr>
        <w:t>-</w:t>
      </w:r>
      <w:r w:rsidRPr="00294BA7">
        <w:rPr>
          <w:rStyle w:val="libUnderlineChar"/>
        </w:rPr>
        <w:t>Maghrib and its Naafila</w:t>
      </w:r>
      <w:r>
        <w:t xml:space="preserve"> raise hands towards the heaven and recite:</w:t>
      </w:r>
      <w:r w:rsidR="002E452F">
        <w:t>-</w:t>
      </w:r>
      <w:r>
        <w:t xml:space="preserve"> Yaa Dhal Manni Wat</w:t>
      </w:r>
      <w:r w:rsidR="002E452F">
        <w:t>-</w:t>
      </w:r>
      <w:r>
        <w:t>Twawli Yaa Dhal Joodi Yaa Mustwafiya Muhammadin Wa Naaswirahoo Swalli Alaa Muhammadin Wa Aali Muhammad Waghfirlee Kulla Dhanbin Ahswaytahu Wa Huwa Indaka Fee Kitaabim</w:t>
      </w:r>
      <w:r w:rsidR="002E452F">
        <w:t>-</w:t>
      </w:r>
      <w:r>
        <w:t xml:space="preserve">Mubeen. The go into Sajdah and recite </w:t>
      </w:r>
      <w:r w:rsidRPr="00294BA7">
        <w:rPr>
          <w:rStyle w:val="libUnderlineChar"/>
        </w:rPr>
        <w:t>100 times</w:t>
      </w:r>
      <w:r>
        <w:t xml:space="preserve">: Atoobu Ilallaah. Then besech your Haajat, Inshaa’Allaah it will br fulfilled. </w:t>
      </w:r>
    </w:p>
    <w:p w:rsidR="00294BA7" w:rsidRDefault="00294BA7" w:rsidP="00294BA7">
      <w:pPr>
        <w:pStyle w:val="libNormal"/>
      </w:pPr>
      <w:r>
        <w:t xml:space="preserve">Recite </w:t>
      </w:r>
      <w:r w:rsidRPr="00294BA7">
        <w:rPr>
          <w:rStyle w:val="libItalicChar"/>
        </w:rPr>
        <w:t>Ziyaarat of Imaam Husayn (A.S.)</w:t>
      </w:r>
      <w:r>
        <w:t xml:space="preserve"> which is special for this night. (ref.M.Jinaan).</w:t>
      </w:r>
    </w:p>
    <w:p w:rsidR="00294BA7" w:rsidRDefault="00294BA7" w:rsidP="00294BA7">
      <w:pPr>
        <w:pStyle w:val="libNormal"/>
      </w:pPr>
      <w:r>
        <w:t>Recite this Dua 10 times: Yaa Daa’imal Fadhli Alal Bariyyah, Yaa Baaswital Yadayni Bil Atwiyyah, Yaa Swaahibal Mawaahibis</w:t>
      </w:r>
      <w:r w:rsidR="002E452F">
        <w:t>-</w:t>
      </w:r>
      <w:r>
        <w:t>Saniyyah, Swalli Alaa Muhammadin Wa Aalihee Khayril Waraa Sajiyyah Waghfir Lanaa Yaa Dhal Ulaa Fee Haadhihil Ashiyyah.</w:t>
      </w:r>
    </w:p>
    <w:p w:rsidR="00294BA7" w:rsidRDefault="00294BA7" w:rsidP="00294BA7">
      <w:pPr>
        <w:pStyle w:val="libNormal"/>
      </w:pPr>
      <w:r>
        <w:t xml:space="preserve">Pray those </w:t>
      </w:r>
      <w:r w:rsidRPr="00294BA7">
        <w:rPr>
          <w:rStyle w:val="libItalicChar"/>
        </w:rPr>
        <w:t>10 rak’at</w:t>
      </w:r>
      <w:r>
        <w:t xml:space="preserve"> Namaaz which is mentioned in the last night of Maahe Ramadhaan.</w:t>
      </w:r>
    </w:p>
    <w:p w:rsidR="00294BA7" w:rsidRDefault="00294BA7" w:rsidP="00294BA7">
      <w:pPr>
        <w:pStyle w:val="libNormal"/>
      </w:pPr>
      <w:r>
        <w:t xml:space="preserve">Recite </w:t>
      </w:r>
      <w:r w:rsidRPr="00294BA7">
        <w:rPr>
          <w:rStyle w:val="libItalicChar"/>
        </w:rPr>
        <w:t>2 rak’at Namaaz</w:t>
      </w:r>
      <w:r>
        <w:t>, in the first rak’at after Al</w:t>
      </w:r>
      <w:r w:rsidR="002E452F">
        <w:t>-</w:t>
      </w:r>
      <w:r>
        <w:t>Hamd recite 1000 times Surah</w:t>
      </w:r>
      <w:r w:rsidR="002E452F">
        <w:t>-</w:t>
      </w:r>
      <w:r>
        <w:t>e</w:t>
      </w:r>
      <w:r w:rsidR="002E452F">
        <w:t>-</w:t>
      </w:r>
      <w:r>
        <w:t xml:space="preserve">Ikhlaas and in the second rak’at only once, in another tradition it is written only </w:t>
      </w:r>
      <w:r w:rsidRPr="00F83CC6">
        <w:rPr>
          <w:rStyle w:val="libUnderlineChar"/>
        </w:rPr>
        <w:t>100 times instead of 1000</w:t>
      </w:r>
      <w:r>
        <w:t xml:space="preserve">. After Namaaz go into </w:t>
      </w:r>
      <w:r w:rsidRPr="00294BA7">
        <w:rPr>
          <w:rStyle w:val="libItalicChar"/>
        </w:rPr>
        <w:t>Sajdah</w:t>
      </w:r>
      <w:r>
        <w:t xml:space="preserve"> and recite:</w:t>
      </w:r>
      <w:r w:rsidRPr="00294BA7">
        <w:rPr>
          <w:rStyle w:val="libItalicChar"/>
        </w:rPr>
        <w:t xml:space="preserve"> Yaa Dhal Manni Wal Joodi Yaa Dhal Manni wat</w:t>
      </w:r>
      <w:r w:rsidR="002E452F">
        <w:rPr>
          <w:rStyle w:val="libItalicChar"/>
        </w:rPr>
        <w:t>-</w:t>
      </w:r>
      <w:r w:rsidRPr="00294BA7">
        <w:rPr>
          <w:rStyle w:val="libItalicChar"/>
        </w:rPr>
        <w:t>Twawli Ya Mustwafiya Muhammadin Swallallaahu Alayhi Wa Aalihee Swalli Alaa Muhammadin Wa Aalihee Waf’al Bee</w:t>
      </w:r>
      <w:r>
        <w:t xml:space="preserve">……(Haajaat). Imaam Ali (A.S.) used to pray this Namaaz and after rising from Sajdah he said, </w:t>
      </w:r>
      <w:r w:rsidRPr="00F83CC6">
        <w:rPr>
          <w:rStyle w:val="libUnderlineChar"/>
        </w:rPr>
        <w:t>“By the One in Whose Hands is my soul, whoever prays this Namaaz and asks anything from Allaah he will get it, and even his sins may be as much as the particles of sand shall be forgiven all.”</w:t>
      </w:r>
      <w:r>
        <w:t xml:space="preserve"> And finally there is a Duaa to be recited after this Namaaz for which please refer to Mafaatihul Jinaan.</w:t>
      </w:r>
    </w:p>
    <w:p w:rsidR="00294BA7" w:rsidRDefault="00294BA7" w:rsidP="00294BA7">
      <w:pPr>
        <w:pStyle w:val="libNormal"/>
      </w:pPr>
      <w:r>
        <w:t>Pray 14 rak’at Namaaz, in each rak’at recite Aayatul Kursee once and S.Ikhlaas 3 times. The Sawab for each rak’at is equal to the fourty years’ worship, and also as of a person who has prayed and Fasted in this month.</w:t>
      </w:r>
    </w:p>
    <w:p w:rsidR="00294BA7" w:rsidRDefault="00294BA7" w:rsidP="00294BA7">
      <w:pPr>
        <w:pStyle w:val="libNormal"/>
      </w:pPr>
      <w:r>
        <w:t xml:space="preserve">Finally, at the end of the night one should make </w:t>
      </w:r>
      <w:r w:rsidRPr="00294BA7">
        <w:rPr>
          <w:rStyle w:val="libItalicChar"/>
        </w:rPr>
        <w:t>Ghusl</w:t>
      </w:r>
      <w:r>
        <w:t xml:space="preserve"> and attend to Namaaz</w:t>
      </w:r>
      <w:r w:rsidR="002E452F">
        <w:t>-</w:t>
      </w:r>
      <w:r>
        <w:t>e</w:t>
      </w:r>
      <w:r w:rsidR="002E452F">
        <w:t>-</w:t>
      </w:r>
      <w:r>
        <w:t>Sub’h.</w:t>
      </w:r>
    </w:p>
    <w:p w:rsidR="002E452F" w:rsidRDefault="002E452F" w:rsidP="00A52C13">
      <w:pPr>
        <w:pStyle w:val="libNormal"/>
      </w:pPr>
      <w:r>
        <w:br w:type="page"/>
      </w:r>
    </w:p>
    <w:p w:rsidR="00A52C13" w:rsidRDefault="00A52C13" w:rsidP="00A52C13">
      <w:pPr>
        <w:pStyle w:val="Heading1Center"/>
      </w:pPr>
      <w:bookmarkStart w:id="85" w:name="_Toc420238111"/>
      <w:r w:rsidRPr="00A52C13">
        <w:lastRenderedPageBreak/>
        <w:t>SHAWWAAL</w:t>
      </w:r>
      <w:bookmarkEnd w:id="85"/>
    </w:p>
    <w:p w:rsidR="00294BA7" w:rsidRDefault="00294BA7" w:rsidP="00294BA7">
      <w:pPr>
        <w:pStyle w:val="libNormal"/>
      </w:pPr>
      <w:r>
        <w:t xml:space="preserve">The first day of this month is the </w:t>
      </w:r>
      <w:r w:rsidRPr="00294BA7">
        <w:rPr>
          <w:rStyle w:val="libItalicChar"/>
        </w:rPr>
        <w:t>Day of Eed</w:t>
      </w:r>
      <w:r w:rsidR="002E452F">
        <w:rPr>
          <w:rStyle w:val="libItalicChar"/>
        </w:rPr>
        <w:t>-</w:t>
      </w:r>
      <w:r w:rsidRPr="00294BA7">
        <w:rPr>
          <w:rStyle w:val="libItalicChar"/>
        </w:rPr>
        <w:t>al</w:t>
      </w:r>
      <w:r w:rsidR="002E452F">
        <w:rPr>
          <w:rStyle w:val="libItalicChar"/>
        </w:rPr>
        <w:t>-</w:t>
      </w:r>
      <w:r w:rsidRPr="00294BA7">
        <w:rPr>
          <w:rStyle w:val="libItalicChar"/>
        </w:rPr>
        <w:t>Fitr</w:t>
      </w:r>
      <w:r>
        <w:t>. There are some A’amaal to be done, they are:</w:t>
      </w:r>
      <w:r w:rsidR="002E452F">
        <w:t>-</w:t>
      </w:r>
    </w:p>
    <w:p w:rsidR="00294BA7" w:rsidRDefault="00294BA7" w:rsidP="00294BA7">
      <w:pPr>
        <w:pStyle w:val="libNormal"/>
      </w:pPr>
      <w:r>
        <w:t xml:space="preserve">Recite </w:t>
      </w:r>
      <w:r w:rsidRPr="00294BA7">
        <w:rPr>
          <w:rStyle w:val="libItalicChar"/>
        </w:rPr>
        <w:t>Takbeeraat</w:t>
      </w:r>
      <w:r>
        <w:t xml:space="preserve"> (mentioned hereby previously) after Namaaz</w:t>
      </w:r>
      <w:r w:rsidR="002E452F">
        <w:t>-</w:t>
      </w:r>
      <w:r>
        <w:t>e</w:t>
      </w:r>
      <w:r w:rsidR="002E452F">
        <w:t>-</w:t>
      </w:r>
      <w:r>
        <w:t>Sub’h and Eed</w:t>
      </w:r>
      <w:r w:rsidR="002E452F">
        <w:t>-</w:t>
      </w:r>
      <w:r>
        <w:t>Namaaz.</w:t>
      </w:r>
    </w:p>
    <w:p w:rsidR="00294BA7" w:rsidRPr="00294BA7" w:rsidRDefault="00294BA7" w:rsidP="00294BA7">
      <w:pPr>
        <w:pStyle w:val="libNormal"/>
        <w:rPr>
          <w:rStyle w:val="libItalicChar"/>
        </w:rPr>
      </w:pPr>
      <w:r>
        <w:t xml:space="preserve">Give </w:t>
      </w:r>
      <w:r w:rsidRPr="00294BA7">
        <w:rPr>
          <w:rStyle w:val="libItalicChar"/>
        </w:rPr>
        <w:t>Zakaat</w:t>
      </w:r>
      <w:r w:rsidR="002E452F">
        <w:rPr>
          <w:rStyle w:val="libItalicChar"/>
        </w:rPr>
        <w:t>-</w:t>
      </w:r>
      <w:r w:rsidRPr="00294BA7">
        <w:rPr>
          <w:rStyle w:val="libItalicChar"/>
        </w:rPr>
        <w:t>e</w:t>
      </w:r>
      <w:r w:rsidR="002E452F">
        <w:rPr>
          <w:rStyle w:val="libItalicChar"/>
        </w:rPr>
        <w:t>-</w:t>
      </w:r>
      <w:r w:rsidRPr="00294BA7">
        <w:rPr>
          <w:rStyle w:val="libItalicChar"/>
        </w:rPr>
        <w:t>Fitra</w:t>
      </w:r>
      <w:r>
        <w:t>, which is 3 kilograms per person and better give it before Namaaz</w:t>
      </w:r>
      <w:r w:rsidR="002E452F">
        <w:t>-</w:t>
      </w:r>
      <w:r>
        <w:t>e</w:t>
      </w:r>
      <w:r w:rsidR="002E452F">
        <w:t>-</w:t>
      </w:r>
      <w:r>
        <w:t>Eed. This is an emphasized Waajib, it is a means of acceptance of our A’amaal during Maahe Ramadhaan and it is also a safeguard against death.</w:t>
      </w:r>
    </w:p>
    <w:p w:rsidR="00294BA7" w:rsidRDefault="00294BA7" w:rsidP="00294BA7">
      <w:pPr>
        <w:pStyle w:val="libNormal"/>
      </w:pPr>
      <w:r>
        <w:t>Make Ghusl. It should not be under the sky but better in a closed bathroom. And recite this Duaa before it:</w:t>
      </w:r>
      <w:r w:rsidR="002E452F">
        <w:t>-</w:t>
      </w:r>
      <w:r>
        <w:t xml:space="preserve"> Allaahumma Eemanan Bika Wa Tasdeeqan Bi Kitaabika Wa Ittibaa’a Sunnati Nabiyyika Muhammadin Swallallaahu Alayhi Wa Aalihee. Then recite Bismillaah… and start making Ghusl, after finishing recite this Duaa: Allaahummaj’alhoo Kaffaaratan Li Dhunoobee Wa Twahhir Deenee Allaahumma Adh’hib Annid</w:t>
      </w:r>
      <w:r w:rsidR="002E452F">
        <w:t>-</w:t>
      </w:r>
      <w:r>
        <w:t>Danas.</w:t>
      </w:r>
    </w:p>
    <w:p w:rsidR="00294BA7" w:rsidRPr="00294BA7" w:rsidRDefault="00294BA7" w:rsidP="00294BA7">
      <w:pPr>
        <w:pStyle w:val="libNormal"/>
        <w:rPr>
          <w:rStyle w:val="libItalicChar"/>
        </w:rPr>
      </w:pPr>
      <w:r>
        <w:t xml:space="preserve">Do </w:t>
      </w:r>
      <w:r w:rsidRPr="00294BA7">
        <w:rPr>
          <w:rStyle w:val="libItalicChar"/>
        </w:rPr>
        <w:t xml:space="preserve">Iftaar </w:t>
      </w:r>
      <w:r>
        <w:t>before praying Eed</w:t>
      </w:r>
      <w:r w:rsidR="002E452F">
        <w:t>-</w:t>
      </w:r>
      <w:r>
        <w:t xml:space="preserve">Namaaz. Pray </w:t>
      </w:r>
      <w:r w:rsidRPr="00294BA7">
        <w:rPr>
          <w:rStyle w:val="libItalicChar"/>
        </w:rPr>
        <w:t>Eed</w:t>
      </w:r>
      <w:r w:rsidR="002E452F">
        <w:rPr>
          <w:rStyle w:val="libItalicChar"/>
        </w:rPr>
        <w:t>-</w:t>
      </w:r>
      <w:r w:rsidRPr="00294BA7">
        <w:rPr>
          <w:rStyle w:val="libItalicChar"/>
        </w:rPr>
        <w:t>Namaaz.</w:t>
      </w:r>
    </w:p>
    <w:p w:rsidR="00294BA7" w:rsidRDefault="00294BA7" w:rsidP="00294BA7">
      <w:pPr>
        <w:pStyle w:val="libNormal"/>
      </w:pPr>
      <w:r>
        <w:t>Recite Ziyaarat of Imaam Husayn (A.S.)</w:t>
      </w:r>
    </w:p>
    <w:p w:rsidR="00294BA7" w:rsidRDefault="00294BA7" w:rsidP="00294BA7">
      <w:pPr>
        <w:pStyle w:val="libNormal"/>
      </w:pPr>
      <w:r>
        <w:t>Recite Duaa</w:t>
      </w:r>
      <w:r w:rsidR="002E452F">
        <w:t>-</w:t>
      </w:r>
      <w:r>
        <w:t>e</w:t>
      </w:r>
      <w:r w:rsidR="002E452F">
        <w:t>-</w:t>
      </w:r>
      <w:r>
        <w:t>Nudbaa.</w:t>
      </w:r>
    </w:p>
    <w:p w:rsidR="00294BA7" w:rsidRDefault="00294BA7" w:rsidP="00294BA7">
      <w:pPr>
        <w:pStyle w:val="libNormal"/>
      </w:pPr>
      <w:r>
        <w:t xml:space="preserve">There are also some </w:t>
      </w:r>
      <w:r w:rsidRPr="00294BA7">
        <w:rPr>
          <w:rStyle w:val="libItalicChar"/>
        </w:rPr>
        <w:t>Duaas</w:t>
      </w:r>
      <w:r>
        <w:t xml:space="preserve"> to be recited while going for the Eed Prayers, and Duaas after Eed Prayers. (ref.M.Jinaan)</w:t>
      </w:r>
    </w:p>
    <w:p w:rsidR="00294BA7" w:rsidRDefault="00294BA7" w:rsidP="00294BA7">
      <w:pPr>
        <w:pStyle w:val="libCenterTitr"/>
      </w:pPr>
      <w:bookmarkStart w:id="86" w:name="_Toc64900135"/>
      <w:r>
        <w:t>8</w:t>
      </w:r>
      <w:r w:rsidRPr="00294BA7">
        <w:t>th</w:t>
      </w:r>
      <w:r>
        <w:t xml:space="preserve"> Shawwaal:</w:t>
      </w:r>
      <w:bookmarkEnd w:id="86"/>
    </w:p>
    <w:p w:rsidR="00294BA7" w:rsidRDefault="00294BA7" w:rsidP="00294BA7">
      <w:pPr>
        <w:pStyle w:val="libNormal"/>
      </w:pPr>
      <w:r>
        <w:t>Today was the most dreadful day when the Holy Shrines of our Aimmah and others among the Prophet’s family were destroyed in Jannatul Baqee by the accursed enemies of Islaam.</w:t>
      </w:r>
    </w:p>
    <w:p w:rsidR="00294BA7" w:rsidRDefault="00294BA7" w:rsidP="00294BA7">
      <w:pPr>
        <w:pStyle w:val="libNormal"/>
      </w:pPr>
      <w:r>
        <w:t xml:space="preserve">It is essential to remember those whose shrines were destroyed, some amongst them being Bibi Fatima Zehra (S.A.) </w:t>
      </w:r>
      <w:r w:rsidR="002E452F">
        <w:t>-</w:t>
      </w:r>
      <w:r>
        <w:t xml:space="preserve"> the Daughter of the Holy Prophet (S.A.W.W.), his Holy wives, and his companions, Imaam Hasan (A.S.), Imaam Zaynul Aabideen (A.S.), Imaam Muhammad Taqee (A.S.), and Imaam Ja’afar Saadiq (A.S.) </w:t>
      </w:r>
    </w:p>
    <w:p w:rsidR="00294BA7" w:rsidRDefault="00294BA7" w:rsidP="00294BA7">
      <w:pPr>
        <w:pStyle w:val="libNormal"/>
      </w:pPr>
      <w:r>
        <w:t>It is better recite their Ziyaarat and Ziyarat</w:t>
      </w:r>
      <w:r w:rsidR="002E452F">
        <w:t>-</w:t>
      </w:r>
      <w:r>
        <w:t>e</w:t>
      </w:r>
      <w:r w:rsidR="002E452F">
        <w:t>-</w:t>
      </w:r>
      <w:r>
        <w:t>Jaamia today.</w:t>
      </w:r>
    </w:p>
    <w:p w:rsidR="00294BA7" w:rsidRDefault="00294BA7" w:rsidP="00294BA7">
      <w:pPr>
        <w:pStyle w:val="libCenterTitr"/>
      </w:pPr>
      <w:bookmarkStart w:id="87" w:name="_Toc64900136"/>
      <w:r>
        <w:t>25</w:t>
      </w:r>
      <w:r w:rsidRPr="00294BA7">
        <w:t>th</w:t>
      </w:r>
      <w:r>
        <w:t xml:space="preserve"> Shawwaal:</w:t>
      </w:r>
      <w:bookmarkEnd w:id="87"/>
    </w:p>
    <w:p w:rsidR="00294BA7" w:rsidRPr="00294BA7" w:rsidRDefault="00294BA7" w:rsidP="00294BA7">
      <w:pPr>
        <w:pStyle w:val="libNormal"/>
        <w:rPr>
          <w:rStyle w:val="libItalicChar"/>
        </w:rPr>
      </w:pPr>
      <w:r>
        <w:t xml:space="preserve">Today is the fateful day when </w:t>
      </w:r>
      <w:r w:rsidRPr="00294BA7">
        <w:rPr>
          <w:rStyle w:val="libItalicChar"/>
        </w:rPr>
        <w:t>Imaam Ja’afar Saadiq (A.S.)</w:t>
      </w:r>
      <w:r>
        <w:t xml:space="preserve"> was martyred by giving him poison in grapes. At his last moments he opened his eyes, gathered his household members and said, </w:t>
      </w:r>
      <w:r w:rsidRPr="00294BA7">
        <w:rPr>
          <w:rStyle w:val="libItalicChar"/>
        </w:rPr>
        <w:t>“Our intersession will not reach that person who is careless of Namaaz.”</w:t>
      </w:r>
    </w:p>
    <w:p w:rsidR="002E452F" w:rsidRDefault="002E452F" w:rsidP="00294BA7">
      <w:pPr>
        <w:pStyle w:val="libNormal"/>
      </w:pPr>
      <w:r>
        <w:br w:type="page"/>
      </w:r>
    </w:p>
    <w:p w:rsidR="00A52C13" w:rsidRDefault="00A52C13" w:rsidP="00A52C13">
      <w:pPr>
        <w:pStyle w:val="Heading1Center"/>
      </w:pPr>
      <w:bookmarkStart w:id="88" w:name="_Toc420238112"/>
      <w:r w:rsidRPr="00A52C13">
        <w:lastRenderedPageBreak/>
        <w:t>ZILQAADA</w:t>
      </w:r>
      <w:bookmarkEnd w:id="88"/>
    </w:p>
    <w:p w:rsidR="00294BA7" w:rsidRDefault="00294BA7" w:rsidP="00294BA7">
      <w:pPr>
        <w:pStyle w:val="libNormal"/>
      </w:pPr>
      <w:r>
        <w:t xml:space="preserve">It is stated that </w:t>
      </w:r>
      <w:r w:rsidRPr="00294BA7">
        <w:rPr>
          <w:rStyle w:val="libItalicChar"/>
        </w:rPr>
        <w:t>Duaas and supplications</w:t>
      </w:r>
      <w:r>
        <w:t xml:space="preserve"> in this month are very effective to ward off problems and tribulations.</w:t>
      </w:r>
    </w:p>
    <w:p w:rsidR="00294BA7" w:rsidRPr="00294BA7" w:rsidRDefault="00294BA7" w:rsidP="00294BA7">
      <w:pPr>
        <w:pStyle w:val="libNormal"/>
        <w:rPr>
          <w:rStyle w:val="libItalicChar"/>
        </w:rPr>
      </w:pPr>
      <w:r w:rsidRPr="00F83CC6">
        <w:rPr>
          <w:rStyle w:val="libUnderlineChar"/>
        </w:rPr>
        <w:t>On any Sunday</w:t>
      </w:r>
      <w:r>
        <w:t xml:space="preserve">, make </w:t>
      </w:r>
      <w:r w:rsidRPr="00294BA7">
        <w:rPr>
          <w:rStyle w:val="libItalicChar"/>
        </w:rPr>
        <w:t>Ghusl,</w:t>
      </w:r>
      <w:r>
        <w:t xml:space="preserve"> then do </w:t>
      </w:r>
      <w:r w:rsidRPr="00294BA7">
        <w:rPr>
          <w:rStyle w:val="libItalicChar"/>
        </w:rPr>
        <w:t>Wudhoo</w:t>
      </w:r>
      <w:r>
        <w:t xml:space="preserve"> and pray </w:t>
      </w:r>
      <w:r w:rsidRPr="00294BA7">
        <w:rPr>
          <w:rStyle w:val="libItalicChar"/>
        </w:rPr>
        <w:t xml:space="preserve">4 rak’ats of Namaaz </w:t>
      </w:r>
      <w:r>
        <w:t xml:space="preserve">in this way </w:t>
      </w:r>
      <w:r w:rsidR="002E452F">
        <w:t>-</w:t>
      </w:r>
      <w:r>
        <w:t xml:space="preserve"> in each rak’at after Al</w:t>
      </w:r>
      <w:r w:rsidR="002E452F">
        <w:t>-</w:t>
      </w:r>
      <w:r>
        <w:t>Hamd recite 3 times S.Ikhlaas, once S.Al</w:t>
      </w:r>
      <w:r w:rsidR="002E452F">
        <w:t>-</w:t>
      </w:r>
      <w:r>
        <w:t>Falak and once S.An</w:t>
      </w:r>
      <w:r w:rsidR="002E452F">
        <w:t>-</w:t>
      </w:r>
      <w:r>
        <w:t xml:space="preserve">Naas. After Namaaz recite 70 times </w:t>
      </w:r>
      <w:r w:rsidRPr="00294BA7">
        <w:rPr>
          <w:rStyle w:val="libItalicChar"/>
        </w:rPr>
        <w:t>Astaghfirullaaha Rabbi Wa Atoobu Ilayhi,</w:t>
      </w:r>
      <w:r>
        <w:t xml:space="preserve"> and then once </w:t>
      </w:r>
      <w:r w:rsidR="002E452F">
        <w:t>-</w:t>
      </w:r>
      <w:r w:rsidRPr="00294BA7">
        <w:rPr>
          <w:rStyle w:val="libItalicChar"/>
        </w:rPr>
        <w:t>Laa Hawla Walaa Quwwata Illaa Billaahil Aliyyil Adhweem, Yaa Azeezu Yaa Ghaffaaru Ighfir Lee Dhunoobee Wa Dhunnoba Jamee’il Mu’mineena Wal Mu’minaati Fa Innahoo La Yaghfirudh</w:t>
      </w:r>
      <w:r w:rsidR="002E452F">
        <w:rPr>
          <w:rStyle w:val="libItalicChar"/>
        </w:rPr>
        <w:t>-</w:t>
      </w:r>
      <w:r w:rsidRPr="00294BA7">
        <w:rPr>
          <w:rStyle w:val="libItalicChar"/>
        </w:rPr>
        <w:t>Dhunooba Illaa Anta.</w:t>
      </w:r>
    </w:p>
    <w:p w:rsidR="00294BA7" w:rsidRDefault="00294BA7" w:rsidP="00294BA7">
      <w:pPr>
        <w:pStyle w:val="libCenterBold1"/>
      </w:pPr>
      <w:bookmarkStart w:id="89" w:name="_Toc64900138"/>
      <w:r>
        <w:t>Benefits:</w:t>
      </w:r>
      <w:bookmarkEnd w:id="89"/>
    </w:p>
    <w:p w:rsidR="00294BA7" w:rsidRDefault="00294BA7" w:rsidP="00294BA7">
      <w:pPr>
        <w:pStyle w:val="libNormal"/>
      </w:pPr>
      <w:r>
        <w:t xml:space="preserve"> Rasoolullaah (S.A.W.W.) said that whoever does this Amal his or her sins will be forgiven, his repentance will be accepted, his enemies will be pleased with him in Qayaamat, his death will be on faith, his faith will be secured, his grave will be made expansive, his parents will be pleased with him, his parents and children will be forgiven, his sustenance will be increased, and at the time of death his soul will be taken away with great ease.</w:t>
      </w:r>
    </w:p>
    <w:p w:rsidR="00294BA7" w:rsidRPr="00294BA7" w:rsidRDefault="00294BA7" w:rsidP="00294BA7">
      <w:pPr>
        <w:pStyle w:val="libNormal"/>
        <w:rPr>
          <w:rStyle w:val="libItalicChar"/>
        </w:rPr>
      </w:pPr>
      <w:r>
        <w:t xml:space="preserve">In this month the Sawaab of good deeds are recorded </w:t>
      </w:r>
      <w:r w:rsidRPr="00F83CC6">
        <w:rPr>
          <w:rStyle w:val="libUnderlineChar"/>
        </w:rPr>
        <w:t>manifold</w:t>
      </w:r>
      <w:r>
        <w:t xml:space="preserve"> as well are the punishment for bad deeds.</w:t>
      </w:r>
    </w:p>
    <w:p w:rsidR="00294BA7" w:rsidRPr="00294BA7" w:rsidRDefault="00294BA7" w:rsidP="00294BA7">
      <w:pPr>
        <w:pStyle w:val="libNormal"/>
        <w:rPr>
          <w:rStyle w:val="libItalicChar"/>
        </w:rPr>
      </w:pPr>
      <w:r>
        <w:t xml:space="preserve">To observe </w:t>
      </w:r>
      <w:r w:rsidRPr="00294BA7">
        <w:rPr>
          <w:rStyle w:val="libItalicChar"/>
        </w:rPr>
        <w:t xml:space="preserve">Fasting </w:t>
      </w:r>
      <w:r>
        <w:t xml:space="preserve">consecutively on </w:t>
      </w:r>
      <w:r w:rsidRPr="00294BA7">
        <w:rPr>
          <w:rStyle w:val="libItalicChar"/>
        </w:rPr>
        <w:t xml:space="preserve">Thursday, Friday and Saturday </w:t>
      </w:r>
      <w:r>
        <w:t xml:space="preserve">earns the </w:t>
      </w:r>
      <w:r w:rsidRPr="00294BA7">
        <w:rPr>
          <w:rStyle w:val="libUnderlineChar"/>
        </w:rPr>
        <w:t>Sawaab of ninty years’ Ibaadat.</w:t>
      </w:r>
    </w:p>
    <w:p w:rsidR="00294BA7" w:rsidRPr="00294BA7" w:rsidRDefault="00294BA7" w:rsidP="00294BA7">
      <w:pPr>
        <w:pStyle w:val="libNormal"/>
        <w:rPr>
          <w:rStyle w:val="libItalicChar"/>
        </w:rPr>
      </w:pPr>
      <w:r>
        <w:t>The 11th day is the birth</w:t>
      </w:r>
      <w:r w:rsidR="002E452F">
        <w:t>-</w:t>
      </w:r>
      <w:r>
        <w:t xml:space="preserve">day of </w:t>
      </w:r>
      <w:r w:rsidRPr="00294BA7">
        <w:rPr>
          <w:rStyle w:val="libItalicChar"/>
        </w:rPr>
        <w:t>Imaam Ali Radhaa (A.S.)</w:t>
      </w:r>
      <w:r>
        <w:t xml:space="preserve"> so it is recommended to recite his </w:t>
      </w:r>
      <w:r w:rsidRPr="00294BA7">
        <w:rPr>
          <w:rStyle w:val="libItalicChar"/>
        </w:rPr>
        <w:t>Ziyaarat and Salawaat.</w:t>
      </w:r>
    </w:p>
    <w:p w:rsidR="00294BA7" w:rsidRPr="00294BA7" w:rsidRDefault="00294BA7" w:rsidP="00294BA7">
      <w:pPr>
        <w:pStyle w:val="libNormal"/>
        <w:rPr>
          <w:rStyle w:val="libItalicChar"/>
        </w:rPr>
      </w:pPr>
      <w:r>
        <w:t xml:space="preserve">The </w:t>
      </w:r>
      <w:r w:rsidRPr="00294BA7">
        <w:rPr>
          <w:rStyle w:val="libItalicChar"/>
        </w:rPr>
        <w:t>15</w:t>
      </w:r>
      <w:r w:rsidRPr="00294BA7">
        <w:t>th</w:t>
      </w:r>
      <w:r w:rsidRPr="00294BA7">
        <w:rPr>
          <w:rStyle w:val="libItalicChar"/>
        </w:rPr>
        <w:t xml:space="preserve"> night</w:t>
      </w:r>
      <w:r>
        <w:t xml:space="preserve"> is a meritorious night, Allaah (S.W.T.) showers His Mercy on His Mu’min Servents. Whoever observes Ibaadaat during this night gets the Sawaab similar to hundred people who have Fasted and spent all their lives in Masjid and have not committed a single sin even for a moment.</w:t>
      </w:r>
    </w:p>
    <w:p w:rsidR="00294BA7" w:rsidRPr="00294BA7" w:rsidRDefault="00294BA7" w:rsidP="00294BA7">
      <w:pPr>
        <w:pStyle w:val="libNormal"/>
        <w:rPr>
          <w:rStyle w:val="libItalicChar"/>
        </w:rPr>
      </w:pPr>
      <w:r>
        <w:t xml:space="preserve">According to some traditions </w:t>
      </w:r>
      <w:r w:rsidRPr="00294BA7">
        <w:rPr>
          <w:rStyle w:val="libItalicChar"/>
        </w:rPr>
        <w:t>23</w:t>
      </w:r>
      <w:r w:rsidRPr="00294BA7">
        <w:t>rd</w:t>
      </w:r>
      <w:r w:rsidRPr="00294BA7">
        <w:rPr>
          <w:rStyle w:val="libItalicChar"/>
        </w:rPr>
        <w:t xml:space="preserve"> day</w:t>
      </w:r>
      <w:r>
        <w:t xml:space="preserve"> is the day of Martyrdm of </w:t>
      </w:r>
      <w:r w:rsidRPr="00294BA7">
        <w:rPr>
          <w:rStyle w:val="libItalicChar"/>
        </w:rPr>
        <w:t>Imaam Ali Ridhaa (A.S.)</w:t>
      </w:r>
      <w:r>
        <w:t xml:space="preserve"> so it is Sunnat to recite his </w:t>
      </w:r>
      <w:r w:rsidRPr="00294BA7">
        <w:rPr>
          <w:rStyle w:val="libItalicChar"/>
        </w:rPr>
        <w:t>Ziyaarat</w:t>
      </w:r>
      <w:r>
        <w:t xml:space="preserve"> today.</w:t>
      </w:r>
    </w:p>
    <w:p w:rsidR="00294BA7" w:rsidRDefault="00294BA7" w:rsidP="00294BA7">
      <w:pPr>
        <w:pStyle w:val="libItalic"/>
      </w:pPr>
      <w:r>
        <w:t xml:space="preserve">On </w:t>
      </w:r>
      <w:r w:rsidRPr="00294BA7">
        <w:t>23</w:t>
      </w:r>
      <w:r w:rsidRPr="00F83CC6">
        <w:t>rd</w:t>
      </w:r>
      <w:r w:rsidRPr="00294BA7">
        <w:t xml:space="preserve"> </w:t>
      </w:r>
      <w:r>
        <w:t>of this month it is Mustahab to recite Ziyaarat of Imaam Ali Ridhaa (A.S.)</w:t>
      </w:r>
    </w:p>
    <w:p w:rsidR="00294BA7" w:rsidRPr="00294BA7" w:rsidRDefault="00294BA7" w:rsidP="00294BA7">
      <w:pPr>
        <w:pStyle w:val="libItalic"/>
        <w:rPr>
          <w:rStyle w:val="libItalicChar"/>
        </w:rPr>
      </w:pPr>
      <w:r>
        <w:t>25</w:t>
      </w:r>
      <w:r w:rsidRPr="00F83CC6">
        <w:t>th</w:t>
      </w:r>
      <w:r w:rsidRPr="00294BA7">
        <w:rPr>
          <w:rStyle w:val="libItalicChar"/>
        </w:rPr>
        <w:t xml:space="preserve"> night</w:t>
      </w:r>
      <w:r>
        <w:t xml:space="preserve"> is the night of </w:t>
      </w:r>
      <w:r w:rsidRPr="00F83CC6">
        <w:rPr>
          <w:rStyle w:val="libItalicUnderlineChar"/>
        </w:rPr>
        <w:t>Dahwul Ardh.</w:t>
      </w:r>
      <w:r>
        <w:t xml:space="preserve"> It was tonight that the land was spread from beneath Khana</w:t>
      </w:r>
      <w:r w:rsidR="002E452F">
        <w:t>-</w:t>
      </w:r>
      <w:r>
        <w:t>e</w:t>
      </w:r>
      <w:r w:rsidR="002E452F">
        <w:t>-</w:t>
      </w:r>
      <w:r>
        <w:t>Kaaba on water. Mercy of Allaah descends tonight. There is great Sawaab to spend this night in Ibaadaat.</w:t>
      </w:r>
    </w:p>
    <w:p w:rsidR="00294BA7" w:rsidRDefault="00294BA7" w:rsidP="00294BA7">
      <w:pPr>
        <w:pStyle w:val="libItalic"/>
      </w:pPr>
      <w:r>
        <w:t xml:space="preserve">Imaam Ali Ridhaa (A.S.) said that tonight were born Hazrat Ibraahim (A.S.) and also Hazrat Isa (A.S.) so it carries much Sawaab to observe </w:t>
      </w:r>
      <w:r w:rsidRPr="00294BA7">
        <w:t>Fast</w:t>
      </w:r>
      <w:r>
        <w:t>, its Sawaab is equal to the Fasts of sixty years.</w:t>
      </w:r>
    </w:p>
    <w:p w:rsidR="00294BA7" w:rsidRPr="00294BA7" w:rsidRDefault="00294BA7" w:rsidP="00294BA7">
      <w:pPr>
        <w:pStyle w:val="libItalic"/>
        <w:rPr>
          <w:rStyle w:val="libItalicChar"/>
        </w:rPr>
      </w:pPr>
      <w:r>
        <w:t>25</w:t>
      </w:r>
      <w:r w:rsidRPr="00F83CC6">
        <w:t>th</w:t>
      </w:r>
      <w:r w:rsidRPr="00294BA7">
        <w:rPr>
          <w:rStyle w:val="libItalicChar"/>
        </w:rPr>
        <w:t xml:space="preserve"> Day</w:t>
      </w:r>
      <w:r>
        <w:t xml:space="preserve">. Today is the day of </w:t>
      </w:r>
      <w:r w:rsidRPr="00F83CC6">
        <w:rPr>
          <w:rStyle w:val="libItalicUnderlineChar"/>
        </w:rPr>
        <w:t>Dahwul Ardh</w:t>
      </w:r>
      <w:r>
        <w:t xml:space="preserve">, according to some traditions </w:t>
      </w:r>
      <w:r w:rsidRPr="00294BA7">
        <w:rPr>
          <w:rStyle w:val="libItalicChar"/>
        </w:rPr>
        <w:t>Imaam</w:t>
      </w:r>
      <w:r w:rsidR="002E452F">
        <w:rPr>
          <w:rStyle w:val="libItalicChar"/>
        </w:rPr>
        <w:t>-</w:t>
      </w:r>
      <w:r w:rsidRPr="00294BA7">
        <w:rPr>
          <w:rStyle w:val="libItalicChar"/>
        </w:rPr>
        <w:t>e</w:t>
      </w:r>
      <w:r w:rsidR="002E452F">
        <w:rPr>
          <w:rStyle w:val="libItalicChar"/>
        </w:rPr>
        <w:t>-</w:t>
      </w:r>
      <w:r w:rsidRPr="00294BA7">
        <w:rPr>
          <w:rStyle w:val="libItalicChar"/>
        </w:rPr>
        <w:t>Zamaana</w:t>
      </w:r>
      <w:r>
        <w:t xml:space="preserve"> </w:t>
      </w:r>
      <w:r w:rsidRPr="00294BA7">
        <w:rPr>
          <w:rStyle w:val="libItalicChar"/>
        </w:rPr>
        <w:t>A.F</w:t>
      </w:r>
      <w:r>
        <w:t xml:space="preserve">.shall reappear on this date. This is one of the four days of the year in which </w:t>
      </w:r>
      <w:r w:rsidRPr="00294BA7">
        <w:rPr>
          <w:rStyle w:val="libItalicChar"/>
        </w:rPr>
        <w:t>Fasting carries extensive reward.</w:t>
      </w:r>
    </w:p>
    <w:p w:rsidR="00294BA7" w:rsidRDefault="00294BA7" w:rsidP="00294BA7">
      <w:pPr>
        <w:pStyle w:val="libNormal"/>
      </w:pPr>
      <w:r>
        <w:t>Make Ghusl.</w:t>
      </w:r>
    </w:p>
    <w:p w:rsidR="00294BA7" w:rsidRPr="00294BA7" w:rsidRDefault="00294BA7" w:rsidP="00294BA7">
      <w:pPr>
        <w:pStyle w:val="libNormal"/>
        <w:rPr>
          <w:rStyle w:val="libItalicChar"/>
        </w:rPr>
      </w:pPr>
      <w:r>
        <w:t xml:space="preserve">Observe </w:t>
      </w:r>
      <w:r w:rsidRPr="00294BA7">
        <w:rPr>
          <w:rStyle w:val="libItalicChar"/>
        </w:rPr>
        <w:t>Fasting.</w:t>
      </w:r>
      <w:r>
        <w:t xml:space="preserve"> The Fast of today is equal to the Fasts of 70 years and is expiation for the sins of 70 years. It is stated that every thing in the world will recite Istighfaar for the person who observes Fasting today.</w:t>
      </w:r>
    </w:p>
    <w:p w:rsidR="00294BA7" w:rsidRPr="00294BA7" w:rsidRDefault="00294BA7" w:rsidP="00294BA7">
      <w:pPr>
        <w:pStyle w:val="libNormal"/>
        <w:rPr>
          <w:rStyle w:val="libItalicChar"/>
        </w:rPr>
      </w:pPr>
      <w:r>
        <w:t xml:space="preserve">Today </w:t>
      </w:r>
      <w:r w:rsidRPr="00F83CC6">
        <w:rPr>
          <w:rStyle w:val="libUnderlineChar"/>
        </w:rPr>
        <w:t>after sunrise</w:t>
      </w:r>
      <w:r>
        <w:t xml:space="preserve"> there is an A’amal of </w:t>
      </w:r>
      <w:r w:rsidRPr="00294BA7">
        <w:rPr>
          <w:rStyle w:val="libItalicChar"/>
        </w:rPr>
        <w:t>2 rak’at Namaaz</w:t>
      </w:r>
      <w:r>
        <w:t xml:space="preserve"> with 5 times S.Wash</w:t>
      </w:r>
      <w:r w:rsidR="002E452F">
        <w:t>-</w:t>
      </w:r>
      <w:r>
        <w:t>Shamsi Wadh</w:t>
      </w:r>
      <w:r w:rsidR="002E452F">
        <w:t>-</w:t>
      </w:r>
      <w:r>
        <w:t>Dhuhaa in every rak’at and then Duaa. (please refer M.Jinaan).</w:t>
      </w:r>
    </w:p>
    <w:p w:rsidR="00294BA7" w:rsidRDefault="00294BA7" w:rsidP="00294BA7">
      <w:pPr>
        <w:pStyle w:val="libNormal"/>
      </w:pPr>
      <w:r>
        <w:t>It is Sunnat</w:t>
      </w:r>
      <w:r w:rsidR="002E452F">
        <w:t>-</w:t>
      </w:r>
      <w:r>
        <w:t>e</w:t>
      </w:r>
      <w:r w:rsidR="002E452F">
        <w:t>-</w:t>
      </w:r>
      <w:r>
        <w:t>Mu’akkida (highly emphasized) to recite Ziyaarat of Imaam Ali Radhaa (A.S.) today.</w:t>
      </w:r>
    </w:p>
    <w:p w:rsidR="00294BA7" w:rsidRPr="00294BA7" w:rsidRDefault="00294BA7" w:rsidP="00294BA7">
      <w:pPr>
        <w:pStyle w:val="libNormal"/>
        <w:rPr>
          <w:rStyle w:val="libItalicChar"/>
        </w:rPr>
      </w:pPr>
      <w:r>
        <w:t xml:space="preserve">The last day of this month is the </w:t>
      </w:r>
      <w:r w:rsidRPr="00294BA7">
        <w:rPr>
          <w:rStyle w:val="libItalicChar"/>
        </w:rPr>
        <w:t>Shahaadat</w:t>
      </w:r>
      <w:r w:rsidR="002E452F">
        <w:rPr>
          <w:rStyle w:val="libItalicChar"/>
        </w:rPr>
        <w:t>-</w:t>
      </w:r>
      <w:r w:rsidRPr="00294BA7">
        <w:rPr>
          <w:rStyle w:val="libItalicChar"/>
        </w:rPr>
        <w:t>Day of Imaam Muhammad Taqee (A.S.)</w:t>
      </w:r>
      <w:r>
        <w:t xml:space="preserve"> so we should recite his </w:t>
      </w:r>
      <w:r w:rsidRPr="00294BA7">
        <w:rPr>
          <w:rStyle w:val="libItalicChar"/>
        </w:rPr>
        <w:t>Ziyaarat</w:t>
      </w:r>
      <w:r>
        <w:t xml:space="preserve"> on this day. The Imaam was poisoned by Mu’tasim Mal’oon in A.H.220.</w:t>
      </w:r>
    </w:p>
    <w:p w:rsidR="002E452F" w:rsidRDefault="002E452F" w:rsidP="00A52C13">
      <w:pPr>
        <w:pStyle w:val="libNormal"/>
      </w:pPr>
      <w:r>
        <w:br w:type="page"/>
      </w:r>
    </w:p>
    <w:p w:rsidR="00A52C13" w:rsidRDefault="00A52C13" w:rsidP="00A52C13">
      <w:pPr>
        <w:pStyle w:val="Heading1Center"/>
      </w:pPr>
      <w:bookmarkStart w:id="90" w:name="_Toc420238113"/>
      <w:r>
        <w:lastRenderedPageBreak/>
        <w:t>ZILHAJ</w:t>
      </w:r>
      <w:r w:rsidRPr="00A52C13">
        <w:t>J</w:t>
      </w:r>
      <w:bookmarkEnd w:id="90"/>
    </w:p>
    <w:p w:rsidR="00294BA7" w:rsidRDefault="00294BA7" w:rsidP="00294BA7">
      <w:pPr>
        <w:pStyle w:val="libNormal"/>
      </w:pPr>
      <w:r>
        <w:t>This month of Dhu</w:t>
      </w:r>
      <w:r w:rsidR="002E452F">
        <w:t>-</w:t>
      </w:r>
      <w:r>
        <w:t>l</w:t>
      </w:r>
      <w:r w:rsidR="002E452F">
        <w:t>-</w:t>
      </w:r>
      <w:r>
        <w:t xml:space="preserve">Hijjah (Zilhajj) is a very praiseworthy month. </w:t>
      </w:r>
      <w:r w:rsidRPr="00294BA7">
        <w:rPr>
          <w:rStyle w:val="libItalicChar"/>
        </w:rPr>
        <w:t>Specifically the starting ten days are very meritorious days</w:t>
      </w:r>
      <w:r>
        <w:t>. Rasoolullaah (S.A.W.W.) said that there are no better days then these ten days in which Allaah (S.W.T.) likes Ibaadaat and Khayr the most.</w:t>
      </w:r>
    </w:p>
    <w:p w:rsidR="00294BA7" w:rsidRPr="00294BA7" w:rsidRDefault="00294BA7" w:rsidP="00294BA7">
      <w:pPr>
        <w:pStyle w:val="libNormal"/>
        <w:rPr>
          <w:rStyle w:val="libItalicChar"/>
        </w:rPr>
      </w:pPr>
      <w:r>
        <w:t xml:space="preserve">The one who observes </w:t>
      </w:r>
      <w:r w:rsidRPr="00294BA7">
        <w:rPr>
          <w:rStyle w:val="libItalicChar"/>
        </w:rPr>
        <w:t>Fasting</w:t>
      </w:r>
      <w:r>
        <w:t xml:space="preserve"> for the first nine days gets the Sawaab of Fasting a whole year.</w:t>
      </w:r>
    </w:p>
    <w:p w:rsidR="00294BA7" w:rsidRDefault="00294BA7" w:rsidP="00294BA7">
      <w:pPr>
        <w:pStyle w:val="libNormal"/>
      </w:pPr>
      <w:r>
        <w:t xml:space="preserve">Everyday during these ten days, </w:t>
      </w:r>
      <w:r w:rsidRPr="00294BA7">
        <w:rPr>
          <w:rStyle w:val="libUnderlineChar"/>
        </w:rPr>
        <w:t>in between Maghrib and Ishaa</w:t>
      </w:r>
      <w:r>
        <w:t xml:space="preserve"> pray 2 rak’at Namaaz in which recite this Duaa after Al</w:t>
      </w:r>
      <w:r w:rsidR="002E452F">
        <w:t>-</w:t>
      </w:r>
      <w:r>
        <w:t>Hamd and Qulhuwallaah…: Wa Waa’Adnaa Moosa Thalaatheena Laylatan Wa Atmamnaahaa Bi Ashrin Fa Tamma Meeqaatu Rabbihee Arba’eena Layla, Wa Qaala Moosa Li Akheehi Haarunakh</w:t>
      </w:r>
      <w:r w:rsidR="002E452F">
        <w:t>-</w:t>
      </w:r>
      <w:r>
        <w:t>Lufnee Fee Qawmee Wa Aslih Walaa Tat</w:t>
      </w:r>
      <w:r w:rsidR="002E452F">
        <w:t>-</w:t>
      </w:r>
      <w:r>
        <w:t xml:space="preserve">Tabi’a Sabeelal Mufsideen. </w:t>
      </w:r>
    </w:p>
    <w:p w:rsidR="00294BA7" w:rsidRDefault="00294BA7" w:rsidP="00294BA7">
      <w:pPr>
        <w:pStyle w:val="libNormal"/>
      </w:pPr>
      <w:r w:rsidRPr="00294BA7">
        <w:rPr>
          <w:rStyle w:val="libItalicChar"/>
        </w:rPr>
        <w:t xml:space="preserve">Benefit: </w:t>
      </w:r>
      <w:r>
        <w:t>You shall be a partner in the Sawaab of those who performed Hajj.</w:t>
      </w:r>
    </w:p>
    <w:p w:rsidR="00294BA7" w:rsidRDefault="00294BA7" w:rsidP="00294BA7">
      <w:pPr>
        <w:pStyle w:val="libNormal"/>
      </w:pPr>
      <w:r w:rsidRPr="00F83CC6">
        <w:rPr>
          <w:rStyle w:val="libUnderlineChar"/>
        </w:rPr>
        <w:t>After Sub’h and before Maghrib</w:t>
      </w:r>
      <w:r>
        <w:t xml:space="preserve"> there is a Duaa by Imaam Ja’afar Saadiq (A.S.) (ref.M.Jinaan).</w:t>
      </w:r>
    </w:p>
    <w:p w:rsidR="00294BA7" w:rsidRPr="00294BA7" w:rsidRDefault="00294BA7" w:rsidP="00294BA7">
      <w:pPr>
        <w:pStyle w:val="libNormal"/>
        <w:rPr>
          <w:rStyle w:val="libItalicChar"/>
        </w:rPr>
      </w:pPr>
      <w:r>
        <w:t xml:space="preserve">There are </w:t>
      </w:r>
      <w:r w:rsidRPr="00294BA7">
        <w:rPr>
          <w:rStyle w:val="libItalicChar"/>
        </w:rPr>
        <w:t>5 Duaas</w:t>
      </w:r>
      <w:r>
        <w:t xml:space="preserve"> which Jibrael (A.S.) brought as a gift to Nabi Isa (A.S.) from Allaah (S.W.T.) They are to be recited 10 times each: </w:t>
      </w:r>
      <w:r w:rsidRPr="00294BA7">
        <w:rPr>
          <w:rStyle w:val="libItalicChar"/>
        </w:rPr>
        <w:t>(1) Ash’hadu An Laa Ilaaha Illallaahu Wahdahoo Laa Shareeka Lahoo Lahul Mulku Walahul Hamdu Biyadihil Khayru Wahuwa Alaa Kulli Shay’in Qadeer. (2) Ash’hadu An Laa Ilaaha Illallaahu Wahdahoo Laa Shareeka Lahoo Ahadan Swamadan Lamyat</w:t>
      </w:r>
      <w:r w:rsidR="002E452F">
        <w:rPr>
          <w:rStyle w:val="libItalicChar"/>
        </w:rPr>
        <w:t>-</w:t>
      </w:r>
      <w:r w:rsidRPr="00294BA7">
        <w:rPr>
          <w:rStyle w:val="libItalicChar"/>
        </w:rPr>
        <w:t>Takhidh Swaahibatan Walaa Waladan. (3) Ash’hadu An Laa Ilaaha Illallaahu Wahdahoo Laa Shareeka Lahoo Ahadan Swamadan Lam Yalid Walam Yoolad Walam Ya Kunlahoo Kufuwan Ahad. (4) Ash’hadu An Laa Ilaaha Illallaahu Wahdahoo Laa Shareeka Lahoo Lahul Mulku Walahul Hamdu Yuhyee Wa Yumeetu Wahuwa Hayyun Laa Yamootu Biyadihil Khayru Wahuwa Alaa Kulli Shay’in Qadeer. (5) Hasbiyallaahu Wa Kafaa Samiallaahu Liman Da’aa Laysa Waraa’Allaah Bimaa Da’aa Wa Annahoo Baree’un Mimman Tabarra’a Wa Anna Lil Aakhirati Wal Oolaa.</w:t>
      </w:r>
    </w:p>
    <w:p w:rsidR="00294BA7" w:rsidRDefault="00294BA7" w:rsidP="00294BA7">
      <w:pPr>
        <w:pStyle w:val="libNormal"/>
      </w:pPr>
      <w:r>
        <w:t>This is another Duaa by Ameerul Mu’mineen (A.S.) to be recited 10 times daily for 10 days, its Sawaab is great: Bismillaahir</w:t>
      </w:r>
      <w:r w:rsidR="002E452F">
        <w:t>-</w:t>
      </w:r>
      <w:r>
        <w:t>Rahmaanir</w:t>
      </w:r>
      <w:r w:rsidR="002E452F">
        <w:t>-</w:t>
      </w:r>
      <w:r>
        <w:t>Raheem. Laa Ilaaha Illallaahu Adadal</w:t>
      </w:r>
      <w:r w:rsidR="002E452F">
        <w:t>-</w:t>
      </w:r>
      <w:r>
        <w:t>layaali Wad</w:t>
      </w:r>
      <w:r w:rsidR="002E452F">
        <w:t>-</w:t>
      </w:r>
      <w:r>
        <w:t>Duhoori, Laa Ilaaha Illallaahu Adada Amwaajil Buhoori, Laa Ilaaha Illallaahu Wa Rahmatuhoo Khayrum</w:t>
      </w:r>
      <w:r w:rsidR="002E452F">
        <w:t>-</w:t>
      </w:r>
      <w:r>
        <w:t>Mimmaa Yajmaoon, Laa Ilaaha Illallaaho Adadash</w:t>
      </w:r>
      <w:r w:rsidR="002E452F">
        <w:t>-</w:t>
      </w:r>
      <w:r>
        <w:t xml:space="preserve"> Shawkish</w:t>
      </w:r>
      <w:r w:rsidR="002E452F">
        <w:t>-</w:t>
      </w:r>
      <w:r>
        <w:t>Shajari, Laa Ilaaha Illallaahu Adadash</w:t>
      </w:r>
      <w:r w:rsidR="002E452F">
        <w:t>-</w:t>
      </w:r>
      <w:r>
        <w:t>Sha’ari Wal Wabari, Laa Ilaaha Illallaahu Adadal Hajari Wal Madari, Laa Ilaaha Illallaahu Adada Lamhil Uyooni, Laa Ilaaha Illallaahu Fil</w:t>
      </w:r>
      <w:r w:rsidR="002E452F">
        <w:t>-</w:t>
      </w:r>
      <w:r>
        <w:t>Layli Idhaa As’Asa Was</w:t>
      </w:r>
      <w:r w:rsidR="002E452F">
        <w:t>-</w:t>
      </w:r>
      <w:r>
        <w:t>Sub’hi Idhaa Tanaffasa, Laa Ilaaha Illallaahu Adadar</w:t>
      </w:r>
      <w:r w:rsidR="002E452F">
        <w:t>-</w:t>
      </w:r>
      <w:r>
        <w:t>Riyaahi Fill Baraari Was</w:t>
      </w:r>
      <w:r w:rsidR="002E452F">
        <w:t>-</w:t>
      </w:r>
      <w:r>
        <w:t>Sukhoori, Laa Ilaaha Illallaahu Minal Yawmi Ilaa Yawmi Yunfakhu Fis</w:t>
      </w:r>
      <w:r w:rsidR="002E452F">
        <w:t>-</w:t>
      </w:r>
      <w:r>
        <w:t>Soor.</w:t>
      </w:r>
    </w:p>
    <w:p w:rsidR="00294BA7" w:rsidRDefault="00294BA7" w:rsidP="00294BA7">
      <w:pPr>
        <w:pStyle w:val="libCenterTitr"/>
      </w:pPr>
      <w:bookmarkStart w:id="91" w:name="_Toc64900140"/>
      <w:r>
        <w:t>The 1</w:t>
      </w:r>
      <w:r w:rsidRPr="00294BA7">
        <w:t>st</w:t>
      </w:r>
      <w:r>
        <w:t>Day:</w:t>
      </w:r>
      <w:bookmarkEnd w:id="91"/>
    </w:p>
    <w:p w:rsidR="00294BA7" w:rsidRDefault="00294BA7" w:rsidP="00294BA7">
      <w:pPr>
        <w:pStyle w:val="libNormal"/>
      </w:pPr>
      <w:r>
        <w:t xml:space="preserve">This day is an exceptional graceful day. </w:t>
      </w:r>
      <w:r w:rsidRPr="00294BA7">
        <w:rPr>
          <w:rStyle w:val="libItalicChar"/>
        </w:rPr>
        <w:t xml:space="preserve">Fasting </w:t>
      </w:r>
      <w:r>
        <w:t>on this day is similar to that for eighty years.</w:t>
      </w:r>
    </w:p>
    <w:p w:rsidR="00294BA7" w:rsidRPr="00294BA7" w:rsidRDefault="00294BA7" w:rsidP="00294BA7">
      <w:pPr>
        <w:pStyle w:val="libNormal"/>
        <w:rPr>
          <w:rStyle w:val="libItalicChar"/>
        </w:rPr>
      </w:pPr>
      <w:r>
        <w:t xml:space="preserve">Recite </w:t>
      </w:r>
      <w:r w:rsidRPr="00294BA7">
        <w:rPr>
          <w:rStyle w:val="libItalicChar"/>
        </w:rPr>
        <w:t>Namaz</w:t>
      </w:r>
      <w:r w:rsidR="002E452F">
        <w:rPr>
          <w:rStyle w:val="libItalicChar"/>
        </w:rPr>
        <w:t>-</w:t>
      </w:r>
      <w:r w:rsidRPr="00294BA7">
        <w:rPr>
          <w:rStyle w:val="libItalicChar"/>
        </w:rPr>
        <w:t>e</w:t>
      </w:r>
      <w:r w:rsidR="002E452F">
        <w:rPr>
          <w:rStyle w:val="libItalicChar"/>
        </w:rPr>
        <w:t>-</w:t>
      </w:r>
      <w:r w:rsidRPr="00294BA7">
        <w:rPr>
          <w:rStyle w:val="libItalicChar"/>
        </w:rPr>
        <w:t>Bibi Faatima Zehra (S.A.)</w:t>
      </w:r>
      <w:r>
        <w:t xml:space="preserve"> It is a 4 rak’at Namaaz. In each rak’at recite 50 times Surah</w:t>
      </w:r>
      <w:r w:rsidR="002E452F">
        <w:t>-</w:t>
      </w:r>
      <w:r>
        <w:t>e</w:t>
      </w:r>
      <w:r w:rsidR="002E452F">
        <w:t>-</w:t>
      </w:r>
      <w:r>
        <w:t>Ikhlaas after Al</w:t>
      </w:r>
      <w:r w:rsidR="002E452F">
        <w:t>-</w:t>
      </w:r>
      <w:r>
        <w:t>Hamd. After Namaaz recite this Tasbeeh:</w:t>
      </w:r>
      <w:r w:rsidR="002E452F">
        <w:t>-</w:t>
      </w:r>
      <w:r>
        <w:t xml:space="preserve"> </w:t>
      </w:r>
      <w:r w:rsidRPr="00294BA7">
        <w:rPr>
          <w:rStyle w:val="libItalicChar"/>
        </w:rPr>
        <w:t>Sub’haana Dhil Izzish</w:t>
      </w:r>
      <w:r w:rsidR="002E452F">
        <w:rPr>
          <w:rStyle w:val="libItalicChar"/>
        </w:rPr>
        <w:t>-</w:t>
      </w:r>
      <w:r w:rsidRPr="00294BA7">
        <w:rPr>
          <w:rStyle w:val="libItalicChar"/>
        </w:rPr>
        <w:t>Shaamikhil Muneefi Sub’haana Dhil Jalaalil Baadhikhil Adhweemi Sub’haana Dhil Mulkil Faakhiril Qadeemi Sub’haana Man Yaraa Atharan</w:t>
      </w:r>
      <w:r w:rsidR="002E452F">
        <w:rPr>
          <w:rStyle w:val="libItalicChar"/>
        </w:rPr>
        <w:t>-</w:t>
      </w:r>
      <w:r w:rsidRPr="00294BA7">
        <w:rPr>
          <w:rStyle w:val="libItalicChar"/>
        </w:rPr>
        <w:t>Namlati Fis</w:t>
      </w:r>
      <w:r w:rsidR="002E452F">
        <w:rPr>
          <w:rStyle w:val="libItalicChar"/>
        </w:rPr>
        <w:t>-</w:t>
      </w:r>
      <w:r w:rsidRPr="00294BA7">
        <w:rPr>
          <w:rStyle w:val="libItalicChar"/>
        </w:rPr>
        <w:t>Swafaa Sub’haana Man Yaraa Waq’at</w:t>
      </w:r>
      <w:r w:rsidR="002E452F">
        <w:rPr>
          <w:rStyle w:val="libItalicChar"/>
        </w:rPr>
        <w:t>-</w:t>
      </w:r>
      <w:r w:rsidRPr="00294BA7">
        <w:rPr>
          <w:rStyle w:val="libItalicChar"/>
        </w:rPr>
        <w:t>Twayri Fil Hawaai Sub’haana Man Huwa Haakadhaa Walaa Haakadhaa.</w:t>
      </w:r>
    </w:p>
    <w:p w:rsidR="00294BA7" w:rsidRDefault="00294BA7" w:rsidP="00294BA7">
      <w:pPr>
        <w:pStyle w:val="libNormal"/>
      </w:pPr>
      <w:r>
        <w:t>Half hour before noon: Pray 2 rak’at Namaaz, after Al</w:t>
      </w:r>
      <w:r w:rsidR="002E452F">
        <w:t>-</w:t>
      </w:r>
      <w:r>
        <w:t>Hamd recite 10 times S.Ikhlaas, 10 times Aayatul Kursee, and 10 times S.Qadr.</w:t>
      </w:r>
    </w:p>
    <w:p w:rsidR="00294BA7" w:rsidRPr="00294BA7" w:rsidRDefault="00294BA7" w:rsidP="00294BA7">
      <w:pPr>
        <w:pStyle w:val="libNormal"/>
        <w:rPr>
          <w:rStyle w:val="libItalicChar"/>
        </w:rPr>
      </w:pPr>
      <w:r>
        <w:t xml:space="preserve">The one </w:t>
      </w:r>
      <w:r w:rsidRPr="00F83CC6">
        <w:rPr>
          <w:rStyle w:val="libUnderlineChar"/>
        </w:rPr>
        <w:t>who fears a Dhaalim</w:t>
      </w:r>
      <w:r>
        <w:t xml:space="preserve"> should recite this Duaa so tha the shall be rescued from tribulations:</w:t>
      </w:r>
      <w:r w:rsidRPr="00294BA7">
        <w:rPr>
          <w:rStyle w:val="libItalicChar"/>
        </w:rPr>
        <w:t xml:space="preserve"> Hasbee Hasbee Hasbee Min Su’aali Ilmuka Bihaali.</w:t>
      </w:r>
    </w:p>
    <w:p w:rsidR="00294BA7" w:rsidRDefault="00294BA7" w:rsidP="00294BA7">
      <w:pPr>
        <w:pStyle w:val="libNormal"/>
      </w:pPr>
      <w:r>
        <w:t>Today is the marriage anniversary of Bibi Faatima Zehra (S.A.) to Imaam Ali ibn Abi Taalib (A.S.)</w:t>
      </w:r>
    </w:p>
    <w:p w:rsidR="00294BA7" w:rsidRDefault="00294BA7" w:rsidP="00294BA7">
      <w:pPr>
        <w:pStyle w:val="libCenterTitr"/>
      </w:pPr>
      <w:bookmarkStart w:id="92" w:name="_Toc64900141"/>
      <w:r>
        <w:lastRenderedPageBreak/>
        <w:t>The 7</w:t>
      </w:r>
      <w:r w:rsidRPr="00294BA7">
        <w:t>th</w:t>
      </w:r>
      <w:r>
        <w:t xml:space="preserve"> Day:</w:t>
      </w:r>
      <w:bookmarkEnd w:id="92"/>
    </w:p>
    <w:p w:rsidR="00294BA7" w:rsidRDefault="00294BA7" w:rsidP="00294BA7">
      <w:pPr>
        <w:pStyle w:val="libNormal"/>
      </w:pPr>
      <w:r>
        <w:t xml:space="preserve">This is the day of sorrow today being the day of Martyrdom of </w:t>
      </w:r>
      <w:r w:rsidRPr="00294BA7">
        <w:rPr>
          <w:rStyle w:val="libItalicChar"/>
        </w:rPr>
        <w:t>Imaam Muhammad Baaqir (A.S.)</w:t>
      </w:r>
      <w:r>
        <w:t xml:space="preserve"> in Madeena. So we should recite his Ziyaarat and his Duaas and Salawaat.</w:t>
      </w:r>
    </w:p>
    <w:p w:rsidR="00294BA7" w:rsidRDefault="00294BA7" w:rsidP="00294BA7">
      <w:pPr>
        <w:pStyle w:val="libCenterTitr"/>
      </w:pPr>
      <w:bookmarkStart w:id="93" w:name="_Toc64900142"/>
      <w:r>
        <w:t>The 8</w:t>
      </w:r>
      <w:r w:rsidRPr="00294BA7">
        <w:t>th</w:t>
      </w:r>
      <w:r>
        <w:t xml:space="preserve"> Day:</w:t>
      </w:r>
      <w:bookmarkEnd w:id="93"/>
    </w:p>
    <w:p w:rsidR="00294BA7" w:rsidRDefault="00294BA7" w:rsidP="00294BA7">
      <w:pPr>
        <w:pStyle w:val="libNormal"/>
      </w:pPr>
      <w:r>
        <w:t xml:space="preserve">Today is the day of </w:t>
      </w:r>
      <w:r w:rsidRPr="00294BA7">
        <w:rPr>
          <w:rStyle w:val="libUnderlineChar"/>
        </w:rPr>
        <w:t>Tarwiyyah</w:t>
      </w:r>
      <w:r>
        <w:t xml:space="preserve">. It is very beneficial to observe </w:t>
      </w:r>
      <w:r w:rsidRPr="00294BA7">
        <w:rPr>
          <w:rStyle w:val="libItalicChar"/>
        </w:rPr>
        <w:t xml:space="preserve">Fasting </w:t>
      </w:r>
      <w:r>
        <w:t xml:space="preserve">today, its reward is the expiation of sixty years’ sins. It is Mustahab to make </w:t>
      </w:r>
      <w:r w:rsidRPr="00294BA7">
        <w:rPr>
          <w:rStyle w:val="libItalicChar"/>
        </w:rPr>
        <w:t xml:space="preserve">Ghusl </w:t>
      </w:r>
      <w:r>
        <w:t>today.</w:t>
      </w:r>
    </w:p>
    <w:p w:rsidR="00294BA7" w:rsidRDefault="00294BA7" w:rsidP="00294BA7">
      <w:pPr>
        <w:pStyle w:val="libCenterTitr"/>
      </w:pPr>
      <w:bookmarkStart w:id="94" w:name="_Toc64900143"/>
      <w:r>
        <w:t>The 9</w:t>
      </w:r>
      <w:r w:rsidRPr="00294BA7">
        <w:t>th</w:t>
      </w:r>
      <w:r>
        <w:t xml:space="preserve"> Night:</w:t>
      </w:r>
      <w:bookmarkEnd w:id="94"/>
    </w:p>
    <w:p w:rsidR="00294BA7" w:rsidRPr="00294BA7" w:rsidRDefault="00294BA7" w:rsidP="00294BA7">
      <w:pPr>
        <w:pStyle w:val="libNormal"/>
        <w:rPr>
          <w:rStyle w:val="libItalicChar"/>
        </w:rPr>
      </w:pPr>
      <w:r>
        <w:t xml:space="preserve">This is one of the </w:t>
      </w:r>
      <w:r w:rsidRPr="00294BA7">
        <w:rPr>
          <w:rStyle w:val="libItalicChar"/>
        </w:rPr>
        <w:t>blessed nights</w:t>
      </w:r>
      <w:r>
        <w:t xml:space="preserve">. Tonight is the time to plead, glorify, and ask from our Lord The Most High. Duaas are accepted and sins are forgiven in this night. </w:t>
      </w:r>
      <w:r w:rsidRPr="00F83CC6">
        <w:rPr>
          <w:rStyle w:val="libUnderlineChar"/>
        </w:rPr>
        <w:t>One who keeps awake for Ibaadaat gets the reward of 170 years’ worship.</w:t>
      </w:r>
    </w:p>
    <w:p w:rsidR="00294BA7" w:rsidRPr="00294BA7" w:rsidRDefault="00294BA7" w:rsidP="00294BA7">
      <w:pPr>
        <w:pStyle w:val="libNormal"/>
        <w:rPr>
          <w:rStyle w:val="libItalicChar"/>
        </w:rPr>
      </w:pPr>
      <w:r>
        <w:t xml:space="preserve">Recite this </w:t>
      </w:r>
      <w:r w:rsidRPr="00294BA7">
        <w:rPr>
          <w:rStyle w:val="libItalicChar"/>
        </w:rPr>
        <w:t xml:space="preserve">Duaa </w:t>
      </w:r>
      <w:r w:rsidR="002E452F">
        <w:t>-</w:t>
      </w:r>
      <w:r>
        <w:t xml:space="preserve"> starting withthese words </w:t>
      </w:r>
      <w:r w:rsidRPr="00294BA7">
        <w:rPr>
          <w:rStyle w:val="libItalicChar"/>
        </w:rPr>
        <w:t xml:space="preserve">“Alaahumma Yaa Shaahida Kulli Najwaa…” </w:t>
      </w:r>
      <w:r>
        <w:t>(please refer to M.Jinaan).</w:t>
      </w:r>
    </w:p>
    <w:p w:rsidR="00294BA7" w:rsidRDefault="00294BA7" w:rsidP="00294BA7">
      <w:pPr>
        <w:pStyle w:val="libNormal"/>
      </w:pPr>
      <w:r>
        <w:t xml:space="preserve">Recite this Duaa </w:t>
      </w:r>
      <w:r w:rsidR="002E452F">
        <w:t>-</w:t>
      </w:r>
      <w:r>
        <w:t xml:space="preserve"> Starting with these words “Allaahumma Man Ta’abbab’a Wa Tahayya’a…” (ref.M.Jinaan). </w:t>
      </w:r>
    </w:p>
    <w:p w:rsidR="00294BA7" w:rsidRDefault="00294BA7" w:rsidP="00294BA7">
      <w:pPr>
        <w:pStyle w:val="libNormal"/>
      </w:pPr>
      <w:r>
        <w:t>Recite Ziyaarat of Imaam Husayn (A.S.)</w:t>
      </w:r>
    </w:p>
    <w:p w:rsidR="00294BA7" w:rsidRPr="00294BA7" w:rsidRDefault="00294BA7" w:rsidP="00294BA7">
      <w:pPr>
        <w:pStyle w:val="libCenterTitr"/>
      </w:pPr>
      <w:bookmarkStart w:id="95" w:name="_Toc64900144"/>
      <w:r>
        <w:t>THE DAY OF</w:t>
      </w:r>
      <w:r w:rsidRPr="00294BA7">
        <w:t xml:space="preserve"> ARAFAA</w:t>
      </w:r>
      <w:bookmarkEnd w:id="95"/>
    </w:p>
    <w:p w:rsidR="00294BA7" w:rsidRDefault="00294BA7" w:rsidP="00294BA7">
      <w:pPr>
        <w:pStyle w:val="libNormal"/>
      </w:pPr>
      <w:r>
        <w:t xml:space="preserve">Today is a day of great </w:t>
      </w:r>
      <w:r w:rsidRPr="00294BA7">
        <w:rPr>
          <w:rStyle w:val="libItalicChar"/>
        </w:rPr>
        <w:t>Eed.</w:t>
      </w:r>
      <w:r>
        <w:t xml:space="preserve"> Today The Merciful Allaah spreads His boundless Mercy and Blessings towards His true servents. Today is the day Shaytaan is made more disgraceful and reprehensive. These are some A’amaal to be observed fot this day:</w:t>
      </w:r>
    </w:p>
    <w:p w:rsidR="00294BA7" w:rsidRDefault="00294BA7" w:rsidP="00294BA7">
      <w:pPr>
        <w:pStyle w:val="libNormal"/>
      </w:pPr>
      <w:r>
        <w:t>Make Ghusl.</w:t>
      </w:r>
    </w:p>
    <w:p w:rsidR="00294BA7" w:rsidRPr="00294BA7" w:rsidRDefault="00294BA7" w:rsidP="00294BA7">
      <w:pPr>
        <w:pStyle w:val="libNormal"/>
        <w:rPr>
          <w:rStyle w:val="libItalicChar"/>
        </w:rPr>
      </w:pPr>
      <w:r>
        <w:t xml:space="preserve">Recite </w:t>
      </w:r>
      <w:r w:rsidRPr="00294BA7">
        <w:rPr>
          <w:rStyle w:val="libItalicChar"/>
        </w:rPr>
        <w:t>Ziyaarat of Imaam Husayn (A.S.)</w:t>
      </w:r>
      <w:r>
        <w:t xml:space="preserve"> Sawaab of Ziyaarat of today is manifold in comparision to other days. It is written that you get the Sawaab of one thousand Hajj, one thousand Umrah, and one thousand Jihaad, reather more then this. The one who is fortunate to be in Karbalaa at the Holy Shrine of Imaam Husayn (A.S.) under the Blessed Kubba earns the Sawaab of not less then that who is present in Arafaat, rather it is much more then that. There is a special Ziyaarat for today, please refer M.Jinaan for it. After Namaaz</w:t>
      </w:r>
      <w:r w:rsidR="002E452F">
        <w:t>-</w:t>
      </w:r>
      <w:r>
        <w:t>e</w:t>
      </w:r>
      <w:r w:rsidR="002E452F">
        <w:t>-</w:t>
      </w:r>
      <w:r>
        <w:t>Asr pray two rak’at Namaaz under the open sky and repent sincerely to Allaah for all the sins, faults, misconducts, misbehaviours etc. Inshaa’Allaah pardon shall be granted, and Sawaab of Arafat shall be gained.</w:t>
      </w:r>
    </w:p>
    <w:p w:rsidR="00294BA7" w:rsidRPr="00294BA7" w:rsidRDefault="00294BA7" w:rsidP="00294BA7">
      <w:pPr>
        <w:pStyle w:val="libNormal"/>
        <w:rPr>
          <w:rStyle w:val="libItalicChar"/>
        </w:rPr>
      </w:pPr>
      <w:r>
        <w:t>Then there are somehow lengthy but very beautiful and beneficial A’amals to be done including some of the following, mentioned, for details please refer M.Jinaan</w:t>
      </w:r>
      <w:r w:rsidR="002E452F">
        <w:rPr>
          <w:rStyle w:val="libItalicChar"/>
        </w:rPr>
        <w:t>-</w:t>
      </w:r>
      <w:r w:rsidRPr="00294BA7">
        <w:rPr>
          <w:rStyle w:val="libItalicChar"/>
        </w:rPr>
        <w:t>2 rak’at Namaaz</w:t>
      </w:r>
      <w:r w:rsidR="002E452F">
        <w:rPr>
          <w:rStyle w:val="libItalicChar"/>
        </w:rPr>
        <w:t>-</w:t>
      </w:r>
      <w:r w:rsidRPr="00294BA7">
        <w:rPr>
          <w:rStyle w:val="libItalicChar"/>
        </w:rPr>
        <w:t>4 rak’at Namaaz</w:t>
      </w:r>
      <w:r w:rsidR="002E452F">
        <w:rPr>
          <w:rStyle w:val="libItalicChar"/>
        </w:rPr>
        <w:t>-</w:t>
      </w:r>
      <w:r w:rsidRPr="00294BA7">
        <w:rPr>
          <w:rStyle w:val="libItalicChar"/>
        </w:rPr>
        <w:t xml:space="preserve"> Tasbihaat</w:t>
      </w:r>
      <w:r w:rsidR="002E452F">
        <w:rPr>
          <w:rStyle w:val="libItalicChar"/>
        </w:rPr>
        <w:t>-</w:t>
      </w:r>
      <w:r w:rsidRPr="00294BA7">
        <w:rPr>
          <w:rStyle w:val="libItalicChar"/>
        </w:rPr>
        <w:t xml:space="preserve"> 100 times Tasbihaate Arba’aa</w:t>
      </w:r>
      <w:r w:rsidR="002E452F">
        <w:rPr>
          <w:rStyle w:val="libItalicChar"/>
        </w:rPr>
        <w:t>-</w:t>
      </w:r>
      <w:r w:rsidRPr="00294BA7">
        <w:rPr>
          <w:rStyle w:val="libItalicChar"/>
        </w:rPr>
        <w:t>100 times Surah</w:t>
      </w:r>
      <w:r w:rsidR="002E452F">
        <w:rPr>
          <w:rStyle w:val="libItalicChar"/>
        </w:rPr>
        <w:t>-</w:t>
      </w:r>
      <w:r w:rsidRPr="00294BA7">
        <w:rPr>
          <w:rStyle w:val="libItalicChar"/>
        </w:rPr>
        <w:t>e</w:t>
      </w:r>
      <w:r w:rsidR="002E452F">
        <w:rPr>
          <w:rStyle w:val="libItalicChar"/>
        </w:rPr>
        <w:t>-</w:t>
      </w:r>
      <w:r w:rsidRPr="00294BA7">
        <w:rPr>
          <w:rStyle w:val="libItalicChar"/>
        </w:rPr>
        <w:t>Ikhlaas</w:t>
      </w:r>
      <w:r w:rsidR="002E452F">
        <w:rPr>
          <w:rStyle w:val="libItalicChar"/>
        </w:rPr>
        <w:t>-</w:t>
      </w:r>
      <w:r w:rsidRPr="00294BA7">
        <w:rPr>
          <w:rStyle w:val="libItalicChar"/>
        </w:rPr>
        <w:t>100 times Aayatul Kursee—100 times Salawaat</w:t>
      </w:r>
      <w:r w:rsidR="002E452F">
        <w:rPr>
          <w:rStyle w:val="libItalicChar"/>
        </w:rPr>
        <w:t>-</w:t>
      </w:r>
      <w:r w:rsidRPr="00294BA7">
        <w:rPr>
          <w:rStyle w:val="libItalicChar"/>
        </w:rPr>
        <w:t>Duaa—Istighfaar</w:t>
      </w:r>
      <w:r w:rsidR="002E452F">
        <w:rPr>
          <w:rStyle w:val="libItalicChar"/>
        </w:rPr>
        <w:t>-</w:t>
      </w:r>
      <w:r w:rsidRPr="00294BA7">
        <w:rPr>
          <w:rStyle w:val="libItalicChar"/>
        </w:rPr>
        <w:t xml:space="preserve"> Special Salawaat</w:t>
      </w:r>
      <w:r w:rsidR="002E452F">
        <w:rPr>
          <w:rStyle w:val="libItalicChar"/>
        </w:rPr>
        <w:t>-</w:t>
      </w:r>
      <w:r w:rsidRPr="00294BA7">
        <w:rPr>
          <w:rStyle w:val="libItalicChar"/>
        </w:rPr>
        <w:t xml:space="preserve"> Duaa of Imaam Husayn (A.S.)</w:t>
      </w:r>
      <w:r w:rsidR="002E452F">
        <w:rPr>
          <w:rStyle w:val="libItalicChar"/>
        </w:rPr>
        <w:t>-</w:t>
      </w:r>
      <w:r w:rsidRPr="00294BA7">
        <w:rPr>
          <w:rStyle w:val="libItalicChar"/>
        </w:rPr>
        <w:t xml:space="preserve"> Duaa for all Mu’mineena Wal Mu’minaat</w:t>
      </w:r>
      <w:r w:rsidR="002E452F">
        <w:rPr>
          <w:rStyle w:val="libItalicChar"/>
        </w:rPr>
        <w:t>-</w:t>
      </w:r>
      <w:r w:rsidRPr="00294BA7">
        <w:rPr>
          <w:rStyle w:val="libItalicChar"/>
        </w:rPr>
        <w:t xml:space="preserve"> The third Ziyaarate Jaamia</w:t>
      </w:r>
      <w:r w:rsidR="002E452F">
        <w:rPr>
          <w:rStyle w:val="libItalicChar"/>
        </w:rPr>
        <w:t>-</w:t>
      </w:r>
      <w:r w:rsidRPr="00294BA7">
        <w:rPr>
          <w:rStyle w:val="libItalicChar"/>
        </w:rPr>
        <w:t xml:space="preserve"> Duaa</w:t>
      </w:r>
      <w:r w:rsidR="002E452F">
        <w:rPr>
          <w:rStyle w:val="libItalicChar"/>
        </w:rPr>
        <w:t>-</w:t>
      </w:r>
      <w:r w:rsidRPr="00294BA7">
        <w:rPr>
          <w:rStyle w:val="libItalicChar"/>
        </w:rPr>
        <w:t>e</w:t>
      </w:r>
      <w:r w:rsidR="002E452F">
        <w:rPr>
          <w:rStyle w:val="libItalicChar"/>
        </w:rPr>
        <w:t>-</w:t>
      </w:r>
      <w:r w:rsidRPr="00294BA7">
        <w:rPr>
          <w:rStyle w:val="libItalicChar"/>
        </w:rPr>
        <w:t>Asharaat.</w:t>
      </w:r>
    </w:p>
    <w:p w:rsidR="00294BA7" w:rsidRDefault="00294BA7" w:rsidP="00294BA7">
      <w:pPr>
        <w:pStyle w:val="libCenterTitr"/>
      </w:pPr>
      <w:bookmarkStart w:id="96" w:name="_Toc64900145"/>
      <w:r>
        <w:t>10</w:t>
      </w:r>
      <w:r w:rsidRPr="00294BA7">
        <w:t>th</w:t>
      </w:r>
      <w:r>
        <w:t xml:space="preserve"> Night EED</w:t>
      </w:r>
      <w:r w:rsidR="002E452F">
        <w:t>-</w:t>
      </w:r>
      <w:r>
        <w:t>NIGHT:</w:t>
      </w:r>
      <w:bookmarkEnd w:id="96"/>
    </w:p>
    <w:p w:rsidR="00294BA7" w:rsidRPr="00294BA7" w:rsidRDefault="00294BA7" w:rsidP="00294BA7">
      <w:pPr>
        <w:pStyle w:val="libNormal"/>
        <w:rPr>
          <w:rStyle w:val="libUnderlineChar"/>
        </w:rPr>
      </w:pPr>
      <w:r>
        <w:t xml:space="preserve">This is a very blessed night. </w:t>
      </w:r>
      <w:r w:rsidRPr="00294BA7">
        <w:t xml:space="preserve">This night is amongst those four night in which it is highly emphasized to </w:t>
      </w:r>
      <w:r w:rsidRPr="00294BA7">
        <w:rPr>
          <w:rStyle w:val="libUnderlineChar"/>
        </w:rPr>
        <w:t>keep awake all night for Ibaadat.</w:t>
      </w:r>
      <w:r w:rsidRPr="00294BA7">
        <w:t xml:space="preserve"> </w:t>
      </w:r>
      <w:r>
        <w:t xml:space="preserve">The gates of heavens are open tonight. It is Mustahab to recite Ziyaarat of Imaam Husayn (A.S.) and this Duaa, starting with these words “Yaa Daaimal Fadhli Alal Bariyyah…” </w:t>
      </w:r>
      <w:r w:rsidRPr="00294BA7">
        <w:rPr>
          <w:rStyle w:val="libUnderlineChar"/>
        </w:rPr>
        <w:t>which is stated in the A’amaal of the night of Arafah.</w:t>
      </w:r>
    </w:p>
    <w:p w:rsidR="00294BA7" w:rsidRPr="00294BA7" w:rsidRDefault="00294BA7" w:rsidP="00294BA7">
      <w:pPr>
        <w:pStyle w:val="libNormal"/>
        <w:rPr>
          <w:rStyle w:val="libItalicChar"/>
        </w:rPr>
      </w:pPr>
      <w:r>
        <w:lastRenderedPageBreak/>
        <w:t>If you so wish you may pray 2 rak’at Namaaz</w:t>
      </w:r>
      <w:r w:rsidR="002E452F">
        <w:t>-</w:t>
      </w:r>
      <w:r>
        <w:t>e</w:t>
      </w:r>
      <w:r w:rsidR="002E452F">
        <w:t>-</w:t>
      </w:r>
      <w:r>
        <w:t>Afw for pardoning of sins; Duaa</w:t>
      </w:r>
      <w:r w:rsidR="002E452F">
        <w:t>-</w:t>
      </w:r>
      <w:r>
        <w:t>e</w:t>
      </w:r>
      <w:r w:rsidR="002E452F">
        <w:t>-</w:t>
      </w:r>
      <w:r>
        <w:t>Tawbaa; Namaaz for Shukr; Duaa</w:t>
      </w:r>
      <w:r w:rsidR="002E452F">
        <w:t>-</w:t>
      </w:r>
      <w:r>
        <w:t>e</w:t>
      </w:r>
      <w:r w:rsidR="002E452F">
        <w:t>-</w:t>
      </w:r>
      <w:r>
        <w:t>Tawassul, Mashlool, Mujeer; Namaaz and Duaas for Haajaat; For good health; For the well</w:t>
      </w:r>
      <w:r w:rsidR="002E452F">
        <w:t>-</w:t>
      </w:r>
      <w:r>
        <w:t>being in Kabr &amp; Aakherat; Namaaz</w:t>
      </w:r>
      <w:r w:rsidR="002E452F">
        <w:t>-</w:t>
      </w:r>
      <w:r>
        <w:t>e</w:t>
      </w:r>
      <w:r w:rsidR="002E452F">
        <w:t>-</w:t>
      </w:r>
      <w:r>
        <w:t>Isteghaasa; S£rah Yaaseen, S. Dukhaan, S. Rahmaan, S. Hajj, S. Mulk, S. Waaqiah, and many more Tilaawat.</w:t>
      </w:r>
    </w:p>
    <w:p w:rsidR="002E452F" w:rsidRDefault="002E452F" w:rsidP="00A52C13">
      <w:pPr>
        <w:pStyle w:val="libNormal"/>
      </w:pPr>
      <w:r>
        <w:br w:type="page"/>
      </w:r>
    </w:p>
    <w:p w:rsidR="00A33494" w:rsidRDefault="00A33494" w:rsidP="00A33494">
      <w:pPr>
        <w:pStyle w:val="Heading1Center"/>
      </w:pPr>
      <w:bookmarkStart w:id="97" w:name="_Toc420238114"/>
      <w:r w:rsidRPr="00A33494">
        <w:lastRenderedPageBreak/>
        <w:t>EED-U-ZZOHAA 10TH Dul-Hijjaah</w:t>
      </w:r>
      <w:bookmarkEnd w:id="97"/>
    </w:p>
    <w:p w:rsidR="00294BA7" w:rsidRPr="00294BA7" w:rsidRDefault="00294BA7" w:rsidP="00294BA7">
      <w:pPr>
        <w:pStyle w:val="libNormal"/>
        <w:rPr>
          <w:rStyle w:val="libItalicChar"/>
        </w:rPr>
      </w:pPr>
      <w:r w:rsidRPr="00A33494">
        <w:t>Tod</w:t>
      </w:r>
      <w:r>
        <w:t xml:space="preserve">ay is the day of </w:t>
      </w:r>
      <w:r w:rsidRPr="00294BA7">
        <w:rPr>
          <w:rStyle w:val="libItalicChar"/>
        </w:rPr>
        <w:t>Eed</w:t>
      </w:r>
      <w:r w:rsidR="002E452F">
        <w:rPr>
          <w:rStyle w:val="libItalicChar"/>
        </w:rPr>
        <w:t>-</w:t>
      </w:r>
      <w:r w:rsidRPr="00294BA7">
        <w:rPr>
          <w:rStyle w:val="libItalicChar"/>
        </w:rPr>
        <w:t>e</w:t>
      </w:r>
      <w:r w:rsidR="002E452F">
        <w:rPr>
          <w:rStyle w:val="libItalicChar"/>
        </w:rPr>
        <w:t>-</w:t>
      </w:r>
      <w:r w:rsidRPr="00294BA7">
        <w:rPr>
          <w:rStyle w:val="libItalicChar"/>
        </w:rPr>
        <w:t>Qurbani</w:t>
      </w:r>
      <w:r>
        <w:t xml:space="preserve"> and it is a magnificient day. Some A’amal for today:</w:t>
      </w:r>
    </w:p>
    <w:p w:rsidR="00294BA7" w:rsidRPr="00294BA7" w:rsidRDefault="00294BA7" w:rsidP="00294BA7">
      <w:pPr>
        <w:pStyle w:val="libNormal"/>
        <w:rPr>
          <w:rStyle w:val="libItalicChar"/>
        </w:rPr>
      </w:pPr>
      <w:r>
        <w:t>It is Sunnaat</w:t>
      </w:r>
      <w:r w:rsidR="002E452F">
        <w:t>-</w:t>
      </w:r>
      <w:r>
        <w:t>e</w:t>
      </w:r>
      <w:r w:rsidR="002E452F">
        <w:t>-</w:t>
      </w:r>
      <w:r>
        <w:t xml:space="preserve">Muakkida to make </w:t>
      </w:r>
      <w:r w:rsidRPr="00294BA7">
        <w:rPr>
          <w:rStyle w:val="libItalicChar"/>
        </w:rPr>
        <w:t>Ghusl</w:t>
      </w:r>
      <w:r>
        <w:t>, some Ulamaa also say it to be Waajib.</w:t>
      </w:r>
    </w:p>
    <w:p w:rsidR="00294BA7" w:rsidRDefault="00294BA7" w:rsidP="00294BA7">
      <w:pPr>
        <w:pStyle w:val="libNormal"/>
      </w:pPr>
      <w:r>
        <w:t>Pray Namaaz</w:t>
      </w:r>
      <w:r w:rsidR="002E452F">
        <w:t>-</w:t>
      </w:r>
      <w:r>
        <w:t>e</w:t>
      </w:r>
      <w:r w:rsidR="002E452F">
        <w:t>-</w:t>
      </w:r>
      <w:r>
        <w:t>Eed.</w:t>
      </w:r>
    </w:p>
    <w:p w:rsidR="00294BA7" w:rsidRPr="00294BA7" w:rsidRDefault="00294BA7" w:rsidP="00294BA7">
      <w:pPr>
        <w:pStyle w:val="libNormal"/>
        <w:rPr>
          <w:rStyle w:val="libItalicChar"/>
        </w:rPr>
      </w:pPr>
      <w:r>
        <w:t xml:space="preserve">Recite </w:t>
      </w:r>
      <w:r w:rsidRPr="00294BA7">
        <w:rPr>
          <w:rStyle w:val="libItalicChar"/>
        </w:rPr>
        <w:t xml:space="preserve">Duaa </w:t>
      </w:r>
      <w:r>
        <w:t>No: 46 and 48 from Saheefa</w:t>
      </w:r>
      <w:r w:rsidR="002E452F">
        <w:t>-</w:t>
      </w:r>
      <w:r>
        <w:t>e</w:t>
      </w:r>
      <w:r w:rsidR="002E452F">
        <w:t>-</w:t>
      </w:r>
      <w:r>
        <w:t>Kaamila.</w:t>
      </w:r>
    </w:p>
    <w:p w:rsidR="00294BA7" w:rsidRPr="00294BA7" w:rsidRDefault="00294BA7" w:rsidP="00294BA7">
      <w:pPr>
        <w:pStyle w:val="libNormal"/>
        <w:rPr>
          <w:rStyle w:val="libItalicChar"/>
        </w:rPr>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Nudbaa</w:t>
      </w:r>
      <w:r>
        <w:t>. (ref.M.Jinaan)</w:t>
      </w:r>
    </w:p>
    <w:p w:rsidR="00294BA7" w:rsidRPr="00294BA7" w:rsidRDefault="00294BA7" w:rsidP="00294BA7">
      <w:pPr>
        <w:pStyle w:val="libNormal"/>
        <w:rPr>
          <w:rStyle w:val="libItalicChar"/>
        </w:rPr>
      </w:pPr>
      <w:r>
        <w:t xml:space="preserve">Perform </w:t>
      </w:r>
      <w:r w:rsidRPr="00294BA7">
        <w:rPr>
          <w:rStyle w:val="libItalicChar"/>
        </w:rPr>
        <w:t>Qurbaani,</w:t>
      </w:r>
      <w:r>
        <w:t xml:space="preserve"> it is Sunnat</w:t>
      </w:r>
      <w:r w:rsidR="002E452F">
        <w:t>-</w:t>
      </w:r>
      <w:r>
        <w:t>e</w:t>
      </w:r>
      <w:r w:rsidR="002E452F">
        <w:t>-</w:t>
      </w:r>
      <w:r>
        <w:t>Muakkida.</w:t>
      </w:r>
    </w:p>
    <w:p w:rsidR="00294BA7" w:rsidRPr="00294BA7" w:rsidRDefault="00294BA7" w:rsidP="00294BA7">
      <w:pPr>
        <w:pStyle w:val="libNormal"/>
        <w:rPr>
          <w:rStyle w:val="libItalicChar"/>
        </w:rPr>
      </w:pPr>
      <w:r>
        <w:t xml:space="preserve">Recite the following </w:t>
      </w:r>
      <w:r w:rsidRPr="00294BA7">
        <w:rPr>
          <w:rStyle w:val="libItalicChar"/>
        </w:rPr>
        <w:t>Takbiraat</w:t>
      </w:r>
      <w:r>
        <w:t xml:space="preserve"> often, and after Nawaafil</w:t>
      </w:r>
      <w:r w:rsidRPr="00294BA7">
        <w:rPr>
          <w:rStyle w:val="libItalicChar"/>
        </w:rPr>
        <w:t xml:space="preserve">, </w:t>
      </w:r>
      <w:r>
        <w:t xml:space="preserve">and the person who is present at Meena today should recite these Takbiraat after 15 Namaaz starting from today Sub’h till Zohr of 13th day; the others should should </w:t>
      </w:r>
      <w:r w:rsidRPr="00F83CC6">
        <w:rPr>
          <w:rStyle w:val="libUnderlineChar"/>
        </w:rPr>
        <w:t>recite after 10 Namaaz</w:t>
      </w:r>
      <w:r>
        <w:t xml:space="preserve"> starting from Zohr till Sub’h of the 12th day. The Takbeeraat are these: </w:t>
      </w:r>
      <w:r w:rsidRPr="00294BA7">
        <w:rPr>
          <w:rStyle w:val="libItalicChar"/>
        </w:rPr>
        <w:t>Allaahu Akbar Allaahu Akbar Laa Ilaaha Illallaahu Wallaahu Akbar, Allaahu Akbar, Walillaahil Hamd, Allaahu Akbar, Alaa Maa Hadaanaa, Allaahu Akbar, Alaa Maa Razaqanaa Mim Baheematil An’aami, Wal HamduLillaahi Alaa Maa Ablaanaa.</w:t>
      </w:r>
    </w:p>
    <w:p w:rsidR="002E452F" w:rsidRDefault="002E452F" w:rsidP="00A33494">
      <w:pPr>
        <w:pStyle w:val="libNormal"/>
      </w:pPr>
      <w:r>
        <w:br w:type="page"/>
      </w:r>
    </w:p>
    <w:p w:rsidR="00A33494" w:rsidRDefault="00A33494" w:rsidP="00A33494">
      <w:pPr>
        <w:pStyle w:val="Heading1Center"/>
      </w:pPr>
      <w:bookmarkStart w:id="98" w:name="_Toc420238115"/>
      <w:r w:rsidRPr="00A33494">
        <w:lastRenderedPageBreak/>
        <w:t>EED-E-GHADEER</w:t>
      </w:r>
      <w:bookmarkEnd w:id="98"/>
    </w:p>
    <w:p w:rsidR="00294BA7" w:rsidRDefault="00294BA7" w:rsidP="00294BA7">
      <w:pPr>
        <w:pStyle w:val="libNormal"/>
      </w:pPr>
      <w:r>
        <w:t xml:space="preserve">Today is considered </w:t>
      </w:r>
      <w:r w:rsidRPr="00294BA7">
        <w:rPr>
          <w:rStyle w:val="libItalicChar"/>
        </w:rPr>
        <w:t>the greatest Eed</w:t>
      </w:r>
      <w:r>
        <w:t xml:space="preserve"> by Almighty Allaah and Aal</w:t>
      </w:r>
      <w:r w:rsidR="002E452F">
        <w:t>-</w:t>
      </w:r>
      <w:r>
        <w:t>e</w:t>
      </w:r>
      <w:r w:rsidR="002E452F">
        <w:t>-</w:t>
      </w:r>
      <w:r>
        <w:t>Muhammad. To whomsoever Allah bestowed Apostleship, they observed this day as a very revered day of Eed.</w:t>
      </w:r>
    </w:p>
    <w:p w:rsidR="00294BA7" w:rsidRPr="00294BA7" w:rsidRDefault="00294BA7" w:rsidP="00294BA7">
      <w:pPr>
        <w:pStyle w:val="libNormal"/>
        <w:rPr>
          <w:rStyle w:val="libItalicChar"/>
        </w:rPr>
      </w:pPr>
      <w:r>
        <w:t xml:space="preserve">Imaam Ja’afar Saadiq A,S. was once asked that if there was any other Eed besides the Eed of Fitr, Adh’haa, and Jummah, he said that there is one of the greatest Edd and it is the Eed of Ghadeer on 18th Zilhijjah when the Holy Prophet (S.A.W.W.) announced publicly about the Imaamat and Khilaafat of Imaam Ali (A.S.) delaring, </w:t>
      </w:r>
      <w:r w:rsidRPr="00294BA7">
        <w:rPr>
          <w:rStyle w:val="libItalicChar"/>
        </w:rPr>
        <w:t>“Man Kuntu Mawlaahu Faa Haadhaa Aliyyun Mawlaahu.”</w:t>
      </w:r>
      <w:r>
        <w:t xml:space="preserve"> The questioner asked the Imaam that what deeds should we do today? He answered that you should </w:t>
      </w:r>
      <w:r w:rsidRPr="00294BA7">
        <w:rPr>
          <w:rStyle w:val="libItalicChar"/>
        </w:rPr>
        <w:t>observe Fasting, remember Muhammad (S.A.W.W) and Aali Muhammad (A.S.) and send Salawaat on them abundantly.</w:t>
      </w:r>
    </w:p>
    <w:p w:rsidR="00294BA7" w:rsidRDefault="00294BA7" w:rsidP="00294BA7">
      <w:pPr>
        <w:pStyle w:val="libNormal"/>
      </w:pPr>
      <w:r>
        <w:t>Imaam Ali Radhaa (A.S.) said to one of his companions that from wherever he was he should try to reach to the Holy Shrine of Imaam Ali (A.S.) because today Allaah S.W.T pardons the sins for sixty years of every Mu’min men and women, and every Muslim men and women. And also He emancipates people from Hell fire as He does in Shab</w:t>
      </w:r>
      <w:r w:rsidR="002E452F">
        <w:t>-</w:t>
      </w:r>
      <w:r>
        <w:t>e</w:t>
      </w:r>
      <w:r w:rsidR="002E452F">
        <w:t>-</w:t>
      </w:r>
      <w:r>
        <w:t>Qadr and Shab</w:t>
      </w:r>
      <w:r w:rsidR="002E452F">
        <w:t>-</w:t>
      </w:r>
      <w:r>
        <w:t>e</w:t>
      </w:r>
      <w:r w:rsidR="002E452F">
        <w:t>-</w:t>
      </w:r>
      <w:r>
        <w:t>Eed. To give one dirham to your Mu’min brother today is more benevolent then to give one thousand dirhams in other days. And it is very beneficient to be compassionate and kind and lenient to your Mu’min brothers and sisters today. The Imaam said on oath that if people would recognize the sanctity and excellence of this day the Angels would shake hands with them. So it is of utmost importance that we should give appropriate reverence to this day of Ghadeer.</w:t>
      </w:r>
    </w:p>
    <w:p w:rsidR="00294BA7" w:rsidRDefault="00294BA7" w:rsidP="00294BA7">
      <w:pPr>
        <w:pStyle w:val="libNormal"/>
      </w:pPr>
      <w:r>
        <w:t>For the blessed day of Ghadder one should put on good cloths, wear best perfume, rejoice, make the Shias also rejoice, forgive their mistakes, fulfil their needs, be considerate and free handed to relatives, spend on their children, send food to Mu’mineen, give Iftaar to those who have Fasted, meet Mu’mineen with delight and shake hands with them, send them gifts, and rejoice because of the great blessing from Allaah in the way of the Wilayat of Imaam Ali (A.S.) Today do much Ibaadat and recite Salawaat many times. To feed a Mu’min today is equal to feed all the Prophets and Virtuous. Imaam Ameerul Mu’mineen (A.S.) said that to make Iftaar for a Fasting person is equal to making the same to two hundred thousand people amongst Prophets, Pious, and Martyrs.</w:t>
      </w:r>
    </w:p>
    <w:p w:rsidR="00294BA7" w:rsidRDefault="00294BA7" w:rsidP="00294BA7">
      <w:pPr>
        <w:pStyle w:val="libNormal"/>
      </w:pPr>
      <w:r>
        <w:t>There are some A’amaals to be done for today:</w:t>
      </w:r>
    </w:p>
    <w:p w:rsidR="00294BA7" w:rsidRDefault="00294BA7" w:rsidP="00294BA7">
      <w:pPr>
        <w:pStyle w:val="libNormal"/>
      </w:pPr>
      <w:r>
        <w:t xml:space="preserve">Observe </w:t>
      </w:r>
      <w:r w:rsidRPr="00294BA7">
        <w:rPr>
          <w:rStyle w:val="libItalicChar"/>
        </w:rPr>
        <w:t>Fast.</w:t>
      </w:r>
      <w:r>
        <w:t xml:space="preserve"> Its merit is equal to the Fastings of the whole life and 100 Hajj and Umrah.</w:t>
      </w:r>
    </w:p>
    <w:p w:rsidR="00294BA7" w:rsidRDefault="00294BA7" w:rsidP="00294BA7">
      <w:pPr>
        <w:pStyle w:val="libNormal"/>
      </w:pPr>
      <w:r>
        <w:t xml:space="preserve">Make </w:t>
      </w:r>
      <w:r w:rsidRPr="00294BA7">
        <w:t>Ghusl.</w:t>
      </w:r>
    </w:p>
    <w:p w:rsidR="00294BA7" w:rsidRDefault="00294BA7" w:rsidP="00294BA7">
      <w:pPr>
        <w:pStyle w:val="libNormal"/>
      </w:pPr>
      <w:r>
        <w:t>Recite Ziyaarat of Imaam Ali (A.S.) known as Ziyaarat</w:t>
      </w:r>
      <w:r w:rsidR="002E452F">
        <w:t>-</w:t>
      </w:r>
      <w:r>
        <w:t>e</w:t>
      </w:r>
      <w:r w:rsidR="002E452F">
        <w:t>-</w:t>
      </w:r>
      <w:r>
        <w:t>Ameenullah</w:t>
      </w:r>
    </w:p>
    <w:p w:rsidR="00294BA7" w:rsidRDefault="00294BA7" w:rsidP="00294BA7">
      <w:pPr>
        <w:pStyle w:val="libNormal"/>
      </w:pPr>
      <w:r>
        <w:t>Recite another Ziyaarat</w:t>
      </w:r>
      <w:r w:rsidR="002E452F">
        <w:t>-</w:t>
      </w:r>
      <w:r>
        <w:t>e</w:t>
      </w:r>
      <w:r w:rsidR="002E452F">
        <w:t>-</w:t>
      </w:r>
      <w:r>
        <w:t>Jaamia Mutliqah.</w:t>
      </w:r>
    </w:p>
    <w:p w:rsidR="00294BA7" w:rsidRDefault="00294BA7" w:rsidP="00294BA7">
      <w:pPr>
        <w:pStyle w:val="libNormal"/>
      </w:pPr>
      <w:r>
        <w:t xml:space="preserve">Pray </w:t>
      </w:r>
      <w:r w:rsidRPr="00294BA7">
        <w:rPr>
          <w:rStyle w:val="libItalicChar"/>
        </w:rPr>
        <w:t>2 rak’at Namaaz</w:t>
      </w:r>
      <w:r>
        <w:t xml:space="preserve"> just before noon in the first rak’at Innaa Anzalnaa and in the second S. Ikhalaas once each. Then go into </w:t>
      </w:r>
      <w:r w:rsidRPr="00294BA7">
        <w:rPr>
          <w:rStyle w:val="libItalicChar"/>
        </w:rPr>
        <w:t xml:space="preserve">Sajdah </w:t>
      </w:r>
      <w:r>
        <w:t xml:space="preserve">and recite </w:t>
      </w:r>
      <w:r w:rsidRPr="00294BA7">
        <w:rPr>
          <w:rStyle w:val="libItalicChar"/>
        </w:rPr>
        <w:t>100 times Shukr of Allaah</w:t>
      </w:r>
      <w:r>
        <w:t xml:space="preserve">. Then raise from it and recite a </w:t>
      </w:r>
      <w:r w:rsidRPr="00294BA7">
        <w:rPr>
          <w:rStyle w:val="libItalicChar"/>
        </w:rPr>
        <w:t>Duaa</w:t>
      </w:r>
      <w:r>
        <w:t xml:space="preserve"> (ref.M.Jinan), then another </w:t>
      </w:r>
      <w:r w:rsidRPr="00294BA7">
        <w:rPr>
          <w:rStyle w:val="libItalicChar"/>
        </w:rPr>
        <w:t>Sajdah</w:t>
      </w:r>
      <w:r>
        <w:t xml:space="preserve"> and recite !00 times </w:t>
      </w:r>
      <w:r w:rsidRPr="00294BA7">
        <w:rPr>
          <w:rStyle w:val="libItalicChar"/>
        </w:rPr>
        <w:t>Al</w:t>
      </w:r>
      <w:r w:rsidR="002E452F">
        <w:rPr>
          <w:rStyle w:val="libItalicChar"/>
        </w:rPr>
        <w:t>-</w:t>
      </w:r>
      <w:r w:rsidRPr="00294BA7">
        <w:rPr>
          <w:rStyle w:val="libItalicChar"/>
        </w:rPr>
        <w:t xml:space="preserve">Hamdulillaah </w:t>
      </w:r>
      <w:r>
        <w:t xml:space="preserve">and 100 times </w:t>
      </w:r>
      <w:r w:rsidRPr="00294BA7">
        <w:rPr>
          <w:rStyle w:val="libItalicChar"/>
        </w:rPr>
        <w:t>Shukran</w:t>
      </w:r>
      <w:r w:rsidR="002E452F">
        <w:rPr>
          <w:rStyle w:val="libItalicChar"/>
        </w:rPr>
        <w:t>-</w:t>
      </w:r>
      <w:r w:rsidRPr="00294BA7">
        <w:rPr>
          <w:rStyle w:val="libItalicChar"/>
        </w:rPr>
        <w:t>Lillaah</w:t>
      </w:r>
      <w:r>
        <w:t>.</w:t>
      </w:r>
      <w:r>
        <w:tab/>
      </w:r>
      <w:r>
        <w:br/>
        <w:t xml:space="preserve"> </w:t>
      </w:r>
      <w:r w:rsidRPr="00294BA7">
        <w:rPr>
          <w:rStyle w:val="libItalicChar"/>
        </w:rPr>
        <w:t>MERIT:</w:t>
      </w:r>
      <w:r>
        <w:t xml:space="preserve"> </w:t>
      </w:r>
      <w:r w:rsidRPr="00F83CC6">
        <w:rPr>
          <w:rStyle w:val="libUnderlineChar"/>
        </w:rPr>
        <w:t>The performer of this A’mal is as if he was present at Ghadeer</w:t>
      </w:r>
      <w:r w:rsidR="002E452F">
        <w:rPr>
          <w:rStyle w:val="libUnderlineChar"/>
        </w:rPr>
        <w:t>-</w:t>
      </w:r>
      <w:r w:rsidRPr="00F83CC6">
        <w:rPr>
          <w:rStyle w:val="libUnderlineChar"/>
        </w:rPr>
        <w:t>e</w:t>
      </w:r>
      <w:r w:rsidR="002E452F">
        <w:rPr>
          <w:rStyle w:val="libUnderlineChar"/>
        </w:rPr>
        <w:t>-</w:t>
      </w:r>
      <w:r w:rsidRPr="00F83CC6">
        <w:rPr>
          <w:rStyle w:val="libUnderlineChar"/>
        </w:rPr>
        <w:t>Khum and accepted all what Rasoolullah (S.A.W.W.) has said.</w:t>
      </w:r>
    </w:p>
    <w:p w:rsidR="00294BA7" w:rsidRPr="00F83CC6" w:rsidRDefault="00294BA7" w:rsidP="00294BA7">
      <w:pPr>
        <w:pStyle w:val="libNormal"/>
        <w:rPr>
          <w:rStyle w:val="libUnderlineChar"/>
        </w:rPr>
      </w:pPr>
      <w:r>
        <w:t xml:space="preserve">After </w:t>
      </w:r>
      <w:r w:rsidRPr="00294BA7">
        <w:rPr>
          <w:rStyle w:val="libItalicChar"/>
        </w:rPr>
        <w:t>Ghusl</w:t>
      </w:r>
      <w:r>
        <w:t>, half hour before noon pray 2 rak’at Namaaz in which, after Al</w:t>
      </w:r>
      <w:r w:rsidR="002E452F">
        <w:t>-</w:t>
      </w:r>
      <w:r>
        <w:t xml:space="preserve">Hamd recite 10 times S.Ikhlaas, 10 times Aayatul Kursee, and 10 times S.Ikhlaas in each rak’at. </w:t>
      </w:r>
      <w:r w:rsidRPr="00294BA7">
        <w:rPr>
          <w:rStyle w:val="libItalicChar"/>
        </w:rPr>
        <w:t>MERIT:</w:t>
      </w:r>
      <w:r>
        <w:t xml:space="preserve"> </w:t>
      </w:r>
      <w:r w:rsidRPr="00F83CC6">
        <w:rPr>
          <w:rStyle w:val="libUnderlineChar"/>
        </w:rPr>
        <w:t>Sawaab of one lack Hajj, one lack Umrah, the Haajaat shall be granted, and good health guaranteed..</w:t>
      </w:r>
    </w:p>
    <w:p w:rsidR="00294BA7" w:rsidRDefault="00294BA7" w:rsidP="00294BA7">
      <w:pPr>
        <w:pStyle w:val="libNormal"/>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Nudbaa</w:t>
      </w:r>
      <w:r>
        <w:t xml:space="preserve"> today.</w:t>
      </w:r>
    </w:p>
    <w:p w:rsidR="00294BA7" w:rsidRDefault="00294BA7" w:rsidP="00294BA7">
      <w:pPr>
        <w:pStyle w:val="libNormal"/>
      </w:pPr>
      <w:r>
        <w:t xml:space="preserve">Other </w:t>
      </w:r>
      <w:r w:rsidRPr="00294BA7">
        <w:rPr>
          <w:rStyle w:val="libItalicChar"/>
        </w:rPr>
        <w:t>Duaas</w:t>
      </w:r>
      <w:r>
        <w:t xml:space="preserve"> are in Mafaatihul Jinaan.</w:t>
      </w:r>
    </w:p>
    <w:p w:rsidR="00A33494" w:rsidRDefault="00A33494" w:rsidP="008338A0">
      <w:pPr>
        <w:pStyle w:val="libNormal"/>
      </w:pPr>
      <w:r>
        <w:br w:type="page"/>
      </w:r>
    </w:p>
    <w:p w:rsidR="00A33494" w:rsidRDefault="00A33494" w:rsidP="00A33494">
      <w:pPr>
        <w:pStyle w:val="Heading1Center"/>
      </w:pPr>
      <w:bookmarkStart w:id="99" w:name="_Toc420238116"/>
      <w:r w:rsidRPr="00A33494">
        <w:lastRenderedPageBreak/>
        <w:t>EED-E-MUBAAHILA 24th Day</w:t>
      </w:r>
      <w:bookmarkEnd w:id="99"/>
    </w:p>
    <w:p w:rsidR="00294BA7" w:rsidRDefault="00294BA7" w:rsidP="00294BA7">
      <w:pPr>
        <w:pStyle w:val="libNormal"/>
      </w:pPr>
      <w:r>
        <w:t>Today is the day of great rejoicing and full conviction that</w:t>
      </w:r>
      <w:r w:rsidRPr="00294BA7">
        <w:rPr>
          <w:rStyle w:val="libItalicChar"/>
        </w:rPr>
        <w:t xml:space="preserve"> </w:t>
      </w:r>
      <w:r>
        <w:t>Islaam is the true religion and the Holy Prophet (S.A.W.W.) and his Holy Ahlul Bayt are the True Guides of the right path. This is because some non</w:t>
      </w:r>
      <w:r w:rsidR="002E452F">
        <w:t>-</w:t>
      </w:r>
      <w:r>
        <w:t>Muslims, Christians from Najraan, came to the Holy Prophet for the arguments concerning true religion. The Holy Prophet tried his best to make them understand the true matter but due to their stubbornness the non</w:t>
      </w:r>
      <w:r w:rsidR="002E452F">
        <w:t>-</w:t>
      </w:r>
      <w:r>
        <w:t xml:space="preserve">Muslims did not believe. Finally they decided to come to an open ground together with their respective sons, daughters, and selves and invoke curses on the one who is not on the right. But when they observed that the Prophet had brought with him the most loved and near ones with him, whose personality so much godly and astounding, and they observed the signs of Adhaab ready to come over them, so they accepted their defeat and thus Islaam was proved to be the rightful religion. </w:t>
      </w:r>
    </w:p>
    <w:p w:rsidR="00294BA7" w:rsidRDefault="00294BA7" w:rsidP="00294BA7">
      <w:pPr>
        <w:pStyle w:val="libNormal"/>
      </w:pPr>
      <w:r>
        <w:t xml:space="preserve">Today was the day when </w:t>
      </w:r>
      <w:r w:rsidRPr="00294BA7">
        <w:rPr>
          <w:rStyle w:val="libItalicChar"/>
        </w:rPr>
        <w:t xml:space="preserve">Aayae </w:t>
      </w:r>
      <w:r w:rsidR="002E452F">
        <w:rPr>
          <w:rStyle w:val="libItalicChar"/>
        </w:rPr>
        <w:t>-</w:t>
      </w:r>
      <w:r w:rsidRPr="00294BA7">
        <w:rPr>
          <w:rStyle w:val="libItalicChar"/>
        </w:rPr>
        <w:t xml:space="preserve"> Tat’heer</w:t>
      </w:r>
      <w:r>
        <w:t xml:space="preserve"> was revealed to acertain the purity of Ahlul Bayt.</w:t>
      </w:r>
    </w:p>
    <w:p w:rsidR="00294BA7" w:rsidRDefault="00294BA7" w:rsidP="00294BA7">
      <w:pPr>
        <w:pStyle w:val="libNormal"/>
      </w:pPr>
      <w:r>
        <w:t xml:space="preserve">Today was the day when Imaam Ali (A.S.) in the state of Rukoo’ gave away his valueable ring to a needy person, and Allaah revealed the Aayat of </w:t>
      </w:r>
      <w:r w:rsidRPr="00294BA7">
        <w:rPr>
          <w:rStyle w:val="libItalicChar"/>
        </w:rPr>
        <w:t>“Innamaa Waliyyukumullaah…”</w:t>
      </w:r>
      <w:r>
        <w:t xml:space="preserve"> In the honour of Imaam Ali (A.S.)</w:t>
      </w:r>
    </w:p>
    <w:p w:rsidR="00294BA7" w:rsidRDefault="00294BA7" w:rsidP="00294BA7">
      <w:pPr>
        <w:pStyle w:val="libNormal"/>
      </w:pPr>
      <w:r>
        <w:t>Some A’amaal for today:</w:t>
      </w:r>
    </w:p>
    <w:p w:rsidR="00294BA7" w:rsidRDefault="00294BA7" w:rsidP="00294BA7">
      <w:pPr>
        <w:pStyle w:val="libNormal"/>
      </w:pPr>
      <w:r>
        <w:t>Make Ghusl.</w:t>
      </w:r>
    </w:p>
    <w:p w:rsidR="00294BA7" w:rsidRDefault="00294BA7" w:rsidP="00294BA7">
      <w:pPr>
        <w:pStyle w:val="libNormal"/>
      </w:pPr>
      <w:r>
        <w:t xml:space="preserve">Observe </w:t>
      </w:r>
      <w:r w:rsidRPr="00294BA7">
        <w:rPr>
          <w:rStyle w:val="libItalicChar"/>
        </w:rPr>
        <w:t>Fast.</w:t>
      </w:r>
    </w:p>
    <w:p w:rsidR="00294BA7" w:rsidRDefault="00294BA7" w:rsidP="00294BA7">
      <w:pPr>
        <w:pStyle w:val="libNormal"/>
      </w:pPr>
      <w:r>
        <w:t xml:space="preserve">Pray </w:t>
      </w:r>
      <w:r w:rsidRPr="00294BA7">
        <w:rPr>
          <w:rStyle w:val="libItalicChar"/>
        </w:rPr>
        <w:t>2 rak’at Namaaz</w:t>
      </w:r>
      <w:r>
        <w:t xml:space="preserve"> such as that of Eed</w:t>
      </w:r>
      <w:r w:rsidR="002E452F">
        <w:t>-</w:t>
      </w:r>
      <w:r>
        <w:t>Ghadeer’s.</w:t>
      </w:r>
    </w:p>
    <w:p w:rsidR="00294BA7" w:rsidRDefault="00294BA7" w:rsidP="00294BA7">
      <w:pPr>
        <w:pStyle w:val="libNormal"/>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Mubaahila</w:t>
      </w:r>
      <w:r>
        <w:t>. (ref.M.Jinaan).</w:t>
      </w:r>
    </w:p>
    <w:p w:rsidR="00294BA7" w:rsidRDefault="00294BA7" w:rsidP="00294BA7">
      <w:pPr>
        <w:pStyle w:val="libNormal"/>
      </w:pPr>
      <w:r>
        <w:t xml:space="preserve">Give </w:t>
      </w:r>
      <w:r w:rsidRPr="00294BA7">
        <w:rPr>
          <w:rStyle w:val="libItalicChar"/>
        </w:rPr>
        <w:t>Alms</w:t>
      </w:r>
      <w:r>
        <w:t xml:space="preserve"> to Faqeer.</w:t>
      </w:r>
    </w:p>
    <w:p w:rsidR="00294BA7" w:rsidRDefault="00294BA7" w:rsidP="00294BA7">
      <w:pPr>
        <w:pStyle w:val="libNormal"/>
      </w:pPr>
      <w:r>
        <w:t>Recite Ziyaarat of Imaam Ali (A.S.) better to recite Z.Jaamia.</w:t>
      </w:r>
    </w:p>
    <w:p w:rsidR="00294BA7" w:rsidRDefault="00294BA7" w:rsidP="00294BA7">
      <w:pPr>
        <w:pStyle w:val="libCenterTitr"/>
      </w:pPr>
      <w:bookmarkStart w:id="100" w:name="_Toc64900149"/>
      <w:r>
        <w:t>25</w:t>
      </w:r>
      <w:r w:rsidRPr="00294BA7">
        <w:t>th</w:t>
      </w:r>
      <w:r>
        <w:t xml:space="preserve"> Day:</w:t>
      </w:r>
      <w:bookmarkEnd w:id="100"/>
    </w:p>
    <w:p w:rsidR="00294BA7" w:rsidRDefault="00294BA7" w:rsidP="00294BA7">
      <w:pPr>
        <w:pStyle w:val="libNormal"/>
      </w:pPr>
      <w:r>
        <w:t xml:space="preserve">It is an honourable day today. </w:t>
      </w:r>
      <w:r w:rsidRPr="00294BA7">
        <w:rPr>
          <w:rStyle w:val="libUnderlineChar"/>
        </w:rPr>
        <w:t>Surah</w:t>
      </w:r>
      <w:r w:rsidR="002E452F">
        <w:rPr>
          <w:rStyle w:val="libUnderlineChar"/>
        </w:rPr>
        <w:t>-</w:t>
      </w:r>
      <w:r w:rsidRPr="00294BA7">
        <w:rPr>
          <w:rStyle w:val="libUnderlineChar"/>
        </w:rPr>
        <w:t>e</w:t>
      </w:r>
      <w:r w:rsidR="002E452F">
        <w:rPr>
          <w:rStyle w:val="libUnderlineChar"/>
        </w:rPr>
        <w:t>-</w:t>
      </w:r>
      <w:r w:rsidRPr="00294BA7">
        <w:rPr>
          <w:rStyle w:val="libUnderlineChar"/>
        </w:rPr>
        <w:t>Hal</w:t>
      </w:r>
      <w:r w:rsidR="002E452F">
        <w:rPr>
          <w:rStyle w:val="libUnderlineChar"/>
        </w:rPr>
        <w:t>-</w:t>
      </w:r>
      <w:r w:rsidRPr="00294BA7">
        <w:rPr>
          <w:rStyle w:val="libUnderlineChar"/>
        </w:rPr>
        <w:t>Ataa</w:t>
      </w:r>
      <w:r>
        <w:t xml:space="preserve"> was revealed today in honour of Ahlul Bayt. They had Fasted for three days but at the time of Iftaar they broke their Fasts with water only because a needy, an orphan and a prisoner respectively had come at their door to ask for food, so every member of the family of Ahlul Bayt gave away his portion of food, in spite of themselves being in need of it. </w:t>
      </w:r>
    </w:p>
    <w:p w:rsidR="00294BA7" w:rsidRDefault="00294BA7" w:rsidP="00294BA7">
      <w:pPr>
        <w:pStyle w:val="libCenterBold1"/>
      </w:pPr>
      <w:bookmarkStart w:id="101" w:name="_Toc64900150"/>
      <w:r>
        <w:t>Some A’amal for today:</w:t>
      </w:r>
      <w:bookmarkEnd w:id="101"/>
    </w:p>
    <w:p w:rsidR="00294BA7" w:rsidRDefault="00294BA7" w:rsidP="00294BA7">
      <w:pPr>
        <w:pStyle w:val="libNormal"/>
      </w:pPr>
      <w:r>
        <w:t xml:space="preserve">In the eve of this night give </w:t>
      </w:r>
      <w:r w:rsidRPr="00294BA7">
        <w:rPr>
          <w:rStyle w:val="libItalicChar"/>
        </w:rPr>
        <w:t>alms</w:t>
      </w:r>
      <w:r>
        <w:t xml:space="preserve"> to the needy and deserving.</w:t>
      </w:r>
    </w:p>
    <w:p w:rsidR="00294BA7" w:rsidRPr="00294BA7" w:rsidRDefault="00294BA7" w:rsidP="00294BA7">
      <w:pPr>
        <w:pStyle w:val="libNormal"/>
        <w:rPr>
          <w:rStyle w:val="libItalicChar"/>
        </w:rPr>
      </w:pPr>
      <w:r>
        <w:t xml:space="preserve">On this day it is recommended to observe </w:t>
      </w:r>
      <w:r w:rsidRPr="00294BA7">
        <w:rPr>
          <w:rStyle w:val="libItalicChar"/>
        </w:rPr>
        <w:t>Fasting.</w:t>
      </w:r>
    </w:p>
    <w:p w:rsidR="00294BA7" w:rsidRDefault="00294BA7" w:rsidP="00294BA7">
      <w:pPr>
        <w:pStyle w:val="libNormal"/>
      </w:pPr>
      <w:r>
        <w:t>Recite Ziyaarat</w:t>
      </w:r>
      <w:r w:rsidR="002E452F">
        <w:t>-</w:t>
      </w:r>
      <w:r>
        <w:t>e</w:t>
      </w:r>
      <w:r w:rsidR="002E452F">
        <w:t>-</w:t>
      </w:r>
      <w:r>
        <w:t>Jaamiah.</w:t>
      </w:r>
    </w:p>
    <w:p w:rsidR="00294BA7" w:rsidRDefault="00294BA7" w:rsidP="00294BA7">
      <w:pPr>
        <w:pStyle w:val="libNormal"/>
      </w:pPr>
      <w:r>
        <w:t>Recite Duaa</w:t>
      </w:r>
      <w:r w:rsidR="002E452F">
        <w:t>-</w:t>
      </w:r>
      <w:r>
        <w:t>e</w:t>
      </w:r>
      <w:r w:rsidR="002E452F">
        <w:t>-</w:t>
      </w:r>
      <w:r>
        <w:t>Mubaahila.</w:t>
      </w:r>
    </w:p>
    <w:p w:rsidR="00294BA7" w:rsidRDefault="00294BA7" w:rsidP="00294BA7">
      <w:pPr>
        <w:pStyle w:val="libCenterTitr"/>
      </w:pPr>
      <w:bookmarkStart w:id="102" w:name="_Toc64900151"/>
      <w:r>
        <w:t>The Last Day Of Zilhajj:</w:t>
      </w:r>
      <w:bookmarkEnd w:id="102"/>
    </w:p>
    <w:p w:rsidR="00294BA7" w:rsidRPr="00294BA7" w:rsidRDefault="00294BA7" w:rsidP="00294BA7">
      <w:pPr>
        <w:pStyle w:val="libNormal"/>
        <w:rPr>
          <w:rStyle w:val="libItalicChar"/>
        </w:rPr>
      </w:pPr>
      <w:r>
        <w:t xml:space="preserve">Today is the last day of the year. Pray </w:t>
      </w:r>
      <w:r w:rsidRPr="00294BA7">
        <w:rPr>
          <w:rStyle w:val="libItalicChar"/>
        </w:rPr>
        <w:t>2 rak’at Namaaz</w:t>
      </w:r>
      <w:r>
        <w:t>, after Al</w:t>
      </w:r>
      <w:r w:rsidR="002E452F">
        <w:t>-</w:t>
      </w:r>
      <w:r>
        <w:t xml:space="preserve">Hamd recite 10 times S.Ikhlaas and 10 times Aayatul Kursee, and after Namaaz recite this </w:t>
      </w:r>
      <w:r w:rsidRPr="00294BA7">
        <w:rPr>
          <w:rStyle w:val="libItalicChar"/>
        </w:rPr>
        <w:t>Duaa:</w:t>
      </w:r>
    </w:p>
    <w:p w:rsidR="00294BA7" w:rsidRDefault="00294BA7" w:rsidP="00294BA7">
      <w:pPr>
        <w:pStyle w:val="libItalic"/>
      </w:pPr>
      <w:r>
        <w:t>Bismillaahir</w:t>
      </w:r>
      <w:r w:rsidR="002E452F">
        <w:t>-</w:t>
      </w:r>
      <w:r>
        <w:t>Rahmaanir</w:t>
      </w:r>
      <w:r w:rsidR="002E452F">
        <w:t>-</w:t>
      </w:r>
      <w:r>
        <w:t>Raheem. Allaahumma Maa Amiltu Fee Haadhihis</w:t>
      </w:r>
      <w:r w:rsidR="002E452F">
        <w:t>-</w:t>
      </w:r>
      <w:r>
        <w:t>Sanati Min Amalin Nahaytahu Anhu Walan Tardhahu Wa Naseetuhoo Walam Tansahoo Wa Da’awtanee Ilat</w:t>
      </w:r>
      <w:r w:rsidR="002E452F">
        <w:t>-</w:t>
      </w:r>
      <w:r>
        <w:t>Tawbati Ba’adajtiraaee Alayka Allaahumma Fa Ainnee Astaghfiruka Minhoo Faghfirlee Wamaa Amiltu Min Amalin Yuqarribunee Ilayka Faqbalhu Minnee Walaa Taqtwa’a Rajaa’i Minka Yaa Kareemu.</w:t>
      </w:r>
    </w:p>
    <w:p w:rsidR="00294BA7" w:rsidRDefault="00294BA7" w:rsidP="00294BA7">
      <w:pPr>
        <w:pStyle w:val="libItalic"/>
      </w:pPr>
      <w:r>
        <w:lastRenderedPageBreak/>
        <w:t>Merits: When you have recited this much the accursed Shaytan shall be disappointed and flees away disgraced.</w:t>
      </w:r>
    </w:p>
    <w:p w:rsidR="002E452F" w:rsidRDefault="00294BA7" w:rsidP="00294BA7">
      <w:pPr>
        <w:pStyle w:val="libNormal"/>
      </w:pPr>
      <w:r>
        <w:tab/>
      </w:r>
      <w:r w:rsidR="002E452F">
        <w:br w:type="page"/>
      </w:r>
    </w:p>
    <w:p w:rsidR="00A33494" w:rsidRDefault="00A33494" w:rsidP="00A33494">
      <w:pPr>
        <w:pStyle w:val="Heading1Center"/>
      </w:pPr>
      <w:bookmarkStart w:id="103" w:name="_Toc420238117"/>
      <w:r w:rsidRPr="00A33494">
        <w:lastRenderedPageBreak/>
        <w:t>MUHARRAM</w:t>
      </w:r>
      <w:bookmarkEnd w:id="103"/>
    </w:p>
    <w:p w:rsidR="00294BA7" w:rsidRDefault="00294BA7" w:rsidP="00294BA7">
      <w:pPr>
        <w:pStyle w:val="libNormal"/>
      </w:pPr>
      <w:r>
        <w:t>This is a month of great sorrow and mourning for the Ahlul Bayt and their followers. This is because of the brutal killings of Imaam Husayn and his companions on the plains of Karbalaa by the multitude army of accursed Yazid. Imaam Hussain (A.S.) and his followers had no any fault nor did they commit any offence except that they were the truth</w:t>
      </w:r>
      <w:r w:rsidR="002E452F">
        <w:t>-</w:t>
      </w:r>
      <w:r>
        <w:t>loving people on the right path. The Yezidites wished them all to be on their evil guidelines abandoniong the truthful Shariah laid down by the Almighty Allaah and brought by the Holy Prophet (S.A.W.W.) While Imaam Husain (A.S.) stood steadfast on the preservation of the Islamic Shariah, Yazid and his henchmen wanted the Imaam to endorse on their own beastly and unhuman ways of life. But Imaam Husain (A.S.) being the inheritor of the bringer of Shariah did not give a nod to those wild Yezidites and thus he willingly agreed even to pay heavily by sacrificing the invalueable lives of his family members, companions, and his own self. Thus the Imaam saved Islaam for ever upto the day of Qayaamat. They were kept thirsty for three consecutive days and brutally massacred one by one, from age</w:t>
      </w:r>
      <w:r w:rsidR="002E452F">
        <w:t>-</w:t>
      </w:r>
      <w:r>
        <w:t>olds to infants.Even then the merciless forces were not at rest, they imprisoned the holy innocent and helpless ladies and children of the Holy Household and tortured them for a long time. And this is why we expess our affection towards Imaam Husain and hatred towards Yezidites by commemorating the sorrowful event of the tragedy of Karbala in Muharram.There are some A’amaal in this month as follows:</w:t>
      </w:r>
    </w:p>
    <w:p w:rsidR="00294BA7" w:rsidRDefault="00294BA7" w:rsidP="00294BA7">
      <w:pPr>
        <w:pStyle w:val="libCenterTitr"/>
      </w:pPr>
      <w:r>
        <w:br w:type="page"/>
      </w:r>
      <w:bookmarkStart w:id="104" w:name="_Toc64900153"/>
      <w:r>
        <w:lastRenderedPageBreak/>
        <w:t>First Night:</w:t>
      </w:r>
      <w:bookmarkEnd w:id="104"/>
    </w:p>
    <w:p w:rsidR="00294BA7" w:rsidRPr="00294BA7" w:rsidRDefault="00294BA7" w:rsidP="00294BA7">
      <w:pPr>
        <w:pStyle w:val="libNormal"/>
        <w:rPr>
          <w:rStyle w:val="libItalicChar"/>
        </w:rPr>
      </w:pPr>
      <w:r>
        <w:t xml:space="preserve">Pray </w:t>
      </w:r>
      <w:r w:rsidRPr="00294BA7">
        <w:rPr>
          <w:rStyle w:val="libItalicChar"/>
        </w:rPr>
        <w:t>100 rak’at Namaaz</w:t>
      </w:r>
      <w:r>
        <w:t>, after Al</w:t>
      </w:r>
      <w:r w:rsidR="002E452F">
        <w:t>-</w:t>
      </w:r>
      <w:r>
        <w:t>Hamd recite S.Ikhlas once only.</w:t>
      </w:r>
    </w:p>
    <w:p w:rsidR="00294BA7" w:rsidRPr="00294BA7" w:rsidRDefault="00294BA7" w:rsidP="00294BA7">
      <w:pPr>
        <w:pStyle w:val="libNormal"/>
        <w:rPr>
          <w:rStyle w:val="libItalicChar"/>
        </w:rPr>
      </w:pPr>
      <w:r>
        <w:t xml:space="preserve">Pray </w:t>
      </w:r>
      <w:r w:rsidRPr="00294BA7">
        <w:rPr>
          <w:rStyle w:val="libItalicChar"/>
        </w:rPr>
        <w:t>2 rak’at Namaz</w:t>
      </w:r>
      <w:r>
        <w:t xml:space="preserve"> in which recite S.An</w:t>
      </w:r>
      <w:r w:rsidR="002E452F">
        <w:t>-</w:t>
      </w:r>
      <w:r>
        <w:t>Aam after Al</w:t>
      </w:r>
      <w:r w:rsidR="002E452F">
        <w:t>-</w:t>
      </w:r>
      <w:r>
        <w:t>Hamd in the first rak’at and S.Yaaseen in the second.</w:t>
      </w:r>
    </w:p>
    <w:p w:rsidR="00294BA7" w:rsidRDefault="00294BA7" w:rsidP="00294BA7">
      <w:pPr>
        <w:pStyle w:val="libNormal"/>
      </w:pPr>
      <w:r>
        <w:t xml:space="preserve">Pray </w:t>
      </w:r>
      <w:r w:rsidRPr="00294BA7">
        <w:rPr>
          <w:rStyle w:val="libItalicChar"/>
        </w:rPr>
        <w:t>2 rak’at</w:t>
      </w:r>
      <w:r>
        <w:t xml:space="preserve"> </w:t>
      </w:r>
      <w:r w:rsidRPr="00294BA7">
        <w:rPr>
          <w:rStyle w:val="libItalicChar"/>
        </w:rPr>
        <w:t>Namaaz</w:t>
      </w:r>
      <w:r>
        <w:t xml:space="preserve"> in which recite 11 times S.Ikhlaas after Al</w:t>
      </w:r>
      <w:r w:rsidR="002E452F">
        <w:t>-</w:t>
      </w:r>
      <w:r>
        <w:t>Hamd in each rak’at.</w:t>
      </w:r>
    </w:p>
    <w:p w:rsidR="00294BA7" w:rsidRDefault="00294BA7" w:rsidP="00294BA7">
      <w:pPr>
        <w:pStyle w:val="libCenterTitr"/>
      </w:pPr>
      <w:bookmarkStart w:id="105" w:name="_Toc64900154"/>
      <w:r>
        <w:t>The First Day:</w:t>
      </w:r>
      <w:bookmarkEnd w:id="105"/>
    </w:p>
    <w:p w:rsidR="00294BA7" w:rsidRDefault="00294BA7" w:rsidP="00294BA7">
      <w:pPr>
        <w:pStyle w:val="libNormal"/>
      </w:pPr>
      <w:r>
        <w:t xml:space="preserve">Obserrve </w:t>
      </w:r>
      <w:r w:rsidRPr="00294BA7">
        <w:rPr>
          <w:rStyle w:val="libItalicChar"/>
        </w:rPr>
        <w:t>Fast</w:t>
      </w:r>
      <w:r>
        <w:t xml:space="preserve"> and then beseech Allaah for your Haajat, I/A you shall be successful. It is Mustahab to observe </w:t>
      </w:r>
      <w:r w:rsidRPr="00294BA7">
        <w:rPr>
          <w:rStyle w:val="libItalicChar"/>
        </w:rPr>
        <w:t>Fasting</w:t>
      </w:r>
      <w:r>
        <w:t xml:space="preserve"> for the first nine days.</w:t>
      </w:r>
    </w:p>
    <w:p w:rsidR="00294BA7" w:rsidRDefault="00294BA7" w:rsidP="00294BA7">
      <w:pPr>
        <w:pStyle w:val="libNormal"/>
      </w:pPr>
      <w:r>
        <w:t xml:space="preserve">Pray </w:t>
      </w:r>
      <w:r w:rsidRPr="00294BA7">
        <w:rPr>
          <w:rStyle w:val="libItalicChar"/>
        </w:rPr>
        <w:t>2 rak’at Namaz</w:t>
      </w:r>
      <w:r>
        <w:t xml:space="preserve"> and then a Dua from Mafaatihul Jinaan.</w:t>
      </w:r>
    </w:p>
    <w:p w:rsidR="00294BA7" w:rsidRDefault="00294BA7" w:rsidP="00294BA7">
      <w:pPr>
        <w:pStyle w:val="libCenterTitr"/>
      </w:pPr>
      <w:bookmarkStart w:id="106" w:name="_Toc64900155"/>
      <w:r>
        <w:t>The Third Day:</w:t>
      </w:r>
      <w:bookmarkEnd w:id="106"/>
    </w:p>
    <w:p w:rsidR="00294BA7" w:rsidRPr="00294BA7" w:rsidRDefault="00294BA7" w:rsidP="00294BA7">
      <w:pPr>
        <w:pStyle w:val="libNormal"/>
        <w:rPr>
          <w:rStyle w:val="libItalicChar"/>
        </w:rPr>
      </w:pPr>
      <w:r>
        <w:t xml:space="preserve">Whoever observes </w:t>
      </w:r>
      <w:r w:rsidRPr="00294BA7">
        <w:rPr>
          <w:rStyle w:val="libItalicChar"/>
        </w:rPr>
        <w:t>Fasting</w:t>
      </w:r>
      <w:r>
        <w:t xml:space="preserve"> today his problems shall be eased, and will come out of tribulations, and his Duaa shall be granted.</w:t>
      </w:r>
    </w:p>
    <w:p w:rsidR="00294BA7" w:rsidRDefault="00294BA7" w:rsidP="00294BA7">
      <w:pPr>
        <w:pStyle w:val="libCenterTitr"/>
      </w:pPr>
      <w:bookmarkStart w:id="107" w:name="_Toc64900156"/>
      <w:r>
        <w:t xml:space="preserve">The Tenth Night </w:t>
      </w:r>
      <w:r w:rsidR="002E452F">
        <w:t>-</w:t>
      </w:r>
      <w:r>
        <w:t>SHAB</w:t>
      </w:r>
      <w:r w:rsidR="002E452F">
        <w:t>-</w:t>
      </w:r>
      <w:r>
        <w:t>E</w:t>
      </w:r>
      <w:r w:rsidR="002E452F">
        <w:t>-</w:t>
      </w:r>
      <w:r>
        <w:t>AASHOOR</w:t>
      </w:r>
      <w:bookmarkEnd w:id="107"/>
    </w:p>
    <w:p w:rsidR="00294BA7" w:rsidRDefault="00294BA7" w:rsidP="00294BA7">
      <w:pPr>
        <w:pStyle w:val="libNormal"/>
      </w:pPr>
      <w:r>
        <w:t>Pray 100 rak’a Namaaz and in each rak’at after Al</w:t>
      </w:r>
      <w:r w:rsidR="002E452F">
        <w:t>-</w:t>
      </w:r>
      <w:r>
        <w:t>Hamd recite 3 times Surah</w:t>
      </w:r>
      <w:r w:rsidR="002E452F">
        <w:t>-</w:t>
      </w:r>
      <w:r>
        <w:t>e</w:t>
      </w:r>
      <w:r w:rsidR="002E452F">
        <w:t>-</w:t>
      </w:r>
      <w:r>
        <w:t>Ikhlaas. Then recite this Duaa: Sub’haanallaahi Wal Hamdu Lillaahi Wa Laailaaha Illallaahu Wallaahu Akbar Walaa Hawla Walaa Quwwata Illaa Bilaahil Aliyyil Adhweem.</w:t>
      </w:r>
    </w:p>
    <w:p w:rsidR="00294BA7" w:rsidRDefault="00294BA7" w:rsidP="00294BA7">
      <w:pPr>
        <w:pStyle w:val="libNormal"/>
      </w:pPr>
      <w:r>
        <w:t xml:space="preserve">Recite </w:t>
      </w:r>
      <w:r w:rsidRPr="00294BA7">
        <w:rPr>
          <w:rStyle w:val="libItalicChar"/>
        </w:rPr>
        <w:t>Namaaaz</w:t>
      </w:r>
      <w:r w:rsidR="002E452F">
        <w:rPr>
          <w:rStyle w:val="libItalicChar"/>
        </w:rPr>
        <w:t>-</w:t>
      </w:r>
      <w:r w:rsidRPr="00294BA7">
        <w:rPr>
          <w:rStyle w:val="libItalicChar"/>
        </w:rPr>
        <w:t>e</w:t>
      </w:r>
      <w:r w:rsidR="002E452F">
        <w:rPr>
          <w:rStyle w:val="libItalicChar"/>
        </w:rPr>
        <w:t>-</w:t>
      </w:r>
      <w:r w:rsidRPr="00294BA7">
        <w:rPr>
          <w:rStyle w:val="libItalicChar"/>
        </w:rPr>
        <w:t>Ameerul Mu’mineen</w:t>
      </w:r>
      <w:r>
        <w:t>: 4 rak’at Namaz in which recite 50 times S.Ikhlaas after Al</w:t>
      </w:r>
      <w:r w:rsidR="002E452F">
        <w:t>-</w:t>
      </w:r>
      <w:r>
        <w:t>Hamd in every rak’at.</w:t>
      </w:r>
    </w:p>
    <w:p w:rsidR="00294BA7" w:rsidRDefault="00294BA7" w:rsidP="00294BA7">
      <w:pPr>
        <w:pStyle w:val="libNormal"/>
      </w:pPr>
      <w:r>
        <w:t xml:space="preserve">At the end of this night pray </w:t>
      </w:r>
      <w:r w:rsidRPr="00294BA7">
        <w:rPr>
          <w:rStyle w:val="libItalicChar"/>
        </w:rPr>
        <w:t>4 rak’at Namaaz</w:t>
      </w:r>
      <w:r>
        <w:t>, in each rak’at after Al</w:t>
      </w:r>
      <w:r w:rsidR="002E452F">
        <w:t>-</w:t>
      </w:r>
      <w:r>
        <w:t>Hamd recite 10 times S.Ikhlaas, 10 times Aayatul Kursee, !0 times S. Al</w:t>
      </w:r>
      <w:r w:rsidR="002E452F">
        <w:t>-</w:t>
      </w:r>
      <w:r>
        <w:t>Falak, 10 times S.An</w:t>
      </w:r>
      <w:r w:rsidR="002E452F">
        <w:t>-</w:t>
      </w:r>
      <w:r>
        <w:t xml:space="preserve">Naas. </w:t>
      </w:r>
      <w:r w:rsidRPr="00F83CC6">
        <w:rPr>
          <w:rStyle w:val="libUnderlineChar"/>
        </w:rPr>
        <w:t>After Namaaz</w:t>
      </w:r>
      <w:r>
        <w:t xml:space="preserve"> recite 100 times S’Ikhlaas.</w:t>
      </w:r>
    </w:p>
    <w:p w:rsidR="00294BA7" w:rsidRDefault="00294BA7" w:rsidP="00294BA7">
      <w:pPr>
        <w:pStyle w:val="libNormal"/>
      </w:pPr>
      <w:r w:rsidRPr="00294BA7">
        <w:rPr>
          <w:rStyle w:val="libItalicChar"/>
        </w:rPr>
        <w:t>Night vigil</w:t>
      </w:r>
      <w:r>
        <w:t xml:space="preserve"> is highly recommended for Ibaadaat. </w:t>
      </w:r>
      <w:r w:rsidRPr="00294BA7">
        <w:rPr>
          <w:rStyle w:val="libUnderlineChar"/>
        </w:rPr>
        <w:t>Recite Duaas, Salawaat, and send as many curses as possible on the enemies of Ahlul Bayt.</w:t>
      </w:r>
      <w:r>
        <w:t xml:space="preserve"> Tonight’s worship carries Sawaab of 70 years’ Ibaadaat.</w:t>
      </w:r>
    </w:p>
    <w:p w:rsidR="00294BA7" w:rsidRDefault="00294BA7" w:rsidP="00294BA7">
      <w:pPr>
        <w:pStyle w:val="libCenterTitr"/>
      </w:pPr>
      <w:bookmarkStart w:id="108" w:name="_Toc64900157"/>
      <w:r>
        <w:t>AASHOORA:</w:t>
      </w:r>
      <w:bookmarkEnd w:id="108"/>
    </w:p>
    <w:p w:rsidR="00294BA7" w:rsidRDefault="00294BA7" w:rsidP="00294BA7">
      <w:pPr>
        <w:pStyle w:val="libNormal"/>
      </w:pPr>
      <w:r>
        <w:t xml:space="preserve">Today is the day of </w:t>
      </w:r>
      <w:r w:rsidRPr="00294BA7">
        <w:rPr>
          <w:rStyle w:val="libItalicChar"/>
        </w:rPr>
        <w:t>Martyrdom of Imaam Husayn (A.S.)</w:t>
      </w:r>
      <w:r>
        <w:t xml:space="preserve"> It is a great day of sorrow and mourning for the Shiahs. Do not busy yourselves in worldly matters today. Hold Majaalises and commemorate Aashoora with utmost sadness. Invoke curses on the enemies of Imaam Husayn (A.S.)</w:t>
      </w:r>
    </w:p>
    <w:p w:rsidR="00294BA7" w:rsidRDefault="00294BA7" w:rsidP="00294BA7">
      <w:pPr>
        <w:pStyle w:val="libNormal"/>
      </w:pPr>
      <w:r>
        <w:t xml:space="preserve">We should express </w:t>
      </w:r>
      <w:r w:rsidRPr="00294BA7">
        <w:rPr>
          <w:rStyle w:val="libItalicChar"/>
        </w:rPr>
        <w:t>Pursa</w:t>
      </w:r>
      <w:r>
        <w:t xml:space="preserve"> (condolenses) to each other in these words:</w:t>
      </w:r>
    </w:p>
    <w:p w:rsidR="00294BA7" w:rsidRDefault="00294BA7" w:rsidP="00294BA7">
      <w:pPr>
        <w:pStyle w:val="libNormal"/>
      </w:pPr>
      <w:r>
        <w:t>A’azamallaahu Ujooranaa Bi Muswaabinaa Bil Husayni Alayhissalaamu Wa Ja’alnaa Wa Iyyaakum Minat</w:t>
      </w:r>
      <w:r w:rsidR="002E452F">
        <w:t>-</w:t>
      </w:r>
      <w:r>
        <w:t>Twaalibeen Bi Saarihi Ma’a Waliyyehil Imaamil Mahdiyyi Min Aali Muhaammadin Alayhimus</w:t>
      </w:r>
      <w:r w:rsidR="002E452F">
        <w:t>-</w:t>
      </w:r>
      <w:r>
        <w:t>Salaam.</w:t>
      </w:r>
    </w:p>
    <w:p w:rsidR="00294BA7" w:rsidRDefault="00294BA7" w:rsidP="00294BA7">
      <w:pPr>
        <w:pStyle w:val="libNormal"/>
      </w:pPr>
      <w:r>
        <w:t>Anyone who is fortunate today to be present at Karbala near to the Blessed Grave of Imaam Husayn (A.S.)should freely give water to the people, its merit is such as he gave the water to the army of Imaam Husayn (A.S.) and was with them on the day of Aashoora.</w:t>
      </w:r>
    </w:p>
    <w:p w:rsidR="00294BA7" w:rsidRDefault="00294BA7" w:rsidP="00294BA7">
      <w:pPr>
        <w:pStyle w:val="libNormal"/>
      </w:pPr>
      <w:r>
        <w:t xml:space="preserve">There is tremendous Sawaab in reciting </w:t>
      </w:r>
      <w:r w:rsidRPr="00294BA7">
        <w:rPr>
          <w:rStyle w:val="libItalicChar"/>
        </w:rPr>
        <w:t>1000 times Surah</w:t>
      </w:r>
      <w:r w:rsidR="002E452F">
        <w:rPr>
          <w:rStyle w:val="libItalicChar"/>
        </w:rPr>
        <w:t>-</w:t>
      </w:r>
      <w:r w:rsidRPr="00294BA7">
        <w:rPr>
          <w:rStyle w:val="libItalicChar"/>
        </w:rPr>
        <w:t>e</w:t>
      </w:r>
      <w:r w:rsidR="002E452F">
        <w:rPr>
          <w:rStyle w:val="libItalicChar"/>
        </w:rPr>
        <w:t>-</w:t>
      </w:r>
      <w:r w:rsidRPr="00294BA7">
        <w:rPr>
          <w:rStyle w:val="libItalicChar"/>
        </w:rPr>
        <w:t>Ikhlaas</w:t>
      </w:r>
      <w:r>
        <w:t xml:space="preserve"> today.</w:t>
      </w:r>
    </w:p>
    <w:p w:rsidR="00294BA7" w:rsidRDefault="00294BA7" w:rsidP="00294BA7">
      <w:pPr>
        <w:pStyle w:val="libNormal"/>
      </w:pPr>
      <w:r>
        <w:t xml:space="preserve">Recite </w:t>
      </w:r>
      <w:r w:rsidRPr="00294BA7">
        <w:rPr>
          <w:rStyle w:val="libItalicChar"/>
        </w:rPr>
        <w:t>Duaa</w:t>
      </w:r>
      <w:r w:rsidR="002E452F">
        <w:rPr>
          <w:rStyle w:val="libItalicChar"/>
        </w:rPr>
        <w:t>-</w:t>
      </w:r>
      <w:r w:rsidRPr="00294BA7">
        <w:rPr>
          <w:rStyle w:val="libItalicChar"/>
        </w:rPr>
        <w:t>e</w:t>
      </w:r>
      <w:r w:rsidR="002E452F">
        <w:rPr>
          <w:rStyle w:val="libItalicChar"/>
        </w:rPr>
        <w:t>-</w:t>
      </w:r>
      <w:r w:rsidRPr="00294BA7">
        <w:rPr>
          <w:rStyle w:val="libItalicChar"/>
        </w:rPr>
        <w:t>Asharaat</w:t>
      </w:r>
      <w:r>
        <w:t>. (ref. M.Jinaan)</w:t>
      </w:r>
    </w:p>
    <w:p w:rsidR="00294BA7" w:rsidRDefault="00294BA7" w:rsidP="00294BA7">
      <w:pPr>
        <w:pStyle w:val="libNormal"/>
      </w:pPr>
      <w:r>
        <w:t xml:space="preserve">Today we ought to behave as much sorrowfully and gloomily as possible, expressing our paramount disgust for the outrageous event of Aashoora in which Imaam Husayn (A.S.) and </w:t>
      </w:r>
      <w:r>
        <w:lastRenderedPageBreak/>
        <w:t>his bend of few thirsty and hungry companions were innocently slaughtered with the most animalstic brutality by the so</w:t>
      </w:r>
      <w:r w:rsidR="002E452F">
        <w:t>-</w:t>
      </w:r>
      <w:r>
        <w:t>called Muslims of the army of Yazid L.A.</w:t>
      </w:r>
    </w:p>
    <w:p w:rsidR="00294BA7" w:rsidRDefault="00294BA7" w:rsidP="00294BA7">
      <w:pPr>
        <w:pStyle w:val="libNormal"/>
      </w:pPr>
      <w:r>
        <w:t>Today Fasting is not allowed but we should not eat or drink anything until at late afternoon partaking the simplest food.</w:t>
      </w:r>
    </w:p>
    <w:p w:rsidR="00294BA7" w:rsidRDefault="00294BA7" w:rsidP="00294BA7">
      <w:pPr>
        <w:pStyle w:val="libNormal"/>
      </w:pPr>
      <w:r>
        <w:t>Allama Majlisi says that it is better not to observe Fasting on the Ninth and Tenth of Muharram because Bani Umayya and their followers used to rejoice on the event of Karbala, they considered these two days to be very much good for them and thus they observed Fasting on this fateful event., and they also accumulated their needful things for the year.</w:t>
      </w:r>
    </w:p>
    <w:p w:rsidR="00294BA7" w:rsidRDefault="00294BA7" w:rsidP="00294BA7">
      <w:pPr>
        <w:pStyle w:val="libNormal"/>
      </w:pPr>
      <w:r>
        <w:t>Therefore Imaam Ali Radhaa (A.S.) said that anyone who leave his worldly business Allaah shall accomplish all his works and undertakings, and one who will pass this day in sadness, sorrow, and tears, and encourage his household members also to the same, Allaah will make the day of Qayaamat a happy event for him. Whoever accumulates worldly things for peace and pleasure Allaah will take away His Barakat from them and shall gather them on Qayamat with the Accursed Yazid bin Muawiya, Uubaydulla bin Ziyad, Umar bin Saad, and their associates (may Allah’s everlasting curses be on them and remain in greatest tribulation forever). Aameen.</w:t>
      </w:r>
    </w:p>
    <w:p w:rsidR="00294BA7" w:rsidRDefault="00294BA7" w:rsidP="00294BA7">
      <w:pPr>
        <w:pStyle w:val="libNormal"/>
      </w:pPr>
      <w:r>
        <w:t>Today we should not even laugh or pass the time in playing games, but for the whole day and night we should behave like a bereaved people. We should ponder over the reasons of such a great event that for what cause it occurred and now what is our duty towards it, how should we live our lives so as to be in line with the cause of Imaam Husayn (A.S.)</w:t>
      </w:r>
    </w:p>
    <w:p w:rsidR="00294BA7" w:rsidRDefault="00294BA7" w:rsidP="00294BA7">
      <w:pPr>
        <w:pStyle w:val="libNormal"/>
      </w:pPr>
      <w:r>
        <w:t>Recite 1000 times:</w:t>
      </w:r>
    </w:p>
    <w:p w:rsidR="00294BA7" w:rsidRDefault="00294BA7" w:rsidP="00294BA7">
      <w:pPr>
        <w:pStyle w:val="libNormal"/>
      </w:pPr>
      <w:r>
        <w:t>Allaahumal’An Qatalatal Husayn Alayhissalaam.</w:t>
      </w:r>
    </w:p>
    <w:p w:rsidR="00294BA7" w:rsidRDefault="00294BA7" w:rsidP="00294BA7">
      <w:pPr>
        <w:pStyle w:val="libCenterBold1"/>
      </w:pPr>
      <w:bookmarkStart w:id="109" w:name="_Toc64900158"/>
      <w:r>
        <w:br w:type="page"/>
      </w:r>
      <w:r>
        <w:lastRenderedPageBreak/>
        <w:t>False Traditions:</w:t>
      </w:r>
      <w:bookmarkEnd w:id="109"/>
    </w:p>
    <w:p w:rsidR="00294BA7" w:rsidRDefault="00294BA7" w:rsidP="00294BA7">
      <w:pPr>
        <w:pStyle w:val="libNormal"/>
      </w:pPr>
      <w:r w:rsidRPr="00F83CC6">
        <w:rPr>
          <w:rStyle w:val="libUnderlineChar"/>
        </w:rPr>
        <w:t>There are some false traditions manufactured by Bani Umayyas</w:t>
      </w:r>
      <w:r>
        <w:t xml:space="preserve"> such as {{(“giving credence of merits of Fasting on Aashoora, beseeching Allaah for your Haajaats being Mustahab, every Prophet was blessed with some good this day, the fire of Namrood went off today, Nabi Nooh’s ark came to a safe halt today, army of Firown drowned today, Nabi Isa was rescued from Jews, Tawba of Nabi Adam was accepted today, Nabi Yunus came out of the belly of the fish today, accumulating the necessities for the next year, hadeeth to beautify oneself and rejoice, and some false Duaas such as ``` Sub’haanallahi Mil’al Meezaani Wa Muntahal Hilmi Wa Mablaghar</w:t>
      </w:r>
      <w:r w:rsidR="002E452F">
        <w:t>-</w:t>
      </w:r>
      <w:r>
        <w:t>Ridhaa Wa Zinatal Arshi, then</w:t>
      </w:r>
      <w:r w:rsidR="002E452F">
        <w:t>-</w:t>
      </w:r>
      <w:r>
        <w:t xml:space="preserve"> Yaa Qaabila Tawbata Adama Yawma Aashoora Yaa Raafi’a Idreesa Ilas</w:t>
      </w:r>
      <w:r w:rsidR="002E452F">
        <w:t>-</w:t>
      </w:r>
      <w:r>
        <w:t>Samaai Yawma Aashoora Yaa Musakkina Safeenati Noohinn Alal Joodiyyi Yawmi Aashoora Yaa Ghiyaasa Ibrahima Minan</w:t>
      </w:r>
      <w:r w:rsidR="002E452F">
        <w:t>-</w:t>
      </w:r>
      <w:r>
        <w:t>Naari Yawma Aashoora……``` etc.”}}} All this sort of material does not make any sense, history has authentic records to every event of Prophets against what they claim to happen on Aashoora.</w:t>
      </w:r>
    </w:p>
    <w:p w:rsidR="00294BA7" w:rsidRDefault="00294BA7" w:rsidP="00294BA7">
      <w:pPr>
        <w:pStyle w:val="libNormal"/>
      </w:pPr>
      <w:r>
        <w:t>Therefore we should be careful in it. Their main intention was to cover this great issue of Karbala so that people should not come to know the actual matter that the so</w:t>
      </w:r>
      <w:r w:rsidR="002E452F">
        <w:t>-</w:t>
      </w:r>
      <w:r>
        <w:t>called Muslim rulers were actually worse then infidels and they wished that Imam Husayn (A.S.) may give his consent to the un</w:t>
      </w:r>
      <w:r w:rsidR="002E452F">
        <w:t>-</w:t>
      </w:r>
      <w:r>
        <w:t>Islamic and un</w:t>
      </w:r>
      <w:r w:rsidR="002E452F">
        <w:t>-</w:t>
      </w:r>
      <w:r>
        <w:t xml:space="preserve">humanly ways of their lives so that it gets a permanent seal of Islaam and thus a thick veil may cover their misdeeds and their predecessors’ misdeeds also., consequently burying the religion of Islaam from its very foundation. This was the main cause to demand Bay’at but nevertheless they were defeated in their cause but Imaam Husayn (A.S.) came out victorious even though by the greatest sacrifices, he won the battle which was actually between the causes, he won in his cause, which is obvious to all the world tday, a proof being his magnificient Shrine and his follwers all around the globe commemorating Muharram. While his enemies are wiped out and became extinct species of oppressors, looters, and debauches. Nobody knows and cares of the whereabout of their unclean remains. </w:t>
      </w:r>
    </w:p>
    <w:p w:rsidR="00294BA7" w:rsidRDefault="00294BA7" w:rsidP="00294BA7">
      <w:pPr>
        <w:pStyle w:val="libNormal"/>
      </w:pPr>
      <w:r>
        <w:t xml:space="preserve">However, in the evening of this day we should recite </w:t>
      </w:r>
      <w:r w:rsidRPr="00294BA7">
        <w:rPr>
          <w:rStyle w:val="libItalicChar"/>
        </w:rPr>
        <w:t>Ziyaarat</w:t>
      </w:r>
      <w:r w:rsidR="002E452F">
        <w:rPr>
          <w:rStyle w:val="libItalicChar"/>
        </w:rPr>
        <w:t>-</w:t>
      </w:r>
      <w:r w:rsidRPr="00294BA7">
        <w:rPr>
          <w:rStyle w:val="libItalicChar"/>
        </w:rPr>
        <w:t>e</w:t>
      </w:r>
      <w:r w:rsidR="002E452F">
        <w:rPr>
          <w:rStyle w:val="libItalicChar"/>
        </w:rPr>
        <w:t>-</w:t>
      </w:r>
      <w:r w:rsidRPr="00294BA7">
        <w:rPr>
          <w:rStyle w:val="libItalicChar"/>
        </w:rPr>
        <w:t>Tahiyyat</w:t>
      </w:r>
      <w:r>
        <w:t>, i.e. the Ziyaarat to convey our condolences to the Holy Prophet and Ahlul Bayt Alayhimussalaam. For this Ziyaarat please refer Mafaatihul Jinaan. It was on this same evening of 61 A.H. that the cruel and brutal army of accursed Yazid took captive the respected and honourable ladies of Ahlul Bayt and still denying them even some water to drink. It was a dreaful evening for those holy ladies lamenting for their dead ones on one side and on the other side being subjected to tortures by setting their camps on fire. The intense Zulm on them is enough to melt the hardest heart.</w:t>
      </w:r>
    </w:p>
    <w:p w:rsidR="00294BA7" w:rsidRDefault="00294BA7" w:rsidP="00294BA7">
      <w:pPr>
        <w:pStyle w:val="libCenterTitr"/>
      </w:pPr>
      <w:bookmarkStart w:id="110" w:name="_Toc64900159"/>
      <w:r>
        <w:t>25</w:t>
      </w:r>
      <w:r w:rsidRPr="00294BA7">
        <w:t>th</w:t>
      </w:r>
      <w:r>
        <w:t xml:space="preserve"> of Muharram:</w:t>
      </w:r>
      <w:bookmarkEnd w:id="110"/>
    </w:p>
    <w:p w:rsidR="00294BA7" w:rsidRDefault="00294BA7" w:rsidP="00294BA7">
      <w:pPr>
        <w:pStyle w:val="libNormal"/>
      </w:pPr>
      <w:r>
        <w:t>This is the Martyrdom Day of Imaam Zaynul Aabedeen (A.S.) The Imaam was present in Karbalaa on Aashoora but he was severly sick and was in a state of unconsciousness most of the time. After the massacre of Karbala on the second day he was made to walk bare</w:t>
      </w:r>
      <w:r w:rsidR="002E452F">
        <w:t>-</w:t>
      </w:r>
      <w:r>
        <w:t>footed to Kufa and then to Shaam, together with the holy ladies, moreover he was mercilessly chained also.</w:t>
      </w:r>
    </w:p>
    <w:p w:rsidR="00294BA7" w:rsidRDefault="00294BA7" w:rsidP="00294BA7">
      <w:pPr>
        <w:pStyle w:val="libNormal"/>
      </w:pPr>
      <w:r>
        <w:t>The unimaginable Zulm inflicted on the family of the Holy Prophet (S.A.W.W.) is enough to make a human being weap tears of blood throughout entire life. Let us pray to The All</w:t>
      </w:r>
      <w:r w:rsidR="002E452F">
        <w:t>-</w:t>
      </w:r>
      <w:r>
        <w:t>Just Allaah that those Zaalims and their ‘yes men’ and those who had created foundation for the massacre of Karbalaa remain under the most severe curse from Allmighty Allaah forever ever ever. Aameen.</w:t>
      </w:r>
    </w:p>
    <w:p w:rsidR="00294BA7" w:rsidRDefault="00294BA7" w:rsidP="00294BA7">
      <w:pPr>
        <w:pStyle w:val="libNormal"/>
      </w:pPr>
      <w:r>
        <w:lastRenderedPageBreak/>
        <w:t>We are under the highest obligation from the martyrs of Karbala because it is because of their precious sacrifice that Islaam was saved and we are Muslims today. Therefore we should dutifully remember them by reciting their Ziyarat, and by offering some Namaaz on their behalf, and keep up the spirit of Islaam ever high.</w:t>
      </w:r>
    </w:p>
    <w:p w:rsidR="00294BA7" w:rsidRDefault="00294BA7" w:rsidP="00294BA7">
      <w:pPr>
        <w:pStyle w:val="libNormal"/>
      </w:pP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Fajr</w:t>
      </w:r>
      <w:r>
        <w:t xml:space="preserve"> has its other name as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Imaam Husayn (A.S.)</w:t>
      </w:r>
      <w:r>
        <w:t xml:space="preserve"> so it is beter to recite it often to refresh the memories concerning Imaam Husayn (A.S.) Recite this Surah in Wajib and Sunat Namaaz, it has got its merits.</w:t>
      </w:r>
    </w:p>
    <w:p w:rsidR="00294BA7" w:rsidRDefault="00294BA7" w:rsidP="00294BA7">
      <w:pPr>
        <w:pStyle w:val="libNormal"/>
      </w:pPr>
      <w:r>
        <w:t xml:space="preserve">Reciting </w:t>
      </w:r>
      <w:r w:rsidRPr="00294BA7">
        <w:rPr>
          <w:rStyle w:val="libItalicChar"/>
        </w:rPr>
        <w:t>Ziyaarat</w:t>
      </w:r>
      <w:r w:rsidR="002E452F">
        <w:rPr>
          <w:rStyle w:val="libItalicChar"/>
        </w:rPr>
        <w:t>-</w:t>
      </w:r>
      <w:r w:rsidRPr="00294BA7">
        <w:rPr>
          <w:rStyle w:val="libItalicChar"/>
        </w:rPr>
        <w:t>e</w:t>
      </w:r>
      <w:r w:rsidR="002E452F">
        <w:rPr>
          <w:rStyle w:val="libItalicChar"/>
        </w:rPr>
        <w:t>-</w:t>
      </w:r>
      <w:r w:rsidRPr="00294BA7">
        <w:rPr>
          <w:rStyle w:val="libItalicChar"/>
        </w:rPr>
        <w:t>Aashoora</w:t>
      </w:r>
      <w:r>
        <w:t xml:space="preserve"> is not limited to the day of Aashoora only. We should recite it as often as possible, its merits are beyond imagination.</w:t>
      </w:r>
    </w:p>
    <w:p w:rsidR="00294BA7" w:rsidRDefault="00294BA7" w:rsidP="00294BA7">
      <w:pPr>
        <w:pStyle w:val="libNormal"/>
      </w:pPr>
      <w:r w:rsidRPr="00294BA7">
        <w:rPr>
          <w:rStyle w:val="libItalicChar"/>
        </w:rPr>
        <w:t>Namaaz</w:t>
      </w:r>
      <w:r w:rsidR="002E452F">
        <w:rPr>
          <w:rStyle w:val="libItalicChar"/>
        </w:rPr>
        <w:t>-</w:t>
      </w:r>
      <w:r w:rsidRPr="00294BA7">
        <w:rPr>
          <w:rStyle w:val="libItalicChar"/>
        </w:rPr>
        <w:t>e</w:t>
      </w:r>
      <w:r w:rsidR="002E452F">
        <w:rPr>
          <w:rStyle w:val="libItalicChar"/>
        </w:rPr>
        <w:t>-</w:t>
      </w:r>
      <w:r w:rsidRPr="00294BA7">
        <w:rPr>
          <w:rStyle w:val="libItalicChar"/>
        </w:rPr>
        <w:t>Imaam Husayn (A.S.)</w:t>
      </w:r>
      <w:r>
        <w:t xml:space="preserve"> should be prayed for his rememberence. (ref.M.Jinaan)</w:t>
      </w:r>
    </w:p>
    <w:p w:rsidR="00294BA7" w:rsidRDefault="00294BA7" w:rsidP="00294BA7">
      <w:pPr>
        <w:pStyle w:val="libNormal"/>
      </w:pPr>
      <w:r>
        <w:t xml:space="preserve">Recite </w:t>
      </w:r>
      <w:r w:rsidRPr="00294BA7">
        <w:rPr>
          <w:rStyle w:val="libItalicChar"/>
        </w:rPr>
        <w:t>Ziyaarat</w:t>
      </w:r>
      <w:r w:rsidR="002E452F">
        <w:rPr>
          <w:rStyle w:val="libItalicChar"/>
        </w:rPr>
        <w:t>-</w:t>
      </w:r>
      <w:r w:rsidRPr="00294BA7">
        <w:rPr>
          <w:rStyle w:val="libItalicChar"/>
        </w:rPr>
        <w:t>e</w:t>
      </w:r>
      <w:r w:rsidR="002E452F">
        <w:rPr>
          <w:rStyle w:val="libItalicChar"/>
        </w:rPr>
        <w:t>-</w:t>
      </w:r>
      <w:r w:rsidRPr="00294BA7">
        <w:rPr>
          <w:rStyle w:val="libItalicChar"/>
        </w:rPr>
        <w:t>Naahiya</w:t>
      </w:r>
      <w:r>
        <w:t>. This is to salute Shohadaa</w:t>
      </w:r>
      <w:r w:rsidR="002E452F">
        <w:t>-</w:t>
      </w:r>
      <w:r>
        <w:t>e</w:t>
      </w:r>
      <w:r w:rsidR="002E452F">
        <w:t>-</w:t>
      </w:r>
      <w:r>
        <w:t>Karbalaa. Imaam</w:t>
      </w:r>
      <w:r w:rsidR="002E452F">
        <w:t>-</w:t>
      </w:r>
      <w:r>
        <w:t>e</w:t>
      </w:r>
      <w:r w:rsidR="002E452F">
        <w:t>-</w:t>
      </w:r>
      <w:r>
        <w:t>Zamaana recites this Ziyaarat.</w:t>
      </w:r>
    </w:p>
    <w:p w:rsidR="00294BA7" w:rsidRDefault="00294BA7" w:rsidP="00294BA7">
      <w:pPr>
        <w:pStyle w:val="libNormal"/>
      </w:pPr>
      <w:r w:rsidRPr="00294BA7">
        <w:rPr>
          <w:rStyle w:val="libItalicChar"/>
        </w:rPr>
        <w:t>The sister of Imaam Husayn (A.S.), Bibi Zaynab (S.A.) has also a very great share in safeguarding Islaam.</w:t>
      </w:r>
      <w:r w:rsidRPr="00294BA7">
        <w:t xml:space="preserve"> She </w:t>
      </w:r>
      <w:r>
        <w:t xml:space="preserve">suffered enormous hardships from Karbala to Kufa and Shaam. It was her holy presence among the captives who managed to answer bravely to the Zalims and made it known to the public masses their identity which the Zalims were intentionally hiding. After Krbala the mission of Imaam Husayn was completed by Bibi Zaynab (S.A.) It was Bibi Zaynab (S.A.) who made it known to those who were ignorant about the cause of Martyrdom of Imaam Husayn (A.S.) And it was Bibi Zaynab (S.A.) who unveiled the hypocrites and infidels who were behind the atrocitites of Karbalaa. </w:t>
      </w:r>
    </w:p>
    <w:p w:rsidR="00294BA7" w:rsidRDefault="00294BA7" w:rsidP="00294BA7">
      <w:pPr>
        <w:pStyle w:val="libNormal"/>
      </w:pPr>
      <w:r>
        <w:t xml:space="preserve">So it is our duty to remember the </w:t>
      </w:r>
      <w:r w:rsidRPr="00294BA7">
        <w:rPr>
          <w:rStyle w:val="libItalicChar"/>
        </w:rPr>
        <w:t xml:space="preserve">Holy Lady Bibi Zaynab Salaamullaahi Alayhaa </w:t>
      </w:r>
      <w:r>
        <w:t xml:space="preserve">by reciting her </w:t>
      </w:r>
      <w:r w:rsidRPr="00294BA7">
        <w:rPr>
          <w:rStyle w:val="libItalicChar"/>
        </w:rPr>
        <w:t>Ziyaarat</w:t>
      </w:r>
      <w:r>
        <w:t xml:space="preserve"> as often as possible. Moreover, if luck permeates, one should visit her Blessed Shrine in Shaam to pay due tributes. Her Shrine stands as lively as the Holy Shrine of Imaam Husayn (A.S.) in Karbalaa. And one should not doubt about the Mo’jiza at Bibi Zaynab (S.A.)’s shrine. They do happen and faithfuls are certainly benefited over there.</w:t>
      </w:r>
    </w:p>
    <w:p w:rsidR="00294BA7" w:rsidRDefault="00294BA7" w:rsidP="00294BA7">
      <w:pPr>
        <w:pStyle w:val="libNormal"/>
      </w:pPr>
      <w:r>
        <w:t>One of the most heart rendering atrocities of the tragedy of Karbalaa is that the loving daughter of Imaam Husayn (A.S.), Bibi Sakeeena (S.A.) who was only four years old was also subjected to untold Dhulm. She was amongst the captives in a dreadful prison. She endured very much but atlast the small soul could not bear the atrocities any more and she breathed her last in the very prison. She was buried therein. Today her Holy Shrine also stands with full glory and majesty in Shaam. We should also recite Ziyaarat</w:t>
      </w:r>
      <w:r w:rsidRPr="00294BA7">
        <w:rPr>
          <w:rStyle w:val="libItalicChar"/>
        </w:rPr>
        <w:t xml:space="preserve"> of Bibi Sakina (S.A.)</w:t>
      </w:r>
      <w:r>
        <w:t xml:space="preserve"> realizing how much sufferings she had to bear for the sake of Islaam, although she was little in age but as a blessed daughter of the Imaam she was highly learned and knowledgable.</w:t>
      </w:r>
    </w:p>
    <w:p w:rsidR="00294BA7" w:rsidRDefault="00294BA7" w:rsidP="00294BA7">
      <w:pPr>
        <w:pStyle w:val="libNormal"/>
      </w:pPr>
      <w:r>
        <w:t>It was only by the command of Allaah (S.W.T.) that Imaam Sajjaad (A.S.) remained alive through the tragedy of Karbalaa, otherwise the enemies of Islaam, specifically Banu Umayya had firm plans to extinguish the light of Islaam by sparing not a single male person from Ahlul Bayt so that Islaam could no longer be propogated. The cruel Yezidites did not spare even the feeding infant Ali Asghar (A.S.) who was only six month old. But as Allaah S.W.T has declared in His Holy Book that it is a vain effort by the infidels to extinguish the light of Islaam, it will ever remain shining upto the last day on earth.</w:t>
      </w:r>
    </w:p>
    <w:p w:rsidR="00294BA7" w:rsidRDefault="00294BA7" w:rsidP="00294BA7">
      <w:pPr>
        <w:pStyle w:val="libNormal"/>
      </w:pPr>
      <w:r>
        <w:t>The Dhulm they had commited in Karbalaa was at its peak. No more of it can ever be imagined of. Attrocities were of such extents that a simple</w:t>
      </w:r>
      <w:r w:rsidR="002E452F">
        <w:t>-</w:t>
      </w:r>
      <w:r>
        <w:t>minded would think as if the oppressed were of the most severe crime. In fact Imaam Husayn (A.S.), his household members, and his companions were quite innocent and sinless. The only sin, if it could ever be called a ‘sin’, in the sight of the oppressors was that the Imaam was on a right path leading pious life and guiding people to the right path. While Bani Umayya being the worshippers of this world, and infidels at their hearts, wanted quite the opposite, i.e. keeping the masses in darkness of ignorance and leading them astray, thus gaining power to rule over them.</w:t>
      </w:r>
    </w:p>
    <w:p w:rsidR="00294BA7" w:rsidRDefault="00294BA7" w:rsidP="00294BA7">
      <w:pPr>
        <w:pStyle w:val="libNormal"/>
      </w:pPr>
      <w:r>
        <w:t xml:space="preserve">When the treaty was concluded between Imaam Hasan (A.S.) and Muawiya it was particularly mentioned that he will not appoint anyone to succeed him in ruling the state, but </w:t>
      </w:r>
      <w:r>
        <w:lastRenderedPageBreak/>
        <w:t xml:space="preserve">as was their old custom Muawiya committed breach of agreement and appointed his drunkard and animalistic son Yazid to be his successor. When Imaam Husayn (A.S.) was told to give his consent and recognize Yazid as a rightful caliph of the Holy Prophet it was obvious that such a holy person can never agree to it. And the war started between good and evil. Yazid was sure that if Imaam Husayn (A.S.) did not recognize him then his empire was doomed to the extinct. He and his likes were completely absorbed in vanity they did not wish to leave their beastly pleasures of this world at any cost. As such, they had put aside all the reverence and sanctity of Allaah, His Prophet, and Ahlul Bayt, and acted according to their own devilsh desires. </w:t>
      </w:r>
    </w:p>
    <w:p w:rsidR="00294BA7" w:rsidRDefault="00294BA7" w:rsidP="00294BA7">
      <w:pPr>
        <w:pStyle w:val="libNormal"/>
      </w:pPr>
      <w:r>
        <w:t xml:space="preserve">Bani Umayya had started their enmity towards Islaam from the very beginning era. They prosecuted Muslims in Makkah, they even tried to assassinate the Holy Prophet (S.A.W.W.), they waged bloody wars against Muslims in Madeena, they poisoned and assassinated the Imaams, they commenced their enmity just on the moment the Holy Prophet left the world, but in spite of uncountable tortures and killings of Muslims yet today Muslims’ figure stands towering at its maximum. Especially they wished the progeny of the Holy Prophet to be wiped out, and they certainly did it to their best, but it is obvious that today not a single corner of earth is without any population of Sayyids, i.e. the generations of Ahlul Bayt (A.S.) After the fall of Umayyids the accursed Bani Abbaasis took over their job. Even though they commited untold atrocities, brutalities, tortures and massacres on Ahlul Bayt and their followers, but they also could not wipe out Islaam. From east to west and from north to south there are scattered like pearls people snd Ulamaa from the progeny of the Holy Prophet (S.A.W.W.), but ask for the Bani Umayya or Bani Abbaasis, there is no trace of them anywhere. They are an extinct specis. </w:t>
      </w:r>
    </w:p>
    <w:p w:rsidR="002E452F" w:rsidRDefault="002E452F" w:rsidP="00294BA7">
      <w:pPr>
        <w:pStyle w:val="libNormal"/>
      </w:pPr>
      <w:r>
        <w:br w:type="page"/>
      </w:r>
    </w:p>
    <w:p w:rsidR="00A33494" w:rsidRDefault="00A33494" w:rsidP="00A33494">
      <w:pPr>
        <w:pStyle w:val="Heading1Center"/>
      </w:pPr>
      <w:bookmarkStart w:id="111" w:name="_Toc420238118"/>
      <w:r w:rsidRPr="00A33494">
        <w:lastRenderedPageBreak/>
        <w:t>SAFAR</w:t>
      </w:r>
      <w:bookmarkEnd w:id="111"/>
    </w:p>
    <w:p w:rsidR="00294BA7" w:rsidRDefault="00294BA7" w:rsidP="00294BA7">
      <w:pPr>
        <w:pStyle w:val="libNormal"/>
      </w:pPr>
      <w:r>
        <w:t>This month is known as an un</w:t>
      </w:r>
      <w:r w:rsidR="002E452F">
        <w:t>-</w:t>
      </w:r>
      <w:r>
        <w:t xml:space="preserve">auspecious month. Therefore we should always take out </w:t>
      </w:r>
      <w:r w:rsidRPr="00294BA7">
        <w:rPr>
          <w:rStyle w:val="libItalicChar"/>
        </w:rPr>
        <w:t xml:space="preserve">Sadaqa </w:t>
      </w:r>
      <w:r>
        <w:t>and pray to Allaah (S.W.T.) to keep away all the evils and problems.</w:t>
      </w:r>
    </w:p>
    <w:p w:rsidR="00294BA7" w:rsidRDefault="00294BA7" w:rsidP="00294BA7">
      <w:pPr>
        <w:pStyle w:val="libNormal"/>
      </w:pPr>
      <w:r>
        <w:t xml:space="preserve">Recite this </w:t>
      </w:r>
      <w:r w:rsidRPr="00294BA7">
        <w:rPr>
          <w:rStyle w:val="libItalicChar"/>
        </w:rPr>
        <w:t>Duaa 10 times daily</w:t>
      </w:r>
      <w:r>
        <w:t xml:space="preserve"> for Hifaadhat:</w:t>
      </w:r>
    </w:p>
    <w:p w:rsidR="00294BA7" w:rsidRDefault="00294BA7" w:rsidP="00294BA7">
      <w:pPr>
        <w:pStyle w:val="libNormal"/>
      </w:pPr>
      <w:r>
        <w:t>Yaa Shadeedal Quwaa Wa Yaa Shadeedal Mihaali, Yaa Azeezu Yaa Azeezu Yaa Azeezu, Dhallat Bi Adhwamatika Jamee’u Khalqik, Fakfinee Sharra Khalqika, Yaa Muhsinu Yaa Mujmilu Yaa Mun’imoo Yaa Mufdhilu, Yaa Laa Ilaaha Illaa Anta Sub’haanaka Innee Kuntu Minadh</w:t>
      </w:r>
      <w:r w:rsidR="002E452F">
        <w:t>-</w:t>
      </w:r>
      <w:r>
        <w:t>Dhwaalimeen, Fastajabnaa Lahu Wa Najjaynaahu Minal Ghammi Wakadhaalika Nunjil Mu’mineen, Wa Swallallaahu Alaa Muhammadin Wa Aalihit</w:t>
      </w:r>
      <w:r w:rsidR="002E452F">
        <w:t>-</w:t>
      </w:r>
      <w:r>
        <w:t>Twayyibeenat</w:t>
      </w:r>
      <w:r w:rsidR="002E452F">
        <w:t>-</w:t>
      </w:r>
      <w:r>
        <w:t>Twaahireen.</w:t>
      </w:r>
    </w:p>
    <w:p w:rsidR="00294BA7" w:rsidRDefault="00294BA7" w:rsidP="00294BA7">
      <w:pPr>
        <w:pStyle w:val="libNormal"/>
      </w:pPr>
      <w:r>
        <w:t xml:space="preserve">On 1st of this month in 37 A.H. </w:t>
      </w:r>
      <w:r w:rsidR="002E452F">
        <w:t>-</w:t>
      </w:r>
      <w:r>
        <w:t xml:space="preserve">took place the </w:t>
      </w:r>
      <w:r w:rsidRPr="00294BA7">
        <w:rPr>
          <w:rStyle w:val="libItalicChar"/>
        </w:rPr>
        <w:t>battle of Siffeen</w:t>
      </w:r>
      <w:r>
        <w:t xml:space="preserve"> between Imaam Ameerul Mu’mineen (A.S.) and Muaviya</w:t>
      </w:r>
    </w:p>
    <w:p w:rsidR="00294BA7" w:rsidRDefault="00294BA7" w:rsidP="00294BA7">
      <w:pPr>
        <w:pStyle w:val="libNormal"/>
      </w:pPr>
      <w:r>
        <w:t xml:space="preserve">On 1st of this month in 61 A.H. </w:t>
      </w:r>
      <w:r w:rsidR="002E452F">
        <w:t>-</w:t>
      </w:r>
      <w:r>
        <w:t xml:space="preserve">the severed Holy head of </w:t>
      </w:r>
      <w:r w:rsidRPr="00294BA7">
        <w:rPr>
          <w:rStyle w:val="libItalicChar"/>
        </w:rPr>
        <w:t>Imaam Husayn (A.S.)</w:t>
      </w:r>
      <w:r>
        <w:t xml:space="preserve"> was brought to Damishq.</w:t>
      </w:r>
    </w:p>
    <w:p w:rsidR="00294BA7" w:rsidRDefault="00294BA7" w:rsidP="00294BA7">
      <w:pPr>
        <w:pStyle w:val="libNormal"/>
      </w:pPr>
      <w:r>
        <w:t>On the 3rd is the day of Martyrdom of Janaab</w:t>
      </w:r>
      <w:r w:rsidR="002E452F">
        <w:t>-</w:t>
      </w:r>
      <w:r>
        <w:t>e</w:t>
      </w:r>
      <w:r w:rsidR="002E452F">
        <w:t>-</w:t>
      </w:r>
      <w:r>
        <w:t>Zayd son of Imaam Zaynul Aabideen (A.S.)</w:t>
      </w:r>
      <w:r w:rsidR="002E452F">
        <w:t>-</w:t>
      </w:r>
      <w:r>
        <w:t xml:space="preserve"> </w:t>
      </w:r>
    </w:p>
    <w:p w:rsidR="00294BA7" w:rsidRDefault="00294BA7" w:rsidP="00294BA7">
      <w:pPr>
        <w:pStyle w:val="libNormal"/>
      </w:pPr>
      <w:r>
        <w:t xml:space="preserve">Pray </w:t>
      </w:r>
      <w:r w:rsidRPr="00F83CC6">
        <w:rPr>
          <w:rStyle w:val="libUnderlineChar"/>
        </w:rPr>
        <w:t>two rak’at Namaaz</w:t>
      </w:r>
      <w:r>
        <w:t>, recite Surah</w:t>
      </w:r>
      <w:r w:rsidR="002E452F">
        <w:t>-</w:t>
      </w:r>
      <w:r>
        <w:t>e</w:t>
      </w:r>
      <w:r w:rsidR="002E452F">
        <w:t>-</w:t>
      </w:r>
      <w:r>
        <w:t>Fat’h after Al</w:t>
      </w:r>
      <w:r w:rsidR="002E452F">
        <w:t>-</w:t>
      </w:r>
      <w:r>
        <w:t xml:space="preserve">Hamd in the first rak’at and S.Ikhlaas in the second, </w:t>
      </w:r>
    </w:p>
    <w:p w:rsidR="00294BA7" w:rsidRDefault="00294BA7" w:rsidP="00294BA7">
      <w:pPr>
        <w:pStyle w:val="libNormal"/>
      </w:pPr>
      <w:r>
        <w:t xml:space="preserve">Recite 100 times </w:t>
      </w:r>
      <w:r w:rsidRPr="00294BA7">
        <w:rPr>
          <w:rStyle w:val="libItalicChar"/>
        </w:rPr>
        <w:t>Salawaat</w:t>
      </w:r>
      <w:r>
        <w:t xml:space="preserve">, </w:t>
      </w:r>
    </w:p>
    <w:p w:rsidR="00294BA7" w:rsidRDefault="00294BA7" w:rsidP="00294BA7">
      <w:pPr>
        <w:pStyle w:val="libNormal"/>
      </w:pPr>
      <w:r>
        <w:t>Recite 100 times ‘Allaahummal</w:t>
      </w:r>
      <w:r w:rsidR="002E452F">
        <w:t>-</w:t>
      </w:r>
      <w:r>
        <w:t>An Aala AbiSufyaan’</w:t>
      </w:r>
    </w:p>
    <w:p w:rsidR="00294BA7" w:rsidRDefault="00294BA7" w:rsidP="00294BA7">
      <w:pPr>
        <w:pStyle w:val="libNormal"/>
      </w:pPr>
      <w:r>
        <w:t xml:space="preserve">Recite 100 times </w:t>
      </w:r>
      <w:r w:rsidRPr="00294BA7">
        <w:rPr>
          <w:rStyle w:val="libItalicChar"/>
        </w:rPr>
        <w:t>Istighfar,</w:t>
      </w:r>
      <w:r>
        <w:t xml:space="preserve"> </w:t>
      </w:r>
    </w:p>
    <w:p w:rsidR="00294BA7" w:rsidRDefault="00294BA7" w:rsidP="00294BA7">
      <w:pPr>
        <w:pStyle w:val="libNormal"/>
      </w:pPr>
      <w:r>
        <w:t>Beseech your Haajat.</w:t>
      </w:r>
    </w:p>
    <w:p w:rsidR="00294BA7" w:rsidRDefault="00294BA7" w:rsidP="00294BA7">
      <w:pPr>
        <w:pStyle w:val="libCenterTitr"/>
      </w:pPr>
      <w:bookmarkStart w:id="112" w:name="_Toc64900161"/>
      <w:r>
        <w:t>7</w:t>
      </w:r>
      <w:r w:rsidRPr="00294BA7">
        <w:t>th</w:t>
      </w:r>
      <w:r>
        <w:t xml:space="preserve"> Safar:</w:t>
      </w:r>
      <w:bookmarkEnd w:id="112"/>
    </w:p>
    <w:p w:rsidR="00294BA7" w:rsidRDefault="00294BA7" w:rsidP="00294BA7">
      <w:pPr>
        <w:pStyle w:val="libNormal"/>
      </w:pPr>
      <w:r>
        <w:t xml:space="preserve">Day of Shahaadat of </w:t>
      </w:r>
      <w:r w:rsidRPr="00294BA7">
        <w:rPr>
          <w:rStyle w:val="libItalicChar"/>
        </w:rPr>
        <w:t>Imaam Hasan (A.S.)</w:t>
      </w:r>
      <w:r>
        <w:t xml:space="preserve"> (according to another tradition it is 28th Safar); </w:t>
      </w:r>
      <w:r w:rsidRPr="00294BA7">
        <w:rPr>
          <w:rStyle w:val="libItalicChar"/>
        </w:rPr>
        <w:t>Imaam Moosa</w:t>
      </w:r>
      <w:r w:rsidR="002E452F">
        <w:rPr>
          <w:rStyle w:val="libItalicChar"/>
        </w:rPr>
        <w:t>-</w:t>
      </w:r>
      <w:r w:rsidRPr="00294BA7">
        <w:rPr>
          <w:rStyle w:val="libItalicChar"/>
        </w:rPr>
        <w:t>e</w:t>
      </w:r>
      <w:r w:rsidR="002E452F">
        <w:rPr>
          <w:rStyle w:val="libItalicChar"/>
        </w:rPr>
        <w:t>-</w:t>
      </w:r>
      <w:r w:rsidRPr="00294BA7">
        <w:rPr>
          <w:rStyle w:val="libItalicChar"/>
        </w:rPr>
        <w:t>Kaadhim (A.S.)</w:t>
      </w:r>
      <w:r>
        <w:t xml:space="preserve"> was born today.</w:t>
      </w:r>
    </w:p>
    <w:p w:rsidR="00294BA7" w:rsidRDefault="00294BA7" w:rsidP="00294BA7">
      <w:pPr>
        <w:pStyle w:val="libCenterTitr"/>
      </w:pPr>
      <w:bookmarkStart w:id="113" w:name="_Toc64900162"/>
      <w:r>
        <w:t>ARBA’EEN. (Chehlum) 20</w:t>
      </w:r>
      <w:r w:rsidRPr="00294BA7">
        <w:t>th</w:t>
      </w:r>
      <w:r>
        <w:t xml:space="preserve"> Safar:</w:t>
      </w:r>
      <w:bookmarkEnd w:id="113"/>
    </w:p>
    <w:p w:rsidR="00294BA7" w:rsidRDefault="00294BA7" w:rsidP="00294BA7">
      <w:pPr>
        <w:pStyle w:val="libNormal"/>
      </w:pPr>
      <w:r>
        <w:t xml:space="preserve">Today is the day of </w:t>
      </w:r>
      <w:r w:rsidRPr="00294BA7">
        <w:rPr>
          <w:rStyle w:val="libItalicChar"/>
        </w:rPr>
        <w:t>Chehloom</w:t>
      </w:r>
      <w:r>
        <w:t xml:space="preserve"> (Foutieth) of Imaam Husayn (A.S.) It was on this day the family of Imaam Husayn (A.S.) returned from Shaam to Madeena. The revered companion of the Holy Prophet, Janaabe Jaabir bin Abdullah Ansaari today reached Karbalaa and he was the first Zaair (Visitor to the Holy Grave)) of Imaam Husayn (A.S.)</w:t>
      </w:r>
    </w:p>
    <w:p w:rsidR="00294BA7" w:rsidRDefault="00294BA7" w:rsidP="00294BA7">
      <w:pPr>
        <w:pStyle w:val="libNormal"/>
      </w:pPr>
      <w:r>
        <w:t>It is Mustahab to recite Ziyaarat of Imaam Husayn (A.S.) especially Ziyaarat</w:t>
      </w:r>
      <w:r w:rsidR="002E452F">
        <w:t>-</w:t>
      </w:r>
      <w:r>
        <w:t>e</w:t>
      </w:r>
      <w:r w:rsidR="002E452F">
        <w:t>-</w:t>
      </w:r>
      <w:r>
        <w:t>Arbaeen.</w:t>
      </w:r>
    </w:p>
    <w:p w:rsidR="00294BA7" w:rsidRDefault="00294BA7" w:rsidP="00294BA7">
      <w:pPr>
        <w:pStyle w:val="libNormal"/>
      </w:pPr>
      <w:r>
        <w:t xml:space="preserve">Imaam Hasan Askari (A.S.) said that </w:t>
      </w:r>
      <w:r w:rsidRPr="00F83CC6">
        <w:rPr>
          <w:rStyle w:val="libUnderlineChar"/>
        </w:rPr>
        <w:t>five things are the sign of a Mu’min,</w:t>
      </w:r>
      <w:r>
        <w:t xml:space="preserve"> they are:</w:t>
      </w:r>
    </w:p>
    <w:p w:rsidR="00294BA7" w:rsidRDefault="00294BA7" w:rsidP="00294BA7">
      <w:pPr>
        <w:pStyle w:val="libNormal"/>
      </w:pPr>
      <w:r>
        <w:t xml:space="preserve">Praying totally </w:t>
      </w:r>
      <w:r w:rsidRPr="00F83CC6">
        <w:rPr>
          <w:rStyle w:val="libUnderlineChar"/>
        </w:rPr>
        <w:t>51 rak’at Namaaz</w:t>
      </w:r>
      <w:r>
        <w:t xml:space="preserve"> during 24 hours,</w:t>
      </w:r>
    </w:p>
    <w:p w:rsidR="00294BA7" w:rsidRDefault="00294BA7" w:rsidP="00294BA7">
      <w:pPr>
        <w:pStyle w:val="libNormal"/>
      </w:pPr>
      <w:r>
        <w:t>Reciting Ziyaarat of Imaam Husayn (A.S.) on Arbaeen,</w:t>
      </w:r>
    </w:p>
    <w:p w:rsidR="00294BA7" w:rsidRDefault="00294BA7" w:rsidP="00294BA7">
      <w:pPr>
        <w:pStyle w:val="libNormal"/>
      </w:pPr>
      <w:r>
        <w:t>Wearing a ring on right hand,</w:t>
      </w:r>
    </w:p>
    <w:p w:rsidR="00294BA7" w:rsidRDefault="00294BA7" w:rsidP="00294BA7">
      <w:pPr>
        <w:pStyle w:val="libNormal"/>
      </w:pPr>
      <w:r>
        <w:t xml:space="preserve">Prostrating on the sand </w:t>
      </w:r>
      <w:r w:rsidRPr="00F83CC6">
        <w:rPr>
          <w:rStyle w:val="libUnderlineChar"/>
        </w:rPr>
        <w:t>(Sajdagaah/Mohr),</w:t>
      </w:r>
      <w:r>
        <w:t xml:space="preserve"> and</w:t>
      </w:r>
    </w:p>
    <w:p w:rsidR="00294BA7" w:rsidRDefault="00294BA7" w:rsidP="00294BA7">
      <w:pPr>
        <w:pStyle w:val="libNormal"/>
      </w:pPr>
      <w:r>
        <w:t>Speaking Bismillaahir</w:t>
      </w:r>
      <w:r w:rsidR="002E452F">
        <w:t>-</w:t>
      </w:r>
      <w:r>
        <w:t>Rahmanir</w:t>
      </w:r>
      <w:r w:rsidR="002E452F">
        <w:t>-</w:t>
      </w:r>
      <w:r>
        <w:t>Raheem aloud in Namaaz.</w:t>
      </w:r>
    </w:p>
    <w:p w:rsidR="00294BA7" w:rsidRDefault="00294BA7" w:rsidP="00294BA7">
      <w:pPr>
        <w:pStyle w:val="libCenterTitr"/>
      </w:pPr>
      <w:r>
        <w:br w:type="page"/>
      </w:r>
      <w:bookmarkStart w:id="114" w:name="_Toc64900163"/>
      <w:r>
        <w:lastRenderedPageBreak/>
        <w:t>28</w:t>
      </w:r>
      <w:r w:rsidRPr="00294BA7">
        <w:t>th</w:t>
      </w:r>
      <w:r>
        <w:t xml:space="preserve"> Safar:</w:t>
      </w:r>
      <w:bookmarkEnd w:id="114"/>
    </w:p>
    <w:p w:rsidR="00294BA7" w:rsidRDefault="00294BA7" w:rsidP="00294BA7">
      <w:pPr>
        <w:pStyle w:val="libNormal"/>
      </w:pPr>
      <w:r>
        <w:t xml:space="preserve">On this fateful day of 11 A.H. the </w:t>
      </w:r>
      <w:r w:rsidRPr="00294BA7">
        <w:rPr>
          <w:rStyle w:val="libItalicChar"/>
        </w:rPr>
        <w:t>Holy Prophet (S.A.W.W.)</w:t>
      </w:r>
      <w:r>
        <w:t xml:space="preserve"> left the world for the everlasting abode at the age of 63 years. At the age of 40 revelation started to descend on him and he strarted propogating openly. He worked very hard and endured all sorts of problems and troubles from infidels of Makka uptill 13 years. At the age of 53 The Holy Prophet (S.A.W.W.) migrated to Madeena and established the first Islaamic State there. The infidels did not left any stone unturned so as to wipe out the very roots of Islaam but the unflenchig and firm faith of Muslims did not allow it to happen and Islaam went on gaining power day in day out. He remained in Madeena for 10 years and his holy soul departed on Monday, 28th Safar, 11 A.H.</w:t>
      </w:r>
    </w:p>
    <w:p w:rsidR="00294BA7" w:rsidRDefault="00294BA7" w:rsidP="00294BA7">
      <w:pPr>
        <w:pStyle w:val="libNormal"/>
      </w:pPr>
      <w:r>
        <w:t xml:space="preserve">The Holy Prophet (S.A.W.W.) had endured so much sufferings during his life time that he had to declare that no any Prophet had suffered so much as he had to. As the history is witness that he had to suffer the insults and injuries from Quraish and others to such an extent that they hindered people to come even near to the Prophet, lest they hear the verses of Holy Qur’an and be attached to him. The enemies of Islaam boycotted him and his tribe in Makkah so that he had to stay in a distant velley in a state of the impending fear of enemies’ attacks. He was also targeted to be assassinated but was miraculously saved by Allaah (S.W.T.) His blessed body was injured by stones and dirt was often thrown on him. Thorns were laid on his path so as to injure him on his feet. </w:t>
      </w:r>
    </w:p>
    <w:p w:rsidR="00294BA7" w:rsidRDefault="00294BA7" w:rsidP="00294BA7">
      <w:pPr>
        <w:pStyle w:val="libNormal"/>
      </w:pPr>
      <w:r>
        <w:t>Even after his migration to Madeena the infidels of Makkaah did not leave him but persueded him and imposed many bloody wars on him. Not satisfied with all these atrocities and shameful acts, even when the Prophet was on his death</w:t>
      </w:r>
      <w:r w:rsidR="002E452F">
        <w:t>-</w:t>
      </w:r>
      <w:r>
        <w:t>bed they ignored his commands on his face, and when he breathed his last, the hypocrites left his holy dead body unattended and made a rush to grab the power and rulership of the State.</w:t>
      </w:r>
    </w:p>
    <w:p w:rsidR="00294BA7" w:rsidRDefault="00294BA7" w:rsidP="00294BA7">
      <w:pPr>
        <w:pStyle w:val="libNormal"/>
      </w:pPr>
      <w:r>
        <w:t>The people of Arabia were in a state of barbaric community and sunk in dark ignorance, it was the Holy Prophet who rescued them from there and made them human beings suitable to live in a well established society, but they did not realize its value. All this was of tremendous pain to the Holy Prophet. Moreover he was also sure of the impending danger of ignoring and torturing his Holy family members after him.</w:t>
      </w:r>
    </w:p>
    <w:p w:rsidR="00294BA7" w:rsidRDefault="00294BA7" w:rsidP="00294BA7">
      <w:pPr>
        <w:pStyle w:val="libNormal"/>
      </w:pPr>
      <w:r>
        <w:t>Inspite of all this the Holy Prophet never cursed the people of his Ummah, instead he gave his blessings to one and all and prayed to Allaah (S.W.T.) for the salvation of Muslims on the Day of Judgement. How merciful was he who was actually sent as a Mercy to both worlds by the Merciful Lord of both the worlds !</w:t>
      </w:r>
    </w:p>
    <w:p w:rsidR="00294BA7" w:rsidRDefault="00294BA7" w:rsidP="00294BA7">
      <w:pPr>
        <w:pStyle w:val="libNormal"/>
      </w:pPr>
      <w:r>
        <w:t xml:space="preserve">It is necessary to recite the </w:t>
      </w:r>
      <w:r w:rsidRPr="00294BA7">
        <w:rPr>
          <w:rStyle w:val="libItalicChar"/>
        </w:rPr>
        <w:t>Ziyaarat of the Holy Prophet (S.A.W.W.)</w:t>
      </w:r>
      <w:r>
        <w:t xml:space="preserve"> today and on other days, and remember him by </w:t>
      </w:r>
      <w:r w:rsidRPr="00294BA7">
        <w:rPr>
          <w:rStyle w:val="libItalicChar"/>
        </w:rPr>
        <w:t xml:space="preserve">Salawaat, Duaas </w:t>
      </w:r>
      <w:r>
        <w:t>and ponder over his blessed life which is a shining milestone for us to follow.</w:t>
      </w:r>
    </w:p>
    <w:p w:rsidR="00294BA7" w:rsidRDefault="00294BA7" w:rsidP="00294BA7">
      <w:pPr>
        <w:pStyle w:val="libCenterTitr"/>
      </w:pPr>
      <w:bookmarkStart w:id="115" w:name="_Toc64900164"/>
      <w:r>
        <w:t>Last Day of Safar:</w:t>
      </w:r>
      <w:bookmarkEnd w:id="115"/>
    </w:p>
    <w:p w:rsidR="00294BA7" w:rsidRDefault="00294BA7" w:rsidP="00294BA7">
      <w:pPr>
        <w:pStyle w:val="libNormal"/>
      </w:pPr>
      <w:r>
        <w:t xml:space="preserve">On this day in 203 A.H. </w:t>
      </w:r>
      <w:r w:rsidRPr="00294BA7">
        <w:rPr>
          <w:rStyle w:val="libItalicChar"/>
        </w:rPr>
        <w:t>Imaam Ali Radhaa (A.S.)</w:t>
      </w:r>
      <w:r>
        <w:t xml:space="preserve"> was martyred by poison given by Accursed Maamun Rasheed. At that time the Imaam was of 55 years of age. It is recommended to recite his </w:t>
      </w:r>
      <w:r w:rsidRPr="00294BA7">
        <w:rPr>
          <w:rStyle w:val="libItalicChar"/>
        </w:rPr>
        <w:t>Ziyaarat</w:t>
      </w:r>
      <w:r>
        <w:t xml:space="preserve"> today.</w:t>
      </w:r>
    </w:p>
    <w:p w:rsidR="002E452F" w:rsidRDefault="002E452F" w:rsidP="00294BA7">
      <w:pPr>
        <w:pStyle w:val="libNormal"/>
      </w:pPr>
      <w:r>
        <w:br w:type="page"/>
      </w:r>
    </w:p>
    <w:p w:rsidR="008338A0" w:rsidRDefault="008338A0" w:rsidP="008338A0">
      <w:pPr>
        <w:pStyle w:val="Heading1Center"/>
      </w:pPr>
      <w:bookmarkStart w:id="116" w:name="_Toc420238119"/>
      <w:r>
        <w:lastRenderedPageBreak/>
        <w:t>RABBIUL AWWAL</w:t>
      </w:r>
      <w:bookmarkEnd w:id="116"/>
    </w:p>
    <w:p w:rsidR="008338A0" w:rsidRDefault="008338A0" w:rsidP="008338A0">
      <w:pPr>
        <w:pStyle w:val="libCenterTitr"/>
      </w:pPr>
      <w:r>
        <w:t>1st Night:</w:t>
      </w:r>
    </w:p>
    <w:p w:rsidR="00294BA7" w:rsidRDefault="00294BA7" w:rsidP="00294BA7">
      <w:pPr>
        <w:pStyle w:val="libNormal"/>
      </w:pPr>
      <w:r>
        <w:t>On this night, 13 years after Be’asat (public declaration of Prohet’hood), the Holy Prophet (S.A.W.W.) migrated to Madeena</w:t>
      </w:r>
      <w:r w:rsidR="002E452F">
        <w:t>-</w:t>
      </w:r>
      <w:r>
        <w:t>e</w:t>
      </w:r>
      <w:r w:rsidR="002E452F">
        <w:t>-</w:t>
      </w:r>
      <w:r>
        <w:t xml:space="preserve">Munawwara. The infidels had surrounded the Holy Prophet’s house intending to massacre him. Imaam Ali (A.S.) slept on the Holy Prophet’s bed and the Prophet went away unseen passing through the open swords of the enemies. They thought that the Prophet was inside sleeping in his bed but as they stormed in they amazingly saw Imaam Ali. Asked about the whereabouts of the Holy Prophet the enemies were answered so sharply as they deserved for. Imaam Ali (A.S.) was readily present to even sacrifice his life to save the Holy Prophet (S.A.W.W.) from the infidels. Therefore, on this night this Aayat of the Holy Qur’an was revealed in praise of Imaam Ali (A.S.) because of his great sacrifice to lay down his own life instead of the Holy Prophet (S.A.W.W.) </w:t>
      </w:r>
      <w:r w:rsidRPr="00294BA7">
        <w:rPr>
          <w:rStyle w:val="libItalicChar"/>
        </w:rPr>
        <w:t>‘Wa Minan</w:t>
      </w:r>
      <w:r w:rsidR="002E452F">
        <w:rPr>
          <w:rStyle w:val="libItalicChar"/>
        </w:rPr>
        <w:t>-</w:t>
      </w:r>
      <w:r w:rsidRPr="00294BA7">
        <w:rPr>
          <w:rStyle w:val="libItalicChar"/>
        </w:rPr>
        <w:t>Naasi Man</w:t>
      </w:r>
      <w:r w:rsidR="002E452F">
        <w:rPr>
          <w:rStyle w:val="libItalicChar"/>
        </w:rPr>
        <w:t>-</w:t>
      </w:r>
      <w:r w:rsidRPr="00294BA7">
        <w:rPr>
          <w:rStyle w:val="libItalicChar"/>
        </w:rPr>
        <w:t>Yashree Nafsahub</w:t>
      </w:r>
      <w:r w:rsidR="002E452F">
        <w:rPr>
          <w:rStyle w:val="libItalicChar"/>
        </w:rPr>
        <w:t>-</w:t>
      </w:r>
      <w:r w:rsidRPr="00294BA7">
        <w:rPr>
          <w:rStyle w:val="libItalicChar"/>
        </w:rPr>
        <w:t>tighaa’a Mardhaatillaah…’</w:t>
      </w:r>
    </w:p>
    <w:p w:rsidR="00294BA7" w:rsidRDefault="00294BA7" w:rsidP="00294BA7">
      <w:pPr>
        <w:pStyle w:val="libCenterTitr"/>
      </w:pPr>
      <w:bookmarkStart w:id="117" w:name="_Toc64900167"/>
      <w:r>
        <w:t>1</w:t>
      </w:r>
      <w:r w:rsidRPr="00294BA7">
        <w:t>st</w:t>
      </w:r>
      <w:r>
        <w:t xml:space="preserve"> Day:</w:t>
      </w:r>
      <w:bookmarkEnd w:id="117"/>
    </w:p>
    <w:p w:rsidR="00294BA7" w:rsidRDefault="00294BA7" w:rsidP="00294BA7">
      <w:pPr>
        <w:pStyle w:val="libNormal"/>
      </w:pPr>
      <w:r>
        <w:t xml:space="preserve">It is Mustahab to observe </w:t>
      </w:r>
      <w:r w:rsidRPr="00294BA7">
        <w:rPr>
          <w:rStyle w:val="libItalicChar"/>
        </w:rPr>
        <w:t>Fasting</w:t>
      </w:r>
      <w:r>
        <w:t xml:space="preserve"> in appriciation of the safety of Rasoolullaah’s and Imaam Ali’s holy lives. It is recommended to recite their </w:t>
      </w:r>
      <w:r w:rsidRPr="00294BA7">
        <w:rPr>
          <w:rStyle w:val="libItalicChar"/>
        </w:rPr>
        <w:t xml:space="preserve">Ziyaaraats </w:t>
      </w:r>
      <w:r>
        <w:t>today.</w:t>
      </w:r>
    </w:p>
    <w:p w:rsidR="00294BA7" w:rsidRDefault="00294BA7" w:rsidP="00294BA7">
      <w:pPr>
        <w:pStyle w:val="libCenterTitr"/>
      </w:pPr>
      <w:bookmarkStart w:id="118" w:name="_Toc64900168"/>
      <w:r>
        <w:t>8</w:t>
      </w:r>
      <w:r w:rsidRPr="00294BA7">
        <w:t>th</w:t>
      </w:r>
      <w:r>
        <w:t xml:space="preserve"> Day:</w:t>
      </w:r>
      <w:bookmarkEnd w:id="118"/>
    </w:p>
    <w:p w:rsidR="00294BA7" w:rsidRPr="00294BA7" w:rsidRDefault="00294BA7" w:rsidP="00294BA7">
      <w:pPr>
        <w:pStyle w:val="libNormal"/>
        <w:rPr>
          <w:rStyle w:val="libItalicChar"/>
        </w:rPr>
      </w:pPr>
      <w:r>
        <w:t xml:space="preserve">On this day of 260 A.H. was the day </w:t>
      </w:r>
      <w:r w:rsidRPr="00294BA7">
        <w:rPr>
          <w:rStyle w:val="libItalicChar"/>
        </w:rPr>
        <w:t>Imaam Hasan Askaree (A.S.)</w:t>
      </w:r>
      <w:r>
        <w:t xml:space="preserve"> was martyred. Thereafter began the era of Imaamat of our 12th Imaam, Mehdi Swaahibuz</w:t>
      </w:r>
      <w:r w:rsidR="002E452F">
        <w:t>-</w:t>
      </w:r>
      <w:r>
        <w:t xml:space="preserve">Zamaan A.F. It is essential to recite the </w:t>
      </w:r>
      <w:r w:rsidRPr="00294BA7">
        <w:rPr>
          <w:rStyle w:val="libItalicChar"/>
        </w:rPr>
        <w:t>Ziyaarats of 11</w:t>
      </w:r>
      <w:r w:rsidRPr="00294BA7">
        <w:t>th</w:t>
      </w:r>
      <w:r w:rsidRPr="00294BA7">
        <w:rPr>
          <w:rStyle w:val="libItalicChar"/>
        </w:rPr>
        <w:t xml:space="preserve"> Imaam and 12</w:t>
      </w:r>
      <w:r w:rsidRPr="00294BA7">
        <w:t>th</w:t>
      </w:r>
      <w:r w:rsidRPr="00294BA7">
        <w:rPr>
          <w:rStyle w:val="libItalicChar"/>
        </w:rPr>
        <w:t xml:space="preserve"> Imaam.</w:t>
      </w:r>
    </w:p>
    <w:p w:rsidR="00294BA7" w:rsidRDefault="00294BA7" w:rsidP="00294BA7">
      <w:pPr>
        <w:pStyle w:val="libCenterTitr"/>
      </w:pPr>
      <w:bookmarkStart w:id="119" w:name="_Toc64900169"/>
      <w:r>
        <w:t>9</w:t>
      </w:r>
      <w:r w:rsidRPr="00294BA7">
        <w:t>th</w:t>
      </w:r>
      <w:r>
        <w:t xml:space="preserve"> Day:</w:t>
      </w:r>
      <w:bookmarkEnd w:id="119"/>
    </w:p>
    <w:p w:rsidR="00294BA7" w:rsidRDefault="00294BA7" w:rsidP="00294BA7">
      <w:pPr>
        <w:pStyle w:val="libNormal"/>
      </w:pPr>
      <w:r>
        <w:t xml:space="preserve">This is a day of </w:t>
      </w:r>
      <w:r w:rsidRPr="00294BA7">
        <w:rPr>
          <w:rStyle w:val="libItalicChar"/>
        </w:rPr>
        <w:t>Great Eed,</w:t>
      </w:r>
      <w:r>
        <w:t xml:space="preserve"> one of the blessed day, on this day some of the great difficulties were solved. Today is the day of thanks</w:t>
      </w:r>
      <w:r w:rsidR="002E452F">
        <w:t>-</w:t>
      </w:r>
      <w:r>
        <w:t xml:space="preserve">giving to Allaah and do Ibaadaat. Moreover, this is the </w:t>
      </w:r>
      <w:r w:rsidRPr="00294BA7">
        <w:rPr>
          <w:rStyle w:val="libItalicChar"/>
        </w:rPr>
        <w:t>First day of the Imaamat of Imaam Swaahibuz</w:t>
      </w:r>
      <w:r w:rsidR="002E452F">
        <w:rPr>
          <w:rStyle w:val="libItalicChar"/>
        </w:rPr>
        <w:t>-</w:t>
      </w:r>
      <w:r w:rsidRPr="00294BA7">
        <w:rPr>
          <w:rStyle w:val="libItalicChar"/>
        </w:rPr>
        <w:t>Zamaan A.F.</w:t>
      </w:r>
      <w:r>
        <w:t xml:space="preserve"> It is narrated that anyone who spends in the way of Allaah today shall be pardoned of his sins. It has a great merit to feed the Mu’mins, to make them happy, to wear good cloths, and to spend for one’s children.</w:t>
      </w:r>
    </w:p>
    <w:p w:rsidR="00294BA7" w:rsidRDefault="00294BA7" w:rsidP="00294BA7">
      <w:pPr>
        <w:pStyle w:val="libCenterTitr"/>
      </w:pPr>
      <w:bookmarkStart w:id="120" w:name="_Toc64900170"/>
      <w:r>
        <w:t>12</w:t>
      </w:r>
      <w:r w:rsidRPr="00294BA7">
        <w:t>th</w:t>
      </w:r>
      <w:r>
        <w:t xml:space="preserve"> Day:</w:t>
      </w:r>
      <w:bookmarkEnd w:id="120"/>
    </w:p>
    <w:p w:rsidR="00294BA7" w:rsidRDefault="00294BA7" w:rsidP="00294BA7">
      <w:pPr>
        <w:pStyle w:val="libNormal"/>
      </w:pPr>
      <w:r>
        <w:t xml:space="preserve">Today was the day when </w:t>
      </w:r>
      <w:r w:rsidRPr="00294BA7">
        <w:rPr>
          <w:rStyle w:val="libItalicChar"/>
        </w:rPr>
        <w:t>Rasoolullaah (S.A.W.W.) arrived in Madeena</w:t>
      </w:r>
      <w:r>
        <w:t xml:space="preserve">. It is Sunnaat to pray </w:t>
      </w:r>
      <w:r w:rsidRPr="00294BA7">
        <w:rPr>
          <w:rStyle w:val="libItalicChar"/>
        </w:rPr>
        <w:t>2 rak’at Namaaz</w:t>
      </w:r>
      <w:r>
        <w:t xml:space="preserve"> today in which recite </w:t>
      </w:r>
      <w:r w:rsidRPr="00294BA7">
        <w:rPr>
          <w:rStyle w:val="libUnderlineChar"/>
        </w:rPr>
        <w:t>S.Kaafiroon 3 times after Al</w:t>
      </w:r>
      <w:r w:rsidR="002E452F">
        <w:rPr>
          <w:rStyle w:val="libUnderlineChar"/>
        </w:rPr>
        <w:t>-</w:t>
      </w:r>
      <w:r w:rsidRPr="00294BA7">
        <w:rPr>
          <w:rStyle w:val="libUnderlineChar"/>
        </w:rPr>
        <w:t xml:space="preserve">Hamd in the first rak’at and 3 times S.Ikhlaas in the second. </w:t>
      </w:r>
      <w:r>
        <w:t>Ahle Sunnat believes that today is the day of Wilaadat of the Holy Prophet (S.A.W.W.)</w:t>
      </w:r>
    </w:p>
    <w:p w:rsidR="00294BA7" w:rsidRDefault="00294BA7" w:rsidP="00294BA7">
      <w:pPr>
        <w:pStyle w:val="libCenterTitr"/>
      </w:pPr>
      <w:bookmarkStart w:id="121" w:name="_Toc64900171"/>
      <w:r>
        <w:t>14 th Day:</w:t>
      </w:r>
      <w:bookmarkEnd w:id="121"/>
    </w:p>
    <w:p w:rsidR="00294BA7" w:rsidRDefault="00294BA7" w:rsidP="00294BA7">
      <w:pPr>
        <w:pStyle w:val="libNormal"/>
      </w:pPr>
      <w:r>
        <w:t xml:space="preserve">It was today in 64 A.H. that Yazid bin Muaviya La’anatullaah left for eternal abode in </w:t>
      </w:r>
      <w:r w:rsidRPr="00294BA7">
        <w:rPr>
          <w:rStyle w:val="libItalicChar"/>
        </w:rPr>
        <w:t>Hell.</w:t>
      </w:r>
      <w:r>
        <w:t xml:space="preserve"> His accursed dead body was brought to Damishq and buried at Baagh</w:t>
      </w:r>
      <w:r w:rsidR="002E452F">
        <w:t>-</w:t>
      </w:r>
      <w:r>
        <w:t>e</w:t>
      </w:r>
      <w:r w:rsidR="002E452F">
        <w:t>-</w:t>
      </w:r>
      <w:r>
        <w:t>Sagheer. His grave became a favorite place for throwing garbage and refuse.</w:t>
      </w:r>
    </w:p>
    <w:p w:rsidR="00294BA7" w:rsidRDefault="00294BA7" w:rsidP="00294BA7">
      <w:pPr>
        <w:pStyle w:val="libCenterTitr"/>
      </w:pPr>
      <w:bookmarkStart w:id="122" w:name="_Toc64900172"/>
      <w:r>
        <w:lastRenderedPageBreak/>
        <w:t>17</w:t>
      </w:r>
      <w:r w:rsidRPr="00294BA7">
        <w:t>th</w:t>
      </w:r>
      <w:r>
        <w:t xml:space="preserve"> Night:</w:t>
      </w:r>
      <w:bookmarkEnd w:id="122"/>
    </w:p>
    <w:p w:rsidR="00294BA7" w:rsidRDefault="00294BA7" w:rsidP="00294BA7">
      <w:pPr>
        <w:pStyle w:val="libNormal"/>
      </w:pPr>
      <w:r>
        <w:t xml:space="preserve">Today is the </w:t>
      </w:r>
      <w:r w:rsidRPr="00294BA7">
        <w:rPr>
          <w:rStyle w:val="libItalicChar"/>
        </w:rPr>
        <w:t>eve</w:t>
      </w:r>
      <w:r>
        <w:t xml:space="preserve"> of the revered </w:t>
      </w:r>
      <w:r w:rsidRPr="00294BA7">
        <w:rPr>
          <w:rStyle w:val="libItalicChar"/>
        </w:rPr>
        <w:t>Birthday of the Holy Prophet (S.A.W.W.)</w:t>
      </w:r>
      <w:r>
        <w:t xml:space="preserve"> This is a very blessed night. One year before Hijrat the Holy prophet went on </w:t>
      </w:r>
      <w:r w:rsidRPr="00294BA7">
        <w:rPr>
          <w:rStyle w:val="libItalicChar"/>
        </w:rPr>
        <w:t xml:space="preserve">Me’raaj </w:t>
      </w:r>
      <w:r>
        <w:t>on this night.</w:t>
      </w:r>
    </w:p>
    <w:p w:rsidR="00294BA7" w:rsidRDefault="00294BA7" w:rsidP="00294BA7">
      <w:pPr>
        <w:pStyle w:val="libCenterTitr"/>
      </w:pPr>
      <w:bookmarkStart w:id="123" w:name="_Toc64900173"/>
      <w:r>
        <w:t>17</w:t>
      </w:r>
      <w:r w:rsidRPr="00294BA7">
        <w:t>th</w:t>
      </w:r>
      <w:r>
        <w:t xml:space="preserve"> Day:</w:t>
      </w:r>
      <w:bookmarkEnd w:id="123"/>
    </w:p>
    <w:p w:rsidR="00294BA7" w:rsidRDefault="00294BA7" w:rsidP="00294BA7">
      <w:pPr>
        <w:pStyle w:val="libNormal"/>
      </w:pPr>
      <w:r>
        <w:t xml:space="preserve">Today was an auspicious and a sanctified day in Aammul Feel (the year of elephant) when the </w:t>
      </w:r>
      <w:r w:rsidRPr="00294BA7">
        <w:rPr>
          <w:rStyle w:val="libItalicChar"/>
        </w:rPr>
        <w:t>Holy Prophet Hadhrat Muhammad Mustafa (S.A.W.W.) was born on Friday, in Makkah,</w:t>
      </w:r>
      <w:r>
        <w:t xml:space="preserve"> in his own house, at early down. </w:t>
      </w:r>
      <w:r w:rsidRPr="00294BA7">
        <w:rPr>
          <w:rStyle w:val="libItalicChar"/>
        </w:rPr>
        <w:t>Imaam Ja’afar Saadiq (A.S.)’s Birthday</w:t>
      </w:r>
      <w:r>
        <w:t xml:space="preserve"> is also coinsided on the same date.</w:t>
      </w:r>
    </w:p>
    <w:p w:rsidR="00294BA7" w:rsidRDefault="00294BA7" w:rsidP="00294BA7">
      <w:pPr>
        <w:pStyle w:val="libNormal"/>
      </w:pPr>
      <w:r>
        <w:t>There are some A’amaal for this day:</w:t>
      </w:r>
    </w:p>
    <w:p w:rsidR="00294BA7" w:rsidRDefault="00294BA7" w:rsidP="00294BA7">
      <w:pPr>
        <w:pStyle w:val="libNormal"/>
      </w:pPr>
      <w:r>
        <w:t xml:space="preserve">Make </w:t>
      </w:r>
      <w:r w:rsidRPr="00294BA7">
        <w:t>Ghusl.</w:t>
      </w:r>
    </w:p>
    <w:p w:rsidR="00294BA7" w:rsidRDefault="00294BA7" w:rsidP="00294BA7">
      <w:pPr>
        <w:pStyle w:val="libNormal"/>
      </w:pPr>
      <w:r>
        <w:t xml:space="preserve">Observe </w:t>
      </w:r>
      <w:r w:rsidRPr="00294BA7">
        <w:rPr>
          <w:rStyle w:val="libItalicChar"/>
        </w:rPr>
        <w:t>Fasting</w:t>
      </w:r>
      <w:r>
        <w:t>. Today is one of the four days of the year when Fasting has an exclusive merit, and the Fast of today has the Sawaab of Fasting for the whole year.</w:t>
      </w:r>
    </w:p>
    <w:p w:rsidR="00294BA7" w:rsidRDefault="00294BA7" w:rsidP="00294BA7">
      <w:pPr>
        <w:pStyle w:val="libNormal"/>
      </w:pPr>
      <w:r>
        <w:t>Recite Ziyaarat of the Holy Prophet (S.A.W.W.)</w:t>
      </w:r>
    </w:p>
    <w:p w:rsidR="00294BA7" w:rsidRDefault="00294BA7" w:rsidP="00294BA7">
      <w:pPr>
        <w:pStyle w:val="libNormal"/>
      </w:pPr>
      <w:r>
        <w:t>Recite Ziyaarat of Imaam Ali (A.S.)</w:t>
      </w:r>
    </w:p>
    <w:p w:rsidR="00294BA7" w:rsidRDefault="00294BA7" w:rsidP="00294BA7">
      <w:pPr>
        <w:pStyle w:val="libNormal"/>
      </w:pPr>
      <w:r>
        <w:t>Recite Ziyaarat of Imaam Ja’afar Saadiq (A.S.)</w:t>
      </w:r>
    </w:p>
    <w:p w:rsidR="00294BA7" w:rsidRPr="00294BA7" w:rsidRDefault="00294BA7" w:rsidP="00294BA7">
      <w:pPr>
        <w:pStyle w:val="libNormal"/>
        <w:rPr>
          <w:rStyle w:val="libUnderlineChar"/>
        </w:rPr>
      </w:pPr>
      <w:r>
        <w:t xml:space="preserve">Little after sunrise pray </w:t>
      </w:r>
      <w:r w:rsidRPr="00294BA7">
        <w:rPr>
          <w:rStyle w:val="libItalicChar"/>
        </w:rPr>
        <w:t>2 rak’at Namaaz</w:t>
      </w:r>
      <w:r>
        <w:t xml:space="preserve"> in each rak’at after Al</w:t>
      </w:r>
      <w:r w:rsidR="002E452F">
        <w:t>-</w:t>
      </w:r>
      <w:r>
        <w:t xml:space="preserve">Hamd recite </w:t>
      </w:r>
      <w:r w:rsidRPr="00294BA7">
        <w:rPr>
          <w:rStyle w:val="libUnderlineChar"/>
        </w:rPr>
        <w:t>10 times Surah</w:t>
      </w:r>
      <w:r w:rsidR="002E452F">
        <w:rPr>
          <w:rStyle w:val="libUnderlineChar"/>
        </w:rPr>
        <w:t>-</w:t>
      </w:r>
      <w:r w:rsidRPr="00294BA7">
        <w:rPr>
          <w:rStyle w:val="libUnderlineChar"/>
        </w:rPr>
        <w:t>e</w:t>
      </w:r>
      <w:r w:rsidR="002E452F">
        <w:rPr>
          <w:rStyle w:val="libUnderlineChar"/>
        </w:rPr>
        <w:t>-</w:t>
      </w:r>
      <w:r w:rsidRPr="00294BA7">
        <w:rPr>
          <w:rStyle w:val="libUnderlineChar"/>
        </w:rPr>
        <w:t>Qadr and 10 times Surah</w:t>
      </w:r>
      <w:r w:rsidR="002E452F">
        <w:rPr>
          <w:rStyle w:val="libUnderlineChar"/>
        </w:rPr>
        <w:t>-</w:t>
      </w:r>
      <w:r w:rsidRPr="00294BA7">
        <w:rPr>
          <w:rStyle w:val="libUnderlineChar"/>
        </w:rPr>
        <w:t>e</w:t>
      </w:r>
      <w:r w:rsidR="002E452F">
        <w:rPr>
          <w:rStyle w:val="libUnderlineChar"/>
        </w:rPr>
        <w:t>-</w:t>
      </w:r>
      <w:r w:rsidRPr="00294BA7">
        <w:rPr>
          <w:rStyle w:val="libUnderlineChar"/>
        </w:rPr>
        <w:t>Ikhlaas.</w:t>
      </w:r>
    </w:p>
    <w:p w:rsidR="00294BA7" w:rsidRDefault="00294BA7" w:rsidP="00294BA7">
      <w:pPr>
        <w:pStyle w:val="libNormal"/>
      </w:pPr>
      <w:r>
        <w:t xml:space="preserve">Today is the day when Muslims should rejoice and offer proper reverence to this happy event, we should make the Mu’mineen happy, we should spend in the way of Allaah (S.W.T.) and we should visit the Holy Shrines of Ahlul Bayt (A.S.) </w:t>
      </w:r>
    </w:p>
    <w:p w:rsidR="002E452F" w:rsidRDefault="002E452F" w:rsidP="00294BA7">
      <w:pPr>
        <w:pStyle w:val="libNormal"/>
      </w:pPr>
      <w:r>
        <w:br w:type="page"/>
      </w:r>
    </w:p>
    <w:p w:rsidR="008338A0" w:rsidRDefault="008338A0" w:rsidP="008338A0">
      <w:pPr>
        <w:pStyle w:val="Heading1Center"/>
      </w:pPr>
      <w:bookmarkStart w:id="124" w:name="_Toc420238120"/>
      <w:r w:rsidRPr="008338A0">
        <w:lastRenderedPageBreak/>
        <w:t>RABBIUL AAKHER</w:t>
      </w:r>
      <w:bookmarkEnd w:id="124"/>
    </w:p>
    <w:p w:rsidR="00294BA7" w:rsidRDefault="00294BA7" w:rsidP="00294BA7">
      <w:pPr>
        <w:pStyle w:val="libNormal"/>
      </w:pPr>
      <w:r>
        <w:t xml:space="preserve">On the 12 th of this month is the </w:t>
      </w:r>
      <w:r w:rsidRPr="00294BA7">
        <w:rPr>
          <w:rStyle w:val="libItalicChar"/>
        </w:rPr>
        <w:t xml:space="preserve">Wilaadat Day of Imaam Hasan Askari (A.S.) </w:t>
      </w:r>
      <w:r>
        <w:t xml:space="preserve">so this is a great blessed day and we should observe </w:t>
      </w:r>
      <w:r w:rsidRPr="00294BA7">
        <w:rPr>
          <w:rStyle w:val="libItalicChar"/>
        </w:rPr>
        <w:t xml:space="preserve">Fasting </w:t>
      </w:r>
      <w:r>
        <w:t>in its appriciation. And recite his Ziyaarat and Salawaat.</w:t>
      </w:r>
    </w:p>
    <w:p w:rsidR="008338A0" w:rsidRDefault="008338A0" w:rsidP="008338A0">
      <w:pPr>
        <w:pStyle w:val="libNormal"/>
      </w:pPr>
      <w:r>
        <w:br w:type="page"/>
      </w:r>
    </w:p>
    <w:p w:rsidR="008338A0" w:rsidRDefault="008338A0" w:rsidP="008338A0">
      <w:pPr>
        <w:pStyle w:val="Heading1Center"/>
      </w:pPr>
      <w:bookmarkStart w:id="125" w:name="_Toc420238121"/>
      <w:r w:rsidRPr="008338A0">
        <w:lastRenderedPageBreak/>
        <w:t>JAMAADIUL AWWAL</w:t>
      </w:r>
      <w:bookmarkEnd w:id="125"/>
    </w:p>
    <w:p w:rsidR="00294BA7" w:rsidRDefault="00294BA7" w:rsidP="00294BA7">
      <w:pPr>
        <w:pStyle w:val="libNormal"/>
      </w:pPr>
      <w:r>
        <w:t xml:space="preserve">It is recommended to recite </w:t>
      </w:r>
      <w:r w:rsidRPr="00294BA7">
        <w:rPr>
          <w:rStyle w:val="libItalicChar"/>
        </w:rPr>
        <w:t>Ziyarat of Bibi Faatima Zehra (S.A.)</w:t>
      </w:r>
      <w:r>
        <w:t xml:space="preserve"> on </w:t>
      </w:r>
      <w:r w:rsidRPr="00F83CC6">
        <w:rPr>
          <w:rStyle w:val="libUnderlineChar"/>
        </w:rPr>
        <w:t>13</w:t>
      </w:r>
      <w:r w:rsidRPr="00294BA7">
        <w:rPr>
          <w:rStyle w:val="libUnderlineChar"/>
        </w:rPr>
        <w:t>th</w:t>
      </w:r>
      <w:r w:rsidRPr="00F83CC6">
        <w:rPr>
          <w:rStyle w:val="libUnderlineChar"/>
        </w:rPr>
        <w:t>, 14</w:t>
      </w:r>
      <w:r w:rsidRPr="00294BA7">
        <w:rPr>
          <w:rStyle w:val="libUnderlineChar"/>
        </w:rPr>
        <w:t>th</w:t>
      </w:r>
      <w:r w:rsidRPr="00F83CC6">
        <w:rPr>
          <w:rStyle w:val="libUnderlineChar"/>
        </w:rPr>
        <w:t>, and 15</w:t>
      </w:r>
      <w:r w:rsidRPr="00294BA7">
        <w:rPr>
          <w:rStyle w:val="libUnderlineChar"/>
        </w:rPr>
        <w:t>th</w:t>
      </w:r>
      <w:r>
        <w:t xml:space="preserve"> of this month and express our sorrow and mourning on these days because according to authentic traditions she lived for 75 days only after the Holy Prophet (S.A.W.W.) </w:t>
      </w:r>
    </w:p>
    <w:p w:rsidR="00294BA7" w:rsidRPr="00294BA7" w:rsidRDefault="00294BA7" w:rsidP="00294BA7">
      <w:pPr>
        <w:pStyle w:val="libNormal"/>
        <w:rPr>
          <w:rStyle w:val="libItalicChar"/>
        </w:rPr>
      </w:pPr>
      <w:r>
        <w:t xml:space="preserve">On </w:t>
      </w:r>
      <w:r w:rsidRPr="00294BA7">
        <w:rPr>
          <w:rStyle w:val="libItalicChar"/>
        </w:rPr>
        <w:t>15</w:t>
      </w:r>
      <w:r w:rsidRPr="00294BA7">
        <w:t>th</w:t>
      </w:r>
      <w:r>
        <w:t xml:space="preserve"> of this month in 36 A.H. the conquest of Basra was done by Ameerul mu’mineen (A.S.) and on the same date is the </w:t>
      </w:r>
      <w:r w:rsidRPr="00294BA7">
        <w:rPr>
          <w:rStyle w:val="libItalicChar"/>
        </w:rPr>
        <w:t>Birth day of Imaam Zaynul Aabideen (A.S.)</w:t>
      </w:r>
    </w:p>
    <w:p w:rsidR="00294BA7" w:rsidRDefault="00294BA7" w:rsidP="00294BA7">
      <w:pPr>
        <w:pStyle w:val="libNormal"/>
      </w:pPr>
      <w:r>
        <w:t>Recite Ziyaarat of Bibi Faatima Zehra (S.A.)</w:t>
      </w:r>
    </w:p>
    <w:p w:rsidR="00294BA7" w:rsidRDefault="00294BA7" w:rsidP="00294BA7">
      <w:pPr>
        <w:pStyle w:val="libNormal"/>
      </w:pPr>
      <w:r>
        <w:t>“Imam Ali (A.S.)</w:t>
      </w:r>
    </w:p>
    <w:p w:rsidR="00294BA7" w:rsidRPr="00294BA7" w:rsidRDefault="00294BA7" w:rsidP="00294BA7">
      <w:pPr>
        <w:pStyle w:val="libNormal"/>
        <w:rPr>
          <w:rStyle w:val="libUnderlineChar"/>
        </w:rPr>
      </w:pPr>
      <w:r>
        <w:t>“Imam Zaynul Aabideen (A.S.)</w:t>
      </w:r>
    </w:p>
    <w:p w:rsidR="002E452F" w:rsidRDefault="002E452F" w:rsidP="008338A0">
      <w:pPr>
        <w:pStyle w:val="libNormal"/>
      </w:pPr>
      <w:r w:rsidRPr="008338A0">
        <w:br w:type="page"/>
      </w:r>
    </w:p>
    <w:p w:rsidR="008338A0" w:rsidRPr="008338A0" w:rsidRDefault="008338A0" w:rsidP="008338A0">
      <w:pPr>
        <w:pStyle w:val="Heading1Center"/>
      </w:pPr>
      <w:bookmarkStart w:id="126" w:name="_Toc420238122"/>
      <w:r w:rsidRPr="008338A0">
        <w:lastRenderedPageBreak/>
        <w:t>JAMAADIUL AAKHER</w:t>
      </w:r>
      <w:bookmarkEnd w:id="126"/>
    </w:p>
    <w:p w:rsidR="00294BA7" w:rsidRDefault="00294BA7" w:rsidP="00294BA7">
      <w:pPr>
        <w:pStyle w:val="libNormal"/>
      </w:pPr>
      <w:r w:rsidRPr="00F83CC6">
        <w:rPr>
          <w:rStyle w:val="libUnderlineChar"/>
        </w:rPr>
        <w:t>On any day of this month</w:t>
      </w:r>
      <w:r>
        <w:t xml:space="preserve"> who does this A’mal shall be forgiven by Allaah, and his children. His belongings, his goods, his Aakhirat, and himself shall remain safe, and if death comes to him he will be considered a Martyr: </w:t>
      </w:r>
    </w:p>
    <w:p w:rsidR="00294BA7" w:rsidRPr="00294BA7" w:rsidRDefault="00294BA7" w:rsidP="00294BA7">
      <w:pPr>
        <w:pStyle w:val="libNormal"/>
        <w:rPr>
          <w:rStyle w:val="libItalicChar"/>
        </w:rPr>
      </w:pPr>
      <w:r>
        <w:t xml:space="preserve">Pray </w:t>
      </w:r>
      <w:r w:rsidRPr="00294BA7">
        <w:rPr>
          <w:rStyle w:val="libItalicChar"/>
        </w:rPr>
        <w:t>4 rak’at Namaaz</w:t>
      </w:r>
      <w:r>
        <w:t xml:space="preserve"> in sets of 2. In its 1st rak’at after Al</w:t>
      </w:r>
      <w:r w:rsidR="002E452F">
        <w:t>-</w:t>
      </w:r>
      <w:r>
        <w:t>Hamd recite once Aayatul Kursee, and 25 times S.Qadr, in the 2</w:t>
      </w:r>
      <w:r w:rsidRPr="00294BA7">
        <w:t>nd</w:t>
      </w:r>
      <w:r>
        <w:t xml:space="preserve"> rak’at after Al</w:t>
      </w:r>
      <w:r w:rsidR="002E452F">
        <w:t>-</w:t>
      </w:r>
      <w:r>
        <w:t>Hamd recite once S.Taqaasoor and 25 times S.Ikhlaas; then in the second set of 1</w:t>
      </w:r>
      <w:r w:rsidRPr="00294BA7">
        <w:t>st</w:t>
      </w:r>
      <w:r>
        <w:t xml:space="preserve"> rak’at after Al</w:t>
      </w:r>
      <w:r w:rsidR="002E452F">
        <w:t>-</w:t>
      </w:r>
      <w:r>
        <w:t>Hamd recite once S.Kaafiroon and 25 times S.Al</w:t>
      </w:r>
      <w:r w:rsidR="002E452F">
        <w:t>-</w:t>
      </w:r>
      <w:r>
        <w:t>Falak, and in the 2</w:t>
      </w:r>
      <w:r w:rsidRPr="00294BA7">
        <w:t>nd</w:t>
      </w:r>
      <w:r>
        <w:t xml:space="preserve"> rak’at after Al</w:t>
      </w:r>
      <w:r w:rsidR="002E452F">
        <w:t>-</w:t>
      </w:r>
      <w:r>
        <w:t>Hamd recite once S.Nasr and 25 times S.An</w:t>
      </w:r>
      <w:r w:rsidR="002E452F">
        <w:t>-</w:t>
      </w:r>
      <w:r>
        <w:t xml:space="preserve">Nnaas. After finishing the Namaaz recite 70 times: </w:t>
      </w:r>
      <w:r w:rsidRPr="00294BA7">
        <w:rPr>
          <w:rStyle w:val="libItalicChar"/>
        </w:rPr>
        <w:t xml:space="preserve">Sub’hanallaahi Wal Hamdu Lillaahi Walaa Ilaaha Illallaahu Wallaahu Akbar, </w:t>
      </w:r>
      <w:r>
        <w:t xml:space="preserve">and 70 times </w:t>
      </w:r>
      <w:r w:rsidRPr="00294BA7">
        <w:rPr>
          <w:rStyle w:val="libItalicChar"/>
        </w:rPr>
        <w:t>Allaahumma Swalli Alaa Muhammadin Wa Aali Muhammad</w:t>
      </w:r>
      <w:r>
        <w:t xml:space="preserve">, and 3 times </w:t>
      </w:r>
      <w:r w:rsidRPr="00294BA7">
        <w:rPr>
          <w:rStyle w:val="libItalicChar"/>
        </w:rPr>
        <w:t xml:space="preserve">Allaahummaghfir Lil Mu’mineena Wal Mu’minaat. </w:t>
      </w:r>
      <w:r>
        <w:t xml:space="preserve">Then go into </w:t>
      </w:r>
      <w:r w:rsidRPr="00294BA7">
        <w:t>Sajdah</w:t>
      </w:r>
      <w:r>
        <w:t xml:space="preserve"> and recite 3 times: </w:t>
      </w:r>
      <w:r w:rsidRPr="00294BA7">
        <w:rPr>
          <w:rStyle w:val="libItalicChar"/>
        </w:rPr>
        <w:t>Yaa Hayyu Yaa Qayyoom Yaa DhalJalaali Wal Ikram Yaa Allaahu Yaa Rahmaanu Yaa Raheemu Yaa Arhamar</w:t>
      </w:r>
      <w:r w:rsidR="002E452F">
        <w:rPr>
          <w:rStyle w:val="libItalicChar"/>
        </w:rPr>
        <w:t>-</w:t>
      </w:r>
      <w:r w:rsidRPr="00294BA7">
        <w:rPr>
          <w:rStyle w:val="libItalicChar"/>
        </w:rPr>
        <w:t>Raahimeen.”</w:t>
      </w:r>
    </w:p>
    <w:p w:rsidR="00294BA7" w:rsidRDefault="00294BA7" w:rsidP="00294BA7">
      <w:pPr>
        <w:pStyle w:val="libCenterTitr"/>
      </w:pPr>
      <w:bookmarkStart w:id="127" w:name="_Toc64900177"/>
      <w:r>
        <w:t>3</w:t>
      </w:r>
      <w:r w:rsidRPr="00294BA7">
        <w:t>rd</w:t>
      </w:r>
      <w:r>
        <w:t xml:space="preserve"> Day:</w:t>
      </w:r>
      <w:bookmarkEnd w:id="127"/>
    </w:p>
    <w:p w:rsidR="00294BA7" w:rsidRDefault="00294BA7" w:rsidP="00294BA7">
      <w:pPr>
        <w:pStyle w:val="libNormal"/>
      </w:pPr>
      <w:r w:rsidRPr="00294BA7">
        <w:rPr>
          <w:rStyle w:val="libItalicChar"/>
        </w:rPr>
        <w:t>Martyrdom of Bibi Faatima Zehra (S.A.)</w:t>
      </w:r>
      <w:r>
        <w:t xml:space="preserve"> occurred on this day in 11 A.H. This is a day of great sorrow, grief, and anguish. Invoke curses on those who committed tyranny and oppression and usurped the rights of this Holy Lady.</w:t>
      </w:r>
    </w:p>
    <w:p w:rsidR="00294BA7" w:rsidRDefault="00294BA7" w:rsidP="00294BA7">
      <w:pPr>
        <w:pStyle w:val="libNormal"/>
      </w:pPr>
      <w:r>
        <w:t xml:space="preserve"> </w:t>
      </w:r>
    </w:p>
    <w:p w:rsidR="00294BA7" w:rsidRPr="00294BA7" w:rsidRDefault="00294BA7" w:rsidP="00294BA7">
      <w:pPr>
        <w:pStyle w:val="libNormal"/>
        <w:rPr>
          <w:rStyle w:val="libItalicChar"/>
        </w:rPr>
      </w:pPr>
      <w:r>
        <w:t xml:space="preserve">Pray </w:t>
      </w:r>
      <w:r w:rsidRPr="00294BA7">
        <w:rPr>
          <w:rStyle w:val="libItalicChar"/>
        </w:rPr>
        <w:t>2 rak’at Namaaz of Ziyaarat,</w:t>
      </w:r>
      <w:r>
        <w:t xml:space="preserve"> in which recite S.Ikhlaas 60 times in each rak’at after Al</w:t>
      </w:r>
      <w:r w:rsidR="002E452F">
        <w:t>-</w:t>
      </w:r>
      <w:r>
        <w:t xml:space="preserve">Hamd. And then recite the following Ziyaarat: </w:t>
      </w:r>
      <w:r w:rsidRPr="00294BA7">
        <w:rPr>
          <w:rStyle w:val="libItalicChar"/>
        </w:rPr>
        <w:t>“Assalaamu Alayki Yaa Sayyidatin</w:t>
      </w:r>
      <w:r w:rsidR="002E452F">
        <w:rPr>
          <w:rStyle w:val="libItalicChar"/>
        </w:rPr>
        <w:t>-</w:t>
      </w:r>
      <w:r w:rsidRPr="00294BA7">
        <w:rPr>
          <w:rStyle w:val="libItalicChar"/>
        </w:rPr>
        <w:t>Nisaa</w:t>
      </w:r>
      <w:r w:rsidR="002E452F">
        <w:rPr>
          <w:rStyle w:val="libItalicChar"/>
        </w:rPr>
        <w:t>-</w:t>
      </w:r>
      <w:r w:rsidRPr="00294BA7">
        <w:rPr>
          <w:rStyle w:val="libItalicChar"/>
        </w:rPr>
        <w:t>il Aalameen, Assalaamu Alayki Yaa Waalidatal Hujaji Alan</w:t>
      </w:r>
      <w:r w:rsidR="002E452F">
        <w:rPr>
          <w:rStyle w:val="libItalicChar"/>
        </w:rPr>
        <w:t>-</w:t>
      </w:r>
      <w:r w:rsidRPr="00294BA7">
        <w:rPr>
          <w:rStyle w:val="libItalicChar"/>
        </w:rPr>
        <w:t>Naasi Ajmaeen, Assalaamu Alayki Ayyatuhal Madhloomatul Mamnoo’atu Haqqahaa. Allaahummaa Swalli Ala Amatik Wabnati Nabiyyik Wa Zawjati Waswiyyi Nabiyyik Swalaatan Tuzlifuha Fawqa Zulfaa Ibaadikal Muqarrameen Min Ahlis</w:t>
      </w:r>
      <w:r w:rsidR="002E452F">
        <w:rPr>
          <w:rStyle w:val="libItalicChar"/>
        </w:rPr>
        <w:t>-</w:t>
      </w:r>
      <w:r w:rsidRPr="00294BA7">
        <w:rPr>
          <w:rStyle w:val="libItalicChar"/>
        </w:rPr>
        <w:t>Samaawaati Wal Ardheen.” Then pray for forgiveness from Allaah, He shall give pardon and bestow Jannat.</w:t>
      </w:r>
    </w:p>
    <w:p w:rsidR="00294BA7" w:rsidRDefault="00294BA7" w:rsidP="00294BA7">
      <w:pPr>
        <w:pStyle w:val="libCenterTitr"/>
      </w:pPr>
      <w:bookmarkStart w:id="128" w:name="_Toc64900178"/>
      <w:r>
        <w:t>20</w:t>
      </w:r>
      <w:r w:rsidRPr="00294BA7">
        <w:t>th</w:t>
      </w:r>
      <w:r>
        <w:t xml:space="preserve"> Day:</w:t>
      </w:r>
      <w:bookmarkEnd w:id="128"/>
    </w:p>
    <w:p w:rsidR="00294BA7" w:rsidRDefault="00294BA7" w:rsidP="00294BA7">
      <w:pPr>
        <w:pStyle w:val="libNormal"/>
      </w:pPr>
      <w:r>
        <w:t xml:space="preserve"> Today is the </w:t>
      </w:r>
      <w:r w:rsidRPr="00294BA7">
        <w:rPr>
          <w:rStyle w:val="libItalicChar"/>
        </w:rPr>
        <w:t>Blessed Birthday of Bibi Faatima Zehra</w:t>
      </w:r>
      <w:r>
        <w:t xml:space="preserve"> (S.A.)</w:t>
      </w:r>
    </w:p>
    <w:p w:rsidR="00294BA7" w:rsidRPr="00294BA7" w:rsidRDefault="00294BA7" w:rsidP="00294BA7">
      <w:pPr>
        <w:pStyle w:val="libNormal"/>
        <w:rPr>
          <w:rStyle w:val="libItalicChar"/>
        </w:rPr>
      </w:pPr>
      <w:r>
        <w:t xml:space="preserve">Recommended for </w:t>
      </w:r>
      <w:r w:rsidRPr="00294BA7">
        <w:rPr>
          <w:rStyle w:val="libItalicChar"/>
        </w:rPr>
        <w:t>Fasting,</w:t>
      </w:r>
    </w:p>
    <w:p w:rsidR="00294BA7" w:rsidRDefault="00294BA7" w:rsidP="00294BA7">
      <w:pPr>
        <w:pStyle w:val="libNormal"/>
      </w:pPr>
      <w:r>
        <w:t xml:space="preserve">Give </w:t>
      </w:r>
      <w:r w:rsidRPr="00294BA7">
        <w:rPr>
          <w:rStyle w:val="libItalicChar"/>
        </w:rPr>
        <w:t>Khayraat</w:t>
      </w:r>
      <w:r>
        <w:t xml:space="preserve"> (spend in Allaah’s cause) to Mu’mineen and give </w:t>
      </w:r>
      <w:r w:rsidRPr="00294BA7">
        <w:rPr>
          <w:rStyle w:val="libItalicChar"/>
        </w:rPr>
        <w:t xml:space="preserve">Sadaqa </w:t>
      </w:r>
      <w:r>
        <w:t>to the needy,</w:t>
      </w:r>
    </w:p>
    <w:p w:rsidR="00294BA7" w:rsidRDefault="00294BA7" w:rsidP="00294BA7">
      <w:pPr>
        <w:pStyle w:val="libNormal"/>
      </w:pPr>
      <w:r>
        <w:t>Recite Ziyaarat of Bibi Faatima (S.A.)</w:t>
      </w:r>
    </w:p>
    <w:p w:rsidR="002E452F" w:rsidRDefault="002E452F" w:rsidP="00294BA7">
      <w:pPr>
        <w:pStyle w:val="libNormal"/>
      </w:pPr>
      <w:r>
        <w:br w:type="page"/>
      </w:r>
    </w:p>
    <w:p w:rsidR="008338A0" w:rsidRDefault="008338A0" w:rsidP="008338A0">
      <w:pPr>
        <w:pStyle w:val="Heading1Center"/>
      </w:pPr>
      <w:bookmarkStart w:id="129" w:name="_Toc420238123"/>
      <w:r w:rsidRPr="008338A0">
        <w:lastRenderedPageBreak/>
        <w:t>NEW MONTH’S A’AMAAL</w:t>
      </w:r>
      <w:bookmarkEnd w:id="129"/>
    </w:p>
    <w:p w:rsidR="00294BA7" w:rsidRDefault="00294BA7" w:rsidP="00294BA7">
      <w:pPr>
        <w:pStyle w:val="libNormal"/>
      </w:pPr>
      <w:r>
        <w:t>When you sight the new moon recite the Duaa No:43 from Saheefa</w:t>
      </w:r>
      <w:r w:rsidR="002E452F">
        <w:t>-</w:t>
      </w:r>
      <w:r>
        <w:t>e</w:t>
      </w:r>
      <w:r w:rsidR="002E452F">
        <w:t>-</w:t>
      </w:r>
      <w:r>
        <w:t>Sajjaadiyyah. [*]</w:t>
      </w:r>
    </w:p>
    <w:p w:rsidR="00294BA7" w:rsidRPr="00294BA7" w:rsidRDefault="00294BA7" w:rsidP="00294BA7">
      <w:pPr>
        <w:pStyle w:val="libNormal"/>
        <w:rPr>
          <w:rStyle w:val="libItalicChar"/>
        </w:rPr>
      </w:pPr>
      <w:r>
        <w:t xml:space="preserve">To </w:t>
      </w:r>
      <w:r w:rsidRPr="00294BA7">
        <w:rPr>
          <w:rStyle w:val="libUnderlineChar"/>
        </w:rPr>
        <w:t>cure any eye disease</w:t>
      </w:r>
      <w:r>
        <w:t xml:space="preserve"> recite 7 times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Al</w:t>
      </w:r>
      <w:r w:rsidR="002E452F">
        <w:rPr>
          <w:rStyle w:val="libItalicChar"/>
        </w:rPr>
        <w:t>-</w:t>
      </w:r>
      <w:r w:rsidRPr="00294BA7">
        <w:rPr>
          <w:rStyle w:val="libItalicChar"/>
        </w:rPr>
        <w:t>Hamd.</w:t>
      </w:r>
    </w:p>
    <w:p w:rsidR="00294BA7" w:rsidRDefault="00294BA7" w:rsidP="00294BA7">
      <w:pPr>
        <w:pStyle w:val="libNormal"/>
      </w:pPr>
      <w:r>
        <w:t xml:space="preserve">In the </w:t>
      </w:r>
      <w:r w:rsidRPr="00F83CC6">
        <w:rPr>
          <w:rStyle w:val="libUnderlineChar"/>
        </w:rPr>
        <w:t>night</w:t>
      </w:r>
      <w:r>
        <w:t xml:space="preserve"> of the first day pray </w:t>
      </w:r>
      <w:r w:rsidRPr="00F83CC6">
        <w:rPr>
          <w:rStyle w:val="libUnderlineChar"/>
        </w:rPr>
        <w:t>2 rak’at Namaaz</w:t>
      </w:r>
      <w:r>
        <w:t xml:space="preserve"> in which recite </w:t>
      </w:r>
      <w:r w:rsidRPr="00294BA7">
        <w:rPr>
          <w:rStyle w:val="libItalicChar"/>
        </w:rPr>
        <w:t>Surah</w:t>
      </w:r>
      <w:r w:rsidR="002E452F">
        <w:rPr>
          <w:rStyle w:val="libItalicChar"/>
        </w:rPr>
        <w:t>-</w:t>
      </w:r>
      <w:r w:rsidRPr="00294BA7">
        <w:rPr>
          <w:rStyle w:val="libItalicChar"/>
        </w:rPr>
        <w:t>e</w:t>
      </w:r>
      <w:r w:rsidR="002E452F">
        <w:rPr>
          <w:rStyle w:val="libItalicChar"/>
        </w:rPr>
        <w:t>-</w:t>
      </w:r>
      <w:r w:rsidRPr="00294BA7">
        <w:rPr>
          <w:rStyle w:val="libItalicChar"/>
        </w:rPr>
        <w:t>An’aam</w:t>
      </w:r>
      <w:r>
        <w:t xml:space="preserve"> in every rak’at after Al</w:t>
      </w:r>
      <w:r w:rsidR="002E452F">
        <w:t>-</w:t>
      </w:r>
      <w:r>
        <w:t>Hamd, and then request from Allaah to keep you safe from every ailments and problem, an evil thing shall not touch you.</w:t>
      </w:r>
    </w:p>
    <w:p w:rsidR="00294BA7" w:rsidRPr="00294BA7" w:rsidRDefault="00294BA7" w:rsidP="00294BA7">
      <w:pPr>
        <w:pStyle w:val="libNormal"/>
        <w:rPr>
          <w:rStyle w:val="libItalicChar"/>
        </w:rPr>
      </w:pPr>
      <w:r>
        <w:t xml:space="preserve">On the </w:t>
      </w:r>
      <w:r w:rsidRPr="00294BA7">
        <w:rPr>
          <w:rStyle w:val="libUnderlineChar"/>
        </w:rPr>
        <w:t>first day</w:t>
      </w:r>
      <w:r>
        <w:t xml:space="preserve"> of the month pray </w:t>
      </w:r>
      <w:r w:rsidRPr="00294BA7">
        <w:rPr>
          <w:rStyle w:val="libUnderlineChar"/>
        </w:rPr>
        <w:t>2 rak’at Namaaz</w:t>
      </w:r>
      <w:r>
        <w:t xml:space="preserve"> in which recite </w:t>
      </w:r>
      <w:r w:rsidRPr="00294BA7">
        <w:rPr>
          <w:rStyle w:val="libItalicChar"/>
        </w:rPr>
        <w:t>S. Ikhlaas 30 times</w:t>
      </w:r>
      <w:r>
        <w:t xml:space="preserve"> after Al</w:t>
      </w:r>
      <w:r w:rsidR="002E452F">
        <w:t>-</w:t>
      </w:r>
      <w:r>
        <w:t xml:space="preserve">Hamd in the first rak’at and </w:t>
      </w:r>
      <w:r w:rsidRPr="00294BA7">
        <w:rPr>
          <w:rStyle w:val="libItalicChar"/>
        </w:rPr>
        <w:t>S.Qadr 30 times</w:t>
      </w:r>
      <w:r>
        <w:t xml:space="preserve"> in the second. After Nmaaz give </w:t>
      </w:r>
      <w:r w:rsidRPr="00294BA7">
        <w:rPr>
          <w:rStyle w:val="libItalicChar"/>
        </w:rPr>
        <w:t>Sadaqah</w:t>
      </w:r>
      <w:r>
        <w:t xml:space="preserve"> as much as possible. If done like this it will guarantee your safety during the whole month. This Duaa should also be recited after this Namaaz:</w:t>
      </w:r>
      <w:r w:rsidR="002E452F">
        <w:rPr>
          <w:rStyle w:val="libItalicChar"/>
        </w:rPr>
        <w:t>-</w:t>
      </w:r>
      <w:r w:rsidRPr="00294BA7">
        <w:rPr>
          <w:rStyle w:val="libItalicChar"/>
        </w:rPr>
        <w:t xml:space="preserve"> “*Bismillaahir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Wamaa Min Daabbatin Fil Ardhi Illaa Alallaahi Rizquha Wa Ya’alamu Mustaqarraha Kulun Fe Kitaabim Mubeen.* 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Wa In Yamsaskallaahu Bidhurrin Falaa Kaashifa Lahoo Illaa Huwa Wa In Yuridka Bi Khayrin Falaa Raadda Li Fadhlihee Yusweebu Bihee Manyashaa’u Min Ibaadihi Wahuwal Ghafoorur</w:t>
      </w:r>
      <w:r w:rsidR="002E452F">
        <w:rPr>
          <w:rStyle w:val="libItalicChar"/>
        </w:rPr>
        <w:t>-</w:t>
      </w:r>
      <w:r w:rsidRPr="00294BA7">
        <w:rPr>
          <w:rStyle w:val="libItalicChar"/>
        </w:rPr>
        <w:t>Raheem. *Bismillaahir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Sayaj’alullaahu Ba’ada Usrin Yusraa, Maashaa’Allaahu Laa Quwwata Illaa Billaahi, Hasbunallaahu Wa Ni’amal Wakeel, Wa Ufawwidhu Amree Ilalllaah, Innallaaha Basweerum Bil Ibaadi, Laa Ilaaha Illaa Anta Sub’haanaka Innee Kuntu Minadh</w:t>
      </w:r>
      <w:r w:rsidR="002E452F">
        <w:rPr>
          <w:rStyle w:val="libItalicChar"/>
        </w:rPr>
        <w:t>-</w:t>
      </w:r>
      <w:r w:rsidRPr="00294BA7">
        <w:rPr>
          <w:rStyle w:val="libItalicChar"/>
        </w:rPr>
        <w:t xml:space="preserve">Dhwaalimeen, Rabbi Innee Limaa Anzalta Ilayya Min Khayrin Faqeerun, Rabbi Laa Tadharnee Fardan Wa Anta Khayrul Waaritheen.” </w:t>
      </w:r>
    </w:p>
    <w:p w:rsidR="002E452F" w:rsidRDefault="002E452F" w:rsidP="00294BA7">
      <w:pPr>
        <w:pStyle w:val="libNormal"/>
      </w:pPr>
      <w:r>
        <w:br w:type="page"/>
      </w:r>
    </w:p>
    <w:p w:rsidR="008338A0" w:rsidRDefault="008338A0" w:rsidP="008338A0">
      <w:pPr>
        <w:pStyle w:val="Heading1Center"/>
      </w:pPr>
      <w:bookmarkStart w:id="130" w:name="_Toc420238124"/>
      <w:r w:rsidRPr="008338A0">
        <w:lastRenderedPageBreak/>
        <w:t>NAWROZ</w:t>
      </w:r>
      <w:bookmarkEnd w:id="130"/>
    </w:p>
    <w:p w:rsidR="00294BA7" w:rsidRDefault="00294BA7" w:rsidP="00294BA7">
      <w:pPr>
        <w:pStyle w:val="libNormal"/>
      </w:pPr>
      <w:r>
        <w:t>It is stated by Imaam Ja’afar Saadiq (A.S.) to perform the following deeds on the day of Nawroz:</w:t>
      </w:r>
      <w:r w:rsidR="002E452F">
        <w:t>-</w:t>
      </w:r>
    </w:p>
    <w:p w:rsidR="00294BA7" w:rsidRDefault="00294BA7" w:rsidP="00294BA7">
      <w:pPr>
        <w:pStyle w:val="libNormal"/>
      </w:pPr>
      <w:r>
        <w:t xml:space="preserve">Observe a </w:t>
      </w:r>
      <w:r w:rsidRPr="00294BA7">
        <w:rPr>
          <w:rStyle w:val="libItalicChar"/>
        </w:rPr>
        <w:t xml:space="preserve">Fast </w:t>
      </w:r>
      <w:r>
        <w:t>on this day.</w:t>
      </w:r>
    </w:p>
    <w:p w:rsidR="00294BA7" w:rsidRDefault="00294BA7" w:rsidP="00294BA7">
      <w:pPr>
        <w:pStyle w:val="libNormal"/>
      </w:pPr>
      <w:r>
        <w:t>Make Ghusl.</w:t>
      </w:r>
    </w:p>
    <w:p w:rsidR="00294BA7" w:rsidRDefault="00294BA7" w:rsidP="00294BA7">
      <w:pPr>
        <w:pStyle w:val="libNormal"/>
      </w:pPr>
      <w:r>
        <w:t xml:space="preserve">Put on clean and Paak cloths and wear good perfume. </w:t>
      </w:r>
    </w:p>
    <w:p w:rsidR="00294BA7" w:rsidRPr="00294BA7" w:rsidRDefault="00294BA7" w:rsidP="00294BA7">
      <w:pPr>
        <w:pStyle w:val="libNormal"/>
        <w:rPr>
          <w:rStyle w:val="libItalicChar"/>
        </w:rPr>
      </w:pPr>
      <w:r>
        <w:t xml:space="preserve">Anyone performing this A’mal shall be </w:t>
      </w:r>
      <w:r w:rsidRPr="00294BA7">
        <w:rPr>
          <w:rStyle w:val="libUnderlineChar"/>
        </w:rPr>
        <w:t>forgivern the sins of 50 years:::::</w:t>
      </w:r>
      <w:r>
        <w:t xml:space="preserve"> After Zuhr, Asr and its Naafilah, pray </w:t>
      </w:r>
      <w:r w:rsidRPr="00294BA7">
        <w:rPr>
          <w:rStyle w:val="libItalicChar"/>
        </w:rPr>
        <w:t>4 rak’ats Namaaz</w:t>
      </w:r>
      <w:r>
        <w:t xml:space="preserve"> (2 &amp; 2), in the 1st rak’at after Al</w:t>
      </w:r>
      <w:r w:rsidR="002E452F">
        <w:t>-</w:t>
      </w:r>
      <w:r>
        <w:t xml:space="preserve">Hamd recite 10 times </w:t>
      </w:r>
      <w:r w:rsidRPr="00294BA7">
        <w:rPr>
          <w:rStyle w:val="libUnderlineChar"/>
        </w:rPr>
        <w:t>S. Qadr</w:t>
      </w:r>
      <w:r>
        <w:t xml:space="preserve">, in the 2nd rak’at recite 10 times </w:t>
      </w:r>
      <w:r w:rsidRPr="00294BA7">
        <w:rPr>
          <w:rStyle w:val="libUnderlineChar"/>
        </w:rPr>
        <w:t>S. Kaafiroon</w:t>
      </w:r>
      <w:r>
        <w:t xml:space="preserve">, In the 3rd rak’at recite 10 times </w:t>
      </w:r>
      <w:r w:rsidRPr="00294BA7">
        <w:rPr>
          <w:rStyle w:val="libUnderlineChar"/>
        </w:rPr>
        <w:t>S. Ikhlaas</w:t>
      </w:r>
      <w:r>
        <w:t xml:space="preserve">, and in the 4th rak’at recite 10 times </w:t>
      </w:r>
      <w:r w:rsidRPr="00294BA7">
        <w:rPr>
          <w:rStyle w:val="libUnderlineChar"/>
        </w:rPr>
        <w:t>S. Falak</w:t>
      </w:r>
      <w:r>
        <w:t xml:space="preserve"> and 10 times </w:t>
      </w:r>
      <w:r w:rsidRPr="00294BA7">
        <w:rPr>
          <w:rStyle w:val="libUnderlineChar"/>
        </w:rPr>
        <w:t>S. An</w:t>
      </w:r>
      <w:r w:rsidR="002E452F">
        <w:rPr>
          <w:rStyle w:val="libUnderlineChar"/>
        </w:rPr>
        <w:t>-</w:t>
      </w:r>
      <w:r w:rsidRPr="00294BA7">
        <w:rPr>
          <w:rStyle w:val="libUnderlineChar"/>
        </w:rPr>
        <w:t>Naas</w:t>
      </w:r>
      <w:r>
        <w:t xml:space="preserve">. After Namaaz go into </w:t>
      </w:r>
      <w:r w:rsidRPr="00294BA7">
        <w:rPr>
          <w:rStyle w:val="libItalicChar"/>
        </w:rPr>
        <w:t>Sajdah</w:t>
      </w:r>
      <w:r>
        <w:t xml:space="preserve"> and recite this </w:t>
      </w:r>
      <w:r w:rsidRPr="00294BA7">
        <w:rPr>
          <w:rStyle w:val="libItalicChar"/>
        </w:rPr>
        <w:t>Duaa</w:t>
      </w:r>
      <w:r>
        <w:t xml:space="preserve"> in it:</w:t>
      </w:r>
      <w:r w:rsidR="002E452F">
        <w:t>-</w:t>
      </w:r>
      <w:r>
        <w:t xml:space="preserve"> </w:t>
      </w: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Allaahumma Swalli Alaa Muhammadin Wa Aali Mihammadin Al Awswiyaa’ul Mardhiyyeen Wa Alaa Jamee’i Ambiyaaik Wa Rusulik Bi Afdhali Swalawaatik Wa Baarik Alayhim Bi Afdhali Barakaatik Wa Swalli Alaa Arwahihim Wa Ajsaadihim, Allaahumma Baarik Alaa Muhammadin Wa Aali Muhammadin Wa Baarik Lanaa Fee Yawmina Haadhal</w:t>
      </w:r>
      <w:r w:rsidR="002E452F">
        <w:rPr>
          <w:rStyle w:val="libItalicChar"/>
        </w:rPr>
        <w:t>-</w:t>
      </w:r>
      <w:r w:rsidRPr="00294BA7">
        <w:rPr>
          <w:rStyle w:val="libItalicChar"/>
        </w:rPr>
        <w:t>Ladhee Fadh</w:t>
      </w:r>
      <w:r w:rsidR="002E452F">
        <w:rPr>
          <w:rStyle w:val="libItalicChar"/>
        </w:rPr>
        <w:t>-</w:t>
      </w:r>
      <w:r w:rsidRPr="00294BA7">
        <w:rPr>
          <w:rStyle w:val="libItalicChar"/>
        </w:rPr>
        <w:t>dhaltahu Wa Karramtahu Wa Sharraftahu Wa Azzamta Khatarahu, Allaahumma Baarik Lee Fee Maa An’amta Bihee Alayya Hattaa Laa Ashkura Ahadan Ghayrak Wa Wassi’a Alayya Fee Rizqee Yaa Dhal Jalaali Wal</w:t>
      </w:r>
      <w:r>
        <w:t xml:space="preserve"> </w:t>
      </w:r>
      <w:r w:rsidRPr="00294BA7">
        <w:rPr>
          <w:rStyle w:val="libItalicChar"/>
        </w:rPr>
        <w:t>Ikraam. Allaahumma Ghaaba Annee Falaa Yagheebanna Annee Awnuka Wa Hifdhuka Wamaa Faqadtu Min Shay’in Falaa Tufqidnee Awnaka Alayhi Hattaa Laa Atakallafa Maa Laa Ahtaaju Alayhi Yaa Dhal Jalaali Wal Ikraam.</w:t>
      </w:r>
    </w:p>
    <w:p w:rsidR="00294BA7" w:rsidRDefault="00294BA7" w:rsidP="00294BA7">
      <w:pPr>
        <w:pStyle w:val="libNormal"/>
      </w:pPr>
      <w:r>
        <w:t xml:space="preserve">Recite abundantly </w:t>
      </w:r>
      <w:r w:rsidR="002E452F">
        <w:t>-</w:t>
      </w:r>
      <w:r>
        <w:t xml:space="preserve"> “Yaa Dhal Jalaali Wal Ikram.”</w:t>
      </w:r>
    </w:p>
    <w:p w:rsidR="00294BA7" w:rsidRDefault="00294BA7" w:rsidP="00294BA7">
      <w:pPr>
        <w:pStyle w:val="libNormal"/>
      </w:pPr>
      <w:r>
        <w:t>When the sun enters in BURJE</w:t>
      </w:r>
      <w:r w:rsidR="002E452F">
        <w:t>-</w:t>
      </w:r>
      <w:r>
        <w:t>HAMAL it is stated to recite this Duaa every now and then, others say to recite it 366 times: Bismillaahir</w:t>
      </w:r>
      <w:r w:rsidR="002E452F">
        <w:t>-</w:t>
      </w:r>
      <w:r>
        <w:t>Rahmaanir</w:t>
      </w:r>
      <w:r w:rsidR="002E452F">
        <w:t>-</w:t>
      </w:r>
      <w:r>
        <w:t>Raheem. Ya Muhawwilal Hawli Wal Ahwaal, Hawwil Haalanaa Ilaa Ahsanil Haal. In tother tradition it is written thus: Yaa Muqallibal Qullobi Wal Abswaar, Yaa Mudabbiral Layli Wan</w:t>
      </w:r>
      <w:r w:rsidR="002E452F">
        <w:t>-</w:t>
      </w:r>
      <w:r>
        <w:t>Nahaar, Yaa Muhawwilal Hawli Wal Ahwaal, Hawwil Haalanaa Ilaa Ahsanil Haal.</w:t>
      </w:r>
    </w:p>
    <w:p w:rsidR="00294BA7" w:rsidRDefault="00294BA7" w:rsidP="00294BA7">
      <w:pPr>
        <w:pStyle w:val="libCenterTitr"/>
      </w:pPr>
      <w:bookmarkStart w:id="131" w:name="_Toc64900181"/>
      <w:r>
        <w:t>AAB</w:t>
      </w:r>
      <w:r w:rsidR="002E452F">
        <w:t>-</w:t>
      </w:r>
      <w:r>
        <w:t>E</w:t>
      </w:r>
      <w:r w:rsidR="002E452F">
        <w:t>-</w:t>
      </w:r>
      <w:r>
        <w:t>NAYSAAN</w:t>
      </w:r>
      <w:bookmarkEnd w:id="131"/>
    </w:p>
    <w:p w:rsidR="00294BA7" w:rsidRDefault="00294BA7" w:rsidP="00294BA7">
      <w:pPr>
        <w:pStyle w:val="libLine"/>
      </w:pPr>
      <w:r>
        <w:t xml:space="preserve">The Holy Prophet (S.A.W.W.) said that Jibraeel (A.S.) told him about a particular </w:t>
      </w:r>
      <w:r w:rsidRPr="00294BA7">
        <w:rPr>
          <w:rStyle w:val="libItalicChar"/>
        </w:rPr>
        <w:t xml:space="preserve">medicene, </w:t>
      </w:r>
      <w:r>
        <w:t xml:space="preserve">that if it was utilized then there shall never arise any need to go to a Tabeeb (Doctor, Hakeem or a Healer). </w:t>
      </w:r>
      <w:r w:rsidRPr="00294BA7">
        <w:rPr>
          <w:rStyle w:val="libItalicChar"/>
        </w:rPr>
        <w:t>This invalueable medicene is the Water of Aab</w:t>
      </w:r>
      <w:r w:rsidR="002E452F">
        <w:rPr>
          <w:rStyle w:val="libItalicChar"/>
        </w:rPr>
        <w:t>-</w:t>
      </w:r>
      <w:r w:rsidRPr="00294BA7">
        <w:rPr>
          <w:rStyle w:val="libItalicChar"/>
        </w:rPr>
        <w:t>e</w:t>
      </w:r>
      <w:r w:rsidR="002E452F">
        <w:rPr>
          <w:rStyle w:val="libItalicChar"/>
        </w:rPr>
        <w:t>-</w:t>
      </w:r>
      <w:r w:rsidRPr="00294BA7">
        <w:rPr>
          <w:rStyle w:val="libItalicChar"/>
        </w:rPr>
        <w:t>Naysaan.</w:t>
      </w:r>
      <w:r>
        <w:t xml:space="preserve"> It is the rain water raining in particular days only. </w:t>
      </w:r>
      <w:r w:rsidRPr="00294BA7">
        <w:rPr>
          <w:rStyle w:val="libItalicChar"/>
        </w:rPr>
        <w:t>The rain which comes 23 days after Nawroz.</w:t>
      </w:r>
      <w:r>
        <w:t xml:space="preserve"> That is to say that if Nawroz falls on 21st March, then add 23 days to it and you will come to 15th April. So the rain which falls from </w:t>
      </w:r>
      <w:r w:rsidRPr="00294BA7">
        <w:rPr>
          <w:rStyle w:val="libItalicChar"/>
        </w:rPr>
        <w:t>15</w:t>
      </w:r>
      <w:r w:rsidRPr="00294BA7">
        <w:t>th</w:t>
      </w:r>
      <w:r w:rsidRPr="00294BA7">
        <w:rPr>
          <w:rStyle w:val="libItalicChar"/>
        </w:rPr>
        <w:t xml:space="preserve"> April upto 30 days, i.e. upto 14</w:t>
      </w:r>
      <w:r w:rsidRPr="00F83CC6">
        <w:rPr>
          <w:rStyle w:val="libNormalChar"/>
        </w:rPr>
        <w:t>th</w:t>
      </w:r>
      <w:r w:rsidRPr="00294BA7">
        <w:rPr>
          <w:rStyle w:val="libItalicChar"/>
        </w:rPr>
        <w:t xml:space="preserve"> May, </w:t>
      </w:r>
      <w:r>
        <w:t>is called Aab</w:t>
      </w:r>
      <w:r w:rsidR="002E452F">
        <w:t>-</w:t>
      </w:r>
      <w:r>
        <w:t>e</w:t>
      </w:r>
      <w:r w:rsidR="002E452F">
        <w:t>-</w:t>
      </w:r>
      <w:r>
        <w:t>Naysaan. Collect this water in a Paak utensil and recite these Holy Surahs over it. This will cure all types of disease, it is also useful for a prisonor to be freed, and colds can’t do any harm on the one who drinks this water.</w:t>
      </w:r>
    </w:p>
    <w:p w:rsidR="00294BA7" w:rsidRDefault="00294BA7" w:rsidP="00294BA7">
      <w:pPr>
        <w:pStyle w:val="libNormal"/>
      </w:pPr>
      <w:r>
        <w:t xml:space="preserve">The following Surahs should be recited 70 times each over the said water: </w:t>
      </w:r>
      <w:r w:rsidRPr="00294BA7">
        <w:rPr>
          <w:rStyle w:val="libItalicChar"/>
        </w:rPr>
        <w:t>S. Al</w:t>
      </w:r>
      <w:r w:rsidR="002E452F">
        <w:rPr>
          <w:rStyle w:val="libItalicChar"/>
        </w:rPr>
        <w:t>-</w:t>
      </w:r>
      <w:r w:rsidRPr="00294BA7">
        <w:rPr>
          <w:rStyle w:val="libItalicChar"/>
        </w:rPr>
        <w:t>Hamd; Aayatul Kursee; S. Kaafiroon; S. A’Alaa; S. Al</w:t>
      </w:r>
      <w:r w:rsidR="002E452F">
        <w:rPr>
          <w:rStyle w:val="libItalicChar"/>
        </w:rPr>
        <w:t>-</w:t>
      </w:r>
      <w:r w:rsidRPr="00294BA7">
        <w:rPr>
          <w:rStyle w:val="libItalicChar"/>
        </w:rPr>
        <w:t>Falak; S. An</w:t>
      </w:r>
      <w:r w:rsidR="002E452F">
        <w:rPr>
          <w:rStyle w:val="libItalicChar"/>
        </w:rPr>
        <w:t>-</w:t>
      </w:r>
      <w:r w:rsidRPr="00294BA7">
        <w:rPr>
          <w:rStyle w:val="libItalicChar"/>
        </w:rPr>
        <w:t>Naas; S. Ikhlaas.</w:t>
      </w:r>
    </w:p>
    <w:p w:rsidR="00294BA7" w:rsidRPr="00294BA7" w:rsidRDefault="00294BA7" w:rsidP="00294BA7">
      <w:pPr>
        <w:pStyle w:val="libNormal"/>
        <w:rPr>
          <w:rStyle w:val="libItalicChar"/>
        </w:rPr>
      </w:pPr>
      <w:r>
        <w:t xml:space="preserve">Then recite </w:t>
      </w:r>
      <w:r w:rsidRPr="00294BA7">
        <w:rPr>
          <w:rStyle w:val="libItalicChar"/>
        </w:rPr>
        <w:t xml:space="preserve">70 times </w:t>
      </w:r>
      <w:r w:rsidR="002E452F">
        <w:rPr>
          <w:rStyle w:val="libItalicChar"/>
        </w:rPr>
        <w:t>-</w:t>
      </w:r>
      <w:r w:rsidRPr="00294BA7">
        <w:rPr>
          <w:rStyle w:val="libItalicChar"/>
        </w:rPr>
        <w:t xml:space="preserve">Laa Ilaaha Illallaahu; 70 times Allaahu Akbar; 70 times </w:t>
      </w:r>
      <w:r w:rsidR="002E452F">
        <w:rPr>
          <w:rStyle w:val="libItalicChar"/>
        </w:rPr>
        <w:t>-</w:t>
      </w:r>
      <w:r w:rsidRPr="00294BA7">
        <w:rPr>
          <w:rStyle w:val="libItalicChar"/>
        </w:rPr>
        <w:t xml:space="preserve"> Allaahumma Swalli Alaa Muhammadin Wa Aali Muhammad; and 70 times </w:t>
      </w:r>
      <w:r w:rsidR="002E452F">
        <w:rPr>
          <w:rStyle w:val="libItalicChar"/>
        </w:rPr>
        <w:t>-</w:t>
      </w:r>
      <w:r w:rsidRPr="00294BA7">
        <w:rPr>
          <w:rStyle w:val="libItalicChar"/>
        </w:rPr>
        <w:t xml:space="preserve"> Sub’haanallaahi Wal Hamdu Lillaahi Walaailaaha Illallaahu Wallaahu Akbar.</w:t>
      </w:r>
    </w:p>
    <w:p w:rsidR="00294BA7" w:rsidRDefault="00294BA7" w:rsidP="00294BA7">
      <w:pPr>
        <w:pStyle w:val="libCenterTitr"/>
      </w:pPr>
      <w:bookmarkStart w:id="132" w:name="_Toc64900182"/>
      <w:r>
        <w:t>AAB</w:t>
      </w:r>
      <w:r w:rsidR="002E452F">
        <w:t>-</w:t>
      </w:r>
      <w:r>
        <w:t>E</w:t>
      </w:r>
      <w:r w:rsidR="002E452F">
        <w:t>-</w:t>
      </w:r>
      <w:r>
        <w:t>ZAMZAM (WATER FROM THE WELL OF ZAMZAM)</w:t>
      </w:r>
      <w:bookmarkEnd w:id="132"/>
    </w:p>
    <w:p w:rsidR="00294BA7" w:rsidRDefault="00294BA7" w:rsidP="00294BA7">
      <w:pPr>
        <w:pStyle w:val="libNormal"/>
      </w:pPr>
      <w:r>
        <w:lastRenderedPageBreak/>
        <w:t>Water is the greatest gift from Almighty Allaah (S.W.T.), and it is the best liquid to drink for quenching thirst and remain healthy. There are some types of most preferable waters and the water of Zamzam is one amongst them which is proved to be much healthier and blessed one. The water of Furaat ( River Euphrates ) is also one of the blessed waters and it is said that every night angels ascend from the heavens and pour some water from the rivers of Paradise into the waters of Furaat.</w:t>
      </w:r>
    </w:p>
    <w:p w:rsidR="00294BA7" w:rsidRDefault="00294BA7" w:rsidP="00294BA7">
      <w:pPr>
        <w:pStyle w:val="libNormal"/>
      </w:pPr>
      <w:r>
        <w:t>Here we reproduce the article from a Chemical Engineer of Saudi Arabia concerning the provocation, laboratory tests, and its miraculous results:</w:t>
      </w:r>
    </w:p>
    <w:p w:rsidR="00294BA7" w:rsidRDefault="00294BA7" w:rsidP="00294BA7">
      <w:pPr>
        <w:pStyle w:val="libNormal"/>
      </w:pPr>
      <w:r>
        <w:t>“As the Hajj season approaches, I am reminded of the wonders of Aab</w:t>
      </w:r>
      <w:r w:rsidR="002E452F">
        <w:t>-</w:t>
      </w:r>
      <w:r>
        <w:t>i</w:t>
      </w:r>
      <w:r w:rsidR="002E452F">
        <w:t>-</w:t>
      </w:r>
      <w:r>
        <w:t>Zamzam. Let me go back to how it all started . In 1971, an Egyptian doctor wrote to the European Press a letter saying that Aab</w:t>
      </w:r>
      <w:r w:rsidR="002E452F">
        <w:t>-</w:t>
      </w:r>
      <w:r>
        <w:t>I</w:t>
      </w:r>
      <w:r w:rsidR="002E452F">
        <w:t>-</w:t>
      </w:r>
      <w:r>
        <w:t>Zamzam was not fit for drinking purposes. I immediately thought that this was just a form of prejudice against the Muslims and that since his statement was based on the assumption, that since the Khaana</w:t>
      </w:r>
      <w:r w:rsidR="002E452F">
        <w:t>-</w:t>
      </w:r>
      <w:r>
        <w:t>I</w:t>
      </w:r>
      <w:r w:rsidR="002E452F">
        <w:t>-</w:t>
      </w:r>
      <w:r>
        <w:t>Kaaba was a shallow place (below sea</w:t>
      </w:r>
      <w:r w:rsidR="002E452F">
        <w:t>-</w:t>
      </w:r>
      <w:r>
        <w:t>level) and located in the center of the city of Makkah, all the waste water of the city collecting through the drains fell into well holding the water.</w:t>
      </w:r>
    </w:p>
    <w:p w:rsidR="00294BA7" w:rsidRDefault="00294BA7" w:rsidP="00294BA7">
      <w:pPr>
        <w:pStyle w:val="libNormal"/>
      </w:pPr>
      <w:r>
        <w:t>Fortunately the news came to Shah Faisal’s ears who got extremely angry and decided to disprove the Egyptian doctor’s provocative statement. He immediately ordered the Ministry of Agriculture and Water Resources to investigate and send samples of Aab</w:t>
      </w:r>
      <w:r w:rsidR="002E452F">
        <w:t>-</w:t>
      </w:r>
      <w:r>
        <w:t>I</w:t>
      </w:r>
      <w:r w:rsidR="002E452F">
        <w:t>-</w:t>
      </w:r>
      <w:r>
        <w:t>Zamzam to European labortatories for testing the pot</w:t>
      </w:r>
      <w:r w:rsidR="002E452F">
        <w:t>-</w:t>
      </w:r>
      <w:r>
        <w:t>ability of the water. The Ministry then instructed The Jeddah Power And Desalination Plants to carry out this task. It was here that I was employed as a de</w:t>
      </w:r>
      <w:r w:rsidR="002E452F">
        <w:t>-</w:t>
      </w:r>
      <w:r>
        <w:t>salting engineer (chemical engineer to produce drinking water from sea water). I was chosen to carry out this assignment. At this stage I remember that I had no idea what the well holding the water looked like. I went to Makkah and reported to the authorities at the Khaana</w:t>
      </w:r>
      <w:r w:rsidR="002E452F">
        <w:t>-</w:t>
      </w:r>
      <w:r>
        <w:t>e</w:t>
      </w:r>
      <w:r w:rsidR="002E452F">
        <w:t>-</w:t>
      </w:r>
      <w:r>
        <w:t>Ka’aba explaining my purpose of visit. They deputed a man to give me whatever help was required. When we reached the well, it was hard for me to believe that a pool of water, more like a small pond, about 18 by 14 feet was the well that supplied millions of gallons of water every year to Hajjis ever since it came into existence at the time of Hazrat Ibrahim, many, many centuries ago. I started my investigations and took the dimentions of the well. I asked the man to show me the depth of the well.</w:t>
      </w:r>
    </w:p>
    <w:p w:rsidR="00294BA7" w:rsidRDefault="00294BA7" w:rsidP="00294BA7">
      <w:pPr>
        <w:pStyle w:val="libNormal"/>
      </w:pPr>
      <w:r>
        <w:t>First he took a shower and descended into the water. Then he straightened his body. I saw that the water level came up to just above his shoulders. His height was around five feet eight inches. He then started moving from one corner to the other in the well (standing all the while since he was not allowed to dip his head into the water) in search of any inlet or pipeline inside the well to see from where the water came in. However, the man reported that he could not find any inlet or pipeline inside the well. I thought of another idea.</w:t>
      </w:r>
    </w:p>
    <w:p w:rsidR="00294BA7" w:rsidRDefault="00294BA7" w:rsidP="00294BA7">
      <w:pPr>
        <w:pStyle w:val="libNormal"/>
      </w:pPr>
      <w:r>
        <w:t>The water could be withdrawn rapidly with help of a big transfer pump which was installed at the well of the Aab</w:t>
      </w:r>
      <w:r w:rsidR="002E452F">
        <w:t>-</w:t>
      </w:r>
      <w:r>
        <w:t>I</w:t>
      </w:r>
      <w:r w:rsidR="002E452F">
        <w:t>-</w:t>
      </w:r>
      <w:r>
        <w:t>Zamzam storage tanks. In this way, the water level would drop anabling us to locate the point of entry of the water.</w:t>
      </w:r>
    </w:p>
    <w:p w:rsidR="00294BA7" w:rsidRDefault="00294BA7" w:rsidP="00294BA7">
      <w:pPr>
        <w:pStyle w:val="libNormal"/>
      </w:pPr>
      <w:r>
        <w:t>Surprisingly, nothing was observed during the pumping period, but I knew that this was the only mathod by which you could find the enternce of the water to the well. So I decided to repeat the process. But this time I instructed the man to stand still at one place and carefully observe any unusual thing happening inside the well. After a while, he suddenly he raised his hands and shouted, “Al</w:t>
      </w:r>
      <w:r w:rsidR="002E452F">
        <w:t>-</w:t>
      </w:r>
      <w:r>
        <w:t>Hamdulillaah! I have found it. The sand is dancing beneath my feet as the water oozes out of the bed of the well.” Then he moved around the well during the pumping period and noticed the same phenomenon everywhere in the well. Actually the flaw of water into the well through the bed was equal at every point, thus keeping the level of water steady.</w:t>
      </w:r>
    </w:p>
    <w:p w:rsidR="00294BA7" w:rsidRDefault="00294BA7" w:rsidP="00294BA7">
      <w:pPr>
        <w:pStyle w:val="libNormal"/>
      </w:pPr>
      <w:r>
        <w:t>After I finished my observations, I took the samples of the water for European laboratories to test. Before I left the Khaana</w:t>
      </w:r>
      <w:r w:rsidR="002E452F">
        <w:t>-</w:t>
      </w:r>
      <w:r>
        <w:t>e</w:t>
      </w:r>
      <w:r w:rsidR="002E452F">
        <w:t>-</w:t>
      </w:r>
      <w:r>
        <w:t xml:space="preserve">Ka’aba I asked the authorities about the other wells around Makkah. I was told that these wells were mostly dry. When I reached my office in Jeddah, I </w:t>
      </w:r>
      <w:r>
        <w:lastRenderedPageBreak/>
        <w:t>reported my findings to my boss who listened with great interest but made a very irrational comment that the Zamzam well could be internally connected to the Red Sea.</w:t>
      </w:r>
    </w:p>
    <w:p w:rsidR="00294BA7" w:rsidRDefault="00294BA7" w:rsidP="00294BA7">
      <w:pPr>
        <w:pStyle w:val="libNormal"/>
      </w:pPr>
      <w:r>
        <w:t xml:space="preserve">How was it possible when Makkah is about 75 kilometers away from the sea and the wells located before the city usually remain dry? </w:t>
      </w:r>
    </w:p>
    <w:p w:rsidR="00294BA7" w:rsidRDefault="00294BA7" w:rsidP="00294BA7">
      <w:pPr>
        <w:pStyle w:val="libNormal"/>
      </w:pPr>
      <w:r>
        <w:t>The result of the water sample tested by the European laboratories and the one analyzed in our own laboratory were found to be almost identical.</w:t>
      </w:r>
    </w:p>
    <w:p w:rsidR="00294BA7" w:rsidRDefault="00294BA7" w:rsidP="00294BA7">
      <w:pPr>
        <w:pStyle w:val="libNormal"/>
      </w:pPr>
      <w:r>
        <w:t>The difference between Aab</w:t>
      </w:r>
      <w:r w:rsidR="002E452F">
        <w:t>-</w:t>
      </w:r>
      <w:r>
        <w:t>e</w:t>
      </w:r>
      <w:r w:rsidR="002E452F">
        <w:t>-</w:t>
      </w:r>
      <w:r>
        <w:t>Zamzam and other water (city water) was in the quantity of calcium and magnesium salts. The content of these was slightly higher in Aab</w:t>
      </w:r>
      <w:r w:rsidR="002E452F">
        <w:t>-</w:t>
      </w:r>
      <w:r>
        <w:t>e</w:t>
      </w:r>
      <w:r w:rsidR="002E452F">
        <w:t>-</w:t>
      </w:r>
      <w:r>
        <w:t>Zamzam. This may be why this warter refreshes tired Hajjis, but more significantly, the water contains fluorides that have an effective germicidal action. Moreover, the remarks of the European laboratories showed that the water was fit for drinking. Hence, the statement made by the Egiptian doctor was proved false. When this was reported to Shah Faisal he was extremely pleased and ordered the contradiction of the report in the european press. In a way, it was a blessing that this study was undertaken to show the chamical composition of the water. In fact, the more you explore, the more wonders surface and you find yourself believing implicitly in the miracles of this water that God bestowed as a gift on the faithfuls coming from far and wide to the desert land for Pilgrimage.</w:t>
      </w:r>
    </w:p>
    <w:p w:rsidR="00294BA7" w:rsidRDefault="00294BA7" w:rsidP="00294BA7">
      <w:pPr>
        <w:pStyle w:val="libNormal"/>
      </w:pPr>
      <w:r>
        <w:t>Let me sum up some of the features of Aab</w:t>
      </w:r>
      <w:r w:rsidR="002E452F">
        <w:t>-</w:t>
      </w:r>
      <w:r>
        <w:t>e</w:t>
      </w:r>
      <w:r w:rsidR="002E452F">
        <w:t>-</w:t>
      </w:r>
      <w:r>
        <w:t>Zamzam:</w:t>
      </w:r>
    </w:p>
    <w:p w:rsidR="00294BA7" w:rsidRDefault="00294BA7" w:rsidP="00294BA7">
      <w:pPr>
        <w:pStyle w:val="libNormal"/>
      </w:pPr>
      <w:r>
        <w:t>This well has never dried up. On the contrary, it has always fulfilled the demand for water.</w:t>
      </w:r>
    </w:p>
    <w:p w:rsidR="00294BA7" w:rsidRDefault="00294BA7" w:rsidP="00294BA7">
      <w:pPr>
        <w:pStyle w:val="libNormal"/>
      </w:pPr>
      <w:r>
        <w:t>It was always maintained the same salt composition and test ever since it came into existence.</w:t>
      </w:r>
    </w:p>
    <w:p w:rsidR="00294BA7" w:rsidRDefault="00294BA7" w:rsidP="00294BA7">
      <w:pPr>
        <w:pStyle w:val="libNormal"/>
      </w:pPr>
      <w:r>
        <w:t>Its potability has always been universally recognized as pilgrims from all over the world visit Khana</w:t>
      </w:r>
      <w:r w:rsidR="002E452F">
        <w:t>-</w:t>
      </w:r>
      <w:r>
        <w:t>e</w:t>
      </w:r>
      <w:r w:rsidR="002E452F">
        <w:t>-</w:t>
      </w:r>
      <w:r>
        <w:t xml:space="preserve">Ka’aba every year for Hajj and Umrah, but have never complained about it. Instead, they have always enjoyed the water that refreshes them. </w:t>
      </w:r>
    </w:p>
    <w:p w:rsidR="00294BA7" w:rsidRDefault="00294BA7" w:rsidP="00294BA7">
      <w:pPr>
        <w:pStyle w:val="libNormal"/>
      </w:pPr>
      <w:r>
        <w:t>Water tastes different at different places. Aab</w:t>
      </w:r>
      <w:r w:rsidR="002E452F">
        <w:t>-</w:t>
      </w:r>
      <w:r>
        <w:t>e</w:t>
      </w:r>
      <w:r w:rsidR="002E452F">
        <w:t>-</w:t>
      </w:r>
      <w:r>
        <w:t xml:space="preserve">Zamzam’s appeal has always been universal. </w:t>
      </w:r>
    </w:p>
    <w:p w:rsidR="00294BA7" w:rsidRDefault="00294BA7" w:rsidP="00294BA7">
      <w:pPr>
        <w:pStyle w:val="libNormal"/>
      </w:pPr>
      <w:r>
        <w:t xml:space="preserve">This water has never been chemically treated or chlorinated, as is the case with the water pumped into the cities. </w:t>
      </w:r>
    </w:p>
    <w:p w:rsidR="00294BA7" w:rsidRDefault="00294BA7" w:rsidP="00294BA7">
      <w:pPr>
        <w:pStyle w:val="libNormal"/>
      </w:pPr>
      <w:r>
        <w:t>Biological growth and vegetation usually takes place in most wells. This makes the water unpalatable owing to the growth of algae causing taste and odour problems. But in the case of Aab</w:t>
      </w:r>
      <w:r w:rsidR="002E452F">
        <w:t>-</w:t>
      </w:r>
      <w:r>
        <w:t>e</w:t>
      </w:r>
      <w:r w:rsidR="002E452F">
        <w:t>-</w:t>
      </w:r>
      <w:r>
        <w:t>Zamzam well there wasn’t any sign of biological growth.</w:t>
      </w:r>
    </w:p>
    <w:p w:rsidR="00294BA7" w:rsidRDefault="00294BA7" w:rsidP="00294BA7">
      <w:pPr>
        <w:pStyle w:val="libNormal"/>
      </w:pPr>
      <w:r>
        <w:t>Centuries ago, Bibi Hajra (S.A.) searched disperately for water in the hills of Safaa and Marwa to give to her newly born son Hazrat Ismail. As she ran from one place to another in search of water her child rubbed his feet against the sand. A pool of wate surfaced, and by the Grace of God, shaped itself into a well which came to be called Aab</w:t>
      </w:r>
      <w:r w:rsidR="002E452F">
        <w:t>-</w:t>
      </w:r>
      <w:r>
        <w:t>e</w:t>
      </w:r>
      <w:r w:rsidR="002E452F">
        <w:t>-</w:t>
      </w:r>
      <w:r>
        <w:t xml:space="preserve">Zamzam. </w:t>
      </w:r>
    </w:p>
    <w:p w:rsidR="002E452F" w:rsidRDefault="002E452F" w:rsidP="00294BA7">
      <w:pPr>
        <w:pStyle w:val="libNormal"/>
      </w:pPr>
      <w:r>
        <w:br w:type="page"/>
      </w:r>
    </w:p>
    <w:p w:rsidR="008338A0" w:rsidRDefault="008338A0" w:rsidP="008338A0">
      <w:pPr>
        <w:pStyle w:val="Heading1Center"/>
      </w:pPr>
      <w:bookmarkStart w:id="133" w:name="_Toc420238125"/>
      <w:r>
        <w:lastRenderedPageBreak/>
        <w:t>DUAA AFTER EVERYDAY-NAMAAZ</w:t>
      </w:r>
      <w:bookmarkEnd w:id="133"/>
      <w:r>
        <w:t xml:space="preserve"> </w:t>
      </w:r>
    </w:p>
    <w:p w:rsidR="008338A0" w:rsidRDefault="008338A0" w:rsidP="008338A0">
      <w:pPr>
        <w:pStyle w:val="libCenterTitr"/>
      </w:pPr>
      <w:r>
        <w:t>Daily-Duaa After Namaaz-e-Sub’h:</w:t>
      </w:r>
    </w:p>
    <w:p w:rsidR="00294BA7" w:rsidRPr="00F83CC6" w:rsidRDefault="00294BA7" w:rsidP="00294BA7">
      <w:pPr>
        <w:pStyle w:val="libItalic"/>
        <w:rPr>
          <w:rStyle w:val="libNormalChar"/>
        </w:rPr>
      </w:pPr>
      <w:r>
        <w:t>Bismillaahir</w:t>
      </w:r>
      <w:r w:rsidR="002E452F">
        <w:t>-</w:t>
      </w:r>
      <w:r>
        <w:t>Rahmaanir</w:t>
      </w:r>
      <w:r w:rsidR="002E452F">
        <w:t>-</w:t>
      </w:r>
      <w:r>
        <w:t>Raheem Allaahumma Swalli Alaa Muhammadin</w:t>
      </w:r>
      <w:r w:rsidR="002E452F">
        <w:t>-</w:t>
      </w:r>
      <w:r>
        <w:t>Wa Aali Muhammad. Bismillaahi Wa Swallallaahu Alaa Muhammadin Wa Aalihee, Wa Ufawwidhu Amree Ila</w:t>
      </w:r>
      <w:r w:rsidR="002E452F">
        <w:t>-</w:t>
      </w:r>
      <w:r>
        <w:t>llaahi Innal</w:t>
      </w:r>
      <w:r w:rsidR="002E452F">
        <w:t>-</w:t>
      </w:r>
      <w:r>
        <w:t>laaha Basweerun</w:t>
      </w:r>
      <w:r w:rsidR="002E452F">
        <w:t>-</w:t>
      </w:r>
      <w:r>
        <w:t>Bil Ibaadi, Fa Waqaahullaahu Sayyi’aati Maa Makaroo Laa Ilaaha Illaa Anta Sub’haanaka Innee Kuntu Minadh</w:t>
      </w:r>
      <w:r w:rsidR="002E452F">
        <w:t>-</w:t>
      </w:r>
      <w:r>
        <w:t>Dhwaalimeen, Fastajabnaa Lahoo Wa Naj</w:t>
      </w:r>
      <w:r w:rsidR="002E452F">
        <w:t>-</w:t>
      </w:r>
      <w:r>
        <w:t>jaynaahu Minal Ghammi Wa Kadhaalika Nunjil Mu’mineen. Hasbuna</w:t>
      </w:r>
      <w:r w:rsidR="002E452F">
        <w:t>-</w:t>
      </w:r>
      <w:r>
        <w:t>llaahu Wa Ni’amal Wakeel. Fan</w:t>
      </w:r>
      <w:r w:rsidR="002E452F">
        <w:t>-</w:t>
      </w:r>
      <w:r>
        <w:t>qalaboo Bi Ni’amatim</w:t>
      </w:r>
      <w:r w:rsidR="002E452F">
        <w:t>-</w:t>
      </w:r>
      <w:r>
        <w:t>Minallaahi Wa Fadhlin Lam Yamsas’hum Soo</w:t>
      </w:r>
      <w:r w:rsidR="002E452F">
        <w:t>-</w:t>
      </w:r>
      <w:r>
        <w:t>un Maashaa’Allaahu Laa Hawla Walaa Quwwata Illaa Billaahi, Maashaa’Allaahu, Laa Maashaa’Annaasu, Maashaa’Allaahu Wa In Karihan</w:t>
      </w:r>
      <w:r w:rsidR="002E452F">
        <w:t>-</w:t>
      </w:r>
      <w:r>
        <w:t>Naasu, Hasbiyar</w:t>
      </w:r>
      <w:r w:rsidR="002E452F">
        <w:t>-</w:t>
      </w:r>
      <w:r>
        <w:t>Rabbu Minal Marboobeen, Hasbiyal Khaaliqu Minal Makhlooqeen, Hasbiyar</w:t>
      </w:r>
      <w:r w:rsidR="002E452F">
        <w:t>-</w:t>
      </w:r>
      <w:r>
        <w:t>Raaziqu Minal Marzooqeen, Hasbiyallaahu Rabbul Aalameen, Hasbee Man Huwa Hasbee, Hasbee Man Lam Yazal Hasbee,, Hasbbee Man Kaana Mudh Kuntu Lam Yazal Hasbee, Hasbiyallaahu Laa Ilaaha Illaa Huwa Alayhi Tawaqqaltu Wa Huwa Rabbul Arshil Adhweem.</w:t>
      </w:r>
    </w:p>
    <w:p w:rsidR="00294BA7" w:rsidRDefault="00294BA7" w:rsidP="00294BA7">
      <w:pPr>
        <w:pStyle w:val="libCenterTitr"/>
      </w:pPr>
      <w:bookmarkStart w:id="134" w:name="_Toc64900185"/>
      <w:r>
        <w:t>Daily</w:t>
      </w:r>
      <w:r w:rsidR="002E452F">
        <w:t>-</w:t>
      </w:r>
      <w:r>
        <w:t>Duaa After Namaaz</w:t>
      </w:r>
      <w:r w:rsidR="002E452F">
        <w:t>-</w:t>
      </w:r>
      <w:r>
        <w:t>e</w:t>
      </w:r>
      <w:r w:rsidR="002E452F">
        <w:t>-</w:t>
      </w:r>
      <w:r>
        <w:t>Zohr:</w:t>
      </w:r>
      <w:bookmarkEnd w:id="134"/>
    </w:p>
    <w:p w:rsidR="00294BA7" w:rsidRDefault="00294BA7" w:rsidP="00294BA7">
      <w:pPr>
        <w:pStyle w:val="libItalic"/>
      </w:pPr>
      <w:r>
        <w:t>Bismillaahir</w:t>
      </w:r>
      <w:r w:rsidR="002E452F">
        <w:t>-</w:t>
      </w:r>
      <w:r>
        <w:t>Rahmaanir</w:t>
      </w:r>
      <w:r w:rsidR="002E452F">
        <w:t>-</w:t>
      </w:r>
      <w:r>
        <w:t>Raheem. Alaahumma Swalli Alaa Muhammadin</w:t>
      </w:r>
      <w:r w:rsidR="002E452F">
        <w:t>-</w:t>
      </w:r>
      <w:r>
        <w:t>Wa Aali Muhammad. Laa Ilaaha Il</w:t>
      </w:r>
      <w:r w:rsidR="002E452F">
        <w:t>-</w:t>
      </w:r>
      <w:r>
        <w:t>lallaahul Adhweemul Haleem. Laa Ilaaha Illallaahu Rabbul Arshil Kareem. Alhamdu Lillaahi Rabbil Aalameen. Allaahumma Innee As’aluka Moojibaati Rahmatika, Wa Azaa’imi Maghfiratika, Wal Ghaneemata Min Kulli Birrin, Was</w:t>
      </w:r>
      <w:r w:rsidR="002E452F">
        <w:t>-</w:t>
      </w:r>
      <w:r>
        <w:t>Salaamata Min Kulli Ithmin, Allaahumma Laa Tada’a Lee Dhanban Illaa Ghafartahu, Walaa Hamman Illaa Farrajtahu, Walaa Suqman Illaa Shafaytahu, Walaa Ayban Illaa Satartahu Walaa Rizqan Illaa Basatwtahu, Walaa Khawfan Illaa Aamantahu, Walaa Soo’an Illaa Swarraftahu, Walaa Haajatan Hiya Laka Ridhan, Wa Liya Feehaa Swalaahun Illaa Qadhwaytahaa, Yaa Arhamar</w:t>
      </w:r>
      <w:r w:rsidR="002E452F">
        <w:t>-</w:t>
      </w:r>
      <w:r>
        <w:t xml:space="preserve">Raahimeen, Aameen, Rabbal Aalameen. </w:t>
      </w:r>
    </w:p>
    <w:p w:rsidR="00294BA7" w:rsidRDefault="00294BA7" w:rsidP="00294BA7">
      <w:pPr>
        <w:pStyle w:val="libCenterTitr"/>
      </w:pPr>
      <w:bookmarkStart w:id="135" w:name="_Toc64900186"/>
      <w:r>
        <w:t>Daily</w:t>
      </w:r>
      <w:r w:rsidR="002E452F">
        <w:t>-</w:t>
      </w:r>
      <w:r>
        <w:t>Duaa After Namaaz</w:t>
      </w:r>
      <w:r w:rsidR="002E452F">
        <w:t>-</w:t>
      </w:r>
      <w:r>
        <w:t>e</w:t>
      </w:r>
      <w:r w:rsidR="002E452F">
        <w:t>-</w:t>
      </w:r>
      <w:r>
        <w:t>Asr:</w:t>
      </w:r>
      <w:bookmarkEnd w:id="135"/>
    </w:p>
    <w:p w:rsidR="00294BA7" w:rsidRDefault="00294BA7" w:rsidP="00294BA7">
      <w:pPr>
        <w:pStyle w:val="libItalic"/>
      </w:pPr>
      <w:r>
        <w:t>Bismillaahir</w:t>
      </w:r>
      <w:r w:rsidR="002E452F">
        <w:t>-</w:t>
      </w:r>
      <w:r>
        <w:t>Rahmaanir</w:t>
      </w:r>
      <w:r w:rsidR="002E452F">
        <w:t>-</w:t>
      </w:r>
      <w:r>
        <w:t>Raheem Allaahumma Swalli Alaa Muhammadin</w:t>
      </w:r>
      <w:r w:rsidR="002E452F">
        <w:t>-</w:t>
      </w:r>
      <w:r>
        <w:t>Wa Aali Muhammad. Astaghfirul</w:t>
      </w:r>
      <w:r w:rsidR="002E452F">
        <w:t>-</w:t>
      </w:r>
      <w:r>
        <w:t>laahal</w:t>
      </w:r>
      <w:r w:rsidR="002E452F">
        <w:t>-</w:t>
      </w:r>
      <w:r>
        <w:t>Ladhee Laa Ilaaha Illaa Huwal Hayyul Qayyoom, Ar</w:t>
      </w:r>
      <w:r w:rsidR="002E452F">
        <w:t>-</w:t>
      </w:r>
      <w:r>
        <w:t>Rahmaanur</w:t>
      </w:r>
      <w:r w:rsidR="002E452F">
        <w:t>-</w:t>
      </w:r>
      <w:r>
        <w:t>Raheem, Dhul Jalaali Wal Ikraami Wa As’aluhu An</w:t>
      </w:r>
      <w:r w:rsidR="002E452F">
        <w:t>-</w:t>
      </w:r>
      <w:r>
        <w:t>Yatooba Alayya Tawbata Abdin Dhaleelin Khaadhi’in Faqeerin Baa’isin, Miskeenin Mustakeenin Mustajeerin, Laa Yamliku Li Nafsihi Naf’an Walaa Dharran, Walaa Mawtan, Walaa Hayaatan, Walaa Nushoora. Allaahumma Innee A’oodhu Bika Min</w:t>
      </w:r>
      <w:r w:rsidR="002E452F">
        <w:t>-</w:t>
      </w:r>
      <w:r>
        <w:t>Nafsin, Laa Tash</w:t>
      </w:r>
      <w:r w:rsidR="002E452F">
        <w:t>-</w:t>
      </w:r>
      <w:r>
        <w:t>tabi’u Wa Min Qalbin Laa Yakhsha’u, Wa Min Ilmin Laa Yanfa’u, Wa Min Swalaatin Laa Turfa’u Wa Min Duaa’in Laa Yasma’u. Allaahumma Innee As’alukal Yusra Ba’adal Usri, Wal Faraja Ba’adal Karbi, War</w:t>
      </w:r>
      <w:r w:rsidR="002E452F">
        <w:t>-</w:t>
      </w:r>
      <w:r>
        <w:t>Rakhaa’a Ba’adash</w:t>
      </w:r>
      <w:r w:rsidR="002E452F">
        <w:t>-</w:t>
      </w:r>
      <w:r>
        <w:t>Shiddati. Allaahumma Maabinaa Min</w:t>
      </w:r>
      <w:r w:rsidR="002E452F">
        <w:t>-</w:t>
      </w:r>
      <w:r>
        <w:t xml:space="preserve">Ni’amatin Fa Minka, Laa Ilaaha Illaa Anta, Astaghfiruka Wa Atoobu Ilayka. </w:t>
      </w:r>
    </w:p>
    <w:p w:rsidR="00294BA7" w:rsidRDefault="00294BA7" w:rsidP="00294BA7">
      <w:pPr>
        <w:pStyle w:val="libCenterTitr"/>
      </w:pPr>
      <w:bookmarkStart w:id="136" w:name="_Toc64900187"/>
      <w:r>
        <w:t>Daily</w:t>
      </w:r>
      <w:r w:rsidR="002E452F">
        <w:t>-</w:t>
      </w:r>
      <w:r>
        <w:t>Duaa After Namaaz</w:t>
      </w:r>
      <w:r w:rsidR="002E452F">
        <w:t>-</w:t>
      </w:r>
      <w:r>
        <w:t>e</w:t>
      </w:r>
      <w:r w:rsidR="002E452F">
        <w:t>-</w:t>
      </w:r>
      <w:r>
        <w:t>Maghrib:</w:t>
      </w:r>
      <w:bookmarkEnd w:id="136"/>
    </w:p>
    <w:p w:rsidR="00294BA7" w:rsidRDefault="00294BA7" w:rsidP="00294BA7">
      <w:pPr>
        <w:pStyle w:val="libItalic"/>
      </w:pPr>
      <w:r>
        <w:t>Bismillaahir</w:t>
      </w:r>
      <w:r w:rsidR="002E452F">
        <w:t>-</w:t>
      </w:r>
      <w:r>
        <w:t>Rahmaanir</w:t>
      </w:r>
      <w:r w:rsidR="002E452F">
        <w:t>-</w:t>
      </w:r>
      <w:r>
        <w:t>Raheem Allaahumma Swalli Alaa Muhammadin</w:t>
      </w:r>
      <w:r w:rsidR="002E452F">
        <w:t>-</w:t>
      </w:r>
      <w:r>
        <w:t>Wa Aali Muhammad. Allaahumma Innee As’aluka Moojibaati Rahmatika, Wa Azaa’ima Maghfiratika, Wan</w:t>
      </w:r>
      <w:r w:rsidR="002E452F">
        <w:t>-</w:t>
      </w:r>
      <w:r>
        <w:t>Najaata Minan</w:t>
      </w:r>
      <w:r w:rsidR="002E452F">
        <w:t>-</w:t>
      </w:r>
      <w:r>
        <w:t>Naari Wa Min Kulli Baliyyatin, Wal Fawza Bil Jannati War</w:t>
      </w:r>
      <w:r w:rsidR="002E452F">
        <w:t>-</w:t>
      </w:r>
      <w:r>
        <w:t>Ridhwaani, Fee Daaris</w:t>
      </w:r>
      <w:r w:rsidR="002E452F">
        <w:t>-</w:t>
      </w:r>
      <w:r>
        <w:t xml:space="preserve">Salaam, Wa Jawaari Nabiyyika Muhammadin Alayhi Wa </w:t>
      </w:r>
      <w:r>
        <w:lastRenderedPageBreak/>
        <w:t>Aalihis</w:t>
      </w:r>
      <w:r w:rsidR="002E452F">
        <w:t>-</w:t>
      </w:r>
      <w:r>
        <w:t>Salaam, Allaahumma Maabinaa Min</w:t>
      </w:r>
      <w:r w:rsidR="002E452F">
        <w:t>-</w:t>
      </w:r>
      <w:r>
        <w:t xml:space="preserve">Ni’amatin Fa Minka, Laa Ilaaha Illaa Anta, Astaghfiruka Wa Atoobu Ilayka. </w:t>
      </w:r>
    </w:p>
    <w:p w:rsidR="00294BA7" w:rsidRDefault="00294BA7" w:rsidP="00294BA7">
      <w:pPr>
        <w:pStyle w:val="libCenterTitr"/>
      </w:pPr>
      <w:bookmarkStart w:id="137" w:name="_Toc64900188"/>
      <w:r>
        <w:t>Daily</w:t>
      </w:r>
      <w:r w:rsidR="002E452F">
        <w:t>-</w:t>
      </w:r>
      <w:r>
        <w:t>Duaa After Namaaz</w:t>
      </w:r>
      <w:r w:rsidR="002E452F">
        <w:t>-</w:t>
      </w:r>
      <w:r>
        <w:t>e</w:t>
      </w:r>
      <w:r w:rsidR="002E452F">
        <w:t>-</w:t>
      </w:r>
      <w:r>
        <w:t>Ishaa:</w:t>
      </w:r>
      <w:bookmarkEnd w:id="137"/>
    </w:p>
    <w:p w:rsidR="00294BA7" w:rsidRPr="00294BA7" w:rsidRDefault="00294BA7" w:rsidP="00294BA7">
      <w:pPr>
        <w:pStyle w:val="libNormal"/>
        <w:rPr>
          <w:rStyle w:val="libItalicChar"/>
        </w:rPr>
      </w:pP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Allaahumma Swalli Alaa Muhammadin</w:t>
      </w:r>
      <w:r w:rsidR="002E452F">
        <w:rPr>
          <w:rStyle w:val="libItalicChar"/>
        </w:rPr>
        <w:t>-</w:t>
      </w:r>
      <w:r w:rsidRPr="00294BA7">
        <w:rPr>
          <w:rStyle w:val="libItalicChar"/>
        </w:rPr>
        <w:t>Wa Aali Muhammad Allaahumma Innahu Laysa Lee Ilmun Bi Mawdhwi’ee Rizqee Wa Innamaa Atlubuhu Bi Khatwaraatin, Takhturu Alaa Qalbee, Fa Ajoolu Fee Twalabihil Buldaan. Fa Anaa Feemaa Anaa Twaalibun Kal Hayraani Laa Adri’a Fi Sahlin Huwa Am Fi Jabalin, Am Fi Ardhin, Am Fi Samaa’in, Am Fi Barrin, Am Fi Bahrin,, Wa Alaa Yaday Man Wamin Qibali Man, Waqad Alimtu Anna Ilmahoo Indaka Wa Asbaabahoo Bi Yadika, Wa Antal</w:t>
      </w:r>
      <w:r w:rsidR="002E452F">
        <w:rPr>
          <w:rStyle w:val="libItalicChar"/>
        </w:rPr>
        <w:t>-</w:t>
      </w:r>
      <w:r w:rsidRPr="00294BA7">
        <w:rPr>
          <w:rStyle w:val="libItalicChar"/>
        </w:rPr>
        <w:t>Ladhee Taqsimuhoo Bi Lutfika Wa Tusabbibuhu Bi Rahmatika. Allaahumma Fa Swalli Alaa Muhammadin Wa Aalihee, Waj’al Yaa Rabbi Rizqaka Lee Waasi’an, Wa Matlabahu Sahlan, Wa Ma’akhadhahu Qareeban, Walaa Tu’anninee Bi Twalabi Maa Lam Tuqaddir Lee Feehi Rizqan, Fa Innaka Ghaneeyun An Adhaabi Wa Anaa Faqeerun Ilaa Rahmatika, Fa Swalli Alaa Muhammadin Wa Aalihee, Wa Jud Alaa Abdika Bi</w:t>
      </w:r>
      <w:r w:rsidR="002E452F">
        <w:rPr>
          <w:rStyle w:val="libItalicChar"/>
        </w:rPr>
        <w:t>-</w:t>
      </w:r>
      <w:r w:rsidRPr="00294BA7">
        <w:rPr>
          <w:rStyle w:val="libItalicChar"/>
        </w:rPr>
        <w:t xml:space="preserve">Fadhlika Innaka Dhoo Fadhlin Adhweem. </w:t>
      </w:r>
    </w:p>
    <w:p w:rsidR="002E452F" w:rsidRDefault="002E452F" w:rsidP="00294BA7">
      <w:pPr>
        <w:pStyle w:val="libNormal"/>
      </w:pPr>
      <w:r>
        <w:br w:type="page"/>
      </w:r>
    </w:p>
    <w:p w:rsidR="008338A0" w:rsidRDefault="008338A0" w:rsidP="008338A0">
      <w:pPr>
        <w:pStyle w:val="Heading1Center"/>
      </w:pPr>
      <w:bookmarkStart w:id="138" w:name="_Toc420238126"/>
      <w:r>
        <w:lastRenderedPageBreak/>
        <w:t>ZIYAARAT OF MA’ASOOMEEN (A.S.) TO BE RECITED ON EACH DAY OF THE WEEK</w:t>
      </w:r>
      <w:bookmarkEnd w:id="138"/>
    </w:p>
    <w:p w:rsidR="008338A0" w:rsidRDefault="008338A0" w:rsidP="008338A0">
      <w:pPr>
        <w:pStyle w:val="libCenterTitr"/>
      </w:pPr>
      <w:r>
        <w:t>Hazrat Muhammad Mustafa (S.A.W.W.) [SATURDAY]</w:t>
      </w:r>
    </w:p>
    <w:p w:rsidR="00294BA7" w:rsidRDefault="00294BA7" w:rsidP="00294BA7">
      <w:pPr>
        <w:pStyle w:val="libNormal"/>
      </w:pP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 xml:space="preserve">Raheem. Allaahumma Swalli Alaa Muhammadin Wa Aali Muhaammad. </w:t>
      </w:r>
      <w:r>
        <w:t>Ash’hadu An Laa Ilaaha Illallaahu Wahdahu Laa Shareeka Lahu Wa Ash’hadu Annaka Muhammadabnu Abdillaahi Wa Ash’hadu Annaa Qad Ballaghta Risaalaati Rabbika Wa Naswahta Li Ummatika Wa Jaahadta Fee Sabeelillaahi Bill Hikmati Wal Maw’idhwatil Hasanati Wa Addaytal</w:t>
      </w:r>
      <w:r w:rsidR="002E452F">
        <w:t>-</w:t>
      </w:r>
      <w:r>
        <w:t>Ladhee Alayka Minal Haqqi Wa Annaka Qad Ra’ufta Bil Mu’mineena Wa Ghaladhta Alal Kaafireena Wa Abadtallaaha Mukhliswan, Hattaa Ataakal Yaqeen, Fa Balaghallaahu Bika Ashrafa Mahallil Mukarrameen. Al</w:t>
      </w:r>
      <w:r w:rsidR="002E452F">
        <w:t>-</w:t>
      </w:r>
      <w:r>
        <w:t>Hamdu Lillaahil</w:t>
      </w:r>
      <w:r w:rsidR="002E452F">
        <w:t>-</w:t>
      </w:r>
      <w:r>
        <w:t>Ladhees</w:t>
      </w:r>
      <w:r w:rsidR="002E452F">
        <w:t>-</w:t>
      </w:r>
      <w:r>
        <w:t>Tanqadhanaa Bika Minash</w:t>
      </w:r>
      <w:r w:rsidR="002E452F">
        <w:t>-</w:t>
      </w:r>
      <w:r>
        <w:t>Shirki Wadh</w:t>
      </w:r>
      <w:r w:rsidR="002E452F">
        <w:t>-</w:t>
      </w:r>
      <w:r>
        <w:t>Dhalaali, Allaahumma Swalli Alaa Muhammadin Wa Aalihi Waj’al Swalawaatika, Wa Swalawaati Malaaikatik Wa Ambiyaa’ika Wal Mursaleen Wa Ibaadikas</w:t>
      </w:r>
      <w:r w:rsidR="002E452F">
        <w:t>-</w:t>
      </w:r>
      <w:r>
        <w:t>Swaaliheen, Wa Ahlis</w:t>
      </w:r>
      <w:r w:rsidR="002E452F">
        <w:t>-</w:t>
      </w:r>
      <w:r>
        <w:t>Samaawaati Wal Ardheena Wa Man Sabbaha Laka Yaa Rabbal Aalameen Minal Awwaleena Wal Aakhareena Alaa Muhammadin Abdika Wa Rasoolika Wa Nabiyika Wa Ameenika Wa Najeebika Wa Habeebika Wa Swafiyyika Wa Swifwatika Wa Khaaswatika Wa Khaaliswatika Wa Khiyaratika Min Khalqika Wa A’atwihil Fadhla Wal Fadheelata Wal Waseelata Wad</w:t>
      </w:r>
      <w:r w:rsidR="002E452F">
        <w:t>-</w:t>
      </w:r>
      <w:r>
        <w:t>Darajatar</w:t>
      </w:r>
      <w:r w:rsidR="002E452F">
        <w:t>-</w:t>
      </w:r>
      <w:r>
        <w:t>Rafee’ata Wab’ath’hu Maqaaman Mahmoodan Yaghbituhu Bihil Awwaloona Wal Aakhiroona. Allaahumma Innaka Qulta Walaw Annahum Idh</w:t>
      </w:r>
      <w:r w:rsidR="002E452F">
        <w:t>-</w:t>
      </w:r>
      <w:r>
        <w:t>Dhwalamoo Anfusahum Jaa’ooka Fastaghfarullaaha Wastaghfara Lahumur</w:t>
      </w:r>
      <w:r w:rsidR="002E452F">
        <w:t>-</w:t>
      </w:r>
      <w:r>
        <w:t>Rasoolu, Li Wajadallaaha Tawwaaban Raheema, Ilaahee Faqad Ataytu Nabiyyika Mustaghfiran Taa’iban Min Dhunoobee Fa Swalli Alaa Muhammadin Wa Aalihee Waghfirhaa Lee, Ya Sayyidinaa Atawajjahu Bika Wa Bi Ahli Baytika Ilallaahi Ta’aalaa Rabbika Wa Rabbee Li Yaghfira Lee.</w:t>
      </w:r>
    </w:p>
    <w:p w:rsidR="00294BA7" w:rsidRPr="00F83CC6" w:rsidRDefault="00294BA7" w:rsidP="00294BA7">
      <w:pPr>
        <w:pStyle w:val="libNormal"/>
      </w:pPr>
      <w:r w:rsidRPr="00F83CC6">
        <w:t xml:space="preserve">Then recite 3 times: </w:t>
      </w:r>
      <w:r w:rsidRPr="00294BA7">
        <w:rPr>
          <w:rStyle w:val="libItalicChar"/>
        </w:rPr>
        <w:t>Innaa Lillaahi Wa Innaa Ilayhi Raajioon.</w:t>
      </w:r>
    </w:p>
    <w:p w:rsidR="00294BA7" w:rsidRPr="00294BA7" w:rsidRDefault="00294BA7" w:rsidP="00294BA7">
      <w:pPr>
        <w:pStyle w:val="libNormal"/>
      </w:pPr>
      <w:r>
        <w:t xml:space="preserve">Then continue: </w:t>
      </w:r>
      <w:r w:rsidRPr="00294BA7">
        <w:rPr>
          <w:rStyle w:val="libItalicChar"/>
        </w:rPr>
        <w:t>Uswibnaa Bika Yaa Habeeba Quloobinaa Famaa A’adhwamal Musweebata Bika Haythun Qatwa’a Annal Wahyu Wa Haythu Faqad Naaka Fa Innaa Lillaahi Wa Innaa Ilayhi Raajioon. Yaa Sayyidanaa Yaa Rasoolallaahi Swalawaatulaahi Alayka Wa Alaa Ahlibaytikat</w:t>
      </w:r>
      <w:r w:rsidR="002E452F">
        <w:rPr>
          <w:rStyle w:val="libItalicChar"/>
        </w:rPr>
        <w:t>-</w:t>
      </w:r>
      <w:r w:rsidRPr="00294BA7">
        <w:rPr>
          <w:rStyle w:val="libItalicChar"/>
        </w:rPr>
        <w:t>Twayyibeenat</w:t>
      </w:r>
      <w:r w:rsidR="002E452F">
        <w:rPr>
          <w:rStyle w:val="libItalicChar"/>
        </w:rPr>
        <w:t>-</w:t>
      </w:r>
      <w:r w:rsidRPr="00294BA7">
        <w:rPr>
          <w:rStyle w:val="libItalicChar"/>
        </w:rPr>
        <w:t>Twaahireen. Haadha Yawmus</w:t>
      </w:r>
      <w:r w:rsidR="002E452F">
        <w:rPr>
          <w:rStyle w:val="libItalicChar"/>
        </w:rPr>
        <w:t>-</w:t>
      </w:r>
      <w:r w:rsidRPr="00294BA7">
        <w:rPr>
          <w:rStyle w:val="libItalicChar"/>
        </w:rPr>
        <w:t>Sabti Wa Huwa Yawmuka Wa Anaa Feehi Dhayfuka Wa Jaaruka Fa’adhifnee Wa Ajirnee, Fa Innaka Kareemun, Tuhibudh</w:t>
      </w:r>
      <w:r w:rsidR="002E452F">
        <w:rPr>
          <w:rStyle w:val="libItalicChar"/>
        </w:rPr>
        <w:t>-</w:t>
      </w:r>
      <w:r w:rsidRPr="00294BA7">
        <w:rPr>
          <w:rStyle w:val="libItalicChar"/>
        </w:rPr>
        <w:t>Dhiyaafata Wa Ma’amoorun Bil Ijaarati Fa Adhifnee Wa Ahsin Dhiyaafatee Wa Ajirnaa Wa Ahsin Ijaaratanaa Bi Manziltillaahi Indaka Wa Inda Ahli Baytika Wa Bi Manzilatihim Indahoo Wa Bi Mastawda’akum Min Ilmihee Fa Innahoo Akramul Akrameen. Assalaamu Alayka Yaa Rasoolallaahi Wa Rahmatullaahi Wa Barakaatuh. Assalaamu Alayka Yaa Muhammadabna Abdillaahi, Assalaamu Alayka Yaa Khiyaratallaahi, Assalaamu Alayka Yaa Habeeballaahi, Assalaamu Alayka Yaa Swifwatallaahi, Assalaamu Alayka Ya Ameenallaahi, Ash’hadu Annaka Muhammadabnu Abdillaahi Wa Ash’hadu Annaka Qad Naswahta Li Ummatika Wa Jaahadta Fee Sabeeli Rabbika Wa Abadtahu Hattaa Ataakal Yaqeen. Fa Jazaakallaahu Yaa Rasoolallaahi Afdhala Maa Jazaa Nabiyyan An Ummatihi. Allaahumma Swalli Alaa Muhammadin Wa Aali Muhammad Afdhala Maa Swallayta Alaa Ibraaheem Wa Aali Ibraaheem Innaka Hameedum</w:t>
      </w:r>
      <w:r w:rsidR="002E452F">
        <w:rPr>
          <w:rStyle w:val="libItalicChar"/>
        </w:rPr>
        <w:t>-</w:t>
      </w:r>
      <w:r w:rsidRPr="00294BA7">
        <w:rPr>
          <w:rStyle w:val="libItalicChar"/>
        </w:rPr>
        <w:t>Majeed.</w:t>
      </w:r>
    </w:p>
    <w:p w:rsidR="00294BA7" w:rsidRDefault="00294BA7" w:rsidP="00294BA7">
      <w:pPr>
        <w:pStyle w:val="libCenterTitr"/>
      </w:pPr>
      <w:bookmarkStart w:id="139" w:name="_Toc64900191"/>
      <w:r>
        <w:t>Ziyaarat of Imaam Ali (A.S.) [SUNDAY]</w:t>
      </w:r>
      <w:bookmarkEnd w:id="139"/>
    </w:p>
    <w:p w:rsidR="00294BA7" w:rsidRDefault="00294BA7" w:rsidP="00294BA7">
      <w:pPr>
        <w:pStyle w:val="libItalic"/>
      </w:pPr>
      <w:r>
        <w:lastRenderedPageBreak/>
        <w:t>Bismillaahir</w:t>
      </w:r>
      <w:r w:rsidR="002E452F">
        <w:t>-</w:t>
      </w:r>
      <w:r>
        <w:t>Rahmaanir</w:t>
      </w:r>
      <w:r w:rsidR="002E452F">
        <w:t>-</w:t>
      </w:r>
      <w:r>
        <w:t>Raheem. Allaahumma Swalli Alaa Muhammadin Wa Aali Muhammad. Assalaamu Alash</w:t>
      </w:r>
      <w:r w:rsidR="002E452F">
        <w:t>-</w:t>
      </w:r>
      <w:r>
        <w:t>Shajaratin</w:t>
      </w:r>
      <w:r w:rsidR="002E452F">
        <w:t>-</w:t>
      </w:r>
      <w:r>
        <w:t>Nubuwwati Wad</w:t>
      </w:r>
      <w:r w:rsidR="002E452F">
        <w:t>-</w:t>
      </w:r>
      <w:r>
        <w:t>Dawhatil Haashimiyyati Al Mudhwee’atil Muthmirati Bin</w:t>
      </w:r>
      <w:r w:rsidR="002E452F">
        <w:t>-</w:t>
      </w:r>
      <w:r>
        <w:t>Nubuwwatil Mooniqati Bil Imaamati Wa Alaa Dhwajee’ayka Aadama Wa Noohin Alayhimas</w:t>
      </w:r>
      <w:r w:rsidR="002E452F">
        <w:t>-</w:t>
      </w:r>
      <w:r>
        <w:t>Salaam. Assalaamu Alayka Wa Alaa Ahlibaytikat</w:t>
      </w:r>
      <w:r w:rsidR="002E452F">
        <w:t>-</w:t>
      </w:r>
      <w:r>
        <w:t>Twayyibeena</w:t>
      </w:r>
      <w:r w:rsidR="002E452F">
        <w:t>-</w:t>
      </w:r>
      <w:r>
        <w:t>Twaahireen. Assalaamu Alayka Wa Alal Malaaikatil Mukhdiqeena Bika Wal Haaffeena Bi Qabrika Yaa Mawlaaya Yaa Ameeral Mu’mineena Haadha Yawmul Ahadi Wa Huwa Yawmuka Wa Bismika Wa Anaa Dhayfuka Feehi Wa Jaaruka Fa Adhifnee Yaa Mawlaaya Wa Ajirnee Fa Innaka Kareemun Tuhibbudh</w:t>
      </w:r>
      <w:r w:rsidR="002E452F">
        <w:t>-</w:t>
      </w:r>
      <w:r>
        <w:t>Dhiyaafata Wa Ma’amoorun Bil Ijaarati Faf’al Maa Raghibtu Ilayka Feehi Wa Rajawtuhu Minka Bi Manzilatika Wa Aali Baytika Indallaahi Wa Manzilatihi Indakum Wa Bi Haqqi Ibni Ammika Rasoolillaahi Swallallaahu Alayhi Wa Aalihi Wa Sallama Wa Alaykum Wa Alayhim Ajmaeen.</w:t>
      </w:r>
    </w:p>
    <w:p w:rsidR="00294BA7" w:rsidRDefault="00294BA7" w:rsidP="00294BA7">
      <w:pPr>
        <w:pStyle w:val="libCenterTitr"/>
      </w:pPr>
      <w:bookmarkStart w:id="140" w:name="_Toc64900192"/>
      <w:r>
        <w:t>Ziyaarat of Bibi Faatima (S.A.) [SUNDAY]</w:t>
      </w:r>
      <w:bookmarkEnd w:id="140"/>
    </w:p>
    <w:p w:rsidR="00294BA7" w:rsidRDefault="00294BA7" w:rsidP="00294BA7">
      <w:pPr>
        <w:pStyle w:val="libItalic"/>
      </w:pPr>
      <w:r>
        <w:t>Bismillaahir</w:t>
      </w:r>
      <w:r w:rsidR="002E452F">
        <w:t>-</w:t>
      </w:r>
      <w:r>
        <w:t>Rahmaanir</w:t>
      </w:r>
      <w:r w:rsidR="002E452F">
        <w:t>-</w:t>
      </w:r>
      <w:r>
        <w:t>Raheem. Alaamumma Swalli Alaa Muhammadin Wa Aali Muhammad. Assalaamu Alayki Yaa Mumtahanatu Imtahanakil</w:t>
      </w:r>
      <w:r w:rsidR="002E452F">
        <w:t>-</w:t>
      </w:r>
      <w:r>
        <w:t>Ladhee Khalaqaki Fa Wajadaki Li Mamtahanaki Swaabiratan Anaa Laki Muswaddiqun Swaabiroon Alaa Maa Ataa Bihee Abooki Wa Waswiyyuhoo Swalawaatullaahi Alayhimaa Wa Anaa As’aluki In Kuntu Swaddaqtuki Illaa Alhaqtinee Bi Tasdeeqee Lahumaa Li Tusarraa Nafsee Fash’hadee Annee Dhwaahirun Bi Wilaayatiki Wa Walaayati Aali Baytiki Swalawaatullaahi Alayhim Ajmaeen.</w:t>
      </w:r>
    </w:p>
    <w:p w:rsidR="00294BA7" w:rsidRDefault="00294BA7" w:rsidP="00294BA7">
      <w:pPr>
        <w:pStyle w:val="libCenterTitr"/>
      </w:pPr>
      <w:bookmarkStart w:id="141" w:name="_Toc64900193"/>
      <w:r>
        <w:t>Another Ziyaarat of Bibi Faatima (S.A.) on SUNDAY:</w:t>
      </w:r>
      <w:bookmarkEnd w:id="141"/>
    </w:p>
    <w:p w:rsidR="00294BA7" w:rsidRDefault="00294BA7" w:rsidP="00294BA7">
      <w:pPr>
        <w:pStyle w:val="libItalic"/>
      </w:pPr>
      <w:r>
        <w:t>Bismillaahir</w:t>
      </w:r>
      <w:r w:rsidR="002E452F">
        <w:t>-</w:t>
      </w:r>
      <w:r>
        <w:t>RahmaaniR_Raheem. Allaahumma Swalli Alaa Muhammadin Wa Aali Muhammad. Assalaamu Alayki Yaa Mumtahanatu Imtahana</w:t>
      </w:r>
      <w:r w:rsidR="002E452F">
        <w:t>-</w:t>
      </w:r>
      <w:r>
        <w:t>kil</w:t>
      </w:r>
      <w:r w:rsidR="002E452F">
        <w:t>-</w:t>
      </w:r>
      <w:r>
        <w:t>ladhee Khalaqaki Qabla An’yakhluqaki Wa Kunti Li Mamtahanaki Bihee Swaabiratan Wa Nahnu Laki Awliyaa’un Muswaddiqoon Wa Likulli Maa Ataa Bihee Abooki Swallallaahu Alayhi Wa Aalihee Wa Sallama Wa Ataa Bihee Waswiyyuhoo Alayhissalaamu Musallimoona Wa Nahnu Nas’aluka. Allaahumma Idh Kunnaa Muswaddiqeena Lahum An Tulhiqana Bi Tasdeeqinaa Bid</w:t>
      </w:r>
      <w:r w:rsidR="002E452F">
        <w:t>-</w:t>
      </w:r>
      <w:r>
        <w:t>Darajatil Aaliyati Li Nubash</w:t>
      </w:r>
      <w:r w:rsidR="002E452F">
        <w:t>-</w:t>
      </w:r>
      <w:r>
        <w:t>shira Anfusanaa Bi Annaa Qad Twahurnaa Bi Walaayatihim Alayhimus</w:t>
      </w:r>
      <w:r w:rsidR="002E452F">
        <w:t>-</w:t>
      </w:r>
      <w:r>
        <w:t>Salaam.</w:t>
      </w:r>
    </w:p>
    <w:p w:rsidR="00294BA7" w:rsidRDefault="00294BA7" w:rsidP="00294BA7">
      <w:pPr>
        <w:pStyle w:val="libCenterTitr"/>
      </w:pPr>
      <w:bookmarkStart w:id="142" w:name="_Toc64900194"/>
      <w:r>
        <w:t>Ziyaarat of Imaam Hasan (A.S.) [MONDAY]</w:t>
      </w:r>
      <w:bookmarkEnd w:id="142"/>
    </w:p>
    <w:p w:rsidR="00294BA7" w:rsidRDefault="00294BA7" w:rsidP="00294BA7">
      <w:pPr>
        <w:pStyle w:val="libNormal"/>
      </w:pPr>
      <w:r>
        <w:t>Bismillaahir</w:t>
      </w:r>
      <w:r w:rsidR="002E452F">
        <w:t>-</w:t>
      </w:r>
      <w:r>
        <w:t>Rahmaanir_Raheem. Allaahumma Swalli Alaa Muhammadin Wa Aali Muhammad. Assalaamu Alayka Yabna Rasooli Rabbil Aalameen. Assalaamu Alayka Yabna Ameeril Mu’mineen. Assalaamu Alayka Yabna Faatwimataz</w:t>
      </w:r>
      <w:r w:rsidR="002E452F">
        <w:t>-</w:t>
      </w:r>
      <w:r>
        <w:t>Zahraai, Assalaamu Alayka Yaa Habeeballaahi Assalaamu Alayka Yaa Swifatallaahi, Assalaamu Alayka Yaa Ameenallaahi, Assalaamu Alayka Yaa Hujjatallaahi, Assalaamu Alayka Yaa Noorallaahi, Assalaamu Alayka Yaa Swiratallaahi, Assalaamu Alayka Ya Bayaana Hukmillaahi, Assalaamu Alayka Yaa Naaswira Deenillaahi, Assalaamu Alayka Ayyuhas</w:t>
      </w:r>
      <w:r w:rsidR="002E452F">
        <w:t>-</w:t>
      </w:r>
      <w:r>
        <w:t>Sayyiduz</w:t>
      </w:r>
      <w:r w:rsidR="002E452F">
        <w:t>-</w:t>
      </w:r>
      <w:r>
        <w:t>Zakiyyu,, Assalaamu Alayka Ayyuhal Barrul Wafiyu, Assalaamu Alayka Ayyuhal Qaaimul Ameenu, Assalaamu Alayka Ayuhal Aalimu Bit</w:t>
      </w:r>
      <w:r w:rsidR="002E452F">
        <w:t>-</w:t>
      </w:r>
      <w:r>
        <w:t>Ta’aweeli, Assalaamu Alayka Ayyuhal Haadiyul Mahdeeyyu, Assalaamu Alayka Ayyuhat</w:t>
      </w:r>
      <w:r w:rsidR="002E452F">
        <w:t>-</w:t>
      </w:r>
      <w:r>
        <w:t>Twaahiruz</w:t>
      </w:r>
      <w:r w:rsidR="002E452F">
        <w:t>-</w:t>
      </w:r>
      <w:r>
        <w:t>Zakiyyu, Assalaamu Alayka Ayyuhat</w:t>
      </w:r>
      <w:r w:rsidR="002E452F">
        <w:t>-</w:t>
      </w:r>
      <w:r>
        <w:t xml:space="preserve">Taqiyyun Naqiyyu, Assalaamu Alayka Ayyuhal Haqqul Haqeequ, Assalaamu </w:t>
      </w:r>
      <w:r>
        <w:lastRenderedPageBreak/>
        <w:t>Alayka Ayyuhash</w:t>
      </w:r>
      <w:r w:rsidR="002E452F">
        <w:t>-</w:t>
      </w:r>
      <w:r>
        <w:t>Shaheedus</w:t>
      </w:r>
      <w:r w:rsidR="002E452F">
        <w:t>-</w:t>
      </w:r>
      <w:r>
        <w:t>Swiddiqu, Assalaamu Alayka Yaa Abaa Muhammadin Al</w:t>
      </w:r>
      <w:r w:rsidR="002E452F">
        <w:t>-</w:t>
      </w:r>
      <w:r>
        <w:t>Hasanabna Aliyin Wa Rahmatullaahi Wa Barakaatuh.</w:t>
      </w:r>
    </w:p>
    <w:p w:rsidR="00294BA7" w:rsidRDefault="00294BA7" w:rsidP="00294BA7">
      <w:pPr>
        <w:pStyle w:val="libCenterTitr"/>
      </w:pPr>
      <w:bookmarkStart w:id="143" w:name="_Toc64900195"/>
      <w:r>
        <w:t>Ziyaarat of Imaam Husayn (A.S.) [MONDAY]</w:t>
      </w:r>
      <w:bookmarkEnd w:id="143"/>
    </w:p>
    <w:p w:rsidR="00294BA7" w:rsidRDefault="00294BA7" w:rsidP="00294BA7">
      <w:pPr>
        <w:pStyle w:val="libItalic"/>
      </w:pPr>
      <w:r>
        <w:t>Bismillaahir</w:t>
      </w:r>
      <w:r w:rsidR="002E452F">
        <w:t>-</w:t>
      </w:r>
      <w:r>
        <w:t>Rahmaanir</w:t>
      </w:r>
      <w:r w:rsidR="002E452F">
        <w:t>-</w:t>
      </w:r>
      <w:r>
        <w:t>Raheem. Allaahumma Swali Alaa Muhammadin Wa Aali Muhammad. Assalaamu Alayka Yabna Rasoolillaahi Assallamu Alayka Yabna Ameeril Mu’mineen. Assalaamu Alayka Yabna Sayyidati Nisaail Aalameen, Ash’hadu Annaka Qad Aqamtas</w:t>
      </w:r>
      <w:r w:rsidR="002E452F">
        <w:t>-</w:t>
      </w:r>
      <w:r>
        <w:t>Swalaata Wa Aataytaz</w:t>
      </w:r>
      <w:r w:rsidR="002E452F">
        <w:t>-</w:t>
      </w:r>
      <w:r>
        <w:t>Zakaata Wa Amarta Bil Ma’aroofi Wa Nahayta Anil Munkari Wa Abadtallaaha Mukhlisan Wa Jaahadta Fillaahi Haqqa Jihaadihi Hattaa Ataaqal Yaqeen. Fa Alaykas</w:t>
      </w:r>
      <w:r w:rsidR="002E452F">
        <w:t>-</w:t>
      </w:r>
      <w:r>
        <w:t>Salaamu Minnee Maa Baqeetu Wa Baqiyal</w:t>
      </w:r>
      <w:r w:rsidR="002E452F">
        <w:t>-</w:t>
      </w:r>
      <w:r>
        <w:t>Laylu Wan</w:t>
      </w:r>
      <w:r w:rsidR="002E452F">
        <w:t>-</w:t>
      </w:r>
      <w:r>
        <w:t>Nahaaru Wa Alaa Aali Baytikat</w:t>
      </w:r>
      <w:r w:rsidR="002E452F">
        <w:t>-</w:t>
      </w:r>
      <w:r>
        <w:t>Twayyibeenat</w:t>
      </w:r>
      <w:r w:rsidR="002E452F">
        <w:t>-</w:t>
      </w:r>
      <w:r>
        <w:t>Twaahireen, Anaa Yaa Mawlaaya Mawlallaka Wa Li Aali Baytika Silmun Liman Saalamakum Wa Harbun Liman Haarabakum Mu’minun Bi Sirrikum Wa Jahrikum Wa Dhwaahirikum Wa Baatwinikum . La’anallaahu A’adaaikum Minal Awwaleena Wal Aakhireena Wa Anaa Abra’u Ilallaahi Ta’aala Minhum Yaa Mawlaaya Yaa Abaa Abdillaahi, Haadhaa Yawmul Ithnayni Wa Huwa Yawmukuma Wa Bismikumaa Wa Anaa Feehi Dhayfukuma, Fa Adheefaanee Wa Ahsinaa Dhiyaafatee Fa Ni’ama Manistudheefa Bihee Antumaa Wa Anaa Feehi Min Jiwaarikuma Fa Ajeeraanee Wa Innakumaa Ma’amuraanee Bidh</w:t>
      </w:r>
      <w:r w:rsidR="002E452F">
        <w:t>-</w:t>
      </w:r>
      <w:r>
        <w:t>Dhiyaafatee Wal Ijaaratee Fa Swallallaahu Alaykuma Wa Aalikumat</w:t>
      </w:r>
      <w:r w:rsidR="002E452F">
        <w:t>-</w:t>
      </w:r>
      <w:r>
        <w:t>Twayyibeen.</w:t>
      </w:r>
    </w:p>
    <w:p w:rsidR="00294BA7" w:rsidRDefault="00294BA7" w:rsidP="00294BA7">
      <w:pPr>
        <w:pStyle w:val="libCenterTitr"/>
      </w:pPr>
      <w:bookmarkStart w:id="144" w:name="_Toc64900196"/>
      <w:r>
        <w:t>Ziyaarat of Imaam Zaynul Aabideen (A.S.), Imaam Muhammad Baaqir (A.S.), and Imam Jaa’far Saadiq (A.S.) [TUESDAY]</w:t>
      </w:r>
      <w:bookmarkEnd w:id="144"/>
    </w:p>
    <w:p w:rsidR="00294BA7" w:rsidRDefault="00294BA7" w:rsidP="00294BA7">
      <w:pPr>
        <w:pStyle w:val="libItalic"/>
      </w:pPr>
      <w:r>
        <w:t>Bismillaahir</w:t>
      </w:r>
      <w:r w:rsidR="002E452F">
        <w:t>-</w:t>
      </w:r>
      <w:r>
        <w:t>Rahmaanir</w:t>
      </w:r>
      <w:r w:rsidR="002E452F">
        <w:t>-</w:t>
      </w:r>
      <w:r>
        <w:t>Raheem. Allaahumma Swalli Alaa Muhammadin Wa Aali Muhammad. Assalaamu Alaykum Yaa Khuzzaana Ilmillaahi,, Assalaamu Alaykum Yaa Taraajimati Wahyillaahi, Assalaamu Alaykum Yaa Aimmatal Hudaa, Assalaamu Alaykum Yaa A’alaamutuqaa, Assalaamu Alaykum Yaa Awlaada Rasoolillaahi Anaa Aarifun Bi Haqqikum Mustabswirun, Bi Sha’anikum Mu’aadin Li A’adaaikum, Muwaalin li Awliyaaikum, Bi Abee Antum Wa Ummi Swalawaatullaahi Alaykum, Allaahumma Innee Atawaalaa Aakhirahum Kamaa Tawaalaytu Awwalahum, Wa Abra’u Min Kulli Waleejatin Doonahum, Wa Akfuru Bil Jibti Wat</w:t>
      </w:r>
      <w:r w:rsidR="002E452F">
        <w:t>-</w:t>
      </w:r>
      <w:r>
        <w:t>Twaaghooti Wallaati Wal Uzza, Swalawaatullaahi Alaykum Yaa Mawaaliyya Wa Rahmatullaahi Wa Barakaatuh. Assalaamu Alayka Yaa Sayyidal Aabideen, Wa Sulaalatal Waswiyyeen, Assalaamu Alayka Yaa Baaqira Ilmin</w:t>
      </w:r>
      <w:r w:rsidR="002E452F">
        <w:t>-</w:t>
      </w:r>
      <w:r>
        <w:t>Nabiyyeen, Assalamu Alayka Yaa Swaadiqan Muswaddiqan Fil Qawli Wal Fi’ali Yaa Mawaliyya Haadhaa Yawmukum Wa Huwa Yawmuth</w:t>
      </w:r>
      <w:r w:rsidR="002E452F">
        <w:t>-</w:t>
      </w:r>
      <w:r>
        <w:t>Thulathaa’i Wa Anaa Feehi Dhayfun Lakum Wa Mustajeerun Bikum, Fa Adheefoonee Wa Ajeeroonee Bi Manzilatillaahi Indakum Wa Aali Baytikumut</w:t>
      </w:r>
      <w:r w:rsidR="002E452F">
        <w:t>-</w:t>
      </w:r>
      <w:r>
        <w:t>Twayyibeenat</w:t>
      </w:r>
      <w:r w:rsidR="002E452F">
        <w:t>-</w:t>
      </w:r>
      <w:r>
        <w:t>Twaahireen.</w:t>
      </w:r>
    </w:p>
    <w:p w:rsidR="00294BA7" w:rsidRDefault="00294BA7" w:rsidP="00294BA7">
      <w:pPr>
        <w:pStyle w:val="libCenterTitr"/>
      </w:pPr>
      <w:bookmarkStart w:id="145" w:name="_Toc64900197"/>
      <w:r>
        <w:t>Ziyaarat of Imaam Moosa</w:t>
      </w:r>
      <w:r w:rsidR="002E452F">
        <w:t>-</w:t>
      </w:r>
      <w:r>
        <w:t>e</w:t>
      </w:r>
      <w:r w:rsidR="002E452F">
        <w:t>-</w:t>
      </w:r>
      <w:r>
        <w:t xml:space="preserve">Kaadhim (A.S.), Imaam Ali Naqee (A.S.), Imaam </w:t>
      </w:r>
      <w:r>
        <w:lastRenderedPageBreak/>
        <w:t>Muhammad Taqee (A.S.), and Imaam Ali Naqee (A.S.) [WEDNESDAY]</w:t>
      </w:r>
      <w:bookmarkEnd w:id="145"/>
    </w:p>
    <w:p w:rsidR="00294BA7" w:rsidRDefault="00294BA7" w:rsidP="00294BA7">
      <w:pPr>
        <w:pStyle w:val="libItalic"/>
      </w:pPr>
      <w:r>
        <w:t>Bismillaahir</w:t>
      </w:r>
      <w:r w:rsidR="002E452F">
        <w:t>-</w:t>
      </w:r>
      <w:r>
        <w:t>Rahmaanir</w:t>
      </w:r>
      <w:r w:rsidR="002E452F">
        <w:t>-</w:t>
      </w:r>
      <w:r>
        <w:t>Raheem. Allaahumma Swalli Alaa Muhammadin Wa Aali Muhammad. Assalaamu Alaykum Yaa Awliyaa’Allaahi, Assalaamu Alaykum Yaa Hujajallaahi, Assalaamu Alaykum Yaa Noorallaahi Fee Dhulumaatil Ardhi, Assalaamu Alaykum Swalawaatullaahi Alaykum Wa Alaa Aalibaytikumut</w:t>
      </w:r>
      <w:r w:rsidR="002E452F">
        <w:t>-</w:t>
      </w:r>
      <w:r>
        <w:t>Twayyibeenay</w:t>
      </w:r>
      <w:r w:rsidR="002E452F">
        <w:t>-</w:t>
      </w:r>
      <w:r>
        <w:t>Twaahireen Bi Abee Antum Wa Ummee Laqad Abadtumullaaha Mukhlisweena Wa Jaahadtum Fillaahi Haqqa Jihaadihee Hattaa Ataakumul Yaqeen, Fa La’anallaahu A’adaa’akum Minal Jinni Wal Insi Ajma’een, Wa Anaa Abra’u Ilallaahi Wa Ilaykum Minhum Yaa Mawlaaya Yaa Abaa Ibraaheem Moosabni Jaa’afarin Yaa Mawlaaya Yaa Abal Hasani Ali</w:t>
      </w:r>
      <w:r w:rsidR="002E452F">
        <w:t>-</w:t>
      </w:r>
      <w:r>
        <w:t>Yabna Moosa Yaa Mawlaaya Yaa Abaa Ja’afarin Muhammadabna Aliyyin Yaa Mawlaaya Yaa Abal Hasani Ali</w:t>
      </w:r>
      <w:r w:rsidR="002E452F">
        <w:t>-</w:t>
      </w:r>
      <w:r>
        <w:t>Yabna Muhammadin Anaa Mawlan Lakum Mu’minun Bi Sirrikum Wa Jahrikum Mutadhayyifun Bikum Fee Yawmikum Haadhaa Wa Huwa Yawmul Arba’aai Wa Mustajeerun Bikum Fa Adheefoonee Wa Ajeeroonee Bi Aali Baytikumut</w:t>
      </w:r>
      <w:r w:rsidR="002E452F">
        <w:t>-</w:t>
      </w:r>
      <w:r>
        <w:t>Twayyibeenat</w:t>
      </w:r>
      <w:r w:rsidR="002E452F">
        <w:t>-</w:t>
      </w:r>
      <w:r>
        <w:t>Twaahireen.</w:t>
      </w:r>
    </w:p>
    <w:p w:rsidR="00294BA7" w:rsidRDefault="00294BA7" w:rsidP="00294BA7">
      <w:pPr>
        <w:pStyle w:val="libCenterTitr"/>
      </w:pPr>
      <w:bookmarkStart w:id="146" w:name="_Toc64900198"/>
      <w:r>
        <w:t>Ziyaarat of Imaam Hasan Askaree (A.S.) [THURSDAY]</w:t>
      </w:r>
      <w:bookmarkEnd w:id="146"/>
    </w:p>
    <w:p w:rsidR="00294BA7" w:rsidRDefault="00294BA7" w:rsidP="00294BA7">
      <w:pPr>
        <w:pStyle w:val="libItalic"/>
      </w:pPr>
      <w:r>
        <w:t>Bismillaahir</w:t>
      </w:r>
      <w:r w:rsidR="002E452F">
        <w:t>-</w:t>
      </w:r>
      <w:r>
        <w:t>Rahmaanir</w:t>
      </w:r>
      <w:r w:rsidR="002E452F">
        <w:t>-</w:t>
      </w:r>
      <w:r>
        <w:t>Raheem. Allaahumma Swalli Alaa Muhammadin Wa Aali Muhammad. Assalaamu Alayka Yaa Waleeyallaahi, Assalaamu Alayka Yaa Hujjatallaahi Wa Khaaliswatahu, Assalaamu Alayka Yaa Imaamal Mu’mineen Wa Waarithal Mursaleen Wa Hujjata Rabbil Aalameen, Swallallaahu Alayka Wa Alaa Aali Baytikat</w:t>
      </w:r>
      <w:r w:rsidR="002E452F">
        <w:t>-</w:t>
      </w:r>
      <w:r>
        <w:t>Twayyibeenat</w:t>
      </w:r>
      <w:r w:rsidR="002E452F">
        <w:t>-</w:t>
      </w:r>
      <w:r>
        <w:t>Twaahireen Yaa Mawlaaya Yaa Abaa Muhammadin Al</w:t>
      </w:r>
      <w:r w:rsidR="002E452F">
        <w:t>-</w:t>
      </w:r>
      <w:r>
        <w:t>Hasanabna Aliyyin Anaa Mawlan Laka Wali Aali Baytika Wa Haadhaa Yawmuka Wahuwa Yawmul Khamees, Wa Anaa Dhayfuka Feehi Wa Mustajeerun Bika Feehi Fa Ahsin Dhiyaafatee Wa Ijaaratee, Bi Haqqi Aali Baytikat</w:t>
      </w:r>
      <w:r w:rsidR="002E452F">
        <w:t>-</w:t>
      </w:r>
      <w:r>
        <w:t>Twayyibeenat</w:t>
      </w:r>
      <w:r w:rsidR="002E452F">
        <w:t>-</w:t>
      </w:r>
      <w:r>
        <w:t>Twaahireen.</w:t>
      </w:r>
    </w:p>
    <w:p w:rsidR="00294BA7" w:rsidRDefault="00294BA7" w:rsidP="00294BA7">
      <w:pPr>
        <w:pStyle w:val="libCenterTitr"/>
      </w:pPr>
      <w:bookmarkStart w:id="147" w:name="_Toc64900199"/>
      <w:r>
        <w:t>Ziyaarat of Imaam Swaahibuz</w:t>
      </w:r>
      <w:r w:rsidR="002E452F">
        <w:t>-</w:t>
      </w:r>
      <w:r>
        <w:t>Zamaan A.F. [FRIDAY]</w:t>
      </w:r>
      <w:bookmarkEnd w:id="147"/>
    </w:p>
    <w:p w:rsidR="00294BA7" w:rsidRPr="00294BA7" w:rsidRDefault="00294BA7" w:rsidP="00294BA7">
      <w:pPr>
        <w:pStyle w:val="libNormal"/>
        <w:rPr>
          <w:rStyle w:val="libItalicChar"/>
        </w:rPr>
      </w:pPr>
      <w:r w:rsidRPr="00294BA7">
        <w:rPr>
          <w:rStyle w:val="libItalicChar"/>
        </w:rPr>
        <w:t>Bismillaahir</w:t>
      </w:r>
      <w:r w:rsidR="002E452F">
        <w:rPr>
          <w:rStyle w:val="libItalicChar"/>
        </w:rPr>
        <w:t>-</w:t>
      </w:r>
      <w:r w:rsidRPr="00294BA7">
        <w:rPr>
          <w:rStyle w:val="libItalicChar"/>
        </w:rPr>
        <w:t>Rahmaanir</w:t>
      </w:r>
      <w:r w:rsidR="002E452F">
        <w:rPr>
          <w:rStyle w:val="libItalicChar"/>
        </w:rPr>
        <w:t>-</w:t>
      </w:r>
      <w:r w:rsidRPr="00294BA7">
        <w:rPr>
          <w:rStyle w:val="libItalicChar"/>
        </w:rPr>
        <w:t>Raheem. Allaahumma Swalli Alaa Muhammadin Wa Aali Muhammad. Assalaamu Alayka Yaa Hujjatallaahi Fee Ardhihee, Assalaamu Alayka Yaa Aynallaahi Fee Khalqihi, Assalaamu Alayka Yaa Noorallaahil</w:t>
      </w:r>
      <w:r w:rsidR="002E452F">
        <w:rPr>
          <w:rStyle w:val="libItalicChar"/>
        </w:rPr>
        <w:t>-</w:t>
      </w:r>
      <w:r w:rsidRPr="00294BA7">
        <w:rPr>
          <w:rStyle w:val="libItalicChar"/>
        </w:rPr>
        <w:t>Ladhee Yahtadee Bihil Muhtadoon Wa Yufarriju Bihi Anil Mu’mineen, Assalaamu Alayka Ayyuhal Muhadh</w:t>
      </w:r>
      <w:r w:rsidR="002E452F">
        <w:rPr>
          <w:rStyle w:val="libItalicChar"/>
        </w:rPr>
        <w:t>-</w:t>
      </w:r>
      <w:r w:rsidRPr="00294BA7">
        <w:rPr>
          <w:rStyle w:val="libItalicChar"/>
        </w:rPr>
        <w:t>Dhabul Khaa’ifu, Assalaamu Alayka Ayyuhal Waliyun</w:t>
      </w:r>
      <w:r w:rsidR="002E452F">
        <w:rPr>
          <w:rStyle w:val="libItalicChar"/>
        </w:rPr>
        <w:t>-</w:t>
      </w:r>
      <w:r w:rsidRPr="00294BA7">
        <w:rPr>
          <w:rStyle w:val="libItalicChar"/>
        </w:rPr>
        <w:t>Naasihu, Assalaamu Alayka Yaa Safeenatan</w:t>
      </w:r>
      <w:r w:rsidR="002E452F">
        <w:rPr>
          <w:rStyle w:val="libItalicChar"/>
        </w:rPr>
        <w:t>-</w:t>
      </w:r>
      <w:r w:rsidRPr="00294BA7">
        <w:rPr>
          <w:rStyle w:val="libItalicChar"/>
        </w:rPr>
        <w:t>Najaat, Assalaamu Alayka Yaa Aynal Hayaati, Assalaamu Alayka Swallallaahu Alayka Wa Alaa Aali Baytikat</w:t>
      </w:r>
      <w:r w:rsidR="002E452F">
        <w:rPr>
          <w:rStyle w:val="libItalicChar"/>
        </w:rPr>
        <w:t>-</w:t>
      </w:r>
      <w:r w:rsidRPr="00294BA7">
        <w:rPr>
          <w:rStyle w:val="libItalicChar"/>
        </w:rPr>
        <w:t>Twayyibeenat</w:t>
      </w:r>
      <w:r w:rsidR="002E452F">
        <w:rPr>
          <w:rStyle w:val="libItalicChar"/>
        </w:rPr>
        <w:t>-</w:t>
      </w:r>
      <w:r w:rsidRPr="00294BA7">
        <w:rPr>
          <w:rStyle w:val="libItalicChar"/>
        </w:rPr>
        <w:t>Twaahireen, Assalaamu Alayka Ajjalallaahu Laka Maa Wa’adaka Minan</w:t>
      </w:r>
      <w:r w:rsidR="002E452F">
        <w:rPr>
          <w:rStyle w:val="libItalicChar"/>
        </w:rPr>
        <w:t>-</w:t>
      </w:r>
      <w:r w:rsidRPr="00294BA7">
        <w:rPr>
          <w:rStyle w:val="libItalicChar"/>
        </w:rPr>
        <w:t>Naswri Wa Dhwuhooril Amri, Assalaamu Alayka Yaa Mawlaaya Anaa Mawlaaka Aarifun Bi Oolaaka Wa Ukhraaka Ataqarrabu Ilallaahi Ta’aala Bika Wa Bi Aali Baytika Wa Antadhiru Dhwuhooraka Wa Dhwuhooral Haqqi Alaa Yadayka Wa As’alullaaha An</w:t>
      </w:r>
      <w:r w:rsidR="002E452F">
        <w:rPr>
          <w:rStyle w:val="libItalicChar"/>
        </w:rPr>
        <w:t>-</w:t>
      </w:r>
      <w:r w:rsidRPr="00294BA7">
        <w:rPr>
          <w:rStyle w:val="libItalicChar"/>
        </w:rPr>
        <w:t>Yuswalli Alaa Muhammadin Wa Aali Muhammad, Wa An</w:t>
      </w:r>
      <w:r w:rsidR="002E452F">
        <w:rPr>
          <w:rStyle w:val="libItalicChar"/>
        </w:rPr>
        <w:t>-</w:t>
      </w:r>
      <w:r w:rsidRPr="00294BA7">
        <w:rPr>
          <w:rStyle w:val="libItalicChar"/>
        </w:rPr>
        <w:t>Yaj’alanee Minal Muntadhwireena Laka, Wat</w:t>
      </w:r>
      <w:r w:rsidR="002E452F">
        <w:rPr>
          <w:rStyle w:val="libItalicChar"/>
        </w:rPr>
        <w:t>-</w:t>
      </w:r>
      <w:r w:rsidRPr="00294BA7">
        <w:rPr>
          <w:rStyle w:val="libItalicChar"/>
        </w:rPr>
        <w:t>Taabi’eena, Wan</w:t>
      </w:r>
      <w:r w:rsidR="002E452F">
        <w:rPr>
          <w:rStyle w:val="libItalicChar"/>
        </w:rPr>
        <w:t>-</w:t>
      </w:r>
      <w:r w:rsidRPr="00294BA7">
        <w:rPr>
          <w:rStyle w:val="libItalicChar"/>
        </w:rPr>
        <w:t>Naaswireena Laka Alaa A’adaa’ika Wal Mustash’hadeena Bayna Yadayka Fee Jumlati Awliyaa’ika Yaa Mawlaaya Yaa Swaahibuz</w:t>
      </w:r>
      <w:r w:rsidR="002E452F">
        <w:rPr>
          <w:rStyle w:val="libItalicChar"/>
        </w:rPr>
        <w:t>-</w:t>
      </w:r>
      <w:r w:rsidRPr="00294BA7">
        <w:rPr>
          <w:rStyle w:val="libItalicChar"/>
        </w:rPr>
        <w:t xml:space="preserve">Zamaani Swalawaatullaahi Alayka Wa Alaa Aali Baytika Haadhaa Yawmul Jumuati, Wa Huwa Yawmul Mutawaqqau Feehee Dhwuhooruka Wal Faraju Feehee Lil Mu’mineena Alaa </w:t>
      </w:r>
      <w:r w:rsidRPr="00294BA7">
        <w:rPr>
          <w:rStyle w:val="libItalicChar"/>
        </w:rPr>
        <w:lastRenderedPageBreak/>
        <w:t>Yadayka Wa Qatlul Kaafireena Bi Sayfika Wa Anaa Yaa Mawlaaya Feehi Dhayfuka Wa Jaaruka Wa Anta Yaa Mawlaaya Kareemun Min Awlaadil Kiraami Wa Ma’moorun Bidh</w:t>
      </w:r>
      <w:r w:rsidR="002E452F">
        <w:rPr>
          <w:rStyle w:val="libItalicChar"/>
        </w:rPr>
        <w:t>-</w:t>
      </w:r>
      <w:r w:rsidRPr="00294BA7">
        <w:rPr>
          <w:rStyle w:val="libItalicChar"/>
        </w:rPr>
        <w:t>Dhiyaafati Wal Ijaarati Fa Adhifnee Wa Ajirnee, Swalawaatullahi Alayka Wa Alaa Ahli Baytikat</w:t>
      </w:r>
      <w:r w:rsidR="002E452F">
        <w:rPr>
          <w:rStyle w:val="libItalicChar"/>
        </w:rPr>
        <w:t>-</w:t>
      </w:r>
      <w:r w:rsidRPr="00294BA7">
        <w:rPr>
          <w:rStyle w:val="libItalicChar"/>
        </w:rPr>
        <w:t>Twayyibeenat</w:t>
      </w:r>
      <w:r w:rsidR="002E452F">
        <w:rPr>
          <w:rStyle w:val="libItalicChar"/>
        </w:rPr>
        <w:t>-</w:t>
      </w:r>
      <w:r w:rsidRPr="00294BA7">
        <w:rPr>
          <w:rStyle w:val="libItalicChar"/>
        </w:rPr>
        <w:t>Twaahireen. Nazeeluka Haythu Mat</w:t>
      </w:r>
      <w:r w:rsidR="002E452F">
        <w:rPr>
          <w:rStyle w:val="libItalicChar"/>
        </w:rPr>
        <w:t>-</w:t>
      </w:r>
      <w:r w:rsidRPr="00294BA7">
        <w:rPr>
          <w:rStyle w:val="libItalicChar"/>
        </w:rPr>
        <w:t>Tajahat Riqaabee, Wa dhwayfuka Haythu Kuntu Minal Bilaadee.</w:t>
      </w:r>
    </w:p>
    <w:p w:rsidR="00294BA7" w:rsidRDefault="00294BA7" w:rsidP="00294BA7">
      <w:pPr>
        <w:pStyle w:val="libCenterTitr"/>
      </w:pPr>
      <w:bookmarkStart w:id="148" w:name="_Toc64900200"/>
      <w:r>
        <w:t>Ziyaarat of Imaam Swaahibuz</w:t>
      </w:r>
      <w:r w:rsidR="002E452F">
        <w:t>-</w:t>
      </w:r>
      <w:r>
        <w:t>Zamaan A.F. [everyday morning]</w:t>
      </w:r>
      <w:bookmarkEnd w:id="148"/>
    </w:p>
    <w:p w:rsidR="00294BA7" w:rsidRPr="00294BA7" w:rsidRDefault="00294BA7" w:rsidP="00294BA7">
      <w:pPr>
        <w:pStyle w:val="libNormal"/>
        <w:rPr>
          <w:rStyle w:val="libItalicChar"/>
        </w:rPr>
      </w:pPr>
      <w:r w:rsidRPr="00294BA7">
        <w:rPr>
          <w:rStyle w:val="libItalicChar"/>
        </w:rPr>
        <w:t>]Allaahumma Balligh Mawlaaya Swahibaz</w:t>
      </w:r>
      <w:r w:rsidR="002E452F">
        <w:rPr>
          <w:rStyle w:val="libItalicChar"/>
        </w:rPr>
        <w:t>-</w:t>
      </w:r>
      <w:r w:rsidRPr="00294BA7">
        <w:rPr>
          <w:rStyle w:val="libItalicChar"/>
        </w:rPr>
        <w:t>Zamaani Swalawaatullahi Alayhi An Jamee’il Mu’mineena Wal Mu’minaati Fee Mashaariqil Ardhi Wa Maghaaribihaa Wa Barrihaa Wa Bahrihaa Wa Sahlihaa Wa Jabalihaa Hayyihim Wa Mayyitihim Wa An Waalidayya Wa Wuldee Wa Annee Minas</w:t>
      </w:r>
      <w:r w:rsidR="002E452F">
        <w:rPr>
          <w:rStyle w:val="libItalicChar"/>
        </w:rPr>
        <w:t>-</w:t>
      </w:r>
      <w:r w:rsidRPr="00294BA7">
        <w:rPr>
          <w:rStyle w:val="libItalicChar"/>
        </w:rPr>
        <w:t>Swalawaati Wat</w:t>
      </w:r>
      <w:r w:rsidR="002E452F">
        <w:rPr>
          <w:rStyle w:val="libItalicChar"/>
        </w:rPr>
        <w:t>-</w:t>
      </w:r>
      <w:r w:rsidRPr="00294BA7">
        <w:rPr>
          <w:rStyle w:val="libItalicChar"/>
        </w:rPr>
        <w:t>Tahiyyaati Zinata Arshillaahi Wa Midaada Kalimaatihi Wa Muntahaa Ridhaahu Wa Adada Maa Ahswaahu Kitaabuhu Wa Ahaatwa Bihee Ilmuhu . Allaahumma Innee Ujaddidu Lahu Fee Haadhal Yawmi Wa Fee Kulli Yawmin Ahadan Wa Aqdan Wa Bay’atan Fee Raqabatee . Allaahumma Kamaa Sharraftanee Bi Haadhat</w:t>
      </w:r>
      <w:r w:rsidR="002E452F">
        <w:rPr>
          <w:rStyle w:val="libItalicChar"/>
        </w:rPr>
        <w:t>-</w:t>
      </w:r>
      <w:r w:rsidRPr="00294BA7">
        <w:rPr>
          <w:rStyle w:val="libItalicChar"/>
        </w:rPr>
        <w:t>Tashreefi Wa Fadh</w:t>
      </w:r>
      <w:r w:rsidR="002E452F">
        <w:rPr>
          <w:rStyle w:val="libItalicChar"/>
        </w:rPr>
        <w:t>-</w:t>
      </w:r>
      <w:r w:rsidRPr="00294BA7">
        <w:rPr>
          <w:rStyle w:val="libItalicChar"/>
        </w:rPr>
        <w:t>dhaltanee Bi Haadhihil Fadheelati Wa Khaswastanee Bi Haadhihin</w:t>
      </w:r>
      <w:r w:rsidR="002E452F">
        <w:rPr>
          <w:rStyle w:val="libItalicChar"/>
        </w:rPr>
        <w:t>-</w:t>
      </w:r>
      <w:r w:rsidRPr="00294BA7">
        <w:rPr>
          <w:rStyle w:val="libItalicChar"/>
        </w:rPr>
        <w:t>Ni’amatee Fa Swalli Alaa Mawlaaya Wa Sayyidee Swaahibiz</w:t>
      </w:r>
      <w:r w:rsidR="002E452F">
        <w:rPr>
          <w:rStyle w:val="libItalicChar"/>
        </w:rPr>
        <w:t>-</w:t>
      </w:r>
      <w:r w:rsidRPr="00294BA7">
        <w:rPr>
          <w:rStyle w:val="libItalicChar"/>
        </w:rPr>
        <w:t>Zamaani Waj’alnee Min Answaarihee Wa Ashyaa’ihee Wadh</w:t>
      </w:r>
      <w:r w:rsidR="002E452F">
        <w:rPr>
          <w:rStyle w:val="libItalicChar"/>
        </w:rPr>
        <w:t>-</w:t>
      </w:r>
      <w:r w:rsidRPr="00294BA7">
        <w:rPr>
          <w:rStyle w:val="libItalicChar"/>
        </w:rPr>
        <w:t>Dhaabbeena Anhu Waj’alnee Minal Mustash’hadeena Bayna Yadayhi Twaai’an Ghayra Mukrahin Fis</w:t>
      </w:r>
      <w:r w:rsidR="002E452F">
        <w:rPr>
          <w:rStyle w:val="libItalicChar"/>
        </w:rPr>
        <w:t>-</w:t>
      </w:r>
      <w:r w:rsidRPr="00294BA7">
        <w:rPr>
          <w:rStyle w:val="libItalicChar"/>
        </w:rPr>
        <w:t>Swaffil</w:t>
      </w:r>
      <w:r w:rsidR="002E452F">
        <w:rPr>
          <w:rStyle w:val="libItalicChar"/>
        </w:rPr>
        <w:t>-</w:t>
      </w:r>
      <w:r w:rsidRPr="00294BA7">
        <w:rPr>
          <w:rStyle w:val="libItalicChar"/>
        </w:rPr>
        <w:t>Ladhee Na’atta Ahlahu Fee Kitaabika Fa Qulta Swaffan Ka’annahum Bunyaanun Marswoosun Alaa Twa’atika Wa Twaa’ati Rasoolika Wa Aalihee Alayhimus</w:t>
      </w:r>
      <w:r w:rsidR="002E452F">
        <w:rPr>
          <w:rStyle w:val="libItalicChar"/>
        </w:rPr>
        <w:t>-</w:t>
      </w:r>
      <w:r w:rsidRPr="00294BA7">
        <w:rPr>
          <w:rStyle w:val="libItalicChar"/>
        </w:rPr>
        <w:t>Salaam. Allaahumma Haadhihee Bay’atun Lahoo Fee Unuqee Ilaa Yawmil Qiyaamati.</w:t>
      </w:r>
    </w:p>
    <w:p w:rsidR="002E452F" w:rsidRDefault="00294BA7" w:rsidP="00294BA7">
      <w:pPr>
        <w:pStyle w:val="libNormal"/>
      </w:pPr>
      <w:r>
        <w:t>Rabbanaa Taqabbal Minna</w:t>
      </w:r>
      <w:r w:rsidR="002E452F">
        <w:br w:type="page"/>
      </w:r>
    </w:p>
    <w:p w:rsidR="008338A0" w:rsidRDefault="008338A0" w:rsidP="008338A0">
      <w:pPr>
        <w:pStyle w:val="Heading1Center"/>
      </w:pPr>
      <w:bookmarkStart w:id="149" w:name="_Toc420238127"/>
      <w:r w:rsidRPr="008338A0">
        <w:lastRenderedPageBreak/>
        <w:t>REFERENCES</w:t>
      </w:r>
      <w:bookmarkEnd w:id="149"/>
    </w:p>
    <w:p w:rsidR="00294BA7" w:rsidRDefault="00294BA7" w:rsidP="00294BA7">
      <w:pPr>
        <w:pStyle w:val="libNormal"/>
      </w:pPr>
      <w:r>
        <w:t xml:space="preserve">Imame Zaman Hazrat Mehdi ((A.S.)) </w:t>
      </w:r>
      <w:r w:rsidR="002E452F">
        <w:t>-</w:t>
      </w:r>
      <w:r>
        <w:t xml:space="preserve"> by Mulla Haji. Muhammad Jaffar Sharif Dewji.</w:t>
      </w:r>
    </w:p>
    <w:p w:rsidR="00294BA7" w:rsidRDefault="00294BA7" w:rsidP="00294BA7">
      <w:pPr>
        <w:pStyle w:val="libNormal"/>
      </w:pPr>
      <w:r>
        <w:t xml:space="preserve">The Master Of The Age </w:t>
      </w:r>
      <w:r w:rsidR="002E452F">
        <w:t>-</w:t>
      </w:r>
      <w:r>
        <w:t xml:space="preserve"> by Allamah Zeeshan Haider Jawadi A.R.</w:t>
      </w:r>
    </w:p>
    <w:p w:rsidR="00294BA7" w:rsidRDefault="00294BA7" w:rsidP="00294BA7">
      <w:pPr>
        <w:pStyle w:val="libNormal"/>
      </w:pPr>
      <w:r>
        <w:t xml:space="preserve">Mafaatihul Jinaan </w:t>
      </w:r>
      <w:r w:rsidR="002E452F">
        <w:t>-</w:t>
      </w:r>
      <w:r>
        <w:t xml:space="preserve"> by Shaikh Abbaas Qummi R.A.</w:t>
      </w:r>
    </w:p>
    <w:p w:rsidR="00294BA7" w:rsidRDefault="00294BA7" w:rsidP="00294BA7">
      <w:pPr>
        <w:pStyle w:val="libNormal"/>
      </w:pPr>
      <w:r>
        <w:t xml:space="preserve">Majmooa </w:t>
      </w:r>
      <w:r w:rsidR="002E452F">
        <w:t>-</w:t>
      </w:r>
      <w:r>
        <w:t xml:space="preserve"> by Allaama Haji GulamAli Haji Esmail R.A.</w:t>
      </w:r>
    </w:p>
    <w:p w:rsidR="00294BA7" w:rsidRDefault="00294BA7" w:rsidP="00294BA7">
      <w:pPr>
        <w:pStyle w:val="libNormal"/>
      </w:pPr>
      <w:r>
        <w:t>Saluk</w:t>
      </w:r>
      <w:r w:rsidR="002E452F">
        <w:t>-</w:t>
      </w:r>
      <w:r>
        <w:t>e</w:t>
      </w:r>
      <w:r w:rsidR="002E452F">
        <w:t>-</w:t>
      </w:r>
      <w:r>
        <w:t xml:space="preserve">Arifan </w:t>
      </w:r>
      <w:r w:rsidR="002E452F">
        <w:t>-</w:t>
      </w:r>
      <w:r>
        <w:t xml:space="preserve"> by Haj Mirza Jawad Tabrizi R.A.</w:t>
      </w:r>
    </w:p>
    <w:p w:rsidR="00294BA7" w:rsidRDefault="00294BA7" w:rsidP="00294BA7">
      <w:pPr>
        <w:pStyle w:val="libNormal"/>
      </w:pPr>
      <w:r>
        <w:t xml:space="preserve">Manazile Akhirah </w:t>
      </w:r>
      <w:r w:rsidR="002E452F">
        <w:t>-</w:t>
      </w:r>
      <w:r>
        <w:t xml:space="preserve"> by Shaikh Abbaas Qummi R.A.</w:t>
      </w:r>
    </w:p>
    <w:p w:rsidR="00294BA7" w:rsidRDefault="00294BA7" w:rsidP="00294BA7">
      <w:pPr>
        <w:pStyle w:val="libNormal"/>
      </w:pPr>
      <w:r>
        <w:t>Uddatud</w:t>
      </w:r>
      <w:r w:rsidR="002E452F">
        <w:t>-</w:t>
      </w:r>
      <w:r>
        <w:t xml:space="preserve">Daa’i </w:t>
      </w:r>
      <w:r w:rsidR="002E452F">
        <w:t>-</w:t>
      </w:r>
      <w:r>
        <w:t xml:space="preserve"> by Sheikh Ahmed ibne Fahd Helli R.A</w:t>
      </w:r>
    </w:p>
    <w:p w:rsidR="00294BA7" w:rsidRDefault="00294BA7" w:rsidP="00294BA7">
      <w:pPr>
        <w:pStyle w:val="libNormal"/>
      </w:pPr>
      <w:r>
        <w:t>“Duaa” by PirMuhammad Ibrahim Trust.</w:t>
      </w:r>
    </w:p>
    <w:p w:rsidR="00413479" w:rsidRPr="002C0451" w:rsidRDefault="00294BA7" w:rsidP="008338A0">
      <w:pPr>
        <w:pStyle w:val="libNormal"/>
      </w:pPr>
      <w:r>
        <w:t xml:space="preserve">Tahzeebul Islaam </w:t>
      </w:r>
      <w:r w:rsidR="002E452F">
        <w:t>-</w:t>
      </w:r>
      <w:r>
        <w:t xml:space="preserve"> by Allaama Haji GulamAli R.A.</w:t>
      </w:r>
    </w:p>
    <w:sectPr w:rsidR="00413479" w:rsidRPr="002C0451" w:rsidSect="00DA30E5">
      <w:headerReference w:type="even" r:id="rId8"/>
      <w:footerReference w:type="even" r:id="rId9"/>
      <w:footerReference w:type="default" r:id="rId10"/>
      <w:headerReference w:type="first" r:id="rId11"/>
      <w:footerReference w:type="first" r:id="rId12"/>
      <w:type w:val="continuous"/>
      <w:pgSz w:w="11907" w:h="16839" w:code="9"/>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46E" w:rsidRDefault="0079546E" w:rsidP="00113C59">
      <w:r>
        <w:separator/>
      </w:r>
    </w:p>
  </w:endnote>
  <w:endnote w:type="continuationSeparator" w:id="1">
    <w:p w:rsidR="0079546E" w:rsidRDefault="0079546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C13" w:rsidRDefault="0086783B" w:rsidP="00745C1D">
    <w:pPr>
      <w:pStyle w:val="Footer"/>
      <w:tabs>
        <w:tab w:val="clear" w:pos="4153"/>
        <w:tab w:val="clear" w:pos="8306"/>
      </w:tabs>
    </w:pPr>
    <w:fldSimple w:instr=" PAGE   \* MERGEFORMAT ">
      <w:r w:rsidR="00DA30E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C13" w:rsidRDefault="0086783B" w:rsidP="00DA30E5">
    <w:pPr>
      <w:pStyle w:val="libCenter"/>
    </w:pPr>
    <w:fldSimple w:instr=" PAGE   \* MERGEFORMAT ">
      <w:r w:rsidR="00FC2F8E">
        <w:rPr>
          <w:noProof/>
        </w:rPr>
        <w:t>44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C13" w:rsidRDefault="0086783B" w:rsidP="00745C1D">
    <w:pPr>
      <w:pStyle w:val="Footer"/>
      <w:tabs>
        <w:tab w:val="clear" w:pos="4153"/>
        <w:tab w:val="clear" w:pos="8306"/>
      </w:tabs>
    </w:pPr>
    <w:fldSimple w:instr=" PAGE   \* MERGEFORMAT ">
      <w:r w:rsidR="00DA30E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46E" w:rsidRDefault="0079546E" w:rsidP="00113C59">
      <w:r>
        <w:separator/>
      </w:r>
    </w:p>
  </w:footnote>
  <w:footnote w:type="continuationSeparator" w:id="1">
    <w:p w:rsidR="0079546E" w:rsidRDefault="0079546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C13" w:rsidRDefault="00A52C1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C13" w:rsidRDefault="00A52C1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12"/>
  <w:displayHorizontalDrawingGridEvery w:val="2"/>
  <w:characterSpacingControl w:val="doNotCompress"/>
  <w:footnotePr>
    <w:footnote w:id="0"/>
    <w:footnote w:id="1"/>
  </w:footnotePr>
  <w:endnotePr>
    <w:endnote w:id="0"/>
    <w:endnote w:id="1"/>
  </w:endnotePr>
  <w:compat>
    <w:applyBreakingRules/>
  </w:compat>
  <w:rsids>
    <w:rsidRoot w:val="00F83CC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1460"/>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1FF3"/>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7620"/>
    <w:rsid w:val="00250E0A"/>
    <w:rsid w:val="00251E02"/>
    <w:rsid w:val="00254B61"/>
    <w:rsid w:val="00257657"/>
    <w:rsid w:val="002628DE"/>
    <w:rsid w:val="00263F56"/>
    <w:rsid w:val="0027369F"/>
    <w:rsid w:val="002818EF"/>
    <w:rsid w:val="0028271F"/>
    <w:rsid w:val="0028397C"/>
    <w:rsid w:val="00294BA7"/>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52F"/>
    <w:rsid w:val="002E4D3D"/>
    <w:rsid w:val="002E5CA1"/>
    <w:rsid w:val="002E6022"/>
    <w:rsid w:val="002F12FF"/>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3EE0"/>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0ECB"/>
    <w:rsid w:val="00453381"/>
    <w:rsid w:val="004538D5"/>
    <w:rsid w:val="00455A59"/>
    <w:rsid w:val="0046634E"/>
    <w:rsid w:val="00467E54"/>
    <w:rsid w:val="00470378"/>
    <w:rsid w:val="00471A4C"/>
    <w:rsid w:val="004722F9"/>
    <w:rsid w:val="00475E99"/>
    <w:rsid w:val="00481FD0"/>
    <w:rsid w:val="0048221F"/>
    <w:rsid w:val="004919C3"/>
    <w:rsid w:val="004953C3"/>
    <w:rsid w:val="00497042"/>
    <w:rsid w:val="004A0866"/>
    <w:rsid w:val="004A5116"/>
    <w:rsid w:val="004B17F4"/>
    <w:rsid w:val="004B3F28"/>
    <w:rsid w:val="004C3E90"/>
    <w:rsid w:val="004C4336"/>
    <w:rsid w:val="004C7755"/>
    <w:rsid w:val="004C77B5"/>
    <w:rsid w:val="004D7214"/>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0FA7"/>
    <w:rsid w:val="00717AB1"/>
    <w:rsid w:val="00717C64"/>
    <w:rsid w:val="00720E8F"/>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546E"/>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4254"/>
    <w:rsid w:val="00821393"/>
    <w:rsid w:val="00821493"/>
    <w:rsid w:val="00826B87"/>
    <w:rsid w:val="00831B8F"/>
    <w:rsid w:val="008338A0"/>
    <w:rsid w:val="008340ED"/>
    <w:rsid w:val="00835393"/>
    <w:rsid w:val="00837259"/>
    <w:rsid w:val="0084238B"/>
    <w:rsid w:val="0084318E"/>
    <w:rsid w:val="0084496F"/>
    <w:rsid w:val="00850983"/>
    <w:rsid w:val="00856941"/>
    <w:rsid w:val="00857A7C"/>
    <w:rsid w:val="00864864"/>
    <w:rsid w:val="008656BE"/>
    <w:rsid w:val="0086783B"/>
    <w:rsid w:val="008703F4"/>
    <w:rsid w:val="00870D4D"/>
    <w:rsid w:val="00873163"/>
    <w:rsid w:val="00873D57"/>
    <w:rsid w:val="00874112"/>
    <w:rsid w:val="008777DC"/>
    <w:rsid w:val="00880BCE"/>
    <w:rsid w:val="008810AF"/>
    <w:rsid w:val="008830EF"/>
    <w:rsid w:val="008933CF"/>
    <w:rsid w:val="00895362"/>
    <w:rsid w:val="008A225D"/>
    <w:rsid w:val="008A4630"/>
    <w:rsid w:val="008B2E17"/>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480"/>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1C70"/>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C3E"/>
    <w:rsid w:val="00A30F05"/>
    <w:rsid w:val="00A33494"/>
    <w:rsid w:val="00A35EDE"/>
    <w:rsid w:val="00A36CA9"/>
    <w:rsid w:val="00A44704"/>
    <w:rsid w:val="00A478DC"/>
    <w:rsid w:val="00A47F0B"/>
    <w:rsid w:val="00A50FBD"/>
    <w:rsid w:val="00A51FCA"/>
    <w:rsid w:val="00A52C13"/>
    <w:rsid w:val="00A6076B"/>
    <w:rsid w:val="00A60B19"/>
    <w:rsid w:val="00A6486D"/>
    <w:rsid w:val="00A668D6"/>
    <w:rsid w:val="00A745EB"/>
    <w:rsid w:val="00A749A9"/>
    <w:rsid w:val="00A751DD"/>
    <w:rsid w:val="00A763A4"/>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449A"/>
    <w:rsid w:val="00B955A3"/>
    <w:rsid w:val="00BA0825"/>
    <w:rsid w:val="00BA20DE"/>
    <w:rsid w:val="00BA2A54"/>
    <w:rsid w:val="00BA682A"/>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5A28"/>
    <w:rsid w:val="00C22361"/>
    <w:rsid w:val="00C26D89"/>
    <w:rsid w:val="00C31833"/>
    <w:rsid w:val="00C33018"/>
    <w:rsid w:val="00C33B4D"/>
    <w:rsid w:val="00C35A49"/>
    <w:rsid w:val="00C36AF1"/>
    <w:rsid w:val="00C37458"/>
    <w:rsid w:val="00C37AF7"/>
    <w:rsid w:val="00C41C16"/>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6358"/>
    <w:rsid w:val="00D66EE9"/>
    <w:rsid w:val="00D67101"/>
    <w:rsid w:val="00D70D85"/>
    <w:rsid w:val="00D718B1"/>
    <w:rsid w:val="00D7331A"/>
    <w:rsid w:val="00D7499D"/>
    <w:rsid w:val="00D84ECA"/>
    <w:rsid w:val="00D854D7"/>
    <w:rsid w:val="00D91B67"/>
    <w:rsid w:val="00D92CDF"/>
    <w:rsid w:val="00DA30E5"/>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074E2"/>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CC6"/>
    <w:rsid w:val="00F83E9D"/>
    <w:rsid w:val="00F86C5B"/>
    <w:rsid w:val="00F9389E"/>
    <w:rsid w:val="00F97A32"/>
    <w:rsid w:val="00FA0105"/>
    <w:rsid w:val="00FA0645"/>
    <w:rsid w:val="00FA3B58"/>
    <w:rsid w:val="00FA5484"/>
    <w:rsid w:val="00FA6127"/>
    <w:rsid w:val="00FB3EBB"/>
    <w:rsid w:val="00FB7CFB"/>
    <w:rsid w:val="00FB7DC1"/>
    <w:rsid w:val="00FC002F"/>
    <w:rsid w:val="00FC0365"/>
    <w:rsid w:val="00FC2F8E"/>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4BA7"/>
    <w:pPr>
      <w:widowControl w:val="0"/>
      <w:spacing w:after="120" w:line="280" w:lineRule="exact"/>
      <w:jc w:val="both"/>
    </w:pPr>
    <w:rPr>
      <w:spacing w:val="4"/>
      <w:sz w:val="22"/>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294BA7"/>
    <w:pPr>
      <w:keepNext/>
      <w:outlineLvl w:val="5"/>
    </w:pPr>
    <w:rPr>
      <w:b/>
      <w:bCs/>
      <w:color w:val="000000"/>
      <w:sz w:val="32"/>
      <w:u w:val="single"/>
    </w:rPr>
  </w:style>
  <w:style w:type="paragraph" w:styleId="Heading7">
    <w:name w:val="heading 7"/>
    <w:basedOn w:val="Normal"/>
    <w:next w:val="Normal"/>
    <w:link w:val="Heading7Char"/>
    <w:qFormat/>
    <w:rsid w:val="00294BA7"/>
    <w:pPr>
      <w:keepNext/>
      <w:jc w:val="center"/>
      <w:outlineLvl w:val="6"/>
    </w:pPr>
    <w:rPr>
      <w:b/>
      <w:bCs/>
      <w:color w:val="000000"/>
      <w:sz w:val="32"/>
      <w:u w:val="single"/>
    </w:rPr>
  </w:style>
  <w:style w:type="paragraph" w:styleId="Heading8">
    <w:name w:val="heading 8"/>
    <w:basedOn w:val="Normal"/>
    <w:next w:val="Normal"/>
    <w:link w:val="Heading8Char"/>
    <w:qFormat/>
    <w:rsid w:val="00294BA7"/>
    <w:pPr>
      <w:keepNext/>
      <w:ind w:left="1980"/>
      <w:outlineLvl w:val="7"/>
    </w:pPr>
    <w:rPr>
      <w:b/>
      <w:bCs/>
      <w:color w:val="000000"/>
      <w:sz w:val="32"/>
      <w:u w:val="single"/>
    </w:rPr>
  </w:style>
  <w:style w:type="paragraph" w:styleId="Heading9">
    <w:name w:val="heading 9"/>
    <w:basedOn w:val="Normal"/>
    <w:next w:val="Normal"/>
    <w:link w:val="Heading9Char"/>
    <w:rsid w:val="00294BA7"/>
    <w:pPr>
      <w:keepNext/>
      <w:ind w:left="360"/>
      <w:jc w:val="center"/>
      <w:outlineLvl w:val="8"/>
    </w:pPr>
    <w:rPr>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1"/>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294BA7"/>
    <w:rPr>
      <w:b/>
      <w:bCs/>
      <w:color w:val="000000"/>
      <w:spacing w:val="4"/>
      <w:sz w:val="32"/>
      <w:szCs w:val="24"/>
      <w:u w:val="single"/>
    </w:rPr>
  </w:style>
  <w:style w:type="character" w:customStyle="1" w:styleId="Heading7Char">
    <w:name w:val="Heading 7 Char"/>
    <w:basedOn w:val="DefaultParagraphFont"/>
    <w:link w:val="Heading7"/>
    <w:rsid w:val="00294BA7"/>
    <w:rPr>
      <w:b/>
      <w:bCs/>
      <w:color w:val="000000"/>
      <w:spacing w:val="4"/>
      <w:sz w:val="32"/>
      <w:szCs w:val="24"/>
      <w:u w:val="single"/>
    </w:rPr>
  </w:style>
  <w:style w:type="character" w:customStyle="1" w:styleId="Heading8Char">
    <w:name w:val="Heading 8 Char"/>
    <w:basedOn w:val="DefaultParagraphFont"/>
    <w:link w:val="Heading8"/>
    <w:rsid w:val="00294BA7"/>
    <w:rPr>
      <w:b/>
      <w:bCs/>
      <w:color w:val="000000"/>
      <w:spacing w:val="4"/>
      <w:sz w:val="32"/>
      <w:szCs w:val="24"/>
      <w:u w:val="single"/>
    </w:rPr>
  </w:style>
  <w:style w:type="character" w:customStyle="1" w:styleId="Heading9Char">
    <w:name w:val="Heading 9 Char"/>
    <w:basedOn w:val="DefaultParagraphFont"/>
    <w:link w:val="Heading9"/>
    <w:rsid w:val="00294BA7"/>
    <w:rPr>
      <w:color w:val="000000"/>
      <w:spacing w:val="4"/>
      <w:sz w:val="32"/>
      <w:szCs w:val="24"/>
    </w:rPr>
  </w:style>
  <w:style w:type="character" w:styleId="FollowedHyperlink">
    <w:name w:val="FollowedHyperlink"/>
    <w:basedOn w:val="DefaultParagraphFont"/>
    <w:rsid w:val="00294BA7"/>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B591F-A5F6-4734-B72B-8FCAA2C29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116</TotalTime>
  <Pages>1</Pages>
  <Words>54240</Words>
  <Characters>309171</Characters>
  <Application>Microsoft Office Word</Application>
  <DocSecurity>0</DocSecurity>
  <Lines>2576</Lines>
  <Paragraphs>725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26</cp:revision>
  <cp:lastPrinted>2015-05-24T09:10:00Z</cp:lastPrinted>
  <dcterms:created xsi:type="dcterms:W3CDTF">2015-05-24T04:59:00Z</dcterms:created>
  <dcterms:modified xsi:type="dcterms:W3CDTF">2015-05-24T09:11:00Z</dcterms:modified>
</cp:coreProperties>
</file>