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9D2" w:rsidRPr="00843429" w:rsidRDefault="006719D2" w:rsidP="006719D2">
      <w:pPr>
        <w:pStyle w:val="libCenterTitr"/>
      </w:pPr>
      <w:r w:rsidRPr="00843429">
        <w:t>Woman’s Value and Role</w:t>
      </w:r>
    </w:p>
    <w:p w:rsidR="006719D2" w:rsidRPr="00843429" w:rsidRDefault="006719D2" w:rsidP="006719D2">
      <w:pPr>
        <w:pStyle w:val="libNormal"/>
      </w:pPr>
      <w:r w:rsidRPr="00843429">
        <w:br w:type="page"/>
      </w:r>
    </w:p>
    <w:p w:rsidR="006719D2" w:rsidRPr="00843429" w:rsidRDefault="006719D2" w:rsidP="00844CC1">
      <w:pPr>
        <w:pStyle w:val="libNormal"/>
      </w:pPr>
    </w:p>
    <w:tbl>
      <w:tblPr>
        <w:tblW w:w="0" w:type="auto"/>
        <w:tblInd w:w="469" w:type="dxa"/>
        <w:tblLayout w:type="fixed"/>
        <w:tblCellMar>
          <w:left w:w="0" w:type="dxa"/>
          <w:right w:w="0" w:type="dxa"/>
        </w:tblCellMar>
        <w:tblLook w:val="0000"/>
      </w:tblPr>
      <w:tblGrid>
        <w:gridCol w:w="8100"/>
      </w:tblGrid>
      <w:tr w:rsidR="006719D2" w:rsidRPr="00432654" w:rsidTr="002E0242">
        <w:trPr>
          <w:trHeight w:val="442"/>
        </w:trPr>
        <w:tc>
          <w:tcPr>
            <w:tcW w:w="8100" w:type="dxa"/>
            <w:tcBorders>
              <w:top w:val="single" w:sz="2" w:space="0" w:color="000000"/>
              <w:left w:val="single" w:sz="6" w:space="0" w:color="000000"/>
              <w:bottom w:val="single" w:sz="2" w:space="0" w:color="000000"/>
              <w:right w:val="single" w:sz="6" w:space="0" w:color="000000"/>
            </w:tcBorders>
            <w:tcMar>
              <w:top w:w="80" w:type="dxa"/>
              <w:left w:w="80" w:type="dxa"/>
              <w:bottom w:w="80" w:type="dxa"/>
              <w:right w:w="80" w:type="dxa"/>
            </w:tcMar>
          </w:tcPr>
          <w:p w:rsidR="006719D2" w:rsidRPr="00432654" w:rsidRDefault="006719D2" w:rsidP="00432654">
            <w:pPr>
              <w:pStyle w:val="libCenterBold1"/>
            </w:pPr>
            <w:r w:rsidRPr="00432654">
              <w:t>Book: Woman’s Value and Role</w:t>
            </w:r>
          </w:p>
        </w:tc>
      </w:tr>
      <w:tr w:rsidR="006719D2" w:rsidRPr="00432654" w:rsidTr="002E0242">
        <w:trPr>
          <w:trHeight w:val="442"/>
        </w:trPr>
        <w:tc>
          <w:tcPr>
            <w:tcW w:w="8100" w:type="dxa"/>
            <w:tcBorders>
              <w:top w:val="single" w:sz="2" w:space="0" w:color="000000"/>
              <w:left w:val="single" w:sz="6" w:space="0" w:color="000000"/>
              <w:bottom w:val="single" w:sz="2" w:space="0" w:color="000000"/>
              <w:right w:val="single" w:sz="6" w:space="0" w:color="000000"/>
            </w:tcBorders>
            <w:tcMar>
              <w:top w:w="80" w:type="dxa"/>
              <w:left w:w="80" w:type="dxa"/>
              <w:bottom w:w="80" w:type="dxa"/>
              <w:right w:w="80" w:type="dxa"/>
            </w:tcMar>
          </w:tcPr>
          <w:p w:rsidR="006719D2" w:rsidRPr="00432654" w:rsidRDefault="006719D2" w:rsidP="00432654">
            <w:pPr>
              <w:pStyle w:val="libCenterBold1"/>
            </w:pPr>
            <w:r w:rsidRPr="00432654">
              <w:t>Produced and Published by: Al-Maaref Islamic Cultural Association</w:t>
            </w:r>
          </w:p>
        </w:tc>
      </w:tr>
      <w:tr w:rsidR="006719D2" w:rsidRPr="00432654" w:rsidTr="002E0242">
        <w:trPr>
          <w:trHeight w:val="442"/>
        </w:trPr>
        <w:tc>
          <w:tcPr>
            <w:tcW w:w="8100" w:type="dxa"/>
            <w:tcBorders>
              <w:top w:val="single" w:sz="2" w:space="0" w:color="000000"/>
              <w:left w:val="single" w:sz="6" w:space="0" w:color="000000"/>
              <w:bottom w:val="single" w:sz="2" w:space="0" w:color="000000"/>
              <w:right w:val="single" w:sz="6" w:space="0" w:color="000000"/>
            </w:tcBorders>
            <w:tcMar>
              <w:top w:w="80" w:type="dxa"/>
              <w:left w:w="80" w:type="dxa"/>
              <w:bottom w:w="80" w:type="dxa"/>
              <w:right w:w="80" w:type="dxa"/>
            </w:tcMar>
          </w:tcPr>
          <w:p w:rsidR="006719D2" w:rsidRPr="00432654" w:rsidRDefault="006719D2" w:rsidP="00432654">
            <w:pPr>
              <w:pStyle w:val="libCenterBold1"/>
            </w:pPr>
            <w:r w:rsidRPr="00432654">
              <w:t>First Edition: August 2005 A. D. / 1426 of Immigration</w:t>
            </w:r>
          </w:p>
        </w:tc>
      </w:tr>
    </w:tbl>
    <w:p w:rsidR="006719D2" w:rsidRPr="00432654" w:rsidRDefault="006719D2" w:rsidP="00432654">
      <w:pPr>
        <w:pStyle w:val="libNormal"/>
      </w:pPr>
    </w:p>
    <w:p w:rsidR="006719D2" w:rsidRPr="006719D2" w:rsidRDefault="006719D2" w:rsidP="00844CC1">
      <w:pPr>
        <w:pStyle w:val="libCenter"/>
      </w:pPr>
      <w:r w:rsidRPr="00843429">
        <w:t>All Copyrights Are Reserved©</w:t>
      </w:r>
    </w:p>
    <w:p w:rsidR="006719D2" w:rsidRDefault="006719D2" w:rsidP="00844CC1">
      <w:pPr>
        <w:pStyle w:val="libNormal"/>
      </w:pPr>
      <w:r>
        <w:br w:type="page"/>
      </w:r>
    </w:p>
    <w:p w:rsidR="006719D2" w:rsidRPr="00843429" w:rsidRDefault="006719D2" w:rsidP="006719D2">
      <w:pPr>
        <w:pStyle w:val="libCenterTitr"/>
      </w:pPr>
      <w:r w:rsidRPr="00843429">
        <w:lastRenderedPageBreak/>
        <w:t>In the Name of God, The Most Beneficent, The Most Merciful</w:t>
      </w:r>
    </w:p>
    <w:p w:rsidR="003E47B9" w:rsidRDefault="003E47B9" w:rsidP="00F964CA">
      <w:pPr>
        <w:pStyle w:val="libNormal"/>
      </w:pPr>
      <w:r>
        <w:br w:type="page"/>
      </w:r>
    </w:p>
    <w:sdt>
      <w:sdtPr>
        <w:rPr>
          <w:rStyle w:val="libNormalChar"/>
          <w:b w:val="0"/>
          <w:bCs w:val="0"/>
        </w:rPr>
        <w:id w:val="7502225"/>
        <w:docPartObj>
          <w:docPartGallery w:val="Table of Contents"/>
          <w:docPartUnique/>
        </w:docPartObj>
      </w:sdtPr>
      <w:sdtEndPr>
        <w:rPr>
          <w:rStyle w:val="DefaultParagraphFont"/>
        </w:rPr>
      </w:sdtEndPr>
      <w:sdtContent>
        <w:p w:rsidR="00664397" w:rsidRDefault="00432654" w:rsidP="006A5301">
          <w:pPr>
            <w:pStyle w:val="libCenterBold1"/>
          </w:pPr>
          <w:r>
            <w:t xml:space="preserve">Table of </w:t>
          </w:r>
          <w:r w:rsidR="00664397">
            <w:t>Contents</w:t>
          </w:r>
        </w:p>
        <w:p w:rsidR="00EE29A6" w:rsidRDefault="00F32FFA" w:rsidP="00EE29A6">
          <w:pPr>
            <w:pStyle w:val="TOC1"/>
            <w:rPr>
              <w:rFonts w:asciiTheme="minorHAnsi" w:eastAsiaTheme="minorEastAsia" w:hAnsiTheme="minorHAnsi" w:cstheme="minorBidi"/>
              <w:b w:val="0"/>
              <w:bCs w:val="0"/>
              <w:color w:val="auto"/>
              <w:sz w:val="22"/>
              <w:szCs w:val="22"/>
              <w:rtl/>
            </w:rPr>
          </w:pPr>
          <w:r w:rsidRPr="00F32FFA">
            <w:fldChar w:fldCharType="begin"/>
          </w:r>
          <w:r w:rsidR="00664397">
            <w:instrText xml:space="preserve"> TOC \o "1-3" \h \z \u </w:instrText>
          </w:r>
          <w:r w:rsidRPr="00F32FFA">
            <w:fldChar w:fldCharType="separate"/>
          </w:r>
          <w:hyperlink w:anchor="_Toc418512190" w:history="1">
            <w:r w:rsidR="00EE29A6" w:rsidRPr="00FA6265">
              <w:rPr>
                <w:rStyle w:val="Hyperlink"/>
              </w:rPr>
              <w:t>Introduction</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Toc418512190 \h</w:instrText>
            </w:r>
            <w:r w:rsidR="00EE29A6">
              <w:rPr>
                <w:webHidden/>
                <w:rtl/>
              </w:rPr>
              <w:instrText xml:space="preserve"> </w:instrText>
            </w:r>
            <w:r>
              <w:rPr>
                <w:webHidden/>
                <w:rtl/>
              </w:rPr>
            </w:r>
            <w:r>
              <w:rPr>
                <w:webHidden/>
                <w:rtl/>
              </w:rPr>
              <w:fldChar w:fldCharType="separate"/>
            </w:r>
            <w:r w:rsidR="009F4478">
              <w:rPr>
                <w:webHidden/>
              </w:rPr>
              <w:t>8</w:t>
            </w:r>
            <w:r>
              <w:rPr>
                <w:webHidden/>
                <w:rtl/>
              </w:rPr>
              <w:fldChar w:fldCharType="end"/>
            </w:r>
          </w:hyperlink>
        </w:p>
        <w:p w:rsidR="00EE29A6" w:rsidRDefault="00F32FFA" w:rsidP="00EE29A6">
          <w:pPr>
            <w:pStyle w:val="TOC1"/>
            <w:rPr>
              <w:rFonts w:asciiTheme="minorHAnsi" w:eastAsiaTheme="minorEastAsia" w:hAnsiTheme="minorHAnsi" w:cstheme="minorBidi"/>
              <w:b w:val="0"/>
              <w:bCs w:val="0"/>
              <w:color w:val="auto"/>
              <w:sz w:val="22"/>
              <w:szCs w:val="22"/>
              <w:rtl/>
            </w:rPr>
          </w:pPr>
          <w:hyperlink w:anchor="_Toc418512191" w:history="1">
            <w:r w:rsidR="00EE29A6" w:rsidRPr="00FA6265">
              <w:rPr>
                <w:rStyle w:val="Hyperlink"/>
              </w:rPr>
              <w:t>Lesson One: Woman's Value</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Toc418512191 \h</w:instrText>
            </w:r>
            <w:r w:rsidR="00EE29A6">
              <w:rPr>
                <w:webHidden/>
                <w:rtl/>
              </w:rPr>
              <w:instrText xml:space="preserve"> </w:instrText>
            </w:r>
            <w:r>
              <w:rPr>
                <w:webHidden/>
                <w:rtl/>
              </w:rPr>
            </w:r>
            <w:r>
              <w:rPr>
                <w:webHidden/>
                <w:rtl/>
              </w:rPr>
              <w:fldChar w:fldCharType="separate"/>
            </w:r>
            <w:r w:rsidR="009F4478">
              <w:rPr>
                <w:webHidden/>
              </w:rPr>
              <w:t>9</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192" w:history="1">
            <w:r w:rsidR="00EE29A6" w:rsidRPr="00FA6265">
              <w:rPr>
                <w:rStyle w:val="Hyperlink"/>
              </w:rPr>
              <w:t>The Woman in the Eyes of the Societies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Toc418512192 \h</w:instrText>
            </w:r>
            <w:r w:rsidR="00EE29A6">
              <w:rPr>
                <w:webHidden/>
                <w:rtl/>
              </w:rPr>
              <w:instrText xml:space="preserve"> </w:instrText>
            </w:r>
            <w:r>
              <w:rPr>
                <w:webHidden/>
                <w:rtl/>
              </w:rPr>
            </w:r>
            <w:r>
              <w:rPr>
                <w:webHidden/>
                <w:rtl/>
              </w:rPr>
              <w:fldChar w:fldCharType="separate"/>
            </w:r>
            <w:r w:rsidR="009F4478">
              <w:rPr>
                <w:webHidden/>
              </w:rPr>
              <w:t>9</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193" w:history="1">
            <w:r w:rsidR="00EE29A6" w:rsidRPr="00FA6265">
              <w:rPr>
                <w:rStyle w:val="Hyperlink"/>
                <w:noProof/>
              </w:rPr>
              <w:t>1-Is the Woman a Secondary Creature?</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Toc418512193 \h</w:instrText>
            </w:r>
            <w:r w:rsidR="00EE29A6">
              <w:rPr>
                <w:noProof/>
                <w:webHidden/>
                <w:rtl/>
              </w:rPr>
              <w:instrText xml:space="preserve"> </w:instrText>
            </w:r>
            <w:r>
              <w:rPr>
                <w:noProof/>
                <w:webHidden/>
                <w:rtl/>
              </w:rPr>
            </w:r>
            <w:r>
              <w:rPr>
                <w:noProof/>
                <w:webHidden/>
                <w:rtl/>
              </w:rPr>
              <w:fldChar w:fldCharType="separate"/>
            </w:r>
            <w:r w:rsidR="009F4478">
              <w:rPr>
                <w:noProof/>
                <w:webHidden/>
              </w:rPr>
              <w:t>9</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194" w:history="1">
            <w:r w:rsidR="00EE29A6" w:rsidRPr="00FA6265">
              <w:rPr>
                <w:rStyle w:val="Hyperlink"/>
                <w:noProof/>
              </w:rPr>
              <w:t>2-The First Fault and Sin</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Toc418512194 \h</w:instrText>
            </w:r>
            <w:r w:rsidR="00EE29A6">
              <w:rPr>
                <w:noProof/>
                <w:webHidden/>
                <w:rtl/>
              </w:rPr>
              <w:instrText xml:space="preserve"> </w:instrText>
            </w:r>
            <w:r>
              <w:rPr>
                <w:noProof/>
                <w:webHidden/>
                <w:rtl/>
              </w:rPr>
            </w:r>
            <w:r>
              <w:rPr>
                <w:noProof/>
                <w:webHidden/>
                <w:rtl/>
              </w:rPr>
              <w:fldChar w:fldCharType="separate"/>
            </w:r>
            <w:r w:rsidR="009F4478">
              <w:rPr>
                <w:noProof/>
                <w:webHidden/>
              </w:rPr>
              <w:t>9</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195" w:history="1">
            <w:r w:rsidR="00EE29A6" w:rsidRPr="00FA6265">
              <w:rPr>
                <w:rStyle w:val="Hyperlink"/>
              </w:rPr>
              <w:t>The Woman in the Eye of Islam</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Toc418512195 \h</w:instrText>
            </w:r>
            <w:r w:rsidR="00EE29A6">
              <w:rPr>
                <w:webHidden/>
                <w:rtl/>
              </w:rPr>
              <w:instrText xml:space="preserve"> </w:instrText>
            </w:r>
            <w:r>
              <w:rPr>
                <w:webHidden/>
                <w:rtl/>
              </w:rPr>
            </w:r>
            <w:r>
              <w:rPr>
                <w:webHidden/>
                <w:rtl/>
              </w:rPr>
              <w:fldChar w:fldCharType="separate"/>
            </w:r>
            <w:r w:rsidR="009F4478">
              <w:rPr>
                <w:webHidden/>
              </w:rPr>
              <w:t>10</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196" w:history="1">
            <w:r w:rsidR="00EE29A6" w:rsidRPr="00FA6265">
              <w:rPr>
                <w:rStyle w:val="Hyperlink"/>
                <w:noProof/>
              </w:rPr>
              <w:t>1-The Woman’s Honor as a Human Being</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Toc418512196 \h</w:instrText>
            </w:r>
            <w:r w:rsidR="00EE29A6">
              <w:rPr>
                <w:noProof/>
                <w:webHidden/>
                <w:rtl/>
              </w:rPr>
              <w:instrText xml:space="preserve"> </w:instrText>
            </w:r>
            <w:r>
              <w:rPr>
                <w:noProof/>
                <w:webHidden/>
                <w:rtl/>
              </w:rPr>
            </w:r>
            <w:r>
              <w:rPr>
                <w:noProof/>
                <w:webHidden/>
                <w:rtl/>
              </w:rPr>
              <w:fldChar w:fldCharType="separate"/>
            </w:r>
            <w:r w:rsidR="009F4478">
              <w:rPr>
                <w:noProof/>
                <w:webHidden/>
              </w:rPr>
              <w:t>10</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197" w:history="1">
            <w:r w:rsidR="00EE29A6" w:rsidRPr="00FA6265">
              <w:rPr>
                <w:rStyle w:val="Hyperlink"/>
              </w:rPr>
              <w:t>Common Points of Weakness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Toc418512197 \h</w:instrText>
            </w:r>
            <w:r w:rsidR="00EE29A6">
              <w:rPr>
                <w:webHidden/>
                <w:rtl/>
              </w:rPr>
              <w:instrText xml:space="preserve"> </w:instrText>
            </w:r>
            <w:r>
              <w:rPr>
                <w:webHidden/>
                <w:rtl/>
              </w:rPr>
            </w:r>
            <w:r>
              <w:rPr>
                <w:webHidden/>
                <w:rtl/>
              </w:rPr>
              <w:fldChar w:fldCharType="separate"/>
            </w:r>
            <w:r w:rsidR="009F4478">
              <w:rPr>
                <w:webHidden/>
              </w:rPr>
              <w:t>10</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198" w:history="1">
            <w:r w:rsidR="00EE29A6" w:rsidRPr="00FA6265">
              <w:rPr>
                <w:rStyle w:val="Hyperlink"/>
              </w:rPr>
              <w:t>No Difference within the Human Species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Toc418512198 \h</w:instrText>
            </w:r>
            <w:r w:rsidR="00EE29A6">
              <w:rPr>
                <w:webHidden/>
                <w:rtl/>
              </w:rPr>
              <w:instrText xml:space="preserve"> </w:instrText>
            </w:r>
            <w:r>
              <w:rPr>
                <w:webHidden/>
                <w:rtl/>
              </w:rPr>
            </w:r>
            <w:r>
              <w:rPr>
                <w:webHidden/>
                <w:rtl/>
              </w:rPr>
              <w:fldChar w:fldCharType="separate"/>
            </w:r>
            <w:r w:rsidR="009F4478">
              <w:rPr>
                <w:webHidden/>
              </w:rPr>
              <w:t>11</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199" w:history="1">
            <w:r w:rsidR="00EE29A6" w:rsidRPr="00FA6265">
              <w:rPr>
                <w:rStyle w:val="Hyperlink"/>
                <w:noProof/>
              </w:rPr>
              <w:t>Women in The Noble Qur’an (A Balanced Look)</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Toc418512199 \h</w:instrText>
            </w:r>
            <w:r w:rsidR="00EE29A6">
              <w:rPr>
                <w:noProof/>
                <w:webHidden/>
                <w:rtl/>
              </w:rPr>
              <w:instrText xml:space="preserve"> </w:instrText>
            </w:r>
            <w:r>
              <w:rPr>
                <w:noProof/>
                <w:webHidden/>
                <w:rtl/>
              </w:rPr>
            </w:r>
            <w:r>
              <w:rPr>
                <w:noProof/>
                <w:webHidden/>
                <w:rtl/>
              </w:rPr>
              <w:fldChar w:fldCharType="separate"/>
            </w:r>
            <w:r w:rsidR="009F4478">
              <w:rPr>
                <w:noProof/>
                <w:webHidden/>
              </w:rPr>
              <w:t>11</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00" w:history="1">
            <w:r w:rsidR="00EE29A6" w:rsidRPr="00FA6265">
              <w:rPr>
                <w:rStyle w:val="Hyperlink"/>
              </w:rPr>
              <w:t>Focus on the Shining Model</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Toc418512200 \h</w:instrText>
            </w:r>
            <w:r w:rsidR="00EE29A6">
              <w:rPr>
                <w:webHidden/>
                <w:rtl/>
              </w:rPr>
              <w:instrText xml:space="preserve"> </w:instrText>
            </w:r>
            <w:r>
              <w:rPr>
                <w:webHidden/>
                <w:rtl/>
              </w:rPr>
            </w:r>
            <w:r>
              <w:rPr>
                <w:webHidden/>
                <w:rtl/>
              </w:rPr>
              <w:fldChar w:fldCharType="separate"/>
            </w:r>
            <w:r w:rsidR="009F4478">
              <w:rPr>
                <w:webHidden/>
              </w:rPr>
              <w:t>12</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01" w:history="1">
            <w:r w:rsidR="00EE29A6" w:rsidRPr="00FA6265">
              <w:rPr>
                <w:rStyle w:val="Hyperlink"/>
              </w:rPr>
              <w:t>Among these Qur’anian models are the following: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Toc418512201 \h</w:instrText>
            </w:r>
            <w:r w:rsidR="00EE29A6">
              <w:rPr>
                <w:webHidden/>
                <w:rtl/>
              </w:rPr>
              <w:instrText xml:space="preserve"> </w:instrText>
            </w:r>
            <w:r>
              <w:rPr>
                <w:webHidden/>
                <w:rtl/>
              </w:rPr>
            </w:r>
            <w:r>
              <w:rPr>
                <w:webHidden/>
                <w:rtl/>
              </w:rPr>
              <w:fldChar w:fldCharType="separate"/>
            </w:r>
            <w:r w:rsidR="009F4478">
              <w:rPr>
                <w:webHidden/>
              </w:rPr>
              <w:t>12</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02" w:history="1">
            <w:r w:rsidR="00EE29A6" w:rsidRPr="00FA6265">
              <w:rPr>
                <w:rStyle w:val="Hyperlink"/>
                <w:noProof/>
              </w:rPr>
              <w:t>1-The Wife of the Pharaoh</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Toc418512202 \h</w:instrText>
            </w:r>
            <w:r w:rsidR="00EE29A6">
              <w:rPr>
                <w:noProof/>
                <w:webHidden/>
                <w:rtl/>
              </w:rPr>
              <w:instrText xml:space="preserve"> </w:instrText>
            </w:r>
            <w:r>
              <w:rPr>
                <w:noProof/>
                <w:webHidden/>
                <w:rtl/>
              </w:rPr>
            </w:r>
            <w:r>
              <w:rPr>
                <w:noProof/>
                <w:webHidden/>
                <w:rtl/>
              </w:rPr>
              <w:fldChar w:fldCharType="separate"/>
            </w:r>
            <w:r w:rsidR="009F4478">
              <w:rPr>
                <w:noProof/>
                <w:webHidden/>
              </w:rPr>
              <w:t>12</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03" w:history="1">
            <w:r w:rsidR="00EE29A6" w:rsidRPr="00FA6265">
              <w:rPr>
                <w:rStyle w:val="Hyperlink"/>
                <w:noProof/>
              </w:rPr>
              <w:t>2- Mariam ibnat* Omran</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Toc418512203 \h</w:instrText>
            </w:r>
            <w:r w:rsidR="00EE29A6">
              <w:rPr>
                <w:noProof/>
                <w:webHidden/>
                <w:rtl/>
              </w:rPr>
              <w:instrText xml:space="preserve"> </w:instrText>
            </w:r>
            <w:r>
              <w:rPr>
                <w:noProof/>
                <w:webHidden/>
                <w:rtl/>
              </w:rPr>
            </w:r>
            <w:r>
              <w:rPr>
                <w:noProof/>
                <w:webHidden/>
                <w:rtl/>
              </w:rPr>
              <w:fldChar w:fldCharType="separate"/>
            </w:r>
            <w:r w:rsidR="009F4478">
              <w:rPr>
                <w:noProof/>
                <w:webHidden/>
              </w:rPr>
              <w:t>12</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04" w:history="1">
            <w:r w:rsidR="00EE29A6" w:rsidRPr="00FA6265">
              <w:rPr>
                <w:rStyle w:val="Hyperlink"/>
              </w:rPr>
              <w:t>Comprehension Questions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Toc418512204 \h</w:instrText>
            </w:r>
            <w:r w:rsidR="00EE29A6">
              <w:rPr>
                <w:webHidden/>
                <w:rtl/>
              </w:rPr>
              <w:instrText xml:space="preserve"> </w:instrText>
            </w:r>
            <w:r>
              <w:rPr>
                <w:webHidden/>
                <w:rtl/>
              </w:rPr>
            </w:r>
            <w:r>
              <w:rPr>
                <w:webHidden/>
                <w:rtl/>
              </w:rPr>
              <w:fldChar w:fldCharType="separate"/>
            </w:r>
            <w:r w:rsidR="009F4478">
              <w:rPr>
                <w:webHidden/>
              </w:rPr>
              <w:t>13</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05" w:history="1">
            <w:r w:rsidR="00EE29A6" w:rsidRPr="00FA6265">
              <w:rPr>
                <w:rStyle w:val="Hyperlink"/>
              </w:rPr>
              <w:t>For Reading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Toc418512205 \h</w:instrText>
            </w:r>
            <w:r w:rsidR="00EE29A6">
              <w:rPr>
                <w:webHidden/>
                <w:rtl/>
              </w:rPr>
              <w:instrText xml:space="preserve"> </w:instrText>
            </w:r>
            <w:r>
              <w:rPr>
                <w:webHidden/>
                <w:rtl/>
              </w:rPr>
            </w:r>
            <w:r>
              <w:rPr>
                <w:webHidden/>
                <w:rtl/>
              </w:rPr>
              <w:fldChar w:fldCharType="separate"/>
            </w:r>
            <w:r w:rsidR="009F4478">
              <w:rPr>
                <w:webHidden/>
              </w:rPr>
              <w:t>14</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06" w:history="1">
            <w:r w:rsidR="00EE29A6" w:rsidRPr="00FA6265">
              <w:rPr>
                <w:rStyle w:val="Hyperlink"/>
                <w:noProof/>
              </w:rPr>
              <w:t>Fatima ibnat Asad</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Toc418512206 \h</w:instrText>
            </w:r>
            <w:r w:rsidR="00EE29A6">
              <w:rPr>
                <w:noProof/>
                <w:webHidden/>
                <w:rtl/>
              </w:rPr>
              <w:instrText xml:space="preserve"> </w:instrText>
            </w:r>
            <w:r>
              <w:rPr>
                <w:noProof/>
                <w:webHidden/>
                <w:rtl/>
              </w:rPr>
            </w:r>
            <w:r>
              <w:rPr>
                <w:noProof/>
                <w:webHidden/>
                <w:rtl/>
              </w:rPr>
              <w:fldChar w:fldCharType="separate"/>
            </w:r>
            <w:r w:rsidR="009F4478">
              <w:rPr>
                <w:noProof/>
                <w:webHidden/>
              </w:rPr>
              <w:t>14</w:t>
            </w:r>
            <w:r>
              <w:rPr>
                <w:noProof/>
                <w:webHidden/>
                <w:rtl/>
              </w:rPr>
              <w:fldChar w:fldCharType="end"/>
            </w:r>
          </w:hyperlink>
        </w:p>
        <w:p w:rsidR="00EE29A6" w:rsidRDefault="00F32FFA" w:rsidP="00EE29A6">
          <w:pPr>
            <w:pStyle w:val="TOC1"/>
            <w:rPr>
              <w:rFonts w:asciiTheme="minorHAnsi" w:eastAsiaTheme="minorEastAsia" w:hAnsiTheme="minorHAnsi" w:cstheme="minorBidi"/>
              <w:b w:val="0"/>
              <w:bCs w:val="0"/>
              <w:color w:val="auto"/>
              <w:sz w:val="22"/>
              <w:szCs w:val="22"/>
              <w:rtl/>
            </w:rPr>
          </w:pPr>
          <w:hyperlink w:anchor="_Toc418512207" w:history="1">
            <w:r w:rsidR="00EE29A6" w:rsidRPr="00FA6265">
              <w:rPr>
                <w:rStyle w:val="Hyperlink"/>
              </w:rPr>
              <w:t>Lesson Two: Woman’s Rights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Toc418512207 \h</w:instrText>
            </w:r>
            <w:r w:rsidR="00EE29A6">
              <w:rPr>
                <w:webHidden/>
                <w:rtl/>
              </w:rPr>
              <w:instrText xml:space="preserve"> </w:instrText>
            </w:r>
            <w:r>
              <w:rPr>
                <w:webHidden/>
                <w:rtl/>
              </w:rPr>
            </w:r>
            <w:r>
              <w:rPr>
                <w:webHidden/>
                <w:rtl/>
              </w:rPr>
              <w:fldChar w:fldCharType="separate"/>
            </w:r>
            <w:r w:rsidR="009F4478">
              <w:rPr>
                <w:webHidden/>
              </w:rPr>
              <w:t>15</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08" w:history="1">
            <w:r w:rsidR="00EE29A6" w:rsidRPr="00FA6265">
              <w:rPr>
                <w:rStyle w:val="Hyperlink"/>
              </w:rPr>
              <w:t>The Forms of Difference</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Toc418512208 \h</w:instrText>
            </w:r>
            <w:r w:rsidR="00EE29A6">
              <w:rPr>
                <w:webHidden/>
                <w:rtl/>
              </w:rPr>
              <w:instrText xml:space="preserve"> </w:instrText>
            </w:r>
            <w:r>
              <w:rPr>
                <w:webHidden/>
                <w:rtl/>
              </w:rPr>
            </w:r>
            <w:r>
              <w:rPr>
                <w:webHidden/>
                <w:rtl/>
              </w:rPr>
              <w:fldChar w:fldCharType="separate"/>
            </w:r>
            <w:r w:rsidR="009F4478">
              <w:rPr>
                <w:webHidden/>
              </w:rPr>
              <w:t>15</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09" w:history="1">
            <w:r w:rsidR="00EE29A6" w:rsidRPr="00FA6265">
              <w:rPr>
                <w:rStyle w:val="Hyperlink"/>
                <w:noProof/>
              </w:rPr>
              <w:t>From the Physiological Aspect</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Toc418512209 \h</w:instrText>
            </w:r>
            <w:r w:rsidR="00EE29A6">
              <w:rPr>
                <w:noProof/>
                <w:webHidden/>
                <w:rtl/>
              </w:rPr>
              <w:instrText xml:space="preserve"> </w:instrText>
            </w:r>
            <w:r>
              <w:rPr>
                <w:noProof/>
                <w:webHidden/>
                <w:rtl/>
              </w:rPr>
            </w:r>
            <w:r>
              <w:rPr>
                <w:noProof/>
                <w:webHidden/>
                <w:rtl/>
              </w:rPr>
              <w:fldChar w:fldCharType="separate"/>
            </w:r>
            <w:r w:rsidR="009F4478">
              <w:rPr>
                <w:noProof/>
                <w:webHidden/>
              </w:rPr>
              <w:t>15</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10" w:history="1">
            <w:r w:rsidR="00EE29A6" w:rsidRPr="00FA6265">
              <w:rPr>
                <w:rStyle w:val="Hyperlink"/>
                <w:noProof/>
              </w:rPr>
              <w:t>From the Psychological Aspect</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Toc418512210 \h</w:instrText>
            </w:r>
            <w:r w:rsidR="00EE29A6">
              <w:rPr>
                <w:noProof/>
                <w:webHidden/>
                <w:rtl/>
              </w:rPr>
              <w:instrText xml:space="preserve"> </w:instrText>
            </w:r>
            <w:r>
              <w:rPr>
                <w:noProof/>
                <w:webHidden/>
                <w:rtl/>
              </w:rPr>
            </w:r>
            <w:r>
              <w:rPr>
                <w:noProof/>
                <w:webHidden/>
                <w:rtl/>
              </w:rPr>
              <w:fldChar w:fldCharType="separate"/>
            </w:r>
            <w:r w:rsidR="009F4478">
              <w:rPr>
                <w:noProof/>
                <w:webHidden/>
              </w:rPr>
              <w:t>15</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11" w:history="1">
            <w:r w:rsidR="00EE29A6" w:rsidRPr="00FA6265">
              <w:rPr>
                <w:rStyle w:val="Hyperlink"/>
                <w:noProof/>
              </w:rPr>
              <w:t>From the Aspect of the Exchanged Emotions</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Toc418512211 \h</w:instrText>
            </w:r>
            <w:r w:rsidR="00EE29A6">
              <w:rPr>
                <w:noProof/>
                <w:webHidden/>
                <w:rtl/>
              </w:rPr>
              <w:instrText xml:space="preserve"> </w:instrText>
            </w:r>
            <w:r>
              <w:rPr>
                <w:noProof/>
                <w:webHidden/>
                <w:rtl/>
              </w:rPr>
            </w:r>
            <w:r>
              <w:rPr>
                <w:noProof/>
                <w:webHidden/>
                <w:rtl/>
              </w:rPr>
              <w:fldChar w:fldCharType="separate"/>
            </w:r>
            <w:r w:rsidR="009F4478">
              <w:rPr>
                <w:noProof/>
                <w:webHidden/>
              </w:rPr>
              <w:t>16</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12" w:history="1">
            <w:r w:rsidR="00EE29A6" w:rsidRPr="00FA6265">
              <w:rPr>
                <w:rStyle w:val="Hyperlink"/>
              </w:rPr>
              <w:t>How To Examine the Rights?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Toc418512212 \h</w:instrText>
            </w:r>
            <w:r w:rsidR="00EE29A6">
              <w:rPr>
                <w:webHidden/>
                <w:rtl/>
              </w:rPr>
              <w:instrText xml:space="preserve"> </w:instrText>
            </w:r>
            <w:r>
              <w:rPr>
                <w:webHidden/>
                <w:rtl/>
              </w:rPr>
            </w:r>
            <w:r>
              <w:rPr>
                <w:webHidden/>
                <w:rtl/>
              </w:rPr>
              <w:fldChar w:fldCharType="separate"/>
            </w:r>
            <w:r w:rsidR="009F4478">
              <w:rPr>
                <w:webHidden/>
              </w:rPr>
              <w:t>16</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13" w:history="1">
            <w:r w:rsidR="00EE29A6" w:rsidRPr="00FA6265">
              <w:rPr>
                <w:rStyle w:val="Hyperlink"/>
                <w:noProof/>
              </w:rPr>
              <w:t>1-Adequateness Not Equality</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Toc418512213 \h</w:instrText>
            </w:r>
            <w:r w:rsidR="00EE29A6">
              <w:rPr>
                <w:noProof/>
                <w:webHidden/>
                <w:rtl/>
              </w:rPr>
              <w:instrText xml:space="preserve"> </w:instrText>
            </w:r>
            <w:r>
              <w:rPr>
                <w:noProof/>
                <w:webHidden/>
                <w:rtl/>
              </w:rPr>
            </w:r>
            <w:r>
              <w:rPr>
                <w:noProof/>
                <w:webHidden/>
                <w:rtl/>
              </w:rPr>
              <w:fldChar w:fldCharType="separate"/>
            </w:r>
            <w:r w:rsidR="009F4478">
              <w:rPr>
                <w:noProof/>
                <w:webHidden/>
              </w:rPr>
              <w:t>16</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14" w:history="1">
            <w:r w:rsidR="00EE29A6" w:rsidRPr="00FA6265">
              <w:rPr>
                <w:rStyle w:val="Hyperlink"/>
                <w:noProof/>
              </w:rPr>
              <w:t>2-The Comprehensive View of the Rules</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Toc418512214 \h</w:instrText>
            </w:r>
            <w:r w:rsidR="00EE29A6">
              <w:rPr>
                <w:noProof/>
                <w:webHidden/>
                <w:rtl/>
              </w:rPr>
              <w:instrText xml:space="preserve"> </w:instrText>
            </w:r>
            <w:r>
              <w:rPr>
                <w:noProof/>
                <w:webHidden/>
                <w:rtl/>
              </w:rPr>
            </w:r>
            <w:r>
              <w:rPr>
                <w:noProof/>
                <w:webHidden/>
                <w:rtl/>
              </w:rPr>
              <w:fldChar w:fldCharType="separate"/>
            </w:r>
            <w:r w:rsidR="009F4478">
              <w:rPr>
                <w:noProof/>
                <w:webHidden/>
              </w:rPr>
              <w:t>16</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15" w:history="1">
            <w:r w:rsidR="00EE29A6" w:rsidRPr="00FA6265">
              <w:rPr>
                <w:rStyle w:val="Hyperlink"/>
              </w:rPr>
              <w:t>Polygamy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Toc418512215 \h</w:instrText>
            </w:r>
            <w:r w:rsidR="00EE29A6">
              <w:rPr>
                <w:webHidden/>
                <w:rtl/>
              </w:rPr>
              <w:instrText xml:space="preserve"> </w:instrText>
            </w:r>
            <w:r>
              <w:rPr>
                <w:webHidden/>
                <w:rtl/>
              </w:rPr>
            </w:r>
            <w:r>
              <w:rPr>
                <w:webHidden/>
                <w:rtl/>
              </w:rPr>
              <w:fldChar w:fldCharType="separate"/>
            </w:r>
            <w:r w:rsidR="009F4478">
              <w:rPr>
                <w:webHidden/>
              </w:rPr>
              <w:t>16</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16" w:history="1">
            <w:r w:rsidR="00EE29A6" w:rsidRPr="00FA6265">
              <w:rPr>
                <w:rStyle w:val="Hyperlink"/>
              </w:rPr>
              <w:t>The Man’s Superintendence over the Woman</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Toc418512216 \h</w:instrText>
            </w:r>
            <w:r w:rsidR="00EE29A6">
              <w:rPr>
                <w:webHidden/>
                <w:rtl/>
              </w:rPr>
              <w:instrText xml:space="preserve"> </w:instrText>
            </w:r>
            <w:r>
              <w:rPr>
                <w:webHidden/>
                <w:rtl/>
              </w:rPr>
            </w:r>
            <w:r>
              <w:rPr>
                <w:webHidden/>
                <w:rtl/>
              </w:rPr>
              <w:fldChar w:fldCharType="separate"/>
            </w:r>
            <w:r w:rsidR="009F4478">
              <w:rPr>
                <w:webHidden/>
              </w:rPr>
              <w:t>17</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17" w:history="1">
            <w:r w:rsidR="00EE29A6" w:rsidRPr="00FA6265">
              <w:rPr>
                <w:rStyle w:val="Hyperlink"/>
              </w:rPr>
              <w:t>Inheritance</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Toc418512217 \h</w:instrText>
            </w:r>
            <w:r w:rsidR="00EE29A6">
              <w:rPr>
                <w:webHidden/>
                <w:rtl/>
              </w:rPr>
              <w:instrText xml:space="preserve"> </w:instrText>
            </w:r>
            <w:r>
              <w:rPr>
                <w:webHidden/>
                <w:rtl/>
              </w:rPr>
            </w:r>
            <w:r>
              <w:rPr>
                <w:webHidden/>
                <w:rtl/>
              </w:rPr>
              <w:fldChar w:fldCharType="separate"/>
            </w:r>
            <w:r w:rsidR="009F4478">
              <w:rPr>
                <w:webHidden/>
              </w:rPr>
              <w:t>17</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18" w:history="1">
            <w:r w:rsidR="00EE29A6" w:rsidRPr="00FA6265">
              <w:rPr>
                <w:rStyle w:val="Hyperlink"/>
                <w:noProof/>
              </w:rPr>
              <w:t>The cause of this difference is manifested through the consideration of two points:</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Toc418512218 \h</w:instrText>
            </w:r>
            <w:r w:rsidR="00EE29A6">
              <w:rPr>
                <w:noProof/>
                <w:webHidden/>
                <w:rtl/>
              </w:rPr>
              <w:instrText xml:space="preserve"> </w:instrText>
            </w:r>
            <w:r>
              <w:rPr>
                <w:noProof/>
                <w:webHidden/>
                <w:rtl/>
              </w:rPr>
            </w:r>
            <w:r>
              <w:rPr>
                <w:noProof/>
                <w:webHidden/>
                <w:rtl/>
              </w:rPr>
              <w:fldChar w:fldCharType="separate"/>
            </w:r>
            <w:r w:rsidR="009F4478">
              <w:rPr>
                <w:noProof/>
                <w:webHidden/>
              </w:rPr>
              <w:t>18</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19" w:history="1">
            <w:r w:rsidR="00EE29A6" w:rsidRPr="00FA6265">
              <w:rPr>
                <w:rStyle w:val="Hyperlink"/>
              </w:rPr>
              <w:t>Summary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Toc418512219 \h</w:instrText>
            </w:r>
            <w:r w:rsidR="00EE29A6">
              <w:rPr>
                <w:webHidden/>
                <w:rtl/>
              </w:rPr>
              <w:instrText xml:space="preserve"> </w:instrText>
            </w:r>
            <w:r>
              <w:rPr>
                <w:webHidden/>
                <w:rtl/>
              </w:rPr>
            </w:r>
            <w:r>
              <w:rPr>
                <w:webHidden/>
                <w:rtl/>
              </w:rPr>
              <w:fldChar w:fldCharType="separate"/>
            </w:r>
            <w:r w:rsidR="009F4478">
              <w:rPr>
                <w:webHidden/>
              </w:rPr>
              <w:t>18</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20" w:history="1">
            <w:r w:rsidR="00EE29A6" w:rsidRPr="00FA6265">
              <w:rPr>
                <w:rStyle w:val="Hyperlink"/>
                <w:lang w:bidi="ar-LB"/>
              </w:rPr>
              <w:t>Comprehension Questions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Toc418512220 \h</w:instrText>
            </w:r>
            <w:r w:rsidR="00EE29A6">
              <w:rPr>
                <w:webHidden/>
                <w:rtl/>
              </w:rPr>
              <w:instrText xml:space="preserve"> </w:instrText>
            </w:r>
            <w:r>
              <w:rPr>
                <w:webHidden/>
                <w:rtl/>
              </w:rPr>
            </w:r>
            <w:r>
              <w:rPr>
                <w:webHidden/>
                <w:rtl/>
              </w:rPr>
              <w:fldChar w:fldCharType="separate"/>
            </w:r>
            <w:r w:rsidR="009F4478">
              <w:rPr>
                <w:webHidden/>
              </w:rPr>
              <w:t>18</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21" w:history="1">
            <w:r w:rsidR="00EE29A6" w:rsidRPr="00FA6265">
              <w:rPr>
                <w:rStyle w:val="Hyperlink"/>
              </w:rPr>
              <w:t>For Reading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Toc418512221 \h</w:instrText>
            </w:r>
            <w:r w:rsidR="00EE29A6">
              <w:rPr>
                <w:webHidden/>
                <w:rtl/>
              </w:rPr>
              <w:instrText xml:space="preserve"> </w:instrText>
            </w:r>
            <w:r>
              <w:rPr>
                <w:webHidden/>
                <w:rtl/>
              </w:rPr>
            </w:r>
            <w:r>
              <w:rPr>
                <w:webHidden/>
                <w:rtl/>
              </w:rPr>
              <w:fldChar w:fldCharType="separate"/>
            </w:r>
            <w:r w:rsidR="009F4478">
              <w:rPr>
                <w:webHidden/>
              </w:rPr>
              <w:t>19</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22" w:history="1">
            <w:r w:rsidR="00EE29A6" w:rsidRPr="00FA6265">
              <w:rPr>
                <w:rStyle w:val="Hyperlink"/>
                <w:noProof/>
              </w:rPr>
              <w:t>Om Kolthoum</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Toc418512222 \h</w:instrText>
            </w:r>
            <w:r w:rsidR="00EE29A6">
              <w:rPr>
                <w:noProof/>
                <w:webHidden/>
                <w:rtl/>
              </w:rPr>
              <w:instrText xml:space="preserve"> </w:instrText>
            </w:r>
            <w:r>
              <w:rPr>
                <w:noProof/>
                <w:webHidden/>
                <w:rtl/>
              </w:rPr>
            </w:r>
            <w:r>
              <w:rPr>
                <w:noProof/>
                <w:webHidden/>
                <w:rtl/>
              </w:rPr>
              <w:fldChar w:fldCharType="separate"/>
            </w:r>
            <w:r w:rsidR="009F4478">
              <w:rPr>
                <w:noProof/>
                <w:webHidden/>
              </w:rPr>
              <w:t>19</w:t>
            </w:r>
            <w:r>
              <w:rPr>
                <w:noProof/>
                <w:webHidden/>
                <w:rtl/>
              </w:rPr>
              <w:fldChar w:fldCharType="end"/>
            </w:r>
          </w:hyperlink>
        </w:p>
        <w:p w:rsidR="00EE29A6" w:rsidRDefault="00F32FFA" w:rsidP="00EE29A6">
          <w:pPr>
            <w:pStyle w:val="TOC1"/>
            <w:rPr>
              <w:rFonts w:asciiTheme="minorHAnsi" w:eastAsiaTheme="minorEastAsia" w:hAnsiTheme="minorHAnsi" w:cstheme="minorBidi"/>
              <w:b w:val="0"/>
              <w:bCs w:val="0"/>
              <w:color w:val="auto"/>
              <w:sz w:val="22"/>
              <w:szCs w:val="22"/>
              <w:rtl/>
            </w:rPr>
          </w:pPr>
          <w:hyperlink w:anchor="_Toc418512223" w:history="1">
            <w:r w:rsidR="00EE29A6" w:rsidRPr="00FA6265">
              <w:rPr>
                <w:rStyle w:val="Hyperlink"/>
              </w:rPr>
              <w:t>Lesson Three: Woman’s Learning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Toc418512223 \h</w:instrText>
            </w:r>
            <w:r w:rsidR="00EE29A6">
              <w:rPr>
                <w:webHidden/>
                <w:rtl/>
              </w:rPr>
              <w:instrText xml:space="preserve"> </w:instrText>
            </w:r>
            <w:r>
              <w:rPr>
                <w:webHidden/>
                <w:rtl/>
              </w:rPr>
            </w:r>
            <w:r>
              <w:rPr>
                <w:webHidden/>
                <w:rtl/>
              </w:rPr>
              <w:fldChar w:fldCharType="separate"/>
            </w:r>
            <w:r w:rsidR="009F4478">
              <w:rPr>
                <w:webHidden/>
              </w:rPr>
              <w:t>20</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24" w:history="1">
            <w:r w:rsidR="00EE29A6" w:rsidRPr="00FA6265">
              <w:rPr>
                <w:rStyle w:val="Hyperlink"/>
              </w:rPr>
              <w:t>Importance of Learning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Toc418512224 \h</w:instrText>
            </w:r>
            <w:r w:rsidR="00EE29A6">
              <w:rPr>
                <w:webHidden/>
                <w:rtl/>
              </w:rPr>
              <w:instrText xml:space="preserve"> </w:instrText>
            </w:r>
            <w:r>
              <w:rPr>
                <w:webHidden/>
                <w:rtl/>
              </w:rPr>
            </w:r>
            <w:r>
              <w:rPr>
                <w:webHidden/>
                <w:rtl/>
              </w:rPr>
              <w:fldChar w:fldCharType="separate"/>
            </w:r>
            <w:r w:rsidR="009F4478">
              <w:rPr>
                <w:webHidden/>
              </w:rPr>
              <w:t>20</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25" w:history="1">
            <w:r w:rsidR="00EE29A6" w:rsidRPr="00FA6265">
              <w:rPr>
                <w:rStyle w:val="Hyperlink"/>
                <w:noProof/>
              </w:rPr>
              <w:t>Its Necessity for the Human Being</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Toc418512225 \h</w:instrText>
            </w:r>
            <w:r w:rsidR="00EE29A6">
              <w:rPr>
                <w:noProof/>
                <w:webHidden/>
                <w:rtl/>
              </w:rPr>
              <w:instrText xml:space="preserve"> </w:instrText>
            </w:r>
            <w:r>
              <w:rPr>
                <w:noProof/>
                <w:webHidden/>
                <w:rtl/>
              </w:rPr>
            </w:r>
            <w:r>
              <w:rPr>
                <w:noProof/>
                <w:webHidden/>
                <w:rtl/>
              </w:rPr>
              <w:fldChar w:fldCharType="separate"/>
            </w:r>
            <w:r w:rsidR="009F4478">
              <w:rPr>
                <w:noProof/>
                <w:webHidden/>
              </w:rPr>
              <w:t>20</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26" w:history="1">
            <w:r w:rsidR="00EE29A6" w:rsidRPr="00FA6265">
              <w:rPr>
                <w:rStyle w:val="Hyperlink"/>
                <w:noProof/>
              </w:rPr>
              <w:t>1- Acquisition of Knowledge</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Toc418512226 \h</w:instrText>
            </w:r>
            <w:r w:rsidR="00EE29A6">
              <w:rPr>
                <w:noProof/>
                <w:webHidden/>
                <w:rtl/>
              </w:rPr>
              <w:instrText xml:space="preserve"> </w:instrText>
            </w:r>
            <w:r>
              <w:rPr>
                <w:noProof/>
                <w:webHidden/>
                <w:rtl/>
              </w:rPr>
            </w:r>
            <w:r>
              <w:rPr>
                <w:noProof/>
                <w:webHidden/>
                <w:rtl/>
              </w:rPr>
              <w:fldChar w:fldCharType="separate"/>
            </w:r>
            <w:r w:rsidR="009F4478">
              <w:rPr>
                <w:noProof/>
                <w:webHidden/>
              </w:rPr>
              <w:t>20</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27" w:history="1">
            <w:r w:rsidR="00EE29A6" w:rsidRPr="00FA6265">
              <w:rPr>
                <w:rStyle w:val="Hyperlink"/>
                <w:noProof/>
              </w:rPr>
              <w:t>2- Prerequisite for the Work</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Toc418512227 \h</w:instrText>
            </w:r>
            <w:r w:rsidR="00EE29A6">
              <w:rPr>
                <w:noProof/>
                <w:webHidden/>
                <w:rtl/>
              </w:rPr>
              <w:instrText xml:space="preserve"> </w:instrText>
            </w:r>
            <w:r>
              <w:rPr>
                <w:noProof/>
                <w:webHidden/>
                <w:rtl/>
              </w:rPr>
            </w:r>
            <w:r>
              <w:rPr>
                <w:noProof/>
                <w:webHidden/>
                <w:rtl/>
              </w:rPr>
              <w:fldChar w:fldCharType="separate"/>
            </w:r>
            <w:r w:rsidR="009F4478">
              <w:rPr>
                <w:noProof/>
                <w:webHidden/>
              </w:rPr>
              <w:t>20</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28" w:history="1">
            <w:r w:rsidR="00EE29A6" w:rsidRPr="00FA6265">
              <w:rPr>
                <w:rStyle w:val="Hyperlink"/>
                <w:noProof/>
              </w:rPr>
              <w:t>3- Rationality for the Society</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Toc418512228 \h</w:instrText>
            </w:r>
            <w:r w:rsidR="00EE29A6">
              <w:rPr>
                <w:noProof/>
                <w:webHidden/>
                <w:rtl/>
              </w:rPr>
              <w:instrText xml:space="preserve"> </w:instrText>
            </w:r>
            <w:r>
              <w:rPr>
                <w:noProof/>
                <w:webHidden/>
                <w:rtl/>
              </w:rPr>
            </w:r>
            <w:r>
              <w:rPr>
                <w:noProof/>
                <w:webHidden/>
                <w:rtl/>
              </w:rPr>
              <w:fldChar w:fldCharType="separate"/>
            </w:r>
            <w:r w:rsidR="009F4478">
              <w:rPr>
                <w:noProof/>
                <w:webHidden/>
              </w:rPr>
              <w:t>21</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29" w:history="1">
            <w:r w:rsidR="00EE29A6" w:rsidRPr="00FA6265">
              <w:rPr>
                <w:rStyle w:val="Hyperlink"/>
                <w:noProof/>
              </w:rPr>
              <w:t>4- A Solution for All the Problems</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Toc418512229 \h</w:instrText>
            </w:r>
            <w:r w:rsidR="00EE29A6">
              <w:rPr>
                <w:noProof/>
                <w:webHidden/>
                <w:rtl/>
              </w:rPr>
              <w:instrText xml:space="preserve"> </w:instrText>
            </w:r>
            <w:r>
              <w:rPr>
                <w:noProof/>
                <w:webHidden/>
                <w:rtl/>
              </w:rPr>
            </w:r>
            <w:r>
              <w:rPr>
                <w:noProof/>
                <w:webHidden/>
                <w:rtl/>
              </w:rPr>
              <w:fldChar w:fldCharType="separate"/>
            </w:r>
            <w:r w:rsidR="009F4478">
              <w:rPr>
                <w:noProof/>
                <w:webHidden/>
              </w:rPr>
              <w:t>21</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30" w:history="1">
            <w:r w:rsidR="00EE29A6" w:rsidRPr="00FA6265">
              <w:rPr>
                <w:rStyle w:val="Hyperlink"/>
              </w:rPr>
              <w:t>Learning Is Not Exclusive to the Man</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Toc418512230 \h</w:instrText>
            </w:r>
            <w:r w:rsidR="00EE29A6">
              <w:rPr>
                <w:webHidden/>
                <w:rtl/>
              </w:rPr>
              <w:instrText xml:space="preserve"> </w:instrText>
            </w:r>
            <w:r>
              <w:rPr>
                <w:webHidden/>
                <w:rtl/>
              </w:rPr>
            </w:r>
            <w:r>
              <w:rPr>
                <w:webHidden/>
                <w:rtl/>
              </w:rPr>
              <w:fldChar w:fldCharType="separate"/>
            </w:r>
            <w:r w:rsidR="009F4478">
              <w:rPr>
                <w:webHidden/>
              </w:rPr>
              <w:t>21</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31" w:history="1">
            <w:r w:rsidR="00EE29A6" w:rsidRPr="00FA6265">
              <w:rPr>
                <w:rStyle w:val="Hyperlink"/>
              </w:rPr>
              <w:t>The Circumstances of Learning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Toc418512231 \h</w:instrText>
            </w:r>
            <w:r w:rsidR="00EE29A6">
              <w:rPr>
                <w:webHidden/>
                <w:rtl/>
              </w:rPr>
              <w:instrText xml:space="preserve"> </w:instrText>
            </w:r>
            <w:r>
              <w:rPr>
                <w:webHidden/>
                <w:rtl/>
              </w:rPr>
            </w:r>
            <w:r>
              <w:rPr>
                <w:webHidden/>
                <w:rtl/>
              </w:rPr>
              <w:fldChar w:fldCharType="separate"/>
            </w:r>
            <w:r w:rsidR="009F4478">
              <w:rPr>
                <w:webHidden/>
              </w:rPr>
              <w:t>21</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32" w:history="1">
            <w:r w:rsidR="00EE29A6" w:rsidRPr="00FA6265">
              <w:rPr>
                <w:rStyle w:val="Hyperlink"/>
              </w:rPr>
              <w:t>Priorities of Learning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Toc418512232 \h</w:instrText>
            </w:r>
            <w:r w:rsidR="00EE29A6">
              <w:rPr>
                <w:webHidden/>
                <w:rtl/>
              </w:rPr>
              <w:instrText xml:space="preserve"> </w:instrText>
            </w:r>
            <w:r>
              <w:rPr>
                <w:webHidden/>
                <w:rtl/>
              </w:rPr>
            </w:r>
            <w:r>
              <w:rPr>
                <w:webHidden/>
                <w:rtl/>
              </w:rPr>
              <w:fldChar w:fldCharType="separate"/>
            </w:r>
            <w:r w:rsidR="009F4478">
              <w:rPr>
                <w:webHidden/>
              </w:rPr>
              <w:t>22</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33" w:history="1">
            <w:r w:rsidR="00EE29A6" w:rsidRPr="00FA6265">
              <w:rPr>
                <w:rStyle w:val="Hyperlink"/>
                <w:noProof/>
              </w:rPr>
              <w:t>1- The Basic Lores, Such as: the Creeds, Jurisprudence, and Morals</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Toc418512233 \h</w:instrText>
            </w:r>
            <w:r w:rsidR="00EE29A6">
              <w:rPr>
                <w:noProof/>
                <w:webHidden/>
                <w:rtl/>
              </w:rPr>
              <w:instrText xml:space="preserve"> </w:instrText>
            </w:r>
            <w:r>
              <w:rPr>
                <w:noProof/>
                <w:webHidden/>
                <w:rtl/>
              </w:rPr>
            </w:r>
            <w:r>
              <w:rPr>
                <w:noProof/>
                <w:webHidden/>
                <w:rtl/>
              </w:rPr>
              <w:fldChar w:fldCharType="separate"/>
            </w:r>
            <w:r w:rsidR="009F4478">
              <w:rPr>
                <w:noProof/>
                <w:webHidden/>
              </w:rPr>
              <w:t>22</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34" w:history="1">
            <w:r w:rsidR="00EE29A6" w:rsidRPr="00FA6265">
              <w:rPr>
                <w:rStyle w:val="Hyperlink"/>
                <w:noProof/>
              </w:rPr>
              <w:t>2- Methods of the Family Behavior</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Toc418512234 \h</w:instrText>
            </w:r>
            <w:r w:rsidR="00EE29A6">
              <w:rPr>
                <w:noProof/>
                <w:webHidden/>
                <w:rtl/>
              </w:rPr>
              <w:instrText xml:space="preserve"> </w:instrText>
            </w:r>
            <w:r>
              <w:rPr>
                <w:noProof/>
                <w:webHidden/>
                <w:rtl/>
              </w:rPr>
            </w:r>
            <w:r>
              <w:rPr>
                <w:noProof/>
                <w:webHidden/>
                <w:rtl/>
              </w:rPr>
              <w:fldChar w:fldCharType="separate"/>
            </w:r>
            <w:r w:rsidR="009F4478">
              <w:rPr>
                <w:noProof/>
                <w:webHidden/>
              </w:rPr>
              <w:t>22</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35" w:history="1">
            <w:r w:rsidR="00EE29A6" w:rsidRPr="00FA6265">
              <w:rPr>
                <w:rStyle w:val="Hyperlink"/>
                <w:noProof/>
              </w:rPr>
              <w:t>3- The Services which Help in establishing the True Islamic Environments</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Toc418512235 \h</w:instrText>
            </w:r>
            <w:r w:rsidR="00EE29A6">
              <w:rPr>
                <w:noProof/>
                <w:webHidden/>
                <w:rtl/>
              </w:rPr>
              <w:instrText xml:space="preserve"> </w:instrText>
            </w:r>
            <w:r>
              <w:rPr>
                <w:noProof/>
                <w:webHidden/>
                <w:rtl/>
              </w:rPr>
            </w:r>
            <w:r>
              <w:rPr>
                <w:noProof/>
                <w:webHidden/>
                <w:rtl/>
              </w:rPr>
              <w:fldChar w:fldCharType="separate"/>
            </w:r>
            <w:r w:rsidR="009F4478">
              <w:rPr>
                <w:noProof/>
                <w:webHidden/>
              </w:rPr>
              <w:t>22</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36" w:history="1">
            <w:r w:rsidR="00EE29A6" w:rsidRPr="00FA6265">
              <w:rPr>
                <w:rStyle w:val="Hyperlink"/>
                <w:noProof/>
              </w:rPr>
              <w:t>4- The Needs of the Society</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Toc418512236 \h</w:instrText>
            </w:r>
            <w:r w:rsidR="00EE29A6">
              <w:rPr>
                <w:noProof/>
                <w:webHidden/>
                <w:rtl/>
              </w:rPr>
              <w:instrText xml:space="preserve"> </w:instrText>
            </w:r>
            <w:r>
              <w:rPr>
                <w:noProof/>
                <w:webHidden/>
                <w:rtl/>
              </w:rPr>
            </w:r>
            <w:r>
              <w:rPr>
                <w:noProof/>
                <w:webHidden/>
                <w:rtl/>
              </w:rPr>
              <w:fldChar w:fldCharType="separate"/>
            </w:r>
            <w:r w:rsidR="009F4478">
              <w:rPr>
                <w:noProof/>
                <w:webHidden/>
              </w:rPr>
              <w:t>22</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37" w:history="1">
            <w:r w:rsidR="00EE29A6" w:rsidRPr="00FA6265">
              <w:rPr>
                <w:rStyle w:val="Hyperlink"/>
              </w:rPr>
              <w:t>Comprehension Questions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Toc418512237 \h</w:instrText>
            </w:r>
            <w:r w:rsidR="00EE29A6">
              <w:rPr>
                <w:webHidden/>
                <w:rtl/>
              </w:rPr>
              <w:instrText xml:space="preserve"> </w:instrText>
            </w:r>
            <w:r>
              <w:rPr>
                <w:webHidden/>
                <w:rtl/>
              </w:rPr>
            </w:r>
            <w:r>
              <w:rPr>
                <w:webHidden/>
                <w:rtl/>
              </w:rPr>
              <w:fldChar w:fldCharType="separate"/>
            </w:r>
            <w:r w:rsidR="009F4478">
              <w:rPr>
                <w:webHidden/>
              </w:rPr>
              <w:t>23</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38" w:history="1">
            <w:r w:rsidR="00EE29A6" w:rsidRPr="00FA6265">
              <w:rPr>
                <w:rStyle w:val="Hyperlink"/>
              </w:rPr>
              <w:t>For Reading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Toc418512238 \h</w:instrText>
            </w:r>
            <w:r w:rsidR="00EE29A6">
              <w:rPr>
                <w:webHidden/>
                <w:rtl/>
              </w:rPr>
              <w:instrText xml:space="preserve"> </w:instrText>
            </w:r>
            <w:r>
              <w:rPr>
                <w:webHidden/>
                <w:rtl/>
              </w:rPr>
            </w:r>
            <w:r>
              <w:rPr>
                <w:webHidden/>
                <w:rtl/>
              </w:rPr>
              <w:fldChar w:fldCharType="separate"/>
            </w:r>
            <w:r w:rsidR="009F4478">
              <w:rPr>
                <w:webHidden/>
              </w:rPr>
              <w:t>24</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39" w:history="1">
            <w:r w:rsidR="00EE29A6" w:rsidRPr="00FA6265">
              <w:rPr>
                <w:rStyle w:val="Hyperlink"/>
                <w:noProof/>
              </w:rPr>
              <w:t>The Martyr Amena Al-Sader (Bint Al-Houda)</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Toc418512239 \h</w:instrText>
            </w:r>
            <w:r w:rsidR="00EE29A6">
              <w:rPr>
                <w:noProof/>
                <w:webHidden/>
                <w:rtl/>
              </w:rPr>
              <w:instrText xml:space="preserve"> </w:instrText>
            </w:r>
            <w:r>
              <w:rPr>
                <w:noProof/>
                <w:webHidden/>
                <w:rtl/>
              </w:rPr>
            </w:r>
            <w:r>
              <w:rPr>
                <w:noProof/>
                <w:webHidden/>
                <w:rtl/>
              </w:rPr>
              <w:fldChar w:fldCharType="separate"/>
            </w:r>
            <w:r w:rsidR="009F4478">
              <w:rPr>
                <w:noProof/>
                <w:webHidden/>
              </w:rPr>
              <w:t>24</w:t>
            </w:r>
            <w:r>
              <w:rPr>
                <w:noProof/>
                <w:webHidden/>
                <w:rtl/>
              </w:rPr>
              <w:fldChar w:fldCharType="end"/>
            </w:r>
          </w:hyperlink>
        </w:p>
        <w:p w:rsidR="00EE29A6" w:rsidRDefault="00F32FFA" w:rsidP="00EE29A6">
          <w:pPr>
            <w:pStyle w:val="TOC1"/>
            <w:rPr>
              <w:rFonts w:asciiTheme="minorHAnsi" w:eastAsiaTheme="minorEastAsia" w:hAnsiTheme="minorHAnsi" w:cstheme="minorBidi"/>
              <w:b w:val="0"/>
              <w:bCs w:val="0"/>
              <w:color w:val="auto"/>
              <w:sz w:val="22"/>
              <w:szCs w:val="22"/>
              <w:rtl/>
            </w:rPr>
          </w:pPr>
          <w:hyperlink w:anchor="_Toc418512240" w:history="1">
            <w:r w:rsidR="00EE29A6" w:rsidRPr="00FA6265">
              <w:rPr>
                <w:rStyle w:val="Hyperlink"/>
              </w:rPr>
              <w:t>Lesson Four: The Veil</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Toc418512240 \h</w:instrText>
            </w:r>
            <w:r w:rsidR="00EE29A6">
              <w:rPr>
                <w:webHidden/>
                <w:rtl/>
              </w:rPr>
              <w:instrText xml:space="preserve"> </w:instrText>
            </w:r>
            <w:r>
              <w:rPr>
                <w:webHidden/>
                <w:rtl/>
              </w:rPr>
            </w:r>
            <w:r>
              <w:rPr>
                <w:webHidden/>
                <w:rtl/>
              </w:rPr>
              <w:fldChar w:fldCharType="separate"/>
            </w:r>
            <w:r w:rsidR="009F4478">
              <w:rPr>
                <w:webHidden/>
              </w:rPr>
              <w:t>26</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41" w:history="1">
            <w:r w:rsidR="00EE29A6" w:rsidRPr="00FA6265">
              <w:rPr>
                <w:rStyle w:val="Hyperlink"/>
              </w:rPr>
              <w:t>Introduction</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Toc418512241 \h</w:instrText>
            </w:r>
            <w:r w:rsidR="00EE29A6">
              <w:rPr>
                <w:webHidden/>
                <w:rtl/>
              </w:rPr>
              <w:instrText xml:space="preserve"> </w:instrText>
            </w:r>
            <w:r>
              <w:rPr>
                <w:webHidden/>
                <w:rtl/>
              </w:rPr>
            </w:r>
            <w:r>
              <w:rPr>
                <w:webHidden/>
                <w:rtl/>
              </w:rPr>
              <w:fldChar w:fldCharType="separate"/>
            </w:r>
            <w:r w:rsidR="009F4478">
              <w:rPr>
                <w:webHidden/>
              </w:rPr>
              <w:t>26</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42" w:history="1">
            <w:r w:rsidR="00EE29A6" w:rsidRPr="00FA6265">
              <w:rPr>
                <w:rStyle w:val="Hyperlink"/>
              </w:rPr>
              <w:t>The Veil throughout the Human History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Toc418512242 \h</w:instrText>
            </w:r>
            <w:r w:rsidR="00EE29A6">
              <w:rPr>
                <w:webHidden/>
                <w:rtl/>
              </w:rPr>
              <w:instrText xml:space="preserve"> </w:instrText>
            </w:r>
            <w:r>
              <w:rPr>
                <w:webHidden/>
                <w:rtl/>
              </w:rPr>
            </w:r>
            <w:r>
              <w:rPr>
                <w:webHidden/>
                <w:rtl/>
              </w:rPr>
              <w:fldChar w:fldCharType="separate"/>
            </w:r>
            <w:r w:rsidR="009F4478">
              <w:rPr>
                <w:webHidden/>
              </w:rPr>
              <w:t>26</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43" w:history="1">
            <w:r w:rsidR="00EE29A6" w:rsidRPr="00FA6265">
              <w:rPr>
                <w:rStyle w:val="Hyperlink"/>
              </w:rPr>
              <w:t>What Is the Meaning of Veiling?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Toc418512243 \h</w:instrText>
            </w:r>
            <w:r w:rsidR="00EE29A6">
              <w:rPr>
                <w:webHidden/>
                <w:rtl/>
              </w:rPr>
              <w:instrText xml:space="preserve"> </w:instrText>
            </w:r>
            <w:r>
              <w:rPr>
                <w:webHidden/>
                <w:rtl/>
              </w:rPr>
            </w:r>
            <w:r>
              <w:rPr>
                <w:webHidden/>
                <w:rtl/>
              </w:rPr>
              <w:fldChar w:fldCharType="separate"/>
            </w:r>
            <w:r w:rsidR="009F4478">
              <w:rPr>
                <w:webHidden/>
              </w:rPr>
              <w:t>26</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44" w:history="1">
            <w:r w:rsidR="00EE29A6" w:rsidRPr="00FA6265">
              <w:rPr>
                <w:rStyle w:val="Hyperlink"/>
              </w:rPr>
              <w:t>What Must Be Veiled?</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Toc418512244 \h</w:instrText>
            </w:r>
            <w:r w:rsidR="00EE29A6">
              <w:rPr>
                <w:webHidden/>
                <w:rtl/>
              </w:rPr>
              <w:instrText xml:space="preserve"> </w:instrText>
            </w:r>
            <w:r>
              <w:rPr>
                <w:webHidden/>
                <w:rtl/>
              </w:rPr>
            </w:r>
            <w:r>
              <w:rPr>
                <w:webHidden/>
                <w:rtl/>
              </w:rPr>
              <w:fldChar w:fldCharType="separate"/>
            </w:r>
            <w:r w:rsidR="009F4478">
              <w:rPr>
                <w:webHidden/>
              </w:rPr>
              <w:t>27</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45" w:history="1">
            <w:r w:rsidR="00EE29A6" w:rsidRPr="00FA6265">
              <w:rPr>
                <w:rStyle w:val="Hyperlink"/>
              </w:rPr>
              <w:t>The Evidences on the Necessity of Veiling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Toc418512245 \h</w:instrText>
            </w:r>
            <w:r w:rsidR="00EE29A6">
              <w:rPr>
                <w:webHidden/>
                <w:rtl/>
              </w:rPr>
              <w:instrText xml:space="preserve"> </w:instrText>
            </w:r>
            <w:r>
              <w:rPr>
                <w:webHidden/>
                <w:rtl/>
              </w:rPr>
            </w:r>
            <w:r>
              <w:rPr>
                <w:webHidden/>
                <w:rtl/>
              </w:rPr>
              <w:fldChar w:fldCharType="separate"/>
            </w:r>
            <w:r w:rsidR="009F4478">
              <w:rPr>
                <w:webHidden/>
              </w:rPr>
              <w:t>27</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46" w:history="1">
            <w:r w:rsidR="00EE29A6" w:rsidRPr="00FA6265">
              <w:rPr>
                <w:rStyle w:val="Hyperlink"/>
                <w:noProof/>
              </w:rPr>
              <w:t>1-In front of Whom Must the Woman Wear the Veil?</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Toc418512246 \h</w:instrText>
            </w:r>
            <w:r w:rsidR="00EE29A6">
              <w:rPr>
                <w:noProof/>
                <w:webHidden/>
                <w:rtl/>
              </w:rPr>
              <w:instrText xml:space="preserve"> </w:instrText>
            </w:r>
            <w:r>
              <w:rPr>
                <w:noProof/>
                <w:webHidden/>
                <w:rtl/>
              </w:rPr>
            </w:r>
            <w:r>
              <w:rPr>
                <w:noProof/>
                <w:webHidden/>
                <w:rtl/>
              </w:rPr>
              <w:fldChar w:fldCharType="separate"/>
            </w:r>
            <w:r w:rsidR="009F4478">
              <w:rPr>
                <w:noProof/>
                <w:webHidden/>
              </w:rPr>
              <w:t>27</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47" w:history="1">
            <w:r w:rsidR="00EE29A6" w:rsidRPr="00FA6265">
              <w:rPr>
                <w:rStyle w:val="Hyperlink"/>
                <w:noProof/>
              </w:rPr>
              <w:t>2-How Much Is the Woman Ordered to Veil?</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Toc418512247 \h</w:instrText>
            </w:r>
            <w:r w:rsidR="00EE29A6">
              <w:rPr>
                <w:noProof/>
                <w:webHidden/>
                <w:rtl/>
              </w:rPr>
              <w:instrText xml:space="preserve"> </w:instrText>
            </w:r>
            <w:r>
              <w:rPr>
                <w:noProof/>
                <w:webHidden/>
                <w:rtl/>
              </w:rPr>
            </w:r>
            <w:r>
              <w:rPr>
                <w:noProof/>
                <w:webHidden/>
                <w:rtl/>
              </w:rPr>
              <w:fldChar w:fldCharType="separate"/>
            </w:r>
            <w:r w:rsidR="009F4478">
              <w:rPr>
                <w:noProof/>
                <w:webHidden/>
              </w:rPr>
              <w:t>27</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48" w:history="1">
            <w:r w:rsidR="00EE29A6" w:rsidRPr="00FA6265">
              <w:rPr>
                <w:rStyle w:val="Hyperlink"/>
                <w:noProof/>
              </w:rPr>
              <w:t>This noble verse reflects upon several points:</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Toc418512248 \h</w:instrText>
            </w:r>
            <w:r w:rsidR="00EE29A6">
              <w:rPr>
                <w:noProof/>
                <w:webHidden/>
                <w:rtl/>
              </w:rPr>
              <w:instrText xml:space="preserve"> </w:instrText>
            </w:r>
            <w:r>
              <w:rPr>
                <w:noProof/>
                <w:webHidden/>
                <w:rtl/>
              </w:rPr>
            </w:r>
            <w:r>
              <w:rPr>
                <w:noProof/>
                <w:webHidden/>
                <w:rtl/>
              </w:rPr>
              <w:fldChar w:fldCharType="separate"/>
            </w:r>
            <w:r w:rsidR="009F4478">
              <w:rPr>
                <w:noProof/>
                <w:webHidden/>
              </w:rPr>
              <w:t>27</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49" w:history="1">
            <w:r w:rsidR="00EE29A6" w:rsidRPr="00FA6265">
              <w:rPr>
                <w:rStyle w:val="Hyperlink"/>
              </w:rPr>
              <w:t>Two Concepts for the Women’s Veil</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Toc418512249 \h</w:instrText>
            </w:r>
            <w:r w:rsidR="00EE29A6">
              <w:rPr>
                <w:webHidden/>
                <w:rtl/>
              </w:rPr>
              <w:instrText xml:space="preserve"> </w:instrText>
            </w:r>
            <w:r>
              <w:rPr>
                <w:webHidden/>
                <w:rtl/>
              </w:rPr>
            </w:r>
            <w:r>
              <w:rPr>
                <w:webHidden/>
                <w:rtl/>
              </w:rPr>
              <w:fldChar w:fldCharType="separate"/>
            </w:r>
            <w:r w:rsidR="009F4478">
              <w:rPr>
                <w:webHidden/>
              </w:rPr>
              <w:t>28</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50" w:history="1">
            <w:r w:rsidR="00EE29A6" w:rsidRPr="00FA6265">
              <w:rPr>
                <w:rStyle w:val="Hyperlink"/>
              </w:rPr>
              <w:t>Summary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Toc418512250 \h</w:instrText>
            </w:r>
            <w:r w:rsidR="00EE29A6">
              <w:rPr>
                <w:webHidden/>
                <w:rtl/>
              </w:rPr>
              <w:instrText xml:space="preserve"> </w:instrText>
            </w:r>
            <w:r>
              <w:rPr>
                <w:webHidden/>
                <w:rtl/>
              </w:rPr>
            </w:r>
            <w:r>
              <w:rPr>
                <w:webHidden/>
                <w:rtl/>
              </w:rPr>
              <w:fldChar w:fldCharType="separate"/>
            </w:r>
            <w:r w:rsidR="009F4478">
              <w:rPr>
                <w:webHidden/>
              </w:rPr>
              <w:t>29</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51" w:history="1">
            <w:r w:rsidR="00EE29A6" w:rsidRPr="00FA6265">
              <w:rPr>
                <w:rStyle w:val="Hyperlink"/>
              </w:rPr>
              <w:t>Comprehension Questions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Toc418512251 \h</w:instrText>
            </w:r>
            <w:r w:rsidR="00EE29A6">
              <w:rPr>
                <w:webHidden/>
                <w:rtl/>
              </w:rPr>
              <w:instrText xml:space="preserve"> </w:instrText>
            </w:r>
            <w:r>
              <w:rPr>
                <w:webHidden/>
                <w:rtl/>
              </w:rPr>
            </w:r>
            <w:r>
              <w:rPr>
                <w:webHidden/>
                <w:rtl/>
              </w:rPr>
              <w:fldChar w:fldCharType="separate"/>
            </w:r>
            <w:r w:rsidR="009F4478">
              <w:rPr>
                <w:webHidden/>
              </w:rPr>
              <w:t>29</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52" w:history="1">
            <w:r w:rsidR="00EE29A6" w:rsidRPr="00FA6265">
              <w:rPr>
                <w:rStyle w:val="Hyperlink"/>
              </w:rPr>
              <w:t>For Reading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Toc418512252 \h</w:instrText>
            </w:r>
            <w:r w:rsidR="00EE29A6">
              <w:rPr>
                <w:webHidden/>
                <w:rtl/>
              </w:rPr>
              <w:instrText xml:space="preserve"> </w:instrText>
            </w:r>
            <w:r>
              <w:rPr>
                <w:webHidden/>
                <w:rtl/>
              </w:rPr>
            </w:r>
            <w:r>
              <w:rPr>
                <w:webHidden/>
                <w:rtl/>
              </w:rPr>
              <w:fldChar w:fldCharType="separate"/>
            </w:r>
            <w:r w:rsidR="009F4478">
              <w:rPr>
                <w:webHidden/>
              </w:rPr>
              <w:t>29</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53" w:history="1">
            <w:r w:rsidR="00EE29A6" w:rsidRPr="00FA6265">
              <w:rPr>
                <w:rStyle w:val="Hyperlink"/>
                <w:noProof/>
              </w:rPr>
              <w:t>Imam Al-Khomeini (May his secret be sacred) and the Veil</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Toc418512253 \h</w:instrText>
            </w:r>
            <w:r w:rsidR="00EE29A6">
              <w:rPr>
                <w:noProof/>
                <w:webHidden/>
                <w:rtl/>
              </w:rPr>
              <w:instrText xml:space="preserve"> </w:instrText>
            </w:r>
            <w:r>
              <w:rPr>
                <w:noProof/>
                <w:webHidden/>
                <w:rtl/>
              </w:rPr>
            </w:r>
            <w:r>
              <w:rPr>
                <w:noProof/>
                <w:webHidden/>
                <w:rtl/>
              </w:rPr>
              <w:fldChar w:fldCharType="separate"/>
            </w:r>
            <w:r w:rsidR="009F4478">
              <w:rPr>
                <w:noProof/>
                <w:webHidden/>
              </w:rPr>
              <w:t>29</w:t>
            </w:r>
            <w:r>
              <w:rPr>
                <w:noProof/>
                <w:webHidden/>
                <w:rtl/>
              </w:rPr>
              <w:fldChar w:fldCharType="end"/>
            </w:r>
          </w:hyperlink>
        </w:p>
        <w:p w:rsidR="00EE29A6" w:rsidRDefault="00F32FFA" w:rsidP="00EE29A6">
          <w:pPr>
            <w:pStyle w:val="TOC1"/>
            <w:rPr>
              <w:rFonts w:asciiTheme="minorHAnsi" w:eastAsiaTheme="minorEastAsia" w:hAnsiTheme="minorHAnsi" w:cstheme="minorBidi"/>
              <w:b w:val="0"/>
              <w:bCs w:val="0"/>
              <w:color w:val="auto"/>
              <w:sz w:val="22"/>
              <w:szCs w:val="22"/>
              <w:rtl/>
            </w:rPr>
          </w:pPr>
          <w:hyperlink w:anchor="_Toc418512254" w:history="1">
            <w:r w:rsidR="00EE29A6" w:rsidRPr="00FA6265">
              <w:rPr>
                <w:rStyle w:val="Hyperlink"/>
              </w:rPr>
              <w:t>Lesson Five: Men’s and Women’s BeingAt the Same Place</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Toc418512254 \h</w:instrText>
            </w:r>
            <w:r w:rsidR="00EE29A6">
              <w:rPr>
                <w:webHidden/>
                <w:rtl/>
              </w:rPr>
              <w:instrText xml:space="preserve"> </w:instrText>
            </w:r>
            <w:r>
              <w:rPr>
                <w:webHidden/>
                <w:rtl/>
              </w:rPr>
            </w:r>
            <w:r>
              <w:rPr>
                <w:webHidden/>
                <w:rtl/>
              </w:rPr>
              <w:fldChar w:fldCharType="separate"/>
            </w:r>
            <w:r w:rsidR="009F4478">
              <w:rPr>
                <w:webHidden/>
              </w:rPr>
              <w:t>31</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55" w:history="1">
            <w:r w:rsidR="00EE29A6" w:rsidRPr="00FA6265">
              <w:rPr>
                <w:rStyle w:val="Hyperlink"/>
              </w:rPr>
              <w:t>Introduction</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Toc418512255 \h</w:instrText>
            </w:r>
            <w:r w:rsidR="00EE29A6">
              <w:rPr>
                <w:webHidden/>
                <w:rtl/>
              </w:rPr>
              <w:instrText xml:space="preserve"> </w:instrText>
            </w:r>
            <w:r>
              <w:rPr>
                <w:webHidden/>
                <w:rtl/>
              </w:rPr>
            </w:r>
            <w:r>
              <w:rPr>
                <w:webHidden/>
                <w:rtl/>
              </w:rPr>
              <w:fldChar w:fldCharType="separate"/>
            </w:r>
            <w:r w:rsidR="009F4478">
              <w:rPr>
                <w:webHidden/>
              </w:rPr>
              <w:t>31</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56" w:history="1">
            <w:r w:rsidR="00EE29A6" w:rsidRPr="00FA6265">
              <w:rPr>
                <w:rStyle w:val="Hyperlink"/>
              </w:rPr>
              <w:t>What Is the Meaning of Men’s and Women’s Being at the Same Place?</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Toc418512256 \h</w:instrText>
            </w:r>
            <w:r w:rsidR="00EE29A6">
              <w:rPr>
                <w:webHidden/>
                <w:rtl/>
              </w:rPr>
              <w:instrText xml:space="preserve"> </w:instrText>
            </w:r>
            <w:r>
              <w:rPr>
                <w:webHidden/>
                <w:rtl/>
              </w:rPr>
            </w:r>
            <w:r>
              <w:rPr>
                <w:webHidden/>
                <w:rtl/>
              </w:rPr>
              <w:fldChar w:fldCharType="separate"/>
            </w:r>
            <w:r w:rsidR="009F4478">
              <w:rPr>
                <w:webHidden/>
              </w:rPr>
              <w:t>31</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57" w:history="1">
            <w:r w:rsidR="00EE29A6" w:rsidRPr="00FA6265">
              <w:rPr>
                <w:rStyle w:val="Hyperlink"/>
              </w:rPr>
              <w:t>Reduction of Men’s and Women’s Being at the Same Place</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Toc418512257 \h</w:instrText>
            </w:r>
            <w:r w:rsidR="00EE29A6">
              <w:rPr>
                <w:webHidden/>
                <w:rtl/>
              </w:rPr>
              <w:instrText xml:space="preserve"> </w:instrText>
            </w:r>
            <w:r>
              <w:rPr>
                <w:webHidden/>
                <w:rtl/>
              </w:rPr>
            </w:r>
            <w:r>
              <w:rPr>
                <w:webHidden/>
                <w:rtl/>
              </w:rPr>
              <w:fldChar w:fldCharType="separate"/>
            </w:r>
            <w:r w:rsidR="009F4478">
              <w:rPr>
                <w:webHidden/>
              </w:rPr>
              <w:t>31</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58" w:history="1">
            <w:r w:rsidR="00EE29A6" w:rsidRPr="00FA6265">
              <w:rPr>
                <w:rStyle w:val="Hyperlink"/>
              </w:rPr>
              <w:t>The Forbidden Privacy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Toc418512258 \h</w:instrText>
            </w:r>
            <w:r w:rsidR="00EE29A6">
              <w:rPr>
                <w:webHidden/>
                <w:rtl/>
              </w:rPr>
              <w:instrText xml:space="preserve"> </w:instrText>
            </w:r>
            <w:r>
              <w:rPr>
                <w:webHidden/>
                <w:rtl/>
              </w:rPr>
            </w:r>
            <w:r>
              <w:rPr>
                <w:webHidden/>
                <w:rtl/>
              </w:rPr>
              <w:fldChar w:fldCharType="separate"/>
            </w:r>
            <w:r w:rsidR="009F4478">
              <w:rPr>
                <w:webHidden/>
              </w:rPr>
              <w:t>31</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59" w:history="1">
            <w:r w:rsidR="00EE29A6" w:rsidRPr="00FA6265">
              <w:rPr>
                <w:rStyle w:val="Hyperlink"/>
              </w:rPr>
              <w:t>The Standards of the Permissible Men’s and Women’s Being at the Same Place</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Toc418512259 \h</w:instrText>
            </w:r>
            <w:r w:rsidR="00EE29A6">
              <w:rPr>
                <w:webHidden/>
                <w:rtl/>
              </w:rPr>
              <w:instrText xml:space="preserve"> </w:instrText>
            </w:r>
            <w:r>
              <w:rPr>
                <w:webHidden/>
                <w:rtl/>
              </w:rPr>
            </w:r>
            <w:r>
              <w:rPr>
                <w:webHidden/>
                <w:rtl/>
              </w:rPr>
              <w:fldChar w:fldCharType="separate"/>
            </w:r>
            <w:r w:rsidR="009F4478">
              <w:rPr>
                <w:webHidden/>
              </w:rPr>
              <w:t>32</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60" w:history="1">
            <w:r w:rsidR="00EE29A6" w:rsidRPr="00FA6265">
              <w:rPr>
                <w:rStyle w:val="Hyperlink"/>
              </w:rPr>
              <w:t>Summary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Toc418512260 \h</w:instrText>
            </w:r>
            <w:r w:rsidR="00EE29A6">
              <w:rPr>
                <w:webHidden/>
                <w:rtl/>
              </w:rPr>
              <w:instrText xml:space="preserve"> </w:instrText>
            </w:r>
            <w:r>
              <w:rPr>
                <w:webHidden/>
                <w:rtl/>
              </w:rPr>
            </w:r>
            <w:r>
              <w:rPr>
                <w:webHidden/>
                <w:rtl/>
              </w:rPr>
              <w:fldChar w:fldCharType="separate"/>
            </w:r>
            <w:r w:rsidR="009F4478">
              <w:rPr>
                <w:webHidden/>
              </w:rPr>
              <w:t>33</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61" w:history="1">
            <w:r w:rsidR="00EE29A6" w:rsidRPr="00FA6265">
              <w:rPr>
                <w:rStyle w:val="Hyperlink"/>
                <w:lang w:bidi="ar-LB"/>
              </w:rPr>
              <w:t>Comprehension Questions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Toc418512261 \h</w:instrText>
            </w:r>
            <w:r w:rsidR="00EE29A6">
              <w:rPr>
                <w:webHidden/>
                <w:rtl/>
              </w:rPr>
              <w:instrText xml:space="preserve"> </w:instrText>
            </w:r>
            <w:r>
              <w:rPr>
                <w:webHidden/>
                <w:rtl/>
              </w:rPr>
            </w:r>
            <w:r>
              <w:rPr>
                <w:webHidden/>
                <w:rtl/>
              </w:rPr>
              <w:fldChar w:fldCharType="separate"/>
            </w:r>
            <w:r w:rsidR="009F4478">
              <w:rPr>
                <w:webHidden/>
              </w:rPr>
              <w:t>34</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62" w:history="1">
            <w:r w:rsidR="00EE29A6" w:rsidRPr="00FA6265">
              <w:rPr>
                <w:rStyle w:val="Hyperlink"/>
              </w:rPr>
              <w:t>For Reading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Toc418512262 \h</w:instrText>
            </w:r>
            <w:r w:rsidR="00EE29A6">
              <w:rPr>
                <w:webHidden/>
                <w:rtl/>
              </w:rPr>
              <w:instrText xml:space="preserve"> </w:instrText>
            </w:r>
            <w:r>
              <w:rPr>
                <w:webHidden/>
                <w:rtl/>
              </w:rPr>
            </w:r>
            <w:r>
              <w:rPr>
                <w:webHidden/>
                <w:rtl/>
              </w:rPr>
              <w:fldChar w:fldCharType="separate"/>
            </w:r>
            <w:r w:rsidR="009F4478">
              <w:rPr>
                <w:webHidden/>
              </w:rPr>
              <w:t>34</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63" w:history="1">
            <w:r w:rsidR="00EE29A6" w:rsidRPr="00FA6265">
              <w:rPr>
                <w:rStyle w:val="Hyperlink"/>
                <w:noProof/>
              </w:rPr>
              <w:t>Khadija bint Khouwayled (God’s peace bestowed upon her): The Sacrifice to Preserve the Message</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Toc418512263 \h</w:instrText>
            </w:r>
            <w:r w:rsidR="00EE29A6">
              <w:rPr>
                <w:noProof/>
                <w:webHidden/>
                <w:rtl/>
              </w:rPr>
              <w:instrText xml:space="preserve"> </w:instrText>
            </w:r>
            <w:r>
              <w:rPr>
                <w:noProof/>
                <w:webHidden/>
                <w:rtl/>
              </w:rPr>
            </w:r>
            <w:r>
              <w:rPr>
                <w:noProof/>
                <w:webHidden/>
                <w:rtl/>
              </w:rPr>
              <w:fldChar w:fldCharType="separate"/>
            </w:r>
            <w:r w:rsidR="009F4478">
              <w:rPr>
                <w:noProof/>
                <w:webHidden/>
              </w:rPr>
              <w:t>34</w:t>
            </w:r>
            <w:r>
              <w:rPr>
                <w:noProof/>
                <w:webHidden/>
                <w:rtl/>
              </w:rPr>
              <w:fldChar w:fldCharType="end"/>
            </w:r>
          </w:hyperlink>
        </w:p>
        <w:p w:rsidR="00EE29A6" w:rsidRDefault="00F32FFA" w:rsidP="00EE29A6">
          <w:pPr>
            <w:pStyle w:val="TOC1"/>
            <w:rPr>
              <w:rFonts w:asciiTheme="minorHAnsi" w:eastAsiaTheme="minorEastAsia" w:hAnsiTheme="minorHAnsi" w:cstheme="minorBidi"/>
              <w:b w:val="0"/>
              <w:bCs w:val="0"/>
              <w:color w:val="auto"/>
              <w:sz w:val="22"/>
              <w:szCs w:val="22"/>
              <w:rtl/>
            </w:rPr>
          </w:pPr>
          <w:hyperlink w:anchor="_Toc418512264" w:history="1">
            <w:r w:rsidR="00EE29A6" w:rsidRPr="00FA6265">
              <w:rPr>
                <w:rStyle w:val="Hyperlink"/>
              </w:rPr>
              <w:t>Lesson Six: Ashamedness and Chastity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Toc418512264 \h</w:instrText>
            </w:r>
            <w:r w:rsidR="00EE29A6">
              <w:rPr>
                <w:webHidden/>
                <w:rtl/>
              </w:rPr>
              <w:instrText xml:space="preserve"> </w:instrText>
            </w:r>
            <w:r>
              <w:rPr>
                <w:webHidden/>
                <w:rtl/>
              </w:rPr>
            </w:r>
            <w:r>
              <w:rPr>
                <w:webHidden/>
                <w:rtl/>
              </w:rPr>
              <w:fldChar w:fldCharType="separate"/>
            </w:r>
            <w:r w:rsidR="009F4478">
              <w:rPr>
                <w:webHidden/>
              </w:rPr>
              <w:t>36</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65" w:history="1">
            <w:r w:rsidR="00EE29A6" w:rsidRPr="00FA6265">
              <w:rPr>
                <w:rStyle w:val="Hyperlink"/>
              </w:rPr>
              <w:t>Ashamedness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Toc418512265 \h</w:instrText>
            </w:r>
            <w:r w:rsidR="00EE29A6">
              <w:rPr>
                <w:webHidden/>
                <w:rtl/>
              </w:rPr>
              <w:instrText xml:space="preserve"> </w:instrText>
            </w:r>
            <w:r>
              <w:rPr>
                <w:webHidden/>
                <w:rtl/>
              </w:rPr>
            </w:r>
            <w:r>
              <w:rPr>
                <w:webHidden/>
                <w:rtl/>
              </w:rPr>
              <w:fldChar w:fldCharType="separate"/>
            </w:r>
            <w:r w:rsidR="009F4478">
              <w:rPr>
                <w:webHidden/>
              </w:rPr>
              <w:t>36</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66" w:history="1">
            <w:r w:rsidR="00EE29A6" w:rsidRPr="00FA6265">
              <w:rPr>
                <w:rStyle w:val="Hyperlink"/>
                <w:noProof/>
              </w:rPr>
              <w:t>Importance of Ashamedness</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Toc418512266 \h</w:instrText>
            </w:r>
            <w:r w:rsidR="00EE29A6">
              <w:rPr>
                <w:noProof/>
                <w:webHidden/>
                <w:rtl/>
              </w:rPr>
              <w:instrText xml:space="preserve"> </w:instrText>
            </w:r>
            <w:r>
              <w:rPr>
                <w:noProof/>
                <w:webHidden/>
                <w:rtl/>
              </w:rPr>
            </w:r>
            <w:r>
              <w:rPr>
                <w:noProof/>
                <w:webHidden/>
                <w:rtl/>
              </w:rPr>
              <w:fldChar w:fldCharType="separate"/>
            </w:r>
            <w:r w:rsidR="009F4478">
              <w:rPr>
                <w:noProof/>
                <w:webHidden/>
              </w:rPr>
              <w:t>36</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67" w:history="1">
            <w:r w:rsidR="00EE29A6" w:rsidRPr="00FA6265">
              <w:rPr>
                <w:rStyle w:val="Hyperlink"/>
              </w:rPr>
              <w:t>Being Ashamed of Whom?</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Toc418512267 \h</w:instrText>
            </w:r>
            <w:r w:rsidR="00EE29A6">
              <w:rPr>
                <w:webHidden/>
                <w:rtl/>
              </w:rPr>
              <w:instrText xml:space="preserve"> </w:instrText>
            </w:r>
            <w:r>
              <w:rPr>
                <w:webHidden/>
                <w:rtl/>
              </w:rPr>
            </w:r>
            <w:r>
              <w:rPr>
                <w:webHidden/>
                <w:rtl/>
              </w:rPr>
              <w:fldChar w:fldCharType="separate"/>
            </w:r>
            <w:r w:rsidR="009F4478">
              <w:rPr>
                <w:webHidden/>
              </w:rPr>
              <w:t>36</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68" w:history="1">
            <w:r w:rsidR="00EE29A6" w:rsidRPr="00FA6265">
              <w:rPr>
                <w:rStyle w:val="Hyperlink"/>
              </w:rPr>
              <w:t>Being Ashamed of What?</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Toc418512268 \h</w:instrText>
            </w:r>
            <w:r w:rsidR="00EE29A6">
              <w:rPr>
                <w:webHidden/>
                <w:rtl/>
              </w:rPr>
              <w:instrText xml:space="preserve"> </w:instrText>
            </w:r>
            <w:r>
              <w:rPr>
                <w:webHidden/>
                <w:rtl/>
              </w:rPr>
            </w:r>
            <w:r>
              <w:rPr>
                <w:webHidden/>
                <w:rtl/>
              </w:rPr>
              <w:fldChar w:fldCharType="separate"/>
            </w:r>
            <w:r w:rsidR="009F4478">
              <w:rPr>
                <w:webHidden/>
              </w:rPr>
              <w:t>36</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69" w:history="1">
            <w:r w:rsidR="00EE29A6" w:rsidRPr="00FA6265">
              <w:rPr>
                <w:rStyle w:val="Hyperlink"/>
                <w:noProof/>
              </w:rPr>
              <w:t>1- Ashamedness in Secrecy</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Toc418512269 \h</w:instrText>
            </w:r>
            <w:r w:rsidR="00EE29A6">
              <w:rPr>
                <w:noProof/>
                <w:webHidden/>
                <w:rtl/>
              </w:rPr>
              <w:instrText xml:space="preserve"> </w:instrText>
            </w:r>
            <w:r>
              <w:rPr>
                <w:noProof/>
                <w:webHidden/>
                <w:rtl/>
              </w:rPr>
            </w:r>
            <w:r>
              <w:rPr>
                <w:noProof/>
                <w:webHidden/>
                <w:rtl/>
              </w:rPr>
              <w:fldChar w:fldCharType="separate"/>
            </w:r>
            <w:r w:rsidR="009F4478">
              <w:rPr>
                <w:noProof/>
                <w:webHidden/>
              </w:rPr>
              <w:t>37</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70" w:history="1">
            <w:r w:rsidR="00EE29A6" w:rsidRPr="00FA6265">
              <w:rPr>
                <w:rStyle w:val="Hyperlink"/>
                <w:noProof/>
              </w:rPr>
              <w:t>2- Ashamedness in Looking</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Toc418512270 \h</w:instrText>
            </w:r>
            <w:r w:rsidR="00EE29A6">
              <w:rPr>
                <w:noProof/>
                <w:webHidden/>
                <w:rtl/>
              </w:rPr>
              <w:instrText xml:space="preserve"> </w:instrText>
            </w:r>
            <w:r>
              <w:rPr>
                <w:noProof/>
                <w:webHidden/>
                <w:rtl/>
              </w:rPr>
            </w:r>
            <w:r>
              <w:rPr>
                <w:noProof/>
                <w:webHidden/>
                <w:rtl/>
              </w:rPr>
              <w:fldChar w:fldCharType="separate"/>
            </w:r>
            <w:r w:rsidR="009F4478">
              <w:rPr>
                <w:noProof/>
                <w:webHidden/>
              </w:rPr>
              <w:t>37</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71" w:history="1">
            <w:r w:rsidR="00EE29A6" w:rsidRPr="00FA6265">
              <w:rPr>
                <w:rStyle w:val="Hyperlink"/>
                <w:noProof/>
              </w:rPr>
              <w:t>3- Ashamedness in the Saying</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Toc418512271 \h</w:instrText>
            </w:r>
            <w:r w:rsidR="00EE29A6">
              <w:rPr>
                <w:noProof/>
                <w:webHidden/>
                <w:rtl/>
              </w:rPr>
              <w:instrText xml:space="preserve"> </w:instrText>
            </w:r>
            <w:r>
              <w:rPr>
                <w:noProof/>
                <w:webHidden/>
                <w:rtl/>
              </w:rPr>
            </w:r>
            <w:r>
              <w:rPr>
                <w:noProof/>
                <w:webHidden/>
                <w:rtl/>
              </w:rPr>
              <w:fldChar w:fldCharType="separate"/>
            </w:r>
            <w:r w:rsidR="009F4478">
              <w:rPr>
                <w:noProof/>
                <w:webHidden/>
              </w:rPr>
              <w:t>37</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72" w:history="1">
            <w:r w:rsidR="00EE29A6" w:rsidRPr="00FA6265">
              <w:rPr>
                <w:rStyle w:val="Hyperlink"/>
              </w:rPr>
              <w:t>Chastity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Toc418512272 \h</w:instrText>
            </w:r>
            <w:r w:rsidR="00EE29A6">
              <w:rPr>
                <w:webHidden/>
                <w:rtl/>
              </w:rPr>
              <w:instrText xml:space="preserve"> </w:instrText>
            </w:r>
            <w:r>
              <w:rPr>
                <w:webHidden/>
                <w:rtl/>
              </w:rPr>
            </w:r>
            <w:r>
              <w:rPr>
                <w:webHidden/>
                <w:rtl/>
              </w:rPr>
              <w:fldChar w:fldCharType="separate"/>
            </w:r>
            <w:r w:rsidR="009F4478">
              <w:rPr>
                <w:webHidden/>
              </w:rPr>
              <w:t>37</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73" w:history="1">
            <w:r w:rsidR="00EE29A6" w:rsidRPr="00FA6265">
              <w:rPr>
                <w:rStyle w:val="Hyperlink"/>
                <w:noProof/>
              </w:rPr>
              <w:t>The Meaning of Chastity</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Toc418512273 \h</w:instrText>
            </w:r>
            <w:r w:rsidR="00EE29A6">
              <w:rPr>
                <w:noProof/>
                <w:webHidden/>
                <w:rtl/>
              </w:rPr>
              <w:instrText xml:space="preserve"> </w:instrText>
            </w:r>
            <w:r>
              <w:rPr>
                <w:noProof/>
                <w:webHidden/>
                <w:rtl/>
              </w:rPr>
            </w:r>
            <w:r>
              <w:rPr>
                <w:noProof/>
                <w:webHidden/>
                <w:rtl/>
              </w:rPr>
              <w:fldChar w:fldCharType="separate"/>
            </w:r>
            <w:r w:rsidR="009F4478">
              <w:rPr>
                <w:noProof/>
                <w:webHidden/>
              </w:rPr>
              <w:t>37</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74" w:history="1">
            <w:r w:rsidR="00EE29A6" w:rsidRPr="00FA6265">
              <w:rPr>
                <w:rStyle w:val="Hyperlink"/>
                <w:noProof/>
              </w:rPr>
              <w:t>Chastity from What?</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Toc418512274 \h</w:instrText>
            </w:r>
            <w:r w:rsidR="00EE29A6">
              <w:rPr>
                <w:noProof/>
                <w:webHidden/>
                <w:rtl/>
              </w:rPr>
              <w:instrText xml:space="preserve"> </w:instrText>
            </w:r>
            <w:r>
              <w:rPr>
                <w:noProof/>
                <w:webHidden/>
                <w:rtl/>
              </w:rPr>
            </w:r>
            <w:r>
              <w:rPr>
                <w:noProof/>
                <w:webHidden/>
                <w:rtl/>
              </w:rPr>
              <w:fldChar w:fldCharType="separate"/>
            </w:r>
            <w:r w:rsidR="009F4478">
              <w:rPr>
                <w:noProof/>
                <w:webHidden/>
              </w:rPr>
              <w:t>37</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75" w:history="1">
            <w:r w:rsidR="00EE29A6" w:rsidRPr="00FA6265">
              <w:rPr>
                <w:rStyle w:val="Hyperlink"/>
                <w:noProof/>
              </w:rPr>
              <w:t>Opposites of Ashamedness and Chastity</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Toc418512275 \h</w:instrText>
            </w:r>
            <w:r w:rsidR="00EE29A6">
              <w:rPr>
                <w:noProof/>
                <w:webHidden/>
                <w:rtl/>
              </w:rPr>
              <w:instrText xml:space="preserve"> </w:instrText>
            </w:r>
            <w:r>
              <w:rPr>
                <w:noProof/>
                <w:webHidden/>
                <w:rtl/>
              </w:rPr>
            </w:r>
            <w:r>
              <w:rPr>
                <w:noProof/>
                <w:webHidden/>
                <w:rtl/>
              </w:rPr>
              <w:fldChar w:fldCharType="separate"/>
            </w:r>
            <w:r w:rsidR="009F4478">
              <w:rPr>
                <w:noProof/>
                <w:webHidden/>
              </w:rPr>
              <w:t>37</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76" w:history="1">
            <w:r w:rsidR="00EE29A6" w:rsidRPr="00FA6265">
              <w:rPr>
                <w:rStyle w:val="Hyperlink"/>
              </w:rPr>
              <w:t>Summary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Toc418512276 \h</w:instrText>
            </w:r>
            <w:r w:rsidR="00EE29A6">
              <w:rPr>
                <w:webHidden/>
                <w:rtl/>
              </w:rPr>
              <w:instrText xml:space="preserve"> </w:instrText>
            </w:r>
            <w:r>
              <w:rPr>
                <w:webHidden/>
                <w:rtl/>
              </w:rPr>
            </w:r>
            <w:r>
              <w:rPr>
                <w:webHidden/>
                <w:rtl/>
              </w:rPr>
              <w:fldChar w:fldCharType="separate"/>
            </w:r>
            <w:r w:rsidR="009F4478">
              <w:rPr>
                <w:webHidden/>
              </w:rPr>
              <w:t>39</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77" w:history="1">
            <w:r w:rsidR="00EE29A6" w:rsidRPr="00FA6265">
              <w:rPr>
                <w:rStyle w:val="Hyperlink"/>
              </w:rPr>
              <w:t>Comprehension Questions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Toc418512277 \h</w:instrText>
            </w:r>
            <w:r w:rsidR="00EE29A6">
              <w:rPr>
                <w:webHidden/>
                <w:rtl/>
              </w:rPr>
              <w:instrText xml:space="preserve"> </w:instrText>
            </w:r>
            <w:r>
              <w:rPr>
                <w:webHidden/>
                <w:rtl/>
              </w:rPr>
            </w:r>
            <w:r>
              <w:rPr>
                <w:webHidden/>
                <w:rtl/>
              </w:rPr>
              <w:fldChar w:fldCharType="separate"/>
            </w:r>
            <w:r w:rsidR="009F4478">
              <w:rPr>
                <w:webHidden/>
              </w:rPr>
              <w:t>40</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78" w:history="1">
            <w:r w:rsidR="00EE29A6" w:rsidRPr="00FA6265">
              <w:rPr>
                <w:rStyle w:val="Hyperlink"/>
              </w:rPr>
              <w:t>For Reading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Toc418512278 \h</w:instrText>
            </w:r>
            <w:r w:rsidR="00EE29A6">
              <w:rPr>
                <w:webHidden/>
                <w:rtl/>
              </w:rPr>
              <w:instrText xml:space="preserve"> </w:instrText>
            </w:r>
            <w:r>
              <w:rPr>
                <w:webHidden/>
                <w:rtl/>
              </w:rPr>
            </w:r>
            <w:r>
              <w:rPr>
                <w:webHidden/>
                <w:rtl/>
              </w:rPr>
              <w:fldChar w:fldCharType="separate"/>
            </w:r>
            <w:r w:rsidR="009F4478">
              <w:rPr>
                <w:webHidden/>
              </w:rPr>
              <w:t>40</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79" w:history="1">
            <w:r w:rsidR="00EE29A6" w:rsidRPr="00FA6265">
              <w:rPr>
                <w:rStyle w:val="Hyperlink"/>
                <w:noProof/>
              </w:rPr>
              <w:t>From the Attitudes of Sayyda Zeinab (God’s peace bestowed upon her)</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Toc418512279 \h</w:instrText>
            </w:r>
            <w:r w:rsidR="00EE29A6">
              <w:rPr>
                <w:noProof/>
                <w:webHidden/>
                <w:rtl/>
              </w:rPr>
              <w:instrText xml:space="preserve"> </w:instrText>
            </w:r>
            <w:r>
              <w:rPr>
                <w:noProof/>
                <w:webHidden/>
                <w:rtl/>
              </w:rPr>
            </w:r>
            <w:r>
              <w:rPr>
                <w:noProof/>
                <w:webHidden/>
                <w:rtl/>
              </w:rPr>
              <w:fldChar w:fldCharType="separate"/>
            </w:r>
            <w:r w:rsidR="009F4478">
              <w:rPr>
                <w:noProof/>
                <w:webHidden/>
              </w:rPr>
              <w:t>40</w:t>
            </w:r>
            <w:r>
              <w:rPr>
                <w:noProof/>
                <w:webHidden/>
                <w:rtl/>
              </w:rPr>
              <w:fldChar w:fldCharType="end"/>
            </w:r>
          </w:hyperlink>
        </w:p>
        <w:p w:rsidR="00EE29A6" w:rsidRDefault="00F32FFA" w:rsidP="00EE29A6">
          <w:pPr>
            <w:pStyle w:val="TOC1"/>
            <w:rPr>
              <w:rFonts w:asciiTheme="minorHAnsi" w:eastAsiaTheme="minorEastAsia" w:hAnsiTheme="minorHAnsi" w:cstheme="minorBidi"/>
              <w:b w:val="0"/>
              <w:bCs w:val="0"/>
              <w:color w:val="auto"/>
              <w:sz w:val="22"/>
              <w:szCs w:val="22"/>
              <w:rtl/>
            </w:rPr>
          </w:pPr>
          <w:hyperlink w:anchor="_Toc418512280" w:history="1">
            <w:r w:rsidR="00EE29A6" w:rsidRPr="00FA6265">
              <w:rPr>
                <w:rStyle w:val="Hyperlink"/>
              </w:rPr>
              <w:t>Lesson Seven: Marriage -1-</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Toc418512280 \h</w:instrText>
            </w:r>
            <w:r w:rsidR="00EE29A6">
              <w:rPr>
                <w:webHidden/>
                <w:rtl/>
              </w:rPr>
              <w:instrText xml:space="preserve"> </w:instrText>
            </w:r>
            <w:r>
              <w:rPr>
                <w:webHidden/>
                <w:rtl/>
              </w:rPr>
            </w:r>
            <w:r>
              <w:rPr>
                <w:webHidden/>
                <w:rtl/>
              </w:rPr>
              <w:fldChar w:fldCharType="separate"/>
            </w:r>
            <w:r w:rsidR="009F4478">
              <w:rPr>
                <w:webHidden/>
              </w:rPr>
              <w:t>41</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81" w:history="1">
            <w:r w:rsidR="00EE29A6" w:rsidRPr="00FA6265">
              <w:rPr>
                <w:rStyle w:val="Hyperlink"/>
              </w:rPr>
              <w:t>The Importance of the Establishment of the Family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Toc418512281 \h</w:instrText>
            </w:r>
            <w:r w:rsidR="00EE29A6">
              <w:rPr>
                <w:webHidden/>
                <w:rtl/>
              </w:rPr>
              <w:instrText xml:space="preserve"> </w:instrText>
            </w:r>
            <w:r>
              <w:rPr>
                <w:webHidden/>
                <w:rtl/>
              </w:rPr>
            </w:r>
            <w:r>
              <w:rPr>
                <w:webHidden/>
                <w:rtl/>
              </w:rPr>
              <w:fldChar w:fldCharType="separate"/>
            </w:r>
            <w:r w:rsidR="009F4478">
              <w:rPr>
                <w:webHidden/>
              </w:rPr>
              <w:t>41</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82" w:history="1">
            <w:r w:rsidR="00EE29A6" w:rsidRPr="00FA6265">
              <w:rPr>
                <w:rStyle w:val="Hyperlink"/>
              </w:rPr>
              <w:t>From the Aims of the Family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Toc418512282 \h</w:instrText>
            </w:r>
            <w:r w:rsidR="00EE29A6">
              <w:rPr>
                <w:webHidden/>
                <w:rtl/>
              </w:rPr>
              <w:instrText xml:space="preserve"> </w:instrText>
            </w:r>
            <w:r>
              <w:rPr>
                <w:webHidden/>
                <w:rtl/>
              </w:rPr>
            </w:r>
            <w:r>
              <w:rPr>
                <w:webHidden/>
                <w:rtl/>
              </w:rPr>
              <w:fldChar w:fldCharType="separate"/>
            </w:r>
            <w:r w:rsidR="009F4478">
              <w:rPr>
                <w:webHidden/>
              </w:rPr>
              <w:t>41</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83" w:history="1">
            <w:r w:rsidR="00EE29A6" w:rsidRPr="00FA6265">
              <w:rPr>
                <w:rStyle w:val="Hyperlink"/>
                <w:noProof/>
              </w:rPr>
              <w:t>1- Chastity and Purity</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Toc418512283 \h</w:instrText>
            </w:r>
            <w:r w:rsidR="00EE29A6">
              <w:rPr>
                <w:noProof/>
                <w:webHidden/>
                <w:rtl/>
              </w:rPr>
              <w:instrText xml:space="preserve"> </w:instrText>
            </w:r>
            <w:r>
              <w:rPr>
                <w:noProof/>
                <w:webHidden/>
                <w:rtl/>
              </w:rPr>
            </w:r>
            <w:r>
              <w:rPr>
                <w:noProof/>
                <w:webHidden/>
                <w:rtl/>
              </w:rPr>
              <w:fldChar w:fldCharType="separate"/>
            </w:r>
            <w:r w:rsidR="009F4478">
              <w:rPr>
                <w:noProof/>
                <w:webHidden/>
              </w:rPr>
              <w:t>41</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84" w:history="1">
            <w:r w:rsidR="00EE29A6" w:rsidRPr="00FA6265">
              <w:rPr>
                <w:rStyle w:val="Hyperlink"/>
                <w:noProof/>
              </w:rPr>
              <w:t>2- Fortification of the Morals</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Toc418512284 \h</w:instrText>
            </w:r>
            <w:r w:rsidR="00EE29A6">
              <w:rPr>
                <w:noProof/>
                <w:webHidden/>
                <w:rtl/>
              </w:rPr>
              <w:instrText xml:space="preserve"> </w:instrText>
            </w:r>
            <w:r>
              <w:rPr>
                <w:noProof/>
                <w:webHidden/>
                <w:rtl/>
              </w:rPr>
            </w:r>
            <w:r>
              <w:rPr>
                <w:noProof/>
                <w:webHidden/>
                <w:rtl/>
              </w:rPr>
              <w:fldChar w:fldCharType="separate"/>
            </w:r>
            <w:r w:rsidR="009F4478">
              <w:rPr>
                <w:noProof/>
                <w:webHidden/>
              </w:rPr>
              <w:t>41</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85" w:history="1">
            <w:r w:rsidR="00EE29A6" w:rsidRPr="00FA6265">
              <w:rPr>
                <w:rStyle w:val="Hyperlink"/>
                <w:noProof/>
              </w:rPr>
              <w:t>3- Complementarity between the Wife and the Husband and Fulfillment of the Needs of Each One of Them:</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Toc418512285 \h</w:instrText>
            </w:r>
            <w:r w:rsidR="00EE29A6">
              <w:rPr>
                <w:noProof/>
                <w:webHidden/>
                <w:rtl/>
              </w:rPr>
              <w:instrText xml:space="preserve"> </w:instrText>
            </w:r>
            <w:r>
              <w:rPr>
                <w:noProof/>
                <w:webHidden/>
                <w:rtl/>
              </w:rPr>
            </w:r>
            <w:r>
              <w:rPr>
                <w:noProof/>
                <w:webHidden/>
                <w:rtl/>
              </w:rPr>
              <w:fldChar w:fldCharType="separate"/>
            </w:r>
            <w:r w:rsidR="009F4478">
              <w:rPr>
                <w:noProof/>
                <w:webHidden/>
              </w:rPr>
              <w:t>41</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86" w:history="1">
            <w:r w:rsidR="00EE29A6" w:rsidRPr="00FA6265">
              <w:rPr>
                <w:rStyle w:val="Hyperlink"/>
                <w:noProof/>
              </w:rPr>
              <w:t>4- Occupation of Time with Obedience</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Toc418512286 \h</w:instrText>
            </w:r>
            <w:r w:rsidR="00EE29A6">
              <w:rPr>
                <w:noProof/>
                <w:webHidden/>
                <w:rtl/>
              </w:rPr>
              <w:instrText xml:space="preserve"> </w:instrText>
            </w:r>
            <w:r>
              <w:rPr>
                <w:noProof/>
                <w:webHidden/>
                <w:rtl/>
              </w:rPr>
            </w:r>
            <w:r>
              <w:rPr>
                <w:noProof/>
                <w:webHidden/>
                <w:rtl/>
              </w:rPr>
              <w:fldChar w:fldCharType="separate"/>
            </w:r>
            <w:r w:rsidR="009F4478">
              <w:rPr>
                <w:noProof/>
                <w:webHidden/>
              </w:rPr>
              <w:t>42</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87" w:history="1">
            <w:r w:rsidR="00EE29A6" w:rsidRPr="00FA6265">
              <w:rPr>
                <w:rStyle w:val="Hyperlink"/>
              </w:rPr>
              <w:t>Increasing the Believing Progeny and Maintaining the Continuity of Life</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Toc418512287 \h</w:instrText>
            </w:r>
            <w:r w:rsidR="00EE29A6">
              <w:rPr>
                <w:webHidden/>
                <w:rtl/>
              </w:rPr>
              <w:instrText xml:space="preserve"> </w:instrText>
            </w:r>
            <w:r>
              <w:rPr>
                <w:webHidden/>
                <w:rtl/>
              </w:rPr>
            </w:r>
            <w:r>
              <w:rPr>
                <w:webHidden/>
                <w:rtl/>
              </w:rPr>
              <w:fldChar w:fldCharType="separate"/>
            </w:r>
            <w:r w:rsidR="009F4478">
              <w:rPr>
                <w:webHidden/>
              </w:rPr>
              <w:t>42</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88" w:history="1">
            <w:r w:rsidR="00EE29A6" w:rsidRPr="00FA6265">
              <w:rPr>
                <w:rStyle w:val="Hyperlink"/>
              </w:rPr>
              <w:t>The Environments Prevailing in the Family Relationship</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Toc418512288 \h</w:instrText>
            </w:r>
            <w:r w:rsidR="00EE29A6">
              <w:rPr>
                <w:webHidden/>
                <w:rtl/>
              </w:rPr>
              <w:instrText xml:space="preserve"> </w:instrText>
            </w:r>
            <w:r>
              <w:rPr>
                <w:webHidden/>
                <w:rtl/>
              </w:rPr>
            </w:r>
            <w:r>
              <w:rPr>
                <w:webHidden/>
                <w:rtl/>
              </w:rPr>
              <w:fldChar w:fldCharType="separate"/>
            </w:r>
            <w:r w:rsidR="009F4478">
              <w:rPr>
                <w:webHidden/>
              </w:rPr>
              <w:t>42</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89" w:history="1">
            <w:r w:rsidR="00EE29A6" w:rsidRPr="00FA6265">
              <w:rPr>
                <w:rStyle w:val="Hyperlink"/>
              </w:rPr>
              <w:t>The System of the Family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Toc418512289 \h</w:instrText>
            </w:r>
            <w:r w:rsidR="00EE29A6">
              <w:rPr>
                <w:webHidden/>
                <w:rtl/>
              </w:rPr>
              <w:instrText xml:space="preserve"> </w:instrText>
            </w:r>
            <w:r>
              <w:rPr>
                <w:webHidden/>
                <w:rtl/>
              </w:rPr>
            </w:r>
            <w:r>
              <w:rPr>
                <w:webHidden/>
                <w:rtl/>
              </w:rPr>
              <w:fldChar w:fldCharType="separate"/>
            </w:r>
            <w:r w:rsidR="009F4478">
              <w:rPr>
                <w:webHidden/>
              </w:rPr>
              <w:t>47</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90" w:history="1">
            <w:r w:rsidR="00EE29A6" w:rsidRPr="00FA6265">
              <w:rPr>
                <w:rStyle w:val="Hyperlink"/>
              </w:rPr>
              <w:t>Summary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Toc418512290 \h</w:instrText>
            </w:r>
            <w:r w:rsidR="00EE29A6">
              <w:rPr>
                <w:webHidden/>
                <w:rtl/>
              </w:rPr>
              <w:instrText xml:space="preserve"> </w:instrText>
            </w:r>
            <w:r>
              <w:rPr>
                <w:webHidden/>
                <w:rtl/>
              </w:rPr>
            </w:r>
            <w:r>
              <w:rPr>
                <w:webHidden/>
                <w:rtl/>
              </w:rPr>
              <w:fldChar w:fldCharType="separate"/>
            </w:r>
            <w:r w:rsidR="009F4478">
              <w:rPr>
                <w:webHidden/>
              </w:rPr>
              <w:t>47</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91" w:history="1">
            <w:r w:rsidR="00EE29A6" w:rsidRPr="00FA6265">
              <w:rPr>
                <w:rStyle w:val="Hyperlink"/>
              </w:rPr>
              <w:t>Comprehension Questions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Toc418512291 \h</w:instrText>
            </w:r>
            <w:r w:rsidR="00EE29A6">
              <w:rPr>
                <w:webHidden/>
                <w:rtl/>
              </w:rPr>
              <w:instrText xml:space="preserve"> </w:instrText>
            </w:r>
            <w:r>
              <w:rPr>
                <w:webHidden/>
                <w:rtl/>
              </w:rPr>
            </w:r>
            <w:r>
              <w:rPr>
                <w:webHidden/>
                <w:rtl/>
              </w:rPr>
              <w:fldChar w:fldCharType="separate"/>
            </w:r>
            <w:r w:rsidR="009F4478">
              <w:rPr>
                <w:webHidden/>
              </w:rPr>
              <w:t>48</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92" w:history="1">
            <w:r w:rsidR="00EE29A6" w:rsidRPr="00FA6265">
              <w:rPr>
                <w:rStyle w:val="Hyperlink"/>
              </w:rPr>
              <w:t>For Reading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Toc418512292 \h</w:instrText>
            </w:r>
            <w:r w:rsidR="00EE29A6">
              <w:rPr>
                <w:webHidden/>
                <w:rtl/>
              </w:rPr>
              <w:instrText xml:space="preserve"> </w:instrText>
            </w:r>
            <w:r>
              <w:rPr>
                <w:webHidden/>
                <w:rtl/>
              </w:rPr>
            </w:r>
            <w:r>
              <w:rPr>
                <w:webHidden/>
                <w:rtl/>
              </w:rPr>
              <w:fldChar w:fldCharType="separate"/>
            </w:r>
            <w:r w:rsidR="009F4478">
              <w:rPr>
                <w:webHidden/>
              </w:rPr>
              <w:t>48</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93" w:history="1">
            <w:r w:rsidR="00EE29A6" w:rsidRPr="00FA6265">
              <w:rPr>
                <w:rStyle w:val="Hyperlink"/>
                <w:noProof/>
              </w:rPr>
              <w:t>Sayyda Fatima Al-Zahraa (God’s peace bestowed upon her): The Wife</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Toc418512293 \h</w:instrText>
            </w:r>
            <w:r w:rsidR="00EE29A6">
              <w:rPr>
                <w:noProof/>
                <w:webHidden/>
                <w:rtl/>
              </w:rPr>
              <w:instrText xml:space="preserve"> </w:instrText>
            </w:r>
            <w:r>
              <w:rPr>
                <w:noProof/>
                <w:webHidden/>
                <w:rtl/>
              </w:rPr>
            </w:r>
            <w:r>
              <w:rPr>
                <w:noProof/>
                <w:webHidden/>
                <w:rtl/>
              </w:rPr>
              <w:fldChar w:fldCharType="separate"/>
            </w:r>
            <w:r w:rsidR="009F4478">
              <w:rPr>
                <w:noProof/>
                <w:webHidden/>
              </w:rPr>
              <w:t>48</w:t>
            </w:r>
            <w:r>
              <w:rPr>
                <w:noProof/>
                <w:webHidden/>
                <w:rtl/>
              </w:rPr>
              <w:fldChar w:fldCharType="end"/>
            </w:r>
          </w:hyperlink>
        </w:p>
        <w:p w:rsidR="00EE29A6" w:rsidRDefault="00F32FFA" w:rsidP="00EE29A6">
          <w:pPr>
            <w:pStyle w:val="TOC1"/>
            <w:rPr>
              <w:rFonts w:asciiTheme="minorHAnsi" w:eastAsiaTheme="minorEastAsia" w:hAnsiTheme="minorHAnsi" w:cstheme="minorBidi"/>
              <w:b w:val="0"/>
              <w:bCs w:val="0"/>
              <w:color w:val="auto"/>
              <w:sz w:val="22"/>
              <w:szCs w:val="22"/>
              <w:rtl/>
            </w:rPr>
          </w:pPr>
          <w:hyperlink w:anchor="_Toc418512294" w:history="1">
            <w:r w:rsidR="00EE29A6" w:rsidRPr="00FA6265">
              <w:rPr>
                <w:rStyle w:val="Hyperlink"/>
              </w:rPr>
              <w:t>Lesson Eight: Marriage -2-</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Toc418512294 \h</w:instrText>
            </w:r>
            <w:r w:rsidR="00EE29A6">
              <w:rPr>
                <w:webHidden/>
                <w:rtl/>
              </w:rPr>
              <w:instrText xml:space="preserve"> </w:instrText>
            </w:r>
            <w:r>
              <w:rPr>
                <w:webHidden/>
                <w:rtl/>
              </w:rPr>
            </w:r>
            <w:r>
              <w:rPr>
                <w:webHidden/>
                <w:rtl/>
              </w:rPr>
              <w:fldChar w:fldCharType="separate"/>
            </w:r>
            <w:r w:rsidR="009F4478">
              <w:rPr>
                <w:webHidden/>
              </w:rPr>
              <w:t>50</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95" w:history="1">
            <w:r w:rsidR="00EE29A6" w:rsidRPr="00FA6265">
              <w:rPr>
                <w:rStyle w:val="Hyperlink"/>
              </w:rPr>
              <w:t>Continuity of the Family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Toc418512295 \h</w:instrText>
            </w:r>
            <w:r w:rsidR="00EE29A6">
              <w:rPr>
                <w:webHidden/>
                <w:rtl/>
              </w:rPr>
              <w:instrText xml:space="preserve"> </w:instrText>
            </w:r>
            <w:r>
              <w:rPr>
                <w:webHidden/>
                <w:rtl/>
              </w:rPr>
            </w:r>
            <w:r>
              <w:rPr>
                <w:webHidden/>
                <w:rtl/>
              </w:rPr>
              <w:fldChar w:fldCharType="separate"/>
            </w:r>
            <w:r w:rsidR="009F4478">
              <w:rPr>
                <w:webHidden/>
              </w:rPr>
              <w:t>50</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96" w:history="1">
            <w:r w:rsidR="00EE29A6" w:rsidRPr="00FA6265">
              <w:rPr>
                <w:rStyle w:val="Hyperlink"/>
              </w:rPr>
              <w:t>From the Causes of the Divorce</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Toc418512296 \h</w:instrText>
            </w:r>
            <w:r w:rsidR="00EE29A6">
              <w:rPr>
                <w:webHidden/>
                <w:rtl/>
              </w:rPr>
              <w:instrText xml:space="preserve"> </w:instrText>
            </w:r>
            <w:r>
              <w:rPr>
                <w:webHidden/>
                <w:rtl/>
              </w:rPr>
            </w:r>
            <w:r>
              <w:rPr>
                <w:webHidden/>
                <w:rtl/>
              </w:rPr>
              <w:fldChar w:fldCharType="separate"/>
            </w:r>
            <w:r w:rsidR="009F4478">
              <w:rPr>
                <w:webHidden/>
              </w:rPr>
              <w:t>50</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97" w:history="1">
            <w:r w:rsidR="00EE29A6" w:rsidRPr="00FA6265">
              <w:rPr>
                <w:rStyle w:val="Hyperlink"/>
                <w:noProof/>
              </w:rPr>
              <w:t>1- Not Abiding to the Sacred Doctrine</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Toc418512297 \h</w:instrText>
            </w:r>
            <w:r w:rsidR="00EE29A6">
              <w:rPr>
                <w:noProof/>
                <w:webHidden/>
                <w:rtl/>
              </w:rPr>
              <w:instrText xml:space="preserve"> </w:instrText>
            </w:r>
            <w:r>
              <w:rPr>
                <w:noProof/>
                <w:webHidden/>
                <w:rtl/>
              </w:rPr>
            </w:r>
            <w:r>
              <w:rPr>
                <w:noProof/>
                <w:webHidden/>
                <w:rtl/>
              </w:rPr>
              <w:fldChar w:fldCharType="separate"/>
            </w:r>
            <w:r w:rsidR="009F4478">
              <w:rPr>
                <w:noProof/>
                <w:webHidden/>
              </w:rPr>
              <w:t>50</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298" w:history="1">
            <w:r w:rsidR="00EE29A6" w:rsidRPr="00FA6265">
              <w:rPr>
                <w:rStyle w:val="Hyperlink"/>
                <w:noProof/>
              </w:rPr>
              <w:t>2- The Faults</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Toc418512298 \h</w:instrText>
            </w:r>
            <w:r w:rsidR="00EE29A6">
              <w:rPr>
                <w:noProof/>
                <w:webHidden/>
                <w:rtl/>
              </w:rPr>
              <w:instrText xml:space="preserve"> </w:instrText>
            </w:r>
            <w:r>
              <w:rPr>
                <w:noProof/>
                <w:webHidden/>
                <w:rtl/>
              </w:rPr>
            </w:r>
            <w:r>
              <w:rPr>
                <w:noProof/>
                <w:webHidden/>
                <w:rtl/>
              </w:rPr>
              <w:fldChar w:fldCharType="separate"/>
            </w:r>
            <w:r w:rsidR="009F4478">
              <w:rPr>
                <w:noProof/>
                <w:webHidden/>
              </w:rPr>
              <w:t>50</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299" w:history="1">
            <w:r w:rsidR="00EE29A6" w:rsidRPr="00FA6265">
              <w:rPr>
                <w:rStyle w:val="Hyperlink"/>
              </w:rPr>
              <w:t>How to Handle Them?</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Toc418512299 \h</w:instrText>
            </w:r>
            <w:r w:rsidR="00EE29A6">
              <w:rPr>
                <w:webHidden/>
                <w:rtl/>
              </w:rPr>
              <w:instrText xml:space="preserve"> </w:instrText>
            </w:r>
            <w:r>
              <w:rPr>
                <w:webHidden/>
                <w:rtl/>
              </w:rPr>
            </w:r>
            <w:r>
              <w:rPr>
                <w:webHidden/>
                <w:rtl/>
              </w:rPr>
              <w:fldChar w:fldCharType="separate"/>
            </w:r>
            <w:r w:rsidR="009F4478">
              <w:rPr>
                <w:webHidden/>
              </w:rPr>
              <w:t>51</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00" w:history="1">
            <w:r w:rsidR="00EE29A6" w:rsidRPr="00FA6265">
              <w:rPr>
                <w:rStyle w:val="Hyperlink"/>
                <w:noProof/>
              </w:rPr>
              <w:t>1- Taking into Consideration the Rights and the Etiquettes</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Toc418512300 \h</w:instrText>
            </w:r>
            <w:r w:rsidR="00EE29A6">
              <w:rPr>
                <w:noProof/>
                <w:webHidden/>
                <w:rtl/>
              </w:rPr>
              <w:instrText xml:space="preserve"> </w:instrText>
            </w:r>
            <w:r>
              <w:rPr>
                <w:noProof/>
                <w:webHidden/>
                <w:rtl/>
              </w:rPr>
            </w:r>
            <w:r>
              <w:rPr>
                <w:noProof/>
                <w:webHidden/>
                <w:rtl/>
              </w:rPr>
              <w:fldChar w:fldCharType="separate"/>
            </w:r>
            <w:r w:rsidR="009F4478">
              <w:rPr>
                <w:noProof/>
                <w:webHidden/>
              </w:rPr>
              <w:t>51</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01" w:history="1">
            <w:r w:rsidR="00EE29A6" w:rsidRPr="00FA6265">
              <w:rPr>
                <w:rStyle w:val="Hyperlink"/>
                <w:noProof/>
              </w:rPr>
              <w:t>Rights and Etiquettes in the Relationship with the Husband</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Toc418512301 \h</w:instrText>
            </w:r>
            <w:r w:rsidR="00EE29A6">
              <w:rPr>
                <w:noProof/>
                <w:webHidden/>
                <w:rtl/>
              </w:rPr>
              <w:instrText xml:space="preserve"> </w:instrText>
            </w:r>
            <w:r>
              <w:rPr>
                <w:noProof/>
                <w:webHidden/>
                <w:rtl/>
              </w:rPr>
            </w:r>
            <w:r>
              <w:rPr>
                <w:noProof/>
                <w:webHidden/>
                <w:rtl/>
              </w:rPr>
              <w:fldChar w:fldCharType="separate"/>
            </w:r>
            <w:r w:rsidR="009F4478">
              <w:rPr>
                <w:noProof/>
                <w:webHidden/>
              </w:rPr>
              <w:t>51</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02" w:history="1">
            <w:r w:rsidR="00EE29A6" w:rsidRPr="00FA6265">
              <w:rPr>
                <w:rStyle w:val="Hyperlink"/>
                <w:noProof/>
              </w:rPr>
              <w:t>First: Fulfillment of Her Husband’s Needs</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Toc418512302 \h</w:instrText>
            </w:r>
            <w:r w:rsidR="00EE29A6">
              <w:rPr>
                <w:noProof/>
                <w:webHidden/>
                <w:rtl/>
              </w:rPr>
              <w:instrText xml:space="preserve"> </w:instrText>
            </w:r>
            <w:r>
              <w:rPr>
                <w:noProof/>
                <w:webHidden/>
                <w:rtl/>
              </w:rPr>
            </w:r>
            <w:r>
              <w:rPr>
                <w:noProof/>
                <w:webHidden/>
                <w:rtl/>
              </w:rPr>
              <w:fldChar w:fldCharType="separate"/>
            </w:r>
            <w:r w:rsidR="009F4478">
              <w:rPr>
                <w:noProof/>
                <w:webHidden/>
              </w:rPr>
              <w:t>51</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03" w:history="1">
            <w:r w:rsidR="00EE29A6" w:rsidRPr="00FA6265">
              <w:rPr>
                <w:rStyle w:val="Hyperlink"/>
                <w:noProof/>
              </w:rPr>
              <w:t>Second: Beautifying Herself and Endearing to Her Husband</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Toc418512303 \h</w:instrText>
            </w:r>
            <w:r w:rsidR="00EE29A6">
              <w:rPr>
                <w:noProof/>
                <w:webHidden/>
                <w:rtl/>
              </w:rPr>
              <w:instrText xml:space="preserve"> </w:instrText>
            </w:r>
            <w:r>
              <w:rPr>
                <w:noProof/>
                <w:webHidden/>
                <w:rtl/>
              </w:rPr>
            </w:r>
            <w:r>
              <w:rPr>
                <w:noProof/>
                <w:webHidden/>
                <w:rtl/>
              </w:rPr>
              <w:fldChar w:fldCharType="separate"/>
            </w:r>
            <w:r w:rsidR="009F4478">
              <w:rPr>
                <w:noProof/>
                <w:webHidden/>
              </w:rPr>
              <w:t>51</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04" w:history="1">
            <w:r w:rsidR="00EE29A6" w:rsidRPr="00FA6265">
              <w:rPr>
                <w:rStyle w:val="Hyperlink"/>
                <w:noProof/>
              </w:rPr>
              <w:t>Third: Preserving Her Husband’s Money</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Toc418512304 \h</w:instrText>
            </w:r>
            <w:r w:rsidR="00EE29A6">
              <w:rPr>
                <w:noProof/>
                <w:webHidden/>
                <w:rtl/>
              </w:rPr>
              <w:instrText xml:space="preserve"> </w:instrText>
            </w:r>
            <w:r>
              <w:rPr>
                <w:noProof/>
                <w:webHidden/>
                <w:rtl/>
              </w:rPr>
            </w:r>
            <w:r>
              <w:rPr>
                <w:noProof/>
                <w:webHidden/>
                <w:rtl/>
              </w:rPr>
              <w:fldChar w:fldCharType="separate"/>
            </w:r>
            <w:r w:rsidR="009F4478">
              <w:rPr>
                <w:noProof/>
                <w:webHidden/>
              </w:rPr>
              <w:t>51</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05" w:history="1">
            <w:r w:rsidR="00EE29A6" w:rsidRPr="00FA6265">
              <w:rPr>
                <w:rStyle w:val="Hyperlink"/>
                <w:noProof/>
              </w:rPr>
              <w:t>Fourth: Not Angering and Hurting Her Husband</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Toc418512305 \h</w:instrText>
            </w:r>
            <w:r w:rsidR="00EE29A6">
              <w:rPr>
                <w:noProof/>
                <w:webHidden/>
                <w:rtl/>
              </w:rPr>
              <w:instrText xml:space="preserve"> </w:instrText>
            </w:r>
            <w:r>
              <w:rPr>
                <w:noProof/>
                <w:webHidden/>
                <w:rtl/>
              </w:rPr>
            </w:r>
            <w:r>
              <w:rPr>
                <w:noProof/>
                <w:webHidden/>
                <w:rtl/>
              </w:rPr>
              <w:fldChar w:fldCharType="separate"/>
            </w:r>
            <w:r w:rsidR="009F4478">
              <w:rPr>
                <w:noProof/>
                <w:webHidden/>
              </w:rPr>
              <w:t>51</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06" w:history="1">
            <w:r w:rsidR="00EE29A6" w:rsidRPr="00FA6265">
              <w:rPr>
                <w:rStyle w:val="Hyperlink"/>
                <w:noProof/>
              </w:rPr>
              <w:t>Fifth: Not Getting Out of His House without His Permission</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Toc418512306 \h</w:instrText>
            </w:r>
            <w:r w:rsidR="00EE29A6">
              <w:rPr>
                <w:noProof/>
                <w:webHidden/>
                <w:rtl/>
              </w:rPr>
              <w:instrText xml:space="preserve"> </w:instrText>
            </w:r>
            <w:r>
              <w:rPr>
                <w:noProof/>
                <w:webHidden/>
                <w:rtl/>
              </w:rPr>
            </w:r>
            <w:r>
              <w:rPr>
                <w:noProof/>
                <w:webHidden/>
                <w:rtl/>
              </w:rPr>
              <w:fldChar w:fldCharType="separate"/>
            </w:r>
            <w:r w:rsidR="009F4478">
              <w:rPr>
                <w:noProof/>
                <w:webHidden/>
              </w:rPr>
              <w:t>52</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07" w:history="1">
            <w:r w:rsidR="00EE29A6" w:rsidRPr="00FA6265">
              <w:rPr>
                <w:rStyle w:val="Hyperlink"/>
                <w:noProof/>
              </w:rPr>
              <w:t>2- The Solution after Getting in the Problem</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Toc418512307 \h</w:instrText>
            </w:r>
            <w:r w:rsidR="00EE29A6">
              <w:rPr>
                <w:noProof/>
                <w:webHidden/>
                <w:rtl/>
              </w:rPr>
              <w:instrText xml:space="preserve"> </w:instrText>
            </w:r>
            <w:r>
              <w:rPr>
                <w:noProof/>
                <w:webHidden/>
                <w:rtl/>
              </w:rPr>
            </w:r>
            <w:r>
              <w:rPr>
                <w:noProof/>
                <w:webHidden/>
                <w:rtl/>
              </w:rPr>
              <w:fldChar w:fldCharType="separate"/>
            </w:r>
            <w:r w:rsidR="009F4478">
              <w:rPr>
                <w:noProof/>
                <w:webHidden/>
              </w:rPr>
              <w:t>52</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08" w:history="1">
            <w:r w:rsidR="00EE29A6" w:rsidRPr="00FA6265">
              <w:rPr>
                <w:rStyle w:val="Hyperlink"/>
              </w:rPr>
              <w:t>Divorce: The Authority of the Husband</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Toc418512308 \h</w:instrText>
            </w:r>
            <w:r w:rsidR="00EE29A6">
              <w:rPr>
                <w:webHidden/>
                <w:rtl/>
              </w:rPr>
              <w:instrText xml:space="preserve"> </w:instrText>
            </w:r>
            <w:r>
              <w:rPr>
                <w:webHidden/>
                <w:rtl/>
              </w:rPr>
            </w:r>
            <w:r>
              <w:rPr>
                <w:webHidden/>
                <w:rtl/>
              </w:rPr>
              <w:fldChar w:fldCharType="separate"/>
            </w:r>
            <w:r w:rsidR="009F4478">
              <w:rPr>
                <w:webHidden/>
              </w:rPr>
              <w:t>53</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09" w:history="1">
            <w:r w:rsidR="00EE29A6" w:rsidRPr="00FA6265">
              <w:rPr>
                <w:rStyle w:val="Hyperlink"/>
              </w:rPr>
              <w:t>Retaining Her on Reasonable Terms or Divorcing Her with Kindness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Toc418512309 \h</w:instrText>
            </w:r>
            <w:r w:rsidR="00EE29A6">
              <w:rPr>
                <w:webHidden/>
                <w:rtl/>
              </w:rPr>
              <w:instrText xml:space="preserve"> </w:instrText>
            </w:r>
            <w:r>
              <w:rPr>
                <w:webHidden/>
                <w:rtl/>
              </w:rPr>
            </w:r>
            <w:r>
              <w:rPr>
                <w:webHidden/>
                <w:rtl/>
              </w:rPr>
              <w:fldChar w:fldCharType="separate"/>
            </w:r>
            <w:r w:rsidR="009F4478">
              <w:rPr>
                <w:webHidden/>
              </w:rPr>
              <w:t>53</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10" w:history="1">
            <w:r w:rsidR="00EE29A6" w:rsidRPr="00FA6265">
              <w:rPr>
                <w:rStyle w:val="Hyperlink"/>
              </w:rPr>
              <w:t>Summary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Toc418512310 \h</w:instrText>
            </w:r>
            <w:r w:rsidR="00EE29A6">
              <w:rPr>
                <w:webHidden/>
                <w:rtl/>
              </w:rPr>
              <w:instrText xml:space="preserve"> </w:instrText>
            </w:r>
            <w:r>
              <w:rPr>
                <w:webHidden/>
                <w:rtl/>
              </w:rPr>
            </w:r>
            <w:r>
              <w:rPr>
                <w:webHidden/>
                <w:rtl/>
              </w:rPr>
              <w:fldChar w:fldCharType="separate"/>
            </w:r>
            <w:r w:rsidR="009F4478">
              <w:rPr>
                <w:webHidden/>
              </w:rPr>
              <w:t>53</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11" w:history="1">
            <w:r w:rsidR="00EE29A6" w:rsidRPr="00FA6265">
              <w:rPr>
                <w:rStyle w:val="Hyperlink"/>
                <w:noProof/>
              </w:rPr>
              <w:t>From the Causes of Divorce</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Toc418512311 \h</w:instrText>
            </w:r>
            <w:r w:rsidR="00EE29A6">
              <w:rPr>
                <w:noProof/>
                <w:webHidden/>
                <w:rtl/>
              </w:rPr>
              <w:instrText xml:space="preserve"> </w:instrText>
            </w:r>
            <w:r>
              <w:rPr>
                <w:noProof/>
                <w:webHidden/>
                <w:rtl/>
              </w:rPr>
            </w:r>
            <w:r>
              <w:rPr>
                <w:noProof/>
                <w:webHidden/>
                <w:rtl/>
              </w:rPr>
              <w:fldChar w:fldCharType="separate"/>
            </w:r>
            <w:r w:rsidR="009F4478">
              <w:rPr>
                <w:noProof/>
                <w:webHidden/>
              </w:rPr>
              <w:t>54</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12" w:history="1">
            <w:r w:rsidR="00EE29A6" w:rsidRPr="00FA6265">
              <w:rPr>
                <w:rStyle w:val="Hyperlink"/>
                <w:noProof/>
              </w:rPr>
              <w:t>Rights and Etiquettes in the Relationship with the Husband</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Toc418512312 \h</w:instrText>
            </w:r>
            <w:r w:rsidR="00EE29A6">
              <w:rPr>
                <w:noProof/>
                <w:webHidden/>
                <w:rtl/>
              </w:rPr>
              <w:instrText xml:space="preserve"> </w:instrText>
            </w:r>
            <w:r>
              <w:rPr>
                <w:noProof/>
                <w:webHidden/>
                <w:rtl/>
              </w:rPr>
            </w:r>
            <w:r>
              <w:rPr>
                <w:noProof/>
                <w:webHidden/>
                <w:rtl/>
              </w:rPr>
              <w:fldChar w:fldCharType="separate"/>
            </w:r>
            <w:r w:rsidR="009F4478">
              <w:rPr>
                <w:noProof/>
                <w:webHidden/>
              </w:rPr>
              <w:t>54</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13" w:history="1">
            <w:r w:rsidR="00EE29A6" w:rsidRPr="00FA6265">
              <w:rPr>
                <w:rStyle w:val="Hyperlink"/>
                <w:noProof/>
              </w:rPr>
              <w:t>How Are the Problems Solved?</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Toc418512313 \h</w:instrText>
            </w:r>
            <w:r w:rsidR="00EE29A6">
              <w:rPr>
                <w:noProof/>
                <w:webHidden/>
                <w:rtl/>
              </w:rPr>
              <w:instrText xml:space="preserve"> </w:instrText>
            </w:r>
            <w:r>
              <w:rPr>
                <w:noProof/>
                <w:webHidden/>
                <w:rtl/>
              </w:rPr>
            </w:r>
            <w:r>
              <w:rPr>
                <w:noProof/>
                <w:webHidden/>
                <w:rtl/>
              </w:rPr>
              <w:fldChar w:fldCharType="separate"/>
            </w:r>
            <w:r w:rsidR="009F4478">
              <w:rPr>
                <w:noProof/>
                <w:webHidden/>
              </w:rPr>
              <w:t>54</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14" w:history="1">
            <w:r w:rsidR="00EE29A6" w:rsidRPr="00FA6265">
              <w:rPr>
                <w:rStyle w:val="Hyperlink"/>
              </w:rPr>
              <w:t>Comprehension Questions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Toc418512314 \h</w:instrText>
            </w:r>
            <w:r w:rsidR="00EE29A6">
              <w:rPr>
                <w:webHidden/>
                <w:rtl/>
              </w:rPr>
              <w:instrText xml:space="preserve"> </w:instrText>
            </w:r>
            <w:r>
              <w:rPr>
                <w:webHidden/>
                <w:rtl/>
              </w:rPr>
            </w:r>
            <w:r>
              <w:rPr>
                <w:webHidden/>
                <w:rtl/>
              </w:rPr>
              <w:fldChar w:fldCharType="separate"/>
            </w:r>
            <w:r w:rsidR="009F4478">
              <w:rPr>
                <w:webHidden/>
              </w:rPr>
              <w:t>54</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15" w:history="1">
            <w:r w:rsidR="00EE29A6" w:rsidRPr="00FA6265">
              <w:rPr>
                <w:rStyle w:val="Hyperlink"/>
              </w:rPr>
              <w:t>For Reading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Toc418512315 \h</w:instrText>
            </w:r>
            <w:r w:rsidR="00EE29A6">
              <w:rPr>
                <w:webHidden/>
                <w:rtl/>
              </w:rPr>
              <w:instrText xml:space="preserve"> </w:instrText>
            </w:r>
            <w:r>
              <w:rPr>
                <w:webHidden/>
                <w:rtl/>
              </w:rPr>
            </w:r>
            <w:r>
              <w:rPr>
                <w:webHidden/>
                <w:rtl/>
              </w:rPr>
              <w:fldChar w:fldCharType="separate"/>
            </w:r>
            <w:r w:rsidR="009F4478">
              <w:rPr>
                <w:webHidden/>
              </w:rPr>
              <w:t>54</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16" w:history="1">
            <w:r w:rsidR="00EE29A6" w:rsidRPr="00FA6265">
              <w:rPr>
                <w:rStyle w:val="Hyperlink"/>
                <w:noProof/>
              </w:rPr>
              <w:t>Asya ibnat Mouzahem</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Toc418512316 \h</w:instrText>
            </w:r>
            <w:r w:rsidR="00EE29A6">
              <w:rPr>
                <w:noProof/>
                <w:webHidden/>
                <w:rtl/>
              </w:rPr>
              <w:instrText xml:space="preserve"> </w:instrText>
            </w:r>
            <w:r>
              <w:rPr>
                <w:noProof/>
                <w:webHidden/>
                <w:rtl/>
              </w:rPr>
            </w:r>
            <w:r>
              <w:rPr>
                <w:noProof/>
                <w:webHidden/>
                <w:rtl/>
              </w:rPr>
              <w:fldChar w:fldCharType="separate"/>
            </w:r>
            <w:r w:rsidR="009F4478">
              <w:rPr>
                <w:noProof/>
                <w:webHidden/>
              </w:rPr>
              <w:t>54</w:t>
            </w:r>
            <w:r>
              <w:rPr>
                <w:noProof/>
                <w:webHidden/>
                <w:rtl/>
              </w:rPr>
              <w:fldChar w:fldCharType="end"/>
            </w:r>
          </w:hyperlink>
        </w:p>
        <w:p w:rsidR="00EE29A6" w:rsidRDefault="00F32FFA" w:rsidP="00EE29A6">
          <w:pPr>
            <w:pStyle w:val="TOC1"/>
            <w:rPr>
              <w:rFonts w:asciiTheme="minorHAnsi" w:eastAsiaTheme="minorEastAsia" w:hAnsiTheme="minorHAnsi" w:cstheme="minorBidi"/>
              <w:b w:val="0"/>
              <w:bCs w:val="0"/>
              <w:color w:val="auto"/>
              <w:sz w:val="22"/>
              <w:szCs w:val="22"/>
              <w:rtl/>
            </w:rPr>
          </w:pPr>
          <w:hyperlink w:anchor="_Toc418512317" w:history="1">
            <w:r w:rsidR="00EE29A6" w:rsidRPr="00FA6265">
              <w:rPr>
                <w:rStyle w:val="Hyperlink"/>
              </w:rPr>
              <w:t>Lesson Nine: Her Role as a Mother</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Toc418512317 \h</w:instrText>
            </w:r>
            <w:r w:rsidR="00EE29A6">
              <w:rPr>
                <w:webHidden/>
                <w:rtl/>
              </w:rPr>
              <w:instrText xml:space="preserve"> </w:instrText>
            </w:r>
            <w:r>
              <w:rPr>
                <w:webHidden/>
                <w:rtl/>
              </w:rPr>
            </w:r>
            <w:r>
              <w:rPr>
                <w:webHidden/>
                <w:rtl/>
              </w:rPr>
              <w:fldChar w:fldCharType="separate"/>
            </w:r>
            <w:r w:rsidR="009F4478">
              <w:rPr>
                <w:webHidden/>
              </w:rPr>
              <w:t>56</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18" w:history="1">
            <w:r w:rsidR="00EE29A6" w:rsidRPr="00FA6265">
              <w:rPr>
                <w:rStyle w:val="Hyperlink"/>
              </w:rPr>
              <w:t>What Is the Mother?</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Toc418512318 \h</w:instrText>
            </w:r>
            <w:r w:rsidR="00EE29A6">
              <w:rPr>
                <w:webHidden/>
                <w:rtl/>
              </w:rPr>
              <w:instrText xml:space="preserve"> </w:instrText>
            </w:r>
            <w:r>
              <w:rPr>
                <w:webHidden/>
                <w:rtl/>
              </w:rPr>
            </w:r>
            <w:r>
              <w:rPr>
                <w:webHidden/>
                <w:rtl/>
              </w:rPr>
              <w:fldChar w:fldCharType="separate"/>
            </w:r>
            <w:r w:rsidR="009F4478">
              <w:rPr>
                <w:webHidden/>
              </w:rPr>
              <w:t>56</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19" w:history="1">
            <w:r w:rsidR="00EE29A6" w:rsidRPr="00FA6265">
              <w:rPr>
                <w:rStyle w:val="Hyperlink"/>
                <w:noProof/>
              </w:rPr>
              <w:t>1- The Heaven Is under the Feet of the Mothers</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Toc418512319 \h</w:instrText>
            </w:r>
            <w:r w:rsidR="00EE29A6">
              <w:rPr>
                <w:noProof/>
                <w:webHidden/>
                <w:rtl/>
              </w:rPr>
              <w:instrText xml:space="preserve"> </w:instrText>
            </w:r>
            <w:r>
              <w:rPr>
                <w:noProof/>
                <w:webHidden/>
                <w:rtl/>
              </w:rPr>
            </w:r>
            <w:r>
              <w:rPr>
                <w:noProof/>
                <w:webHidden/>
                <w:rtl/>
              </w:rPr>
              <w:fldChar w:fldCharType="separate"/>
            </w:r>
            <w:r w:rsidR="009F4478">
              <w:rPr>
                <w:noProof/>
                <w:webHidden/>
              </w:rPr>
              <w:t>56</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20" w:history="1">
            <w:r w:rsidR="00EE29A6" w:rsidRPr="00FA6265">
              <w:rPr>
                <w:rStyle w:val="Hyperlink"/>
                <w:noProof/>
              </w:rPr>
              <w:t>2- Recommendation with Filial Dutifulness towards Her</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Toc418512320 \h</w:instrText>
            </w:r>
            <w:r w:rsidR="00EE29A6">
              <w:rPr>
                <w:noProof/>
                <w:webHidden/>
                <w:rtl/>
              </w:rPr>
              <w:instrText xml:space="preserve"> </w:instrText>
            </w:r>
            <w:r>
              <w:rPr>
                <w:noProof/>
                <w:webHidden/>
                <w:rtl/>
              </w:rPr>
            </w:r>
            <w:r>
              <w:rPr>
                <w:noProof/>
                <w:webHidden/>
                <w:rtl/>
              </w:rPr>
              <w:fldChar w:fldCharType="separate"/>
            </w:r>
            <w:r w:rsidR="009F4478">
              <w:rPr>
                <w:noProof/>
                <w:webHidden/>
              </w:rPr>
              <w:t>56</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21" w:history="1">
            <w:r w:rsidR="00EE29A6" w:rsidRPr="00FA6265">
              <w:rPr>
                <w:rStyle w:val="Hyperlink"/>
              </w:rPr>
              <w:t>The Reason of the Mother’s Prestige</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Toc418512321 \h</w:instrText>
            </w:r>
            <w:r w:rsidR="00EE29A6">
              <w:rPr>
                <w:webHidden/>
                <w:rtl/>
              </w:rPr>
              <w:instrText xml:space="preserve"> </w:instrText>
            </w:r>
            <w:r>
              <w:rPr>
                <w:webHidden/>
                <w:rtl/>
              </w:rPr>
            </w:r>
            <w:r>
              <w:rPr>
                <w:webHidden/>
                <w:rtl/>
              </w:rPr>
              <w:fldChar w:fldCharType="separate"/>
            </w:r>
            <w:r w:rsidR="009F4478">
              <w:rPr>
                <w:webHidden/>
              </w:rPr>
              <w:t>56</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22" w:history="1">
            <w:r w:rsidR="00EE29A6" w:rsidRPr="00FA6265">
              <w:rPr>
                <w:rStyle w:val="Hyperlink"/>
              </w:rPr>
              <w:t>How Does She Carry This Responsibility?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Toc418512322 \h</w:instrText>
            </w:r>
            <w:r w:rsidR="00EE29A6">
              <w:rPr>
                <w:webHidden/>
                <w:rtl/>
              </w:rPr>
              <w:instrText xml:space="preserve"> </w:instrText>
            </w:r>
            <w:r>
              <w:rPr>
                <w:webHidden/>
                <w:rtl/>
              </w:rPr>
            </w:r>
            <w:r>
              <w:rPr>
                <w:webHidden/>
                <w:rtl/>
              </w:rPr>
              <w:fldChar w:fldCharType="separate"/>
            </w:r>
            <w:r w:rsidR="009F4478">
              <w:rPr>
                <w:webHidden/>
              </w:rPr>
              <w:t>57</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23" w:history="1">
            <w:r w:rsidR="00EE29A6" w:rsidRPr="00FA6265">
              <w:rPr>
                <w:rStyle w:val="Hyperlink"/>
                <w:noProof/>
              </w:rPr>
              <w:t>1- Pregnancy</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Toc418512323 \h</w:instrText>
            </w:r>
            <w:r w:rsidR="00EE29A6">
              <w:rPr>
                <w:noProof/>
                <w:webHidden/>
                <w:rtl/>
              </w:rPr>
              <w:instrText xml:space="preserve"> </w:instrText>
            </w:r>
            <w:r>
              <w:rPr>
                <w:noProof/>
                <w:webHidden/>
                <w:rtl/>
              </w:rPr>
            </w:r>
            <w:r>
              <w:rPr>
                <w:noProof/>
                <w:webHidden/>
                <w:rtl/>
              </w:rPr>
              <w:fldChar w:fldCharType="separate"/>
            </w:r>
            <w:r w:rsidR="009F4478">
              <w:rPr>
                <w:noProof/>
                <w:webHidden/>
              </w:rPr>
              <w:t>57</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24" w:history="1">
            <w:r w:rsidR="00EE29A6" w:rsidRPr="00FA6265">
              <w:rPr>
                <w:rStyle w:val="Hyperlink"/>
                <w:noProof/>
              </w:rPr>
              <w:t>2- Breast Feeding</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Toc418512324 \h</w:instrText>
            </w:r>
            <w:r w:rsidR="00EE29A6">
              <w:rPr>
                <w:noProof/>
                <w:webHidden/>
                <w:rtl/>
              </w:rPr>
              <w:instrText xml:space="preserve"> </w:instrText>
            </w:r>
            <w:r>
              <w:rPr>
                <w:noProof/>
                <w:webHidden/>
                <w:rtl/>
              </w:rPr>
            </w:r>
            <w:r>
              <w:rPr>
                <w:noProof/>
                <w:webHidden/>
                <w:rtl/>
              </w:rPr>
              <w:fldChar w:fldCharType="separate"/>
            </w:r>
            <w:r w:rsidR="009F4478">
              <w:rPr>
                <w:noProof/>
                <w:webHidden/>
              </w:rPr>
              <w:t>57</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25" w:history="1">
            <w:r w:rsidR="00EE29A6" w:rsidRPr="00FA6265">
              <w:rPr>
                <w:rStyle w:val="Hyperlink"/>
                <w:noProof/>
              </w:rPr>
              <w:t>3- Instruction and Guidance</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Toc418512325 \h</w:instrText>
            </w:r>
            <w:r w:rsidR="00EE29A6">
              <w:rPr>
                <w:noProof/>
                <w:webHidden/>
                <w:rtl/>
              </w:rPr>
              <w:instrText xml:space="preserve"> </w:instrText>
            </w:r>
            <w:r>
              <w:rPr>
                <w:noProof/>
                <w:webHidden/>
                <w:rtl/>
              </w:rPr>
            </w:r>
            <w:r>
              <w:rPr>
                <w:noProof/>
                <w:webHidden/>
                <w:rtl/>
              </w:rPr>
              <w:fldChar w:fldCharType="separate"/>
            </w:r>
            <w:r w:rsidR="009F4478">
              <w:rPr>
                <w:noProof/>
                <w:webHidden/>
              </w:rPr>
              <w:t>57</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26" w:history="1">
            <w:r w:rsidR="00EE29A6" w:rsidRPr="00FA6265">
              <w:rPr>
                <w:rStyle w:val="Hyperlink"/>
              </w:rPr>
              <w:t>Aims of Education</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Toc418512326 \h</w:instrText>
            </w:r>
            <w:r w:rsidR="00EE29A6">
              <w:rPr>
                <w:webHidden/>
                <w:rtl/>
              </w:rPr>
              <w:instrText xml:space="preserve"> </w:instrText>
            </w:r>
            <w:r>
              <w:rPr>
                <w:webHidden/>
                <w:rtl/>
              </w:rPr>
            </w:r>
            <w:r>
              <w:rPr>
                <w:webHidden/>
                <w:rtl/>
              </w:rPr>
              <w:fldChar w:fldCharType="separate"/>
            </w:r>
            <w:r w:rsidR="009F4478">
              <w:rPr>
                <w:webHidden/>
              </w:rPr>
              <w:t>58</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27" w:history="1">
            <w:r w:rsidR="00EE29A6" w:rsidRPr="00FA6265">
              <w:rPr>
                <w:rStyle w:val="Hyperlink"/>
                <w:noProof/>
              </w:rPr>
              <w:t>First: Learning</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Toc418512327 \h</w:instrText>
            </w:r>
            <w:r w:rsidR="00EE29A6">
              <w:rPr>
                <w:noProof/>
                <w:webHidden/>
                <w:rtl/>
              </w:rPr>
              <w:instrText xml:space="preserve"> </w:instrText>
            </w:r>
            <w:r>
              <w:rPr>
                <w:noProof/>
                <w:webHidden/>
                <w:rtl/>
              </w:rPr>
            </w:r>
            <w:r>
              <w:rPr>
                <w:noProof/>
                <w:webHidden/>
                <w:rtl/>
              </w:rPr>
              <w:fldChar w:fldCharType="separate"/>
            </w:r>
            <w:r w:rsidR="009F4478">
              <w:rPr>
                <w:noProof/>
                <w:webHidden/>
              </w:rPr>
              <w:t>58</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28" w:history="1">
            <w:r w:rsidR="00EE29A6" w:rsidRPr="00FA6265">
              <w:rPr>
                <w:rStyle w:val="Hyperlink"/>
                <w:noProof/>
              </w:rPr>
              <w:t>Second: Piety</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Toc418512328 \h</w:instrText>
            </w:r>
            <w:r w:rsidR="00EE29A6">
              <w:rPr>
                <w:noProof/>
                <w:webHidden/>
                <w:rtl/>
              </w:rPr>
              <w:instrText xml:space="preserve"> </w:instrText>
            </w:r>
            <w:r>
              <w:rPr>
                <w:noProof/>
                <w:webHidden/>
                <w:rtl/>
              </w:rPr>
            </w:r>
            <w:r>
              <w:rPr>
                <w:noProof/>
                <w:webHidden/>
                <w:rtl/>
              </w:rPr>
              <w:fldChar w:fldCharType="separate"/>
            </w:r>
            <w:r w:rsidR="009F4478">
              <w:rPr>
                <w:noProof/>
                <w:webHidden/>
              </w:rPr>
              <w:t>58</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29" w:history="1">
            <w:r w:rsidR="00EE29A6" w:rsidRPr="00FA6265">
              <w:rPr>
                <w:rStyle w:val="Hyperlink"/>
              </w:rPr>
              <w:t>Methods of Education</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Toc418512329 \h</w:instrText>
            </w:r>
            <w:r w:rsidR="00EE29A6">
              <w:rPr>
                <w:webHidden/>
                <w:rtl/>
              </w:rPr>
              <w:instrText xml:space="preserve"> </w:instrText>
            </w:r>
            <w:r>
              <w:rPr>
                <w:webHidden/>
                <w:rtl/>
              </w:rPr>
            </w:r>
            <w:r>
              <w:rPr>
                <w:webHidden/>
                <w:rtl/>
              </w:rPr>
              <w:fldChar w:fldCharType="separate"/>
            </w:r>
            <w:r w:rsidR="009F4478">
              <w:rPr>
                <w:webHidden/>
              </w:rPr>
              <w:t>58</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30" w:history="1">
            <w:r w:rsidR="00EE29A6" w:rsidRPr="00FA6265">
              <w:rPr>
                <w:rStyle w:val="Hyperlink"/>
                <w:noProof/>
              </w:rPr>
              <w:t>1- The Indirect Instruction Method</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Toc418512330 \h</w:instrText>
            </w:r>
            <w:r w:rsidR="00EE29A6">
              <w:rPr>
                <w:noProof/>
                <w:webHidden/>
                <w:rtl/>
              </w:rPr>
              <w:instrText xml:space="preserve"> </w:instrText>
            </w:r>
            <w:r>
              <w:rPr>
                <w:noProof/>
                <w:webHidden/>
                <w:rtl/>
              </w:rPr>
            </w:r>
            <w:r>
              <w:rPr>
                <w:noProof/>
                <w:webHidden/>
                <w:rtl/>
              </w:rPr>
              <w:fldChar w:fldCharType="separate"/>
            </w:r>
            <w:r w:rsidR="009F4478">
              <w:rPr>
                <w:noProof/>
                <w:webHidden/>
              </w:rPr>
              <w:t>58</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31" w:history="1">
            <w:r w:rsidR="00EE29A6" w:rsidRPr="00FA6265">
              <w:rPr>
                <w:rStyle w:val="Hyperlink"/>
                <w:noProof/>
              </w:rPr>
              <w:t>2- The Direct Instruction Method</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Toc418512331 \h</w:instrText>
            </w:r>
            <w:r w:rsidR="00EE29A6">
              <w:rPr>
                <w:noProof/>
                <w:webHidden/>
                <w:rtl/>
              </w:rPr>
              <w:instrText xml:space="preserve"> </w:instrText>
            </w:r>
            <w:r>
              <w:rPr>
                <w:noProof/>
                <w:webHidden/>
                <w:rtl/>
              </w:rPr>
            </w:r>
            <w:r>
              <w:rPr>
                <w:noProof/>
                <w:webHidden/>
                <w:rtl/>
              </w:rPr>
              <w:fldChar w:fldCharType="separate"/>
            </w:r>
            <w:r w:rsidR="009F4478">
              <w:rPr>
                <w:noProof/>
                <w:webHidden/>
              </w:rPr>
              <w:t>58</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32" w:history="1">
            <w:r w:rsidR="00EE29A6" w:rsidRPr="00FA6265">
              <w:rPr>
                <w:rStyle w:val="Hyperlink"/>
                <w:noProof/>
              </w:rPr>
              <w:t>3- Instruction of the Causes and the Consequences Method</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Toc418512332 \h</w:instrText>
            </w:r>
            <w:r w:rsidR="00EE29A6">
              <w:rPr>
                <w:noProof/>
                <w:webHidden/>
                <w:rtl/>
              </w:rPr>
              <w:instrText xml:space="preserve"> </w:instrText>
            </w:r>
            <w:r>
              <w:rPr>
                <w:noProof/>
                <w:webHidden/>
                <w:rtl/>
              </w:rPr>
            </w:r>
            <w:r>
              <w:rPr>
                <w:noProof/>
                <w:webHidden/>
                <w:rtl/>
              </w:rPr>
              <w:fldChar w:fldCharType="separate"/>
            </w:r>
            <w:r w:rsidR="009F4478">
              <w:rPr>
                <w:noProof/>
                <w:webHidden/>
              </w:rPr>
              <w:t>59</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33" w:history="1">
            <w:r w:rsidR="00EE29A6" w:rsidRPr="00FA6265">
              <w:rPr>
                <w:rStyle w:val="Hyperlink"/>
              </w:rPr>
              <w:t>Indispensable Characteristics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Toc418512333 \h</w:instrText>
            </w:r>
            <w:r w:rsidR="00EE29A6">
              <w:rPr>
                <w:webHidden/>
                <w:rtl/>
              </w:rPr>
              <w:instrText xml:space="preserve"> </w:instrText>
            </w:r>
            <w:r>
              <w:rPr>
                <w:webHidden/>
                <w:rtl/>
              </w:rPr>
            </w:r>
            <w:r>
              <w:rPr>
                <w:webHidden/>
                <w:rtl/>
              </w:rPr>
              <w:fldChar w:fldCharType="separate"/>
            </w:r>
            <w:r w:rsidR="009F4478">
              <w:rPr>
                <w:webHidden/>
              </w:rPr>
              <w:t>59</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34" w:history="1">
            <w:r w:rsidR="00EE29A6" w:rsidRPr="00FA6265">
              <w:rPr>
                <w:rStyle w:val="Hyperlink"/>
                <w:noProof/>
              </w:rPr>
              <w:t>1- Showing Love and Tenderness</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Toc418512334 \h</w:instrText>
            </w:r>
            <w:r w:rsidR="00EE29A6">
              <w:rPr>
                <w:noProof/>
                <w:webHidden/>
                <w:rtl/>
              </w:rPr>
              <w:instrText xml:space="preserve"> </w:instrText>
            </w:r>
            <w:r>
              <w:rPr>
                <w:noProof/>
                <w:webHidden/>
                <w:rtl/>
              </w:rPr>
            </w:r>
            <w:r>
              <w:rPr>
                <w:noProof/>
                <w:webHidden/>
                <w:rtl/>
              </w:rPr>
              <w:fldChar w:fldCharType="separate"/>
            </w:r>
            <w:r w:rsidR="009F4478">
              <w:rPr>
                <w:noProof/>
                <w:webHidden/>
              </w:rPr>
              <w:t>59</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35" w:history="1">
            <w:r w:rsidR="00EE29A6" w:rsidRPr="00FA6265">
              <w:rPr>
                <w:rStyle w:val="Hyperlink"/>
                <w:noProof/>
              </w:rPr>
              <w:t>2- Tolerance and Patience</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Toc418512335 \h</w:instrText>
            </w:r>
            <w:r w:rsidR="00EE29A6">
              <w:rPr>
                <w:noProof/>
                <w:webHidden/>
                <w:rtl/>
              </w:rPr>
              <w:instrText xml:space="preserve"> </w:instrText>
            </w:r>
            <w:r>
              <w:rPr>
                <w:noProof/>
                <w:webHidden/>
                <w:rtl/>
              </w:rPr>
            </w:r>
            <w:r>
              <w:rPr>
                <w:noProof/>
                <w:webHidden/>
                <w:rtl/>
              </w:rPr>
              <w:fldChar w:fldCharType="separate"/>
            </w:r>
            <w:r w:rsidR="009F4478">
              <w:rPr>
                <w:noProof/>
                <w:webHidden/>
              </w:rPr>
              <w:t>59</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36" w:history="1">
            <w:r w:rsidR="00EE29A6" w:rsidRPr="00FA6265">
              <w:rPr>
                <w:rStyle w:val="Hyperlink"/>
                <w:noProof/>
              </w:rPr>
              <w:t>3- Equality</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Toc418512336 \h</w:instrText>
            </w:r>
            <w:r w:rsidR="00EE29A6">
              <w:rPr>
                <w:noProof/>
                <w:webHidden/>
                <w:rtl/>
              </w:rPr>
              <w:instrText xml:space="preserve"> </w:instrText>
            </w:r>
            <w:r>
              <w:rPr>
                <w:noProof/>
                <w:webHidden/>
                <w:rtl/>
              </w:rPr>
            </w:r>
            <w:r>
              <w:rPr>
                <w:noProof/>
                <w:webHidden/>
                <w:rtl/>
              </w:rPr>
              <w:fldChar w:fldCharType="separate"/>
            </w:r>
            <w:r w:rsidR="009F4478">
              <w:rPr>
                <w:noProof/>
                <w:webHidden/>
              </w:rPr>
              <w:t>60</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37" w:history="1">
            <w:r w:rsidR="00EE29A6" w:rsidRPr="00FA6265">
              <w:rPr>
                <w:rStyle w:val="Hyperlink"/>
              </w:rPr>
              <w:t>Summary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Toc418512337 \h</w:instrText>
            </w:r>
            <w:r w:rsidR="00EE29A6">
              <w:rPr>
                <w:webHidden/>
                <w:rtl/>
              </w:rPr>
              <w:instrText xml:space="preserve"> </w:instrText>
            </w:r>
            <w:r>
              <w:rPr>
                <w:webHidden/>
                <w:rtl/>
              </w:rPr>
            </w:r>
            <w:r>
              <w:rPr>
                <w:webHidden/>
                <w:rtl/>
              </w:rPr>
              <w:fldChar w:fldCharType="separate"/>
            </w:r>
            <w:r w:rsidR="009F4478">
              <w:rPr>
                <w:webHidden/>
              </w:rPr>
              <w:t>60</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38" w:history="1">
            <w:r w:rsidR="00EE29A6" w:rsidRPr="00FA6265">
              <w:rPr>
                <w:rStyle w:val="Hyperlink"/>
                <w:noProof/>
              </w:rPr>
              <w:t>The mother’s carrying of the responsibility passes through several stages:</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Toc418512338 \h</w:instrText>
            </w:r>
            <w:r w:rsidR="00EE29A6">
              <w:rPr>
                <w:noProof/>
                <w:webHidden/>
                <w:rtl/>
              </w:rPr>
              <w:instrText xml:space="preserve"> </w:instrText>
            </w:r>
            <w:r>
              <w:rPr>
                <w:noProof/>
                <w:webHidden/>
                <w:rtl/>
              </w:rPr>
            </w:r>
            <w:r>
              <w:rPr>
                <w:noProof/>
                <w:webHidden/>
                <w:rtl/>
              </w:rPr>
              <w:fldChar w:fldCharType="separate"/>
            </w:r>
            <w:r w:rsidR="009F4478">
              <w:rPr>
                <w:noProof/>
                <w:webHidden/>
              </w:rPr>
              <w:t>60</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39" w:history="1">
            <w:r w:rsidR="00EE29A6" w:rsidRPr="00FA6265">
              <w:rPr>
                <w:rStyle w:val="Hyperlink"/>
                <w:noProof/>
              </w:rPr>
              <w:t>Methods of Education</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Toc418512339 \h</w:instrText>
            </w:r>
            <w:r w:rsidR="00EE29A6">
              <w:rPr>
                <w:noProof/>
                <w:webHidden/>
                <w:rtl/>
              </w:rPr>
              <w:instrText xml:space="preserve"> </w:instrText>
            </w:r>
            <w:r>
              <w:rPr>
                <w:noProof/>
                <w:webHidden/>
                <w:rtl/>
              </w:rPr>
            </w:r>
            <w:r>
              <w:rPr>
                <w:noProof/>
                <w:webHidden/>
                <w:rtl/>
              </w:rPr>
              <w:fldChar w:fldCharType="separate"/>
            </w:r>
            <w:r w:rsidR="009F4478">
              <w:rPr>
                <w:noProof/>
                <w:webHidden/>
              </w:rPr>
              <w:t>60</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40" w:history="1">
            <w:r w:rsidR="00EE29A6" w:rsidRPr="00FA6265">
              <w:rPr>
                <w:rStyle w:val="Hyperlink"/>
              </w:rPr>
              <w:t>Comprehension Questions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Toc418512340 \h</w:instrText>
            </w:r>
            <w:r w:rsidR="00EE29A6">
              <w:rPr>
                <w:webHidden/>
                <w:rtl/>
              </w:rPr>
              <w:instrText xml:space="preserve"> </w:instrText>
            </w:r>
            <w:r>
              <w:rPr>
                <w:webHidden/>
                <w:rtl/>
              </w:rPr>
            </w:r>
            <w:r>
              <w:rPr>
                <w:webHidden/>
                <w:rtl/>
              </w:rPr>
              <w:fldChar w:fldCharType="separate"/>
            </w:r>
            <w:r w:rsidR="009F4478">
              <w:rPr>
                <w:webHidden/>
              </w:rPr>
              <w:t>60</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41" w:history="1">
            <w:r w:rsidR="00EE29A6" w:rsidRPr="00FA6265">
              <w:rPr>
                <w:rStyle w:val="Hyperlink"/>
              </w:rPr>
              <w:t>For Reading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Toc418512341 \h</w:instrText>
            </w:r>
            <w:r w:rsidR="00EE29A6">
              <w:rPr>
                <w:webHidden/>
                <w:rtl/>
              </w:rPr>
              <w:instrText xml:space="preserve"> </w:instrText>
            </w:r>
            <w:r>
              <w:rPr>
                <w:webHidden/>
                <w:rtl/>
              </w:rPr>
            </w:r>
            <w:r>
              <w:rPr>
                <w:webHidden/>
                <w:rtl/>
              </w:rPr>
              <w:fldChar w:fldCharType="separate"/>
            </w:r>
            <w:r w:rsidR="009F4478">
              <w:rPr>
                <w:webHidden/>
              </w:rPr>
              <w:t>60</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42" w:history="1">
            <w:r w:rsidR="00EE29A6" w:rsidRPr="00FA6265">
              <w:rPr>
                <w:rStyle w:val="Hyperlink"/>
                <w:noProof/>
              </w:rPr>
              <w:t>Fatima ibnat Al-Naser</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Toc418512342 \h</w:instrText>
            </w:r>
            <w:r w:rsidR="00EE29A6">
              <w:rPr>
                <w:noProof/>
                <w:webHidden/>
                <w:rtl/>
              </w:rPr>
              <w:instrText xml:space="preserve"> </w:instrText>
            </w:r>
            <w:r>
              <w:rPr>
                <w:noProof/>
                <w:webHidden/>
                <w:rtl/>
              </w:rPr>
            </w:r>
            <w:r>
              <w:rPr>
                <w:noProof/>
                <w:webHidden/>
                <w:rtl/>
              </w:rPr>
              <w:fldChar w:fldCharType="separate"/>
            </w:r>
            <w:r w:rsidR="009F4478">
              <w:rPr>
                <w:noProof/>
                <w:webHidden/>
              </w:rPr>
              <w:t>60</w:t>
            </w:r>
            <w:r>
              <w:rPr>
                <w:noProof/>
                <w:webHidden/>
                <w:rtl/>
              </w:rPr>
              <w:fldChar w:fldCharType="end"/>
            </w:r>
          </w:hyperlink>
        </w:p>
        <w:p w:rsidR="00EE29A6" w:rsidRDefault="00F32FFA" w:rsidP="00EE29A6">
          <w:pPr>
            <w:pStyle w:val="TOC1"/>
            <w:rPr>
              <w:rFonts w:asciiTheme="minorHAnsi" w:eastAsiaTheme="minorEastAsia" w:hAnsiTheme="minorHAnsi" w:cstheme="minorBidi"/>
              <w:b w:val="0"/>
              <w:bCs w:val="0"/>
              <w:color w:val="auto"/>
              <w:sz w:val="22"/>
              <w:szCs w:val="22"/>
              <w:rtl/>
            </w:rPr>
          </w:pPr>
          <w:hyperlink w:anchor="_Toc418512343" w:history="1">
            <w:r w:rsidR="00EE29A6" w:rsidRPr="00FA6265">
              <w:rPr>
                <w:rStyle w:val="Hyperlink"/>
              </w:rPr>
              <w:t>Lesson Ten: Woman’s Work and Struggle For God’s Sake</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Toc418512343 \h</w:instrText>
            </w:r>
            <w:r w:rsidR="00EE29A6">
              <w:rPr>
                <w:webHidden/>
                <w:rtl/>
              </w:rPr>
              <w:instrText xml:space="preserve"> </w:instrText>
            </w:r>
            <w:r>
              <w:rPr>
                <w:webHidden/>
                <w:rtl/>
              </w:rPr>
            </w:r>
            <w:r>
              <w:rPr>
                <w:webHidden/>
                <w:rtl/>
              </w:rPr>
              <w:fldChar w:fldCharType="separate"/>
            </w:r>
            <w:r w:rsidR="009F4478">
              <w:rPr>
                <w:webHidden/>
              </w:rPr>
              <w:t>62</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44" w:history="1">
            <w:r w:rsidR="00EE29A6" w:rsidRPr="00FA6265">
              <w:rPr>
                <w:rStyle w:val="Hyperlink"/>
              </w:rPr>
              <w:t>Woman’s Work</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Toc418512344 \h</w:instrText>
            </w:r>
            <w:r w:rsidR="00EE29A6">
              <w:rPr>
                <w:webHidden/>
                <w:rtl/>
              </w:rPr>
              <w:instrText xml:space="preserve"> </w:instrText>
            </w:r>
            <w:r>
              <w:rPr>
                <w:webHidden/>
                <w:rtl/>
              </w:rPr>
            </w:r>
            <w:r>
              <w:rPr>
                <w:webHidden/>
                <w:rtl/>
              </w:rPr>
              <w:fldChar w:fldCharType="separate"/>
            </w:r>
            <w:r w:rsidR="009F4478">
              <w:rPr>
                <w:webHidden/>
              </w:rPr>
              <w:t>62</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45" w:history="1">
            <w:r w:rsidR="00EE29A6" w:rsidRPr="00FA6265">
              <w:rPr>
                <w:rStyle w:val="Hyperlink"/>
              </w:rPr>
              <w:t>Woman’s Original Work</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Toc418512345 \h</w:instrText>
            </w:r>
            <w:r w:rsidR="00EE29A6">
              <w:rPr>
                <w:webHidden/>
                <w:rtl/>
              </w:rPr>
              <w:instrText xml:space="preserve"> </w:instrText>
            </w:r>
            <w:r>
              <w:rPr>
                <w:webHidden/>
                <w:rtl/>
              </w:rPr>
            </w:r>
            <w:r>
              <w:rPr>
                <w:webHidden/>
                <w:rtl/>
              </w:rPr>
              <w:fldChar w:fldCharType="separate"/>
            </w:r>
            <w:r w:rsidR="009F4478">
              <w:rPr>
                <w:webHidden/>
              </w:rPr>
              <w:t>62</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46" w:history="1">
            <w:r w:rsidR="00EE29A6" w:rsidRPr="00FA6265">
              <w:rPr>
                <w:rStyle w:val="Hyperlink"/>
                <w:noProof/>
              </w:rPr>
              <w:t>1- In Case of Financial Need</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Toc418512346 \h</w:instrText>
            </w:r>
            <w:r w:rsidR="00EE29A6">
              <w:rPr>
                <w:noProof/>
                <w:webHidden/>
                <w:rtl/>
              </w:rPr>
              <w:instrText xml:space="preserve"> </w:instrText>
            </w:r>
            <w:r>
              <w:rPr>
                <w:noProof/>
                <w:webHidden/>
                <w:rtl/>
              </w:rPr>
            </w:r>
            <w:r>
              <w:rPr>
                <w:noProof/>
                <w:webHidden/>
                <w:rtl/>
              </w:rPr>
              <w:fldChar w:fldCharType="separate"/>
            </w:r>
            <w:r w:rsidR="009F4478">
              <w:rPr>
                <w:noProof/>
                <w:webHidden/>
              </w:rPr>
              <w:t>63</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47" w:history="1">
            <w:r w:rsidR="00EE29A6" w:rsidRPr="00FA6265">
              <w:rPr>
                <w:rStyle w:val="Hyperlink"/>
                <w:noProof/>
              </w:rPr>
              <w:t>2- In Case of Free Time</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Toc418512347 \h</w:instrText>
            </w:r>
            <w:r w:rsidR="00EE29A6">
              <w:rPr>
                <w:noProof/>
                <w:webHidden/>
                <w:rtl/>
              </w:rPr>
              <w:instrText xml:space="preserve"> </w:instrText>
            </w:r>
            <w:r>
              <w:rPr>
                <w:noProof/>
                <w:webHidden/>
                <w:rtl/>
              </w:rPr>
            </w:r>
            <w:r>
              <w:rPr>
                <w:noProof/>
                <w:webHidden/>
                <w:rtl/>
              </w:rPr>
              <w:fldChar w:fldCharType="separate"/>
            </w:r>
            <w:r w:rsidR="009F4478">
              <w:rPr>
                <w:noProof/>
                <w:webHidden/>
              </w:rPr>
              <w:t>63</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48" w:history="1">
            <w:r w:rsidR="00EE29A6" w:rsidRPr="00FA6265">
              <w:rPr>
                <w:rStyle w:val="Hyperlink"/>
                <w:noProof/>
              </w:rPr>
              <w:t>3- A Special Importance Attached to Work</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Toc418512348 \h</w:instrText>
            </w:r>
            <w:r w:rsidR="00EE29A6">
              <w:rPr>
                <w:noProof/>
                <w:webHidden/>
                <w:rtl/>
              </w:rPr>
              <w:instrText xml:space="preserve"> </w:instrText>
            </w:r>
            <w:r>
              <w:rPr>
                <w:noProof/>
                <w:webHidden/>
                <w:rtl/>
              </w:rPr>
            </w:r>
            <w:r>
              <w:rPr>
                <w:noProof/>
                <w:webHidden/>
                <w:rtl/>
              </w:rPr>
              <w:fldChar w:fldCharType="separate"/>
            </w:r>
            <w:r w:rsidR="009F4478">
              <w:rPr>
                <w:noProof/>
                <w:webHidden/>
              </w:rPr>
              <w:t>63</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49" w:history="1">
            <w:r w:rsidR="00EE29A6" w:rsidRPr="00FA6265">
              <w:rPr>
                <w:rStyle w:val="Hyperlink"/>
              </w:rPr>
              <w:t>Abidance to the Religious Rules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Toc418512349 \h</w:instrText>
            </w:r>
            <w:r w:rsidR="00EE29A6">
              <w:rPr>
                <w:webHidden/>
                <w:rtl/>
              </w:rPr>
              <w:instrText xml:space="preserve"> </w:instrText>
            </w:r>
            <w:r>
              <w:rPr>
                <w:webHidden/>
                <w:rtl/>
              </w:rPr>
            </w:r>
            <w:r>
              <w:rPr>
                <w:webHidden/>
                <w:rtl/>
              </w:rPr>
              <w:fldChar w:fldCharType="separate"/>
            </w:r>
            <w:r w:rsidR="009F4478">
              <w:rPr>
                <w:webHidden/>
              </w:rPr>
              <w:t>63</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50" w:history="1">
            <w:r w:rsidR="00EE29A6" w:rsidRPr="00FA6265">
              <w:rPr>
                <w:rStyle w:val="Hyperlink"/>
              </w:rPr>
              <w:t>The Military Struggle for God’s Sake</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Toc418512350 \h</w:instrText>
            </w:r>
            <w:r w:rsidR="00EE29A6">
              <w:rPr>
                <w:webHidden/>
                <w:rtl/>
              </w:rPr>
              <w:instrText xml:space="preserve"> </w:instrText>
            </w:r>
            <w:r>
              <w:rPr>
                <w:webHidden/>
                <w:rtl/>
              </w:rPr>
            </w:r>
            <w:r>
              <w:rPr>
                <w:webHidden/>
                <w:rtl/>
              </w:rPr>
              <w:fldChar w:fldCharType="separate"/>
            </w:r>
            <w:r w:rsidR="009F4478">
              <w:rPr>
                <w:webHidden/>
              </w:rPr>
              <w:t>63</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51" w:history="1">
            <w:r w:rsidR="00EE29A6" w:rsidRPr="00FA6265">
              <w:rPr>
                <w:rStyle w:val="Hyperlink"/>
                <w:noProof/>
              </w:rPr>
              <w:t>Woman’s Role in the Struggle for God’s Sake</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Toc418512351 \h</w:instrText>
            </w:r>
            <w:r w:rsidR="00EE29A6">
              <w:rPr>
                <w:noProof/>
                <w:webHidden/>
                <w:rtl/>
              </w:rPr>
              <w:instrText xml:space="preserve"> </w:instrText>
            </w:r>
            <w:r>
              <w:rPr>
                <w:noProof/>
                <w:webHidden/>
                <w:rtl/>
              </w:rPr>
            </w:r>
            <w:r>
              <w:rPr>
                <w:noProof/>
                <w:webHidden/>
                <w:rtl/>
              </w:rPr>
              <w:fldChar w:fldCharType="separate"/>
            </w:r>
            <w:r w:rsidR="009F4478">
              <w:rPr>
                <w:noProof/>
                <w:webHidden/>
              </w:rPr>
              <w:t>63</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52" w:history="1">
            <w:r w:rsidR="00EE29A6" w:rsidRPr="00FA6265">
              <w:rPr>
                <w:rStyle w:val="Hyperlink"/>
                <w:noProof/>
              </w:rPr>
              <w:t>What Is Meant by the Military Work?</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Toc418512352 \h</w:instrText>
            </w:r>
            <w:r w:rsidR="00EE29A6">
              <w:rPr>
                <w:noProof/>
                <w:webHidden/>
                <w:rtl/>
              </w:rPr>
              <w:instrText xml:space="preserve"> </w:instrText>
            </w:r>
            <w:r>
              <w:rPr>
                <w:noProof/>
                <w:webHidden/>
                <w:rtl/>
              </w:rPr>
            </w:r>
            <w:r>
              <w:rPr>
                <w:noProof/>
                <w:webHidden/>
                <w:rtl/>
              </w:rPr>
              <w:fldChar w:fldCharType="separate"/>
            </w:r>
            <w:r w:rsidR="009F4478">
              <w:rPr>
                <w:noProof/>
                <w:webHidden/>
              </w:rPr>
              <w:t>64</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53" w:history="1">
            <w:r w:rsidR="00EE29A6" w:rsidRPr="00FA6265">
              <w:rPr>
                <w:rStyle w:val="Hyperlink"/>
                <w:noProof/>
              </w:rPr>
              <w:t>The Launching and the Defensive Struggle for God’s Sake</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Toc418512353 \h</w:instrText>
            </w:r>
            <w:r w:rsidR="00EE29A6">
              <w:rPr>
                <w:noProof/>
                <w:webHidden/>
                <w:rtl/>
              </w:rPr>
              <w:instrText xml:space="preserve"> </w:instrText>
            </w:r>
            <w:r>
              <w:rPr>
                <w:noProof/>
                <w:webHidden/>
                <w:rtl/>
              </w:rPr>
            </w:r>
            <w:r>
              <w:rPr>
                <w:noProof/>
                <w:webHidden/>
                <w:rtl/>
              </w:rPr>
              <w:fldChar w:fldCharType="separate"/>
            </w:r>
            <w:r w:rsidR="009F4478">
              <w:rPr>
                <w:noProof/>
                <w:webHidden/>
              </w:rPr>
              <w:t>64</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54" w:history="1">
            <w:r w:rsidR="00EE29A6" w:rsidRPr="00FA6265">
              <w:rPr>
                <w:rStyle w:val="Hyperlink"/>
                <w:noProof/>
              </w:rPr>
              <w:t>Her Role in the Defense</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Toc418512354 \h</w:instrText>
            </w:r>
            <w:r w:rsidR="00EE29A6">
              <w:rPr>
                <w:noProof/>
                <w:webHidden/>
                <w:rtl/>
              </w:rPr>
              <w:instrText xml:space="preserve"> </w:instrText>
            </w:r>
            <w:r>
              <w:rPr>
                <w:noProof/>
                <w:webHidden/>
                <w:rtl/>
              </w:rPr>
            </w:r>
            <w:r>
              <w:rPr>
                <w:noProof/>
                <w:webHidden/>
                <w:rtl/>
              </w:rPr>
              <w:fldChar w:fldCharType="separate"/>
            </w:r>
            <w:r w:rsidR="009F4478">
              <w:rPr>
                <w:noProof/>
                <w:webHidden/>
              </w:rPr>
              <w:t>64</w:t>
            </w:r>
            <w:r>
              <w:rPr>
                <w:noProof/>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55" w:history="1">
            <w:r w:rsidR="00EE29A6" w:rsidRPr="00FA6265">
              <w:rPr>
                <w:rStyle w:val="Hyperlink"/>
                <w:noProof/>
              </w:rPr>
              <w:t>The Military Training</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Toc418512355 \h</w:instrText>
            </w:r>
            <w:r w:rsidR="00EE29A6">
              <w:rPr>
                <w:noProof/>
                <w:webHidden/>
                <w:rtl/>
              </w:rPr>
              <w:instrText xml:space="preserve"> </w:instrText>
            </w:r>
            <w:r>
              <w:rPr>
                <w:noProof/>
                <w:webHidden/>
                <w:rtl/>
              </w:rPr>
            </w:r>
            <w:r>
              <w:rPr>
                <w:noProof/>
                <w:webHidden/>
                <w:rtl/>
              </w:rPr>
              <w:fldChar w:fldCharType="separate"/>
            </w:r>
            <w:r w:rsidR="009F4478">
              <w:rPr>
                <w:noProof/>
                <w:webHidden/>
              </w:rPr>
              <w:t>65</w:t>
            </w:r>
            <w:r>
              <w:rPr>
                <w:noProof/>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56" w:history="1">
            <w:r w:rsidR="00EE29A6" w:rsidRPr="00FA6265">
              <w:rPr>
                <w:rStyle w:val="Hyperlink"/>
              </w:rPr>
              <w:t>Summary</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Toc418512356 \h</w:instrText>
            </w:r>
            <w:r w:rsidR="00EE29A6">
              <w:rPr>
                <w:webHidden/>
                <w:rtl/>
              </w:rPr>
              <w:instrText xml:space="preserve"> </w:instrText>
            </w:r>
            <w:r>
              <w:rPr>
                <w:webHidden/>
                <w:rtl/>
              </w:rPr>
            </w:r>
            <w:r>
              <w:rPr>
                <w:webHidden/>
                <w:rtl/>
              </w:rPr>
              <w:fldChar w:fldCharType="separate"/>
            </w:r>
            <w:r w:rsidR="009F4478">
              <w:rPr>
                <w:webHidden/>
              </w:rPr>
              <w:t>65</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57" w:history="1">
            <w:r w:rsidR="00EE29A6" w:rsidRPr="00FA6265">
              <w:rPr>
                <w:rStyle w:val="Hyperlink"/>
              </w:rPr>
              <w:t>Comprehension Questions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Toc418512357 \h</w:instrText>
            </w:r>
            <w:r w:rsidR="00EE29A6">
              <w:rPr>
                <w:webHidden/>
                <w:rtl/>
              </w:rPr>
              <w:instrText xml:space="preserve"> </w:instrText>
            </w:r>
            <w:r>
              <w:rPr>
                <w:webHidden/>
                <w:rtl/>
              </w:rPr>
            </w:r>
            <w:r>
              <w:rPr>
                <w:webHidden/>
                <w:rtl/>
              </w:rPr>
              <w:fldChar w:fldCharType="separate"/>
            </w:r>
            <w:r w:rsidR="009F4478">
              <w:rPr>
                <w:webHidden/>
              </w:rPr>
              <w:t>65</w:t>
            </w:r>
            <w:r>
              <w:rPr>
                <w:webHidden/>
                <w:rtl/>
              </w:rPr>
              <w:fldChar w:fldCharType="end"/>
            </w:r>
          </w:hyperlink>
        </w:p>
        <w:p w:rsidR="00EE29A6" w:rsidRDefault="00F32FFA" w:rsidP="00EE29A6">
          <w:pPr>
            <w:pStyle w:val="TOC2"/>
            <w:rPr>
              <w:rFonts w:asciiTheme="minorHAnsi" w:eastAsiaTheme="minorEastAsia" w:hAnsiTheme="minorHAnsi" w:cstheme="minorBidi"/>
              <w:color w:val="auto"/>
              <w:sz w:val="22"/>
              <w:szCs w:val="22"/>
              <w:rtl/>
            </w:rPr>
          </w:pPr>
          <w:hyperlink w:anchor="_Toc418512358" w:history="1">
            <w:r w:rsidR="00EE29A6" w:rsidRPr="00FA6265">
              <w:rPr>
                <w:rStyle w:val="Hyperlink"/>
              </w:rPr>
              <w:t>For Reading</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Toc418512358 \h</w:instrText>
            </w:r>
            <w:r w:rsidR="00EE29A6">
              <w:rPr>
                <w:webHidden/>
                <w:rtl/>
              </w:rPr>
              <w:instrText xml:space="preserve"> </w:instrText>
            </w:r>
            <w:r>
              <w:rPr>
                <w:webHidden/>
                <w:rtl/>
              </w:rPr>
            </w:r>
            <w:r>
              <w:rPr>
                <w:webHidden/>
                <w:rtl/>
              </w:rPr>
              <w:fldChar w:fldCharType="separate"/>
            </w:r>
            <w:r w:rsidR="009F4478">
              <w:rPr>
                <w:webHidden/>
              </w:rPr>
              <w:t>66</w:t>
            </w:r>
            <w:r>
              <w:rPr>
                <w:webHidden/>
                <w:rtl/>
              </w:rPr>
              <w:fldChar w:fldCharType="end"/>
            </w:r>
          </w:hyperlink>
        </w:p>
        <w:p w:rsidR="00EE29A6" w:rsidRDefault="00F32FFA" w:rsidP="00EE29A6">
          <w:pPr>
            <w:pStyle w:val="TOC3"/>
            <w:rPr>
              <w:rFonts w:asciiTheme="minorHAnsi" w:eastAsiaTheme="minorEastAsia" w:hAnsiTheme="minorHAnsi" w:cstheme="minorBidi"/>
              <w:noProof/>
              <w:color w:val="auto"/>
              <w:sz w:val="22"/>
              <w:szCs w:val="22"/>
              <w:rtl/>
            </w:rPr>
          </w:pPr>
          <w:hyperlink w:anchor="_Toc418512359" w:history="1">
            <w:r w:rsidR="00EE29A6" w:rsidRPr="00FA6265">
              <w:rPr>
                <w:rStyle w:val="Hyperlink"/>
                <w:noProof/>
              </w:rPr>
              <w:t>Om Salama: The Supporting and Fighting for God’s Sake Woman</w:t>
            </w:r>
            <w:r w:rsidR="00EE29A6">
              <w:rPr>
                <w:noProof/>
                <w:webHidden/>
                <w:rtl/>
              </w:rPr>
              <w:tab/>
            </w:r>
            <w:r>
              <w:rPr>
                <w:noProof/>
                <w:webHidden/>
                <w:rtl/>
              </w:rPr>
              <w:fldChar w:fldCharType="begin"/>
            </w:r>
            <w:r w:rsidR="00EE29A6">
              <w:rPr>
                <w:noProof/>
                <w:webHidden/>
                <w:rtl/>
              </w:rPr>
              <w:instrText xml:space="preserve"> </w:instrText>
            </w:r>
            <w:r w:rsidR="00EE29A6">
              <w:rPr>
                <w:noProof/>
                <w:webHidden/>
              </w:rPr>
              <w:instrText>PAGEREF</w:instrText>
            </w:r>
            <w:r w:rsidR="00EE29A6">
              <w:rPr>
                <w:noProof/>
                <w:webHidden/>
                <w:rtl/>
              </w:rPr>
              <w:instrText xml:space="preserve"> _</w:instrText>
            </w:r>
            <w:r w:rsidR="00EE29A6">
              <w:rPr>
                <w:noProof/>
                <w:webHidden/>
              </w:rPr>
              <w:instrText>Toc418512359 \h</w:instrText>
            </w:r>
            <w:r w:rsidR="00EE29A6">
              <w:rPr>
                <w:noProof/>
                <w:webHidden/>
                <w:rtl/>
              </w:rPr>
              <w:instrText xml:space="preserve"> </w:instrText>
            </w:r>
            <w:r>
              <w:rPr>
                <w:noProof/>
                <w:webHidden/>
                <w:rtl/>
              </w:rPr>
            </w:r>
            <w:r>
              <w:rPr>
                <w:noProof/>
                <w:webHidden/>
                <w:rtl/>
              </w:rPr>
              <w:fldChar w:fldCharType="separate"/>
            </w:r>
            <w:r w:rsidR="009F4478">
              <w:rPr>
                <w:noProof/>
                <w:webHidden/>
              </w:rPr>
              <w:t>66</w:t>
            </w:r>
            <w:r>
              <w:rPr>
                <w:noProof/>
                <w:webHidden/>
                <w:rtl/>
              </w:rPr>
              <w:fldChar w:fldCharType="end"/>
            </w:r>
          </w:hyperlink>
        </w:p>
        <w:p w:rsidR="00EE29A6" w:rsidRDefault="00F32FFA" w:rsidP="00EE29A6">
          <w:pPr>
            <w:pStyle w:val="TOC1"/>
            <w:rPr>
              <w:rFonts w:asciiTheme="minorHAnsi" w:eastAsiaTheme="minorEastAsia" w:hAnsiTheme="minorHAnsi" w:cstheme="minorBidi"/>
              <w:b w:val="0"/>
              <w:bCs w:val="0"/>
              <w:color w:val="auto"/>
              <w:sz w:val="22"/>
              <w:szCs w:val="22"/>
              <w:rtl/>
            </w:rPr>
          </w:pPr>
          <w:hyperlink w:anchor="_Toc418512360" w:history="1">
            <w:r w:rsidR="00EE29A6" w:rsidRPr="00FA6265">
              <w:rPr>
                <w:rStyle w:val="Hyperlink"/>
              </w:rPr>
              <w:t>Endnotes</w:t>
            </w:r>
            <w:r w:rsidR="00EE29A6">
              <w:rPr>
                <w:webHidden/>
                <w:rtl/>
              </w:rPr>
              <w:tab/>
            </w:r>
            <w:r>
              <w:rPr>
                <w:webHidden/>
                <w:rtl/>
              </w:rPr>
              <w:fldChar w:fldCharType="begin"/>
            </w:r>
            <w:r w:rsidR="00EE29A6">
              <w:rPr>
                <w:webHidden/>
                <w:rtl/>
              </w:rPr>
              <w:instrText xml:space="preserve"> </w:instrText>
            </w:r>
            <w:r w:rsidR="00EE29A6">
              <w:rPr>
                <w:webHidden/>
              </w:rPr>
              <w:instrText>PAGEREF</w:instrText>
            </w:r>
            <w:r w:rsidR="00EE29A6">
              <w:rPr>
                <w:webHidden/>
                <w:rtl/>
              </w:rPr>
              <w:instrText xml:space="preserve"> _</w:instrText>
            </w:r>
            <w:r w:rsidR="00EE29A6">
              <w:rPr>
                <w:webHidden/>
              </w:rPr>
              <w:instrText>Toc418512360 \h</w:instrText>
            </w:r>
            <w:r w:rsidR="00EE29A6">
              <w:rPr>
                <w:webHidden/>
                <w:rtl/>
              </w:rPr>
              <w:instrText xml:space="preserve"> </w:instrText>
            </w:r>
            <w:r>
              <w:rPr>
                <w:webHidden/>
                <w:rtl/>
              </w:rPr>
            </w:r>
            <w:r>
              <w:rPr>
                <w:webHidden/>
                <w:rtl/>
              </w:rPr>
              <w:fldChar w:fldCharType="separate"/>
            </w:r>
            <w:r w:rsidR="009F4478">
              <w:rPr>
                <w:webHidden/>
              </w:rPr>
              <w:t>67</w:t>
            </w:r>
            <w:r>
              <w:rPr>
                <w:webHidden/>
                <w:rtl/>
              </w:rPr>
              <w:fldChar w:fldCharType="end"/>
            </w:r>
          </w:hyperlink>
        </w:p>
        <w:p w:rsidR="00664397" w:rsidRDefault="00F32FFA" w:rsidP="00EE29A6">
          <w:pPr>
            <w:pStyle w:val="libNormal"/>
          </w:pPr>
          <w:r>
            <w:fldChar w:fldCharType="end"/>
          </w:r>
        </w:p>
      </w:sdtContent>
    </w:sdt>
    <w:p w:rsidR="003E47B9" w:rsidRPr="003E47B9" w:rsidRDefault="003E47B9" w:rsidP="003E47B9">
      <w:pPr>
        <w:pStyle w:val="libNormal"/>
      </w:pPr>
      <w:r w:rsidRPr="003E47B9">
        <w:br w:type="page"/>
      </w:r>
    </w:p>
    <w:p w:rsidR="006719D2" w:rsidRDefault="006719D2" w:rsidP="006719D2">
      <w:pPr>
        <w:pStyle w:val="Heading1Center"/>
      </w:pPr>
      <w:bookmarkStart w:id="0" w:name="_Toc418512190"/>
      <w:r w:rsidRPr="00843429">
        <w:lastRenderedPageBreak/>
        <w:t>Introduction</w:t>
      </w:r>
      <w:bookmarkEnd w:id="0"/>
    </w:p>
    <w:p w:rsidR="006719D2" w:rsidRDefault="006719D2" w:rsidP="00844CC1">
      <w:pPr>
        <w:pStyle w:val="libCenterBold1"/>
      </w:pPr>
      <w:r w:rsidRPr="00843429">
        <w:t>In the Name of God, The Most Beneficent, The Most Merciful</w:t>
      </w:r>
    </w:p>
    <w:p w:rsidR="002E0242" w:rsidRDefault="006719D2" w:rsidP="006719D2">
      <w:pPr>
        <w:pStyle w:val="libNormal"/>
      </w:pPr>
      <w:r w:rsidRPr="00843429">
        <w:t>Praise be to God, The Lord Of All The Worlds. And God’s prayers and peace be bestowed upon the Messenger of Mercy Mohammad ibn Abdullah and his Household.</w:t>
      </w:r>
    </w:p>
    <w:p w:rsidR="002E0242" w:rsidRDefault="006719D2" w:rsidP="006719D2">
      <w:pPr>
        <w:pStyle w:val="libNormal"/>
      </w:pPr>
      <w:r w:rsidRPr="00843429">
        <w:t>It is doubtless that great Islam has within its concepts and rules the path of the guidance for all the people in order to get them out of darkness into light. These rules are decreed, so that they will be adequate to the human being with all his/ her characteristics, inclinations, and peculiarities and so that they will grant each person the guidance path which suits him/ her.</w:t>
      </w:r>
    </w:p>
    <w:p w:rsidR="002E0242" w:rsidRDefault="006719D2" w:rsidP="006719D2">
      <w:pPr>
        <w:pStyle w:val="libNormal"/>
      </w:pPr>
      <w:r w:rsidRPr="00843429">
        <w:t>From here, there are a lot of issues and rules and concepts which are related to the woman and which she can not do without knowing them and abiding to them, so that they will be a light which assists her to guarantee a respectable life and a happy hereafter near the prophets and the righteous ones.</w:t>
      </w:r>
    </w:p>
    <w:p w:rsidR="002E0242" w:rsidRDefault="006719D2" w:rsidP="006719D2">
      <w:pPr>
        <w:pStyle w:val="libNormal"/>
      </w:pPr>
      <w:r w:rsidRPr="00843429">
        <w:t>This book sheds light on a lot of important issues which the woman is exposed to in her daily life: We ask The Most High God that the believing women benefit of it.</w:t>
      </w:r>
    </w:p>
    <w:p w:rsidR="002E0242" w:rsidRDefault="006719D2" w:rsidP="006719D2">
      <w:pPr>
        <w:pStyle w:val="libNormal"/>
      </w:pPr>
      <w:r w:rsidRPr="00843429">
        <w:t>At the beginning and at the end,</w:t>
      </w:r>
    </w:p>
    <w:p w:rsidR="002E0242" w:rsidRDefault="006719D2" w:rsidP="006719D2">
      <w:pPr>
        <w:pStyle w:val="libNormal"/>
      </w:pPr>
      <w:r w:rsidRPr="00843429">
        <w:t>Praise be to God, The Lord Of All The Worlds.</w:t>
      </w:r>
    </w:p>
    <w:p w:rsidR="006719D2" w:rsidRPr="006719D2" w:rsidRDefault="006719D2" w:rsidP="006719D2">
      <w:pPr>
        <w:pStyle w:val="libBold2"/>
      </w:pPr>
      <w:r w:rsidRPr="00843429">
        <w:t>Al-Maaref Islamic Cultural Association</w:t>
      </w:r>
    </w:p>
    <w:p w:rsidR="006719D2" w:rsidRPr="00843429" w:rsidRDefault="006719D2" w:rsidP="006719D2">
      <w:pPr>
        <w:pStyle w:val="Heading1Center"/>
      </w:pPr>
      <w:r w:rsidRPr="00843429">
        <w:br w:type="page"/>
      </w:r>
      <w:bookmarkStart w:id="1" w:name="_Toc418512191"/>
      <w:r w:rsidRPr="00843429">
        <w:lastRenderedPageBreak/>
        <w:t>Lesson One</w:t>
      </w:r>
      <w:r>
        <w:t xml:space="preserve">: </w:t>
      </w:r>
      <w:r w:rsidRPr="00843429">
        <w:t>Woman's Value</w:t>
      </w:r>
      <w:bookmarkEnd w:id="1"/>
    </w:p>
    <w:p w:rsidR="006719D2" w:rsidRPr="00843429" w:rsidRDefault="006719D2" w:rsidP="006719D2">
      <w:pPr>
        <w:pStyle w:val="Heading2Center"/>
      </w:pPr>
      <w:bookmarkStart w:id="2" w:name="_Toc418512192"/>
      <w:r w:rsidRPr="00843429">
        <w:t>The Woman in the Eyes of the Societies</w:t>
      </w:r>
      <w:bookmarkEnd w:id="2"/>
    </w:p>
    <w:p w:rsidR="002E0242" w:rsidRDefault="006719D2" w:rsidP="006719D2">
      <w:pPr>
        <w:pStyle w:val="libNormal"/>
      </w:pPr>
      <w:r w:rsidRPr="00843429">
        <w:t>There are a lot of ideas and theories which are wide spread among the people and which rank the woman in a level less than that of the man. Also, the people incline to believe that such ideas are demonstrated by the divine doctrine; as a result, the Muslim person does not dare to face them, thus conceiving that to do so is an opposition to the doctrine. Yet, the truth is absolutely not so. Among these theories are the following.</w:t>
      </w:r>
    </w:p>
    <w:p w:rsidR="002E0242" w:rsidRDefault="006719D2" w:rsidP="006719D2">
      <w:pPr>
        <w:pStyle w:val="Heading3Center"/>
      </w:pPr>
      <w:bookmarkStart w:id="3" w:name="_Toc418512193"/>
      <w:r w:rsidRPr="00843429">
        <w:t>1-Is the Woman a Secondary Creature?</w:t>
      </w:r>
      <w:bookmarkEnd w:id="3"/>
    </w:p>
    <w:p w:rsidR="002E0242" w:rsidRDefault="006719D2" w:rsidP="006719D2">
      <w:pPr>
        <w:pStyle w:val="libNormal"/>
      </w:pPr>
      <w:r w:rsidRPr="00843429">
        <w:t xml:space="preserve">It is widespread among some Muslims that Hawwaa ]Eve] </w:t>
      </w:r>
      <w:r w:rsidRPr="006719D2">
        <w:rPr>
          <w:rStyle w:val="libItalicChar"/>
        </w:rPr>
        <w:t>(God’s peace bestowed upon her)</w:t>
      </w:r>
      <w:r w:rsidRPr="00843429">
        <w:t xml:space="preserve"> was created from one of Adam’s </w:t>
      </w:r>
      <w:r w:rsidRPr="006719D2">
        <w:rPr>
          <w:rStyle w:val="libItalicChar"/>
        </w:rPr>
        <w:t>(God’s peace bestowed upon him)</w:t>
      </w:r>
      <w:r w:rsidRPr="00843429">
        <w:t xml:space="preserve"> ribs, and it is referred to some narratives to serve as testimonies for this theory. Such theory as regards the creation of Hawwaa may lead the human being to think that Hawwaa- and consequently all the women- is a secondary creature which was created from the rib of the man; moreover, some people relate that it is the short and left rib. This is absolutely an incorrect idea.</w:t>
      </w:r>
    </w:p>
    <w:p w:rsidR="002E0242" w:rsidRDefault="006719D2" w:rsidP="006719D2">
      <w:pPr>
        <w:pStyle w:val="libNormal"/>
      </w:pPr>
      <w:r w:rsidRPr="00843429">
        <w:t xml:space="preserve">We do not need to discuss the signification of Hawwaa’s being created from Adam’s </w:t>
      </w:r>
      <w:r w:rsidRPr="006719D2">
        <w:rPr>
          <w:rStyle w:val="libItalicChar"/>
        </w:rPr>
        <w:t>(God’s peace bestowed upon him)</w:t>
      </w:r>
      <w:r w:rsidRPr="00843429">
        <w:t xml:space="preserve"> rib. It is related to us that she was created from the same clay from which Adam </w:t>
      </w:r>
      <w:r w:rsidRPr="006719D2">
        <w:rPr>
          <w:rStyle w:val="libItalicChar"/>
        </w:rPr>
        <w:t>(God’s peace bestowed upon him)</w:t>
      </w:r>
      <w:r w:rsidRPr="00843429">
        <w:t xml:space="preserve"> was created and definitely not from his rib.</w:t>
      </w:r>
    </w:p>
    <w:p w:rsidR="002E0242" w:rsidRDefault="006719D2" w:rsidP="006719D2">
      <w:pPr>
        <w:pStyle w:val="libNormal"/>
      </w:pPr>
      <w:r w:rsidRPr="00843429">
        <w:t xml:space="preserve">It is related by Ibn Abi Al-Mikdad that his father related, “I asked Abou Jaafar ]Imam Al-Baker] </w:t>
      </w:r>
      <w:r w:rsidRPr="006719D2">
        <w:rPr>
          <w:rStyle w:val="libItalicChar"/>
        </w:rPr>
        <w:t>(God’s peace bestowed upon him)</w:t>
      </w:r>
      <w:r w:rsidRPr="00843429">
        <w:t xml:space="preserve">, ‘From what did God create Hawwaa?’ He </w:t>
      </w:r>
      <w:r w:rsidRPr="006719D2">
        <w:rPr>
          <w:rStyle w:val="libItalicChar"/>
        </w:rPr>
        <w:t>(God’s peace bestowed upon him)</w:t>
      </w:r>
      <w:r w:rsidRPr="00843429">
        <w:t xml:space="preserve"> in turn asked me, ‘What do the people say?’ I answered, ‘They say that God created her from one of Adam’s ribs.’ He </w:t>
      </w:r>
      <w:r w:rsidRPr="006719D2">
        <w:rPr>
          <w:rStyle w:val="libItalicChar"/>
        </w:rPr>
        <w:t>(God’s peace bestowed upon him)</w:t>
      </w:r>
      <w:r w:rsidRPr="00843429">
        <w:t xml:space="preserve"> said, “They are untrue. Could not He create her from anything else rather than his rib? !’ I asked him, ‘O Son of God’s prophet, I sacrifice my soul for your sake! From what did God create her?’ He </w:t>
      </w:r>
      <w:r w:rsidRPr="006719D2">
        <w:rPr>
          <w:rStyle w:val="libItalicChar"/>
        </w:rPr>
        <w:t>(God’s peace bestowed upon him)</w:t>
      </w:r>
      <w:r w:rsidRPr="00843429">
        <w:t xml:space="preserve"> answered, “My father told me in ascription to his fathers </w:t>
      </w:r>
      <w:r w:rsidRPr="006719D2">
        <w:rPr>
          <w:rStyle w:val="libItalicChar"/>
        </w:rPr>
        <w:t>(God’s prayers and peace bestowed upon them)</w:t>
      </w:r>
      <w:r w:rsidRPr="00843429">
        <w:t xml:space="preserve">, ‘God’s prophet </w:t>
      </w:r>
      <w:r w:rsidRPr="006719D2">
        <w:rPr>
          <w:rStyle w:val="libItalicChar"/>
        </w:rPr>
        <w:t>(God’s prayers and peace bestowed upon him and his Household)</w:t>
      </w:r>
      <w:r w:rsidRPr="00843429">
        <w:t xml:space="preserve"> said, ‘The Most High and Blessed God took a grip of clay, mixed it by His Right- and both His Hands are Right, and created Adam from it. And from the leftover of the clay, The Most</w:t>
      </w:r>
    </w:p>
    <w:p w:rsidR="002E0242" w:rsidRDefault="006719D2" w:rsidP="00712236">
      <w:pPr>
        <w:pStyle w:val="libNormal"/>
      </w:pPr>
      <w:r w:rsidRPr="00712236">
        <w:t>High God created Hawwaa</w:t>
      </w:r>
      <w:r w:rsidR="004E56E9" w:rsidRPr="00844CC1">
        <w:rPr>
          <w:rStyle w:val="libFootnotenumChar"/>
        </w:rPr>
        <w:endnoteReference w:id="3"/>
      </w:r>
      <w:r w:rsidR="004E56E9" w:rsidRPr="00712236">
        <w:t>.</w:t>
      </w:r>
    </w:p>
    <w:p w:rsidR="002E0242" w:rsidRDefault="004E56E9" w:rsidP="006719D2">
      <w:pPr>
        <w:pStyle w:val="libNormal"/>
      </w:pPr>
      <w:r w:rsidRPr="00843429">
        <w:t>The term “leftover of clay” is not meant to make little of this clay, for God is All Wise which means that His Work is not resulted in leftovers. This term indicates two points.</w:t>
      </w:r>
    </w:p>
    <w:p w:rsidR="002E0242" w:rsidRDefault="004E56E9" w:rsidP="006719D2">
      <w:pPr>
        <w:pStyle w:val="libNormal"/>
      </w:pPr>
      <w:r w:rsidRPr="00843429">
        <w:t xml:space="preserve">First, it refers to the chronological order i. e. God created Adam </w:t>
      </w:r>
      <w:r w:rsidRPr="006719D2">
        <w:rPr>
          <w:rStyle w:val="libItalicChar"/>
        </w:rPr>
        <w:t>(God’s peace bestowed upon him)</w:t>
      </w:r>
      <w:r w:rsidRPr="00843429">
        <w:t xml:space="preserve"> at first from a part of the clay and then created Hawwaa </w:t>
      </w:r>
      <w:r w:rsidRPr="006719D2">
        <w:rPr>
          <w:rStyle w:val="libItalicChar"/>
        </w:rPr>
        <w:t>(God’s peace bestowed upon her)</w:t>
      </w:r>
      <w:r w:rsidRPr="00843429">
        <w:t xml:space="preserve"> from what remained from that clay after He had created Adam.</w:t>
      </w:r>
    </w:p>
    <w:p w:rsidR="002E0242" w:rsidRDefault="004E56E9" w:rsidP="00712236">
      <w:pPr>
        <w:pStyle w:val="libNormal"/>
      </w:pPr>
      <w:r w:rsidRPr="00712236">
        <w:t xml:space="preserve">Second, it shows that she was created from the same clay which Adam was created from i. e. it deletes the idea which states that there is another clay for women different from that of men. In consistent with this is the Saying of The Most High God in The Noble Qur’an: </w:t>
      </w:r>
      <w:r w:rsidRPr="00712236">
        <w:rPr>
          <w:rStyle w:val="libItalicChar"/>
        </w:rPr>
        <w:t>(And among His Signs is this, that He created for you wives from among yourselves, that you may find repose in them, and He has put between you affection and mercy. Verily, in that are indeed signs for a people who reflect)</w:t>
      </w:r>
      <w:r w:rsidRPr="00844CC1">
        <w:rPr>
          <w:rStyle w:val="libFootnotenumChar"/>
        </w:rPr>
        <w:endnoteReference w:id="4"/>
      </w:r>
      <w:r w:rsidRPr="00712236">
        <w:t>.</w:t>
      </w:r>
    </w:p>
    <w:p w:rsidR="004E56E9" w:rsidRPr="00843429" w:rsidRDefault="004E56E9" w:rsidP="006719D2">
      <w:pPr>
        <w:pStyle w:val="Heading3Center"/>
      </w:pPr>
      <w:bookmarkStart w:id="4" w:name="_Toc418512194"/>
      <w:r w:rsidRPr="00843429">
        <w:t>2-The First Fault and Sin</w:t>
      </w:r>
      <w:bookmarkEnd w:id="4"/>
      <w:r w:rsidRPr="00843429">
        <w:tab/>
      </w:r>
    </w:p>
    <w:p w:rsidR="002E0242" w:rsidRDefault="004E56E9" w:rsidP="006719D2">
      <w:pPr>
        <w:pStyle w:val="libNormal"/>
      </w:pPr>
      <w:r w:rsidRPr="00843429">
        <w:t xml:space="preserve">The adopters of other religions rather than Islam, and some Muslims as well, believe that the woman is responsible for the first fault which was done by the human being and that she was the reason of Adam’s </w:t>
      </w:r>
      <w:r w:rsidRPr="006719D2">
        <w:rPr>
          <w:rStyle w:val="libItalicChar"/>
        </w:rPr>
        <w:t>(God’s peace bestowed upon him)</w:t>
      </w:r>
      <w:r w:rsidRPr="00843429">
        <w:t xml:space="preserve"> committing of the fault too because she persuaded him of eating from the tree which The Most High God forbade them to eat from.</w:t>
      </w:r>
    </w:p>
    <w:p w:rsidR="002E0242" w:rsidRDefault="004E56E9" w:rsidP="00844CC1">
      <w:pPr>
        <w:pStyle w:val="libNormal"/>
      </w:pPr>
      <w:r w:rsidRPr="00844CC1">
        <w:lastRenderedPageBreak/>
        <w:t>It is ascribed to Ibn Abbas that he said, “When Adam ate from the tree which he was forbidden to eat from, The Most Glorious and Reverent God asked him, ‘What made you disobey me?’ Adam answered The Most High God, ‘O God, Hawwaa persuaded me to.’ Then, God said, ‘I will punish her by that she does not conceive but painfully and does not labor but painfully and by that she bleeds twice a month.’ When Hawwaa heard that, she cried loudly. At that, God said to her, ‘The cry is destined on you and on your daughters</w:t>
      </w:r>
      <w:r w:rsidRPr="00844CC1">
        <w:rPr>
          <w:rStyle w:val="libFootnotenumChar"/>
        </w:rPr>
        <w:endnoteReference w:id="5"/>
      </w:r>
      <w:r w:rsidRPr="00843429">
        <w:t>.</w:t>
      </w:r>
    </w:p>
    <w:p w:rsidR="002E0242" w:rsidRDefault="004E56E9" w:rsidP="00844CC1">
      <w:pPr>
        <w:pStyle w:val="libNormal"/>
        <w:rPr>
          <w:rStyle w:val="libNormalChar"/>
        </w:rPr>
      </w:pPr>
      <w:r w:rsidRPr="00843429">
        <w:t xml:space="preserve">We consider such narratives as incorrect, for they contradict the literal meaning of The Noble Qur’an. The Most High God says, </w:t>
      </w:r>
      <w:r w:rsidRPr="00712236">
        <w:rPr>
          <w:rStyle w:val="libItalicChar"/>
        </w:rPr>
        <w:t>(And O Adam! Dwell you and your wife in Paradise, and eat thereof as you both wish, but approach not this tree otherwise  you  both will be of the unjust * Then Satan whispered suggestions to them both in order to uncover that which was hidden from them of their private parts; he said, “Your Lord did not forbid you from this tree save you should become angels or become of the immortals* And he ]Satan] swore by Allah for them both, “Verily, I am one of the sincere well wishers for you both”)</w:t>
      </w:r>
      <w:r w:rsidRPr="00844CC1">
        <w:rPr>
          <w:rStyle w:val="libFootnotenumChar"/>
        </w:rPr>
        <w:endnoteReference w:id="6"/>
      </w:r>
      <w:r w:rsidRPr="00844CC1">
        <w:rPr>
          <w:rStyle w:val="libNormalChar"/>
        </w:rPr>
        <w:t>.</w:t>
      </w:r>
    </w:p>
    <w:p w:rsidR="004E56E9" w:rsidRPr="00843429" w:rsidRDefault="004E56E9" w:rsidP="005412AB">
      <w:pPr>
        <w:pStyle w:val="Heading2Center"/>
      </w:pPr>
      <w:bookmarkStart w:id="5" w:name="_Toc418512195"/>
      <w:r w:rsidRPr="00843429">
        <w:t>The Woman in the Eye of Islam</w:t>
      </w:r>
      <w:bookmarkEnd w:id="5"/>
    </w:p>
    <w:p w:rsidR="002E0242" w:rsidRDefault="004E56E9" w:rsidP="006719D2">
      <w:pPr>
        <w:pStyle w:val="libNormal"/>
      </w:pPr>
      <w:r w:rsidRPr="00843429">
        <w:t>The woman is one of the two types of the human being species. Therefore, in order to get acquainted with Islam’s view of the woman, we must examine her with respect to the kind which she belongs to i. e. the human being, and then we move to examine her with respect to her peculiarity as a woman.</w:t>
      </w:r>
    </w:p>
    <w:p w:rsidR="004E56E9" w:rsidRPr="00843429" w:rsidRDefault="004E56E9" w:rsidP="006719D2">
      <w:pPr>
        <w:pStyle w:val="Heading3Center"/>
      </w:pPr>
      <w:bookmarkStart w:id="6" w:name="_Toc418512196"/>
      <w:r w:rsidRPr="00843429">
        <w:t>1-The Woman’s Honor as a Human Being</w:t>
      </w:r>
      <w:bookmarkEnd w:id="6"/>
    </w:p>
    <w:p w:rsidR="002E0242" w:rsidRDefault="004E56E9" w:rsidP="00844CC1">
      <w:pPr>
        <w:pStyle w:val="libNormal"/>
      </w:pPr>
      <w:r w:rsidRPr="00844CC1">
        <w:t xml:space="preserve">The Most High God says, </w:t>
      </w:r>
      <w:r w:rsidRPr="00712236">
        <w:rPr>
          <w:rStyle w:val="libItalicChar"/>
        </w:rPr>
        <w:t>(And indeed We have honored the Children of Adam, and We have carried them on land and sea, and have provided them with the lawful good things, and have preferred them above many of those whom We have created with a marked preference)</w:t>
      </w:r>
      <w:r w:rsidRPr="00844CC1">
        <w:rPr>
          <w:rStyle w:val="libFootnotenumChar"/>
        </w:rPr>
        <w:endnoteReference w:id="7"/>
      </w:r>
      <w:r w:rsidRPr="00843429">
        <w:t>. This honor is true for the woman as it is true for the man, and it is so equally true for both. The woman is not a creature that has the form of the human beings: She is a human being for true, and she is equal to the man concerning this point.</w:t>
      </w:r>
    </w:p>
    <w:p w:rsidR="002E0242" w:rsidRDefault="004E56E9" w:rsidP="00844CC1">
      <w:pPr>
        <w:pStyle w:val="libNormal"/>
        <w:rPr>
          <w:rStyle w:val="libNormalChar"/>
        </w:rPr>
      </w:pPr>
      <w:r w:rsidRPr="00843429">
        <w:t xml:space="preserve">The Most High God says in His Noble Book, </w:t>
      </w:r>
      <w:r w:rsidRPr="00712236">
        <w:rPr>
          <w:rStyle w:val="libItalicChar"/>
        </w:rPr>
        <w:t>(O mankind! We have created you from a male and a female, and made you into nations and tribes, that you may know one another)</w:t>
      </w:r>
      <w:r w:rsidRPr="00844CC1">
        <w:rPr>
          <w:rStyle w:val="libFootnotenumChar"/>
        </w:rPr>
        <w:endnoteReference w:id="8"/>
      </w:r>
      <w:r w:rsidRPr="00844CC1">
        <w:rPr>
          <w:rStyle w:val="libNormalChar"/>
        </w:rPr>
        <w:t>. As the nations and the tribes are equal to each other because all of them are human beings, the male and the female are so.</w:t>
      </w:r>
    </w:p>
    <w:p w:rsidR="004E56E9" w:rsidRPr="00843429" w:rsidRDefault="004E56E9" w:rsidP="005412AB">
      <w:pPr>
        <w:pStyle w:val="Heading2Center"/>
      </w:pPr>
      <w:bookmarkStart w:id="7" w:name="_Toc418512197"/>
      <w:r w:rsidRPr="00843429">
        <w:t>Common Points of Weakness</w:t>
      </w:r>
      <w:bookmarkEnd w:id="7"/>
    </w:p>
    <w:p w:rsidR="002E0242" w:rsidRDefault="004E56E9" w:rsidP="00844CC1">
      <w:pPr>
        <w:pStyle w:val="libNormal"/>
      </w:pPr>
      <w:r w:rsidRPr="00844CC1">
        <w:t xml:space="preserve">This honor which is indicated in the noble verses does not mean that there are no points of weakness in the character of the human being with its both types. There are many points of weakness which the Qur’anian verses refer to not in order to dispraise and underestimate the human being but in order to draw his/ her attention to the gaps which he/ she must be aware of in order to fill them in and in order not to be an easy prey. The aim of The Noble Qur’an is the guidance: </w:t>
      </w:r>
      <w:r w:rsidRPr="00712236">
        <w:rPr>
          <w:rStyle w:val="libItalicChar"/>
        </w:rPr>
        <w:t>(This is the Book, whereof there is no doubt, a guidance to those who are the pious ones)</w:t>
      </w:r>
      <w:r w:rsidRPr="00844CC1">
        <w:rPr>
          <w:rStyle w:val="libFootnotenumChar"/>
        </w:rPr>
        <w:endnoteReference w:id="9"/>
      </w:r>
      <w:r w:rsidRPr="00843429">
        <w:t>.</w:t>
      </w:r>
    </w:p>
    <w:p w:rsidR="002E0242" w:rsidRDefault="004E56E9" w:rsidP="00844CC1">
      <w:pPr>
        <w:pStyle w:val="libNormal"/>
        <w:rPr>
          <w:rStyle w:val="libNormalChar"/>
        </w:rPr>
      </w:pPr>
      <w:r w:rsidRPr="00843429">
        <w:t xml:space="preserve">Therefore, every verse which reflects upon a certain point of weakness is in fact a kind of guidance towards perfection and not a sword held, we seek refuge by God, in order to weaken the human being, the man or the woman. The human being is weak; The Most High God says, </w:t>
      </w:r>
      <w:r w:rsidRPr="00712236">
        <w:rPr>
          <w:rStyle w:val="libItalicChar"/>
        </w:rPr>
        <w:t>(…and man was created weak)</w:t>
      </w:r>
      <w:r w:rsidRPr="00844CC1">
        <w:rPr>
          <w:rStyle w:val="libNormalChar"/>
        </w:rPr>
        <w:t xml:space="preserve">. </w:t>
      </w:r>
      <w:r w:rsidRPr="00844CC1">
        <w:rPr>
          <w:rStyle w:val="libFootnotenumChar"/>
        </w:rPr>
        <w:endnoteReference w:id="10"/>
      </w:r>
      <w:r w:rsidRPr="00844CC1">
        <w:rPr>
          <w:rStyle w:val="libNormalChar"/>
        </w:rPr>
        <w:t xml:space="preserve">(2) Also, the human being is hasty; The Most High God says, </w:t>
      </w:r>
      <w:r w:rsidRPr="00712236">
        <w:rPr>
          <w:rStyle w:val="libItalicChar"/>
        </w:rPr>
        <w:t>(and man is ever hasty)</w:t>
      </w:r>
      <w:r w:rsidRPr="00844CC1">
        <w:rPr>
          <w:rStyle w:val="libNormalChar"/>
        </w:rPr>
        <w:t xml:space="preserve">. </w:t>
      </w:r>
      <w:r w:rsidRPr="00844CC1">
        <w:rPr>
          <w:rStyle w:val="libFootnotenumChar"/>
        </w:rPr>
        <w:endnoteReference w:id="11"/>
      </w:r>
      <w:r w:rsidRPr="00844CC1">
        <w:rPr>
          <w:rStyle w:val="libNormalChar"/>
        </w:rPr>
        <w:t xml:space="preserve">. Moreover, the human being gets irritable at the evil and niggard at the good; The Most High God says, </w:t>
      </w:r>
      <w:r w:rsidRPr="00712236">
        <w:rPr>
          <w:rStyle w:val="libItalicChar"/>
        </w:rPr>
        <w:t>(Verily, man was created very impatient * irritable when evil touches him * and niggardly when good touches him)</w:t>
      </w:r>
      <w:r w:rsidRPr="00844CC1">
        <w:rPr>
          <w:rStyle w:val="libFootnotenumChar"/>
        </w:rPr>
        <w:endnoteReference w:id="12"/>
      </w:r>
      <w:r w:rsidRPr="00844CC1">
        <w:rPr>
          <w:rStyle w:val="libNormalChar"/>
        </w:rPr>
        <w:t>.</w:t>
      </w:r>
    </w:p>
    <w:p w:rsidR="002E0242" w:rsidRDefault="004E56E9" w:rsidP="00844CC1">
      <w:pPr>
        <w:pStyle w:val="libNormal"/>
      </w:pPr>
      <w:r w:rsidRPr="00843429">
        <w:t>All these verses do not aim at underestimating the human being but at holding his/ her hand and preserving him/ her from falling in such things. This applies to the woman and to any verse talking about her or referring to some traps in which the human being often falls.</w:t>
      </w:r>
    </w:p>
    <w:p w:rsidR="004E56E9" w:rsidRPr="00843429" w:rsidRDefault="004E56E9" w:rsidP="005412AB">
      <w:pPr>
        <w:pStyle w:val="Heading2Center"/>
      </w:pPr>
      <w:bookmarkStart w:id="8" w:name="_Toc418512198"/>
      <w:r w:rsidRPr="00843429">
        <w:lastRenderedPageBreak/>
        <w:t>No Difference within the Human Species</w:t>
      </w:r>
      <w:bookmarkEnd w:id="8"/>
    </w:p>
    <w:p w:rsidR="002E0242" w:rsidRDefault="004E56E9" w:rsidP="006719D2">
      <w:pPr>
        <w:pStyle w:val="libNormal"/>
      </w:pPr>
      <w:r w:rsidRPr="00843429">
        <w:t>The woman’s being a human being makes her of the greater honor with respect to the other creatures, as is stated in The Noble Qur’an. But the still raised question is related to within the human species itself: Is the woman of a lower level of the human being species while the man is of the highest level?</w:t>
      </w:r>
    </w:p>
    <w:p w:rsidR="00712236" w:rsidRPr="00712236" w:rsidRDefault="004E56E9" w:rsidP="00712236">
      <w:pPr>
        <w:pStyle w:val="libItalic"/>
      </w:pPr>
      <w:r w:rsidRPr="00844CC1">
        <w:rPr>
          <w:rStyle w:val="libNormalChar"/>
        </w:rPr>
        <w:t>The Noble Qur’an answers this in saying: (</w:t>
      </w:r>
      <w:r w:rsidR="00712236" w:rsidRPr="00712236">
        <w:rPr>
          <w:rStyle w:val="libNormalChar"/>
        </w:rPr>
        <w:t>O mankind! We have created you from a male and a female, and made you into nations and tribes, that you may know one another. Verily, the most honorable of you with Allah is that who is the most pious. Verily, Allah is All-Knowing, All-Aware)</w:t>
      </w:r>
    </w:p>
    <w:p w:rsidR="002E0242" w:rsidRDefault="004E56E9" w:rsidP="00712236">
      <w:pPr>
        <w:pStyle w:val="libItalic"/>
      </w:pPr>
      <w:r w:rsidRPr="00844CC1">
        <w:rPr>
          <w:rStyle w:val="libFootnotenumChar"/>
        </w:rPr>
        <w:endnoteReference w:id="13"/>
      </w:r>
      <w:r w:rsidRPr="00843429">
        <w:t>. The Most High God did not determine the standard of honor in that the human being be a man or a woman. The only standard is that of piety in which there is no difference between the man and the woman. The most pious person, whether a man or a woman, is the most honorable with The Most High God.</w:t>
      </w:r>
    </w:p>
    <w:p w:rsidR="002E0242" w:rsidRDefault="004E56E9" w:rsidP="00844CC1">
      <w:pPr>
        <w:pStyle w:val="libNormal"/>
      </w:pPr>
      <w:r w:rsidRPr="00843429">
        <w:t xml:space="preserve">It is related in the narrative ascribed to Imam Abou Abdullah Jaafar Al-Sadik </w:t>
      </w:r>
      <w:r w:rsidRPr="00844CC1">
        <w:rPr>
          <w:rStyle w:val="libItalicChar"/>
        </w:rPr>
        <w:t>(God’s peace bestowed upon him)</w:t>
      </w:r>
      <w:r w:rsidRPr="00844CC1">
        <w:t xml:space="preserve"> that he said, “The righteous woman is better than a thousand unrighteous men”</w:t>
      </w:r>
      <w:r w:rsidRPr="00844CC1">
        <w:rPr>
          <w:rStyle w:val="libFootnotenumChar"/>
        </w:rPr>
        <w:endnoteReference w:id="14"/>
      </w:r>
      <w:r w:rsidRPr="00843429">
        <w:t>.</w:t>
      </w:r>
    </w:p>
    <w:p w:rsidR="002E0242" w:rsidRDefault="004E56E9" w:rsidP="00844CC1">
      <w:pPr>
        <w:pStyle w:val="libNormal"/>
      </w:pPr>
      <w:r w:rsidRPr="00843429">
        <w:t xml:space="preserve">The question still raised is about the Saying of The Most High God: (… but men have a degree over them. . ). </w:t>
      </w:r>
      <w:r w:rsidRPr="00844CC1">
        <w:rPr>
          <w:rStyle w:val="libFootnotenumChar"/>
        </w:rPr>
        <w:endnoteReference w:id="15"/>
      </w:r>
      <w:r w:rsidRPr="00843429">
        <w:t xml:space="preserve"> What is the connotation of this noble verse? And what is meant by the degree which men have over women?</w:t>
      </w:r>
    </w:p>
    <w:p w:rsidR="002E0242" w:rsidRDefault="004E56E9" w:rsidP="00844CC1">
      <w:pPr>
        <w:pStyle w:val="libNormal"/>
        <w:rPr>
          <w:rStyle w:val="libNormalChar"/>
        </w:rPr>
      </w:pPr>
      <w:r w:rsidRPr="00843429">
        <w:t xml:space="preserve">This Qur’anian verse is involved among the following verses: </w:t>
      </w:r>
      <w:r w:rsidRPr="00712236">
        <w:rPr>
          <w:rStyle w:val="libItalicChar"/>
        </w:rPr>
        <w:t>(And if they decide upon divorce, then Allah is All-Hearer, All-Knower. * And divorced women shall wait ]as regards their marriage] for three menstrual periods, and it is not lawful for them to conceal what Allah has created in their wombs, if they believe in Allah and the Last Day. And their husbands have the better right to take them back in that period, if they wish for reconciliation. And they have rights similar over them to what is reasonable, but men have a degree over them. And Allah is All-Mighty, All-Wise)</w:t>
      </w:r>
      <w:r w:rsidRPr="00844CC1">
        <w:rPr>
          <w:rStyle w:val="libFootnotenumChar"/>
        </w:rPr>
        <w:endnoteReference w:id="16"/>
      </w:r>
      <w:r w:rsidRPr="00844CC1">
        <w:rPr>
          <w:rStyle w:val="libNormalChar"/>
        </w:rPr>
        <w:t>.</w:t>
      </w:r>
    </w:p>
    <w:p w:rsidR="002E0242" w:rsidRDefault="004E56E9" w:rsidP="006719D2">
      <w:pPr>
        <w:pStyle w:val="libNormal"/>
      </w:pPr>
      <w:r w:rsidRPr="00843429">
        <w:t>This noble verse talks about the marital relationship and about the duties and rights of both the man and the woman in this relationship. It does not refer to the spiritual status or to a difference between the woman type and the man type. On the contrary, it indicates a practical issue which is related to the rights and duties of the husband and the wife; and it is doubtless that there are differences from the religious aspect in a lot of the practical details between the man and the woman. One of these details is the divorce to which this noble verse points out. In later on lessons, we are going, by the</w:t>
      </w:r>
    </w:p>
    <w:p w:rsidR="002E0242" w:rsidRDefault="004E56E9" w:rsidP="006719D2">
      <w:pPr>
        <w:pStyle w:val="libNormal"/>
      </w:pPr>
      <w:r w:rsidRPr="00843429">
        <w:t>Will and Help of The Most High God, to talk about the difference which is related to the practical aspect and about the background of these differences.</w:t>
      </w:r>
    </w:p>
    <w:p w:rsidR="004E56E9" w:rsidRPr="00843429" w:rsidRDefault="004E56E9" w:rsidP="005412AB">
      <w:pPr>
        <w:pStyle w:val="Heading3Center"/>
      </w:pPr>
      <w:bookmarkStart w:id="9" w:name="_Toc418512199"/>
      <w:r w:rsidRPr="00843429">
        <w:t>Women in The Noble Qur’an (A Balanced Look)</w:t>
      </w:r>
      <w:bookmarkEnd w:id="9"/>
    </w:p>
    <w:p w:rsidR="002E0242" w:rsidRDefault="004E56E9" w:rsidP="006719D2">
      <w:pPr>
        <w:pStyle w:val="libNormal"/>
      </w:pPr>
      <w:r w:rsidRPr="00843429">
        <w:t>The Noble Qur’an is distinguished by its balanced look towards the woman. It neither, as some societies did, presents her as a goddess and nor, as other societies did, disparages her to the extent of burying her alive. On the contrary, it presents her, as it presents the man, as a human being who passes in this life through tests and afflictions during which this human being may be guided to the correct path or may be misled.</w:t>
      </w:r>
    </w:p>
    <w:p w:rsidR="004E56E9" w:rsidRPr="00843429" w:rsidRDefault="004E56E9" w:rsidP="00844CC1">
      <w:pPr>
        <w:pStyle w:val="libNormal"/>
      </w:pPr>
      <w:r w:rsidRPr="00844CC1">
        <w:t xml:space="preserve">The Noble Qur’an, therefore, refers to some women who failed the test of this world. The Most High God sets forth a parable about atheist women; The Most High God says, </w:t>
      </w:r>
      <w:r w:rsidRPr="00712236">
        <w:rPr>
          <w:rStyle w:val="libItalicChar"/>
        </w:rPr>
        <w:t>(Allah sets forth an example for those who disbelieve, the wife of Nûh ]Noah] and the wife of Lout ]Lot]. They were under two of our righteous slaves, but they both betrayed them so they benefited them not, against Allah, and it was said: “Enter the Fire along with those who enter!”)</w:t>
      </w:r>
      <w:r w:rsidRPr="00844CC1">
        <w:rPr>
          <w:rStyle w:val="libFootnotenumChar"/>
        </w:rPr>
        <w:endnoteReference w:id="17"/>
      </w:r>
    </w:p>
    <w:p w:rsidR="002E0242" w:rsidRDefault="004E56E9" w:rsidP="00712236">
      <w:pPr>
        <w:pStyle w:val="libItalic"/>
        <w:rPr>
          <w:rStyle w:val="libNormalChar"/>
        </w:rPr>
      </w:pPr>
      <w:r w:rsidRPr="00843429">
        <w:t xml:space="preserve">On the other hand, The Noble Qur’an sets forth another example which is related to a woman who had money and power; yet when she got acquainted with The Truth, she believed </w:t>
      </w:r>
      <w:r w:rsidRPr="00843429">
        <w:lastRenderedPageBreak/>
        <w:t xml:space="preserve">in The Most High God and gave up to His Will. The Most High God says in Al-Namel]The Ants] Chapter, </w:t>
      </w:r>
      <w:r w:rsidRPr="00712236">
        <w:t>(She said: “O chiefs! Advise me in this case of mine. I decide no case till you are present with me.” * They said: “We have great strength and great ability for war, but it is for you to command; so think over what you will command.” * She said: “Verily! Kings, when they enter a town, despoil it and make the most honorable amongst its people low. And thus they do * “But verily! I am going to send him a present, and see with what the messengers return.” * So when they came to Soulayman ]Solomon], he said: “Will you help me in wealth? What Allah has given me is better than that which He has given you! Nay, you rejoice in your gift!” * “Go back to them. We verily shall come to them with hosts that they cannot resist, and we shall drive them out from there in disgrace, and they will be abased.” * He said: “O chiefs! Which of you can bring me her throne before they come to me surrendering themselves in obedience?” * An afreet from the jinns said: “I will bring it to you before you rise from your place. And verily, I am indeed strong and trustworthy for such work.” * One with whom was knowledge of the Scripture said: “I will bring it to you within the twinkling of an eye!” then when he Soulayman saw it placed before him, he said: “This is by the Grace of my Lord to test me whether I am grateful or ungrateful! And whoever is grateful, truly, his gratitude is for  his own self; and whoever is ungrateful, certainly! my Lord is The Most Rich, The Most Bountiful.” * He said: “Disguise her throne for her that we may see whether she will be guided, or she will be one of those not guided.” * So when she came, it was said (to her): “Is your throne like this?” She said: “It is as though it were the very same.” And ]Soulayman said]: “Knowledge was bestowed on us before her, and we were submitted to Allah.” * And that which she used to worship besides Allah has prevented her, for she was of a disbelieving people * It was said to her: “Enter the edifice ](a glass surface with water underneath it) or a palace]”. But when she saw it, she thought it was a pool, and she uncovered her legs. He said: “Verily, it is an edifice paved smooth with slab of glass.” She said: “My Lord! Verily, I have wronged myself, and I submit in Islam, together with Soulayman, to Allah, The Lord Of All The Worlds”)</w:t>
      </w:r>
      <w:r w:rsidRPr="00844CC1">
        <w:rPr>
          <w:rStyle w:val="libFootnotenumChar"/>
        </w:rPr>
        <w:endnoteReference w:id="18"/>
      </w:r>
      <w:r w:rsidRPr="00844CC1">
        <w:rPr>
          <w:rStyle w:val="libNormalChar"/>
        </w:rPr>
        <w:t>.</w:t>
      </w:r>
    </w:p>
    <w:p w:rsidR="004E56E9" w:rsidRPr="00843429" w:rsidRDefault="004E56E9" w:rsidP="005412AB">
      <w:pPr>
        <w:pStyle w:val="Heading2Center"/>
      </w:pPr>
      <w:bookmarkStart w:id="10" w:name="_Toc418512200"/>
      <w:r w:rsidRPr="00843429">
        <w:t>Focus on the Shining Model</w:t>
      </w:r>
      <w:bookmarkEnd w:id="10"/>
    </w:p>
    <w:p w:rsidR="002E0242" w:rsidRDefault="004E56E9" w:rsidP="006719D2">
      <w:pPr>
        <w:pStyle w:val="libNormal"/>
      </w:pPr>
      <w:r w:rsidRPr="00843429">
        <w:t>It is noticed that The Noble Qur’an often refers to the shining model of the woman. It also highly sheds light on the righteous woman in a lot of its noble verses and focuses on a lot of shining points from her history throughout the human process. In addition, it presents many women as models not only for the women but also for all the humanity, thus including both men and women.</w:t>
      </w:r>
    </w:p>
    <w:p w:rsidR="004E56E9" w:rsidRPr="00843429" w:rsidRDefault="004E56E9" w:rsidP="005412AB">
      <w:pPr>
        <w:pStyle w:val="Heading2Center"/>
      </w:pPr>
      <w:bookmarkStart w:id="11" w:name="_Toc418512201"/>
      <w:r w:rsidRPr="00843429">
        <w:t>Among these Qur’anian models are the following:</w:t>
      </w:r>
      <w:bookmarkEnd w:id="11"/>
    </w:p>
    <w:p w:rsidR="004E56E9" w:rsidRPr="00843429" w:rsidRDefault="004E56E9" w:rsidP="006719D2">
      <w:pPr>
        <w:pStyle w:val="Heading3Center"/>
      </w:pPr>
      <w:bookmarkStart w:id="12" w:name="_Toc418512202"/>
      <w:r w:rsidRPr="00843429">
        <w:t>1-The Wife of the Pharaoh</w:t>
      </w:r>
      <w:bookmarkEnd w:id="12"/>
    </w:p>
    <w:p w:rsidR="002E0242" w:rsidRDefault="004E56E9" w:rsidP="006719D2">
      <w:pPr>
        <w:pStyle w:val="libNormal"/>
      </w:pPr>
      <w:r w:rsidRPr="00843429">
        <w:t>The Most High God says in His Noble Book, (And Allah has</w:t>
      </w:r>
    </w:p>
    <w:p w:rsidR="002E0242" w:rsidRDefault="004E56E9" w:rsidP="00844CC1">
      <w:pPr>
        <w:pStyle w:val="libNormal"/>
      </w:pPr>
      <w:r w:rsidRPr="00844CC1">
        <w:t>set forth an example for those who believe, the wife of Fir’aun ]Pharaoh], when she said: «My Lord! Build for me a home with You in Paradise, and save me from Fir’aun and his work, and save me from the wrong doing people.”)</w:t>
      </w:r>
      <w:r w:rsidRPr="00844CC1">
        <w:rPr>
          <w:rStyle w:val="libFootnotenumChar"/>
        </w:rPr>
        <w:endnoteReference w:id="19"/>
      </w:r>
      <w:r w:rsidRPr="00843429">
        <w:t>.</w:t>
      </w:r>
    </w:p>
    <w:p w:rsidR="002E0242" w:rsidRDefault="004E56E9" w:rsidP="00844CC1">
      <w:pPr>
        <w:pStyle w:val="libNormal"/>
        <w:rPr>
          <w:rStyle w:val="libNormalChar"/>
        </w:rPr>
      </w:pPr>
      <w:r w:rsidRPr="00843429">
        <w:t xml:space="preserve">To be noticed, the wife of the Pharaoh was not presented by The Noble Qur’an as a model for the women only but for all (…those who believe…). The world with all its luxuries was available for this shining model; however, she turned away from it towards The Most High God: («My Lord! Build for me a home with You in </w:t>
      </w:r>
      <w:smartTag w:uri="urn:schemas-microsoft-com:office:smarttags" w:element="place">
        <w:r w:rsidRPr="00843429">
          <w:t>Paradise</w:t>
        </w:r>
      </w:smartTag>
      <w:r w:rsidRPr="00843429">
        <w:t>…”)</w:t>
      </w:r>
      <w:r w:rsidRPr="00844CC1">
        <w:rPr>
          <w:rStyle w:val="libFootnotenumChar"/>
        </w:rPr>
        <w:endnoteReference w:id="20"/>
      </w:r>
      <w:r w:rsidRPr="00844CC1">
        <w:rPr>
          <w:rStyle w:val="libNormalChar"/>
        </w:rPr>
        <w:t>.</w:t>
      </w:r>
    </w:p>
    <w:p w:rsidR="004E56E9" w:rsidRPr="00843429" w:rsidRDefault="004E56E9" w:rsidP="006719D2">
      <w:pPr>
        <w:pStyle w:val="Heading3Center"/>
      </w:pPr>
      <w:bookmarkStart w:id="13" w:name="_Toc418512203"/>
      <w:r w:rsidRPr="00843429">
        <w:t>2- Mariam ibnat* Omran</w:t>
      </w:r>
      <w:bookmarkEnd w:id="13"/>
    </w:p>
    <w:p w:rsidR="002E0242" w:rsidRDefault="004E56E9" w:rsidP="006719D2">
      <w:pPr>
        <w:pStyle w:val="libNormal"/>
      </w:pPr>
      <w:r w:rsidRPr="00843429">
        <w:t>This great woman is referred to in many Qur’anian verses. Her story recurs in more than one chapter in The Noble Qur’an, thus accompanying her in several stages of her noble and blessed life. Among these verses are:</w:t>
      </w:r>
    </w:p>
    <w:p w:rsidR="004E56E9" w:rsidRPr="00843429" w:rsidRDefault="004E56E9" w:rsidP="00844CC1">
      <w:pPr>
        <w:pStyle w:val="libNormal"/>
      </w:pPr>
      <w:r w:rsidRPr="00844CC1">
        <w:lastRenderedPageBreak/>
        <w:t>(So her Lord accepted her with goodly acceptance. He made her grow in a good manner and put her under the care of Zachariah ]Zachary]. Every time he entered the sanctuary to visit her, he found her supplied with sustenance. He said: «O Mariam (Mary)! From where have you got this? » She said, «This is from Allah. » Verily, Allah provides sustenance to whom He wills, without limit»)</w:t>
      </w:r>
      <w:r w:rsidRPr="00844CC1">
        <w:rPr>
          <w:rStyle w:val="libFootnotenumChar"/>
        </w:rPr>
        <w:endnoteReference w:id="21"/>
      </w:r>
    </w:p>
    <w:p w:rsidR="004E56E9" w:rsidRPr="00844CC1" w:rsidRDefault="004E56E9" w:rsidP="00844CC1">
      <w:pPr>
        <w:pStyle w:val="libNormal"/>
        <w:rPr>
          <w:rStyle w:val="libNormalChar"/>
        </w:rPr>
      </w:pPr>
      <w:r w:rsidRPr="00843429">
        <w:t>(And when the angels said: «O Mariam (Mary)! Verily, Allah has chosen you, purified you, and chosen you above the women of the mankind and the jinns»</w:t>
      </w:r>
      <w:r w:rsidRPr="00844CC1">
        <w:rPr>
          <w:rStyle w:val="libFootnotenumChar"/>
        </w:rPr>
        <w:endnoteReference w:id="22"/>
      </w:r>
      <w:r w:rsidRPr="00844CC1">
        <w:rPr>
          <w:rStyle w:val="libNormalChar"/>
        </w:rPr>
        <w:t>. O Mariam! «Submit yourself with obedience to your Lord, prostrate, and bow down along with those who bow down etc. »)</w:t>
      </w:r>
      <w:r w:rsidRPr="00844CC1">
        <w:rPr>
          <w:rStyle w:val="libFootnotenumChar"/>
        </w:rPr>
        <w:endnoteReference w:id="23"/>
      </w:r>
    </w:p>
    <w:p w:rsidR="002E0242" w:rsidRDefault="004E56E9" w:rsidP="006719D2">
      <w:pPr>
        <w:pStyle w:val="libNormal"/>
      </w:pPr>
      <w:r>
        <w:t>\</w:t>
      </w:r>
      <w:r w:rsidRPr="00843429">
        <w:t>There are a lot of ideas and theories which represent the woman as being of a level lower than that of man.</w:t>
      </w:r>
    </w:p>
    <w:p w:rsidR="002E0242" w:rsidRDefault="004E56E9" w:rsidP="006719D2">
      <w:pPr>
        <w:pStyle w:val="libNormal"/>
      </w:pPr>
      <w:r w:rsidRPr="00843429">
        <w:t xml:space="preserve">The theory about Eve’s </w:t>
      </w:r>
      <w:r w:rsidRPr="006719D2">
        <w:rPr>
          <w:rStyle w:val="libItalicChar"/>
        </w:rPr>
        <w:t>(God’s peace bestowed upon her)</w:t>
      </w:r>
      <w:r w:rsidRPr="00843429">
        <w:t xml:space="preserve"> creation from Adam’s </w:t>
      </w:r>
      <w:r w:rsidRPr="006719D2">
        <w:rPr>
          <w:rStyle w:val="libItalicChar"/>
        </w:rPr>
        <w:t>(God’s peace bestowed upon him)</w:t>
      </w:r>
      <w:r w:rsidRPr="00843429">
        <w:t xml:space="preserve"> rib is not consistent with the narratives which relate that she was created from the same clay which Adam was created from.</w:t>
      </w:r>
    </w:p>
    <w:p w:rsidR="002E0242" w:rsidRDefault="004E56E9" w:rsidP="006719D2">
      <w:pPr>
        <w:pStyle w:val="libNormal"/>
      </w:pPr>
      <w:r w:rsidRPr="00843429">
        <w:t>The Most High God made the woman equal to the man in humanity and imposed on each one of them special duties which are adequate to him/ her.</w:t>
      </w:r>
    </w:p>
    <w:p w:rsidR="002E0242" w:rsidRDefault="004E56E9" w:rsidP="006719D2">
      <w:pPr>
        <w:pStyle w:val="libNormal"/>
      </w:pPr>
      <w:r w:rsidRPr="00843429">
        <w:t>The Most High God does not, in the Qur’anian address, distinguish between the woman and the man; He made them of the same level of honor.</w:t>
      </w:r>
    </w:p>
    <w:p w:rsidR="002E0242" w:rsidRDefault="004E56E9" w:rsidP="006719D2">
      <w:pPr>
        <w:pStyle w:val="libNormal"/>
      </w:pPr>
      <w:r w:rsidRPr="00843429">
        <w:t>The Noble Qur’an often refers to the shining models of the women. It also highly sheds light on the righteous woman in a lot of its noble verses and focuses on a lot of shining points from her history throughout the human process. In addition, it presents many women as models not only for the women but also for all the humanity, thus including both men and women.</w:t>
      </w:r>
    </w:p>
    <w:p w:rsidR="004E56E9" w:rsidRDefault="004E56E9" w:rsidP="006719D2">
      <w:pPr>
        <w:pStyle w:val="Heading2Center"/>
      </w:pPr>
      <w:bookmarkStart w:id="14" w:name="_Toc418512204"/>
      <w:r w:rsidRPr="00843429">
        <w:t>Comprehension Questions</w:t>
      </w:r>
      <w:bookmarkEnd w:id="14"/>
    </w:p>
    <w:p w:rsidR="002E0242" w:rsidRDefault="004E56E9" w:rsidP="008608BE">
      <w:pPr>
        <w:pStyle w:val="libNormal"/>
      </w:pPr>
      <w:r w:rsidRPr="008608BE">
        <w:rPr>
          <w:rtl/>
        </w:rPr>
        <w:t>1</w:t>
      </w:r>
      <w:r w:rsidRPr="008608BE">
        <w:t>- Is</w:t>
      </w:r>
      <w:r w:rsidRPr="008608BE">
        <w:rPr>
          <w:rtl/>
        </w:rPr>
        <w:t xml:space="preserve"> </w:t>
      </w:r>
      <w:r w:rsidRPr="008608BE">
        <w:t>the</w:t>
      </w:r>
      <w:r w:rsidRPr="008608BE">
        <w:rPr>
          <w:rtl/>
        </w:rPr>
        <w:t xml:space="preserve"> </w:t>
      </w:r>
      <w:r w:rsidRPr="008608BE">
        <w:t>woman</w:t>
      </w:r>
      <w:r w:rsidRPr="008608BE">
        <w:rPr>
          <w:rtl/>
        </w:rPr>
        <w:t xml:space="preserve"> </w:t>
      </w:r>
      <w:r w:rsidRPr="008608BE">
        <w:t>a</w:t>
      </w:r>
      <w:r w:rsidRPr="008608BE">
        <w:rPr>
          <w:rtl/>
        </w:rPr>
        <w:t xml:space="preserve"> </w:t>
      </w:r>
      <w:r w:rsidRPr="008608BE">
        <w:t>secondary</w:t>
      </w:r>
      <w:r w:rsidRPr="008608BE">
        <w:rPr>
          <w:rtl/>
        </w:rPr>
        <w:t xml:space="preserve"> </w:t>
      </w:r>
      <w:r w:rsidRPr="008608BE">
        <w:t>creature?</w:t>
      </w:r>
    </w:p>
    <w:p w:rsidR="002E0242" w:rsidRDefault="004E56E9" w:rsidP="008608BE">
      <w:pPr>
        <w:pStyle w:val="libNormal"/>
      </w:pPr>
      <w:r w:rsidRPr="008608BE">
        <w:rPr>
          <w:rFonts w:hint="cs"/>
          <w:rtl/>
        </w:rPr>
        <w:t>2</w:t>
      </w:r>
      <w:r w:rsidRPr="008608BE">
        <w:t>- What</w:t>
      </w:r>
      <w:r w:rsidRPr="008608BE">
        <w:rPr>
          <w:rtl/>
        </w:rPr>
        <w:t xml:space="preserve"> </w:t>
      </w:r>
      <w:r w:rsidRPr="008608BE">
        <w:t>is</w:t>
      </w:r>
      <w:r w:rsidRPr="008608BE">
        <w:rPr>
          <w:rtl/>
        </w:rPr>
        <w:t xml:space="preserve"> </w:t>
      </w:r>
      <w:r w:rsidRPr="008608BE">
        <w:t>the</w:t>
      </w:r>
      <w:r w:rsidRPr="008608BE">
        <w:rPr>
          <w:rtl/>
        </w:rPr>
        <w:t xml:space="preserve"> </w:t>
      </w:r>
      <w:r w:rsidRPr="008608BE">
        <w:t>Qur</w:t>
      </w:r>
      <w:r w:rsidRPr="008608BE">
        <w:rPr>
          <w:rtl/>
        </w:rPr>
        <w:t>’</w:t>
      </w:r>
      <w:r w:rsidRPr="008608BE">
        <w:t>anian</w:t>
      </w:r>
      <w:r w:rsidRPr="008608BE">
        <w:rPr>
          <w:rtl/>
        </w:rPr>
        <w:t xml:space="preserve"> </w:t>
      </w:r>
      <w:r w:rsidRPr="008608BE">
        <w:t>look</w:t>
      </w:r>
      <w:r w:rsidRPr="008608BE">
        <w:rPr>
          <w:rtl/>
        </w:rPr>
        <w:t xml:space="preserve"> </w:t>
      </w:r>
      <w:r w:rsidRPr="008608BE">
        <w:t>towards</w:t>
      </w:r>
      <w:r w:rsidRPr="008608BE">
        <w:rPr>
          <w:rtl/>
        </w:rPr>
        <w:t xml:space="preserve"> </w:t>
      </w:r>
      <w:r w:rsidRPr="008608BE">
        <w:t>the</w:t>
      </w:r>
      <w:r w:rsidRPr="008608BE">
        <w:rPr>
          <w:rtl/>
        </w:rPr>
        <w:t xml:space="preserve"> </w:t>
      </w:r>
      <w:r w:rsidRPr="008608BE">
        <w:t>woman?</w:t>
      </w:r>
    </w:p>
    <w:p w:rsidR="002E0242" w:rsidRDefault="004E56E9" w:rsidP="008608BE">
      <w:pPr>
        <w:pStyle w:val="libNormal"/>
      </w:pPr>
      <w:r w:rsidRPr="008608BE">
        <w:t>3- How</w:t>
      </w:r>
      <w:r w:rsidRPr="008608BE">
        <w:rPr>
          <w:rtl/>
        </w:rPr>
        <w:t xml:space="preserve"> </w:t>
      </w:r>
      <w:r w:rsidRPr="008608BE">
        <w:t>would</w:t>
      </w:r>
      <w:r w:rsidRPr="008608BE">
        <w:rPr>
          <w:rtl/>
        </w:rPr>
        <w:t xml:space="preserve"> </w:t>
      </w:r>
      <w:r w:rsidRPr="008608BE">
        <w:t>you</w:t>
      </w:r>
      <w:r w:rsidRPr="008608BE">
        <w:rPr>
          <w:rtl/>
        </w:rPr>
        <w:t xml:space="preserve"> </w:t>
      </w:r>
      <w:r w:rsidRPr="008608BE">
        <w:t>answer</w:t>
      </w:r>
      <w:r w:rsidRPr="008608BE">
        <w:rPr>
          <w:rtl/>
        </w:rPr>
        <w:t xml:space="preserve"> </w:t>
      </w:r>
      <w:r w:rsidRPr="008608BE">
        <w:t>the</w:t>
      </w:r>
      <w:r w:rsidRPr="008608BE">
        <w:rPr>
          <w:rtl/>
        </w:rPr>
        <w:t xml:space="preserve"> </w:t>
      </w:r>
      <w:r w:rsidRPr="008608BE">
        <w:t>one</w:t>
      </w:r>
      <w:r w:rsidRPr="008608BE">
        <w:rPr>
          <w:rtl/>
        </w:rPr>
        <w:t xml:space="preserve"> </w:t>
      </w:r>
      <w:r w:rsidRPr="008608BE">
        <w:t>who</w:t>
      </w:r>
      <w:r w:rsidRPr="008608BE">
        <w:rPr>
          <w:rtl/>
        </w:rPr>
        <w:t xml:space="preserve"> </w:t>
      </w:r>
      <w:r w:rsidRPr="008608BE">
        <w:t>demonstrate</w:t>
      </w:r>
      <w:r w:rsidRPr="008608BE">
        <w:rPr>
          <w:rtl/>
        </w:rPr>
        <w:t xml:space="preserve"> </w:t>
      </w:r>
      <w:r w:rsidRPr="008608BE">
        <w:t>that</w:t>
      </w:r>
      <w:r w:rsidRPr="008608BE">
        <w:rPr>
          <w:rtl/>
        </w:rPr>
        <w:t xml:space="preserve"> </w:t>
      </w:r>
      <w:r w:rsidRPr="008608BE">
        <w:t>the</w:t>
      </w:r>
      <w:r w:rsidRPr="008608BE">
        <w:rPr>
          <w:rtl/>
        </w:rPr>
        <w:t xml:space="preserve"> </w:t>
      </w:r>
      <w:r w:rsidRPr="008608BE">
        <w:t>woman</w:t>
      </w:r>
      <w:r w:rsidRPr="008608BE">
        <w:rPr>
          <w:rtl/>
        </w:rPr>
        <w:t xml:space="preserve"> </w:t>
      </w:r>
      <w:r w:rsidRPr="008608BE">
        <w:t>i. e. Hawwaa</w:t>
      </w:r>
      <w:r w:rsidRPr="008608BE">
        <w:rPr>
          <w:rtl/>
        </w:rPr>
        <w:t xml:space="preserve"> </w:t>
      </w:r>
      <w:r w:rsidRPr="008608BE">
        <w:t>is</w:t>
      </w:r>
      <w:r w:rsidRPr="008608BE">
        <w:rPr>
          <w:rtl/>
        </w:rPr>
        <w:t xml:space="preserve"> </w:t>
      </w:r>
      <w:r w:rsidRPr="008608BE">
        <w:t>the</w:t>
      </w:r>
      <w:r w:rsidRPr="008608BE">
        <w:rPr>
          <w:rtl/>
        </w:rPr>
        <w:t xml:space="preserve"> </w:t>
      </w:r>
      <w:r w:rsidRPr="008608BE">
        <w:t>one</w:t>
      </w:r>
      <w:r w:rsidRPr="008608BE">
        <w:rPr>
          <w:rtl/>
        </w:rPr>
        <w:t xml:space="preserve"> </w:t>
      </w:r>
      <w:r w:rsidRPr="008608BE">
        <w:t>who</w:t>
      </w:r>
      <w:r w:rsidRPr="008608BE">
        <w:rPr>
          <w:rtl/>
        </w:rPr>
        <w:t xml:space="preserve"> </w:t>
      </w:r>
      <w:r w:rsidRPr="008608BE">
        <w:t>committed</w:t>
      </w:r>
      <w:r w:rsidRPr="008608BE">
        <w:rPr>
          <w:rtl/>
        </w:rPr>
        <w:t xml:space="preserve"> </w:t>
      </w:r>
      <w:r w:rsidRPr="008608BE">
        <w:t>the</w:t>
      </w:r>
      <w:r w:rsidRPr="008608BE">
        <w:rPr>
          <w:rtl/>
        </w:rPr>
        <w:t xml:space="preserve"> </w:t>
      </w:r>
      <w:r w:rsidRPr="008608BE">
        <w:t>first</w:t>
      </w:r>
      <w:r w:rsidRPr="008608BE">
        <w:rPr>
          <w:rtl/>
        </w:rPr>
        <w:t xml:space="preserve"> </w:t>
      </w:r>
      <w:r w:rsidRPr="008608BE">
        <w:t>sin?</w:t>
      </w:r>
    </w:p>
    <w:p w:rsidR="002E0242" w:rsidRDefault="004E56E9" w:rsidP="008608BE">
      <w:pPr>
        <w:pStyle w:val="libNormal"/>
      </w:pPr>
      <w:r w:rsidRPr="008608BE">
        <w:t>4-Who</w:t>
      </w:r>
      <w:r w:rsidRPr="008608BE">
        <w:rPr>
          <w:rtl/>
        </w:rPr>
        <w:t xml:space="preserve"> </w:t>
      </w:r>
      <w:r w:rsidRPr="008608BE">
        <w:t>are</w:t>
      </w:r>
      <w:r w:rsidRPr="008608BE">
        <w:rPr>
          <w:rtl/>
        </w:rPr>
        <w:t xml:space="preserve"> </w:t>
      </w:r>
      <w:r w:rsidRPr="008608BE">
        <w:t>the</w:t>
      </w:r>
      <w:r w:rsidRPr="008608BE">
        <w:rPr>
          <w:rtl/>
        </w:rPr>
        <w:t xml:space="preserve"> </w:t>
      </w:r>
      <w:r w:rsidRPr="008608BE">
        <w:t>women</w:t>
      </w:r>
      <w:r w:rsidRPr="008608BE">
        <w:rPr>
          <w:rtl/>
        </w:rPr>
        <w:t xml:space="preserve"> </w:t>
      </w:r>
      <w:r w:rsidRPr="008608BE">
        <w:t>whom</w:t>
      </w:r>
      <w:r w:rsidRPr="008608BE">
        <w:rPr>
          <w:rtl/>
        </w:rPr>
        <w:t xml:space="preserve"> </w:t>
      </w:r>
      <w:r w:rsidRPr="008608BE">
        <w:t>The</w:t>
      </w:r>
      <w:r w:rsidRPr="008608BE">
        <w:rPr>
          <w:rtl/>
        </w:rPr>
        <w:t xml:space="preserve"> </w:t>
      </w:r>
      <w:r w:rsidRPr="008608BE">
        <w:t>Most</w:t>
      </w:r>
      <w:r w:rsidRPr="008608BE">
        <w:rPr>
          <w:rtl/>
        </w:rPr>
        <w:t xml:space="preserve"> </w:t>
      </w:r>
      <w:r w:rsidRPr="008608BE">
        <w:t>High</w:t>
      </w:r>
      <w:r w:rsidRPr="008608BE">
        <w:rPr>
          <w:rtl/>
        </w:rPr>
        <w:t xml:space="preserve"> </w:t>
      </w:r>
      <w:r w:rsidRPr="008608BE">
        <w:t>God</w:t>
      </w:r>
      <w:r w:rsidRPr="008608BE">
        <w:rPr>
          <w:rtl/>
        </w:rPr>
        <w:t xml:space="preserve"> </w:t>
      </w:r>
      <w:r w:rsidRPr="008608BE">
        <w:t>set</w:t>
      </w:r>
      <w:r w:rsidRPr="008608BE">
        <w:rPr>
          <w:rtl/>
        </w:rPr>
        <w:t xml:space="preserve"> </w:t>
      </w:r>
      <w:r w:rsidRPr="008608BE">
        <w:t>forth</w:t>
      </w:r>
      <w:r w:rsidRPr="008608BE">
        <w:rPr>
          <w:rtl/>
        </w:rPr>
        <w:t xml:space="preserve"> </w:t>
      </w:r>
      <w:r w:rsidRPr="008608BE">
        <w:t>a</w:t>
      </w:r>
      <w:r w:rsidRPr="008608BE">
        <w:rPr>
          <w:rtl/>
        </w:rPr>
        <w:t xml:space="preserve"> </w:t>
      </w:r>
      <w:r w:rsidRPr="008608BE">
        <w:t>parable</w:t>
      </w:r>
      <w:r w:rsidRPr="008608BE">
        <w:rPr>
          <w:rtl/>
        </w:rPr>
        <w:t xml:space="preserve"> </w:t>
      </w:r>
      <w:r w:rsidRPr="008608BE">
        <w:t>about</w:t>
      </w:r>
      <w:r w:rsidRPr="008608BE">
        <w:rPr>
          <w:rtl/>
        </w:rPr>
        <w:t xml:space="preserve"> </w:t>
      </w:r>
      <w:r w:rsidRPr="008608BE">
        <w:t>them</w:t>
      </w:r>
      <w:r w:rsidRPr="008608BE">
        <w:rPr>
          <w:rtl/>
        </w:rPr>
        <w:t xml:space="preserve"> </w:t>
      </w:r>
      <w:r w:rsidRPr="008608BE">
        <w:t>inThe</w:t>
      </w:r>
      <w:r w:rsidRPr="008608BE">
        <w:rPr>
          <w:rtl/>
        </w:rPr>
        <w:t xml:space="preserve"> </w:t>
      </w:r>
      <w:r w:rsidRPr="008608BE">
        <w:t>Noble</w:t>
      </w:r>
      <w:r w:rsidRPr="008608BE">
        <w:rPr>
          <w:rtl/>
        </w:rPr>
        <w:t xml:space="preserve"> </w:t>
      </w:r>
      <w:r w:rsidRPr="008608BE">
        <w:t>Qur</w:t>
      </w:r>
      <w:r w:rsidRPr="008608BE">
        <w:rPr>
          <w:rtl/>
        </w:rPr>
        <w:t>’</w:t>
      </w:r>
      <w:r w:rsidRPr="008608BE">
        <w:t>an?</w:t>
      </w:r>
    </w:p>
    <w:p w:rsidR="002E0242" w:rsidRDefault="004E56E9" w:rsidP="008608BE">
      <w:pPr>
        <w:pStyle w:val="libNormal"/>
      </w:pPr>
      <w:r w:rsidRPr="008608BE">
        <w:t>5- Does</w:t>
      </w:r>
      <w:r w:rsidRPr="008608BE">
        <w:rPr>
          <w:rtl/>
        </w:rPr>
        <w:t xml:space="preserve"> </w:t>
      </w:r>
      <w:r w:rsidRPr="008608BE">
        <w:t>the</w:t>
      </w:r>
      <w:r w:rsidRPr="008608BE">
        <w:rPr>
          <w:rtl/>
        </w:rPr>
        <w:t xml:space="preserve"> </w:t>
      </w:r>
      <w:r w:rsidRPr="008608BE">
        <w:t>Saying</w:t>
      </w:r>
      <w:r w:rsidRPr="008608BE">
        <w:rPr>
          <w:rtl/>
        </w:rPr>
        <w:t xml:space="preserve"> </w:t>
      </w:r>
      <w:r w:rsidRPr="008608BE">
        <w:t>of</w:t>
      </w:r>
      <w:r w:rsidRPr="008608BE">
        <w:rPr>
          <w:rtl/>
        </w:rPr>
        <w:t xml:space="preserve"> </w:t>
      </w:r>
      <w:r w:rsidRPr="008608BE">
        <w:t>The</w:t>
      </w:r>
      <w:r w:rsidRPr="008608BE">
        <w:rPr>
          <w:rtl/>
        </w:rPr>
        <w:t xml:space="preserve"> </w:t>
      </w:r>
      <w:r w:rsidRPr="008608BE">
        <w:t>Most</w:t>
      </w:r>
      <w:r w:rsidRPr="008608BE">
        <w:rPr>
          <w:rtl/>
        </w:rPr>
        <w:t xml:space="preserve"> </w:t>
      </w:r>
      <w:r w:rsidRPr="008608BE">
        <w:t>High</w:t>
      </w:r>
      <w:r w:rsidRPr="008608BE">
        <w:rPr>
          <w:rtl/>
        </w:rPr>
        <w:t xml:space="preserve"> </w:t>
      </w:r>
      <w:r w:rsidRPr="008608BE">
        <w:t xml:space="preserve">God: </w:t>
      </w:r>
      <w:r w:rsidRPr="008608BE">
        <w:rPr>
          <w:rtl/>
        </w:rPr>
        <w:t>(…</w:t>
      </w:r>
      <w:r w:rsidRPr="008608BE">
        <w:t>but</w:t>
      </w:r>
      <w:r w:rsidRPr="008608BE">
        <w:rPr>
          <w:rtl/>
        </w:rPr>
        <w:t xml:space="preserve"> </w:t>
      </w:r>
      <w:r w:rsidRPr="008608BE">
        <w:t>men</w:t>
      </w:r>
      <w:r w:rsidRPr="008608BE">
        <w:rPr>
          <w:rtl/>
        </w:rPr>
        <w:t xml:space="preserve"> </w:t>
      </w:r>
      <w:r w:rsidRPr="008608BE">
        <w:t>have</w:t>
      </w:r>
      <w:r w:rsidRPr="008608BE">
        <w:rPr>
          <w:rtl/>
        </w:rPr>
        <w:t xml:space="preserve"> </w:t>
      </w:r>
      <w:r w:rsidRPr="008608BE">
        <w:t>a</w:t>
      </w:r>
      <w:r w:rsidRPr="008608BE">
        <w:rPr>
          <w:rtl/>
        </w:rPr>
        <w:t xml:space="preserve"> </w:t>
      </w:r>
      <w:r w:rsidRPr="008608BE">
        <w:t>degree</w:t>
      </w:r>
      <w:r w:rsidRPr="008608BE">
        <w:rPr>
          <w:rtl/>
        </w:rPr>
        <w:t xml:space="preserve"> </w:t>
      </w:r>
      <w:r w:rsidRPr="008608BE">
        <w:t>over</w:t>
      </w:r>
      <w:r w:rsidRPr="008608BE">
        <w:rPr>
          <w:rtl/>
        </w:rPr>
        <w:t xml:space="preserve"> </w:t>
      </w:r>
      <w:r w:rsidRPr="008608BE">
        <w:t>them</w:t>
      </w:r>
      <w:r w:rsidRPr="008608BE">
        <w:rPr>
          <w:rtl/>
        </w:rPr>
        <w:t xml:space="preserve">…) </w:t>
      </w:r>
      <w:r w:rsidRPr="008608BE">
        <w:t>mean</w:t>
      </w:r>
      <w:r w:rsidRPr="008608BE">
        <w:rPr>
          <w:rtl/>
        </w:rPr>
        <w:t xml:space="preserve"> </w:t>
      </w:r>
      <w:r w:rsidRPr="008608BE">
        <w:t>that</w:t>
      </w:r>
      <w:r w:rsidRPr="008608BE">
        <w:rPr>
          <w:rtl/>
        </w:rPr>
        <w:t xml:space="preserve"> </w:t>
      </w:r>
      <w:r w:rsidRPr="008608BE">
        <w:t>the</w:t>
      </w:r>
      <w:r w:rsidRPr="008608BE">
        <w:rPr>
          <w:rtl/>
        </w:rPr>
        <w:t xml:space="preserve"> </w:t>
      </w:r>
      <w:r w:rsidRPr="008608BE">
        <w:t>man</w:t>
      </w:r>
      <w:r w:rsidRPr="008608BE">
        <w:rPr>
          <w:rtl/>
        </w:rPr>
        <w:t xml:space="preserve"> </w:t>
      </w:r>
      <w:r w:rsidRPr="008608BE">
        <w:t>is</w:t>
      </w:r>
      <w:r w:rsidRPr="008608BE">
        <w:rPr>
          <w:rtl/>
        </w:rPr>
        <w:t xml:space="preserve"> </w:t>
      </w:r>
      <w:r w:rsidRPr="008608BE">
        <w:t>preferred</w:t>
      </w:r>
      <w:r w:rsidRPr="008608BE">
        <w:rPr>
          <w:rtl/>
        </w:rPr>
        <w:t xml:space="preserve"> </w:t>
      </w:r>
      <w:r w:rsidRPr="008608BE">
        <w:t>to</w:t>
      </w:r>
      <w:r w:rsidRPr="008608BE">
        <w:rPr>
          <w:rtl/>
        </w:rPr>
        <w:t xml:space="preserve"> </w:t>
      </w:r>
      <w:r w:rsidRPr="008608BE">
        <w:t>the</w:t>
      </w:r>
      <w:r w:rsidRPr="008608BE">
        <w:rPr>
          <w:rtl/>
        </w:rPr>
        <w:t xml:space="preserve"> </w:t>
      </w:r>
      <w:r w:rsidRPr="008608BE">
        <w:t>woman?</w:t>
      </w:r>
    </w:p>
    <w:p w:rsidR="004E56E9" w:rsidRDefault="004E56E9" w:rsidP="008608BE">
      <w:pPr>
        <w:pStyle w:val="Heading2Center"/>
      </w:pPr>
      <w:r w:rsidRPr="00843429">
        <w:br w:type="page"/>
      </w:r>
      <w:bookmarkStart w:id="15" w:name="_Toc418512205"/>
      <w:r w:rsidRPr="00843429">
        <w:lastRenderedPageBreak/>
        <w:t>For Reading</w:t>
      </w:r>
      <w:bookmarkEnd w:id="15"/>
    </w:p>
    <w:p w:rsidR="004E56E9" w:rsidRPr="00843429" w:rsidRDefault="004E56E9" w:rsidP="008608BE">
      <w:pPr>
        <w:pStyle w:val="Heading3Center"/>
      </w:pPr>
      <w:bookmarkStart w:id="16" w:name="_Toc418512206"/>
      <w:r w:rsidRPr="00843429">
        <w:t>Fatima ibnat Asad</w:t>
      </w:r>
      <w:bookmarkEnd w:id="16"/>
    </w:p>
    <w:p w:rsidR="002E0242" w:rsidRDefault="004E56E9" w:rsidP="006719D2">
      <w:pPr>
        <w:pStyle w:val="libNormal"/>
      </w:pPr>
      <w:smartTag w:uri="urn:schemas-microsoft-com:office:smarttags" w:element="place">
        <w:r w:rsidRPr="00843429">
          <w:t>Fatima</w:t>
        </w:r>
      </w:smartTag>
      <w:r w:rsidRPr="00843429">
        <w:t xml:space="preserve"> ibnat Asad is the wife of the Sheikh of Al-Bat’hah ]the level land], Abou Taleb. She is the mother of The Prince of the Believers Imam Ali ibn Abi Taleb </w:t>
      </w:r>
      <w:r w:rsidRPr="006719D2">
        <w:rPr>
          <w:rStyle w:val="libItalicChar"/>
        </w:rPr>
        <w:t>(God’s peace bestowed upon him)</w:t>
      </w:r>
      <w:r w:rsidRPr="00843429">
        <w:t xml:space="preserve"> and Taleb and Akeel and Jaafar. And she is the one who brought up God’s prophet Mohammad ibn Abdullah </w:t>
      </w:r>
      <w:r w:rsidRPr="006719D2">
        <w:rPr>
          <w:rStyle w:val="libItalicChar"/>
        </w:rPr>
        <w:t>(God’s prayers and peace bestowed upon him and his Household)</w:t>
      </w:r>
      <w:r w:rsidRPr="00843429">
        <w:t xml:space="preserve"> after his grandfather Abdul Mouttaleb had died, putting him ahead of her four children in her tenderness, motherhood, and noble sympathetic affection.</w:t>
      </w:r>
    </w:p>
    <w:p w:rsidR="004E56E9" w:rsidRPr="00843429" w:rsidRDefault="004E56E9" w:rsidP="006719D2">
      <w:pPr>
        <w:pStyle w:val="libNormal"/>
      </w:pPr>
      <w:r w:rsidRPr="00843429">
        <w:t xml:space="preserve">How graceful the talk of The Noblest Prophet </w:t>
      </w:r>
      <w:r w:rsidRPr="006719D2">
        <w:rPr>
          <w:rStyle w:val="libItalicChar"/>
        </w:rPr>
        <w:t>(God’s prayers and peace bestowed upon him and his Household)</w:t>
      </w:r>
      <w:r w:rsidRPr="00843429">
        <w:t xml:space="preserve"> is when he describes her in his saying, “She was, among all God’s creatures, the kindest one to me. She was my mother next to my mother who gave birth to me. Abou Taleb used to do his work, and the table used to be prepared for him, and he used to gather us to his food. This woman used to keep a part of the food, so that I would eat from it.”</w:t>
      </w:r>
    </w:p>
    <w:p w:rsidR="004E56E9" w:rsidRPr="00843429" w:rsidRDefault="004E56E9" w:rsidP="006719D2">
      <w:pPr>
        <w:pStyle w:val="libNormal"/>
      </w:pPr>
      <w:r w:rsidRPr="00843429">
        <w:t xml:space="preserve">What also indicates this is what the historiographers and the biographers related as regards what he </w:t>
      </w:r>
      <w:r w:rsidRPr="006719D2">
        <w:rPr>
          <w:rStyle w:val="libItalicChar"/>
        </w:rPr>
        <w:t>(God’s prayers and peace bestowed upon him and his Household)</w:t>
      </w:r>
      <w:r w:rsidRPr="00843429">
        <w:t xml:space="preserve"> did when she died. The chronicles relate that he </w:t>
      </w:r>
      <w:r w:rsidRPr="006719D2">
        <w:rPr>
          <w:rStyle w:val="libItalicChar"/>
        </w:rPr>
        <w:t>(God’s prayers and peace bestowed upon him and his Household)</w:t>
      </w:r>
      <w:r w:rsidRPr="00843429">
        <w:t xml:space="preserve"> “shrouded her with his noble shirt. He lay in her tomb. And then he exclaimed seventy times, ‘God is Great’ when he prayed on her: an act he did with none but with her.” After that, God’s prophet </w:t>
      </w:r>
      <w:r w:rsidRPr="006719D2">
        <w:rPr>
          <w:rStyle w:val="libItalicChar"/>
        </w:rPr>
        <w:t>(God’s prayers and peace bestowed upon him and his Household)</w:t>
      </w:r>
      <w:r w:rsidRPr="00843429">
        <w:t xml:space="preserve"> said, “The angels filled the horizon. A door of Heaven was opened for her. The beds of Heaven were prepared for her. And an aroma from Heaven was sent to her: She is in an ease and spirituality and a Heaven of blessing; and her tomb is a yard from Heaven.”</w:t>
      </w:r>
    </w:p>
    <w:p w:rsidR="004E56E9" w:rsidRPr="00843429" w:rsidRDefault="004E56E9" w:rsidP="006719D2">
      <w:pPr>
        <w:pStyle w:val="libNormal"/>
      </w:pPr>
      <w:r w:rsidRPr="00843429">
        <w:t xml:space="preserve">One of the companions of The Concluding Prophet was astonished of that, so he asked him about the reason. God’s prophet </w:t>
      </w:r>
      <w:r w:rsidRPr="006719D2">
        <w:rPr>
          <w:rStyle w:val="libItalicChar"/>
        </w:rPr>
        <w:t>(God’s prayers and peace bestowed upon him and his Household)</w:t>
      </w:r>
      <w:r w:rsidRPr="00843429">
        <w:t xml:space="preserve"> answered, “Nobody, after Abi Taleb, was kinder to me than she was.”</w:t>
      </w:r>
    </w:p>
    <w:p w:rsidR="004E56E9" w:rsidRDefault="004E56E9" w:rsidP="006719D2">
      <w:pPr>
        <w:pStyle w:val="libNormal"/>
      </w:pPr>
      <w:r w:rsidRPr="00843429">
        <w:t>The history recorded several points for this model woman, among which are the following:</w:t>
      </w:r>
    </w:p>
    <w:p w:rsidR="002E0242" w:rsidRDefault="004E56E9" w:rsidP="00712236">
      <w:pPr>
        <w:pStyle w:val="libNormal"/>
      </w:pPr>
      <w:r w:rsidRPr="00712236">
        <w:t>Ibn Abbas related that the following noble verse descended in reference to her: (O Prophet! When believing women come to you to give you the pledge, that they will not associate anything in worship with Allah, that they will not steal, that they will not commit illegal sexual intercourse, that they will not kill their children, that they will not utter slander, intentionally forging falsehood ]i. e. by making illegal children belonging to their husbands], and that they will not disobey you in any good deed, then accept their  pledge, and ask Allah to forgive them, Verily, Allah is Oft Forgiving, Most Merciful)</w:t>
      </w:r>
      <w:r w:rsidRPr="00844CC1">
        <w:rPr>
          <w:rStyle w:val="libFootnotenumChar"/>
        </w:rPr>
        <w:endnoteReference w:id="24"/>
      </w:r>
      <w:r w:rsidRPr="00712236">
        <w:t>.</w:t>
      </w:r>
    </w:p>
    <w:p w:rsidR="004E56E9" w:rsidRPr="00712236" w:rsidRDefault="004E56E9" w:rsidP="00712236">
      <w:pPr>
        <w:pStyle w:val="libNormal"/>
      </w:pPr>
      <w:r w:rsidRPr="00712236">
        <w:t xml:space="preserve">She is the mother of The Prince of the Believers Imam Ali Al-Mourtada </w:t>
      </w:r>
      <w:r w:rsidRPr="00844CC1">
        <w:rPr>
          <w:rStyle w:val="libItalicChar"/>
        </w:rPr>
        <w:t>(God’s peace bestowed upon him)</w:t>
      </w:r>
      <w:r w:rsidRPr="00712236">
        <w:t>. She gave birth to him inside Noble Kaaba, which is an excellence God granted to nobody but her: God, in an act of honoring her, split for her the wall of Al-Kaaba, thus giving her the permission to give birth to her blessed baby there.</w:t>
      </w:r>
    </w:p>
    <w:p w:rsidR="004E56E9" w:rsidRDefault="004E56E9" w:rsidP="00844CC1">
      <w:pPr>
        <w:pStyle w:val="libNormal"/>
      </w:pPr>
      <w:r>
        <w:br w:type="page"/>
      </w:r>
    </w:p>
    <w:p w:rsidR="004E56E9" w:rsidRDefault="004E56E9" w:rsidP="006719D2">
      <w:pPr>
        <w:pStyle w:val="Heading1Center"/>
      </w:pPr>
      <w:bookmarkStart w:id="17" w:name="_Toc418512207"/>
      <w:r w:rsidRPr="00843429">
        <w:lastRenderedPageBreak/>
        <w:t>Lesson Two</w:t>
      </w:r>
      <w:r>
        <w:t xml:space="preserve">: </w:t>
      </w:r>
      <w:r w:rsidRPr="00843429">
        <w:t>Woman’s Rights</w:t>
      </w:r>
      <w:bookmarkEnd w:id="17"/>
    </w:p>
    <w:p w:rsidR="002E0242" w:rsidRDefault="004E56E9" w:rsidP="00844CC1">
      <w:pPr>
        <w:pStyle w:val="libNormal"/>
      </w:pPr>
      <w:r w:rsidRPr="00843429">
        <w:t>When we talked about the woman’s value in Islam, we mentioned that the human type is the one which is designed to carry the divine authority and the one who can cover the levels of perfection. This applies to both the man and the woman.</w:t>
      </w:r>
    </w:p>
    <w:p w:rsidR="002E0242" w:rsidRDefault="004E56E9" w:rsidP="00844CC1">
      <w:pPr>
        <w:pStyle w:val="libNormal"/>
      </w:pPr>
      <w:r w:rsidRPr="00843429">
        <w:t>This does not mean that there is no difference between the man and the woman; they, however, differ in the physiological and psychological capabilities. Yet, this difference is not linked to the aspect of deficiency or perfection; it is, however, a matter of equivalence and adequateness. The law of creation aims from this difference at the establishment of a higher adequateness between the man and the woman who are meant for a common life. The bachelorhood life is but a deviation from the law of creation. This concept will be more clarified later on when the forms of difference are going to be analyzed.</w:t>
      </w:r>
    </w:p>
    <w:p w:rsidR="004E56E9" w:rsidRPr="00843429" w:rsidRDefault="004E56E9" w:rsidP="006719D2">
      <w:pPr>
        <w:pStyle w:val="Heading2Center"/>
      </w:pPr>
      <w:bookmarkStart w:id="18" w:name="_Toc418512208"/>
      <w:r w:rsidRPr="00843429">
        <w:t>The Forms of Difference</w:t>
      </w:r>
      <w:bookmarkEnd w:id="18"/>
    </w:p>
    <w:p w:rsidR="004E56E9" w:rsidRPr="00843429" w:rsidRDefault="004E56E9" w:rsidP="00844CC1">
      <w:pPr>
        <w:pStyle w:val="libNormal"/>
      </w:pPr>
      <w:r w:rsidRPr="00844CC1">
        <w:t xml:space="preserve">Looking for the difference between the man and the woman is not a recent issue. In fact, it goes back in history to more than 2400 years. Plato insisted on the presence of a qualitative difference between the man and the woman. Also, his student Aristotle assured the presence of difference in his saying, “The quality of the woman’s capabilities differs from that of the man. Moreover, the duties and responsibilities which are imposed by the law of creation on each of them differ. And the various rights which the law of creation demands for each one of them differ.” The scholars and the philosophers who succeeded Aristotle gave his theories preference to those of Plato. </w:t>
      </w:r>
      <w:r w:rsidRPr="00844CC1">
        <w:rPr>
          <w:rStyle w:val="libFootnotenumChar"/>
        </w:rPr>
        <w:endnoteReference w:id="25"/>
      </w:r>
    </w:p>
    <w:p w:rsidR="002E0242" w:rsidRDefault="004E56E9" w:rsidP="00844CC1">
      <w:pPr>
        <w:pStyle w:val="libNormal"/>
      </w:pPr>
      <w:r w:rsidRPr="00843429">
        <w:t>As regards our present age with its scientific progress, the difference between the man and the woman has turned to be specific and clear as a result of the reliance on observation, experience, statistics, and field study.</w:t>
      </w:r>
    </w:p>
    <w:p w:rsidR="002E0242" w:rsidRDefault="004E56E9" w:rsidP="00844CC1">
      <w:pPr>
        <w:pStyle w:val="libNormal"/>
      </w:pPr>
      <w:r w:rsidRPr="00843429">
        <w:t>Here we mention the differences which we have collected from what the researchers have said.</w:t>
      </w:r>
    </w:p>
    <w:p w:rsidR="004E56E9" w:rsidRPr="00843429" w:rsidRDefault="004E56E9" w:rsidP="006719D2">
      <w:pPr>
        <w:pStyle w:val="Heading3Center"/>
      </w:pPr>
      <w:bookmarkStart w:id="19" w:name="_Toc418512209"/>
      <w:r w:rsidRPr="00843429">
        <w:t>From the Physiological Aspect</w:t>
      </w:r>
      <w:bookmarkEnd w:id="19"/>
    </w:p>
    <w:p w:rsidR="002E0242" w:rsidRDefault="004E56E9" w:rsidP="00844CC1">
      <w:pPr>
        <w:pStyle w:val="libNormal"/>
      </w:pPr>
      <w:r w:rsidRPr="00843429">
        <w:t>1- The</w:t>
      </w:r>
      <w:r w:rsidRPr="00843429">
        <w:rPr>
          <w:rtl/>
        </w:rPr>
        <w:t xml:space="preserve"> </w:t>
      </w:r>
      <w:r w:rsidRPr="00843429">
        <w:t>man</w:t>
      </w:r>
      <w:r w:rsidRPr="00843429">
        <w:rPr>
          <w:rtl/>
        </w:rPr>
        <w:t xml:space="preserve"> </w:t>
      </w:r>
      <w:r w:rsidRPr="00843429">
        <w:t>in</w:t>
      </w:r>
      <w:r w:rsidRPr="00843429">
        <w:rPr>
          <w:rtl/>
        </w:rPr>
        <w:t xml:space="preserve"> </w:t>
      </w:r>
      <w:r w:rsidRPr="00843429">
        <w:t>general</w:t>
      </w:r>
      <w:r w:rsidRPr="00843429">
        <w:rPr>
          <w:rtl/>
        </w:rPr>
        <w:t xml:space="preserve"> </w:t>
      </w:r>
      <w:r w:rsidRPr="00843429">
        <w:t>is</w:t>
      </w:r>
      <w:r w:rsidRPr="00843429">
        <w:rPr>
          <w:rtl/>
        </w:rPr>
        <w:t xml:space="preserve"> </w:t>
      </w:r>
      <w:r w:rsidRPr="00843429">
        <w:t>characterized</w:t>
      </w:r>
      <w:r w:rsidRPr="00843429">
        <w:rPr>
          <w:rtl/>
        </w:rPr>
        <w:t xml:space="preserve"> </w:t>
      </w:r>
      <w:r w:rsidRPr="00843429">
        <w:t>by</w:t>
      </w:r>
      <w:r w:rsidRPr="00843429">
        <w:rPr>
          <w:rtl/>
        </w:rPr>
        <w:t xml:space="preserve"> </w:t>
      </w:r>
      <w:r w:rsidRPr="00843429">
        <w:t>a</w:t>
      </w:r>
      <w:r w:rsidRPr="00843429">
        <w:rPr>
          <w:rtl/>
        </w:rPr>
        <w:t xml:space="preserve"> </w:t>
      </w:r>
      <w:r w:rsidRPr="00843429">
        <w:t>huge</w:t>
      </w:r>
      <w:r w:rsidRPr="00843429">
        <w:rPr>
          <w:rtl/>
        </w:rPr>
        <w:t xml:space="preserve"> </w:t>
      </w:r>
      <w:r w:rsidRPr="00843429">
        <w:t>body</w:t>
      </w:r>
      <w:r w:rsidRPr="00843429">
        <w:rPr>
          <w:rtl/>
        </w:rPr>
        <w:t xml:space="preserve"> </w:t>
      </w:r>
      <w:r w:rsidRPr="00843429">
        <w:t>whereas</w:t>
      </w:r>
      <w:r w:rsidRPr="00843429">
        <w:rPr>
          <w:rtl/>
        </w:rPr>
        <w:t xml:space="preserve"> </w:t>
      </w:r>
      <w:r w:rsidRPr="00843429">
        <w:t>the</w:t>
      </w:r>
      <w:r w:rsidRPr="00843429">
        <w:rPr>
          <w:rtl/>
        </w:rPr>
        <w:t xml:space="preserve"> </w:t>
      </w:r>
      <w:r w:rsidRPr="00843429">
        <w:t>woman</w:t>
      </w:r>
      <w:r w:rsidRPr="00843429">
        <w:rPr>
          <w:rtl/>
        </w:rPr>
        <w:t xml:space="preserve"> </w:t>
      </w:r>
      <w:r w:rsidRPr="00843429">
        <w:t>is</w:t>
      </w:r>
      <w:r w:rsidRPr="00843429">
        <w:rPr>
          <w:rtl/>
        </w:rPr>
        <w:t xml:space="preserve"> </w:t>
      </w:r>
      <w:r w:rsidRPr="00843429">
        <w:t>not</w:t>
      </w:r>
      <w:r w:rsidRPr="00843429">
        <w:rPr>
          <w:rtl/>
        </w:rPr>
        <w:t xml:space="preserve"> </w:t>
      </w:r>
      <w:r w:rsidRPr="00843429">
        <w:t>so.</w:t>
      </w:r>
    </w:p>
    <w:p w:rsidR="002E0242" w:rsidRDefault="004E56E9" w:rsidP="00844CC1">
      <w:pPr>
        <w:pStyle w:val="libNormal"/>
      </w:pPr>
      <w:r w:rsidRPr="00843429">
        <w:t>2- The</w:t>
      </w:r>
      <w:r w:rsidRPr="00843429">
        <w:rPr>
          <w:rtl/>
        </w:rPr>
        <w:t xml:space="preserve"> </w:t>
      </w:r>
      <w:r w:rsidRPr="00843429">
        <w:t>man</w:t>
      </w:r>
      <w:r w:rsidRPr="00843429">
        <w:rPr>
          <w:rtl/>
        </w:rPr>
        <w:t xml:space="preserve"> </w:t>
      </w:r>
      <w:r w:rsidRPr="00843429">
        <w:t>is</w:t>
      </w:r>
      <w:r w:rsidRPr="00843429">
        <w:rPr>
          <w:rtl/>
        </w:rPr>
        <w:t xml:space="preserve"> </w:t>
      </w:r>
      <w:r w:rsidRPr="00843429">
        <w:t>coarser</w:t>
      </w:r>
      <w:r w:rsidRPr="00843429">
        <w:rPr>
          <w:rtl/>
        </w:rPr>
        <w:t xml:space="preserve"> </w:t>
      </w:r>
      <w:r w:rsidRPr="00843429">
        <w:t>while</w:t>
      </w:r>
      <w:r w:rsidRPr="00843429">
        <w:rPr>
          <w:rtl/>
        </w:rPr>
        <w:t xml:space="preserve"> </w:t>
      </w:r>
      <w:r w:rsidRPr="00843429">
        <w:t>the</w:t>
      </w:r>
      <w:r w:rsidRPr="00843429">
        <w:rPr>
          <w:rtl/>
        </w:rPr>
        <w:t xml:space="preserve"> </w:t>
      </w:r>
      <w:r w:rsidRPr="00843429">
        <w:t>woman</w:t>
      </w:r>
      <w:r w:rsidRPr="00843429">
        <w:rPr>
          <w:rtl/>
        </w:rPr>
        <w:t xml:space="preserve"> </w:t>
      </w:r>
      <w:r w:rsidRPr="00843429">
        <w:t>is</w:t>
      </w:r>
      <w:r w:rsidRPr="00843429">
        <w:rPr>
          <w:rtl/>
        </w:rPr>
        <w:t xml:space="preserve"> </w:t>
      </w:r>
      <w:r w:rsidRPr="00843429">
        <w:t>softer. The</w:t>
      </w:r>
      <w:r w:rsidRPr="00843429">
        <w:rPr>
          <w:rtl/>
        </w:rPr>
        <w:t xml:space="preserve"> </w:t>
      </w:r>
      <w:r w:rsidRPr="00843429">
        <w:t>man</w:t>
      </w:r>
      <w:r w:rsidRPr="00843429">
        <w:rPr>
          <w:rtl/>
        </w:rPr>
        <w:t>’</w:t>
      </w:r>
      <w:r w:rsidRPr="00843429">
        <w:t>s</w:t>
      </w:r>
      <w:r w:rsidRPr="00843429">
        <w:rPr>
          <w:rtl/>
        </w:rPr>
        <w:t xml:space="preserve"> </w:t>
      </w:r>
      <w:r w:rsidRPr="00843429">
        <w:t>voice</w:t>
      </w:r>
      <w:r w:rsidRPr="00843429">
        <w:rPr>
          <w:rtl/>
        </w:rPr>
        <w:t xml:space="preserve"> </w:t>
      </w:r>
      <w:r w:rsidRPr="00843429">
        <w:t>is</w:t>
      </w:r>
      <w:r w:rsidRPr="00843429">
        <w:rPr>
          <w:rtl/>
        </w:rPr>
        <w:t xml:space="preserve"> </w:t>
      </w:r>
      <w:r w:rsidRPr="00843429">
        <w:t>huger</w:t>
      </w:r>
      <w:r w:rsidRPr="00843429">
        <w:rPr>
          <w:rtl/>
        </w:rPr>
        <w:t xml:space="preserve"> </w:t>
      </w:r>
      <w:r w:rsidRPr="00843429">
        <w:t>and</w:t>
      </w:r>
      <w:r w:rsidRPr="00843429">
        <w:rPr>
          <w:rtl/>
        </w:rPr>
        <w:t xml:space="preserve"> </w:t>
      </w:r>
      <w:r w:rsidRPr="00843429">
        <w:t>coarser</w:t>
      </w:r>
      <w:r w:rsidRPr="00843429">
        <w:rPr>
          <w:rtl/>
        </w:rPr>
        <w:t xml:space="preserve"> </w:t>
      </w:r>
      <w:r w:rsidRPr="00843429">
        <w:t>while</w:t>
      </w:r>
      <w:r w:rsidRPr="00843429">
        <w:rPr>
          <w:rtl/>
        </w:rPr>
        <w:t xml:space="preserve"> </w:t>
      </w:r>
      <w:r w:rsidRPr="00843429">
        <w:t>that</w:t>
      </w:r>
      <w:r w:rsidRPr="00843429">
        <w:rPr>
          <w:rtl/>
        </w:rPr>
        <w:t xml:space="preserve"> </w:t>
      </w:r>
      <w:r w:rsidRPr="00843429">
        <w:t>of</w:t>
      </w:r>
      <w:r w:rsidRPr="00843429">
        <w:rPr>
          <w:rtl/>
        </w:rPr>
        <w:t xml:space="preserve"> </w:t>
      </w:r>
      <w:r w:rsidRPr="00843429">
        <w:t>the</w:t>
      </w:r>
      <w:r w:rsidRPr="00843429">
        <w:rPr>
          <w:rtl/>
        </w:rPr>
        <w:t xml:space="preserve"> </w:t>
      </w:r>
      <w:r w:rsidRPr="00843429">
        <w:t>woman</w:t>
      </w:r>
      <w:r w:rsidRPr="00843429">
        <w:rPr>
          <w:rtl/>
        </w:rPr>
        <w:t xml:space="preserve"> </w:t>
      </w:r>
      <w:r w:rsidRPr="00843429">
        <w:t>is</w:t>
      </w:r>
      <w:r w:rsidRPr="00843429">
        <w:rPr>
          <w:rtl/>
        </w:rPr>
        <w:t xml:space="preserve"> </w:t>
      </w:r>
      <w:r w:rsidRPr="00843429">
        <w:t>kinder</w:t>
      </w:r>
      <w:r w:rsidRPr="00843429">
        <w:rPr>
          <w:rtl/>
        </w:rPr>
        <w:t xml:space="preserve"> </w:t>
      </w:r>
      <w:r w:rsidRPr="00843429">
        <w:t>and</w:t>
      </w:r>
      <w:r w:rsidRPr="00843429">
        <w:rPr>
          <w:rtl/>
        </w:rPr>
        <w:t xml:space="preserve"> </w:t>
      </w:r>
      <w:r w:rsidRPr="00843429">
        <w:t>softer.</w:t>
      </w:r>
    </w:p>
    <w:p w:rsidR="002E0242" w:rsidRDefault="004E56E9" w:rsidP="00844CC1">
      <w:pPr>
        <w:pStyle w:val="libNormal"/>
      </w:pPr>
      <w:r w:rsidRPr="00843429">
        <w:t>3- The</w:t>
      </w:r>
      <w:r w:rsidRPr="00843429">
        <w:rPr>
          <w:rtl/>
        </w:rPr>
        <w:t xml:space="preserve"> </w:t>
      </w:r>
      <w:r w:rsidRPr="00843429">
        <w:t>woman</w:t>
      </w:r>
      <w:r w:rsidRPr="00843429">
        <w:rPr>
          <w:rtl/>
        </w:rPr>
        <w:t xml:space="preserve"> </w:t>
      </w:r>
      <w:r w:rsidRPr="00843429">
        <w:t>grows</w:t>
      </w:r>
      <w:r w:rsidRPr="00843429">
        <w:rPr>
          <w:rtl/>
        </w:rPr>
        <w:t xml:space="preserve"> </w:t>
      </w:r>
      <w:r w:rsidRPr="00843429">
        <w:t>up</w:t>
      </w:r>
      <w:r w:rsidRPr="00843429">
        <w:rPr>
          <w:rtl/>
        </w:rPr>
        <w:t xml:space="preserve"> </w:t>
      </w:r>
      <w:r w:rsidRPr="00843429">
        <w:t>faster</w:t>
      </w:r>
      <w:r w:rsidRPr="00843429">
        <w:rPr>
          <w:rtl/>
        </w:rPr>
        <w:t xml:space="preserve"> </w:t>
      </w:r>
      <w:r w:rsidRPr="00843429">
        <w:t>than</w:t>
      </w:r>
      <w:r w:rsidRPr="00843429">
        <w:rPr>
          <w:rtl/>
        </w:rPr>
        <w:t xml:space="preserve"> </w:t>
      </w:r>
      <w:r w:rsidRPr="00843429">
        <w:t>the</w:t>
      </w:r>
      <w:r w:rsidRPr="00843429">
        <w:rPr>
          <w:rtl/>
        </w:rPr>
        <w:t xml:space="preserve"> </w:t>
      </w:r>
      <w:r w:rsidRPr="00843429">
        <w:t>man</w:t>
      </w:r>
      <w:r w:rsidRPr="00843429">
        <w:rPr>
          <w:rtl/>
        </w:rPr>
        <w:t xml:space="preserve"> </w:t>
      </w:r>
      <w:r w:rsidRPr="00843429">
        <w:t>does, but</w:t>
      </w:r>
      <w:r w:rsidRPr="00843429">
        <w:rPr>
          <w:rtl/>
        </w:rPr>
        <w:t xml:space="preserve"> </w:t>
      </w:r>
      <w:r w:rsidRPr="00843429">
        <w:t>the</w:t>
      </w:r>
      <w:r w:rsidRPr="00843429">
        <w:rPr>
          <w:rtl/>
        </w:rPr>
        <w:t xml:space="preserve"> </w:t>
      </w:r>
      <w:r w:rsidRPr="00843429">
        <w:t>muscular</w:t>
      </w:r>
      <w:r w:rsidRPr="00843429">
        <w:rPr>
          <w:rtl/>
        </w:rPr>
        <w:t xml:space="preserve"> </w:t>
      </w:r>
      <w:r w:rsidRPr="00843429">
        <w:t>growth</w:t>
      </w:r>
      <w:r w:rsidRPr="00843429">
        <w:rPr>
          <w:rtl/>
        </w:rPr>
        <w:t xml:space="preserve"> </w:t>
      </w:r>
      <w:r w:rsidRPr="00843429">
        <w:t>of</w:t>
      </w:r>
      <w:r w:rsidRPr="00843429">
        <w:rPr>
          <w:rtl/>
        </w:rPr>
        <w:t xml:space="preserve"> </w:t>
      </w:r>
      <w:r w:rsidRPr="00843429">
        <w:t>the</w:t>
      </w:r>
      <w:r w:rsidRPr="00843429">
        <w:rPr>
          <w:rtl/>
        </w:rPr>
        <w:t xml:space="preserve"> </w:t>
      </w:r>
      <w:r w:rsidRPr="00843429">
        <w:t>man</w:t>
      </w:r>
      <w:r w:rsidRPr="00843429">
        <w:rPr>
          <w:rtl/>
        </w:rPr>
        <w:t xml:space="preserve"> </w:t>
      </w:r>
      <w:r w:rsidRPr="00843429">
        <w:t>is</w:t>
      </w:r>
      <w:r w:rsidRPr="00843429">
        <w:rPr>
          <w:rtl/>
        </w:rPr>
        <w:t xml:space="preserve"> </w:t>
      </w:r>
      <w:r w:rsidRPr="00843429">
        <w:t>more</w:t>
      </w:r>
      <w:r w:rsidRPr="00843429">
        <w:rPr>
          <w:rtl/>
        </w:rPr>
        <w:t xml:space="preserve"> </w:t>
      </w:r>
      <w:r w:rsidRPr="00843429">
        <w:t>than</w:t>
      </w:r>
      <w:r w:rsidRPr="00843429">
        <w:rPr>
          <w:rtl/>
        </w:rPr>
        <w:t xml:space="preserve"> </w:t>
      </w:r>
      <w:r w:rsidRPr="00843429">
        <w:t>that</w:t>
      </w:r>
      <w:r w:rsidRPr="00843429">
        <w:rPr>
          <w:rtl/>
        </w:rPr>
        <w:t xml:space="preserve"> </w:t>
      </w:r>
      <w:r w:rsidRPr="00843429">
        <w:t>of</w:t>
      </w:r>
      <w:r w:rsidRPr="00843429">
        <w:rPr>
          <w:rtl/>
        </w:rPr>
        <w:t xml:space="preserve"> </w:t>
      </w:r>
      <w:r w:rsidRPr="00843429">
        <w:t>the</w:t>
      </w:r>
      <w:r w:rsidRPr="00843429">
        <w:rPr>
          <w:rtl/>
        </w:rPr>
        <w:t xml:space="preserve"> </w:t>
      </w:r>
      <w:r w:rsidRPr="00843429">
        <w:t>growth</w:t>
      </w:r>
      <w:r w:rsidRPr="00843429">
        <w:rPr>
          <w:rtl/>
        </w:rPr>
        <w:t xml:space="preserve"> </w:t>
      </w:r>
      <w:r w:rsidRPr="00843429">
        <w:t>of</w:t>
      </w:r>
      <w:r w:rsidRPr="00843429">
        <w:rPr>
          <w:rtl/>
        </w:rPr>
        <w:t xml:space="preserve"> </w:t>
      </w:r>
      <w:r w:rsidRPr="00843429">
        <w:t>the</w:t>
      </w:r>
      <w:r w:rsidRPr="00843429">
        <w:rPr>
          <w:rtl/>
        </w:rPr>
        <w:t xml:space="preserve"> </w:t>
      </w:r>
      <w:r w:rsidRPr="00843429">
        <w:t>woman</w:t>
      </w:r>
      <w:r w:rsidRPr="00843429">
        <w:rPr>
          <w:rtl/>
        </w:rPr>
        <w:t>’</w:t>
      </w:r>
      <w:r w:rsidRPr="00843429">
        <w:t>s</w:t>
      </w:r>
      <w:r w:rsidRPr="00843429">
        <w:rPr>
          <w:rtl/>
        </w:rPr>
        <w:t xml:space="preserve"> </w:t>
      </w:r>
      <w:r w:rsidRPr="00843429">
        <w:t>muscles</w:t>
      </w:r>
      <w:r w:rsidRPr="00843429">
        <w:rPr>
          <w:rtl/>
        </w:rPr>
        <w:t xml:space="preserve"> </w:t>
      </w:r>
      <w:r w:rsidRPr="00843429">
        <w:t>and</w:t>
      </w:r>
      <w:r w:rsidRPr="00843429">
        <w:rPr>
          <w:rtl/>
        </w:rPr>
        <w:t xml:space="preserve"> </w:t>
      </w:r>
      <w:r w:rsidRPr="00843429">
        <w:t>body.</w:t>
      </w:r>
    </w:p>
    <w:p w:rsidR="002E0242" w:rsidRDefault="004E56E9" w:rsidP="00844CC1">
      <w:pPr>
        <w:pStyle w:val="libNormal"/>
      </w:pPr>
      <w:r w:rsidRPr="00843429">
        <w:t>4- The</w:t>
      </w:r>
      <w:r w:rsidRPr="00843429">
        <w:rPr>
          <w:rtl/>
        </w:rPr>
        <w:t xml:space="preserve"> </w:t>
      </w:r>
      <w:r w:rsidRPr="00843429">
        <w:t>woman</w:t>
      </w:r>
      <w:r w:rsidRPr="00843429">
        <w:rPr>
          <w:rtl/>
        </w:rPr>
        <w:t xml:space="preserve"> </w:t>
      </w:r>
      <w:r w:rsidRPr="00843429">
        <w:t>reaches</w:t>
      </w:r>
      <w:r w:rsidRPr="00843429">
        <w:rPr>
          <w:rtl/>
        </w:rPr>
        <w:t xml:space="preserve"> </w:t>
      </w:r>
      <w:r w:rsidRPr="00843429">
        <w:t>the</w:t>
      </w:r>
      <w:r w:rsidRPr="00843429">
        <w:rPr>
          <w:rtl/>
        </w:rPr>
        <w:t xml:space="preserve"> </w:t>
      </w:r>
      <w:r w:rsidRPr="00843429">
        <w:t>sexual</w:t>
      </w:r>
      <w:r w:rsidRPr="00843429">
        <w:rPr>
          <w:rtl/>
        </w:rPr>
        <w:t xml:space="preserve"> </w:t>
      </w:r>
      <w:r w:rsidRPr="00843429">
        <w:t>maturity</w:t>
      </w:r>
      <w:r w:rsidRPr="00843429">
        <w:rPr>
          <w:rtl/>
        </w:rPr>
        <w:t xml:space="preserve"> </w:t>
      </w:r>
      <w:r w:rsidRPr="00843429">
        <w:t>faster</w:t>
      </w:r>
      <w:r w:rsidRPr="00843429">
        <w:rPr>
          <w:rtl/>
        </w:rPr>
        <w:t xml:space="preserve"> </w:t>
      </w:r>
      <w:r w:rsidRPr="00843429">
        <w:t>than</w:t>
      </w:r>
      <w:r w:rsidRPr="00843429">
        <w:rPr>
          <w:rtl/>
        </w:rPr>
        <w:t xml:space="preserve"> </w:t>
      </w:r>
      <w:r w:rsidRPr="00843429">
        <w:t>the</w:t>
      </w:r>
      <w:r w:rsidRPr="00843429">
        <w:rPr>
          <w:rtl/>
        </w:rPr>
        <w:t xml:space="preserve"> </w:t>
      </w:r>
      <w:r w:rsidRPr="00843429">
        <w:t>man</w:t>
      </w:r>
      <w:r w:rsidRPr="00843429">
        <w:rPr>
          <w:rtl/>
        </w:rPr>
        <w:t xml:space="preserve"> </w:t>
      </w:r>
      <w:r w:rsidRPr="00843429">
        <w:t>does. In</w:t>
      </w:r>
      <w:r w:rsidRPr="00843429">
        <w:rPr>
          <w:rtl/>
        </w:rPr>
        <w:t xml:space="preserve"> </w:t>
      </w:r>
      <w:r w:rsidRPr="00843429">
        <w:t>addition, the</w:t>
      </w:r>
      <w:r w:rsidRPr="00843429">
        <w:rPr>
          <w:rtl/>
        </w:rPr>
        <w:t xml:space="preserve"> </w:t>
      </w:r>
      <w:r w:rsidRPr="00843429">
        <w:t>woman</w:t>
      </w:r>
      <w:r w:rsidRPr="00843429">
        <w:rPr>
          <w:rtl/>
        </w:rPr>
        <w:t xml:space="preserve"> </w:t>
      </w:r>
      <w:r w:rsidRPr="00843429">
        <w:t>turns</w:t>
      </w:r>
      <w:r w:rsidRPr="00843429">
        <w:rPr>
          <w:rtl/>
        </w:rPr>
        <w:t xml:space="preserve"> </w:t>
      </w:r>
      <w:r w:rsidRPr="00843429">
        <w:t>to</w:t>
      </w:r>
      <w:r w:rsidRPr="00843429">
        <w:rPr>
          <w:rtl/>
        </w:rPr>
        <w:t xml:space="preserve"> </w:t>
      </w:r>
      <w:r w:rsidRPr="00843429">
        <w:t>be</w:t>
      </w:r>
      <w:r w:rsidRPr="00843429">
        <w:rPr>
          <w:rtl/>
        </w:rPr>
        <w:t xml:space="preserve"> </w:t>
      </w:r>
      <w:r w:rsidRPr="00843429">
        <w:t>unable</w:t>
      </w:r>
      <w:r w:rsidRPr="00843429">
        <w:rPr>
          <w:rtl/>
        </w:rPr>
        <w:t xml:space="preserve"> </w:t>
      </w:r>
      <w:r w:rsidRPr="00843429">
        <w:t>to</w:t>
      </w:r>
      <w:r w:rsidRPr="00843429">
        <w:rPr>
          <w:rtl/>
        </w:rPr>
        <w:t xml:space="preserve"> </w:t>
      </w:r>
      <w:r w:rsidRPr="00843429">
        <w:t>bring</w:t>
      </w:r>
      <w:r w:rsidRPr="00843429">
        <w:rPr>
          <w:rtl/>
        </w:rPr>
        <w:t xml:space="preserve"> </w:t>
      </w:r>
      <w:r w:rsidRPr="00843429">
        <w:t>children</w:t>
      </w:r>
      <w:r w:rsidRPr="00843429">
        <w:rPr>
          <w:rtl/>
        </w:rPr>
        <w:t xml:space="preserve"> (</w:t>
      </w:r>
      <w:r w:rsidRPr="00843429">
        <w:t>i. e. barren</w:t>
      </w:r>
      <w:r w:rsidRPr="00843429">
        <w:rPr>
          <w:rtl/>
        </w:rPr>
        <w:t xml:space="preserve">) </w:t>
      </w:r>
      <w:r w:rsidRPr="00843429">
        <w:t>faster</w:t>
      </w:r>
      <w:r w:rsidRPr="00843429">
        <w:rPr>
          <w:rtl/>
        </w:rPr>
        <w:t xml:space="preserve">  </w:t>
      </w:r>
      <w:r w:rsidRPr="00843429">
        <w:t>than</w:t>
      </w:r>
      <w:r w:rsidRPr="00843429">
        <w:rPr>
          <w:rtl/>
        </w:rPr>
        <w:t xml:space="preserve"> </w:t>
      </w:r>
      <w:r w:rsidRPr="00843429">
        <w:t>the</w:t>
      </w:r>
      <w:r w:rsidRPr="00843429">
        <w:rPr>
          <w:rtl/>
        </w:rPr>
        <w:t xml:space="preserve"> </w:t>
      </w:r>
      <w:r w:rsidRPr="00843429">
        <w:t>man</w:t>
      </w:r>
      <w:r w:rsidRPr="00843429">
        <w:rPr>
          <w:rtl/>
        </w:rPr>
        <w:t xml:space="preserve"> </w:t>
      </w:r>
      <w:r w:rsidRPr="00843429">
        <w:t>does.</w:t>
      </w:r>
    </w:p>
    <w:p w:rsidR="002E0242" w:rsidRDefault="004E56E9" w:rsidP="00844CC1">
      <w:pPr>
        <w:pStyle w:val="libNormal"/>
      </w:pPr>
      <w:r w:rsidRPr="00843429">
        <w:t>5- The</w:t>
      </w:r>
      <w:r w:rsidRPr="00843429">
        <w:rPr>
          <w:rtl/>
        </w:rPr>
        <w:t xml:space="preserve"> </w:t>
      </w:r>
      <w:r w:rsidRPr="00843429">
        <w:t>child</w:t>
      </w:r>
      <w:r w:rsidRPr="00843429">
        <w:rPr>
          <w:rtl/>
        </w:rPr>
        <w:t xml:space="preserve"> </w:t>
      </w:r>
      <w:r w:rsidRPr="00843429">
        <w:t>girl</w:t>
      </w:r>
      <w:r w:rsidRPr="00843429">
        <w:rPr>
          <w:rtl/>
        </w:rPr>
        <w:t xml:space="preserve"> </w:t>
      </w:r>
      <w:r w:rsidRPr="00843429">
        <w:t>starts</w:t>
      </w:r>
      <w:r w:rsidRPr="00843429">
        <w:rPr>
          <w:rtl/>
        </w:rPr>
        <w:t xml:space="preserve"> </w:t>
      </w:r>
      <w:r w:rsidRPr="00843429">
        <w:t>to</w:t>
      </w:r>
      <w:r w:rsidRPr="00843429">
        <w:rPr>
          <w:rtl/>
        </w:rPr>
        <w:t xml:space="preserve"> </w:t>
      </w:r>
      <w:r w:rsidRPr="00843429">
        <w:t>talk</w:t>
      </w:r>
      <w:r w:rsidRPr="00843429">
        <w:rPr>
          <w:rtl/>
        </w:rPr>
        <w:t xml:space="preserve"> </w:t>
      </w:r>
      <w:r w:rsidRPr="00843429">
        <w:t>faster</w:t>
      </w:r>
      <w:r w:rsidRPr="00843429">
        <w:rPr>
          <w:rtl/>
        </w:rPr>
        <w:t xml:space="preserve"> </w:t>
      </w:r>
      <w:r w:rsidRPr="00843429">
        <w:t>than</w:t>
      </w:r>
      <w:r w:rsidRPr="00843429">
        <w:rPr>
          <w:rtl/>
        </w:rPr>
        <w:t xml:space="preserve"> </w:t>
      </w:r>
      <w:r w:rsidRPr="00843429">
        <w:t>the</w:t>
      </w:r>
      <w:r w:rsidRPr="00843429">
        <w:rPr>
          <w:rtl/>
        </w:rPr>
        <w:t xml:space="preserve"> </w:t>
      </w:r>
      <w:r w:rsidRPr="00843429">
        <w:t>child</w:t>
      </w:r>
      <w:r w:rsidRPr="00843429">
        <w:rPr>
          <w:rtl/>
        </w:rPr>
        <w:t xml:space="preserve"> </w:t>
      </w:r>
      <w:r w:rsidRPr="00843429">
        <w:t>boy</w:t>
      </w:r>
      <w:r w:rsidRPr="00843429">
        <w:rPr>
          <w:rtl/>
        </w:rPr>
        <w:t xml:space="preserve"> </w:t>
      </w:r>
      <w:r w:rsidRPr="00843429">
        <w:t>starts</w:t>
      </w:r>
      <w:r w:rsidRPr="00843429">
        <w:rPr>
          <w:rtl/>
        </w:rPr>
        <w:t xml:space="preserve"> </w:t>
      </w:r>
      <w:r w:rsidRPr="00843429">
        <w:t>to.</w:t>
      </w:r>
    </w:p>
    <w:p w:rsidR="002E0242" w:rsidRDefault="004E56E9" w:rsidP="00844CC1">
      <w:pPr>
        <w:pStyle w:val="libNormal"/>
      </w:pPr>
      <w:r w:rsidRPr="00843429">
        <w:t>7- The</w:t>
      </w:r>
      <w:r w:rsidRPr="00843429">
        <w:rPr>
          <w:rtl/>
        </w:rPr>
        <w:t xml:space="preserve"> </w:t>
      </w:r>
      <w:r w:rsidRPr="00843429">
        <w:t>man</w:t>
      </w:r>
      <w:r w:rsidRPr="00843429">
        <w:rPr>
          <w:rtl/>
        </w:rPr>
        <w:t>’</w:t>
      </w:r>
      <w:r w:rsidRPr="00843429">
        <w:t>s</w:t>
      </w:r>
      <w:r w:rsidRPr="00843429">
        <w:rPr>
          <w:rtl/>
        </w:rPr>
        <w:t xml:space="preserve"> </w:t>
      </w:r>
      <w:r w:rsidRPr="00843429">
        <w:t>lung</w:t>
      </w:r>
      <w:r w:rsidRPr="00843429">
        <w:rPr>
          <w:rtl/>
        </w:rPr>
        <w:t xml:space="preserve"> </w:t>
      </w:r>
      <w:r w:rsidRPr="00843429">
        <w:t>has</w:t>
      </w:r>
      <w:r w:rsidRPr="00843429">
        <w:rPr>
          <w:rtl/>
        </w:rPr>
        <w:t xml:space="preserve"> </w:t>
      </w:r>
      <w:r w:rsidRPr="00843429">
        <w:t>a</w:t>
      </w:r>
      <w:r w:rsidRPr="00843429">
        <w:rPr>
          <w:rtl/>
        </w:rPr>
        <w:t xml:space="preserve"> </w:t>
      </w:r>
      <w:r w:rsidRPr="00843429">
        <w:t>greater</w:t>
      </w:r>
      <w:r w:rsidRPr="00843429">
        <w:rPr>
          <w:rtl/>
        </w:rPr>
        <w:t xml:space="preserve"> </w:t>
      </w:r>
      <w:r w:rsidRPr="00843429">
        <w:t>capacity</w:t>
      </w:r>
      <w:r w:rsidRPr="00843429">
        <w:rPr>
          <w:rtl/>
        </w:rPr>
        <w:t xml:space="preserve"> </w:t>
      </w:r>
      <w:r w:rsidRPr="00843429">
        <w:t>for</w:t>
      </w:r>
      <w:r w:rsidRPr="00843429">
        <w:rPr>
          <w:rtl/>
        </w:rPr>
        <w:t xml:space="preserve"> </w:t>
      </w:r>
      <w:r w:rsidRPr="00843429">
        <w:t>air</w:t>
      </w:r>
      <w:r w:rsidRPr="00843429">
        <w:rPr>
          <w:rtl/>
        </w:rPr>
        <w:t xml:space="preserve"> </w:t>
      </w:r>
      <w:r w:rsidRPr="00843429">
        <w:t>than</w:t>
      </w:r>
      <w:r w:rsidRPr="00843429">
        <w:rPr>
          <w:rtl/>
        </w:rPr>
        <w:t xml:space="preserve"> </w:t>
      </w:r>
      <w:r w:rsidRPr="00843429">
        <w:t>the</w:t>
      </w:r>
      <w:r w:rsidRPr="00843429">
        <w:rPr>
          <w:rtl/>
        </w:rPr>
        <w:t xml:space="preserve"> </w:t>
      </w:r>
      <w:r w:rsidRPr="00843429">
        <w:t>woman</w:t>
      </w:r>
      <w:r w:rsidRPr="00843429">
        <w:rPr>
          <w:rtl/>
        </w:rPr>
        <w:t>’</w:t>
      </w:r>
      <w:r w:rsidRPr="00843429">
        <w:t>s</w:t>
      </w:r>
      <w:r w:rsidRPr="00843429">
        <w:rPr>
          <w:rtl/>
        </w:rPr>
        <w:t xml:space="preserve"> </w:t>
      </w:r>
      <w:r w:rsidRPr="00843429">
        <w:t>lung</w:t>
      </w:r>
      <w:r w:rsidRPr="00843429">
        <w:rPr>
          <w:rtl/>
        </w:rPr>
        <w:t xml:space="preserve"> </w:t>
      </w:r>
      <w:r w:rsidRPr="00843429">
        <w:t>has.</w:t>
      </w:r>
    </w:p>
    <w:p w:rsidR="002E0242" w:rsidRDefault="004E56E9" w:rsidP="00844CC1">
      <w:pPr>
        <w:pStyle w:val="libNormal"/>
      </w:pPr>
      <w:r w:rsidRPr="00843429">
        <w:t>8- The</w:t>
      </w:r>
      <w:r w:rsidRPr="00843429">
        <w:rPr>
          <w:rtl/>
        </w:rPr>
        <w:t xml:space="preserve"> </w:t>
      </w:r>
      <w:r w:rsidRPr="00843429">
        <w:t>beats</w:t>
      </w:r>
      <w:r w:rsidRPr="00843429">
        <w:rPr>
          <w:rtl/>
        </w:rPr>
        <w:t xml:space="preserve"> </w:t>
      </w:r>
      <w:r w:rsidRPr="00843429">
        <w:t>of</w:t>
      </w:r>
      <w:r w:rsidRPr="00843429">
        <w:rPr>
          <w:rtl/>
        </w:rPr>
        <w:t xml:space="preserve"> </w:t>
      </w:r>
      <w:r w:rsidRPr="00843429">
        <w:t>the</w:t>
      </w:r>
      <w:r w:rsidRPr="00843429">
        <w:rPr>
          <w:rtl/>
        </w:rPr>
        <w:t xml:space="preserve"> </w:t>
      </w:r>
      <w:r w:rsidRPr="00843429">
        <w:t>woman</w:t>
      </w:r>
      <w:r w:rsidRPr="00843429">
        <w:rPr>
          <w:rtl/>
        </w:rPr>
        <w:t>’</w:t>
      </w:r>
      <w:r w:rsidRPr="00843429">
        <w:t>s</w:t>
      </w:r>
      <w:r w:rsidRPr="00843429">
        <w:rPr>
          <w:rtl/>
        </w:rPr>
        <w:t xml:space="preserve"> </w:t>
      </w:r>
      <w:r w:rsidRPr="00843429">
        <w:t>heart</w:t>
      </w:r>
      <w:r w:rsidRPr="00843429">
        <w:rPr>
          <w:rtl/>
        </w:rPr>
        <w:t xml:space="preserve"> </w:t>
      </w:r>
      <w:r w:rsidRPr="00843429">
        <w:t>are</w:t>
      </w:r>
      <w:r w:rsidRPr="00843429">
        <w:rPr>
          <w:rtl/>
        </w:rPr>
        <w:t xml:space="preserve"> </w:t>
      </w:r>
      <w:r w:rsidRPr="00843429">
        <w:t>faster</w:t>
      </w:r>
      <w:r w:rsidRPr="00843429">
        <w:rPr>
          <w:rtl/>
        </w:rPr>
        <w:t xml:space="preserve"> </w:t>
      </w:r>
      <w:r w:rsidRPr="00843429">
        <w:t>than</w:t>
      </w:r>
      <w:r w:rsidRPr="00843429">
        <w:rPr>
          <w:rtl/>
        </w:rPr>
        <w:t xml:space="preserve"> </w:t>
      </w:r>
      <w:r w:rsidRPr="00843429">
        <w:t>those</w:t>
      </w:r>
      <w:r w:rsidRPr="00843429">
        <w:rPr>
          <w:rtl/>
        </w:rPr>
        <w:t xml:space="preserve"> </w:t>
      </w:r>
      <w:r w:rsidRPr="00843429">
        <w:t>of</w:t>
      </w:r>
      <w:r w:rsidRPr="00843429">
        <w:rPr>
          <w:rtl/>
        </w:rPr>
        <w:t xml:space="preserve"> </w:t>
      </w:r>
      <w:r w:rsidRPr="00843429">
        <w:t>the</w:t>
      </w:r>
      <w:r w:rsidRPr="00843429">
        <w:rPr>
          <w:rtl/>
        </w:rPr>
        <w:t xml:space="preserve"> </w:t>
      </w:r>
      <w:r w:rsidRPr="00843429">
        <w:t>man</w:t>
      </w:r>
      <w:r w:rsidRPr="00843429">
        <w:rPr>
          <w:rtl/>
        </w:rPr>
        <w:t>’</w:t>
      </w:r>
      <w:r w:rsidRPr="00843429">
        <w:t>s</w:t>
      </w:r>
      <w:r w:rsidRPr="00843429">
        <w:rPr>
          <w:rtl/>
        </w:rPr>
        <w:t xml:space="preserve"> </w:t>
      </w:r>
      <w:r w:rsidRPr="00843429">
        <w:t>heart.</w:t>
      </w:r>
    </w:p>
    <w:p w:rsidR="004E56E9" w:rsidRPr="00843429" w:rsidRDefault="004E56E9" w:rsidP="005412AB">
      <w:pPr>
        <w:pStyle w:val="Heading3Center"/>
      </w:pPr>
      <w:bookmarkStart w:id="20" w:name="_Toc418512210"/>
      <w:r w:rsidRPr="00843429">
        <w:t>From the Psychological Aspect</w:t>
      </w:r>
      <w:bookmarkEnd w:id="20"/>
    </w:p>
    <w:p w:rsidR="002E0242" w:rsidRDefault="004E56E9" w:rsidP="00844CC1">
      <w:pPr>
        <w:pStyle w:val="libNormal"/>
      </w:pPr>
      <w:r w:rsidRPr="00843429">
        <w:t>1- The</w:t>
      </w:r>
      <w:r w:rsidRPr="00843429">
        <w:rPr>
          <w:rtl/>
        </w:rPr>
        <w:t xml:space="preserve"> </w:t>
      </w:r>
      <w:r w:rsidRPr="00843429">
        <w:t>man</w:t>
      </w:r>
      <w:r w:rsidRPr="00843429">
        <w:rPr>
          <w:rtl/>
        </w:rPr>
        <w:t xml:space="preserve"> </w:t>
      </w:r>
      <w:r w:rsidRPr="00843429">
        <w:t>inclines</w:t>
      </w:r>
      <w:r w:rsidRPr="00843429">
        <w:rPr>
          <w:rtl/>
        </w:rPr>
        <w:t xml:space="preserve"> </w:t>
      </w:r>
      <w:r w:rsidRPr="00843429">
        <w:t>to</w:t>
      </w:r>
      <w:r w:rsidRPr="00843429">
        <w:rPr>
          <w:rtl/>
        </w:rPr>
        <w:t xml:space="preserve"> </w:t>
      </w:r>
      <w:r w:rsidRPr="00843429">
        <w:t>the</w:t>
      </w:r>
      <w:r w:rsidRPr="00843429">
        <w:rPr>
          <w:rtl/>
        </w:rPr>
        <w:t xml:space="preserve"> </w:t>
      </w:r>
      <w:r w:rsidRPr="00843429">
        <w:t>sports</w:t>
      </w:r>
      <w:r w:rsidRPr="00843429">
        <w:rPr>
          <w:rtl/>
        </w:rPr>
        <w:t xml:space="preserve"> </w:t>
      </w:r>
      <w:r w:rsidRPr="00843429">
        <w:t>and</w:t>
      </w:r>
      <w:r w:rsidRPr="00843429">
        <w:rPr>
          <w:rtl/>
        </w:rPr>
        <w:t xml:space="preserve"> </w:t>
      </w:r>
      <w:r w:rsidRPr="00843429">
        <w:t>hunting</w:t>
      </w:r>
      <w:r w:rsidRPr="00843429">
        <w:rPr>
          <w:rtl/>
        </w:rPr>
        <w:t xml:space="preserve"> </w:t>
      </w:r>
      <w:r w:rsidRPr="00843429">
        <w:t>and</w:t>
      </w:r>
      <w:r w:rsidRPr="00843429">
        <w:rPr>
          <w:rtl/>
        </w:rPr>
        <w:t xml:space="preserve"> </w:t>
      </w:r>
      <w:r w:rsidRPr="00843429">
        <w:t>motive</w:t>
      </w:r>
      <w:r w:rsidRPr="00843429">
        <w:rPr>
          <w:rtl/>
        </w:rPr>
        <w:t xml:space="preserve"> </w:t>
      </w:r>
      <w:r w:rsidRPr="00843429">
        <w:t>actions</w:t>
      </w:r>
      <w:r w:rsidRPr="00843429">
        <w:rPr>
          <w:rtl/>
        </w:rPr>
        <w:t xml:space="preserve"> </w:t>
      </w:r>
      <w:r w:rsidRPr="00843429">
        <w:t>than</w:t>
      </w:r>
      <w:r w:rsidRPr="00843429">
        <w:rPr>
          <w:rtl/>
        </w:rPr>
        <w:t xml:space="preserve"> </w:t>
      </w:r>
      <w:r w:rsidRPr="00843429">
        <w:t>the</w:t>
      </w:r>
      <w:r w:rsidRPr="00843429">
        <w:rPr>
          <w:rtl/>
        </w:rPr>
        <w:t xml:space="preserve"> </w:t>
      </w:r>
      <w:r w:rsidRPr="00843429">
        <w:t>woman</w:t>
      </w:r>
      <w:r w:rsidRPr="00843429">
        <w:rPr>
          <w:rtl/>
        </w:rPr>
        <w:t xml:space="preserve"> </w:t>
      </w:r>
      <w:r w:rsidRPr="00843429">
        <w:t>does.</w:t>
      </w:r>
    </w:p>
    <w:p w:rsidR="002E0242" w:rsidRDefault="004E56E9" w:rsidP="00844CC1">
      <w:pPr>
        <w:pStyle w:val="libNormal"/>
      </w:pPr>
      <w:r w:rsidRPr="00843429">
        <w:t>2- The</w:t>
      </w:r>
      <w:r w:rsidRPr="00843429">
        <w:rPr>
          <w:rtl/>
        </w:rPr>
        <w:t xml:space="preserve"> </w:t>
      </w:r>
      <w:r w:rsidRPr="00843429">
        <w:t>man</w:t>
      </w:r>
      <w:r w:rsidRPr="00843429">
        <w:rPr>
          <w:rtl/>
        </w:rPr>
        <w:t>’</w:t>
      </w:r>
      <w:r w:rsidRPr="00843429">
        <w:t>s</w:t>
      </w:r>
      <w:r w:rsidRPr="00843429">
        <w:rPr>
          <w:rtl/>
        </w:rPr>
        <w:t xml:space="preserve"> </w:t>
      </w:r>
      <w:r w:rsidRPr="00843429">
        <w:t>feelings</w:t>
      </w:r>
      <w:r w:rsidRPr="00843429">
        <w:rPr>
          <w:rtl/>
        </w:rPr>
        <w:t xml:space="preserve"> </w:t>
      </w:r>
      <w:r w:rsidRPr="00843429">
        <w:t>are</w:t>
      </w:r>
      <w:r w:rsidRPr="00843429">
        <w:rPr>
          <w:rtl/>
        </w:rPr>
        <w:t xml:space="preserve"> </w:t>
      </w:r>
      <w:r w:rsidRPr="00843429">
        <w:t>opposing</w:t>
      </w:r>
      <w:r w:rsidRPr="00843429">
        <w:rPr>
          <w:rtl/>
        </w:rPr>
        <w:t xml:space="preserve"> </w:t>
      </w:r>
      <w:r w:rsidRPr="00843429">
        <w:t>and</w:t>
      </w:r>
      <w:r w:rsidRPr="00843429">
        <w:rPr>
          <w:rtl/>
        </w:rPr>
        <w:t xml:space="preserve"> </w:t>
      </w:r>
      <w:r w:rsidRPr="00843429">
        <w:t>military</w:t>
      </w:r>
      <w:r w:rsidRPr="00843429">
        <w:rPr>
          <w:rtl/>
        </w:rPr>
        <w:t xml:space="preserve"> </w:t>
      </w:r>
      <w:r w:rsidRPr="00843429">
        <w:t>whereas</w:t>
      </w:r>
      <w:r w:rsidRPr="00843429">
        <w:rPr>
          <w:rtl/>
        </w:rPr>
        <w:t xml:space="preserve"> </w:t>
      </w:r>
      <w:r w:rsidRPr="00843429">
        <w:t>the</w:t>
      </w:r>
      <w:r w:rsidRPr="00843429">
        <w:rPr>
          <w:rtl/>
        </w:rPr>
        <w:t xml:space="preserve"> </w:t>
      </w:r>
      <w:r w:rsidRPr="00843429">
        <w:t>woman</w:t>
      </w:r>
      <w:r w:rsidRPr="00843429">
        <w:rPr>
          <w:rtl/>
        </w:rPr>
        <w:t>’</w:t>
      </w:r>
      <w:r w:rsidRPr="00843429">
        <w:t>s</w:t>
      </w:r>
      <w:r w:rsidRPr="00843429">
        <w:rPr>
          <w:rtl/>
        </w:rPr>
        <w:t xml:space="preserve"> </w:t>
      </w:r>
      <w:r w:rsidRPr="00843429">
        <w:t>feelings</w:t>
      </w:r>
      <w:r w:rsidRPr="00843429">
        <w:rPr>
          <w:rtl/>
        </w:rPr>
        <w:t xml:space="preserve"> </w:t>
      </w:r>
      <w:r w:rsidRPr="00843429">
        <w:t>are</w:t>
      </w:r>
      <w:r w:rsidRPr="00843429">
        <w:rPr>
          <w:rtl/>
        </w:rPr>
        <w:t xml:space="preserve"> </w:t>
      </w:r>
      <w:r w:rsidRPr="00843429">
        <w:t>peaceful. The</w:t>
      </w:r>
      <w:r w:rsidRPr="00843429">
        <w:rPr>
          <w:rtl/>
        </w:rPr>
        <w:t xml:space="preserve"> </w:t>
      </w:r>
      <w:r w:rsidRPr="00843429">
        <w:t>woman</w:t>
      </w:r>
      <w:r w:rsidRPr="00843429">
        <w:rPr>
          <w:rtl/>
        </w:rPr>
        <w:t xml:space="preserve"> </w:t>
      </w:r>
      <w:r w:rsidRPr="00843429">
        <w:t>keeps</w:t>
      </w:r>
      <w:r w:rsidRPr="00843429">
        <w:rPr>
          <w:rtl/>
        </w:rPr>
        <w:t xml:space="preserve"> </w:t>
      </w:r>
      <w:r w:rsidRPr="00843429">
        <w:t>from</w:t>
      </w:r>
      <w:r w:rsidRPr="00843429">
        <w:rPr>
          <w:rtl/>
        </w:rPr>
        <w:t xml:space="preserve"> </w:t>
      </w:r>
      <w:r w:rsidRPr="00843429">
        <w:t>using</w:t>
      </w:r>
      <w:r w:rsidRPr="00843429">
        <w:rPr>
          <w:rtl/>
        </w:rPr>
        <w:t xml:space="preserve"> </w:t>
      </w:r>
      <w:r w:rsidRPr="00843429">
        <w:t>violence</w:t>
      </w:r>
      <w:r w:rsidRPr="00843429">
        <w:rPr>
          <w:rtl/>
        </w:rPr>
        <w:t xml:space="preserve"> </w:t>
      </w:r>
      <w:r w:rsidRPr="00843429">
        <w:t>towards</w:t>
      </w:r>
      <w:r w:rsidRPr="00843429">
        <w:rPr>
          <w:rtl/>
        </w:rPr>
        <w:t xml:space="preserve"> </w:t>
      </w:r>
      <w:r w:rsidRPr="00843429">
        <w:t>the</w:t>
      </w:r>
      <w:r w:rsidRPr="00843429">
        <w:rPr>
          <w:rtl/>
        </w:rPr>
        <w:t xml:space="preserve"> </w:t>
      </w:r>
      <w:r w:rsidRPr="00843429">
        <w:t>others</w:t>
      </w:r>
      <w:r w:rsidRPr="00843429">
        <w:rPr>
          <w:rtl/>
        </w:rPr>
        <w:t xml:space="preserve"> </w:t>
      </w:r>
      <w:r w:rsidRPr="00843429">
        <w:t>and</w:t>
      </w:r>
      <w:r w:rsidRPr="00843429">
        <w:rPr>
          <w:rtl/>
        </w:rPr>
        <w:t xml:space="preserve"> </w:t>
      </w:r>
      <w:r w:rsidRPr="00843429">
        <w:t>towards</w:t>
      </w:r>
      <w:r w:rsidRPr="00843429">
        <w:rPr>
          <w:rtl/>
        </w:rPr>
        <w:t xml:space="preserve"> </w:t>
      </w:r>
      <w:r w:rsidRPr="00843429">
        <w:t>her</w:t>
      </w:r>
      <w:r w:rsidRPr="00843429">
        <w:rPr>
          <w:rtl/>
        </w:rPr>
        <w:t xml:space="preserve"> </w:t>
      </w:r>
      <w:r w:rsidRPr="00843429">
        <w:t>own</w:t>
      </w:r>
      <w:r w:rsidRPr="00843429">
        <w:rPr>
          <w:rtl/>
        </w:rPr>
        <w:t xml:space="preserve"> </w:t>
      </w:r>
      <w:r w:rsidRPr="00843429">
        <w:t>self; as</w:t>
      </w:r>
      <w:r w:rsidRPr="00843429">
        <w:rPr>
          <w:rtl/>
        </w:rPr>
        <w:t xml:space="preserve"> </w:t>
      </w:r>
      <w:r w:rsidRPr="00843429">
        <w:t>a</w:t>
      </w:r>
      <w:r w:rsidRPr="00843429">
        <w:rPr>
          <w:rtl/>
        </w:rPr>
        <w:t xml:space="preserve"> </w:t>
      </w:r>
      <w:r w:rsidRPr="00843429">
        <w:t>result, the</w:t>
      </w:r>
      <w:r w:rsidRPr="00843429">
        <w:rPr>
          <w:rtl/>
        </w:rPr>
        <w:t xml:space="preserve"> </w:t>
      </w:r>
      <w:r w:rsidRPr="00843429">
        <w:t>percentage</w:t>
      </w:r>
      <w:r w:rsidRPr="00843429">
        <w:rPr>
          <w:rtl/>
        </w:rPr>
        <w:t xml:space="preserve"> </w:t>
      </w:r>
      <w:r w:rsidRPr="00843429">
        <w:t>of</w:t>
      </w:r>
      <w:r w:rsidRPr="00843429">
        <w:rPr>
          <w:rtl/>
        </w:rPr>
        <w:t xml:space="preserve"> </w:t>
      </w:r>
      <w:r w:rsidRPr="00843429">
        <w:t>the</w:t>
      </w:r>
      <w:r w:rsidRPr="00843429">
        <w:rPr>
          <w:rtl/>
        </w:rPr>
        <w:t xml:space="preserve"> </w:t>
      </w:r>
      <w:r w:rsidRPr="00843429">
        <w:t>women</w:t>
      </w:r>
      <w:r w:rsidRPr="00843429">
        <w:rPr>
          <w:rtl/>
        </w:rPr>
        <w:t>’</w:t>
      </w:r>
      <w:r w:rsidRPr="00843429">
        <w:t>s</w:t>
      </w:r>
      <w:r w:rsidRPr="00843429">
        <w:rPr>
          <w:rtl/>
        </w:rPr>
        <w:t xml:space="preserve"> </w:t>
      </w:r>
      <w:r w:rsidRPr="00843429">
        <w:t>suicide</w:t>
      </w:r>
      <w:r w:rsidRPr="00843429">
        <w:rPr>
          <w:rtl/>
        </w:rPr>
        <w:t xml:space="preserve"> </w:t>
      </w:r>
      <w:r w:rsidRPr="00843429">
        <w:t>declines. Men</w:t>
      </w:r>
      <w:r w:rsidRPr="00843429">
        <w:rPr>
          <w:rtl/>
        </w:rPr>
        <w:t>’</w:t>
      </w:r>
      <w:r w:rsidRPr="00843429">
        <w:t>s</w:t>
      </w:r>
      <w:r w:rsidRPr="00843429">
        <w:rPr>
          <w:rtl/>
        </w:rPr>
        <w:t xml:space="preserve"> </w:t>
      </w:r>
      <w:r w:rsidRPr="00843429">
        <w:t>suicide</w:t>
      </w:r>
      <w:r w:rsidRPr="00843429">
        <w:rPr>
          <w:rtl/>
        </w:rPr>
        <w:t xml:space="preserve"> </w:t>
      </w:r>
      <w:r w:rsidRPr="00843429">
        <w:t>is</w:t>
      </w:r>
      <w:r w:rsidRPr="00843429">
        <w:rPr>
          <w:rtl/>
        </w:rPr>
        <w:t xml:space="preserve"> </w:t>
      </w:r>
      <w:r w:rsidRPr="00843429">
        <w:t>much</w:t>
      </w:r>
      <w:r w:rsidRPr="00843429">
        <w:rPr>
          <w:rtl/>
        </w:rPr>
        <w:t xml:space="preserve"> </w:t>
      </w:r>
      <w:r w:rsidRPr="00843429">
        <w:t>uglier</w:t>
      </w:r>
      <w:r w:rsidRPr="00843429">
        <w:rPr>
          <w:rtl/>
        </w:rPr>
        <w:t xml:space="preserve"> </w:t>
      </w:r>
      <w:r w:rsidRPr="00843429">
        <w:t>since</w:t>
      </w:r>
      <w:r w:rsidRPr="00843429">
        <w:rPr>
          <w:rtl/>
        </w:rPr>
        <w:t xml:space="preserve"> </w:t>
      </w:r>
      <w:r w:rsidRPr="00843429">
        <w:t>they</w:t>
      </w:r>
      <w:r w:rsidRPr="00843429">
        <w:rPr>
          <w:rtl/>
        </w:rPr>
        <w:t xml:space="preserve"> </w:t>
      </w:r>
      <w:r w:rsidRPr="00843429">
        <w:t>commit</w:t>
      </w:r>
      <w:r w:rsidRPr="00843429">
        <w:rPr>
          <w:rtl/>
        </w:rPr>
        <w:t xml:space="preserve"> </w:t>
      </w:r>
      <w:r w:rsidRPr="00843429">
        <w:t>suicide</w:t>
      </w:r>
      <w:r w:rsidRPr="00843429">
        <w:rPr>
          <w:rtl/>
        </w:rPr>
        <w:t xml:space="preserve"> </w:t>
      </w:r>
      <w:r w:rsidRPr="00843429">
        <w:t>by</w:t>
      </w:r>
      <w:r w:rsidRPr="00843429">
        <w:rPr>
          <w:rtl/>
        </w:rPr>
        <w:t xml:space="preserve"> </w:t>
      </w:r>
      <w:r w:rsidRPr="00843429">
        <w:t>means</w:t>
      </w:r>
      <w:r w:rsidRPr="00843429">
        <w:rPr>
          <w:rtl/>
        </w:rPr>
        <w:t xml:space="preserve"> </w:t>
      </w:r>
      <w:r w:rsidRPr="00843429">
        <w:t>of</w:t>
      </w:r>
      <w:r w:rsidRPr="00843429">
        <w:rPr>
          <w:rtl/>
        </w:rPr>
        <w:t xml:space="preserve"> </w:t>
      </w:r>
      <w:r w:rsidRPr="00843429">
        <w:t>shooting</w:t>
      </w:r>
      <w:r w:rsidRPr="00843429">
        <w:rPr>
          <w:rtl/>
        </w:rPr>
        <w:t xml:space="preserve"> </w:t>
      </w:r>
      <w:r w:rsidRPr="00843429">
        <w:t>themselves</w:t>
      </w:r>
      <w:r w:rsidRPr="00843429">
        <w:rPr>
          <w:rtl/>
        </w:rPr>
        <w:t xml:space="preserve"> </w:t>
      </w:r>
      <w:r w:rsidRPr="00843429">
        <w:t>or</w:t>
      </w:r>
      <w:r w:rsidRPr="00843429">
        <w:rPr>
          <w:rtl/>
        </w:rPr>
        <w:t xml:space="preserve"> </w:t>
      </w:r>
      <w:r w:rsidRPr="00843429">
        <w:t>jumping</w:t>
      </w:r>
      <w:r w:rsidRPr="00843429">
        <w:rPr>
          <w:rtl/>
        </w:rPr>
        <w:t xml:space="preserve"> </w:t>
      </w:r>
      <w:r w:rsidRPr="00843429">
        <w:t>from</w:t>
      </w:r>
      <w:r w:rsidRPr="00843429">
        <w:rPr>
          <w:rtl/>
        </w:rPr>
        <w:t xml:space="preserve"> </w:t>
      </w:r>
      <w:r w:rsidRPr="00843429">
        <w:t>a</w:t>
      </w:r>
      <w:r w:rsidRPr="00843429">
        <w:rPr>
          <w:rtl/>
        </w:rPr>
        <w:t xml:space="preserve"> </w:t>
      </w:r>
      <w:r w:rsidRPr="00843429">
        <w:t>very</w:t>
      </w:r>
      <w:r w:rsidRPr="00843429">
        <w:rPr>
          <w:rtl/>
        </w:rPr>
        <w:t xml:space="preserve"> </w:t>
      </w:r>
      <w:r w:rsidRPr="00843429">
        <w:lastRenderedPageBreak/>
        <w:t>high</w:t>
      </w:r>
      <w:r w:rsidRPr="00843429">
        <w:rPr>
          <w:rtl/>
        </w:rPr>
        <w:t xml:space="preserve"> </w:t>
      </w:r>
      <w:r w:rsidRPr="00843429">
        <w:t>place. On</w:t>
      </w:r>
      <w:r w:rsidRPr="00843429">
        <w:rPr>
          <w:rtl/>
        </w:rPr>
        <w:t xml:space="preserve"> </w:t>
      </w:r>
      <w:r w:rsidRPr="00843429">
        <w:t>the</w:t>
      </w:r>
      <w:r w:rsidRPr="00843429">
        <w:rPr>
          <w:rtl/>
        </w:rPr>
        <w:t xml:space="preserve"> </w:t>
      </w:r>
      <w:r w:rsidRPr="00843429">
        <w:t>other</w:t>
      </w:r>
      <w:r w:rsidRPr="00843429">
        <w:rPr>
          <w:rtl/>
        </w:rPr>
        <w:t xml:space="preserve"> </w:t>
      </w:r>
      <w:r w:rsidRPr="00843429">
        <w:t>hand, the</w:t>
      </w:r>
      <w:r w:rsidRPr="00843429">
        <w:rPr>
          <w:rtl/>
        </w:rPr>
        <w:t xml:space="preserve"> </w:t>
      </w:r>
      <w:r w:rsidRPr="00843429">
        <w:t>women</w:t>
      </w:r>
      <w:r w:rsidRPr="00843429">
        <w:rPr>
          <w:rtl/>
        </w:rPr>
        <w:t xml:space="preserve"> </w:t>
      </w:r>
      <w:r w:rsidRPr="00843429">
        <w:t>commit</w:t>
      </w:r>
      <w:r w:rsidRPr="00843429">
        <w:rPr>
          <w:rtl/>
        </w:rPr>
        <w:t xml:space="preserve"> </w:t>
      </w:r>
      <w:r w:rsidRPr="00843429">
        <w:t>suicide</w:t>
      </w:r>
      <w:r w:rsidRPr="00843429">
        <w:rPr>
          <w:rtl/>
        </w:rPr>
        <w:t xml:space="preserve"> </w:t>
      </w:r>
      <w:r w:rsidRPr="00843429">
        <w:t>by</w:t>
      </w:r>
      <w:r w:rsidRPr="00843429">
        <w:rPr>
          <w:rtl/>
        </w:rPr>
        <w:t xml:space="preserve"> </w:t>
      </w:r>
      <w:r w:rsidRPr="00843429">
        <w:t>means</w:t>
      </w:r>
      <w:r w:rsidRPr="00843429">
        <w:rPr>
          <w:rtl/>
        </w:rPr>
        <w:t xml:space="preserve"> </w:t>
      </w:r>
      <w:r w:rsidRPr="00843429">
        <w:t>of</w:t>
      </w:r>
      <w:r w:rsidRPr="00843429">
        <w:rPr>
          <w:rtl/>
        </w:rPr>
        <w:t xml:space="preserve"> </w:t>
      </w:r>
      <w:r w:rsidRPr="00843429">
        <w:t>taking</w:t>
      </w:r>
      <w:r w:rsidRPr="00843429">
        <w:rPr>
          <w:rtl/>
        </w:rPr>
        <w:t xml:space="preserve"> </w:t>
      </w:r>
      <w:r w:rsidRPr="00843429">
        <w:t>in</w:t>
      </w:r>
      <w:r w:rsidRPr="00843429">
        <w:rPr>
          <w:rtl/>
        </w:rPr>
        <w:t xml:space="preserve"> </w:t>
      </w:r>
      <w:r w:rsidRPr="00843429">
        <w:t>sleeping</w:t>
      </w:r>
      <w:r w:rsidRPr="00843429">
        <w:rPr>
          <w:rtl/>
        </w:rPr>
        <w:t xml:space="preserve"> </w:t>
      </w:r>
      <w:r w:rsidRPr="00843429">
        <w:t>pills</w:t>
      </w:r>
      <w:r w:rsidRPr="00843429">
        <w:rPr>
          <w:rtl/>
        </w:rPr>
        <w:t xml:space="preserve"> </w:t>
      </w:r>
      <w:r w:rsidRPr="00843429">
        <w:t>or</w:t>
      </w:r>
      <w:r w:rsidRPr="00843429">
        <w:rPr>
          <w:rtl/>
        </w:rPr>
        <w:t xml:space="preserve"> </w:t>
      </w:r>
      <w:r w:rsidRPr="00843429">
        <w:t>narcotic</w:t>
      </w:r>
      <w:r w:rsidRPr="00843429">
        <w:rPr>
          <w:rtl/>
        </w:rPr>
        <w:t xml:space="preserve"> </w:t>
      </w:r>
      <w:r w:rsidRPr="00843429">
        <w:t>materials.</w:t>
      </w:r>
    </w:p>
    <w:p w:rsidR="004E56E9" w:rsidRPr="00843429" w:rsidRDefault="004E56E9" w:rsidP="00844CC1">
      <w:pPr>
        <w:pStyle w:val="libNormal"/>
        <w:rPr>
          <w:rtl/>
          <w:lang w:bidi="ar-LB"/>
        </w:rPr>
      </w:pPr>
      <w:r w:rsidRPr="00843429">
        <w:t>3- The</w:t>
      </w:r>
      <w:r w:rsidRPr="00843429">
        <w:rPr>
          <w:rtl/>
        </w:rPr>
        <w:t xml:space="preserve"> </w:t>
      </w:r>
      <w:r w:rsidRPr="00843429">
        <w:t>woman</w:t>
      </w:r>
      <w:r w:rsidRPr="00843429">
        <w:rPr>
          <w:rtl/>
        </w:rPr>
        <w:t xml:space="preserve"> </w:t>
      </w:r>
      <w:r w:rsidRPr="00843429">
        <w:t>is</w:t>
      </w:r>
      <w:r w:rsidRPr="00843429">
        <w:rPr>
          <w:rtl/>
        </w:rPr>
        <w:t xml:space="preserve"> </w:t>
      </w:r>
      <w:r w:rsidRPr="00843429">
        <w:t>more</w:t>
      </w:r>
      <w:r w:rsidRPr="00843429">
        <w:rPr>
          <w:rtl/>
        </w:rPr>
        <w:t xml:space="preserve"> </w:t>
      </w:r>
      <w:r w:rsidRPr="00843429">
        <w:t>passive</w:t>
      </w:r>
      <w:r w:rsidRPr="00843429">
        <w:rPr>
          <w:rtl/>
        </w:rPr>
        <w:t xml:space="preserve"> </w:t>
      </w:r>
      <w:r w:rsidRPr="00843429">
        <w:t>than</w:t>
      </w:r>
      <w:r w:rsidRPr="00843429">
        <w:rPr>
          <w:rtl/>
        </w:rPr>
        <w:t xml:space="preserve"> </w:t>
      </w:r>
      <w:r w:rsidRPr="00843429">
        <w:t>the</w:t>
      </w:r>
      <w:r w:rsidRPr="00843429">
        <w:rPr>
          <w:rtl/>
        </w:rPr>
        <w:t xml:space="preserve"> </w:t>
      </w:r>
      <w:r w:rsidRPr="00843429">
        <w:t>man</w:t>
      </w:r>
      <w:r w:rsidRPr="00843429">
        <w:rPr>
          <w:rtl/>
        </w:rPr>
        <w:t xml:space="preserve"> </w:t>
      </w:r>
      <w:r w:rsidRPr="00843429">
        <w:t>is</w:t>
      </w:r>
      <w:r w:rsidRPr="00843429">
        <w:rPr>
          <w:rtl/>
        </w:rPr>
        <w:t xml:space="preserve"> </w:t>
      </w:r>
      <w:r w:rsidRPr="00843429">
        <w:t>i. e. she</w:t>
      </w:r>
      <w:r w:rsidRPr="00843429">
        <w:rPr>
          <w:rtl/>
        </w:rPr>
        <w:t xml:space="preserve"> </w:t>
      </w:r>
      <w:r w:rsidRPr="00843429">
        <w:t>gets</w:t>
      </w:r>
      <w:r w:rsidRPr="00843429">
        <w:rPr>
          <w:rtl/>
        </w:rPr>
        <w:t xml:space="preserve"> </w:t>
      </w:r>
      <w:r w:rsidRPr="00843429">
        <w:t>under</w:t>
      </w:r>
    </w:p>
    <w:p w:rsidR="002E0242" w:rsidRDefault="004E56E9" w:rsidP="00844CC1">
      <w:pPr>
        <w:pStyle w:val="libNormal"/>
      </w:pPr>
      <w:r w:rsidRPr="00843429">
        <w:t>the</w:t>
      </w:r>
      <w:r w:rsidRPr="00843429">
        <w:rPr>
          <w:rtl/>
        </w:rPr>
        <w:t xml:space="preserve"> </w:t>
      </w:r>
      <w:r w:rsidRPr="00843429">
        <w:t>influence</w:t>
      </w:r>
      <w:r w:rsidRPr="00843429">
        <w:rPr>
          <w:rtl/>
        </w:rPr>
        <w:t xml:space="preserve"> </w:t>
      </w:r>
      <w:r w:rsidRPr="00843429">
        <w:t>of</w:t>
      </w:r>
      <w:r w:rsidRPr="00843429">
        <w:rPr>
          <w:rtl/>
        </w:rPr>
        <w:t xml:space="preserve"> </w:t>
      </w:r>
      <w:r w:rsidRPr="00843429">
        <w:t>her</w:t>
      </w:r>
      <w:r w:rsidRPr="00843429">
        <w:rPr>
          <w:rtl/>
        </w:rPr>
        <w:t xml:space="preserve"> </w:t>
      </w:r>
      <w:r w:rsidRPr="00843429">
        <w:t>feelings</w:t>
      </w:r>
      <w:r w:rsidRPr="00843429">
        <w:rPr>
          <w:rtl/>
        </w:rPr>
        <w:t xml:space="preserve"> </w:t>
      </w:r>
      <w:r w:rsidRPr="00843429">
        <w:t>more</w:t>
      </w:r>
      <w:r w:rsidRPr="00843429">
        <w:rPr>
          <w:rtl/>
        </w:rPr>
        <w:t xml:space="preserve"> </w:t>
      </w:r>
      <w:r w:rsidRPr="00843429">
        <w:t>than</w:t>
      </w:r>
      <w:r w:rsidRPr="00843429">
        <w:rPr>
          <w:rtl/>
        </w:rPr>
        <w:t xml:space="preserve"> </w:t>
      </w:r>
      <w:r w:rsidRPr="00843429">
        <w:t>the</w:t>
      </w:r>
      <w:r w:rsidRPr="00843429">
        <w:rPr>
          <w:rtl/>
        </w:rPr>
        <w:t xml:space="preserve"> </w:t>
      </w:r>
      <w:r w:rsidRPr="00843429">
        <w:t>man</w:t>
      </w:r>
      <w:r w:rsidRPr="00843429">
        <w:rPr>
          <w:rtl/>
        </w:rPr>
        <w:t xml:space="preserve"> </w:t>
      </w:r>
      <w:r w:rsidRPr="00843429">
        <w:t>does.</w:t>
      </w:r>
    </w:p>
    <w:p w:rsidR="002E0242" w:rsidRDefault="004E56E9" w:rsidP="00844CC1">
      <w:pPr>
        <w:pStyle w:val="libNormal"/>
      </w:pPr>
      <w:r w:rsidRPr="00843429">
        <w:t>4- The</w:t>
      </w:r>
      <w:r w:rsidRPr="00843429">
        <w:rPr>
          <w:rtl/>
        </w:rPr>
        <w:t xml:space="preserve"> </w:t>
      </w:r>
      <w:r w:rsidRPr="00843429">
        <w:t>woman, on</w:t>
      </w:r>
      <w:r w:rsidRPr="00843429">
        <w:rPr>
          <w:rtl/>
        </w:rPr>
        <w:t xml:space="preserve"> </w:t>
      </w:r>
      <w:r w:rsidRPr="00843429">
        <w:t>the</w:t>
      </w:r>
      <w:r w:rsidRPr="00843429">
        <w:rPr>
          <w:rtl/>
        </w:rPr>
        <w:t xml:space="preserve"> </w:t>
      </w:r>
      <w:r w:rsidRPr="00843429">
        <w:t>contrary</w:t>
      </w:r>
      <w:r w:rsidRPr="00843429">
        <w:rPr>
          <w:rtl/>
        </w:rPr>
        <w:t xml:space="preserve"> </w:t>
      </w:r>
      <w:r w:rsidRPr="00843429">
        <w:t>of</w:t>
      </w:r>
      <w:r w:rsidRPr="00843429">
        <w:rPr>
          <w:rtl/>
        </w:rPr>
        <w:t xml:space="preserve"> </w:t>
      </w:r>
      <w:r w:rsidRPr="00843429">
        <w:t>the</w:t>
      </w:r>
      <w:r w:rsidRPr="00843429">
        <w:rPr>
          <w:rtl/>
        </w:rPr>
        <w:t xml:space="preserve"> </w:t>
      </w:r>
      <w:r w:rsidRPr="00843429">
        <w:t>man, is</w:t>
      </w:r>
      <w:r w:rsidRPr="00843429">
        <w:rPr>
          <w:rtl/>
        </w:rPr>
        <w:t xml:space="preserve"> </w:t>
      </w:r>
      <w:r w:rsidRPr="00843429">
        <w:t>greatly</w:t>
      </w:r>
      <w:r w:rsidRPr="00843429">
        <w:rPr>
          <w:rtl/>
        </w:rPr>
        <w:t xml:space="preserve"> </w:t>
      </w:r>
      <w:r w:rsidRPr="00843429">
        <w:t>interested</w:t>
      </w:r>
      <w:r w:rsidRPr="00843429">
        <w:rPr>
          <w:rtl/>
        </w:rPr>
        <w:t xml:space="preserve"> </w:t>
      </w:r>
      <w:r w:rsidRPr="00843429">
        <w:t>in</w:t>
      </w:r>
      <w:r w:rsidRPr="00843429">
        <w:rPr>
          <w:rtl/>
        </w:rPr>
        <w:t xml:space="preserve"> </w:t>
      </w:r>
      <w:r w:rsidRPr="00843429">
        <w:t>beauty, adornment, and</w:t>
      </w:r>
      <w:r w:rsidRPr="00843429">
        <w:rPr>
          <w:rtl/>
        </w:rPr>
        <w:t xml:space="preserve"> </w:t>
      </w:r>
      <w:r w:rsidRPr="00843429">
        <w:t>the</w:t>
      </w:r>
      <w:r w:rsidRPr="00843429">
        <w:rPr>
          <w:rtl/>
        </w:rPr>
        <w:t xml:space="preserve"> </w:t>
      </w:r>
      <w:r w:rsidRPr="00843429">
        <w:t>different</w:t>
      </w:r>
      <w:r w:rsidRPr="00843429">
        <w:rPr>
          <w:rtl/>
        </w:rPr>
        <w:t xml:space="preserve"> </w:t>
      </w:r>
      <w:r w:rsidRPr="00843429">
        <w:t>fashion</w:t>
      </w:r>
      <w:r w:rsidRPr="00843429">
        <w:rPr>
          <w:rtl/>
        </w:rPr>
        <w:t xml:space="preserve"> </w:t>
      </w:r>
      <w:r w:rsidRPr="00843429">
        <w:t>styles.</w:t>
      </w:r>
    </w:p>
    <w:p w:rsidR="002E0242" w:rsidRDefault="004E56E9" w:rsidP="00844CC1">
      <w:pPr>
        <w:pStyle w:val="libNormal"/>
      </w:pPr>
      <w:r w:rsidRPr="00843429">
        <w:rPr>
          <w:rtl/>
        </w:rPr>
        <w:t>5</w:t>
      </w:r>
      <w:r w:rsidRPr="00843429">
        <w:t>-The</w:t>
      </w:r>
      <w:r w:rsidRPr="00843429">
        <w:rPr>
          <w:rtl/>
        </w:rPr>
        <w:t xml:space="preserve"> </w:t>
      </w:r>
      <w:r w:rsidRPr="00843429">
        <w:t>woman</w:t>
      </w:r>
      <w:r w:rsidRPr="00843429">
        <w:rPr>
          <w:rtl/>
        </w:rPr>
        <w:t xml:space="preserve"> </w:t>
      </w:r>
      <w:r w:rsidRPr="00843429">
        <w:t>is</w:t>
      </w:r>
      <w:r w:rsidRPr="00843429">
        <w:rPr>
          <w:rtl/>
        </w:rPr>
        <w:t xml:space="preserve"> </w:t>
      </w:r>
      <w:r w:rsidRPr="00843429">
        <w:t>more</w:t>
      </w:r>
      <w:r w:rsidRPr="00843429">
        <w:rPr>
          <w:rtl/>
        </w:rPr>
        <w:t xml:space="preserve"> </w:t>
      </w:r>
      <w:r w:rsidRPr="00843429">
        <w:t>cautious, fearful, and</w:t>
      </w:r>
      <w:r w:rsidRPr="00843429">
        <w:rPr>
          <w:rtl/>
        </w:rPr>
        <w:t xml:space="preserve"> </w:t>
      </w:r>
      <w:r w:rsidRPr="00843429">
        <w:t>eloquent</w:t>
      </w:r>
      <w:r w:rsidRPr="00843429">
        <w:rPr>
          <w:rtl/>
        </w:rPr>
        <w:t xml:space="preserve"> </w:t>
      </w:r>
      <w:r w:rsidRPr="00843429">
        <w:t>than</w:t>
      </w:r>
      <w:r w:rsidRPr="00843429">
        <w:rPr>
          <w:rtl/>
        </w:rPr>
        <w:t xml:space="preserve"> </w:t>
      </w:r>
      <w:r w:rsidRPr="00843429">
        <w:t>the</w:t>
      </w:r>
      <w:r w:rsidRPr="00843429">
        <w:rPr>
          <w:rtl/>
        </w:rPr>
        <w:t xml:space="preserve"> </w:t>
      </w:r>
      <w:r w:rsidRPr="00843429">
        <w:t>man</w:t>
      </w:r>
      <w:r w:rsidRPr="00843429">
        <w:rPr>
          <w:rtl/>
        </w:rPr>
        <w:t xml:space="preserve"> </w:t>
      </w:r>
      <w:r w:rsidRPr="00843429">
        <w:t>is.</w:t>
      </w:r>
    </w:p>
    <w:p w:rsidR="002E0242" w:rsidRDefault="004E56E9" w:rsidP="00844CC1">
      <w:pPr>
        <w:pStyle w:val="libNormal"/>
      </w:pPr>
      <w:r w:rsidRPr="00843429">
        <w:t>6- The</w:t>
      </w:r>
      <w:r w:rsidRPr="00843429">
        <w:rPr>
          <w:rtl/>
        </w:rPr>
        <w:t xml:space="preserve"> </w:t>
      </w:r>
      <w:r w:rsidRPr="00843429">
        <w:t>woman</w:t>
      </w:r>
      <w:r w:rsidRPr="00843429">
        <w:rPr>
          <w:rtl/>
        </w:rPr>
        <w:t>’</w:t>
      </w:r>
      <w:r w:rsidRPr="00843429">
        <w:t>s</w:t>
      </w:r>
      <w:r w:rsidRPr="00843429">
        <w:rPr>
          <w:rtl/>
        </w:rPr>
        <w:t xml:space="preserve"> </w:t>
      </w:r>
      <w:r w:rsidRPr="00843429">
        <w:t>emotions</w:t>
      </w:r>
      <w:r w:rsidRPr="00843429">
        <w:rPr>
          <w:rtl/>
        </w:rPr>
        <w:t xml:space="preserve"> </w:t>
      </w:r>
      <w:r w:rsidRPr="00843429">
        <w:t>are</w:t>
      </w:r>
      <w:r w:rsidRPr="00843429">
        <w:rPr>
          <w:rtl/>
        </w:rPr>
        <w:t xml:space="preserve"> </w:t>
      </w:r>
      <w:r w:rsidRPr="00843429">
        <w:t>motherly, and</w:t>
      </w:r>
      <w:r w:rsidRPr="00843429">
        <w:rPr>
          <w:rtl/>
        </w:rPr>
        <w:t xml:space="preserve"> </w:t>
      </w:r>
      <w:r w:rsidRPr="00843429">
        <w:t>this</w:t>
      </w:r>
      <w:r w:rsidRPr="00843429">
        <w:rPr>
          <w:rtl/>
        </w:rPr>
        <w:t xml:space="preserve"> </w:t>
      </w:r>
      <w:r w:rsidRPr="00843429">
        <w:t>appears</w:t>
      </w:r>
      <w:r w:rsidRPr="00843429">
        <w:rPr>
          <w:rtl/>
        </w:rPr>
        <w:t xml:space="preserve"> </w:t>
      </w:r>
      <w:r w:rsidRPr="00843429">
        <w:t>since</w:t>
      </w:r>
      <w:r w:rsidRPr="00843429">
        <w:rPr>
          <w:rtl/>
        </w:rPr>
        <w:t xml:space="preserve"> </w:t>
      </w:r>
      <w:r w:rsidRPr="00843429">
        <w:t>childhood. Moreover, the</w:t>
      </w:r>
      <w:r w:rsidRPr="00843429">
        <w:rPr>
          <w:rtl/>
        </w:rPr>
        <w:t xml:space="preserve"> </w:t>
      </w:r>
      <w:r w:rsidRPr="00843429">
        <w:t>woman</w:t>
      </w:r>
      <w:r w:rsidRPr="00843429">
        <w:rPr>
          <w:rtl/>
        </w:rPr>
        <w:t xml:space="preserve"> </w:t>
      </w:r>
      <w:r w:rsidRPr="00843429">
        <w:t>is</w:t>
      </w:r>
      <w:r w:rsidRPr="00843429">
        <w:rPr>
          <w:rtl/>
        </w:rPr>
        <w:t xml:space="preserve"> </w:t>
      </w:r>
      <w:r w:rsidRPr="00843429">
        <w:t>more</w:t>
      </w:r>
      <w:r w:rsidRPr="00843429">
        <w:rPr>
          <w:rtl/>
        </w:rPr>
        <w:t xml:space="preserve"> </w:t>
      </w:r>
      <w:r w:rsidRPr="00843429">
        <w:t>related</w:t>
      </w:r>
      <w:r w:rsidRPr="00843429">
        <w:rPr>
          <w:rtl/>
        </w:rPr>
        <w:t xml:space="preserve"> </w:t>
      </w:r>
      <w:r w:rsidRPr="00843429">
        <w:t>to</w:t>
      </w:r>
      <w:r w:rsidRPr="00843429">
        <w:rPr>
          <w:rtl/>
        </w:rPr>
        <w:t xml:space="preserve"> </w:t>
      </w:r>
      <w:r w:rsidRPr="00843429">
        <w:t>the</w:t>
      </w:r>
      <w:r w:rsidRPr="00843429">
        <w:rPr>
          <w:rtl/>
        </w:rPr>
        <w:t xml:space="preserve"> </w:t>
      </w:r>
      <w:r w:rsidRPr="00843429">
        <w:t>family, and</w:t>
      </w:r>
      <w:r w:rsidRPr="00843429">
        <w:rPr>
          <w:rtl/>
        </w:rPr>
        <w:t xml:space="preserve"> </w:t>
      </w:r>
      <w:r w:rsidRPr="00843429">
        <w:t>she</w:t>
      </w:r>
      <w:r w:rsidRPr="00843429">
        <w:rPr>
          <w:rtl/>
        </w:rPr>
        <w:t xml:space="preserve"> </w:t>
      </w:r>
      <w:r w:rsidRPr="00843429">
        <w:t>unconsciously</w:t>
      </w:r>
      <w:r w:rsidRPr="00843429">
        <w:rPr>
          <w:rtl/>
        </w:rPr>
        <w:t xml:space="preserve"> </w:t>
      </w:r>
      <w:r w:rsidRPr="00843429">
        <w:t>notices</w:t>
      </w:r>
      <w:r w:rsidRPr="00843429">
        <w:rPr>
          <w:rtl/>
        </w:rPr>
        <w:t xml:space="preserve"> </w:t>
      </w:r>
      <w:r w:rsidRPr="00843429">
        <w:t>the</w:t>
      </w:r>
      <w:r w:rsidRPr="00843429">
        <w:rPr>
          <w:rtl/>
        </w:rPr>
        <w:t xml:space="preserve"> </w:t>
      </w:r>
      <w:r w:rsidRPr="00843429">
        <w:t>importance</w:t>
      </w:r>
      <w:r w:rsidRPr="00843429">
        <w:rPr>
          <w:rtl/>
        </w:rPr>
        <w:t xml:space="preserve"> </w:t>
      </w:r>
      <w:r w:rsidRPr="00843429">
        <w:t>of</w:t>
      </w:r>
      <w:r w:rsidRPr="00843429">
        <w:rPr>
          <w:rtl/>
        </w:rPr>
        <w:t xml:space="preserve"> </w:t>
      </w:r>
      <w:r w:rsidRPr="00843429">
        <w:t>the</w:t>
      </w:r>
      <w:r w:rsidRPr="00843429">
        <w:rPr>
          <w:rtl/>
        </w:rPr>
        <w:t xml:space="preserve"> </w:t>
      </w:r>
      <w:r w:rsidRPr="00843429">
        <w:t>milieu</w:t>
      </w:r>
      <w:r w:rsidRPr="00843429">
        <w:rPr>
          <w:rtl/>
        </w:rPr>
        <w:t xml:space="preserve"> </w:t>
      </w:r>
      <w:r w:rsidRPr="00843429">
        <w:t>of</w:t>
      </w:r>
      <w:r w:rsidRPr="00843429">
        <w:rPr>
          <w:rtl/>
        </w:rPr>
        <w:t xml:space="preserve"> </w:t>
      </w:r>
      <w:r w:rsidRPr="00843429">
        <w:t>the</w:t>
      </w:r>
      <w:r w:rsidRPr="00843429">
        <w:rPr>
          <w:rtl/>
        </w:rPr>
        <w:t xml:space="preserve"> </w:t>
      </w:r>
      <w:r w:rsidRPr="00843429">
        <w:t>family</w:t>
      </w:r>
      <w:r w:rsidRPr="00843429">
        <w:rPr>
          <w:rtl/>
        </w:rPr>
        <w:t xml:space="preserve"> </w:t>
      </w:r>
      <w:r w:rsidRPr="00843429">
        <w:t>before</w:t>
      </w:r>
      <w:r w:rsidRPr="00843429">
        <w:rPr>
          <w:rtl/>
        </w:rPr>
        <w:t xml:space="preserve"> </w:t>
      </w:r>
      <w:r w:rsidRPr="00843429">
        <w:t>the</w:t>
      </w:r>
      <w:r w:rsidRPr="00843429">
        <w:rPr>
          <w:rtl/>
        </w:rPr>
        <w:t xml:space="preserve"> </w:t>
      </w:r>
      <w:r w:rsidRPr="00843429">
        <w:t>man</w:t>
      </w:r>
      <w:r w:rsidRPr="00843429">
        <w:rPr>
          <w:rtl/>
        </w:rPr>
        <w:t xml:space="preserve"> </w:t>
      </w:r>
      <w:r w:rsidRPr="00843429">
        <w:t>does.</w:t>
      </w:r>
    </w:p>
    <w:p w:rsidR="002E0242" w:rsidRDefault="004E56E9" w:rsidP="00844CC1">
      <w:pPr>
        <w:pStyle w:val="libNormal"/>
      </w:pPr>
      <w:r w:rsidRPr="00843429">
        <w:rPr>
          <w:rFonts w:hint="cs"/>
          <w:rtl/>
        </w:rPr>
        <w:t>7</w:t>
      </w:r>
      <w:r w:rsidRPr="00843429">
        <w:t>- In</w:t>
      </w:r>
      <w:r w:rsidRPr="00843429">
        <w:rPr>
          <w:rtl/>
        </w:rPr>
        <w:t xml:space="preserve"> </w:t>
      </w:r>
      <w:r w:rsidRPr="00843429">
        <w:t>general, the</w:t>
      </w:r>
      <w:r w:rsidRPr="00843429">
        <w:rPr>
          <w:rtl/>
        </w:rPr>
        <w:t xml:space="preserve"> </w:t>
      </w:r>
      <w:r w:rsidRPr="00843429">
        <w:t>woman</w:t>
      </w:r>
      <w:r w:rsidRPr="00843429">
        <w:rPr>
          <w:rtl/>
        </w:rPr>
        <w:t xml:space="preserve"> </w:t>
      </w:r>
      <w:r w:rsidRPr="00843429">
        <w:t>does</w:t>
      </w:r>
      <w:r w:rsidRPr="00843429">
        <w:rPr>
          <w:rtl/>
        </w:rPr>
        <w:t xml:space="preserve"> </w:t>
      </w:r>
      <w:r w:rsidRPr="00843429">
        <w:t>not</w:t>
      </w:r>
      <w:r w:rsidRPr="00843429">
        <w:rPr>
          <w:rtl/>
        </w:rPr>
        <w:t xml:space="preserve"> </w:t>
      </w:r>
      <w:r w:rsidRPr="00843429">
        <w:t>reach</w:t>
      </w:r>
      <w:r w:rsidRPr="00843429">
        <w:rPr>
          <w:rtl/>
        </w:rPr>
        <w:t xml:space="preserve"> </w:t>
      </w:r>
      <w:r w:rsidRPr="00843429">
        <w:t>the</w:t>
      </w:r>
      <w:r w:rsidRPr="00843429">
        <w:rPr>
          <w:rtl/>
        </w:rPr>
        <w:t xml:space="preserve"> </w:t>
      </w:r>
      <w:r w:rsidRPr="00843429">
        <w:t>level</w:t>
      </w:r>
      <w:r w:rsidRPr="00843429">
        <w:rPr>
          <w:rtl/>
        </w:rPr>
        <w:t xml:space="preserve"> </w:t>
      </w:r>
      <w:r w:rsidRPr="00843429">
        <w:t>which</w:t>
      </w:r>
      <w:r w:rsidRPr="00843429">
        <w:rPr>
          <w:rtl/>
        </w:rPr>
        <w:t xml:space="preserve"> </w:t>
      </w:r>
      <w:r w:rsidRPr="00843429">
        <w:t>the</w:t>
      </w:r>
      <w:r w:rsidRPr="00843429">
        <w:rPr>
          <w:rtl/>
        </w:rPr>
        <w:t xml:space="preserve"> </w:t>
      </w:r>
      <w:r w:rsidRPr="00843429">
        <w:t>man</w:t>
      </w:r>
      <w:r w:rsidRPr="00843429">
        <w:rPr>
          <w:rtl/>
        </w:rPr>
        <w:t xml:space="preserve"> </w:t>
      </w:r>
      <w:r w:rsidRPr="00843429">
        <w:t>reaches</w:t>
      </w:r>
      <w:r w:rsidRPr="00843429">
        <w:rPr>
          <w:rtl/>
        </w:rPr>
        <w:t xml:space="preserve"> </w:t>
      </w:r>
      <w:r w:rsidRPr="00843429">
        <w:t>with</w:t>
      </w:r>
      <w:r w:rsidRPr="00843429">
        <w:rPr>
          <w:rtl/>
        </w:rPr>
        <w:t xml:space="preserve"> </w:t>
      </w:r>
      <w:r w:rsidRPr="00843429">
        <w:t>respect</w:t>
      </w:r>
      <w:r w:rsidRPr="00843429">
        <w:rPr>
          <w:rtl/>
        </w:rPr>
        <w:t xml:space="preserve"> </w:t>
      </w:r>
      <w:r w:rsidRPr="00843429">
        <w:t>to</w:t>
      </w:r>
      <w:r w:rsidRPr="00843429">
        <w:rPr>
          <w:rtl/>
        </w:rPr>
        <w:t xml:space="preserve"> </w:t>
      </w:r>
      <w:r w:rsidRPr="00843429">
        <w:t>the</w:t>
      </w:r>
      <w:r w:rsidRPr="00843429">
        <w:rPr>
          <w:rtl/>
        </w:rPr>
        <w:t xml:space="preserve"> </w:t>
      </w:r>
      <w:r w:rsidRPr="00843429">
        <w:t>evidential</w:t>
      </w:r>
      <w:r w:rsidRPr="00843429">
        <w:rPr>
          <w:rtl/>
        </w:rPr>
        <w:t xml:space="preserve"> </w:t>
      </w:r>
      <w:r w:rsidRPr="00843429">
        <w:t>sciences</w:t>
      </w:r>
      <w:r w:rsidRPr="00843429">
        <w:rPr>
          <w:rtl/>
        </w:rPr>
        <w:t xml:space="preserve"> </w:t>
      </w:r>
      <w:r w:rsidRPr="00843429">
        <w:t>and</w:t>
      </w:r>
      <w:r w:rsidRPr="00843429">
        <w:rPr>
          <w:rtl/>
        </w:rPr>
        <w:t xml:space="preserve"> </w:t>
      </w:r>
      <w:r w:rsidRPr="00843429">
        <w:t>the</w:t>
      </w:r>
      <w:r w:rsidRPr="00843429">
        <w:rPr>
          <w:rtl/>
        </w:rPr>
        <w:t xml:space="preserve"> </w:t>
      </w:r>
      <w:r w:rsidRPr="00843429">
        <w:t>dry</w:t>
      </w:r>
      <w:r w:rsidRPr="00843429">
        <w:rPr>
          <w:rtl/>
        </w:rPr>
        <w:t xml:space="preserve"> </w:t>
      </w:r>
      <w:r w:rsidRPr="00843429">
        <w:t>mental</w:t>
      </w:r>
      <w:r w:rsidRPr="00843429">
        <w:rPr>
          <w:rtl/>
        </w:rPr>
        <w:t xml:space="preserve"> </w:t>
      </w:r>
      <w:r w:rsidRPr="00843429">
        <w:t>issues. Yet, she</w:t>
      </w:r>
      <w:r w:rsidRPr="00843429">
        <w:rPr>
          <w:rtl/>
        </w:rPr>
        <w:t xml:space="preserve"> </w:t>
      </w:r>
      <w:r w:rsidRPr="00843429">
        <w:t>is</w:t>
      </w:r>
      <w:r w:rsidRPr="00843429">
        <w:rPr>
          <w:rtl/>
        </w:rPr>
        <w:t xml:space="preserve"> </w:t>
      </w:r>
      <w:r w:rsidRPr="00843429">
        <w:t>equal</w:t>
      </w:r>
      <w:r w:rsidRPr="00843429">
        <w:rPr>
          <w:rtl/>
        </w:rPr>
        <w:t xml:space="preserve"> </w:t>
      </w:r>
      <w:r w:rsidRPr="00843429">
        <w:t>to</w:t>
      </w:r>
      <w:r w:rsidRPr="00843429">
        <w:rPr>
          <w:rtl/>
        </w:rPr>
        <w:t xml:space="preserve"> </w:t>
      </w:r>
      <w:r w:rsidRPr="00843429">
        <w:t>him</w:t>
      </w:r>
      <w:r w:rsidRPr="00843429">
        <w:rPr>
          <w:rtl/>
        </w:rPr>
        <w:t xml:space="preserve"> </w:t>
      </w:r>
      <w:r w:rsidRPr="00843429">
        <w:t>with</w:t>
      </w:r>
      <w:r w:rsidRPr="00843429">
        <w:rPr>
          <w:rtl/>
        </w:rPr>
        <w:t xml:space="preserve"> </w:t>
      </w:r>
      <w:r w:rsidRPr="00843429">
        <w:t>respect</w:t>
      </w:r>
      <w:r w:rsidRPr="00843429">
        <w:rPr>
          <w:rtl/>
        </w:rPr>
        <w:t xml:space="preserve"> </w:t>
      </w:r>
      <w:r w:rsidRPr="00843429">
        <w:t>to</w:t>
      </w:r>
      <w:r w:rsidRPr="00843429">
        <w:rPr>
          <w:rtl/>
        </w:rPr>
        <w:t xml:space="preserve"> </w:t>
      </w:r>
      <w:r w:rsidRPr="00843429">
        <w:t>the</w:t>
      </w:r>
      <w:r w:rsidRPr="00843429">
        <w:rPr>
          <w:rtl/>
        </w:rPr>
        <w:t xml:space="preserve"> </w:t>
      </w:r>
      <w:r w:rsidRPr="00843429">
        <w:t>fields</w:t>
      </w:r>
      <w:r w:rsidRPr="00843429">
        <w:rPr>
          <w:rtl/>
        </w:rPr>
        <w:t xml:space="preserve"> </w:t>
      </w:r>
      <w:r w:rsidRPr="00843429">
        <w:t>of</w:t>
      </w:r>
      <w:r w:rsidRPr="00843429">
        <w:rPr>
          <w:rtl/>
        </w:rPr>
        <w:t xml:space="preserve"> </w:t>
      </w:r>
      <w:r w:rsidRPr="00843429">
        <w:t>literature, art, and</w:t>
      </w:r>
      <w:r w:rsidRPr="00843429">
        <w:rPr>
          <w:rtl/>
        </w:rPr>
        <w:t xml:space="preserve"> </w:t>
      </w:r>
      <w:r w:rsidRPr="00843429">
        <w:t>all</w:t>
      </w:r>
      <w:r w:rsidRPr="00843429">
        <w:rPr>
          <w:rtl/>
        </w:rPr>
        <w:t xml:space="preserve"> </w:t>
      </w:r>
      <w:r w:rsidRPr="00843429">
        <w:t>the</w:t>
      </w:r>
      <w:r w:rsidRPr="00843429">
        <w:rPr>
          <w:rtl/>
        </w:rPr>
        <w:t xml:space="preserve"> </w:t>
      </w:r>
      <w:r w:rsidRPr="00843429">
        <w:t>issues</w:t>
      </w:r>
      <w:r w:rsidRPr="00843429">
        <w:rPr>
          <w:rtl/>
        </w:rPr>
        <w:t xml:space="preserve"> </w:t>
      </w:r>
      <w:r w:rsidRPr="00843429">
        <w:t>which</w:t>
      </w:r>
      <w:r w:rsidRPr="00843429">
        <w:rPr>
          <w:rtl/>
        </w:rPr>
        <w:t xml:space="preserve"> </w:t>
      </w:r>
      <w:r w:rsidRPr="00843429">
        <w:t>are</w:t>
      </w:r>
      <w:r w:rsidRPr="00843429">
        <w:rPr>
          <w:rtl/>
        </w:rPr>
        <w:t xml:space="preserve"> </w:t>
      </w:r>
      <w:r w:rsidRPr="00843429">
        <w:t>related</w:t>
      </w:r>
      <w:r w:rsidRPr="00843429">
        <w:rPr>
          <w:rtl/>
        </w:rPr>
        <w:t xml:space="preserve"> </w:t>
      </w:r>
      <w:r w:rsidRPr="00843429">
        <w:t>to</w:t>
      </w:r>
      <w:r w:rsidRPr="00843429">
        <w:rPr>
          <w:rtl/>
        </w:rPr>
        <w:t xml:space="preserve"> </w:t>
      </w:r>
      <w:r w:rsidRPr="00843429">
        <w:t>taste</w:t>
      </w:r>
      <w:r w:rsidRPr="00843429">
        <w:rPr>
          <w:rtl/>
        </w:rPr>
        <w:t xml:space="preserve"> </w:t>
      </w:r>
      <w:r w:rsidRPr="00843429">
        <w:t>and</w:t>
      </w:r>
      <w:r w:rsidRPr="00843429">
        <w:rPr>
          <w:rtl/>
        </w:rPr>
        <w:t xml:space="preserve"> </w:t>
      </w:r>
      <w:r w:rsidRPr="00843429">
        <w:t>affection.</w:t>
      </w:r>
    </w:p>
    <w:p w:rsidR="002E0242" w:rsidRDefault="004E56E9" w:rsidP="00844CC1">
      <w:pPr>
        <w:pStyle w:val="libNormal"/>
      </w:pPr>
      <w:r w:rsidRPr="00843429">
        <w:t>8- The</w:t>
      </w:r>
      <w:r w:rsidRPr="00843429">
        <w:rPr>
          <w:rtl/>
        </w:rPr>
        <w:t xml:space="preserve"> </w:t>
      </w:r>
      <w:r w:rsidRPr="00843429">
        <w:t>man</w:t>
      </w:r>
      <w:r w:rsidRPr="00843429">
        <w:rPr>
          <w:rtl/>
        </w:rPr>
        <w:t xml:space="preserve"> </w:t>
      </w:r>
      <w:r w:rsidRPr="00843429">
        <w:t>is</w:t>
      </w:r>
      <w:r w:rsidRPr="00843429">
        <w:rPr>
          <w:rtl/>
        </w:rPr>
        <w:t xml:space="preserve"> </w:t>
      </w:r>
      <w:r w:rsidRPr="00843429">
        <w:t>more</w:t>
      </w:r>
      <w:r w:rsidRPr="00843429">
        <w:rPr>
          <w:rtl/>
        </w:rPr>
        <w:t xml:space="preserve"> </w:t>
      </w:r>
      <w:r w:rsidRPr="00843429">
        <w:t>capable</w:t>
      </w:r>
      <w:r w:rsidRPr="00843429">
        <w:rPr>
          <w:rtl/>
        </w:rPr>
        <w:t xml:space="preserve"> </w:t>
      </w:r>
      <w:r w:rsidRPr="00843429">
        <w:t>of</w:t>
      </w:r>
      <w:r w:rsidRPr="00843429">
        <w:rPr>
          <w:rtl/>
        </w:rPr>
        <w:t xml:space="preserve"> </w:t>
      </w:r>
      <w:r w:rsidRPr="00843429">
        <w:t>keeping</w:t>
      </w:r>
      <w:r w:rsidRPr="00843429">
        <w:rPr>
          <w:rtl/>
        </w:rPr>
        <w:t xml:space="preserve"> </w:t>
      </w:r>
      <w:r w:rsidRPr="00843429">
        <w:t>a</w:t>
      </w:r>
      <w:r w:rsidRPr="00843429">
        <w:rPr>
          <w:rtl/>
        </w:rPr>
        <w:t xml:space="preserve"> </w:t>
      </w:r>
      <w:r w:rsidRPr="00843429">
        <w:t>secret</w:t>
      </w:r>
      <w:r w:rsidRPr="00843429">
        <w:rPr>
          <w:rtl/>
        </w:rPr>
        <w:t xml:space="preserve"> </w:t>
      </w:r>
      <w:r w:rsidRPr="00843429">
        <w:t>and</w:t>
      </w:r>
      <w:r w:rsidRPr="00843429">
        <w:rPr>
          <w:rtl/>
        </w:rPr>
        <w:t xml:space="preserve"> </w:t>
      </w:r>
      <w:r w:rsidRPr="00843429">
        <w:t>of</w:t>
      </w:r>
      <w:r w:rsidRPr="00843429">
        <w:rPr>
          <w:rtl/>
        </w:rPr>
        <w:t xml:space="preserve"> </w:t>
      </w:r>
      <w:r w:rsidRPr="00843429">
        <w:t>keeping</w:t>
      </w:r>
      <w:r w:rsidRPr="00843429">
        <w:rPr>
          <w:rtl/>
        </w:rPr>
        <w:t xml:space="preserve"> </w:t>
      </w:r>
      <w:r w:rsidRPr="00843429">
        <w:t>the</w:t>
      </w:r>
      <w:r w:rsidRPr="00843429">
        <w:rPr>
          <w:rtl/>
        </w:rPr>
        <w:t xml:space="preserve"> </w:t>
      </w:r>
      <w:r w:rsidRPr="00843429">
        <w:t>disturbing</w:t>
      </w:r>
      <w:r w:rsidRPr="00843429">
        <w:rPr>
          <w:rtl/>
        </w:rPr>
        <w:t xml:space="preserve"> </w:t>
      </w:r>
      <w:r w:rsidRPr="00843429">
        <w:t>news</w:t>
      </w:r>
      <w:r w:rsidRPr="00843429">
        <w:rPr>
          <w:rtl/>
        </w:rPr>
        <w:t xml:space="preserve"> </w:t>
      </w:r>
      <w:r w:rsidRPr="00843429">
        <w:t>for</w:t>
      </w:r>
      <w:r w:rsidRPr="00843429">
        <w:rPr>
          <w:rtl/>
        </w:rPr>
        <w:t xml:space="preserve"> </w:t>
      </w:r>
      <w:r w:rsidRPr="00843429">
        <w:t>himself. As</w:t>
      </w:r>
      <w:r w:rsidRPr="00843429">
        <w:rPr>
          <w:rtl/>
        </w:rPr>
        <w:t xml:space="preserve"> </w:t>
      </w:r>
      <w:r w:rsidRPr="00843429">
        <w:t>a</w:t>
      </w:r>
      <w:r w:rsidRPr="00843429">
        <w:rPr>
          <w:rtl/>
        </w:rPr>
        <w:t xml:space="preserve"> </w:t>
      </w:r>
      <w:r w:rsidRPr="00843429">
        <w:t>result, he</w:t>
      </w:r>
      <w:r w:rsidRPr="00843429">
        <w:rPr>
          <w:rtl/>
        </w:rPr>
        <w:t xml:space="preserve"> </w:t>
      </w:r>
      <w:r w:rsidRPr="00843429">
        <w:t>is</w:t>
      </w:r>
      <w:r w:rsidRPr="00843429">
        <w:rPr>
          <w:rtl/>
        </w:rPr>
        <w:t xml:space="preserve"> </w:t>
      </w:r>
      <w:r w:rsidRPr="00843429">
        <w:t>more</w:t>
      </w:r>
      <w:r w:rsidRPr="00843429">
        <w:rPr>
          <w:rtl/>
        </w:rPr>
        <w:t xml:space="preserve"> </w:t>
      </w:r>
      <w:r w:rsidRPr="00843429">
        <w:t>fast</w:t>
      </w:r>
      <w:r w:rsidRPr="00843429">
        <w:rPr>
          <w:rtl/>
        </w:rPr>
        <w:t xml:space="preserve"> </w:t>
      </w:r>
      <w:r w:rsidRPr="00843429">
        <w:t>afflicted</w:t>
      </w:r>
      <w:r w:rsidRPr="00843429">
        <w:rPr>
          <w:rtl/>
        </w:rPr>
        <w:t xml:space="preserve"> </w:t>
      </w:r>
      <w:r w:rsidRPr="00843429">
        <w:t>with</w:t>
      </w:r>
      <w:r w:rsidRPr="00843429">
        <w:rPr>
          <w:rtl/>
        </w:rPr>
        <w:t xml:space="preserve"> </w:t>
      </w:r>
      <w:r w:rsidRPr="00843429">
        <w:t>the</w:t>
      </w:r>
      <w:r w:rsidRPr="00843429">
        <w:rPr>
          <w:rtl/>
        </w:rPr>
        <w:t xml:space="preserve"> </w:t>
      </w:r>
      <w:r w:rsidRPr="00843429">
        <w:t>illness</w:t>
      </w:r>
      <w:r w:rsidRPr="00843429">
        <w:rPr>
          <w:rtl/>
        </w:rPr>
        <w:t xml:space="preserve"> </w:t>
      </w:r>
      <w:r w:rsidRPr="00843429">
        <w:t>resulted</w:t>
      </w:r>
      <w:r w:rsidRPr="00843429">
        <w:rPr>
          <w:rtl/>
        </w:rPr>
        <w:t xml:space="preserve"> </w:t>
      </w:r>
      <w:r w:rsidRPr="00843429">
        <w:t>from</w:t>
      </w:r>
      <w:r w:rsidRPr="00843429">
        <w:rPr>
          <w:rtl/>
        </w:rPr>
        <w:t xml:space="preserve"> </w:t>
      </w:r>
      <w:r w:rsidRPr="00843429">
        <w:t>keeping</w:t>
      </w:r>
      <w:r w:rsidRPr="00843429">
        <w:rPr>
          <w:rtl/>
        </w:rPr>
        <w:t xml:space="preserve"> </w:t>
      </w:r>
      <w:r w:rsidRPr="00843429">
        <w:t>the</w:t>
      </w:r>
      <w:r w:rsidRPr="00843429">
        <w:rPr>
          <w:rtl/>
        </w:rPr>
        <w:t xml:space="preserve"> </w:t>
      </w:r>
      <w:r w:rsidRPr="00843429">
        <w:t>secrets.</w:t>
      </w:r>
    </w:p>
    <w:p w:rsidR="004E56E9" w:rsidRPr="00843429" w:rsidRDefault="004E56E9" w:rsidP="005412AB">
      <w:pPr>
        <w:pStyle w:val="Heading3Center"/>
      </w:pPr>
      <w:bookmarkStart w:id="21" w:name="_Toc418512211"/>
      <w:r w:rsidRPr="00843429">
        <w:t>From the Aspect of the Exchanged Emotions</w:t>
      </w:r>
      <w:bookmarkEnd w:id="21"/>
    </w:p>
    <w:p w:rsidR="002E0242" w:rsidRDefault="004E56E9" w:rsidP="00844CC1">
      <w:pPr>
        <w:pStyle w:val="libNormal"/>
      </w:pPr>
      <w:r w:rsidRPr="00843429">
        <w:t>The man aims at accompanying the woman and at putting her at his command whereas the woman aims at winning the man’s heart and at dominating him through his heart. He, therefore, wants to control her from above while she wants to penetrate into his heart. The woman looks for courage and manliness in the man; on the other hand, the man looks for beauty and affection in the woman.</w:t>
      </w:r>
    </w:p>
    <w:p w:rsidR="002E0242" w:rsidRDefault="004E56E9" w:rsidP="005412AB">
      <w:pPr>
        <w:pStyle w:val="Heading2Center"/>
      </w:pPr>
      <w:bookmarkStart w:id="22" w:name="_Toc418512212"/>
      <w:r w:rsidRPr="00843429">
        <w:t>How To Examine the Rights?</w:t>
      </w:r>
      <w:bookmarkEnd w:id="22"/>
    </w:p>
    <w:p w:rsidR="004E56E9" w:rsidRPr="00843429" w:rsidRDefault="004E56E9" w:rsidP="00844CC1">
      <w:pPr>
        <w:pStyle w:val="libNormal"/>
      </w:pPr>
      <w:r w:rsidRPr="00843429">
        <w:t>There are two points that must be taken in consideration when we examine the woman’s rights. They are:</w:t>
      </w:r>
    </w:p>
    <w:p w:rsidR="004E56E9" w:rsidRPr="00843429" w:rsidRDefault="004E56E9" w:rsidP="005412AB">
      <w:pPr>
        <w:pStyle w:val="Heading3Center"/>
      </w:pPr>
      <w:bookmarkStart w:id="23" w:name="_Toc418512213"/>
      <w:r w:rsidRPr="00843429">
        <w:t>1-Adequateness Not Equality</w:t>
      </w:r>
      <w:bookmarkEnd w:id="23"/>
    </w:p>
    <w:p w:rsidR="002E0242" w:rsidRDefault="004E56E9" w:rsidP="00844CC1">
      <w:pPr>
        <w:pStyle w:val="libNormal"/>
      </w:pPr>
      <w:r w:rsidRPr="00843429">
        <w:t>On the basis of the already mentioned differences between the man and the woman, it is noticed that what adequates to the woman may not adequate to the man, and vice versa. From here, it is not required that we apply the situation of the woman on that of the man or the situation of the man on that of the woman. What is required is to specify each one of them with what adequates to him/</w:t>
      </w:r>
    </w:p>
    <w:p w:rsidR="002E0242" w:rsidRDefault="004E56E9" w:rsidP="00844CC1">
      <w:pPr>
        <w:pStyle w:val="libNormal"/>
      </w:pPr>
      <w:r w:rsidRPr="00843429">
        <w:t>her physiological and psychological characteristics. Adequateness, therefore, and not equality between the man and the woman is what is required.</w:t>
      </w:r>
    </w:p>
    <w:p w:rsidR="004E56E9" w:rsidRPr="00843429" w:rsidRDefault="004E56E9" w:rsidP="005412AB">
      <w:pPr>
        <w:pStyle w:val="Heading3Center"/>
      </w:pPr>
      <w:bookmarkStart w:id="24" w:name="_Toc418512214"/>
      <w:r w:rsidRPr="00843429">
        <w:t>2-The Comprehensive View of the Rules</w:t>
      </w:r>
      <w:bookmarkEnd w:id="24"/>
    </w:p>
    <w:p w:rsidR="002E0242" w:rsidRDefault="004E56E9" w:rsidP="00844CC1">
      <w:pPr>
        <w:pStyle w:val="libNormal"/>
      </w:pPr>
      <w:r w:rsidRPr="00843429">
        <w:t>The fragmental view may be a major cause for not comprehending the Islamic legislation, for Islam is characterized by the comprehensive legislation. If we want to consider a certain issue, we must consider it within the frame of the whole system of the doctrine and not alone regardless of everything else related to it. Therefore, when we examine these rights about which the questions are raised, we must consider them with respect to the issues related to them.</w:t>
      </w:r>
    </w:p>
    <w:p w:rsidR="002E0242" w:rsidRDefault="004E56E9" w:rsidP="00844CC1">
      <w:pPr>
        <w:pStyle w:val="libNormal"/>
      </w:pPr>
      <w:r w:rsidRPr="00843429">
        <w:t>On the basis of these two points, we move to shed light on some terms that are brought up concerning the woman’s rights.</w:t>
      </w:r>
    </w:p>
    <w:p w:rsidR="004E56E9" w:rsidRPr="00843429" w:rsidRDefault="004E56E9" w:rsidP="005412AB">
      <w:pPr>
        <w:pStyle w:val="Heading2Center"/>
      </w:pPr>
      <w:bookmarkStart w:id="25" w:name="_Toc418512215"/>
      <w:r w:rsidRPr="00843429">
        <w:t>Polygamy</w:t>
      </w:r>
      <w:bookmarkEnd w:id="25"/>
    </w:p>
    <w:p w:rsidR="002E0242" w:rsidRDefault="004E56E9" w:rsidP="00844CC1">
      <w:pPr>
        <w:pStyle w:val="libNormal"/>
      </w:pPr>
      <w:r w:rsidRPr="00844CC1">
        <w:t xml:space="preserve">It is doubtless that polygamy is permitted in Islam. The Most High God says, (And if you fear that you shall not be able to deal justly with the orphan­ girls, then marry women of your choice, two or three, or four but if you fear that you shall not be able to deal justly ]with </w:t>
      </w:r>
      <w:r w:rsidRPr="00844CC1">
        <w:lastRenderedPageBreak/>
        <w:t>them], then only one or ]the captives and the slaves] that your right hands possess. That is nearer to prevent you from doing injustice)</w:t>
      </w:r>
      <w:r w:rsidRPr="00844CC1">
        <w:rPr>
          <w:rStyle w:val="libFootnotenumChar"/>
        </w:rPr>
        <w:endnoteReference w:id="26"/>
      </w:r>
      <w:r w:rsidRPr="00843429">
        <w:t>.</w:t>
      </w:r>
    </w:p>
    <w:p w:rsidR="002E0242" w:rsidRDefault="004E56E9" w:rsidP="00844CC1">
      <w:pPr>
        <w:pStyle w:val="libNormal"/>
      </w:pPr>
      <w:r w:rsidRPr="00843429">
        <w:t xml:space="preserve">In addition to this, there is a long chronicle about the Muslims who performed polygamy without The Prophet </w:t>
      </w:r>
      <w:r w:rsidRPr="00844CC1">
        <w:rPr>
          <w:rStyle w:val="libItalicChar"/>
        </w:rPr>
        <w:t>(God’s prayers and peace bestowed upon him and his Household)</w:t>
      </w:r>
      <w:r w:rsidRPr="00844CC1">
        <w:t xml:space="preserve"> or the Imams </w:t>
      </w:r>
      <w:r w:rsidRPr="00844CC1">
        <w:rPr>
          <w:rStyle w:val="libItalicChar"/>
        </w:rPr>
        <w:t>(God’s peace bestowed upon them)</w:t>
      </w:r>
      <w:r w:rsidRPr="00844CC1">
        <w:t xml:space="preserve"> objecting to that. Even more, The Prophet </w:t>
      </w:r>
      <w:r w:rsidRPr="00844CC1">
        <w:rPr>
          <w:rStyle w:val="libItalicChar"/>
        </w:rPr>
        <w:t>(God’s prayers and peace bestowed upon him and his Household)</w:t>
      </w:r>
      <w:r w:rsidRPr="00844CC1">
        <w:t xml:space="preserve"> and the Imams </w:t>
      </w:r>
      <w:r w:rsidRPr="00844CC1">
        <w:rPr>
          <w:rStyle w:val="libItalicChar"/>
        </w:rPr>
        <w:t>(God’s peace bestowed upon them)</w:t>
      </w:r>
      <w:r w:rsidRPr="00843429">
        <w:t xml:space="preserve"> used, in certain conditions, to suffice with one wife but used, in other conditions, to get married to more than one woman. Therefore, doubting Islam’s opinion about polygamy is just an unreasonable contention that has no evidence to support it.</w:t>
      </w:r>
    </w:p>
    <w:p w:rsidR="002E0242" w:rsidRDefault="004E56E9" w:rsidP="00844CC1">
      <w:pPr>
        <w:pStyle w:val="libNormal"/>
      </w:pPr>
      <w:r w:rsidRPr="00843429">
        <w:t>The question set forth in this issue is not related to Islam’s opinion as we have just mentioned; it is related to the wisdom of the permissibility of polygamy. Why did Islam enact such an issue?</w:t>
      </w:r>
    </w:p>
    <w:p w:rsidR="004E56E9" w:rsidRPr="00843429" w:rsidRDefault="004E56E9" w:rsidP="00844CC1">
      <w:pPr>
        <w:pStyle w:val="libNormal"/>
      </w:pPr>
      <w:r w:rsidRPr="00843429">
        <w:t>It is necessary that polygamy remain permissible in order to effectuate justice among the women on one hand and in order to solve the social problems that may become serious on another hand. This is so because there is a problem that has two faces:</w:t>
      </w:r>
    </w:p>
    <w:p w:rsidR="002E0242" w:rsidRDefault="004E56E9" w:rsidP="00844CC1">
      <w:pPr>
        <w:pStyle w:val="libNormal"/>
      </w:pPr>
      <w:r w:rsidRPr="00843429">
        <w:t>1- The</w:t>
      </w:r>
      <w:r w:rsidRPr="00843429">
        <w:rPr>
          <w:rtl/>
        </w:rPr>
        <w:t xml:space="preserve"> </w:t>
      </w:r>
      <w:r w:rsidRPr="00843429">
        <w:t>percentage</w:t>
      </w:r>
      <w:r w:rsidRPr="00843429">
        <w:rPr>
          <w:rtl/>
        </w:rPr>
        <w:t xml:space="preserve"> </w:t>
      </w:r>
      <w:r w:rsidRPr="00843429">
        <w:t>of</w:t>
      </w:r>
      <w:r w:rsidRPr="00843429">
        <w:rPr>
          <w:rtl/>
        </w:rPr>
        <w:t xml:space="preserve"> </w:t>
      </w:r>
      <w:r w:rsidRPr="00843429">
        <w:t>women</w:t>
      </w:r>
      <w:r w:rsidRPr="00843429">
        <w:rPr>
          <w:rtl/>
        </w:rPr>
        <w:t xml:space="preserve"> </w:t>
      </w:r>
      <w:r w:rsidRPr="00843429">
        <w:t>is</w:t>
      </w:r>
      <w:r w:rsidRPr="00843429">
        <w:rPr>
          <w:rtl/>
        </w:rPr>
        <w:t xml:space="preserve"> </w:t>
      </w:r>
      <w:r w:rsidRPr="00843429">
        <w:t>more</w:t>
      </w:r>
      <w:r w:rsidRPr="00843429">
        <w:rPr>
          <w:rtl/>
        </w:rPr>
        <w:t xml:space="preserve"> </w:t>
      </w:r>
      <w:r w:rsidRPr="00843429">
        <w:t>than</w:t>
      </w:r>
      <w:r w:rsidRPr="00843429">
        <w:rPr>
          <w:rtl/>
        </w:rPr>
        <w:t xml:space="preserve"> </w:t>
      </w:r>
      <w:r w:rsidRPr="00843429">
        <w:t>that</w:t>
      </w:r>
      <w:r w:rsidRPr="00843429">
        <w:rPr>
          <w:rtl/>
        </w:rPr>
        <w:t xml:space="preserve"> </w:t>
      </w:r>
      <w:r w:rsidRPr="00843429">
        <w:t>of</w:t>
      </w:r>
      <w:r w:rsidRPr="00843429">
        <w:rPr>
          <w:rtl/>
        </w:rPr>
        <w:t xml:space="preserve"> </w:t>
      </w:r>
      <w:r w:rsidRPr="00843429">
        <w:t>men. This</w:t>
      </w:r>
      <w:r w:rsidRPr="00843429">
        <w:rPr>
          <w:rtl/>
        </w:rPr>
        <w:t xml:space="preserve"> </w:t>
      </w:r>
      <w:r w:rsidRPr="00843429">
        <w:t>is</w:t>
      </w:r>
      <w:r w:rsidRPr="00843429">
        <w:rPr>
          <w:rtl/>
        </w:rPr>
        <w:t xml:space="preserve"> </w:t>
      </w:r>
      <w:r w:rsidRPr="00843429">
        <w:t>so</w:t>
      </w:r>
      <w:r w:rsidRPr="00843429">
        <w:rPr>
          <w:rtl/>
        </w:rPr>
        <w:t xml:space="preserve"> </w:t>
      </w:r>
      <w:r w:rsidRPr="00843429">
        <w:t>because</w:t>
      </w:r>
      <w:r w:rsidRPr="00843429">
        <w:rPr>
          <w:rtl/>
        </w:rPr>
        <w:t xml:space="preserve"> </w:t>
      </w:r>
      <w:r w:rsidRPr="00843429">
        <w:t>death</w:t>
      </w:r>
      <w:r w:rsidRPr="00843429">
        <w:rPr>
          <w:rtl/>
        </w:rPr>
        <w:t xml:space="preserve"> </w:t>
      </w:r>
      <w:r w:rsidRPr="00843429">
        <w:t>attacks</w:t>
      </w:r>
      <w:r w:rsidRPr="00843429">
        <w:rPr>
          <w:rtl/>
        </w:rPr>
        <w:t xml:space="preserve"> </w:t>
      </w:r>
      <w:r w:rsidRPr="00843429">
        <w:t>men</w:t>
      </w:r>
      <w:r w:rsidRPr="00843429">
        <w:rPr>
          <w:rtl/>
        </w:rPr>
        <w:t xml:space="preserve"> </w:t>
      </w:r>
      <w:r w:rsidRPr="00843429">
        <w:t>much</w:t>
      </w:r>
      <w:r w:rsidRPr="00843429">
        <w:rPr>
          <w:rtl/>
        </w:rPr>
        <w:t xml:space="preserve"> </w:t>
      </w:r>
      <w:r w:rsidRPr="00843429">
        <w:t>more</w:t>
      </w:r>
      <w:r w:rsidRPr="00843429">
        <w:rPr>
          <w:rtl/>
        </w:rPr>
        <w:t xml:space="preserve"> </w:t>
      </w:r>
      <w:r w:rsidRPr="00843429">
        <w:t>than</w:t>
      </w:r>
      <w:r w:rsidRPr="00843429">
        <w:rPr>
          <w:rtl/>
        </w:rPr>
        <w:t xml:space="preserve"> </w:t>
      </w:r>
      <w:r w:rsidRPr="00843429">
        <w:t>it</w:t>
      </w:r>
      <w:r w:rsidRPr="00843429">
        <w:rPr>
          <w:rtl/>
        </w:rPr>
        <w:t xml:space="preserve"> </w:t>
      </w:r>
      <w:r w:rsidRPr="00843429">
        <w:t>attacks</w:t>
      </w:r>
      <w:r w:rsidRPr="00843429">
        <w:rPr>
          <w:rtl/>
        </w:rPr>
        <w:t xml:space="preserve"> </w:t>
      </w:r>
      <w:r w:rsidRPr="00843429">
        <w:t>women, especially</w:t>
      </w:r>
      <w:r w:rsidRPr="00843429">
        <w:rPr>
          <w:rtl/>
        </w:rPr>
        <w:t xml:space="preserve"> </w:t>
      </w:r>
      <w:r w:rsidRPr="00843429">
        <w:t>in</w:t>
      </w:r>
      <w:r w:rsidRPr="00843429">
        <w:rPr>
          <w:rtl/>
        </w:rPr>
        <w:t xml:space="preserve"> </w:t>
      </w:r>
      <w:r w:rsidRPr="00843429">
        <w:t>youthhood</w:t>
      </w:r>
      <w:r w:rsidRPr="00843429">
        <w:rPr>
          <w:rtl/>
        </w:rPr>
        <w:t xml:space="preserve"> </w:t>
      </w:r>
      <w:r w:rsidRPr="00843429">
        <w:t>as</w:t>
      </w:r>
      <w:r w:rsidRPr="00843429">
        <w:rPr>
          <w:rtl/>
        </w:rPr>
        <w:t xml:space="preserve"> </w:t>
      </w:r>
      <w:r w:rsidRPr="00843429">
        <w:t>a</w:t>
      </w:r>
      <w:r w:rsidRPr="00843429">
        <w:rPr>
          <w:rtl/>
        </w:rPr>
        <w:t xml:space="preserve"> </w:t>
      </w:r>
      <w:r w:rsidRPr="00843429">
        <w:t>result</w:t>
      </w:r>
      <w:r w:rsidRPr="00843429">
        <w:rPr>
          <w:rtl/>
        </w:rPr>
        <w:t xml:space="preserve"> </w:t>
      </w:r>
      <w:r w:rsidRPr="00843429">
        <w:t>of</w:t>
      </w:r>
      <w:r w:rsidRPr="00843429">
        <w:rPr>
          <w:rtl/>
        </w:rPr>
        <w:t xml:space="preserve"> </w:t>
      </w:r>
      <w:r w:rsidRPr="00843429">
        <w:t>wars</w:t>
      </w:r>
      <w:r w:rsidRPr="00843429">
        <w:rPr>
          <w:rtl/>
        </w:rPr>
        <w:t xml:space="preserve"> </w:t>
      </w:r>
      <w:r w:rsidRPr="00843429">
        <w:t>which</w:t>
      </w:r>
      <w:r w:rsidRPr="00843429">
        <w:rPr>
          <w:rtl/>
        </w:rPr>
        <w:t xml:space="preserve"> </w:t>
      </w:r>
      <w:r w:rsidRPr="00843429">
        <w:t>men</w:t>
      </w:r>
      <w:r w:rsidRPr="00843429">
        <w:rPr>
          <w:rtl/>
        </w:rPr>
        <w:t xml:space="preserve"> </w:t>
      </w:r>
      <w:r w:rsidRPr="00843429">
        <w:t>usually</w:t>
      </w:r>
      <w:r w:rsidRPr="00843429">
        <w:rPr>
          <w:rtl/>
        </w:rPr>
        <w:t xml:space="preserve"> </w:t>
      </w:r>
      <w:r w:rsidRPr="00843429">
        <w:t>confront</w:t>
      </w:r>
      <w:r w:rsidRPr="00843429">
        <w:rPr>
          <w:rtl/>
        </w:rPr>
        <w:t xml:space="preserve"> </w:t>
      </w:r>
      <w:r w:rsidRPr="00843429">
        <w:t>and</w:t>
      </w:r>
      <w:r w:rsidRPr="00843429">
        <w:rPr>
          <w:rtl/>
        </w:rPr>
        <w:t xml:space="preserve"> </w:t>
      </w:r>
      <w:r w:rsidRPr="00843429">
        <w:t>as</w:t>
      </w:r>
      <w:r w:rsidRPr="00843429">
        <w:rPr>
          <w:rtl/>
        </w:rPr>
        <w:t xml:space="preserve"> </w:t>
      </w:r>
      <w:r w:rsidRPr="00843429">
        <w:t>a</w:t>
      </w:r>
      <w:r w:rsidRPr="00843429">
        <w:rPr>
          <w:rtl/>
        </w:rPr>
        <w:t xml:space="preserve"> </w:t>
      </w:r>
      <w:r w:rsidRPr="00843429">
        <w:t>result</w:t>
      </w:r>
      <w:r w:rsidRPr="00843429">
        <w:rPr>
          <w:rtl/>
        </w:rPr>
        <w:t xml:space="preserve"> </w:t>
      </w:r>
      <w:r w:rsidRPr="00843429">
        <w:t>of</w:t>
      </w:r>
      <w:r w:rsidRPr="00843429">
        <w:rPr>
          <w:rtl/>
        </w:rPr>
        <w:t xml:space="preserve"> </w:t>
      </w:r>
      <w:r w:rsidRPr="00843429">
        <w:t>going</w:t>
      </w:r>
      <w:r w:rsidRPr="00843429">
        <w:rPr>
          <w:rtl/>
        </w:rPr>
        <w:t xml:space="preserve"> </w:t>
      </w:r>
      <w:r w:rsidRPr="00843429">
        <w:t>out</w:t>
      </w:r>
      <w:r w:rsidRPr="00843429">
        <w:rPr>
          <w:rtl/>
        </w:rPr>
        <w:t xml:space="preserve"> </w:t>
      </w:r>
      <w:r w:rsidRPr="00843429">
        <w:t>for</w:t>
      </w:r>
      <w:r w:rsidRPr="00843429">
        <w:rPr>
          <w:rtl/>
        </w:rPr>
        <w:t xml:space="preserve"> </w:t>
      </w:r>
      <w:r w:rsidRPr="00843429">
        <w:t>work, in</w:t>
      </w:r>
      <w:r w:rsidRPr="00843429">
        <w:rPr>
          <w:rtl/>
        </w:rPr>
        <w:t xml:space="preserve"> </w:t>
      </w:r>
      <w:r w:rsidRPr="00843429">
        <w:t>addition</w:t>
      </w:r>
      <w:r w:rsidRPr="00843429">
        <w:rPr>
          <w:rtl/>
        </w:rPr>
        <w:t xml:space="preserve"> </w:t>
      </w:r>
      <w:r w:rsidRPr="00843429">
        <w:t>to</w:t>
      </w:r>
      <w:r w:rsidRPr="00843429">
        <w:rPr>
          <w:rtl/>
        </w:rPr>
        <w:t xml:space="preserve"> </w:t>
      </w:r>
      <w:r w:rsidRPr="00843429">
        <w:t>the</w:t>
      </w:r>
      <w:r w:rsidRPr="00843429">
        <w:rPr>
          <w:rtl/>
        </w:rPr>
        <w:t xml:space="preserve"> </w:t>
      </w:r>
      <w:r w:rsidRPr="00843429">
        <w:t>other</w:t>
      </w:r>
      <w:r w:rsidRPr="00843429">
        <w:rPr>
          <w:rtl/>
        </w:rPr>
        <w:t xml:space="preserve"> </w:t>
      </w:r>
      <w:r w:rsidRPr="00843429">
        <w:t>risks</w:t>
      </w:r>
      <w:r w:rsidRPr="00843429">
        <w:rPr>
          <w:rtl/>
        </w:rPr>
        <w:t xml:space="preserve"> </w:t>
      </w:r>
      <w:r w:rsidRPr="00843429">
        <w:t>to</w:t>
      </w:r>
      <w:r w:rsidRPr="00843429">
        <w:rPr>
          <w:rtl/>
        </w:rPr>
        <w:t xml:space="preserve"> </w:t>
      </w:r>
      <w:r w:rsidRPr="00843429">
        <w:t>which</w:t>
      </w:r>
      <w:r w:rsidRPr="00843429">
        <w:rPr>
          <w:rtl/>
        </w:rPr>
        <w:t xml:space="preserve"> </w:t>
      </w:r>
      <w:r w:rsidRPr="00843429">
        <w:t>the</w:t>
      </w:r>
      <w:r w:rsidRPr="00843429">
        <w:rPr>
          <w:rtl/>
        </w:rPr>
        <w:t xml:space="preserve"> </w:t>
      </w:r>
      <w:r w:rsidRPr="00843429">
        <w:t>man</w:t>
      </w:r>
      <w:r w:rsidRPr="00843429">
        <w:rPr>
          <w:rtl/>
        </w:rPr>
        <w:t xml:space="preserve"> </w:t>
      </w:r>
      <w:r w:rsidRPr="00843429">
        <w:t>is</w:t>
      </w:r>
      <w:r w:rsidRPr="00843429">
        <w:rPr>
          <w:rtl/>
        </w:rPr>
        <w:t xml:space="preserve"> </w:t>
      </w:r>
      <w:r w:rsidRPr="00843429">
        <w:t>exposed</w:t>
      </w:r>
      <w:r w:rsidRPr="00843429">
        <w:rPr>
          <w:rtl/>
        </w:rPr>
        <w:t xml:space="preserve"> </w:t>
      </w:r>
      <w:r w:rsidRPr="00843429">
        <w:t>more</w:t>
      </w:r>
      <w:r w:rsidRPr="00843429">
        <w:rPr>
          <w:rtl/>
        </w:rPr>
        <w:t xml:space="preserve"> </w:t>
      </w:r>
      <w:r w:rsidRPr="00843429">
        <w:t>than</w:t>
      </w:r>
      <w:r w:rsidRPr="00843429">
        <w:rPr>
          <w:rtl/>
        </w:rPr>
        <w:t xml:space="preserve"> </w:t>
      </w:r>
      <w:r w:rsidRPr="00843429">
        <w:t>the</w:t>
      </w:r>
      <w:r w:rsidRPr="00843429">
        <w:rPr>
          <w:rtl/>
        </w:rPr>
        <w:t xml:space="preserve"> </w:t>
      </w:r>
      <w:r w:rsidRPr="00843429">
        <w:t>woman</w:t>
      </w:r>
      <w:r w:rsidRPr="00843429">
        <w:rPr>
          <w:rtl/>
        </w:rPr>
        <w:t xml:space="preserve"> </w:t>
      </w:r>
      <w:r w:rsidRPr="00843429">
        <w:t>is.</w:t>
      </w:r>
    </w:p>
    <w:p w:rsidR="002E0242" w:rsidRDefault="004E56E9" w:rsidP="00844CC1">
      <w:pPr>
        <w:pStyle w:val="libNormal"/>
      </w:pPr>
      <w:r w:rsidRPr="00843429">
        <w:t>2- Every</w:t>
      </w:r>
      <w:r w:rsidRPr="00843429">
        <w:rPr>
          <w:rtl/>
        </w:rPr>
        <w:t xml:space="preserve"> </w:t>
      </w:r>
      <w:r w:rsidRPr="00843429">
        <w:t>woman</w:t>
      </w:r>
      <w:r w:rsidRPr="00843429">
        <w:rPr>
          <w:rtl/>
        </w:rPr>
        <w:t xml:space="preserve"> </w:t>
      </w:r>
      <w:r w:rsidRPr="00843429">
        <w:t>has</w:t>
      </w:r>
      <w:r w:rsidRPr="00843429">
        <w:rPr>
          <w:rtl/>
        </w:rPr>
        <w:t xml:space="preserve"> </w:t>
      </w:r>
      <w:r w:rsidRPr="00843429">
        <w:t>the</w:t>
      </w:r>
      <w:r w:rsidRPr="00843429">
        <w:rPr>
          <w:rtl/>
        </w:rPr>
        <w:t xml:space="preserve"> </w:t>
      </w:r>
      <w:r w:rsidRPr="00843429">
        <w:t>right</w:t>
      </w:r>
      <w:r w:rsidRPr="00843429">
        <w:rPr>
          <w:rtl/>
        </w:rPr>
        <w:t xml:space="preserve"> </w:t>
      </w:r>
      <w:r w:rsidRPr="00843429">
        <w:t>to</w:t>
      </w:r>
      <w:r w:rsidRPr="00843429">
        <w:rPr>
          <w:rtl/>
        </w:rPr>
        <w:t xml:space="preserve"> </w:t>
      </w:r>
      <w:r w:rsidRPr="00843429">
        <w:t>establish</w:t>
      </w:r>
      <w:r w:rsidRPr="00843429">
        <w:rPr>
          <w:rtl/>
        </w:rPr>
        <w:t xml:space="preserve"> </w:t>
      </w:r>
      <w:r w:rsidRPr="00843429">
        <w:t>a</w:t>
      </w:r>
      <w:r w:rsidRPr="00843429">
        <w:rPr>
          <w:rtl/>
        </w:rPr>
        <w:t xml:space="preserve"> </w:t>
      </w:r>
      <w:r w:rsidRPr="00843429">
        <w:t>family</w:t>
      </w:r>
      <w:r w:rsidRPr="00843429">
        <w:rPr>
          <w:rtl/>
        </w:rPr>
        <w:t xml:space="preserve"> </w:t>
      </w:r>
      <w:r w:rsidRPr="00843429">
        <w:t>on</w:t>
      </w:r>
      <w:r w:rsidRPr="00843429">
        <w:rPr>
          <w:rtl/>
        </w:rPr>
        <w:t xml:space="preserve"> </w:t>
      </w:r>
      <w:r w:rsidRPr="00843429">
        <w:t>a</w:t>
      </w:r>
      <w:r w:rsidRPr="00843429">
        <w:rPr>
          <w:rtl/>
        </w:rPr>
        <w:t xml:space="preserve"> </w:t>
      </w:r>
      <w:r w:rsidRPr="00843429">
        <w:t>religious</w:t>
      </w:r>
      <w:r w:rsidRPr="00843429">
        <w:rPr>
          <w:rtl/>
        </w:rPr>
        <w:t xml:space="preserve"> </w:t>
      </w:r>
      <w:r w:rsidRPr="00843429">
        <w:t>and</w:t>
      </w:r>
      <w:r w:rsidRPr="00843429">
        <w:rPr>
          <w:rtl/>
        </w:rPr>
        <w:t xml:space="preserve"> </w:t>
      </w:r>
      <w:r w:rsidRPr="00843429">
        <w:t>legal</w:t>
      </w:r>
      <w:r w:rsidRPr="00843429">
        <w:rPr>
          <w:rtl/>
        </w:rPr>
        <w:t xml:space="preserve"> </w:t>
      </w:r>
      <w:r w:rsidRPr="00843429">
        <w:t>basis. The</w:t>
      </w:r>
      <w:r w:rsidRPr="00843429">
        <w:rPr>
          <w:rtl/>
        </w:rPr>
        <w:t xml:space="preserve"> </w:t>
      </w:r>
      <w:r w:rsidRPr="00843429">
        <w:t>woman</w:t>
      </w:r>
      <w:r w:rsidRPr="00843429">
        <w:rPr>
          <w:rtl/>
        </w:rPr>
        <w:t xml:space="preserve"> </w:t>
      </w:r>
      <w:r w:rsidRPr="00843429">
        <w:t>has</w:t>
      </w:r>
      <w:r w:rsidRPr="00843429">
        <w:rPr>
          <w:rtl/>
        </w:rPr>
        <w:t xml:space="preserve"> </w:t>
      </w:r>
      <w:r w:rsidRPr="00843429">
        <w:t>the</w:t>
      </w:r>
      <w:r w:rsidRPr="00843429">
        <w:rPr>
          <w:rtl/>
        </w:rPr>
        <w:t xml:space="preserve"> </w:t>
      </w:r>
      <w:r w:rsidRPr="00843429">
        <w:t>right</w:t>
      </w:r>
      <w:r w:rsidRPr="00843429">
        <w:rPr>
          <w:rtl/>
        </w:rPr>
        <w:t xml:space="preserve"> </w:t>
      </w:r>
      <w:r w:rsidRPr="00843429">
        <w:t>to</w:t>
      </w:r>
      <w:r w:rsidRPr="00843429">
        <w:rPr>
          <w:rtl/>
        </w:rPr>
        <w:t xml:space="preserve"> </w:t>
      </w:r>
      <w:r w:rsidRPr="00843429">
        <w:t>build</w:t>
      </w:r>
      <w:r w:rsidRPr="00843429">
        <w:rPr>
          <w:rtl/>
        </w:rPr>
        <w:t xml:space="preserve"> </w:t>
      </w:r>
      <w:r w:rsidRPr="00843429">
        <w:t>her</w:t>
      </w:r>
      <w:r w:rsidRPr="00843429">
        <w:rPr>
          <w:rtl/>
        </w:rPr>
        <w:t xml:space="preserve"> </w:t>
      </w:r>
      <w:r w:rsidRPr="00843429">
        <w:t>own</w:t>
      </w:r>
      <w:r w:rsidRPr="00843429">
        <w:rPr>
          <w:rtl/>
        </w:rPr>
        <w:t xml:space="preserve"> </w:t>
      </w:r>
      <w:r w:rsidRPr="00843429">
        <w:t>family. Had</w:t>
      </w:r>
      <w:r w:rsidRPr="00843429">
        <w:rPr>
          <w:rtl/>
        </w:rPr>
        <w:t xml:space="preserve"> </w:t>
      </w:r>
      <w:r w:rsidRPr="00843429">
        <w:t>the</w:t>
      </w:r>
      <w:r w:rsidRPr="00843429">
        <w:rPr>
          <w:rtl/>
        </w:rPr>
        <w:t xml:space="preserve"> </w:t>
      </w:r>
      <w:r w:rsidRPr="00843429">
        <w:t>men</w:t>
      </w:r>
      <w:r w:rsidRPr="00843429">
        <w:rPr>
          <w:rtl/>
        </w:rPr>
        <w:t>’</w:t>
      </w:r>
      <w:r w:rsidRPr="00843429">
        <w:t>s</w:t>
      </w:r>
      <w:r w:rsidRPr="00843429">
        <w:rPr>
          <w:rtl/>
        </w:rPr>
        <w:t xml:space="preserve"> </w:t>
      </w:r>
      <w:r w:rsidRPr="00843429">
        <w:t>number</w:t>
      </w:r>
      <w:r w:rsidRPr="00843429">
        <w:rPr>
          <w:rtl/>
        </w:rPr>
        <w:t xml:space="preserve"> </w:t>
      </w:r>
      <w:r w:rsidRPr="00843429">
        <w:t>been</w:t>
      </w:r>
      <w:r w:rsidRPr="00843429">
        <w:rPr>
          <w:rtl/>
        </w:rPr>
        <w:t xml:space="preserve"> </w:t>
      </w:r>
      <w:r w:rsidRPr="00843429">
        <w:t>equal</w:t>
      </w:r>
      <w:r w:rsidRPr="00843429">
        <w:rPr>
          <w:rtl/>
        </w:rPr>
        <w:t xml:space="preserve"> </w:t>
      </w:r>
      <w:r w:rsidRPr="00843429">
        <w:t>to</w:t>
      </w:r>
      <w:r w:rsidRPr="00843429">
        <w:rPr>
          <w:rtl/>
        </w:rPr>
        <w:t xml:space="preserve"> </w:t>
      </w:r>
      <w:r w:rsidRPr="00843429">
        <w:t>the</w:t>
      </w:r>
      <w:r w:rsidRPr="00843429">
        <w:rPr>
          <w:rtl/>
        </w:rPr>
        <w:t xml:space="preserve"> </w:t>
      </w:r>
      <w:r w:rsidRPr="00843429">
        <w:t>women</w:t>
      </w:r>
      <w:r w:rsidRPr="00843429">
        <w:rPr>
          <w:rtl/>
        </w:rPr>
        <w:t>’</w:t>
      </w:r>
      <w:r w:rsidRPr="00843429">
        <w:t>s</w:t>
      </w:r>
      <w:r w:rsidRPr="00843429">
        <w:rPr>
          <w:rtl/>
        </w:rPr>
        <w:t xml:space="preserve"> </w:t>
      </w:r>
      <w:r w:rsidRPr="00843429">
        <w:t>number, we</w:t>
      </w:r>
      <w:r w:rsidRPr="00843429">
        <w:rPr>
          <w:rtl/>
        </w:rPr>
        <w:t xml:space="preserve"> </w:t>
      </w:r>
      <w:r w:rsidRPr="00843429">
        <w:t>would</w:t>
      </w:r>
      <w:r w:rsidRPr="00843429">
        <w:rPr>
          <w:rtl/>
        </w:rPr>
        <w:t xml:space="preserve"> </w:t>
      </w:r>
      <w:r w:rsidRPr="00843429">
        <w:t>have</w:t>
      </w:r>
      <w:r w:rsidRPr="00843429">
        <w:rPr>
          <w:rtl/>
        </w:rPr>
        <w:t xml:space="preserve"> </w:t>
      </w:r>
      <w:r w:rsidRPr="00843429">
        <w:t>been</w:t>
      </w:r>
      <w:r w:rsidRPr="00843429">
        <w:rPr>
          <w:rtl/>
        </w:rPr>
        <w:t xml:space="preserve"> </w:t>
      </w:r>
      <w:r w:rsidRPr="00843429">
        <w:t>able</w:t>
      </w:r>
      <w:r w:rsidRPr="00843429">
        <w:rPr>
          <w:rtl/>
        </w:rPr>
        <w:t xml:space="preserve"> </w:t>
      </w:r>
      <w:r w:rsidRPr="00843429">
        <w:t>to</w:t>
      </w:r>
      <w:r w:rsidRPr="00843429">
        <w:rPr>
          <w:rtl/>
        </w:rPr>
        <w:t xml:space="preserve"> </w:t>
      </w:r>
      <w:r w:rsidRPr="00843429">
        <w:t>say</w:t>
      </w:r>
      <w:r w:rsidRPr="00843429">
        <w:rPr>
          <w:rtl/>
        </w:rPr>
        <w:t xml:space="preserve"> </w:t>
      </w:r>
      <w:r w:rsidRPr="00843429">
        <w:t>that</w:t>
      </w:r>
      <w:r w:rsidRPr="00843429">
        <w:rPr>
          <w:rtl/>
        </w:rPr>
        <w:t xml:space="preserve"> </w:t>
      </w:r>
      <w:r w:rsidRPr="00843429">
        <w:t>this</w:t>
      </w:r>
      <w:r w:rsidRPr="00843429">
        <w:rPr>
          <w:rtl/>
        </w:rPr>
        <w:t xml:space="preserve"> </w:t>
      </w:r>
      <w:r w:rsidRPr="00843429">
        <w:t>right</w:t>
      </w:r>
      <w:r w:rsidRPr="00843429">
        <w:rPr>
          <w:rtl/>
        </w:rPr>
        <w:t xml:space="preserve"> </w:t>
      </w:r>
      <w:r w:rsidRPr="00843429">
        <w:t>of</w:t>
      </w:r>
      <w:r w:rsidRPr="00843429">
        <w:rPr>
          <w:rtl/>
        </w:rPr>
        <w:t xml:space="preserve"> </w:t>
      </w:r>
      <w:r w:rsidRPr="00843429">
        <w:t>the</w:t>
      </w:r>
      <w:r w:rsidRPr="00843429">
        <w:rPr>
          <w:rtl/>
        </w:rPr>
        <w:t xml:space="preserve"> </w:t>
      </w:r>
      <w:r w:rsidRPr="00843429">
        <w:t>woman</w:t>
      </w:r>
      <w:r w:rsidRPr="00843429">
        <w:rPr>
          <w:rtl/>
        </w:rPr>
        <w:t xml:space="preserve"> </w:t>
      </w:r>
      <w:r w:rsidRPr="00843429">
        <w:t>is</w:t>
      </w:r>
      <w:r w:rsidRPr="00843429">
        <w:rPr>
          <w:rtl/>
        </w:rPr>
        <w:t xml:space="preserve"> </w:t>
      </w:r>
      <w:r w:rsidRPr="00843429">
        <w:t>reserved</w:t>
      </w:r>
      <w:r w:rsidRPr="00843429">
        <w:rPr>
          <w:rtl/>
        </w:rPr>
        <w:t xml:space="preserve"> </w:t>
      </w:r>
      <w:r w:rsidRPr="00843429">
        <w:t>even</w:t>
      </w:r>
      <w:r w:rsidRPr="00843429">
        <w:rPr>
          <w:rtl/>
        </w:rPr>
        <w:t xml:space="preserve"> </w:t>
      </w:r>
      <w:r w:rsidRPr="00843429">
        <w:t>without</w:t>
      </w:r>
      <w:r w:rsidRPr="00843429">
        <w:rPr>
          <w:rtl/>
        </w:rPr>
        <w:t xml:space="preserve"> </w:t>
      </w:r>
      <w:r w:rsidRPr="00843429">
        <w:t>polygamy. Yet</w:t>
      </w:r>
      <w:r w:rsidRPr="00843429">
        <w:rPr>
          <w:rtl/>
        </w:rPr>
        <w:t xml:space="preserve"> </w:t>
      </w:r>
      <w:r w:rsidRPr="00843429">
        <w:t>we</w:t>
      </w:r>
      <w:r w:rsidRPr="00843429">
        <w:rPr>
          <w:rtl/>
        </w:rPr>
        <w:t xml:space="preserve"> </w:t>
      </w:r>
      <w:r w:rsidRPr="00843429">
        <w:t>know, by</w:t>
      </w:r>
      <w:r w:rsidRPr="00843429">
        <w:rPr>
          <w:rtl/>
        </w:rPr>
        <w:t xml:space="preserve"> </w:t>
      </w:r>
      <w:r w:rsidRPr="00843429">
        <w:t>means</w:t>
      </w:r>
      <w:r w:rsidRPr="00843429">
        <w:rPr>
          <w:rtl/>
        </w:rPr>
        <w:t xml:space="preserve"> </w:t>
      </w:r>
      <w:r w:rsidRPr="00843429">
        <w:t>of</w:t>
      </w:r>
      <w:r w:rsidRPr="00843429">
        <w:rPr>
          <w:rtl/>
        </w:rPr>
        <w:t xml:space="preserve"> </w:t>
      </w:r>
      <w:r w:rsidRPr="00843429">
        <w:t>the</w:t>
      </w:r>
      <w:r w:rsidRPr="00843429">
        <w:rPr>
          <w:rtl/>
        </w:rPr>
        <w:t xml:space="preserve"> </w:t>
      </w:r>
      <w:r w:rsidRPr="00843429">
        <w:t>scientific</w:t>
      </w:r>
      <w:r w:rsidRPr="00843429">
        <w:rPr>
          <w:rtl/>
        </w:rPr>
        <w:t xml:space="preserve"> </w:t>
      </w:r>
      <w:r w:rsidRPr="00843429">
        <w:t>statistics, that</w:t>
      </w:r>
      <w:r w:rsidRPr="00843429">
        <w:rPr>
          <w:rtl/>
        </w:rPr>
        <w:t xml:space="preserve"> </w:t>
      </w:r>
      <w:r w:rsidRPr="00843429">
        <w:t>the</w:t>
      </w:r>
      <w:r w:rsidRPr="00843429">
        <w:rPr>
          <w:rtl/>
        </w:rPr>
        <w:t xml:space="preserve"> </w:t>
      </w:r>
      <w:r w:rsidRPr="00843429">
        <w:t>just</w:t>
      </w:r>
      <w:r w:rsidRPr="00843429">
        <w:rPr>
          <w:rtl/>
        </w:rPr>
        <w:t xml:space="preserve"> </w:t>
      </w:r>
      <w:r w:rsidRPr="00843429">
        <w:t>opposite</w:t>
      </w:r>
      <w:r w:rsidRPr="00843429">
        <w:rPr>
          <w:rtl/>
        </w:rPr>
        <w:t xml:space="preserve"> </w:t>
      </w:r>
      <w:r w:rsidRPr="00843429">
        <w:t>is</w:t>
      </w:r>
      <w:r w:rsidRPr="00843429">
        <w:rPr>
          <w:rtl/>
        </w:rPr>
        <w:t xml:space="preserve"> </w:t>
      </w:r>
      <w:r w:rsidRPr="00843429">
        <w:t>true. The</w:t>
      </w:r>
      <w:r w:rsidRPr="00843429">
        <w:rPr>
          <w:rtl/>
        </w:rPr>
        <w:t xml:space="preserve"> </w:t>
      </w:r>
      <w:r w:rsidRPr="00843429">
        <w:t>number</w:t>
      </w:r>
      <w:r w:rsidRPr="00843429">
        <w:rPr>
          <w:rtl/>
        </w:rPr>
        <w:t xml:space="preserve"> </w:t>
      </w:r>
      <w:r w:rsidRPr="00843429">
        <w:t>of</w:t>
      </w:r>
      <w:r w:rsidRPr="00843429">
        <w:rPr>
          <w:rtl/>
        </w:rPr>
        <w:t xml:space="preserve"> </w:t>
      </w:r>
      <w:r w:rsidRPr="00843429">
        <w:t>the</w:t>
      </w:r>
      <w:r w:rsidRPr="00843429">
        <w:rPr>
          <w:rtl/>
        </w:rPr>
        <w:t xml:space="preserve"> </w:t>
      </w:r>
      <w:r w:rsidRPr="00843429">
        <w:t>women</w:t>
      </w:r>
      <w:r w:rsidRPr="00843429">
        <w:rPr>
          <w:rtl/>
        </w:rPr>
        <w:t xml:space="preserve"> </w:t>
      </w:r>
      <w:r w:rsidRPr="00843429">
        <w:t>is</w:t>
      </w:r>
      <w:r w:rsidRPr="00843429">
        <w:rPr>
          <w:rtl/>
        </w:rPr>
        <w:t xml:space="preserve"> </w:t>
      </w:r>
      <w:r w:rsidRPr="00843429">
        <w:t>much</w:t>
      </w:r>
      <w:r w:rsidRPr="00843429">
        <w:rPr>
          <w:rtl/>
        </w:rPr>
        <w:t xml:space="preserve"> </w:t>
      </w:r>
      <w:r w:rsidRPr="00843429">
        <w:t>more</w:t>
      </w:r>
      <w:r w:rsidRPr="00843429">
        <w:rPr>
          <w:rtl/>
        </w:rPr>
        <w:t xml:space="preserve"> </w:t>
      </w:r>
      <w:r w:rsidRPr="00843429">
        <w:t>than</w:t>
      </w:r>
      <w:r w:rsidRPr="00843429">
        <w:rPr>
          <w:rtl/>
        </w:rPr>
        <w:t xml:space="preserve"> </w:t>
      </w:r>
      <w:r w:rsidRPr="00843429">
        <w:t>that</w:t>
      </w:r>
      <w:r w:rsidRPr="00843429">
        <w:rPr>
          <w:rtl/>
        </w:rPr>
        <w:t xml:space="preserve"> </w:t>
      </w:r>
      <w:r w:rsidRPr="00843429">
        <w:t>of</w:t>
      </w:r>
      <w:r w:rsidRPr="00843429">
        <w:rPr>
          <w:rtl/>
        </w:rPr>
        <w:t xml:space="preserve"> </w:t>
      </w:r>
      <w:r w:rsidRPr="00843429">
        <w:t>men, so</w:t>
      </w:r>
      <w:r w:rsidRPr="00843429">
        <w:rPr>
          <w:rtl/>
        </w:rPr>
        <w:t xml:space="preserve"> </w:t>
      </w:r>
      <w:r w:rsidRPr="00843429">
        <w:t>preventing</w:t>
      </w:r>
      <w:r w:rsidRPr="00843429">
        <w:rPr>
          <w:rtl/>
        </w:rPr>
        <w:t xml:space="preserve"> </w:t>
      </w:r>
      <w:r w:rsidRPr="00843429">
        <w:t>polygamy</w:t>
      </w:r>
      <w:r w:rsidRPr="00843429">
        <w:rPr>
          <w:rtl/>
        </w:rPr>
        <w:t xml:space="preserve"> </w:t>
      </w:r>
      <w:r w:rsidRPr="00843429">
        <w:t>will</w:t>
      </w:r>
      <w:r w:rsidRPr="00843429">
        <w:rPr>
          <w:rtl/>
        </w:rPr>
        <w:t xml:space="preserve"> </w:t>
      </w:r>
      <w:r w:rsidRPr="00843429">
        <w:t>necessarily</w:t>
      </w:r>
      <w:r w:rsidRPr="00843429">
        <w:rPr>
          <w:rtl/>
        </w:rPr>
        <w:t xml:space="preserve"> </w:t>
      </w:r>
      <w:r w:rsidRPr="00843429">
        <w:t>mean</w:t>
      </w:r>
      <w:r w:rsidRPr="00843429">
        <w:rPr>
          <w:rtl/>
        </w:rPr>
        <w:t xml:space="preserve"> </w:t>
      </w:r>
      <w:r w:rsidRPr="00843429">
        <w:t>closing</w:t>
      </w:r>
      <w:r w:rsidRPr="00843429">
        <w:rPr>
          <w:rtl/>
        </w:rPr>
        <w:t xml:space="preserve"> </w:t>
      </w:r>
      <w:r w:rsidRPr="00843429">
        <w:t>the</w:t>
      </w:r>
      <w:r w:rsidRPr="00843429">
        <w:rPr>
          <w:rtl/>
        </w:rPr>
        <w:t xml:space="preserve"> </w:t>
      </w:r>
      <w:r w:rsidRPr="00843429">
        <w:t>door</w:t>
      </w:r>
      <w:r w:rsidRPr="00843429">
        <w:rPr>
          <w:rtl/>
        </w:rPr>
        <w:t xml:space="preserve"> </w:t>
      </w:r>
      <w:r w:rsidRPr="00843429">
        <w:t>before</w:t>
      </w:r>
      <w:r w:rsidRPr="00843429">
        <w:rPr>
          <w:rtl/>
        </w:rPr>
        <w:t xml:space="preserve"> </w:t>
      </w:r>
      <w:r w:rsidRPr="00843429">
        <w:t>many</w:t>
      </w:r>
      <w:r w:rsidRPr="00843429">
        <w:rPr>
          <w:rtl/>
        </w:rPr>
        <w:t xml:space="preserve"> </w:t>
      </w:r>
      <w:r w:rsidRPr="00843429">
        <w:t>women</w:t>
      </w:r>
      <w:r w:rsidRPr="00843429">
        <w:rPr>
          <w:rtl/>
        </w:rPr>
        <w:t xml:space="preserve"> </w:t>
      </w:r>
      <w:r w:rsidRPr="00843429">
        <w:t>and</w:t>
      </w:r>
      <w:r w:rsidRPr="00843429">
        <w:rPr>
          <w:rtl/>
        </w:rPr>
        <w:t xml:space="preserve"> </w:t>
      </w:r>
      <w:r w:rsidRPr="00843429">
        <w:t>depriving</w:t>
      </w:r>
      <w:r w:rsidRPr="00843429">
        <w:rPr>
          <w:rtl/>
        </w:rPr>
        <w:t xml:space="preserve"> </w:t>
      </w:r>
      <w:r w:rsidRPr="00843429">
        <w:t>them</w:t>
      </w:r>
      <w:r w:rsidRPr="00843429">
        <w:rPr>
          <w:rtl/>
        </w:rPr>
        <w:t xml:space="preserve"> </w:t>
      </w:r>
      <w:r w:rsidRPr="00843429">
        <w:t>of</w:t>
      </w:r>
      <w:r w:rsidRPr="00843429">
        <w:rPr>
          <w:rtl/>
        </w:rPr>
        <w:t xml:space="preserve"> </w:t>
      </w:r>
      <w:r w:rsidRPr="00843429">
        <w:t>their</w:t>
      </w:r>
      <w:r w:rsidRPr="00843429">
        <w:rPr>
          <w:rtl/>
        </w:rPr>
        <w:t xml:space="preserve"> </w:t>
      </w:r>
      <w:r w:rsidRPr="00843429">
        <w:t>right</w:t>
      </w:r>
      <w:r w:rsidRPr="00843429">
        <w:rPr>
          <w:rtl/>
        </w:rPr>
        <w:t xml:space="preserve"> </w:t>
      </w:r>
      <w:r w:rsidRPr="00843429">
        <w:t>to</w:t>
      </w:r>
      <w:r w:rsidRPr="00843429">
        <w:rPr>
          <w:rtl/>
        </w:rPr>
        <w:t xml:space="preserve"> </w:t>
      </w:r>
      <w:r w:rsidRPr="00843429">
        <w:t>establish</w:t>
      </w:r>
      <w:r w:rsidRPr="00843429">
        <w:rPr>
          <w:rtl/>
        </w:rPr>
        <w:t xml:space="preserve"> </w:t>
      </w:r>
      <w:r w:rsidRPr="00843429">
        <w:t>their</w:t>
      </w:r>
      <w:r w:rsidRPr="00843429">
        <w:rPr>
          <w:rtl/>
        </w:rPr>
        <w:t xml:space="preserve"> </w:t>
      </w:r>
      <w:r w:rsidRPr="00843429">
        <w:t>families. Therefore, calling</w:t>
      </w:r>
      <w:r w:rsidRPr="00843429">
        <w:rPr>
          <w:rtl/>
        </w:rPr>
        <w:t xml:space="preserve"> </w:t>
      </w:r>
      <w:r w:rsidRPr="00843429">
        <w:t>for</w:t>
      </w:r>
      <w:r w:rsidRPr="00843429">
        <w:rPr>
          <w:rtl/>
        </w:rPr>
        <w:t xml:space="preserve"> </w:t>
      </w:r>
      <w:r w:rsidRPr="00843429">
        <w:t>the</w:t>
      </w:r>
      <w:r w:rsidRPr="00843429">
        <w:rPr>
          <w:rtl/>
        </w:rPr>
        <w:t xml:space="preserve"> </w:t>
      </w:r>
      <w:r w:rsidRPr="00843429">
        <w:t>prevention</w:t>
      </w:r>
      <w:r w:rsidRPr="00843429">
        <w:rPr>
          <w:rtl/>
        </w:rPr>
        <w:t xml:space="preserve"> </w:t>
      </w:r>
      <w:r w:rsidRPr="00843429">
        <w:t>of</w:t>
      </w:r>
      <w:r w:rsidRPr="00843429">
        <w:rPr>
          <w:rtl/>
        </w:rPr>
        <w:t xml:space="preserve"> </w:t>
      </w:r>
      <w:r w:rsidRPr="00843429">
        <w:t>polygamy</w:t>
      </w:r>
      <w:r w:rsidRPr="00843429">
        <w:rPr>
          <w:rtl/>
        </w:rPr>
        <w:t xml:space="preserve"> </w:t>
      </w:r>
      <w:r w:rsidRPr="00843429">
        <w:t>is</w:t>
      </w:r>
      <w:r w:rsidRPr="00843429">
        <w:rPr>
          <w:rtl/>
        </w:rPr>
        <w:t xml:space="preserve"> </w:t>
      </w:r>
      <w:r w:rsidRPr="00843429">
        <w:t>a</w:t>
      </w:r>
      <w:r w:rsidRPr="00843429">
        <w:rPr>
          <w:rtl/>
        </w:rPr>
        <w:t xml:space="preserve"> </w:t>
      </w:r>
      <w:r w:rsidRPr="00843429">
        <w:t>sort</w:t>
      </w:r>
      <w:r w:rsidRPr="00843429">
        <w:rPr>
          <w:rtl/>
        </w:rPr>
        <w:t xml:space="preserve"> </w:t>
      </w:r>
      <w:r w:rsidRPr="00843429">
        <w:t>of</w:t>
      </w:r>
      <w:r w:rsidRPr="00843429">
        <w:rPr>
          <w:rtl/>
        </w:rPr>
        <w:t xml:space="preserve"> </w:t>
      </w:r>
      <w:r w:rsidRPr="00843429">
        <w:t>individual</w:t>
      </w:r>
      <w:r w:rsidRPr="00843429">
        <w:rPr>
          <w:rtl/>
        </w:rPr>
        <w:t xml:space="preserve"> </w:t>
      </w:r>
      <w:r w:rsidRPr="00843429">
        <w:t>selfishness</w:t>
      </w:r>
      <w:r w:rsidRPr="00843429">
        <w:rPr>
          <w:rtl/>
        </w:rPr>
        <w:t xml:space="preserve"> </w:t>
      </w:r>
      <w:r w:rsidRPr="00843429">
        <w:t>that</w:t>
      </w:r>
      <w:r w:rsidRPr="00843429">
        <w:rPr>
          <w:rtl/>
        </w:rPr>
        <w:t xml:space="preserve"> </w:t>
      </w:r>
      <w:r w:rsidRPr="00843429">
        <w:t>the</w:t>
      </w:r>
      <w:r w:rsidRPr="00843429">
        <w:rPr>
          <w:rtl/>
        </w:rPr>
        <w:t xml:space="preserve"> </w:t>
      </w:r>
      <w:r w:rsidRPr="00843429">
        <w:t>married</w:t>
      </w:r>
      <w:r w:rsidRPr="00843429">
        <w:rPr>
          <w:rtl/>
        </w:rPr>
        <w:t xml:space="preserve"> </w:t>
      </w:r>
      <w:r w:rsidRPr="00843429">
        <w:t>woman</w:t>
      </w:r>
      <w:r w:rsidRPr="00843429">
        <w:rPr>
          <w:rtl/>
        </w:rPr>
        <w:t xml:space="preserve"> </w:t>
      </w:r>
      <w:r w:rsidRPr="00843429">
        <w:t>falls</w:t>
      </w:r>
      <w:r w:rsidRPr="00843429">
        <w:rPr>
          <w:rtl/>
        </w:rPr>
        <w:t xml:space="preserve"> </w:t>
      </w:r>
      <w:r w:rsidRPr="00843429">
        <w:t>in</w:t>
      </w:r>
      <w:r w:rsidRPr="00843429">
        <w:rPr>
          <w:rtl/>
        </w:rPr>
        <w:t xml:space="preserve"> </w:t>
      </w:r>
      <w:r w:rsidRPr="00843429">
        <w:t>on</w:t>
      </w:r>
      <w:r w:rsidRPr="00843429">
        <w:rPr>
          <w:rtl/>
        </w:rPr>
        <w:t xml:space="preserve"> </w:t>
      </w:r>
      <w:r w:rsidRPr="00843429">
        <w:t>the</w:t>
      </w:r>
      <w:r w:rsidRPr="00843429">
        <w:rPr>
          <w:rtl/>
        </w:rPr>
        <w:t xml:space="preserve"> </w:t>
      </w:r>
      <w:r w:rsidRPr="00843429">
        <w:t>account</w:t>
      </w:r>
      <w:r w:rsidRPr="00843429">
        <w:rPr>
          <w:rtl/>
        </w:rPr>
        <w:t xml:space="preserve"> </w:t>
      </w:r>
      <w:r w:rsidRPr="00843429">
        <w:t>of</w:t>
      </w:r>
      <w:r w:rsidRPr="00843429">
        <w:rPr>
          <w:rtl/>
        </w:rPr>
        <w:t xml:space="preserve"> </w:t>
      </w:r>
      <w:r w:rsidRPr="00843429">
        <w:t>the</w:t>
      </w:r>
      <w:r w:rsidRPr="00843429">
        <w:rPr>
          <w:rtl/>
        </w:rPr>
        <w:t xml:space="preserve"> </w:t>
      </w:r>
      <w:r w:rsidRPr="00843429">
        <w:t>other</w:t>
      </w:r>
      <w:r w:rsidRPr="00843429">
        <w:rPr>
          <w:rtl/>
        </w:rPr>
        <w:t xml:space="preserve"> </w:t>
      </w:r>
      <w:r w:rsidRPr="00843429">
        <w:t>women</w:t>
      </w:r>
      <w:r w:rsidRPr="00843429">
        <w:rPr>
          <w:rtl/>
        </w:rPr>
        <w:t xml:space="preserve"> </w:t>
      </w:r>
      <w:r w:rsidRPr="00843429">
        <w:t>who</w:t>
      </w:r>
      <w:r w:rsidRPr="00843429">
        <w:rPr>
          <w:rtl/>
        </w:rPr>
        <w:t xml:space="preserve"> </w:t>
      </w:r>
      <w:r w:rsidRPr="00843429">
        <w:t>will</w:t>
      </w:r>
      <w:r w:rsidRPr="00843429">
        <w:rPr>
          <w:rtl/>
        </w:rPr>
        <w:t xml:space="preserve"> </w:t>
      </w:r>
      <w:r w:rsidRPr="00843429">
        <w:t>not</w:t>
      </w:r>
      <w:r w:rsidRPr="00843429">
        <w:rPr>
          <w:rtl/>
        </w:rPr>
        <w:t xml:space="preserve"> </w:t>
      </w:r>
      <w:r w:rsidRPr="00843429">
        <w:t>be</w:t>
      </w:r>
      <w:r w:rsidRPr="00843429">
        <w:rPr>
          <w:rtl/>
        </w:rPr>
        <w:t xml:space="preserve"> </w:t>
      </w:r>
      <w:r w:rsidRPr="00843429">
        <w:t>able</w:t>
      </w:r>
      <w:r w:rsidRPr="00843429">
        <w:rPr>
          <w:rtl/>
        </w:rPr>
        <w:t xml:space="preserve"> </w:t>
      </w:r>
      <w:r w:rsidRPr="00843429">
        <w:t>to</w:t>
      </w:r>
      <w:r w:rsidRPr="00843429">
        <w:rPr>
          <w:rtl/>
        </w:rPr>
        <w:t xml:space="preserve"> </w:t>
      </w:r>
      <w:r w:rsidRPr="00843429">
        <w:t>get</w:t>
      </w:r>
      <w:r w:rsidRPr="00843429">
        <w:rPr>
          <w:rtl/>
        </w:rPr>
        <w:t xml:space="preserve"> </w:t>
      </w:r>
      <w:r w:rsidRPr="00843429">
        <w:t>married.</w:t>
      </w:r>
    </w:p>
    <w:p w:rsidR="002E0242" w:rsidRDefault="004E56E9" w:rsidP="00844CC1">
      <w:pPr>
        <w:pStyle w:val="libNormal"/>
      </w:pPr>
      <w:r w:rsidRPr="00843429">
        <w:t>The doctrine, on the basis of its balanced look that aims at achieving justice at least on the level of providing all the women with the opportunity to get married, leaves this door open.</w:t>
      </w:r>
    </w:p>
    <w:p w:rsidR="004E56E9" w:rsidRPr="00843429" w:rsidRDefault="004E56E9" w:rsidP="005412AB">
      <w:pPr>
        <w:pStyle w:val="Heading2Center"/>
      </w:pPr>
      <w:bookmarkStart w:id="26" w:name="_Toc418512216"/>
      <w:r w:rsidRPr="00843429">
        <w:t>The Man’s Superintendence over the Woman</w:t>
      </w:r>
      <w:bookmarkEnd w:id="26"/>
    </w:p>
    <w:p w:rsidR="002E0242" w:rsidRDefault="004E56E9" w:rsidP="00844CC1">
      <w:pPr>
        <w:pStyle w:val="libNormal"/>
      </w:pPr>
      <w:r w:rsidRPr="00844CC1">
        <w:t>The Most High God says in His Glorious Book, (Men are the protectors and maintainers of women, because Allah has made one of them to excel the other, and because they spend from their means…)</w:t>
      </w:r>
      <w:r w:rsidRPr="00844CC1">
        <w:rPr>
          <w:rStyle w:val="libFootnotenumChar"/>
        </w:rPr>
        <w:endnoteReference w:id="27"/>
      </w:r>
      <w:r w:rsidRPr="00843429">
        <w:t xml:space="preserve"> In order to illustrate this term, we must take into consideration that the family is a small social unit which, as is the case with the large society, needs a leader and a person who is in charge of its affairs.</w:t>
      </w:r>
    </w:p>
    <w:p w:rsidR="004E56E9" w:rsidRPr="00843429" w:rsidRDefault="004E56E9" w:rsidP="00844CC1">
      <w:pPr>
        <w:pStyle w:val="libNormal"/>
      </w:pPr>
      <w:r w:rsidRPr="00843429">
        <w:t>The man’s superintendence over the woman is based on two supports:</w:t>
      </w:r>
    </w:p>
    <w:p w:rsidR="002E0242" w:rsidRDefault="004E56E9" w:rsidP="00844CC1">
      <w:pPr>
        <w:pStyle w:val="libNormal"/>
      </w:pPr>
      <w:r w:rsidRPr="00843429">
        <w:t>1-</w:t>
      </w:r>
      <w:r w:rsidRPr="00843429">
        <w:rPr>
          <w:rtl/>
        </w:rPr>
        <w:t>…</w:t>
      </w:r>
      <w:r w:rsidRPr="00843429">
        <w:rPr>
          <w:rFonts w:hint="cs"/>
          <w:rtl/>
        </w:rPr>
        <w:t>)</w:t>
      </w:r>
      <w:r w:rsidRPr="00843429">
        <w:rPr>
          <w:rtl/>
        </w:rPr>
        <w:t xml:space="preserve"> </w:t>
      </w:r>
      <w:r w:rsidRPr="00843429">
        <w:t>because</w:t>
      </w:r>
      <w:r w:rsidRPr="00843429">
        <w:rPr>
          <w:rtl/>
        </w:rPr>
        <w:t xml:space="preserve"> </w:t>
      </w:r>
      <w:r w:rsidRPr="00843429">
        <w:t>Allah</w:t>
      </w:r>
      <w:r w:rsidRPr="00843429">
        <w:rPr>
          <w:rtl/>
        </w:rPr>
        <w:t xml:space="preserve"> </w:t>
      </w:r>
      <w:r w:rsidRPr="00843429">
        <w:t>has</w:t>
      </w:r>
      <w:r w:rsidRPr="00843429">
        <w:rPr>
          <w:rtl/>
        </w:rPr>
        <w:t xml:space="preserve"> </w:t>
      </w:r>
      <w:r w:rsidRPr="00843429">
        <w:t>made</w:t>
      </w:r>
      <w:r w:rsidRPr="00843429">
        <w:rPr>
          <w:rtl/>
        </w:rPr>
        <w:t xml:space="preserve"> </w:t>
      </w:r>
      <w:r w:rsidRPr="00843429">
        <w:t>one</w:t>
      </w:r>
      <w:r w:rsidRPr="00843429">
        <w:rPr>
          <w:rtl/>
        </w:rPr>
        <w:t xml:space="preserve"> </w:t>
      </w:r>
      <w:r w:rsidRPr="00843429">
        <w:t>of</w:t>
      </w:r>
      <w:r w:rsidRPr="00843429">
        <w:rPr>
          <w:rtl/>
        </w:rPr>
        <w:t xml:space="preserve"> </w:t>
      </w:r>
      <w:r w:rsidRPr="00843429">
        <w:t>them</w:t>
      </w:r>
      <w:r w:rsidRPr="00843429">
        <w:rPr>
          <w:rtl/>
        </w:rPr>
        <w:t xml:space="preserve"> </w:t>
      </w:r>
      <w:r w:rsidRPr="00843429">
        <w:t>to</w:t>
      </w:r>
      <w:r w:rsidRPr="00843429">
        <w:rPr>
          <w:rtl/>
        </w:rPr>
        <w:t xml:space="preserve"> </w:t>
      </w:r>
      <w:r w:rsidRPr="00843429">
        <w:t>excel</w:t>
      </w:r>
      <w:r w:rsidRPr="00843429">
        <w:rPr>
          <w:rtl/>
        </w:rPr>
        <w:t xml:space="preserve"> </w:t>
      </w:r>
      <w:r w:rsidRPr="00843429">
        <w:t>the</w:t>
      </w:r>
      <w:r w:rsidRPr="00843429">
        <w:rPr>
          <w:rtl/>
        </w:rPr>
        <w:t xml:space="preserve"> </w:t>
      </w:r>
      <w:r w:rsidRPr="00843429">
        <w:t>other…)</w:t>
      </w:r>
      <w:r w:rsidRPr="00843429">
        <w:rPr>
          <w:rtl/>
        </w:rPr>
        <w:t xml:space="preserve"> </w:t>
      </w:r>
      <w:r w:rsidRPr="00843429">
        <w:t>This</w:t>
      </w:r>
      <w:r w:rsidRPr="00843429">
        <w:rPr>
          <w:rtl/>
        </w:rPr>
        <w:t xml:space="preserve"> </w:t>
      </w:r>
      <w:r w:rsidRPr="00843429">
        <w:t>preference</w:t>
      </w:r>
      <w:r w:rsidRPr="00843429">
        <w:rPr>
          <w:rtl/>
        </w:rPr>
        <w:t xml:space="preserve"> </w:t>
      </w:r>
      <w:r w:rsidRPr="00843429">
        <w:t>is</w:t>
      </w:r>
      <w:r w:rsidRPr="00843429">
        <w:rPr>
          <w:rtl/>
        </w:rPr>
        <w:t xml:space="preserve"> </w:t>
      </w:r>
      <w:r w:rsidRPr="00843429">
        <w:t>not</w:t>
      </w:r>
      <w:r w:rsidRPr="00843429">
        <w:rPr>
          <w:rtl/>
        </w:rPr>
        <w:t xml:space="preserve"> </w:t>
      </w:r>
      <w:r w:rsidRPr="00843429">
        <w:t>one</w:t>
      </w:r>
      <w:r w:rsidRPr="00843429">
        <w:rPr>
          <w:rtl/>
        </w:rPr>
        <w:t xml:space="preserve"> </w:t>
      </w:r>
      <w:r w:rsidRPr="00843429">
        <w:t>of</w:t>
      </w:r>
      <w:r w:rsidRPr="00843429">
        <w:rPr>
          <w:rtl/>
        </w:rPr>
        <w:t xml:space="preserve"> </w:t>
      </w:r>
      <w:r w:rsidRPr="00843429">
        <w:t>spiritual</w:t>
      </w:r>
      <w:r w:rsidRPr="00843429">
        <w:rPr>
          <w:rtl/>
        </w:rPr>
        <w:t xml:space="preserve"> </w:t>
      </w:r>
      <w:r w:rsidRPr="00843429">
        <w:t>value</w:t>
      </w:r>
      <w:r w:rsidRPr="00843429">
        <w:rPr>
          <w:rtl/>
        </w:rPr>
        <w:t xml:space="preserve"> </w:t>
      </w:r>
      <w:r w:rsidRPr="00843429">
        <w:t>but</w:t>
      </w:r>
      <w:r w:rsidRPr="00843429">
        <w:rPr>
          <w:rtl/>
        </w:rPr>
        <w:t xml:space="preserve"> </w:t>
      </w:r>
      <w:r w:rsidRPr="00843429">
        <w:t>one</w:t>
      </w:r>
      <w:r w:rsidRPr="00843429">
        <w:rPr>
          <w:rtl/>
        </w:rPr>
        <w:t xml:space="preserve"> </w:t>
      </w:r>
      <w:r w:rsidRPr="00843429">
        <w:t>of</w:t>
      </w:r>
      <w:r w:rsidRPr="00843429">
        <w:rPr>
          <w:rtl/>
        </w:rPr>
        <w:t xml:space="preserve"> </w:t>
      </w:r>
      <w:r w:rsidRPr="00843429">
        <w:t>practical</w:t>
      </w:r>
      <w:r w:rsidRPr="00843429">
        <w:rPr>
          <w:rtl/>
        </w:rPr>
        <w:t xml:space="preserve"> </w:t>
      </w:r>
      <w:r w:rsidRPr="00843429">
        <w:t>merit</w:t>
      </w:r>
      <w:r w:rsidRPr="00843429">
        <w:rPr>
          <w:rtl/>
        </w:rPr>
        <w:t xml:space="preserve"> </w:t>
      </w:r>
      <w:r w:rsidRPr="00843429">
        <w:t>by</w:t>
      </w:r>
      <w:r w:rsidRPr="00843429">
        <w:rPr>
          <w:rtl/>
        </w:rPr>
        <w:t xml:space="preserve"> </w:t>
      </w:r>
      <w:r w:rsidRPr="00843429">
        <w:t>which</w:t>
      </w:r>
      <w:r w:rsidRPr="00843429">
        <w:rPr>
          <w:rtl/>
        </w:rPr>
        <w:t xml:space="preserve"> </w:t>
      </w:r>
      <w:r w:rsidRPr="00843429">
        <w:t>the</w:t>
      </w:r>
      <w:r w:rsidRPr="00843429">
        <w:rPr>
          <w:rtl/>
        </w:rPr>
        <w:t xml:space="preserve"> </w:t>
      </w:r>
      <w:r w:rsidRPr="00843429">
        <w:t>man</w:t>
      </w:r>
      <w:r w:rsidRPr="00843429">
        <w:rPr>
          <w:rtl/>
        </w:rPr>
        <w:t xml:space="preserve"> </w:t>
      </w:r>
      <w:r w:rsidRPr="00843429">
        <w:t>is</w:t>
      </w:r>
      <w:r w:rsidRPr="00843429">
        <w:rPr>
          <w:rtl/>
        </w:rPr>
        <w:t xml:space="preserve"> </w:t>
      </w:r>
      <w:r w:rsidRPr="00843429">
        <w:t>distinguished</w:t>
      </w:r>
      <w:r w:rsidRPr="00843429">
        <w:rPr>
          <w:rtl/>
        </w:rPr>
        <w:t xml:space="preserve"> </w:t>
      </w:r>
      <w:r w:rsidRPr="00843429">
        <w:t>and</w:t>
      </w:r>
      <w:r w:rsidRPr="00843429">
        <w:rPr>
          <w:rtl/>
        </w:rPr>
        <w:t xml:space="preserve"> </w:t>
      </w:r>
      <w:r w:rsidRPr="00843429">
        <w:t>which</w:t>
      </w:r>
      <w:r w:rsidRPr="00843429">
        <w:rPr>
          <w:rtl/>
        </w:rPr>
        <w:t xml:space="preserve"> </w:t>
      </w:r>
      <w:r w:rsidRPr="00843429">
        <w:t>makes</w:t>
      </w:r>
      <w:r w:rsidRPr="00843429">
        <w:rPr>
          <w:rtl/>
        </w:rPr>
        <w:t xml:space="preserve"> </w:t>
      </w:r>
      <w:r w:rsidRPr="00843429">
        <w:t>him</w:t>
      </w:r>
      <w:r w:rsidRPr="00843429">
        <w:rPr>
          <w:rtl/>
        </w:rPr>
        <w:t xml:space="preserve"> </w:t>
      </w:r>
      <w:r w:rsidRPr="00843429">
        <w:t>eligible</w:t>
      </w:r>
      <w:r w:rsidRPr="00843429">
        <w:rPr>
          <w:rtl/>
        </w:rPr>
        <w:t xml:space="preserve"> </w:t>
      </w:r>
      <w:r w:rsidRPr="00843429">
        <w:t>for</w:t>
      </w:r>
      <w:r w:rsidRPr="00843429">
        <w:rPr>
          <w:rtl/>
        </w:rPr>
        <w:t xml:space="preserve"> </w:t>
      </w:r>
      <w:r w:rsidRPr="00843429">
        <w:t>superintendence. This</w:t>
      </w:r>
      <w:r w:rsidRPr="00843429">
        <w:rPr>
          <w:rtl/>
        </w:rPr>
        <w:t xml:space="preserve"> </w:t>
      </w:r>
      <w:r w:rsidRPr="00843429">
        <w:t>is</w:t>
      </w:r>
      <w:r w:rsidRPr="00843429">
        <w:rPr>
          <w:rtl/>
        </w:rPr>
        <w:t xml:space="preserve"> </w:t>
      </w:r>
      <w:r w:rsidRPr="00843429">
        <w:t>related</w:t>
      </w:r>
      <w:r w:rsidRPr="00843429">
        <w:rPr>
          <w:rtl/>
        </w:rPr>
        <w:t xml:space="preserve"> </w:t>
      </w:r>
      <w:r w:rsidRPr="00843429">
        <w:t>to</w:t>
      </w:r>
      <w:r w:rsidRPr="00843429">
        <w:rPr>
          <w:rtl/>
        </w:rPr>
        <w:t xml:space="preserve"> </w:t>
      </w:r>
      <w:r w:rsidRPr="00843429">
        <w:t>the</w:t>
      </w:r>
      <w:r w:rsidRPr="00843429">
        <w:rPr>
          <w:rtl/>
        </w:rPr>
        <w:t xml:space="preserve"> </w:t>
      </w:r>
      <w:r w:rsidRPr="00843429">
        <w:t>traits</w:t>
      </w:r>
      <w:r w:rsidRPr="00843429">
        <w:rPr>
          <w:rtl/>
        </w:rPr>
        <w:t xml:space="preserve"> </w:t>
      </w:r>
      <w:r w:rsidRPr="00843429">
        <w:t>by</w:t>
      </w:r>
      <w:r w:rsidRPr="00843429">
        <w:rPr>
          <w:rtl/>
        </w:rPr>
        <w:t xml:space="preserve"> </w:t>
      </w:r>
      <w:r w:rsidRPr="00843429">
        <w:t>which</w:t>
      </w:r>
      <w:r w:rsidRPr="00843429">
        <w:rPr>
          <w:rtl/>
        </w:rPr>
        <w:t xml:space="preserve"> </w:t>
      </w:r>
      <w:r w:rsidRPr="00843429">
        <w:t>the</w:t>
      </w:r>
      <w:r w:rsidRPr="00843429">
        <w:rPr>
          <w:rtl/>
        </w:rPr>
        <w:t xml:space="preserve"> </w:t>
      </w:r>
      <w:r w:rsidRPr="00843429">
        <w:t>man</w:t>
      </w:r>
      <w:r w:rsidRPr="00843429">
        <w:rPr>
          <w:rtl/>
        </w:rPr>
        <w:t xml:space="preserve"> </w:t>
      </w:r>
      <w:r w:rsidRPr="00843429">
        <w:t>is</w:t>
      </w:r>
      <w:r w:rsidRPr="00843429">
        <w:rPr>
          <w:rtl/>
        </w:rPr>
        <w:t xml:space="preserve"> </w:t>
      </w:r>
      <w:r w:rsidRPr="00843429">
        <w:t>characterized</w:t>
      </w:r>
      <w:r w:rsidRPr="00843429">
        <w:rPr>
          <w:rtl/>
        </w:rPr>
        <w:t xml:space="preserve"> </w:t>
      </w:r>
      <w:r w:rsidRPr="00843429">
        <w:t>and</w:t>
      </w:r>
      <w:r w:rsidRPr="00843429">
        <w:rPr>
          <w:rtl/>
        </w:rPr>
        <w:t xml:space="preserve"> </w:t>
      </w:r>
      <w:r w:rsidRPr="00843429">
        <w:t>those</w:t>
      </w:r>
      <w:r w:rsidRPr="00843429">
        <w:rPr>
          <w:rtl/>
        </w:rPr>
        <w:t xml:space="preserve"> </w:t>
      </w:r>
      <w:r w:rsidRPr="00843429">
        <w:t>by</w:t>
      </w:r>
      <w:r w:rsidRPr="00843429">
        <w:rPr>
          <w:rtl/>
        </w:rPr>
        <w:t xml:space="preserve"> </w:t>
      </w:r>
      <w:r w:rsidRPr="00843429">
        <w:t>which</w:t>
      </w:r>
      <w:r w:rsidRPr="00843429">
        <w:rPr>
          <w:rtl/>
        </w:rPr>
        <w:t xml:space="preserve"> </w:t>
      </w:r>
      <w:r w:rsidRPr="00843429">
        <w:t>the</w:t>
      </w:r>
      <w:r w:rsidRPr="00843429">
        <w:rPr>
          <w:rtl/>
        </w:rPr>
        <w:t xml:space="preserve"> </w:t>
      </w:r>
      <w:r w:rsidRPr="00843429">
        <w:t>woman</w:t>
      </w:r>
      <w:r w:rsidRPr="00843429">
        <w:rPr>
          <w:rtl/>
        </w:rPr>
        <w:t xml:space="preserve"> </w:t>
      </w:r>
      <w:r w:rsidRPr="00843429">
        <w:t>is</w:t>
      </w:r>
      <w:r w:rsidRPr="00843429">
        <w:rPr>
          <w:rtl/>
        </w:rPr>
        <w:t xml:space="preserve"> </w:t>
      </w:r>
      <w:r w:rsidRPr="00843429">
        <w:t>characterized. The</w:t>
      </w:r>
      <w:r w:rsidRPr="00843429">
        <w:rPr>
          <w:rtl/>
        </w:rPr>
        <w:t xml:space="preserve"> </w:t>
      </w:r>
      <w:r w:rsidRPr="00843429">
        <w:t>woman, on</w:t>
      </w:r>
      <w:r w:rsidRPr="00843429">
        <w:rPr>
          <w:rtl/>
        </w:rPr>
        <w:t xml:space="preserve"> </w:t>
      </w:r>
      <w:r w:rsidRPr="00843429">
        <w:t>the</w:t>
      </w:r>
      <w:r w:rsidRPr="00843429">
        <w:rPr>
          <w:rtl/>
        </w:rPr>
        <w:t xml:space="preserve"> </w:t>
      </w:r>
      <w:r w:rsidRPr="00843429">
        <w:t>contrary</w:t>
      </w:r>
      <w:r w:rsidRPr="00843429">
        <w:rPr>
          <w:rtl/>
        </w:rPr>
        <w:t xml:space="preserve"> </w:t>
      </w:r>
      <w:r w:rsidRPr="00843429">
        <w:t>of</w:t>
      </w:r>
      <w:r w:rsidRPr="00843429">
        <w:rPr>
          <w:rtl/>
        </w:rPr>
        <w:t xml:space="preserve"> </w:t>
      </w:r>
      <w:r w:rsidRPr="00843429">
        <w:t>the</w:t>
      </w:r>
      <w:r w:rsidRPr="00843429">
        <w:rPr>
          <w:rtl/>
        </w:rPr>
        <w:t xml:space="preserve"> </w:t>
      </w:r>
      <w:r w:rsidRPr="00843429">
        <w:t>man, is</w:t>
      </w:r>
      <w:r w:rsidRPr="00843429">
        <w:rPr>
          <w:rtl/>
        </w:rPr>
        <w:t xml:space="preserve"> </w:t>
      </w:r>
      <w:r w:rsidRPr="00843429">
        <w:t>usually</w:t>
      </w:r>
      <w:r w:rsidRPr="00843429">
        <w:rPr>
          <w:rtl/>
        </w:rPr>
        <w:t xml:space="preserve"> </w:t>
      </w:r>
      <w:r w:rsidRPr="00843429">
        <w:t>passive</w:t>
      </w:r>
      <w:r w:rsidRPr="00843429">
        <w:rPr>
          <w:rtl/>
        </w:rPr>
        <w:t xml:space="preserve"> </w:t>
      </w:r>
      <w:r w:rsidRPr="00843429">
        <w:t>due</w:t>
      </w:r>
      <w:r w:rsidRPr="00843429">
        <w:rPr>
          <w:rtl/>
        </w:rPr>
        <w:t xml:space="preserve"> </w:t>
      </w:r>
      <w:r w:rsidRPr="00843429">
        <w:t>to</w:t>
      </w:r>
      <w:r w:rsidRPr="00843429">
        <w:rPr>
          <w:rtl/>
        </w:rPr>
        <w:t xml:space="preserve"> </w:t>
      </w:r>
      <w:r w:rsidRPr="00843429">
        <w:t>the</w:t>
      </w:r>
      <w:r w:rsidRPr="00843429">
        <w:rPr>
          <w:rtl/>
        </w:rPr>
        <w:t xml:space="preserve"> </w:t>
      </w:r>
      <w:r w:rsidRPr="00843429">
        <w:t>agitated</w:t>
      </w:r>
      <w:r w:rsidRPr="00843429">
        <w:rPr>
          <w:rtl/>
        </w:rPr>
        <w:t xml:space="preserve"> </w:t>
      </w:r>
      <w:r w:rsidRPr="00843429">
        <w:t>affection</w:t>
      </w:r>
      <w:r w:rsidRPr="00843429">
        <w:rPr>
          <w:rtl/>
        </w:rPr>
        <w:t xml:space="preserve"> </w:t>
      </w:r>
      <w:r w:rsidRPr="00843429">
        <w:t>she</w:t>
      </w:r>
      <w:r w:rsidRPr="00843429">
        <w:rPr>
          <w:rtl/>
        </w:rPr>
        <w:t xml:space="preserve"> </w:t>
      </w:r>
      <w:r w:rsidRPr="00843429">
        <w:t>has.</w:t>
      </w:r>
    </w:p>
    <w:p w:rsidR="002E0242" w:rsidRDefault="004E56E9" w:rsidP="00844CC1">
      <w:pPr>
        <w:pStyle w:val="libNormal"/>
      </w:pPr>
      <w:r w:rsidRPr="00843429">
        <w:t>2-</w:t>
      </w:r>
      <w:r w:rsidRPr="00843429">
        <w:rPr>
          <w:rtl/>
        </w:rPr>
        <w:t xml:space="preserve"> …</w:t>
      </w:r>
      <w:r w:rsidRPr="00843429">
        <w:rPr>
          <w:rFonts w:hint="cs"/>
          <w:rtl/>
        </w:rPr>
        <w:t>)</w:t>
      </w:r>
      <w:r w:rsidRPr="00843429">
        <w:rPr>
          <w:rtl/>
        </w:rPr>
        <w:t xml:space="preserve"> </w:t>
      </w:r>
      <w:r w:rsidRPr="00843429">
        <w:t>and</w:t>
      </w:r>
      <w:r w:rsidRPr="00843429">
        <w:rPr>
          <w:rtl/>
        </w:rPr>
        <w:t xml:space="preserve"> </w:t>
      </w:r>
      <w:r w:rsidRPr="00843429">
        <w:t>because</w:t>
      </w:r>
      <w:r w:rsidRPr="00843429">
        <w:rPr>
          <w:rtl/>
        </w:rPr>
        <w:t xml:space="preserve"> </w:t>
      </w:r>
      <w:r w:rsidRPr="00843429">
        <w:t>they</w:t>
      </w:r>
      <w:r w:rsidRPr="00843429">
        <w:rPr>
          <w:rtl/>
        </w:rPr>
        <w:t xml:space="preserve"> </w:t>
      </w:r>
      <w:r w:rsidRPr="00843429">
        <w:t>spend</w:t>
      </w:r>
      <w:r w:rsidRPr="00843429">
        <w:rPr>
          <w:rtl/>
        </w:rPr>
        <w:t xml:space="preserve"> </w:t>
      </w:r>
      <w:r w:rsidRPr="00843429">
        <w:t>from</w:t>
      </w:r>
      <w:r w:rsidRPr="00843429">
        <w:rPr>
          <w:rtl/>
        </w:rPr>
        <w:t xml:space="preserve"> </w:t>
      </w:r>
      <w:r w:rsidRPr="00843429">
        <w:t>their</w:t>
      </w:r>
      <w:r w:rsidRPr="00843429">
        <w:rPr>
          <w:rtl/>
        </w:rPr>
        <w:t xml:space="preserve"> </w:t>
      </w:r>
      <w:r w:rsidRPr="00843429">
        <w:t>means…)</w:t>
      </w:r>
      <w:r w:rsidRPr="00843429">
        <w:rPr>
          <w:rtl/>
        </w:rPr>
        <w:t xml:space="preserve"> </w:t>
      </w:r>
      <w:r w:rsidRPr="00843429">
        <w:t>The</w:t>
      </w:r>
      <w:r w:rsidRPr="00843429">
        <w:rPr>
          <w:rtl/>
        </w:rPr>
        <w:t xml:space="preserve"> </w:t>
      </w:r>
      <w:r w:rsidRPr="00843429">
        <w:t>expense</w:t>
      </w:r>
      <w:r w:rsidRPr="00843429">
        <w:rPr>
          <w:rtl/>
        </w:rPr>
        <w:t xml:space="preserve"> </w:t>
      </w:r>
      <w:r w:rsidRPr="00843429">
        <w:t>on</w:t>
      </w:r>
      <w:r w:rsidRPr="00843429">
        <w:rPr>
          <w:rtl/>
        </w:rPr>
        <w:t xml:space="preserve"> </w:t>
      </w:r>
      <w:r w:rsidRPr="00843429">
        <w:t>the</w:t>
      </w:r>
      <w:r w:rsidRPr="00843429">
        <w:rPr>
          <w:rtl/>
        </w:rPr>
        <w:t xml:space="preserve"> </w:t>
      </w:r>
      <w:r w:rsidRPr="00843429">
        <w:t>house</w:t>
      </w:r>
      <w:r w:rsidRPr="00843429">
        <w:rPr>
          <w:rtl/>
        </w:rPr>
        <w:t xml:space="preserve"> </w:t>
      </w:r>
      <w:r w:rsidRPr="00843429">
        <w:t>is</w:t>
      </w:r>
      <w:r w:rsidRPr="00843429">
        <w:rPr>
          <w:rtl/>
        </w:rPr>
        <w:t xml:space="preserve"> </w:t>
      </w:r>
      <w:r w:rsidRPr="00843429">
        <w:t>the</w:t>
      </w:r>
      <w:r w:rsidRPr="00843429">
        <w:rPr>
          <w:rtl/>
        </w:rPr>
        <w:t xml:space="preserve"> </w:t>
      </w:r>
      <w:r w:rsidRPr="00843429">
        <w:t>duty</w:t>
      </w:r>
      <w:r w:rsidRPr="00843429">
        <w:rPr>
          <w:rtl/>
        </w:rPr>
        <w:t xml:space="preserve"> </w:t>
      </w:r>
      <w:r w:rsidRPr="00843429">
        <w:t>of</w:t>
      </w:r>
      <w:r w:rsidRPr="00843429">
        <w:rPr>
          <w:rtl/>
        </w:rPr>
        <w:t xml:space="preserve"> </w:t>
      </w:r>
      <w:r w:rsidRPr="00843429">
        <w:t>the</w:t>
      </w:r>
      <w:r w:rsidRPr="00843429">
        <w:rPr>
          <w:rtl/>
        </w:rPr>
        <w:t xml:space="preserve"> </w:t>
      </w:r>
      <w:r w:rsidRPr="00843429">
        <w:t>man</w:t>
      </w:r>
      <w:r w:rsidRPr="00843429">
        <w:rPr>
          <w:rtl/>
        </w:rPr>
        <w:t xml:space="preserve"> </w:t>
      </w:r>
      <w:r w:rsidRPr="00843429">
        <w:t>and</w:t>
      </w:r>
      <w:r w:rsidRPr="00843429">
        <w:rPr>
          <w:rtl/>
        </w:rPr>
        <w:t xml:space="preserve"> </w:t>
      </w:r>
      <w:r w:rsidRPr="00843429">
        <w:t>not</w:t>
      </w:r>
      <w:r w:rsidRPr="00843429">
        <w:rPr>
          <w:rtl/>
        </w:rPr>
        <w:t xml:space="preserve"> </w:t>
      </w:r>
      <w:r w:rsidRPr="00843429">
        <w:t>that</w:t>
      </w:r>
      <w:r w:rsidRPr="00843429">
        <w:rPr>
          <w:rtl/>
        </w:rPr>
        <w:t xml:space="preserve"> </w:t>
      </w:r>
      <w:r w:rsidRPr="00843429">
        <w:t>of</w:t>
      </w:r>
      <w:r w:rsidRPr="00843429">
        <w:rPr>
          <w:rtl/>
        </w:rPr>
        <w:t xml:space="preserve"> </w:t>
      </w:r>
      <w:r w:rsidRPr="00843429">
        <w:t>the</w:t>
      </w:r>
      <w:r w:rsidRPr="00843429">
        <w:rPr>
          <w:rtl/>
        </w:rPr>
        <w:t xml:space="preserve"> </w:t>
      </w:r>
      <w:r w:rsidRPr="00843429">
        <w:t>woman. It</w:t>
      </w:r>
      <w:r w:rsidRPr="00843429">
        <w:rPr>
          <w:rtl/>
        </w:rPr>
        <w:t xml:space="preserve"> </w:t>
      </w:r>
      <w:r w:rsidRPr="00843429">
        <w:t>is</w:t>
      </w:r>
      <w:r w:rsidRPr="00843429">
        <w:rPr>
          <w:rtl/>
        </w:rPr>
        <w:t xml:space="preserve"> </w:t>
      </w:r>
      <w:r w:rsidRPr="00843429">
        <w:t>natural</w:t>
      </w:r>
      <w:r w:rsidRPr="00843429">
        <w:rPr>
          <w:rtl/>
        </w:rPr>
        <w:t xml:space="preserve"> </w:t>
      </w:r>
      <w:r w:rsidRPr="00843429">
        <w:t>that</w:t>
      </w:r>
      <w:r w:rsidRPr="00843429">
        <w:rPr>
          <w:rtl/>
        </w:rPr>
        <w:t xml:space="preserve"> </w:t>
      </w:r>
      <w:r w:rsidRPr="00843429">
        <w:t>the</w:t>
      </w:r>
      <w:r w:rsidRPr="00843429">
        <w:rPr>
          <w:rtl/>
        </w:rPr>
        <w:t xml:space="preserve"> </w:t>
      </w:r>
      <w:r w:rsidRPr="00843429">
        <w:t>one</w:t>
      </w:r>
      <w:r w:rsidRPr="00843429">
        <w:rPr>
          <w:rtl/>
        </w:rPr>
        <w:t xml:space="preserve"> </w:t>
      </w:r>
      <w:r w:rsidRPr="00843429">
        <w:t>who</w:t>
      </w:r>
      <w:r w:rsidRPr="00843429">
        <w:rPr>
          <w:rtl/>
        </w:rPr>
        <w:t xml:space="preserve"> </w:t>
      </w:r>
      <w:r w:rsidRPr="00843429">
        <w:t>carries</w:t>
      </w:r>
      <w:r w:rsidRPr="00843429">
        <w:rPr>
          <w:rtl/>
        </w:rPr>
        <w:t xml:space="preserve"> </w:t>
      </w:r>
      <w:r w:rsidRPr="00843429">
        <w:t>the</w:t>
      </w:r>
      <w:r w:rsidRPr="00843429">
        <w:rPr>
          <w:rtl/>
        </w:rPr>
        <w:t xml:space="preserve"> </w:t>
      </w:r>
      <w:r w:rsidRPr="00843429">
        <w:t>responsibility</w:t>
      </w:r>
      <w:r w:rsidRPr="00843429">
        <w:rPr>
          <w:rtl/>
        </w:rPr>
        <w:t xml:space="preserve"> </w:t>
      </w:r>
      <w:r w:rsidRPr="00843429">
        <w:t>of</w:t>
      </w:r>
      <w:r w:rsidRPr="00843429">
        <w:rPr>
          <w:rtl/>
        </w:rPr>
        <w:t xml:space="preserve"> </w:t>
      </w:r>
      <w:r w:rsidRPr="00843429">
        <w:t>expense</w:t>
      </w:r>
      <w:r w:rsidRPr="00843429">
        <w:rPr>
          <w:rtl/>
        </w:rPr>
        <w:t xml:space="preserve"> </w:t>
      </w:r>
      <w:r w:rsidRPr="00843429">
        <w:t>on</w:t>
      </w:r>
      <w:r w:rsidRPr="00843429">
        <w:rPr>
          <w:rtl/>
        </w:rPr>
        <w:t xml:space="preserve"> </w:t>
      </w:r>
      <w:r w:rsidRPr="00843429">
        <w:t>any</w:t>
      </w:r>
      <w:r w:rsidRPr="00843429">
        <w:rPr>
          <w:rtl/>
        </w:rPr>
        <w:t xml:space="preserve"> </w:t>
      </w:r>
      <w:r w:rsidRPr="00843429">
        <w:t>enterprise</w:t>
      </w:r>
      <w:r w:rsidRPr="00843429">
        <w:rPr>
          <w:rtl/>
        </w:rPr>
        <w:t xml:space="preserve"> </w:t>
      </w:r>
      <w:r w:rsidRPr="00843429">
        <w:t>is</w:t>
      </w:r>
      <w:r w:rsidRPr="00843429">
        <w:rPr>
          <w:rtl/>
        </w:rPr>
        <w:t xml:space="preserve"> </w:t>
      </w:r>
      <w:r w:rsidRPr="00843429">
        <w:t>more</w:t>
      </w:r>
      <w:r w:rsidRPr="00843429">
        <w:rPr>
          <w:rtl/>
        </w:rPr>
        <w:t xml:space="preserve"> </w:t>
      </w:r>
      <w:r w:rsidRPr="00843429">
        <w:t>entitled</w:t>
      </w:r>
      <w:r w:rsidRPr="00843429">
        <w:rPr>
          <w:rtl/>
        </w:rPr>
        <w:t xml:space="preserve"> </w:t>
      </w:r>
      <w:r w:rsidRPr="00843429">
        <w:t>to</w:t>
      </w:r>
      <w:r w:rsidRPr="00843429">
        <w:rPr>
          <w:rtl/>
        </w:rPr>
        <w:t xml:space="preserve"> </w:t>
      </w:r>
      <w:r w:rsidRPr="00843429">
        <w:t>superintend</w:t>
      </w:r>
      <w:r w:rsidRPr="00843429">
        <w:rPr>
          <w:rtl/>
        </w:rPr>
        <w:t xml:space="preserve"> </w:t>
      </w:r>
      <w:r w:rsidRPr="00843429">
        <w:t>it.</w:t>
      </w:r>
    </w:p>
    <w:p w:rsidR="004E56E9" w:rsidRPr="00843429" w:rsidRDefault="004E56E9" w:rsidP="005412AB">
      <w:pPr>
        <w:pStyle w:val="Heading2Center"/>
      </w:pPr>
      <w:bookmarkStart w:id="27" w:name="_Toc418512217"/>
      <w:r w:rsidRPr="00843429">
        <w:t>Inheritance</w:t>
      </w:r>
      <w:bookmarkEnd w:id="27"/>
    </w:p>
    <w:p w:rsidR="004E56E9" w:rsidRPr="00843429" w:rsidRDefault="004E56E9" w:rsidP="00844CC1">
      <w:pPr>
        <w:pStyle w:val="libNormal"/>
      </w:pPr>
      <w:r w:rsidRPr="00844CC1">
        <w:lastRenderedPageBreak/>
        <w:t xml:space="preserve">The Most High God says in His Noble Book, (There is a share for men and a share for women from what is left by parents and those nearest related, whether, the property be small or large - a legal share). </w:t>
      </w:r>
      <w:r w:rsidRPr="00844CC1">
        <w:rPr>
          <w:rStyle w:val="libFootnotenumChar"/>
        </w:rPr>
        <w:endnoteReference w:id="28"/>
      </w:r>
      <w:r w:rsidRPr="00844CC1">
        <w:t xml:space="preserve"> Islam legislated the inheritance for the woman as it did for the man and determined a portion for each one of them. But there is a distinguishing feature concerning the inheritance of the children i. e. they do not inherit equal portions, for the male receives double what the female receives. The Most High God says, (Allah commands you as regards your children’s ]inheritance]; to the male, a portion equal to that of two females…)</w:t>
      </w:r>
      <w:r w:rsidRPr="00844CC1">
        <w:rPr>
          <w:rStyle w:val="libFootnotenumChar"/>
        </w:rPr>
        <w:endnoteReference w:id="29"/>
      </w:r>
    </w:p>
    <w:p w:rsidR="002E0242" w:rsidRDefault="004E56E9" w:rsidP="00844CC1">
      <w:pPr>
        <w:pStyle w:val="libNormal"/>
      </w:pPr>
      <w:r w:rsidRPr="00843429">
        <w:t>Why is there such a difference between them as regards the inheritance?</w:t>
      </w:r>
    </w:p>
    <w:p w:rsidR="004E56E9" w:rsidRPr="00843429" w:rsidRDefault="004E56E9" w:rsidP="005412AB">
      <w:pPr>
        <w:pStyle w:val="Heading3Center"/>
      </w:pPr>
      <w:bookmarkStart w:id="28" w:name="_Toc418512218"/>
      <w:r w:rsidRPr="00843429">
        <w:t>The cause of this difference is manifested through the consideration of two points:</w:t>
      </w:r>
      <w:bookmarkEnd w:id="28"/>
    </w:p>
    <w:p w:rsidR="004E56E9" w:rsidRPr="00843429" w:rsidRDefault="004E56E9" w:rsidP="00844CC1">
      <w:pPr>
        <w:pStyle w:val="libNormal"/>
        <w:rPr>
          <w:rtl/>
        </w:rPr>
      </w:pPr>
      <w:r w:rsidRPr="00843429">
        <w:t>1- The</w:t>
      </w:r>
      <w:r w:rsidRPr="00843429">
        <w:rPr>
          <w:rtl/>
        </w:rPr>
        <w:t xml:space="preserve"> </w:t>
      </w:r>
      <w:r w:rsidRPr="00843429">
        <w:t>man</w:t>
      </w:r>
      <w:r w:rsidRPr="00843429">
        <w:rPr>
          <w:rtl/>
        </w:rPr>
        <w:t xml:space="preserve"> </w:t>
      </w:r>
      <w:r w:rsidRPr="00843429">
        <w:t>is</w:t>
      </w:r>
      <w:r w:rsidRPr="00843429">
        <w:rPr>
          <w:rtl/>
        </w:rPr>
        <w:t xml:space="preserve"> </w:t>
      </w:r>
      <w:r w:rsidRPr="00843429">
        <w:t>responsible</w:t>
      </w:r>
      <w:r w:rsidRPr="00843429">
        <w:rPr>
          <w:rtl/>
        </w:rPr>
        <w:t xml:space="preserve"> </w:t>
      </w:r>
      <w:r w:rsidRPr="00843429">
        <w:t>for</w:t>
      </w:r>
      <w:r w:rsidRPr="00843429">
        <w:rPr>
          <w:rtl/>
        </w:rPr>
        <w:t xml:space="preserve"> </w:t>
      </w:r>
      <w:r w:rsidRPr="00843429">
        <w:t>spending</w:t>
      </w:r>
      <w:r w:rsidRPr="00843429">
        <w:rPr>
          <w:rtl/>
        </w:rPr>
        <w:t xml:space="preserve"> </w:t>
      </w:r>
      <w:r w:rsidRPr="00843429">
        <w:t>on</w:t>
      </w:r>
      <w:r w:rsidRPr="00843429">
        <w:rPr>
          <w:rtl/>
        </w:rPr>
        <w:t xml:space="preserve"> </w:t>
      </w:r>
      <w:r w:rsidRPr="00843429">
        <w:t>the</w:t>
      </w:r>
      <w:r w:rsidRPr="00843429">
        <w:rPr>
          <w:rtl/>
        </w:rPr>
        <w:t xml:space="preserve"> </w:t>
      </w:r>
      <w:r w:rsidRPr="00843429">
        <w:t>family</w:t>
      </w:r>
      <w:r w:rsidRPr="00843429">
        <w:rPr>
          <w:rtl/>
        </w:rPr>
        <w:t xml:space="preserve"> </w:t>
      </w:r>
      <w:r w:rsidRPr="00843429">
        <w:t>and</w:t>
      </w:r>
      <w:r w:rsidRPr="00843429">
        <w:rPr>
          <w:rtl/>
        </w:rPr>
        <w:t xml:space="preserve"> </w:t>
      </w:r>
      <w:r w:rsidRPr="00843429">
        <w:t>providing</w:t>
      </w:r>
      <w:r w:rsidRPr="00843429">
        <w:rPr>
          <w:rtl/>
        </w:rPr>
        <w:t xml:space="preserve"> </w:t>
      </w:r>
      <w:r w:rsidRPr="00843429">
        <w:t>for</w:t>
      </w:r>
      <w:r w:rsidRPr="00843429">
        <w:rPr>
          <w:rtl/>
        </w:rPr>
        <w:t xml:space="preserve"> </w:t>
      </w:r>
      <w:r w:rsidRPr="00843429">
        <w:t>its</w:t>
      </w:r>
      <w:r w:rsidRPr="00843429">
        <w:rPr>
          <w:rtl/>
        </w:rPr>
        <w:t xml:space="preserve"> </w:t>
      </w:r>
      <w:r w:rsidRPr="00843429">
        <w:t>materialistic</w:t>
      </w:r>
      <w:r w:rsidRPr="00843429">
        <w:rPr>
          <w:rtl/>
        </w:rPr>
        <w:t xml:space="preserve"> </w:t>
      </w:r>
      <w:r w:rsidRPr="00843429">
        <w:t>needs; on</w:t>
      </w:r>
      <w:r w:rsidRPr="00843429">
        <w:rPr>
          <w:rtl/>
        </w:rPr>
        <w:t xml:space="preserve"> </w:t>
      </w:r>
      <w:r w:rsidRPr="00843429">
        <w:t>the</w:t>
      </w:r>
      <w:r w:rsidRPr="00843429">
        <w:rPr>
          <w:rtl/>
        </w:rPr>
        <w:t xml:space="preserve"> </w:t>
      </w:r>
      <w:r w:rsidRPr="00843429">
        <w:t>other</w:t>
      </w:r>
      <w:r w:rsidRPr="00843429">
        <w:rPr>
          <w:rtl/>
        </w:rPr>
        <w:t xml:space="preserve"> </w:t>
      </w:r>
      <w:r w:rsidRPr="00843429">
        <w:t>hand, the</w:t>
      </w:r>
      <w:r w:rsidRPr="00843429">
        <w:rPr>
          <w:rtl/>
        </w:rPr>
        <w:t xml:space="preserve"> </w:t>
      </w:r>
      <w:r w:rsidRPr="00843429">
        <w:t>woman</w:t>
      </w:r>
      <w:r w:rsidRPr="00843429">
        <w:rPr>
          <w:rtl/>
        </w:rPr>
        <w:t xml:space="preserve"> </w:t>
      </w:r>
      <w:r w:rsidRPr="00843429">
        <w:t>is</w:t>
      </w:r>
      <w:r w:rsidRPr="00843429">
        <w:rPr>
          <w:rtl/>
        </w:rPr>
        <w:t xml:space="preserve"> </w:t>
      </w:r>
      <w:r w:rsidRPr="00843429">
        <w:t>not</w:t>
      </w:r>
      <w:r w:rsidRPr="00843429">
        <w:rPr>
          <w:rtl/>
        </w:rPr>
        <w:t xml:space="preserve"> </w:t>
      </w:r>
      <w:r w:rsidRPr="00843429">
        <w:t>responsible</w:t>
      </w:r>
      <w:r w:rsidRPr="00843429">
        <w:rPr>
          <w:rtl/>
        </w:rPr>
        <w:t xml:space="preserve"> </w:t>
      </w:r>
      <w:r w:rsidRPr="00843429">
        <w:t>for</w:t>
      </w:r>
      <w:r w:rsidRPr="00843429">
        <w:rPr>
          <w:rtl/>
        </w:rPr>
        <w:t xml:space="preserve"> </w:t>
      </w:r>
      <w:r w:rsidRPr="00843429">
        <w:t>that. Even</w:t>
      </w:r>
      <w:r w:rsidRPr="00843429">
        <w:rPr>
          <w:rtl/>
        </w:rPr>
        <w:t xml:space="preserve"> </w:t>
      </w:r>
      <w:r w:rsidRPr="00843429">
        <w:t>more, it</w:t>
      </w:r>
      <w:r w:rsidRPr="00843429">
        <w:rPr>
          <w:rtl/>
        </w:rPr>
        <w:t xml:space="preserve"> </w:t>
      </w:r>
      <w:r w:rsidRPr="00843429">
        <w:t>is</w:t>
      </w:r>
      <w:r w:rsidRPr="00843429">
        <w:rPr>
          <w:rtl/>
        </w:rPr>
        <w:t xml:space="preserve"> </w:t>
      </w:r>
      <w:r w:rsidRPr="00843429">
        <w:t>the</w:t>
      </w:r>
      <w:r w:rsidRPr="00843429">
        <w:rPr>
          <w:rtl/>
        </w:rPr>
        <w:t xml:space="preserve"> </w:t>
      </w:r>
      <w:r w:rsidRPr="00843429">
        <w:t>responsibility</w:t>
      </w:r>
      <w:r w:rsidRPr="00843429">
        <w:rPr>
          <w:rtl/>
        </w:rPr>
        <w:t xml:space="preserve"> </w:t>
      </w:r>
      <w:r w:rsidRPr="00843429">
        <w:t>of</w:t>
      </w:r>
      <w:r w:rsidRPr="00843429">
        <w:rPr>
          <w:rtl/>
        </w:rPr>
        <w:t xml:space="preserve"> </w:t>
      </w:r>
      <w:r w:rsidRPr="00843429">
        <w:t>the</w:t>
      </w:r>
      <w:r w:rsidRPr="00843429">
        <w:rPr>
          <w:rtl/>
        </w:rPr>
        <w:t xml:space="preserve"> </w:t>
      </w:r>
      <w:r w:rsidRPr="00843429">
        <w:t>man, whether</w:t>
      </w:r>
      <w:r w:rsidRPr="00843429">
        <w:rPr>
          <w:rtl/>
        </w:rPr>
        <w:t xml:space="preserve"> </w:t>
      </w:r>
      <w:r w:rsidRPr="00843429">
        <w:t>being</w:t>
      </w:r>
      <w:r w:rsidRPr="00843429">
        <w:rPr>
          <w:rtl/>
        </w:rPr>
        <w:t xml:space="preserve"> </w:t>
      </w:r>
      <w:r w:rsidRPr="00843429">
        <w:t>a</w:t>
      </w:r>
      <w:r w:rsidRPr="00843429">
        <w:rPr>
          <w:rtl/>
        </w:rPr>
        <w:t xml:space="preserve"> </w:t>
      </w:r>
      <w:r w:rsidRPr="00843429">
        <w:t>father</w:t>
      </w:r>
      <w:r w:rsidRPr="00843429">
        <w:rPr>
          <w:rtl/>
        </w:rPr>
        <w:t xml:space="preserve"> </w:t>
      </w:r>
      <w:r w:rsidRPr="00843429">
        <w:t>or</w:t>
      </w:r>
      <w:r w:rsidRPr="00843429">
        <w:rPr>
          <w:rtl/>
        </w:rPr>
        <w:t xml:space="preserve"> </w:t>
      </w:r>
      <w:r w:rsidRPr="00843429">
        <w:t>a</w:t>
      </w:r>
      <w:r w:rsidRPr="00843429">
        <w:rPr>
          <w:rtl/>
        </w:rPr>
        <w:t xml:space="preserve"> </w:t>
      </w:r>
      <w:r w:rsidRPr="00843429">
        <w:t>husband, to</w:t>
      </w:r>
      <w:r w:rsidRPr="00843429">
        <w:rPr>
          <w:rtl/>
        </w:rPr>
        <w:t xml:space="preserve"> </w:t>
      </w:r>
      <w:r w:rsidRPr="00843429">
        <w:t>provide</w:t>
      </w:r>
      <w:r w:rsidRPr="00843429">
        <w:rPr>
          <w:rtl/>
        </w:rPr>
        <w:t xml:space="preserve"> </w:t>
      </w:r>
      <w:r w:rsidRPr="00843429">
        <w:t>for</w:t>
      </w:r>
      <w:r w:rsidRPr="00843429">
        <w:rPr>
          <w:rtl/>
        </w:rPr>
        <w:t xml:space="preserve"> </w:t>
      </w:r>
      <w:r w:rsidRPr="00843429">
        <w:t>the</w:t>
      </w:r>
      <w:r w:rsidRPr="00843429">
        <w:rPr>
          <w:rtl/>
        </w:rPr>
        <w:t xml:space="preserve"> </w:t>
      </w:r>
      <w:r w:rsidRPr="00843429">
        <w:t>woman</w:t>
      </w:r>
      <w:r w:rsidRPr="00843429">
        <w:rPr>
          <w:rtl/>
        </w:rPr>
        <w:t>’</w:t>
      </w:r>
      <w:r w:rsidRPr="00843429">
        <w:t>s</w:t>
      </w:r>
      <w:r w:rsidRPr="00843429">
        <w:rPr>
          <w:rtl/>
        </w:rPr>
        <w:t xml:space="preserve"> </w:t>
      </w:r>
      <w:r w:rsidRPr="00843429">
        <w:t>personal</w:t>
      </w:r>
      <w:r w:rsidRPr="00843429">
        <w:rPr>
          <w:rtl/>
        </w:rPr>
        <w:t xml:space="preserve"> </w:t>
      </w:r>
      <w:r w:rsidRPr="00843429">
        <w:t>needs. Moreover, The</w:t>
      </w:r>
      <w:r w:rsidRPr="00843429">
        <w:rPr>
          <w:rtl/>
        </w:rPr>
        <w:t xml:space="preserve"> </w:t>
      </w:r>
      <w:r w:rsidRPr="00843429">
        <w:t>Most</w:t>
      </w:r>
      <w:r w:rsidRPr="00843429">
        <w:rPr>
          <w:rtl/>
        </w:rPr>
        <w:t xml:space="preserve"> </w:t>
      </w:r>
      <w:r w:rsidRPr="00843429">
        <w:t>High</w:t>
      </w:r>
      <w:r w:rsidRPr="00843429">
        <w:rPr>
          <w:rtl/>
        </w:rPr>
        <w:t xml:space="preserve"> </w:t>
      </w:r>
      <w:r w:rsidRPr="00843429">
        <w:t>God</w:t>
      </w:r>
    </w:p>
    <w:p w:rsidR="002E0242" w:rsidRDefault="004E56E9" w:rsidP="00844CC1">
      <w:pPr>
        <w:pStyle w:val="libNormal"/>
      </w:pPr>
      <w:r w:rsidRPr="00843429">
        <w:rPr>
          <w:rFonts w:hint="cs"/>
          <w:rtl/>
        </w:rPr>
        <w:t>2</w:t>
      </w:r>
      <w:r w:rsidRPr="00843429">
        <w:t>- The</w:t>
      </w:r>
      <w:r w:rsidRPr="00843429">
        <w:rPr>
          <w:rtl/>
        </w:rPr>
        <w:t xml:space="preserve"> </w:t>
      </w:r>
      <w:r w:rsidRPr="00843429">
        <w:t>man</w:t>
      </w:r>
      <w:r w:rsidRPr="00843429">
        <w:rPr>
          <w:rtl/>
        </w:rPr>
        <w:t xml:space="preserve"> </w:t>
      </w:r>
      <w:r w:rsidRPr="00843429">
        <w:t>is</w:t>
      </w:r>
      <w:r w:rsidRPr="00843429">
        <w:rPr>
          <w:rtl/>
        </w:rPr>
        <w:t xml:space="preserve"> </w:t>
      </w:r>
      <w:r w:rsidRPr="00843429">
        <w:t>the</w:t>
      </w:r>
      <w:r w:rsidRPr="00843429">
        <w:rPr>
          <w:rtl/>
        </w:rPr>
        <w:t xml:space="preserve"> </w:t>
      </w:r>
      <w:r w:rsidRPr="00843429">
        <w:t>one</w:t>
      </w:r>
      <w:r w:rsidRPr="00843429">
        <w:rPr>
          <w:rtl/>
        </w:rPr>
        <w:t xml:space="preserve"> </w:t>
      </w:r>
      <w:r w:rsidRPr="00843429">
        <w:t>who</w:t>
      </w:r>
      <w:r w:rsidRPr="00843429">
        <w:rPr>
          <w:rtl/>
        </w:rPr>
        <w:t xml:space="preserve"> </w:t>
      </w:r>
      <w:r w:rsidRPr="00843429">
        <w:t>pays</w:t>
      </w:r>
      <w:r w:rsidRPr="00843429">
        <w:rPr>
          <w:rtl/>
        </w:rPr>
        <w:t xml:space="preserve"> </w:t>
      </w:r>
      <w:r w:rsidRPr="00843429">
        <w:t>the</w:t>
      </w:r>
      <w:r w:rsidRPr="00843429">
        <w:rPr>
          <w:rtl/>
        </w:rPr>
        <w:t xml:space="preserve"> </w:t>
      </w:r>
      <w:r w:rsidRPr="00843429">
        <w:t>dowry</w:t>
      </w:r>
      <w:r w:rsidRPr="00843429">
        <w:rPr>
          <w:rtl/>
        </w:rPr>
        <w:t xml:space="preserve"> </w:t>
      </w:r>
      <w:r w:rsidRPr="00843429">
        <w:t>to</w:t>
      </w:r>
      <w:r w:rsidRPr="00843429">
        <w:rPr>
          <w:rtl/>
        </w:rPr>
        <w:t xml:space="preserve"> </w:t>
      </w:r>
      <w:r w:rsidRPr="00843429">
        <w:t>the</w:t>
      </w:r>
      <w:r w:rsidRPr="00843429">
        <w:rPr>
          <w:rtl/>
        </w:rPr>
        <w:t xml:space="preserve"> </w:t>
      </w:r>
      <w:r w:rsidRPr="00843429">
        <w:t>woman</w:t>
      </w:r>
      <w:r w:rsidRPr="00843429">
        <w:rPr>
          <w:rtl/>
        </w:rPr>
        <w:t xml:space="preserve"> </w:t>
      </w:r>
      <w:r w:rsidRPr="00843429">
        <w:t>in</w:t>
      </w:r>
      <w:r w:rsidRPr="00843429">
        <w:rPr>
          <w:rtl/>
        </w:rPr>
        <w:t xml:space="preserve"> </w:t>
      </w:r>
      <w:r w:rsidRPr="00843429">
        <w:t>the</w:t>
      </w:r>
      <w:r w:rsidRPr="00843429">
        <w:rPr>
          <w:rtl/>
        </w:rPr>
        <w:t xml:space="preserve"> </w:t>
      </w:r>
      <w:r w:rsidRPr="00843429">
        <w:t>marriage</w:t>
      </w:r>
      <w:r w:rsidRPr="00843429">
        <w:rPr>
          <w:rtl/>
        </w:rPr>
        <w:t xml:space="preserve"> </w:t>
      </w:r>
      <w:r w:rsidRPr="00843429">
        <w:t>contract. This, in</w:t>
      </w:r>
      <w:r w:rsidRPr="00843429">
        <w:rPr>
          <w:rtl/>
        </w:rPr>
        <w:t xml:space="preserve"> </w:t>
      </w:r>
      <w:r w:rsidRPr="00843429">
        <w:t>turn, supports</w:t>
      </w:r>
      <w:r w:rsidRPr="00843429">
        <w:rPr>
          <w:rtl/>
        </w:rPr>
        <w:t xml:space="preserve"> </w:t>
      </w:r>
      <w:r w:rsidRPr="00843429">
        <w:t>the</w:t>
      </w:r>
      <w:r w:rsidRPr="00843429">
        <w:rPr>
          <w:rtl/>
        </w:rPr>
        <w:t xml:space="preserve"> </w:t>
      </w:r>
      <w:r w:rsidRPr="00843429">
        <w:t>presence</w:t>
      </w:r>
      <w:r w:rsidRPr="00843429">
        <w:rPr>
          <w:rtl/>
        </w:rPr>
        <w:t xml:space="preserve"> </w:t>
      </w:r>
      <w:r w:rsidRPr="00843429">
        <w:t>of</w:t>
      </w:r>
      <w:r w:rsidRPr="00843429">
        <w:rPr>
          <w:rtl/>
        </w:rPr>
        <w:t xml:space="preserve"> </w:t>
      </w:r>
      <w:r w:rsidRPr="00843429">
        <w:t>privileges</w:t>
      </w:r>
      <w:r w:rsidRPr="00843429">
        <w:rPr>
          <w:rtl/>
        </w:rPr>
        <w:t xml:space="preserve"> </w:t>
      </w:r>
      <w:r w:rsidRPr="00843429">
        <w:t>in</w:t>
      </w:r>
      <w:r w:rsidRPr="00843429">
        <w:rPr>
          <w:rtl/>
        </w:rPr>
        <w:t xml:space="preserve"> </w:t>
      </w:r>
      <w:r w:rsidRPr="00843429">
        <w:t>the</w:t>
      </w:r>
      <w:r w:rsidRPr="00843429">
        <w:rPr>
          <w:rtl/>
        </w:rPr>
        <w:t xml:space="preserve"> </w:t>
      </w:r>
      <w:r w:rsidRPr="00843429">
        <w:t>distribution</w:t>
      </w:r>
      <w:r w:rsidRPr="00843429">
        <w:rPr>
          <w:rtl/>
        </w:rPr>
        <w:t xml:space="preserve"> </w:t>
      </w:r>
      <w:r w:rsidRPr="00843429">
        <w:t>of</w:t>
      </w:r>
      <w:r w:rsidRPr="00843429">
        <w:rPr>
          <w:rtl/>
        </w:rPr>
        <w:t xml:space="preserve"> </w:t>
      </w:r>
      <w:r w:rsidRPr="00843429">
        <w:t>finances, so</w:t>
      </w:r>
      <w:r w:rsidRPr="00843429">
        <w:rPr>
          <w:rtl/>
        </w:rPr>
        <w:t xml:space="preserve"> </w:t>
      </w:r>
      <w:r w:rsidRPr="00843429">
        <w:t>that</w:t>
      </w:r>
      <w:r w:rsidRPr="00843429">
        <w:rPr>
          <w:rtl/>
        </w:rPr>
        <w:t xml:space="preserve"> </w:t>
      </w:r>
      <w:r w:rsidRPr="00843429">
        <w:t>there</w:t>
      </w:r>
      <w:r w:rsidRPr="00843429">
        <w:rPr>
          <w:rtl/>
        </w:rPr>
        <w:t xml:space="preserve"> </w:t>
      </w:r>
      <w:r w:rsidRPr="00843429">
        <w:t>will</w:t>
      </w:r>
      <w:r w:rsidRPr="00843429">
        <w:rPr>
          <w:rtl/>
        </w:rPr>
        <w:t xml:space="preserve"> </w:t>
      </w:r>
      <w:r w:rsidRPr="00843429">
        <w:t>be</w:t>
      </w:r>
      <w:r w:rsidRPr="00843429">
        <w:rPr>
          <w:rtl/>
        </w:rPr>
        <w:t xml:space="preserve"> </w:t>
      </w:r>
      <w:r w:rsidRPr="00843429">
        <w:t>harmony</w:t>
      </w:r>
      <w:r w:rsidRPr="00843429">
        <w:rPr>
          <w:rtl/>
        </w:rPr>
        <w:t xml:space="preserve"> </w:t>
      </w:r>
      <w:r w:rsidRPr="00843429">
        <w:t>between</w:t>
      </w:r>
      <w:r w:rsidRPr="00843429">
        <w:rPr>
          <w:rtl/>
        </w:rPr>
        <w:t xml:space="preserve"> </w:t>
      </w:r>
      <w:r w:rsidRPr="00843429">
        <w:t>the</w:t>
      </w:r>
      <w:r w:rsidRPr="00843429">
        <w:rPr>
          <w:rtl/>
        </w:rPr>
        <w:t xml:space="preserve"> </w:t>
      </w:r>
      <w:r w:rsidRPr="00843429">
        <w:t>incomes</w:t>
      </w:r>
      <w:r w:rsidRPr="00843429">
        <w:rPr>
          <w:rtl/>
        </w:rPr>
        <w:t xml:space="preserve"> </w:t>
      </w:r>
      <w:r w:rsidRPr="00843429">
        <w:t>and</w:t>
      </w:r>
      <w:r w:rsidRPr="00843429">
        <w:rPr>
          <w:rtl/>
        </w:rPr>
        <w:t xml:space="preserve"> </w:t>
      </w:r>
      <w:r w:rsidRPr="00843429">
        <w:t>the</w:t>
      </w:r>
      <w:r w:rsidRPr="00843429">
        <w:rPr>
          <w:rtl/>
        </w:rPr>
        <w:t xml:space="preserve"> </w:t>
      </w:r>
      <w:r w:rsidRPr="00843429">
        <w:t>expenses.</w:t>
      </w:r>
    </w:p>
    <w:p w:rsidR="002E0242" w:rsidRDefault="004E56E9" w:rsidP="00844CC1">
      <w:pPr>
        <w:pStyle w:val="libNormal"/>
      </w:pPr>
      <w:r w:rsidRPr="00843429">
        <w:t>A great percentage of what the man inherits will go back to the woman as a daughter or a wife whom he has to spend on. On the other hand, the money which the woman inherits remains completely for her with nobody having the right to share it with her.</w:t>
      </w:r>
    </w:p>
    <w:p w:rsidR="002E0242" w:rsidRDefault="004E56E9" w:rsidP="00844CC1">
      <w:pPr>
        <w:pStyle w:val="libNormal"/>
      </w:pPr>
      <w:r w:rsidRPr="00843429">
        <w:t>Therefore, when we consider the inheritance as one of the financial incomes, we must consider it with respect to the system of incomes and expenses in the Islamic law, so that a kind of equivalence between them will be procured.</w:t>
      </w:r>
    </w:p>
    <w:p w:rsidR="004E56E9" w:rsidRPr="00843429" w:rsidRDefault="004E56E9" w:rsidP="005412AB">
      <w:pPr>
        <w:pStyle w:val="Heading2Center"/>
      </w:pPr>
      <w:bookmarkStart w:id="29" w:name="_Toc418512219"/>
      <w:r w:rsidRPr="00843429">
        <w:t>Summary</w:t>
      </w:r>
      <w:bookmarkEnd w:id="29"/>
    </w:p>
    <w:p w:rsidR="002E0242" w:rsidRDefault="004E56E9" w:rsidP="00844CC1">
      <w:pPr>
        <w:pStyle w:val="libNormal"/>
      </w:pPr>
      <w:r w:rsidRPr="00843429">
        <w:t>There are differences between the man and the woman with respect to the physiological and psychological capabilities. Yet this difference is not linked to the aspect of deficiency or perfection; it is, however, a matter of equivalence and adequateness. The law of creation aims from this difference at the establishment of a higher adequateness between the man and the woman who are meant for a common life.</w:t>
      </w:r>
    </w:p>
    <w:p w:rsidR="002E0242" w:rsidRDefault="004E56E9" w:rsidP="00844CC1">
      <w:pPr>
        <w:pStyle w:val="libNormal"/>
      </w:pPr>
      <w:r w:rsidRPr="00843429">
        <w:t>Looking for the difference between the man and the woman is not a recent issue; in fact, it goes back in history to more than 2400 years.</w:t>
      </w:r>
    </w:p>
    <w:p w:rsidR="002E0242" w:rsidRDefault="004E56E9" w:rsidP="00844CC1">
      <w:pPr>
        <w:pStyle w:val="libNormal"/>
      </w:pPr>
      <w:r w:rsidRPr="00843429">
        <w:t>The fragmental view may be a major cause for not comprehending the Islamic legislation, for Islam is characterized by the comprehensive legislation. We must consider the issue of the man and the woman within the frame of the whole doctrine and not alone regardless of everything else related to it.</w:t>
      </w:r>
    </w:p>
    <w:p w:rsidR="002E0242" w:rsidRDefault="004E56E9" w:rsidP="00844CC1">
      <w:pPr>
        <w:pStyle w:val="libNormal"/>
      </w:pPr>
      <w:r w:rsidRPr="00843429">
        <w:t>Preferring the man to the woman in the Saying of The Most High God (… because Allah has made one of them to excel the other…)</w:t>
      </w:r>
      <w:r w:rsidRPr="00844CC1">
        <w:rPr>
          <w:rStyle w:val="libFootnotenumChar"/>
        </w:rPr>
        <w:endnoteReference w:id="30"/>
      </w:r>
      <w:r w:rsidRPr="00843429">
        <w:t xml:space="preserve"> is not one of spiritual value but of practical merit by which the man is distinguished and which makes him eligible for superintendence. This is related to the traits by which the man is characterized and to those by which the woman is characterized.</w:t>
      </w:r>
    </w:p>
    <w:p w:rsidR="002E0242" w:rsidRDefault="004E56E9" w:rsidP="00844CC1">
      <w:pPr>
        <w:pStyle w:val="libNormal"/>
      </w:pPr>
      <w:r w:rsidRPr="00843429">
        <w:t>There is a distinguishing feature concerning the inheritance of the children i. e. they do not inherit equal portions, for the male receives double what the female receives. This difference has many causes, among which is the following: the man is responsible for spending on the family and for providing for its materialistic needs whereas the woman is not responsible for this. A great percentage of what the man inherits will go back to the woman as a daughter or a wife whom he has to spend on. On the other hand, the money which the woman inherits remains completely for her with nobody having the right to share it with her.</w:t>
      </w:r>
    </w:p>
    <w:p w:rsidR="004E56E9" w:rsidRDefault="004E56E9" w:rsidP="005412AB">
      <w:pPr>
        <w:pStyle w:val="Heading2Center"/>
        <w:rPr>
          <w:lang w:bidi="ar-LB"/>
        </w:rPr>
      </w:pPr>
      <w:bookmarkStart w:id="30" w:name="_Toc418512220"/>
      <w:r w:rsidRPr="00843429">
        <w:rPr>
          <w:lang w:bidi="ar-LB"/>
        </w:rPr>
        <w:t>Comprehension Questions</w:t>
      </w:r>
      <w:bookmarkEnd w:id="30"/>
    </w:p>
    <w:p w:rsidR="002E0242" w:rsidRDefault="004E56E9" w:rsidP="00844CC1">
      <w:pPr>
        <w:pStyle w:val="libNormal"/>
      </w:pPr>
      <w:r w:rsidRPr="00843429">
        <w:lastRenderedPageBreak/>
        <w:t>1- Mention</w:t>
      </w:r>
      <w:r w:rsidRPr="00843429">
        <w:rPr>
          <w:rtl/>
        </w:rPr>
        <w:t xml:space="preserve"> </w:t>
      </w:r>
      <w:r w:rsidRPr="00843429">
        <w:t>some</w:t>
      </w:r>
      <w:r w:rsidRPr="00843429">
        <w:rPr>
          <w:rtl/>
        </w:rPr>
        <w:t xml:space="preserve"> </w:t>
      </w:r>
      <w:r w:rsidRPr="00843429">
        <w:t>physiological</w:t>
      </w:r>
      <w:r w:rsidRPr="00843429">
        <w:rPr>
          <w:rtl/>
        </w:rPr>
        <w:t xml:space="preserve"> </w:t>
      </w:r>
      <w:r w:rsidRPr="00843429">
        <w:t>differences</w:t>
      </w:r>
      <w:r w:rsidRPr="00843429">
        <w:rPr>
          <w:rtl/>
        </w:rPr>
        <w:t xml:space="preserve"> </w:t>
      </w:r>
      <w:r w:rsidRPr="00843429">
        <w:t>between</w:t>
      </w:r>
      <w:r w:rsidRPr="00843429">
        <w:rPr>
          <w:rtl/>
        </w:rPr>
        <w:t xml:space="preserve"> </w:t>
      </w:r>
      <w:r w:rsidRPr="00843429">
        <w:t>the</w:t>
      </w:r>
      <w:r w:rsidRPr="00843429">
        <w:rPr>
          <w:rtl/>
        </w:rPr>
        <w:t xml:space="preserve"> </w:t>
      </w:r>
      <w:r w:rsidRPr="00843429">
        <w:t>man</w:t>
      </w:r>
      <w:r w:rsidRPr="00843429">
        <w:rPr>
          <w:rtl/>
        </w:rPr>
        <w:t xml:space="preserve"> </w:t>
      </w:r>
      <w:r w:rsidRPr="00843429">
        <w:t>and</w:t>
      </w:r>
      <w:r w:rsidRPr="00843429">
        <w:rPr>
          <w:rtl/>
        </w:rPr>
        <w:t xml:space="preserve"> </w:t>
      </w:r>
      <w:r w:rsidRPr="00843429">
        <w:t>the</w:t>
      </w:r>
      <w:r w:rsidRPr="00843429">
        <w:rPr>
          <w:rtl/>
        </w:rPr>
        <w:t xml:space="preserve"> </w:t>
      </w:r>
      <w:r w:rsidRPr="00843429">
        <w:t>woman.</w:t>
      </w:r>
    </w:p>
    <w:p w:rsidR="002E0242" w:rsidRDefault="004E56E9" w:rsidP="00844CC1">
      <w:pPr>
        <w:pStyle w:val="libNormal"/>
      </w:pPr>
      <w:r w:rsidRPr="00843429">
        <w:t>2- Mention</w:t>
      </w:r>
      <w:r w:rsidRPr="00843429">
        <w:rPr>
          <w:rtl/>
        </w:rPr>
        <w:t xml:space="preserve"> </w:t>
      </w:r>
      <w:r w:rsidRPr="00843429">
        <w:t>some</w:t>
      </w:r>
      <w:r w:rsidRPr="00843429">
        <w:rPr>
          <w:rtl/>
        </w:rPr>
        <w:t xml:space="preserve"> </w:t>
      </w:r>
      <w:r w:rsidRPr="00843429">
        <w:t>psychological</w:t>
      </w:r>
      <w:r w:rsidRPr="00843429">
        <w:rPr>
          <w:rtl/>
        </w:rPr>
        <w:t xml:space="preserve"> </w:t>
      </w:r>
      <w:r w:rsidRPr="00843429">
        <w:t>differences</w:t>
      </w:r>
      <w:r w:rsidRPr="00843429">
        <w:rPr>
          <w:rtl/>
        </w:rPr>
        <w:t xml:space="preserve"> </w:t>
      </w:r>
      <w:r w:rsidRPr="00843429">
        <w:t>between</w:t>
      </w:r>
      <w:r w:rsidRPr="00843429">
        <w:rPr>
          <w:rtl/>
        </w:rPr>
        <w:t xml:space="preserve"> </w:t>
      </w:r>
      <w:r w:rsidRPr="00843429">
        <w:t>the</w:t>
      </w:r>
      <w:r w:rsidRPr="00843429">
        <w:rPr>
          <w:rtl/>
        </w:rPr>
        <w:t xml:space="preserve"> </w:t>
      </w:r>
      <w:r w:rsidRPr="00843429">
        <w:t>man</w:t>
      </w:r>
      <w:r w:rsidRPr="00843429">
        <w:rPr>
          <w:rtl/>
        </w:rPr>
        <w:t xml:space="preserve"> </w:t>
      </w:r>
      <w:r w:rsidRPr="00843429">
        <w:t>and</w:t>
      </w:r>
      <w:r w:rsidRPr="00843429">
        <w:rPr>
          <w:rtl/>
        </w:rPr>
        <w:t xml:space="preserve"> </w:t>
      </w:r>
      <w:r w:rsidRPr="00843429">
        <w:t>the</w:t>
      </w:r>
      <w:r w:rsidRPr="00843429">
        <w:rPr>
          <w:rtl/>
        </w:rPr>
        <w:t xml:space="preserve"> </w:t>
      </w:r>
      <w:r w:rsidRPr="00843429">
        <w:t>woman.</w:t>
      </w:r>
    </w:p>
    <w:p w:rsidR="002E0242" w:rsidRDefault="004E56E9" w:rsidP="00844CC1">
      <w:pPr>
        <w:pStyle w:val="libNormal"/>
      </w:pPr>
      <w:r w:rsidRPr="00843429">
        <w:t>3- What</w:t>
      </w:r>
      <w:r w:rsidRPr="00843429">
        <w:rPr>
          <w:rtl/>
        </w:rPr>
        <w:t xml:space="preserve"> </w:t>
      </w:r>
      <w:r w:rsidRPr="00843429">
        <w:t>is</w:t>
      </w:r>
      <w:r w:rsidRPr="00843429">
        <w:rPr>
          <w:rtl/>
        </w:rPr>
        <w:t xml:space="preserve"> </w:t>
      </w:r>
      <w:r w:rsidRPr="00843429">
        <w:t>the</w:t>
      </w:r>
      <w:r w:rsidRPr="00843429">
        <w:rPr>
          <w:rtl/>
        </w:rPr>
        <w:t xml:space="preserve"> </w:t>
      </w:r>
      <w:r w:rsidRPr="00843429">
        <w:t>wisdom</w:t>
      </w:r>
      <w:r w:rsidRPr="00843429">
        <w:rPr>
          <w:rtl/>
        </w:rPr>
        <w:t xml:space="preserve"> </w:t>
      </w:r>
      <w:r w:rsidRPr="00843429">
        <w:t>implied</w:t>
      </w:r>
      <w:r w:rsidRPr="00843429">
        <w:rPr>
          <w:rtl/>
        </w:rPr>
        <w:t xml:space="preserve"> </w:t>
      </w:r>
      <w:r w:rsidRPr="00843429">
        <w:t>in</w:t>
      </w:r>
      <w:r w:rsidRPr="00843429">
        <w:rPr>
          <w:rtl/>
        </w:rPr>
        <w:t xml:space="preserve"> </w:t>
      </w:r>
      <w:r w:rsidRPr="00843429">
        <w:t>the</w:t>
      </w:r>
      <w:r w:rsidRPr="00843429">
        <w:rPr>
          <w:rtl/>
        </w:rPr>
        <w:t xml:space="preserve"> </w:t>
      </w:r>
      <w:r w:rsidRPr="00843429">
        <w:t>permissibility</w:t>
      </w:r>
      <w:r w:rsidRPr="00843429">
        <w:rPr>
          <w:rtl/>
        </w:rPr>
        <w:t xml:space="preserve"> </w:t>
      </w:r>
      <w:r w:rsidRPr="00843429">
        <w:t>of</w:t>
      </w:r>
      <w:r w:rsidRPr="00843429">
        <w:rPr>
          <w:rtl/>
        </w:rPr>
        <w:t xml:space="preserve"> </w:t>
      </w:r>
      <w:r w:rsidRPr="00843429">
        <w:t>polygamy?</w:t>
      </w:r>
    </w:p>
    <w:p w:rsidR="002E0242" w:rsidRDefault="004E56E9" w:rsidP="00844CC1">
      <w:pPr>
        <w:pStyle w:val="libNormal"/>
      </w:pPr>
      <w:r w:rsidRPr="00843429">
        <w:t>4- Why</w:t>
      </w:r>
      <w:r w:rsidRPr="00843429">
        <w:rPr>
          <w:rtl/>
        </w:rPr>
        <w:t xml:space="preserve"> </w:t>
      </w:r>
      <w:r w:rsidRPr="00843429">
        <w:t>does</w:t>
      </w:r>
      <w:r w:rsidRPr="00843429">
        <w:rPr>
          <w:rtl/>
        </w:rPr>
        <w:t xml:space="preserve"> </w:t>
      </w:r>
      <w:r w:rsidRPr="00843429">
        <w:t>the</w:t>
      </w:r>
      <w:r w:rsidRPr="00843429">
        <w:rPr>
          <w:rtl/>
        </w:rPr>
        <w:t xml:space="preserve"> </w:t>
      </w:r>
      <w:r w:rsidRPr="00843429">
        <w:t>male</w:t>
      </w:r>
      <w:r w:rsidRPr="00843429">
        <w:rPr>
          <w:rtl/>
        </w:rPr>
        <w:t xml:space="preserve"> </w:t>
      </w:r>
      <w:r w:rsidRPr="00843429">
        <w:t>inherit</w:t>
      </w:r>
      <w:r w:rsidRPr="00843429">
        <w:rPr>
          <w:rtl/>
        </w:rPr>
        <w:t xml:space="preserve"> </w:t>
      </w:r>
      <w:r w:rsidRPr="00843429">
        <w:t>double</w:t>
      </w:r>
      <w:r w:rsidRPr="00843429">
        <w:rPr>
          <w:rtl/>
        </w:rPr>
        <w:t xml:space="preserve"> </w:t>
      </w:r>
      <w:r w:rsidRPr="00843429">
        <w:t>what</w:t>
      </w:r>
      <w:r w:rsidRPr="00843429">
        <w:rPr>
          <w:rtl/>
        </w:rPr>
        <w:t xml:space="preserve"> </w:t>
      </w:r>
      <w:r w:rsidRPr="00843429">
        <w:t>the</w:t>
      </w:r>
      <w:r w:rsidRPr="00843429">
        <w:rPr>
          <w:rtl/>
        </w:rPr>
        <w:t xml:space="preserve"> </w:t>
      </w:r>
      <w:r w:rsidRPr="00843429">
        <w:t>female</w:t>
      </w:r>
      <w:r w:rsidRPr="00843429">
        <w:rPr>
          <w:rtl/>
        </w:rPr>
        <w:t xml:space="preserve"> </w:t>
      </w:r>
      <w:r w:rsidRPr="00843429">
        <w:t>inherits?</w:t>
      </w:r>
    </w:p>
    <w:p w:rsidR="002E0242" w:rsidRDefault="004E56E9" w:rsidP="00844CC1">
      <w:pPr>
        <w:pStyle w:val="libNormal"/>
      </w:pPr>
      <w:r w:rsidRPr="00843429">
        <w:t>5- What</w:t>
      </w:r>
      <w:r w:rsidRPr="00843429">
        <w:rPr>
          <w:rtl/>
        </w:rPr>
        <w:t xml:space="preserve"> </w:t>
      </w:r>
      <w:r w:rsidRPr="00843429">
        <w:t>is</w:t>
      </w:r>
      <w:r w:rsidRPr="00843429">
        <w:rPr>
          <w:rtl/>
        </w:rPr>
        <w:t xml:space="preserve"> </w:t>
      </w:r>
      <w:r w:rsidRPr="00843429">
        <w:t>meant</w:t>
      </w:r>
      <w:r w:rsidRPr="00843429">
        <w:rPr>
          <w:rtl/>
        </w:rPr>
        <w:t xml:space="preserve"> </w:t>
      </w:r>
      <w:r w:rsidRPr="00843429">
        <w:t>by</w:t>
      </w:r>
      <w:r w:rsidRPr="00843429">
        <w:rPr>
          <w:rtl/>
        </w:rPr>
        <w:t xml:space="preserve"> </w:t>
      </w:r>
      <w:r w:rsidRPr="00843429">
        <w:t>the</w:t>
      </w:r>
      <w:r w:rsidRPr="00843429">
        <w:rPr>
          <w:rtl/>
        </w:rPr>
        <w:t xml:space="preserve"> </w:t>
      </w:r>
      <w:r w:rsidRPr="00843429">
        <w:t>following</w:t>
      </w:r>
      <w:r w:rsidRPr="00843429">
        <w:rPr>
          <w:rtl/>
        </w:rPr>
        <w:t xml:space="preserve"> </w:t>
      </w:r>
      <w:r w:rsidRPr="00843429">
        <w:t>noble</w:t>
      </w:r>
      <w:r w:rsidRPr="00843429">
        <w:rPr>
          <w:rtl/>
        </w:rPr>
        <w:t xml:space="preserve"> </w:t>
      </w:r>
      <w:r w:rsidRPr="00843429">
        <w:t>verse: (…</w:t>
      </w:r>
      <w:r w:rsidRPr="00843429">
        <w:rPr>
          <w:rtl/>
        </w:rPr>
        <w:t xml:space="preserve"> </w:t>
      </w:r>
      <w:r w:rsidRPr="00843429">
        <w:t>because</w:t>
      </w:r>
      <w:r w:rsidRPr="00843429">
        <w:rPr>
          <w:rtl/>
        </w:rPr>
        <w:t xml:space="preserve"> </w:t>
      </w:r>
      <w:r w:rsidRPr="00843429">
        <w:t>Allah</w:t>
      </w:r>
      <w:r w:rsidRPr="00843429">
        <w:rPr>
          <w:rtl/>
        </w:rPr>
        <w:t xml:space="preserve"> </w:t>
      </w:r>
      <w:r w:rsidRPr="00843429">
        <w:t>has</w:t>
      </w:r>
      <w:r w:rsidRPr="00843429">
        <w:rPr>
          <w:rtl/>
        </w:rPr>
        <w:t xml:space="preserve"> </w:t>
      </w:r>
      <w:r w:rsidRPr="00843429">
        <w:t>made</w:t>
      </w:r>
      <w:r w:rsidRPr="00843429">
        <w:rPr>
          <w:rtl/>
        </w:rPr>
        <w:t xml:space="preserve"> </w:t>
      </w:r>
      <w:r w:rsidRPr="00843429">
        <w:t>one</w:t>
      </w:r>
      <w:r w:rsidRPr="00843429">
        <w:rPr>
          <w:rtl/>
        </w:rPr>
        <w:t xml:space="preserve"> </w:t>
      </w:r>
      <w:r w:rsidRPr="00843429">
        <w:t>of</w:t>
      </w:r>
      <w:r w:rsidRPr="00843429">
        <w:rPr>
          <w:rtl/>
        </w:rPr>
        <w:t xml:space="preserve"> </w:t>
      </w:r>
      <w:r w:rsidRPr="00843429">
        <w:t>them</w:t>
      </w:r>
      <w:r w:rsidRPr="00843429">
        <w:rPr>
          <w:rtl/>
        </w:rPr>
        <w:t xml:space="preserve"> </w:t>
      </w:r>
      <w:r w:rsidRPr="00843429">
        <w:t>to</w:t>
      </w:r>
      <w:r w:rsidRPr="00843429">
        <w:rPr>
          <w:rtl/>
        </w:rPr>
        <w:t xml:space="preserve"> </w:t>
      </w:r>
      <w:r w:rsidRPr="00843429">
        <w:t>excel</w:t>
      </w:r>
      <w:r w:rsidRPr="00843429">
        <w:rPr>
          <w:rtl/>
        </w:rPr>
        <w:t xml:space="preserve"> </w:t>
      </w:r>
      <w:r w:rsidRPr="00843429">
        <w:t>the</w:t>
      </w:r>
      <w:r w:rsidRPr="00843429">
        <w:rPr>
          <w:rtl/>
        </w:rPr>
        <w:t xml:space="preserve"> </w:t>
      </w:r>
      <w:r w:rsidRPr="00843429">
        <w:t>other</w:t>
      </w:r>
      <w:r w:rsidRPr="00843429">
        <w:rPr>
          <w:rtl/>
        </w:rPr>
        <w:t>…</w:t>
      </w:r>
      <w:r w:rsidRPr="00843429">
        <w:t>)?</w:t>
      </w:r>
    </w:p>
    <w:p w:rsidR="004E56E9" w:rsidRDefault="004E56E9" w:rsidP="005412AB">
      <w:pPr>
        <w:pStyle w:val="Heading2Center"/>
      </w:pPr>
      <w:bookmarkStart w:id="31" w:name="_Toc418512221"/>
      <w:r w:rsidRPr="00843429">
        <w:t>For Reading</w:t>
      </w:r>
      <w:bookmarkEnd w:id="31"/>
    </w:p>
    <w:p w:rsidR="004E56E9" w:rsidRPr="00843429" w:rsidRDefault="004E56E9" w:rsidP="005412AB">
      <w:pPr>
        <w:pStyle w:val="Heading3Center"/>
      </w:pPr>
      <w:bookmarkStart w:id="32" w:name="_Toc418512222"/>
      <w:r w:rsidRPr="00843429">
        <w:t>Om Kolthoum</w:t>
      </w:r>
      <w:bookmarkEnd w:id="32"/>
    </w:p>
    <w:p w:rsidR="002E0242" w:rsidRDefault="004E56E9" w:rsidP="00844CC1">
      <w:pPr>
        <w:pStyle w:val="libNormal"/>
      </w:pPr>
      <w:r w:rsidRPr="00844CC1">
        <w:t xml:space="preserve">Sayyda Om Kolthoum is the daughter of Imam Ali ibn Abi Taleb </w:t>
      </w:r>
      <w:r w:rsidRPr="00844CC1">
        <w:rPr>
          <w:rStyle w:val="libItalicChar"/>
        </w:rPr>
        <w:t>(God’s peace bestowed upon him)</w:t>
      </w:r>
      <w:r w:rsidRPr="00844CC1">
        <w:t xml:space="preserve"> and Sayyda Fatima Al-Zahraa </w:t>
      </w:r>
      <w:r w:rsidRPr="00844CC1">
        <w:rPr>
          <w:rStyle w:val="libItalicChar"/>
        </w:rPr>
        <w:t>(God’s peace bestowed upon her)</w:t>
      </w:r>
      <w:r w:rsidRPr="00844CC1">
        <w:t xml:space="preserve">. She is a woman who struggled for God’s sake by means of words and deeds. She is next to Sayyda Zeinab </w:t>
      </w:r>
      <w:r w:rsidRPr="00844CC1">
        <w:rPr>
          <w:rStyle w:val="libItalicChar"/>
        </w:rPr>
        <w:t>(God’s peace bestowed upon her)</w:t>
      </w:r>
      <w:r w:rsidRPr="00844CC1">
        <w:t xml:space="preserve"> in age and honor, and she is her partner in carrying the burden which Sayyda Zeinab </w:t>
      </w:r>
      <w:r w:rsidRPr="00844CC1">
        <w:rPr>
          <w:rStyle w:val="libItalicChar"/>
        </w:rPr>
        <w:t>(God’s peace bestowed upon her)</w:t>
      </w:r>
      <w:r w:rsidRPr="00844CC1">
        <w:t xml:space="preserve"> carried after the martyrdom of Imam Al-Houssein </w:t>
      </w:r>
      <w:r w:rsidRPr="00844CC1">
        <w:rPr>
          <w:rStyle w:val="libItalicChar"/>
        </w:rPr>
        <w:t>(God’s peace bestowed upon him)</w:t>
      </w:r>
      <w:r w:rsidRPr="00843429">
        <w:t xml:space="preserve"> in Karbalaa.</w:t>
      </w:r>
    </w:p>
    <w:p w:rsidR="002E0242" w:rsidRDefault="004E56E9" w:rsidP="00844CC1">
      <w:pPr>
        <w:pStyle w:val="libNormal"/>
      </w:pPr>
      <w:r w:rsidRPr="00843429">
        <w:t xml:space="preserve">Sayyda Om Kolthoum entered Al-Koufa during the regime of her father The Prince of the Believers </w:t>
      </w:r>
      <w:r w:rsidRPr="00844CC1">
        <w:rPr>
          <w:rStyle w:val="libItalicChar"/>
        </w:rPr>
        <w:t>(God’s peace bestowed upon him)</w:t>
      </w:r>
      <w:r w:rsidRPr="00843429">
        <w:t xml:space="preserve"> after he had declared it as a capital for his state. She lived in his modest house and learnt on him the loftiest morals.</w:t>
      </w:r>
    </w:p>
    <w:p w:rsidR="004E56E9" w:rsidRPr="00843429" w:rsidRDefault="004E56E9" w:rsidP="00844CC1">
      <w:pPr>
        <w:pStyle w:val="libNormal"/>
      </w:pPr>
      <w:r w:rsidRPr="00843429">
        <w:t xml:space="preserve">Yet when she entered Al-Koufa for the second time, she entered it as a captive with the captives of Karbalaa. She entered it with the heads of her brother Imam Al-Houssein </w:t>
      </w:r>
      <w:r w:rsidRPr="00844CC1">
        <w:rPr>
          <w:rStyle w:val="libItalicChar"/>
        </w:rPr>
        <w:t>(God’s peace bestowed upon him)</w:t>
      </w:r>
      <w:r w:rsidRPr="00843429">
        <w:t xml:space="preserve"> and the martyrs raised over the spears and with the people watching them. She was greatly affected with what she saw, with the people’s pity on them, and with the people’s offering of bread and date for the children. She used to take away the alms from the children’s mouths and hands while saying, “O, People of Al-Koufa, giving alms to us is ]religiously] forbidden.”</w:t>
      </w:r>
    </w:p>
    <w:p w:rsidR="004E56E9" w:rsidRPr="00843429" w:rsidRDefault="004E56E9" w:rsidP="00844CC1">
      <w:pPr>
        <w:pStyle w:val="libNormal"/>
      </w:pPr>
      <w:r w:rsidRPr="00843429">
        <w:t>Then, she addressed them with a speech from which we mention the following:“O, People of Al-Koufa! Shame on you. What is the matter with you? You disappointed Al-Houssein and killed him. You robbed his money and inherited him. And you took his women as captives and distressed him. Woe to you and away with you! Do you know what an evil you did? . . .”</w:t>
      </w:r>
    </w:p>
    <w:p w:rsidR="004E56E9" w:rsidRPr="00843429" w:rsidRDefault="004E56E9" w:rsidP="00844CC1">
      <w:pPr>
        <w:pStyle w:val="libNormal"/>
      </w:pPr>
      <w:r w:rsidRPr="00843429">
        <w:t>Her speeches, along the path of captivity, uncovered the evil policies which were conspiring against Islam and its prominent characters. Moreover, she spread among the people a poetry in which she aroused the emotions, so that the nation would wake up from its slumber to face the oppression of the Omawwyeet. From that poetry is the following:</w:t>
      </w:r>
    </w:p>
    <w:p w:rsidR="004E56E9" w:rsidRPr="00843429" w:rsidRDefault="004E56E9" w:rsidP="00844CC1">
      <w:pPr>
        <w:pStyle w:val="libCenter"/>
      </w:pPr>
      <w:r w:rsidRPr="00843429">
        <w:t>We are the lost with no guardian</w:t>
      </w:r>
    </w:p>
    <w:p w:rsidR="002E0242" w:rsidRDefault="004E56E9" w:rsidP="00844CC1">
      <w:pPr>
        <w:pStyle w:val="libCenter"/>
      </w:pPr>
      <w:r w:rsidRPr="00843429">
        <w:t>And we are lamenting on our brother</w:t>
      </w:r>
    </w:p>
    <w:p w:rsidR="004E56E9" w:rsidRPr="00843429" w:rsidRDefault="004E56E9" w:rsidP="00844CC1">
      <w:pPr>
        <w:pStyle w:val="libCenter"/>
      </w:pPr>
      <w:r w:rsidRPr="00843429">
        <w:t>We are riding on mounts</w:t>
      </w:r>
    </w:p>
    <w:p w:rsidR="004E56E9" w:rsidRPr="00843429" w:rsidRDefault="004E56E9" w:rsidP="00844CC1">
      <w:pPr>
        <w:pStyle w:val="libCenter"/>
      </w:pPr>
      <w:r w:rsidRPr="00843429">
        <w:t>Carried on the camels of the detesters</w:t>
      </w:r>
    </w:p>
    <w:p w:rsidR="004E56E9" w:rsidRPr="00844CC1" w:rsidRDefault="004E56E9" w:rsidP="00712236">
      <w:pPr>
        <w:pStyle w:val="libCenter"/>
        <w:rPr>
          <w:rStyle w:val="libNormalChar"/>
        </w:rPr>
      </w:pPr>
      <w:r w:rsidRPr="00844CC1">
        <w:rPr>
          <w:rStyle w:val="libNormalChar"/>
        </w:rPr>
        <w:t>We are the daughters of Ya’seen* and Ta’ha*</w:t>
      </w:r>
      <w:r w:rsidRPr="00844CC1">
        <w:rPr>
          <w:rStyle w:val="libFootnotenumChar"/>
        </w:rPr>
        <w:endnoteReference w:id="31"/>
      </w:r>
    </w:p>
    <w:p w:rsidR="004E56E9" w:rsidRPr="00843429" w:rsidRDefault="004E56E9" w:rsidP="00844CC1">
      <w:pPr>
        <w:pStyle w:val="libCenter"/>
      </w:pPr>
      <w:r w:rsidRPr="00843429">
        <w:t>And we are weeping on our father</w:t>
      </w:r>
    </w:p>
    <w:p w:rsidR="004E56E9" w:rsidRPr="00843429" w:rsidRDefault="004E56E9" w:rsidP="00844CC1">
      <w:pPr>
        <w:pStyle w:val="libCenter"/>
      </w:pPr>
      <w:r w:rsidRPr="00843429">
        <w:t>Oh our grandfather! They killed Houssein</w:t>
      </w:r>
    </w:p>
    <w:p w:rsidR="004E56E9" w:rsidRPr="00843429" w:rsidRDefault="004E56E9" w:rsidP="00844CC1">
      <w:pPr>
        <w:pStyle w:val="libCenter"/>
      </w:pPr>
      <w:r w:rsidRPr="00843429">
        <w:t>And did not consider God in us</w:t>
      </w:r>
    </w:p>
    <w:p w:rsidR="004E56E9" w:rsidRPr="00843429" w:rsidRDefault="004E56E9" w:rsidP="00844CC1">
      <w:pPr>
        <w:pStyle w:val="libCenter"/>
      </w:pPr>
      <w:r w:rsidRPr="00843429">
        <w:t>Oh our grandfather! Our enemies attained</w:t>
      </w:r>
    </w:p>
    <w:p w:rsidR="002E0242" w:rsidRDefault="004E56E9" w:rsidP="00844CC1">
      <w:pPr>
        <w:pStyle w:val="libCenter"/>
      </w:pPr>
      <w:r w:rsidRPr="00843429">
        <w:t>Their wishes and avenged themselves from us.</w:t>
      </w:r>
    </w:p>
    <w:p w:rsidR="002E0242" w:rsidRDefault="004E56E9" w:rsidP="00844CC1">
      <w:pPr>
        <w:pStyle w:val="libNormal"/>
      </w:pPr>
      <w:r w:rsidRPr="00843429">
        <w:t>This is Om Kolthoum, the woman who teaches the women how to struggle for God’s sake by means of the word and the attitude.</w:t>
      </w:r>
    </w:p>
    <w:p w:rsidR="004E56E9" w:rsidRDefault="004E56E9" w:rsidP="00844CC1">
      <w:pPr>
        <w:pStyle w:val="libNormal"/>
      </w:pPr>
      <w:r>
        <w:br w:type="page"/>
      </w:r>
    </w:p>
    <w:p w:rsidR="004E56E9" w:rsidRDefault="004E56E9" w:rsidP="005412AB">
      <w:pPr>
        <w:pStyle w:val="Heading1Center"/>
      </w:pPr>
      <w:bookmarkStart w:id="33" w:name="_Toc418512223"/>
      <w:r w:rsidRPr="00843429">
        <w:lastRenderedPageBreak/>
        <w:t>Lesson Three</w:t>
      </w:r>
      <w:r>
        <w:t xml:space="preserve">: </w:t>
      </w:r>
      <w:r w:rsidRPr="00843429">
        <w:t>Woman’s Learning</w:t>
      </w:r>
      <w:bookmarkEnd w:id="33"/>
    </w:p>
    <w:p w:rsidR="004E56E9" w:rsidRPr="00843429" w:rsidRDefault="004E56E9" w:rsidP="005412AB">
      <w:pPr>
        <w:pStyle w:val="Heading2Center"/>
      </w:pPr>
      <w:bookmarkStart w:id="34" w:name="_Toc418512224"/>
      <w:r w:rsidRPr="00843429">
        <w:t>Importance of Learning</w:t>
      </w:r>
      <w:bookmarkEnd w:id="34"/>
    </w:p>
    <w:p w:rsidR="004E56E9" w:rsidRPr="00843429" w:rsidRDefault="004E56E9" w:rsidP="00844CC1">
      <w:pPr>
        <w:pStyle w:val="libNormal"/>
      </w:pPr>
      <w:r w:rsidRPr="00844CC1">
        <w:t xml:space="preserve">We might not come across such a consecration of learning and such a call for it among all the religions and sects and creeds as they are spot in Islam. Even more, the first verse addressed to The Greatest Prophet </w:t>
      </w:r>
      <w:r w:rsidRPr="00844CC1">
        <w:rPr>
          <w:rStyle w:val="libItalicChar"/>
        </w:rPr>
        <w:t>(God’s prayers and peace bestowed upon him and his Household)</w:t>
      </w:r>
      <w:r w:rsidRPr="00844CC1">
        <w:t xml:space="preserve"> when the revelation came down on him was: </w:t>
      </w:r>
      <w:r w:rsidRPr="00844CC1">
        <w:rPr>
          <w:rStyle w:val="libItalicChar"/>
        </w:rPr>
        <w:t>(Read! In the Name of your Lord, Who has created * Has created man from a clot * Read! And your Lord is the Most Generous * Who has taught by the pen * Has taught man that which he knew not)</w:t>
      </w:r>
      <w:r w:rsidRPr="00844CC1">
        <w:t xml:space="preserve">. </w:t>
      </w:r>
      <w:r w:rsidRPr="00844CC1">
        <w:rPr>
          <w:rStyle w:val="libFootnotenumChar"/>
        </w:rPr>
        <w:endnoteReference w:id="32"/>
      </w:r>
    </w:p>
    <w:p w:rsidR="002E0242" w:rsidRDefault="004E56E9" w:rsidP="00844CC1">
      <w:pPr>
        <w:pStyle w:val="libNormal"/>
      </w:pPr>
      <w:r w:rsidRPr="00843429">
        <w:t>The Most High God joined the reading with the mentioning of Him in order to indicate the relationship between learning and the belief in The Most Glorious and Reverent God.</w:t>
      </w:r>
    </w:p>
    <w:p w:rsidR="002E0242" w:rsidRDefault="004E56E9" w:rsidP="00844CC1">
      <w:pPr>
        <w:pStyle w:val="libNormal"/>
      </w:pPr>
      <w:r w:rsidRPr="00843429">
        <w:t xml:space="preserve">Then, He made learning one of the standards of preference among the people; The Most High God says, </w:t>
      </w:r>
      <w:r w:rsidRPr="00844CC1">
        <w:rPr>
          <w:rStyle w:val="libItalicChar"/>
        </w:rPr>
        <w:t>(…Say: «Are those who know equal to those who know not? »…)</w:t>
      </w:r>
      <w:r w:rsidRPr="00844CC1">
        <w:rPr>
          <w:rStyle w:val="libFootnotenumChar"/>
        </w:rPr>
        <w:endnoteReference w:id="33"/>
      </w:r>
      <w:r w:rsidRPr="00844CC1">
        <w:t xml:space="preserve">  Then, He praised  the learners and raised them to special ranks: </w:t>
      </w:r>
      <w:r w:rsidRPr="00844CC1">
        <w:rPr>
          <w:rStyle w:val="libItalicChar"/>
        </w:rPr>
        <w:t>(Allah will exalt in degree those of you who believe, and those who have been granted knowledge)</w:t>
      </w:r>
      <w:r w:rsidRPr="00844CC1">
        <w:rPr>
          <w:rStyle w:val="libFootnotenumChar"/>
        </w:rPr>
        <w:endnoteReference w:id="34"/>
      </w:r>
      <w:r w:rsidRPr="00843429">
        <w:t xml:space="preserve"> to the extent that losing them turned to be a gap which can be closed by nothing.</w:t>
      </w:r>
    </w:p>
    <w:p w:rsidR="002E0242" w:rsidRDefault="004E56E9" w:rsidP="00844CC1">
      <w:pPr>
        <w:pStyle w:val="libNormal"/>
      </w:pPr>
      <w:r w:rsidRPr="00843429">
        <w:t xml:space="preserve">It is ascribed to The Prince of the Believers Imam Ali Al-Mourtada </w:t>
      </w:r>
      <w:r w:rsidRPr="00844CC1">
        <w:rPr>
          <w:rStyle w:val="libItalicChar"/>
        </w:rPr>
        <w:t>(God’s peace bestowed upon him)</w:t>
      </w:r>
      <w:r w:rsidRPr="00844CC1">
        <w:t xml:space="preserve"> that he said, “The learning believer is more rewarded than the one fasting and praying and fighting for God’s sake is. When he ]the learning believer] dies, a gap opens in Islam which is to be closed by nothing till the Day of Resurrection”</w:t>
      </w:r>
      <w:r w:rsidRPr="00844CC1">
        <w:rPr>
          <w:rStyle w:val="libFootnotenumChar"/>
        </w:rPr>
        <w:endnoteReference w:id="35"/>
      </w:r>
      <w:r w:rsidRPr="00843429">
        <w:t>.</w:t>
      </w:r>
    </w:p>
    <w:p w:rsidR="002E0242" w:rsidRDefault="004E56E9" w:rsidP="00844CC1">
      <w:pPr>
        <w:pStyle w:val="libNormal"/>
      </w:pPr>
      <w:r w:rsidRPr="00843429">
        <w:t>Why did The Most High God attach such an importance to learning? And why did He endow the learner with all this spiritual essence, ranks, and honor?</w:t>
      </w:r>
    </w:p>
    <w:p w:rsidR="004E56E9" w:rsidRPr="00843429" w:rsidRDefault="004E56E9" w:rsidP="005412AB">
      <w:pPr>
        <w:pStyle w:val="Heading3Center"/>
      </w:pPr>
      <w:bookmarkStart w:id="35" w:name="_Toc418512225"/>
      <w:r w:rsidRPr="00843429">
        <w:t>Its Necessity for the Human Being</w:t>
      </w:r>
      <w:bookmarkEnd w:id="35"/>
    </w:p>
    <w:p w:rsidR="002E0242" w:rsidRDefault="004E56E9" w:rsidP="00712236">
      <w:pPr>
        <w:pStyle w:val="libItalic"/>
        <w:rPr>
          <w:rStyle w:val="libNormalChar"/>
        </w:rPr>
      </w:pPr>
      <w:r w:rsidRPr="00844CC1">
        <w:rPr>
          <w:rStyle w:val="libNormalChar"/>
        </w:rPr>
        <w:t xml:space="preserve">This interest in learning did not originate from nothing. This interest has specific significations to which the narratives referred. Learning is intricately associated to the true divine religion that came down from The Most High God. The Noblest Prophet </w:t>
      </w:r>
      <w:r w:rsidR="00712236" w:rsidRPr="00712236">
        <w:rPr>
          <w:rStyle w:val="libNormalChar"/>
        </w:rPr>
        <w:t>(God’s prayers and peace  bestowed upon him and his Household)</w:t>
      </w:r>
      <w:r w:rsidRPr="00844CC1">
        <w:rPr>
          <w:rStyle w:val="libNormalChar"/>
        </w:rPr>
        <w:t xml:space="preserve"> referred to this association in his saying, “Learning is the life of Islam and the prop of religion”</w:t>
      </w:r>
      <w:r w:rsidRPr="00844CC1">
        <w:rPr>
          <w:rStyle w:val="libFootnotenumChar"/>
        </w:rPr>
        <w:endnoteReference w:id="36"/>
      </w:r>
      <w:r w:rsidRPr="00844CC1">
        <w:rPr>
          <w:rStyle w:val="libNormalChar"/>
        </w:rPr>
        <w:t>.</w:t>
      </w:r>
    </w:p>
    <w:p w:rsidR="002E0242" w:rsidRDefault="004E56E9" w:rsidP="00712236">
      <w:pPr>
        <w:pStyle w:val="libNormal"/>
      </w:pPr>
      <w:r w:rsidRPr="00712236">
        <w:t>The Most High God is The Truth. As the human being acquires more knowledge and insight, he/ she draws nearer to The Truth. The Most High God says, (And those who have been given knowledge see that what is revealed to you from your Lord is the truth, and guides to the Path of the Exalted in Might, Owner of all praise)</w:t>
      </w:r>
      <w:r w:rsidRPr="00844CC1">
        <w:rPr>
          <w:rStyle w:val="libFootnotenumChar"/>
        </w:rPr>
        <w:endnoteReference w:id="37"/>
      </w:r>
      <w:r w:rsidRPr="00712236">
        <w:t>. Also, The Most High God says, (And that those who have been given knowledge may know that it  is the truth from your Lord, and that they may believe therein, and their hearts may submit to it with humility. And verily, Allah is the Guide of those who believe, to the Straight Path)</w:t>
      </w:r>
      <w:r w:rsidRPr="00844CC1">
        <w:rPr>
          <w:rStyle w:val="libFootnotenumChar"/>
        </w:rPr>
        <w:endnoteReference w:id="38"/>
      </w:r>
      <w:r w:rsidRPr="00712236">
        <w:t>.</w:t>
      </w:r>
    </w:p>
    <w:p w:rsidR="004E56E9" w:rsidRPr="00843429" w:rsidRDefault="004E56E9" w:rsidP="00844CC1">
      <w:pPr>
        <w:pStyle w:val="libNormal"/>
      </w:pPr>
      <w:r w:rsidRPr="00844CC1">
        <w:t xml:space="preserve">Learning is not restricted to a certain topic rather than another topic or to a certain level of knowledge rather than another level; it is, therefore, good wherever it takes place. It is related in the narrative ascribed to The Prince of the Believers </w:t>
      </w:r>
      <w:r w:rsidRPr="00844CC1">
        <w:rPr>
          <w:rStyle w:val="libItalicChar"/>
        </w:rPr>
        <w:t>(God’s peace bestowed upon him)</w:t>
      </w:r>
      <w:r w:rsidRPr="00844CC1">
        <w:t xml:space="preserve"> that he said, “Learning is the source of every good; on the other hand, ignorance is the source of every evil.”</w:t>
      </w:r>
      <w:r w:rsidRPr="00844CC1">
        <w:rPr>
          <w:rStyle w:val="libFootnotenumChar"/>
        </w:rPr>
        <w:endnoteReference w:id="39"/>
      </w:r>
    </w:p>
    <w:p w:rsidR="002E0242" w:rsidRDefault="004E56E9" w:rsidP="00844CC1">
      <w:pPr>
        <w:pStyle w:val="libNormal"/>
      </w:pPr>
      <w:r w:rsidRPr="00843429">
        <w:t>Here, we are going to reflect upon some roles of learning.</w:t>
      </w:r>
    </w:p>
    <w:p w:rsidR="004E56E9" w:rsidRPr="00843429" w:rsidRDefault="004E56E9" w:rsidP="005412AB">
      <w:pPr>
        <w:pStyle w:val="Heading3Center"/>
      </w:pPr>
      <w:bookmarkStart w:id="36" w:name="_Toc418512226"/>
      <w:r w:rsidRPr="00843429">
        <w:t>1- Acquisition of Knowledge</w:t>
      </w:r>
      <w:bookmarkEnd w:id="36"/>
    </w:p>
    <w:p w:rsidR="002E0242" w:rsidRDefault="004E56E9" w:rsidP="00712236">
      <w:pPr>
        <w:pStyle w:val="libNormal"/>
      </w:pPr>
      <w:r w:rsidRPr="00712236">
        <w:t>Knowledge is demanded for itself; thus it needs nothing else to justify it, especially as regards the basic lores which are related to the creation and the hereafter. Henceforth, The Noble Qur’an teaches us never to get quenched from knowledge but to ask always for more. The Most High God says, (And say: «My Lord! Increase me in knowledge)</w:t>
      </w:r>
      <w:r w:rsidRPr="00844CC1">
        <w:rPr>
          <w:rStyle w:val="libFootnotenumChar"/>
        </w:rPr>
        <w:endnoteReference w:id="40"/>
      </w:r>
      <w:r w:rsidRPr="00712236">
        <w:t>.</w:t>
      </w:r>
    </w:p>
    <w:p w:rsidR="004E56E9" w:rsidRPr="00843429" w:rsidRDefault="004E56E9" w:rsidP="005412AB">
      <w:pPr>
        <w:pStyle w:val="Heading3Center"/>
      </w:pPr>
      <w:bookmarkStart w:id="37" w:name="_Toc418512227"/>
      <w:r w:rsidRPr="00843429">
        <w:t>2- Prerequisite for the Work</w:t>
      </w:r>
      <w:bookmarkEnd w:id="37"/>
    </w:p>
    <w:p w:rsidR="004E56E9" w:rsidRPr="00712236" w:rsidRDefault="004E56E9" w:rsidP="00712236">
      <w:pPr>
        <w:pStyle w:val="libNormal"/>
      </w:pPr>
      <w:r w:rsidRPr="00712236">
        <w:t xml:space="preserve">Any deed, whether insignificant or great, needs scientific premises which as the human being gets more acquainted with them and works being guided by them, his/ her work </w:t>
      </w:r>
      <w:r w:rsidRPr="00712236">
        <w:lastRenderedPageBreak/>
        <w:t xml:space="preserve">becomes more masterfully and subtle. It is related in the narrative ascribed to The Noblest Prophet </w:t>
      </w:r>
      <w:r w:rsidRPr="00844CC1">
        <w:rPr>
          <w:rStyle w:val="libItalicChar"/>
        </w:rPr>
        <w:t>(God’s prayers and peace bestowed upon him and his Household)</w:t>
      </w:r>
      <w:r w:rsidRPr="00712236">
        <w:t xml:space="preserve"> that he said, “…God likes that when a human being performs a work to master it.”</w:t>
      </w:r>
      <w:r w:rsidRPr="00844CC1">
        <w:rPr>
          <w:rStyle w:val="libFootnotenumChar"/>
        </w:rPr>
        <w:endnoteReference w:id="41"/>
      </w:r>
    </w:p>
    <w:p w:rsidR="004E56E9" w:rsidRPr="00843429" w:rsidRDefault="004E56E9" w:rsidP="005412AB">
      <w:pPr>
        <w:pStyle w:val="Heading3Center"/>
      </w:pPr>
      <w:bookmarkStart w:id="38" w:name="_Toc418512228"/>
      <w:r w:rsidRPr="00843429">
        <w:t>3- Rationality for the Society</w:t>
      </w:r>
      <w:bookmarkEnd w:id="38"/>
    </w:p>
    <w:p w:rsidR="002E0242" w:rsidRDefault="004E56E9" w:rsidP="00844CC1">
      <w:pPr>
        <w:pStyle w:val="libNormal"/>
      </w:pPr>
      <w:r w:rsidRPr="00843429">
        <w:t>If ignorance were the characteristic of the societies, it is doubtless that the rule would be for none but for the law of the jungle. The ignorant person, in his nature, is not deterred by reason but is deterred when he senses a power greater than his.</w:t>
      </w:r>
    </w:p>
    <w:p w:rsidR="004E56E9" w:rsidRPr="00844CC1" w:rsidRDefault="004E56E9" w:rsidP="00844CC1">
      <w:pPr>
        <w:pStyle w:val="libNormal"/>
        <w:rPr>
          <w:rStyle w:val="libNormalChar"/>
        </w:rPr>
      </w:pPr>
      <w:r w:rsidRPr="00843429">
        <w:t xml:space="preserve">We refer here to the narrative ascribed to The Prince of the Believers </w:t>
      </w:r>
      <w:r w:rsidRPr="00844CC1">
        <w:rPr>
          <w:rStyle w:val="libItalicChar"/>
        </w:rPr>
        <w:t>(God’s peace bestowed upon him)</w:t>
      </w:r>
      <w:r w:rsidRPr="00844CC1">
        <w:rPr>
          <w:rStyle w:val="libNormalChar"/>
        </w:rPr>
        <w:t xml:space="preserve"> in which he said, “The ignorant is not deterred even by the sharpness of the swords.”</w:t>
      </w:r>
      <w:r w:rsidRPr="00844CC1">
        <w:rPr>
          <w:rStyle w:val="libFootnotenumChar"/>
        </w:rPr>
        <w:endnoteReference w:id="42"/>
      </w:r>
    </w:p>
    <w:p w:rsidR="004E56E9" w:rsidRPr="00843429" w:rsidRDefault="004E56E9" w:rsidP="005412AB">
      <w:pPr>
        <w:pStyle w:val="Heading3Center"/>
      </w:pPr>
      <w:bookmarkStart w:id="39" w:name="_Toc418512229"/>
      <w:r w:rsidRPr="00843429">
        <w:t>4- A Solution for All the Problems</w:t>
      </w:r>
      <w:bookmarkEnd w:id="39"/>
    </w:p>
    <w:p w:rsidR="004E56E9" w:rsidRPr="00712236" w:rsidRDefault="004E56E9" w:rsidP="00712236">
      <w:pPr>
        <w:pStyle w:val="libNormal"/>
      </w:pPr>
      <w:r w:rsidRPr="00712236">
        <w:t xml:space="preserve">Wherever ignorance penetrates, corruption accompanies it. As a result, we may find out a lot of the social problems originating from ignorance and lack of learning. It is ascribed to The Prince of the Believers </w:t>
      </w:r>
      <w:r w:rsidRPr="00844CC1">
        <w:rPr>
          <w:rStyle w:val="libItalicChar"/>
        </w:rPr>
        <w:t>(God’s peace bestowed upon him)</w:t>
      </w:r>
      <w:r w:rsidRPr="00712236">
        <w:t xml:space="preserve"> that he said, “Ignorance is the corruption of every matter.”</w:t>
      </w:r>
      <w:r w:rsidRPr="00844CC1">
        <w:rPr>
          <w:rStyle w:val="libFootnotenumChar"/>
        </w:rPr>
        <w:endnoteReference w:id="43"/>
      </w:r>
    </w:p>
    <w:p w:rsidR="002E0242" w:rsidRDefault="004E56E9" w:rsidP="005412AB">
      <w:pPr>
        <w:pStyle w:val="Heading2Center"/>
      </w:pPr>
      <w:bookmarkStart w:id="40" w:name="_Toc418512230"/>
      <w:r w:rsidRPr="00843429">
        <w:t>Learning Is Not Exclusive to the Man</w:t>
      </w:r>
      <w:bookmarkEnd w:id="40"/>
    </w:p>
    <w:p w:rsidR="002E0242" w:rsidRDefault="004E56E9" w:rsidP="00844CC1">
      <w:pPr>
        <w:pStyle w:val="libNormal"/>
      </w:pPr>
      <w:r w:rsidRPr="00843429">
        <w:t>Is it possible, after having realized the association of learning to religion and knowing The Most High God and to the masterfulness of deeds and the guidance of the society and after having realized that ignorance is the origin of corruption, to make learning exclusive to the man and to deprive the woman of it?</w:t>
      </w:r>
    </w:p>
    <w:p w:rsidR="004E56E9" w:rsidRPr="00843429" w:rsidRDefault="004E56E9" w:rsidP="00844CC1">
      <w:pPr>
        <w:pStyle w:val="libNormal"/>
      </w:pPr>
      <w:r w:rsidRPr="00843429">
        <w:t xml:space="preserve">If learning were exclusive to the man, this would mean that religion, knowing God, masterfulness of deeds, and guidance would be exclusive to the man, which is an idea stated by no one. In this course, we refer to the narrative ascribed to The Noblest Prophet </w:t>
      </w:r>
      <w:r w:rsidRPr="00844CC1">
        <w:rPr>
          <w:rStyle w:val="libItalicChar"/>
        </w:rPr>
        <w:t>(God’s prayers and peace bestowed upon him and his Household)</w:t>
      </w:r>
      <w:r w:rsidRPr="00844CC1">
        <w:t xml:space="preserve"> in which he said, “Asking for learning is a duty imposed on every male and female Muslim. God likes them who ask for learning.”</w:t>
      </w:r>
      <w:r w:rsidRPr="00844CC1">
        <w:rPr>
          <w:rStyle w:val="libFootnotenumChar"/>
        </w:rPr>
        <w:endnoteReference w:id="44"/>
      </w:r>
    </w:p>
    <w:p w:rsidR="002E0242" w:rsidRDefault="004E56E9" w:rsidP="00844CC1">
      <w:pPr>
        <w:pStyle w:val="libNormal"/>
      </w:pPr>
      <w:r w:rsidRPr="00843429">
        <w:t>Learning, therefore, is not exclusive to the man because its excuses are not exclusive to him. Woman’s learning is not only not prevented, but also it is required and preferable.</w:t>
      </w:r>
    </w:p>
    <w:p w:rsidR="004E56E9" w:rsidRPr="00712236" w:rsidRDefault="004E56E9" w:rsidP="00712236">
      <w:pPr>
        <w:pStyle w:val="libItalic"/>
      </w:pPr>
      <w:r w:rsidRPr="00843429">
        <w:t xml:space="preserve">It is ascribed to The Prophet </w:t>
      </w:r>
      <w:r w:rsidRPr="00712236">
        <w:t>(God’s prayers and peace bestowed upon him and his Household</w:t>
      </w:r>
      <w:r w:rsidRPr="00712236">
        <w:rPr>
          <w:rStyle w:val="libItalicChar"/>
        </w:rPr>
        <w:t>)</w:t>
      </w:r>
      <w:r w:rsidRPr="00712236">
        <w:t xml:space="preserve"> that he said, “He who has a daughter whom he educates and masters her education, teaches and masters her teaching, and gives generously from the bounties God bestowed upon him will have her as a protection from fire.”</w:t>
      </w:r>
      <w:r w:rsidRPr="00844CC1">
        <w:rPr>
          <w:rStyle w:val="libFootnotenumChar"/>
        </w:rPr>
        <w:endnoteReference w:id="45"/>
      </w:r>
    </w:p>
    <w:p w:rsidR="004E56E9" w:rsidRPr="00843429" w:rsidRDefault="004E56E9" w:rsidP="005412AB">
      <w:pPr>
        <w:pStyle w:val="Heading2Center"/>
      </w:pPr>
      <w:bookmarkStart w:id="41" w:name="_Toc418512231"/>
      <w:r w:rsidRPr="00843429">
        <w:t>The Circumstances of Learning</w:t>
      </w:r>
      <w:bookmarkEnd w:id="41"/>
    </w:p>
    <w:p w:rsidR="004E56E9" w:rsidRPr="00843429" w:rsidRDefault="004E56E9" w:rsidP="00844CC1">
      <w:pPr>
        <w:pStyle w:val="libNormal"/>
      </w:pPr>
      <w:r w:rsidRPr="00843429">
        <w:t>The circumstances of the schools, institutes, universities, and all the areas of learning must be healthy and helpful in accomplishing the aims of learning. Learning must continue in elevating the human being and in emphasizing the human values. In other words, it must be the prop of religion and must call ]the human being] to know The Creator and to be committed to the lofty human morals. This can be accomplished by means of two issues:</w:t>
      </w:r>
    </w:p>
    <w:p w:rsidR="002E0242" w:rsidRDefault="004E56E9" w:rsidP="00844CC1">
      <w:pPr>
        <w:pStyle w:val="libNormal"/>
      </w:pPr>
      <w:r w:rsidRPr="00843429">
        <w:t>1-</w:t>
      </w:r>
      <w:r w:rsidRPr="00843429">
        <w:rPr>
          <w:rtl/>
        </w:rPr>
        <w:t xml:space="preserve"> </w:t>
      </w:r>
      <w:r w:rsidRPr="00843429">
        <w:t>The</w:t>
      </w:r>
      <w:r w:rsidRPr="00843429">
        <w:rPr>
          <w:rtl/>
        </w:rPr>
        <w:t xml:space="preserve"> </w:t>
      </w:r>
      <w:r w:rsidRPr="00843429">
        <w:t>woman</w:t>
      </w:r>
      <w:r w:rsidRPr="00843429">
        <w:rPr>
          <w:rtl/>
        </w:rPr>
        <w:t xml:space="preserve"> </w:t>
      </w:r>
      <w:r w:rsidRPr="00843429">
        <w:t>must</w:t>
      </w:r>
      <w:r w:rsidRPr="00843429">
        <w:rPr>
          <w:rtl/>
        </w:rPr>
        <w:t xml:space="preserve"> </w:t>
      </w:r>
      <w:r w:rsidRPr="00843429">
        <w:t>not</w:t>
      </w:r>
      <w:r w:rsidRPr="00843429">
        <w:rPr>
          <w:rtl/>
        </w:rPr>
        <w:t xml:space="preserve"> </w:t>
      </w:r>
      <w:r w:rsidRPr="00843429">
        <w:t>be</w:t>
      </w:r>
      <w:r w:rsidRPr="00843429">
        <w:rPr>
          <w:rtl/>
        </w:rPr>
        <w:t xml:space="preserve"> </w:t>
      </w:r>
      <w:r w:rsidRPr="00843429">
        <w:t>inattentive</w:t>
      </w:r>
      <w:r w:rsidRPr="00843429">
        <w:rPr>
          <w:rtl/>
        </w:rPr>
        <w:t xml:space="preserve"> </w:t>
      </w:r>
      <w:r w:rsidRPr="00843429">
        <w:t>to</w:t>
      </w:r>
      <w:r w:rsidRPr="00843429">
        <w:rPr>
          <w:rtl/>
        </w:rPr>
        <w:t xml:space="preserve"> </w:t>
      </w:r>
      <w:r w:rsidRPr="00843429">
        <w:t>the</w:t>
      </w:r>
      <w:r w:rsidRPr="00843429">
        <w:rPr>
          <w:rtl/>
        </w:rPr>
        <w:t xml:space="preserve"> </w:t>
      </w:r>
      <w:r w:rsidRPr="00843429">
        <w:t>aim</w:t>
      </w:r>
      <w:r w:rsidRPr="00843429">
        <w:rPr>
          <w:rtl/>
        </w:rPr>
        <w:t xml:space="preserve"> </w:t>
      </w:r>
      <w:r w:rsidRPr="00843429">
        <w:t>of</w:t>
      </w:r>
      <w:r w:rsidRPr="00843429">
        <w:rPr>
          <w:rtl/>
        </w:rPr>
        <w:t xml:space="preserve"> </w:t>
      </w:r>
      <w:r w:rsidRPr="00843429">
        <w:t>learning</w:t>
      </w:r>
      <w:r w:rsidRPr="00843429">
        <w:rPr>
          <w:rtl/>
        </w:rPr>
        <w:t xml:space="preserve"> </w:t>
      </w:r>
      <w:r w:rsidRPr="00843429">
        <w:t>which</w:t>
      </w:r>
      <w:r w:rsidRPr="00843429">
        <w:rPr>
          <w:rtl/>
        </w:rPr>
        <w:t xml:space="preserve"> </w:t>
      </w:r>
      <w:r w:rsidRPr="00843429">
        <w:t>is</w:t>
      </w:r>
      <w:r w:rsidRPr="00843429">
        <w:rPr>
          <w:rtl/>
        </w:rPr>
        <w:t xml:space="preserve"> </w:t>
      </w:r>
      <w:r w:rsidRPr="00843429">
        <w:t>the</w:t>
      </w:r>
      <w:r w:rsidRPr="00843429">
        <w:rPr>
          <w:rtl/>
        </w:rPr>
        <w:t xml:space="preserve"> </w:t>
      </w:r>
      <w:r w:rsidRPr="00843429">
        <w:t>complementarity</w:t>
      </w:r>
      <w:r w:rsidRPr="00843429">
        <w:rPr>
          <w:rtl/>
        </w:rPr>
        <w:t xml:space="preserve"> </w:t>
      </w:r>
      <w:r w:rsidRPr="00843429">
        <w:t>of</w:t>
      </w:r>
      <w:r w:rsidRPr="00843429">
        <w:rPr>
          <w:rtl/>
        </w:rPr>
        <w:t xml:space="preserve"> </w:t>
      </w:r>
      <w:r w:rsidRPr="00843429">
        <w:t>the</w:t>
      </w:r>
      <w:r w:rsidRPr="00843429">
        <w:rPr>
          <w:rtl/>
        </w:rPr>
        <w:t xml:space="preserve"> </w:t>
      </w:r>
      <w:r w:rsidRPr="00843429">
        <w:t>human</w:t>
      </w:r>
      <w:r w:rsidRPr="00843429">
        <w:rPr>
          <w:rtl/>
        </w:rPr>
        <w:t xml:space="preserve"> </w:t>
      </w:r>
      <w:r w:rsidRPr="00843429">
        <w:t>being</w:t>
      </w:r>
      <w:r w:rsidRPr="00843429">
        <w:rPr>
          <w:rtl/>
        </w:rPr>
        <w:t xml:space="preserve"> </w:t>
      </w:r>
      <w:r w:rsidRPr="00843429">
        <w:t>as</w:t>
      </w:r>
      <w:r w:rsidRPr="00843429">
        <w:rPr>
          <w:rtl/>
        </w:rPr>
        <w:t xml:space="preserve"> </w:t>
      </w:r>
      <w:r w:rsidRPr="00843429">
        <w:t>an</w:t>
      </w:r>
      <w:r w:rsidRPr="00843429">
        <w:rPr>
          <w:rtl/>
        </w:rPr>
        <w:t xml:space="preserve"> </w:t>
      </w:r>
      <w:r w:rsidRPr="00843429">
        <w:t>individual</w:t>
      </w:r>
      <w:r w:rsidRPr="00843429">
        <w:rPr>
          <w:rtl/>
        </w:rPr>
        <w:t xml:space="preserve"> </w:t>
      </w:r>
      <w:r w:rsidRPr="00843429">
        <w:t>and</w:t>
      </w:r>
      <w:r w:rsidRPr="00843429">
        <w:rPr>
          <w:rtl/>
        </w:rPr>
        <w:t xml:space="preserve"> </w:t>
      </w:r>
      <w:r w:rsidRPr="00843429">
        <w:t>as</w:t>
      </w:r>
      <w:r w:rsidRPr="00843429">
        <w:rPr>
          <w:rtl/>
        </w:rPr>
        <w:t xml:space="preserve"> </w:t>
      </w:r>
      <w:r w:rsidRPr="00843429">
        <w:t>a</w:t>
      </w:r>
      <w:r w:rsidRPr="00843429">
        <w:rPr>
          <w:rtl/>
        </w:rPr>
        <w:t xml:space="preserve"> </w:t>
      </w:r>
      <w:r w:rsidRPr="00843429">
        <w:t>society, for</w:t>
      </w:r>
      <w:r w:rsidRPr="00843429">
        <w:rPr>
          <w:rtl/>
        </w:rPr>
        <w:t xml:space="preserve"> </w:t>
      </w:r>
      <w:r w:rsidRPr="00843429">
        <w:t>inattention</w:t>
      </w:r>
      <w:r w:rsidRPr="00843429">
        <w:rPr>
          <w:rtl/>
        </w:rPr>
        <w:t xml:space="preserve"> </w:t>
      </w:r>
      <w:r w:rsidRPr="00843429">
        <w:t>is</w:t>
      </w:r>
      <w:r w:rsidRPr="00843429">
        <w:rPr>
          <w:rtl/>
        </w:rPr>
        <w:t xml:space="preserve"> </w:t>
      </w:r>
      <w:r w:rsidRPr="00843429">
        <w:t>the</w:t>
      </w:r>
      <w:r w:rsidRPr="00843429">
        <w:rPr>
          <w:rtl/>
        </w:rPr>
        <w:t xml:space="preserve"> </w:t>
      </w:r>
      <w:r w:rsidRPr="00843429">
        <w:t>cause</w:t>
      </w:r>
      <w:r w:rsidRPr="00843429">
        <w:rPr>
          <w:rtl/>
        </w:rPr>
        <w:t xml:space="preserve"> </w:t>
      </w:r>
      <w:r w:rsidRPr="00843429">
        <w:t>of</w:t>
      </w:r>
      <w:r w:rsidRPr="00843429">
        <w:rPr>
          <w:rtl/>
        </w:rPr>
        <w:t xml:space="preserve"> </w:t>
      </w:r>
      <w:r w:rsidRPr="00843429">
        <w:t>forfeiture.</w:t>
      </w:r>
    </w:p>
    <w:p w:rsidR="002E0242" w:rsidRDefault="004E56E9" w:rsidP="00844CC1">
      <w:pPr>
        <w:pStyle w:val="libNormal"/>
      </w:pPr>
      <w:r w:rsidRPr="00843429">
        <w:rPr>
          <w:rFonts w:hint="cs"/>
          <w:rtl/>
        </w:rPr>
        <w:t>2</w:t>
      </w:r>
      <w:r w:rsidRPr="00843429">
        <w:t>-</w:t>
      </w:r>
      <w:r w:rsidRPr="00843429">
        <w:rPr>
          <w:rtl/>
        </w:rPr>
        <w:t xml:space="preserve"> </w:t>
      </w:r>
      <w:r w:rsidRPr="00843429">
        <w:t>The</w:t>
      </w:r>
      <w:r w:rsidRPr="00843429">
        <w:rPr>
          <w:rtl/>
        </w:rPr>
        <w:t xml:space="preserve"> </w:t>
      </w:r>
      <w:r w:rsidRPr="00843429">
        <w:t>woman</w:t>
      </w:r>
      <w:r w:rsidRPr="00843429">
        <w:rPr>
          <w:rtl/>
        </w:rPr>
        <w:t xml:space="preserve"> </w:t>
      </w:r>
      <w:r w:rsidRPr="00843429">
        <w:t>must</w:t>
      </w:r>
      <w:r w:rsidRPr="00843429">
        <w:rPr>
          <w:rtl/>
        </w:rPr>
        <w:t xml:space="preserve"> </w:t>
      </w:r>
      <w:r w:rsidRPr="00843429">
        <w:t>stick</w:t>
      </w:r>
      <w:r w:rsidRPr="00843429">
        <w:rPr>
          <w:rtl/>
        </w:rPr>
        <w:t xml:space="preserve"> </w:t>
      </w:r>
      <w:r w:rsidRPr="00843429">
        <w:t>to</w:t>
      </w:r>
      <w:r w:rsidRPr="00843429">
        <w:rPr>
          <w:rtl/>
        </w:rPr>
        <w:t xml:space="preserve"> </w:t>
      </w:r>
      <w:r w:rsidRPr="00843429">
        <w:t>chastity, abide</w:t>
      </w:r>
      <w:r w:rsidRPr="00843429">
        <w:rPr>
          <w:rtl/>
        </w:rPr>
        <w:t xml:space="preserve"> </w:t>
      </w:r>
      <w:r w:rsidRPr="00843429">
        <w:t>to</w:t>
      </w:r>
      <w:r w:rsidRPr="00843429">
        <w:rPr>
          <w:rtl/>
        </w:rPr>
        <w:t xml:space="preserve"> </w:t>
      </w:r>
      <w:r w:rsidRPr="00843429">
        <w:t>the</w:t>
      </w:r>
      <w:r w:rsidRPr="00843429">
        <w:rPr>
          <w:rtl/>
        </w:rPr>
        <w:t xml:space="preserve"> </w:t>
      </w:r>
      <w:r w:rsidRPr="00843429">
        <w:t>religious</w:t>
      </w:r>
      <w:r w:rsidRPr="00843429">
        <w:rPr>
          <w:rtl/>
        </w:rPr>
        <w:t xml:space="preserve"> </w:t>
      </w:r>
      <w:r w:rsidRPr="00843429">
        <w:t>rules, and</w:t>
      </w:r>
      <w:r w:rsidRPr="00843429">
        <w:rPr>
          <w:rtl/>
        </w:rPr>
        <w:t xml:space="preserve"> </w:t>
      </w:r>
      <w:r w:rsidRPr="00843429">
        <w:t>follow</w:t>
      </w:r>
      <w:r w:rsidRPr="00843429">
        <w:rPr>
          <w:rtl/>
        </w:rPr>
        <w:t xml:space="preserve"> </w:t>
      </w:r>
      <w:r w:rsidRPr="00843429">
        <w:t>after</w:t>
      </w:r>
      <w:r w:rsidRPr="00843429">
        <w:rPr>
          <w:rtl/>
        </w:rPr>
        <w:t xml:space="preserve"> </w:t>
      </w:r>
      <w:r w:rsidRPr="00843429">
        <w:t>the</w:t>
      </w:r>
      <w:r w:rsidRPr="00843429">
        <w:rPr>
          <w:rtl/>
        </w:rPr>
        <w:t xml:space="preserve"> </w:t>
      </w:r>
      <w:r w:rsidRPr="00843429">
        <w:t>path</w:t>
      </w:r>
      <w:r w:rsidRPr="00843429">
        <w:rPr>
          <w:rtl/>
        </w:rPr>
        <w:t xml:space="preserve"> </w:t>
      </w:r>
      <w:r w:rsidRPr="00843429">
        <w:t>which</w:t>
      </w:r>
      <w:r w:rsidRPr="00843429">
        <w:rPr>
          <w:rtl/>
        </w:rPr>
        <w:t xml:space="preserve"> </w:t>
      </w:r>
      <w:r w:rsidRPr="00843429">
        <w:t>noble</w:t>
      </w:r>
      <w:r w:rsidRPr="00843429">
        <w:rPr>
          <w:rtl/>
        </w:rPr>
        <w:t xml:space="preserve"> </w:t>
      </w:r>
      <w:r w:rsidRPr="00843429">
        <w:t>Islam</w:t>
      </w:r>
      <w:r w:rsidRPr="00843429">
        <w:rPr>
          <w:rtl/>
        </w:rPr>
        <w:t xml:space="preserve"> </w:t>
      </w:r>
      <w:r w:rsidRPr="00843429">
        <w:t>delineated</w:t>
      </w:r>
      <w:r w:rsidRPr="00843429">
        <w:rPr>
          <w:rtl/>
        </w:rPr>
        <w:t xml:space="preserve"> </w:t>
      </w:r>
      <w:r w:rsidRPr="00843429">
        <w:t>for</w:t>
      </w:r>
      <w:r w:rsidRPr="00843429">
        <w:rPr>
          <w:rtl/>
        </w:rPr>
        <w:t xml:space="preserve"> </w:t>
      </w:r>
      <w:r w:rsidRPr="00843429">
        <w:t>us</w:t>
      </w:r>
      <w:r w:rsidRPr="00843429">
        <w:rPr>
          <w:rtl/>
        </w:rPr>
        <w:t xml:space="preserve"> </w:t>
      </w:r>
      <w:r w:rsidRPr="00843429">
        <w:t>in</w:t>
      </w:r>
      <w:r w:rsidRPr="00843429">
        <w:rPr>
          <w:rtl/>
        </w:rPr>
        <w:t xml:space="preserve"> </w:t>
      </w:r>
      <w:r w:rsidRPr="00843429">
        <w:t>the</w:t>
      </w:r>
      <w:r w:rsidRPr="00843429">
        <w:rPr>
          <w:rtl/>
        </w:rPr>
        <w:t xml:space="preserve"> </w:t>
      </w:r>
      <w:r w:rsidRPr="00843429">
        <w:t>character</w:t>
      </w:r>
      <w:r w:rsidRPr="00843429">
        <w:rPr>
          <w:rtl/>
        </w:rPr>
        <w:t xml:space="preserve"> </w:t>
      </w:r>
      <w:r w:rsidRPr="00843429">
        <w:t>of</w:t>
      </w:r>
      <w:r w:rsidRPr="00843429">
        <w:rPr>
          <w:rtl/>
        </w:rPr>
        <w:t xml:space="preserve"> </w:t>
      </w:r>
      <w:r w:rsidRPr="00843429">
        <w:t>Sayyda</w:t>
      </w:r>
      <w:r w:rsidRPr="00843429">
        <w:rPr>
          <w:rtl/>
        </w:rPr>
        <w:t xml:space="preserve"> </w:t>
      </w:r>
      <w:r w:rsidRPr="00843429">
        <w:t>Fatima</w:t>
      </w:r>
      <w:r w:rsidRPr="00843429">
        <w:rPr>
          <w:rtl/>
        </w:rPr>
        <w:t xml:space="preserve"> </w:t>
      </w:r>
      <w:r w:rsidRPr="00843429">
        <w:t>Al</w:t>
      </w:r>
      <w:r w:rsidRPr="00843429">
        <w:rPr>
          <w:rtl/>
        </w:rPr>
        <w:t>-</w:t>
      </w:r>
      <w:r w:rsidRPr="00843429">
        <w:t>Zahraa</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her</w:t>
      </w:r>
      <w:r w:rsidRPr="00844CC1">
        <w:rPr>
          <w:rStyle w:val="libItalicChar"/>
          <w:rtl/>
        </w:rPr>
        <w:t>)</w:t>
      </w:r>
      <w:r w:rsidRPr="00843429">
        <w:rPr>
          <w:rtl/>
        </w:rPr>
        <w:t xml:space="preserve"> </w:t>
      </w:r>
      <w:r w:rsidRPr="00843429">
        <w:t>who</w:t>
      </w:r>
      <w:r w:rsidRPr="00843429">
        <w:rPr>
          <w:rtl/>
        </w:rPr>
        <w:t xml:space="preserve"> </w:t>
      </w:r>
      <w:r w:rsidRPr="00843429">
        <w:t>is</w:t>
      </w:r>
      <w:r w:rsidRPr="00843429">
        <w:rPr>
          <w:rtl/>
        </w:rPr>
        <w:t xml:space="preserve"> </w:t>
      </w:r>
      <w:r w:rsidRPr="00843429">
        <w:t>the</w:t>
      </w:r>
      <w:r w:rsidRPr="00843429">
        <w:rPr>
          <w:rtl/>
        </w:rPr>
        <w:t xml:space="preserve"> </w:t>
      </w:r>
      <w:r w:rsidRPr="00843429">
        <w:t>model</w:t>
      </w:r>
      <w:r w:rsidRPr="00843429">
        <w:rPr>
          <w:rtl/>
        </w:rPr>
        <w:t xml:space="preserve"> </w:t>
      </w:r>
      <w:r w:rsidRPr="00843429">
        <w:t>of</w:t>
      </w:r>
      <w:r w:rsidRPr="00843429">
        <w:rPr>
          <w:rtl/>
        </w:rPr>
        <w:t xml:space="preserve"> </w:t>
      </w:r>
      <w:r w:rsidRPr="00843429">
        <w:t>the</w:t>
      </w:r>
      <w:r w:rsidRPr="00843429">
        <w:rPr>
          <w:rtl/>
        </w:rPr>
        <w:t xml:space="preserve"> </w:t>
      </w:r>
      <w:r w:rsidRPr="00843429">
        <w:t>learnt</w:t>
      </w:r>
      <w:r w:rsidRPr="00843429">
        <w:rPr>
          <w:rtl/>
        </w:rPr>
        <w:t xml:space="preserve"> </w:t>
      </w:r>
      <w:r w:rsidRPr="00843429">
        <w:t>women</w:t>
      </w:r>
      <w:r w:rsidRPr="00843429">
        <w:rPr>
          <w:rtl/>
        </w:rPr>
        <w:t xml:space="preserve"> </w:t>
      </w:r>
      <w:r w:rsidRPr="00843429">
        <w:t>and</w:t>
      </w:r>
      <w:r w:rsidRPr="00843429">
        <w:rPr>
          <w:rtl/>
        </w:rPr>
        <w:t xml:space="preserve"> </w:t>
      </w:r>
      <w:r w:rsidRPr="00843429">
        <w:t>who</w:t>
      </w:r>
      <w:r w:rsidRPr="00843429">
        <w:rPr>
          <w:rtl/>
        </w:rPr>
        <w:t xml:space="preserve"> “</w:t>
      </w:r>
      <w:r w:rsidRPr="00843429">
        <w:t>The</w:t>
      </w:r>
      <w:r w:rsidRPr="00843429">
        <w:rPr>
          <w:rtl/>
        </w:rPr>
        <w:t xml:space="preserve"> </w:t>
      </w:r>
      <w:r w:rsidRPr="00843429">
        <w:t>Scholar</w:t>
      </w:r>
      <w:r w:rsidRPr="00843429">
        <w:rPr>
          <w:rtl/>
        </w:rPr>
        <w:t xml:space="preserve">” </w:t>
      </w:r>
      <w:r w:rsidRPr="00843429">
        <w:t>was</w:t>
      </w:r>
      <w:r w:rsidRPr="00843429">
        <w:rPr>
          <w:rtl/>
        </w:rPr>
        <w:t xml:space="preserve"> </w:t>
      </w:r>
      <w:r w:rsidRPr="00843429">
        <w:t>one</w:t>
      </w:r>
      <w:r w:rsidRPr="00843429">
        <w:rPr>
          <w:rtl/>
        </w:rPr>
        <w:t xml:space="preserve"> </w:t>
      </w:r>
      <w:r w:rsidRPr="00843429">
        <w:t>of</w:t>
      </w:r>
      <w:r w:rsidRPr="00843429">
        <w:rPr>
          <w:rtl/>
        </w:rPr>
        <w:t xml:space="preserve"> </w:t>
      </w:r>
      <w:r w:rsidRPr="00843429">
        <w:t>her</w:t>
      </w:r>
      <w:r w:rsidRPr="00843429">
        <w:rPr>
          <w:rtl/>
        </w:rPr>
        <w:t xml:space="preserve"> </w:t>
      </w:r>
      <w:r w:rsidRPr="00843429">
        <w:t>titles. Every</w:t>
      </w:r>
      <w:r w:rsidRPr="00843429">
        <w:rPr>
          <w:rtl/>
        </w:rPr>
        <w:t xml:space="preserve"> </w:t>
      </w:r>
      <w:r w:rsidRPr="00843429">
        <w:t>scholar</w:t>
      </w:r>
      <w:r w:rsidRPr="00843429">
        <w:rPr>
          <w:rtl/>
        </w:rPr>
        <w:t xml:space="preserve"> </w:t>
      </w:r>
      <w:r w:rsidRPr="00843429">
        <w:t>or</w:t>
      </w:r>
      <w:r w:rsidRPr="00843429">
        <w:rPr>
          <w:rtl/>
        </w:rPr>
        <w:t xml:space="preserve"> </w:t>
      </w:r>
      <w:r w:rsidRPr="00843429">
        <w:t>learning</w:t>
      </w:r>
      <w:r w:rsidRPr="00843429">
        <w:rPr>
          <w:rtl/>
        </w:rPr>
        <w:t xml:space="preserve"> </w:t>
      </w:r>
      <w:r w:rsidRPr="00843429">
        <w:t>woman, therefore, should</w:t>
      </w:r>
      <w:r w:rsidRPr="00843429">
        <w:rPr>
          <w:rtl/>
        </w:rPr>
        <w:t xml:space="preserve"> </w:t>
      </w:r>
      <w:r w:rsidRPr="00843429">
        <w:t>have</w:t>
      </w:r>
      <w:r w:rsidRPr="00843429">
        <w:rPr>
          <w:rtl/>
        </w:rPr>
        <w:t xml:space="preserve"> </w:t>
      </w:r>
      <w:r w:rsidRPr="00843429">
        <w:lastRenderedPageBreak/>
        <w:t>Sayyda</w:t>
      </w:r>
      <w:r w:rsidRPr="00843429">
        <w:rPr>
          <w:rtl/>
        </w:rPr>
        <w:t xml:space="preserve"> </w:t>
      </w:r>
      <w:r w:rsidRPr="00843429">
        <w:t>Fatima</w:t>
      </w:r>
      <w:r w:rsidRPr="00843429">
        <w:rPr>
          <w:rtl/>
        </w:rPr>
        <w:t xml:space="preserve"> </w:t>
      </w:r>
      <w:r w:rsidRPr="00843429">
        <w:t>Al</w:t>
      </w:r>
      <w:r w:rsidRPr="00843429">
        <w:rPr>
          <w:rtl/>
        </w:rPr>
        <w:t>-</w:t>
      </w:r>
      <w:r w:rsidRPr="00843429">
        <w:t>Zahraa</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her</w:t>
      </w:r>
      <w:r w:rsidRPr="00844CC1">
        <w:rPr>
          <w:rStyle w:val="libItalicChar"/>
          <w:rtl/>
        </w:rPr>
        <w:t>)</w:t>
      </w:r>
      <w:r w:rsidRPr="00843429">
        <w:rPr>
          <w:rtl/>
        </w:rPr>
        <w:t xml:space="preserve"> </w:t>
      </w:r>
      <w:r w:rsidRPr="00843429">
        <w:t>always</w:t>
      </w:r>
      <w:r w:rsidRPr="00843429">
        <w:rPr>
          <w:rtl/>
        </w:rPr>
        <w:t xml:space="preserve"> </w:t>
      </w:r>
      <w:r w:rsidRPr="00843429">
        <w:t>before</w:t>
      </w:r>
      <w:r w:rsidRPr="00843429">
        <w:rPr>
          <w:rtl/>
        </w:rPr>
        <w:t xml:space="preserve"> </w:t>
      </w:r>
      <w:r w:rsidRPr="00843429">
        <w:t>her</w:t>
      </w:r>
      <w:r w:rsidRPr="00843429">
        <w:rPr>
          <w:rtl/>
        </w:rPr>
        <w:t xml:space="preserve"> </w:t>
      </w:r>
      <w:r w:rsidRPr="00843429">
        <w:t>eyes, in</w:t>
      </w:r>
      <w:r w:rsidRPr="00843429">
        <w:rPr>
          <w:rtl/>
        </w:rPr>
        <w:t xml:space="preserve"> </w:t>
      </w:r>
      <w:r w:rsidRPr="00843429">
        <w:t>order</w:t>
      </w:r>
      <w:r w:rsidRPr="00843429">
        <w:rPr>
          <w:rtl/>
        </w:rPr>
        <w:t xml:space="preserve"> </w:t>
      </w:r>
      <w:r w:rsidRPr="00843429">
        <w:t>that</w:t>
      </w:r>
      <w:r w:rsidRPr="00843429">
        <w:rPr>
          <w:rtl/>
        </w:rPr>
        <w:t xml:space="preserve"> </w:t>
      </w:r>
      <w:r w:rsidRPr="00843429">
        <w:t>she</w:t>
      </w:r>
      <w:r w:rsidRPr="00843429">
        <w:rPr>
          <w:rtl/>
        </w:rPr>
        <w:t xml:space="preserve"> </w:t>
      </w:r>
      <w:r w:rsidRPr="00843429">
        <w:t>will</w:t>
      </w:r>
      <w:r w:rsidRPr="00843429">
        <w:rPr>
          <w:rtl/>
        </w:rPr>
        <w:t xml:space="preserve"> </w:t>
      </w:r>
      <w:r w:rsidRPr="00843429">
        <w:t>follow</w:t>
      </w:r>
      <w:r w:rsidRPr="00843429">
        <w:rPr>
          <w:rtl/>
        </w:rPr>
        <w:t xml:space="preserve"> </w:t>
      </w:r>
      <w:r w:rsidRPr="00843429">
        <w:t>after</w:t>
      </w:r>
      <w:r w:rsidRPr="00843429">
        <w:rPr>
          <w:rtl/>
        </w:rPr>
        <w:t xml:space="preserve"> </w:t>
      </w:r>
      <w:r w:rsidRPr="00843429">
        <w:t>her</w:t>
      </w:r>
      <w:r w:rsidRPr="00843429">
        <w:rPr>
          <w:rtl/>
        </w:rPr>
        <w:t xml:space="preserve"> </w:t>
      </w:r>
      <w:r w:rsidRPr="00843429">
        <w:t>in</w:t>
      </w:r>
      <w:r w:rsidRPr="00843429">
        <w:rPr>
          <w:rtl/>
        </w:rPr>
        <w:t xml:space="preserve"> </w:t>
      </w:r>
      <w:r w:rsidRPr="00843429">
        <w:t>any</w:t>
      </w:r>
      <w:r w:rsidRPr="00843429">
        <w:rPr>
          <w:rtl/>
        </w:rPr>
        <w:t xml:space="preserve"> </w:t>
      </w:r>
      <w:r w:rsidRPr="00843429">
        <w:t>movement</w:t>
      </w:r>
      <w:r w:rsidRPr="00843429">
        <w:rPr>
          <w:rtl/>
        </w:rPr>
        <w:t xml:space="preserve"> </w:t>
      </w:r>
      <w:r w:rsidRPr="00843429">
        <w:t>she</w:t>
      </w:r>
      <w:r w:rsidRPr="00843429">
        <w:rPr>
          <w:rtl/>
        </w:rPr>
        <w:t xml:space="preserve"> </w:t>
      </w:r>
      <w:r w:rsidRPr="00843429">
        <w:t>performs</w:t>
      </w:r>
      <w:r w:rsidRPr="00843429">
        <w:rPr>
          <w:rtl/>
        </w:rPr>
        <w:t xml:space="preserve"> </w:t>
      </w:r>
      <w:r w:rsidRPr="00843429">
        <w:t>or</w:t>
      </w:r>
      <w:r w:rsidRPr="00843429">
        <w:rPr>
          <w:rtl/>
        </w:rPr>
        <w:t xml:space="preserve"> </w:t>
      </w:r>
      <w:r w:rsidRPr="00843429">
        <w:t>any</w:t>
      </w:r>
      <w:r w:rsidRPr="00843429">
        <w:rPr>
          <w:rtl/>
        </w:rPr>
        <w:t xml:space="preserve"> </w:t>
      </w:r>
      <w:r w:rsidRPr="00843429">
        <w:t>stillness</w:t>
      </w:r>
      <w:r w:rsidRPr="00843429">
        <w:rPr>
          <w:rtl/>
        </w:rPr>
        <w:t xml:space="preserve"> </w:t>
      </w:r>
      <w:r w:rsidRPr="00843429">
        <w:t>she</w:t>
      </w:r>
      <w:r w:rsidRPr="00843429">
        <w:rPr>
          <w:rtl/>
        </w:rPr>
        <w:t xml:space="preserve"> </w:t>
      </w:r>
      <w:r w:rsidRPr="00843429">
        <w:t>is</w:t>
      </w:r>
      <w:r w:rsidRPr="00843429">
        <w:rPr>
          <w:rtl/>
        </w:rPr>
        <w:t xml:space="preserve"> </w:t>
      </w:r>
      <w:r w:rsidRPr="00843429">
        <w:t>in.</w:t>
      </w:r>
    </w:p>
    <w:p w:rsidR="004E56E9" w:rsidRPr="00843429" w:rsidRDefault="004E56E9" w:rsidP="005412AB">
      <w:pPr>
        <w:pStyle w:val="Heading2Center"/>
      </w:pPr>
      <w:bookmarkStart w:id="42" w:name="_Toc418512232"/>
      <w:r w:rsidRPr="00843429">
        <w:t>Priorities of Learning</w:t>
      </w:r>
      <w:bookmarkEnd w:id="42"/>
    </w:p>
    <w:p w:rsidR="004E56E9" w:rsidRPr="00843429" w:rsidRDefault="004E56E9" w:rsidP="00844CC1">
      <w:pPr>
        <w:pStyle w:val="libNormal"/>
      </w:pPr>
      <w:r w:rsidRPr="00843429">
        <w:t>What are the priorities of learning with respect to the woman? There are a lot of basic and indispensable issues, among which we are going to reflect upon the following:</w:t>
      </w:r>
    </w:p>
    <w:p w:rsidR="004E56E9" w:rsidRPr="00843429" w:rsidRDefault="004E56E9" w:rsidP="005412AB">
      <w:pPr>
        <w:pStyle w:val="Heading3Center"/>
      </w:pPr>
      <w:bookmarkStart w:id="43" w:name="_Toc418512233"/>
      <w:r w:rsidRPr="00843429">
        <w:t>1- The Basic Lores, Such as: the Creeds, Jurisprudence, and Morals</w:t>
      </w:r>
      <w:bookmarkEnd w:id="43"/>
    </w:p>
    <w:p w:rsidR="004E56E9" w:rsidRPr="00843429" w:rsidRDefault="004E56E9" w:rsidP="00844CC1">
      <w:pPr>
        <w:pStyle w:val="libNormal"/>
      </w:pPr>
      <w:r w:rsidRPr="00844CC1">
        <w:t xml:space="preserve">It is related in a narrative ascribed to The Prophet </w:t>
      </w:r>
      <w:r w:rsidRPr="00844CC1">
        <w:rPr>
          <w:rStyle w:val="libItalicChar"/>
        </w:rPr>
        <w:t>(God’s prayers and peace bestowed upon him and his Household)</w:t>
      </w:r>
      <w:r w:rsidRPr="00844CC1">
        <w:t xml:space="preserve"> that he said, “Learning is of three types: a fixed verse, a just duty, or a followed convention. Anything else is considered to be an excess.”</w:t>
      </w:r>
      <w:r w:rsidRPr="00844CC1">
        <w:rPr>
          <w:rStyle w:val="libFootnotenumChar"/>
        </w:rPr>
        <w:endnoteReference w:id="46"/>
      </w:r>
    </w:p>
    <w:p w:rsidR="002E0242" w:rsidRDefault="004E56E9" w:rsidP="00844CC1">
      <w:pPr>
        <w:pStyle w:val="libNormal"/>
      </w:pPr>
      <w:r w:rsidRPr="00843429">
        <w:t>These lores are highly indispensable for each woman whatever position she is in because she is ordered to, before anything else, reform herself on the learning, religious, heart, moral, conduct, and jurisprudential levels which the woman can not do without whatever position she is in.</w:t>
      </w:r>
    </w:p>
    <w:p w:rsidR="004E56E9" w:rsidRPr="00843429" w:rsidRDefault="004E56E9" w:rsidP="005412AB">
      <w:pPr>
        <w:pStyle w:val="Heading3Center"/>
      </w:pPr>
      <w:bookmarkStart w:id="44" w:name="_Toc418512234"/>
      <w:r w:rsidRPr="00843429">
        <w:t>2- Methods of the Family Behavior</w:t>
      </w:r>
      <w:bookmarkEnd w:id="44"/>
    </w:p>
    <w:p w:rsidR="002E0242" w:rsidRDefault="004E56E9" w:rsidP="00844CC1">
      <w:pPr>
        <w:pStyle w:val="libNormal"/>
      </w:pPr>
      <w:r w:rsidRPr="00843429">
        <w:t>The first role which the woman faces is her role inside her family as a daughter, sister, wife, or mother. All of these roles are of a special importance and a crucial influence on the family, especially the role of the mother who sends out to the society righteous sons: scholars, fighters for God’s sake, martyrs, and pious sons.</w:t>
      </w:r>
    </w:p>
    <w:p w:rsidR="002E0242" w:rsidRDefault="004E56E9" w:rsidP="00844CC1">
      <w:pPr>
        <w:pStyle w:val="libNormal"/>
      </w:pPr>
      <w:r w:rsidRPr="00843429">
        <w:t>From here, the woman must learn the means of education and must get acquainted with the characteristics and variables of the children with respect to their age and nature. This will help her a lot in her mission as a mother, and so is the case with the wife in her life with her husband.</w:t>
      </w:r>
    </w:p>
    <w:p w:rsidR="002E0242" w:rsidRDefault="004E56E9" w:rsidP="00844CC1">
      <w:pPr>
        <w:pStyle w:val="libNormal"/>
      </w:pPr>
      <w:r w:rsidRPr="00843429">
        <w:t>A lot of problems and gaps result from ignorance, so it is natural that getting acquainted with these roles and their means and their methods improves the woman’s performance and activates her role.</w:t>
      </w:r>
    </w:p>
    <w:p w:rsidR="004E56E9" w:rsidRPr="00843429" w:rsidRDefault="004E56E9" w:rsidP="005412AB">
      <w:pPr>
        <w:pStyle w:val="Heading3Center"/>
      </w:pPr>
      <w:bookmarkStart w:id="45" w:name="_Toc418512235"/>
      <w:r w:rsidRPr="00843429">
        <w:t>3- The Services which Help in establishing the True Islamic Environments</w:t>
      </w:r>
      <w:bookmarkEnd w:id="45"/>
    </w:p>
    <w:p w:rsidR="002E0242" w:rsidRDefault="004E56E9" w:rsidP="00844CC1">
      <w:pPr>
        <w:pStyle w:val="libNormal"/>
      </w:pPr>
      <w:r w:rsidRPr="00843429">
        <w:t>Since the woman represents half the society, at the least evaluation, she needs social and psychological and medical services… If the society does not have women specialized in this field and thus able to satisfy the woman’s needs, the women would be obliged to consult the men, which is an improper issue if it is not necessary. As a result, the women should specialize in the fields which the women are in need of.</w:t>
      </w:r>
    </w:p>
    <w:p w:rsidR="004E56E9" w:rsidRPr="00843429" w:rsidRDefault="004E56E9" w:rsidP="005412AB">
      <w:pPr>
        <w:pStyle w:val="Heading3Center"/>
      </w:pPr>
      <w:bookmarkStart w:id="46" w:name="_Toc418512236"/>
      <w:r w:rsidRPr="00843429">
        <w:t>4- The Needs of the Society</w:t>
      </w:r>
      <w:bookmarkEnd w:id="46"/>
    </w:p>
    <w:p w:rsidR="002E0242" w:rsidRDefault="004E56E9" w:rsidP="00844CC1">
      <w:pPr>
        <w:pStyle w:val="libNormal"/>
      </w:pPr>
      <w:r w:rsidRPr="00843429">
        <w:t>The society, in general, has special needs which differ from one place to another with respect to the conditions and the requirements. It is required and preferable to consider these needs seriously and to turn towards specialization in order to satisfy them.</w:t>
      </w:r>
    </w:p>
    <w:p w:rsidR="002E0242" w:rsidRDefault="004E56E9" w:rsidP="00844CC1">
      <w:pPr>
        <w:pStyle w:val="libNormal"/>
      </w:pPr>
      <w:r w:rsidRPr="00843429">
        <w:t>We might not come across such a consecration of learning and such a call for it among the religions and sects and creeds as they are spot in Islam. Learning is intricately associated to the true divine religion that came down from The Most High God.</w:t>
      </w:r>
    </w:p>
    <w:p w:rsidR="004E56E9" w:rsidRPr="00843429" w:rsidRDefault="004E56E9" w:rsidP="00844CC1">
      <w:pPr>
        <w:pStyle w:val="libNormal"/>
      </w:pPr>
      <w:r w:rsidRPr="00843429">
        <w:t>From the roles of learning are:</w:t>
      </w:r>
    </w:p>
    <w:p w:rsidR="004E56E9" w:rsidRPr="00843429" w:rsidRDefault="004E56E9" w:rsidP="00844CC1">
      <w:pPr>
        <w:pStyle w:val="libNormal"/>
      </w:pPr>
      <w:r w:rsidRPr="00843429">
        <w:t>1- Acquiaition of knowledge</w:t>
      </w:r>
    </w:p>
    <w:p w:rsidR="004E56E9" w:rsidRPr="00843429" w:rsidRDefault="004E56E9" w:rsidP="00844CC1">
      <w:pPr>
        <w:pStyle w:val="libNormal"/>
      </w:pPr>
      <w:r w:rsidRPr="00843429">
        <w:t>2- Premise for the work</w:t>
      </w:r>
    </w:p>
    <w:p w:rsidR="004E56E9" w:rsidRPr="00843429" w:rsidRDefault="004E56E9" w:rsidP="00844CC1">
      <w:pPr>
        <w:pStyle w:val="libNormal"/>
      </w:pPr>
      <w:r w:rsidRPr="00843429">
        <w:t>3- Rationality of the society</w:t>
      </w:r>
    </w:p>
    <w:p w:rsidR="004E56E9" w:rsidRPr="00843429" w:rsidRDefault="004E56E9" w:rsidP="00844CC1">
      <w:pPr>
        <w:pStyle w:val="libNormal"/>
      </w:pPr>
      <w:r w:rsidRPr="00843429">
        <w:t>4- A solution for all the problems</w:t>
      </w:r>
    </w:p>
    <w:p w:rsidR="004E56E9" w:rsidRPr="00843429" w:rsidRDefault="004E56E9" w:rsidP="00844CC1">
      <w:pPr>
        <w:pStyle w:val="libNormal"/>
      </w:pPr>
      <w:r w:rsidRPr="00843429">
        <w:t>If the duty of learning were exclusive to the man, this would mean that religion, knowing God, masterfulness of deeds, and guidance would be exclusive to the man, which is a matter that no one says!!</w:t>
      </w:r>
    </w:p>
    <w:p w:rsidR="004E56E9" w:rsidRPr="00843429" w:rsidRDefault="004E56E9" w:rsidP="00844CC1">
      <w:pPr>
        <w:pStyle w:val="libNormal"/>
      </w:pPr>
      <w:r w:rsidRPr="00843429">
        <w:lastRenderedPageBreak/>
        <w:t>The circumstances of the schools, institutes, universities, and all the areas of learning must be healthy and helpful in accomplishing the aims of learning. Learning must continue in elevating the human being and in emphasizing the human values. This can be accomplished by means of two issues:</w:t>
      </w:r>
    </w:p>
    <w:p w:rsidR="004E56E9" w:rsidRPr="00843429" w:rsidRDefault="004E56E9" w:rsidP="00844CC1">
      <w:pPr>
        <w:pStyle w:val="libNormal"/>
        <w:rPr>
          <w:rtl/>
        </w:rPr>
      </w:pPr>
      <w:r w:rsidRPr="00843429">
        <w:rPr>
          <w:rFonts w:hint="cs"/>
          <w:rtl/>
        </w:rPr>
        <w:t>1</w:t>
      </w:r>
      <w:r w:rsidRPr="00843429">
        <w:t>- The</w:t>
      </w:r>
      <w:r w:rsidRPr="00843429">
        <w:rPr>
          <w:rtl/>
        </w:rPr>
        <w:t xml:space="preserve"> </w:t>
      </w:r>
      <w:r w:rsidRPr="00843429">
        <w:t>woman</w:t>
      </w:r>
      <w:r w:rsidRPr="00843429">
        <w:rPr>
          <w:rtl/>
        </w:rPr>
        <w:t xml:space="preserve"> </w:t>
      </w:r>
      <w:r w:rsidRPr="00843429">
        <w:t>must</w:t>
      </w:r>
      <w:r w:rsidRPr="00843429">
        <w:rPr>
          <w:rtl/>
        </w:rPr>
        <w:t xml:space="preserve"> </w:t>
      </w:r>
      <w:r w:rsidRPr="00843429">
        <w:t>not</w:t>
      </w:r>
      <w:r w:rsidRPr="00843429">
        <w:rPr>
          <w:rtl/>
        </w:rPr>
        <w:t xml:space="preserve"> </w:t>
      </w:r>
      <w:r w:rsidRPr="00843429">
        <w:t>be</w:t>
      </w:r>
      <w:r w:rsidRPr="00843429">
        <w:rPr>
          <w:rtl/>
        </w:rPr>
        <w:t xml:space="preserve"> </w:t>
      </w:r>
      <w:r w:rsidRPr="00843429">
        <w:t>inattentive</w:t>
      </w:r>
      <w:r w:rsidRPr="00843429">
        <w:rPr>
          <w:rtl/>
        </w:rPr>
        <w:t xml:space="preserve"> </w:t>
      </w:r>
      <w:r w:rsidRPr="00843429">
        <w:t>to</w:t>
      </w:r>
      <w:r w:rsidRPr="00843429">
        <w:rPr>
          <w:rtl/>
        </w:rPr>
        <w:t xml:space="preserve"> </w:t>
      </w:r>
      <w:r w:rsidRPr="00843429">
        <w:t>the</w:t>
      </w:r>
      <w:r w:rsidRPr="00843429">
        <w:rPr>
          <w:rtl/>
        </w:rPr>
        <w:t xml:space="preserve"> </w:t>
      </w:r>
      <w:r w:rsidRPr="00843429">
        <w:t>aim</w:t>
      </w:r>
      <w:r w:rsidRPr="00843429">
        <w:rPr>
          <w:rtl/>
        </w:rPr>
        <w:t xml:space="preserve"> </w:t>
      </w:r>
      <w:r w:rsidRPr="00843429">
        <w:t>of</w:t>
      </w:r>
      <w:r w:rsidRPr="00843429">
        <w:rPr>
          <w:rtl/>
        </w:rPr>
        <w:t xml:space="preserve"> </w:t>
      </w:r>
      <w:r w:rsidRPr="00843429">
        <w:t>learning</w:t>
      </w:r>
    </w:p>
    <w:p w:rsidR="004E56E9" w:rsidRPr="00843429" w:rsidRDefault="004E56E9" w:rsidP="00844CC1">
      <w:pPr>
        <w:pStyle w:val="libNormal"/>
        <w:rPr>
          <w:rtl/>
        </w:rPr>
      </w:pPr>
      <w:r w:rsidRPr="00843429">
        <w:rPr>
          <w:rFonts w:hint="cs"/>
          <w:rtl/>
        </w:rPr>
        <w:t>2</w:t>
      </w:r>
      <w:r w:rsidRPr="00843429">
        <w:t>-</w:t>
      </w:r>
      <w:r w:rsidRPr="00843429">
        <w:rPr>
          <w:rtl/>
        </w:rPr>
        <w:t xml:space="preserve"> </w:t>
      </w:r>
      <w:r w:rsidRPr="00843429">
        <w:t>The</w:t>
      </w:r>
      <w:r w:rsidRPr="00843429">
        <w:rPr>
          <w:rtl/>
        </w:rPr>
        <w:t xml:space="preserve"> </w:t>
      </w:r>
      <w:r w:rsidRPr="00843429">
        <w:t>woman</w:t>
      </w:r>
      <w:r w:rsidRPr="00843429">
        <w:rPr>
          <w:rtl/>
        </w:rPr>
        <w:t xml:space="preserve"> </w:t>
      </w:r>
      <w:r w:rsidRPr="00843429">
        <w:t>must</w:t>
      </w:r>
      <w:r w:rsidRPr="00843429">
        <w:rPr>
          <w:rtl/>
        </w:rPr>
        <w:t xml:space="preserve"> </w:t>
      </w:r>
      <w:r w:rsidRPr="00843429">
        <w:t>stick</w:t>
      </w:r>
      <w:r w:rsidRPr="00843429">
        <w:rPr>
          <w:rtl/>
        </w:rPr>
        <w:t xml:space="preserve"> </w:t>
      </w:r>
      <w:r w:rsidRPr="00843429">
        <w:t>to</w:t>
      </w:r>
      <w:r w:rsidRPr="00843429">
        <w:rPr>
          <w:rtl/>
        </w:rPr>
        <w:t xml:space="preserve"> </w:t>
      </w:r>
      <w:r w:rsidRPr="00843429">
        <w:t>chastity, abide</w:t>
      </w:r>
      <w:r w:rsidRPr="00843429">
        <w:rPr>
          <w:rtl/>
        </w:rPr>
        <w:t xml:space="preserve"> </w:t>
      </w:r>
      <w:r w:rsidRPr="00843429">
        <w:t>to</w:t>
      </w:r>
      <w:r w:rsidRPr="00843429">
        <w:rPr>
          <w:rtl/>
        </w:rPr>
        <w:t xml:space="preserve"> </w:t>
      </w:r>
      <w:r w:rsidRPr="00843429">
        <w:t>the</w:t>
      </w:r>
      <w:r w:rsidRPr="00843429">
        <w:rPr>
          <w:rtl/>
        </w:rPr>
        <w:t xml:space="preserve"> </w:t>
      </w:r>
      <w:r w:rsidRPr="00843429">
        <w:t>religious</w:t>
      </w:r>
      <w:r w:rsidRPr="00843429">
        <w:rPr>
          <w:rtl/>
        </w:rPr>
        <w:t xml:space="preserve"> </w:t>
      </w:r>
      <w:r w:rsidRPr="00843429">
        <w:t>rules, and</w:t>
      </w:r>
      <w:r w:rsidRPr="00843429">
        <w:rPr>
          <w:rtl/>
        </w:rPr>
        <w:t xml:space="preserve"> </w:t>
      </w:r>
      <w:r w:rsidRPr="00843429">
        <w:t>follow</w:t>
      </w:r>
      <w:r w:rsidRPr="00843429">
        <w:rPr>
          <w:rtl/>
        </w:rPr>
        <w:t xml:space="preserve"> </w:t>
      </w:r>
      <w:r w:rsidRPr="00843429">
        <w:t>after</w:t>
      </w:r>
      <w:r w:rsidRPr="00843429">
        <w:rPr>
          <w:rtl/>
        </w:rPr>
        <w:t xml:space="preserve"> </w:t>
      </w:r>
      <w:r w:rsidRPr="00843429">
        <w:t>the</w:t>
      </w:r>
      <w:r w:rsidRPr="00843429">
        <w:rPr>
          <w:rtl/>
        </w:rPr>
        <w:t xml:space="preserve"> </w:t>
      </w:r>
      <w:r w:rsidRPr="00843429">
        <w:t>path</w:t>
      </w:r>
      <w:r w:rsidRPr="00843429">
        <w:rPr>
          <w:rtl/>
        </w:rPr>
        <w:t xml:space="preserve"> </w:t>
      </w:r>
      <w:r w:rsidRPr="00843429">
        <w:t>which</w:t>
      </w:r>
      <w:r w:rsidRPr="00843429">
        <w:rPr>
          <w:rtl/>
        </w:rPr>
        <w:t xml:space="preserve"> </w:t>
      </w:r>
      <w:r w:rsidRPr="00843429">
        <w:t>Islam</w:t>
      </w:r>
      <w:r w:rsidRPr="00843429">
        <w:rPr>
          <w:rtl/>
        </w:rPr>
        <w:t xml:space="preserve"> </w:t>
      </w:r>
      <w:r w:rsidRPr="00843429">
        <w:t>delineated</w:t>
      </w:r>
    </w:p>
    <w:p w:rsidR="004E56E9" w:rsidRPr="00843429" w:rsidRDefault="004E56E9" w:rsidP="00844CC1">
      <w:pPr>
        <w:pStyle w:val="libNormal"/>
        <w:rPr>
          <w:rtl/>
        </w:rPr>
      </w:pPr>
      <w:r w:rsidRPr="00843429">
        <w:t>There</w:t>
      </w:r>
      <w:r w:rsidRPr="00843429">
        <w:rPr>
          <w:rtl/>
        </w:rPr>
        <w:t xml:space="preserve"> </w:t>
      </w:r>
      <w:r w:rsidRPr="00843429">
        <w:t>are</w:t>
      </w:r>
      <w:r w:rsidRPr="00843429">
        <w:rPr>
          <w:rtl/>
        </w:rPr>
        <w:t xml:space="preserve"> </w:t>
      </w:r>
      <w:r w:rsidRPr="00843429">
        <w:t>several</w:t>
      </w:r>
      <w:r w:rsidRPr="00843429">
        <w:rPr>
          <w:rtl/>
        </w:rPr>
        <w:t xml:space="preserve"> </w:t>
      </w:r>
      <w:r w:rsidRPr="00843429">
        <w:t>basic</w:t>
      </w:r>
      <w:r w:rsidRPr="00843429">
        <w:rPr>
          <w:rtl/>
        </w:rPr>
        <w:t xml:space="preserve"> </w:t>
      </w:r>
      <w:r w:rsidRPr="00843429">
        <w:t>issues</w:t>
      </w:r>
      <w:r w:rsidRPr="00843429">
        <w:rPr>
          <w:rtl/>
        </w:rPr>
        <w:t xml:space="preserve"> </w:t>
      </w:r>
      <w:r w:rsidRPr="00843429">
        <w:t>which</w:t>
      </w:r>
      <w:r w:rsidRPr="00843429">
        <w:rPr>
          <w:rtl/>
        </w:rPr>
        <w:t xml:space="preserve"> </w:t>
      </w:r>
      <w:r w:rsidRPr="00843429">
        <w:t>the</w:t>
      </w:r>
      <w:r w:rsidRPr="00843429">
        <w:rPr>
          <w:rtl/>
        </w:rPr>
        <w:t xml:space="preserve"> </w:t>
      </w:r>
      <w:r w:rsidRPr="00843429">
        <w:t>woman</w:t>
      </w:r>
      <w:r w:rsidRPr="00843429">
        <w:rPr>
          <w:rtl/>
        </w:rPr>
        <w:t xml:space="preserve"> </w:t>
      </w:r>
      <w:r w:rsidRPr="00843429">
        <w:t>should</w:t>
      </w:r>
      <w:r w:rsidRPr="00843429">
        <w:rPr>
          <w:rtl/>
        </w:rPr>
        <w:t xml:space="preserve"> </w:t>
      </w:r>
      <w:r w:rsidRPr="00843429">
        <w:t>know</w:t>
      </w:r>
      <w:r w:rsidRPr="00843429">
        <w:rPr>
          <w:rtl/>
        </w:rPr>
        <w:t>:</w:t>
      </w:r>
    </w:p>
    <w:p w:rsidR="004E56E9" w:rsidRPr="00843429" w:rsidRDefault="004E56E9" w:rsidP="00844CC1">
      <w:pPr>
        <w:pStyle w:val="libNormal"/>
        <w:rPr>
          <w:rtl/>
        </w:rPr>
      </w:pPr>
      <w:r w:rsidRPr="00843429">
        <w:t>1</w:t>
      </w:r>
      <w:r w:rsidRPr="00843429">
        <w:rPr>
          <w:rFonts w:hint="cs"/>
          <w:rtl/>
          <w:lang w:bidi="ar-LB"/>
        </w:rPr>
        <w:t>-</w:t>
      </w:r>
      <w:r w:rsidRPr="00843429">
        <w:t>The</w:t>
      </w:r>
      <w:r w:rsidRPr="00843429">
        <w:rPr>
          <w:rtl/>
        </w:rPr>
        <w:t xml:space="preserve"> </w:t>
      </w:r>
      <w:r w:rsidRPr="00843429">
        <w:t>basic</w:t>
      </w:r>
      <w:r w:rsidRPr="00843429">
        <w:rPr>
          <w:rtl/>
        </w:rPr>
        <w:t xml:space="preserve"> </w:t>
      </w:r>
      <w:r w:rsidRPr="00843429">
        <w:t>lores, such</w:t>
      </w:r>
      <w:r w:rsidRPr="00843429">
        <w:rPr>
          <w:rtl/>
        </w:rPr>
        <w:t xml:space="preserve"> </w:t>
      </w:r>
      <w:r w:rsidRPr="00843429">
        <w:t>as: the</w:t>
      </w:r>
      <w:r w:rsidRPr="00843429">
        <w:rPr>
          <w:rtl/>
        </w:rPr>
        <w:t xml:space="preserve"> </w:t>
      </w:r>
      <w:r w:rsidRPr="00843429">
        <w:t>creeds, jurisprudence, and</w:t>
      </w:r>
      <w:r w:rsidRPr="00843429">
        <w:rPr>
          <w:rtl/>
        </w:rPr>
        <w:t xml:space="preserve"> </w:t>
      </w:r>
      <w:r w:rsidRPr="00843429">
        <w:t>morals</w:t>
      </w:r>
    </w:p>
    <w:p w:rsidR="004E56E9" w:rsidRPr="00843429" w:rsidRDefault="004E56E9" w:rsidP="00844CC1">
      <w:pPr>
        <w:pStyle w:val="libNormal"/>
        <w:rPr>
          <w:rtl/>
        </w:rPr>
      </w:pPr>
      <w:r w:rsidRPr="00843429">
        <w:rPr>
          <w:rFonts w:hint="cs"/>
          <w:rtl/>
        </w:rPr>
        <w:t>2</w:t>
      </w:r>
      <w:r w:rsidRPr="00843429">
        <w:t>- The</w:t>
      </w:r>
      <w:r w:rsidRPr="00843429">
        <w:rPr>
          <w:rtl/>
        </w:rPr>
        <w:t xml:space="preserve"> </w:t>
      </w:r>
      <w:r w:rsidRPr="00843429">
        <w:t>methods</w:t>
      </w:r>
      <w:r w:rsidRPr="00843429">
        <w:rPr>
          <w:rtl/>
        </w:rPr>
        <w:t xml:space="preserve"> </w:t>
      </w:r>
      <w:r w:rsidRPr="00843429">
        <w:t>of</w:t>
      </w:r>
      <w:r w:rsidRPr="00843429">
        <w:rPr>
          <w:rtl/>
        </w:rPr>
        <w:t xml:space="preserve"> </w:t>
      </w:r>
      <w:r w:rsidRPr="00843429">
        <w:t>the</w:t>
      </w:r>
      <w:r w:rsidRPr="00843429">
        <w:rPr>
          <w:rtl/>
        </w:rPr>
        <w:t xml:space="preserve"> </w:t>
      </w:r>
      <w:r w:rsidRPr="00843429">
        <w:t>family</w:t>
      </w:r>
      <w:r w:rsidRPr="00843429">
        <w:rPr>
          <w:rtl/>
        </w:rPr>
        <w:t xml:space="preserve"> </w:t>
      </w:r>
      <w:r w:rsidRPr="00843429">
        <w:t>behavior</w:t>
      </w:r>
    </w:p>
    <w:p w:rsidR="004E56E9" w:rsidRPr="00843429" w:rsidRDefault="004E56E9" w:rsidP="00844CC1">
      <w:pPr>
        <w:pStyle w:val="libNormal"/>
        <w:rPr>
          <w:rtl/>
        </w:rPr>
      </w:pPr>
      <w:r w:rsidRPr="00843429">
        <w:rPr>
          <w:rFonts w:hint="cs"/>
          <w:rtl/>
        </w:rPr>
        <w:t>3</w:t>
      </w:r>
      <w:r w:rsidRPr="00843429">
        <w:t>- The</w:t>
      </w:r>
      <w:r w:rsidRPr="00843429">
        <w:rPr>
          <w:rtl/>
        </w:rPr>
        <w:t xml:space="preserve"> </w:t>
      </w:r>
      <w:r w:rsidRPr="00843429">
        <w:t>services</w:t>
      </w:r>
      <w:r w:rsidRPr="00843429">
        <w:rPr>
          <w:rtl/>
        </w:rPr>
        <w:t xml:space="preserve"> </w:t>
      </w:r>
      <w:r w:rsidRPr="00843429">
        <w:t>which</w:t>
      </w:r>
      <w:r w:rsidRPr="00843429">
        <w:rPr>
          <w:rtl/>
        </w:rPr>
        <w:t xml:space="preserve"> </w:t>
      </w:r>
      <w:r w:rsidRPr="00843429">
        <w:t>help</w:t>
      </w:r>
      <w:r w:rsidRPr="00843429">
        <w:rPr>
          <w:rtl/>
        </w:rPr>
        <w:t xml:space="preserve"> </w:t>
      </w:r>
      <w:r w:rsidRPr="00843429">
        <w:t>in</w:t>
      </w:r>
      <w:r w:rsidRPr="00843429">
        <w:rPr>
          <w:rtl/>
        </w:rPr>
        <w:t xml:space="preserve"> </w:t>
      </w:r>
      <w:r w:rsidRPr="00843429">
        <w:t>establishing</w:t>
      </w:r>
      <w:r w:rsidRPr="00843429">
        <w:rPr>
          <w:rtl/>
        </w:rPr>
        <w:t xml:space="preserve"> </w:t>
      </w:r>
      <w:r w:rsidRPr="00843429">
        <w:t>the</w:t>
      </w:r>
      <w:r w:rsidRPr="00843429">
        <w:rPr>
          <w:rtl/>
        </w:rPr>
        <w:t xml:space="preserve"> </w:t>
      </w:r>
      <w:r w:rsidRPr="00843429">
        <w:t>true</w:t>
      </w:r>
      <w:r w:rsidRPr="00843429">
        <w:rPr>
          <w:rtl/>
        </w:rPr>
        <w:t xml:space="preserve"> </w:t>
      </w:r>
      <w:r w:rsidRPr="00843429">
        <w:t>Islamic</w:t>
      </w:r>
      <w:r w:rsidRPr="00843429">
        <w:rPr>
          <w:rtl/>
        </w:rPr>
        <w:t xml:space="preserve"> </w:t>
      </w:r>
      <w:r w:rsidRPr="00843429">
        <w:t>environments</w:t>
      </w:r>
    </w:p>
    <w:p w:rsidR="004E56E9" w:rsidRDefault="004E56E9" w:rsidP="00844CC1">
      <w:pPr>
        <w:pStyle w:val="libNormal"/>
      </w:pPr>
      <w:r w:rsidRPr="00843429">
        <w:rPr>
          <w:rFonts w:hint="cs"/>
          <w:rtl/>
        </w:rPr>
        <w:t>4</w:t>
      </w:r>
      <w:r w:rsidRPr="00843429">
        <w:t>- The</w:t>
      </w:r>
      <w:r w:rsidRPr="00843429">
        <w:rPr>
          <w:rtl/>
        </w:rPr>
        <w:t xml:space="preserve"> </w:t>
      </w:r>
      <w:r w:rsidRPr="00843429">
        <w:t>needs</w:t>
      </w:r>
      <w:r w:rsidRPr="00843429">
        <w:rPr>
          <w:rtl/>
        </w:rPr>
        <w:t xml:space="preserve"> </w:t>
      </w:r>
      <w:r w:rsidRPr="00843429">
        <w:t>of</w:t>
      </w:r>
      <w:r w:rsidRPr="00843429">
        <w:rPr>
          <w:rtl/>
        </w:rPr>
        <w:t xml:space="preserve"> </w:t>
      </w:r>
      <w:r w:rsidRPr="00843429">
        <w:t>the</w:t>
      </w:r>
      <w:r w:rsidRPr="00843429">
        <w:rPr>
          <w:rtl/>
        </w:rPr>
        <w:t xml:space="preserve"> </w:t>
      </w:r>
      <w:r w:rsidRPr="00843429">
        <w:t>society</w:t>
      </w:r>
    </w:p>
    <w:p w:rsidR="004E56E9" w:rsidRDefault="004E56E9" w:rsidP="005412AB">
      <w:pPr>
        <w:pStyle w:val="Heading2Center"/>
      </w:pPr>
      <w:bookmarkStart w:id="47" w:name="_Toc418512237"/>
      <w:r w:rsidRPr="00843429">
        <w:t>Comprehension Questions</w:t>
      </w:r>
      <w:bookmarkEnd w:id="47"/>
    </w:p>
    <w:p w:rsidR="002E0242" w:rsidRDefault="004E56E9" w:rsidP="00844CC1">
      <w:pPr>
        <w:pStyle w:val="libNormal"/>
      </w:pPr>
      <w:r w:rsidRPr="00843429">
        <w:rPr>
          <w:rtl/>
        </w:rPr>
        <w:t>1</w:t>
      </w:r>
      <w:r w:rsidRPr="00843429">
        <w:t>- What</w:t>
      </w:r>
      <w:r w:rsidRPr="00843429">
        <w:rPr>
          <w:rtl/>
        </w:rPr>
        <w:t xml:space="preserve"> </w:t>
      </w:r>
      <w:r w:rsidRPr="00843429">
        <w:t>is</w:t>
      </w:r>
      <w:r w:rsidRPr="00843429">
        <w:rPr>
          <w:rtl/>
        </w:rPr>
        <w:t xml:space="preserve"> </w:t>
      </w:r>
      <w:r w:rsidRPr="00843429">
        <w:t>the</w:t>
      </w:r>
      <w:r w:rsidRPr="00843429">
        <w:rPr>
          <w:rtl/>
        </w:rPr>
        <w:t xml:space="preserve"> </w:t>
      </w:r>
      <w:r w:rsidRPr="00843429">
        <w:t>influential</w:t>
      </w:r>
      <w:r w:rsidRPr="00843429">
        <w:rPr>
          <w:rtl/>
        </w:rPr>
        <w:t xml:space="preserve"> </w:t>
      </w:r>
      <w:r w:rsidRPr="00843429">
        <w:t>role</w:t>
      </w:r>
      <w:r w:rsidRPr="00843429">
        <w:rPr>
          <w:rtl/>
        </w:rPr>
        <w:t xml:space="preserve"> </w:t>
      </w:r>
      <w:r w:rsidRPr="00843429">
        <w:t>which</w:t>
      </w:r>
      <w:r w:rsidRPr="00843429">
        <w:rPr>
          <w:rtl/>
        </w:rPr>
        <w:t xml:space="preserve"> </w:t>
      </w:r>
      <w:r w:rsidRPr="00843429">
        <w:t>Islam</w:t>
      </w:r>
      <w:r w:rsidRPr="00843429">
        <w:rPr>
          <w:rtl/>
        </w:rPr>
        <w:t xml:space="preserve"> </w:t>
      </w:r>
      <w:r w:rsidRPr="00843429">
        <w:t>aims</w:t>
      </w:r>
      <w:r w:rsidRPr="00843429">
        <w:rPr>
          <w:rtl/>
        </w:rPr>
        <w:t xml:space="preserve"> </w:t>
      </w:r>
      <w:r w:rsidRPr="00843429">
        <w:t>at</w:t>
      </w:r>
      <w:r w:rsidRPr="00843429">
        <w:rPr>
          <w:rtl/>
        </w:rPr>
        <w:t xml:space="preserve"> </w:t>
      </w:r>
      <w:r w:rsidRPr="00843429">
        <w:t>accomplishing</w:t>
      </w:r>
      <w:r w:rsidRPr="00843429">
        <w:rPr>
          <w:rtl/>
        </w:rPr>
        <w:t xml:space="preserve"> </w:t>
      </w:r>
      <w:r w:rsidRPr="00843429">
        <w:t>by</w:t>
      </w:r>
      <w:r w:rsidRPr="00843429">
        <w:rPr>
          <w:rtl/>
        </w:rPr>
        <w:t xml:space="preserve"> </w:t>
      </w:r>
      <w:r w:rsidRPr="00843429">
        <w:t>means</w:t>
      </w:r>
      <w:r w:rsidRPr="00843429">
        <w:rPr>
          <w:rtl/>
        </w:rPr>
        <w:t xml:space="preserve"> </w:t>
      </w:r>
      <w:r w:rsidRPr="00843429">
        <w:t>of</w:t>
      </w:r>
      <w:r w:rsidRPr="00843429">
        <w:rPr>
          <w:rtl/>
        </w:rPr>
        <w:t xml:space="preserve"> </w:t>
      </w:r>
      <w:r w:rsidRPr="00843429">
        <w:t>learning?</w:t>
      </w:r>
    </w:p>
    <w:p w:rsidR="002E0242" w:rsidRDefault="004E56E9" w:rsidP="00844CC1">
      <w:pPr>
        <w:pStyle w:val="libNormal"/>
      </w:pPr>
      <w:r w:rsidRPr="00843429">
        <w:t>2- What</w:t>
      </w:r>
      <w:r w:rsidRPr="00843429">
        <w:rPr>
          <w:rtl/>
        </w:rPr>
        <w:t xml:space="preserve"> </w:t>
      </w:r>
      <w:r w:rsidRPr="00843429">
        <w:t>is</w:t>
      </w:r>
      <w:r w:rsidRPr="00843429">
        <w:rPr>
          <w:rtl/>
        </w:rPr>
        <w:t xml:space="preserve"> </w:t>
      </w:r>
      <w:r w:rsidRPr="00843429">
        <w:t>the</w:t>
      </w:r>
      <w:r w:rsidRPr="00843429">
        <w:rPr>
          <w:rtl/>
        </w:rPr>
        <w:t xml:space="preserve"> </w:t>
      </w:r>
      <w:r w:rsidRPr="00843429">
        <w:t>attitude</w:t>
      </w:r>
      <w:r w:rsidRPr="00843429">
        <w:rPr>
          <w:rtl/>
        </w:rPr>
        <w:t xml:space="preserve"> </w:t>
      </w:r>
      <w:r w:rsidRPr="00843429">
        <w:t>of</w:t>
      </w:r>
      <w:r w:rsidRPr="00843429">
        <w:rPr>
          <w:rtl/>
        </w:rPr>
        <w:t xml:space="preserve"> </w:t>
      </w:r>
      <w:r w:rsidRPr="00843429">
        <w:t>Islam</w:t>
      </w:r>
      <w:r w:rsidRPr="00843429">
        <w:rPr>
          <w:rtl/>
        </w:rPr>
        <w:t xml:space="preserve"> </w:t>
      </w:r>
      <w:r w:rsidRPr="00843429">
        <w:t>as</w:t>
      </w:r>
      <w:r w:rsidRPr="00843429">
        <w:rPr>
          <w:rtl/>
        </w:rPr>
        <w:t xml:space="preserve"> </w:t>
      </w:r>
      <w:r w:rsidRPr="00843429">
        <w:t>regards</w:t>
      </w:r>
      <w:r w:rsidRPr="00843429">
        <w:rPr>
          <w:rtl/>
        </w:rPr>
        <w:t xml:space="preserve"> </w:t>
      </w:r>
      <w:r w:rsidRPr="00843429">
        <w:t>the</w:t>
      </w:r>
      <w:r w:rsidRPr="00843429">
        <w:rPr>
          <w:rtl/>
        </w:rPr>
        <w:t xml:space="preserve"> </w:t>
      </w:r>
      <w:r w:rsidRPr="00843429">
        <w:t>woman</w:t>
      </w:r>
      <w:r w:rsidRPr="00843429">
        <w:rPr>
          <w:rtl/>
        </w:rPr>
        <w:t>’</w:t>
      </w:r>
      <w:r w:rsidRPr="00843429">
        <w:t>s</w:t>
      </w:r>
      <w:r w:rsidRPr="00843429">
        <w:rPr>
          <w:rtl/>
        </w:rPr>
        <w:t xml:space="preserve"> </w:t>
      </w:r>
      <w:r w:rsidRPr="00843429">
        <w:t>learning?</w:t>
      </w:r>
    </w:p>
    <w:p w:rsidR="002E0242" w:rsidRDefault="004E56E9" w:rsidP="00844CC1">
      <w:pPr>
        <w:pStyle w:val="libNormal"/>
      </w:pPr>
      <w:r w:rsidRPr="00843429">
        <w:rPr>
          <w:rFonts w:hint="cs"/>
          <w:rtl/>
        </w:rPr>
        <w:t>3</w:t>
      </w:r>
      <w:r w:rsidRPr="00843429">
        <w:t>- What</w:t>
      </w:r>
      <w:r w:rsidRPr="00843429">
        <w:rPr>
          <w:rtl/>
        </w:rPr>
        <w:t xml:space="preserve"> </w:t>
      </w:r>
      <w:r w:rsidRPr="00843429">
        <w:t>are</w:t>
      </w:r>
      <w:r w:rsidRPr="00843429">
        <w:rPr>
          <w:rtl/>
        </w:rPr>
        <w:t xml:space="preserve"> </w:t>
      </w:r>
      <w:r w:rsidRPr="00843429">
        <w:t>the</w:t>
      </w:r>
      <w:r w:rsidRPr="00843429">
        <w:rPr>
          <w:rtl/>
        </w:rPr>
        <w:t xml:space="preserve"> </w:t>
      </w:r>
      <w:r w:rsidRPr="00843429">
        <w:t>issues</w:t>
      </w:r>
      <w:r w:rsidRPr="00843429">
        <w:rPr>
          <w:rtl/>
        </w:rPr>
        <w:t xml:space="preserve"> </w:t>
      </w:r>
      <w:r w:rsidRPr="00843429">
        <w:t>which</w:t>
      </w:r>
      <w:r w:rsidRPr="00843429">
        <w:rPr>
          <w:rtl/>
        </w:rPr>
        <w:t xml:space="preserve"> </w:t>
      </w:r>
      <w:r w:rsidRPr="00843429">
        <w:t>help</w:t>
      </w:r>
      <w:r w:rsidRPr="00843429">
        <w:rPr>
          <w:rtl/>
        </w:rPr>
        <w:t xml:space="preserve"> </w:t>
      </w:r>
      <w:r w:rsidRPr="00843429">
        <w:t>in</w:t>
      </w:r>
      <w:r w:rsidRPr="00843429">
        <w:rPr>
          <w:rtl/>
        </w:rPr>
        <w:t xml:space="preserve"> </w:t>
      </w:r>
      <w:r w:rsidRPr="00843429">
        <w:t>the</w:t>
      </w:r>
      <w:r w:rsidRPr="00843429">
        <w:rPr>
          <w:rtl/>
        </w:rPr>
        <w:t xml:space="preserve"> </w:t>
      </w:r>
      <w:r w:rsidRPr="00843429">
        <w:t>accomplishment</w:t>
      </w:r>
      <w:r w:rsidRPr="00843429">
        <w:rPr>
          <w:rtl/>
        </w:rPr>
        <w:t xml:space="preserve"> </w:t>
      </w:r>
      <w:r w:rsidRPr="00843429">
        <w:t>of</w:t>
      </w:r>
      <w:r w:rsidRPr="00843429">
        <w:rPr>
          <w:rtl/>
        </w:rPr>
        <w:t xml:space="preserve"> </w:t>
      </w:r>
      <w:r w:rsidRPr="00843429">
        <w:t>the</w:t>
      </w:r>
      <w:r w:rsidRPr="00843429">
        <w:rPr>
          <w:rtl/>
        </w:rPr>
        <w:t xml:space="preserve"> </w:t>
      </w:r>
      <w:r w:rsidRPr="00843429">
        <w:t>aims</w:t>
      </w:r>
      <w:r w:rsidRPr="00843429">
        <w:rPr>
          <w:rtl/>
        </w:rPr>
        <w:t xml:space="preserve"> </w:t>
      </w:r>
      <w:r w:rsidRPr="00843429">
        <w:t>of</w:t>
      </w:r>
      <w:r w:rsidRPr="00843429">
        <w:rPr>
          <w:rtl/>
        </w:rPr>
        <w:t xml:space="preserve"> </w:t>
      </w:r>
      <w:r w:rsidRPr="00843429">
        <w:t>learning?</w:t>
      </w:r>
    </w:p>
    <w:p w:rsidR="002E0242" w:rsidRDefault="004E56E9" w:rsidP="00844CC1">
      <w:pPr>
        <w:pStyle w:val="libNormal"/>
      </w:pPr>
      <w:r w:rsidRPr="00843429">
        <w:t>4- What</w:t>
      </w:r>
      <w:r w:rsidRPr="00843429">
        <w:rPr>
          <w:rtl/>
        </w:rPr>
        <w:t xml:space="preserve"> </w:t>
      </w:r>
      <w:r w:rsidRPr="00843429">
        <w:t>are</w:t>
      </w:r>
      <w:r w:rsidRPr="00843429">
        <w:rPr>
          <w:rtl/>
        </w:rPr>
        <w:t xml:space="preserve"> </w:t>
      </w:r>
      <w:r w:rsidRPr="00843429">
        <w:t>the</w:t>
      </w:r>
      <w:r w:rsidRPr="00843429">
        <w:rPr>
          <w:rtl/>
        </w:rPr>
        <w:t xml:space="preserve"> </w:t>
      </w:r>
      <w:r w:rsidRPr="00843429">
        <w:t>most</w:t>
      </w:r>
      <w:r w:rsidRPr="00843429">
        <w:rPr>
          <w:rtl/>
        </w:rPr>
        <w:t xml:space="preserve"> </w:t>
      </w:r>
      <w:r w:rsidRPr="00843429">
        <w:t>important</w:t>
      </w:r>
      <w:r w:rsidRPr="00843429">
        <w:rPr>
          <w:rtl/>
        </w:rPr>
        <w:t xml:space="preserve"> </w:t>
      </w:r>
      <w:r w:rsidRPr="00843429">
        <w:t>issues</w:t>
      </w:r>
      <w:r w:rsidRPr="00843429">
        <w:rPr>
          <w:rtl/>
        </w:rPr>
        <w:t xml:space="preserve"> </w:t>
      </w:r>
      <w:r w:rsidRPr="00843429">
        <w:t>which</w:t>
      </w:r>
      <w:r w:rsidRPr="00843429">
        <w:rPr>
          <w:rtl/>
        </w:rPr>
        <w:t xml:space="preserve"> </w:t>
      </w:r>
      <w:r w:rsidRPr="00843429">
        <w:t>the</w:t>
      </w:r>
      <w:r w:rsidRPr="00843429">
        <w:rPr>
          <w:rtl/>
        </w:rPr>
        <w:t xml:space="preserve"> </w:t>
      </w:r>
      <w:r w:rsidRPr="00843429">
        <w:t>woman</w:t>
      </w:r>
      <w:r w:rsidRPr="00843429">
        <w:rPr>
          <w:rtl/>
        </w:rPr>
        <w:t xml:space="preserve"> </w:t>
      </w:r>
      <w:r w:rsidRPr="00843429">
        <w:t>must</w:t>
      </w:r>
      <w:r w:rsidRPr="00843429">
        <w:rPr>
          <w:rtl/>
        </w:rPr>
        <w:t xml:space="preserve"> </w:t>
      </w:r>
      <w:r w:rsidRPr="00843429">
        <w:t>learn?</w:t>
      </w:r>
    </w:p>
    <w:p w:rsidR="004E56E9" w:rsidRPr="00843429" w:rsidRDefault="004E56E9" w:rsidP="00844CC1">
      <w:pPr>
        <w:pStyle w:val="libNormal"/>
      </w:pPr>
      <w:r w:rsidRPr="00843429">
        <w:t>5- What</w:t>
      </w:r>
      <w:r w:rsidRPr="00843429">
        <w:rPr>
          <w:rtl/>
        </w:rPr>
        <w:t xml:space="preserve"> </w:t>
      </w:r>
      <w:r w:rsidRPr="00843429">
        <w:t>is</w:t>
      </w:r>
      <w:r w:rsidRPr="00843429">
        <w:rPr>
          <w:rtl/>
        </w:rPr>
        <w:t xml:space="preserve"> </w:t>
      </w:r>
      <w:r w:rsidRPr="00843429">
        <w:t>meant</w:t>
      </w:r>
      <w:r w:rsidRPr="00843429">
        <w:rPr>
          <w:rtl/>
        </w:rPr>
        <w:t xml:space="preserve"> </w:t>
      </w:r>
      <w:r w:rsidRPr="00843429">
        <w:t>by</w:t>
      </w:r>
      <w:r w:rsidRPr="00843429">
        <w:rPr>
          <w:rtl/>
        </w:rPr>
        <w:t xml:space="preserve"> </w:t>
      </w:r>
      <w:r w:rsidRPr="00843429">
        <w:t>that</w:t>
      </w:r>
      <w:r w:rsidRPr="00843429">
        <w:rPr>
          <w:rtl/>
        </w:rPr>
        <w:t xml:space="preserve"> </w:t>
      </w:r>
      <w:r w:rsidRPr="00843429">
        <w:t>the</w:t>
      </w:r>
      <w:r w:rsidRPr="00843429">
        <w:rPr>
          <w:rtl/>
        </w:rPr>
        <w:t xml:space="preserve"> </w:t>
      </w:r>
      <w:r w:rsidRPr="00843429">
        <w:t>woman</w:t>
      </w:r>
      <w:r w:rsidRPr="00843429">
        <w:rPr>
          <w:rtl/>
        </w:rPr>
        <w:t xml:space="preserve"> </w:t>
      </w:r>
      <w:r w:rsidRPr="00843429">
        <w:t>must</w:t>
      </w:r>
      <w:r w:rsidRPr="00843429">
        <w:rPr>
          <w:rtl/>
        </w:rPr>
        <w:t xml:space="preserve"> </w:t>
      </w:r>
      <w:r w:rsidRPr="00843429">
        <w:t>learn</w:t>
      </w:r>
      <w:r w:rsidRPr="00843429">
        <w:rPr>
          <w:rtl/>
        </w:rPr>
        <w:t xml:space="preserve"> </w:t>
      </w:r>
      <w:r w:rsidRPr="00843429">
        <w:t>the</w:t>
      </w:r>
      <w:r w:rsidRPr="00843429">
        <w:rPr>
          <w:rtl/>
        </w:rPr>
        <w:t xml:space="preserve"> </w:t>
      </w:r>
      <w:r w:rsidRPr="00843429">
        <w:t>special</w:t>
      </w:r>
      <w:r w:rsidRPr="00843429">
        <w:rPr>
          <w:rtl/>
        </w:rPr>
        <w:t xml:space="preserve"> </w:t>
      </w:r>
      <w:r w:rsidRPr="00843429">
        <w:t>needs</w:t>
      </w:r>
      <w:r w:rsidRPr="00843429">
        <w:rPr>
          <w:rtl/>
        </w:rPr>
        <w:t xml:space="preserve"> </w:t>
      </w:r>
      <w:r w:rsidRPr="00843429">
        <w:t>of</w:t>
      </w:r>
      <w:r w:rsidRPr="00843429">
        <w:rPr>
          <w:rtl/>
        </w:rPr>
        <w:t xml:space="preserve"> </w:t>
      </w:r>
      <w:r w:rsidRPr="00843429">
        <w:t>the</w:t>
      </w:r>
      <w:r w:rsidRPr="00843429">
        <w:rPr>
          <w:rtl/>
        </w:rPr>
        <w:t xml:space="preserve"> </w:t>
      </w:r>
      <w:r w:rsidRPr="00843429">
        <w:t>society</w:t>
      </w:r>
      <w:r>
        <w:t>?</w:t>
      </w:r>
    </w:p>
    <w:p w:rsidR="004E56E9" w:rsidRDefault="004E56E9" w:rsidP="005412AB">
      <w:pPr>
        <w:pStyle w:val="Heading2Center"/>
      </w:pPr>
      <w:r w:rsidRPr="00843429">
        <w:br w:type="page"/>
      </w:r>
      <w:bookmarkStart w:id="48" w:name="_Toc418512238"/>
      <w:r w:rsidRPr="00843429">
        <w:lastRenderedPageBreak/>
        <w:t>For Reading</w:t>
      </w:r>
      <w:bookmarkEnd w:id="48"/>
    </w:p>
    <w:p w:rsidR="004E56E9" w:rsidRPr="00843429" w:rsidRDefault="004E56E9" w:rsidP="005412AB">
      <w:pPr>
        <w:pStyle w:val="Heading3Center"/>
      </w:pPr>
      <w:bookmarkStart w:id="49" w:name="_Toc418512239"/>
      <w:r w:rsidRPr="00843429">
        <w:t>The Martyr Amena Al-Sader (Bint Al-Houda)</w:t>
      </w:r>
      <w:bookmarkEnd w:id="49"/>
    </w:p>
    <w:p w:rsidR="002E0242" w:rsidRDefault="004E56E9" w:rsidP="00844CC1">
      <w:pPr>
        <w:pStyle w:val="libNormal"/>
      </w:pPr>
      <w:r w:rsidRPr="00844CC1">
        <w:t xml:space="preserve">Amena Al-Sader was born in Al-Ka’themyya in 1927 A. D. / 1357 of immigration. She is the daughter of Sayyed Haydar Al-Sader, one of the prominent scholars and researchers; and she is the sister of the Martyr Mohammad Baker Al-Sader </w:t>
      </w:r>
      <w:r w:rsidRPr="00844CC1">
        <w:rPr>
          <w:rStyle w:val="libItalicChar"/>
        </w:rPr>
        <w:t>(May The Most High God be pleased with him)</w:t>
      </w:r>
      <w:r w:rsidRPr="00843429">
        <w:t>.</w:t>
      </w:r>
    </w:p>
    <w:p w:rsidR="002E0242" w:rsidRDefault="004E56E9" w:rsidP="00844CC1">
      <w:pPr>
        <w:pStyle w:val="libNormal"/>
      </w:pPr>
      <w:r w:rsidRPr="00843429">
        <w:t xml:space="preserve">In her house, the house of learning, the Martyr Bint Al-Houda learnt, in addition to the traditional lores which were taught in the </w:t>
      </w:r>
      <w:r w:rsidRPr="00844CC1">
        <w:t xml:space="preserve">governmental schools, linguistics, logic, jurisprudence, and Al-Osoul ]a book titled </w:t>
      </w:r>
      <w:r w:rsidRPr="00844CC1">
        <w:rPr>
          <w:rStyle w:val="libUnderlineChar"/>
        </w:rPr>
        <w:t>The Rules of Deduction</w:t>
      </w:r>
      <w:r w:rsidRPr="00843429">
        <w:t xml:space="preserve"> by The Sign of God Al-Brojardi] to the extent that many scholars testified her genius.</w:t>
      </w:r>
    </w:p>
    <w:p w:rsidR="002E0242" w:rsidRDefault="004E56E9" w:rsidP="00844CC1">
      <w:pPr>
        <w:pStyle w:val="libNormal"/>
      </w:pPr>
      <w:r w:rsidRPr="00843429">
        <w:t>In 1967, she turned towards teaching and became responsible for Al-Zahraa Schools. She was characterized by her magnificent presence in the public womanish court and in the literary court. Her writings were distinguished by a special glamour. In spite of the fact that the most of her writings are narrative, she carried within her writings a message addressed to the youths.</w:t>
      </w:r>
    </w:p>
    <w:p w:rsidR="004E56E9" w:rsidRPr="00843429" w:rsidRDefault="004E56E9" w:rsidP="00844CC1">
      <w:pPr>
        <w:pStyle w:val="libNormal"/>
      </w:pPr>
      <w:r w:rsidRPr="00843429">
        <w:t>From the poems in which she addressed the Muslim woman is:</w:t>
      </w:r>
    </w:p>
    <w:p w:rsidR="004E56E9" w:rsidRPr="00843429" w:rsidRDefault="004E56E9" w:rsidP="00844CC1">
      <w:pPr>
        <w:pStyle w:val="libCenter"/>
      </w:pPr>
      <w:r w:rsidRPr="00843429">
        <w:t>If it is said old fashioned you are</w:t>
      </w:r>
    </w:p>
    <w:p w:rsidR="004E56E9" w:rsidRPr="00843429" w:rsidRDefault="004E56E9" w:rsidP="00844CC1">
      <w:pPr>
        <w:pStyle w:val="libCenter"/>
      </w:pPr>
      <w:r w:rsidRPr="00843429">
        <w:t>Care not and steadfast continue to be</w:t>
      </w:r>
    </w:p>
    <w:p w:rsidR="004E56E9" w:rsidRPr="00843429" w:rsidRDefault="004E56E9" w:rsidP="00844CC1">
      <w:pPr>
        <w:pStyle w:val="libCenter"/>
      </w:pPr>
      <w:r w:rsidRPr="00843429">
        <w:t>Say, I am the daughter of the message</w:t>
      </w:r>
    </w:p>
    <w:p w:rsidR="004E56E9" w:rsidRPr="00843429" w:rsidRDefault="004E56E9" w:rsidP="00844CC1">
      <w:pPr>
        <w:pStyle w:val="libCenter"/>
      </w:pPr>
      <w:r w:rsidRPr="00843429">
        <w:t>From its light I get guidance</w:t>
      </w:r>
    </w:p>
    <w:p w:rsidR="004E56E9" w:rsidRPr="00843429" w:rsidRDefault="004E56E9" w:rsidP="00844CC1">
      <w:pPr>
        <w:pStyle w:val="libCenter"/>
      </w:pPr>
      <w:r w:rsidRPr="00843429">
        <w:t>My shyness has not prevented me from the highs</w:t>
      </w:r>
    </w:p>
    <w:p w:rsidR="004E56E9" w:rsidRPr="00843429" w:rsidRDefault="004E56E9" w:rsidP="00844CC1">
      <w:pPr>
        <w:pStyle w:val="libCenter"/>
      </w:pPr>
      <w:r w:rsidRPr="00843429">
        <w:t>It has not shackled my hands, No!!</w:t>
      </w:r>
    </w:p>
    <w:p w:rsidR="004E56E9" w:rsidRPr="00843429" w:rsidRDefault="004E56E9" w:rsidP="00844CC1">
      <w:pPr>
        <w:pStyle w:val="libCenter"/>
      </w:pPr>
      <w:r w:rsidRPr="00843429">
        <w:t>And this veil hinders me not from my aim!</w:t>
      </w:r>
    </w:p>
    <w:p w:rsidR="004E56E9" w:rsidRPr="00843429" w:rsidRDefault="004E56E9" w:rsidP="00844CC1">
      <w:pPr>
        <w:pStyle w:val="libCenter"/>
      </w:pPr>
      <w:r w:rsidRPr="00843429">
        <w:t>O sister, the morrow is ours!</w:t>
      </w:r>
    </w:p>
    <w:p w:rsidR="004E56E9" w:rsidRPr="00843429" w:rsidRDefault="004E56E9" w:rsidP="00844CC1">
      <w:pPr>
        <w:pStyle w:val="libCenter"/>
      </w:pPr>
      <w:r w:rsidRPr="00843429">
        <w:t>Go on your path and upwards</w:t>
      </w:r>
    </w:p>
    <w:p w:rsidR="002E0242" w:rsidRDefault="004E56E9" w:rsidP="00844CC1">
      <w:pPr>
        <w:pStyle w:val="libCenter"/>
      </w:pPr>
      <w:r w:rsidRPr="00843429">
        <w:t>O sister, the truth rises above</w:t>
      </w:r>
    </w:p>
    <w:p w:rsidR="004E56E9" w:rsidRPr="00843429" w:rsidRDefault="004E56E9" w:rsidP="00844CC1">
      <w:pPr>
        <w:pStyle w:val="libCenter"/>
      </w:pPr>
      <w:r w:rsidRPr="00843429">
        <w:t>The cunning of the aggressor!</w:t>
      </w:r>
    </w:p>
    <w:p w:rsidR="002E0242" w:rsidRDefault="004E56E9" w:rsidP="00844CC1">
      <w:pPr>
        <w:pStyle w:val="libNormal"/>
      </w:pPr>
      <w:r w:rsidRPr="00843429">
        <w:t>From her writings are: Al-Fadeela Tan’taser ]The Virtue Triumphs], Kaleema wa Daa’wa ]A Word and An Invitation], Al-Mar’aa Maa Al-Nabee ]The Woman with The Prophet], Imraatan wa Rajol ]Two Women and a Man], Zikrayat ala Tilal Makka  ]Memories over the Hills of Makka], Al-Ba’hitha aan</w:t>
      </w:r>
    </w:p>
    <w:p w:rsidR="002E0242" w:rsidRDefault="004E56E9" w:rsidP="00844CC1">
      <w:pPr>
        <w:pStyle w:val="libNormal"/>
      </w:pPr>
      <w:r w:rsidRPr="00843429">
        <w:t>Al-Hakika ]The Woman Searching for the Truth], Siraa ]A Struggle], Al-Khala Al-Da’ee’aa ]The Lost Aunt], Boutoulat Al-Mar’aa Al-Muslima ]The Heroisms of the Muslim Woman], etc.</w:t>
      </w:r>
    </w:p>
    <w:p w:rsidR="002E0242" w:rsidRDefault="004E56E9" w:rsidP="00844CC1">
      <w:pPr>
        <w:pStyle w:val="libNormal"/>
      </w:pPr>
      <w:r w:rsidRPr="00843429">
        <w:t>The Martyr Bint Al-Houda exceeded the educational and social work to reach the political struggle. She played an effective and strong role in transmitting the ideas of the Martyr Sayyed Al-Sader to the women and in illustrating for everybody working with her the requisite political attitude at that time. In addition,</w:t>
      </w:r>
    </w:p>
    <w:p w:rsidR="002E0242" w:rsidRDefault="004E56E9" w:rsidP="00844CC1">
      <w:pPr>
        <w:pStyle w:val="libNormal"/>
      </w:pPr>
      <w:r w:rsidRPr="00843429">
        <w:t>she worked towards mobilizing the women in order to resist the ideas and plans of the tyrant regime, and she participated in establishing the striving spirit against the enemies of Islam.</w:t>
      </w:r>
    </w:p>
    <w:p w:rsidR="004E56E9" w:rsidRPr="00844CC1" w:rsidRDefault="004E56E9" w:rsidP="00844CC1">
      <w:pPr>
        <w:pStyle w:val="libNormal"/>
        <w:rPr>
          <w:rStyle w:val="libNormalChar"/>
        </w:rPr>
      </w:pPr>
      <w:r w:rsidRPr="00843429">
        <w:t xml:space="preserve">In 1977 A. D, The Sayyed The Martyr was arrested. As a result, The Martyr Bint Al-Houda, her steps being inspired by the steps of Sayyda Zeinab Al-Hawraa </w:t>
      </w:r>
      <w:r w:rsidRPr="00844CC1">
        <w:rPr>
          <w:rStyle w:val="libItalicChar"/>
        </w:rPr>
        <w:t>(God’s peace bestowed upon her)</w:t>
      </w:r>
      <w:r w:rsidRPr="00844CC1">
        <w:rPr>
          <w:rStyle w:val="libNormalChar"/>
        </w:rPr>
        <w:t xml:space="preserve"> with no fear and with a Zeinabian courage, got out to the sanctuary of her grandfather The Prince of the Believers </w:t>
      </w:r>
      <w:r w:rsidRPr="00844CC1">
        <w:rPr>
          <w:rStyle w:val="libItalicChar"/>
        </w:rPr>
        <w:t>(God’s peace bestowed upon him)</w:t>
      </w:r>
      <w:r w:rsidRPr="00844CC1">
        <w:rPr>
          <w:rStyle w:val="libNormalChar"/>
        </w:rPr>
        <w:t xml:space="preserve">, thus appealing the people for help and motivating them to rebel. She called most loudly, “O my grandfather, O The prince of the Believers! I complain to God and to you about the oppression and persecution we are exposed to.” And then, she addressed the people saying, “O noble ones! Are you going to remain silent even though your reference is arrested? Are you going to </w:t>
      </w:r>
      <w:r w:rsidRPr="00844CC1">
        <w:rPr>
          <w:rStyle w:val="libNormalChar"/>
        </w:rPr>
        <w:lastRenderedPageBreak/>
        <w:t>remain silent while your reference is being jailed and tortured? Then, what would you say to my grandfather The Prince of the Believers if he asked you about your betrayal? Get out! Demonstrate! Protest!”</w:t>
      </w:r>
    </w:p>
    <w:p w:rsidR="002E0242" w:rsidRDefault="004E56E9" w:rsidP="00712236">
      <w:pPr>
        <w:pStyle w:val="libNormal"/>
      </w:pPr>
      <w:r w:rsidRPr="00712236">
        <w:t xml:space="preserve">The tyrant Saddam noticed that The Martyr Bint Al-Houda and her father were exposing his tyrant regime to danger; so he ordered to arrest them and he exposed them to a severe torture which ended in the martyrdom of Sayyed Al-Sader and his pure sister Bint Al-Houda </w:t>
      </w:r>
      <w:r w:rsidRPr="00844CC1">
        <w:rPr>
          <w:rStyle w:val="libItalicChar"/>
        </w:rPr>
        <w:t>(May God be pleased with them both)</w:t>
      </w:r>
      <w:r w:rsidRPr="00712236">
        <w:t>.</w:t>
      </w:r>
    </w:p>
    <w:p w:rsidR="004E56E9" w:rsidRPr="00843429" w:rsidRDefault="004E56E9" w:rsidP="005412AB">
      <w:pPr>
        <w:pStyle w:val="libCenterBold1"/>
      </w:pPr>
      <w:r w:rsidRPr="00843429">
        <w:t>From her poems are the following:</w:t>
      </w:r>
    </w:p>
    <w:tbl>
      <w:tblPr>
        <w:tblW w:w="0" w:type="auto"/>
        <w:tblInd w:w="8" w:type="dxa"/>
        <w:tblLayout w:type="fixed"/>
        <w:tblCellMar>
          <w:left w:w="0" w:type="dxa"/>
          <w:right w:w="0" w:type="dxa"/>
        </w:tblCellMar>
        <w:tblLook w:val="0000"/>
      </w:tblPr>
      <w:tblGrid>
        <w:gridCol w:w="3272"/>
        <w:gridCol w:w="401"/>
        <w:gridCol w:w="3272"/>
      </w:tblGrid>
      <w:tr w:rsidR="004E56E9" w:rsidRPr="00843429" w:rsidTr="004E56E9">
        <w:trPr>
          <w:trHeight w:val="425"/>
        </w:trPr>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Even if the road is filled</w:t>
            </w:r>
          </w:p>
          <w:p w:rsidR="004E56E9" w:rsidRPr="00843429" w:rsidRDefault="004E56E9" w:rsidP="00712236">
            <w:pPr>
              <w:pStyle w:val="libCenter"/>
            </w:pPr>
          </w:p>
        </w:tc>
        <w:tc>
          <w:tcPr>
            <w:tcW w:w="4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rPr>
                <w:color w:val="auto"/>
              </w:rPr>
            </w:pPr>
          </w:p>
        </w:tc>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With what prevents to move on</w:t>
            </w:r>
          </w:p>
          <w:p w:rsidR="004E56E9" w:rsidRPr="00843429" w:rsidRDefault="004E56E9" w:rsidP="00712236">
            <w:pPr>
              <w:pStyle w:val="libCenter"/>
            </w:pPr>
          </w:p>
        </w:tc>
      </w:tr>
      <w:tr w:rsidR="004E56E9" w:rsidRPr="00843429" w:rsidTr="004E56E9">
        <w:trPr>
          <w:trHeight w:val="425"/>
        </w:trPr>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Even if life strives</w:t>
            </w:r>
          </w:p>
          <w:p w:rsidR="004E56E9" w:rsidRPr="00843429" w:rsidRDefault="004E56E9" w:rsidP="00712236">
            <w:pPr>
              <w:pStyle w:val="libCenter"/>
            </w:pPr>
          </w:p>
        </w:tc>
        <w:tc>
          <w:tcPr>
            <w:tcW w:w="4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rPr>
                <w:color w:val="auto"/>
              </w:rPr>
            </w:pPr>
          </w:p>
        </w:tc>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to despoil me</w:t>
            </w:r>
          </w:p>
          <w:p w:rsidR="004E56E9" w:rsidRPr="00843429" w:rsidRDefault="004E56E9" w:rsidP="00712236">
            <w:pPr>
              <w:pStyle w:val="libCenter"/>
            </w:pPr>
          </w:p>
        </w:tc>
      </w:tr>
      <w:tr w:rsidR="004E56E9" w:rsidRPr="00843429" w:rsidTr="004E56E9">
        <w:trPr>
          <w:trHeight w:val="425"/>
        </w:trPr>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Even if the tyrant time tries</w:t>
            </w:r>
          </w:p>
          <w:p w:rsidR="004E56E9" w:rsidRPr="00843429" w:rsidRDefault="004E56E9" w:rsidP="00712236">
            <w:pPr>
              <w:pStyle w:val="libCenter"/>
            </w:pPr>
          </w:p>
        </w:tc>
        <w:tc>
          <w:tcPr>
            <w:tcW w:w="4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rPr>
                <w:color w:val="auto"/>
              </w:rPr>
            </w:pPr>
          </w:p>
        </w:tc>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To shot spears at me</w:t>
            </w:r>
          </w:p>
          <w:p w:rsidR="004E56E9" w:rsidRPr="00843429" w:rsidRDefault="004E56E9" w:rsidP="00712236">
            <w:pPr>
              <w:pStyle w:val="libCenter"/>
            </w:pPr>
          </w:p>
        </w:tc>
      </w:tr>
      <w:tr w:rsidR="004E56E9" w:rsidRPr="00843429" w:rsidTr="004E56E9">
        <w:trPr>
          <w:trHeight w:val="425"/>
        </w:trPr>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Even if circumstances interplay</w:t>
            </w:r>
          </w:p>
          <w:p w:rsidR="004E56E9" w:rsidRPr="00843429" w:rsidRDefault="004E56E9" w:rsidP="00712236">
            <w:pPr>
              <w:pStyle w:val="libCenter"/>
            </w:pPr>
          </w:p>
        </w:tc>
        <w:tc>
          <w:tcPr>
            <w:tcW w:w="4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rPr>
                <w:color w:val="auto"/>
              </w:rPr>
            </w:pPr>
          </w:p>
        </w:tc>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To cause me pains and distress</w:t>
            </w:r>
          </w:p>
          <w:p w:rsidR="004E56E9" w:rsidRPr="00843429" w:rsidRDefault="004E56E9" w:rsidP="00712236">
            <w:pPr>
              <w:pStyle w:val="libCenter"/>
            </w:pPr>
          </w:p>
        </w:tc>
      </w:tr>
      <w:tr w:rsidR="004E56E9" w:rsidRPr="00843429" w:rsidTr="004E56E9">
        <w:trPr>
          <w:trHeight w:val="425"/>
        </w:trPr>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And the clouds of worries heap</w:t>
            </w:r>
          </w:p>
          <w:p w:rsidR="004E56E9" w:rsidRPr="00843429" w:rsidRDefault="004E56E9" w:rsidP="00712236">
            <w:pPr>
              <w:pStyle w:val="libCenter"/>
            </w:pPr>
          </w:p>
        </w:tc>
        <w:tc>
          <w:tcPr>
            <w:tcW w:w="4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rPr>
                <w:color w:val="auto"/>
              </w:rPr>
            </w:pPr>
          </w:p>
        </w:tc>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To gloom the horizon of my thought</w:t>
            </w:r>
          </w:p>
          <w:p w:rsidR="004E56E9" w:rsidRPr="00843429" w:rsidRDefault="004E56E9" w:rsidP="00712236">
            <w:pPr>
              <w:pStyle w:val="libCenter"/>
            </w:pPr>
          </w:p>
        </w:tc>
      </w:tr>
      <w:tr w:rsidR="004E56E9" w:rsidRPr="00843429" w:rsidTr="004E56E9">
        <w:trPr>
          <w:trHeight w:val="425"/>
        </w:trPr>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Even if my feet bleed</w:t>
            </w:r>
          </w:p>
          <w:p w:rsidR="004E56E9" w:rsidRPr="00843429" w:rsidRDefault="004E56E9" w:rsidP="00712236">
            <w:pPr>
              <w:pStyle w:val="libCenter"/>
            </w:pPr>
          </w:p>
        </w:tc>
        <w:tc>
          <w:tcPr>
            <w:tcW w:w="4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rPr>
                <w:color w:val="auto"/>
              </w:rPr>
            </w:pPr>
          </w:p>
        </w:tc>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I swear not to give up my aim</w:t>
            </w:r>
          </w:p>
          <w:p w:rsidR="004E56E9" w:rsidRPr="00843429" w:rsidRDefault="004E56E9" w:rsidP="00712236">
            <w:pPr>
              <w:pStyle w:val="libCenter"/>
            </w:pPr>
          </w:p>
        </w:tc>
      </w:tr>
      <w:tr w:rsidR="004E56E9" w:rsidRPr="00843429" w:rsidTr="004E56E9">
        <w:trPr>
          <w:trHeight w:val="425"/>
        </w:trPr>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Not to stop striving, No!</w:t>
            </w:r>
          </w:p>
          <w:p w:rsidR="004E56E9" w:rsidRPr="00843429" w:rsidRDefault="004E56E9" w:rsidP="00712236">
            <w:pPr>
              <w:pStyle w:val="libCenter"/>
            </w:pPr>
          </w:p>
        </w:tc>
        <w:tc>
          <w:tcPr>
            <w:tcW w:w="4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rPr>
                <w:color w:val="auto"/>
              </w:rPr>
            </w:pPr>
          </w:p>
        </w:tc>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For my aim is higher and loftier!</w:t>
            </w:r>
          </w:p>
          <w:p w:rsidR="004E56E9" w:rsidRPr="00843429" w:rsidRDefault="004E56E9" w:rsidP="00712236">
            <w:pPr>
              <w:pStyle w:val="libCenter"/>
            </w:pPr>
          </w:p>
        </w:tc>
      </w:tr>
    </w:tbl>
    <w:p w:rsidR="004E56E9" w:rsidRPr="00712236" w:rsidRDefault="004E56E9" w:rsidP="00712236">
      <w:pPr>
        <w:pStyle w:val="libCenter"/>
      </w:pPr>
      <w:r w:rsidRPr="00712236">
        <w:t>***</w:t>
      </w:r>
    </w:p>
    <w:tbl>
      <w:tblPr>
        <w:tblW w:w="0" w:type="auto"/>
        <w:tblInd w:w="8" w:type="dxa"/>
        <w:tblLayout w:type="fixed"/>
        <w:tblCellMar>
          <w:left w:w="0" w:type="dxa"/>
          <w:right w:w="0" w:type="dxa"/>
        </w:tblCellMar>
        <w:tblLook w:val="0000"/>
      </w:tblPr>
      <w:tblGrid>
        <w:gridCol w:w="3272"/>
        <w:gridCol w:w="401"/>
        <w:gridCol w:w="3272"/>
      </w:tblGrid>
      <w:tr w:rsidR="004E56E9" w:rsidRPr="00843429" w:rsidTr="004E56E9">
        <w:trPr>
          <w:trHeight w:val="425"/>
        </w:trPr>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I already know that</w:t>
            </w:r>
          </w:p>
          <w:p w:rsidR="004E56E9" w:rsidRPr="00843429" w:rsidRDefault="004E56E9" w:rsidP="00712236">
            <w:pPr>
              <w:pStyle w:val="libCenter"/>
            </w:pPr>
          </w:p>
        </w:tc>
        <w:tc>
          <w:tcPr>
            <w:tcW w:w="4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rPr>
                <w:color w:val="auto"/>
              </w:rPr>
            </w:pPr>
          </w:p>
        </w:tc>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The path of truth is throne filled</w:t>
            </w:r>
          </w:p>
          <w:p w:rsidR="004E56E9" w:rsidRPr="00843429" w:rsidRDefault="004E56E9" w:rsidP="00712236">
            <w:pPr>
              <w:pStyle w:val="libCenter"/>
            </w:pPr>
          </w:p>
        </w:tc>
      </w:tr>
      <w:tr w:rsidR="004E56E9" w:rsidRPr="00843429" w:rsidTr="004E56E9">
        <w:trPr>
          <w:trHeight w:val="425"/>
        </w:trPr>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The resistant has always been</w:t>
            </w:r>
          </w:p>
          <w:p w:rsidR="004E56E9" w:rsidRPr="00843429" w:rsidRDefault="004E56E9" w:rsidP="00712236">
            <w:pPr>
              <w:pStyle w:val="libCenter"/>
            </w:pPr>
          </w:p>
        </w:tc>
        <w:tc>
          <w:tcPr>
            <w:tcW w:w="4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rPr>
                <w:color w:val="auto"/>
              </w:rPr>
            </w:pPr>
          </w:p>
        </w:tc>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Alone among the legions</w:t>
            </w:r>
          </w:p>
          <w:p w:rsidR="004E56E9" w:rsidRPr="00843429" w:rsidRDefault="004E56E9" w:rsidP="00712236">
            <w:pPr>
              <w:pStyle w:val="libCenter"/>
            </w:pPr>
          </w:p>
        </w:tc>
      </w:tr>
      <w:tr w:rsidR="004E56E9" w:rsidRPr="00843429" w:rsidTr="004E56E9">
        <w:trPr>
          <w:trHeight w:val="425"/>
        </w:trPr>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And God has always helped</w:t>
            </w:r>
          </w:p>
          <w:p w:rsidR="004E56E9" w:rsidRPr="00843429" w:rsidRDefault="004E56E9" w:rsidP="00712236">
            <w:pPr>
              <w:pStyle w:val="libCenter"/>
            </w:pPr>
          </w:p>
        </w:tc>
        <w:tc>
          <w:tcPr>
            <w:tcW w:w="4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rPr>
                <w:color w:val="auto"/>
              </w:rPr>
            </w:pPr>
          </w:p>
        </w:tc>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His soldiers even being the few</w:t>
            </w:r>
          </w:p>
          <w:p w:rsidR="004E56E9" w:rsidRPr="00843429" w:rsidRDefault="004E56E9" w:rsidP="00712236">
            <w:pPr>
              <w:pStyle w:val="libCenter"/>
            </w:pPr>
          </w:p>
        </w:tc>
      </w:tr>
      <w:tr w:rsidR="004E56E9" w:rsidRPr="00843429" w:rsidTr="004E56E9">
        <w:trPr>
          <w:trHeight w:val="425"/>
        </w:trPr>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712236" w:rsidP="00712236">
            <w:pPr>
              <w:pStyle w:val="libCenter"/>
            </w:pPr>
            <w:r w:rsidRPr="00712236">
              <w:t>The truth is immortalized in existence</w:t>
            </w:r>
          </w:p>
        </w:tc>
        <w:tc>
          <w:tcPr>
            <w:tcW w:w="4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rPr>
                <w:color w:val="auto"/>
              </w:rPr>
            </w:pPr>
          </w:p>
        </w:tc>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With everything else evanescent</w:t>
            </w:r>
          </w:p>
          <w:p w:rsidR="004E56E9" w:rsidRPr="00843429" w:rsidRDefault="004E56E9" w:rsidP="00712236">
            <w:pPr>
              <w:pStyle w:val="libCenter"/>
            </w:pPr>
          </w:p>
        </w:tc>
      </w:tr>
      <w:tr w:rsidR="004E56E9" w:rsidRPr="00843429" w:rsidTr="004E56E9">
        <w:trPr>
          <w:trHeight w:val="425"/>
        </w:trPr>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pPr>
            <w:r w:rsidRPr="00843429">
              <w:t>I will continue to chant my Islam</w:t>
            </w:r>
          </w:p>
          <w:p w:rsidR="004E56E9" w:rsidRPr="00843429" w:rsidRDefault="004E56E9" w:rsidP="00712236">
            <w:pPr>
              <w:pStyle w:val="libCenter"/>
            </w:pPr>
          </w:p>
        </w:tc>
        <w:tc>
          <w:tcPr>
            <w:tcW w:w="4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E56E9" w:rsidRPr="00843429" w:rsidRDefault="004E56E9" w:rsidP="00712236">
            <w:pPr>
              <w:pStyle w:val="libCenter"/>
              <w:rPr>
                <w:color w:val="auto"/>
              </w:rPr>
            </w:pPr>
          </w:p>
        </w:tc>
        <w:tc>
          <w:tcPr>
            <w:tcW w:w="3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E0242" w:rsidRDefault="004E56E9" w:rsidP="00712236">
            <w:pPr>
              <w:pStyle w:val="libCenter"/>
            </w:pPr>
            <w:r w:rsidRPr="00843429">
              <w:t>And to disclaim every falsehood</w:t>
            </w:r>
          </w:p>
          <w:p w:rsidR="004E56E9" w:rsidRPr="00843429" w:rsidRDefault="004E56E9" w:rsidP="00712236">
            <w:pPr>
              <w:pStyle w:val="libCenter"/>
            </w:pPr>
          </w:p>
        </w:tc>
      </w:tr>
    </w:tbl>
    <w:p w:rsidR="004E56E9" w:rsidRDefault="004E56E9" w:rsidP="00844CC1">
      <w:pPr>
        <w:pStyle w:val="libNormal"/>
      </w:pPr>
    </w:p>
    <w:p w:rsidR="004E56E9" w:rsidRPr="008608BE" w:rsidRDefault="004E56E9" w:rsidP="00844CC1">
      <w:pPr>
        <w:pStyle w:val="libNormal"/>
      </w:pPr>
      <w:r>
        <w:br w:type="page"/>
      </w:r>
    </w:p>
    <w:p w:rsidR="004E56E9" w:rsidRDefault="004E56E9" w:rsidP="005412AB">
      <w:pPr>
        <w:pStyle w:val="Heading1Center"/>
      </w:pPr>
      <w:bookmarkStart w:id="50" w:name="_Toc418512240"/>
      <w:r w:rsidRPr="00843429">
        <w:lastRenderedPageBreak/>
        <w:t>Lesson Four</w:t>
      </w:r>
      <w:r>
        <w:t xml:space="preserve">: </w:t>
      </w:r>
      <w:r w:rsidRPr="00843429">
        <w:t>The Veil</w:t>
      </w:r>
      <w:bookmarkEnd w:id="50"/>
    </w:p>
    <w:p w:rsidR="004E56E9" w:rsidRPr="00843429" w:rsidRDefault="004E56E9" w:rsidP="005412AB">
      <w:pPr>
        <w:pStyle w:val="Heading2Center"/>
      </w:pPr>
      <w:bookmarkStart w:id="51" w:name="_Toc418512241"/>
      <w:r w:rsidRPr="00843429">
        <w:t>Introduction</w:t>
      </w:r>
      <w:bookmarkEnd w:id="51"/>
    </w:p>
    <w:p w:rsidR="002E0242" w:rsidRDefault="004E56E9" w:rsidP="00844CC1">
      <w:pPr>
        <w:pStyle w:val="libNormal"/>
      </w:pPr>
      <w:r w:rsidRPr="00843429">
        <w:t>The veil is one of the most important controversial issues in the societies on the general social level because of its great influence on the determination of the identity of the society and because of its basic and crucial role as regards the approach and the behavior of the society with both its men and women.</w:t>
      </w:r>
    </w:p>
    <w:p w:rsidR="002E0242" w:rsidRDefault="004E56E9" w:rsidP="00844CC1">
      <w:pPr>
        <w:pStyle w:val="libNormal"/>
      </w:pPr>
      <w:r w:rsidRPr="00843429">
        <w:t>As a result, the veil is always exposed to campaigns of distortion and weakening by means of controversy and suspicion at one time; by means of the practical confrontation through the laws of restriction and forbiddance at another time; and by means of attempting, through issuing the accusations of underdevelopment and narrow mindedness and fanaticism, at isolating the veiled women from having any influence on the society at a third time.</w:t>
      </w:r>
    </w:p>
    <w:p w:rsidR="002E0242" w:rsidRDefault="004E56E9" w:rsidP="00712236">
      <w:pPr>
        <w:pStyle w:val="libNormal"/>
      </w:pPr>
      <w:r w:rsidRPr="00843429">
        <w:t>This manifests the importance of the veil and its fateful and crucial role in the struggle between the truth and the falsehood. It is the towering fortress which protects the camp of the truth. Therefore, its extinction, God forbids, results in the collapse of a lot of concepts and behaviors all at once. Abandoning the veil is not equivalent to taking away one of Islam’s fruits only; it is, in fact, equivalent to shaking the table of the truth from the behavioral aspect, so that all the fruits on it will fall down and will be replaced by zachum ]an infernal tree with bitter fruits], dareeaa, and the tables of falsehood.</w:t>
      </w:r>
    </w:p>
    <w:p w:rsidR="004E56E9" w:rsidRPr="00843429" w:rsidRDefault="004E56E9" w:rsidP="005412AB">
      <w:pPr>
        <w:pStyle w:val="Heading2Center"/>
      </w:pPr>
      <w:bookmarkStart w:id="52" w:name="_Toc418512242"/>
      <w:r w:rsidRPr="00843429">
        <w:t>The Veil throughout the Human History</w:t>
      </w:r>
      <w:bookmarkEnd w:id="52"/>
    </w:p>
    <w:p w:rsidR="002E0242" w:rsidRDefault="004E56E9" w:rsidP="00844CC1">
      <w:pPr>
        <w:pStyle w:val="libNormal"/>
      </w:pPr>
      <w:r w:rsidRPr="00844CC1">
        <w:t xml:space="preserve">The veiling, as is the case with the unveiling, was not restricted to one period of the human history. When we examine the history, we find out that veiling and unveiling are as ancient in the human history as the truth and the falsehood are. When Islam came and The Noble Qur’an descended, they assisted the humanity- and this is acknowledged by the enemy before it is acknowledged by the friend- to move forward on the civilizational level. Islam asked the woman to put on the veil in a society where some people used to nakedly circumambulate around the honorable Kaaba and where there were houses of the raised red flags in the Jaheelyya ]the period before Islam]. When we read the prophets’ </w:t>
      </w:r>
      <w:r w:rsidRPr="00844CC1">
        <w:rPr>
          <w:rStyle w:val="libItalicChar"/>
        </w:rPr>
        <w:t>(God’s prayers and peace bestowed upon them)</w:t>
      </w:r>
      <w:r w:rsidRPr="00843429">
        <w:t xml:space="preserve"> biography, we always find these two lines. . . Yet upon reflecting upon the future and upon the point at which the humanity will anchor at the end of its history in this life, we find out that the veil represents the future which the humanity will adopt.</w:t>
      </w:r>
    </w:p>
    <w:p w:rsidR="002E0242" w:rsidRDefault="004E56E9" w:rsidP="00844CC1">
      <w:pPr>
        <w:pStyle w:val="libNormal"/>
      </w:pPr>
      <w:r w:rsidRPr="00843429">
        <w:t>The human experience has proved that unveiling is the cause of the underdevelopment of the societies from the social aspect and the cause of the dangerous problems which the western world is suffering from nowadays. Here it is enough to compare between the security of the woman in the western societies which turn away from the veil and the security of the woman in the Islamic societies which abide to the veil- in spite of the default as regards the actual abiding to this duty.</w:t>
      </w:r>
    </w:p>
    <w:p w:rsidR="002E0242" w:rsidRDefault="004E56E9" w:rsidP="00844CC1">
      <w:pPr>
        <w:pStyle w:val="libNormal"/>
      </w:pPr>
      <w:r w:rsidRPr="00843429">
        <w:t>The veil embodies the perfection, development, and assurance which the truth represents. On the other hand, unveiling embodies the deficiency, underdevelopment, confusion, and lack of security which the falsehood represents.</w:t>
      </w:r>
    </w:p>
    <w:p w:rsidR="002E0242" w:rsidRDefault="004E56E9" w:rsidP="00844CC1">
      <w:pPr>
        <w:pStyle w:val="libNormal"/>
        <w:rPr>
          <w:rStyle w:val="libNormalChar"/>
        </w:rPr>
      </w:pPr>
      <w:r w:rsidRPr="00843429">
        <w:t xml:space="preserve">To add, the veil is a duty imposed by The Most Glorified and High God; so it is for sure a perfection and development- and not a deficiency or underdevelopment- with respect to those who believe in God and His perfect characteristics. The promised day is going to come when no flag but that of the truth is going to rise, when Al-Houjja Al-Mahdi </w:t>
      </w:r>
      <w:r w:rsidRPr="00844CC1">
        <w:rPr>
          <w:rStyle w:val="libItalicChar"/>
        </w:rPr>
        <w:t>(May God hasten his honorable revelation)</w:t>
      </w:r>
      <w:r w:rsidRPr="00844CC1">
        <w:rPr>
          <w:rStyle w:val="libNormalChar"/>
        </w:rPr>
        <w:t xml:space="preserve"> is going to appear: </w:t>
      </w:r>
      <w:r w:rsidRPr="00844CC1">
        <w:rPr>
          <w:rStyle w:val="libItalicChar"/>
        </w:rPr>
        <w:t>(And indeed We have written in Al-Zabur ]the Psalms] after We have written it in] the Book that My righteous slaves shall inherit the land)</w:t>
      </w:r>
      <w:r w:rsidRPr="00844CC1">
        <w:rPr>
          <w:rStyle w:val="libFootnotenumChar"/>
        </w:rPr>
        <w:endnoteReference w:id="47"/>
      </w:r>
      <w:r w:rsidRPr="00844CC1">
        <w:rPr>
          <w:rStyle w:val="libNormalChar"/>
        </w:rPr>
        <w:t>.</w:t>
      </w:r>
    </w:p>
    <w:p w:rsidR="002E0242" w:rsidRDefault="004E56E9" w:rsidP="005412AB">
      <w:pPr>
        <w:pStyle w:val="Heading2Center"/>
      </w:pPr>
      <w:bookmarkStart w:id="53" w:name="_Toc418512243"/>
      <w:r w:rsidRPr="00843429">
        <w:t>What Is the Meaning of Veiling?</w:t>
      </w:r>
      <w:bookmarkEnd w:id="53"/>
    </w:p>
    <w:p w:rsidR="002E0242" w:rsidRDefault="004E56E9" w:rsidP="00844CC1">
      <w:pPr>
        <w:pStyle w:val="libNormal"/>
      </w:pPr>
      <w:r w:rsidRPr="00844CC1">
        <w:lastRenderedPageBreak/>
        <w:t>In the linguistic books, it is mentioned in illustration of veiling: “Everything that prevents something from another thing, then it veils it… The veil is with which you hold back something from another thing”</w:t>
      </w:r>
      <w:r w:rsidRPr="00844CC1">
        <w:rPr>
          <w:rStyle w:val="libFootnotenumChar"/>
        </w:rPr>
        <w:endnoteReference w:id="48"/>
      </w:r>
      <w:r w:rsidRPr="00843429">
        <w:t>.</w:t>
      </w:r>
    </w:p>
    <w:p w:rsidR="002E0242" w:rsidRDefault="004E56E9" w:rsidP="00844CC1">
      <w:pPr>
        <w:pStyle w:val="libNormal"/>
      </w:pPr>
      <w:r w:rsidRPr="00843429">
        <w:t>When we talk about the woman’s veil, we mean preventing the marriageable men from looking at the woman’s body. The veil, then, is what serves as a block, barrier, and a screen from looking, regardless of the nature of the barrier.</w:t>
      </w:r>
    </w:p>
    <w:p w:rsidR="002E0242" w:rsidRDefault="004E56E9" w:rsidP="005412AB">
      <w:pPr>
        <w:pStyle w:val="Heading2Center"/>
      </w:pPr>
      <w:bookmarkStart w:id="54" w:name="_Toc418512244"/>
      <w:r w:rsidRPr="00843429">
        <w:t>What Must Be Veiled?</w:t>
      </w:r>
      <w:bookmarkEnd w:id="54"/>
    </w:p>
    <w:p w:rsidR="002E0242" w:rsidRDefault="004E56E9" w:rsidP="00844CC1">
      <w:pPr>
        <w:pStyle w:val="libNormal"/>
      </w:pPr>
      <w:r w:rsidRPr="00843429">
        <w:t>There are two issues related to the outer part of the body. They are: the skin with its color and its shadow, and the size with its three aspects i. e. the form. Must only one of  them be veiled? Or must both be veiled?</w:t>
      </w:r>
    </w:p>
    <w:p w:rsidR="002E0242" w:rsidRDefault="004E56E9" w:rsidP="00844CC1">
      <w:pPr>
        <w:pStyle w:val="libNormal"/>
      </w:pPr>
      <w:r w:rsidRPr="00843429">
        <w:t>As regards the skin, it must doubtlessly be veiled, whether its color or its shadow. As regards the size, it must not be veiled completely; only the parts that cause seduction must be veiled.</w:t>
      </w:r>
    </w:p>
    <w:p w:rsidR="002E0242" w:rsidRDefault="004E56E9" w:rsidP="005412AB">
      <w:pPr>
        <w:pStyle w:val="Heading2Center"/>
      </w:pPr>
      <w:bookmarkStart w:id="55" w:name="_Toc418512245"/>
      <w:r w:rsidRPr="00843429">
        <w:t>The Evidences on the Necessity of Veiling</w:t>
      </w:r>
      <w:bookmarkEnd w:id="55"/>
    </w:p>
    <w:p w:rsidR="004E56E9" w:rsidRPr="00843429" w:rsidRDefault="004E56E9" w:rsidP="00844CC1">
      <w:pPr>
        <w:pStyle w:val="libCenterBold1"/>
      </w:pPr>
      <w:r w:rsidRPr="00843429">
        <w:t>Concerning the veil, there are three issues with which we must be acquainted:</w:t>
      </w:r>
    </w:p>
    <w:p w:rsidR="002E0242" w:rsidRDefault="004E56E9" w:rsidP="005412AB">
      <w:pPr>
        <w:pStyle w:val="Heading3Center"/>
      </w:pPr>
      <w:bookmarkStart w:id="56" w:name="_Toc418512246"/>
      <w:r w:rsidRPr="00843429">
        <w:t>1-In front of Whom Must the Woman Wear the Veil?</w:t>
      </w:r>
      <w:bookmarkEnd w:id="56"/>
    </w:p>
    <w:p w:rsidR="002E0242" w:rsidRDefault="004E56E9" w:rsidP="00712236">
      <w:pPr>
        <w:pStyle w:val="libNormal"/>
      </w:pPr>
      <w:r w:rsidRPr="00712236">
        <w:t>The woman must wear the veil in front of the marriageable men i. e. any man except those whom The Most High God excludes in His Book. The Most High God says, (…and not to reveal their adornment except to their husbands, their fathers, their husband’s fathers, their sons, their husband’s sons, their brothers or their brother’s sons, or their sister’s sons, or their women, or the ]female] slaves whom their right hands possess, or old male servants who lack vigor, or small children who have no sense of the shame of sex. And let them not stamp their feet so as to reveal what they hide of their adornment. And all of you beg Allah to forgive you all, O believers, that you may be successful)</w:t>
      </w:r>
      <w:r w:rsidRPr="00844CC1">
        <w:rPr>
          <w:rStyle w:val="libFootnotenumChar"/>
        </w:rPr>
        <w:endnoteReference w:id="49"/>
      </w:r>
      <w:r w:rsidRPr="00712236">
        <w:t>.</w:t>
      </w:r>
    </w:p>
    <w:p w:rsidR="002E0242" w:rsidRDefault="004E56E9" w:rsidP="005412AB">
      <w:pPr>
        <w:pStyle w:val="Heading3Center"/>
      </w:pPr>
      <w:bookmarkStart w:id="57" w:name="_Toc418512247"/>
      <w:r w:rsidRPr="00843429">
        <w:t>2-How Much Is the Woman Ordered to Veil?</w:t>
      </w:r>
      <w:bookmarkEnd w:id="57"/>
    </w:p>
    <w:p w:rsidR="002E0242" w:rsidRDefault="004E56E9" w:rsidP="00844CC1">
      <w:pPr>
        <w:pStyle w:val="libNormal"/>
      </w:pPr>
      <w:r w:rsidRPr="00844CC1">
        <w:t xml:space="preserve">The woman must obstruct the marriageable man’s looking to any part of her body rather than the face and the palms. There are evidences from the noble verses and the discourses of the Impeccables </w:t>
      </w:r>
      <w:r w:rsidRPr="00844CC1">
        <w:rPr>
          <w:rStyle w:val="libItalicChar"/>
        </w:rPr>
        <w:t>(God’s prayers and peace bestowed upon them)</w:t>
      </w:r>
      <w:r w:rsidRPr="00843429">
        <w:t xml:space="preserve"> which indicate this.</w:t>
      </w:r>
    </w:p>
    <w:p w:rsidR="004E56E9" w:rsidRPr="00844CC1" w:rsidRDefault="004E56E9" w:rsidP="00844CC1">
      <w:pPr>
        <w:pStyle w:val="libNormal"/>
        <w:rPr>
          <w:rStyle w:val="libNormalChar"/>
        </w:rPr>
      </w:pPr>
      <w:r w:rsidRPr="00843429">
        <w:t xml:space="preserve">A-The Saying of The Most High God: </w:t>
      </w:r>
      <w:r w:rsidRPr="00844CC1">
        <w:rPr>
          <w:rStyle w:val="libItalicChar"/>
        </w:rPr>
        <w:t>(Tell the believing men to lower their gaze, and protect their private parts. That is purer for them. Verily, Allah is All-Aware of what they do * And tell the believing women to lower their gaze, and protect their private parts and not to show off their adornment except only that which is apparent and to draw their yashmaks all over Juyubihinna (i. e. their bodies, faces, necks and bosoms, etc. ))</w:t>
      </w:r>
      <w:r w:rsidRPr="00844CC1">
        <w:rPr>
          <w:rStyle w:val="libFootnotenumChar"/>
        </w:rPr>
        <w:endnoteReference w:id="50"/>
      </w:r>
    </w:p>
    <w:p w:rsidR="004E56E9" w:rsidRPr="00843429" w:rsidRDefault="004E56E9" w:rsidP="005412AB">
      <w:pPr>
        <w:pStyle w:val="Heading3Center"/>
      </w:pPr>
      <w:bookmarkStart w:id="58" w:name="_Toc418512248"/>
      <w:r w:rsidRPr="00843429">
        <w:t>This noble verse reflects upon several points:</w:t>
      </w:r>
      <w:bookmarkEnd w:id="58"/>
    </w:p>
    <w:p w:rsidR="002E0242" w:rsidRDefault="004E56E9" w:rsidP="00844CC1">
      <w:pPr>
        <w:pStyle w:val="libNormal"/>
      </w:pPr>
      <w:r w:rsidRPr="00843429">
        <w:t>1-</w:t>
      </w:r>
      <w:r w:rsidRPr="00843429">
        <w:rPr>
          <w:rtl/>
        </w:rPr>
        <w:t xml:space="preserve"> </w:t>
      </w:r>
      <w:r w:rsidRPr="00843429">
        <w:t>The</w:t>
      </w:r>
      <w:r w:rsidRPr="00843429">
        <w:rPr>
          <w:rtl/>
        </w:rPr>
        <w:t xml:space="preserve"> </w:t>
      </w:r>
      <w:r w:rsidRPr="00843429">
        <w:t>marriageable</w:t>
      </w:r>
      <w:r w:rsidRPr="00843429">
        <w:rPr>
          <w:rtl/>
        </w:rPr>
        <w:t xml:space="preserve"> </w:t>
      </w:r>
      <w:r w:rsidRPr="00843429">
        <w:t>believing</w:t>
      </w:r>
      <w:r w:rsidRPr="00843429">
        <w:rPr>
          <w:rtl/>
        </w:rPr>
        <w:t xml:space="preserve"> </w:t>
      </w:r>
      <w:r w:rsidRPr="00843429">
        <w:t>men</w:t>
      </w:r>
      <w:r w:rsidRPr="00843429">
        <w:rPr>
          <w:rtl/>
        </w:rPr>
        <w:t xml:space="preserve"> </w:t>
      </w:r>
      <w:r w:rsidRPr="00843429">
        <w:t>and</w:t>
      </w:r>
      <w:r w:rsidRPr="00843429">
        <w:rPr>
          <w:rtl/>
        </w:rPr>
        <w:t xml:space="preserve"> </w:t>
      </w:r>
      <w:r w:rsidRPr="00843429">
        <w:t>women</w:t>
      </w:r>
      <w:r w:rsidRPr="00843429">
        <w:rPr>
          <w:rtl/>
        </w:rPr>
        <w:t xml:space="preserve"> </w:t>
      </w:r>
      <w:r w:rsidRPr="00843429">
        <w:t>must</w:t>
      </w:r>
      <w:r w:rsidRPr="00843429">
        <w:rPr>
          <w:rtl/>
        </w:rPr>
        <w:t xml:space="preserve"> </w:t>
      </w:r>
      <w:r w:rsidRPr="00843429">
        <w:t>lower</w:t>
      </w:r>
      <w:r w:rsidRPr="00843429">
        <w:rPr>
          <w:rtl/>
        </w:rPr>
        <w:t xml:space="preserve"> </w:t>
      </w:r>
      <w:r w:rsidRPr="00843429">
        <w:t>their</w:t>
      </w:r>
      <w:r w:rsidRPr="00843429">
        <w:rPr>
          <w:rtl/>
        </w:rPr>
        <w:t xml:space="preserve"> </w:t>
      </w:r>
      <w:r w:rsidRPr="00843429">
        <w:t>gaze</w:t>
      </w:r>
      <w:r w:rsidRPr="00843429">
        <w:rPr>
          <w:rtl/>
        </w:rPr>
        <w:t xml:space="preserve"> </w:t>
      </w:r>
      <w:r w:rsidRPr="00843429">
        <w:t>i. e. not</w:t>
      </w:r>
      <w:r w:rsidRPr="00843429">
        <w:rPr>
          <w:rtl/>
        </w:rPr>
        <w:t xml:space="preserve"> </w:t>
      </w:r>
      <w:r w:rsidRPr="00843429">
        <w:t>to</w:t>
      </w:r>
      <w:r w:rsidRPr="00843429">
        <w:rPr>
          <w:rtl/>
        </w:rPr>
        <w:t xml:space="preserve"> </w:t>
      </w:r>
      <w:r w:rsidRPr="00843429">
        <w:t>look</w:t>
      </w:r>
      <w:r w:rsidRPr="00843429">
        <w:rPr>
          <w:rtl/>
        </w:rPr>
        <w:t xml:space="preserve"> </w:t>
      </w:r>
      <w:r w:rsidRPr="00843429">
        <w:t>fixedly</w:t>
      </w:r>
      <w:r w:rsidRPr="00843429">
        <w:rPr>
          <w:rtl/>
        </w:rPr>
        <w:t xml:space="preserve"> </w:t>
      </w:r>
      <w:r w:rsidRPr="00843429">
        <w:t>and</w:t>
      </w:r>
      <w:r w:rsidRPr="00843429">
        <w:rPr>
          <w:rtl/>
        </w:rPr>
        <w:t xml:space="preserve"> </w:t>
      </w:r>
      <w:r w:rsidRPr="00843429">
        <w:t>excessively</w:t>
      </w:r>
      <w:r w:rsidRPr="00843429">
        <w:rPr>
          <w:rtl/>
        </w:rPr>
        <w:t xml:space="preserve"> </w:t>
      </w:r>
      <w:r w:rsidRPr="00843429">
        <w:t>at</w:t>
      </w:r>
      <w:r w:rsidRPr="00843429">
        <w:rPr>
          <w:rtl/>
        </w:rPr>
        <w:t xml:space="preserve"> </w:t>
      </w:r>
      <w:r w:rsidRPr="00843429">
        <w:t>each</w:t>
      </w:r>
      <w:r w:rsidRPr="00843429">
        <w:rPr>
          <w:rtl/>
        </w:rPr>
        <w:t xml:space="preserve"> </w:t>
      </w:r>
      <w:r w:rsidRPr="00843429">
        <w:t>other.</w:t>
      </w:r>
    </w:p>
    <w:p w:rsidR="002E0242" w:rsidRDefault="004E56E9" w:rsidP="00844CC1">
      <w:pPr>
        <w:pStyle w:val="libNormal"/>
      </w:pPr>
      <w:r w:rsidRPr="00843429">
        <w:t>2-</w:t>
      </w:r>
      <w:r w:rsidRPr="00843429">
        <w:rPr>
          <w:rtl/>
        </w:rPr>
        <w:t xml:space="preserve"> </w:t>
      </w:r>
      <w:r w:rsidRPr="00843429">
        <w:t>The</w:t>
      </w:r>
      <w:r w:rsidRPr="00843429">
        <w:rPr>
          <w:rtl/>
        </w:rPr>
        <w:t xml:space="preserve"> </w:t>
      </w:r>
      <w:r w:rsidRPr="00843429">
        <w:t>believing</w:t>
      </w:r>
      <w:r w:rsidRPr="00843429">
        <w:rPr>
          <w:rtl/>
        </w:rPr>
        <w:t xml:space="preserve"> </w:t>
      </w:r>
      <w:r w:rsidRPr="00843429">
        <w:t>men</w:t>
      </w:r>
      <w:r w:rsidRPr="00843429">
        <w:rPr>
          <w:rtl/>
        </w:rPr>
        <w:t xml:space="preserve"> </w:t>
      </w:r>
      <w:r w:rsidRPr="00843429">
        <w:t>and</w:t>
      </w:r>
      <w:r w:rsidRPr="00843429">
        <w:rPr>
          <w:rtl/>
        </w:rPr>
        <w:t xml:space="preserve"> </w:t>
      </w:r>
      <w:r w:rsidRPr="00843429">
        <w:t>women</w:t>
      </w:r>
      <w:r w:rsidRPr="00843429">
        <w:rPr>
          <w:rtl/>
        </w:rPr>
        <w:t xml:space="preserve"> </w:t>
      </w:r>
      <w:r w:rsidRPr="00843429">
        <w:t>must</w:t>
      </w:r>
      <w:r w:rsidRPr="00843429">
        <w:rPr>
          <w:rtl/>
        </w:rPr>
        <w:t xml:space="preserve"> </w:t>
      </w:r>
      <w:r w:rsidRPr="00843429">
        <w:t>keep</w:t>
      </w:r>
      <w:r w:rsidRPr="00843429">
        <w:rPr>
          <w:rtl/>
        </w:rPr>
        <w:t xml:space="preserve"> </w:t>
      </w:r>
      <w:r w:rsidRPr="00843429">
        <w:t>up</w:t>
      </w:r>
      <w:r w:rsidRPr="00843429">
        <w:rPr>
          <w:rtl/>
        </w:rPr>
        <w:t xml:space="preserve"> </w:t>
      </w:r>
      <w:r w:rsidRPr="00843429">
        <w:t>their</w:t>
      </w:r>
      <w:r w:rsidRPr="00843429">
        <w:rPr>
          <w:rtl/>
        </w:rPr>
        <w:t xml:space="preserve"> </w:t>
      </w:r>
      <w:r w:rsidRPr="00843429">
        <w:t>sexual</w:t>
      </w:r>
      <w:r w:rsidRPr="00843429">
        <w:rPr>
          <w:rtl/>
        </w:rPr>
        <w:t xml:space="preserve"> </w:t>
      </w:r>
      <w:r w:rsidRPr="00843429">
        <w:t>parts. Therefore, it</w:t>
      </w:r>
      <w:r w:rsidRPr="00843429">
        <w:rPr>
          <w:rtl/>
        </w:rPr>
        <w:t xml:space="preserve"> </w:t>
      </w:r>
      <w:r w:rsidRPr="00843429">
        <w:t>is</w:t>
      </w:r>
      <w:r w:rsidRPr="00843429">
        <w:rPr>
          <w:rtl/>
        </w:rPr>
        <w:t xml:space="preserve"> </w:t>
      </w:r>
      <w:r w:rsidRPr="00843429">
        <w:t>required</w:t>
      </w:r>
      <w:r w:rsidRPr="00843429">
        <w:rPr>
          <w:rtl/>
        </w:rPr>
        <w:t xml:space="preserve"> </w:t>
      </w:r>
      <w:r w:rsidRPr="00843429">
        <w:t>to</w:t>
      </w:r>
      <w:r w:rsidRPr="00843429">
        <w:rPr>
          <w:rtl/>
        </w:rPr>
        <w:t xml:space="preserve"> </w:t>
      </w:r>
      <w:r w:rsidRPr="00843429">
        <w:t>work</w:t>
      </w:r>
      <w:r w:rsidRPr="00843429">
        <w:rPr>
          <w:rtl/>
        </w:rPr>
        <w:t xml:space="preserve"> </w:t>
      </w:r>
      <w:r w:rsidRPr="00843429">
        <w:t>hard</w:t>
      </w:r>
      <w:r w:rsidRPr="00843429">
        <w:rPr>
          <w:rtl/>
        </w:rPr>
        <w:t xml:space="preserve"> </w:t>
      </w:r>
      <w:r w:rsidRPr="00843429">
        <w:t>in</w:t>
      </w:r>
      <w:r w:rsidRPr="00843429">
        <w:rPr>
          <w:rtl/>
        </w:rPr>
        <w:t xml:space="preserve"> </w:t>
      </w:r>
      <w:r w:rsidRPr="00843429">
        <w:t>order</w:t>
      </w:r>
      <w:r w:rsidRPr="00843429">
        <w:rPr>
          <w:rtl/>
        </w:rPr>
        <w:t xml:space="preserve"> </w:t>
      </w:r>
      <w:r w:rsidRPr="00843429">
        <w:t>to</w:t>
      </w:r>
      <w:r w:rsidRPr="00843429">
        <w:rPr>
          <w:rtl/>
        </w:rPr>
        <w:t xml:space="preserve"> </w:t>
      </w:r>
      <w:r w:rsidRPr="00843429">
        <w:t>maintain</w:t>
      </w:r>
      <w:r w:rsidRPr="00843429">
        <w:rPr>
          <w:rtl/>
        </w:rPr>
        <w:t xml:space="preserve"> </w:t>
      </w:r>
      <w:r w:rsidRPr="00843429">
        <w:t>chastity</w:t>
      </w:r>
      <w:r w:rsidRPr="00843429">
        <w:rPr>
          <w:rtl/>
        </w:rPr>
        <w:t xml:space="preserve"> </w:t>
      </w:r>
      <w:r w:rsidRPr="00843429">
        <w:t>and</w:t>
      </w:r>
      <w:r w:rsidRPr="00843429">
        <w:rPr>
          <w:rtl/>
        </w:rPr>
        <w:t xml:space="preserve"> </w:t>
      </w:r>
      <w:r w:rsidRPr="00843429">
        <w:t>purity.</w:t>
      </w:r>
    </w:p>
    <w:p w:rsidR="002E0242" w:rsidRDefault="004E56E9" w:rsidP="00844CC1">
      <w:pPr>
        <w:pStyle w:val="libNormal"/>
      </w:pPr>
      <w:r w:rsidRPr="00843429">
        <w:t>3- The</w:t>
      </w:r>
      <w:r w:rsidRPr="00843429">
        <w:rPr>
          <w:rtl/>
        </w:rPr>
        <w:t xml:space="preserve"> </w:t>
      </w:r>
      <w:r w:rsidRPr="00843429">
        <w:t>adornment</w:t>
      </w:r>
      <w:r w:rsidRPr="00843429">
        <w:rPr>
          <w:rtl/>
        </w:rPr>
        <w:t xml:space="preserve"> </w:t>
      </w:r>
      <w:r w:rsidRPr="00843429">
        <w:t>must</w:t>
      </w:r>
      <w:r w:rsidRPr="00843429">
        <w:rPr>
          <w:rtl/>
        </w:rPr>
        <w:t xml:space="preserve"> </w:t>
      </w:r>
      <w:r w:rsidRPr="00843429">
        <w:t>be</w:t>
      </w:r>
      <w:r w:rsidRPr="00843429">
        <w:rPr>
          <w:rtl/>
        </w:rPr>
        <w:t xml:space="preserve"> </w:t>
      </w:r>
      <w:r w:rsidRPr="00843429">
        <w:t>covered. There</w:t>
      </w:r>
      <w:r w:rsidRPr="00843429">
        <w:rPr>
          <w:rtl/>
        </w:rPr>
        <w:t xml:space="preserve"> </w:t>
      </w:r>
      <w:r w:rsidRPr="00843429">
        <w:t>are</w:t>
      </w:r>
      <w:r w:rsidRPr="00843429">
        <w:rPr>
          <w:rtl/>
        </w:rPr>
        <w:t xml:space="preserve"> </w:t>
      </w:r>
      <w:r w:rsidRPr="00843429">
        <w:t>two</w:t>
      </w:r>
      <w:r w:rsidRPr="00843429">
        <w:rPr>
          <w:rtl/>
        </w:rPr>
        <w:t xml:space="preserve"> </w:t>
      </w:r>
      <w:r w:rsidRPr="00843429">
        <w:t>kinds</w:t>
      </w:r>
      <w:r w:rsidRPr="00843429">
        <w:rPr>
          <w:rtl/>
        </w:rPr>
        <w:t xml:space="preserve"> </w:t>
      </w:r>
      <w:r w:rsidRPr="00843429">
        <w:t>of</w:t>
      </w:r>
      <w:r w:rsidRPr="00843429">
        <w:rPr>
          <w:rtl/>
        </w:rPr>
        <w:t xml:space="preserve"> </w:t>
      </w:r>
      <w:r w:rsidRPr="00843429">
        <w:t>adornment: hidden</w:t>
      </w:r>
      <w:r w:rsidRPr="00843429">
        <w:rPr>
          <w:rtl/>
        </w:rPr>
        <w:t xml:space="preserve"> </w:t>
      </w:r>
      <w:r w:rsidRPr="00843429">
        <w:t>and</w:t>
      </w:r>
      <w:r w:rsidRPr="00843429">
        <w:rPr>
          <w:rtl/>
        </w:rPr>
        <w:t xml:space="preserve"> </w:t>
      </w:r>
      <w:r w:rsidRPr="00843429">
        <w:t>apparent. The</w:t>
      </w:r>
      <w:r w:rsidRPr="00843429">
        <w:rPr>
          <w:rtl/>
        </w:rPr>
        <w:t xml:space="preserve"> </w:t>
      </w:r>
      <w:r w:rsidRPr="00843429">
        <w:t>hidden</w:t>
      </w:r>
      <w:r w:rsidRPr="00843429">
        <w:rPr>
          <w:rtl/>
        </w:rPr>
        <w:t xml:space="preserve"> </w:t>
      </w:r>
      <w:r w:rsidRPr="00843429">
        <w:t>adornment</w:t>
      </w:r>
      <w:r w:rsidRPr="00843429">
        <w:rPr>
          <w:rtl/>
        </w:rPr>
        <w:t xml:space="preserve"> </w:t>
      </w:r>
      <w:r w:rsidRPr="00843429">
        <w:t>is</w:t>
      </w:r>
      <w:r w:rsidRPr="00843429">
        <w:rPr>
          <w:rtl/>
        </w:rPr>
        <w:t xml:space="preserve"> </w:t>
      </w:r>
      <w:r w:rsidRPr="00843429">
        <w:t>the</w:t>
      </w:r>
      <w:r w:rsidRPr="00843429">
        <w:rPr>
          <w:rtl/>
        </w:rPr>
        <w:t xml:space="preserve"> </w:t>
      </w:r>
      <w:r w:rsidRPr="00843429">
        <w:t>one</w:t>
      </w:r>
      <w:r w:rsidRPr="00843429">
        <w:rPr>
          <w:rtl/>
        </w:rPr>
        <w:t xml:space="preserve"> </w:t>
      </w:r>
      <w:r w:rsidRPr="00843429">
        <w:t>which</w:t>
      </w:r>
      <w:r w:rsidRPr="00843429">
        <w:rPr>
          <w:rtl/>
        </w:rPr>
        <w:t xml:space="preserve"> </w:t>
      </w:r>
      <w:r w:rsidRPr="00843429">
        <w:t>is</w:t>
      </w:r>
      <w:r w:rsidRPr="00843429">
        <w:rPr>
          <w:rtl/>
        </w:rPr>
        <w:t xml:space="preserve"> </w:t>
      </w:r>
      <w:r w:rsidRPr="00843429">
        <w:t>hidden</w:t>
      </w:r>
      <w:r w:rsidRPr="00843429">
        <w:rPr>
          <w:rtl/>
        </w:rPr>
        <w:t xml:space="preserve"> </w:t>
      </w:r>
      <w:r w:rsidRPr="00843429">
        <w:t>under</w:t>
      </w:r>
      <w:r w:rsidRPr="00843429">
        <w:rPr>
          <w:rtl/>
        </w:rPr>
        <w:t xml:space="preserve"> </w:t>
      </w:r>
      <w:r w:rsidRPr="00843429">
        <w:t>the</w:t>
      </w:r>
      <w:r w:rsidRPr="00843429">
        <w:rPr>
          <w:rtl/>
        </w:rPr>
        <w:t xml:space="preserve"> </w:t>
      </w:r>
      <w:r w:rsidRPr="00843429">
        <w:t>clothes, thus</w:t>
      </w:r>
      <w:r w:rsidRPr="00843429">
        <w:rPr>
          <w:rtl/>
        </w:rPr>
        <w:t xml:space="preserve"> </w:t>
      </w:r>
      <w:r w:rsidRPr="00843429">
        <w:t>being</w:t>
      </w:r>
      <w:r w:rsidRPr="00843429">
        <w:rPr>
          <w:rtl/>
        </w:rPr>
        <w:t xml:space="preserve"> </w:t>
      </w:r>
      <w:r w:rsidRPr="00843429">
        <w:t>covered</w:t>
      </w:r>
      <w:r w:rsidRPr="00843429">
        <w:rPr>
          <w:rtl/>
        </w:rPr>
        <w:t xml:space="preserve"> </w:t>
      </w:r>
      <w:r w:rsidRPr="00843429">
        <w:t>from</w:t>
      </w:r>
      <w:r w:rsidRPr="00843429">
        <w:rPr>
          <w:rtl/>
        </w:rPr>
        <w:t xml:space="preserve"> </w:t>
      </w:r>
      <w:r w:rsidRPr="00843429">
        <w:t>the</w:t>
      </w:r>
      <w:r w:rsidRPr="00843429">
        <w:rPr>
          <w:rtl/>
        </w:rPr>
        <w:t xml:space="preserve"> </w:t>
      </w:r>
      <w:r w:rsidRPr="00843429">
        <w:t>gazes</w:t>
      </w:r>
      <w:r w:rsidRPr="00843429">
        <w:rPr>
          <w:rtl/>
        </w:rPr>
        <w:t xml:space="preserve"> </w:t>
      </w:r>
      <w:r w:rsidRPr="00843429">
        <w:t>of</w:t>
      </w:r>
      <w:r w:rsidRPr="00843429">
        <w:rPr>
          <w:rtl/>
        </w:rPr>
        <w:t xml:space="preserve"> </w:t>
      </w:r>
      <w:r w:rsidRPr="00843429">
        <w:t>the</w:t>
      </w:r>
      <w:r w:rsidRPr="00843429">
        <w:rPr>
          <w:rtl/>
        </w:rPr>
        <w:t xml:space="preserve"> </w:t>
      </w:r>
      <w:r w:rsidRPr="00843429">
        <w:t>lookers, such</w:t>
      </w:r>
      <w:r w:rsidRPr="00843429">
        <w:rPr>
          <w:rtl/>
        </w:rPr>
        <w:t xml:space="preserve"> </w:t>
      </w:r>
      <w:r w:rsidRPr="00843429">
        <w:t>as: the</w:t>
      </w:r>
      <w:r w:rsidRPr="00843429">
        <w:rPr>
          <w:rtl/>
        </w:rPr>
        <w:t xml:space="preserve"> </w:t>
      </w:r>
      <w:r w:rsidRPr="00843429">
        <w:t>necklace, earring, the</w:t>
      </w:r>
      <w:r w:rsidRPr="00843429">
        <w:rPr>
          <w:rtl/>
        </w:rPr>
        <w:t xml:space="preserve"> </w:t>
      </w:r>
      <w:r w:rsidRPr="00843429">
        <w:t>hair</w:t>
      </w:r>
      <w:r w:rsidRPr="00843429">
        <w:rPr>
          <w:rtl/>
        </w:rPr>
        <w:t xml:space="preserve"> </w:t>
      </w:r>
      <w:r w:rsidRPr="00843429">
        <w:t>color, the</w:t>
      </w:r>
      <w:r w:rsidRPr="00843429">
        <w:rPr>
          <w:rtl/>
        </w:rPr>
        <w:t xml:space="preserve"> </w:t>
      </w:r>
      <w:r w:rsidRPr="00843429">
        <w:t>adorned</w:t>
      </w:r>
      <w:r w:rsidRPr="00843429">
        <w:rPr>
          <w:rtl/>
        </w:rPr>
        <w:t xml:space="preserve"> </w:t>
      </w:r>
      <w:r w:rsidRPr="00843429">
        <w:t>clothes, etc. On</w:t>
      </w:r>
      <w:r w:rsidRPr="00843429">
        <w:rPr>
          <w:rtl/>
        </w:rPr>
        <w:t xml:space="preserve"> </w:t>
      </w:r>
      <w:r w:rsidRPr="00843429">
        <w:t>the</w:t>
      </w:r>
      <w:r w:rsidRPr="00843429">
        <w:rPr>
          <w:rtl/>
        </w:rPr>
        <w:t xml:space="preserve"> </w:t>
      </w:r>
      <w:r w:rsidRPr="00843429">
        <w:t>other</w:t>
      </w:r>
      <w:r w:rsidRPr="00843429">
        <w:rPr>
          <w:rtl/>
        </w:rPr>
        <w:t xml:space="preserve"> </w:t>
      </w:r>
      <w:r w:rsidRPr="00843429">
        <w:t>hand, the</w:t>
      </w:r>
      <w:r w:rsidRPr="00843429">
        <w:rPr>
          <w:rtl/>
        </w:rPr>
        <w:t xml:space="preserve"> </w:t>
      </w:r>
      <w:r w:rsidRPr="00843429">
        <w:t>apparent</w:t>
      </w:r>
      <w:r w:rsidRPr="00843429">
        <w:rPr>
          <w:rtl/>
        </w:rPr>
        <w:t xml:space="preserve"> </w:t>
      </w:r>
      <w:r w:rsidRPr="00843429">
        <w:t>adornment</w:t>
      </w:r>
      <w:r w:rsidRPr="00843429">
        <w:rPr>
          <w:rtl/>
        </w:rPr>
        <w:t xml:space="preserve"> </w:t>
      </w:r>
      <w:r w:rsidRPr="00843429">
        <w:t>is</w:t>
      </w:r>
      <w:r w:rsidRPr="00843429">
        <w:rPr>
          <w:rtl/>
        </w:rPr>
        <w:t xml:space="preserve"> </w:t>
      </w:r>
      <w:r w:rsidRPr="00843429">
        <w:t>the</w:t>
      </w:r>
      <w:r w:rsidRPr="00843429">
        <w:rPr>
          <w:rtl/>
        </w:rPr>
        <w:t xml:space="preserve"> </w:t>
      </w:r>
      <w:r w:rsidRPr="00843429">
        <w:t>one</w:t>
      </w:r>
      <w:r w:rsidRPr="00843429">
        <w:rPr>
          <w:rtl/>
        </w:rPr>
        <w:t xml:space="preserve"> </w:t>
      </w:r>
      <w:r w:rsidRPr="00843429">
        <w:t>which</w:t>
      </w:r>
      <w:r w:rsidRPr="00843429">
        <w:rPr>
          <w:rtl/>
        </w:rPr>
        <w:t xml:space="preserve"> </w:t>
      </w:r>
      <w:r w:rsidRPr="00843429">
        <w:t>usually</w:t>
      </w:r>
      <w:r w:rsidRPr="00843429">
        <w:rPr>
          <w:rtl/>
        </w:rPr>
        <w:t xml:space="preserve"> </w:t>
      </w:r>
      <w:r w:rsidRPr="00843429">
        <w:t>appears</w:t>
      </w:r>
      <w:r w:rsidRPr="00843429">
        <w:rPr>
          <w:rtl/>
        </w:rPr>
        <w:t xml:space="preserve"> </w:t>
      </w:r>
      <w:r w:rsidRPr="00843429">
        <w:t>from</w:t>
      </w:r>
      <w:r w:rsidRPr="00843429">
        <w:rPr>
          <w:rtl/>
        </w:rPr>
        <w:t xml:space="preserve"> </w:t>
      </w:r>
      <w:r w:rsidRPr="00843429">
        <w:t>the</w:t>
      </w:r>
      <w:r w:rsidRPr="00843429">
        <w:rPr>
          <w:rtl/>
        </w:rPr>
        <w:t xml:space="preserve"> </w:t>
      </w:r>
      <w:r w:rsidRPr="00843429">
        <w:t>woman</w:t>
      </w:r>
      <w:r w:rsidRPr="00843429">
        <w:rPr>
          <w:rtl/>
        </w:rPr>
        <w:t xml:space="preserve"> </w:t>
      </w:r>
      <w:r w:rsidRPr="00843429">
        <w:t>as</w:t>
      </w:r>
      <w:r w:rsidRPr="00843429">
        <w:rPr>
          <w:rtl/>
        </w:rPr>
        <w:t xml:space="preserve"> </w:t>
      </w:r>
      <w:r w:rsidRPr="00843429">
        <w:t>a</w:t>
      </w:r>
      <w:r w:rsidRPr="00843429">
        <w:rPr>
          <w:rtl/>
        </w:rPr>
        <w:t xml:space="preserve"> </w:t>
      </w:r>
      <w:r w:rsidRPr="00843429">
        <w:t>necessity</w:t>
      </w:r>
      <w:r w:rsidRPr="00843429">
        <w:rPr>
          <w:rtl/>
        </w:rPr>
        <w:t xml:space="preserve"> </w:t>
      </w:r>
      <w:r w:rsidRPr="00843429">
        <w:t>for</w:t>
      </w:r>
      <w:r w:rsidRPr="00843429">
        <w:rPr>
          <w:rtl/>
        </w:rPr>
        <w:t xml:space="preserve"> </w:t>
      </w:r>
      <w:r w:rsidRPr="00843429">
        <w:t>her</w:t>
      </w:r>
      <w:r w:rsidRPr="00843429">
        <w:rPr>
          <w:rtl/>
        </w:rPr>
        <w:t xml:space="preserve"> </w:t>
      </w:r>
      <w:r w:rsidRPr="00843429">
        <w:t>to</w:t>
      </w:r>
      <w:r w:rsidRPr="00843429">
        <w:rPr>
          <w:rtl/>
        </w:rPr>
        <w:t xml:space="preserve"> </w:t>
      </w:r>
      <w:r w:rsidRPr="00843429">
        <w:t>accomplish</w:t>
      </w:r>
      <w:r w:rsidRPr="00843429">
        <w:rPr>
          <w:rtl/>
        </w:rPr>
        <w:t xml:space="preserve"> </w:t>
      </w:r>
      <w:r w:rsidRPr="00843429">
        <w:t>her</w:t>
      </w:r>
      <w:r w:rsidRPr="00843429">
        <w:rPr>
          <w:rtl/>
        </w:rPr>
        <w:t xml:space="preserve"> </w:t>
      </w:r>
      <w:r w:rsidRPr="00843429">
        <w:t>needs</w:t>
      </w:r>
      <w:r w:rsidRPr="00843429">
        <w:rPr>
          <w:rtl/>
        </w:rPr>
        <w:t xml:space="preserve"> </w:t>
      </w:r>
      <w:r w:rsidRPr="00843429">
        <w:t>i. e. the</w:t>
      </w:r>
      <w:r w:rsidRPr="00843429">
        <w:rPr>
          <w:rtl/>
        </w:rPr>
        <w:t xml:space="preserve"> </w:t>
      </w:r>
      <w:r w:rsidRPr="00843429">
        <w:t>face</w:t>
      </w:r>
      <w:r w:rsidRPr="00843429">
        <w:rPr>
          <w:rtl/>
        </w:rPr>
        <w:t xml:space="preserve"> </w:t>
      </w:r>
      <w:r w:rsidRPr="00843429">
        <w:t>and</w:t>
      </w:r>
      <w:r w:rsidRPr="00843429">
        <w:rPr>
          <w:rtl/>
        </w:rPr>
        <w:t xml:space="preserve"> </w:t>
      </w:r>
      <w:r w:rsidRPr="00843429">
        <w:t>the</w:t>
      </w:r>
      <w:r w:rsidRPr="00843429">
        <w:rPr>
          <w:rtl/>
        </w:rPr>
        <w:t xml:space="preserve"> </w:t>
      </w:r>
      <w:r w:rsidRPr="00843429">
        <w:t>palms.</w:t>
      </w:r>
    </w:p>
    <w:p w:rsidR="002E0242" w:rsidRDefault="004E56E9" w:rsidP="00844CC1">
      <w:pPr>
        <w:pStyle w:val="libNormal"/>
      </w:pPr>
      <w:r w:rsidRPr="00844CC1">
        <w:t xml:space="preserve">It is related in a narrative ascribed to Mas’ada ibn Ziad that he said, “I heard Jaafar </w:t>
      </w:r>
      <w:r w:rsidRPr="00844CC1">
        <w:rPr>
          <w:rStyle w:val="libItalicChar"/>
        </w:rPr>
        <w:t>(God’s peace bestowed upon him)</w:t>
      </w:r>
      <w:r w:rsidRPr="00844CC1">
        <w:t xml:space="preserve"> being asked about what adornment the woman may show. He </w:t>
      </w:r>
      <w:r w:rsidRPr="00844CC1">
        <w:rPr>
          <w:rStyle w:val="libItalicChar"/>
        </w:rPr>
        <w:t>(God’s peace bestowed upon him)</w:t>
      </w:r>
      <w:r w:rsidRPr="00844CC1">
        <w:t xml:space="preserve"> answered, ‘[The parts which the woman is permitted to </w:t>
      </w:r>
      <w:r w:rsidRPr="00844CC1">
        <w:lastRenderedPageBreak/>
        <w:t>show are] the face and the palms. ’”</w:t>
      </w:r>
      <w:r w:rsidRPr="00844CC1">
        <w:rPr>
          <w:rStyle w:val="libFootnotenumChar"/>
        </w:rPr>
        <w:endnoteReference w:id="51"/>
      </w:r>
      <w:r w:rsidRPr="00843429">
        <w:t xml:space="preserve"> This means that she must cover all her body except the face and the palms.</w:t>
      </w:r>
    </w:p>
    <w:p w:rsidR="002E0242" w:rsidRDefault="004E56E9" w:rsidP="00844CC1">
      <w:pPr>
        <w:pStyle w:val="libNormal"/>
      </w:pPr>
      <w:r w:rsidRPr="00843429">
        <w:t>The Most High God goes on saying, (…and to draw their yashmaks all over Juyubihinna [i. e. their bodies, faces, necks and bosoms, etc. ] …)</w:t>
      </w:r>
    </w:p>
    <w:p w:rsidR="002E0242" w:rsidRDefault="004E56E9" w:rsidP="00844CC1">
      <w:pPr>
        <w:pStyle w:val="libNormal"/>
      </w:pPr>
      <w:r w:rsidRPr="00843429">
        <w:t xml:space="preserve">The yashmak is a cloth with which the woman covers her head and neck. The jaib is the split in the shirt which opens at the neck and the breast. It is related that the women, during the era of The Prophet </w:t>
      </w:r>
      <w:r w:rsidRPr="00844CC1">
        <w:rPr>
          <w:rStyle w:val="libItalicChar"/>
        </w:rPr>
        <w:t>(God’s prayers and peace bestowed upon him and his Household)</w:t>
      </w:r>
      <w:r w:rsidRPr="00843429">
        <w:t>, used to wear clothes opened at the neck and the breast, and that they used to drop their yashmaks behind their heads. This manner of dropping the yashmaks caused their ears and earrings and part of their chests to be apparent to the lookers. As a result, the above mentioned Qur’anian verse came down to order them to drop their yashmaks over their jaibs i. e. drop the remaining part from the head cover over their breasts, so that they would cover their ears and earrings and breasts.</w:t>
      </w:r>
    </w:p>
    <w:p w:rsidR="002E0242" w:rsidRDefault="004E56E9" w:rsidP="00844CC1">
      <w:pPr>
        <w:pStyle w:val="libNormal"/>
      </w:pPr>
      <w:r w:rsidRPr="00843429">
        <w:t>B- The Saying of The Most High God: (O Prophet! Tell your wives and your daughters and the women of the believers to draw their cloaks all over their bodies. That will be better, that they should be known so as not to be annoyed. And Allah is Ever Oft­ Forgiving, Most Merciful)</w:t>
      </w:r>
      <w:r w:rsidRPr="00844CC1">
        <w:rPr>
          <w:rStyle w:val="libFootnotenumChar"/>
        </w:rPr>
        <w:endnoteReference w:id="52"/>
      </w:r>
      <w:r w:rsidRPr="00843429">
        <w:t>.</w:t>
      </w:r>
    </w:p>
    <w:p w:rsidR="002E0242" w:rsidRDefault="004E56E9" w:rsidP="00844CC1">
      <w:pPr>
        <w:pStyle w:val="libNormal"/>
      </w:pPr>
      <w:r w:rsidRPr="00843429">
        <w:t>This verse involves a clear order by the necessity of letting down the cloaks. What is meant by cloaks? And how to let them down?</w:t>
      </w:r>
    </w:p>
    <w:p w:rsidR="002E0242" w:rsidRDefault="004E56E9" w:rsidP="00844CC1">
      <w:pPr>
        <w:pStyle w:val="libNormal"/>
        <w:rPr>
          <w:rStyle w:val="libNormalChar"/>
        </w:rPr>
      </w:pPr>
      <w:r w:rsidRPr="00843429">
        <w:t>The cloak is a cloth which the woman wears and which covers all her body. The yashmak is also known as a cloak. It seems that the cloak is used here with the meaning of the yashmak; and to let it down means to cover the jaib with it. This verse manifests what is mentioned in the previous one, but here it is added, (…That will be better, that they should be known so as not to be annoyed). This implies that such is better for them, so that they will be known of the chaste and righteous ones; then, none of the people of dissipation will try to harm them</w:t>
      </w:r>
      <w:r w:rsidRPr="00844CC1">
        <w:rPr>
          <w:rStyle w:val="libFootnotenumChar"/>
        </w:rPr>
        <w:endnoteReference w:id="53"/>
      </w:r>
      <w:r w:rsidRPr="00844CC1">
        <w:rPr>
          <w:rStyle w:val="libNormalChar"/>
        </w:rPr>
        <w:t>.</w:t>
      </w:r>
    </w:p>
    <w:p w:rsidR="004E56E9" w:rsidRPr="00843429" w:rsidRDefault="004E56E9" w:rsidP="005412AB">
      <w:pPr>
        <w:pStyle w:val="Heading2Center"/>
      </w:pPr>
      <w:bookmarkStart w:id="59" w:name="_Toc418512249"/>
      <w:r w:rsidRPr="00843429">
        <w:t>Two Concepts for the Women’s Veil</w:t>
      </w:r>
      <w:bookmarkEnd w:id="59"/>
    </w:p>
    <w:p w:rsidR="002E0242" w:rsidRDefault="004E56E9" w:rsidP="00844CC1">
      <w:pPr>
        <w:pStyle w:val="libNormal"/>
      </w:pPr>
      <w:r w:rsidRPr="00843429">
        <w:t>There are two concepts for the veil which greatly affect the woman’s role, activity, and presence in the society.</w:t>
      </w:r>
    </w:p>
    <w:p w:rsidR="002E0242" w:rsidRDefault="004E56E9" w:rsidP="00844CC1">
      <w:pPr>
        <w:pStyle w:val="libNormal"/>
      </w:pPr>
      <w:r w:rsidRPr="00843429">
        <w:t>The First Concept: It is to negatively regard the veil and to apply it in a manner which isolates the woman completely from the society, so that she, with this veil, will no more have a probable affectivity and so that her entire life will be restricted to her house without any association to the society.</w:t>
      </w:r>
    </w:p>
    <w:p w:rsidR="002E0242" w:rsidRDefault="004E56E9" w:rsidP="00844CC1">
      <w:pPr>
        <w:pStyle w:val="libNormal"/>
      </w:pPr>
      <w:r w:rsidRPr="00843429">
        <w:t>This way of veiling is not in consistency with a lot of Qur’anian verses, like the Saying of The Most High God, (The believers, men and women, are supporters of each other; they enjoin Al-Maarouf [i. e. monotheism and all that Islam orders one to do] and Al-Munkar [i. e. polytheism and disbelief of all kinds and all that Islam forbids]…)</w:t>
      </w:r>
      <w:r w:rsidRPr="00844CC1">
        <w:rPr>
          <w:rStyle w:val="libFootnotenumChar"/>
        </w:rPr>
        <w:endnoteReference w:id="54"/>
      </w:r>
      <w:r w:rsidRPr="00843429">
        <w:t>.</w:t>
      </w:r>
    </w:p>
    <w:p w:rsidR="002E0242" w:rsidRDefault="004E56E9" w:rsidP="00844CC1">
      <w:pPr>
        <w:pStyle w:val="libNormal"/>
        <w:rPr>
          <w:rStyle w:val="libNormalChar"/>
        </w:rPr>
      </w:pPr>
      <w:r w:rsidRPr="00843429">
        <w:t xml:space="preserve">Moreover, it is a contradiction to the Islamic career and history. Sayyda Fatima Al-Zahraa </w:t>
      </w:r>
      <w:r w:rsidRPr="00844CC1">
        <w:rPr>
          <w:rStyle w:val="libItalicChar"/>
        </w:rPr>
        <w:t>(God’s peace bestowed upon her)</w:t>
      </w:r>
      <w:r w:rsidRPr="00844CC1">
        <w:rPr>
          <w:rStyle w:val="libNormalChar"/>
        </w:rPr>
        <w:t xml:space="preserve"> was a basic prop from the props of the Islamic society. Likewise was Sayyda Zeinab</w:t>
      </w:r>
    </w:p>
    <w:p w:rsidR="002E0242" w:rsidRDefault="004E56E9" w:rsidP="00844CC1">
      <w:pPr>
        <w:pStyle w:val="libNormal"/>
      </w:pPr>
      <w:r w:rsidRPr="00844CC1">
        <w:rPr>
          <w:rStyle w:val="libItalicChar"/>
        </w:rPr>
        <w:t>(God’s peace bestowed upon her)</w:t>
      </w:r>
      <w:r w:rsidRPr="00843429">
        <w:t xml:space="preserve"> with her well known role especially after Karbalaa when she carried its everlasting message; before Karbalaa even, she had her major role especially in the womanish society.</w:t>
      </w:r>
    </w:p>
    <w:p w:rsidR="004E56E9" w:rsidRPr="00844CC1" w:rsidRDefault="004E56E9" w:rsidP="00844CC1">
      <w:pPr>
        <w:pStyle w:val="libNormal"/>
        <w:rPr>
          <w:rStyle w:val="libNormalChar"/>
        </w:rPr>
      </w:pPr>
      <w:r w:rsidRPr="00843429">
        <w:t xml:space="preserve">The Second Concept: It is the positive veil that preserves the woman in the society and that supplies her with the proper atmosphere which assists her in work and efficiency. It is, in fact, a push towards work and efficiency and influence, as were The Mistress of the Women Sayyda Fatima Al-Zahraa </w:t>
      </w:r>
      <w:r w:rsidRPr="00844CC1">
        <w:rPr>
          <w:rStyle w:val="libItalicChar"/>
        </w:rPr>
        <w:t>(God’s peace bestowed upon her)</w:t>
      </w:r>
      <w:r w:rsidRPr="00844CC1">
        <w:rPr>
          <w:rStyle w:val="libNormalChar"/>
        </w:rPr>
        <w:t xml:space="preserve">, her mother Khadija ibnat Khouwayled </w:t>
      </w:r>
      <w:r w:rsidRPr="00844CC1">
        <w:rPr>
          <w:rStyle w:val="libItalicChar"/>
        </w:rPr>
        <w:t>(God’s peace bestowed upon her)</w:t>
      </w:r>
      <w:r w:rsidRPr="00844CC1">
        <w:rPr>
          <w:rStyle w:val="libNormalChar"/>
        </w:rPr>
        <w:t xml:space="preserve"> before her, Sayyda Zeinab Al-Hawraa </w:t>
      </w:r>
      <w:r w:rsidRPr="00844CC1">
        <w:rPr>
          <w:rStyle w:val="libItalicChar"/>
        </w:rPr>
        <w:t>(God’s peace bestowed upon her)</w:t>
      </w:r>
      <w:r w:rsidRPr="00844CC1">
        <w:rPr>
          <w:rStyle w:val="libNormalChar"/>
        </w:rPr>
        <w:t xml:space="preserve"> after her, and the women of the message in general. His  Eminence  </w:t>
      </w:r>
      <w:r w:rsidRPr="00844CC1">
        <w:rPr>
          <w:rStyle w:val="libNormalChar"/>
        </w:rPr>
        <w:lastRenderedPageBreak/>
        <w:t xml:space="preserve">Imam  Al-Khomeini  </w:t>
      </w:r>
      <w:r w:rsidRPr="00844CC1">
        <w:rPr>
          <w:rStyle w:val="libItalicChar"/>
        </w:rPr>
        <w:t>(May  his  secret  be  sacred)</w:t>
      </w:r>
      <w:r w:rsidRPr="00844CC1">
        <w:rPr>
          <w:rStyle w:val="libNormalChar"/>
        </w:rPr>
        <w:t xml:space="preserve">  said,  “Islam qualifies the woman to have, as the man has, a role in all the issues. As the man plays a role in all the issues, the woman has also such a role.</w:t>
      </w:r>
    </w:p>
    <w:p w:rsidR="004E56E9" w:rsidRPr="00843429" w:rsidRDefault="004E56E9" w:rsidP="005412AB">
      <w:pPr>
        <w:pStyle w:val="Heading2Center"/>
      </w:pPr>
      <w:bookmarkStart w:id="60" w:name="_Toc418512250"/>
      <w:r w:rsidRPr="00843429">
        <w:t>Summary</w:t>
      </w:r>
      <w:bookmarkEnd w:id="60"/>
    </w:p>
    <w:p w:rsidR="002E0242" w:rsidRDefault="004E56E9" w:rsidP="00844CC1">
      <w:pPr>
        <w:pStyle w:val="libNormal"/>
      </w:pPr>
      <w:r w:rsidRPr="00843429">
        <w:t>Veiling, as well as unveiling, was not restricted to one period of the human history. When we examine history, we find that the veiling and the unveiling are as old in the human history as the truth and the falsehood are.</w:t>
      </w:r>
    </w:p>
    <w:p w:rsidR="002E0242" w:rsidRDefault="004E56E9" w:rsidP="00844CC1">
      <w:pPr>
        <w:pStyle w:val="libNormal"/>
      </w:pPr>
      <w:r w:rsidRPr="00843429">
        <w:t>The human experience has proved that unveiling is the cause of the underdevelopment of the societies from the social aspect and the cause of the dangerous problems which the western world is suffering from nowadays.</w:t>
      </w:r>
    </w:p>
    <w:p w:rsidR="002E0242" w:rsidRDefault="004E56E9" w:rsidP="00844CC1">
      <w:pPr>
        <w:pStyle w:val="libNormal"/>
      </w:pPr>
      <w:r w:rsidRPr="00843429">
        <w:t>The veil embodies the perfection, development, and assurance which the truth represents. On the other hand, unveiling embodies the deficiency, underdevelopment, confusion, and lack of security which the falsehood represents.</w:t>
      </w:r>
    </w:p>
    <w:p w:rsidR="002E0242" w:rsidRDefault="004E56E9" w:rsidP="00844CC1">
      <w:pPr>
        <w:pStyle w:val="libNormal"/>
      </w:pPr>
      <w:r w:rsidRPr="00843429">
        <w:t>Veiling is the prevention of the marriageable men from looking at the woman’s body. There are two issues which are related to the outer part of the body; they are: the skin with its color and its shadow, and the size with its three aspects (form). As regards the skin, it must doubtlessly be veiled, whether its color or its shadow. As regards the size, it must not be veiled completely; only the details that lead to seduction must be veiled.</w:t>
      </w:r>
    </w:p>
    <w:p w:rsidR="002E0242" w:rsidRDefault="004E56E9" w:rsidP="00844CC1">
      <w:pPr>
        <w:pStyle w:val="libNormal"/>
      </w:pPr>
      <w:r w:rsidRPr="00843429">
        <w:t>The woman must cover herself in front of the marriageable man except the face and the palms i. e. except what The Most High God excludes in His Book.</w:t>
      </w:r>
    </w:p>
    <w:p w:rsidR="004E56E9" w:rsidRPr="00843429" w:rsidRDefault="004E56E9" w:rsidP="005412AB">
      <w:pPr>
        <w:pStyle w:val="libCenterBold1"/>
      </w:pPr>
      <w:r w:rsidRPr="00843429">
        <w:t>There are two concepts for the veil:</w:t>
      </w:r>
    </w:p>
    <w:p w:rsidR="002E0242" w:rsidRDefault="004E56E9" w:rsidP="00844CC1">
      <w:pPr>
        <w:pStyle w:val="libNormal"/>
      </w:pPr>
      <w:r w:rsidRPr="00843429">
        <w:t>The First Concept: It is to negatively regard the veil and to apply it in a manner which isolates the woman completely from the society, so that she will no more have a probable affectivity. This way is not in consistency with a lot of the Qur’anian verses, like the Saying of The Most High God, (The believers, men and women, are supporters of each other; they enjoin Al-Maarouf [i. e. monotheism and all that Islam orders one to do] and Al-Munkar [i. e. polytheism and disbelief of all kinds and all that Islam forbids]…)</w:t>
      </w:r>
    </w:p>
    <w:p w:rsidR="002E0242" w:rsidRDefault="004E56E9" w:rsidP="00844CC1">
      <w:pPr>
        <w:pStyle w:val="libNormal"/>
      </w:pPr>
      <w:r w:rsidRPr="00843429">
        <w:t>The Second Concept: It is the positive veil that preserves the woman in the society and that supplies her with the proper atmosphere which assists her in work and affectivity.</w:t>
      </w:r>
    </w:p>
    <w:p w:rsidR="004E56E9" w:rsidRDefault="004E56E9" w:rsidP="005412AB">
      <w:pPr>
        <w:pStyle w:val="Heading2Center"/>
      </w:pPr>
      <w:bookmarkStart w:id="61" w:name="_Toc418512251"/>
      <w:r w:rsidRPr="00843429">
        <w:t>Comprehension Questions</w:t>
      </w:r>
      <w:bookmarkEnd w:id="61"/>
    </w:p>
    <w:p w:rsidR="002E0242" w:rsidRDefault="004E56E9" w:rsidP="00844CC1">
      <w:pPr>
        <w:pStyle w:val="libNormal"/>
      </w:pPr>
      <w:r w:rsidRPr="00843429">
        <w:t>1- Is</w:t>
      </w:r>
      <w:r w:rsidRPr="00843429">
        <w:rPr>
          <w:rtl/>
        </w:rPr>
        <w:t xml:space="preserve"> </w:t>
      </w:r>
      <w:r w:rsidRPr="00843429">
        <w:t>Islam</w:t>
      </w:r>
      <w:r w:rsidRPr="00843429">
        <w:rPr>
          <w:rtl/>
        </w:rPr>
        <w:t xml:space="preserve"> </w:t>
      </w:r>
      <w:r w:rsidRPr="00843429">
        <w:t>the</w:t>
      </w:r>
      <w:r w:rsidRPr="00843429">
        <w:rPr>
          <w:rtl/>
        </w:rPr>
        <w:t xml:space="preserve"> </w:t>
      </w:r>
      <w:r w:rsidRPr="00843429">
        <w:t>only</w:t>
      </w:r>
      <w:r w:rsidRPr="00843429">
        <w:rPr>
          <w:rtl/>
        </w:rPr>
        <w:t xml:space="preserve"> </w:t>
      </w:r>
      <w:r w:rsidRPr="00843429">
        <w:t>one</w:t>
      </w:r>
      <w:r w:rsidRPr="00843429">
        <w:rPr>
          <w:rtl/>
        </w:rPr>
        <w:t xml:space="preserve"> </w:t>
      </w:r>
      <w:r w:rsidRPr="00843429">
        <w:t>which</w:t>
      </w:r>
      <w:r w:rsidRPr="00843429">
        <w:rPr>
          <w:rtl/>
        </w:rPr>
        <w:t xml:space="preserve"> </w:t>
      </w:r>
      <w:r w:rsidRPr="00843429">
        <w:t>emphasizes</w:t>
      </w:r>
      <w:r w:rsidRPr="00843429">
        <w:rPr>
          <w:rtl/>
        </w:rPr>
        <w:t xml:space="preserve"> </w:t>
      </w:r>
      <w:r w:rsidRPr="00843429">
        <w:t>the</w:t>
      </w:r>
      <w:r w:rsidRPr="00843429">
        <w:rPr>
          <w:rtl/>
        </w:rPr>
        <w:t xml:space="preserve"> </w:t>
      </w:r>
      <w:r w:rsidRPr="00843429">
        <w:t>importance</w:t>
      </w:r>
      <w:r w:rsidRPr="00843429">
        <w:rPr>
          <w:rtl/>
        </w:rPr>
        <w:t xml:space="preserve"> </w:t>
      </w:r>
      <w:r w:rsidRPr="00843429">
        <w:t>of</w:t>
      </w:r>
      <w:r w:rsidRPr="00843429">
        <w:rPr>
          <w:rtl/>
        </w:rPr>
        <w:t xml:space="preserve"> </w:t>
      </w:r>
      <w:r w:rsidRPr="00843429">
        <w:t>the</w:t>
      </w:r>
      <w:r w:rsidRPr="00843429">
        <w:rPr>
          <w:rtl/>
        </w:rPr>
        <w:t xml:space="preserve"> </w:t>
      </w:r>
      <w:r w:rsidRPr="00843429">
        <w:t>veil?</w:t>
      </w:r>
    </w:p>
    <w:p w:rsidR="002E0242" w:rsidRDefault="004E56E9" w:rsidP="00844CC1">
      <w:pPr>
        <w:pStyle w:val="libNormal"/>
      </w:pPr>
      <w:r w:rsidRPr="00843429">
        <w:rPr>
          <w:rtl/>
        </w:rPr>
        <w:t>2</w:t>
      </w:r>
      <w:r w:rsidRPr="00843429">
        <w:t>-</w:t>
      </w:r>
      <w:r w:rsidRPr="00843429">
        <w:rPr>
          <w:rtl/>
        </w:rPr>
        <w:t xml:space="preserve"> </w:t>
      </w:r>
      <w:r w:rsidRPr="00843429">
        <w:t>Does</w:t>
      </w:r>
      <w:r w:rsidRPr="00843429">
        <w:rPr>
          <w:rtl/>
        </w:rPr>
        <w:t xml:space="preserve"> </w:t>
      </w:r>
      <w:r w:rsidRPr="00843429">
        <w:t>the</w:t>
      </w:r>
      <w:r w:rsidRPr="00843429">
        <w:rPr>
          <w:rtl/>
        </w:rPr>
        <w:t xml:space="preserve"> </w:t>
      </w:r>
      <w:r w:rsidRPr="00843429">
        <w:t>veil</w:t>
      </w:r>
      <w:r w:rsidRPr="00843429">
        <w:rPr>
          <w:rtl/>
        </w:rPr>
        <w:t xml:space="preserve"> </w:t>
      </w:r>
      <w:r w:rsidRPr="00843429">
        <w:t>have</w:t>
      </w:r>
      <w:r w:rsidRPr="00843429">
        <w:rPr>
          <w:rtl/>
        </w:rPr>
        <w:t xml:space="preserve"> </w:t>
      </w:r>
      <w:r w:rsidRPr="00843429">
        <w:t>any</w:t>
      </w:r>
      <w:r w:rsidRPr="00843429">
        <w:rPr>
          <w:rtl/>
        </w:rPr>
        <w:t xml:space="preserve"> </w:t>
      </w:r>
      <w:r w:rsidRPr="00843429">
        <w:t>influence</w:t>
      </w:r>
      <w:r w:rsidRPr="00843429">
        <w:rPr>
          <w:rtl/>
        </w:rPr>
        <w:t xml:space="preserve"> </w:t>
      </w:r>
      <w:r w:rsidRPr="00843429">
        <w:t>on</w:t>
      </w:r>
      <w:r w:rsidRPr="00843429">
        <w:rPr>
          <w:rtl/>
        </w:rPr>
        <w:t xml:space="preserve"> </w:t>
      </w:r>
      <w:r w:rsidRPr="00843429">
        <w:t>the</w:t>
      </w:r>
      <w:r w:rsidRPr="00843429">
        <w:rPr>
          <w:rtl/>
        </w:rPr>
        <w:t xml:space="preserve"> </w:t>
      </w:r>
      <w:r w:rsidRPr="00843429">
        <w:t>members</w:t>
      </w:r>
      <w:r w:rsidRPr="00843429">
        <w:rPr>
          <w:rtl/>
        </w:rPr>
        <w:t xml:space="preserve"> </w:t>
      </w:r>
      <w:r w:rsidRPr="00843429">
        <w:t>of</w:t>
      </w:r>
      <w:r w:rsidRPr="00843429">
        <w:rPr>
          <w:rtl/>
        </w:rPr>
        <w:t xml:space="preserve"> </w:t>
      </w:r>
      <w:r w:rsidRPr="00843429">
        <w:t>the</w:t>
      </w:r>
      <w:r w:rsidRPr="00843429">
        <w:rPr>
          <w:rtl/>
        </w:rPr>
        <w:t xml:space="preserve"> </w:t>
      </w:r>
      <w:r w:rsidRPr="00843429">
        <w:t>society? What</w:t>
      </w:r>
      <w:r w:rsidRPr="00843429">
        <w:rPr>
          <w:rtl/>
        </w:rPr>
        <w:t xml:space="preserve"> </w:t>
      </w:r>
      <w:r w:rsidRPr="00843429">
        <w:t>is</w:t>
      </w:r>
      <w:r w:rsidRPr="00843429">
        <w:rPr>
          <w:rtl/>
        </w:rPr>
        <w:t xml:space="preserve"> </w:t>
      </w:r>
      <w:r w:rsidRPr="00843429">
        <w:t>this</w:t>
      </w:r>
      <w:r w:rsidRPr="00843429">
        <w:rPr>
          <w:rtl/>
        </w:rPr>
        <w:t xml:space="preserve"> </w:t>
      </w:r>
      <w:r w:rsidRPr="00843429">
        <w:t>influence?</w:t>
      </w:r>
    </w:p>
    <w:p w:rsidR="002E0242" w:rsidRDefault="004E56E9" w:rsidP="00844CC1">
      <w:pPr>
        <w:pStyle w:val="libNormal"/>
      </w:pPr>
      <w:r w:rsidRPr="00843429">
        <w:rPr>
          <w:rFonts w:hint="cs"/>
          <w:rtl/>
        </w:rPr>
        <w:t>3</w:t>
      </w:r>
      <w:r w:rsidRPr="00843429">
        <w:t>- What</w:t>
      </w:r>
      <w:r w:rsidRPr="00843429">
        <w:rPr>
          <w:rtl/>
        </w:rPr>
        <w:t xml:space="preserve"> </w:t>
      </w:r>
      <w:r w:rsidRPr="00843429">
        <w:t>are</w:t>
      </w:r>
      <w:r w:rsidRPr="00843429">
        <w:rPr>
          <w:rtl/>
        </w:rPr>
        <w:t xml:space="preserve"> </w:t>
      </w:r>
      <w:r w:rsidRPr="00843429">
        <w:t>the</w:t>
      </w:r>
      <w:r w:rsidRPr="00843429">
        <w:rPr>
          <w:rtl/>
        </w:rPr>
        <w:t xml:space="preserve"> </w:t>
      </w:r>
      <w:r w:rsidRPr="00843429">
        <w:t>two</w:t>
      </w:r>
      <w:r w:rsidRPr="00843429">
        <w:rPr>
          <w:rtl/>
        </w:rPr>
        <w:t xml:space="preserve"> </w:t>
      </w:r>
      <w:r w:rsidRPr="00843429">
        <w:t>looks</w:t>
      </w:r>
      <w:r w:rsidRPr="00843429">
        <w:rPr>
          <w:rtl/>
        </w:rPr>
        <w:t xml:space="preserve"> </w:t>
      </w:r>
      <w:r w:rsidRPr="00843429">
        <w:t>and</w:t>
      </w:r>
      <w:r w:rsidRPr="00843429">
        <w:rPr>
          <w:rtl/>
        </w:rPr>
        <w:t xml:space="preserve"> </w:t>
      </w:r>
      <w:r w:rsidRPr="00843429">
        <w:t>concepts</w:t>
      </w:r>
      <w:r w:rsidRPr="00843429">
        <w:rPr>
          <w:rtl/>
        </w:rPr>
        <w:t xml:space="preserve"> </w:t>
      </w:r>
      <w:r w:rsidRPr="00843429">
        <w:t>for</w:t>
      </w:r>
      <w:r w:rsidRPr="00843429">
        <w:rPr>
          <w:rtl/>
        </w:rPr>
        <w:t xml:space="preserve"> </w:t>
      </w:r>
      <w:r w:rsidRPr="00843429">
        <w:t>the</w:t>
      </w:r>
      <w:r w:rsidRPr="00843429">
        <w:rPr>
          <w:rtl/>
        </w:rPr>
        <w:t xml:space="preserve"> </w:t>
      </w:r>
      <w:r w:rsidRPr="00843429">
        <w:t>veil?</w:t>
      </w:r>
    </w:p>
    <w:p w:rsidR="002E0242" w:rsidRDefault="004E56E9" w:rsidP="00844CC1">
      <w:pPr>
        <w:pStyle w:val="libNormal"/>
      </w:pPr>
      <w:r w:rsidRPr="00843429">
        <w:rPr>
          <w:rtl/>
        </w:rPr>
        <w:t>4</w:t>
      </w:r>
      <w:r w:rsidRPr="00843429">
        <w:t>-</w:t>
      </w:r>
      <w:r w:rsidRPr="00843429">
        <w:rPr>
          <w:rtl/>
        </w:rPr>
        <w:t xml:space="preserve"> </w:t>
      </w:r>
      <w:r w:rsidRPr="00843429">
        <w:t>What</w:t>
      </w:r>
      <w:r w:rsidRPr="00843429">
        <w:rPr>
          <w:rtl/>
        </w:rPr>
        <w:t xml:space="preserve"> </w:t>
      </w:r>
      <w:r w:rsidRPr="00843429">
        <w:t>is</w:t>
      </w:r>
      <w:r w:rsidRPr="00843429">
        <w:rPr>
          <w:rtl/>
        </w:rPr>
        <w:t xml:space="preserve"> </w:t>
      </w:r>
      <w:r w:rsidRPr="00843429">
        <w:t>meant</w:t>
      </w:r>
      <w:r w:rsidRPr="00843429">
        <w:rPr>
          <w:rtl/>
        </w:rPr>
        <w:t xml:space="preserve"> </w:t>
      </w:r>
      <w:r w:rsidRPr="00843429">
        <w:t>by</w:t>
      </w:r>
      <w:r w:rsidRPr="00843429">
        <w:rPr>
          <w:rtl/>
        </w:rPr>
        <w:t xml:space="preserve"> </w:t>
      </w:r>
      <w:r w:rsidRPr="00843429">
        <w:t>the</w:t>
      </w:r>
      <w:r w:rsidRPr="00843429">
        <w:rPr>
          <w:rtl/>
        </w:rPr>
        <w:t xml:space="preserve"> </w:t>
      </w:r>
      <w:r w:rsidRPr="00843429">
        <w:t>negative</w:t>
      </w:r>
      <w:r w:rsidRPr="00843429">
        <w:rPr>
          <w:rtl/>
        </w:rPr>
        <w:t xml:space="preserve"> </w:t>
      </w:r>
      <w:r w:rsidRPr="00843429">
        <w:t>veil?</w:t>
      </w:r>
    </w:p>
    <w:p w:rsidR="004E56E9" w:rsidRPr="00843429" w:rsidRDefault="004E56E9" w:rsidP="00844CC1">
      <w:pPr>
        <w:pStyle w:val="libNormal"/>
      </w:pPr>
      <w:r w:rsidRPr="00843429">
        <w:rPr>
          <w:rFonts w:hint="cs"/>
          <w:rtl/>
        </w:rPr>
        <w:t>5</w:t>
      </w:r>
      <w:r w:rsidRPr="00843429">
        <w:t>- What</w:t>
      </w:r>
      <w:r w:rsidRPr="00843429">
        <w:rPr>
          <w:rtl/>
        </w:rPr>
        <w:t xml:space="preserve"> </w:t>
      </w:r>
      <w:r w:rsidRPr="00843429">
        <w:t>is</w:t>
      </w:r>
      <w:r w:rsidRPr="00843429">
        <w:rPr>
          <w:rtl/>
        </w:rPr>
        <w:t xml:space="preserve"> </w:t>
      </w:r>
      <w:r w:rsidRPr="00843429">
        <w:t>meant</w:t>
      </w:r>
      <w:r w:rsidRPr="00843429">
        <w:rPr>
          <w:rtl/>
        </w:rPr>
        <w:t xml:space="preserve"> </w:t>
      </w:r>
      <w:r w:rsidRPr="00843429">
        <w:t>by</w:t>
      </w:r>
      <w:r w:rsidRPr="00843429">
        <w:rPr>
          <w:rtl/>
        </w:rPr>
        <w:t xml:space="preserve"> </w:t>
      </w:r>
      <w:r w:rsidRPr="00843429">
        <w:t>the</w:t>
      </w:r>
      <w:r w:rsidRPr="00843429">
        <w:rPr>
          <w:rtl/>
        </w:rPr>
        <w:t xml:space="preserve"> </w:t>
      </w:r>
      <w:r w:rsidRPr="00843429">
        <w:t>positive</w:t>
      </w:r>
      <w:r w:rsidRPr="00843429">
        <w:rPr>
          <w:rtl/>
        </w:rPr>
        <w:t xml:space="preserve"> </w:t>
      </w:r>
      <w:r w:rsidRPr="00843429">
        <w:t>veil</w:t>
      </w:r>
      <w:r>
        <w:t>?</w:t>
      </w:r>
    </w:p>
    <w:p w:rsidR="004E56E9" w:rsidRDefault="004E56E9" w:rsidP="005412AB">
      <w:pPr>
        <w:pStyle w:val="Heading2Center"/>
      </w:pPr>
      <w:bookmarkStart w:id="62" w:name="_Toc418512252"/>
      <w:r w:rsidRPr="00843429">
        <w:t>For Reading</w:t>
      </w:r>
      <w:bookmarkEnd w:id="62"/>
    </w:p>
    <w:p w:rsidR="00712236" w:rsidRDefault="00712236" w:rsidP="00712236">
      <w:pPr>
        <w:pStyle w:val="Heading3Center"/>
      </w:pPr>
      <w:bookmarkStart w:id="63" w:name="_Toc418512253"/>
      <w:r w:rsidRPr="00712236">
        <w:t>Imam Al-Khomeini (May his secret be sacred) and the Veil</w:t>
      </w:r>
      <w:bookmarkEnd w:id="63"/>
    </w:p>
    <w:p w:rsidR="002E0242" w:rsidRDefault="004E56E9" w:rsidP="00712236">
      <w:pPr>
        <w:pStyle w:val="libNormal"/>
      </w:pPr>
      <w:r w:rsidRPr="00712236">
        <w:t xml:space="preserve">The family of His Eminence Imam Al-Khomeini </w:t>
      </w:r>
      <w:r w:rsidRPr="00844CC1">
        <w:rPr>
          <w:rStyle w:val="libItalicChar"/>
        </w:rPr>
        <w:t>(May his secret be sacred)</w:t>
      </w:r>
      <w:r w:rsidRPr="00712236">
        <w:t xml:space="preserve"> relate many stories about the veil and men’s and women’s being at the same place in the Imam’s daily life, so that they will be a lesson for us. Here we mention some of these stories and words.</w:t>
      </w:r>
    </w:p>
    <w:p w:rsidR="004E56E9" w:rsidRDefault="004E56E9" w:rsidP="00844CC1">
      <w:pPr>
        <w:pStyle w:val="libNormal"/>
      </w:pPr>
      <w:r w:rsidRPr="00843429">
        <w:t>5- Sayyda</w:t>
      </w:r>
      <w:r w:rsidRPr="00843429">
        <w:rPr>
          <w:rtl/>
        </w:rPr>
        <w:t xml:space="preserve"> </w:t>
      </w:r>
      <w:r w:rsidRPr="00843429">
        <w:t>Zahraa</w:t>
      </w:r>
      <w:r w:rsidRPr="00843429">
        <w:rPr>
          <w:rtl/>
        </w:rPr>
        <w:t xml:space="preserve"> </w:t>
      </w:r>
      <w:r w:rsidRPr="00843429">
        <w:t>Al</w:t>
      </w:r>
      <w:r w:rsidRPr="00843429">
        <w:rPr>
          <w:rtl/>
        </w:rPr>
        <w:t>-</w:t>
      </w:r>
      <w:r w:rsidRPr="00843429">
        <w:t>Moustafawi</w:t>
      </w:r>
      <w:r w:rsidRPr="00843429">
        <w:rPr>
          <w:rtl/>
        </w:rPr>
        <w:t xml:space="preserve"> </w:t>
      </w:r>
      <w:r w:rsidRPr="00843429">
        <w:t xml:space="preserve">said, </w:t>
      </w:r>
      <w:r w:rsidRPr="00843429">
        <w:rPr>
          <w:rtl/>
        </w:rPr>
        <w:t>“</w:t>
      </w:r>
      <w:r w:rsidRPr="00843429">
        <w:t>I</w:t>
      </w:r>
      <w:r w:rsidRPr="00843429">
        <w:rPr>
          <w:rtl/>
        </w:rPr>
        <w:t xml:space="preserve"> </w:t>
      </w:r>
      <w:r w:rsidRPr="00843429">
        <w:t>was</w:t>
      </w:r>
      <w:r w:rsidRPr="00843429">
        <w:rPr>
          <w:rtl/>
        </w:rPr>
        <w:t xml:space="preserve"> </w:t>
      </w:r>
      <w:r w:rsidRPr="00843429">
        <w:t>fifteen</w:t>
      </w:r>
      <w:r w:rsidRPr="00843429">
        <w:rPr>
          <w:rtl/>
        </w:rPr>
        <w:t xml:space="preserve"> </w:t>
      </w:r>
      <w:r w:rsidRPr="00843429">
        <w:t>years</w:t>
      </w:r>
      <w:r w:rsidRPr="00843429">
        <w:rPr>
          <w:rtl/>
        </w:rPr>
        <w:t xml:space="preserve"> </w:t>
      </w:r>
      <w:r w:rsidRPr="00843429">
        <w:t>old</w:t>
      </w:r>
      <w:r w:rsidRPr="00843429">
        <w:rPr>
          <w:rtl/>
        </w:rPr>
        <w:t xml:space="preserve"> </w:t>
      </w:r>
      <w:r w:rsidRPr="00843429">
        <w:t>when</w:t>
      </w:r>
      <w:r w:rsidRPr="00843429">
        <w:rPr>
          <w:rtl/>
        </w:rPr>
        <w:t xml:space="preserve"> </w:t>
      </w:r>
      <w:r w:rsidRPr="00843429">
        <w:t>the</w:t>
      </w:r>
      <w:r w:rsidRPr="00843429">
        <w:rPr>
          <w:rtl/>
        </w:rPr>
        <w:t xml:space="preserve"> </w:t>
      </w:r>
      <w:r w:rsidRPr="00843429">
        <w:t>deceased</w:t>
      </w:r>
      <w:r w:rsidRPr="00843429">
        <w:rPr>
          <w:rtl/>
        </w:rPr>
        <w:t xml:space="preserve"> </w:t>
      </w:r>
      <w:r w:rsidRPr="00843429">
        <w:t>Sheikh</w:t>
      </w:r>
      <w:r w:rsidRPr="00843429">
        <w:rPr>
          <w:rtl/>
        </w:rPr>
        <w:t xml:space="preserve"> </w:t>
      </w:r>
      <w:r w:rsidRPr="00843429">
        <w:t>Al</w:t>
      </w:r>
      <w:r w:rsidRPr="00843429">
        <w:rPr>
          <w:rtl/>
        </w:rPr>
        <w:t>-</w:t>
      </w:r>
      <w:r w:rsidRPr="00843429">
        <w:t>Ishraki</w:t>
      </w:r>
      <w:r w:rsidRPr="00843429">
        <w:rPr>
          <w:rtl/>
        </w:rPr>
        <w:t xml:space="preserve"> </w:t>
      </w:r>
      <w:r w:rsidRPr="00843429">
        <w:t>and</w:t>
      </w:r>
      <w:r w:rsidRPr="00843429">
        <w:rPr>
          <w:rtl/>
        </w:rPr>
        <w:t xml:space="preserve"> </w:t>
      </w:r>
      <w:r w:rsidRPr="00843429">
        <w:t>my</w:t>
      </w:r>
      <w:r w:rsidRPr="00843429">
        <w:rPr>
          <w:rtl/>
        </w:rPr>
        <w:t xml:space="preserve"> </w:t>
      </w:r>
      <w:r w:rsidRPr="00843429">
        <w:t>sister</w:t>
      </w:r>
      <w:r w:rsidRPr="00843429">
        <w:rPr>
          <w:rtl/>
        </w:rPr>
        <w:t xml:space="preserve"> </w:t>
      </w:r>
      <w:r w:rsidRPr="00843429">
        <w:t>got</w:t>
      </w:r>
      <w:r w:rsidRPr="00843429">
        <w:rPr>
          <w:rtl/>
        </w:rPr>
        <w:t xml:space="preserve"> </w:t>
      </w:r>
      <w:r w:rsidRPr="00843429">
        <w:t>married. One</w:t>
      </w:r>
      <w:r w:rsidRPr="00843429">
        <w:rPr>
          <w:rtl/>
        </w:rPr>
        <w:t xml:space="preserve"> </w:t>
      </w:r>
      <w:r w:rsidRPr="00843429">
        <w:t>day, he</w:t>
      </w:r>
      <w:r w:rsidRPr="00843429">
        <w:rPr>
          <w:rtl/>
        </w:rPr>
        <w:t xml:space="preserve"> </w:t>
      </w:r>
      <w:r w:rsidRPr="00843429">
        <w:t>invited</w:t>
      </w:r>
      <w:r w:rsidRPr="00843429">
        <w:rPr>
          <w:rtl/>
        </w:rPr>
        <w:t xml:space="preserve"> </w:t>
      </w:r>
      <w:r w:rsidRPr="00843429">
        <w:t>us</w:t>
      </w:r>
      <w:r w:rsidRPr="00843429">
        <w:rPr>
          <w:rtl/>
        </w:rPr>
        <w:t xml:space="preserve"> </w:t>
      </w:r>
      <w:r w:rsidRPr="00843429">
        <w:t>to</w:t>
      </w:r>
      <w:r w:rsidRPr="00843429">
        <w:rPr>
          <w:rtl/>
        </w:rPr>
        <w:t xml:space="preserve"> </w:t>
      </w:r>
      <w:r w:rsidRPr="00843429">
        <w:t>a</w:t>
      </w:r>
      <w:r w:rsidRPr="00843429">
        <w:rPr>
          <w:rtl/>
        </w:rPr>
        <w:t xml:space="preserve"> </w:t>
      </w:r>
      <w:r w:rsidRPr="00843429">
        <w:t>banquet</w:t>
      </w:r>
      <w:r w:rsidRPr="00843429">
        <w:rPr>
          <w:rtl/>
        </w:rPr>
        <w:t xml:space="preserve"> </w:t>
      </w:r>
      <w:r w:rsidRPr="00843429">
        <w:t>at</w:t>
      </w:r>
      <w:r w:rsidRPr="00843429">
        <w:rPr>
          <w:rtl/>
        </w:rPr>
        <w:t xml:space="preserve"> </w:t>
      </w:r>
      <w:r w:rsidRPr="00843429">
        <w:t>his</w:t>
      </w:r>
      <w:r w:rsidRPr="00843429">
        <w:rPr>
          <w:rtl/>
        </w:rPr>
        <w:t xml:space="preserve"> </w:t>
      </w:r>
      <w:r w:rsidRPr="00843429">
        <w:lastRenderedPageBreak/>
        <w:t>house. Sheikh</w:t>
      </w:r>
      <w:r w:rsidRPr="00843429">
        <w:rPr>
          <w:rtl/>
        </w:rPr>
        <w:t xml:space="preserve"> </w:t>
      </w:r>
      <w:r w:rsidRPr="00843429">
        <w:t>Al</w:t>
      </w:r>
      <w:r w:rsidRPr="00843429">
        <w:rPr>
          <w:rtl/>
        </w:rPr>
        <w:t>-</w:t>
      </w:r>
      <w:r w:rsidRPr="00843429">
        <w:t>Ishraki</w:t>
      </w:r>
      <w:r w:rsidRPr="00843429">
        <w:rPr>
          <w:rtl/>
        </w:rPr>
        <w:t xml:space="preserve"> </w:t>
      </w:r>
      <w:r w:rsidRPr="00843429">
        <w:t>got</w:t>
      </w:r>
      <w:r w:rsidRPr="00843429">
        <w:rPr>
          <w:rtl/>
        </w:rPr>
        <w:t xml:space="preserve"> </w:t>
      </w:r>
      <w:r w:rsidRPr="00843429">
        <w:t>out</w:t>
      </w:r>
      <w:r w:rsidRPr="00843429">
        <w:rPr>
          <w:rtl/>
        </w:rPr>
        <w:t xml:space="preserve"> </w:t>
      </w:r>
      <w:r w:rsidRPr="00843429">
        <w:t>to</w:t>
      </w:r>
      <w:r w:rsidRPr="00843429">
        <w:rPr>
          <w:rtl/>
        </w:rPr>
        <w:t xml:space="preserve"> </w:t>
      </w:r>
      <w:r w:rsidRPr="00843429">
        <w:t>the</w:t>
      </w:r>
      <w:r w:rsidRPr="00843429">
        <w:rPr>
          <w:rtl/>
        </w:rPr>
        <w:t xml:space="preserve"> </w:t>
      </w:r>
      <w:r w:rsidRPr="00843429">
        <w:t>garden</w:t>
      </w:r>
      <w:r w:rsidRPr="00843429">
        <w:rPr>
          <w:rtl/>
        </w:rPr>
        <w:t xml:space="preserve"> </w:t>
      </w:r>
      <w:r w:rsidRPr="00843429">
        <w:t>of</w:t>
      </w:r>
      <w:r w:rsidRPr="00843429">
        <w:rPr>
          <w:rtl/>
        </w:rPr>
        <w:t xml:space="preserve"> </w:t>
      </w:r>
      <w:r w:rsidRPr="00843429">
        <w:t>his</w:t>
      </w:r>
      <w:r w:rsidRPr="00843429">
        <w:rPr>
          <w:rtl/>
        </w:rPr>
        <w:t xml:space="preserve"> </w:t>
      </w:r>
      <w:r w:rsidRPr="00843429">
        <w:t>house</w:t>
      </w:r>
      <w:r w:rsidRPr="00843429">
        <w:rPr>
          <w:rtl/>
        </w:rPr>
        <w:t xml:space="preserve"> </w:t>
      </w:r>
      <w:r w:rsidRPr="00843429">
        <w:t>in</w:t>
      </w:r>
      <w:r w:rsidRPr="00843429">
        <w:rPr>
          <w:rtl/>
        </w:rPr>
        <w:t xml:space="preserve"> </w:t>
      </w:r>
      <w:r w:rsidRPr="00843429">
        <w:t>order</w:t>
      </w:r>
      <w:r w:rsidRPr="00843429">
        <w:rPr>
          <w:rtl/>
        </w:rPr>
        <w:t xml:space="preserve"> </w:t>
      </w:r>
      <w:r w:rsidRPr="00843429">
        <w:t>to</w:t>
      </w:r>
      <w:r w:rsidRPr="00843429">
        <w:rPr>
          <w:rtl/>
        </w:rPr>
        <w:t xml:space="preserve"> </w:t>
      </w:r>
      <w:r w:rsidRPr="00843429">
        <w:t>welcome</w:t>
      </w:r>
      <w:r w:rsidRPr="00843429">
        <w:rPr>
          <w:rtl/>
        </w:rPr>
        <w:t xml:space="preserve"> </w:t>
      </w:r>
      <w:r w:rsidRPr="00843429">
        <w:t>us. I</w:t>
      </w:r>
      <w:r w:rsidRPr="00843429">
        <w:rPr>
          <w:rtl/>
        </w:rPr>
        <w:t xml:space="preserve"> </w:t>
      </w:r>
      <w:r w:rsidRPr="00843429">
        <w:t>asked</w:t>
      </w:r>
      <w:r w:rsidRPr="00843429">
        <w:rPr>
          <w:rtl/>
        </w:rPr>
        <w:t xml:space="preserve"> </w:t>
      </w:r>
      <w:r w:rsidRPr="00843429">
        <w:t>my</w:t>
      </w:r>
      <w:r w:rsidRPr="00843429">
        <w:rPr>
          <w:rtl/>
        </w:rPr>
        <w:t xml:space="preserve"> </w:t>
      </w:r>
      <w:r w:rsidRPr="00843429">
        <w:t xml:space="preserve">father, </w:t>
      </w:r>
      <w:r w:rsidRPr="00843429">
        <w:rPr>
          <w:rtl/>
        </w:rPr>
        <w:t>‘</w:t>
      </w:r>
      <w:r w:rsidRPr="00843429">
        <w:t>Shall</w:t>
      </w:r>
      <w:r w:rsidRPr="00843429">
        <w:rPr>
          <w:rtl/>
        </w:rPr>
        <w:t xml:space="preserve"> </w:t>
      </w:r>
      <w:r w:rsidRPr="00843429">
        <w:t>I</w:t>
      </w:r>
      <w:r w:rsidRPr="00843429">
        <w:rPr>
          <w:rtl/>
        </w:rPr>
        <w:t xml:space="preserve"> </w:t>
      </w:r>
      <w:r w:rsidRPr="00843429">
        <w:t>salute</w:t>
      </w:r>
      <w:r w:rsidRPr="00843429">
        <w:rPr>
          <w:rtl/>
        </w:rPr>
        <w:t xml:space="preserve"> </w:t>
      </w:r>
      <w:r w:rsidRPr="00843429">
        <w:t>him?’  He</w:t>
      </w:r>
      <w:r w:rsidRPr="00843429">
        <w:rPr>
          <w:rtl/>
        </w:rPr>
        <w:t xml:space="preserve"> </w:t>
      </w:r>
      <w:r w:rsidRPr="00843429">
        <w:t xml:space="preserve">answered, </w:t>
      </w:r>
      <w:r w:rsidRPr="00843429">
        <w:rPr>
          <w:rtl/>
        </w:rPr>
        <w:t>‘</w:t>
      </w:r>
      <w:r w:rsidRPr="00843429">
        <w:t>Saluting</w:t>
      </w:r>
      <w:r w:rsidRPr="00843429">
        <w:rPr>
          <w:rtl/>
        </w:rPr>
        <w:t xml:space="preserve"> </w:t>
      </w:r>
      <w:r w:rsidRPr="00843429">
        <w:t>is</w:t>
      </w:r>
      <w:r w:rsidRPr="00843429">
        <w:rPr>
          <w:rtl/>
        </w:rPr>
        <w:t xml:space="preserve"> </w:t>
      </w:r>
      <w:r w:rsidRPr="00843429">
        <w:t>not</w:t>
      </w:r>
      <w:r w:rsidRPr="00843429">
        <w:rPr>
          <w:rtl/>
        </w:rPr>
        <w:t xml:space="preserve"> </w:t>
      </w:r>
      <w:r w:rsidRPr="00843429">
        <w:t>a</w:t>
      </w:r>
      <w:r w:rsidRPr="00843429">
        <w:rPr>
          <w:rtl/>
        </w:rPr>
        <w:t xml:space="preserve"> </w:t>
      </w:r>
      <w:r w:rsidRPr="00843429">
        <w:t>duty.’ So, I</w:t>
      </w:r>
      <w:r w:rsidRPr="00843429">
        <w:rPr>
          <w:rtl/>
        </w:rPr>
        <w:t xml:space="preserve"> </w:t>
      </w:r>
      <w:r w:rsidRPr="00843429">
        <w:t>had</w:t>
      </w:r>
      <w:r w:rsidRPr="00843429">
        <w:rPr>
          <w:rtl/>
        </w:rPr>
        <w:t xml:space="preserve"> </w:t>
      </w:r>
      <w:r w:rsidRPr="00843429">
        <w:t>to</w:t>
      </w:r>
      <w:r w:rsidRPr="00843429">
        <w:rPr>
          <w:rtl/>
        </w:rPr>
        <w:t xml:space="preserve"> </w:t>
      </w:r>
      <w:r w:rsidRPr="00843429">
        <w:t>pass</w:t>
      </w:r>
      <w:r w:rsidRPr="00843429">
        <w:rPr>
          <w:rtl/>
        </w:rPr>
        <w:t xml:space="preserve"> </w:t>
      </w:r>
      <w:r w:rsidRPr="00843429">
        <w:t>through</w:t>
      </w:r>
      <w:r w:rsidRPr="00843429">
        <w:rPr>
          <w:rtl/>
        </w:rPr>
        <w:t xml:space="preserve"> </w:t>
      </w:r>
      <w:r w:rsidRPr="00843429">
        <w:t>the</w:t>
      </w:r>
      <w:r w:rsidRPr="00843429">
        <w:rPr>
          <w:rtl/>
        </w:rPr>
        <w:t xml:space="preserve"> </w:t>
      </w:r>
      <w:r w:rsidRPr="00843429">
        <w:t>garden</w:t>
      </w:r>
      <w:r w:rsidRPr="00843429">
        <w:rPr>
          <w:rtl/>
        </w:rPr>
        <w:t xml:space="preserve"> </w:t>
      </w:r>
      <w:r w:rsidRPr="00843429">
        <w:t>in</w:t>
      </w:r>
      <w:r w:rsidRPr="00843429">
        <w:rPr>
          <w:rtl/>
        </w:rPr>
        <w:t xml:space="preserve"> </w:t>
      </w:r>
      <w:r w:rsidRPr="00843429">
        <w:t>order</w:t>
      </w:r>
      <w:r w:rsidRPr="00843429">
        <w:rPr>
          <w:rtl/>
        </w:rPr>
        <w:t xml:space="preserve"> </w:t>
      </w:r>
      <w:r w:rsidRPr="00843429">
        <w:t>to</w:t>
      </w:r>
      <w:r w:rsidRPr="00843429">
        <w:rPr>
          <w:rtl/>
        </w:rPr>
        <w:t xml:space="preserve"> </w:t>
      </w:r>
      <w:r w:rsidRPr="00843429">
        <w:t>avoid</w:t>
      </w:r>
      <w:r w:rsidRPr="00843429">
        <w:rPr>
          <w:rtl/>
        </w:rPr>
        <w:t xml:space="preserve"> </w:t>
      </w:r>
      <w:r w:rsidRPr="00843429">
        <w:t>saluting</w:t>
      </w:r>
      <w:r w:rsidRPr="00843429">
        <w:rPr>
          <w:rtl/>
        </w:rPr>
        <w:t xml:space="preserve"> </w:t>
      </w:r>
      <w:r w:rsidRPr="00843429">
        <w:t>him.”</w:t>
      </w:r>
    </w:p>
    <w:p w:rsidR="004E56E9" w:rsidRDefault="004E56E9" w:rsidP="00844CC1">
      <w:pPr>
        <w:pStyle w:val="libNormal"/>
        <w:rPr>
          <w:lang w:bidi="ar-YE"/>
        </w:rPr>
      </w:pPr>
      <w:r>
        <w:br w:type="page"/>
      </w:r>
    </w:p>
    <w:p w:rsidR="004E56E9" w:rsidRDefault="004E56E9" w:rsidP="005412AB">
      <w:pPr>
        <w:pStyle w:val="Heading1Center"/>
      </w:pPr>
      <w:bookmarkStart w:id="64" w:name="_Toc418512254"/>
      <w:r w:rsidRPr="00843429">
        <w:lastRenderedPageBreak/>
        <w:t>Lesson Five</w:t>
      </w:r>
      <w:r>
        <w:t xml:space="preserve">: </w:t>
      </w:r>
      <w:r w:rsidRPr="00843429">
        <w:t>Men’s and Women’s BeingAt the Same Place</w:t>
      </w:r>
      <w:bookmarkEnd w:id="64"/>
    </w:p>
    <w:p w:rsidR="004E56E9" w:rsidRPr="00843429" w:rsidRDefault="004E56E9" w:rsidP="005412AB">
      <w:pPr>
        <w:pStyle w:val="Heading2Center"/>
      </w:pPr>
      <w:bookmarkStart w:id="65" w:name="_Toc418512255"/>
      <w:r w:rsidRPr="00843429">
        <w:t>Introduction</w:t>
      </w:r>
      <w:bookmarkEnd w:id="65"/>
    </w:p>
    <w:p w:rsidR="002E0242" w:rsidRDefault="004E56E9" w:rsidP="00844CC1">
      <w:pPr>
        <w:pStyle w:val="libNormal"/>
      </w:pPr>
      <w:r w:rsidRPr="00843429">
        <w:t>Men’s and women’s being at the same place, represents, in general, a fertile land for falling in a lot of behavioral and psychological deviations, a land which may tempt the human being to find him/ herself, from these two aspects, at a point at which he/ she has lost all the psychological defenses against the insinuations of the devils and the calling for evil soul, at which he/ she has turned to be a victim under the control of cursed Satan and away from the divine mercy.</w:t>
      </w:r>
    </w:p>
    <w:p w:rsidR="002E0242" w:rsidRDefault="004E56E9" w:rsidP="00844CC1">
      <w:pPr>
        <w:pStyle w:val="libNormal"/>
      </w:pPr>
      <w:r w:rsidRPr="00843429">
        <w:t>Such areas where both men and women are present are, in fact, from the easy targets towards which Satan and his soldiers direct all their weapons and seductions and embellishments and illusions, so that they will defeat the human being and so that the aim of cursed Satan will be accomplished: ([Satan] said, ‘O my Lord! Because You misled me, I shall indeed adorn the path of error for them on the earth, and I shall mislead them all * Except Your chosen slaves among them)</w:t>
      </w:r>
      <w:r w:rsidRPr="00844CC1">
        <w:rPr>
          <w:rStyle w:val="libFootnotenumChar"/>
        </w:rPr>
        <w:endnoteReference w:id="55"/>
      </w:r>
      <w:r w:rsidRPr="00843429">
        <w:t>.</w:t>
      </w:r>
    </w:p>
    <w:p w:rsidR="002E0242" w:rsidRDefault="004E56E9" w:rsidP="00844CC1">
      <w:pPr>
        <w:pStyle w:val="libNormal"/>
      </w:pPr>
      <w:r w:rsidRPr="00843429">
        <w:t>From here, men’s and women’s being at the same place implies a special danger which makes it necessary to get acquainted with the religious limits which prevent the human being from falling into the trap of Satan and his soldiers and which supply the human being with the requisite protection and invulnerability in order to remain honorable in this life and in order to gain salvation in the hereafter.</w:t>
      </w:r>
    </w:p>
    <w:p w:rsidR="002E0242" w:rsidRDefault="004E56E9" w:rsidP="00082177">
      <w:pPr>
        <w:pStyle w:val="Heading2Center"/>
      </w:pPr>
      <w:bookmarkStart w:id="66" w:name="_Toc418512256"/>
      <w:r w:rsidRPr="00843429">
        <w:t>What Is the Meaning of Men’s and Women’s Being at the Same Place?</w:t>
      </w:r>
      <w:bookmarkEnd w:id="66"/>
    </w:p>
    <w:p w:rsidR="002E0242" w:rsidRDefault="004E56E9" w:rsidP="00844CC1">
      <w:pPr>
        <w:pStyle w:val="libNormal"/>
      </w:pPr>
      <w:r w:rsidRPr="00843429">
        <w:t>Men’s and women’s being at the same place means the meeting of the men and the women at one place, whether a house, a market, a road, etc. Then, any meeting for one of the sexes with the other sex is considered to be involved in this definition.</w:t>
      </w:r>
    </w:p>
    <w:p w:rsidR="002E0242" w:rsidRDefault="004E56E9" w:rsidP="00844CC1">
      <w:pPr>
        <w:pStyle w:val="libNormal"/>
        <w:rPr>
          <w:rStyle w:val="libNormalChar"/>
        </w:rPr>
      </w:pPr>
      <w:r w:rsidRPr="00843429">
        <w:t xml:space="preserve">Being illustrated with this general meaning, men’s and women’s being at the same place can be avoided with respect to one person or two persons. But it is absolutely difficult to avoid it with respect to the society in general because the human being usually lives in a society where both men and women are present. Also, the members of the society have exchanged needs, which makes it difficult to impose the complete isolation between the men and the women. Even more, we notice that men and women are present at the same place even in some major religious issues, such as: the pilgrimage and the fight for God’s sake. It is related in the biography of The Greatest Prophet </w:t>
      </w:r>
      <w:r w:rsidRPr="00844CC1">
        <w:rPr>
          <w:rStyle w:val="libItalicChar"/>
        </w:rPr>
        <w:t>(God’s prayers and peace bestowed upon him and his Household)</w:t>
      </w:r>
      <w:r w:rsidRPr="00844CC1">
        <w:rPr>
          <w:rStyle w:val="libNormalChar"/>
        </w:rPr>
        <w:t xml:space="preserve"> that the women used to get out with him for war in order to cure the wounded, to supply the fighters with water, etc.</w:t>
      </w:r>
    </w:p>
    <w:p w:rsidR="004E56E9" w:rsidRPr="00843429" w:rsidRDefault="004E56E9" w:rsidP="00082177">
      <w:pPr>
        <w:pStyle w:val="Heading2Center"/>
      </w:pPr>
      <w:bookmarkStart w:id="67" w:name="_Toc418512257"/>
      <w:r w:rsidRPr="00843429">
        <w:t>Reduction of Men’s and W</w:t>
      </w:r>
      <w:r>
        <w:t>omen’s Being at the Same Place</w:t>
      </w:r>
      <w:bookmarkEnd w:id="67"/>
    </w:p>
    <w:p w:rsidR="004E56E9" w:rsidRPr="00712236" w:rsidRDefault="004E56E9" w:rsidP="00712236">
      <w:pPr>
        <w:pStyle w:val="libNormal"/>
      </w:pPr>
      <w:r w:rsidRPr="00712236">
        <w:t xml:space="preserve">The fact that the men’s and women’s being at the same place is necessary in some issues does not present a sufficient excuse to give up to it and to agree on it whatever. This is so because necessities are limited to their requisite rate. Therefore, men’s and women’s being at the same place must be reduced to the most possible extent as The Noble Qur’an guides us to in the stories of the Talker with God, Prophet Musa </w:t>
      </w:r>
      <w:r w:rsidRPr="00844CC1">
        <w:rPr>
          <w:rStyle w:val="libItalicChar"/>
        </w:rPr>
        <w:t>(God’s peace bestowed upon him and upon our Prophet and his Household)</w:t>
      </w:r>
      <w:r w:rsidRPr="00712236">
        <w:t xml:space="preserve"> and the two daughters of His prophet Shou’aib </w:t>
      </w:r>
      <w:r w:rsidRPr="00844CC1">
        <w:rPr>
          <w:rStyle w:val="libItalicChar"/>
        </w:rPr>
        <w:t>(God’s peace bestowed upon him and upon our Prophet and his Household)</w:t>
      </w:r>
      <w:r w:rsidRPr="00712236">
        <w:t>. The Most High God says, (And we he arrived at the water of Madyan [Midian], he found there a group of men watering ]their flocks], and beside them he found two women who were keeping back ]their flocks]. He said, “What is the matter with you?” They said, “We can not water [our flocks] until the shepherds take [their flocks]. And our father is a very old man.”)</w:t>
      </w:r>
      <w:r w:rsidRPr="00844CC1">
        <w:rPr>
          <w:rStyle w:val="libFootnotenumChar"/>
        </w:rPr>
        <w:endnoteReference w:id="56"/>
      </w:r>
    </w:p>
    <w:p w:rsidR="004E56E9" w:rsidRPr="00843429" w:rsidRDefault="004E56E9" w:rsidP="004E56E9">
      <w:pPr>
        <w:pStyle w:val="Heading2Center"/>
      </w:pPr>
      <w:bookmarkStart w:id="68" w:name="_Toc418512258"/>
      <w:r w:rsidRPr="00843429">
        <w:t>The Forbidden Privacy</w:t>
      </w:r>
      <w:bookmarkEnd w:id="68"/>
    </w:p>
    <w:p w:rsidR="004E56E9" w:rsidRPr="00843429" w:rsidRDefault="004E56E9" w:rsidP="00844CC1">
      <w:pPr>
        <w:pStyle w:val="libNormal"/>
      </w:pPr>
      <w:r w:rsidRPr="00844CC1">
        <w:lastRenderedPageBreak/>
        <w:t xml:space="preserve">The sacred doctrine forbids that sort of men’s and women’s being at the same place which reaches the extent of the privacy between the marriageable man and woman under certain conditions which Imam Al-Khomeini </w:t>
      </w:r>
      <w:r w:rsidRPr="00844CC1">
        <w:rPr>
          <w:rStyle w:val="libItalicChar"/>
        </w:rPr>
        <w:t>(May his secret be sacred)</w:t>
      </w:r>
      <w:r w:rsidRPr="00844CC1">
        <w:t xml:space="preserve"> referred to in saying, “If the man and the woman meet in a place of privacy where nobody is present and where nobody else is able to enter and if they fear to commit something forbidden, they must get out of the place.”</w:t>
      </w:r>
      <w:r w:rsidRPr="00844CC1">
        <w:rPr>
          <w:rStyle w:val="libFootnotenumChar"/>
        </w:rPr>
        <w:endnoteReference w:id="57"/>
      </w:r>
    </w:p>
    <w:p w:rsidR="002E0242" w:rsidRDefault="004E56E9" w:rsidP="00844CC1">
      <w:pPr>
        <w:pStyle w:val="libNormal"/>
      </w:pPr>
      <w:r w:rsidRPr="00843429">
        <w:t>It is enough even if the forbidden part in the privacy place is</w:t>
      </w:r>
    </w:p>
    <w:p w:rsidR="004E56E9" w:rsidRPr="00843429" w:rsidRDefault="004E56E9" w:rsidP="00844CC1">
      <w:pPr>
        <w:pStyle w:val="libNormal"/>
      </w:pPr>
      <w:r w:rsidRPr="00843429">
        <w:t xml:space="preserve">restricted to the forbidden look only. Such a privacy is forbidden in itself. It is related in the narrative ascribed to The Prince of the Believers Imam Ali </w:t>
      </w:r>
      <w:r w:rsidRPr="00844CC1">
        <w:rPr>
          <w:rStyle w:val="libItalicChar"/>
        </w:rPr>
        <w:t>(God’s peace bestowed upon him)</w:t>
      </w:r>
      <w:r w:rsidRPr="00844CC1">
        <w:t xml:space="preserve"> that he said, “Let no man be in privacy with a woman because whenever a man is in privacy with a woman, the devil is the third one there.”</w:t>
      </w:r>
      <w:r w:rsidRPr="00844CC1">
        <w:rPr>
          <w:rStyle w:val="libFootnotenumChar"/>
        </w:rPr>
        <w:endnoteReference w:id="58"/>
      </w:r>
    </w:p>
    <w:p w:rsidR="002E0242" w:rsidRDefault="004E56E9" w:rsidP="00844CC1">
      <w:pPr>
        <w:pStyle w:val="libNormal"/>
        <w:rPr>
          <w:rStyle w:val="libNormalChar"/>
        </w:rPr>
      </w:pPr>
      <w:r w:rsidRPr="00843429">
        <w:t xml:space="preserve">It is related to Imam Al-Sadik </w:t>
      </w:r>
      <w:r w:rsidRPr="00844CC1">
        <w:rPr>
          <w:rStyle w:val="libItalicChar"/>
        </w:rPr>
        <w:t>(God’s peace bestowed upon him)</w:t>
      </w:r>
      <w:r w:rsidRPr="00844CC1">
        <w:rPr>
          <w:rStyle w:val="libNormalChar"/>
        </w:rPr>
        <w:t xml:space="preserve"> that he said, “God’s prophet </w:t>
      </w:r>
      <w:r w:rsidRPr="00844CC1">
        <w:rPr>
          <w:rStyle w:val="libItalicChar"/>
        </w:rPr>
        <w:t>(God’s prayers and peace bestowed upon him and his Household)</w:t>
      </w:r>
      <w:r w:rsidRPr="00844CC1">
        <w:rPr>
          <w:rStyle w:val="libNormalChar"/>
        </w:rPr>
        <w:t xml:space="preserve"> imposed on women a commitment not to wail, scratch themselves, and sit with men alone.”</w:t>
      </w:r>
    </w:p>
    <w:p w:rsidR="004E56E9" w:rsidRPr="00843429" w:rsidRDefault="004E56E9" w:rsidP="004E56E9">
      <w:pPr>
        <w:pStyle w:val="Heading2Center"/>
      </w:pPr>
      <w:bookmarkStart w:id="69" w:name="_Toc418512259"/>
      <w:r w:rsidRPr="00843429">
        <w:t>The Standards of the Permissible Men’s and Women’s Being at the Same Place</w:t>
      </w:r>
      <w:bookmarkEnd w:id="69"/>
    </w:p>
    <w:p w:rsidR="002E0242" w:rsidRDefault="004E56E9" w:rsidP="00844CC1">
      <w:pPr>
        <w:pStyle w:val="libNormal"/>
      </w:pPr>
      <w:r w:rsidRPr="00843429">
        <w:t>If no privacy takes place, men’s and women’s being at the same place is not forbidden in itself. But this does not mean that there are no religious limits. When the man and the woman are present at the same place with each other, there are several limits which must be taken in consideration and which must be avoided. Here we mention some of these limits.</w:t>
      </w:r>
    </w:p>
    <w:p w:rsidR="002E0242" w:rsidRDefault="004E56E9" w:rsidP="00844CC1">
      <w:pPr>
        <w:pStyle w:val="libNormal"/>
        <w:rPr>
          <w:rtl/>
        </w:rPr>
      </w:pPr>
      <w:r w:rsidRPr="00843429">
        <w:rPr>
          <w:rFonts w:hint="cs"/>
          <w:rtl/>
        </w:rPr>
        <w:t>1</w:t>
      </w:r>
      <w:r w:rsidRPr="00843429">
        <w:t>-</w:t>
      </w:r>
      <w:r w:rsidRPr="00843429">
        <w:rPr>
          <w:rtl/>
        </w:rPr>
        <w:t xml:space="preserve"> </w:t>
      </w:r>
      <w:r w:rsidRPr="00843429">
        <w:t>Grooming</w:t>
      </w:r>
      <w:r w:rsidRPr="00843429">
        <w:rPr>
          <w:rtl/>
        </w:rPr>
        <w:t xml:space="preserve"> </w:t>
      </w:r>
      <w:r w:rsidRPr="00843429">
        <w:t>and</w:t>
      </w:r>
      <w:r w:rsidRPr="00843429">
        <w:rPr>
          <w:rtl/>
        </w:rPr>
        <w:t xml:space="preserve"> </w:t>
      </w:r>
      <w:r w:rsidRPr="00843429">
        <w:t>Adorning: Grooming</w:t>
      </w:r>
      <w:r w:rsidRPr="00843429">
        <w:rPr>
          <w:rtl/>
        </w:rPr>
        <w:t xml:space="preserve"> </w:t>
      </w:r>
      <w:r w:rsidRPr="00843429">
        <w:t>and</w:t>
      </w:r>
      <w:r w:rsidRPr="00843429">
        <w:rPr>
          <w:rtl/>
        </w:rPr>
        <w:t xml:space="preserve"> </w:t>
      </w:r>
      <w:r w:rsidRPr="00843429">
        <w:t>adornment</w:t>
      </w:r>
      <w:r w:rsidRPr="00843429">
        <w:rPr>
          <w:rtl/>
        </w:rPr>
        <w:t xml:space="preserve"> </w:t>
      </w:r>
      <w:r w:rsidRPr="00843429">
        <w:t>are</w:t>
      </w:r>
      <w:r w:rsidRPr="00843429">
        <w:rPr>
          <w:rtl/>
        </w:rPr>
        <w:t xml:space="preserve"> </w:t>
      </w:r>
      <w:r w:rsidRPr="00843429">
        <w:t>from</w:t>
      </w:r>
      <w:r w:rsidRPr="00843429">
        <w:rPr>
          <w:rtl/>
        </w:rPr>
        <w:t xml:space="preserve"> </w:t>
      </w:r>
      <w:r w:rsidRPr="00843429">
        <w:t>the</w:t>
      </w:r>
      <w:r w:rsidRPr="00843429">
        <w:rPr>
          <w:rtl/>
        </w:rPr>
        <w:t xml:space="preserve"> </w:t>
      </w:r>
      <w:r w:rsidRPr="00843429">
        <w:t>things</w:t>
      </w:r>
      <w:r w:rsidRPr="00843429">
        <w:rPr>
          <w:rtl/>
        </w:rPr>
        <w:t xml:space="preserve"> </w:t>
      </w:r>
      <w:r w:rsidRPr="00843429">
        <w:t>which</w:t>
      </w:r>
      <w:r w:rsidRPr="00843429">
        <w:rPr>
          <w:rtl/>
        </w:rPr>
        <w:t xml:space="preserve"> </w:t>
      </w:r>
      <w:r w:rsidRPr="00843429">
        <w:t>the</w:t>
      </w:r>
      <w:r w:rsidRPr="00843429">
        <w:rPr>
          <w:rtl/>
        </w:rPr>
        <w:t xml:space="preserve"> </w:t>
      </w:r>
      <w:r w:rsidRPr="00843429">
        <w:t>woman</w:t>
      </w:r>
      <w:r w:rsidRPr="00843429">
        <w:rPr>
          <w:rtl/>
        </w:rPr>
        <w:t xml:space="preserve"> </w:t>
      </w:r>
      <w:r w:rsidRPr="00843429">
        <w:t>is</w:t>
      </w:r>
      <w:r w:rsidRPr="00843429">
        <w:rPr>
          <w:rtl/>
        </w:rPr>
        <w:t xml:space="preserve"> </w:t>
      </w:r>
      <w:r w:rsidRPr="00843429">
        <w:t>forbidden</w:t>
      </w:r>
      <w:r w:rsidRPr="00843429">
        <w:rPr>
          <w:rtl/>
        </w:rPr>
        <w:t xml:space="preserve"> </w:t>
      </w:r>
      <w:r w:rsidRPr="00843429">
        <w:t>to</w:t>
      </w:r>
      <w:r w:rsidRPr="00843429">
        <w:rPr>
          <w:rtl/>
        </w:rPr>
        <w:t xml:space="preserve"> </w:t>
      </w:r>
      <w:r w:rsidRPr="00843429">
        <w:t>show</w:t>
      </w:r>
      <w:r w:rsidRPr="00843429">
        <w:rPr>
          <w:rtl/>
        </w:rPr>
        <w:t xml:space="preserve"> </w:t>
      </w:r>
      <w:r w:rsidRPr="00843429">
        <w:t>to</w:t>
      </w:r>
      <w:r w:rsidRPr="00843429">
        <w:rPr>
          <w:rtl/>
        </w:rPr>
        <w:t xml:space="preserve"> </w:t>
      </w:r>
      <w:r w:rsidRPr="00843429">
        <w:t>the</w:t>
      </w:r>
      <w:r w:rsidRPr="00843429">
        <w:rPr>
          <w:rtl/>
        </w:rPr>
        <w:t xml:space="preserve"> </w:t>
      </w:r>
      <w:r w:rsidRPr="00843429">
        <w:t>marriageable</w:t>
      </w:r>
      <w:r w:rsidRPr="00843429">
        <w:rPr>
          <w:rtl/>
        </w:rPr>
        <w:t xml:space="preserve"> </w:t>
      </w:r>
      <w:r w:rsidRPr="00843429">
        <w:t>men. It</w:t>
      </w:r>
      <w:r w:rsidRPr="00843429">
        <w:rPr>
          <w:rtl/>
        </w:rPr>
        <w:t xml:space="preserve"> </w:t>
      </w:r>
      <w:r w:rsidRPr="00843429">
        <w:t>is</w:t>
      </w:r>
      <w:r w:rsidRPr="00843429">
        <w:rPr>
          <w:rtl/>
        </w:rPr>
        <w:t xml:space="preserve"> </w:t>
      </w:r>
      <w:r w:rsidRPr="00843429">
        <w:t>related</w:t>
      </w:r>
      <w:r w:rsidRPr="00843429">
        <w:rPr>
          <w:rtl/>
        </w:rPr>
        <w:t xml:space="preserve"> </w:t>
      </w:r>
      <w:r w:rsidRPr="00843429">
        <w:t>in</w:t>
      </w:r>
      <w:r w:rsidRPr="00843429">
        <w:rPr>
          <w:rtl/>
        </w:rPr>
        <w:t xml:space="preserve"> </w:t>
      </w:r>
      <w:r w:rsidRPr="00843429">
        <w:t>the</w:t>
      </w:r>
      <w:r w:rsidRPr="00843429">
        <w:rPr>
          <w:rtl/>
        </w:rPr>
        <w:t xml:space="preserve"> </w:t>
      </w:r>
      <w:r w:rsidRPr="00843429">
        <w:t>forbiddances</w:t>
      </w:r>
      <w:r w:rsidRPr="00843429">
        <w:rPr>
          <w:rtl/>
        </w:rPr>
        <w:t xml:space="preserve"> </w:t>
      </w:r>
      <w:r w:rsidRPr="00843429">
        <w:t>discourse</w:t>
      </w:r>
      <w:r w:rsidRPr="00843429">
        <w:rPr>
          <w:rtl/>
        </w:rPr>
        <w:t xml:space="preserve"> </w:t>
      </w:r>
      <w:r w:rsidRPr="00843429">
        <w:t>ascribed</w:t>
      </w:r>
      <w:r w:rsidRPr="00843429">
        <w:rPr>
          <w:rtl/>
        </w:rPr>
        <w:t xml:space="preserve"> </w:t>
      </w:r>
      <w:r w:rsidRPr="00843429">
        <w:t>to</w:t>
      </w:r>
      <w:r w:rsidRPr="00843429">
        <w:rPr>
          <w:rtl/>
        </w:rPr>
        <w:t xml:space="preserve"> </w:t>
      </w:r>
      <w:r w:rsidRPr="00843429">
        <w:t>The</w:t>
      </w:r>
      <w:r w:rsidRPr="00843429">
        <w:rPr>
          <w:rtl/>
        </w:rPr>
        <w:t xml:space="preserve"> </w:t>
      </w:r>
      <w:r w:rsidRPr="00843429">
        <w:t>Prophet</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prayers</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his</w:t>
      </w:r>
      <w:r w:rsidRPr="00844CC1">
        <w:rPr>
          <w:rStyle w:val="libItalicChar"/>
          <w:rtl/>
        </w:rPr>
        <w:t xml:space="preserve"> </w:t>
      </w:r>
      <w:r w:rsidRPr="00844CC1">
        <w:rPr>
          <w:rStyle w:val="libItalicChar"/>
        </w:rPr>
        <w:t>Household</w:t>
      </w:r>
      <w:r w:rsidRPr="00844CC1">
        <w:rPr>
          <w:rStyle w:val="libItalicChar"/>
          <w:rtl/>
        </w:rPr>
        <w:t>)</w:t>
      </w:r>
      <w:r w:rsidRPr="00843429">
        <w:rPr>
          <w:rtl/>
        </w:rPr>
        <w:t xml:space="preserve"> </w:t>
      </w:r>
      <w:r w:rsidRPr="00843429">
        <w:t>that</w:t>
      </w:r>
      <w:r w:rsidRPr="00843429">
        <w:rPr>
          <w:rtl/>
        </w:rPr>
        <w:t xml:space="preserve"> </w:t>
      </w:r>
      <w:r w:rsidRPr="00843429">
        <w:t>he</w:t>
      </w:r>
      <w:r w:rsidRPr="00843429">
        <w:rPr>
          <w:rtl/>
        </w:rPr>
        <w:t xml:space="preserve"> </w:t>
      </w:r>
      <w:r w:rsidRPr="00843429">
        <w:t xml:space="preserve">said, </w:t>
      </w:r>
      <w:r w:rsidRPr="00843429">
        <w:rPr>
          <w:rtl/>
        </w:rPr>
        <w:t>“</w:t>
      </w:r>
      <w:r w:rsidRPr="00843429">
        <w:t>He</w:t>
      </w:r>
      <w:r w:rsidRPr="00843429">
        <w:rPr>
          <w:rtl/>
        </w:rPr>
        <w:t xml:space="preserve"> </w:t>
      </w:r>
      <w:r w:rsidRPr="00843429">
        <w:t>[wanting</w:t>
      </w:r>
      <w:r w:rsidRPr="00843429">
        <w:rPr>
          <w:rtl/>
        </w:rPr>
        <w:t xml:space="preserve"> </w:t>
      </w:r>
      <w:r w:rsidRPr="00843429">
        <w:t>God</w:t>
      </w:r>
      <w:r w:rsidRPr="00843429">
        <w:rPr>
          <w:rtl/>
        </w:rPr>
        <w:t xml:space="preserve">] </w:t>
      </w:r>
      <w:r w:rsidRPr="00843429">
        <w:t>forbade</w:t>
      </w:r>
      <w:r w:rsidRPr="00843429">
        <w:rPr>
          <w:rtl/>
        </w:rPr>
        <w:t xml:space="preserve"> </w:t>
      </w:r>
      <w:r w:rsidRPr="00843429">
        <w:t>that</w:t>
      </w:r>
      <w:r w:rsidRPr="00843429">
        <w:rPr>
          <w:rtl/>
        </w:rPr>
        <w:t xml:space="preserve"> </w:t>
      </w:r>
      <w:r w:rsidRPr="00843429">
        <w:t>she</w:t>
      </w:r>
      <w:r w:rsidRPr="00843429">
        <w:rPr>
          <w:rtl/>
        </w:rPr>
        <w:t xml:space="preserve"> </w:t>
      </w:r>
      <w:r w:rsidRPr="00843429">
        <w:t>adorns</w:t>
      </w:r>
      <w:r w:rsidRPr="00843429">
        <w:rPr>
          <w:rtl/>
        </w:rPr>
        <w:t xml:space="preserve"> </w:t>
      </w:r>
      <w:r w:rsidRPr="00843429">
        <w:t>for</w:t>
      </w:r>
      <w:r w:rsidRPr="00843429">
        <w:rPr>
          <w:rtl/>
        </w:rPr>
        <w:t xml:space="preserve"> </w:t>
      </w:r>
      <w:r w:rsidRPr="00843429">
        <w:t>anybody</w:t>
      </w:r>
      <w:r w:rsidRPr="00843429">
        <w:rPr>
          <w:rtl/>
        </w:rPr>
        <w:t xml:space="preserve"> </w:t>
      </w:r>
      <w:r w:rsidRPr="00843429">
        <w:t>rather</w:t>
      </w:r>
      <w:r w:rsidRPr="00843429">
        <w:rPr>
          <w:rtl/>
        </w:rPr>
        <w:t xml:space="preserve"> </w:t>
      </w:r>
      <w:r w:rsidRPr="00843429">
        <w:t>than</w:t>
      </w:r>
      <w:r w:rsidRPr="00843429">
        <w:rPr>
          <w:rtl/>
        </w:rPr>
        <w:t xml:space="preserve"> </w:t>
      </w:r>
      <w:r w:rsidRPr="00843429">
        <w:t>her</w:t>
      </w:r>
      <w:r w:rsidRPr="00843429">
        <w:rPr>
          <w:rtl/>
        </w:rPr>
        <w:t xml:space="preserve"> </w:t>
      </w:r>
      <w:r w:rsidRPr="00843429">
        <w:t>husband. If</w:t>
      </w:r>
      <w:r w:rsidRPr="00843429">
        <w:rPr>
          <w:rtl/>
        </w:rPr>
        <w:t xml:space="preserve"> </w:t>
      </w:r>
      <w:r w:rsidRPr="00843429">
        <w:t>she</w:t>
      </w:r>
      <w:r w:rsidRPr="00843429">
        <w:rPr>
          <w:rtl/>
        </w:rPr>
        <w:t xml:space="preserve"> </w:t>
      </w:r>
      <w:r w:rsidRPr="00843429">
        <w:t>does, God</w:t>
      </w:r>
      <w:r w:rsidRPr="00843429">
        <w:rPr>
          <w:rtl/>
        </w:rPr>
        <w:t xml:space="preserve"> </w:t>
      </w:r>
      <w:r w:rsidRPr="00843429">
        <w:t>will</w:t>
      </w:r>
      <w:r w:rsidRPr="00843429">
        <w:rPr>
          <w:rtl/>
        </w:rPr>
        <w:t xml:space="preserve"> </w:t>
      </w:r>
      <w:r w:rsidRPr="00843429">
        <w:t>burn</w:t>
      </w:r>
      <w:r w:rsidRPr="00843429">
        <w:rPr>
          <w:rtl/>
        </w:rPr>
        <w:t xml:space="preserve"> </w:t>
      </w:r>
      <w:r w:rsidRPr="00843429">
        <w:t>her</w:t>
      </w:r>
      <w:r w:rsidRPr="00843429">
        <w:rPr>
          <w:rtl/>
        </w:rPr>
        <w:t xml:space="preserve"> </w:t>
      </w:r>
      <w:r w:rsidRPr="00843429">
        <w:t>in</w:t>
      </w:r>
      <w:r w:rsidRPr="00843429">
        <w:rPr>
          <w:rtl/>
        </w:rPr>
        <w:t xml:space="preserve"> </w:t>
      </w:r>
      <w:r w:rsidRPr="00843429">
        <w:t>fire.”</w:t>
      </w:r>
    </w:p>
    <w:p w:rsidR="004E56E9" w:rsidRPr="00843429" w:rsidRDefault="004E56E9" w:rsidP="00844CC1">
      <w:pPr>
        <w:pStyle w:val="libNormal"/>
        <w:rPr>
          <w:rtl/>
        </w:rPr>
      </w:pPr>
      <w:r w:rsidRPr="00843429">
        <w:t>2- Fragrance</w:t>
      </w:r>
      <w:r w:rsidRPr="00843429">
        <w:rPr>
          <w:rtl/>
        </w:rPr>
        <w:t xml:space="preserve"> </w:t>
      </w:r>
      <w:r w:rsidRPr="00843429">
        <w:t>and</w:t>
      </w:r>
      <w:r w:rsidRPr="00843429">
        <w:rPr>
          <w:rtl/>
        </w:rPr>
        <w:t xml:space="preserve"> </w:t>
      </w:r>
      <w:r w:rsidRPr="00843429">
        <w:t>Perfume: The</w:t>
      </w:r>
      <w:r w:rsidRPr="00843429">
        <w:rPr>
          <w:rtl/>
        </w:rPr>
        <w:t xml:space="preserve"> </w:t>
      </w:r>
      <w:r w:rsidRPr="00843429">
        <w:t>fragrance</w:t>
      </w:r>
      <w:r w:rsidRPr="00843429">
        <w:rPr>
          <w:rtl/>
        </w:rPr>
        <w:t xml:space="preserve"> </w:t>
      </w:r>
      <w:r w:rsidRPr="00843429">
        <w:t>and</w:t>
      </w:r>
      <w:r w:rsidRPr="00843429">
        <w:rPr>
          <w:rtl/>
        </w:rPr>
        <w:t xml:space="preserve"> </w:t>
      </w:r>
      <w:r w:rsidRPr="00843429">
        <w:t>the</w:t>
      </w:r>
      <w:r w:rsidRPr="00843429">
        <w:rPr>
          <w:rtl/>
        </w:rPr>
        <w:t xml:space="preserve"> </w:t>
      </w:r>
      <w:r w:rsidRPr="00843429">
        <w:t>perfume</w:t>
      </w:r>
      <w:r w:rsidRPr="00843429">
        <w:rPr>
          <w:rtl/>
        </w:rPr>
        <w:t xml:space="preserve"> </w:t>
      </w:r>
      <w:r w:rsidRPr="00843429">
        <w:t>are</w:t>
      </w:r>
      <w:r w:rsidRPr="00843429">
        <w:rPr>
          <w:rtl/>
        </w:rPr>
        <w:t xml:space="preserve"> </w:t>
      </w:r>
      <w:r w:rsidRPr="00843429">
        <w:t>also</w:t>
      </w:r>
      <w:r w:rsidRPr="00843429">
        <w:rPr>
          <w:rtl/>
        </w:rPr>
        <w:t xml:space="preserve"> </w:t>
      </w:r>
      <w:r w:rsidRPr="00843429">
        <w:t>judged</w:t>
      </w:r>
      <w:r w:rsidRPr="00843429">
        <w:rPr>
          <w:rtl/>
        </w:rPr>
        <w:t xml:space="preserve"> </w:t>
      </w:r>
      <w:r w:rsidRPr="00843429">
        <w:t>as</w:t>
      </w:r>
      <w:r w:rsidRPr="00843429">
        <w:rPr>
          <w:rtl/>
        </w:rPr>
        <w:t xml:space="preserve"> </w:t>
      </w:r>
      <w:r w:rsidRPr="00843429">
        <w:t>grooming</w:t>
      </w:r>
      <w:r w:rsidRPr="00843429">
        <w:rPr>
          <w:rtl/>
        </w:rPr>
        <w:t xml:space="preserve"> </w:t>
      </w:r>
      <w:r w:rsidRPr="00843429">
        <w:t>is; but</w:t>
      </w:r>
      <w:r w:rsidRPr="00843429">
        <w:rPr>
          <w:rtl/>
        </w:rPr>
        <w:t xml:space="preserve"> </w:t>
      </w:r>
      <w:r w:rsidRPr="00843429">
        <w:t>the</w:t>
      </w:r>
      <w:r w:rsidRPr="00843429">
        <w:rPr>
          <w:rtl/>
        </w:rPr>
        <w:t xml:space="preserve"> </w:t>
      </w:r>
      <w:r w:rsidRPr="00843429">
        <w:t>difference</w:t>
      </w:r>
      <w:r w:rsidRPr="00843429">
        <w:rPr>
          <w:rtl/>
        </w:rPr>
        <w:t xml:space="preserve"> </w:t>
      </w:r>
      <w:r w:rsidRPr="00843429">
        <w:t>lies</w:t>
      </w:r>
      <w:r w:rsidRPr="00843429">
        <w:rPr>
          <w:rtl/>
        </w:rPr>
        <w:t xml:space="preserve"> </w:t>
      </w:r>
      <w:r w:rsidRPr="00843429">
        <w:t>in</w:t>
      </w:r>
      <w:r w:rsidRPr="00843429">
        <w:rPr>
          <w:rtl/>
        </w:rPr>
        <w:t xml:space="preserve"> </w:t>
      </w:r>
      <w:r w:rsidRPr="00843429">
        <w:t>that</w:t>
      </w:r>
      <w:r w:rsidRPr="00843429">
        <w:rPr>
          <w:rtl/>
        </w:rPr>
        <w:t xml:space="preserve"> </w:t>
      </w:r>
      <w:r w:rsidRPr="00843429">
        <w:t>the</w:t>
      </w:r>
      <w:r w:rsidRPr="00843429">
        <w:rPr>
          <w:rtl/>
        </w:rPr>
        <w:t xml:space="preserve"> </w:t>
      </w:r>
      <w:r w:rsidRPr="00843429">
        <w:t>grooming</w:t>
      </w:r>
      <w:r w:rsidRPr="00843429">
        <w:rPr>
          <w:rtl/>
        </w:rPr>
        <w:t xml:space="preserve"> </w:t>
      </w:r>
      <w:r w:rsidRPr="00843429">
        <w:t>is</w:t>
      </w:r>
      <w:r w:rsidRPr="00843429">
        <w:rPr>
          <w:rtl/>
        </w:rPr>
        <w:t xml:space="preserve"> </w:t>
      </w:r>
      <w:r w:rsidRPr="00843429">
        <w:t>sensed</w:t>
      </w:r>
      <w:r w:rsidRPr="00843429">
        <w:rPr>
          <w:rtl/>
        </w:rPr>
        <w:t xml:space="preserve"> </w:t>
      </w:r>
      <w:r w:rsidRPr="00843429">
        <w:t>by</w:t>
      </w:r>
      <w:r w:rsidRPr="00843429">
        <w:rPr>
          <w:rtl/>
        </w:rPr>
        <w:t xml:space="preserve"> </w:t>
      </w:r>
      <w:r w:rsidRPr="00843429">
        <w:t>the</w:t>
      </w:r>
      <w:r w:rsidRPr="00843429">
        <w:rPr>
          <w:rtl/>
        </w:rPr>
        <w:t xml:space="preserve"> </w:t>
      </w:r>
      <w:r w:rsidRPr="00843429">
        <w:t>sight</w:t>
      </w:r>
      <w:r w:rsidRPr="00843429">
        <w:rPr>
          <w:rtl/>
        </w:rPr>
        <w:t xml:space="preserve"> </w:t>
      </w:r>
      <w:r w:rsidRPr="00843429">
        <w:t>whereas</w:t>
      </w:r>
      <w:r w:rsidRPr="00843429">
        <w:rPr>
          <w:rtl/>
        </w:rPr>
        <w:t xml:space="preserve"> </w:t>
      </w:r>
      <w:r w:rsidRPr="00843429">
        <w:t>the</w:t>
      </w:r>
      <w:r w:rsidRPr="00843429">
        <w:rPr>
          <w:rtl/>
        </w:rPr>
        <w:t xml:space="preserve"> </w:t>
      </w:r>
      <w:r w:rsidRPr="00843429">
        <w:t>perfume</w:t>
      </w:r>
      <w:r w:rsidRPr="00843429">
        <w:rPr>
          <w:rtl/>
        </w:rPr>
        <w:t xml:space="preserve"> </w:t>
      </w:r>
      <w:r w:rsidRPr="00843429">
        <w:t>is</w:t>
      </w:r>
      <w:r w:rsidRPr="00843429">
        <w:rPr>
          <w:rtl/>
        </w:rPr>
        <w:t xml:space="preserve"> </w:t>
      </w:r>
      <w:r w:rsidRPr="00843429">
        <w:t>sensed</w:t>
      </w:r>
      <w:r w:rsidRPr="00843429">
        <w:rPr>
          <w:rtl/>
        </w:rPr>
        <w:t xml:space="preserve"> </w:t>
      </w:r>
      <w:r w:rsidRPr="00843429">
        <w:t>by</w:t>
      </w:r>
      <w:r w:rsidRPr="00843429">
        <w:rPr>
          <w:rtl/>
        </w:rPr>
        <w:t xml:space="preserve"> </w:t>
      </w:r>
      <w:r w:rsidRPr="00843429">
        <w:t>the</w:t>
      </w:r>
      <w:r w:rsidRPr="00843429">
        <w:rPr>
          <w:rtl/>
        </w:rPr>
        <w:t xml:space="preserve"> </w:t>
      </w:r>
      <w:r w:rsidRPr="00843429">
        <w:t>smell. If</w:t>
      </w:r>
      <w:r w:rsidRPr="00843429">
        <w:rPr>
          <w:rtl/>
        </w:rPr>
        <w:t xml:space="preserve"> </w:t>
      </w:r>
      <w:r w:rsidRPr="00843429">
        <w:t>the</w:t>
      </w:r>
      <w:r w:rsidRPr="00843429">
        <w:rPr>
          <w:rtl/>
        </w:rPr>
        <w:t xml:space="preserve"> </w:t>
      </w:r>
      <w:r w:rsidRPr="00843429">
        <w:t>evil</w:t>
      </w:r>
      <w:r w:rsidRPr="00843429">
        <w:rPr>
          <w:rtl/>
        </w:rPr>
        <w:t xml:space="preserve"> </w:t>
      </w:r>
      <w:r w:rsidRPr="00843429">
        <w:t>is</w:t>
      </w:r>
      <w:r w:rsidRPr="00843429">
        <w:rPr>
          <w:rtl/>
        </w:rPr>
        <w:t xml:space="preserve"> </w:t>
      </w:r>
      <w:r w:rsidRPr="00843429">
        <w:t>probable, she</w:t>
      </w:r>
      <w:r w:rsidRPr="00843429">
        <w:rPr>
          <w:rtl/>
        </w:rPr>
        <w:t xml:space="preserve"> </w:t>
      </w:r>
      <w:r w:rsidRPr="00843429">
        <w:t>is</w:t>
      </w:r>
      <w:r w:rsidRPr="00843429">
        <w:rPr>
          <w:rtl/>
        </w:rPr>
        <w:t xml:space="preserve"> </w:t>
      </w:r>
      <w:r w:rsidRPr="00843429">
        <w:t>forbidden</w:t>
      </w:r>
      <w:r w:rsidRPr="00843429">
        <w:rPr>
          <w:rtl/>
        </w:rPr>
        <w:t xml:space="preserve"> </w:t>
      </w:r>
      <w:r w:rsidRPr="00843429">
        <w:t>to</w:t>
      </w:r>
      <w:r w:rsidRPr="00843429">
        <w:rPr>
          <w:rtl/>
        </w:rPr>
        <w:t xml:space="preserve"> </w:t>
      </w:r>
      <w:r w:rsidRPr="00843429">
        <w:t>get</w:t>
      </w:r>
      <w:r w:rsidRPr="00843429">
        <w:rPr>
          <w:rtl/>
        </w:rPr>
        <w:t xml:space="preserve"> </w:t>
      </w:r>
      <w:r w:rsidRPr="00843429">
        <w:t>out</w:t>
      </w:r>
      <w:r w:rsidRPr="00843429">
        <w:rPr>
          <w:rtl/>
        </w:rPr>
        <w:t xml:space="preserve"> </w:t>
      </w:r>
      <w:r w:rsidRPr="00843429">
        <w:t>of</w:t>
      </w:r>
      <w:r w:rsidRPr="00843429">
        <w:rPr>
          <w:rtl/>
        </w:rPr>
        <w:t xml:space="preserve"> </w:t>
      </w:r>
      <w:r w:rsidRPr="00843429">
        <w:t>her</w:t>
      </w:r>
      <w:r w:rsidRPr="00843429">
        <w:rPr>
          <w:rtl/>
        </w:rPr>
        <w:t xml:space="preserve"> </w:t>
      </w:r>
      <w:r w:rsidRPr="00843429">
        <w:t>house</w:t>
      </w:r>
      <w:r w:rsidRPr="00843429">
        <w:rPr>
          <w:rtl/>
        </w:rPr>
        <w:t xml:space="preserve"> </w:t>
      </w:r>
      <w:r w:rsidRPr="00843429">
        <w:t>and</w:t>
      </w:r>
      <w:r w:rsidRPr="00843429">
        <w:rPr>
          <w:rtl/>
        </w:rPr>
        <w:t xml:space="preserve"> </w:t>
      </w:r>
      <w:r w:rsidRPr="00843429">
        <w:t>to</w:t>
      </w:r>
      <w:r w:rsidRPr="00843429">
        <w:rPr>
          <w:rtl/>
        </w:rPr>
        <w:t xml:space="preserve"> </w:t>
      </w:r>
      <w:r w:rsidRPr="00843429">
        <w:t>be</w:t>
      </w:r>
      <w:r w:rsidRPr="00843429">
        <w:rPr>
          <w:rtl/>
        </w:rPr>
        <w:t xml:space="preserve"> </w:t>
      </w:r>
      <w:r w:rsidRPr="00843429">
        <w:t>with</w:t>
      </w:r>
      <w:r w:rsidRPr="00843429">
        <w:rPr>
          <w:rtl/>
        </w:rPr>
        <w:t xml:space="preserve"> </w:t>
      </w:r>
      <w:r w:rsidRPr="00843429">
        <w:t>the</w:t>
      </w:r>
      <w:r w:rsidRPr="00843429">
        <w:rPr>
          <w:rtl/>
        </w:rPr>
        <w:t xml:space="preserve"> </w:t>
      </w:r>
      <w:r w:rsidRPr="00843429">
        <w:t>marriageable</w:t>
      </w:r>
      <w:r w:rsidRPr="00843429">
        <w:rPr>
          <w:rtl/>
        </w:rPr>
        <w:t xml:space="preserve"> </w:t>
      </w:r>
      <w:r w:rsidRPr="00843429">
        <w:t>men</w:t>
      </w:r>
      <w:r w:rsidRPr="00843429">
        <w:rPr>
          <w:rtl/>
        </w:rPr>
        <w:t xml:space="preserve"> </w:t>
      </w:r>
      <w:r w:rsidRPr="00843429">
        <w:t>at</w:t>
      </w:r>
      <w:r w:rsidRPr="00843429">
        <w:rPr>
          <w:rtl/>
        </w:rPr>
        <w:t xml:space="preserve"> </w:t>
      </w:r>
      <w:r w:rsidRPr="00843429">
        <w:t>the</w:t>
      </w:r>
      <w:r w:rsidRPr="00843429">
        <w:rPr>
          <w:rtl/>
        </w:rPr>
        <w:t xml:space="preserve"> </w:t>
      </w:r>
      <w:r w:rsidRPr="00843429">
        <w:t>same</w:t>
      </w:r>
      <w:r w:rsidRPr="00843429">
        <w:rPr>
          <w:rtl/>
        </w:rPr>
        <w:t xml:space="preserve"> </w:t>
      </w:r>
      <w:r w:rsidRPr="00843429">
        <w:t>place</w:t>
      </w:r>
      <w:r w:rsidRPr="00843429">
        <w:rPr>
          <w:rtl/>
        </w:rPr>
        <w:t xml:space="preserve"> </w:t>
      </w:r>
      <w:r w:rsidRPr="00843429">
        <w:t>while</w:t>
      </w:r>
      <w:r w:rsidRPr="00843429">
        <w:rPr>
          <w:rtl/>
        </w:rPr>
        <w:t xml:space="preserve"> </w:t>
      </w:r>
      <w:r w:rsidRPr="00843429">
        <w:t>she</w:t>
      </w:r>
      <w:r w:rsidRPr="00843429">
        <w:rPr>
          <w:rtl/>
        </w:rPr>
        <w:t xml:space="preserve"> </w:t>
      </w:r>
      <w:r w:rsidRPr="00843429">
        <w:t>is</w:t>
      </w:r>
      <w:r w:rsidRPr="00843429">
        <w:rPr>
          <w:rtl/>
        </w:rPr>
        <w:t xml:space="preserve"> </w:t>
      </w:r>
      <w:r w:rsidRPr="00843429">
        <w:t>being</w:t>
      </w:r>
      <w:r w:rsidRPr="00843429">
        <w:rPr>
          <w:rtl/>
        </w:rPr>
        <w:t xml:space="preserve"> </w:t>
      </w:r>
      <w:r w:rsidRPr="00843429">
        <w:t>perfumed. It</w:t>
      </w:r>
      <w:r w:rsidRPr="00843429">
        <w:rPr>
          <w:rtl/>
        </w:rPr>
        <w:t xml:space="preserve"> </w:t>
      </w:r>
      <w:r w:rsidRPr="00843429">
        <w:t>is</w:t>
      </w:r>
      <w:r w:rsidRPr="00843429">
        <w:rPr>
          <w:rtl/>
        </w:rPr>
        <w:t xml:space="preserve"> </w:t>
      </w:r>
      <w:r w:rsidRPr="00843429">
        <w:t>ascribed</w:t>
      </w:r>
      <w:r w:rsidRPr="00843429">
        <w:rPr>
          <w:rtl/>
        </w:rPr>
        <w:t xml:space="preserve"> </w:t>
      </w:r>
      <w:r w:rsidRPr="00843429">
        <w:t>to</w:t>
      </w:r>
      <w:r w:rsidRPr="00843429">
        <w:rPr>
          <w:rtl/>
        </w:rPr>
        <w:t xml:space="preserve"> </w:t>
      </w:r>
      <w:r w:rsidRPr="00843429">
        <w:t>Jaber</w:t>
      </w:r>
      <w:r w:rsidRPr="00843429">
        <w:rPr>
          <w:rtl/>
        </w:rPr>
        <w:t xml:space="preserve"> </w:t>
      </w:r>
      <w:r w:rsidRPr="00843429">
        <w:t>ibn</w:t>
      </w:r>
      <w:r w:rsidRPr="00843429">
        <w:rPr>
          <w:rtl/>
        </w:rPr>
        <w:t xml:space="preserve"> </w:t>
      </w:r>
      <w:r w:rsidRPr="00843429">
        <w:t>Yazeed</w:t>
      </w:r>
      <w:r w:rsidRPr="00843429">
        <w:rPr>
          <w:rtl/>
        </w:rPr>
        <w:t xml:space="preserve"> </w:t>
      </w:r>
      <w:r w:rsidRPr="00843429">
        <w:t>that</w:t>
      </w:r>
      <w:r w:rsidRPr="00843429">
        <w:rPr>
          <w:rtl/>
        </w:rPr>
        <w:t xml:space="preserve"> </w:t>
      </w:r>
      <w:r w:rsidRPr="00843429">
        <w:t>he</w:t>
      </w:r>
      <w:r w:rsidRPr="00843429">
        <w:rPr>
          <w:rtl/>
        </w:rPr>
        <w:t xml:space="preserve"> </w:t>
      </w:r>
      <w:r w:rsidRPr="00843429">
        <w:t xml:space="preserve">said, </w:t>
      </w:r>
      <w:r w:rsidRPr="00843429">
        <w:rPr>
          <w:rtl/>
        </w:rPr>
        <w:t>“</w:t>
      </w:r>
      <w:r w:rsidRPr="00843429">
        <w:t>I</w:t>
      </w:r>
      <w:r w:rsidRPr="00843429">
        <w:rPr>
          <w:rtl/>
        </w:rPr>
        <w:t xml:space="preserve"> </w:t>
      </w:r>
      <w:r w:rsidRPr="00843429">
        <w:t>heard</w:t>
      </w:r>
      <w:r w:rsidRPr="00843429">
        <w:rPr>
          <w:rtl/>
        </w:rPr>
        <w:t xml:space="preserve"> </w:t>
      </w:r>
      <w:r w:rsidRPr="00843429">
        <w:t>Abou</w:t>
      </w:r>
      <w:r w:rsidRPr="00843429">
        <w:rPr>
          <w:rtl/>
        </w:rPr>
        <w:t xml:space="preserve"> </w:t>
      </w:r>
      <w:r w:rsidRPr="00843429">
        <w:t>Jaafar</w:t>
      </w:r>
      <w:r w:rsidRPr="00843429">
        <w:rPr>
          <w:rtl/>
        </w:rPr>
        <w:t xml:space="preserve"> </w:t>
      </w:r>
      <w:r w:rsidRPr="00843429">
        <w:t>Mohammad</w:t>
      </w:r>
      <w:r w:rsidRPr="00843429">
        <w:rPr>
          <w:rtl/>
        </w:rPr>
        <w:t xml:space="preserve"> </w:t>
      </w:r>
      <w:r w:rsidRPr="00843429">
        <w:t>ibn</w:t>
      </w:r>
      <w:r w:rsidRPr="00843429">
        <w:rPr>
          <w:rtl/>
        </w:rPr>
        <w:t xml:space="preserve"> </w:t>
      </w:r>
      <w:r w:rsidRPr="00843429">
        <w:t>Ali</w:t>
      </w:r>
      <w:r w:rsidRPr="00843429">
        <w:rPr>
          <w:rtl/>
        </w:rPr>
        <w:t xml:space="preserve"> </w:t>
      </w:r>
      <w:r w:rsidRPr="00843429">
        <w:t>Al</w:t>
      </w:r>
      <w:r w:rsidRPr="00843429">
        <w:rPr>
          <w:rtl/>
        </w:rPr>
        <w:t>-</w:t>
      </w:r>
      <w:r w:rsidRPr="00843429">
        <w:t>Baker</w:t>
      </w:r>
      <w:r w:rsidRPr="00843429">
        <w:rPr>
          <w:rtl/>
        </w:rPr>
        <w:t xml:space="preserve"> </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3429">
        <w:rPr>
          <w:rtl/>
        </w:rPr>
        <w:t xml:space="preserve"> </w:t>
      </w:r>
      <w:r w:rsidRPr="00843429">
        <w:t xml:space="preserve">saying, </w:t>
      </w:r>
      <w:r w:rsidRPr="00843429">
        <w:rPr>
          <w:rtl/>
        </w:rPr>
        <w:t>‘</w:t>
      </w:r>
      <w:r w:rsidRPr="00843429">
        <w:t>She</w:t>
      </w:r>
      <w:r w:rsidRPr="00843429">
        <w:rPr>
          <w:rtl/>
        </w:rPr>
        <w:t xml:space="preserve"> </w:t>
      </w:r>
      <w:r w:rsidRPr="00843429">
        <w:t>is</w:t>
      </w:r>
      <w:r w:rsidRPr="00843429">
        <w:rPr>
          <w:rtl/>
        </w:rPr>
        <w:t xml:space="preserve"> </w:t>
      </w:r>
      <w:r w:rsidRPr="00843429">
        <w:t>not</w:t>
      </w:r>
      <w:r w:rsidRPr="00843429">
        <w:rPr>
          <w:rtl/>
        </w:rPr>
        <w:t xml:space="preserve"> </w:t>
      </w:r>
      <w:r w:rsidRPr="00843429">
        <w:t>permitted</w:t>
      </w:r>
      <w:r w:rsidRPr="00843429">
        <w:rPr>
          <w:rtl/>
        </w:rPr>
        <w:t xml:space="preserve"> </w:t>
      </w:r>
      <w:r w:rsidRPr="00843429">
        <w:t>to</w:t>
      </w:r>
      <w:r w:rsidRPr="00843429">
        <w:rPr>
          <w:rtl/>
        </w:rPr>
        <w:t xml:space="preserve"> </w:t>
      </w:r>
      <w:r w:rsidRPr="00843429">
        <w:t>perfume</w:t>
      </w:r>
      <w:r w:rsidRPr="00843429">
        <w:rPr>
          <w:rtl/>
        </w:rPr>
        <w:t xml:space="preserve"> </w:t>
      </w:r>
      <w:r w:rsidRPr="00843429">
        <w:t>when</w:t>
      </w:r>
      <w:r w:rsidRPr="00843429">
        <w:rPr>
          <w:rtl/>
        </w:rPr>
        <w:t xml:space="preserve"> </w:t>
      </w:r>
      <w:r w:rsidRPr="00843429">
        <w:t>she</w:t>
      </w:r>
      <w:r w:rsidRPr="00843429">
        <w:rPr>
          <w:rtl/>
        </w:rPr>
        <w:t xml:space="preserve"> </w:t>
      </w:r>
      <w:r w:rsidRPr="00843429">
        <w:t>gets</w:t>
      </w:r>
      <w:r w:rsidRPr="00843429">
        <w:rPr>
          <w:rtl/>
        </w:rPr>
        <w:t xml:space="preserve"> </w:t>
      </w:r>
      <w:r w:rsidRPr="00843429">
        <w:t>out</w:t>
      </w:r>
      <w:r w:rsidRPr="00843429">
        <w:rPr>
          <w:rtl/>
        </w:rPr>
        <w:t xml:space="preserve"> </w:t>
      </w:r>
      <w:r w:rsidRPr="00843429">
        <w:t>of</w:t>
      </w:r>
      <w:r w:rsidRPr="00843429">
        <w:rPr>
          <w:rtl/>
        </w:rPr>
        <w:t xml:space="preserve"> </w:t>
      </w:r>
      <w:r w:rsidRPr="00843429">
        <w:t>her</w:t>
      </w:r>
      <w:r w:rsidRPr="00843429">
        <w:rPr>
          <w:rtl/>
        </w:rPr>
        <w:t xml:space="preserve"> </w:t>
      </w:r>
      <w:r w:rsidRPr="00843429">
        <w:t xml:space="preserve">house. </w:t>
      </w:r>
      <w:r w:rsidRPr="00843429">
        <w:rPr>
          <w:rtl/>
        </w:rPr>
        <w:t>’”</w:t>
      </w:r>
    </w:p>
    <w:p w:rsidR="002E0242" w:rsidRDefault="004E56E9" w:rsidP="00844CC1">
      <w:pPr>
        <w:pStyle w:val="libNormal"/>
      </w:pPr>
      <w:r w:rsidRPr="00843429">
        <w:t>Getting out is just an example for what gives chance for men’s</w:t>
      </w:r>
    </w:p>
    <w:p w:rsidR="002E0242" w:rsidRDefault="004E56E9" w:rsidP="00844CC1">
      <w:pPr>
        <w:pStyle w:val="libNormal"/>
      </w:pPr>
      <w:r w:rsidRPr="00843429">
        <w:t>and women’s being at the same place. Forbiddance is not exclusive to getting out; it is applicable to men’s and women’s being at the same place in general even if it takes place inside the house.</w:t>
      </w:r>
    </w:p>
    <w:p w:rsidR="002E0242" w:rsidRDefault="004E56E9" w:rsidP="00844CC1">
      <w:pPr>
        <w:pStyle w:val="libNormal"/>
        <w:rPr>
          <w:rtl/>
        </w:rPr>
      </w:pPr>
      <w:r w:rsidRPr="00843429">
        <w:t>3-</w:t>
      </w:r>
      <w:r w:rsidRPr="00843429">
        <w:rPr>
          <w:rtl/>
        </w:rPr>
        <w:t xml:space="preserve"> </w:t>
      </w:r>
      <w:r w:rsidRPr="00843429">
        <w:t>Touching</w:t>
      </w:r>
      <w:r w:rsidRPr="00843429">
        <w:rPr>
          <w:rtl/>
        </w:rPr>
        <w:t xml:space="preserve"> </w:t>
      </w:r>
      <w:r w:rsidRPr="00843429">
        <w:t>the</w:t>
      </w:r>
      <w:r w:rsidRPr="00843429">
        <w:rPr>
          <w:rtl/>
        </w:rPr>
        <w:t xml:space="preserve"> </w:t>
      </w:r>
      <w:r w:rsidRPr="00843429">
        <w:t>Marriageable</w:t>
      </w:r>
      <w:r w:rsidRPr="00843429">
        <w:rPr>
          <w:rtl/>
        </w:rPr>
        <w:t xml:space="preserve"> </w:t>
      </w:r>
      <w:r w:rsidRPr="00843429">
        <w:t>Person</w:t>
      </w:r>
      <w:r w:rsidRPr="00843429">
        <w:rPr>
          <w:rtl/>
        </w:rPr>
        <w:t xml:space="preserve"> </w:t>
      </w:r>
      <w:r w:rsidRPr="00843429">
        <w:t>and</w:t>
      </w:r>
      <w:r w:rsidRPr="00843429">
        <w:rPr>
          <w:rtl/>
        </w:rPr>
        <w:t xml:space="preserve"> </w:t>
      </w:r>
      <w:r w:rsidRPr="00843429">
        <w:t>Shaking</w:t>
      </w:r>
      <w:r w:rsidRPr="00843429">
        <w:rPr>
          <w:rtl/>
        </w:rPr>
        <w:t xml:space="preserve"> </w:t>
      </w:r>
      <w:r w:rsidRPr="00843429">
        <w:t>Hands: Touching</w:t>
      </w:r>
      <w:r w:rsidRPr="00843429">
        <w:rPr>
          <w:rtl/>
        </w:rPr>
        <w:t xml:space="preserve"> </w:t>
      </w:r>
      <w:r w:rsidRPr="00843429">
        <w:t>and</w:t>
      </w:r>
      <w:r w:rsidRPr="00843429">
        <w:rPr>
          <w:rtl/>
        </w:rPr>
        <w:t xml:space="preserve"> </w:t>
      </w:r>
      <w:r w:rsidRPr="00843429">
        <w:t>shaking</w:t>
      </w:r>
      <w:r w:rsidRPr="00843429">
        <w:rPr>
          <w:rtl/>
        </w:rPr>
        <w:t xml:space="preserve"> </w:t>
      </w:r>
      <w:r w:rsidRPr="00843429">
        <w:t>hands</w:t>
      </w:r>
      <w:r w:rsidRPr="00843429">
        <w:rPr>
          <w:rtl/>
        </w:rPr>
        <w:t xml:space="preserve"> </w:t>
      </w:r>
      <w:r w:rsidRPr="00843429">
        <w:t>are</w:t>
      </w:r>
      <w:r w:rsidRPr="00843429">
        <w:rPr>
          <w:rtl/>
        </w:rPr>
        <w:t xml:space="preserve"> </w:t>
      </w:r>
      <w:r w:rsidRPr="00843429">
        <w:t>from</w:t>
      </w:r>
      <w:r w:rsidRPr="00843429">
        <w:rPr>
          <w:rtl/>
        </w:rPr>
        <w:t xml:space="preserve"> </w:t>
      </w:r>
      <w:r w:rsidRPr="00843429">
        <w:t>the</w:t>
      </w:r>
      <w:r w:rsidRPr="00843429">
        <w:rPr>
          <w:rtl/>
        </w:rPr>
        <w:t xml:space="preserve"> </w:t>
      </w:r>
      <w:r w:rsidRPr="00843429">
        <w:t>evils</w:t>
      </w:r>
      <w:r w:rsidRPr="00843429">
        <w:rPr>
          <w:rtl/>
        </w:rPr>
        <w:t xml:space="preserve"> </w:t>
      </w:r>
      <w:r w:rsidRPr="00843429">
        <w:t>related</w:t>
      </w:r>
      <w:r w:rsidRPr="00843429">
        <w:rPr>
          <w:rtl/>
        </w:rPr>
        <w:t xml:space="preserve"> </w:t>
      </w:r>
      <w:r w:rsidRPr="00843429">
        <w:t>to</w:t>
      </w:r>
      <w:r w:rsidRPr="00843429">
        <w:rPr>
          <w:rtl/>
        </w:rPr>
        <w:t xml:space="preserve"> </w:t>
      </w:r>
      <w:r w:rsidRPr="00843429">
        <w:t>the</w:t>
      </w:r>
      <w:r w:rsidRPr="00843429">
        <w:rPr>
          <w:rtl/>
        </w:rPr>
        <w:t xml:space="preserve"> </w:t>
      </w:r>
      <w:r w:rsidRPr="00843429">
        <w:t>sense</w:t>
      </w:r>
      <w:r w:rsidRPr="00843429">
        <w:rPr>
          <w:rtl/>
        </w:rPr>
        <w:t xml:space="preserve"> </w:t>
      </w:r>
      <w:r w:rsidRPr="00843429">
        <w:t>of</w:t>
      </w:r>
      <w:r w:rsidRPr="00843429">
        <w:rPr>
          <w:rtl/>
        </w:rPr>
        <w:t xml:space="preserve"> </w:t>
      </w:r>
      <w:r w:rsidRPr="00843429">
        <w:t>touch, so</w:t>
      </w:r>
      <w:r w:rsidRPr="00843429">
        <w:rPr>
          <w:rtl/>
        </w:rPr>
        <w:t xml:space="preserve"> </w:t>
      </w:r>
      <w:r w:rsidRPr="00843429">
        <w:t>it</w:t>
      </w:r>
      <w:r w:rsidRPr="00843429">
        <w:rPr>
          <w:rtl/>
        </w:rPr>
        <w:t xml:space="preserve"> </w:t>
      </w:r>
      <w:r w:rsidRPr="00843429">
        <w:t>is</w:t>
      </w:r>
      <w:r w:rsidRPr="00843429">
        <w:rPr>
          <w:rtl/>
        </w:rPr>
        <w:t xml:space="preserve"> </w:t>
      </w:r>
      <w:r w:rsidRPr="00843429">
        <w:t>forbidden</w:t>
      </w:r>
      <w:r w:rsidRPr="00843429">
        <w:rPr>
          <w:rtl/>
        </w:rPr>
        <w:t xml:space="preserve"> </w:t>
      </w:r>
      <w:r w:rsidRPr="00843429">
        <w:t>to</w:t>
      </w:r>
      <w:r w:rsidRPr="00843429">
        <w:rPr>
          <w:rtl/>
        </w:rPr>
        <w:t xml:space="preserve"> </w:t>
      </w:r>
      <w:r w:rsidRPr="00843429">
        <w:t>touch</w:t>
      </w:r>
      <w:r w:rsidRPr="00843429">
        <w:rPr>
          <w:rtl/>
        </w:rPr>
        <w:t xml:space="preserve"> </w:t>
      </w:r>
      <w:r w:rsidRPr="00843429">
        <w:t>the</w:t>
      </w:r>
      <w:r w:rsidRPr="00843429">
        <w:rPr>
          <w:rtl/>
        </w:rPr>
        <w:t xml:space="preserve"> </w:t>
      </w:r>
      <w:r w:rsidRPr="00843429">
        <w:t>skin</w:t>
      </w:r>
      <w:r w:rsidRPr="00843429">
        <w:rPr>
          <w:rtl/>
        </w:rPr>
        <w:t xml:space="preserve"> </w:t>
      </w:r>
      <w:r w:rsidRPr="00843429">
        <w:t>of</w:t>
      </w:r>
      <w:r w:rsidRPr="00843429">
        <w:rPr>
          <w:rtl/>
        </w:rPr>
        <w:t xml:space="preserve"> </w:t>
      </w:r>
      <w:r w:rsidRPr="00843429">
        <w:t>the</w:t>
      </w:r>
      <w:r w:rsidRPr="00843429">
        <w:rPr>
          <w:rtl/>
        </w:rPr>
        <w:t xml:space="preserve"> </w:t>
      </w:r>
      <w:r w:rsidRPr="00843429">
        <w:t>marriageable</w:t>
      </w:r>
      <w:r w:rsidRPr="00843429">
        <w:rPr>
          <w:rtl/>
        </w:rPr>
        <w:t xml:space="preserve"> </w:t>
      </w:r>
      <w:r w:rsidRPr="00843429">
        <w:t>person. It</w:t>
      </w:r>
      <w:r w:rsidRPr="00843429">
        <w:rPr>
          <w:rtl/>
        </w:rPr>
        <w:t xml:space="preserve"> </w:t>
      </w:r>
      <w:r w:rsidRPr="00843429">
        <w:t>is</w:t>
      </w:r>
      <w:r w:rsidRPr="00843429">
        <w:rPr>
          <w:rtl/>
        </w:rPr>
        <w:t xml:space="preserve"> </w:t>
      </w:r>
      <w:r w:rsidRPr="00843429">
        <w:t>ascribed</w:t>
      </w:r>
      <w:r w:rsidRPr="00843429">
        <w:rPr>
          <w:rtl/>
        </w:rPr>
        <w:t xml:space="preserve"> </w:t>
      </w:r>
      <w:r w:rsidRPr="00843429">
        <w:t>to</w:t>
      </w:r>
      <w:r w:rsidRPr="00843429">
        <w:rPr>
          <w:rtl/>
        </w:rPr>
        <w:t xml:space="preserve"> </w:t>
      </w:r>
      <w:r w:rsidRPr="00843429">
        <w:t>God</w:t>
      </w:r>
      <w:r w:rsidRPr="00843429">
        <w:rPr>
          <w:rtl/>
        </w:rPr>
        <w:t>’</w:t>
      </w:r>
      <w:r w:rsidRPr="00843429">
        <w:t>s</w:t>
      </w:r>
      <w:r w:rsidRPr="00843429">
        <w:rPr>
          <w:rtl/>
        </w:rPr>
        <w:t xml:space="preserve"> </w:t>
      </w:r>
      <w:r w:rsidRPr="00843429">
        <w:t>prophet</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prayers</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his</w:t>
      </w:r>
      <w:r w:rsidRPr="00844CC1">
        <w:rPr>
          <w:rStyle w:val="libItalicChar"/>
          <w:rtl/>
        </w:rPr>
        <w:t xml:space="preserve"> </w:t>
      </w:r>
      <w:r w:rsidRPr="00844CC1">
        <w:rPr>
          <w:rStyle w:val="libItalicChar"/>
        </w:rPr>
        <w:t>Household</w:t>
      </w:r>
      <w:r w:rsidRPr="00844CC1">
        <w:rPr>
          <w:rStyle w:val="libItalicChar"/>
          <w:rtl/>
        </w:rPr>
        <w:t>)</w:t>
      </w:r>
      <w:r w:rsidRPr="00843429">
        <w:rPr>
          <w:rtl/>
        </w:rPr>
        <w:t xml:space="preserve"> </w:t>
      </w:r>
      <w:r w:rsidRPr="00843429">
        <w:t>that</w:t>
      </w:r>
      <w:r w:rsidRPr="00843429">
        <w:rPr>
          <w:rtl/>
        </w:rPr>
        <w:t xml:space="preserve"> </w:t>
      </w:r>
      <w:r w:rsidRPr="00843429">
        <w:t>he</w:t>
      </w:r>
      <w:r w:rsidRPr="00843429">
        <w:rPr>
          <w:rtl/>
        </w:rPr>
        <w:t xml:space="preserve"> </w:t>
      </w:r>
      <w:r w:rsidRPr="00843429">
        <w:t xml:space="preserve">said, </w:t>
      </w:r>
      <w:r w:rsidRPr="00843429">
        <w:rPr>
          <w:rtl/>
        </w:rPr>
        <w:t>“</w:t>
      </w:r>
      <w:r w:rsidRPr="00843429">
        <w:t>He</w:t>
      </w:r>
      <w:r w:rsidRPr="00843429">
        <w:rPr>
          <w:rtl/>
        </w:rPr>
        <w:t xml:space="preserve"> </w:t>
      </w:r>
      <w:r w:rsidRPr="00843429">
        <w:t>who</w:t>
      </w:r>
      <w:r w:rsidRPr="00843429">
        <w:rPr>
          <w:rtl/>
        </w:rPr>
        <w:t xml:space="preserve"> </w:t>
      </w:r>
      <w:r w:rsidRPr="00843429">
        <w:t>shakes</w:t>
      </w:r>
      <w:r w:rsidRPr="00843429">
        <w:rPr>
          <w:rtl/>
        </w:rPr>
        <w:t xml:space="preserve"> </w:t>
      </w:r>
      <w:r w:rsidRPr="00843429">
        <w:t>hands</w:t>
      </w:r>
      <w:r w:rsidRPr="00843429">
        <w:rPr>
          <w:rtl/>
        </w:rPr>
        <w:t xml:space="preserve"> </w:t>
      </w:r>
      <w:r w:rsidRPr="00843429">
        <w:t>with</w:t>
      </w:r>
      <w:r w:rsidRPr="00843429">
        <w:rPr>
          <w:rtl/>
        </w:rPr>
        <w:t xml:space="preserve"> </w:t>
      </w:r>
      <w:r w:rsidRPr="00843429">
        <w:t>a</w:t>
      </w:r>
      <w:r w:rsidRPr="00843429">
        <w:rPr>
          <w:rtl/>
        </w:rPr>
        <w:t xml:space="preserve"> </w:t>
      </w:r>
      <w:r w:rsidRPr="00843429">
        <w:t>woman</w:t>
      </w:r>
      <w:r w:rsidRPr="00843429">
        <w:rPr>
          <w:rtl/>
        </w:rPr>
        <w:t xml:space="preserve"> </w:t>
      </w:r>
      <w:r w:rsidRPr="00843429">
        <w:t>while</w:t>
      </w:r>
      <w:r w:rsidRPr="00843429">
        <w:rPr>
          <w:rtl/>
        </w:rPr>
        <w:t xml:space="preserve"> </w:t>
      </w:r>
      <w:r w:rsidRPr="00843429">
        <w:t>it</w:t>
      </w:r>
      <w:r w:rsidRPr="00843429">
        <w:rPr>
          <w:rtl/>
        </w:rPr>
        <w:t xml:space="preserve"> </w:t>
      </w:r>
      <w:r w:rsidRPr="00843429">
        <w:t>is</w:t>
      </w:r>
      <w:r w:rsidRPr="00843429">
        <w:rPr>
          <w:rtl/>
        </w:rPr>
        <w:t xml:space="preserve"> </w:t>
      </w:r>
      <w:r w:rsidRPr="00843429">
        <w:t>forbidden</w:t>
      </w:r>
      <w:r w:rsidRPr="00843429">
        <w:rPr>
          <w:rtl/>
        </w:rPr>
        <w:t xml:space="preserve"> </w:t>
      </w:r>
      <w:r w:rsidRPr="00843429">
        <w:t>to</w:t>
      </w:r>
      <w:r w:rsidRPr="00843429">
        <w:rPr>
          <w:rtl/>
        </w:rPr>
        <w:t xml:space="preserve"> </w:t>
      </w:r>
      <w:r w:rsidRPr="00843429">
        <w:t>do</w:t>
      </w:r>
      <w:r w:rsidRPr="00843429">
        <w:rPr>
          <w:rtl/>
        </w:rPr>
        <w:t xml:space="preserve"> </w:t>
      </w:r>
      <w:r w:rsidRPr="00843429">
        <w:t>so</w:t>
      </w:r>
      <w:r w:rsidRPr="00843429">
        <w:rPr>
          <w:rtl/>
        </w:rPr>
        <w:t xml:space="preserve"> </w:t>
      </w:r>
      <w:r w:rsidRPr="00843429">
        <w:t>is</w:t>
      </w:r>
      <w:r w:rsidRPr="00843429">
        <w:rPr>
          <w:rtl/>
        </w:rPr>
        <w:t xml:space="preserve"> </w:t>
      </w:r>
      <w:r w:rsidRPr="00843429">
        <w:t>going</w:t>
      </w:r>
      <w:r w:rsidRPr="00843429">
        <w:rPr>
          <w:rtl/>
        </w:rPr>
        <w:t xml:space="preserve"> </w:t>
      </w:r>
      <w:r w:rsidRPr="00843429">
        <w:t>to</w:t>
      </w:r>
      <w:r w:rsidRPr="00843429">
        <w:rPr>
          <w:rtl/>
        </w:rPr>
        <w:t xml:space="preserve"> </w:t>
      </w:r>
      <w:r w:rsidRPr="00843429">
        <w:t>come</w:t>
      </w:r>
      <w:r w:rsidRPr="00843429">
        <w:rPr>
          <w:rtl/>
        </w:rPr>
        <w:t xml:space="preserve"> </w:t>
      </w:r>
      <w:r w:rsidRPr="00843429">
        <w:t>on</w:t>
      </w:r>
      <w:r w:rsidRPr="00843429">
        <w:rPr>
          <w:rtl/>
        </w:rPr>
        <w:t xml:space="preserve"> </w:t>
      </w:r>
      <w:r w:rsidRPr="00843429">
        <w:t>the</w:t>
      </w:r>
      <w:r w:rsidRPr="00843429">
        <w:rPr>
          <w:rtl/>
        </w:rPr>
        <w:t xml:space="preserve"> </w:t>
      </w:r>
      <w:r w:rsidRPr="00843429">
        <w:t>Day</w:t>
      </w:r>
      <w:r w:rsidRPr="00843429">
        <w:rPr>
          <w:rtl/>
        </w:rPr>
        <w:t xml:space="preserve"> </w:t>
      </w:r>
      <w:r w:rsidRPr="00843429">
        <w:t>of</w:t>
      </w:r>
      <w:r w:rsidRPr="00843429">
        <w:rPr>
          <w:rtl/>
        </w:rPr>
        <w:t xml:space="preserve"> </w:t>
      </w:r>
      <w:r w:rsidRPr="00843429">
        <w:t>Judgment</w:t>
      </w:r>
      <w:r w:rsidRPr="00843429">
        <w:rPr>
          <w:rtl/>
        </w:rPr>
        <w:t xml:space="preserve"> </w:t>
      </w:r>
      <w:r w:rsidRPr="00843429">
        <w:t>shackled</w:t>
      </w:r>
      <w:r w:rsidRPr="00843429">
        <w:rPr>
          <w:rtl/>
        </w:rPr>
        <w:t xml:space="preserve"> </w:t>
      </w:r>
      <w:r w:rsidRPr="00843429">
        <w:t>and</w:t>
      </w:r>
      <w:r w:rsidRPr="00843429">
        <w:rPr>
          <w:rtl/>
        </w:rPr>
        <w:t xml:space="preserve"> </w:t>
      </w:r>
      <w:r w:rsidRPr="00843429">
        <w:t>then</w:t>
      </w:r>
      <w:r w:rsidRPr="00843429">
        <w:rPr>
          <w:rtl/>
        </w:rPr>
        <w:t xml:space="preserve"> </w:t>
      </w:r>
      <w:r w:rsidRPr="00843429">
        <w:t>is</w:t>
      </w:r>
      <w:r w:rsidRPr="00843429">
        <w:rPr>
          <w:rtl/>
        </w:rPr>
        <w:t xml:space="preserve"> </w:t>
      </w:r>
      <w:r w:rsidRPr="00843429">
        <w:t>going</w:t>
      </w:r>
      <w:r w:rsidRPr="00843429">
        <w:rPr>
          <w:rtl/>
        </w:rPr>
        <w:t xml:space="preserve"> </w:t>
      </w:r>
      <w:r w:rsidRPr="00843429">
        <w:t>to</w:t>
      </w:r>
      <w:r w:rsidRPr="00843429">
        <w:rPr>
          <w:rtl/>
        </w:rPr>
        <w:t xml:space="preserve"> </w:t>
      </w:r>
      <w:r w:rsidRPr="00843429">
        <w:t>be</w:t>
      </w:r>
      <w:r w:rsidRPr="00843429">
        <w:rPr>
          <w:rtl/>
        </w:rPr>
        <w:t xml:space="preserve"> </w:t>
      </w:r>
      <w:r w:rsidRPr="00843429">
        <w:t>ordered</w:t>
      </w:r>
      <w:r w:rsidRPr="00843429">
        <w:rPr>
          <w:rtl/>
        </w:rPr>
        <w:t xml:space="preserve"> </w:t>
      </w:r>
      <w:r w:rsidRPr="00843429">
        <w:t>to</w:t>
      </w:r>
      <w:r w:rsidRPr="00843429">
        <w:rPr>
          <w:rtl/>
        </w:rPr>
        <w:t xml:space="preserve"> </w:t>
      </w:r>
      <w:r w:rsidRPr="00843429">
        <w:t>the</w:t>
      </w:r>
      <w:r w:rsidRPr="00843429">
        <w:rPr>
          <w:rtl/>
        </w:rPr>
        <w:t xml:space="preserve"> </w:t>
      </w:r>
      <w:r w:rsidRPr="00843429">
        <w:t>Fire.”</w:t>
      </w:r>
    </w:p>
    <w:p w:rsidR="002E0242" w:rsidRDefault="004E56E9" w:rsidP="00844CC1">
      <w:pPr>
        <w:pStyle w:val="libNormal"/>
      </w:pPr>
      <w:r w:rsidRPr="00844CC1">
        <w:lastRenderedPageBreak/>
        <w:t xml:space="preserve">It is ascribed to Imam Mohammad Al-Baker </w:t>
      </w:r>
      <w:r w:rsidRPr="00844CC1">
        <w:rPr>
          <w:rStyle w:val="libItalicChar"/>
        </w:rPr>
        <w:t>(God’s peace bestowed upon him)</w:t>
      </w:r>
      <w:r w:rsidRPr="00843429">
        <w:t xml:space="preserve"> that he said, “The woman is not permitted to shake hands with a marriageable man but when the hand is covered with a veil.”</w:t>
      </w:r>
    </w:p>
    <w:p w:rsidR="002E0242" w:rsidRDefault="004E56E9" w:rsidP="00844CC1">
      <w:pPr>
        <w:pStyle w:val="libNormal"/>
      </w:pPr>
      <w:r w:rsidRPr="00843429">
        <w:t>Forbiddance, therefore, applies to both men and women: The man is forbidden to shake hands with the marriageable woman, and the woman is forbidden to shake hands with the marriageable man.</w:t>
      </w:r>
    </w:p>
    <w:p w:rsidR="002E0242" w:rsidRDefault="004E56E9" w:rsidP="00712236">
      <w:pPr>
        <w:pStyle w:val="libNormal"/>
      </w:pPr>
      <w:r w:rsidRPr="00712236">
        <w:t xml:space="preserve">This noble verse indicates the seriousness of the role of The Prophet’s </w:t>
      </w:r>
      <w:r w:rsidRPr="00844CC1">
        <w:rPr>
          <w:rStyle w:val="libItalicChar"/>
        </w:rPr>
        <w:t>(God’s prayers and peace bestowed upon him and his Household)</w:t>
      </w:r>
      <w:r w:rsidRPr="00712236">
        <w:t xml:space="preserve"> wives and indicates that they are asked, before the other women are asked, to abide to these Islamic duties which are general for all the Muslims. From these duties is not to speak in a soft i. e. coquettish way. The Muslim woman, therefore, must speak in an honorable way and must turn away from the ways which seduce the listening men, especially those in whose hearts are diseases.</w:t>
      </w:r>
    </w:p>
    <w:p w:rsidR="004E56E9" w:rsidRPr="00843429" w:rsidRDefault="004E56E9" w:rsidP="00844CC1">
      <w:pPr>
        <w:pStyle w:val="libNormal"/>
      </w:pPr>
      <w:r w:rsidRPr="00844CC1">
        <w:t xml:space="preserve">The believing men and women must lower their gazes and not fix their looks at each other. It is ascribed to The Noblest Prophet </w:t>
      </w:r>
      <w:r w:rsidRPr="00844CC1">
        <w:rPr>
          <w:rStyle w:val="libItalicChar"/>
        </w:rPr>
        <w:t>(God’s prayers and peace bestowed upon him and his Household)</w:t>
      </w:r>
      <w:r w:rsidRPr="00844CC1">
        <w:t xml:space="preserve"> that he said, “God’s wrath increases on a married woman who quenches her sight by looking at somebody rather than her husband or at a marriageable man. Once she does so, The Most Glorified and Reverent God aborts everything she does…”</w:t>
      </w:r>
      <w:r w:rsidRPr="00844CC1">
        <w:rPr>
          <w:rStyle w:val="libFootnotenumChar"/>
        </w:rPr>
        <w:endnoteReference w:id="59"/>
      </w:r>
    </w:p>
    <w:p w:rsidR="002E0242" w:rsidRDefault="004E56E9" w:rsidP="00844CC1">
      <w:pPr>
        <w:pStyle w:val="libNormal"/>
        <w:rPr>
          <w:rStyle w:val="libNormalChar"/>
        </w:rPr>
      </w:pPr>
      <w:r w:rsidRPr="00843429">
        <w:t xml:space="preserve">It is ascribed to Imam Abou Abdullah Al-Sadik </w:t>
      </w:r>
      <w:r w:rsidRPr="00844CC1">
        <w:rPr>
          <w:rStyle w:val="libItalicChar"/>
        </w:rPr>
        <w:t>(God’s peace bestowed upon him)</w:t>
      </w:r>
      <w:r w:rsidRPr="00844CC1">
        <w:rPr>
          <w:rStyle w:val="libNormalChar"/>
        </w:rPr>
        <w:t xml:space="preserve"> that he said, “Looking is one of Satan’s poisoned arrows. How many a times has a look resulted in a long sorrow!”</w:t>
      </w:r>
      <w:r w:rsidRPr="00844CC1">
        <w:rPr>
          <w:rStyle w:val="libFootnotenumChar"/>
        </w:rPr>
        <w:endnoteReference w:id="60"/>
      </w:r>
      <w:r w:rsidRPr="00844CC1">
        <w:rPr>
          <w:rStyle w:val="libNormalChar"/>
        </w:rPr>
        <w:t xml:space="preserve"> It is also ascribed to him </w:t>
      </w:r>
      <w:r w:rsidRPr="00844CC1">
        <w:rPr>
          <w:rStyle w:val="libItalicChar"/>
        </w:rPr>
        <w:t>(God’s peace bestowed upon him)</w:t>
      </w:r>
      <w:r w:rsidRPr="00844CC1">
        <w:rPr>
          <w:rStyle w:val="libNormalChar"/>
        </w:rPr>
        <w:t xml:space="preserve"> that he said, “A look after a look plants the desire in the heart, and it is sufficient to seduce the looker.”</w:t>
      </w:r>
      <w:r w:rsidRPr="00844CC1">
        <w:rPr>
          <w:rStyle w:val="libFootnotenumChar"/>
        </w:rPr>
        <w:endnoteReference w:id="61"/>
      </w:r>
      <w:r w:rsidRPr="00844CC1">
        <w:rPr>
          <w:rStyle w:val="libNormalChar"/>
        </w:rPr>
        <w:t xml:space="preserve"> If it is a look with a desire, then even the first look is forbidden.</w:t>
      </w:r>
    </w:p>
    <w:p w:rsidR="002E0242" w:rsidRDefault="004E56E9" w:rsidP="00844CC1">
      <w:pPr>
        <w:pStyle w:val="libNormal"/>
        <w:rPr>
          <w:rtl/>
        </w:rPr>
      </w:pPr>
      <w:r w:rsidRPr="00843429">
        <w:rPr>
          <w:rFonts w:hint="cs"/>
          <w:rtl/>
        </w:rPr>
        <w:t>6</w:t>
      </w:r>
      <w:r w:rsidRPr="00843429">
        <w:t>-</w:t>
      </w:r>
      <w:r w:rsidRPr="00843429">
        <w:rPr>
          <w:rtl/>
        </w:rPr>
        <w:t xml:space="preserve"> </w:t>
      </w:r>
      <w:r w:rsidRPr="00843429">
        <w:t>Joking</w:t>
      </w:r>
      <w:r w:rsidRPr="00843429">
        <w:rPr>
          <w:rtl/>
        </w:rPr>
        <w:t xml:space="preserve"> </w:t>
      </w:r>
      <w:r w:rsidRPr="00843429">
        <w:t>and</w:t>
      </w:r>
      <w:r w:rsidRPr="00843429">
        <w:rPr>
          <w:rtl/>
        </w:rPr>
        <w:t xml:space="preserve"> </w:t>
      </w:r>
      <w:r w:rsidRPr="00843429">
        <w:t>Much</w:t>
      </w:r>
      <w:r w:rsidRPr="00843429">
        <w:rPr>
          <w:rtl/>
        </w:rPr>
        <w:t xml:space="preserve"> </w:t>
      </w:r>
      <w:r w:rsidRPr="00843429">
        <w:t>Laughing: The</w:t>
      </w:r>
      <w:r w:rsidRPr="00843429">
        <w:rPr>
          <w:rtl/>
        </w:rPr>
        <w:t xml:space="preserve"> </w:t>
      </w:r>
      <w:r w:rsidRPr="00843429">
        <w:t>woman</w:t>
      </w:r>
      <w:r w:rsidRPr="00843429">
        <w:rPr>
          <w:rtl/>
        </w:rPr>
        <w:t xml:space="preserve"> </w:t>
      </w:r>
      <w:r w:rsidRPr="00843429">
        <w:t>must</w:t>
      </w:r>
      <w:r w:rsidRPr="00843429">
        <w:rPr>
          <w:rtl/>
        </w:rPr>
        <w:t xml:space="preserve"> </w:t>
      </w:r>
      <w:r w:rsidRPr="00843429">
        <w:t>preserve</w:t>
      </w:r>
      <w:r w:rsidRPr="00843429">
        <w:rPr>
          <w:rtl/>
        </w:rPr>
        <w:t xml:space="preserve"> </w:t>
      </w:r>
      <w:r w:rsidRPr="00843429">
        <w:t>her</w:t>
      </w:r>
      <w:r w:rsidRPr="00843429">
        <w:rPr>
          <w:rtl/>
        </w:rPr>
        <w:t xml:space="preserve"> </w:t>
      </w:r>
      <w:r w:rsidRPr="00843429">
        <w:t>honorability</w:t>
      </w:r>
      <w:r w:rsidRPr="00843429">
        <w:rPr>
          <w:rtl/>
        </w:rPr>
        <w:t xml:space="preserve"> </w:t>
      </w:r>
      <w:r w:rsidRPr="00843429">
        <w:t>when</w:t>
      </w:r>
      <w:r w:rsidRPr="00843429">
        <w:rPr>
          <w:rtl/>
        </w:rPr>
        <w:t xml:space="preserve"> </w:t>
      </w:r>
      <w:r w:rsidRPr="00843429">
        <w:t>she</w:t>
      </w:r>
      <w:r w:rsidRPr="00843429">
        <w:rPr>
          <w:rtl/>
        </w:rPr>
        <w:t xml:space="preserve"> </w:t>
      </w:r>
      <w:r w:rsidRPr="00843429">
        <w:t>is</w:t>
      </w:r>
      <w:r w:rsidRPr="00843429">
        <w:rPr>
          <w:rtl/>
        </w:rPr>
        <w:t xml:space="preserve"> </w:t>
      </w:r>
      <w:r w:rsidRPr="00843429">
        <w:t>present</w:t>
      </w:r>
      <w:r w:rsidRPr="00843429">
        <w:rPr>
          <w:rtl/>
        </w:rPr>
        <w:t xml:space="preserve"> </w:t>
      </w:r>
      <w:r w:rsidRPr="00843429">
        <w:t>at</w:t>
      </w:r>
      <w:r w:rsidRPr="00843429">
        <w:rPr>
          <w:rtl/>
        </w:rPr>
        <w:t xml:space="preserve"> </w:t>
      </w:r>
      <w:r w:rsidRPr="00843429">
        <w:t>the</w:t>
      </w:r>
      <w:r w:rsidRPr="00843429">
        <w:rPr>
          <w:rtl/>
        </w:rPr>
        <w:t xml:space="preserve"> </w:t>
      </w:r>
      <w:r w:rsidRPr="00843429">
        <w:t>same</w:t>
      </w:r>
      <w:r w:rsidRPr="00843429">
        <w:rPr>
          <w:rtl/>
        </w:rPr>
        <w:t xml:space="preserve"> </w:t>
      </w:r>
      <w:r w:rsidRPr="00843429">
        <w:t>place</w:t>
      </w:r>
      <w:r w:rsidRPr="00843429">
        <w:rPr>
          <w:rtl/>
        </w:rPr>
        <w:t xml:space="preserve"> </w:t>
      </w:r>
      <w:r w:rsidRPr="00843429">
        <w:t>with</w:t>
      </w:r>
      <w:r w:rsidRPr="00843429">
        <w:rPr>
          <w:rtl/>
        </w:rPr>
        <w:t xml:space="preserve"> </w:t>
      </w:r>
      <w:r w:rsidRPr="00843429">
        <w:t>marriageable</w:t>
      </w:r>
      <w:r w:rsidRPr="00843429">
        <w:rPr>
          <w:rtl/>
        </w:rPr>
        <w:t xml:space="preserve"> </w:t>
      </w:r>
      <w:r w:rsidRPr="00843429">
        <w:t>men, and</w:t>
      </w:r>
      <w:r w:rsidRPr="00843429">
        <w:rPr>
          <w:rtl/>
        </w:rPr>
        <w:t xml:space="preserve"> </w:t>
      </w:r>
      <w:r w:rsidRPr="00843429">
        <w:t>she</w:t>
      </w:r>
      <w:r w:rsidRPr="00843429">
        <w:rPr>
          <w:rtl/>
        </w:rPr>
        <w:t xml:space="preserve"> </w:t>
      </w:r>
      <w:r w:rsidRPr="00843429">
        <w:t>must</w:t>
      </w:r>
      <w:r w:rsidRPr="00843429">
        <w:rPr>
          <w:rtl/>
        </w:rPr>
        <w:t xml:space="preserve"> </w:t>
      </w:r>
      <w:r w:rsidRPr="00843429">
        <w:t>not</w:t>
      </w:r>
      <w:r w:rsidRPr="00843429">
        <w:rPr>
          <w:rtl/>
        </w:rPr>
        <w:t xml:space="preserve"> </w:t>
      </w:r>
      <w:r w:rsidRPr="00843429">
        <w:t>give</w:t>
      </w:r>
      <w:r w:rsidRPr="00843429">
        <w:rPr>
          <w:rtl/>
        </w:rPr>
        <w:t xml:space="preserve"> </w:t>
      </w:r>
      <w:r w:rsidRPr="00843429">
        <w:t>herself</w:t>
      </w:r>
      <w:r w:rsidRPr="00843429">
        <w:rPr>
          <w:rtl/>
        </w:rPr>
        <w:t xml:space="preserve"> </w:t>
      </w:r>
      <w:r w:rsidRPr="00843429">
        <w:t>vent</w:t>
      </w:r>
      <w:r w:rsidRPr="00843429">
        <w:rPr>
          <w:rtl/>
        </w:rPr>
        <w:t xml:space="preserve"> </w:t>
      </w:r>
      <w:r w:rsidRPr="00843429">
        <w:t>to</w:t>
      </w:r>
      <w:r w:rsidRPr="00843429">
        <w:rPr>
          <w:rtl/>
        </w:rPr>
        <w:t xml:space="preserve"> </w:t>
      </w:r>
      <w:r w:rsidRPr="00843429">
        <w:t>look</w:t>
      </w:r>
      <w:r w:rsidRPr="00843429">
        <w:rPr>
          <w:rtl/>
        </w:rPr>
        <w:t xml:space="preserve"> </w:t>
      </w:r>
      <w:r w:rsidRPr="00843429">
        <w:t>as</w:t>
      </w:r>
      <w:r w:rsidRPr="00843429">
        <w:rPr>
          <w:rtl/>
        </w:rPr>
        <w:t xml:space="preserve"> </w:t>
      </w:r>
      <w:r w:rsidRPr="00843429">
        <w:t>if</w:t>
      </w:r>
      <w:r w:rsidRPr="00843429">
        <w:rPr>
          <w:rtl/>
        </w:rPr>
        <w:t xml:space="preserve"> </w:t>
      </w:r>
      <w:r w:rsidRPr="00843429">
        <w:t>she</w:t>
      </w:r>
      <w:r w:rsidRPr="00843429">
        <w:rPr>
          <w:rtl/>
        </w:rPr>
        <w:t xml:space="preserve"> </w:t>
      </w:r>
      <w:r w:rsidRPr="00843429">
        <w:t>has</w:t>
      </w:r>
      <w:r w:rsidRPr="00843429">
        <w:rPr>
          <w:rtl/>
        </w:rPr>
        <w:t xml:space="preserve"> </w:t>
      </w:r>
      <w:r w:rsidRPr="00843429">
        <w:t>a</w:t>
      </w:r>
      <w:r w:rsidRPr="00843429">
        <w:rPr>
          <w:rtl/>
        </w:rPr>
        <w:t xml:space="preserve"> </w:t>
      </w:r>
      <w:r w:rsidRPr="00843429">
        <w:t>frivolous</w:t>
      </w:r>
      <w:r w:rsidRPr="00843429">
        <w:rPr>
          <w:rtl/>
        </w:rPr>
        <w:t xml:space="preserve"> </w:t>
      </w:r>
      <w:r w:rsidRPr="00843429">
        <w:t>character</w:t>
      </w:r>
      <w:r w:rsidRPr="00843429">
        <w:rPr>
          <w:rtl/>
        </w:rPr>
        <w:t xml:space="preserve"> </w:t>
      </w:r>
      <w:r w:rsidRPr="00843429">
        <w:t>which</w:t>
      </w:r>
      <w:r w:rsidRPr="00843429">
        <w:rPr>
          <w:rtl/>
        </w:rPr>
        <w:t xml:space="preserve"> </w:t>
      </w:r>
      <w:r w:rsidRPr="00843429">
        <w:t>is</w:t>
      </w:r>
      <w:r w:rsidRPr="00843429">
        <w:rPr>
          <w:rtl/>
        </w:rPr>
        <w:t xml:space="preserve"> </w:t>
      </w:r>
      <w:r w:rsidRPr="00843429">
        <w:t>easily</w:t>
      </w:r>
      <w:r w:rsidRPr="00843429">
        <w:rPr>
          <w:rtl/>
        </w:rPr>
        <w:t xml:space="preserve"> </w:t>
      </w:r>
      <w:r w:rsidRPr="00843429">
        <w:t>turned</w:t>
      </w:r>
      <w:r w:rsidRPr="00843429">
        <w:rPr>
          <w:rtl/>
        </w:rPr>
        <w:t xml:space="preserve"> </w:t>
      </w:r>
      <w:r w:rsidRPr="00843429">
        <w:t>with</w:t>
      </w:r>
      <w:r w:rsidRPr="00843429">
        <w:rPr>
          <w:rtl/>
        </w:rPr>
        <w:t xml:space="preserve"> </w:t>
      </w:r>
      <w:r w:rsidRPr="00843429">
        <w:t>the</w:t>
      </w:r>
      <w:r w:rsidRPr="00843429">
        <w:rPr>
          <w:rtl/>
        </w:rPr>
        <w:t xml:space="preserve"> </w:t>
      </w:r>
      <w:r w:rsidRPr="00843429">
        <w:t>fancies. Much</w:t>
      </w:r>
      <w:r w:rsidRPr="00843429">
        <w:rPr>
          <w:rtl/>
        </w:rPr>
        <w:t xml:space="preserve"> </w:t>
      </w:r>
      <w:r w:rsidRPr="00843429">
        <w:t>joking</w:t>
      </w:r>
      <w:r w:rsidRPr="00843429">
        <w:rPr>
          <w:rtl/>
        </w:rPr>
        <w:t xml:space="preserve"> </w:t>
      </w:r>
      <w:r w:rsidRPr="00843429">
        <w:t>and</w:t>
      </w:r>
      <w:r w:rsidRPr="00843429">
        <w:rPr>
          <w:rtl/>
        </w:rPr>
        <w:t xml:space="preserve"> </w:t>
      </w:r>
      <w:r w:rsidRPr="00843429">
        <w:t>laughing</w:t>
      </w:r>
      <w:r w:rsidRPr="00843429">
        <w:rPr>
          <w:rtl/>
        </w:rPr>
        <w:t xml:space="preserve"> </w:t>
      </w:r>
      <w:r w:rsidRPr="00843429">
        <w:t>are</w:t>
      </w:r>
      <w:r w:rsidRPr="00843429">
        <w:rPr>
          <w:rtl/>
        </w:rPr>
        <w:t xml:space="preserve"> </w:t>
      </w:r>
      <w:r w:rsidRPr="00843429">
        <w:t>from</w:t>
      </w:r>
      <w:r w:rsidRPr="00843429">
        <w:rPr>
          <w:rtl/>
        </w:rPr>
        <w:t xml:space="preserve"> </w:t>
      </w:r>
      <w:r w:rsidRPr="00843429">
        <w:t>the</w:t>
      </w:r>
      <w:r w:rsidRPr="00843429">
        <w:rPr>
          <w:rtl/>
        </w:rPr>
        <w:t xml:space="preserve"> </w:t>
      </w:r>
      <w:r w:rsidRPr="00843429">
        <w:t>issues</w:t>
      </w:r>
      <w:r w:rsidRPr="00843429">
        <w:rPr>
          <w:rtl/>
        </w:rPr>
        <w:t xml:space="preserve"> </w:t>
      </w:r>
      <w:r w:rsidRPr="00843429">
        <w:t>which</w:t>
      </w:r>
      <w:r w:rsidRPr="00843429">
        <w:rPr>
          <w:rtl/>
        </w:rPr>
        <w:t xml:space="preserve"> </w:t>
      </w:r>
      <w:r w:rsidRPr="00843429">
        <w:t>show</w:t>
      </w:r>
      <w:r w:rsidRPr="00843429">
        <w:rPr>
          <w:rtl/>
        </w:rPr>
        <w:t xml:space="preserve"> </w:t>
      </w:r>
      <w:r w:rsidRPr="00843429">
        <w:t>the</w:t>
      </w:r>
      <w:r w:rsidRPr="00843429">
        <w:rPr>
          <w:rtl/>
        </w:rPr>
        <w:t xml:space="preserve"> </w:t>
      </w:r>
      <w:r w:rsidRPr="00843429">
        <w:t>woman</w:t>
      </w:r>
      <w:r w:rsidRPr="00843429">
        <w:rPr>
          <w:rtl/>
        </w:rPr>
        <w:t xml:space="preserve"> </w:t>
      </w:r>
      <w:r w:rsidRPr="00843429">
        <w:t>as</w:t>
      </w:r>
      <w:r w:rsidRPr="00843429">
        <w:rPr>
          <w:rtl/>
        </w:rPr>
        <w:t xml:space="preserve"> </w:t>
      </w:r>
      <w:r w:rsidRPr="00843429">
        <w:t>being</w:t>
      </w:r>
      <w:r w:rsidRPr="00843429">
        <w:rPr>
          <w:rtl/>
        </w:rPr>
        <w:t xml:space="preserve"> </w:t>
      </w:r>
      <w:r w:rsidRPr="00843429">
        <w:t>frivolous</w:t>
      </w:r>
      <w:r w:rsidRPr="00843429">
        <w:rPr>
          <w:rtl/>
        </w:rPr>
        <w:t xml:space="preserve"> </w:t>
      </w:r>
      <w:r w:rsidRPr="00843429">
        <w:t>and</w:t>
      </w:r>
      <w:r w:rsidRPr="00843429">
        <w:rPr>
          <w:rtl/>
        </w:rPr>
        <w:t xml:space="preserve"> </w:t>
      </w:r>
      <w:r w:rsidRPr="00843429">
        <w:t>non</w:t>
      </w:r>
      <w:r w:rsidRPr="00843429">
        <w:rPr>
          <w:rtl/>
        </w:rPr>
        <w:t xml:space="preserve"> </w:t>
      </w:r>
      <w:r w:rsidRPr="00843429">
        <w:t>grave</w:t>
      </w:r>
      <w:r w:rsidRPr="00843429">
        <w:rPr>
          <w:rtl/>
        </w:rPr>
        <w:t xml:space="preserve"> </w:t>
      </w:r>
      <w:r w:rsidRPr="00843429">
        <w:t>in</w:t>
      </w:r>
      <w:r w:rsidRPr="00843429">
        <w:rPr>
          <w:rtl/>
        </w:rPr>
        <w:t xml:space="preserve"> </w:t>
      </w:r>
      <w:r w:rsidRPr="00843429">
        <w:t>this</w:t>
      </w:r>
      <w:r w:rsidRPr="00843429">
        <w:rPr>
          <w:rtl/>
        </w:rPr>
        <w:t xml:space="preserve"> </w:t>
      </w:r>
      <w:r w:rsidRPr="00843429">
        <w:t>society</w:t>
      </w:r>
      <w:r w:rsidRPr="00843429">
        <w:rPr>
          <w:rtl/>
        </w:rPr>
        <w:t xml:space="preserve"> </w:t>
      </w:r>
      <w:r w:rsidRPr="00843429">
        <w:t>where</w:t>
      </w:r>
      <w:r w:rsidRPr="00843429">
        <w:rPr>
          <w:rtl/>
        </w:rPr>
        <w:t xml:space="preserve"> </w:t>
      </w:r>
      <w:r w:rsidRPr="00843429">
        <w:t>both</w:t>
      </w:r>
      <w:r w:rsidRPr="00843429">
        <w:rPr>
          <w:rtl/>
        </w:rPr>
        <w:t xml:space="preserve"> </w:t>
      </w:r>
      <w:r w:rsidRPr="00843429">
        <w:t>men</w:t>
      </w:r>
      <w:r w:rsidRPr="00843429">
        <w:rPr>
          <w:rtl/>
        </w:rPr>
        <w:t xml:space="preserve"> </w:t>
      </w:r>
      <w:r w:rsidRPr="00843429">
        <w:t>and</w:t>
      </w:r>
      <w:r w:rsidRPr="00843429">
        <w:rPr>
          <w:rtl/>
        </w:rPr>
        <w:t xml:space="preserve"> </w:t>
      </w:r>
      <w:r w:rsidRPr="00843429">
        <w:t>women</w:t>
      </w:r>
      <w:r w:rsidRPr="00843429">
        <w:rPr>
          <w:rtl/>
        </w:rPr>
        <w:t xml:space="preserve"> </w:t>
      </w:r>
      <w:r w:rsidRPr="00843429">
        <w:t>are</w:t>
      </w:r>
      <w:r w:rsidRPr="00843429">
        <w:rPr>
          <w:rtl/>
        </w:rPr>
        <w:t xml:space="preserve"> </w:t>
      </w:r>
      <w:r w:rsidRPr="00843429">
        <w:t>present. Because</w:t>
      </w:r>
      <w:r w:rsidRPr="00843429">
        <w:rPr>
          <w:rtl/>
        </w:rPr>
        <w:t xml:space="preserve"> </w:t>
      </w:r>
      <w:r w:rsidRPr="00843429">
        <w:t>of</w:t>
      </w:r>
      <w:r w:rsidRPr="00843429">
        <w:rPr>
          <w:rtl/>
        </w:rPr>
        <w:t xml:space="preserve"> </w:t>
      </w:r>
      <w:r w:rsidRPr="00843429">
        <w:t>this, it</w:t>
      </w:r>
      <w:r w:rsidRPr="00843429">
        <w:rPr>
          <w:rtl/>
        </w:rPr>
        <w:t xml:space="preserve"> </w:t>
      </w:r>
      <w:r w:rsidRPr="00843429">
        <w:t>is</w:t>
      </w:r>
      <w:r w:rsidRPr="00843429">
        <w:rPr>
          <w:rtl/>
        </w:rPr>
        <w:t xml:space="preserve"> </w:t>
      </w:r>
      <w:r w:rsidRPr="00843429">
        <w:t>related</w:t>
      </w:r>
      <w:r w:rsidRPr="00843429">
        <w:rPr>
          <w:rtl/>
        </w:rPr>
        <w:t xml:space="preserve"> </w:t>
      </w:r>
      <w:r w:rsidRPr="00843429">
        <w:t>in</w:t>
      </w:r>
      <w:r w:rsidRPr="00843429">
        <w:rPr>
          <w:rtl/>
        </w:rPr>
        <w:t xml:space="preserve"> </w:t>
      </w:r>
      <w:r w:rsidRPr="00843429">
        <w:t>the</w:t>
      </w:r>
      <w:r w:rsidRPr="00843429">
        <w:rPr>
          <w:rtl/>
        </w:rPr>
        <w:t xml:space="preserve"> </w:t>
      </w:r>
      <w:r w:rsidRPr="00843429">
        <w:t>narrative</w:t>
      </w:r>
      <w:r w:rsidRPr="00843429">
        <w:rPr>
          <w:rtl/>
        </w:rPr>
        <w:t xml:space="preserve"> </w:t>
      </w:r>
      <w:r w:rsidRPr="00843429">
        <w:t>ascribed</w:t>
      </w:r>
      <w:r w:rsidRPr="00843429">
        <w:rPr>
          <w:rtl/>
        </w:rPr>
        <w:t xml:space="preserve"> </w:t>
      </w:r>
      <w:r w:rsidRPr="00843429">
        <w:t>to</w:t>
      </w:r>
      <w:r w:rsidRPr="00843429">
        <w:rPr>
          <w:rtl/>
        </w:rPr>
        <w:t xml:space="preserve"> </w:t>
      </w:r>
      <w:r w:rsidRPr="00843429">
        <w:t>God</w:t>
      </w:r>
      <w:r w:rsidRPr="00843429">
        <w:rPr>
          <w:rtl/>
        </w:rPr>
        <w:t>’</w:t>
      </w:r>
      <w:r w:rsidRPr="00843429">
        <w:t>s</w:t>
      </w:r>
      <w:r w:rsidRPr="00843429">
        <w:rPr>
          <w:rtl/>
        </w:rPr>
        <w:t xml:space="preserve"> </w:t>
      </w:r>
      <w:r w:rsidRPr="00843429">
        <w:t>prophet</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prayers</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his</w:t>
      </w:r>
      <w:r w:rsidRPr="00844CC1">
        <w:rPr>
          <w:rStyle w:val="libItalicChar"/>
          <w:rtl/>
        </w:rPr>
        <w:t xml:space="preserve"> </w:t>
      </w:r>
      <w:r w:rsidRPr="00844CC1">
        <w:rPr>
          <w:rStyle w:val="libItalicChar"/>
        </w:rPr>
        <w:t>Household</w:t>
      </w:r>
      <w:r w:rsidRPr="00844CC1">
        <w:rPr>
          <w:rStyle w:val="libItalicChar"/>
          <w:rtl/>
        </w:rPr>
        <w:t>)</w:t>
      </w:r>
      <w:r w:rsidRPr="00843429">
        <w:rPr>
          <w:rtl/>
        </w:rPr>
        <w:t xml:space="preserve"> </w:t>
      </w:r>
      <w:r w:rsidRPr="00843429">
        <w:t>that</w:t>
      </w:r>
      <w:r w:rsidRPr="00843429">
        <w:rPr>
          <w:rtl/>
        </w:rPr>
        <w:t xml:space="preserve"> </w:t>
      </w:r>
      <w:r w:rsidRPr="00843429">
        <w:t>he</w:t>
      </w:r>
      <w:r w:rsidRPr="00843429">
        <w:rPr>
          <w:rtl/>
        </w:rPr>
        <w:t xml:space="preserve"> </w:t>
      </w:r>
      <w:r w:rsidRPr="00843429">
        <w:t xml:space="preserve">said, </w:t>
      </w:r>
      <w:r w:rsidRPr="00843429">
        <w:rPr>
          <w:rtl/>
        </w:rPr>
        <w:t>“</w:t>
      </w:r>
      <w:r w:rsidRPr="00843429">
        <w:t>He</w:t>
      </w:r>
      <w:r w:rsidRPr="00843429">
        <w:rPr>
          <w:rtl/>
        </w:rPr>
        <w:t xml:space="preserve"> </w:t>
      </w:r>
      <w:r w:rsidRPr="00843429">
        <w:t>who</w:t>
      </w:r>
      <w:r w:rsidRPr="00843429">
        <w:rPr>
          <w:rtl/>
        </w:rPr>
        <w:t xml:space="preserve"> </w:t>
      </w:r>
      <w:r w:rsidRPr="00843429">
        <w:t>jokes</w:t>
      </w:r>
      <w:r w:rsidRPr="00843429">
        <w:rPr>
          <w:rtl/>
        </w:rPr>
        <w:t xml:space="preserve"> </w:t>
      </w:r>
      <w:r w:rsidRPr="00843429">
        <w:t>with</w:t>
      </w:r>
      <w:r w:rsidRPr="00843429">
        <w:rPr>
          <w:rtl/>
        </w:rPr>
        <w:t xml:space="preserve"> </w:t>
      </w:r>
      <w:r w:rsidRPr="00843429">
        <w:t>a</w:t>
      </w:r>
      <w:r w:rsidRPr="00843429">
        <w:rPr>
          <w:rtl/>
        </w:rPr>
        <w:t xml:space="preserve"> </w:t>
      </w:r>
      <w:r w:rsidRPr="00843429">
        <w:t>woman</w:t>
      </w:r>
      <w:r w:rsidRPr="00843429">
        <w:rPr>
          <w:rtl/>
        </w:rPr>
        <w:t xml:space="preserve"> </w:t>
      </w:r>
      <w:r w:rsidRPr="00843429">
        <w:t>who</w:t>
      </w:r>
      <w:r w:rsidRPr="00843429">
        <w:rPr>
          <w:rtl/>
        </w:rPr>
        <w:t xml:space="preserve"> </w:t>
      </w:r>
      <w:r w:rsidRPr="00843429">
        <w:t>is</w:t>
      </w:r>
      <w:r w:rsidRPr="00843429">
        <w:rPr>
          <w:rtl/>
        </w:rPr>
        <w:t xml:space="preserve"> </w:t>
      </w:r>
      <w:r w:rsidRPr="00843429">
        <w:t>not</w:t>
      </w:r>
      <w:r w:rsidRPr="00843429">
        <w:rPr>
          <w:rtl/>
        </w:rPr>
        <w:t xml:space="preserve"> </w:t>
      </w:r>
      <w:r w:rsidRPr="00843429">
        <w:t>his</w:t>
      </w:r>
      <w:r w:rsidRPr="00843429">
        <w:rPr>
          <w:rtl/>
        </w:rPr>
        <w:t xml:space="preserve"> </w:t>
      </w:r>
      <w:r w:rsidRPr="00843429">
        <w:t>own</w:t>
      </w:r>
      <w:r w:rsidRPr="00843429">
        <w:rPr>
          <w:rtl/>
        </w:rPr>
        <w:t xml:space="preserve"> </w:t>
      </w:r>
      <w:r w:rsidRPr="00843429">
        <w:t>wife</w:t>
      </w:r>
      <w:r w:rsidRPr="00843429">
        <w:rPr>
          <w:rtl/>
        </w:rPr>
        <w:t xml:space="preserve"> </w:t>
      </w:r>
      <w:r w:rsidRPr="00843429">
        <w:t>will</w:t>
      </w:r>
      <w:r w:rsidRPr="00843429">
        <w:rPr>
          <w:rtl/>
        </w:rPr>
        <w:t xml:space="preserve"> </w:t>
      </w:r>
      <w:r w:rsidRPr="00843429">
        <w:t>have</w:t>
      </w:r>
    </w:p>
    <w:p w:rsidR="002E0242" w:rsidRDefault="004E56E9" w:rsidP="00844CC1">
      <w:pPr>
        <w:pStyle w:val="libNormal"/>
      </w:pPr>
      <w:r w:rsidRPr="00843429">
        <w:t>Joking deletes the psychological limits and paves the way in front of any probable slipping.</w:t>
      </w:r>
    </w:p>
    <w:p w:rsidR="004E56E9" w:rsidRPr="00843429" w:rsidRDefault="004E56E9" w:rsidP="00844CC1">
      <w:pPr>
        <w:pStyle w:val="libNormal"/>
      </w:pPr>
      <w:r w:rsidRPr="00843429">
        <w:t xml:space="preserve">Abou Baseer said, “I was teaching Qur’an to one woman, and I joked with her about something. When I went to Abou Jaafar [Imam Al- Baker] </w:t>
      </w:r>
      <w:r w:rsidRPr="00844CC1">
        <w:rPr>
          <w:rStyle w:val="libItalicChar"/>
        </w:rPr>
        <w:t>(God’s peace bestowed upon him)</w:t>
      </w:r>
      <w:r w:rsidRPr="00844CC1">
        <w:t xml:space="preserve">, he asked me, ‘What did you say to the woman?’ So, I covered my face. He </w:t>
      </w:r>
      <w:r w:rsidRPr="00844CC1">
        <w:rPr>
          <w:rStyle w:val="libItalicChar"/>
        </w:rPr>
        <w:t>(God’s peace bestowed upon him)</w:t>
      </w:r>
      <w:r w:rsidRPr="00843429">
        <w:t xml:space="preserve"> said to me, ‘Do not do that again. ’”</w:t>
      </w:r>
    </w:p>
    <w:p w:rsidR="004E56E9" w:rsidRPr="00843429" w:rsidRDefault="004E56E9" w:rsidP="00844CC1">
      <w:pPr>
        <w:pStyle w:val="libNormal"/>
      </w:pPr>
      <w:r w:rsidRPr="00843429">
        <w:t>These are the major standards which must be taken into consideration when men and women are present at the same place</w:t>
      </w:r>
      <w:r>
        <w:t>.</w:t>
      </w:r>
    </w:p>
    <w:p w:rsidR="002E0242" w:rsidRDefault="004E56E9" w:rsidP="004E56E9">
      <w:pPr>
        <w:pStyle w:val="Heading2Center"/>
      </w:pPr>
      <w:bookmarkStart w:id="70" w:name="_Toc418512260"/>
      <w:r w:rsidRPr="00843429">
        <w:t>Summary</w:t>
      </w:r>
      <w:bookmarkEnd w:id="70"/>
    </w:p>
    <w:p w:rsidR="002E0242" w:rsidRDefault="004E56E9" w:rsidP="00844CC1">
      <w:pPr>
        <w:pStyle w:val="libNormal"/>
      </w:pPr>
      <w:r w:rsidRPr="00843429">
        <w:t>Men’s and women’s being at the same place represents, in general, a fertile land for falling in a lot of behavioral and psychological deviations.</w:t>
      </w:r>
    </w:p>
    <w:p w:rsidR="002E0242" w:rsidRDefault="004E56E9" w:rsidP="00844CC1">
      <w:pPr>
        <w:pStyle w:val="libNormal"/>
      </w:pPr>
      <w:r w:rsidRPr="00843429">
        <w:t>Since men’s and women’s being at the same place is dangerous, it is necessary to get acquainted with the religious limits which prevent the human being from falling into the trap of Satan and which supply the human being with the requisite protection and invulnerability.</w:t>
      </w:r>
    </w:p>
    <w:p w:rsidR="002E0242" w:rsidRDefault="004E56E9" w:rsidP="00844CC1">
      <w:pPr>
        <w:pStyle w:val="libNormal"/>
      </w:pPr>
      <w:r w:rsidRPr="00843429">
        <w:t>Men’s and women’s being at the same place means the meeting of the marriageable men and the women at the same place, whether a house, a market, a road, etc. Then, any meeting for one of the sexes with the other sex is considered to be involved in this definition.</w:t>
      </w:r>
    </w:p>
    <w:p w:rsidR="004E56E9" w:rsidRPr="00843429" w:rsidRDefault="004E56E9" w:rsidP="00844CC1">
      <w:pPr>
        <w:pStyle w:val="libNormal"/>
      </w:pPr>
      <w:r w:rsidRPr="00843429">
        <w:lastRenderedPageBreak/>
        <w:t>The sacred doctrine forbids that sort of men’s and women’s being at the same place which reaches the extent of the privacy between the marriageable man and woman. There are two basic points which result in the forbiddance of the privacy:</w:t>
      </w:r>
    </w:p>
    <w:p w:rsidR="004E56E9" w:rsidRPr="00843429" w:rsidRDefault="004E56E9" w:rsidP="00844CC1">
      <w:pPr>
        <w:pStyle w:val="libNormal"/>
      </w:pPr>
      <w:r w:rsidRPr="00843429">
        <w:t>1- To be alone in a place where nobody else can enter</w:t>
      </w:r>
    </w:p>
    <w:p w:rsidR="004E56E9" w:rsidRPr="00843429" w:rsidRDefault="004E56E9" w:rsidP="00844CC1">
      <w:pPr>
        <w:pStyle w:val="libNormal"/>
      </w:pPr>
      <w:r w:rsidRPr="00843429">
        <w:t>2- Not to be safe from evil, even if the evil is restricted to the limit of the forbidden look</w:t>
      </w:r>
    </w:p>
    <w:p w:rsidR="004E56E9" w:rsidRPr="00843429" w:rsidRDefault="004E56E9" w:rsidP="00844CC1">
      <w:pPr>
        <w:pStyle w:val="libNormal"/>
      </w:pPr>
      <w:r w:rsidRPr="00843429">
        <w:t>When men and women are present at the same place, there are several limits which must be taken into consideration and which must be avoided. Here we mention some of these limits:</w:t>
      </w:r>
    </w:p>
    <w:p w:rsidR="004E56E9" w:rsidRPr="00843429" w:rsidRDefault="004E56E9" w:rsidP="00844CC1">
      <w:pPr>
        <w:pStyle w:val="libNormal"/>
      </w:pPr>
      <w:r w:rsidRPr="00843429">
        <w:t>1- Grooming and adorning</w:t>
      </w:r>
    </w:p>
    <w:p w:rsidR="004E56E9" w:rsidRPr="00843429" w:rsidRDefault="004E56E9" w:rsidP="00844CC1">
      <w:pPr>
        <w:pStyle w:val="libNormal"/>
      </w:pPr>
      <w:r w:rsidRPr="00843429">
        <w:t>2- Fragrance and perfume</w:t>
      </w:r>
    </w:p>
    <w:p w:rsidR="004E56E9" w:rsidRPr="00843429" w:rsidRDefault="004E56E9" w:rsidP="00844CC1">
      <w:pPr>
        <w:pStyle w:val="libNormal"/>
      </w:pPr>
      <w:r w:rsidRPr="00843429">
        <w:t>3- Touching the marriageable person and shaking hands</w:t>
      </w:r>
    </w:p>
    <w:p w:rsidR="002E0242" w:rsidRDefault="004E56E9" w:rsidP="00844CC1">
      <w:pPr>
        <w:pStyle w:val="libNormal"/>
      </w:pPr>
      <w:r w:rsidRPr="00843429">
        <w:t>4- Speaking in a seductive way i. e. coquettishly</w:t>
      </w:r>
    </w:p>
    <w:p w:rsidR="004E56E9" w:rsidRPr="00843429" w:rsidRDefault="004E56E9" w:rsidP="00844CC1">
      <w:pPr>
        <w:pStyle w:val="libNormal"/>
      </w:pPr>
      <w:r w:rsidRPr="00843429">
        <w:t>5- Going too far in looking</w:t>
      </w:r>
    </w:p>
    <w:p w:rsidR="002E0242" w:rsidRDefault="004E56E9" w:rsidP="00844CC1">
      <w:pPr>
        <w:pStyle w:val="libNormal"/>
      </w:pPr>
      <w:r w:rsidRPr="00843429">
        <w:t>6- Joking and much laughing</w:t>
      </w:r>
    </w:p>
    <w:p w:rsidR="004E56E9" w:rsidRDefault="004E56E9" w:rsidP="004E56E9">
      <w:pPr>
        <w:pStyle w:val="Heading2Center"/>
        <w:rPr>
          <w:lang w:bidi="ar-LB"/>
        </w:rPr>
      </w:pPr>
      <w:bookmarkStart w:id="71" w:name="_Toc418512261"/>
      <w:r w:rsidRPr="00843429">
        <w:rPr>
          <w:lang w:bidi="ar-LB"/>
        </w:rPr>
        <w:t>Comprehension Questions</w:t>
      </w:r>
      <w:bookmarkEnd w:id="71"/>
    </w:p>
    <w:p w:rsidR="002E0242" w:rsidRDefault="004E56E9" w:rsidP="00844CC1">
      <w:pPr>
        <w:pStyle w:val="libNormal"/>
      </w:pPr>
      <w:r w:rsidRPr="00843429">
        <w:t>1- What</w:t>
      </w:r>
      <w:r w:rsidRPr="00843429">
        <w:rPr>
          <w:rtl/>
        </w:rPr>
        <w:t xml:space="preserve"> </w:t>
      </w:r>
      <w:r w:rsidRPr="00843429">
        <w:t>are</w:t>
      </w:r>
      <w:r w:rsidRPr="00843429">
        <w:rPr>
          <w:rtl/>
        </w:rPr>
        <w:t xml:space="preserve"> </w:t>
      </w:r>
      <w:r w:rsidRPr="00843429">
        <w:t>the</w:t>
      </w:r>
      <w:r w:rsidRPr="00843429">
        <w:rPr>
          <w:rtl/>
        </w:rPr>
        <w:t xml:space="preserve"> </w:t>
      </w:r>
      <w:r w:rsidRPr="00843429">
        <w:t>social</w:t>
      </w:r>
      <w:r w:rsidRPr="00843429">
        <w:rPr>
          <w:rtl/>
        </w:rPr>
        <w:t xml:space="preserve"> </w:t>
      </w:r>
      <w:r w:rsidRPr="00843429">
        <w:t>consequences</w:t>
      </w:r>
      <w:r w:rsidRPr="00843429">
        <w:rPr>
          <w:rtl/>
        </w:rPr>
        <w:t xml:space="preserve"> </w:t>
      </w:r>
      <w:r w:rsidRPr="00843429">
        <w:t>of</w:t>
      </w:r>
      <w:r w:rsidRPr="00843429">
        <w:rPr>
          <w:rtl/>
        </w:rPr>
        <w:t xml:space="preserve"> </w:t>
      </w:r>
      <w:r w:rsidRPr="00843429">
        <w:t>men</w:t>
      </w:r>
      <w:r w:rsidRPr="00843429">
        <w:rPr>
          <w:rtl/>
        </w:rPr>
        <w:t>’</w:t>
      </w:r>
      <w:r w:rsidRPr="00843429">
        <w:t>s</w:t>
      </w:r>
      <w:r w:rsidRPr="00843429">
        <w:rPr>
          <w:rtl/>
        </w:rPr>
        <w:t xml:space="preserve"> </w:t>
      </w:r>
      <w:r w:rsidRPr="00843429">
        <w:t>and</w:t>
      </w:r>
      <w:r w:rsidRPr="00843429">
        <w:rPr>
          <w:rtl/>
        </w:rPr>
        <w:t xml:space="preserve"> </w:t>
      </w:r>
      <w:r w:rsidRPr="00843429">
        <w:t>women</w:t>
      </w:r>
      <w:r w:rsidRPr="00843429">
        <w:rPr>
          <w:rtl/>
        </w:rPr>
        <w:t>’</w:t>
      </w:r>
      <w:r w:rsidRPr="00843429">
        <w:t>s</w:t>
      </w:r>
      <w:r w:rsidRPr="00843429">
        <w:rPr>
          <w:rtl/>
        </w:rPr>
        <w:t xml:space="preserve"> </w:t>
      </w:r>
      <w:r w:rsidRPr="00843429">
        <w:t>being</w:t>
      </w:r>
      <w:r w:rsidRPr="00843429">
        <w:rPr>
          <w:rtl/>
        </w:rPr>
        <w:t xml:space="preserve"> </w:t>
      </w:r>
      <w:r w:rsidRPr="00843429">
        <w:t>at</w:t>
      </w:r>
      <w:r w:rsidRPr="00843429">
        <w:rPr>
          <w:rtl/>
        </w:rPr>
        <w:t xml:space="preserve"> </w:t>
      </w:r>
      <w:r w:rsidRPr="00843429">
        <w:t>the</w:t>
      </w:r>
      <w:r w:rsidRPr="00843429">
        <w:rPr>
          <w:rtl/>
        </w:rPr>
        <w:t xml:space="preserve"> </w:t>
      </w:r>
      <w:r w:rsidRPr="00843429">
        <w:t>same</w:t>
      </w:r>
      <w:r w:rsidRPr="00843429">
        <w:rPr>
          <w:rtl/>
        </w:rPr>
        <w:t xml:space="preserve"> </w:t>
      </w:r>
      <w:r w:rsidRPr="00843429">
        <w:t>place?</w:t>
      </w:r>
    </w:p>
    <w:p w:rsidR="002E0242" w:rsidRDefault="004E56E9" w:rsidP="00844CC1">
      <w:pPr>
        <w:pStyle w:val="libNormal"/>
      </w:pPr>
      <w:r w:rsidRPr="00843429">
        <w:t>2- What</w:t>
      </w:r>
      <w:r w:rsidRPr="00843429">
        <w:rPr>
          <w:rtl/>
        </w:rPr>
        <w:t xml:space="preserve"> </w:t>
      </w:r>
      <w:r w:rsidRPr="00843429">
        <w:t>is</w:t>
      </w:r>
      <w:r w:rsidRPr="00843429">
        <w:rPr>
          <w:rtl/>
        </w:rPr>
        <w:t xml:space="preserve"> </w:t>
      </w:r>
      <w:r w:rsidRPr="00843429">
        <w:t>meant</w:t>
      </w:r>
      <w:r w:rsidRPr="00843429">
        <w:rPr>
          <w:rtl/>
        </w:rPr>
        <w:t xml:space="preserve"> </w:t>
      </w:r>
      <w:r w:rsidRPr="00843429">
        <w:t>by</w:t>
      </w:r>
      <w:r w:rsidRPr="00843429">
        <w:rPr>
          <w:rtl/>
        </w:rPr>
        <w:t xml:space="preserve"> </w:t>
      </w:r>
      <w:r w:rsidRPr="00843429">
        <w:t>men</w:t>
      </w:r>
      <w:r w:rsidRPr="00843429">
        <w:rPr>
          <w:rtl/>
        </w:rPr>
        <w:t>’</w:t>
      </w:r>
      <w:r w:rsidRPr="00843429">
        <w:t>s</w:t>
      </w:r>
      <w:r w:rsidRPr="00843429">
        <w:rPr>
          <w:rtl/>
        </w:rPr>
        <w:t xml:space="preserve"> </w:t>
      </w:r>
      <w:r w:rsidRPr="00843429">
        <w:t>and</w:t>
      </w:r>
      <w:r w:rsidRPr="00843429">
        <w:rPr>
          <w:rtl/>
        </w:rPr>
        <w:t xml:space="preserve"> </w:t>
      </w:r>
      <w:r w:rsidRPr="00843429">
        <w:t>women</w:t>
      </w:r>
      <w:r w:rsidRPr="00843429">
        <w:rPr>
          <w:rtl/>
        </w:rPr>
        <w:t>’</w:t>
      </w:r>
      <w:r w:rsidRPr="00843429">
        <w:t>s</w:t>
      </w:r>
      <w:r w:rsidRPr="00843429">
        <w:rPr>
          <w:rtl/>
        </w:rPr>
        <w:t xml:space="preserve"> </w:t>
      </w:r>
      <w:r w:rsidRPr="00843429">
        <w:t>being</w:t>
      </w:r>
      <w:r w:rsidRPr="00843429">
        <w:rPr>
          <w:rtl/>
        </w:rPr>
        <w:t xml:space="preserve"> </w:t>
      </w:r>
      <w:r w:rsidRPr="00843429">
        <w:t>at</w:t>
      </w:r>
      <w:r w:rsidRPr="00843429">
        <w:rPr>
          <w:rtl/>
        </w:rPr>
        <w:t xml:space="preserve"> </w:t>
      </w:r>
      <w:r w:rsidRPr="00843429">
        <w:t>the</w:t>
      </w:r>
      <w:r w:rsidRPr="00843429">
        <w:rPr>
          <w:rtl/>
        </w:rPr>
        <w:t xml:space="preserve"> </w:t>
      </w:r>
      <w:r w:rsidRPr="00843429">
        <w:t>same</w:t>
      </w:r>
      <w:r w:rsidRPr="00843429">
        <w:rPr>
          <w:rtl/>
        </w:rPr>
        <w:t xml:space="preserve"> </w:t>
      </w:r>
      <w:r w:rsidRPr="00843429">
        <w:t>place?</w:t>
      </w:r>
    </w:p>
    <w:p w:rsidR="002E0242" w:rsidRDefault="004E56E9" w:rsidP="00844CC1">
      <w:pPr>
        <w:pStyle w:val="libNormal"/>
      </w:pPr>
      <w:r w:rsidRPr="00843429">
        <w:t>3-</w:t>
      </w:r>
      <w:r w:rsidRPr="00843429">
        <w:rPr>
          <w:rtl/>
        </w:rPr>
        <w:t xml:space="preserve"> </w:t>
      </w:r>
      <w:r w:rsidRPr="00843429">
        <w:t>What</w:t>
      </w:r>
      <w:r w:rsidRPr="00843429">
        <w:rPr>
          <w:rtl/>
        </w:rPr>
        <w:t xml:space="preserve"> </w:t>
      </w:r>
      <w:r w:rsidRPr="00843429">
        <w:t>is</w:t>
      </w:r>
      <w:r w:rsidRPr="00843429">
        <w:rPr>
          <w:rtl/>
        </w:rPr>
        <w:t xml:space="preserve"> </w:t>
      </w:r>
      <w:r w:rsidRPr="00843429">
        <w:t>the</w:t>
      </w:r>
      <w:r w:rsidRPr="00843429">
        <w:rPr>
          <w:rtl/>
        </w:rPr>
        <w:t xml:space="preserve"> </w:t>
      </w:r>
      <w:r w:rsidRPr="00843429">
        <w:t>difference</w:t>
      </w:r>
      <w:r w:rsidRPr="00843429">
        <w:rPr>
          <w:rtl/>
        </w:rPr>
        <w:t xml:space="preserve"> </w:t>
      </w:r>
      <w:r w:rsidRPr="00843429">
        <w:t>between</w:t>
      </w:r>
      <w:r w:rsidRPr="00843429">
        <w:rPr>
          <w:rtl/>
        </w:rPr>
        <w:t xml:space="preserve"> </w:t>
      </w:r>
      <w:r w:rsidRPr="00843429">
        <w:t>men</w:t>
      </w:r>
      <w:r w:rsidRPr="00843429">
        <w:rPr>
          <w:rtl/>
        </w:rPr>
        <w:t>’</w:t>
      </w:r>
      <w:r w:rsidRPr="00843429">
        <w:t>s</w:t>
      </w:r>
      <w:r w:rsidRPr="00843429">
        <w:rPr>
          <w:rtl/>
        </w:rPr>
        <w:t xml:space="preserve"> </w:t>
      </w:r>
      <w:r w:rsidRPr="00843429">
        <w:t>and</w:t>
      </w:r>
      <w:r w:rsidRPr="00843429">
        <w:rPr>
          <w:rtl/>
        </w:rPr>
        <w:t xml:space="preserve"> </w:t>
      </w:r>
      <w:r w:rsidRPr="00843429">
        <w:t>women</w:t>
      </w:r>
      <w:r w:rsidRPr="00843429">
        <w:rPr>
          <w:rtl/>
        </w:rPr>
        <w:t>’</w:t>
      </w:r>
      <w:r w:rsidRPr="00843429">
        <w:t>s</w:t>
      </w:r>
      <w:r w:rsidRPr="00843429">
        <w:rPr>
          <w:rtl/>
        </w:rPr>
        <w:t xml:space="preserve"> </w:t>
      </w:r>
      <w:r w:rsidRPr="00843429">
        <w:t>being</w:t>
      </w:r>
      <w:r w:rsidRPr="00843429">
        <w:rPr>
          <w:rtl/>
        </w:rPr>
        <w:t xml:space="preserve"> </w:t>
      </w:r>
      <w:r w:rsidRPr="00843429">
        <w:t>at</w:t>
      </w:r>
      <w:r w:rsidRPr="00843429">
        <w:rPr>
          <w:rtl/>
        </w:rPr>
        <w:t xml:space="preserve"> </w:t>
      </w:r>
      <w:r w:rsidRPr="00843429">
        <w:t>the</w:t>
      </w:r>
      <w:r w:rsidRPr="00843429">
        <w:rPr>
          <w:rtl/>
        </w:rPr>
        <w:t xml:space="preserve"> </w:t>
      </w:r>
      <w:r w:rsidRPr="00843429">
        <w:t>same</w:t>
      </w:r>
      <w:r w:rsidRPr="00843429">
        <w:rPr>
          <w:rtl/>
        </w:rPr>
        <w:t xml:space="preserve"> </w:t>
      </w:r>
      <w:r w:rsidRPr="00843429">
        <w:t>place</w:t>
      </w:r>
      <w:r w:rsidRPr="00843429">
        <w:rPr>
          <w:rtl/>
        </w:rPr>
        <w:t xml:space="preserve"> </w:t>
      </w:r>
      <w:r w:rsidRPr="00843429">
        <w:t>and</w:t>
      </w:r>
      <w:r w:rsidRPr="00843429">
        <w:rPr>
          <w:rtl/>
        </w:rPr>
        <w:t xml:space="preserve"> </w:t>
      </w:r>
      <w:r w:rsidRPr="00843429">
        <w:t>the</w:t>
      </w:r>
      <w:r w:rsidRPr="00843429">
        <w:rPr>
          <w:rtl/>
        </w:rPr>
        <w:t xml:space="preserve"> </w:t>
      </w:r>
      <w:r w:rsidRPr="00843429">
        <w:t>forbidden</w:t>
      </w:r>
      <w:r w:rsidRPr="00843429">
        <w:rPr>
          <w:rtl/>
        </w:rPr>
        <w:t xml:space="preserve"> </w:t>
      </w:r>
      <w:r w:rsidRPr="00843429">
        <w:t>privacy?</w:t>
      </w:r>
    </w:p>
    <w:p w:rsidR="002E0242" w:rsidRDefault="004E56E9" w:rsidP="00844CC1">
      <w:pPr>
        <w:pStyle w:val="libNormal"/>
      </w:pPr>
      <w:r w:rsidRPr="00843429">
        <w:t>4-</w:t>
      </w:r>
      <w:r w:rsidRPr="00843429">
        <w:rPr>
          <w:rtl/>
        </w:rPr>
        <w:t xml:space="preserve"> </w:t>
      </w:r>
      <w:r w:rsidRPr="00843429">
        <w:t>What</w:t>
      </w:r>
      <w:r w:rsidRPr="00843429">
        <w:rPr>
          <w:rtl/>
        </w:rPr>
        <w:t xml:space="preserve"> </w:t>
      </w:r>
      <w:r w:rsidRPr="00843429">
        <w:t>are</w:t>
      </w:r>
      <w:r w:rsidRPr="00843429">
        <w:rPr>
          <w:rtl/>
        </w:rPr>
        <w:t xml:space="preserve"> </w:t>
      </w:r>
      <w:r w:rsidRPr="00843429">
        <w:t>the</w:t>
      </w:r>
      <w:r w:rsidRPr="00843429">
        <w:rPr>
          <w:rtl/>
        </w:rPr>
        <w:t xml:space="preserve"> </w:t>
      </w:r>
      <w:r w:rsidRPr="00843429">
        <w:t>two</w:t>
      </w:r>
      <w:r w:rsidRPr="00843429">
        <w:rPr>
          <w:rtl/>
        </w:rPr>
        <w:t xml:space="preserve"> </w:t>
      </w:r>
      <w:r w:rsidRPr="00843429">
        <w:t>conditions</w:t>
      </w:r>
      <w:r w:rsidRPr="00843429">
        <w:rPr>
          <w:rtl/>
        </w:rPr>
        <w:t xml:space="preserve"> </w:t>
      </w:r>
      <w:r w:rsidRPr="00843429">
        <w:t>which</w:t>
      </w:r>
      <w:r w:rsidRPr="00843429">
        <w:rPr>
          <w:rtl/>
        </w:rPr>
        <w:t xml:space="preserve"> </w:t>
      </w:r>
      <w:r w:rsidRPr="00843429">
        <w:t>fulfill</w:t>
      </w:r>
      <w:r w:rsidRPr="00843429">
        <w:rPr>
          <w:rtl/>
        </w:rPr>
        <w:t xml:space="preserve"> </w:t>
      </w:r>
      <w:r w:rsidRPr="00843429">
        <w:t>the</w:t>
      </w:r>
      <w:r w:rsidRPr="00843429">
        <w:rPr>
          <w:rtl/>
        </w:rPr>
        <w:t xml:space="preserve"> </w:t>
      </w:r>
      <w:r w:rsidRPr="00843429">
        <w:t>forbidden</w:t>
      </w:r>
      <w:r w:rsidRPr="00843429">
        <w:rPr>
          <w:rtl/>
        </w:rPr>
        <w:t xml:space="preserve"> </w:t>
      </w:r>
      <w:r w:rsidRPr="00843429">
        <w:t>privacy?</w:t>
      </w:r>
    </w:p>
    <w:p w:rsidR="004E56E9" w:rsidRDefault="004E56E9" w:rsidP="00844CC1">
      <w:pPr>
        <w:pStyle w:val="libNormal"/>
      </w:pPr>
      <w:r w:rsidRPr="00843429">
        <w:t>5-</w:t>
      </w:r>
      <w:r w:rsidRPr="00843429">
        <w:rPr>
          <w:rtl/>
        </w:rPr>
        <w:t xml:space="preserve"> </w:t>
      </w:r>
      <w:r w:rsidRPr="00843429">
        <w:t>What</w:t>
      </w:r>
      <w:r w:rsidRPr="00843429">
        <w:rPr>
          <w:rtl/>
        </w:rPr>
        <w:t xml:space="preserve"> </w:t>
      </w:r>
      <w:r w:rsidRPr="00843429">
        <w:t>must</w:t>
      </w:r>
      <w:r w:rsidRPr="00843429">
        <w:rPr>
          <w:rtl/>
        </w:rPr>
        <w:t xml:space="preserve"> </w:t>
      </w:r>
      <w:r w:rsidRPr="00843429">
        <w:t>the</w:t>
      </w:r>
      <w:r w:rsidRPr="00843429">
        <w:rPr>
          <w:rtl/>
        </w:rPr>
        <w:t xml:space="preserve"> </w:t>
      </w:r>
      <w:r w:rsidRPr="00843429">
        <w:t>woman</w:t>
      </w:r>
      <w:r w:rsidRPr="00843429">
        <w:rPr>
          <w:rtl/>
        </w:rPr>
        <w:t xml:space="preserve"> </w:t>
      </w:r>
      <w:r w:rsidRPr="00843429">
        <w:t>take</w:t>
      </w:r>
      <w:r w:rsidRPr="00843429">
        <w:rPr>
          <w:rtl/>
        </w:rPr>
        <w:t xml:space="preserve"> </w:t>
      </w:r>
      <w:r w:rsidRPr="00843429">
        <w:t>into</w:t>
      </w:r>
      <w:r w:rsidRPr="00843429">
        <w:rPr>
          <w:rtl/>
        </w:rPr>
        <w:t xml:space="preserve"> </w:t>
      </w:r>
      <w:r w:rsidRPr="00843429">
        <w:t>consideration</w:t>
      </w:r>
      <w:r w:rsidRPr="00843429">
        <w:rPr>
          <w:rtl/>
        </w:rPr>
        <w:t xml:space="preserve"> </w:t>
      </w:r>
      <w:r w:rsidRPr="00843429">
        <w:t>and</w:t>
      </w:r>
      <w:r w:rsidRPr="00843429">
        <w:rPr>
          <w:rtl/>
        </w:rPr>
        <w:t xml:space="preserve"> </w:t>
      </w:r>
      <w:r w:rsidRPr="00843429">
        <w:t>avoid</w:t>
      </w:r>
      <w:r w:rsidRPr="00843429">
        <w:rPr>
          <w:rtl/>
        </w:rPr>
        <w:t xml:space="preserve"> </w:t>
      </w:r>
      <w:r w:rsidRPr="00843429">
        <w:t>in</w:t>
      </w:r>
      <w:r w:rsidRPr="00843429">
        <w:rPr>
          <w:rtl/>
        </w:rPr>
        <w:t xml:space="preserve"> </w:t>
      </w:r>
      <w:r w:rsidRPr="00843429">
        <w:t>the</w:t>
      </w:r>
      <w:r w:rsidRPr="00843429">
        <w:rPr>
          <w:rtl/>
        </w:rPr>
        <w:t xml:space="preserve"> </w:t>
      </w:r>
      <w:r w:rsidRPr="00843429">
        <w:t>councils</w:t>
      </w:r>
      <w:r w:rsidRPr="00843429">
        <w:rPr>
          <w:rtl/>
        </w:rPr>
        <w:t xml:space="preserve"> </w:t>
      </w:r>
      <w:r w:rsidRPr="00843429">
        <w:t>where</w:t>
      </w:r>
      <w:r w:rsidRPr="00843429">
        <w:rPr>
          <w:rtl/>
        </w:rPr>
        <w:t xml:space="preserve"> </w:t>
      </w:r>
      <w:r w:rsidRPr="00843429">
        <w:t>both</w:t>
      </w:r>
      <w:r w:rsidRPr="00843429">
        <w:rPr>
          <w:rtl/>
        </w:rPr>
        <w:t xml:space="preserve"> </w:t>
      </w:r>
      <w:r w:rsidRPr="00843429">
        <w:t>men</w:t>
      </w:r>
      <w:r w:rsidRPr="00843429">
        <w:rPr>
          <w:rtl/>
        </w:rPr>
        <w:t xml:space="preserve"> </w:t>
      </w:r>
      <w:r w:rsidRPr="00843429">
        <w:t>and</w:t>
      </w:r>
      <w:r w:rsidRPr="00843429">
        <w:rPr>
          <w:rtl/>
        </w:rPr>
        <w:t xml:space="preserve"> </w:t>
      </w:r>
      <w:r w:rsidRPr="00843429">
        <w:t>women</w:t>
      </w:r>
      <w:r w:rsidRPr="00843429">
        <w:rPr>
          <w:rtl/>
        </w:rPr>
        <w:t xml:space="preserve"> </w:t>
      </w:r>
      <w:r w:rsidRPr="00843429">
        <w:t>are</w:t>
      </w:r>
      <w:r w:rsidRPr="00843429">
        <w:rPr>
          <w:rtl/>
        </w:rPr>
        <w:t xml:space="preserve"> </w:t>
      </w:r>
      <w:r w:rsidRPr="00843429">
        <w:t>present</w:t>
      </w:r>
      <w:r>
        <w:t>?</w:t>
      </w:r>
    </w:p>
    <w:p w:rsidR="004E56E9" w:rsidRDefault="004E56E9" w:rsidP="001A2282">
      <w:pPr>
        <w:pStyle w:val="Heading2Center"/>
      </w:pPr>
      <w:bookmarkStart w:id="72" w:name="_Toc418512262"/>
      <w:r w:rsidRPr="00843429">
        <w:t>For Reading</w:t>
      </w:r>
      <w:bookmarkEnd w:id="72"/>
    </w:p>
    <w:p w:rsidR="00712236" w:rsidRDefault="00712236" w:rsidP="00712236">
      <w:pPr>
        <w:pStyle w:val="Heading3Center"/>
      </w:pPr>
      <w:bookmarkStart w:id="73" w:name="_Toc418512263"/>
      <w:r w:rsidRPr="00712236">
        <w:t>Khadija bint Khouwayled (God’s peace bestowed upon her): The Sacrifice to Preserve the Message</w:t>
      </w:r>
      <w:bookmarkEnd w:id="73"/>
    </w:p>
    <w:p w:rsidR="002E0242" w:rsidRDefault="004E56E9" w:rsidP="00844CC1">
      <w:pPr>
        <w:pStyle w:val="libNormal"/>
      </w:pPr>
      <w:r w:rsidRPr="00844CC1">
        <w:t xml:space="preserve">When The Noblest Prophet </w:t>
      </w:r>
      <w:r w:rsidRPr="00844CC1">
        <w:rPr>
          <w:rStyle w:val="libItalicChar"/>
        </w:rPr>
        <w:t>(God’s prayers and peace bestowed upon him and his Household)</w:t>
      </w:r>
      <w:r w:rsidRPr="00844CC1">
        <w:t xml:space="preserve"> was being hurt and was facing the difficulties, there was at the same time someone who was appeasing him, easing his pains, and driving away his worries and sorrows. That person is the great woman: Khadija bint Khouwayled </w:t>
      </w:r>
      <w:r w:rsidRPr="00844CC1">
        <w:rPr>
          <w:rStyle w:val="libItalicChar"/>
        </w:rPr>
        <w:t>(God’s peace bestowed upon her)</w:t>
      </w:r>
      <w:r w:rsidRPr="00843429">
        <w:t>.</w:t>
      </w:r>
    </w:p>
    <w:p w:rsidR="002E0242" w:rsidRDefault="004E56E9" w:rsidP="00844CC1">
      <w:pPr>
        <w:pStyle w:val="libNormal"/>
      </w:pPr>
      <w:r w:rsidRPr="00843429">
        <w:t xml:space="preserve">The presence of Khadija </w:t>
      </w:r>
      <w:r w:rsidRPr="00844CC1">
        <w:rPr>
          <w:rStyle w:val="libItalicChar"/>
        </w:rPr>
        <w:t>(God’s peace bestowed upon her)</w:t>
      </w:r>
      <w:r w:rsidRPr="00844CC1">
        <w:t xml:space="preserve"> was an important factor in the life of The Noblest Prophet </w:t>
      </w:r>
      <w:r w:rsidRPr="00844CC1">
        <w:rPr>
          <w:rStyle w:val="libItalicChar"/>
        </w:rPr>
        <w:t>(God’s prayers and peace bestowed upon him and his Household)</w:t>
      </w:r>
      <w:r w:rsidRPr="00844CC1">
        <w:t xml:space="preserve"> and in the life of Islam at its very beginning. Had not her presence been of this great importance, it would not have been so hard for The Prophet </w:t>
      </w:r>
      <w:r w:rsidRPr="00844CC1">
        <w:rPr>
          <w:rStyle w:val="libItalicChar"/>
        </w:rPr>
        <w:t>(God’s prayers and peace bestowed upon him and his Household)</w:t>
      </w:r>
      <w:r w:rsidRPr="00844CC1">
        <w:t xml:space="preserve"> to lose her and her death would not have been so painful for him: He </w:t>
      </w:r>
      <w:r w:rsidRPr="00844CC1">
        <w:rPr>
          <w:rStyle w:val="libItalicChar"/>
        </w:rPr>
        <w:t>(God’s prayers and peace bestowed upon him and his Household)</w:t>
      </w:r>
      <w:r w:rsidRPr="00843429">
        <w:t xml:space="preserve"> called the year in which she passed away “The Year of Sorrows”, and he continued to remember her and her grace the whole of his lifetime.</w:t>
      </w:r>
    </w:p>
    <w:p w:rsidR="002E0242" w:rsidRDefault="004E56E9" w:rsidP="00844CC1">
      <w:pPr>
        <w:pStyle w:val="libNormal"/>
      </w:pPr>
      <w:r w:rsidRPr="00843429">
        <w:t xml:space="preserve">When Sayyda Khadija </w:t>
      </w:r>
      <w:r w:rsidRPr="00844CC1">
        <w:rPr>
          <w:rStyle w:val="libItalicChar"/>
        </w:rPr>
        <w:t>(God’s peace bestowed upon her)</w:t>
      </w:r>
      <w:r w:rsidRPr="00844CC1">
        <w:t xml:space="preserve"> got married to God’s prophet </w:t>
      </w:r>
      <w:r w:rsidRPr="00844CC1">
        <w:rPr>
          <w:rStyle w:val="libItalicChar"/>
        </w:rPr>
        <w:t>(God’s prayers and peace bestowed upon him and his Household)</w:t>
      </w:r>
      <w:r w:rsidRPr="00843429">
        <w:t>, she did not spare any effort to dedicate all her financial and spiritual capabilities for the sake of helping him.</w:t>
      </w:r>
    </w:p>
    <w:p w:rsidR="002E0242" w:rsidRDefault="004E56E9" w:rsidP="00844CC1">
      <w:pPr>
        <w:pStyle w:val="libNormal"/>
      </w:pPr>
      <w:r w:rsidRPr="00843429">
        <w:t xml:space="preserve">She is the one who said to her cousin Waraka ibn Nawfal, “I declare that I have offered all my money and servants to Mohammad, so that he will dispose of them however he wishes.” So, her cousin Waraka ibn Nawal stood between Zamzam [well of blessed water in Makka] and Makam [the Sanctuary] and called most loudly, “O Arabs, Khadija call you to be her </w:t>
      </w:r>
      <w:r w:rsidRPr="00843429">
        <w:lastRenderedPageBreak/>
        <w:t>witnesses on that she offered herself, her money, her servants, and whatever she owns to Mohammad as a sign of reverence of him and glorification of his status…”</w:t>
      </w:r>
    </w:p>
    <w:p w:rsidR="002E0242" w:rsidRDefault="004E56E9" w:rsidP="00844CC1">
      <w:pPr>
        <w:pStyle w:val="libNormal"/>
      </w:pPr>
      <w:r w:rsidRPr="00843429">
        <w:t xml:space="preserve">After that, the greatest peril on the message which The Noblest Prophet </w:t>
      </w:r>
      <w:r w:rsidRPr="00844CC1">
        <w:rPr>
          <w:rStyle w:val="libItalicChar"/>
        </w:rPr>
        <w:t>(God’s prayers and peace bestowed upon him and his Household)</w:t>
      </w:r>
      <w:r w:rsidRPr="00844CC1">
        <w:t xml:space="preserve"> faced was the siege Quraish dropped around him, his family, relatives, and Sons of Hashem in general. At that point, Khadija’s </w:t>
      </w:r>
      <w:r w:rsidRPr="00844CC1">
        <w:rPr>
          <w:rStyle w:val="libItalicChar"/>
        </w:rPr>
        <w:t>(God’s peace bestowed upon her)</w:t>
      </w:r>
      <w:r w:rsidRPr="00843429">
        <w:t xml:space="preserve"> money was the key for enduring the siege and was the outlet for the ones sieged: She used to buy the food for double its price, so that the sieged people would eat. The three years of siege passed, thus ending with the safety of the people and the frustration of what Quraish plotted against them.</w:t>
      </w:r>
    </w:p>
    <w:p w:rsidR="002E0242" w:rsidRDefault="004E56E9" w:rsidP="00844CC1">
      <w:pPr>
        <w:pStyle w:val="libNormal"/>
        <w:rPr>
          <w:rStyle w:val="libNormalChar"/>
        </w:rPr>
      </w:pPr>
      <w:r w:rsidRPr="00843429">
        <w:t xml:space="preserve">The narratives relate that what Sayyda Khadija </w:t>
      </w:r>
      <w:r w:rsidRPr="00844CC1">
        <w:rPr>
          <w:rStyle w:val="libItalicChar"/>
        </w:rPr>
        <w:t>(God’s peace bestowed upon her)</w:t>
      </w:r>
      <w:r w:rsidRPr="00844CC1">
        <w:rPr>
          <w:rStyle w:val="libNormalChar"/>
        </w:rPr>
        <w:t xml:space="preserve"> spent summed up to forty thousand and forty thousand dinars.</w:t>
      </w:r>
    </w:p>
    <w:p w:rsidR="004E56E9" w:rsidRPr="008608BE" w:rsidRDefault="004E56E9" w:rsidP="00844CC1">
      <w:pPr>
        <w:pStyle w:val="libNormal"/>
      </w:pPr>
      <w:r>
        <w:br w:type="page"/>
      </w:r>
    </w:p>
    <w:p w:rsidR="004E56E9" w:rsidRDefault="004E56E9" w:rsidP="004E56E9">
      <w:pPr>
        <w:pStyle w:val="Heading1Center"/>
      </w:pPr>
      <w:bookmarkStart w:id="74" w:name="_Toc418512264"/>
      <w:r w:rsidRPr="00843429">
        <w:lastRenderedPageBreak/>
        <w:t>Lesson Six</w:t>
      </w:r>
      <w:r>
        <w:t xml:space="preserve">: </w:t>
      </w:r>
      <w:r w:rsidRPr="00843429">
        <w:t>Ashamedness and Chastity</w:t>
      </w:r>
      <w:bookmarkEnd w:id="74"/>
    </w:p>
    <w:p w:rsidR="004E56E9" w:rsidRPr="00843429" w:rsidRDefault="004E56E9" w:rsidP="004E56E9">
      <w:pPr>
        <w:pStyle w:val="Heading2Center"/>
      </w:pPr>
      <w:bookmarkStart w:id="75" w:name="_Toc418512265"/>
      <w:r w:rsidRPr="00843429">
        <w:t>Ashamedness</w:t>
      </w:r>
      <w:bookmarkEnd w:id="75"/>
    </w:p>
    <w:p w:rsidR="002E0242" w:rsidRDefault="004E56E9" w:rsidP="00712236">
      <w:pPr>
        <w:pStyle w:val="libNormal"/>
      </w:pPr>
      <w:r w:rsidRPr="00712236">
        <w:t>The Noble Qur’an set forth several models of the righteous woman and indicated their behavior and characteristics, among which is ashamedness. The Most High God says,(And when he arrived at the water of Madyan [Midian], he found there a group of men watering [their flocks], and beside them he found two women who were keeping back [their flocks]. He said, “What is the matter with you?” They said, “We can not water [our flocks] until the shepherds take [their flocks]. And our father is a very old man” *  So he watered [their flocks] for them, then he turned back to shade, and said, “My Lord! Truly, I am in need of whatever good that You bestow on me!” * Then there came to him one of the two women, walking shyly. She said, “Verily, my father calls you that he may reward you for having watered [our flocks] for us.” So when he came to him and narrated the story, he said, “Fear you not. You have escaped from the people who are Zalimun [polytheists, disbelievers, and wrong doers])</w:t>
      </w:r>
      <w:r w:rsidRPr="00844CC1">
        <w:rPr>
          <w:rStyle w:val="libFootnotenumChar"/>
        </w:rPr>
        <w:endnoteReference w:id="62"/>
      </w:r>
      <w:r w:rsidRPr="00712236">
        <w:t>.</w:t>
      </w:r>
    </w:p>
    <w:p w:rsidR="002E0242" w:rsidRDefault="004E56E9" w:rsidP="00712236">
      <w:pPr>
        <w:pStyle w:val="libNormal"/>
      </w:pPr>
      <w:r w:rsidRPr="00712236">
        <w:t xml:space="preserve">These verses relate the story of Prophet Musa’s </w:t>
      </w:r>
      <w:r w:rsidRPr="00844CC1">
        <w:rPr>
          <w:rStyle w:val="libItalicChar"/>
        </w:rPr>
        <w:t>(God’s peace bestowed upon him and upon our Prophet and his Household)</w:t>
      </w:r>
      <w:r w:rsidRPr="00712236">
        <w:t xml:space="preserve"> meeting with the two daughters of Prophet Shou’aib </w:t>
      </w:r>
      <w:r w:rsidRPr="00844CC1">
        <w:rPr>
          <w:rStyle w:val="libItalicChar"/>
        </w:rPr>
        <w:t>(God’s peace bestowed upon him and upon our Prophet and his Household)</w:t>
      </w:r>
      <w:r w:rsidRPr="00712236">
        <w:t>. Also, these verses manifest clearly the ashamedness of these two righteous women in two points.</w:t>
      </w:r>
    </w:p>
    <w:p w:rsidR="002E0242" w:rsidRDefault="004E56E9" w:rsidP="00844CC1">
      <w:pPr>
        <w:pStyle w:val="libNormal"/>
      </w:pPr>
      <w:r w:rsidRPr="00843429">
        <w:t>The first point is: (… They said, “We can not water [our flocks] until the shepherds take ]their flocks]…) They refused to get in among the men, thus preferring to wait till the place would be unoccupied. This has a crystal like association to ashamedness and to the refusal of being with marriageable men at the same place.</w:t>
      </w:r>
    </w:p>
    <w:p w:rsidR="002E0242" w:rsidRDefault="004E56E9" w:rsidP="00712236">
      <w:pPr>
        <w:pStyle w:val="libNormal"/>
      </w:pPr>
      <w:r w:rsidRPr="00712236">
        <w:t xml:space="preserve">The second one is: (Then there came to him one of the two women, walking shyly…) Here is a clear statement of the ashamedness by which the daughter of Prophet Shou’aib </w:t>
      </w:r>
      <w:r w:rsidRPr="00844CC1">
        <w:rPr>
          <w:rStyle w:val="libItalicChar"/>
        </w:rPr>
        <w:t>(God’s prayers and peace bestowed upon him and upon our prophet and his Household)</w:t>
      </w:r>
      <w:r w:rsidRPr="00712236">
        <w:t xml:space="preserve">  was characterized.</w:t>
      </w:r>
    </w:p>
    <w:p w:rsidR="004E56E9" w:rsidRPr="00843429" w:rsidRDefault="004E56E9" w:rsidP="004E56E9">
      <w:pPr>
        <w:pStyle w:val="Heading3Center"/>
      </w:pPr>
      <w:bookmarkStart w:id="76" w:name="_Toc418512266"/>
      <w:r w:rsidRPr="00843429">
        <w:t>Importance of Ashamedness</w:t>
      </w:r>
      <w:bookmarkEnd w:id="76"/>
    </w:p>
    <w:p w:rsidR="004E56E9" w:rsidRPr="00843429" w:rsidRDefault="004E56E9" w:rsidP="00844CC1">
      <w:pPr>
        <w:pStyle w:val="libNormal"/>
      </w:pPr>
      <w:r w:rsidRPr="00844CC1">
        <w:t xml:space="preserve">It is ascribed to God’s prophet </w:t>
      </w:r>
      <w:r w:rsidRPr="00844CC1">
        <w:rPr>
          <w:rStyle w:val="libItalicChar"/>
        </w:rPr>
        <w:t>(God’s prayers and peace bestowed upon him and his Household)</w:t>
      </w:r>
      <w:r w:rsidRPr="00844CC1">
        <w:t xml:space="preserve"> that he said, “Ashamedness and faith fall in one category; once one of them is lost, the other one follows with it.”</w:t>
      </w:r>
      <w:r w:rsidRPr="00844CC1">
        <w:rPr>
          <w:rStyle w:val="libFootnotenumChar"/>
        </w:rPr>
        <w:endnoteReference w:id="63"/>
      </w:r>
    </w:p>
    <w:p w:rsidR="004E56E9" w:rsidRPr="00843429" w:rsidRDefault="004E56E9" w:rsidP="00844CC1">
      <w:pPr>
        <w:pStyle w:val="libNormal"/>
      </w:pPr>
      <w:r w:rsidRPr="00843429">
        <w:t xml:space="preserve">It is ascribed to Imam Jaafar Al-Sadik </w:t>
      </w:r>
      <w:r w:rsidRPr="00844CC1">
        <w:rPr>
          <w:rStyle w:val="libItalicChar"/>
        </w:rPr>
        <w:t>(God’s peace bestowed upon him)</w:t>
      </w:r>
      <w:r w:rsidRPr="00844CC1">
        <w:t xml:space="preserve"> that he said, “He who has no ashamedness has no faith.”</w:t>
      </w:r>
      <w:r w:rsidRPr="00844CC1">
        <w:rPr>
          <w:rStyle w:val="libFootnotenumChar"/>
        </w:rPr>
        <w:endnoteReference w:id="64"/>
      </w:r>
    </w:p>
    <w:p w:rsidR="002E0242" w:rsidRDefault="004E56E9" w:rsidP="00844CC1">
      <w:pPr>
        <w:pStyle w:val="libNormal"/>
      </w:pPr>
      <w:r w:rsidRPr="00843429">
        <w:t>These narratives show the intricate association of faith to ashamedness to the extent that faith can not be fulfilled without ashamedness! This means that the lack of ashamedness will be reflected on the conduct of the human being in this life, thus leading it far away from the conduct of the religiously committed believer. Also, since the conduct and the deeds of the human being will be reflected on the hereafter, then non ashamedness in this life will be reflected as a clear loss in the hereafter.</w:t>
      </w:r>
    </w:p>
    <w:p w:rsidR="004E56E9" w:rsidRPr="00843429" w:rsidRDefault="004E56E9" w:rsidP="00844CC1">
      <w:pPr>
        <w:pStyle w:val="libNormal"/>
      </w:pPr>
      <w:r w:rsidRPr="00843429">
        <w:t xml:space="preserve">It is ascribed to God’s prophet </w:t>
      </w:r>
      <w:r w:rsidRPr="00844CC1">
        <w:rPr>
          <w:rStyle w:val="libItalicChar"/>
        </w:rPr>
        <w:t>(God’s prayers and peace bestowed upon him and his Household)</w:t>
      </w:r>
      <w:r w:rsidRPr="00844CC1">
        <w:t xml:space="preserve"> that he said, “He who has no ashamedness in this life is not going to be admitted to Heaven.”</w:t>
      </w:r>
      <w:r w:rsidRPr="00844CC1">
        <w:rPr>
          <w:rStyle w:val="libFootnotenumChar"/>
        </w:rPr>
        <w:endnoteReference w:id="65"/>
      </w:r>
    </w:p>
    <w:p w:rsidR="004E56E9" w:rsidRPr="00844CC1" w:rsidRDefault="004E56E9" w:rsidP="00844CC1">
      <w:pPr>
        <w:pStyle w:val="libNormal"/>
        <w:rPr>
          <w:rStyle w:val="libNormalChar"/>
        </w:rPr>
      </w:pPr>
      <w:r w:rsidRPr="00843429">
        <w:t xml:space="preserve">Ashamedness is demanded from the human being in general, but it is demanded from the woman by all means. It is ascribed to God’s prophet </w:t>
      </w:r>
      <w:r w:rsidRPr="00844CC1">
        <w:rPr>
          <w:rStyle w:val="libItalicChar"/>
        </w:rPr>
        <w:t>(God’s prayers and peace bestowed upon him and his Household)</w:t>
      </w:r>
      <w:r w:rsidRPr="00844CC1">
        <w:rPr>
          <w:rStyle w:val="libNormalChar"/>
        </w:rPr>
        <w:t xml:space="preserve"> that he said, “God divided ashamedness into ten parts, thus putting nine parts in the woman and one part in the man.”</w:t>
      </w:r>
      <w:r w:rsidRPr="00844CC1">
        <w:rPr>
          <w:rStyle w:val="libFootnotenumChar"/>
        </w:rPr>
        <w:endnoteReference w:id="66"/>
      </w:r>
    </w:p>
    <w:p w:rsidR="002E0242" w:rsidRDefault="004E56E9" w:rsidP="004E56E9">
      <w:pPr>
        <w:pStyle w:val="Heading2Center"/>
      </w:pPr>
      <w:bookmarkStart w:id="77" w:name="_Toc418512267"/>
      <w:r w:rsidRPr="00843429">
        <w:t>Being Ashamed of Whom?</w:t>
      </w:r>
      <w:bookmarkEnd w:id="77"/>
    </w:p>
    <w:p w:rsidR="002E0242" w:rsidRDefault="004E56E9" w:rsidP="004E56E9">
      <w:pPr>
        <w:pStyle w:val="Heading2Center"/>
      </w:pPr>
      <w:bookmarkStart w:id="78" w:name="_Toc418512268"/>
      <w:r w:rsidRPr="00843429">
        <w:t>Being Ashamed of What?</w:t>
      </w:r>
      <w:bookmarkEnd w:id="78"/>
    </w:p>
    <w:p w:rsidR="004E56E9" w:rsidRPr="00843429" w:rsidRDefault="004E56E9" w:rsidP="00844CC1">
      <w:pPr>
        <w:pStyle w:val="libNormal"/>
      </w:pPr>
      <w:r w:rsidRPr="00844CC1">
        <w:lastRenderedPageBreak/>
        <w:t xml:space="preserve">It is ascribed to God’s prophet </w:t>
      </w:r>
      <w:r w:rsidRPr="00844CC1">
        <w:rPr>
          <w:rStyle w:val="libItalicChar"/>
        </w:rPr>
        <w:t>(God’s prayers and peace bestowed upon him and his Household)</w:t>
      </w:r>
      <w:r w:rsidRPr="00844CC1">
        <w:t xml:space="preserve"> that he said, “Ashamedness is all the religion.”</w:t>
      </w:r>
      <w:r w:rsidRPr="00844CC1">
        <w:rPr>
          <w:rStyle w:val="libFootnotenumChar"/>
        </w:rPr>
        <w:endnoteReference w:id="67"/>
      </w:r>
      <w:r w:rsidRPr="00844CC1">
        <w:t xml:space="preserve"> Moreover, it is ascribed to Imam Ali </w:t>
      </w:r>
      <w:r w:rsidRPr="00844CC1">
        <w:rPr>
          <w:rStyle w:val="libItalicChar"/>
        </w:rPr>
        <w:t>(God’s peace bestowed upon him)</w:t>
      </w:r>
      <w:r w:rsidRPr="00844CC1">
        <w:t xml:space="preserve"> that he said, “Ashamedness keeps the human being away from the performance of abominated deeds.”</w:t>
      </w:r>
      <w:r w:rsidRPr="00844CC1">
        <w:rPr>
          <w:rStyle w:val="libFootnotenumChar"/>
        </w:rPr>
        <w:endnoteReference w:id="68"/>
      </w:r>
      <w:r w:rsidRPr="00844CC1">
        <w:t xml:space="preserve"> It is also ascribed to him </w:t>
      </w:r>
      <w:r w:rsidRPr="00844CC1">
        <w:rPr>
          <w:rStyle w:val="libItalicChar"/>
        </w:rPr>
        <w:t>(God’s peace bestowed upon him)</w:t>
      </w:r>
      <w:r w:rsidRPr="00844CC1">
        <w:t xml:space="preserve"> that he said, “Ashamedness is the key for every good.”</w:t>
      </w:r>
      <w:r w:rsidRPr="00844CC1">
        <w:rPr>
          <w:rStyle w:val="libFootnotenumChar"/>
        </w:rPr>
        <w:endnoteReference w:id="69"/>
      </w:r>
    </w:p>
    <w:p w:rsidR="002E0242" w:rsidRDefault="004E56E9" w:rsidP="00844CC1">
      <w:pPr>
        <w:pStyle w:val="libNormal"/>
      </w:pPr>
      <w:r w:rsidRPr="00843429">
        <w:t xml:space="preserve">The whole of these narratives indicates that the human being must be ashamed of committing sins; he/ she must be ashamed of abandoning the duties and of performing the forbiddances. He/ she must be so because he/ she who is ashamed of The Most High God can not, knowing that He is watching him, disobey Him. In addition, he/ she who is ashamed of The Prophet </w:t>
      </w:r>
      <w:r w:rsidRPr="00844CC1">
        <w:rPr>
          <w:rStyle w:val="libItalicChar"/>
        </w:rPr>
        <w:t>(God’s prayers and peace bestowed upon him and his Household)</w:t>
      </w:r>
      <w:r w:rsidRPr="00844CC1">
        <w:t xml:space="preserve"> can not, knowing that his/ her sin is going to be shown before The Prophet </w:t>
      </w:r>
      <w:r w:rsidRPr="00844CC1">
        <w:rPr>
          <w:rStyle w:val="libItalicChar"/>
        </w:rPr>
        <w:t>(God’s prayers and peace bestowed upon him and his Household)</w:t>
      </w:r>
      <w:r w:rsidRPr="00843429">
        <w:t>, commit sins.</w:t>
      </w:r>
    </w:p>
    <w:p w:rsidR="004E56E9" w:rsidRPr="00843429" w:rsidRDefault="004E56E9" w:rsidP="00844CC1">
      <w:pPr>
        <w:pStyle w:val="libNormal"/>
      </w:pPr>
      <w:r w:rsidRPr="00843429">
        <w:t xml:space="preserve">Verily! Ashamedness is all the religion! And what is attached to it is the whole of the religion. With the increase of ashamedness, the religiousness increases. It is ascribed to Imam Ali </w:t>
      </w:r>
      <w:r w:rsidRPr="00844CC1">
        <w:rPr>
          <w:rStyle w:val="libItalicChar"/>
        </w:rPr>
        <w:t>(God’s peace bestowed upon him)</w:t>
      </w:r>
      <w:r w:rsidRPr="00844CC1">
        <w:t xml:space="preserve"> that he said, “As much as ashamedness is, as much as chastity is.”</w:t>
      </w:r>
      <w:r w:rsidRPr="00844CC1">
        <w:rPr>
          <w:rStyle w:val="libFootnotenumChar"/>
        </w:rPr>
        <w:endnoteReference w:id="70"/>
      </w:r>
    </w:p>
    <w:p w:rsidR="002E0242" w:rsidRDefault="004E56E9" w:rsidP="00844CC1">
      <w:pPr>
        <w:pStyle w:val="libNormal"/>
      </w:pPr>
      <w:r w:rsidRPr="00843429">
        <w:t>In addition to all of this, there are certain issues which we are going to refer to as terms related to ashamedness.</w:t>
      </w:r>
    </w:p>
    <w:p w:rsidR="004E56E9" w:rsidRPr="00843429" w:rsidRDefault="004E56E9" w:rsidP="004E56E9">
      <w:pPr>
        <w:pStyle w:val="Heading3Center"/>
      </w:pPr>
      <w:bookmarkStart w:id="79" w:name="_Toc418512269"/>
      <w:r w:rsidRPr="00843429">
        <w:t>1- Ashamedness in Secrecy</w:t>
      </w:r>
      <w:bookmarkEnd w:id="79"/>
    </w:p>
    <w:p w:rsidR="004E56E9" w:rsidRPr="00712236" w:rsidRDefault="004E56E9" w:rsidP="00712236">
      <w:pPr>
        <w:pStyle w:val="libNormal"/>
      </w:pPr>
      <w:r w:rsidRPr="00712236">
        <w:t xml:space="preserve">It is related that when God’s prophet </w:t>
      </w:r>
      <w:r w:rsidRPr="00844CC1">
        <w:rPr>
          <w:rStyle w:val="libItalicChar"/>
        </w:rPr>
        <w:t>(God’s prayers and peace bestowed upon him and his Household)</w:t>
      </w:r>
      <w:r w:rsidRPr="00712236">
        <w:t xml:space="preserve"> saw a man washing before the people who were watching him, he </w:t>
      </w:r>
      <w:r w:rsidRPr="00844CC1">
        <w:rPr>
          <w:rStyle w:val="libItalicChar"/>
        </w:rPr>
        <w:t>(God’s prayers and peace bestowed upon him and his Household)</w:t>
      </w:r>
      <w:r w:rsidRPr="00712236">
        <w:t xml:space="preserve"> said, “O people! God likes from His servants the ashamedness and secrecy. Let whomever washing to hide from the people, for ashamedness is the adornment of Islam.”</w:t>
      </w:r>
      <w:r w:rsidRPr="00844CC1">
        <w:rPr>
          <w:rStyle w:val="libFootnotenumChar"/>
        </w:rPr>
        <w:endnoteReference w:id="71"/>
      </w:r>
    </w:p>
    <w:p w:rsidR="004E56E9" w:rsidRPr="00843429" w:rsidRDefault="004E56E9" w:rsidP="004E56E9">
      <w:pPr>
        <w:pStyle w:val="Heading3Center"/>
      </w:pPr>
      <w:bookmarkStart w:id="80" w:name="_Toc418512270"/>
      <w:r w:rsidRPr="00843429">
        <w:t>2- Ashamedness in Looking</w:t>
      </w:r>
      <w:bookmarkEnd w:id="80"/>
    </w:p>
    <w:p w:rsidR="004E56E9" w:rsidRPr="00712236" w:rsidRDefault="004E56E9" w:rsidP="00712236">
      <w:pPr>
        <w:pStyle w:val="libNormal"/>
      </w:pPr>
      <w:r w:rsidRPr="00712236">
        <w:t>The Most High God says, (Tell the believing men to lower their gaze [from looking at forbidden things…)</w:t>
      </w:r>
      <w:r w:rsidRPr="00844CC1">
        <w:rPr>
          <w:rStyle w:val="libFootnotenumChar"/>
        </w:rPr>
        <w:endnoteReference w:id="72"/>
      </w:r>
    </w:p>
    <w:p w:rsidR="004E56E9" w:rsidRPr="00843429" w:rsidRDefault="004E56E9" w:rsidP="004E56E9">
      <w:pPr>
        <w:pStyle w:val="Heading3Center"/>
      </w:pPr>
      <w:bookmarkStart w:id="81" w:name="_Toc418512271"/>
      <w:r w:rsidRPr="00843429">
        <w:t>3- Ashamedness in the Saying</w:t>
      </w:r>
      <w:bookmarkEnd w:id="81"/>
    </w:p>
    <w:p w:rsidR="004E56E9" w:rsidRPr="00712236" w:rsidRDefault="004E56E9" w:rsidP="00712236">
      <w:pPr>
        <w:pStyle w:val="libNormal"/>
      </w:pPr>
      <w:r w:rsidRPr="00712236">
        <w:t xml:space="preserve">It is ascribed to God’s prophet </w:t>
      </w:r>
      <w:r w:rsidRPr="00844CC1">
        <w:rPr>
          <w:rStyle w:val="libItalicChar"/>
        </w:rPr>
        <w:t>(God’s prayers and peace bestowed upon him and his Household)</w:t>
      </w:r>
      <w:r w:rsidRPr="00712236">
        <w:t xml:space="preserve"> that he said, “God forbade that the Heaven be admitted by every obscene, filthy, and shameless person who cares neither for what he said nor for what it was said about him.”</w:t>
      </w:r>
      <w:r w:rsidRPr="00844CC1">
        <w:rPr>
          <w:rStyle w:val="libFootnotenumChar"/>
        </w:rPr>
        <w:endnoteReference w:id="73"/>
      </w:r>
    </w:p>
    <w:p w:rsidR="004E56E9" w:rsidRPr="00843429" w:rsidRDefault="004E56E9" w:rsidP="004E56E9">
      <w:pPr>
        <w:pStyle w:val="Heading2Center"/>
      </w:pPr>
      <w:bookmarkStart w:id="82" w:name="_Toc418512272"/>
      <w:r w:rsidRPr="00843429">
        <w:t>Chastity</w:t>
      </w:r>
      <w:bookmarkEnd w:id="82"/>
    </w:p>
    <w:p w:rsidR="004E56E9" w:rsidRPr="00843429" w:rsidRDefault="004E56E9" w:rsidP="004E56E9">
      <w:pPr>
        <w:pStyle w:val="Heading3Center"/>
      </w:pPr>
      <w:bookmarkStart w:id="83" w:name="_Toc418512273"/>
      <w:r w:rsidRPr="00843429">
        <w:t>The Meaning of Chastity</w:t>
      </w:r>
      <w:bookmarkEnd w:id="83"/>
    </w:p>
    <w:p w:rsidR="002E0242" w:rsidRDefault="004E56E9" w:rsidP="00844CC1">
      <w:pPr>
        <w:pStyle w:val="libNormal"/>
      </w:pPr>
      <w:r w:rsidRPr="00843429">
        <w:t>Chastity is a psychological characteristic in the human being.</w:t>
      </w:r>
    </w:p>
    <w:p w:rsidR="002E0242" w:rsidRDefault="004E56E9" w:rsidP="00844CC1">
      <w:pPr>
        <w:pStyle w:val="libNormal"/>
      </w:pPr>
      <w:r w:rsidRPr="00843429">
        <w:t>It can be noticed through its impacts on the human being. Some narratives state that these impacts are:</w:t>
      </w:r>
    </w:p>
    <w:p w:rsidR="002E0242" w:rsidRDefault="004E56E9" w:rsidP="00844CC1">
      <w:pPr>
        <w:pStyle w:val="libNormal"/>
      </w:pPr>
      <w:r w:rsidRPr="00843429">
        <w:t>All of these are regarded to be the impacts of the chastity which in turn indicate it.</w:t>
      </w:r>
    </w:p>
    <w:p w:rsidR="002E0242" w:rsidRDefault="004E56E9" w:rsidP="004E56E9">
      <w:pPr>
        <w:pStyle w:val="Heading3Center"/>
      </w:pPr>
      <w:bookmarkStart w:id="84" w:name="_Toc418512274"/>
      <w:r w:rsidRPr="00843429">
        <w:t>Chastity from What?</w:t>
      </w:r>
      <w:bookmarkEnd w:id="84"/>
    </w:p>
    <w:p w:rsidR="002E0242" w:rsidRDefault="004E56E9" w:rsidP="004E56E9">
      <w:pPr>
        <w:pStyle w:val="libCenterBold1"/>
      </w:pPr>
      <w:r w:rsidRPr="00843429">
        <w:t>The things which are related to chastity are many. Here we refer to some of them.</w:t>
      </w:r>
    </w:p>
    <w:p w:rsidR="004E56E9" w:rsidRPr="00843429" w:rsidRDefault="004E56E9" w:rsidP="004E56E9">
      <w:pPr>
        <w:pStyle w:val="Heading3Center"/>
      </w:pPr>
      <w:bookmarkStart w:id="85" w:name="_Toc418512275"/>
      <w:r w:rsidRPr="00843429">
        <w:t>Opposites of Ashamedness and Chastity</w:t>
      </w:r>
      <w:bookmarkEnd w:id="85"/>
    </w:p>
    <w:p w:rsidR="002E0242" w:rsidRDefault="004E56E9" w:rsidP="00844CC1">
      <w:pPr>
        <w:pStyle w:val="libNormal"/>
      </w:pPr>
      <w:r w:rsidRPr="00843429">
        <w:t>1- Imitation</w:t>
      </w:r>
      <w:r w:rsidRPr="00843429">
        <w:rPr>
          <w:rtl/>
        </w:rPr>
        <w:t xml:space="preserve"> </w:t>
      </w:r>
      <w:r w:rsidRPr="00843429">
        <w:t>of</w:t>
      </w:r>
      <w:r w:rsidRPr="00843429">
        <w:rPr>
          <w:rtl/>
        </w:rPr>
        <w:t xml:space="preserve"> </w:t>
      </w:r>
      <w:r w:rsidRPr="00843429">
        <w:t>the</w:t>
      </w:r>
      <w:r w:rsidRPr="00843429">
        <w:rPr>
          <w:rtl/>
        </w:rPr>
        <w:t xml:space="preserve"> </w:t>
      </w:r>
      <w:r w:rsidRPr="00843429">
        <w:t>Men: We</w:t>
      </w:r>
      <w:r w:rsidRPr="00843429">
        <w:rPr>
          <w:rtl/>
        </w:rPr>
        <w:t xml:space="preserve"> </w:t>
      </w:r>
      <w:r w:rsidRPr="00843429">
        <w:t>previously</w:t>
      </w:r>
      <w:r w:rsidRPr="00843429">
        <w:rPr>
          <w:rtl/>
        </w:rPr>
        <w:t xml:space="preserve"> </w:t>
      </w:r>
      <w:r w:rsidRPr="00843429">
        <w:t>mentioned</w:t>
      </w:r>
      <w:r w:rsidRPr="00843429">
        <w:rPr>
          <w:rtl/>
        </w:rPr>
        <w:t xml:space="preserve"> </w:t>
      </w:r>
      <w:r w:rsidRPr="00843429">
        <w:t>that</w:t>
      </w:r>
      <w:r w:rsidRPr="00843429">
        <w:rPr>
          <w:rtl/>
        </w:rPr>
        <w:t xml:space="preserve"> </w:t>
      </w:r>
      <w:r w:rsidRPr="00843429">
        <w:t>there</w:t>
      </w:r>
      <w:r w:rsidRPr="00843429">
        <w:rPr>
          <w:rtl/>
        </w:rPr>
        <w:t xml:space="preserve"> </w:t>
      </w:r>
      <w:r w:rsidRPr="00843429">
        <w:t>are</w:t>
      </w:r>
      <w:r w:rsidRPr="00843429">
        <w:rPr>
          <w:rtl/>
        </w:rPr>
        <w:t xml:space="preserve"> </w:t>
      </w:r>
      <w:r w:rsidRPr="00843429">
        <w:t>certain</w:t>
      </w:r>
      <w:r w:rsidRPr="00843429">
        <w:rPr>
          <w:rtl/>
        </w:rPr>
        <w:t xml:space="preserve"> </w:t>
      </w:r>
      <w:r w:rsidRPr="00843429">
        <w:t>issues</w:t>
      </w:r>
      <w:r w:rsidRPr="00843429">
        <w:rPr>
          <w:rtl/>
        </w:rPr>
        <w:t xml:space="preserve"> </w:t>
      </w:r>
      <w:r w:rsidRPr="00843429">
        <w:t>which</w:t>
      </w:r>
      <w:r w:rsidRPr="00843429">
        <w:rPr>
          <w:rtl/>
        </w:rPr>
        <w:t xml:space="preserve"> </w:t>
      </w:r>
      <w:r w:rsidRPr="00843429">
        <w:t>are</w:t>
      </w:r>
      <w:r w:rsidRPr="00843429">
        <w:rPr>
          <w:rtl/>
        </w:rPr>
        <w:t xml:space="preserve"> </w:t>
      </w:r>
      <w:r w:rsidRPr="00843429">
        <w:t>adequate</w:t>
      </w:r>
      <w:r w:rsidRPr="00843429">
        <w:rPr>
          <w:rtl/>
        </w:rPr>
        <w:t xml:space="preserve"> </w:t>
      </w:r>
      <w:r w:rsidRPr="00843429">
        <w:t>to</w:t>
      </w:r>
      <w:r w:rsidRPr="00843429">
        <w:rPr>
          <w:rtl/>
        </w:rPr>
        <w:t xml:space="preserve"> </w:t>
      </w:r>
      <w:r w:rsidRPr="00843429">
        <w:t>the</w:t>
      </w:r>
      <w:r w:rsidRPr="00843429">
        <w:rPr>
          <w:rtl/>
        </w:rPr>
        <w:t xml:space="preserve"> </w:t>
      </w:r>
      <w:r w:rsidRPr="00843429">
        <w:t>man</w:t>
      </w:r>
      <w:r w:rsidRPr="00843429">
        <w:rPr>
          <w:rtl/>
        </w:rPr>
        <w:t xml:space="preserve"> </w:t>
      </w:r>
      <w:r w:rsidRPr="00843429">
        <w:t>and</w:t>
      </w:r>
      <w:r w:rsidRPr="00843429">
        <w:rPr>
          <w:rtl/>
        </w:rPr>
        <w:t xml:space="preserve"> </w:t>
      </w:r>
      <w:r w:rsidRPr="00843429">
        <w:t>other</w:t>
      </w:r>
      <w:r w:rsidRPr="00843429">
        <w:rPr>
          <w:rtl/>
        </w:rPr>
        <w:t xml:space="preserve"> </w:t>
      </w:r>
      <w:r w:rsidRPr="00843429">
        <w:t>issues</w:t>
      </w:r>
      <w:r w:rsidRPr="00843429">
        <w:rPr>
          <w:rtl/>
        </w:rPr>
        <w:t xml:space="preserve"> </w:t>
      </w:r>
      <w:r w:rsidRPr="00843429">
        <w:t>which</w:t>
      </w:r>
      <w:r w:rsidRPr="00843429">
        <w:rPr>
          <w:rtl/>
        </w:rPr>
        <w:t xml:space="preserve"> </w:t>
      </w:r>
      <w:r w:rsidRPr="00843429">
        <w:t>are</w:t>
      </w:r>
      <w:r w:rsidRPr="00843429">
        <w:rPr>
          <w:rtl/>
        </w:rPr>
        <w:t xml:space="preserve"> </w:t>
      </w:r>
      <w:r w:rsidRPr="00843429">
        <w:t>adequate</w:t>
      </w:r>
      <w:r w:rsidRPr="00843429">
        <w:rPr>
          <w:rtl/>
        </w:rPr>
        <w:t xml:space="preserve"> </w:t>
      </w:r>
      <w:r w:rsidRPr="00843429">
        <w:t>to</w:t>
      </w:r>
      <w:r w:rsidRPr="00843429">
        <w:rPr>
          <w:rtl/>
        </w:rPr>
        <w:t xml:space="preserve"> </w:t>
      </w:r>
      <w:r w:rsidRPr="00843429">
        <w:t>the</w:t>
      </w:r>
      <w:r w:rsidRPr="00843429">
        <w:rPr>
          <w:rtl/>
        </w:rPr>
        <w:t xml:space="preserve"> </w:t>
      </w:r>
      <w:r w:rsidRPr="00843429">
        <w:t>woman. Islam</w:t>
      </w:r>
      <w:r w:rsidRPr="00843429">
        <w:rPr>
          <w:rtl/>
        </w:rPr>
        <w:t xml:space="preserve"> </w:t>
      </w:r>
      <w:r w:rsidRPr="00843429">
        <w:t>stresses</w:t>
      </w:r>
      <w:r w:rsidRPr="00843429">
        <w:rPr>
          <w:rtl/>
        </w:rPr>
        <w:t xml:space="preserve"> </w:t>
      </w:r>
      <w:r w:rsidRPr="00843429">
        <w:t>the</w:t>
      </w:r>
      <w:r w:rsidRPr="00843429">
        <w:rPr>
          <w:rtl/>
        </w:rPr>
        <w:t xml:space="preserve"> </w:t>
      </w:r>
      <w:r w:rsidRPr="00843429">
        <w:t>necessity</w:t>
      </w:r>
      <w:r w:rsidRPr="00843429">
        <w:rPr>
          <w:rtl/>
        </w:rPr>
        <w:t xml:space="preserve"> </w:t>
      </w:r>
      <w:r w:rsidRPr="00843429">
        <w:t>for</w:t>
      </w:r>
      <w:r w:rsidRPr="00843429">
        <w:rPr>
          <w:rtl/>
        </w:rPr>
        <w:t xml:space="preserve"> </w:t>
      </w:r>
      <w:r w:rsidRPr="00843429">
        <w:t>each</w:t>
      </w:r>
      <w:r w:rsidRPr="00843429">
        <w:rPr>
          <w:rtl/>
        </w:rPr>
        <w:t xml:space="preserve"> </w:t>
      </w:r>
      <w:r w:rsidRPr="00843429">
        <w:t>one</w:t>
      </w:r>
      <w:r w:rsidRPr="00843429">
        <w:rPr>
          <w:rtl/>
        </w:rPr>
        <w:t xml:space="preserve"> </w:t>
      </w:r>
      <w:r w:rsidRPr="00843429">
        <w:t>to</w:t>
      </w:r>
      <w:r w:rsidRPr="00843429">
        <w:rPr>
          <w:rtl/>
        </w:rPr>
        <w:t xml:space="preserve"> </w:t>
      </w:r>
      <w:r w:rsidRPr="00843429">
        <w:t>abide</w:t>
      </w:r>
      <w:r w:rsidRPr="00843429">
        <w:rPr>
          <w:rtl/>
        </w:rPr>
        <w:t xml:space="preserve"> </w:t>
      </w:r>
      <w:r w:rsidRPr="00843429">
        <w:t>to</w:t>
      </w:r>
      <w:r w:rsidRPr="00843429">
        <w:rPr>
          <w:rtl/>
        </w:rPr>
        <w:t xml:space="preserve"> </w:t>
      </w:r>
      <w:r w:rsidRPr="00843429">
        <w:t>what</w:t>
      </w:r>
      <w:r w:rsidRPr="00843429">
        <w:rPr>
          <w:rtl/>
        </w:rPr>
        <w:t xml:space="preserve"> </w:t>
      </w:r>
      <w:r w:rsidRPr="00843429">
        <w:t>adequates</w:t>
      </w:r>
      <w:r w:rsidRPr="00843429">
        <w:rPr>
          <w:rtl/>
        </w:rPr>
        <w:t xml:space="preserve"> </w:t>
      </w:r>
      <w:r w:rsidRPr="00843429">
        <w:t>to</w:t>
      </w:r>
      <w:r w:rsidRPr="00843429">
        <w:rPr>
          <w:rtl/>
        </w:rPr>
        <w:t xml:space="preserve"> </w:t>
      </w:r>
      <w:r w:rsidRPr="00843429">
        <w:t>him</w:t>
      </w:r>
      <w:r w:rsidRPr="00843429">
        <w:rPr>
          <w:rtl/>
        </w:rPr>
        <w:t xml:space="preserve">/ </w:t>
      </w:r>
      <w:r w:rsidRPr="00843429">
        <w:t>her, so</w:t>
      </w:r>
      <w:r w:rsidRPr="00843429">
        <w:rPr>
          <w:rtl/>
        </w:rPr>
        <w:t xml:space="preserve"> </w:t>
      </w:r>
      <w:r w:rsidRPr="00843429">
        <w:t>that</w:t>
      </w:r>
      <w:r w:rsidRPr="00843429">
        <w:rPr>
          <w:rtl/>
        </w:rPr>
        <w:t xml:space="preserve"> </w:t>
      </w:r>
      <w:r w:rsidRPr="00843429">
        <w:t>the</w:t>
      </w:r>
      <w:r w:rsidRPr="00843429">
        <w:rPr>
          <w:rtl/>
        </w:rPr>
        <w:t xml:space="preserve"> </w:t>
      </w:r>
      <w:r w:rsidRPr="00843429">
        <w:t>woman</w:t>
      </w:r>
      <w:r w:rsidRPr="00843429">
        <w:rPr>
          <w:rtl/>
        </w:rPr>
        <w:t xml:space="preserve"> </w:t>
      </w:r>
      <w:r w:rsidRPr="00843429">
        <w:t>will</w:t>
      </w:r>
      <w:r w:rsidRPr="00843429">
        <w:rPr>
          <w:rtl/>
        </w:rPr>
        <w:t xml:space="preserve"> </w:t>
      </w:r>
      <w:r w:rsidRPr="00843429">
        <w:t>not</w:t>
      </w:r>
      <w:r w:rsidRPr="00843429">
        <w:rPr>
          <w:rtl/>
        </w:rPr>
        <w:t xml:space="preserve"> </w:t>
      </w:r>
      <w:r w:rsidRPr="00843429">
        <w:lastRenderedPageBreak/>
        <w:t>perform</w:t>
      </w:r>
      <w:r w:rsidRPr="00843429">
        <w:rPr>
          <w:rtl/>
        </w:rPr>
        <w:t xml:space="preserve"> </w:t>
      </w:r>
      <w:r w:rsidRPr="00843429">
        <w:t>what</w:t>
      </w:r>
      <w:r w:rsidRPr="00843429">
        <w:rPr>
          <w:rtl/>
        </w:rPr>
        <w:t xml:space="preserve"> </w:t>
      </w:r>
      <w:r w:rsidRPr="00843429">
        <w:t>is</w:t>
      </w:r>
      <w:r w:rsidRPr="00843429">
        <w:rPr>
          <w:rtl/>
        </w:rPr>
        <w:t xml:space="preserve"> </w:t>
      </w:r>
      <w:r w:rsidRPr="00843429">
        <w:t>adequate</w:t>
      </w:r>
      <w:r w:rsidRPr="00843429">
        <w:rPr>
          <w:rtl/>
        </w:rPr>
        <w:t xml:space="preserve"> </w:t>
      </w:r>
      <w:r w:rsidRPr="00843429">
        <w:t>to</w:t>
      </w:r>
      <w:r w:rsidRPr="00843429">
        <w:rPr>
          <w:rtl/>
        </w:rPr>
        <w:t xml:space="preserve"> </w:t>
      </w:r>
      <w:r w:rsidRPr="00843429">
        <w:t>the</w:t>
      </w:r>
      <w:r w:rsidRPr="00843429">
        <w:rPr>
          <w:rtl/>
        </w:rPr>
        <w:t xml:space="preserve"> </w:t>
      </w:r>
      <w:r w:rsidRPr="00843429">
        <w:t>man</w:t>
      </w:r>
      <w:r w:rsidRPr="00843429">
        <w:rPr>
          <w:rtl/>
        </w:rPr>
        <w:t xml:space="preserve"> </w:t>
      </w:r>
      <w:r w:rsidRPr="00843429">
        <w:t>and</w:t>
      </w:r>
      <w:r w:rsidRPr="00843429">
        <w:rPr>
          <w:rtl/>
        </w:rPr>
        <w:t xml:space="preserve"> </w:t>
      </w:r>
      <w:r w:rsidRPr="00843429">
        <w:t>what</w:t>
      </w:r>
      <w:r w:rsidRPr="00843429">
        <w:rPr>
          <w:rtl/>
        </w:rPr>
        <w:t xml:space="preserve"> </w:t>
      </w:r>
      <w:r w:rsidRPr="00843429">
        <w:t>opposes</w:t>
      </w:r>
      <w:r w:rsidRPr="00843429">
        <w:rPr>
          <w:rtl/>
        </w:rPr>
        <w:t xml:space="preserve"> </w:t>
      </w:r>
      <w:r w:rsidRPr="00843429">
        <w:t>the</w:t>
      </w:r>
      <w:r w:rsidRPr="00843429">
        <w:rPr>
          <w:rtl/>
        </w:rPr>
        <w:t xml:space="preserve"> </w:t>
      </w:r>
      <w:r w:rsidRPr="00843429">
        <w:t>ashamedness</w:t>
      </w:r>
      <w:r w:rsidRPr="00843429">
        <w:rPr>
          <w:rtl/>
        </w:rPr>
        <w:t xml:space="preserve"> </w:t>
      </w:r>
      <w:r w:rsidRPr="00843429">
        <w:t>and</w:t>
      </w:r>
      <w:r w:rsidRPr="00843429">
        <w:rPr>
          <w:rtl/>
        </w:rPr>
        <w:t xml:space="preserve"> </w:t>
      </w:r>
      <w:r w:rsidRPr="00843429">
        <w:t>chastity</w:t>
      </w:r>
      <w:r w:rsidRPr="00843429">
        <w:rPr>
          <w:rtl/>
        </w:rPr>
        <w:t xml:space="preserve"> </w:t>
      </w:r>
      <w:r w:rsidRPr="00843429">
        <w:t>because</w:t>
      </w:r>
      <w:r w:rsidRPr="00843429">
        <w:rPr>
          <w:rtl/>
        </w:rPr>
        <w:t xml:space="preserve"> </w:t>
      </w:r>
      <w:r w:rsidRPr="00843429">
        <w:t>what</w:t>
      </w:r>
      <w:r w:rsidRPr="00843429">
        <w:rPr>
          <w:rtl/>
        </w:rPr>
        <w:t xml:space="preserve"> </w:t>
      </w:r>
      <w:r w:rsidRPr="00843429">
        <w:t>reforms</w:t>
      </w:r>
      <w:r w:rsidRPr="00843429">
        <w:rPr>
          <w:rtl/>
        </w:rPr>
        <w:t xml:space="preserve"> </w:t>
      </w:r>
      <w:r w:rsidRPr="00843429">
        <w:t>one</w:t>
      </w:r>
      <w:r w:rsidRPr="00843429">
        <w:rPr>
          <w:rtl/>
        </w:rPr>
        <w:t xml:space="preserve"> </w:t>
      </w:r>
      <w:r w:rsidRPr="00843429">
        <w:t>of</w:t>
      </w:r>
      <w:r w:rsidRPr="00843429">
        <w:rPr>
          <w:rtl/>
        </w:rPr>
        <w:t xml:space="preserve"> </w:t>
      </w:r>
      <w:r w:rsidRPr="00843429">
        <w:t>them</w:t>
      </w:r>
      <w:r w:rsidRPr="00843429">
        <w:rPr>
          <w:rtl/>
        </w:rPr>
        <w:t xml:space="preserve"> </w:t>
      </w:r>
      <w:r w:rsidRPr="00843429">
        <w:t>may</w:t>
      </w:r>
      <w:r w:rsidRPr="00843429">
        <w:rPr>
          <w:rtl/>
        </w:rPr>
        <w:t xml:space="preserve"> </w:t>
      </w:r>
      <w:r w:rsidRPr="00843429">
        <w:t>corrupt</w:t>
      </w:r>
      <w:r w:rsidRPr="00843429">
        <w:rPr>
          <w:rtl/>
        </w:rPr>
        <w:t xml:space="preserve"> </w:t>
      </w:r>
      <w:r w:rsidRPr="00843429">
        <w:t>the</w:t>
      </w:r>
      <w:r w:rsidRPr="00843429">
        <w:rPr>
          <w:rtl/>
        </w:rPr>
        <w:t xml:space="preserve"> </w:t>
      </w:r>
      <w:r w:rsidRPr="00843429">
        <w:t>other</w:t>
      </w:r>
      <w:r w:rsidRPr="00843429">
        <w:rPr>
          <w:rtl/>
        </w:rPr>
        <w:t xml:space="preserve"> </w:t>
      </w:r>
      <w:r w:rsidRPr="00843429">
        <w:t>one.</w:t>
      </w:r>
    </w:p>
    <w:p w:rsidR="004E56E9" w:rsidRPr="00843429" w:rsidRDefault="004E56E9" w:rsidP="00844CC1">
      <w:pPr>
        <w:pStyle w:val="libNormal"/>
      </w:pPr>
      <w:r w:rsidRPr="00844CC1">
        <w:t xml:space="preserve">The Noblest Prophet </w:t>
      </w:r>
      <w:r w:rsidRPr="00844CC1">
        <w:rPr>
          <w:rStyle w:val="libItalicChar"/>
        </w:rPr>
        <w:t>(God’s prayers and peace bestowed upon him and his Household)</w:t>
      </w:r>
      <w:r w:rsidRPr="00844CC1">
        <w:t xml:space="preserve"> highly emphasized this to the extent that he cursed the woman who turns away from what suits her in order to imitate the men. It is ascribed to him </w:t>
      </w:r>
      <w:r w:rsidRPr="00844CC1">
        <w:rPr>
          <w:rStyle w:val="libItalicChar"/>
        </w:rPr>
        <w:t>(God’s prayers and peace bestowed upon him and his Household)</w:t>
      </w:r>
      <w:r w:rsidRPr="00844CC1">
        <w:t xml:space="preserve"> that he said, “God cursed the woman who imitates the man, and God cursed the man who imitates the woman.”</w:t>
      </w:r>
      <w:r w:rsidRPr="00844CC1">
        <w:rPr>
          <w:rStyle w:val="libFootnotenumChar"/>
        </w:rPr>
        <w:endnoteReference w:id="74"/>
      </w:r>
      <w:r w:rsidRPr="00844CC1">
        <w:t xml:space="preserve"> It is related in the narrative ascribed to Imam Al-Baker </w:t>
      </w:r>
      <w:r w:rsidRPr="00844CC1">
        <w:rPr>
          <w:rStyle w:val="libItalicChar"/>
        </w:rPr>
        <w:t>(God’s peace bestowed upon him)</w:t>
      </w:r>
      <w:r w:rsidRPr="00844CC1">
        <w:t xml:space="preserve"> that he said, “The woman is not permitted to imitate the men because God’s prophet </w:t>
      </w:r>
      <w:r w:rsidRPr="00844CC1">
        <w:rPr>
          <w:rStyle w:val="libItalicChar"/>
        </w:rPr>
        <w:t>(God’s prayers and peace bestowed upon him and his Household)</w:t>
      </w:r>
      <w:r w:rsidRPr="00844CC1">
        <w:t xml:space="preserve"> cursed the men who imitate the women and cursed the women who imitate the men.”</w:t>
      </w:r>
      <w:r w:rsidRPr="00844CC1">
        <w:rPr>
          <w:rStyle w:val="libFootnotenumChar"/>
        </w:rPr>
        <w:endnoteReference w:id="75"/>
      </w:r>
    </w:p>
    <w:p w:rsidR="002E0242" w:rsidRDefault="004E56E9" w:rsidP="00844CC1">
      <w:pPr>
        <w:pStyle w:val="libNormal"/>
      </w:pPr>
      <w:r w:rsidRPr="00843429">
        <w:t>Imitation takes many forms, and it includes whatever contradicts the nature of the woman but suits that of the man. The clearest form is that of clothes imitation, such that the woman wears the clothes of the man and the man wears the clothes of the woman.</w:t>
      </w:r>
    </w:p>
    <w:p w:rsidR="004E56E9" w:rsidRPr="00712236" w:rsidRDefault="004E56E9" w:rsidP="00712236">
      <w:pPr>
        <w:pStyle w:val="libNormal"/>
      </w:pPr>
      <w:r w:rsidRPr="00712236">
        <w:t xml:space="preserve">It is originally unnatural that the human being loses his/ her identity. What if the identity [that may be lost] is Islam? !! And what if these values are the divine values and the firm bond after which no guidance can be achieved and rather than which no good can be found? !! How can the human being, in  order  to  adhere  to  the  traditions  and customs which have proved their failure and degradation and which have afflicted the societies with the crises on the level of the security and the moral values, forsake his/ her guidance: (This is the Book]the Qur’an]whereof there is no doubt, a guidance to those who are Al-Mouttaqun ]the pious and the righteous persons who fear Allah mush (abstain from all kinds of sins and evil deeds which He has forbidden) and love Allah much (perform all kinds of good deeds which He has ordained)])? </w:t>
      </w:r>
      <w:r w:rsidRPr="00844CC1">
        <w:rPr>
          <w:rStyle w:val="libFootnotenumChar"/>
        </w:rPr>
        <w:endnoteReference w:id="76"/>
      </w:r>
    </w:p>
    <w:p w:rsidR="002E0242" w:rsidRDefault="004E56E9" w:rsidP="00712236">
      <w:pPr>
        <w:pStyle w:val="libNormal"/>
      </w:pPr>
      <w:r w:rsidRPr="00712236">
        <w:t xml:space="preserve">Due to the danger of the loss of the identity, Islam refuses the imitation of the others even in the most trivial things, even on the level of the form only, in addition to the content. It is ascribed to God’s prophet </w:t>
      </w:r>
      <w:r w:rsidRPr="00844CC1">
        <w:rPr>
          <w:rStyle w:val="libItalicChar"/>
        </w:rPr>
        <w:t>(God’s prayers and peace bestowed upon him and his Household)</w:t>
      </w:r>
      <w:r w:rsidRPr="00712236">
        <w:t xml:space="preserve"> that he said, “Change the hoariness and imitate not the Jews and the Christians.”</w:t>
      </w:r>
      <w:r w:rsidRPr="00844CC1">
        <w:rPr>
          <w:rStyle w:val="libFootnotenumChar"/>
        </w:rPr>
        <w:endnoteReference w:id="77"/>
      </w:r>
      <w:r w:rsidRPr="00712236">
        <w:t xml:space="preserve"> It is also ascribed to God’s prophet </w:t>
      </w:r>
      <w:r w:rsidRPr="00844CC1">
        <w:rPr>
          <w:rStyle w:val="libItalicChar"/>
        </w:rPr>
        <w:t>(God’s prayers and peace bestowed upon him and his Household)</w:t>
      </w:r>
      <w:r w:rsidRPr="00712236">
        <w:t xml:space="preserve"> that he said, “Trim the fingers, and imitate not the Jews.”</w:t>
      </w:r>
      <w:r w:rsidRPr="00844CC1">
        <w:rPr>
          <w:rStyle w:val="libFootnotenumChar"/>
        </w:rPr>
        <w:endnoteReference w:id="78"/>
      </w:r>
      <w:r w:rsidRPr="00712236">
        <w:t xml:space="preserve">  It is also ascribed to him </w:t>
      </w:r>
      <w:r w:rsidRPr="00844CC1">
        <w:rPr>
          <w:rStyle w:val="libItalicChar"/>
        </w:rPr>
        <w:t>(God’s prayers and peace bestowed upon him and his Household)</w:t>
      </w:r>
      <w:r w:rsidRPr="00712236">
        <w:t xml:space="preserve"> in a third narrative that he said, “Sweep your yards, and imitate not the Jews.”</w:t>
      </w:r>
      <w:r w:rsidRPr="00844CC1">
        <w:rPr>
          <w:rStyle w:val="libFootnotenumChar"/>
        </w:rPr>
        <w:endnoteReference w:id="79"/>
      </w:r>
    </w:p>
    <w:p w:rsidR="002E0242" w:rsidRDefault="004E56E9" w:rsidP="00712236">
      <w:pPr>
        <w:pStyle w:val="libNormal"/>
      </w:pPr>
      <w:r w:rsidRPr="00712236">
        <w:t xml:space="preserve">Then consider how much he </w:t>
      </w:r>
      <w:r w:rsidRPr="00844CC1">
        <w:rPr>
          <w:rStyle w:val="libItalicChar"/>
        </w:rPr>
        <w:t>(God’s prayers and peace bestowed upon him and his Household)</w:t>
      </w:r>
      <w:r w:rsidRPr="00712236">
        <w:t xml:space="preserve"> stresses the necessity of educating the society not to imitate the others. The danger lying in this imitation is the loss of the identity as is realized from the following narrative ascribed to The Prince of the Believers Imam Ali ibn Abi Taleb </w:t>
      </w:r>
      <w:r w:rsidRPr="00844CC1">
        <w:rPr>
          <w:rStyle w:val="libItalicChar"/>
        </w:rPr>
        <w:t>(God’s peace bestowed upon him)</w:t>
      </w:r>
      <w:r w:rsidRPr="00712236">
        <w:t xml:space="preserve">. He </w:t>
      </w:r>
      <w:r w:rsidRPr="00844CC1">
        <w:rPr>
          <w:rStyle w:val="libItalicChar"/>
        </w:rPr>
        <w:t>(God’s peace bestowed upon him)</w:t>
      </w:r>
      <w:r w:rsidRPr="00712236">
        <w:t xml:space="preserve"> was asked about the discourse of The Prophet </w:t>
      </w:r>
      <w:r w:rsidRPr="00844CC1">
        <w:rPr>
          <w:rStyle w:val="libItalicChar"/>
        </w:rPr>
        <w:t>(God’s prayers and peace bestowed upon him and his Household)</w:t>
      </w:r>
      <w:r w:rsidRPr="00712236">
        <w:t xml:space="preserve">: “Change the hoariness, and imitate not the Jews.” He </w:t>
      </w:r>
      <w:r w:rsidRPr="00844CC1">
        <w:rPr>
          <w:rStyle w:val="libItalicChar"/>
        </w:rPr>
        <w:t>(God’s peace bestowed upon him)</w:t>
      </w:r>
      <w:r w:rsidRPr="00712236">
        <w:t xml:space="preserve"> answered, “He said that at a time the religion was still narrow ranged. Now its range being widened, then everybody is given the choice to do what he wants.”</w:t>
      </w:r>
      <w:r w:rsidRPr="00844CC1">
        <w:rPr>
          <w:rStyle w:val="libFootnotenumChar"/>
        </w:rPr>
        <w:endnoteReference w:id="80"/>
      </w:r>
    </w:p>
    <w:p w:rsidR="002E0242" w:rsidRDefault="004E56E9" w:rsidP="00844CC1">
      <w:pPr>
        <w:pStyle w:val="libNormal"/>
      </w:pPr>
      <w:r w:rsidRPr="00843429">
        <w:t>This signifies that the problem does not lie in the change of the hoariness [i. e. the color of the hair] or not but in the imitation of the Jews. Once imitation takes place, turn away from it even if it takes place in things which there is no objection to in themselves.</w:t>
      </w:r>
    </w:p>
    <w:p w:rsidR="002E0242" w:rsidRDefault="004E56E9" w:rsidP="00844CC1">
      <w:pPr>
        <w:pStyle w:val="libNormal"/>
      </w:pPr>
      <w:r w:rsidRPr="00843429">
        <w:t xml:space="preserve">His Eminence Imam Al-Khaminaei </w:t>
      </w:r>
      <w:r w:rsidRPr="00844CC1">
        <w:rPr>
          <w:rStyle w:val="libItalicChar"/>
        </w:rPr>
        <w:t>(May God lengthen his presence among us)</w:t>
      </w:r>
      <w:r w:rsidRPr="00843429">
        <w:t xml:space="preserve"> says, “The greatest cultural attack is that they [the attackers] have, throughout the long years, taught the brain and its creeds that we are incapable ]by ourselves] and thus we must follow after the west and </w:t>
      </w:r>
      <w:smartTag w:uri="urn:schemas-microsoft-com:office:smarttags" w:element="place">
        <w:r w:rsidRPr="00843429">
          <w:t>Europe</w:t>
        </w:r>
      </w:smartTag>
      <w:r w:rsidRPr="00843429">
        <w:t>. This is the cultural invasion. They do not allow us even to trust our capabilities.”</w:t>
      </w:r>
    </w:p>
    <w:p w:rsidR="004E56E9" w:rsidRPr="00843429" w:rsidRDefault="004E56E9" w:rsidP="00844CC1">
      <w:pPr>
        <w:pStyle w:val="libNormal"/>
      </w:pPr>
      <w:r w:rsidRPr="00843429">
        <w:lastRenderedPageBreak/>
        <w:t>This is with respect to the non forbidden issues. Then what about the imitation that has to do with the religiously forbidden issues which contradict Islam and its doctrine and which are from the great sins which deprive the human being of his/ her religious commitment and make him/ her lose the hereafter and thus testify the Saying of The Most High God: (By Al-Asr ]the time] * Verily! Man is in loss * Except those who do righteous good deeds and recommend one another to the truth and recommend one another to patience)!</w:t>
      </w:r>
      <w:r w:rsidRPr="00844CC1">
        <w:rPr>
          <w:rStyle w:val="libFootnotenumChar"/>
        </w:rPr>
        <w:endnoteReference w:id="81"/>
      </w:r>
    </w:p>
    <w:p w:rsidR="004E56E9" w:rsidRPr="00843429" w:rsidRDefault="004E56E9" w:rsidP="00844CC1">
      <w:pPr>
        <w:pStyle w:val="libNormal"/>
      </w:pPr>
      <w:r w:rsidRPr="00843429">
        <w:t xml:space="preserve">In this frame, we must differentiate between making benefit of the knowledge and imitating. Knowledge is the quarry of the believer wherever it is, and as it is ascribed to Imam Ali </w:t>
      </w:r>
      <w:r w:rsidRPr="00844CC1">
        <w:rPr>
          <w:rStyle w:val="libItalicChar"/>
        </w:rPr>
        <w:t>(God’s peace bestowed upon him)</w:t>
      </w:r>
      <w:r w:rsidRPr="00844CC1">
        <w:t xml:space="preserve"> that he said, “Knowledge is the goal of the believer.”</w:t>
      </w:r>
      <w:r w:rsidRPr="00844CC1">
        <w:rPr>
          <w:rStyle w:val="libFootnotenumChar"/>
        </w:rPr>
        <w:endnoteReference w:id="82"/>
      </w:r>
    </w:p>
    <w:p w:rsidR="004E56E9" w:rsidRPr="00844CC1" w:rsidRDefault="004E56E9" w:rsidP="00844CC1">
      <w:pPr>
        <w:pStyle w:val="libNormal"/>
        <w:rPr>
          <w:rStyle w:val="libNormalChar"/>
        </w:rPr>
      </w:pPr>
      <w:r w:rsidRPr="00843429">
        <w:t xml:space="preserve">Yet, acquisition of knowledge does not mean imitation as Imam Ali Al-Khaminaei  </w:t>
      </w:r>
      <w:r w:rsidRPr="00844CC1">
        <w:rPr>
          <w:rStyle w:val="libItalicChar"/>
        </w:rPr>
        <w:t>(May God lengthen his presence among us)</w:t>
      </w:r>
      <w:r w:rsidRPr="00844CC1">
        <w:rPr>
          <w:rStyle w:val="libNormalChar"/>
        </w:rPr>
        <w:t xml:space="preserve"> testifies in his saying, “The Europeans have uncountable wrong deeds and abominated conduct. Why should we learn these deeds from them? . . . We are Muslims, and we must remain Muslims. They have more knowledge than we have. Well, let us go and learn their knowledge. But why should we learn the customs, culture, conduct, and etiquettes of the social relations from them? What a wrong talk is this?!! Why should we imitate them in their clothes, conduct, etiquettes of the social relations, talk, and even accent? This is a lack of self confidence and a feeling with meanness. Why should I feel meanness? !!. . . I am proud of my language! I am proud of my culture! And I am proud of my home and country and history! Why then should I imitate them?”</w:t>
      </w:r>
    </w:p>
    <w:p w:rsidR="002E0242" w:rsidRDefault="004E56E9" w:rsidP="004E56E9">
      <w:pPr>
        <w:pStyle w:val="Heading2Center"/>
      </w:pPr>
      <w:bookmarkStart w:id="86" w:name="_Toc418512276"/>
      <w:r w:rsidRPr="00843429">
        <w:t>Summary</w:t>
      </w:r>
      <w:bookmarkEnd w:id="86"/>
    </w:p>
    <w:p w:rsidR="004E56E9" w:rsidRPr="00843429" w:rsidRDefault="004E56E9" w:rsidP="00844CC1">
      <w:pPr>
        <w:pStyle w:val="libNormal"/>
      </w:pPr>
      <w:r w:rsidRPr="00843429">
        <w:t>Ashamedness is demanded from the human being in general, but it is demanded from the woman by all means. The religiously committed person must be ashamed of:</w:t>
      </w:r>
    </w:p>
    <w:p w:rsidR="002E0242" w:rsidRDefault="004E56E9" w:rsidP="00844CC1">
      <w:pPr>
        <w:pStyle w:val="libNormal"/>
        <w:rPr>
          <w:rtl/>
        </w:rPr>
      </w:pPr>
      <w:r w:rsidRPr="00843429">
        <w:t>1- The</w:t>
      </w:r>
      <w:r w:rsidRPr="00843429">
        <w:rPr>
          <w:rtl/>
        </w:rPr>
        <w:t xml:space="preserve"> </w:t>
      </w:r>
      <w:r w:rsidRPr="00843429">
        <w:t>Most</w:t>
      </w:r>
      <w:r w:rsidRPr="00843429">
        <w:rPr>
          <w:rtl/>
        </w:rPr>
        <w:t xml:space="preserve"> </w:t>
      </w:r>
      <w:r w:rsidRPr="00843429">
        <w:t>High</w:t>
      </w:r>
      <w:r w:rsidRPr="00843429">
        <w:rPr>
          <w:rtl/>
        </w:rPr>
        <w:t xml:space="preserve"> </w:t>
      </w:r>
      <w:r w:rsidRPr="00843429">
        <w:t>God</w:t>
      </w:r>
    </w:p>
    <w:p w:rsidR="004E56E9" w:rsidRPr="00843429" w:rsidRDefault="004E56E9" w:rsidP="00844CC1">
      <w:pPr>
        <w:pStyle w:val="libNormal"/>
        <w:rPr>
          <w:rtl/>
          <w:lang w:bidi="ar-LB"/>
        </w:rPr>
      </w:pPr>
      <w:r w:rsidRPr="00843429">
        <w:t>2-</w:t>
      </w:r>
      <w:r w:rsidRPr="00843429">
        <w:rPr>
          <w:rtl/>
        </w:rPr>
        <w:t xml:space="preserve"> </w:t>
      </w:r>
      <w:r w:rsidRPr="00843429">
        <w:t>The</w:t>
      </w:r>
      <w:r w:rsidRPr="00843429">
        <w:rPr>
          <w:rtl/>
        </w:rPr>
        <w:t xml:space="preserve"> </w:t>
      </w:r>
      <w:r w:rsidRPr="00843429">
        <w:t>Prophet</w:t>
      </w:r>
      <w:r w:rsidRPr="00843429">
        <w:rPr>
          <w:rFonts w:hint="cs"/>
          <w:rtl/>
          <w:lang w:bidi="ar-LB"/>
        </w:rPr>
        <w:t>)</w:t>
      </w:r>
      <w:r w:rsidRPr="00844CC1">
        <w:rPr>
          <w:rStyle w:val="libItalicChar"/>
          <w:rFonts w:hint="cs"/>
          <w:rtl/>
        </w:rPr>
        <w:t xml:space="preserve"> </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prayers</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his</w:t>
      </w:r>
      <w:r w:rsidRPr="00844CC1">
        <w:rPr>
          <w:rStyle w:val="libItalicChar"/>
          <w:rtl/>
        </w:rPr>
        <w:t xml:space="preserve"> </w:t>
      </w:r>
      <w:r w:rsidRPr="00844CC1">
        <w:rPr>
          <w:rStyle w:val="libItalicChar"/>
        </w:rPr>
        <w:t>Household</w:t>
      </w:r>
      <w:r w:rsidRPr="00844CC1">
        <w:rPr>
          <w:rStyle w:val="libItalicChar"/>
          <w:rFonts w:hint="cs"/>
          <w:rtl/>
        </w:rPr>
        <w:t xml:space="preserve"> (</w:t>
      </w:r>
      <w:r w:rsidRPr="00843429">
        <w:t>and</w:t>
      </w:r>
      <w:r w:rsidRPr="00843429">
        <w:rPr>
          <w:rtl/>
        </w:rPr>
        <w:t xml:space="preserve"> </w:t>
      </w:r>
      <w:r w:rsidRPr="00843429">
        <w:t>The</w:t>
      </w:r>
      <w:r w:rsidRPr="00843429">
        <w:rPr>
          <w:rtl/>
        </w:rPr>
        <w:t xml:space="preserve"> </w:t>
      </w:r>
      <w:r w:rsidRPr="00843429">
        <w:t>Imams</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them</w:t>
      </w:r>
      <w:r w:rsidRPr="00844CC1">
        <w:rPr>
          <w:rStyle w:val="libItalicChar"/>
          <w:rFonts w:hint="cs"/>
          <w:rtl/>
        </w:rPr>
        <w:t>(</w:t>
      </w:r>
    </w:p>
    <w:p w:rsidR="004E56E9" w:rsidRPr="00843429" w:rsidRDefault="004E56E9" w:rsidP="00844CC1">
      <w:pPr>
        <w:pStyle w:val="libNormal"/>
        <w:rPr>
          <w:rtl/>
        </w:rPr>
      </w:pPr>
      <w:r w:rsidRPr="00843429">
        <w:rPr>
          <w:rFonts w:hint="cs"/>
          <w:rtl/>
        </w:rPr>
        <w:t>3</w:t>
      </w:r>
      <w:r w:rsidRPr="00843429">
        <w:t>-</w:t>
      </w:r>
      <w:r w:rsidRPr="00843429">
        <w:rPr>
          <w:rFonts w:hint="cs"/>
          <w:rtl/>
        </w:rPr>
        <w:t xml:space="preserve"> </w:t>
      </w:r>
      <w:r w:rsidRPr="00843429">
        <w:t>The</w:t>
      </w:r>
      <w:r w:rsidRPr="00843429">
        <w:rPr>
          <w:rtl/>
        </w:rPr>
        <w:t xml:space="preserve"> </w:t>
      </w:r>
      <w:r w:rsidRPr="00843429">
        <w:t>angels</w:t>
      </w:r>
      <w:r w:rsidRPr="00843429">
        <w:rPr>
          <w:rtl/>
        </w:rPr>
        <w:t xml:space="preserve"> </w:t>
      </w:r>
      <w:r w:rsidRPr="00843429">
        <w:t>i. e. those</w:t>
      </w:r>
      <w:r w:rsidRPr="00843429">
        <w:rPr>
          <w:rtl/>
        </w:rPr>
        <w:t xml:space="preserve"> </w:t>
      </w:r>
      <w:r w:rsidRPr="00843429">
        <w:t>who</w:t>
      </w:r>
      <w:r w:rsidRPr="00843429">
        <w:rPr>
          <w:rtl/>
        </w:rPr>
        <w:t xml:space="preserve"> </w:t>
      </w:r>
      <w:r w:rsidRPr="00843429">
        <w:t>record</w:t>
      </w:r>
      <w:r w:rsidRPr="00843429">
        <w:rPr>
          <w:rtl/>
        </w:rPr>
        <w:t xml:space="preserve"> </w:t>
      </w:r>
      <w:r w:rsidRPr="00843429">
        <w:t>the</w:t>
      </w:r>
      <w:r w:rsidRPr="00843429">
        <w:rPr>
          <w:rtl/>
        </w:rPr>
        <w:t xml:space="preserve"> </w:t>
      </w:r>
      <w:r w:rsidRPr="00843429">
        <w:t>good</w:t>
      </w:r>
      <w:r w:rsidRPr="00843429">
        <w:rPr>
          <w:rtl/>
        </w:rPr>
        <w:t xml:space="preserve"> </w:t>
      </w:r>
      <w:r w:rsidRPr="00843429">
        <w:t>and</w:t>
      </w:r>
      <w:r w:rsidRPr="00843429">
        <w:rPr>
          <w:rtl/>
        </w:rPr>
        <w:t xml:space="preserve"> </w:t>
      </w:r>
      <w:r w:rsidRPr="00843429">
        <w:t>bad</w:t>
      </w:r>
      <w:r w:rsidRPr="00843429">
        <w:rPr>
          <w:rtl/>
        </w:rPr>
        <w:t xml:space="preserve"> </w:t>
      </w:r>
      <w:r w:rsidRPr="00843429">
        <w:t>deeds</w:t>
      </w:r>
      <w:r w:rsidRPr="00843429">
        <w:rPr>
          <w:rtl/>
        </w:rPr>
        <w:t xml:space="preserve"> </w:t>
      </w:r>
      <w:r w:rsidRPr="00843429">
        <w:t>performed</w:t>
      </w:r>
      <w:r w:rsidRPr="00843429">
        <w:rPr>
          <w:rtl/>
        </w:rPr>
        <w:t xml:space="preserve"> </w:t>
      </w:r>
      <w:r w:rsidRPr="00843429">
        <w:t>by</w:t>
      </w:r>
      <w:r w:rsidRPr="00843429">
        <w:rPr>
          <w:rtl/>
        </w:rPr>
        <w:t xml:space="preserve"> </w:t>
      </w:r>
      <w:r w:rsidRPr="00843429">
        <w:t>the</w:t>
      </w:r>
      <w:r w:rsidRPr="00843429">
        <w:rPr>
          <w:rtl/>
        </w:rPr>
        <w:t xml:space="preserve"> </w:t>
      </w:r>
      <w:r w:rsidRPr="00843429">
        <w:t>human</w:t>
      </w:r>
      <w:r w:rsidRPr="00843429">
        <w:rPr>
          <w:rtl/>
        </w:rPr>
        <w:t xml:space="preserve"> </w:t>
      </w:r>
      <w:r w:rsidRPr="00843429">
        <w:t>being</w:t>
      </w:r>
    </w:p>
    <w:p w:rsidR="004E56E9" w:rsidRPr="00843429" w:rsidRDefault="004E56E9" w:rsidP="00844CC1">
      <w:pPr>
        <w:pStyle w:val="libNormal"/>
        <w:rPr>
          <w:rtl/>
        </w:rPr>
      </w:pPr>
      <w:r w:rsidRPr="00843429">
        <w:rPr>
          <w:rFonts w:hint="cs"/>
          <w:rtl/>
        </w:rPr>
        <w:t>4</w:t>
      </w:r>
      <w:r w:rsidRPr="00843429">
        <w:t>- The</w:t>
      </w:r>
      <w:r w:rsidRPr="00843429">
        <w:rPr>
          <w:rtl/>
        </w:rPr>
        <w:t xml:space="preserve"> </w:t>
      </w:r>
      <w:r w:rsidRPr="00843429">
        <w:t>people</w:t>
      </w:r>
    </w:p>
    <w:p w:rsidR="004E56E9" w:rsidRPr="00843429" w:rsidRDefault="004E56E9" w:rsidP="00844CC1">
      <w:pPr>
        <w:pStyle w:val="libNormal"/>
        <w:rPr>
          <w:rtl/>
        </w:rPr>
      </w:pPr>
      <w:r w:rsidRPr="00843429">
        <w:t>5-</w:t>
      </w:r>
      <w:r w:rsidRPr="00843429">
        <w:rPr>
          <w:rtl/>
        </w:rPr>
        <w:t xml:space="preserve"> </w:t>
      </w:r>
      <w:r w:rsidRPr="00843429">
        <w:t>The</w:t>
      </w:r>
      <w:r w:rsidRPr="00843429">
        <w:rPr>
          <w:rtl/>
        </w:rPr>
        <w:t xml:space="preserve"> </w:t>
      </w:r>
      <w:r w:rsidRPr="00843429">
        <w:t>self</w:t>
      </w:r>
    </w:p>
    <w:p w:rsidR="002E0242" w:rsidRDefault="004E56E9" w:rsidP="00844CC1">
      <w:pPr>
        <w:pStyle w:val="libNormal"/>
      </w:pPr>
      <w:r w:rsidRPr="00844CC1">
        <w:t xml:space="preserve">The narratives indicate that the human being must be ashamed of committing sins. He/she must be so because he/ she who is ashamed of The Most High God can not, knowing that He is looking at him, disobey Him. In addition, he/ she who is ashamed of The Prophet </w:t>
      </w:r>
      <w:r w:rsidRPr="00844CC1">
        <w:rPr>
          <w:rStyle w:val="libItalicChar"/>
        </w:rPr>
        <w:t>(God’s prayers and peace bestowed upon him and his Household)</w:t>
      </w:r>
      <w:r w:rsidRPr="00844CC1">
        <w:t xml:space="preserve"> can not, knowing that his/ her deed is going to be shown before The Prophet </w:t>
      </w:r>
      <w:r w:rsidRPr="00844CC1">
        <w:rPr>
          <w:rStyle w:val="libItalicChar"/>
        </w:rPr>
        <w:t>(God’s prayers and peace bestowed upon him and his Household)</w:t>
      </w:r>
      <w:r w:rsidRPr="00843429">
        <w:t>, commit sins.</w:t>
      </w:r>
    </w:p>
    <w:p w:rsidR="002E0242" w:rsidRDefault="004E56E9" w:rsidP="00844CC1">
      <w:pPr>
        <w:pStyle w:val="libNormal"/>
      </w:pPr>
      <w:r w:rsidRPr="00843429">
        <w:t>Chastity leads the human being to abandon the sins and to draw close to The Most High God, and it makes the conduct of the human being be dedicated to obey The Most High God.</w:t>
      </w:r>
    </w:p>
    <w:p w:rsidR="002E0242" w:rsidRDefault="004E56E9" w:rsidP="00844CC1">
      <w:pPr>
        <w:pStyle w:val="libNormal"/>
      </w:pPr>
      <w:r w:rsidRPr="00843429">
        <w:t>From the impacts of chastity are:</w:t>
      </w:r>
    </w:p>
    <w:p w:rsidR="004E56E9" w:rsidRPr="00843429" w:rsidRDefault="004E56E9" w:rsidP="00844CC1">
      <w:pPr>
        <w:pStyle w:val="libNormal"/>
      </w:pPr>
      <w:r w:rsidRPr="00843429">
        <w:t>1- Abstinence from the desire</w:t>
      </w:r>
    </w:p>
    <w:p w:rsidR="004E56E9" w:rsidRPr="00843429" w:rsidRDefault="004E56E9" w:rsidP="00844CC1">
      <w:pPr>
        <w:pStyle w:val="libNormal"/>
      </w:pPr>
      <w:r w:rsidRPr="00843429">
        <w:t>2- Asceticism in this life and abstinence from its luxuries</w:t>
      </w:r>
    </w:p>
    <w:p w:rsidR="002E0242" w:rsidRDefault="004E56E9" w:rsidP="00844CC1">
      <w:pPr>
        <w:pStyle w:val="libNormal"/>
      </w:pPr>
      <w:r w:rsidRPr="00843429">
        <w:t>The issues which are related to chastity are: abstinence from disclosing the financial need, chastity as regards insistence on the veil, abstinence from the desire, and abstinence from eating what is forbidden.</w:t>
      </w:r>
    </w:p>
    <w:p w:rsidR="004E56E9" w:rsidRPr="00843429" w:rsidRDefault="004E56E9" w:rsidP="00844CC1">
      <w:pPr>
        <w:pStyle w:val="libNormal"/>
      </w:pPr>
      <w:r w:rsidRPr="00843429">
        <w:t>From the opposites of chastity are the imitation of the men and the imitation of the West</w:t>
      </w:r>
      <w:r>
        <w:t>.</w:t>
      </w:r>
    </w:p>
    <w:p w:rsidR="004E56E9" w:rsidRDefault="004E56E9" w:rsidP="004E56E9">
      <w:pPr>
        <w:pStyle w:val="Heading2Center"/>
      </w:pPr>
      <w:r w:rsidRPr="00843429">
        <w:br w:type="page"/>
      </w:r>
      <w:bookmarkStart w:id="87" w:name="_Toc418512277"/>
      <w:r w:rsidRPr="00843429">
        <w:lastRenderedPageBreak/>
        <w:t>Comprehension Questions</w:t>
      </w:r>
      <w:bookmarkEnd w:id="87"/>
    </w:p>
    <w:p w:rsidR="002E0242" w:rsidRDefault="004E56E9" w:rsidP="00844CC1">
      <w:pPr>
        <w:pStyle w:val="libNormal"/>
      </w:pPr>
      <w:r w:rsidRPr="00843429">
        <w:rPr>
          <w:rtl/>
        </w:rPr>
        <w:t>1</w:t>
      </w:r>
      <w:r w:rsidRPr="00843429">
        <w:t>-What</w:t>
      </w:r>
      <w:r w:rsidRPr="00843429">
        <w:rPr>
          <w:rtl/>
        </w:rPr>
        <w:t xml:space="preserve"> </w:t>
      </w:r>
      <w:r w:rsidRPr="00843429">
        <w:t>must</w:t>
      </w:r>
      <w:r w:rsidRPr="00843429">
        <w:rPr>
          <w:rtl/>
        </w:rPr>
        <w:t xml:space="preserve"> </w:t>
      </w:r>
      <w:r w:rsidRPr="00843429">
        <w:t>the</w:t>
      </w:r>
      <w:r w:rsidRPr="00843429">
        <w:rPr>
          <w:rtl/>
        </w:rPr>
        <w:t xml:space="preserve"> </w:t>
      </w:r>
      <w:r w:rsidRPr="00843429">
        <w:t>human</w:t>
      </w:r>
      <w:r w:rsidRPr="00843429">
        <w:rPr>
          <w:rtl/>
        </w:rPr>
        <w:t xml:space="preserve"> </w:t>
      </w:r>
      <w:r w:rsidRPr="00843429">
        <w:t>being</w:t>
      </w:r>
      <w:r w:rsidRPr="00843429">
        <w:rPr>
          <w:rtl/>
        </w:rPr>
        <w:t xml:space="preserve"> </w:t>
      </w:r>
      <w:r w:rsidRPr="00843429">
        <w:t>be</w:t>
      </w:r>
      <w:r w:rsidRPr="00843429">
        <w:rPr>
          <w:rtl/>
        </w:rPr>
        <w:t xml:space="preserve"> </w:t>
      </w:r>
      <w:r w:rsidRPr="00843429">
        <w:t>ashamed</w:t>
      </w:r>
      <w:r w:rsidRPr="00843429">
        <w:rPr>
          <w:rtl/>
        </w:rPr>
        <w:t xml:space="preserve"> </w:t>
      </w:r>
      <w:r w:rsidRPr="00843429">
        <w:t>of?</w:t>
      </w:r>
    </w:p>
    <w:p w:rsidR="002E0242" w:rsidRDefault="004E56E9" w:rsidP="00844CC1">
      <w:pPr>
        <w:pStyle w:val="libNormal"/>
      </w:pPr>
      <w:r w:rsidRPr="00843429">
        <w:rPr>
          <w:rtl/>
        </w:rPr>
        <w:t>2</w:t>
      </w:r>
      <w:r w:rsidRPr="00843429">
        <w:t>-</w:t>
      </w:r>
      <w:r w:rsidRPr="00843429">
        <w:rPr>
          <w:rtl/>
        </w:rPr>
        <w:t xml:space="preserve"> </w:t>
      </w:r>
      <w:r w:rsidRPr="00843429">
        <w:t>To</w:t>
      </w:r>
      <w:r w:rsidRPr="00843429">
        <w:rPr>
          <w:rtl/>
        </w:rPr>
        <w:t xml:space="preserve"> </w:t>
      </w:r>
      <w:r w:rsidRPr="00843429">
        <w:t>what</w:t>
      </w:r>
      <w:r w:rsidRPr="00843429">
        <w:rPr>
          <w:rtl/>
        </w:rPr>
        <w:t xml:space="preserve"> </w:t>
      </w:r>
      <w:r w:rsidRPr="00843429">
        <w:t>extent</w:t>
      </w:r>
      <w:r w:rsidRPr="00843429">
        <w:rPr>
          <w:rtl/>
        </w:rPr>
        <w:t xml:space="preserve"> </w:t>
      </w:r>
      <w:r w:rsidRPr="00843429">
        <w:t>does</w:t>
      </w:r>
      <w:r w:rsidRPr="00843429">
        <w:rPr>
          <w:rtl/>
        </w:rPr>
        <w:t xml:space="preserve"> </w:t>
      </w:r>
      <w:r w:rsidRPr="00843429">
        <w:t>ashamedness</w:t>
      </w:r>
      <w:r w:rsidRPr="00843429">
        <w:rPr>
          <w:rtl/>
        </w:rPr>
        <w:t xml:space="preserve"> </w:t>
      </w:r>
      <w:r w:rsidRPr="00843429">
        <w:t>influence</w:t>
      </w:r>
      <w:r w:rsidRPr="00843429">
        <w:rPr>
          <w:rtl/>
        </w:rPr>
        <w:t xml:space="preserve"> </w:t>
      </w:r>
      <w:r w:rsidRPr="00843429">
        <w:t>the</w:t>
      </w:r>
      <w:r w:rsidRPr="00843429">
        <w:rPr>
          <w:rtl/>
        </w:rPr>
        <w:t xml:space="preserve"> </w:t>
      </w:r>
      <w:r w:rsidRPr="00843429">
        <w:t>societies?</w:t>
      </w:r>
    </w:p>
    <w:p w:rsidR="002E0242" w:rsidRDefault="004E56E9" w:rsidP="00844CC1">
      <w:pPr>
        <w:pStyle w:val="libNormal"/>
      </w:pPr>
      <w:r w:rsidRPr="00843429">
        <w:rPr>
          <w:rFonts w:hint="cs"/>
          <w:rtl/>
        </w:rPr>
        <w:t>3</w:t>
      </w:r>
      <w:r w:rsidRPr="00843429">
        <w:t>-</w:t>
      </w:r>
      <w:r w:rsidRPr="00843429">
        <w:rPr>
          <w:rtl/>
        </w:rPr>
        <w:t xml:space="preserve"> </w:t>
      </w:r>
      <w:r w:rsidRPr="00843429">
        <w:t>What</w:t>
      </w:r>
      <w:r w:rsidRPr="00843429">
        <w:rPr>
          <w:rtl/>
        </w:rPr>
        <w:t xml:space="preserve"> </w:t>
      </w:r>
      <w:r w:rsidRPr="00843429">
        <w:t>is</w:t>
      </w:r>
      <w:r w:rsidRPr="00843429">
        <w:rPr>
          <w:rtl/>
        </w:rPr>
        <w:t xml:space="preserve"> </w:t>
      </w:r>
      <w:r w:rsidRPr="00843429">
        <w:t>chastity? What</w:t>
      </w:r>
      <w:r w:rsidRPr="00843429">
        <w:rPr>
          <w:rtl/>
        </w:rPr>
        <w:t xml:space="preserve"> </w:t>
      </w:r>
      <w:r w:rsidRPr="00843429">
        <w:t>are</w:t>
      </w:r>
      <w:r w:rsidRPr="00843429">
        <w:rPr>
          <w:rtl/>
        </w:rPr>
        <w:t xml:space="preserve"> </w:t>
      </w:r>
      <w:r w:rsidRPr="00843429">
        <w:t>the</w:t>
      </w:r>
      <w:r w:rsidRPr="00843429">
        <w:rPr>
          <w:rtl/>
        </w:rPr>
        <w:t xml:space="preserve"> </w:t>
      </w:r>
      <w:r w:rsidRPr="00843429">
        <w:t>issues</w:t>
      </w:r>
      <w:r w:rsidRPr="00843429">
        <w:rPr>
          <w:rtl/>
        </w:rPr>
        <w:t xml:space="preserve"> </w:t>
      </w:r>
      <w:r w:rsidRPr="00843429">
        <w:t>related</w:t>
      </w:r>
      <w:r w:rsidRPr="00843429">
        <w:rPr>
          <w:rtl/>
        </w:rPr>
        <w:t xml:space="preserve"> </w:t>
      </w:r>
      <w:r w:rsidRPr="00843429">
        <w:t>to</w:t>
      </w:r>
      <w:r w:rsidRPr="00843429">
        <w:rPr>
          <w:rtl/>
        </w:rPr>
        <w:t xml:space="preserve"> </w:t>
      </w:r>
      <w:r w:rsidRPr="00843429">
        <w:t>it?</w:t>
      </w:r>
    </w:p>
    <w:p w:rsidR="002E0242" w:rsidRDefault="004E56E9" w:rsidP="00844CC1">
      <w:pPr>
        <w:pStyle w:val="libNormal"/>
      </w:pPr>
      <w:r w:rsidRPr="00843429">
        <w:t>4- What</w:t>
      </w:r>
      <w:r w:rsidRPr="00843429">
        <w:rPr>
          <w:rtl/>
        </w:rPr>
        <w:t xml:space="preserve"> </w:t>
      </w:r>
      <w:r w:rsidRPr="00843429">
        <w:t>are</w:t>
      </w:r>
      <w:r w:rsidRPr="00843429">
        <w:rPr>
          <w:rtl/>
        </w:rPr>
        <w:t xml:space="preserve"> </w:t>
      </w:r>
      <w:r w:rsidRPr="00843429">
        <w:t>the</w:t>
      </w:r>
      <w:r w:rsidRPr="00843429">
        <w:rPr>
          <w:rtl/>
        </w:rPr>
        <w:t xml:space="preserve"> </w:t>
      </w:r>
      <w:r w:rsidRPr="00843429">
        <w:t>impacts</w:t>
      </w:r>
      <w:r w:rsidRPr="00843429">
        <w:rPr>
          <w:rtl/>
        </w:rPr>
        <w:t xml:space="preserve"> </w:t>
      </w:r>
      <w:r w:rsidRPr="00843429">
        <w:t>of</w:t>
      </w:r>
      <w:r w:rsidRPr="00843429">
        <w:rPr>
          <w:rtl/>
        </w:rPr>
        <w:t xml:space="preserve"> </w:t>
      </w:r>
      <w:r w:rsidRPr="00843429">
        <w:t>chastity?</w:t>
      </w:r>
    </w:p>
    <w:p w:rsidR="002E0242" w:rsidRDefault="004E56E9" w:rsidP="00844CC1">
      <w:pPr>
        <w:pStyle w:val="libNormal"/>
      </w:pPr>
      <w:r w:rsidRPr="00843429">
        <w:t>5-</w:t>
      </w:r>
      <w:r w:rsidRPr="00843429">
        <w:rPr>
          <w:rtl/>
        </w:rPr>
        <w:t xml:space="preserve"> </w:t>
      </w:r>
      <w:r w:rsidRPr="00843429">
        <w:t>What</w:t>
      </w:r>
      <w:r w:rsidRPr="00843429">
        <w:rPr>
          <w:rtl/>
        </w:rPr>
        <w:t xml:space="preserve"> </w:t>
      </w:r>
      <w:r w:rsidRPr="00843429">
        <w:t>are</w:t>
      </w:r>
      <w:r w:rsidRPr="00843429">
        <w:rPr>
          <w:rtl/>
        </w:rPr>
        <w:t xml:space="preserve"> </w:t>
      </w:r>
      <w:r w:rsidRPr="00843429">
        <w:t>the</w:t>
      </w:r>
      <w:r w:rsidRPr="00843429">
        <w:rPr>
          <w:rtl/>
        </w:rPr>
        <w:t xml:space="preserve"> </w:t>
      </w:r>
      <w:r w:rsidRPr="00843429">
        <w:t>opposites</w:t>
      </w:r>
      <w:r w:rsidRPr="00843429">
        <w:rPr>
          <w:rtl/>
        </w:rPr>
        <w:t xml:space="preserve"> </w:t>
      </w:r>
      <w:r w:rsidRPr="00843429">
        <w:t>of</w:t>
      </w:r>
      <w:r w:rsidRPr="00843429">
        <w:rPr>
          <w:rtl/>
        </w:rPr>
        <w:t xml:space="preserve"> </w:t>
      </w:r>
      <w:r w:rsidRPr="00843429">
        <w:t>chastity?</w:t>
      </w:r>
    </w:p>
    <w:p w:rsidR="004E56E9" w:rsidRDefault="004E56E9" w:rsidP="004E56E9">
      <w:pPr>
        <w:pStyle w:val="Heading2Center"/>
      </w:pPr>
      <w:bookmarkStart w:id="88" w:name="_Toc418512278"/>
      <w:r w:rsidRPr="00843429">
        <w:t>For Reading</w:t>
      </w:r>
      <w:bookmarkEnd w:id="88"/>
    </w:p>
    <w:p w:rsidR="00712236" w:rsidRDefault="00712236" w:rsidP="00712236">
      <w:pPr>
        <w:pStyle w:val="Heading3Center"/>
      </w:pPr>
      <w:bookmarkStart w:id="89" w:name="_Toc418512279"/>
      <w:r w:rsidRPr="00712236">
        <w:t>From the Attitudes of Sayyda Zeinab (God’s peace bestowed upon her)</w:t>
      </w:r>
      <w:bookmarkEnd w:id="89"/>
    </w:p>
    <w:p w:rsidR="002E0242" w:rsidRDefault="004E56E9" w:rsidP="00844CC1">
      <w:pPr>
        <w:pStyle w:val="libNormal"/>
      </w:pPr>
      <w:r w:rsidRPr="00844CC1">
        <w:t xml:space="preserve">The eloquent inheritance which Sayyda Zeinab </w:t>
      </w:r>
      <w:r w:rsidRPr="00844CC1">
        <w:rPr>
          <w:rStyle w:val="libItalicChar"/>
        </w:rPr>
        <w:t>(God’s peace bestowed upon her)</w:t>
      </w:r>
      <w:r w:rsidRPr="00843429">
        <w:t xml:space="preserve"> bequeathed to us in addition to her attitudes which the history has immortalized deserve to be engraved in the hearts of all of the people who want to adopt the attitude of the truth and virtuousness.</w:t>
      </w:r>
    </w:p>
    <w:p w:rsidR="002E0242" w:rsidRDefault="004E56E9" w:rsidP="00844CC1">
      <w:pPr>
        <w:pStyle w:val="libNormal"/>
      </w:pPr>
      <w:r w:rsidRPr="00843429">
        <w:t>We are going to mention a part of her speech with which she addressed the people of Al-Kufa and which left a great imprint in their hearts.</w:t>
      </w:r>
    </w:p>
    <w:p w:rsidR="002E0242" w:rsidRDefault="004E56E9" w:rsidP="00844CC1">
      <w:pPr>
        <w:pStyle w:val="libNormal"/>
      </w:pPr>
      <w:r w:rsidRPr="00843429">
        <w:t xml:space="preserve">Basher ibn Kha’zeem Al-Asadi relates, “On that day, I looked at Zeinab ibnat Ali </w:t>
      </w:r>
      <w:r w:rsidRPr="00844CC1">
        <w:rPr>
          <w:rStyle w:val="libItalicChar"/>
        </w:rPr>
        <w:t>(God’s peace bestowed upon her)</w:t>
      </w:r>
      <w:r w:rsidRPr="00844CC1">
        <w:t xml:space="preserve"> and saw no fear. And God sent the words from her as if they were branching from the tongue of The Prince of the Believers Imam Ali ibn Abi Taleb </w:t>
      </w:r>
      <w:r w:rsidRPr="00844CC1">
        <w:rPr>
          <w:rStyle w:val="libItalicChar"/>
        </w:rPr>
        <w:t>(God’s peace bestowed upon him)</w:t>
      </w:r>
      <w:r w:rsidRPr="00844CC1">
        <w:t xml:space="preserve">. She made a sign for the people, thus asking them to be silent; so the breaths drew back, and the bells stopped ringing. Then, she </w:t>
      </w:r>
      <w:r w:rsidRPr="00844CC1">
        <w:rPr>
          <w:rStyle w:val="libItalicChar"/>
        </w:rPr>
        <w:t>(God’s peace bestowed upon her)</w:t>
      </w:r>
      <w:r w:rsidRPr="00843429">
        <w:t xml:space="preserve"> said,</w:t>
      </w:r>
    </w:p>
    <w:p w:rsidR="004E56E9" w:rsidRPr="00843429" w:rsidRDefault="004E56E9" w:rsidP="00844CC1">
      <w:pPr>
        <w:pStyle w:val="libNormal"/>
      </w:pPr>
      <w:r w:rsidRPr="00843429">
        <w:t>“Praise be to God. And God’s prayers be bestowed upon my father Mohammad and upon his virtuous good Household.”</w:t>
      </w:r>
    </w:p>
    <w:p w:rsidR="004E56E9" w:rsidRPr="00843429" w:rsidRDefault="004E56E9" w:rsidP="00844CC1">
      <w:pPr>
        <w:pStyle w:val="libNormal"/>
      </w:pPr>
      <w:r w:rsidRPr="00843429">
        <w:t>“O People of Kufa! O People of deceit and betrayal! Are you crying? ! May your tears stop not and may your cry ease not! You are like the woman who undoes the thread which she has spun after it has become strong, by taking your oaths a means of deception among yourselves. You are characterized by none but by boastfulness, being stained by evils, detest, adulation, betrayal of the enemies: you are like a dead animal which is laid in a grave.”</w:t>
      </w:r>
    </w:p>
    <w:p w:rsidR="004E56E9" w:rsidRPr="00843429" w:rsidRDefault="004E56E9" w:rsidP="00844CC1">
      <w:pPr>
        <w:pStyle w:val="libNormal"/>
      </w:pPr>
      <w:r w:rsidRPr="00843429">
        <w:t>“Evil is what your souls have offered you: God’s wrath fell upon you and you are going to be immortalized in the torture. Are you crying and weeping? By God! Cry a lot, and laugh a little, for you will never be able to wash the shame and disgrace you did. How can you wash your killing of the descendant of The Concluding Prophecy, the spring of the message, the master of the youths of Heaven, the shelter for your confusion, the refuge for your crisis, the light for your aim, and the leading person for your religious norm? !”</w:t>
      </w:r>
    </w:p>
    <w:p w:rsidR="004E56E9" w:rsidRPr="00843429" w:rsidRDefault="004E56E9" w:rsidP="00844CC1">
      <w:pPr>
        <w:pStyle w:val="libNormal"/>
      </w:pPr>
      <w:r w:rsidRPr="00843429">
        <w:t>“Verily! Evil is the burden you are carrying! Away with you! And woe to you! Your attempt was frustrated. Your hands were broken down. The bargain was lost. You were afflicted with a wrath from God. And you were stricken by disgrace and shame!!”</w:t>
      </w:r>
    </w:p>
    <w:p w:rsidR="004E56E9" w:rsidRPr="00843429" w:rsidRDefault="004E56E9" w:rsidP="00844CC1">
      <w:pPr>
        <w:pStyle w:val="libNormal"/>
      </w:pPr>
      <w:r w:rsidRPr="00843429">
        <w:t>“O People of Al-Kufa! Are you aware what a son for God’s prophecy you did kill? What a daughter for him you did uncover? What a blood for him you did shed? What a sacredness for him you did violate? Your deed was cunning, ignominious, tremendous, violent, and as much disgraceful as much as the whole earth and the whole sky are huge!”</w:t>
      </w:r>
    </w:p>
    <w:p w:rsidR="002E0242" w:rsidRDefault="004E56E9" w:rsidP="00844CC1">
      <w:pPr>
        <w:pStyle w:val="libNormal"/>
      </w:pPr>
      <w:r w:rsidRPr="00843429">
        <w:t>“Wonder not if the sky rains blood. And the torture of the hereafter is going to be much more disgraceful, and you are not going to be helped. Be not comfortable because you are granted a delay. Hastiness does not drive Him [The Most High God]. And it is not feared that the revenge be missed. And your God is in wait for you!!”</w:t>
      </w:r>
    </w:p>
    <w:p w:rsidR="004E56E9" w:rsidRPr="008608BE" w:rsidRDefault="004E56E9" w:rsidP="00844CC1">
      <w:pPr>
        <w:pStyle w:val="libNormal"/>
      </w:pPr>
      <w:r>
        <w:br w:type="page"/>
      </w:r>
    </w:p>
    <w:p w:rsidR="004E56E9" w:rsidRDefault="004E56E9" w:rsidP="004E56E9">
      <w:pPr>
        <w:pStyle w:val="Heading1Center"/>
      </w:pPr>
      <w:bookmarkStart w:id="90" w:name="_Toc418512280"/>
      <w:r w:rsidRPr="00843429">
        <w:lastRenderedPageBreak/>
        <w:t>Lesson Seven</w:t>
      </w:r>
      <w:r>
        <w:t xml:space="preserve">: </w:t>
      </w:r>
      <w:r w:rsidRPr="00843429">
        <w:t>Marriage -1-</w:t>
      </w:r>
      <w:bookmarkEnd w:id="90"/>
    </w:p>
    <w:p w:rsidR="004E56E9" w:rsidRPr="00843429" w:rsidRDefault="004E56E9" w:rsidP="004E56E9">
      <w:pPr>
        <w:pStyle w:val="Heading2Center"/>
      </w:pPr>
      <w:bookmarkStart w:id="91" w:name="_Toc418512281"/>
      <w:r w:rsidRPr="00843429">
        <w:t>The Importance of the Establishment of the Family</w:t>
      </w:r>
      <w:bookmarkEnd w:id="91"/>
    </w:p>
    <w:p w:rsidR="004E56E9" w:rsidRPr="00843429" w:rsidRDefault="004E56E9" w:rsidP="00844CC1">
      <w:pPr>
        <w:pStyle w:val="libNormal"/>
      </w:pPr>
      <w:r w:rsidRPr="00844CC1">
        <w:t xml:space="preserve">It is ascribed to God’s prophet </w:t>
      </w:r>
      <w:r w:rsidRPr="00844CC1">
        <w:rPr>
          <w:rStyle w:val="libItalicChar"/>
        </w:rPr>
        <w:t>(God’s prayers and peace bestowed upon him and his Household)</w:t>
      </w:r>
      <w:r w:rsidRPr="00844CC1">
        <w:t xml:space="preserve"> that he said, “Nothing established in Islam is more liked by The Most High God than marriage is.”</w:t>
      </w:r>
      <w:r w:rsidRPr="00844CC1">
        <w:rPr>
          <w:rStyle w:val="libFootnotenumChar"/>
        </w:rPr>
        <w:endnoteReference w:id="83"/>
      </w:r>
    </w:p>
    <w:p w:rsidR="002E0242" w:rsidRDefault="004E56E9" w:rsidP="00844CC1">
      <w:pPr>
        <w:pStyle w:val="libNormal"/>
      </w:pPr>
      <w:r w:rsidRPr="00843429">
        <w:t>There are many narratives which spur on marriage and which refer to that small nest where the family lives within a legal and social frame which guarantees the care, security, and completeness for the family. The family is that small society which Islam stresses its importance, spurs on establishing it, and lies the bases for the relationship among its members on the level of the prevailing environments and the behaviors before the level of the rights and duties.</w:t>
      </w:r>
    </w:p>
    <w:p w:rsidR="002E0242" w:rsidRDefault="004E56E9" w:rsidP="00844CC1">
      <w:pPr>
        <w:pStyle w:val="libNormal"/>
      </w:pPr>
      <w:r w:rsidRPr="00843429">
        <w:rPr>
          <w:rtl/>
        </w:rPr>
        <w:t xml:space="preserve">- </w:t>
      </w:r>
      <w:r w:rsidRPr="00843429">
        <w:t>What</w:t>
      </w:r>
      <w:r w:rsidRPr="00843429">
        <w:rPr>
          <w:rtl/>
        </w:rPr>
        <w:t xml:space="preserve"> </w:t>
      </w:r>
      <w:r w:rsidRPr="00843429">
        <w:t>are</w:t>
      </w:r>
      <w:r w:rsidRPr="00843429">
        <w:rPr>
          <w:rtl/>
        </w:rPr>
        <w:t xml:space="preserve"> </w:t>
      </w:r>
      <w:r w:rsidRPr="00843429">
        <w:t>the</w:t>
      </w:r>
      <w:r w:rsidRPr="00843429">
        <w:rPr>
          <w:rtl/>
        </w:rPr>
        <w:t xml:space="preserve"> </w:t>
      </w:r>
      <w:r w:rsidRPr="00843429">
        <w:t>aims</w:t>
      </w:r>
      <w:r w:rsidRPr="00843429">
        <w:rPr>
          <w:rtl/>
        </w:rPr>
        <w:t xml:space="preserve"> </w:t>
      </w:r>
      <w:r w:rsidRPr="00843429">
        <w:t>of</w:t>
      </w:r>
      <w:r w:rsidRPr="00843429">
        <w:rPr>
          <w:rtl/>
        </w:rPr>
        <w:t xml:space="preserve"> </w:t>
      </w:r>
      <w:r w:rsidRPr="00843429">
        <w:t>this</w:t>
      </w:r>
      <w:r w:rsidRPr="00843429">
        <w:rPr>
          <w:rtl/>
        </w:rPr>
        <w:t xml:space="preserve"> </w:t>
      </w:r>
      <w:r w:rsidRPr="00843429">
        <w:t>establishment?</w:t>
      </w:r>
    </w:p>
    <w:p w:rsidR="002E0242" w:rsidRDefault="004E56E9" w:rsidP="00844CC1">
      <w:pPr>
        <w:pStyle w:val="libNormal"/>
      </w:pPr>
      <w:r w:rsidRPr="00843429">
        <w:rPr>
          <w:rtl/>
        </w:rPr>
        <w:t xml:space="preserve">- </w:t>
      </w:r>
      <w:r w:rsidRPr="00843429">
        <w:t>What</w:t>
      </w:r>
      <w:r w:rsidRPr="00843429">
        <w:rPr>
          <w:rtl/>
        </w:rPr>
        <w:t xml:space="preserve"> </w:t>
      </w:r>
      <w:r w:rsidRPr="00843429">
        <w:t>are</w:t>
      </w:r>
      <w:r w:rsidRPr="00843429">
        <w:rPr>
          <w:rtl/>
        </w:rPr>
        <w:t xml:space="preserve"> </w:t>
      </w:r>
      <w:r w:rsidRPr="00843429">
        <w:t>the</w:t>
      </w:r>
      <w:r w:rsidRPr="00843429">
        <w:rPr>
          <w:rtl/>
        </w:rPr>
        <w:t xml:space="preserve"> </w:t>
      </w:r>
      <w:r w:rsidRPr="00843429">
        <w:t>environments</w:t>
      </w:r>
      <w:r w:rsidRPr="00843429">
        <w:rPr>
          <w:rtl/>
        </w:rPr>
        <w:t xml:space="preserve"> </w:t>
      </w:r>
      <w:r w:rsidRPr="00843429">
        <w:t>which</w:t>
      </w:r>
      <w:r w:rsidRPr="00843429">
        <w:rPr>
          <w:rtl/>
        </w:rPr>
        <w:t xml:space="preserve"> </w:t>
      </w:r>
      <w:r w:rsidRPr="00843429">
        <w:t>prevail</w:t>
      </w:r>
      <w:r w:rsidRPr="00843429">
        <w:rPr>
          <w:rtl/>
        </w:rPr>
        <w:t xml:space="preserve"> </w:t>
      </w:r>
      <w:r w:rsidRPr="00843429">
        <w:t>in</w:t>
      </w:r>
      <w:r w:rsidRPr="00843429">
        <w:rPr>
          <w:rtl/>
        </w:rPr>
        <w:t xml:space="preserve"> </w:t>
      </w:r>
      <w:r w:rsidRPr="00843429">
        <w:t>this</w:t>
      </w:r>
      <w:r w:rsidRPr="00843429">
        <w:rPr>
          <w:rtl/>
        </w:rPr>
        <w:t xml:space="preserve"> </w:t>
      </w:r>
      <w:r w:rsidRPr="00843429">
        <w:t>establishment?</w:t>
      </w:r>
    </w:p>
    <w:p w:rsidR="002E0242" w:rsidRDefault="004E56E9" w:rsidP="00844CC1">
      <w:pPr>
        <w:pStyle w:val="libNormal"/>
      </w:pPr>
      <w:r w:rsidRPr="00843429">
        <w:rPr>
          <w:rtl/>
        </w:rPr>
        <w:t xml:space="preserve">- </w:t>
      </w:r>
      <w:r w:rsidRPr="00843429">
        <w:t>What</w:t>
      </w:r>
      <w:r w:rsidRPr="00843429">
        <w:rPr>
          <w:rtl/>
        </w:rPr>
        <w:t xml:space="preserve"> </w:t>
      </w:r>
      <w:r w:rsidRPr="00843429">
        <w:t>are</w:t>
      </w:r>
      <w:r w:rsidRPr="00843429">
        <w:rPr>
          <w:rtl/>
        </w:rPr>
        <w:t xml:space="preserve"> </w:t>
      </w:r>
      <w:r w:rsidRPr="00843429">
        <w:t>the</w:t>
      </w:r>
      <w:r w:rsidRPr="00843429">
        <w:rPr>
          <w:rtl/>
        </w:rPr>
        <w:t xml:space="preserve"> </w:t>
      </w:r>
      <w:r w:rsidRPr="00843429">
        <w:t>rights</w:t>
      </w:r>
      <w:r w:rsidRPr="00843429">
        <w:rPr>
          <w:rtl/>
        </w:rPr>
        <w:t xml:space="preserve"> </w:t>
      </w:r>
      <w:r w:rsidRPr="00843429">
        <w:t>and</w:t>
      </w:r>
      <w:r w:rsidRPr="00843429">
        <w:rPr>
          <w:rtl/>
        </w:rPr>
        <w:t xml:space="preserve"> </w:t>
      </w:r>
      <w:r w:rsidRPr="00843429">
        <w:t>the</w:t>
      </w:r>
      <w:r w:rsidRPr="00843429">
        <w:rPr>
          <w:rtl/>
        </w:rPr>
        <w:t xml:space="preserve"> </w:t>
      </w:r>
      <w:r w:rsidRPr="00843429">
        <w:t>duties?</w:t>
      </w:r>
    </w:p>
    <w:p w:rsidR="004E56E9" w:rsidRPr="00843429" w:rsidRDefault="004E56E9" w:rsidP="004E56E9">
      <w:pPr>
        <w:pStyle w:val="Heading2Center"/>
      </w:pPr>
      <w:bookmarkStart w:id="92" w:name="_Toc418512282"/>
      <w:r w:rsidRPr="00843429">
        <w:t>From the Aims of the Family</w:t>
      </w:r>
      <w:bookmarkEnd w:id="92"/>
    </w:p>
    <w:p w:rsidR="002E0242" w:rsidRDefault="004E56E9" w:rsidP="00844CC1">
      <w:pPr>
        <w:pStyle w:val="libNormal"/>
      </w:pPr>
      <w:r w:rsidRPr="00843429">
        <w:t>There are many doctrinal texts which reflect upon the aims of the family building. Here we mention these aims in the following points.</w:t>
      </w:r>
    </w:p>
    <w:p w:rsidR="004E56E9" w:rsidRPr="00843429" w:rsidRDefault="004E56E9" w:rsidP="004E56E9">
      <w:pPr>
        <w:pStyle w:val="Heading3Center"/>
      </w:pPr>
      <w:bookmarkStart w:id="93" w:name="_Toc418512283"/>
      <w:r w:rsidRPr="00843429">
        <w:t>1- Chastity and Purity</w:t>
      </w:r>
      <w:bookmarkEnd w:id="93"/>
    </w:p>
    <w:p w:rsidR="004E56E9" w:rsidRPr="00843429" w:rsidRDefault="004E56E9" w:rsidP="00844CC1">
      <w:pPr>
        <w:pStyle w:val="libNormal"/>
      </w:pPr>
      <w:r w:rsidRPr="00844CC1">
        <w:t xml:space="preserve">Marriage represents the natural satisfaction for the instinct which The Most High God made in the human being and through which reproduction and preservation of the human species are maintained. By means of marriage, this instinct is satisfied and silenced. In addition, the human being guarantees not to slip after this instinct in a fault way. Marriage, therefore, maintains chastity and purity. It is ascribed to God’s prophet </w:t>
      </w:r>
      <w:r w:rsidRPr="00844CC1">
        <w:rPr>
          <w:rStyle w:val="libItalicChar"/>
        </w:rPr>
        <w:t>(God’s prayers and peace bestowed upon him and his Household)</w:t>
      </w:r>
      <w:r w:rsidRPr="00844CC1">
        <w:t xml:space="preserve"> that he said, “Let the man who likes to meet God pure and purified to meet Him with a wife.”</w:t>
      </w:r>
      <w:r w:rsidRPr="00844CC1">
        <w:rPr>
          <w:rStyle w:val="libFootnotenumChar"/>
        </w:rPr>
        <w:endnoteReference w:id="84"/>
      </w:r>
    </w:p>
    <w:p w:rsidR="004E56E9" w:rsidRPr="00844CC1" w:rsidRDefault="004E56E9" w:rsidP="00844CC1">
      <w:pPr>
        <w:pStyle w:val="libNormal"/>
        <w:rPr>
          <w:rStyle w:val="libNormalChar"/>
        </w:rPr>
      </w:pPr>
      <w:r w:rsidRPr="00843429">
        <w:t xml:space="preserve">The address of this call to the human being starts since the age of youth because the human being may weaken in front of the demand and insistence of the instinct if he/she does not satisfy it correctly, properly, and in a religiously permissible way. It is ascribed to God’s prophet </w:t>
      </w:r>
      <w:r w:rsidRPr="00844CC1">
        <w:rPr>
          <w:rStyle w:val="libItalicChar"/>
        </w:rPr>
        <w:t>(God’s prayers and peace bestowed upon him and his Household)</w:t>
      </w:r>
      <w:r w:rsidRPr="00844CC1">
        <w:rPr>
          <w:rStyle w:val="libNormalChar"/>
        </w:rPr>
        <w:t xml:space="preserve"> that he said, “Whenever a youth man gets married while being in the stage of youthfulness, his devil uproars, ‘Alas! Alas! He guarded from me two thirds of his religion.’ Then, let the human being be devout as regards the remaining third.”</w:t>
      </w:r>
      <w:r w:rsidRPr="00844CC1">
        <w:rPr>
          <w:rStyle w:val="libFootnotenumChar"/>
        </w:rPr>
        <w:endnoteReference w:id="85"/>
      </w:r>
    </w:p>
    <w:p w:rsidR="004E56E9" w:rsidRPr="00843429" w:rsidRDefault="004E56E9" w:rsidP="004E56E9">
      <w:pPr>
        <w:pStyle w:val="Heading3Center"/>
      </w:pPr>
      <w:bookmarkStart w:id="94" w:name="_Toc418512284"/>
      <w:r w:rsidRPr="00843429">
        <w:t>2- Fortification of the Morals</w:t>
      </w:r>
      <w:bookmarkEnd w:id="94"/>
    </w:p>
    <w:p w:rsidR="002E0242" w:rsidRDefault="004E56E9" w:rsidP="00712236">
      <w:pPr>
        <w:pStyle w:val="libNormal"/>
      </w:pPr>
      <w:r w:rsidRPr="00712236">
        <w:t xml:space="preserve">Turning away from marriage results in a lot of psychological struggles inside the human being which in turn lead to a lot of psychological complexes and problems which come out in the form of ill nature. From here, marriage puts an end to such disturbances and brings about good nature. It is ascribed to The Noblest Prophet </w:t>
      </w:r>
      <w:r w:rsidRPr="00844CC1">
        <w:rPr>
          <w:rStyle w:val="libItalicChar"/>
        </w:rPr>
        <w:t>(God’s prayers and peace bestowed upon him and his Household)</w:t>
      </w:r>
      <w:r w:rsidRPr="00712236">
        <w:t xml:space="preserve"> that he said, “Marry off your male servants, so that God will improve their natures, increase their livings, and add to their vitalities.”</w:t>
      </w:r>
      <w:r w:rsidRPr="00844CC1">
        <w:rPr>
          <w:rStyle w:val="libFootnotenumChar"/>
        </w:rPr>
        <w:endnoteReference w:id="86"/>
      </w:r>
      <w:r w:rsidRPr="00712236">
        <w:t xml:space="preserve"> In addition, it results in the spiritual repose at which The Noble Qur’an points out. The Most High and Glorified God says, (And among His signs is this, that He created for you your wives from among yourselves, that you may find repose in them, and He has put between you affection and mercy. Verily, in that are indeed signs for men of sound knowledge)</w:t>
      </w:r>
      <w:r w:rsidRPr="00844CC1">
        <w:rPr>
          <w:rStyle w:val="libFootnotenumChar"/>
        </w:rPr>
        <w:endnoteReference w:id="87"/>
      </w:r>
      <w:r w:rsidRPr="00712236">
        <w:t>.</w:t>
      </w:r>
    </w:p>
    <w:p w:rsidR="004E56E9" w:rsidRPr="00843429" w:rsidRDefault="004E56E9" w:rsidP="004E56E9">
      <w:pPr>
        <w:pStyle w:val="Heading3Center"/>
      </w:pPr>
      <w:bookmarkStart w:id="95" w:name="_Toc418512285"/>
      <w:r w:rsidRPr="00843429">
        <w:t>3- Complementarity between the Wife and the Husband and Fulfillment of the Needs of Each One of Them:</w:t>
      </w:r>
      <w:bookmarkEnd w:id="95"/>
    </w:p>
    <w:p w:rsidR="004E56E9" w:rsidRPr="00712236" w:rsidRDefault="004E56E9" w:rsidP="00712236">
      <w:pPr>
        <w:pStyle w:val="libNormal"/>
      </w:pPr>
      <w:r w:rsidRPr="00712236">
        <w:lastRenderedPageBreak/>
        <w:t xml:space="preserve">Both the man and the woman have gaps in their characters, so each one of them is in need for the other one in order to fill in these gaps. The Noble Qur’an indicates this in the Saying of The Most High God, </w:t>
      </w:r>
      <w:r w:rsidRPr="00844CC1">
        <w:rPr>
          <w:rStyle w:val="libItalicChar"/>
        </w:rPr>
        <w:t>(…They are libas [i. e. body cover, or screen, or sakan (i. e. you enjoy living with her)] for you and you are libas for them…)</w:t>
      </w:r>
      <w:r w:rsidRPr="00844CC1">
        <w:rPr>
          <w:rStyle w:val="libFootnotenumChar"/>
        </w:rPr>
        <w:endnoteReference w:id="88"/>
      </w:r>
    </w:p>
    <w:p w:rsidR="004E56E9" w:rsidRPr="00843429" w:rsidRDefault="004E56E9" w:rsidP="004E56E9">
      <w:pPr>
        <w:pStyle w:val="Heading3Center"/>
      </w:pPr>
      <w:bookmarkStart w:id="96" w:name="_Toc418512286"/>
      <w:r w:rsidRPr="00843429">
        <w:t>4- Occupation of Time with Obedience</w:t>
      </w:r>
      <w:bookmarkEnd w:id="96"/>
    </w:p>
    <w:p w:rsidR="002E0242" w:rsidRDefault="004E56E9" w:rsidP="00844CC1">
      <w:pPr>
        <w:pStyle w:val="libNormal"/>
      </w:pPr>
      <w:r w:rsidRPr="00843429">
        <w:t>Marriage involves a direct responsibility as regards the providing for the needs of the family after establishing and maintaining it. Therefore, certain daily duties and deeds become requisite, and this in turn presents for the human being daily aims and programs. As a result, this serves in preventing the occurrence of the social evils which originate from vacancy and from the state of having neither an aim nor a responsibility.</w:t>
      </w:r>
    </w:p>
    <w:p w:rsidR="004E56E9" w:rsidRPr="00843429" w:rsidRDefault="004E56E9" w:rsidP="004E56E9">
      <w:pPr>
        <w:pStyle w:val="Heading2Center"/>
      </w:pPr>
      <w:bookmarkStart w:id="97" w:name="_Toc418512287"/>
      <w:r w:rsidRPr="00843429">
        <w:t>Increasing the Believing Progeny and Maintaining the Continuity of Life</w:t>
      </w:r>
      <w:bookmarkEnd w:id="97"/>
    </w:p>
    <w:p w:rsidR="002E0242" w:rsidRDefault="004E56E9" w:rsidP="00844CC1">
      <w:pPr>
        <w:pStyle w:val="libNormal"/>
      </w:pPr>
      <w:r w:rsidRPr="00844CC1">
        <w:t xml:space="preserve">It is ascribed to The Noblest Prophet </w:t>
      </w:r>
      <w:r w:rsidRPr="00844CC1">
        <w:rPr>
          <w:rStyle w:val="libItalicChar"/>
        </w:rPr>
        <w:t>(God’s prayers and peace bestowed upon him and his Household)</w:t>
      </w:r>
      <w:r w:rsidRPr="00844CC1">
        <w:t xml:space="preserve"> that he said, “What prevents the believer from getting married? Perhaps God will grant him a child who will fill the earth with, ‘There is no god but God. ’”</w:t>
      </w:r>
      <w:r w:rsidRPr="00844CC1">
        <w:rPr>
          <w:rStyle w:val="libFootnotenumChar"/>
        </w:rPr>
        <w:endnoteReference w:id="89"/>
      </w:r>
    </w:p>
    <w:p w:rsidR="002E0242" w:rsidRDefault="004E56E9" w:rsidP="00844CC1">
      <w:pPr>
        <w:pStyle w:val="libNormal"/>
      </w:pPr>
      <w:r w:rsidRPr="00843429">
        <w:t>The religious texts, therefore, direct the wife and the husband on the basis of these aims and cast on the family specific environments which help in a substantial way in the achievement of these aims. What are the environments which must be available in the family and which ensure the achievement of these divine aims?</w:t>
      </w:r>
    </w:p>
    <w:p w:rsidR="004E56E9" w:rsidRPr="00843429" w:rsidRDefault="004E56E9" w:rsidP="004E56E9">
      <w:pPr>
        <w:pStyle w:val="Heading2Center"/>
      </w:pPr>
      <w:bookmarkStart w:id="98" w:name="_Toc418512288"/>
      <w:r w:rsidRPr="00843429">
        <w:t>The Environments Prevailing in the Family Relationship</w:t>
      </w:r>
      <w:bookmarkEnd w:id="98"/>
    </w:p>
    <w:p w:rsidR="002E0242" w:rsidRDefault="004E56E9" w:rsidP="00712236">
      <w:pPr>
        <w:pStyle w:val="libNormal"/>
      </w:pPr>
      <w:r w:rsidRPr="00712236">
        <w:t xml:space="preserve">The woman must bear in mind that her relationship with her husband has a religious priority and that it comes at the head of everything else as long as this relationship is included within the frame of the religious standards. Such an importance is attached to the woman’s relationship with her husband to the extent that it is considered to be a basis for the woman’s struggle for God’s sake. It is related in the narrative ascribed to The Noblest Prophet </w:t>
      </w:r>
      <w:r w:rsidRPr="00844CC1">
        <w:rPr>
          <w:rStyle w:val="libItalicChar"/>
        </w:rPr>
        <w:t>(God’s prayers and peace bestowed upon him and his Household)</w:t>
      </w:r>
      <w:r w:rsidRPr="00712236">
        <w:t xml:space="preserve"> that he said, “Woman’s struggle for God’s sake is fulfilled by her being a good wife.”</w:t>
      </w:r>
      <w:r w:rsidRPr="00844CC1">
        <w:rPr>
          <w:rStyle w:val="libFootnotenumChar"/>
        </w:rPr>
        <w:endnoteReference w:id="90"/>
      </w:r>
      <w:r w:rsidRPr="00712236">
        <w:t xml:space="preserve"> i. e. her good relationship with her husband. There are many details concerning this relationship which the doctrine reflects upon.</w:t>
      </w:r>
    </w:p>
    <w:p w:rsidR="002E0242" w:rsidRDefault="004E56E9" w:rsidP="00844CC1">
      <w:pPr>
        <w:pStyle w:val="libNormal"/>
      </w:pPr>
      <w:r w:rsidRPr="00843429">
        <w:t>2- Mercy: It</w:t>
      </w:r>
      <w:r w:rsidRPr="00843429">
        <w:rPr>
          <w:rtl/>
        </w:rPr>
        <w:t xml:space="preserve"> </w:t>
      </w:r>
      <w:r w:rsidRPr="00843429">
        <w:t>is</w:t>
      </w:r>
      <w:r w:rsidRPr="00843429">
        <w:rPr>
          <w:rtl/>
        </w:rPr>
        <w:t xml:space="preserve"> </w:t>
      </w:r>
      <w:r w:rsidRPr="00843429">
        <w:t>the</w:t>
      </w:r>
      <w:r w:rsidRPr="00843429">
        <w:rPr>
          <w:rtl/>
        </w:rPr>
        <w:t xml:space="preserve"> </w:t>
      </w:r>
      <w:r w:rsidRPr="00843429">
        <w:t>other</w:t>
      </w:r>
      <w:r w:rsidRPr="00843429">
        <w:rPr>
          <w:rtl/>
        </w:rPr>
        <w:t xml:space="preserve"> </w:t>
      </w:r>
      <w:r w:rsidRPr="00843429">
        <w:t>point</w:t>
      </w:r>
      <w:r w:rsidRPr="00843429">
        <w:rPr>
          <w:rtl/>
        </w:rPr>
        <w:t xml:space="preserve"> </w:t>
      </w:r>
      <w:r w:rsidRPr="00843429">
        <w:t>to</w:t>
      </w:r>
      <w:r w:rsidRPr="00843429">
        <w:rPr>
          <w:rtl/>
        </w:rPr>
        <w:t xml:space="preserve"> </w:t>
      </w:r>
      <w:r w:rsidRPr="00843429">
        <w:t>which</w:t>
      </w:r>
      <w:r w:rsidRPr="00843429">
        <w:rPr>
          <w:rtl/>
        </w:rPr>
        <w:t xml:space="preserve"> </w:t>
      </w:r>
      <w:r w:rsidRPr="00843429">
        <w:t>the</w:t>
      </w:r>
      <w:r w:rsidRPr="00843429">
        <w:rPr>
          <w:rtl/>
        </w:rPr>
        <w:t xml:space="preserve"> </w:t>
      </w:r>
      <w:r w:rsidRPr="00843429">
        <w:t>just</w:t>
      </w:r>
      <w:r w:rsidRPr="00843429">
        <w:rPr>
          <w:rtl/>
        </w:rPr>
        <w:t xml:space="preserve"> </w:t>
      </w:r>
      <w:r w:rsidRPr="00843429">
        <w:t>mentioned</w:t>
      </w:r>
      <w:r w:rsidRPr="00843429">
        <w:rPr>
          <w:rtl/>
        </w:rPr>
        <w:t xml:space="preserve"> </w:t>
      </w:r>
      <w:r w:rsidRPr="00843429">
        <w:t>verse</w:t>
      </w:r>
      <w:r w:rsidRPr="00843429">
        <w:rPr>
          <w:rtl/>
        </w:rPr>
        <w:t xml:space="preserve"> </w:t>
      </w:r>
      <w:r w:rsidRPr="00843429">
        <w:t>points</w:t>
      </w:r>
      <w:r w:rsidRPr="00843429">
        <w:rPr>
          <w:rtl/>
        </w:rPr>
        <w:t xml:space="preserve"> </w:t>
      </w:r>
      <w:r w:rsidRPr="00843429">
        <w:t>out. Next</w:t>
      </w:r>
      <w:r w:rsidRPr="00843429">
        <w:rPr>
          <w:rtl/>
        </w:rPr>
        <w:t xml:space="preserve"> </w:t>
      </w:r>
      <w:r w:rsidRPr="00843429">
        <w:t>to</w:t>
      </w:r>
      <w:r w:rsidRPr="00843429">
        <w:rPr>
          <w:rtl/>
        </w:rPr>
        <w:t xml:space="preserve"> </w:t>
      </w:r>
      <w:r w:rsidRPr="00843429">
        <w:t>affection</w:t>
      </w:r>
      <w:r w:rsidRPr="00843429">
        <w:rPr>
          <w:rtl/>
        </w:rPr>
        <w:t xml:space="preserve"> </w:t>
      </w:r>
      <w:r w:rsidRPr="00843429">
        <w:t>comes</w:t>
      </w:r>
      <w:r w:rsidRPr="00843429">
        <w:rPr>
          <w:rtl/>
        </w:rPr>
        <w:t xml:space="preserve"> </w:t>
      </w:r>
      <w:r w:rsidRPr="00843429">
        <w:t>mercy</w:t>
      </w:r>
      <w:r w:rsidRPr="00843429">
        <w:rPr>
          <w:rtl/>
        </w:rPr>
        <w:t xml:space="preserve"> </w:t>
      </w:r>
      <w:r w:rsidRPr="00843429">
        <w:t>which</w:t>
      </w:r>
      <w:r w:rsidRPr="00843429">
        <w:rPr>
          <w:rtl/>
        </w:rPr>
        <w:t xml:space="preserve"> </w:t>
      </w:r>
      <w:r w:rsidRPr="00843429">
        <w:t>means</w:t>
      </w:r>
      <w:r w:rsidRPr="00843429">
        <w:rPr>
          <w:rtl/>
        </w:rPr>
        <w:t xml:space="preserve"> </w:t>
      </w:r>
      <w:r w:rsidRPr="00843429">
        <w:t>tenderness</w:t>
      </w:r>
      <w:r w:rsidRPr="00843429">
        <w:rPr>
          <w:rtl/>
        </w:rPr>
        <w:t xml:space="preserve"> </w:t>
      </w:r>
      <w:r w:rsidRPr="00843429">
        <w:t>and</w:t>
      </w:r>
      <w:r w:rsidRPr="00843429">
        <w:rPr>
          <w:rtl/>
        </w:rPr>
        <w:t xml:space="preserve"> </w:t>
      </w:r>
      <w:r w:rsidRPr="00843429">
        <w:t>gentleness. The</w:t>
      </w:r>
      <w:r w:rsidRPr="00843429">
        <w:rPr>
          <w:rtl/>
        </w:rPr>
        <w:t xml:space="preserve"> </w:t>
      </w:r>
      <w:r w:rsidRPr="00843429">
        <w:t>Most</w:t>
      </w:r>
      <w:r w:rsidRPr="00843429">
        <w:rPr>
          <w:rtl/>
        </w:rPr>
        <w:t xml:space="preserve"> </w:t>
      </w:r>
      <w:r w:rsidRPr="00843429">
        <w:t>High</w:t>
      </w:r>
      <w:r w:rsidRPr="00843429">
        <w:rPr>
          <w:rtl/>
        </w:rPr>
        <w:t xml:space="preserve"> </w:t>
      </w:r>
      <w:r w:rsidRPr="00843429">
        <w:t>God</w:t>
      </w:r>
      <w:r w:rsidRPr="00843429">
        <w:rPr>
          <w:rtl/>
        </w:rPr>
        <w:t xml:space="preserve"> </w:t>
      </w:r>
      <w:r w:rsidRPr="00843429">
        <w:t>did</w:t>
      </w:r>
      <w:r w:rsidRPr="00843429">
        <w:rPr>
          <w:rtl/>
        </w:rPr>
        <w:t xml:space="preserve"> </w:t>
      </w:r>
      <w:r w:rsidRPr="00843429">
        <w:t>not</w:t>
      </w:r>
      <w:r w:rsidRPr="00843429">
        <w:rPr>
          <w:rtl/>
        </w:rPr>
        <w:t xml:space="preserve"> </w:t>
      </w:r>
      <w:r w:rsidRPr="00843429">
        <w:t>settle</w:t>
      </w:r>
      <w:r w:rsidRPr="00843429">
        <w:rPr>
          <w:rtl/>
        </w:rPr>
        <w:t xml:space="preserve"> </w:t>
      </w:r>
      <w:r w:rsidRPr="00843429">
        <w:t>it</w:t>
      </w:r>
      <w:r w:rsidRPr="00843429">
        <w:rPr>
          <w:rtl/>
        </w:rPr>
        <w:t xml:space="preserve"> </w:t>
      </w:r>
      <w:r w:rsidRPr="00843429">
        <w:t>for</w:t>
      </w:r>
      <w:r w:rsidRPr="00843429">
        <w:rPr>
          <w:rtl/>
        </w:rPr>
        <w:t xml:space="preserve"> </w:t>
      </w:r>
      <w:r w:rsidRPr="00843429">
        <w:t>the</w:t>
      </w:r>
      <w:r w:rsidRPr="00843429">
        <w:rPr>
          <w:rtl/>
        </w:rPr>
        <w:t xml:space="preserve"> </w:t>
      </w:r>
      <w:r w:rsidRPr="00843429">
        <w:t>affection</w:t>
      </w:r>
      <w:r w:rsidRPr="00843429">
        <w:rPr>
          <w:rtl/>
        </w:rPr>
        <w:t xml:space="preserve"> </w:t>
      </w:r>
      <w:r w:rsidRPr="00843429">
        <w:t>and</w:t>
      </w:r>
      <w:r w:rsidRPr="00843429">
        <w:rPr>
          <w:rtl/>
        </w:rPr>
        <w:t xml:space="preserve"> </w:t>
      </w:r>
      <w:r w:rsidRPr="00843429">
        <w:t>love</w:t>
      </w:r>
      <w:r w:rsidRPr="00843429">
        <w:rPr>
          <w:rtl/>
        </w:rPr>
        <w:t xml:space="preserve"> </w:t>
      </w:r>
      <w:r w:rsidRPr="00843429">
        <w:t>relationship</w:t>
      </w:r>
      <w:r w:rsidRPr="00843429">
        <w:rPr>
          <w:rtl/>
        </w:rPr>
        <w:t xml:space="preserve"> </w:t>
      </w:r>
      <w:r w:rsidRPr="00843429">
        <w:t>between</w:t>
      </w:r>
      <w:r w:rsidRPr="00843429">
        <w:rPr>
          <w:rtl/>
        </w:rPr>
        <w:t xml:space="preserve"> </w:t>
      </w:r>
      <w:r w:rsidRPr="00843429">
        <w:t>the</w:t>
      </w:r>
      <w:r w:rsidRPr="00843429">
        <w:rPr>
          <w:rtl/>
        </w:rPr>
        <w:t xml:space="preserve"> </w:t>
      </w:r>
      <w:r w:rsidRPr="00843429">
        <w:t>wife</w:t>
      </w:r>
      <w:r w:rsidRPr="00843429">
        <w:rPr>
          <w:rtl/>
        </w:rPr>
        <w:t xml:space="preserve"> </w:t>
      </w:r>
      <w:r w:rsidRPr="00843429">
        <w:t>and</w:t>
      </w:r>
      <w:r w:rsidRPr="00843429">
        <w:rPr>
          <w:rtl/>
        </w:rPr>
        <w:t xml:space="preserve"> </w:t>
      </w:r>
      <w:r w:rsidRPr="00843429">
        <w:t>the</w:t>
      </w:r>
      <w:r w:rsidRPr="00843429">
        <w:rPr>
          <w:rtl/>
        </w:rPr>
        <w:t xml:space="preserve"> </w:t>
      </w:r>
      <w:r w:rsidRPr="00843429">
        <w:t>husband</w:t>
      </w:r>
      <w:r w:rsidRPr="00843429">
        <w:rPr>
          <w:rtl/>
        </w:rPr>
        <w:t xml:space="preserve"> </w:t>
      </w:r>
      <w:r w:rsidRPr="00843429">
        <w:t>but</w:t>
      </w:r>
      <w:r w:rsidRPr="00843429">
        <w:rPr>
          <w:rtl/>
        </w:rPr>
        <w:t xml:space="preserve"> </w:t>
      </w:r>
      <w:r w:rsidRPr="00843429">
        <w:t>He</w:t>
      </w:r>
      <w:r w:rsidRPr="00843429">
        <w:rPr>
          <w:rtl/>
        </w:rPr>
        <w:t xml:space="preserve"> </w:t>
      </w:r>
      <w:r w:rsidRPr="00843429">
        <w:t>added</w:t>
      </w:r>
      <w:r w:rsidRPr="00843429">
        <w:rPr>
          <w:rtl/>
        </w:rPr>
        <w:t xml:space="preserve"> </w:t>
      </w:r>
      <w:r w:rsidRPr="00843429">
        <w:t>to</w:t>
      </w:r>
      <w:r w:rsidRPr="00843429">
        <w:rPr>
          <w:rtl/>
        </w:rPr>
        <w:t xml:space="preserve"> </w:t>
      </w:r>
      <w:r w:rsidRPr="00843429">
        <w:t>it</w:t>
      </w:r>
      <w:r w:rsidRPr="00843429">
        <w:rPr>
          <w:rtl/>
        </w:rPr>
        <w:t xml:space="preserve"> </w:t>
      </w:r>
      <w:r w:rsidRPr="00843429">
        <w:t>the</w:t>
      </w:r>
      <w:r w:rsidRPr="00843429">
        <w:rPr>
          <w:rtl/>
        </w:rPr>
        <w:t xml:space="preserve"> </w:t>
      </w:r>
      <w:r w:rsidRPr="00843429">
        <w:t>gentleness</w:t>
      </w:r>
      <w:r w:rsidRPr="00843429">
        <w:rPr>
          <w:rtl/>
        </w:rPr>
        <w:t xml:space="preserve"> </w:t>
      </w:r>
      <w:r w:rsidRPr="00843429">
        <w:t>and</w:t>
      </w:r>
      <w:r w:rsidRPr="00843429">
        <w:rPr>
          <w:rtl/>
        </w:rPr>
        <w:t xml:space="preserve"> </w:t>
      </w:r>
      <w:r w:rsidRPr="00843429">
        <w:t>tenderness</w:t>
      </w:r>
      <w:r w:rsidRPr="00843429">
        <w:rPr>
          <w:rtl/>
        </w:rPr>
        <w:t xml:space="preserve"> </w:t>
      </w:r>
      <w:r w:rsidRPr="00843429">
        <w:t>which</w:t>
      </w:r>
      <w:r w:rsidRPr="00843429">
        <w:rPr>
          <w:rtl/>
        </w:rPr>
        <w:t xml:space="preserve"> </w:t>
      </w:r>
      <w:r w:rsidRPr="00843429">
        <w:t>appear</w:t>
      </w:r>
      <w:r w:rsidRPr="00843429">
        <w:rPr>
          <w:rtl/>
        </w:rPr>
        <w:t xml:space="preserve"> </w:t>
      </w:r>
      <w:r w:rsidRPr="00843429">
        <w:t>through</w:t>
      </w:r>
      <w:r w:rsidRPr="00843429">
        <w:rPr>
          <w:rtl/>
        </w:rPr>
        <w:t xml:space="preserve"> </w:t>
      </w:r>
      <w:r w:rsidRPr="00843429">
        <w:t>the</w:t>
      </w:r>
      <w:r w:rsidRPr="00843429">
        <w:rPr>
          <w:rtl/>
        </w:rPr>
        <w:t xml:space="preserve"> </w:t>
      </w:r>
      <w:r w:rsidRPr="00843429">
        <w:t>behaviors</w:t>
      </w:r>
      <w:r w:rsidRPr="00843429">
        <w:rPr>
          <w:rtl/>
        </w:rPr>
        <w:t xml:space="preserve"> </w:t>
      </w:r>
      <w:r w:rsidRPr="00843429">
        <w:t>which</w:t>
      </w:r>
      <w:r w:rsidRPr="00843429">
        <w:rPr>
          <w:rtl/>
        </w:rPr>
        <w:t xml:space="preserve"> </w:t>
      </w:r>
      <w:r w:rsidRPr="00843429">
        <w:t>manifest</w:t>
      </w:r>
      <w:r w:rsidRPr="00843429">
        <w:rPr>
          <w:rtl/>
        </w:rPr>
        <w:t xml:space="preserve"> </w:t>
      </w:r>
      <w:r w:rsidRPr="00843429">
        <w:t>the</w:t>
      </w:r>
      <w:r w:rsidRPr="00843429">
        <w:rPr>
          <w:rtl/>
        </w:rPr>
        <w:t xml:space="preserve"> </w:t>
      </w:r>
      <w:r w:rsidRPr="00843429">
        <w:t>act</w:t>
      </w:r>
      <w:r w:rsidRPr="00843429">
        <w:rPr>
          <w:rtl/>
        </w:rPr>
        <w:t xml:space="preserve"> </w:t>
      </w:r>
      <w:r w:rsidRPr="00843429">
        <w:t>of</w:t>
      </w:r>
      <w:r w:rsidRPr="00843429">
        <w:rPr>
          <w:rtl/>
        </w:rPr>
        <w:t xml:space="preserve"> </w:t>
      </w:r>
      <w:r w:rsidRPr="00843429">
        <w:t>giving</w:t>
      </w:r>
      <w:r w:rsidRPr="00843429">
        <w:rPr>
          <w:rtl/>
        </w:rPr>
        <w:t xml:space="preserve"> </w:t>
      </w:r>
      <w:r w:rsidRPr="00843429">
        <w:t>that</w:t>
      </w:r>
      <w:r w:rsidRPr="00843429">
        <w:rPr>
          <w:rtl/>
        </w:rPr>
        <w:t xml:space="preserve"> </w:t>
      </w:r>
      <w:r w:rsidRPr="00843429">
        <w:t>expects</w:t>
      </w:r>
      <w:r w:rsidRPr="00843429">
        <w:rPr>
          <w:rtl/>
        </w:rPr>
        <w:t xml:space="preserve"> </w:t>
      </w:r>
      <w:r w:rsidRPr="00843429">
        <w:t>nothing</w:t>
      </w:r>
      <w:r w:rsidRPr="00843429">
        <w:rPr>
          <w:rtl/>
        </w:rPr>
        <w:t xml:space="preserve"> </w:t>
      </w:r>
      <w:r w:rsidRPr="00843429">
        <w:t>in</w:t>
      </w:r>
      <w:r w:rsidRPr="00843429">
        <w:rPr>
          <w:rtl/>
        </w:rPr>
        <w:t xml:space="preserve"> </w:t>
      </w:r>
      <w:r w:rsidRPr="00843429">
        <w:t>return.</w:t>
      </w:r>
    </w:p>
    <w:p w:rsidR="004E56E9" w:rsidRPr="00843429" w:rsidRDefault="004E56E9" w:rsidP="00844CC1">
      <w:pPr>
        <w:pStyle w:val="libNormal"/>
      </w:pPr>
      <w:r w:rsidRPr="00843429">
        <w:t>It is related in the discourse, “Offering her husband [even] a gulp of water will be better for every woman than the worship of a whole year during which she fasts all the days and stays up all the nights [i. e. in praying and supplication].”</w:t>
      </w:r>
    </w:p>
    <w:p w:rsidR="004E56E9" w:rsidRPr="00843429" w:rsidRDefault="004E56E9" w:rsidP="00844CC1">
      <w:pPr>
        <w:pStyle w:val="libNormal"/>
      </w:pPr>
      <w:r w:rsidRPr="00844CC1">
        <w:t xml:space="preserve">This honorable association is manifested in various behaviors which the narratives indicate. It is ascribed to The Noblest Prophet </w:t>
      </w:r>
      <w:r w:rsidRPr="00844CC1">
        <w:rPr>
          <w:rStyle w:val="libItalicChar"/>
        </w:rPr>
        <w:t>(God’s prayers and peace bestowed upon him and his Household)</w:t>
      </w:r>
      <w:r w:rsidRPr="00844CC1">
        <w:t xml:space="preserve"> that he said, “…The best woman among you… is the easy coming, the soft, and the obedient. She is the one who does not sleep while her husband is still angry till he is pleased, and the one who preserves her husband while he is away from her. She is one of God’s workers, and God’s worker is not disappointed.”</w:t>
      </w:r>
      <w:r w:rsidRPr="00844CC1">
        <w:rPr>
          <w:rStyle w:val="libFootnotenumChar"/>
        </w:rPr>
        <w:endnoteReference w:id="91"/>
      </w:r>
    </w:p>
    <w:p w:rsidR="004E56E9" w:rsidRPr="00844CC1" w:rsidRDefault="004E56E9" w:rsidP="00844CC1">
      <w:pPr>
        <w:pStyle w:val="libNormal"/>
        <w:rPr>
          <w:rStyle w:val="libNormalChar"/>
        </w:rPr>
      </w:pPr>
      <w:r w:rsidRPr="00843429">
        <w:t xml:space="preserve">Moreover, it is ascribed to Imam Al-Sadik </w:t>
      </w:r>
      <w:r w:rsidRPr="00844CC1">
        <w:rPr>
          <w:rStyle w:val="libItalicChar"/>
        </w:rPr>
        <w:t>(God’s peace bestowed upon him)</w:t>
      </w:r>
      <w:r w:rsidRPr="00844CC1">
        <w:rPr>
          <w:rStyle w:val="libNormalChar"/>
        </w:rPr>
        <w:t xml:space="preserve"> that he said, “One man came to God’s prophet </w:t>
      </w:r>
      <w:r w:rsidRPr="00844CC1">
        <w:rPr>
          <w:rStyle w:val="libItalicChar"/>
        </w:rPr>
        <w:t>(God’s prayers and peace bestowed upon him and his Household)</w:t>
      </w:r>
      <w:r w:rsidRPr="00844CC1">
        <w:rPr>
          <w:rStyle w:val="libNormalChar"/>
        </w:rPr>
        <w:t xml:space="preserve"> and said to him, ‘I have a wife who welcomes me when I enter the house. She accompanies me to the door when I leave. And she says to me when she notices that I am worried, ‘What worries you? If you are worried about your living, then it is undertaken by somebody [wanting God] rather than you. And if you are worried about your hereafter, then </w:t>
      </w:r>
      <w:r w:rsidRPr="00844CC1">
        <w:rPr>
          <w:rStyle w:val="libNormalChar"/>
        </w:rPr>
        <w:lastRenderedPageBreak/>
        <w:t xml:space="preserve">may God increase your worry. ’’ Then, God’s prophet </w:t>
      </w:r>
      <w:r w:rsidRPr="00844CC1">
        <w:rPr>
          <w:rStyle w:val="libItalicChar"/>
        </w:rPr>
        <w:t>(God’s prayers and peace bestowed upon him and his Household)</w:t>
      </w:r>
      <w:r w:rsidRPr="00844CC1">
        <w:rPr>
          <w:rStyle w:val="libNormalChar"/>
        </w:rPr>
        <w:t xml:space="preserve"> said to that man, ‘Harbinger her with Heaven, and tell her, ‘You are one of God’s workers, and you are every day granted the reward which seventy martyrs are granted. ’’”</w:t>
      </w:r>
      <w:r w:rsidRPr="00844CC1">
        <w:rPr>
          <w:rStyle w:val="libFootnotenumChar"/>
        </w:rPr>
        <w:endnoteReference w:id="92"/>
      </w:r>
    </w:p>
    <w:p w:rsidR="002E0242" w:rsidRDefault="00844CC1" w:rsidP="00844CC1">
      <w:pPr>
        <w:pStyle w:val="libNormal"/>
      </w:pPr>
      <w:r w:rsidRPr="00843429">
        <w:rPr>
          <w:rFonts w:hint="cs"/>
          <w:rtl/>
          <w:lang w:bidi="ar-LB"/>
        </w:rPr>
        <w:t xml:space="preserve">- </w:t>
      </w:r>
      <w:r w:rsidRPr="00843429">
        <w:t>She</w:t>
      </w:r>
      <w:r w:rsidRPr="00843429">
        <w:rPr>
          <w:rtl/>
        </w:rPr>
        <w:t xml:space="preserve"> </w:t>
      </w:r>
      <w:r w:rsidRPr="00843429">
        <w:t>was</w:t>
      </w:r>
      <w:r w:rsidRPr="00843429">
        <w:rPr>
          <w:rtl/>
        </w:rPr>
        <w:t xml:space="preserve"> </w:t>
      </w:r>
      <w:r w:rsidRPr="00843429">
        <w:t>the</w:t>
      </w:r>
      <w:r w:rsidRPr="00843429">
        <w:rPr>
          <w:rtl/>
        </w:rPr>
        <w:t xml:space="preserve"> </w:t>
      </w:r>
      <w:r w:rsidRPr="00843429">
        <w:t>first</w:t>
      </w:r>
      <w:r w:rsidRPr="00843429">
        <w:rPr>
          <w:rtl/>
        </w:rPr>
        <w:t xml:space="preserve"> </w:t>
      </w:r>
      <w:r w:rsidRPr="00843429">
        <w:t>woman</w:t>
      </w:r>
      <w:r w:rsidRPr="00843429">
        <w:rPr>
          <w:rtl/>
        </w:rPr>
        <w:t xml:space="preserve"> </w:t>
      </w:r>
      <w:r w:rsidRPr="00843429">
        <w:t>next</w:t>
      </w:r>
      <w:r w:rsidRPr="00843429">
        <w:rPr>
          <w:rtl/>
        </w:rPr>
        <w:t xml:space="preserve"> </w:t>
      </w:r>
      <w:r w:rsidRPr="00843429">
        <w:t>to</w:t>
      </w:r>
      <w:r w:rsidRPr="00843429">
        <w:rPr>
          <w:rtl/>
        </w:rPr>
        <w:t xml:space="preserve"> </w:t>
      </w:r>
      <w:r w:rsidRPr="00843429">
        <w:t>Khadija</w:t>
      </w:r>
      <w:r w:rsidRPr="00843429">
        <w:rPr>
          <w:rtl/>
        </w:rPr>
        <w:t xml:space="preserve"> </w:t>
      </w:r>
      <w:r w:rsidRPr="00844CC1">
        <w:rPr>
          <w:rStyle w:val="libItalicChar"/>
          <w:rtl/>
        </w:rPr>
        <w:t>(</w:t>
      </w:r>
      <w:r w:rsidRPr="00844CC1">
        <w:rPr>
          <w:rStyle w:val="libItalicChar"/>
        </w:rPr>
        <w:t>May</w:t>
      </w:r>
      <w:r w:rsidRPr="00844CC1">
        <w:rPr>
          <w:rStyle w:val="libItalicChar"/>
          <w:rtl/>
        </w:rPr>
        <w:t xml:space="preserve"> </w:t>
      </w:r>
      <w:r w:rsidRPr="00844CC1">
        <w:rPr>
          <w:rStyle w:val="libItalicChar"/>
        </w:rPr>
        <w:t>God</w:t>
      </w:r>
      <w:r w:rsidRPr="00844CC1">
        <w:rPr>
          <w:rStyle w:val="libItalicChar"/>
          <w:rtl/>
        </w:rPr>
        <w:t xml:space="preserve"> </w:t>
      </w:r>
      <w:r w:rsidRPr="00844CC1">
        <w:rPr>
          <w:rStyle w:val="libItalicChar"/>
        </w:rPr>
        <w:t>be</w:t>
      </w:r>
      <w:r w:rsidRPr="00844CC1">
        <w:rPr>
          <w:rStyle w:val="libItalicChar"/>
          <w:rtl/>
        </w:rPr>
        <w:t xml:space="preserve"> </w:t>
      </w:r>
      <w:r w:rsidRPr="00844CC1">
        <w:rPr>
          <w:rStyle w:val="libItalicChar"/>
        </w:rPr>
        <w:t>pleased</w:t>
      </w:r>
      <w:r w:rsidRPr="00844CC1">
        <w:rPr>
          <w:rStyle w:val="libItalicChar"/>
          <w:rtl/>
        </w:rPr>
        <w:t xml:space="preserve"> </w:t>
      </w:r>
      <w:r w:rsidRPr="00844CC1">
        <w:rPr>
          <w:rStyle w:val="libItalicChar"/>
        </w:rPr>
        <w:t>with</w:t>
      </w:r>
      <w:r w:rsidRPr="00844CC1">
        <w:rPr>
          <w:rStyle w:val="libItalicChar"/>
          <w:rtl/>
        </w:rPr>
        <w:t xml:space="preserve"> </w:t>
      </w:r>
      <w:r w:rsidRPr="00844CC1">
        <w:rPr>
          <w:rStyle w:val="libItalicChar"/>
        </w:rPr>
        <w:t>her</w:t>
      </w:r>
      <w:r w:rsidRPr="00844CC1">
        <w:rPr>
          <w:rStyle w:val="libItalicChar"/>
          <w:rtl/>
        </w:rPr>
        <w:t>)</w:t>
      </w:r>
      <w:r w:rsidRPr="00843429">
        <w:rPr>
          <w:rtl/>
        </w:rPr>
        <w:t xml:space="preserve"> </w:t>
      </w:r>
      <w:r w:rsidRPr="00843429">
        <w:t>who</w:t>
      </w:r>
      <w:r w:rsidRPr="00843429">
        <w:rPr>
          <w:rtl/>
        </w:rPr>
        <w:t xml:space="preserve"> </w:t>
      </w:r>
      <w:r w:rsidRPr="00843429">
        <w:t>adopted</w:t>
      </w:r>
      <w:r w:rsidRPr="00843429">
        <w:rPr>
          <w:rtl/>
        </w:rPr>
        <w:t xml:space="preserve"> </w:t>
      </w:r>
      <w:r w:rsidRPr="00843429">
        <w:t>Islam.</w:t>
      </w:r>
    </w:p>
    <w:p w:rsidR="002E0242" w:rsidRDefault="00844CC1" w:rsidP="00844CC1">
      <w:pPr>
        <w:pStyle w:val="libNormal"/>
      </w:pPr>
      <w:r w:rsidRPr="00843429">
        <w:rPr>
          <w:rtl/>
        </w:rPr>
        <w:t>-</w:t>
      </w:r>
      <w:r w:rsidRPr="00843429">
        <w:t>She</w:t>
      </w:r>
      <w:r w:rsidRPr="00843429">
        <w:rPr>
          <w:rtl/>
        </w:rPr>
        <w:t xml:space="preserve"> </w:t>
      </w:r>
      <w:r w:rsidRPr="00843429">
        <w:t>was</w:t>
      </w:r>
      <w:r w:rsidRPr="00843429">
        <w:rPr>
          <w:rtl/>
        </w:rPr>
        <w:t xml:space="preserve"> </w:t>
      </w:r>
      <w:r w:rsidRPr="00843429">
        <w:t>the</w:t>
      </w:r>
      <w:r w:rsidRPr="00843429">
        <w:rPr>
          <w:rtl/>
        </w:rPr>
        <w:t xml:space="preserve"> </w:t>
      </w:r>
      <w:r w:rsidRPr="00843429">
        <w:t>first</w:t>
      </w:r>
      <w:r w:rsidRPr="00843429">
        <w:rPr>
          <w:rtl/>
        </w:rPr>
        <w:t xml:space="preserve"> </w:t>
      </w:r>
      <w:r w:rsidRPr="00843429">
        <w:t>woman</w:t>
      </w:r>
      <w:r w:rsidRPr="00843429">
        <w:rPr>
          <w:rtl/>
        </w:rPr>
        <w:t xml:space="preserve"> </w:t>
      </w:r>
      <w:r w:rsidRPr="00843429">
        <w:t>to</w:t>
      </w:r>
      <w:r w:rsidRPr="00843429">
        <w:rPr>
          <w:rtl/>
        </w:rPr>
        <w:t xml:space="preserve"> </w:t>
      </w:r>
      <w:r w:rsidRPr="00843429">
        <w:t>immigrate</w:t>
      </w:r>
      <w:r w:rsidRPr="00843429">
        <w:rPr>
          <w:rtl/>
        </w:rPr>
        <w:t xml:space="preserve"> </w:t>
      </w:r>
      <w:r w:rsidRPr="00843429">
        <w:t>to</w:t>
      </w:r>
      <w:r w:rsidRPr="00843429">
        <w:rPr>
          <w:rtl/>
        </w:rPr>
        <w:t xml:space="preserve"> </w:t>
      </w:r>
      <w:r w:rsidRPr="00843429">
        <w:t>Al</w:t>
      </w:r>
      <w:r w:rsidRPr="00843429">
        <w:rPr>
          <w:rtl/>
        </w:rPr>
        <w:t>-</w:t>
      </w:r>
      <w:r w:rsidRPr="00843429">
        <w:t>Madina</w:t>
      </w:r>
      <w:r w:rsidRPr="00843429">
        <w:rPr>
          <w:rtl/>
        </w:rPr>
        <w:t xml:space="preserve"> </w:t>
      </w:r>
      <w:r w:rsidRPr="00843429">
        <w:t>on</w:t>
      </w:r>
      <w:r w:rsidRPr="00843429">
        <w:rPr>
          <w:rtl/>
        </w:rPr>
        <w:t xml:space="preserve"> </w:t>
      </w:r>
      <w:r w:rsidRPr="00843429">
        <w:t>foot</w:t>
      </w:r>
      <w:r w:rsidRPr="00843429">
        <w:rPr>
          <w:rtl/>
        </w:rPr>
        <w:t xml:space="preserve"> </w:t>
      </w:r>
      <w:r w:rsidRPr="00843429">
        <w:t>and</w:t>
      </w:r>
      <w:r w:rsidRPr="00843429">
        <w:rPr>
          <w:rtl/>
        </w:rPr>
        <w:t xml:space="preserve"> </w:t>
      </w:r>
      <w:r w:rsidRPr="00843429">
        <w:t>bare</w:t>
      </w:r>
      <w:r w:rsidRPr="00843429">
        <w:rPr>
          <w:rtl/>
        </w:rPr>
        <w:t xml:space="preserve"> </w:t>
      </w:r>
      <w:r w:rsidRPr="00843429">
        <w:t>footed.</w:t>
      </w:r>
    </w:p>
    <w:p w:rsidR="002E0242" w:rsidRDefault="00844CC1" w:rsidP="00844CC1">
      <w:pPr>
        <w:pStyle w:val="libNormal"/>
      </w:pPr>
      <w:r w:rsidRPr="00843429">
        <w:rPr>
          <w:rtl/>
        </w:rPr>
        <w:t>-</w:t>
      </w:r>
      <w:r w:rsidRPr="00843429">
        <w:t>She</w:t>
      </w:r>
      <w:r w:rsidRPr="00843429">
        <w:rPr>
          <w:rtl/>
        </w:rPr>
        <w:t xml:space="preserve"> </w:t>
      </w:r>
      <w:r w:rsidRPr="00843429">
        <w:t>was</w:t>
      </w:r>
      <w:r w:rsidRPr="00843429">
        <w:rPr>
          <w:rtl/>
        </w:rPr>
        <w:t xml:space="preserve"> </w:t>
      </w:r>
      <w:r w:rsidRPr="00843429">
        <w:t>the</w:t>
      </w:r>
      <w:r w:rsidRPr="00843429">
        <w:rPr>
          <w:rtl/>
        </w:rPr>
        <w:t xml:space="preserve"> </w:t>
      </w:r>
      <w:r w:rsidRPr="00843429">
        <w:t>first</w:t>
      </w:r>
      <w:r w:rsidRPr="00843429">
        <w:rPr>
          <w:rtl/>
        </w:rPr>
        <w:t xml:space="preserve"> </w:t>
      </w:r>
      <w:r w:rsidRPr="00843429">
        <w:t>woman</w:t>
      </w:r>
      <w:r w:rsidRPr="00843429">
        <w:rPr>
          <w:rtl/>
        </w:rPr>
        <w:t xml:space="preserve"> </w:t>
      </w:r>
      <w:r w:rsidRPr="00843429">
        <w:t>to</w:t>
      </w:r>
      <w:r w:rsidRPr="00843429">
        <w:rPr>
          <w:rtl/>
        </w:rPr>
        <w:t xml:space="preserve"> </w:t>
      </w:r>
      <w:r w:rsidRPr="00843429">
        <w:t>pledge</w:t>
      </w:r>
      <w:r w:rsidRPr="00843429">
        <w:rPr>
          <w:rtl/>
        </w:rPr>
        <w:t xml:space="preserve"> </w:t>
      </w:r>
      <w:r w:rsidRPr="00843429">
        <w:t>allegiance</w:t>
      </w:r>
      <w:r w:rsidRPr="00843429">
        <w:rPr>
          <w:rtl/>
        </w:rPr>
        <w:t xml:space="preserve"> </w:t>
      </w:r>
      <w:r w:rsidRPr="00843429">
        <w:t>to</w:t>
      </w:r>
      <w:r w:rsidRPr="00843429">
        <w:rPr>
          <w:rtl/>
        </w:rPr>
        <w:t xml:space="preserve"> </w:t>
      </w:r>
      <w:r w:rsidRPr="00843429">
        <w:t>God</w:t>
      </w:r>
      <w:r w:rsidRPr="00843429">
        <w:rPr>
          <w:rtl/>
        </w:rPr>
        <w:t>’</w:t>
      </w:r>
      <w:r w:rsidRPr="00843429">
        <w:t>s</w:t>
      </w:r>
      <w:r w:rsidRPr="00843429">
        <w:rPr>
          <w:rtl/>
        </w:rPr>
        <w:t xml:space="preserve"> </w:t>
      </w:r>
      <w:r w:rsidRPr="00843429">
        <w:t>prophet</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prayers</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his</w:t>
      </w:r>
      <w:r w:rsidRPr="00844CC1">
        <w:rPr>
          <w:rStyle w:val="libItalicChar"/>
          <w:rtl/>
        </w:rPr>
        <w:t xml:space="preserve"> </w:t>
      </w:r>
      <w:r w:rsidRPr="00844CC1">
        <w:rPr>
          <w:rStyle w:val="libItalicChar"/>
        </w:rPr>
        <w:t>Household</w:t>
      </w:r>
      <w:r w:rsidRPr="00844CC1">
        <w:rPr>
          <w:rStyle w:val="libItalicChar"/>
          <w:rtl/>
        </w:rPr>
        <w:t>)</w:t>
      </w:r>
      <w:r w:rsidRPr="00843429">
        <w:rPr>
          <w:rtl/>
        </w:rPr>
        <w:t xml:space="preserve"> </w:t>
      </w:r>
      <w:r w:rsidRPr="00843429">
        <w:t>in</w:t>
      </w:r>
      <w:r w:rsidRPr="00843429">
        <w:rPr>
          <w:rtl/>
        </w:rPr>
        <w:t xml:space="preserve"> </w:t>
      </w:r>
      <w:r w:rsidRPr="00843429">
        <w:t>the</w:t>
      </w:r>
      <w:r w:rsidRPr="00843429">
        <w:rPr>
          <w:rtl/>
        </w:rPr>
        <w:t xml:space="preserve"> </w:t>
      </w:r>
      <w:r w:rsidRPr="00843429">
        <w:t>day</w:t>
      </w:r>
      <w:r w:rsidRPr="00843429">
        <w:rPr>
          <w:rtl/>
        </w:rPr>
        <w:t xml:space="preserve"> </w:t>
      </w:r>
      <w:r w:rsidRPr="00843429">
        <w:t>of</w:t>
      </w:r>
      <w:r w:rsidRPr="00843429">
        <w:rPr>
          <w:rtl/>
        </w:rPr>
        <w:t xml:space="preserve"> </w:t>
      </w:r>
      <w:r w:rsidRPr="00843429">
        <w:t>Allegiance</w:t>
      </w:r>
      <w:r w:rsidRPr="00843429">
        <w:rPr>
          <w:rtl/>
        </w:rPr>
        <w:t xml:space="preserve"> </w:t>
      </w:r>
      <w:r w:rsidRPr="00843429">
        <w:t>Pledge.</w:t>
      </w:r>
    </w:p>
    <w:p w:rsidR="002E0242" w:rsidRDefault="00844CC1" w:rsidP="00844CC1">
      <w:pPr>
        <w:pStyle w:val="libNormal"/>
      </w:pPr>
      <w:r w:rsidRPr="00843429">
        <w:t>6- The</w:t>
      </w:r>
      <w:r w:rsidRPr="00843429">
        <w:rPr>
          <w:rtl/>
        </w:rPr>
        <w:t xml:space="preserve"> </w:t>
      </w:r>
      <w:r w:rsidRPr="00843429">
        <w:t>size</w:t>
      </w:r>
      <w:r w:rsidRPr="00843429">
        <w:rPr>
          <w:rtl/>
        </w:rPr>
        <w:t xml:space="preserve"> </w:t>
      </w:r>
      <w:r w:rsidRPr="00843429">
        <w:t>of</w:t>
      </w:r>
      <w:r w:rsidRPr="00843429">
        <w:rPr>
          <w:rtl/>
        </w:rPr>
        <w:t xml:space="preserve"> </w:t>
      </w:r>
      <w:r w:rsidRPr="00843429">
        <w:t>the</w:t>
      </w:r>
      <w:r w:rsidRPr="00843429">
        <w:rPr>
          <w:rtl/>
        </w:rPr>
        <w:t xml:space="preserve"> </w:t>
      </w:r>
      <w:r w:rsidRPr="00843429">
        <w:t>man</w:t>
      </w:r>
      <w:r w:rsidRPr="00843429">
        <w:rPr>
          <w:rtl/>
        </w:rPr>
        <w:t>’</w:t>
      </w:r>
      <w:r w:rsidRPr="00843429">
        <w:t>s</w:t>
      </w:r>
      <w:r w:rsidRPr="00843429">
        <w:rPr>
          <w:rtl/>
        </w:rPr>
        <w:t xml:space="preserve"> </w:t>
      </w:r>
      <w:r w:rsidRPr="00843429">
        <w:t>brain</w:t>
      </w:r>
      <w:r w:rsidRPr="00843429">
        <w:rPr>
          <w:rtl/>
        </w:rPr>
        <w:t xml:space="preserve"> </w:t>
      </w:r>
      <w:r w:rsidRPr="00843429">
        <w:t>is</w:t>
      </w:r>
      <w:r w:rsidRPr="00843429">
        <w:rPr>
          <w:rtl/>
        </w:rPr>
        <w:t xml:space="preserve"> </w:t>
      </w:r>
      <w:r w:rsidRPr="00843429">
        <w:t>bigger</w:t>
      </w:r>
      <w:r w:rsidRPr="00843429">
        <w:rPr>
          <w:rtl/>
        </w:rPr>
        <w:t xml:space="preserve"> </w:t>
      </w:r>
      <w:r w:rsidRPr="00843429">
        <w:t>than</w:t>
      </w:r>
      <w:r w:rsidRPr="00843429">
        <w:rPr>
          <w:rtl/>
        </w:rPr>
        <w:t xml:space="preserve"> </w:t>
      </w:r>
      <w:r w:rsidRPr="00843429">
        <w:t>the</w:t>
      </w:r>
      <w:r w:rsidRPr="00843429">
        <w:rPr>
          <w:rtl/>
        </w:rPr>
        <w:t xml:space="preserve"> </w:t>
      </w:r>
      <w:r w:rsidRPr="00843429">
        <w:t>size</w:t>
      </w:r>
      <w:r w:rsidRPr="00843429">
        <w:rPr>
          <w:rtl/>
        </w:rPr>
        <w:t xml:space="preserve"> </w:t>
      </w:r>
      <w:r w:rsidRPr="00843429">
        <w:t>of</w:t>
      </w:r>
      <w:r w:rsidRPr="00843429">
        <w:rPr>
          <w:rtl/>
        </w:rPr>
        <w:t xml:space="preserve"> </w:t>
      </w:r>
      <w:r w:rsidRPr="00843429">
        <w:t>the</w:t>
      </w:r>
      <w:r w:rsidRPr="00843429">
        <w:rPr>
          <w:rtl/>
        </w:rPr>
        <w:t xml:space="preserve"> </w:t>
      </w:r>
      <w:r w:rsidRPr="00843429">
        <w:t>woman</w:t>
      </w:r>
      <w:r w:rsidRPr="00843429">
        <w:rPr>
          <w:rtl/>
        </w:rPr>
        <w:t>’</w:t>
      </w:r>
      <w:r w:rsidRPr="00843429">
        <w:t>s</w:t>
      </w:r>
      <w:r w:rsidRPr="00843429">
        <w:rPr>
          <w:rtl/>
        </w:rPr>
        <w:t xml:space="preserve"> </w:t>
      </w:r>
      <w:r w:rsidRPr="00843429">
        <w:t>brain, taking</w:t>
      </w:r>
      <w:r w:rsidRPr="00843429">
        <w:rPr>
          <w:rtl/>
        </w:rPr>
        <w:t xml:space="preserve"> </w:t>
      </w:r>
      <w:r w:rsidRPr="00843429">
        <w:t>in</w:t>
      </w:r>
      <w:r w:rsidRPr="00843429">
        <w:rPr>
          <w:rtl/>
        </w:rPr>
        <w:t xml:space="preserve"> </w:t>
      </w:r>
      <w:r w:rsidRPr="00843429">
        <w:t>consideration</w:t>
      </w:r>
      <w:r w:rsidRPr="00843429">
        <w:rPr>
          <w:rtl/>
        </w:rPr>
        <w:t xml:space="preserve"> </w:t>
      </w:r>
      <w:r w:rsidRPr="00843429">
        <w:t>the</w:t>
      </w:r>
      <w:r w:rsidRPr="00843429">
        <w:rPr>
          <w:rtl/>
        </w:rPr>
        <w:t xml:space="preserve"> </w:t>
      </w:r>
      <w:r w:rsidRPr="00843429">
        <w:t>brain</w:t>
      </w:r>
      <w:r w:rsidRPr="00843429">
        <w:rPr>
          <w:rtl/>
        </w:rPr>
        <w:t>’</w:t>
      </w:r>
      <w:r w:rsidRPr="00843429">
        <w:t>s</w:t>
      </w:r>
      <w:r w:rsidRPr="00843429">
        <w:rPr>
          <w:rtl/>
        </w:rPr>
        <w:t xml:space="preserve"> </w:t>
      </w:r>
      <w:r w:rsidRPr="00843429">
        <w:t>proportion</w:t>
      </w:r>
      <w:r w:rsidRPr="00843429">
        <w:rPr>
          <w:rtl/>
        </w:rPr>
        <w:t xml:space="preserve"> </w:t>
      </w:r>
      <w:r w:rsidRPr="00843429">
        <w:t>to</w:t>
      </w:r>
      <w:r w:rsidRPr="00843429">
        <w:rPr>
          <w:rtl/>
        </w:rPr>
        <w:t xml:space="preserve"> </w:t>
      </w:r>
      <w:r w:rsidRPr="00843429">
        <w:t>the</w:t>
      </w:r>
      <w:r w:rsidRPr="00843429">
        <w:rPr>
          <w:rtl/>
        </w:rPr>
        <w:t xml:space="preserve"> </w:t>
      </w:r>
      <w:r w:rsidRPr="00843429">
        <w:t>whole</w:t>
      </w:r>
      <w:r w:rsidRPr="00843429">
        <w:rPr>
          <w:rtl/>
        </w:rPr>
        <w:t xml:space="preserve"> </w:t>
      </w:r>
      <w:r w:rsidRPr="00843429">
        <w:t>body.</w:t>
      </w:r>
    </w:p>
    <w:p w:rsidR="002E0242" w:rsidRDefault="00844CC1" w:rsidP="00844CC1">
      <w:pPr>
        <w:pStyle w:val="libNormal"/>
      </w:pPr>
      <w:r w:rsidRPr="00843429">
        <w:t>says, (Allah</w:t>
      </w:r>
      <w:r w:rsidRPr="00843429">
        <w:rPr>
          <w:rtl/>
        </w:rPr>
        <w:t xml:space="preserve"> </w:t>
      </w:r>
      <w:r w:rsidRPr="00843429">
        <w:t>burdens</w:t>
      </w:r>
      <w:r w:rsidRPr="00843429">
        <w:rPr>
          <w:rtl/>
        </w:rPr>
        <w:t xml:space="preserve"> </w:t>
      </w:r>
      <w:r w:rsidRPr="00843429">
        <w:t>not</w:t>
      </w:r>
      <w:r w:rsidRPr="00843429">
        <w:rPr>
          <w:rtl/>
        </w:rPr>
        <w:t xml:space="preserve"> </w:t>
      </w:r>
      <w:r w:rsidRPr="00843429">
        <w:t>a</w:t>
      </w:r>
      <w:r w:rsidRPr="00843429">
        <w:rPr>
          <w:rtl/>
        </w:rPr>
        <w:t xml:space="preserve"> </w:t>
      </w:r>
      <w:r w:rsidRPr="00843429">
        <w:t>person</w:t>
      </w:r>
      <w:r w:rsidRPr="00843429">
        <w:rPr>
          <w:rtl/>
        </w:rPr>
        <w:t xml:space="preserve"> </w:t>
      </w:r>
      <w:r w:rsidRPr="00843429">
        <w:t>beyond</w:t>
      </w:r>
      <w:r w:rsidRPr="00843429">
        <w:rPr>
          <w:rtl/>
        </w:rPr>
        <w:t xml:space="preserve"> </w:t>
      </w:r>
      <w:r w:rsidRPr="00843429">
        <w:t>his</w:t>
      </w:r>
      <w:r w:rsidRPr="00843429">
        <w:rPr>
          <w:rtl/>
        </w:rPr>
        <w:t xml:space="preserve"> </w:t>
      </w:r>
      <w:r w:rsidRPr="00843429">
        <w:t>scope. . )</w:t>
      </w:r>
      <w:r w:rsidRPr="00844CC1">
        <w:rPr>
          <w:rStyle w:val="libFootnotenumChar"/>
          <w:rtl/>
        </w:rPr>
        <w:endnoteReference w:id="93"/>
      </w:r>
      <w:r w:rsidRPr="00843429">
        <w:t>. As</w:t>
      </w:r>
      <w:r w:rsidRPr="00843429">
        <w:rPr>
          <w:rtl/>
        </w:rPr>
        <w:t xml:space="preserve"> </w:t>
      </w:r>
      <w:r w:rsidRPr="00843429">
        <w:t>long</w:t>
      </w:r>
      <w:r w:rsidRPr="00843429">
        <w:rPr>
          <w:rtl/>
        </w:rPr>
        <w:t xml:space="preserve"> </w:t>
      </w:r>
      <w:r w:rsidRPr="00843429">
        <w:t>as</w:t>
      </w:r>
      <w:r w:rsidRPr="00843429">
        <w:rPr>
          <w:rtl/>
        </w:rPr>
        <w:t xml:space="preserve"> </w:t>
      </w:r>
      <w:r w:rsidRPr="00843429">
        <w:t>the</w:t>
      </w:r>
      <w:r w:rsidRPr="00843429">
        <w:rPr>
          <w:rtl/>
        </w:rPr>
        <w:t xml:space="preserve"> </w:t>
      </w:r>
      <w:r w:rsidRPr="00843429">
        <w:t>man</w:t>
      </w:r>
      <w:r w:rsidRPr="00843429">
        <w:rPr>
          <w:rtl/>
        </w:rPr>
        <w:t xml:space="preserve"> </w:t>
      </w:r>
      <w:r w:rsidRPr="00843429">
        <w:t>is</w:t>
      </w:r>
      <w:r w:rsidRPr="00843429">
        <w:rPr>
          <w:rtl/>
        </w:rPr>
        <w:t xml:space="preserve"> </w:t>
      </w:r>
      <w:r w:rsidRPr="00843429">
        <w:t>responsible</w:t>
      </w:r>
      <w:r w:rsidRPr="00843429">
        <w:rPr>
          <w:rtl/>
        </w:rPr>
        <w:t xml:space="preserve"> </w:t>
      </w:r>
      <w:r w:rsidRPr="00843429">
        <w:t>for</w:t>
      </w:r>
      <w:r w:rsidRPr="00843429">
        <w:rPr>
          <w:rtl/>
        </w:rPr>
        <w:t xml:space="preserve"> </w:t>
      </w:r>
      <w:r w:rsidRPr="00843429">
        <w:t>spending</w:t>
      </w:r>
      <w:r w:rsidRPr="00843429">
        <w:rPr>
          <w:rtl/>
        </w:rPr>
        <w:t xml:space="preserve"> </w:t>
      </w:r>
      <w:r w:rsidRPr="00843429">
        <w:t>on</w:t>
      </w:r>
      <w:r w:rsidRPr="00843429">
        <w:rPr>
          <w:rtl/>
        </w:rPr>
        <w:t xml:space="preserve"> </w:t>
      </w:r>
      <w:r w:rsidRPr="00843429">
        <w:t>the</w:t>
      </w:r>
      <w:r w:rsidRPr="00843429">
        <w:rPr>
          <w:rtl/>
        </w:rPr>
        <w:t xml:space="preserve"> </w:t>
      </w:r>
      <w:r w:rsidRPr="00843429">
        <w:t>family, it</w:t>
      </w:r>
      <w:r w:rsidRPr="00843429">
        <w:rPr>
          <w:rtl/>
        </w:rPr>
        <w:t xml:space="preserve"> </w:t>
      </w:r>
      <w:r w:rsidRPr="00843429">
        <w:t>is</w:t>
      </w:r>
      <w:r w:rsidRPr="00843429">
        <w:rPr>
          <w:rtl/>
        </w:rPr>
        <w:t xml:space="preserve"> </w:t>
      </w:r>
      <w:r w:rsidRPr="00843429">
        <w:t>natural</w:t>
      </w:r>
      <w:r w:rsidRPr="00843429">
        <w:rPr>
          <w:rtl/>
        </w:rPr>
        <w:t xml:space="preserve"> </w:t>
      </w:r>
      <w:r w:rsidRPr="00843429">
        <w:t>that</w:t>
      </w:r>
      <w:r w:rsidRPr="00843429">
        <w:rPr>
          <w:rtl/>
        </w:rPr>
        <w:t xml:space="preserve"> </w:t>
      </w:r>
      <w:r w:rsidRPr="00843429">
        <w:t>this</w:t>
      </w:r>
      <w:r w:rsidRPr="00843429">
        <w:rPr>
          <w:rtl/>
        </w:rPr>
        <w:t xml:space="preserve"> </w:t>
      </w:r>
      <w:r w:rsidRPr="00843429">
        <w:t>be</w:t>
      </w:r>
      <w:r w:rsidRPr="00843429">
        <w:rPr>
          <w:rtl/>
        </w:rPr>
        <w:t xml:space="preserve"> </w:t>
      </w:r>
      <w:r w:rsidRPr="00843429">
        <w:t>recognized</w:t>
      </w:r>
      <w:r w:rsidRPr="00843429">
        <w:rPr>
          <w:rtl/>
        </w:rPr>
        <w:t xml:space="preserve"> </w:t>
      </w:r>
      <w:r w:rsidRPr="00843429">
        <w:t>in</w:t>
      </w:r>
      <w:r w:rsidRPr="00843429">
        <w:rPr>
          <w:rtl/>
        </w:rPr>
        <w:t xml:space="preserve"> </w:t>
      </w:r>
      <w:r w:rsidRPr="00843429">
        <w:t>the</w:t>
      </w:r>
      <w:r w:rsidRPr="00843429">
        <w:rPr>
          <w:rtl/>
        </w:rPr>
        <w:t xml:space="preserve"> </w:t>
      </w:r>
      <w:r w:rsidRPr="00843429">
        <w:t>distribution</w:t>
      </w:r>
      <w:r w:rsidRPr="00843429">
        <w:rPr>
          <w:rtl/>
        </w:rPr>
        <w:t xml:space="preserve"> </w:t>
      </w:r>
      <w:r w:rsidRPr="00843429">
        <w:t>of</w:t>
      </w:r>
      <w:r w:rsidRPr="00843429">
        <w:rPr>
          <w:rtl/>
        </w:rPr>
        <w:t xml:space="preserve"> </w:t>
      </w:r>
      <w:r w:rsidRPr="00843429">
        <w:t>the</w:t>
      </w:r>
      <w:r w:rsidRPr="00843429">
        <w:rPr>
          <w:rtl/>
        </w:rPr>
        <w:t xml:space="preserve"> </w:t>
      </w:r>
      <w:r w:rsidRPr="00843429">
        <w:t>finances, so</w:t>
      </w:r>
      <w:r w:rsidRPr="00843429">
        <w:rPr>
          <w:rtl/>
        </w:rPr>
        <w:t xml:space="preserve"> </w:t>
      </w:r>
      <w:r w:rsidRPr="00843429">
        <w:t>that</w:t>
      </w:r>
      <w:r w:rsidRPr="00843429">
        <w:rPr>
          <w:rtl/>
        </w:rPr>
        <w:t xml:space="preserve"> </w:t>
      </w:r>
      <w:r w:rsidRPr="00843429">
        <w:t>the</w:t>
      </w:r>
      <w:r w:rsidRPr="00843429">
        <w:rPr>
          <w:rtl/>
        </w:rPr>
        <w:t xml:space="preserve"> </w:t>
      </w:r>
      <w:r w:rsidRPr="00843429">
        <w:t>distribution</w:t>
      </w:r>
      <w:r w:rsidRPr="00843429">
        <w:rPr>
          <w:rtl/>
        </w:rPr>
        <w:t xml:space="preserve"> </w:t>
      </w:r>
      <w:r w:rsidRPr="00843429">
        <w:t>will</w:t>
      </w:r>
      <w:r w:rsidRPr="00843429">
        <w:rPr>
          <w:rtl/>
        </w:rPr>
        <w:t xml:space="preserve"> </w:t>
      </w:r>
      <w:r w:rsidRPr="00843429">
        <w:t>be</w:t>
      </w:r>
      <w:r w:rsidRPr="00843429">
        <w:rPr>
          <w:rtl/>
        </w:rPr>
        <w:t xml:space="preserve"> </w:t>
      </w:r>
      <w:r w:rsidRPr="00843429">
        <w:t>in</w:t>
      </w:r>
      <w:r w:rsidRPr="00843429">
        <w:rPr>
          <w:rtl/>
        </w:rPr>
        <w:t xml:space="preserve"> </w:t>
      </w:r>
      <w:r w:rsidRPr="00843429">
        <w:t>consistent</w:t>
      </w:r>
      <w:r w:rsidRPr="00843429">
        <w:rPr>
          <w:rtl/>
        </w:rPr>
        <w:t xml:space="preserve"> </w:t>
      </w:r>
      <w:r w:rsidRPr="00843429">
        <w:t>with</w:t>
      </w:r>
      <w:r w:rsidRPr="00843429">
        <w:rPr>
          <w:rtl/>
        </w:rPr>
        <w:t xml:space="preserve"> </w:t>
      </w:r>
      <w:r w:rsidRPr="00843429">
        <w:t>the</w:t>
      </w:r>
      <w:r w:rsidRPr="00843429">
        <w:rPr>
          <w:rtl/>
        </w:rPr>
        <w:t xml:space="preserve"> </w:t>
      </w:r>
      <w:r w:rsidRPr="00843429">
        <w:t>responsibilities</w:t>
      </w:r>
      <w:r w:rsidRPr="00843429">
        <w:rPr>
          <w:rtl/>
        </w:rPr>
        <w:t xml:space="preserve"> </w:t>
      </w:r>
      <w:r w:rsidRPr="00843429">
        <w:t>which</w:t>
      </w:r>
      <w:r w:rsidRPr="00843429">
        <w:rPr>
          <w:rtl/>
        </w:rPr>
        <w:t xml:space="preserve"> </w:t>
      </w:r>
      <w:r w:rsidRPr="00843429">
        <w:t>are</w:t>
      </w:r>
      <w:r w:rsidRPr="00843429">
        <w:rPr>
          <w:rtl/>
        </w:rPr>
        <w:t xml:space="preserve"> </w:t>
      </w:r>
      <w:r w:rsidRPr="00843429">
        <w:t>assigned</w:t>
      </w:r>
      <w:r w:rsidRPr="00843429">
        <w:rPr>
          <w:rtl/>
        </w:rPr>
        <w:t xml:space="preserve"> </w:t>
      </w:r>
      <w:r w:rsidRPr="00843429">
        <w:t>to</w:t>
      </w:r>
      <w:r w:rsidRPr="00843429">
        <w:rPr>
          <w:rtl/>
        </w:rPr>
        <w:t xml:space="preserve"> </w:t>
      </w:r>
      <w:r w:rsidRPr="00843429">
        <w:t>each</w:t>
      </w:r>
      <w:r w:rsidRPr="00843429">
        <w:rPr>
          <w:rtl/>
        </w:rPr>
        <w:t xml:space="preserve"> </w:t>
      </w:r>
      <w:r w:rsidRPr="00843429">
        <w:t>one</w:t>
      </w:r>
      <w:r w:rsidRPr="00843429">
        <w:rPr>
          <w:rtl/>
        </w:rPr>
        <w:t xml:space="preserve"> </w:t>
      </w:r>
      <w:r w:rsidRPr="00843429">
        <w:t>of</w:t>
      </w:r>
      <w:r w:rsidRPr="00843429">
        <w:rPr>
          <w:rtl/>
        </w:rPr>
        <w:t xml:space="preserve"> </w:t>
      </w:r>
      <w:r w:rsidRPr="00843429">
        <w:t>them. From</w:t>
      </w:r>
      <w:r w:rsidRPr="00843429">
        <w:rPr>
          <w:rtl/>
        </w:rPr>
        <w:t xml:space="preserve"> </w:t>
      </w:r>
      <w:r w:rsidRPr="00843429">
        <w:t>here, it</w:t>
      </w:r>
      <w:r w:rsidRPr="00843429">
        <w:rPr>
          <w:rtl/>
        </w:rPr>
        <w:t xml:space="preserve"> </w:t>
      </w:r>
      <w:r w:rsidRPr="00843429">
        <w:t>is</w:t>
      </w:r>
      <w:r w:rsidRPr="00843429">
        <w:rPr>
          <w:rtl/>
        </w:rPr>
        <w:t xml:space="preserve"> </w:t>
      </w:r>
      <w:r w:rsidRPr="00843429">
        <w:t>not</w:t>
      </w:r>
      <w:r w:rsidRPr="00843429">
        <w:rPr>
          <w:rtl/>
        </w:rPr>
        <w:t xml:space="preserve"> </w:t>
      </w:r>
      <w:r w:rsidRPr="00843429">
        <w:t>weird</w:t>
      </w:r>
      <w:r w:rsidRPr="00843429">
        <w:rPr>
          <w:rtl/>
        </w:rPr>
        <w:t xml:space="preserve"> </w:t>
      </w:r>
      <w:r w:rsidRPr="00843429">
        <w:t>that</w:t>
      </w:r>
      <w:r w:rsidRPr="00843429">
        <w:rPr>
          <w:rtl/>
        </w:rPr>
        <w:t xml:space="preserve"> </w:t>
      </w:r>
      <w:r w:rsidRPr="00843429">
        <w:t>the</w:t>
      </w:r>
      <w:r w:rsidRPr="00843429">
        <w:rPr>
          <w:rtl/>
        </w:rPr>
        <w:t xml:space="preserve"> </w:t>
      </w:r>
      <w:r w:rsidRPr="00843429">
        <w:t>man</w:t>
      </w:r>
      <w:r w:rsidRPr="00843429">
        <w:rPr>
          <w:rtl/>
        </w:rPr>
        <w:t xml:space="preserve"> </w:t>
      </w:r>
      <w:r w:rsidRPr="00843429">
        <w:t>inherits</w:t>
      </w:r>
      <w:r w:rsidRPr="00843429">
        <w:rPr>
          <w:rtl/>
        </w:rPr>
        <w:t xml:space="preserve"> </w:t>
      </w:r>
      <w:r w:rsidRPr="00843429">
        <w:t>double</w:t>
      </w:r>
      <w:r w:rsidRPr="00843429">
        <w:rPr>
          <w:rtl/>
        </w:rPr>
        <w:t xml:space="preserve"> </w:t>
      </w:r>
      <w:r w:rsidRPr="00843429">
        <w:t>what</w:t>
      </w:r>
      <w:r w:rsidRPr="00843429">
        <w:rPr>
          <w:rtl/>
        </w:rPr>
        <w:t xml:space="preserve"> </w:t>
      </w:r>
      <w:r w:rsidRPr="00843429">
        <w:t>the</w:t>
      </w:r>
      <w:r w:rsidRPr="00843429">
        <w:rPr>
          <w:rtl/>
        </w:rPr>
        <w:t xml:space="preserve"> </w:t>
      </w:r>
      <w:r w:rsidRPr="00843429">
        <w:t>woman</w:t>
      </w:r>
      <w:r w:rsidRPr="00843429">
        <w:rPr>
          <w:rtl/>
        </w:rPr>
        <w:t xml:space="preserve"> </w:t>
      </w:r>
      <w:r w:rsidRPr="00843429">
        <w:t>inherits.</w:t>
      </w:r>
    </w:p>
    <w:p w:rsidR="00844CC1" w:rsidRPr="00843429" w:rsidRDefault="00844CC1" w:rsidP="00844CC1">
      <w:pPr>
        <w:pStyle w:val="libNormal"/>
        <w:rPr>
          <w:rtl/>
        </w:rPr>
      </w:pPr>
      <w:r w:rsidRPr="00843429">
        <w:t>1-</w:t>
      </w:r>
      <w:r w:rsidRPr="00843429">
        <w:rPr>
          <w:rtl/>
        </w:rPr>
        <w:t xml:space="preserve"> </w:t>
      </w:r>
      <w:r w:rsidRPr="00843429">
        <w:t>Sayyda</w:t>
      </w:r>
      <w:r w:rsidRPr="00843429">
        <w:rPr>
          <w:rtl/>
        </w:rPr>
        <w:t xml:space="preserve"> </w:t>
      </w:r>
      <w:r w:rsidRPr="00843429">
        <w:t>Fatima</w:t>
      </w:r>
      <w:r w:rsidRPr="00843429">
        <w:rPr>
          <w:rtl/>
        </w:rPr>
        <w:t xml:space="preserve"> </w:t>
      </w:r>
      <w:r w:rsidRPr="00843429">
        <w:t>Tabtabaei</w:t>
      </w:r>
      <w:r w:rsidRPr="00843429">
        <w:rPr>
          <w:rtl/>
        </w:rPr>
        <w:t xml:space="preserve"> </w:t>
      </w:r>
      <w:r w:rsidRPr="00843429">
        <w:t xml:space="preserve">said, </w:t>
      </w:r>
      <w:r w:rsidRPr="00843429">
        <w:rPr>
          <w:rtl/>
        </w:rPr>
        <w:t>“</w:t>
      </w:r>
      <w:r w:rsidRPr="00843429">
        <w:t>The</w:t>
      </w:r>
      <w:r w:rsidRPr="00843429">
        <w:rPr>
          <w:rtl/>
        </w:rPr>
        <w:t xml:space="preserve"> </w:t>
      </w:r>
      <w:r w:rsidRPr="00843429">
        <w:t>Imam</w:t>
      </w:r>
      <w:r w:rsidRPr="00843429">
        <w:rPr>
          <w:rtl/>
        </w:rPr>
        <w:t xml:space="preserve"> </w:t>
      </w:r>
      <w:r w:rsidRPr="00843429">
        <w:t>used</w:t>
      </w:r>
      <w:r w:rsidRPr="00843429">
        <w:rPr>
          <w:rtl/>
        </w:rPr>
        <w:t xml:space="preserve"> </w:t>
      </w:r>
      <w:r w:rsidRPr="00843429">
        <w:t>to</w:t>
      </w:r>
      <w:r w:rsidRPr="00843429">
        <w:rPr>
          <w:rtl/>
        </w:rPr>
        <w:t xml:space="preserve"> </w:t>
      </w:r>
      <w:r w:rsidRPr="00843429">
        <w:t>be</w:t>
      </w:r>
      <w:r w:rsidRPr="00843429">
        <w:rPr>
          <w:rtl/>
        </w:rPr>
        <w:t xml:space="preserve"> </w:t>
      </w:r>
      <w:r w:rsidRPr="00843429">
        <w:t>hurt</w:t>
      </w:r>
      <w:r w:rsidRPr="00843429">
        <w:rPr>
          <w:rtl/>
        </w:rPr>
        <w:t xml:space="preserve"> </w:t>
      </w:r>
      <w:r w:rsidRPr="00843429">
        <w:t>so</w:t>
      </w:r>
      <w:r w:rsidRPr="00843429">
        <w:rPr>
          <w:rtl/>
        </w:rPr>
        <w:t xml:space="preserve"> </w:t>
      </w:r>
      <w:r w:rsidRPr="00843429">
        <w:t>much</w:t>
      </w:r>
      <w:r w:rsidRPr="00843429">
        <w:rPr>
          <w:rtl/>
        </w:rPr>
        <w:t xml:space="preserve"> </w:t>
      </w:r>
      <w:r w:rsidRPr="00843429">
        <w:t>when</w:t>
      </w:r>
      <w:r w:rsidRPr="00843429">
        <w:rPr>
          <w:rtl/>
        </w:rPr>
        <w:t xml:space="preserve"> </w:t>
      </w:r>
      <w:r w:rsidRPr="00843429">
        <w:t>he</w:t>
      </w:r>
      <w:r w:rsidRPr="00843429">
        <w:rPr>
          <w:rtl/>
        </w:rPr>
        <w:t xml:space="preserve"> </w:t>
      </w:r>
      <w:r w:rsidRPr="00843429">
        <w:t>realized</w:t>
      </w:r>
      <w:r w:rsidRPr="00843429">
        <w:rPr>
          <w:rtl/>
        </w:rPr>
        <w:t xml:space="preserve"> </w:t>
      </w:r>
      <w:r w:rsidRPr="00843429">
        <w:t>that</w:t>
      </w:r>
      <w:r w:rsidRPr="00843429">
        <w:rPr>
          <w:rtl/>
        </w:rPr>
        <w:t xml:space="preserve"> </w:t>
      </w:r>
      <w:r w:rsidRPr="00843429">
        <w:t>someone</w:t>
      </w:r>
      <w:r w:rsidRPr="00843429">
        <w:rPr>
          <w:rtl/>
        </w:rPr>
        <w:t xml:space="preserve"> </w:t>
      </w:r>
      <w:r w:rsidRPr="00843429">
        <w:t>was</w:t>
      </w:r>
      <w:r w:rsidRPr="00843429">
        <w:rPr>
          <w:rtl/>
        </w:rPr>
        <w:t xml:space="preserve"> </w:t>
      </w:r>
      <w:r w:rsidRPr="00843429">
        <w:t>disobeying</w:t>
      </w:r>
      <w:r w:rsidRPr="00843429">
        <w:rPr>
          <w:rtl/>
        </w:rPr>
        <w:t xml:space="preserve"> </w:t>
      </w:r>
      <w:r w:rsidRPr="00843429">
        <w:t>the</w:t>
      </w:r>
      <w:r w:rsidRPr="00843429">
        <w:rPr>
          <w:rtl/>
        </w:rPr>
        <w:t xml:space="preserve"> </w:t>
      </w:r>
      <w:r w:rsidRPr="00843429">
        <w:t>doctrine, and</w:t>
      </w:r>
      <w:r w:rsidRPr="00843429">
        <w:rPr>
          <w:rtl/>
        </w:rPr>
        <w:t xml:space="preserve"> </w:t>
      </w:r>
      <w:r w:rsidRPr="00843429">
        <w:t>his</w:t>
      </w:r>
      <w:r w:rsidRPr="00843429">
        <w:rPr>
          <w:rtl/>
        </w:rPr>
        <w:t xml:space="preserve"> </w:t>
      </w:r>
      <w:r w:rsidRPr="00843429">
        <w:t>composure</w:t>
      </w:r>
      <w:r w:rsidRPr="00843429">
        <w:rPr>
          <w:rtl/>
        </w:rPr>
        <w:t xml:space="preserve"> </w:t>
      </w:r>
      <w:r w:rsidRPr="00843429">
        <w:t>used</w:t>
      </w:r>
      <w:r w:rsidRPr="00843429">
        <w:rPr>
          <w:rtl/>
        </w:rPr>
        <w:t xml:space="preserve"> </w:t>
      </w:r>
      <w:r w:rsidRPr="00843429">
        <w:t>to</w:t>
      </w:r>
      <w:r w:rsidRPr="00843429">
        <w:rPr>
          <w:rtl/>
        </w:rPr>
        <w:t xml:space="preserve"> </w:t>
      </w:r>
      <w:r w:rsidRPr="00843429">
        <w:t>change</w:t>
      </w:r>
      <w:r w:rsidRPr="00843429">
        <w:rPr>
          <w:rtl/>
        </w:rPr>
        <w:t xml:space="preserve"> </w:t>
      </w:r>
      <w:r w:rsidRPr="00843429">
        <w:t>clearly. He, for</w:t>
      </w:r>
      <w:r w:rsidRPr="00843429">
        <w:rPr>
          <w:rtl/>
        </w:rPr>
        <w:t xml:space="preserve"> </w:t>
      </w:r>
      <w:r w:rsidRPr="00843429">
        <w:t>example, used</w:t>
      </w:r>
      <w:r w:rsidRPr="00843429">
        <w:rPr>
          <w:rtl/>
        </w:rPr>
        <w:t xml:space="preserve"> </w:t>
      </w:r>
      <w:r w:rsidRPr="00843429">
        <w:t>to</w:t>
      </w:r>
      <w:r w:rsidRPr="00843429">
        <w:rPr>
          <w:rtl/>
        </w:rPr>
        <w:t xml:space="preserve"> </w:t>
      </w:r>
      <w:r w:rsidRPr="00843429">
        <w:t>caution</w:t>
      </w:r>
      <w:r w:rsidRPr="00843429">
        <w:rPr>
          <w:rtl/>
        </w:rPr>
        <w:t xml:space="preserve"> </w:t>
      </w:r>
      <w:r w:rsidRPr="00843429">
        <w:t>us</w:t>
      </w:r>
      <w:r w:rsidRPr="00843429">
        <w:rPr>
          <w:rtl/>
        </w:rPr>
        <w:t xml:space="preserve"> </w:t>
      </w:r>
      <w:r w:rsidRPr="00843429">
        <w:t>as</w:t>
      </w:r>
      <w:r w:rsidRPr="00843429">
        <w:rPr>
          <w:rtl/>
        </w:rPr>
        <w:t xml:space="preserve"> </w:t>
      </w:r>
      <w:r w:rsidRPr="00843429">
        <w:t>regards</w:t>
      </w:r>
      <w:r w:rsidRPr="00843429">
        <w:rPr>
          <w:rtl/>
        </w:rPr>
        <w:t xml:space="preserve"> </w:t>
      </w:r>
      <w:r w:rsidRPr="00843429">
        <w:t>the</w:t>
      </w:r>
      <w:r w:rsidRPr="00843429">
        <w:rPr>
          <w:rtl/>
        </w:rPr>
        <w:t xml:space="preserve"> </w:t>
      </w:r>
      <w:r w:rsidRPr="00843429">
        <w:t>complete</w:t>
      </w:r>
      <w:r w:rsidRPr="00843429">
        <w:rPr>
          <w:rtl/>
        </w:rPr>
        <w:t xml:space="preserve"> </w:t>
      </w:r>
      <w:r w:rsidRPr="00843429">
        <w:t>abidance</w:t>
      </w:r>
      <w:r w:rsidRPr="00843429">
        <w:rPr>
          <w:rtl/>
        </w:rPr>
        <w:t xml:space="preserve"> </w:t>
      </w:r>
      <w:r w:rsidRPr="00843429">
        <w:t>to</w:t>
      </w:r>
      <w:r w:rsidRPr="00843429">
        <w:rPr>
          <w:rtl/>
        </w:rPr>
        <w:t xml:space="preserve"> </w:t>
      </w:r>
      <w:r w:rsidRPr="00843429">
        <w:t>the</w:t>
      </w:r>
      <w:r w:rsidRPr="00843429">
        <w:rPr>
          <w:rtl/>
        </w:rPr>
        <w:t xml:space="preserve"> </w:t>
      </w:r>
      <w:r w:rsidRPr="00843429">
        <w:t>veil</w:t>
      </w:r>
      <w:r w:rsidRPr="00843429">
        <w:rPr>
          <w:rtl/>
        </w:rPr>
        <w:t xml:space="preserve"> </w:t>
      </w:r>
      <w:r w:rsidRPr="00843429">
        <w:t>if</w:t>
      </w:r>
      <w:r w:rsidRPr="00843429">
        <w:rPr>
          <w:rtl/>
        </w:rPr>
        <w:t xml:space="preserve"> </w:t>
      </w:r>
      <w:r w:rsidRPr="00843429">
        <w:t>a</w:t>
      </w:r>
      <w:r w:rsidRPr="00843429">
        <w:rPr>
          <w:rtl/>
        </w:rPr>
        <w:t xml:space="preserve"> </w:t>
      </w:r>
      <w:r w:rsidRPr="00843429">
        <w:t>part</w:t>
      </w:r>
      <w:r w:rsidRPr="00843429">
        <w:rPr>
          <w:rtl/>
        </w:rPr>
        <w:t xml:space="preserve"> </w:t>
      </w:r>
      <w:r w:rsidRPr="00843429">
        <w:t>of</w:t>
      </w:r>
      <w:r w:rsidRPr="00843429">
        <w:rPr>
          <w:rtl/>
        </w:rPr>
        <w:t xml:space="preserve"> </w:t>
      </w:r>
      <w:r w:rsidRPr="00843429">
        <w:t>the</w:t>
      </w:r>
      <w:r w:rsidRPr="00843429">
        <w:rPr>
          <w:rtl/>
        </w:rPr>
        <w:t xml:space="preserve"> </w:t>
      </w:r>
      <w:r w:rsidRPr="00843429">
        <w:t>hand</w:t>
      </w:r>
      <w:r w:rsidRPr="00843429">
        <w:rPr>
          <w:rtl/>
        </w:rPr>
        <w:t xml:space="preserve"> </w:t>
      </w:r>
      <w:r w:rsidRPr="00843429">
        <w:t>of</w:t>
      </w:r>
      <w:r w:rsidRPr="00843429">
        <w:rPr>
          <w:rtl/>
        </w:rPr>
        <w:t xml:space="preserve"> </w:t>
      </w:r>
      <w:r w:rsidRPr="00843429">
        <w:t>one</w:t>
      </w:r>
      <w:r w:rsidRPr="00843429">
        <w:rPr>
          <w:rtl/>
        </w:rPr>
        <w:t xml:space="preserve"> </w:t>
      </w:r>
      <w:r w:rsidRPr="00843429">
        <w:t>of</w:t>
      </w:r>
      <w:r w:rsidRPr="00843429">
        <w:rPr>
          <w:rtl/>
        </w:rPr>
        <w:t xml:space="preserve"> </w:t>
      </w:r>
      <w:r w:rsidRPr="00843429">
        <w:t>us</w:t>
      </w:r>
      <w:r w:rsidRPr="00843429">
        <w:rPr>
          <w:rtl/>
        </w:rPr>
        <w:t xml:space="preserve"> </w:t>
      </w:r>
      <w:r w:rsidRPr="00843429">
        <w:t>was</w:t>
      </w:r>
      <w:r w:rsidRPr="00843429">
        <w:rPr>
          <w:rtl/>
        </w:rPr>
        <w:t xml:space="preserve"> </w:t>
      </w:r>
      <w:r w:rsidRPr="00843429">
        <w:t>apparent, more</w:t>
      </w:r>
      <w:r w:rsidRPr="00843429">
        <w:rPr>
          <w:rtl/>
        </w:rPr>
        <w:t xml:space="preserve"> </w:t>
      </w:r>
      <w:r w:rsidRPr="00843429">
        <w:t>than</w:t>
      </w:r>
      <w:r w:rsidRPr="00843429">
        <w:rPr>
          <w:rtl/>
        </w:rPr>
        <w:t xml:space="preserve"> </w:t>
      </w:r>
      <w:r w:rsidRPr="00843429">
        <w:t>the</w:t>
      </w:r>
      <w:r w:rsidRPr="00843429">
        <w:rPr>
          <w:rtl/>
        </w:rPr>
        <w:t xml:space="preserve"> </w:t>
      </w:r>
      <w:r w:rsidRPr="00843429">
        <w:t>permitted</w:t>
      </w:r>
      <w:r w:rsidRPr="00843429">
        <w:rPr>
          <w:rtl/>
        </w:rPr>
        <w:t xml:space="preserve"> </w:t>
      </w:r>
      <w:r w:rsidRPr="00843429">
        <w:t>religious</w:t>
      </w:r>
      <w:r w:rsidRPr="00843429">
        <w:rPr>
          <w:rtl/>
        </w:rPr>
        <w:t xml:space="preserve"> </w:t>
      </w:r>
      <w:r w:rsidRPr="00843429">
        <w:t>extent, while</w:t>
      </w:r>
      <w:r w:rsidRPr="00843429">
        <w:rPr>
          <w:rtl/>
        </w:rPr>
        <w:t xml:space="preserve"> </w:t>
      </w:r>
      <w:r w:rsidRPr="00843429">
        <w:t>we</w:t>
      </w:r>
      <w:r w:rsidRPr="00843429">
        <w:rPr>
          <w:rtl/>
        </w:rPr>
        <w:t xml:space="preserve"> </w:t>
      </w:r>
      <w:r w:rsidRPr="00843429">
        <w:t>were</w:t>
      </w:r>
      <w:r w:rsidRPr="00843429">
        <w:rPr>
          <w:rtl/>
        </w:rPr>
        <w:t xml:space="preserve"> </w:t>
      </w:r>
      <w:r w:rsidRPr="00843429">
        <w:t>sitting</w:t>
      </w:r>
      <w:r w:rsidRPr="00843429">
        <w:rPr>
          <w:rtl/>
        </w:rPr>
        <w:t xml:space="preserve"> </w:t>
      </w:r>
      <w:r w:rsidRPr="00843429">
        <w:t>to</w:t>
      </w:r>
      <w:r w:rsidRPr="00843429">
        <w:rPr>
          <w:rtl/>
        </w:rPr>
        <w:t xml:space="preserve"> </w:t>
      </w:r>
      <w:r w:rsidRPr="00843429">
        <w:t>the</w:t>
      </w:r>
      <w:r w:rsidRPr="00843429">
        <w:rPr>
          <w:rtl/>
        </w:rPr>
        <w:t xml:space="preserve"> </w:t>
      </w:r>
      <w:r w:rsidRPr="00843429">
        <w:t>table</w:t>
      </w:r>
      <w:r w:rsidRPr="00843429">
        <w:rPr>
          <w:rtl/>
        </w:rPr>
        <w:t xml:space="preserve"> </w:t>
      </w:r>
      <w:r w:rsidRPr="00843429">
        <w:t>of</w:t>
      </w:r>
      <w:r w:rsidRPr="00843429">
        <w:rPr>
          <w:rtl/>
        </w:rPr>
        <w:t xml:space="preserve"> </w:t>
      </w:r>
      <w:r w:rsidRPr="00843429">
        <w:t>food.”</w:t>
      </w:r>
      <w:r w:rsidRPr="00844CC1">
        <w:rPr>
          <w:rStyle w:val="libFootnotenumChar"/>
          <w:rtl/>
        </w:rPr>
        <w:endnoteReference w:id="94"/>
      </w:r>
    </w:p>
    <w:p w:rsidR="00844CC1" w:rsidRPr="00843429" w:rsidRDefault="00844CC1" w:rsidP="00844CC1">
      <w:pPr>
        <w:pStyle w:val="libNormal"/>
        <w:rPr>
          <w:rtl/>
        </w:rPr>
      </w:pPr>
      <w:r w:rsidRPr="00843429">
        <w:t>2- Sayyda</w:t>
      </w:r>
      <w:r w:rsidRPr="00843429">
        <w:rPr>
          <w:rtl/>
        </w:rPr>
        <w:t xml:space="preserve"> </w:t>
      </w:r>
      <w:r w:rsidRPr="00843429">
        <w:t>Ateefa</w:t>
      </w:r>
      <w:r w:rsidRPr="00843429">
        <w:rPr>
          <w:rtl/>
        </w:rPr>
        <w:t xml:space="preserve"> </w:t>
      </w:r>
      <w:r w:rsidRPr="00843429">
        <w:t>Al</w:t>
      </w:r>
      <w:r w:rsidRPr="00843429">
        <w:rPr>
          <w:rtl/>
        </w:rPr>
        <w:t>-</w:t>
      </w:r>
      <w:r w:rsidRPr="00843429">
        <w:t>Ishraki</w:t>
      </w:r>
      <w:r w:rsidRPr="00843429">
        <w:rPr>
          <w:rtl/>
        </w:rPr>
        <w:t xml:space="preserve"> </w:t>
      </w:r>
      <w:r w:rsidRPr="00843429">
        <w:t xml:space="preserve">said, </w:t>
      </w:r>
      <w:r w:rsidRPr="00843429">
        <w:rPr>
          <w:rtl/>
        </w:rPr>
        <w:t>“</w:t>
      </w:r>
      <w:r w:rsidRPr="00843429">
        <w:t>From</w:t>
      </w:r>
      <w:r w:rsidRPr="00843429">
        <w:rPr>
          <w:rtl/>
        </w:rPr>
        <w:t xml:space="preserve"> </w:t>
      </w:r>
      <w:r w:rsidRPr="00843429">
        <w:t>the</w:t>
      </w:r>
      <w:r w:rsidRPr="00843429">
        <w:rPr>
          <w:rtl/>
        </w:rPr>
        <w:t xml:space="preserve"> </w:t>
      </w:r>
      <w:r w:rsidRPr="00843429">
        <w:t>issues</w:t>
      </w:r>
      <w:r w:rsidRPr="00843429">
        <w:rPr>
          <w:rtl/>
        </w:rPr>
        <w:t xml:space="preserve"> </w:t>
      </w:r>
      <w:r w:rsidRPr="00843429">
        <w:t>which</w:t>
      </w:r>
      <w:r w:rsidRPr="00843429">
        <w:rPr>
          <w:rtl/>
        </w:rPr>
        <w:t xml:space="preserve"> </w:t>
      </w:r>
      <w:r w:rsidRPr="00843429">
        <w:t>The</w:t>
      </w:r>
      <w:r w:rsidRPr="00843429">
        <w:rPr>
          <w:rtl/>
        </w:rPr>
        <w:t xml:space="preserve"> </w:t>
      </w:r>
      <w:r w:rsidRPr="00843429">
        <w:t>Imam</w:t>
      </w:r>
      <w:r w:rsidRPr="00843429">
        <w:rPr>
          <w:rtl/>
        </w:rPr>
        <w:t xml:space="preserve"> </w:t>
      </w:r>
      <w:r w:rsidRPr="00843429">
        <w:t>used</w:t>
      </w:r>
      <w:r w:rsidRPr="00843429">
        <w:rPr>
          <w:rtl/>
        </w:rPr>
        <w:t xml:space="preserve"> </w:t>
      </w:r>
      <w:r w:rsidRPr="00843429">
        <w:t>to</w:t>
      </w:r>
      <w:r w:rsidRPr="00843429">
        <w:rPr>
          <w:rtl/>
        </w:rPr>
        <w:t xml:space="preserve"> </w:t>
      </w:r>
      <w:r w:rsidRPr="00843429">
        <w:t>be</w:t>
      </w:r>
      <w:r w:rsidRPr="00843429">
        <w:rPr>
          <w:rtl/>
        </w:rPr>
        <w:t xml:space="preserve"> </w:t>
      </w:r>
      <w:r w:rsidRPr="00843429">
        <w:t>so</w:t>
      </w:r>
      <w:r w:rsidRPr="00843429">
        <w:rPr>
          <w:rtl/>
        </w:rPr>
        <w:t xml:space="preserve"> </w:t>
      </w:r>
      <w:r w:rsidRPr="00843429">
        <w:t>concerned</w:t>
      </w:r>
      <w:r w:rsidRPr="00843429">
        <w:rPr>
          <w:rtl/>
        </w:rPr>
        <w:t xml:space="preserve"> </w:t>
      </w:r>
      <w:r w:rsidRPr="00843429">
        <w:t>in</w:t>
      </w:r>
      <w:r w:rsidRPr="00843429">
        <w:rPr>
          <w:rtl/>
        </w:rPr>
        <w:t xml:space="preserve"> </w:t>
      </w:r>
      <w:r w:rsidRPr="00843429">
        <w:t>is</w:t>
      </w:r>
      <w:r w:rsidRPr="00843429">
        <w:rPr>
          <w:rtl/>
        </w:rPr>
        <w:t xml:space="preserve"> </w:t>
      </w:r>
      <w:r w:rsidRPr="00843429">
        <w:t>the</w:t>
      </w:r>
      <w:r w:rsidRPr="00843429">
        <w:rPr>
          <w:rtl/>
        </w:rPr>
        <w:t xml:space="preserve"> </w:t>
      </w:r>
      <w:r w:rsidRPr="00843429">
        <w:t>marriageable</w:t>
      </w:r>
      <w:r w:rsidRPr="00843429">
        <w:rPr>
          <w:rtl/>
        </w:rPr>
        <w:t xml:space="preserve"> </w:t>
      </w:r>
      <w:r w:rsidRPr="00843429">
        <w:t>persons</w:t>
      </w:r>
      <w:r w:rsidRPr="00843429">
        <w:rPr>
          <w:rtl/>
        </w:rPr>
        <w:t xml:space="preserve">’ </w:t>
      </w:r>
      <w:r w:rsidRPr="00843429">
        <w:t>being</w:t>
      </w:r>
      <w:r w:rsidRPr="00843429">
        <w:rPr>
          <w:rtl/>
        </w:rPr>
        <w:t xml:space="preserve"> </w:t>
      </w:r>
      <w:r w:rsidRPr="00843429">
        <w:t>at</w:t>
      </w:r>
      <w:r w:rsidRPr="00843429">
        <w:rPr>
          <w:rtl/>
        </w:rPr>
        <w:t xml:space="preserve"> </w:t>
      </w:r>
      <w:r w:rsidRPr="00843429">
        <w:t>the</w:t>
      </w:r>
      <w:r w:rsidRPr="00843429">
        <w:rPr>
          <w:rtl/>
        </w:rPr>
        <w:t xml:space="preserve"> </w:t>
      </w:r>
      <w:r w:rsidRPr="00843429">
        <w:t>same</w:t>
      </w:r>
      <w:r w:rsidRPr="00843429">
        <w:rPr>
          <w:rtl/>
        </w:rPr>
        <w:t xml:space="preserve"> </w:t>
      </w:r>
      <w:r w:rsidRPr="00843429">
        <w:t>place. I</w:t>
      </w:r>
      <w:r w:rsidRPr="00843429">
        <w:rPr>
          <w:rtl/>
        </w:rPr>
        <w:t xml:space="preserve"> </w:t>
      </w:r>
      <w:r w:rsidRPr="00843429">
        <w:t>remember</w:t>
      </w:r>
      <w:r w:rsidRPr="00843429">
        <w:rPr>
          <w:rtl/>
        </w:rPr>
        <w:t xml:space="preserve"> </w:t>
      </w:r>
      <w:r w:rsidRPr="00843429">
        <w:t>that</w:t>
      </w:r>
      <w:r w:rsidRPr="00843429">
        <w:rPr>
          <w:rtl/>
        </w:rPr>
        <w:t xml:space="preserve"> </w:t>
      </w:r>
      <w:r w:rsidRPr="00843429">
        <w:t>he</w:t>
      </w:r>
      <w:r w:rsidRPr="00843429">
        <w:rPr>
          <w:rtl/>
        </w:rPr>
        <w:t xml:space="preserve"> </w:t>
      </w:r>
      <w:r w:rsidRPr="00843429">
        <w:t>called</w:t>
      </w:r>
      <w:r w:rsidRPr="00843429">
        <w:rPr>
          <w:rtl/>
        </w:rPr>
        <w:t xml:space="preserve"> </w:t>
      </w:r>
      <w:r w:rsidRPr="00843429">
        <w:t>me</w:t>
      </w:r>
      <w:r w:rsidRPr="00843429">
        <w:rPr>
          <w:rtl/>
        </w:rPr>
        <w:t xml:space="preserve"> </w:t>
      </w:r>
      <w:r w:rsidRPr="00843429">
        <w:t>once</w:t>
      </w:r>
      <w:r w:rsidRPr="00843429">
        <w:rPr>
          <w:rtl/>
        </w:rPr>
        <w:t xml:space="preserve"> </w:t>
      </w:r>
      <w:r w:rsidRPr="00843429">
        <w:t>when</w:t>
      </w:r>
      <w:r w:rsidRPr="00843429">
        <w:rPr>
          <w:rtl/>
        </w:rPr>
        <w:t xml:space="preserve"> </w:t>
      </w:r>
      <w:r w:rsidRPr="00843429">
        <w:t>I</w:t>
      </w:r>
      <w:r w:rsidRPr="00843429">
        <w:rPr>
          <w:rtl/>
        </w:rPr>
        <w:t xml:space="preserve"> </w:t>
      </w:r>
      <w:r w:rsidRPr="00843429">
        <w:t>was</w:t>
      </w:r>
      <w:r w:rsidRPr="00843429">
        <w:rPr>
          <w:rtl/>
        </w:rPr>
        <w:t xml:space="preserve"> </w:t>
      </w:r>
      <w:r w:rsidRPr="00843429">
        <w:t>not</w:t>
      </w:r>
      <w:r w:rsidRPr="00843429">
        <w:rPr>
          <w:rtl/>
        </w:rPr>
        <w:t xml:space="preserve"> </w:t>
      </w:r>
      <w:r w:rsidRPr="00843429">
        <w:t>more</w:t>
      </w:r>
      <w:r w:rsidRPr="00843429">
        <w:rPr>
          <w:rtl/>
        </w:rPr>
        <w:t xml:space="preserve"> </w:t>
      </w:r>
      <w:r w:rsidRPr="00843429">
        <w:t>than</w:t>
      </w:r>
      <w:r w:rsidRPr="00843429">
        <w:rPr>
          <w:rtl/>
        </w:rPr>
        <w:t xml:space="preserve"> </w:t>
      </w:r>
      <w:r w:rsidRPr="00843429">
        <w:t>ten</w:t>
      </w:r>
      <w:r w:rsidRPr="00843429">
        <w:rPr>
          <w:rtl/>
        </w:rPr>
        <w:t xml:space="preserve"> </w:t>
      </w:r>
      <w:r w:rsidRPr="00843429">
        <w:t>years</w:t>
      </w:r>
      <w:r w:rsidRPr="00843429">
        <w:rPr>
          <w:rtl/>
        </w:rPr>
        <w:t xml:space="preserve"> </w:t>
      </w:r>
      <w:r w:rsidRPr="00843429">
        <w:t>old. I</w:t>
      </w:r>
      <w:r w:rsidRPr="00843429">
        <w:rPr>
          <w:rtl/>
        </w:rPr>
        <w:t xml:space="preserve"> </w:t>
      </w:r>
      <w:r w:rsidRPr="00843429">
        <w:t>was</w:t>
      </w:r>
      <w:r w:rsidRPr="00843429">
        <w:rPr>
          <w:rtl/>
        </w:rPr>
        <w:t xml:space="preserve"> </w:t>
      </w:r>
      <w:r w:rsidRPr="00843429">
        <w:t>playing</w:t>
      </w:r>
      <w:r w:rsidRPr="00843429">
        <w:rPr>
          <w:rtl/>
        </w:rPr>
        <w:t xml:space="preserve"> </w:t>
      </w:r>
      <w:r w:rsidRPr="00843429">
        <w:t>hide</w:t>
      </w:r>
      <w:r w:rsidRPr="00843429">
        <w:rPr>
          <w:rtl/>
        </w:rPr>
        <w:t xml:space="preserve"> </w:t>
      </w:r>
      <w:r w:rsidRPr="00843429">
        <w:t>and</w:t>
      </w:r>
      <w:r w:rsidRPr="00843429">
        <w:rPr>
          <w:rtl/>
        </w:rPr>
        <w:t xml:space="preserve"> </w:t>
      </w:r>
      <w:r w:rsidRPr="00843429">
        <w:t>seek</w:t>
      </w:r>
      <w:r w:rsidRPr="00843429">
        <w:rPr>
          <w:rtl/>
        </w:rPr>
        <w:t xml:space="preserve"> </w:t>
      </w:r>
      <w:r w:rsidRPr="00843429">
        <w:t>with</w:t>
      </w:r>
      <w:r w:rsidRPr="00843429">
        <w:rPr>
          <w:rtl/>
        </w:rPr>
        <w:t xml:space="preserve"> </w:t>
      </w:r>
      <w:r w:rsidRPr="00843429">
        <w:t>my</w:t>
      </w:r>
      <w:r w:rsidRPr="00843429">
        <w:rPr>
          <w:rtl/>
        </w:rPr>
        <w:t xml:space="preserve"> </w:t>
      </w:r>
      <w:r w:rsidRPr="00843429">
        <w:t>brothers</w:t>
      </w:r>
      <w:r w:rsidRPr="00843429">
        <w:rPr>
          <w:rtl/>
        </w:rPr>
        <w:t xml:space="preserve"> </w:t>
      </w:r>
      <w:r w:rsidRPr="00843429">
        <w:t>and</w:t>
      </w:r>
      <w:r w:rsidRPr="00843429">
        <w:rPr>
          <w:rtl/>
        </w:rPr>
        <w:t xml:space="preserve"> </w:t>
      </w:r>
      <w:r w:rsidRPr="00843429">
        <w:t>my</w:t>
      </w:r>
      <w:r w:rsidRPr="00843429">
        <w:rPr>
          <w:rtl/>
        </w:rPr>
        <w:t xml:space="preserve"> </w:t>
      </w:r>
      <w:r w:rsidRPr="00843429">
        <w:t>cousin. Even</w:t>
      </w:r>
      <w:r w:rsidRPr="00843429">
        <w:rPr>
          <w:rtl/>
        </w:rPr>
        <w:t xml:space="preserve"> </w:t>
      </w:r>
      <w:r w:rsidRPr="00843429">
        <w:t>though</w:t>
      </w:r>
      <w:r w:rsidRPr="00843429">
        <w:rPr>
          <w:rtl/>
        </w:rPr>
        <w:t xml:space="preserve"> </w:t>
      </w:r>
      <w:r w:rsidRPr="00843429">
        <w:t>I</w:t>
      </w:r>
      <w:r w:rsidRPr="00843429">
        <w:rPr>
          <w:rtl/>
        </w:rPr>
        <w:t xml:space="preserve"> </w:t>
      </w:r>
      <w:r w:rsidRPr="00843429">
        <w:t>was</w:t>
      </w:r>
      <w:r w:rsidRPr="00843429">
        <w:rPr>
          <w:rtl/>
        </w:rPr>
        <w:t xml:space="preserve"> </w:t>
      </w:r>
      <w:r w:rsidRPr="00843429">
        <w:t>putting</w:t>
      </w:r>
      <w:r w:rsidRPr="00843429">
        <w:rPr>
          <w:rtl/>
        </w:rPr>
        <w:t xml:space="preserve"> </w:t>
      </w:r>
      <w:r w:rsidRPr="00843429">
        <w:t>on</w:t>
      </w:r>
      <w:r w:rsidRPr="00843429">
        <w:rPr>
          <w:rtl/>
        </w:rPr>
        <w:t xml:space="preserve"> </w:t>
      </w:r>
      <w:r w:rsidRPr="00843429">
        <w:t>the</w:t>
      </w:r>
      <w:r w:rsidRPr="00843429">
        <w:rPr>
          <w:rtl/>
        </w:rPr>
        <w:t xml:space="preserve"> </w:t>
      </w:r>
      <w:r w:rsidRPr="00843429">
        <w:t>veil, he</w:t>
      </w:r>
      <w:r w:rsidRPr="00843429">
        <w:rPr>
          <w:rtl/>
        </w:rPr>
        <w:t xml:space="preserve"> </w:t>
      </w:r>
      <w:r w:rsidRPr="00843429">
        <w:t>said</w:t>
      </w:r>
      <w:r w:rsidRPr="00843429">
        <w:rPr>
          <w:rtl/>
        </w:rPr>
        <w:t xml:space="preserve"> </w:t>
      </w:r>
      <w:r w:rsidRPr="00843429">
        <w:t>to</w:t>
      </w:r>
      <w:r w:rsidRPr="00843429">
        <w:rPr>
          <w:rtl/>
        </w:rPr>
        <w:t xml:space="preserve"> </w:t>
      </w:r>
      <w:r w:rsidRPr="00843429">
        <w:t xml:space="preserve">me, </w:t>
      </w:r>
      <w:r w:rsidRPr="00843429">
        <w:rPr>
          <w:rtl/>
        </w:rPr>
        <w:t>‘</w:t>
      </w:r>
      <w:r w:rsidRPr="00843429">
        <w:t>There</w:t>
      </w:r>
      <w:r w:rsidRPr="00843429">
        <w:rPr>
          <w:rtl/>
        </w:rPr>
        <w:t xml:space="preserve"> </w:t>
      </w:r>
      <w:r w:rsidRPr="00843429">
        <w:t>is</w:t>
      </w:r>
      <w:r w:rsidRPr="00843429">
        <w:rPr>
          <w:rtl/>
        </w:rPr>
        <w:t xml:space="preserve"> </w:t>
      </w:r>
      <w:r w:rsidRPr="00843429">
        <w:t>no</w:t>
      </w:r>
      <w:r w:rsidRPr="00843429">
        <w:rPr>
          <w:rtl/>
        </w:rPr>
        <w:t xml:space="preserve"> </w:t>
      </w:r>
      <w:r w:rsidRPr="00843429">
        <w:t>difference</w:t>
      </w:r>
      <w:r w:rsidRPr="00843429">
        <w:rPr>
          <w:rtl/>
        </w:rPr>
        <w:t xml:space="preserve"> </w:t>
      </w:r>
      <w:r w:rsidRPr="00843429">
        <w:t>between</w:t>
      </w:r>
      <w:r w:rsidRPr="00843429">
        <w:rPr>
          <w:rtl/>
        </w:rPr>
        <w:t xml:space="preserve"> </w:t>
      </w:r>
      <w:r w:rsidRPr="00843429">
        <w:t>you</w:t>
      </w:r>
      <w:r w:rsidRPr="00843429">
        <w:rPr>
          <w:rtl/>
        </w:rPr>
        <w:t xml:space="preserve"> </w:t>
      </w:r>
      <w:r w:rsidRPr="00843429">
        <w:t>and</w:t>
      </w:r>
      <w:r w:rsidRPr="00843429">
        <w:rPr>
          <w:rtl/>
        </w:rPr>
        <w:t xml:space="preserve"> </w:t>
      </w:r>
      <w:r w:rsidRPr="00843429">
        <w:t>your</w:t>
      </w:r>
      <w:r w:rsidRPr="00843429">
        <w:rPr>
          <w:rtl/>
        </w:rPr>
        <w:t xml:space="preserve"> </w:t>
      </w:r>
      <w:r w:rsidRPr="00843429">
        <w:t>elder</w:t>
      </w:r>
      <w:r w:rsidRPr="00843429">
        <w:rPr>
          <w:rtl/>
        </w:rPr>
        <w:t xml:space="preserve"> </w:t>
      </w:r>
      <w:r w:rsidRPr="00843429">
        <w:t>sister. So, how</w:t>
      </w:r>
      <w:r w:rsidRPr="00843429">
        <w:rPr>
          <w:rtl/>
        </w:rPr>
        <w:t xml:space="preserve"> </w:t>
      </w:r>
      <w:r w:rsidRPr="00843429">
        <w:t>is</w:t>
      </w:r>
      <w:r w:rsidRPr="00843429">
        <w:rPr>
          <w:rtl/>
        </w:rPr>
        <w:t xml:space="preserve"> </w:t>
      </w:r>
      <w:r w:rsidRPr="00843429">
        <w:t>that</w:t>
      </w:r>
      <w:r w:rsidRPr="00843429">
        <w:rPr>
          <w:rtl/>
        </w:rPr>
        <w:t xml:space="preserve"> </w:t>
      </w:r>
      <w:r w:rsidRPr="00843429">
        <w:t>you</w:t>
      </w:r>
      <w:r w:rsidRPr="00843429">
        <w:rPr>
          <w:rtl/>
        </w:rPr>
        <w:t xml:space="preserve"> </w:t>
      </w:r>
      <w:r w:rsidRPr="00843429">
        <w:t>are</w:t>
      </w:r>
      <w:r w:rsidRPr="00843429">
        <w:rPr>
          <w:rtl/>
        </w:rPr>
        <w:t xml:space="preserve"> </w:t>
      </w:r>
      <w:r w:rsidRPr="00843429">
        <w:t>playing</w:t>
      </w:r>
      <w:r w:rsidRPr="00843429">
        <w:rPr>
          <w:rtl/>
        </w:rPr>
        <w:t xml:space="preserve"> </w:t>
      </w:r>
      <w:r w:rsidRPr="00843429">
        <w:t>with</w:t>
      </w:r>
      <w:r w:rsidRPr="00843429">
        <w:rPr>
          <w:rtl/>
        </w:rPr>
        <w:t xml:space="preserve"> </w:t>
      </w:r>
      <w:r w:rsidRPr="00843429">
        <w:t>the</w:t>
      </w:r>
      <w:r w:rsidRPr="00843429">
        <w:rPr>
          <w:rtl/>
        </w:rPr>
        <w:t xml:space="preserve"> </w:t>
      </w:r>
      <w:r w:rsidRPr="00843429">
        <w:t>boys</w:t>
      </w:r>
      <w:r w:rsidRPr="00843429">
        <w:rPr>
          <w:rtl/>
        </w:rPr>
        <w:t xml:space="preserve"> </w:t>
      </w:r>
      <w:r w:rsidRPr="00843429">
        <w:t>while</w:t>
      </w:r>
      <w:r w:rsidRPr="00843429">
        <w:rPr>
          <w:rtl/>
        </w:rPr>
        <w:t xml:space="preserve"> </w:t>
      </w:r>
      <w:r w:rsidRPr="00843429">
        <w:t>she</w:t>
      </w:r>
      <w:r w:rsidRPr="00843429">
        <w:rPr>
          <w:rtl/>
        </w:rPr>
        <w:t xml:space="preserve"> </w:t>
      </w:r>
      <w:r w:rsidRPr="00843429">
        <w:t>is</w:t>
      </w:r>
      <w:r w:rsidRPr="00843429">
        <w:rPr>
          <w:rtl/>
        </w:rPr>
        <w:t xml:space="preserve"> </w:t>
      </w:r>
      <w:r w:rsidRPr="00843429">
        <w:t>not</w:t>
      </w:r>
      <w:r w:rsidRPr="00843429">
        <w:rPr>
          <w:rtl/>
        </w:rPr>
        <w:t xml:space="preserve"> </w:t>
      </w:r>
      <w:r w:rsidRPr="00843429">
        <w:t>doing</w:t>
      </w:r>
      <w:r w:rsidRPr="00843429">
        <w:rPr>
          <w:rtl/>
        </w:rPr>
        <w:t xml:space="preserve"> </w:t>
      </w:r>
      <w:r w:rsidRPr="00843429">
        <w:t xml:space="preserve">so? </w:t>
      </w:r>
      <w:r w:rsidRPr="00843429">
        <w:rPr>
          <w:rtl/>
        </w:rPr>
        <w:t>’”</w:t>
      </w:r>
      <w:r w:rsidRPr="00844CC1">
        <w:rPr>
          <w:rStyle w:val="libFootnotenumChar"/>
          <w:rtl/>
        </w:rPr>
        <w:endnoteReference w:id="95"/>
      </w:r>
    </w:p>
    <w:p w:rsidR="00844CC1" w:rsidRPr="00843429" w:rsidRDefault="00844CC1" w:rsidP="00844CC1">
      <w:pPr>
        <w:pStyle w:val="libNormal"/>
      </w:pPr>
      <w:r w:rsidRPr="00843429">
        <w:t>3- Sayyda</w:t>
      </w:r>
      <w:r w:rsidRPr="00843429">
        <w:rPr>
          <w:rtl/>
        </w:rPr>
        <w:t xml:space="preserve"> </w:t>
      </w:r>
      <w:r w:rsidRPr="00843429">
        <w:t>Fatima</w:t>
      </w:r>
      <w:r w:rsidRPr="00843429">
        <w:rPr>
          <w:rtl/>
        </w:rPr>
        <w:t xml:space="preserve"> </w:t>
      </w:r>
      <w:r w:rsidRPr="00843429">
        <w:t>Tabtabaei</w:t>
      </w:r>
      <w:r w:rsidRPr="00843429">
        <w:rPr>
          <w:rtl/>
        </w:rPr>
        <w:t xml:space="preserve"> </w:t>
      </w:r>
      <w:r w:rsidRPr="00843429">
        <w:t xml:space="preserve">said, </w:t>
      </w:r>
      <w:r w:rsidRPr="00843429">
        <w:rPr>
          <w:rtl/>
        </w:rPr>
        <w:t>“</w:t>
      </w:r>
      <w:r w:rsidRPr="00843429">
        <w:t>The</w:t>
      </w:r>
      <w:r w:rsidRPr="00843429">
        <w:rPr>
          <w:rtl/>
        </w:rPr>
        <w:t xml:space="preserve"> </w:t>
      </w:r>
      <w:r w:rsidRPr="00843429">
        <w:t>Imam</w:t>
      </w:r>
      <w:r w:rsidRPr="00843429">
        <w:rPr>
          <w:rtl/>
        </w:rPr>
        <w:t xml:space="preserve"> </w:t>
      </w:r>
      <w:r w:rsidRPr="00843429">
        <w:t>used</w:t>
      </w:r>
      <w:r w:rsidRPr="00843429">
        <w:rPr>
          <w:rtl/>
        </w:rPr>
        <w:t xml:space="preserve"> </w:t>
      </w:r>
      <w:r w:rsidRPr="00843429">
        <w:t>to</w:t>
      </w:r>
      <w:r w:rsidRPr="00843429">
        <w:rPr>
          <w:rtl/>
        </w:rPr>
        <w:t xml:space="preserve"> </w:t>
      </w:r>
      <w:r w:rsidRPr="00843429">
        <w:t>find</w:t>
      </w:r>
      <w:r w:rsidRPr="00843429">
        <w:rPr>
          <w:rtl/>
        </w:rPr>
        <w:t xml:space="preserve"> </w:t>
      </w:r>
      <w:r w:rsidRPr="00843429">
        <w:t>no</w:t>
      </w:r>
      <w:r w:rsidRPr="00843429">
        <w:rPr>
          <w:rtl/>
        </w:rPr>
        <w:t xml:space="preserve"> </w:t>
      </w:r>
      <w:r w:rsidRPr="00843429">
        <w:t>necessity</w:t>
      </w:r>
      <w:r w:rsidRPr="00843429">
        <w:rPr>
          <w:rtl/>
        </w:rPr>
        <w:t xml:space="preserve"> </w:t>
      </w:r>
      <w:r w:rsidRPr="00843429">
        <w:t>in</w:t>
      </w:r>
      <w:r w:rsidRPr="00843429">
        <w:rPr>
          <w:rtl/>
        </w:rPr>
        <w:t xml:space="preserve"> </w:t>
      </w:r>
      <w:r w:rsidRPr="00843429">
        <w:t>the</w:t>
      </w:r>
      <w:r w:rsidRPr="00843429">
        <w:rPr>
          <w:rtl/>
        </w:rPr>
        <w:t xml:space="preserve"> </w:t>
      </w:r>
      <w:r w:rsidRPr="00843429">
        <w:t>talk</w:t>
      </w:r>
      <w:r w:rsidRPr="00843429">
        <w:rPr>
          <w:rtl/>
        </w:rPr>
        <w:t xml:space="preserve"> </w:t>
      </w:r>
      <w:r w:rsidRPr="00843429">
        <w:t>to</w:t>
      </w:r>
      <w:r w:rsidRPr="00843429">
        <w:rPr>
          <w:rtl/>
        </w:rPr>
        <w:t xml:space="preserve"> </w:t>
      </w:r>
      <w:r w:rsidRPr="00843429">
        <w:t>the</w:t>
      </w:r>
      <w:r w:rsidRPr="00843429">
        <w:rPr>
          <w:rtl/>
        </w:rPr>
        <w:t xml:space="preserve"> </w:t>
      </w:r>
      <w:r w:rsidRPr="00843429">
        <w:t>marriageable</w:t>
      </w:r>
      <w:r w:rsidRPr="00843429">
        <w:rPr>
          <w:rtl/>
        </w:rPr>
        <w:t xml:space="preserve"> </w:t>
      </w:r>
      <w:r w:rsidRPr="00843429">
        <w:t>men, so</w:t>
      </w:r>
      <w:r w:rsidRPr="00843429">
        <w:rPr>
          <w:rtl/>
        </w:rPr>
        <w:t xml:space="preserve"> </w:t>
      </w:r>
      <w:r w:rsidRPr="00843429">
        <w:t>we</w:t>
      </w:r>
      <w:r w:rsidRPr="00843429">
        <w:rPr>
          <w:rtl/>
        </w:rPr>
        <w:t xml:space="preserve"> </w:t>
      </w:r>
      <w:r w:rsidRPr="00843429">
        <w:t>used</w:t>
      </w:r>
      <w:r w:rsidRPr="00843429">
        <w:rPr>
          <w:rtl/>
        </w:rPr>
        <w:t xml:space="preserve"> </w:t>
      </w:r>
      <w:r w:rsidRPr="00843429">
        <w:t>not</w:t>
      </w:r>
      <w:r w:rsidRPr="00843429">
        <w:rPr>
          <w:rtl/>
        </w:rPr>
        <w:t xml:space="preserve"> </w:t>
      </w:r>
      <w:r w:rsidRPr="00843429">
        <w:t>to</w:t>
      </w:r>
      <w:r w:rsidRPr="00843429">
        <w:rPr>
          <w:rtl/>
        </w:rPr>
        <w:t xml:space="preserve"> </w:t>
      </w:r>
      <w:r w:rsidRPr="00843429">
        <w:t>sit</w:t>
      </w:r>
      <w:r w:rsidRPr="00843429">
        <w:rPr>
          <w:rtl/>
        </w:rPr>
        <w:t xml:space="preserve"> </w:t>
      </w:r>
      <w:r w:rsidRPr="00843429">
        <w:t>in</w:t>
      </w:r>
      <w:r w:rsidRPr="00843429">
        <w:rPr>
          <w:rtl/>
        </w:rPr>
        <w:t xml:space="preserve"> </w:t>
      </w:r>
      <w:r w:rsidRPr="00843429">
        <w:t>The</w:t>
      </w:r>
      <w:r w:rsidRPr="00843429">
        <w:rPr>
          <w:rtl/>
        </w:rPr>
        <w:t xml:space="preserve"> </w:t>
      </w:r>
      <w:r w:rsidRPr="00843429">
        <w:t>Imam</w:t>
      </w:r>
      <w:r w:rsidRPr="00843429">
        <w:rPr>
          <w:rtl/>
        </w:rPr>
        <w:t>’</w:t>
      </w:r>
      <w:r w:rsidRPr="00843429">
        <w:t>s</w:t>
      </w:r>
      <w:r w:rsidRPr="00843429">
        <w:rPr>
          <w:rtl/>
        </w:rPr>
        <w:t xml:space="preserve"> </w:t>
      </w:r>
      <w:r w:rsidRPr="00843429">
        <w:t>house</w:t>
      </w:r>
      <w:r w:rsidRPr="00843429">
        <w:rPr>
          <w:rtl/>
        </w:rPr>
        <w:t xml:space="preserve"> </w:t>
      </w:r>
      <w:r w:rsidRPr="00843429">
        <w:t>in</w:t>
      </w:r>
      <w:r w:rsidRPr="00843429">
        <w:rPr>
          <w:rtl/>
        </w:rPr>
        <w:t xml:space="preserve"> </w:t>
      </w:r>
      <w:r w:rsidRPr="00843429">
        <w:t>one</w:t>
      </w:r>
      <w:r w:rsidRPr="00843429">
        <w:rPr>
          <w:rtl/>
        </w:rPr>
        <w:t xml:space="preserve"> </w:t>
      </w:r>
      <w:r w:rsidRPr="00843429">
        <w:t>room</w:t>
      </w:r>
      <w:r w:rsidRPr="00843429">
        <w:rPr>
          <w:rtl/>
        </w:rPr>
        <w:t xml:space="preserve"> </w:t>
      </w:r>
      <w:r w:rsidRPr="00843429">
        <w:t>with</w:t>
      </w:r>
      <w:r w:rsidRPr="00843429">
        <w:rPr>
          <w:rtl/>
        </w:rPr>
        <w:t xml:space="preserve"> </w:t>
      </w:r>
      <w:r w:rsidRPr="00843429">
        <w:t>any</w:t>
      </w:r>
      <w:r w:rsidRPr="00843429">
        <w:rPr>
          <w:rtl/>
        </w:rPr>
        <w:t xml:space="preserve"> </w:t>
      </w:r>
      <w:r w:rsidRPr="00843429">
        <w:t>of</w:t>
      </w:r>
      <w:r w:rsidRPr="00843429">
        <w:rPr>
          <w:rtl/>
        </w:rPr>
        <w:t xml:space="preserve"> </w:t>
      </w:r>
      <w:r w:rsidRPr="00843429">
        <w:t>his</w:t>
      </w:r>
      <w:r w:rsidRPr="00843429">
        <w:rPr>
          <w:rtl/>
        </w:rPr>
        <w:t xml:space="preserve"> </w:t>
      </w:r>
      <w:r w:rsidRPr="00843429">
        <w:t>grandsons</w:t>
      </w:r>
      <w:r w:rsidRPr="00843429">
        <w:rPr>
          <w:rtl/>
        </w:rPr>
        <w:t xml:space="preserve"> </w:t>
      </w:r>
      <w:r w:rsidRPr="00843429">
        <w:t>if</w:t>
      </w:r>
      <w:r w:rsidRPr="00843429">
        <w:rPr>
          <w:rtl/>
        </w:rPr>
        <w:t xml:space="preserve"> </w:t>
      </w:r>
      <w:r w:rsidRPr="00843429">
        <w:t>he</w:t>
      </w:r>
      <w:r w:rsidRPr="00843429">
        <w:rPr>
          <w:rtl/>
        </w:rPr>
        <w:t xml:space="preserve"> </w:t>
      </w:r>
      <w:r w:rsidRPr="00843429">
        <w:t>had</w:t>
      </w:r>
      <w:r w:rsidRPr="00843429">
        <w:rPr>
          <w:rtl/>
        </w:rPr>
        <w:t xml:space="preserve"> </w:t>
      </w:r>
      <w:r w:rsidRPr="00843429">
        <w:t>reached</w:t>
      </w:r>
      <w:r w:rsidRPr="00843429">
        <w:rPr>
          <w:rtl/>
        </w:rPr>
        <w:t xml:space="preserve"> </w:t>
      </w:r>
      <w:r w:rsidRPr="00843429">
        <w:t>the</w:t>
      </w:r>
      <w:r w:rsidRPr="00843429">
        <w:rPr>
          <w:rtl/>
        </w:rPr>
        <w:t xml:space="preserve"> </w:t>
      </w:r>
      <w:r w:rsidRPr="00843429">
        <w:t>age</w:t>
      </w:r>
      <w:r w:rsidRPr="00843429">
        <w:rPr>
          <w:rtl/>
        </w:rPr>
        <w:t xml:space="preserve"> </w:t>
      </w:r>
      <w:r w:rsidRPr="00843429">
        <w:t>of</w:t>
      </w:r>
      <w:r w:rsidRPr="00843429">
        <w:rPr>
          <w:rtl/>
        </w:rPr>
        <w:t xml:space="preserve"> </w:t>
      </w:r>
      <w:r w:rsidRPr="00843429">
        <w:t>religious</w:t>
      </w:r>
      <w:r w:rsidRPr="00843429">
        <w:rPr>
          <w:rtl/>
        </w:rPr>
        <w:t xml:space="preserve"> </w:t>
      </w:r>
      <w:r w:rsidRPr="00843429">
        <w:t>responsibility. The</w:t>
      </w:r>
      <w:r w:rsidRPr="00843429">
        <w:rPr>
          <w:rtl/>
        </w:rPr>
        <w:t xml:space="preserve"> </w:t>
      </w:r>
      <w:r w:rsidRPr="00843429">
        <w:t>rare</w:t>
      </w:r>
      <w:r w:rsidRPr="00843429">
        <w:rPr>
          <w:rtl/>
        </w:rPr>
        <w:t xml:space="preserve"> </w:t>
      </w:r>
      <w:r w:rsidRPr="00843429">
        <w:t>point</w:t>
      </w:r>
      <w:r w:rsidRPr="00843429">
        <w:rPr>
          <w:rtl/>
        </w:rPr>
        <w:t xml:space="preserve"> </w:t>
      </w:r>
      <w:r w:rsidRPr="00843429">
        <w:t>while</w:t>
      </w:r>
      <w:r w:rsidRPr="00843429">
        <w:rPr>
          <w:rtl/>
        </w:rPr>
        <w:t xml:space="preserve"> </w:t>
      </w:r>
      <w:r w:rsidRPr="00843429">
        <w:t>we</w:t>
      </w:r>
      <w:r w:rsidRPr="00843429">
        <w:rPr>
          <w:rtl/>
        </w:rPr>
        <w:t xml:space="preserve"> </w:t>
      </w:r>
      <w:r w:rsidRPr="00843429">
        <w:t>used</w:t>
      </w:r>
      <w:r w:rsidRPr="00843429">
        <w:rPr>
          <w:rtl/>
        </w:rPr>
        <w:t xml:space="preserve"> </w:t>
      </w:r>
      <w:r w:rsidRPr="00843429">
        <w:t>to</w:t>
      </w:r>
      <w:r w:rsidRPr="00843429">
        <w:rPr>
          <w:rtl/>
        </w:rPr>
        <w:t xml:space="preserve"> </w:t>
      </w:r>
      <w:r w:rsidRPr="00843429">
        <w:t>be</w:t>
      </w:r>
      <w:r w:rsidRPr="00843429">
        <w:rPr>
          <w:rtl/>
        </w:rPr>
        <w:t xml:space="preserve"> </w:t>
      </w:r>
      <w:r w:rsidRPr="00843429">
        <w:t>sitting</w:t>
      </w:r>
      <w:r w:rsidRPr="00843429">
        <w:rPr>
          <w:rtl/>
        </w:rPr>
        <w:t xml:space="preserve"> </w:t>
      </w:r>
      <w:r w:rsidRPr="00843429">
        <w:t>with</w:t>
      </w:r>
      <w:r w:rsidRPr="00843429">
        <w:rPr>
          <w:rtl/>
        </w:rPr>
        <w:t xml:space="preserve"> </w:t>
      </w:r>
      <w:r w:rsidRPr="00843429">
        <w:t>The</w:t>
      </w:r>
      <w:r w:rsidRPr="00843429">
        <w:rPr>
          <w:rtl/>
        </w:rPr>
        <w:t xml:space="preserve"> </w:t>
      </w:r>
      <w:r w:rsidRPr="00843429">
        <w:t>Imam</w:t>
      </w:r>
      <w:r w:rsidRPr="00843429">
        <w:rPr>
          <w:rtl/>
        </w:rPr>
        <w:t xml:space="preserve"> </w:t>
      </w:r>
      <w:r w:rsidRPr="00843429">
        <w:t>is</w:t>
      </w:r>
      <w:r w:rsidRPr="00843429">
        <w:rPr>
          <w:rtl/>
        </w:rPr>
        <w:t xml:space="preserve"> </w:t>
      </w:r>
      <w:r w:rsidRPr="00843429">
        <w:t>that</w:t>
      </w:r>
      <w:r w:rsidRPr="00843429">
        <w:rPr>
          <w:rtl/>
        </w:rPr>
        <w:t xml:space="preserve"> </w:t>
      </w:r>
      <w:r w:rsidRPr="00843429">
        <w:t>if</w:t>
      </w:r>
      <w:r w:rsidRPr="00843429">
        <w:rPr>
          <w:rtl/>
        </w:rPr>
        <w:t xml:space="preserve"> </w:t>
      </w:r>
      <w:r w:rsidRPr="00843429">
        <w:t>one</w:t>
      </w:r>
      <w:r w:rsidRPr="00843429">
        <w:rPr>
          <w:rtl/>
        </w:rPr>
        <w:t xml:space="preserve"> </w:t>
      </w:r>
      <w:r w:rsidRPr="00843429">
        <w:t>of</w:t>
      </w:r>
      <w:r w:rsidRPr="00843429">
        <w:rPr>
          <w:rtl/>
        </w:rPr>
        <w:t xml:space="preserve"> </w:t>
      </w:r>
      <w:r w:rsidRPr="00843429">
        <w:t>his</w:t>
      </w:r>
      <w:r w:rsidRPr="00843429">
        <w:rPr>
          <w:rtl/>
        </w:rPr>
        <w:t xml:space="preserve"> </w:t>
      </w:r>
      <w:r w:rsidRPr="00843429">
        <w:t>grandsons</w:t>
      </w:r>
      <w:r w:rsidRPr="00843429">
        <w:rPr>
          <w:rtl/>
        </w:rPr>
        <w:t xml:space="preserve"> </w:t>
      </w:r>
      <w:r w:rsidRPr="00843429">
        <w:t>entered</w:t>
      </w:r>
      <w:r w:rsidRPr="00843429">
        <w:rPr>
          <w:rtl/>
        </w:rPr>
        <w:t xml:space="preserve"> </w:t>
      </w:r>
      <w:r w:rsidRPr="00843429">
        <w:t>his</w:t>
      </w:r>
      <w:r w:rsidRPr="00843429">
        <w:rPr>
          <w:rtl/>
        </w:rPr>
        <w:t xml:space="preserve"> </w:t>
      </w:r>
      <w:r w:rsidRPr="00843429">
        <w:t>room, he</w:t>
      </w:r>
      <w:r w:rsidRPr="00843429">
        <w:rPr>
          <w:rtl/>
        </w:rPr>
        <w:t xml:space="preserve"> </w:t>
      </w:r>
      <w:r w:rsidRPr="00843429">
        <w:t>used</w:t>
      </w:r>
      <w:r w:rsidRPr="00843429">
        <w:rPr>
          <w:rtl/>
        </w:rPr>
        <w:t xml:space="preserve"> </w:t>
      </w:r>
      <w:r w:rsidRPr="00843429">
        <w:t>to</w:t>
      </w:r>
      <w:r w:rsidRPr="00843429">
        <w:rPr>
          <w:rtl/>
        </w:rPr>
        <w:t xml:space="preserve"> </w:t>
      </w:r>
      <w:r w:rsidRPr="00843429">
        <w:t>ask</w:t>
      </w:r>
      <w:r w:rsidRPr="00843429">
        <w:rPr>
          <w:rtl/>
        </w:rPr>
        <w:t xml:space="preserve"> </w:t>
      </w:r>
      <w:r w:rsidRPr="00843429">
        <w:t>his</w:t>
      </w:r>
      <w:r w:rsidRPr="00843429">
        <w:rPr>
          <w:rtl/>
        </w:rPr>
        <w:t xml:space="preserve"> </w:t>
      </w:r>
      <w:r w:rsidRPr="00843429">
        <w:t>grandson, and</w:t>
      </w:r>
      <w:r w:rsidRPr="00843429">
        <w:rPr>
          <w:rtl/>
        </w:rPr>
        <w:t xml:space="preserve"> </w:t>
      </w:r>
      <w:r w:rsidRPr="00843429">
        <w:t>not</w:t>
      </w:r>
      <w:r w:rsidRPr="00843429">
        <w:rPr>
          <w:rtl/>
        </w:rPr>
        <w:t xml:space="preserve"> </w:t>
      </w:r>
      <w:r w:rsidRPr="00843429">
        <w:t>us, to</w:t>
      </w:r>
      <w:r w:rsidRPr="00843429">
        <w:rPr>
          <w:rtl/>
        </w:rPr>
        <w:t xml:space="preserve"> </w:t>
      </w:r>
      <w:r w:rsidRPr="00843429">
        <w:t>get</w:t>
      </w:r>
      <w:r w:rsidRPr="00843429">
        <w:rPr>
          <w:rtl/>
        </w:rPr>
        <w:t xml:space="preserve"> </w:t>
      </w:r>
      <w:r w:rsidRPr="00843429">
        <w:t>out. Also, when</w:t>
      </w:r>
      <w:r w:rsidRPr="00843429">
        <w:rPr>
          <w:rtl/>
        </w:rPr>
        <w:t xml:space="preserve"> </w:t>
      </w:r>
      <w:r w:rsidRPr="00843429">
        <w:t>I</w:t>
      </w:r>
      <w:r w:rsidRPr="00843429">
        <w:rPr>
          <w:rtl/>
        </w:rPr>
        <w:t xml:space="preserve"> </w:t>
      </w:r>
      <w:r w:rsidRPr="00843429">
        <w:t>used</w:t>
      </w:r>
      <w:r w:rsidRPr="00843429">
        <w:rPr>
          <w:rtl/>
        </w:rPr>
        <w:t xml:space="preserve"> </w:t>
      </w:r>
      <w:r w:rsidRPr="00843429">
        <w:t>to</w:t>
      </w:r>
      <w:r w:rsidRPr="00843429">
        <w:rPr>
          <w:rtl/>
        </w:rPr>
        <w:t xml:space="preserve"> </w:t>
      </w:r>
      <w:r w:rsidRPr="00843429">
        <w:t>be</w:t>
      </w:r>
      <w:r w:rsidRPr="00843429">
        <w:rPr>
          <w:rtl/>
        </w:rPr>
        <w:t xml:space="preserve"> </w:t>
      </w:r>
      <w:r w:rsidRPr="00843429">
        <w:t>sitting</w:t>
      </w:r>
      <w:r w:rsidRPr="00843429">
        <w:rPr>
          <w:rtl/>
        </w:rPr>
        <w:t xml:space="preserve"> </w:t>
      </w:r>
      <w:r w:rsidRPr="00843429">
        <w:t>with The</w:t>
      </w:r>
      <w:r w:rsidRPr="00843429">
        <w:rPr>
          <w:rtl/>
        </w:rPr>
        <w:t xml:space="preserve"> </w:t>
      </w:r>
      <w:r w:rsidRPr="00843429">
        <w:t>Imam</w:t>
      </w:r>
      <w:r w:rsidRPr="00843429">
        <w:rPr>
          <w:rtl/>
        </w:rPr>
        <w:t xml:space="preserve"> </w:t>
      </w:r>
      <w:r w:rsidRPr="00843429">
        <w:t>and</w:t>
      </w:r>
      <w:r w:rsidRPr="00843429">
        <w:rPr>
          <w:rtl/>
        </w:rPr>
        <w:t xml:space="preserve"> </w:t>
      </w:r>
      <w:r w:rsidRPr="00843429">
        <w:t>one</w:t>
      </w:r>
      <w:r w:rsidRPr="00843429">
        <w:rPr>
          <w:rtl/>
        </w:rPr>
        <w:t xml:space="preserve"> </w:t>
      </w:r>
      <w:r w:rsidRPr="00843429">
        <w:t>of</w:t>
      </w:r>
      <w:r w:rsidRPr="00843429">
        <w:rPr>
          <w:rtl/>
        </w:rPr>
        <w:t xml:space="preserve"> </w:t>
      </w:r>
      <w:r w:rsidRPr="00843429">
        <w:t>his</w:t>
      </w:r>
      <w:r w:rsidRPr="00843429">
        <w:rPr>
          <w:rtl/>
        </w:rPr>
        <w:t xml:space="preserve"> </w:t>
      </w:r>
      <w:r w:rsidRPr="00843429">
        <w:t>grandsons</w:t>
      </w:r>
      <w:r w:rsidRPr="00843429">
        <w:rPr>
          <w:rtl/>
        </w:rPr>
        <w:t xml:space="preserve"> </w:t>
      </w:r>
      <w:r w:rsidRPr="00843429">
        <w:t>who</w:t>
      </w:r>
      <w:r w:rsidRPr="00843429">
        <w:rPr>
          <w:rtl/>
        </w:rPr>
        <w:t xml:space="preserve"> </w:t>
      </w:r>
      <w:r w:rsidRPr="00843429">
        <w:t>had</w:t>
      </w:r>
      <w:r w:rsidRPr="00843429">
        <w:rPr>
          <w:rtl/>
        </w:rPr>
        <w:t xml:space="preserve"> </w:t>
      </w:r>
      <w:r w:rsidRPr="00843429">
        <w:t>reached</w:t>
      </w:r>
      <w:r w:rsidRPr="00843429">
        <w:rPr>
          <w:rtl/>
        </w:rPr>
        <w:t xml:space="preserve"> </w:t>
      </w:r>
      <w:r w:rsidRPr="00843429">
        <w:t>the</w:t>
      </w:r>
      <w:r w:rsidRPr="00843429">
        <w:rPr>
          <w:rtl/>
        </w:rPr>
        <w:t xml:space="preserve"> </w:t>
      </w:r>
      <w:r w:rsidRPr="00843429">
        <w:t>age</w:t>
      </w:r>
      <w:r w:rsidRPr="00843429">
        <w:rPr>
          <w:rtl/>
        </w:rPr>
        <w:t xml:space="preserve"> </w:t>
      </w:r>
      <w:r w:rsidRPr="00843429">
        <w:t>of</w:t>
      </w:r>
      <w:r w:rsidRPr="00843429">
        <w:rPr>
          <w:rtl/>
        </w:rPr>
        <w:t xml:space="preserve"> </w:t>
      </w:r>
      <w:r w:rsidRPr="00843429">
        <w:t>religious</w:t>
      </w:r>
      <w:r w:rsidRPr="00843429">
        <w:rPr>
          <w:rtl/>
        </w:rPr>
        <w:t xml:space="preserve"> </w:t>
      </w:r>
      <w:r w:rsidRPr="00843429">
        <w:t>responsibility</w:t>
      </w:r>
      <w:r w:rsidRPr="00843429">
        <w:rPr>
          <w:rtl/>
        </w:rPr>
        <w:t xml:space="preserve"> </w:t>
      </w:r>
      <w:r w:rsidRPr="00843429">
        <w:t>wanted</w:t>
      </w:r>
      <w:r w:rsidRPr="00843429">
        <w:rPr>
          <w:rtl/>
        </w:rPr>
        <w:t xml:space="preserve"> </w:t>
      </w:r>
      <w:r w:rsidRPr="00843429">
        <w:t>to</w:t>
      </w:r>
      <w:r w:rsidRPr="00843429">
        <w:rPr>
          <w:rtl/>
        </w:rPr>
        <w:t xml:space="preserve"> </w:t>
      </w:r>
      <w:r w:rsidRPr="00843429">
        <w:t>enter, The</w:t>
      </w:r>
      <w:r w:rsidRPr="00843429">
        <w:rPr>
          <w:rtl/>
        </w:rPr>
        <w:t xml:space="preserve"> </w:t>
      </w:r>
      <w:r w:rsidRPr="00843429">
        <w:t>Imam</w:t>
      </w:r>
      <w:r w:rsidRPr="00843429">
        <w:rPr>
          <w:rtl/>
        </w:rPr>
        <w:t xml:space="preserve"> </w:t>
      </w:r>
      <w:r w:rsidRPr="00843429">
        <w:t>used</w:t>
      </w:r>
      <w:r w:rsidRPr="00843429">
        <w:rPr>
          <w:rtl/>
        </w:rPr>
        <w:t xml:space="preserve"> </w:t>
      </w:r>
      <w:r w:rsidRPr="00843429">
        <w:t>to</w:t>
      </w:r>
      <w:r w:rsidRPr="00843429">
        <w:rPr>
          <w:rtl/>
        </w:rPr>
        <w:t xml:space="preserve"> </w:t>
      </w:r>
      <w:r w:rsidRPr="00843429">
        <w:t>prevent</w:t>
      </w:r>
      <w:r w:rsidRPr="00843429">
        <w:rPr>
          <w:rtl/>
        </w:rPr>
        <w:t xml:space="preserve"> </w:t>
      </w:r>
      <w:r w:rsidRPr="00843429">
        <w:t>him</w:t>
      </w:r>
      <w:r w:rsidRPr="00843429">
        <w:rPr>
          <w:rtl/>
        </w:rPr>
        <w:t xml:space="preserve"> </w:t>
      </w:r>
      <w:r w:rsidRPr="00843429">
        <w:t>to</w:t>
      </w:r>
      <w:r w:rsidRPr="00843429">
        <w:rPr>
          <w:rtl/>
        </w:rPr>
        <w:t xml:space="preserve"> </w:t>
      </w:r>
      <w:r w:rsidRPr="00843429">
        <w:t>enter</w:t>
      </w:r>
      <w:r w:rsidRPr="00843429">
        <w:rPr>
          <w:rtl/>
        </w:rPr>
        <w:t xml:space="preserve"> </w:t>
      </w:r>
      <w:r w:rsidRPr="00843429">
        <w:t>because</w:t>
      </w:r>
      <w:r w:rsidRPr="00843429">
        <w:rPr>
          <w:rtl/>
        </w:rPr>
        <w:t xml:space="preserve"> </w:t>
      </w:r>
      <w:r w:rsidRPr="00843429">
        <w:t>of</w:t>
      </w:r>
      <w:r w:rsidRPr="00843429">
        <w:rPr>
          <w:rtl/>
        </w:rPr>
        <w:t xml:space="preserve"> </w:t>
      </w:r>
      <w:r w:rsidRPr="00843429">
        <w:t>my</w:t>
      </w:r>
      <w:r w:rsidRPr="00843429">
        <w:rPr>
          <w:rtl/>
        </w:rPr>
        <w:t xml:space="preserve"> </w:t>
      </w:r>
      <w:r w:rsidRPr="00843429">
        <w:t>being</w:t>
      </w:r>
      <w:r w:rsidRPr="00843429">
        <w:rPr>
          <w:rtl/>
        </w:rPr>
        <w:t xml:space="preserve"> </w:t>
      </w:r>
      <w:r w:rsidRPr="00843429">
        <w:t>there, in</w:t>
      </w:r>
      <w:r w:rsidRPr="00843429">
        <w:rPr>
          <w:rtl/>
        </w:rPr>
        <w:t xml:space="preserve"> </w:t>
      </w:r>
      <w:r w:rsidRPr="00843429">
        <w:t>spite</w:t>
      </w:r>
      <w:r w:rsidRPr="00843429">
        <w:rPr>
          <w:rtl/>
        </w:rPr>
        <w:t xml:space="preserve"> </w:t>
      </w:r>
      <w:r w:rsidRPr="00843429">
        <w:t>of</w:t>
      </w:r>
      <w:r w:rsidRPr="00843429">
        <w:rPr>
          <w:rtl/>
        </w:rPr>
        <w:t xml:space="preserve"> </w:t>
      </w:r>
      <w:r w:rsidRPr="00843429">
        <w:t>the</w:t>
      </w:r>
      <w:r w:rsidRPr="00843429">
        <w:rPr>
          <w:rtl/>
        </w:rPr>
        <w:t xml:space="preserve"> </w:t>
      </w:r>
      <w:r w:rsidRPr="00843429">
        <w:t>fact</w:t>
      </w:r>
      <w:r w:rsidRPr="00843429">
        <w:rPr>
          <w:rtl/>
        </w:rPr>
        <w:t xml:space="preserve"> </w:t>
      </w:r>
      <w:r w:rsidRPr="00843429">
        <w:t>the</w:t>
      </w:r>
      <w:r w:rsidRPr="00843429">
        <w:rPr>
          <w:rtl/>
        </w:rPr>
        <w:t xml:space="preserve"> </w:t>
      </w:r>
      <w:r w:rsidRPr="00843429">
        <w:t>this</w:t>
      </w:r>
      <w:r w:rsidRPr="00843429">
        <w:rPr>
          <w:rtl/>
        </w:rPr>
        <w:t xml:space="preserve"> </w:t>
      </w:r>
      <w:r w:rsidRPr="00843429">
        <w:t>grandson</w:t>
      </w:r>
      <w:r w:rsidRPr="00843429">
        <w:rPr>
          <w:rtl/>
        </w:rPr>
        <w:t xml:space="preserve"> </w:t>
      </w:r>
      <w:r w:rsidRPr="00843429">
        <w:t>was</w:t>
      </w:r>
      <w:r w:rsidRPr="00843429">
        <w:rPr>
          <w:rtl/>
        </w:rPr>
        <w:t xml:space="preserve"> </w:t>
      </w:r>
      <w:r w:rsidRPr="00843429">
        <w:t>of</w:t>
      </w:r>
      <w:r w:rsidRPr="00843429">
        <w:rPr>
          <w:rtl/>
        </w:rPr>
        <w:t xml:space="preserve"> </w:t>
      </w:r>
      <w:r w:rsidRPr="00843429">
        <w:t>my</w:t>
      </w:r>
      <w:r w:rsidRPr="00843429">
        <w:rPr>
          <w:rtl/>
        </w:rPr>
        <w:t xml:space="preserve"> </w:t>
      </w:r>
      <w:r w:rsidRPr="00843429">
        <w:t>son</w:t>
      </w:r>
      <w:r w:rsidRPr="00843429">
        <w:rPr>
          <w:rtl/>
        </w:rPr>
        <w:t>’</w:t>
      </w:r>
      <w:r w:rsidRPr="00843429">
        <w:t>s</w:t>
      </w:r>
      <w:r w:rsidRPr="00843429">
        <w:rPr>
          <w:rtl/>
        </w:rPr>
        <w:t xml:space="preserve"> </w:t>
      </w:r>
      <w:r w:rsidRPr="00843429">
        <w:t>age.”</w:t>
      </w:r>
      <w:r w:rsidRPr="00844CC1">
        <w:rPr>
          <w:rStyle w:val="libFootnotenumChar"/>
          <w:rtl/>
        </w:rPr>
        <w:endnoteReference w:id="96"/>
      </w:r>
    </w:p>
    <w:p w:rsidR="00844CC1" w:rsidRPr="00843429" w:rsidRDefault="00844CC1" w:rsidP="00844CC1">
      <w:pPr>
        <w:pStyle w:val="libNormal"/>
        <w:rPr>
          <w:rtl/>
        </w:rPr>
      </w:pPr>
      <w:r w:rsidRPr="00843429">
        <w:br w:type="page"/>
      </w:r>
      <w:r w:rsidRPr="00843429">
        <w:lastRenderedPageBreak/>
        <w:t>4- Sayyda</w:t>
      </w:r>
      <w:r w:rsidRPr="00843429">
        <w:rPr>
          <w:rtl/>
        </w:rPr>
        <w:t xml:space="preserve"> </w:t>
      </w:r>
      <w:r w:rsidRPr="00843429">
        <w:t>Zahraa</w:t>
      </w:r>
      <w:r w:rsidRPr="00843429">
        <w:rPr>
          <w:rtl/>
        </w:rPr>
        <w:t xml:space="preserve"> </w:t>
      </w:r>
      <w:r w:rsidRPr="00843429">
        <w:t>Al</w:t>
      </w:r>
      <w:r w:rsidRPr="00843429">
        <w:rPr>
          <w:rtl/>
        </w:rPr>
        <w:t>-</w:t>
      </w:r>
      <w:r w:rsidRPr="00843429">
        <w:t>Moustafawi</w:t>
      </w:r>
      <w:r w:rsidRPr="00843429">
        <w:rPr>
          <w:rtl/>
        </w:rPr>
        <w:t xml:space="preserve"> </w:t>
      </w:r>
      <w:r w:rsidRPr="00843429">
        <w:t xml:space="preserve">said, </w:t>
      </w:r>
      <w:r w:rsidRPr="00843429">
        <w:rPr>
          <w:rtl/>
        </w:rPr>
        <w:t>“</w:t>
      </w:r>
      <w:r w:rsidRPr="00843429">
        <w:t>The</w:t>
      </w:r>
      <w:r w:rsidRPr="00843429">
        <w:rPr>
          <w:rtl/>
        </w:rPr>
        <w:t xml:space="preserve"> </w:t>
      </w:r>
      <w:r w:rsidRPr="00843429">
        <w:t>Imam</w:t>
      </w:r>
      <w:r w:rsidRPr="00843429">
        <w:rPr>
          <w:rtl/>
        </w:rPr>
        <w:t xml:space="preserve"> </w:t>
      </w:r>
      <w:r w:rsidRPr="00843429">
        <w:t>is</w:t>
      </w:r>
      <w:r w:rsidRPr="00843429">
        <w:rPr>
          <w:rtl/>
        </w:rPr>
        <w:t xml:space="preserve"> </w:t>
      </w:r>
      <w:r w:rsidRPr="00843429">
        <w:t>strict</w:t>
      </w:r>
      <w:r w:rsidRPr="00843429">
        <w:rPr>
          <w:rtl/>
        </w:rPr>
        <w:t xml:space="preserve"> </w:t>
      </w:r>
      <w:r w:rsidRPr="00843429">
        <w:t>concerning</w:t>
      </w:r>
      <w:r w:rsidRPr="00843429">
        <w:rPr>
          <w:rtl/>
        </w:rPr>
        <w:t xml:space="preserve"> </w:t>
      </w:r>
      <w:r w:rsidRPr="00843429">
        <w:t>the</w:t>
      </w:r>
      <w:r w:rsidRPr="00843429">
        <w:rPr>
          <w:rtl/>
        </w:rPr>
        <w:t xml:space="preserve"> </w:t>
      </w:r>
      <w:r w:rsidRPr="00843429">
        <w:t>marriageable</w:t>
      </w:r>
      <w:r w:rsidRPr="00843429">
        <w:rPr>
          <w:rtl/>
        </w:rPr>
        <w:t xml:space="preserve"> </w:t>
      </w:r>
      <w:r w:rsidRPr="00843429">
        <w:t>persons</w:t>
      </w:r>
      <w:r w:rsidRPr="00843429">
        <w:rPr>
          <w:rtl/>
        </w:rPr>
        <w:t xml:space="preserve">’ </w:t>
      </w:r>
      <w:r w:rsidRPr="00843429">
        <w:t>being</w:t>
      </w:r>
      <w:r w:rsidRPr="00843429">
        <w:rPr>
          <w:rtl/>
        </w:rPr>
        <w:t xml:space="preserve"> </w:t>
      </w:r>
      <w:r w:rsidRPr="00843429">
        <w:t>at</w:t>
      </w:r>
      <w:r w:rsidRPr="00843429">
        <w:rPr>
          <w:rtl/>
        </w:rPr>
        <w:t xml:space="preserve"> </w:t>
      </w:r>
      <w:r w:rsidRPr="00843429">
        <w:t>the</w:t>
      </w:r>
      <w:r w:rsidRPr="00843429">
        <w:rPr>
          <w:rtl/>
        </w:rPr>
        <w:t xml:space="preserve"> </w:t>
      </w:r>
      <w:r w:rsidRPr="00843429">
        <w:t>same</w:t>
      </w:r>
      <w:r w:rsidRPr="00843429">
        <w:rPr>
          <w:rtl/>
        </w:rPr>
        <w:t xml:space="preserve"> </w:t>
      </w:r>
      <w:r w:rsidRPr="00843429">
        <w:t>place. For</w:t>
      </w:r>
      <w:r w:rsidRPr="00843429">
        <w:rPr>
          <w:rtl/>
        </w:rPr>
        <w:t xml:space="preserve"> </w:t>
      </w:r>
      <w:r w:rsidRPr="00843429">
        <w:t>instance, my</w:t>
      </w:r>
      <w:r w:rsidRPr="00843429">
        <w:rPr>
          <w:rtl/>
        </w:rPr>
        <w:t xml:space="preserve"> </w:t>
      </w:r>
      <w:r w:rsidRPr="00843429">
        <w:t>children</w:t>
      </w:r>
      <w:r w:rsidRPr="00843429">
        <w:rPr>
          <w:rtl/>
        </w:rPr>
        <w:t xml:space="preserve"> </w:t>
      </w:r>
      <w:r w:rsidRPr="00843429">
        <w:t>and</w:t>
      </w:r>
      <w:r w:rsidRPr="00843429">
        <w:rPr>
          <w:rtl/>
        </w:rPr>
        <w:t xml:space="preserve"> </w:t>
      </w:r>
      <w:r w:rsidRPr="00843429">
        <w:t>my</w:t>
      </w:r>
      <w:r w:rsidRPr="00843429">
        <w:rPr>
          <w:rtl/>
        </w:rPr>
        <w:t xml:space="preserve"> </w:t>
      </w:r>
      <w:r w:rsidRPr="00843429">
        <w:t>brother</w:t>
      </w:r>
      <w:r w:rsidRPr="00843429">
        <w:rPr>
          <w:rtl/>
        </w:rPr>
        <w:t xml:space="preserve"> </w:t>
      </w:r>
      <w:r w:rsidRPr="00843429">
        <w:t>Sayyed</w:t>
      </w:r>
      <w:r w:rsidRPr="00843429">
        <w:rPr>
          <w:rtl/>
        </w:rPr>
        <w:t xml:space="preserve"> </w:t>
      </w:r>
      <w:r w:rsidRPr="00843429">
        <w:t>Ahmad</w:t>
      </w:r>
      <w:r w:rsidRPr="00843429">
        <w:rPr>
          <w:rtl/>
        </w:rPr>
        <w:t>’</w:t>
      </w:r>
      <w:r w:rsidRPr="00843429">
        <w:t>s</w:t>
      </w:r>
      <w:r w:rsidRPr="00843429">
        <w:rPr>
          <w:rtl/>
        </w:rPr>
        <w:t xml:space="preserve"> </w:t>
      </w:r>
      <w:r w:rsidRPr="00843429">
        <w:t>children</w:t>
      </w:r>
      <w:r w:rsidRPr="00843429">
        <w:rPr>
          <w:rtl/>
        </w:rPr>
        <w:t xml:space="preserve"> </w:t>
      </w:r>
      <w:r w:rsidRPr="00843429">
        <w:t>are</w:t>
      </w:r>
      <w:r w:rsidRPr="00843429">
        <w:rPr>
          <w:rtl/>
        </w:rPr>
        <w:t xml:space="preserve"> </w:t>
      </w:r>
      <w:r w:rsidRPr="00843429">
        <w:t>of</w:t>
      </w:r>
      <w:r w:rsidRPr="00843429">
        <w:rPr>
          <w:rtl/>
        </w:rPr>
        <w:t xml:space="preserve"> </w:t>
      </w:r>
      <w:r w:rsidRPr="00843429">
        <w:t>close</w:t>
      </w:r>
      <w:r w:rsidRPr="00843429">
        <w:rPr>
          <w:rtl/>
        </w:rPr>
        <w:t xml:space="preserve"> </w:t>
      </w:r>
      <w:r w:rsidRPr="00843429">
        <w:t>ages</w:t>
      </w:r>
      <w:r w:rsidRPr="00843429">
        <w:rPr>
          <w:rtl/>
        </w:rPr>
        <w:t xml:space="preserve"> </w:t>
      </w:r>
      <w:r w:rsidRPr="00843429">
        <w:t>i. e. between</w:t>
      </w:r>
      <w:r w:rsidRPr="00843429">
        <w:rPr>
          <w:rtl/>
        </w:rPr>
        <w:t xml:space="preserve"> </w:t>
      </w:r>
      <w:r w:rsidRPr="00843429">
        <w:t>fifteen</w:t>
      </w:r>
      <w:r w:rsidRPr="00843429">
        <w:rPr>
          <w:rtl/>
        </w:rPr>
        <w:t xml:space="preserve"> </w:t>
      </w:r>
      <w:r w:rsidRPr="00843429">
        <w:t>and</w:t>
      </w:r>
      <w:r w:rsidRPr="00843429">
        <w:rPr>
          <w:rtl/>
        </w:rPr>
        <w:t xml:space="preserve"> </w:t>
      </w:r>
      <w:r w:rsidRPr="00843429">
        <w:t>sixteen</w:t>
      </w:r>
      <w:r w:rsidRPr="00843429">
        <w:rPr>
          <w:rtl/>
        </w:rPr>
        <w:t xml:space="preserve"> </w:t>
      </w:r>
      <w:r w:rsidRPr="00843429">
        <w:t>years</w:t>
      </w:r>
      <w:r w:rsidRPr="00843429">
        <w:rPr>
          <w:rtl/>
        </w:rPr>
        <w:t xml:space="preserve"> </w:t>
      </w:r>
      <w:r w:rsidRPr="00843429">
        <w:t>old. If</w:t>
      </w:r>
      <w:r w:rsidRPr="00843429">
        <w:rPr>
          <w:rtl/>
        </w:rPr>
        <w:t xml:space="preserve"> </w:t>
      </w:r>
      <w:r w:rsidRPr="00843429">
        <w:t>one</w:t>
      </w:r>
      <w:r w:rsidRPr="00843429">
        <w:rPr>
          <w:rtl/>
        </w:rPr>
        <w:t xml:space="preserve"> </w:t>
      </w:r>
      <w:r w:rsidRPr="00843429">
        <w:t>day</w:t>
      </w:r>
      <w:r w:rsidRPr="00843429">
        <w:rPr>
          <w:rtl/>
        </w:rPr>
        <w:t xml:space="preserve"> </w:t>
      </w:r>
      <w:r w:rsidRPr="00843429">
        <w:t>we</w:t>
      </w:r>
      <w:r w:rsidRPr="00843429">
        <w:rPr>
          <w:rtl/>
        </w:rPr>
        <w:t xml:space="preserve"> </w:t>
      </w:r>
      <w:r w:rsidRPr="00843429">
        <w:t>were</w:t>
      </w:r>
      <w:r w:rsidRPr="00843429">
        <w:rPr>
          <w:rtl/>
        </w:rPr>
        <w:t xml:space="preserve"> </w:t>
      </w:r>
      <w:r w:rsidRPr="00843429">
        <w:t>invited</w:t>
      </w:r>
      <w:r w:rsidRPr="00843429">
        <w:rPr>
          <w:rtl/>
        </w:rPr>
        <w:t xml:space="preserve"> </w:t>
      </w:r>
      <w:r w:rsidRPr="00843429">
        <w:t>to</w:t>
      </w:r>
      <w:r w:rsidRPr="00843429">
        <w:rPr>
          <w:rtl/>
        </w:rPr>
        <w:t xml:space="preserve"> </w:t>
      </w:r>
      <w:r w:rsidRPr="00843429">
        <w:t>lunch</w:t>
      </w:r>
      <w:r w:rsidRPr="00843429">
        <w:rPr>
          <w:rtl/>
        </w:rPr>
        <w:t xml:space="preserve"> </w:t>
      </w:r>
      <w:r w:rsidRPr="00843429">
        <w:t>at The</w:t>
      </w:r>
      <w:r w:rsidRPr="00843429">
        <w:rPr>
          <w:rtl/>
        </w:rPr>
        <w:t xml:space="preserve"> </w:t>
      </w:r>
      <w:r w:rsidRPr="00843429">
        <w:t>Imam</w:t>
      </w:r>
      <w:r w:rsidRPr="00843429">
        <w:rPr>
          <w:rtl/>
        </w:rPr>
        <w:t>’</w:t>
      </w:r>
      <w:r w:rsidRPr="00843429">
        <w:t>s</w:t>
      </w:r>
      <w:r w:rsidRPr="00843429">
        <w:rPr>
          <w:rtl/>
        </w:rPr>
        <w:t xml:space="preserve"> </w:t>
      </w:r>
      <w:r w:rsidRPr="00843429">
        <w:t>house, we</w:t>
      </w:r>
      <w:r w:rsidRPr="00843429">
        <w:rPr>
          <w:rtl/>
        </w:rPr>
        <w:t xml:space="preserve"> </w:t>
      </w:r>
      <w:r w:rsidRPr="00843429">
        <w:t>used</w:t>
      </w:r>
      <w:r w:rsidRPr="00843429">
        <w:rPr>
          <w:rtl/>
        </w:rPr>
        <w:t xml:space="preserve"> </w:t>
      </w:r>
      <w:r w:rsidRPr="00843429">
        <w:t>not</w:t>
      </w:r>
      <w:r w:rsidRPr="00843429">
        <w:rPr>
          <w:rtl/>
        </w:rPr>
        <w:t xml:space="preserve"> </w:t>
      </w:r>
      <w:r w:rsidRPr="00843429">
        <w:t>to</w:t>
      </w:r>
      <w:r w:rsidRPr="00843429">
        <w:rPr>
          <w:rtl/>
        </w:rPr>
        <w:t xml:space="preserve"> </w:t>
      </w:r>
      <w:r w:rsidRPr="00843429">
        <w:t>take</w:t>
      </w:r>
      <w:r w:rsidRPr="00843429">
        <w:rPr>
          <w:rtl/>
        </w:rPr>
        <w:t xml:space="preserve"> </w:t>
      </w:r>
      <w:r w:rsidRPr="00843429">
        <w:t>our</w:t>
      </w:r>
      <w:r w:rsidRPr="00843429">
        <w:rPr>
          <w:rtl/>
        </w:rPr>
        <w:t xml:space="preserve"> </w:t>
      </w:r>
      <w:r w:rsidRPr="00843429">
        <w:t>children</w:t>
      </w:r>
      <w:r w:rsidRPr="00843429">
        <w:rPr>
          <w:rtl/>
        </w:rPr>
        <w:t xml:space="preserve"> </w:t>
      </w:r>
      <w:r w:rsidRPr="00843429">
        <w:t>with</w:t>
      </w:r>
      <w:r w:rsidRPr="00843429">
        <w:rPr>
          <w:rtl/>
        </w:rPr>
        <w:t xml:space="preserve"> </w:t>
      </w:r>
      <w:r w:rsidRPr="00843429">
        <w:t>us. And</w:t>
      </w:r>
      <w:r w:rsidRPr="00843429">
        <w:rPr>
          <w:rtl/>
        </w:rPr>
        <w:t xml:space="preserve"> </w:t>
      </w:r>
      <w:r w:rsidRPr="00843429">
        <w:t>if</w:t>
      </w:r>
      <w:r w:rsidRPr="00843429">
        <w:rPr>
          <w:rtl/>
        </w:rPr>
        <w:t xml:space="preserve"> </w:t>
      </w:r>
      <w:r w:rsidRPr="00843429">
        <w:t>we</w:t>
      </w:r>
      <w:r w:rsidRPr="00843429">
        <w:rPr>
          <w:rtl/>
        </w:rPr>
        <w:t xml:space="preserve"> </w:t>
      </w:r>
      <w:r w:rsidRPr="00843429">
        <w:t>took</w:t>
      </w:r>
      <w:r w:rsidRPr="00843429">
        <w:rPr>
          <w:rtl/>
        </w:rPr>
        <w:t xml:space="preserve"> </w:t>
      </w:r>
      <w:r w:rsidRPr="00843429">
        <w:t>them</w:t>
      </w:r>
      <w:r w:rsidRPr="00843429">
        <w:rPr>
          <w:rtl/>
        </w:rPr>
        <w:t xml:space="preserve"> </w:t>
      </w:r>
      <w:r w:rsidRPr="00843429">
        <w:t>with</w:t>
      </w:r>
      <w:r w:rsidRPr="00843429">
        <w:rPr>
          <w:rtl/>
        </w:rPr>
        <w:t xml:space="preserve"> </w:t>
      </w:r>
      <w:r w:rsidRPr="00843429">
        <w:t>us, the</w:t>
      </w:r>
      <w:r w:rsidRPr="00843429">
        <w:rPr>
          <w:rtl/>
        </w:rPr>
        <w:t xml:space="preserve"> </w:t>
      </w:r>
      <w:r w:rsidRPr="00843429">
        <w:t>boys</w:t>
      </w:r>
      <w:r w:rsidRPr="00843429">
        <w:rPr>
          <w:rtl/>
        </w:rPr>
        <w:t xml:space="preserve"> </w:t>
      </w:r>
      <w:r w:rsidRPr="00843429">
        <w:t>would</w:t>
      </w:r>
      <w:r w:rsidRPr="00843429">
        <w:rPr>
          <w:rtl/>
        </w:rPr>
        <w:t xml:space="preserve"> </w:t>
      </w:r>
      <w:r w:rsidRPr="00843429">
        <w:t>go</w:t>
      </w:r>
      <w:r w:rsidRPr="00843429">
        <w:rPr>
          <w:rtl/>
        </w:rPr>
        <w:t xml:space="preserve"> </w:t>
      </w:r>
      <w:r w:rsidRPr="00843429">
        <w:t>to</w:t>
      </w:r>
      <w:r w:rsidRPr="00843429">
        <w:rPr>
          <w:rtl/>
        </w:rPr>
        <w:t xml:space="preserve"> </w:t>
      </w:r>
      <w:r w:rsidRPr="00843429">
        <w:t>Sayyed</w:t>
      </w:r>
      <w:r w:rsidRPr="00843429">
        <w:rPr>
          <w:rtl/>
        </w:rPr>
        <w:t xml:space="preserve"> </w:t>
      </w:r>
      <w:r w:rsidRPr="00843429">
        <w:t>Ahmad</w:t>
      </w:r>
      <w:r w:rsidRPr="00843429">
        <w:rPr>
          <w:rtl/>
        </w:rPr>
        <w:t>’</w:t>
      </w:r>
      <w:r w:rsidRPr="00843429">
        <w:t>s</w:t>
      </w:r>
      <w:r w:rsidRPr="00843429">
        <w:rPr>
          <w:rtl/>
        </w:rPr>
        <w:t xml:space="preserve"> </w:t>
      </w:r>
      <w:r w:rsidRPr="00843429">
        <w:t>house</w:t>
      </w:r>
      <w:r w:rsidRPr="00843429">
        <w:rPr>
          <w:rtl/>
        </w:rPr>
        <w:t xml:space="preserve"> </w:t>
      </w:r>
      <w:r w:rsidRPr="00843429">
        <w:t>where</w:t>
      </w:r>
      <w:r w:rsidRPr="00843429">
        <w:rPr>
          <w:rtl/>
        </w:rPr>
        <w:t xml:space="preserve"> </w:t>
      </w:r>
      <w:r w:rsidRPr="00843429">
        <w:t>the</w:t>
      </w:r>
      <w:r w:rsidRPr="00843429">
        <w:rPr>
          <w:rtl/>
        </w:rPr>
        <w:t xml:space="preserve"> </w:t>
      </w:r>
      <w:r w:rsidRPr="00843429">
        <w:t>men</w:t>
      </w:r>
      <w:r w:rsidRPr="00843429">
        <w:rPr>
          <w:rtl/>
        </w:rPr>
        <w:t xml:space="preserve"> </w:t>
      </w:r>
      <w:r w:rsidRPr="00843429">
        <w:t>would</w:t>
      </w:r>
      <w:r w:rsidRPr="00843429">
        <w:rPr>
          <w:rtl/>
        </w:rPr>
        <w:t xml:space="preserve"> </w:t>
      </w:r>
      <w:r w:rsidRPr="00843429">
        <w:t>have</w:t>
      </w:r>
      <w:r w:rsidRPr="00843429">
        <w:rPr>
          <w:rtl/>
        </w:rPr>
        <w:t xml:space="preserve"> </w:t>
      </w:r>
      <w:r w:rsidRPr="00843429">
        <w:t>lunch. As</w:t>
      </w:r>
      <w:r w:rsidRPr="00843429">
        <w:rPr>
          <w:rtl/>
        </w:rPr>
        <w:t xml:space="preserve"> </w:t>
      </w:r>
      <w:r w:rsidRPr="00843429">
        <w:t>regards</w:t>
      </w:r>
      <w:r w:rsidRPr="00843429">
        <w:rPr>
          <w:rtl/>
        </w:rPr>
        <w:t xml:space="preserve"> </w:t>
      </w:r>
      <w:r w:rsidRPr="00843429">
        <w:t>the</w:t>
      </w:r>
      <w:r w:rsidRPr="00843429">
        <w:rPr>
          <w:rtl/>
        </w:rPr>
        <w:t xml:space="preserve"> </w:t>
      </w:r>
      <w:r w:rsidRPr="00843429">
        <w:t>girls, they</w:t>
      </w:r>
      <w:r w:rsidRPr="00843429">
        <w:rPr>
          <w:rtl/>
        </w:rPr>
        <w:t xml:space="preserve"> </w:t>
      </w:r>
      <w:r w:rsidRPr="00843429">
        <w:t>would</w:t>
      </w:r>
      <w:r w:rsidRPr="00843429">
        <w:rPr>
          <w:rtl/>
        </w:rPr>
        <w:t xml:space="preserve"> </w:t>
      </w:r>
      <w:r w:rsidRPr="00843429">
        <w:t>eat</w:t>
      </w:r>
      <w:r w:rsidRPr="00843429">
        <w:rPr>
          <w:rtl/>
        </w:rPr>
        <w:t xml:space="preserve"> </w:t>
      </w:r>
      <w:r w:rsidRPr="00843429">
        <w:t>with</w:t>
      </w:r>
      <w:r w:rsidRPr="00843429">
        <w:rPr>
          <w:rtl/>
        </w:rPr>
        <w:t xml:space="preserve"> </w:t>
      </w:r>
      <w:r w:rsidRPr="00843429">
        <w:t>us</w:t>
      </w:r>
      <w:r w:rsidRPr="00843429">
        <w:rPr>
          <w:rtl/>
        </w:rPr>
        <w:t xml:space="preserve"> </w:t>
      </w:r>
      <w:r w:rsidRPr="00843429">
        <w:t>in</w:t>
      </w:r>
      <w:r w:rsidRPr="00843429">
        <w:rPr>
          <w:rtl/>
        </w:rPr>
        <w:t xml:space="preserve"> </w:t>
      </w:r>
      <w:r w:rsidRPr="00843429">
        <w:t>our</w:t>
      </w:r>
      <w:r w:rsidRPr="00843429">
        <w:rPr>
          <w:rtl/>
        </w:rPr>
        <w:t xml:space="preserve"> </w:t>
      </w:r>
      <w:r w:rsidRPr="00843429">
        <w:t>mother</w:t>
      </w:r>
      <w:r w:rsidRPr="00843429">
        <w:rPr>
          <w:rtl/>
        </w:rPr>
        <w:t>’</w:t>
      </w:r>
      <w:r w:rsidRPr="00843429">
        <w:t>s</w:t>
      </w:r>
      <w:r w:rsidRPr="00843429">
        <w:rPr>
          <w:rtl/>
        </w:rPr>
        <w:t xml:space="preserve"> </w:t>
      </w:r>
      <w:r w:rsidRPr="00843429">
        <w:t>room</w:t>
      </w:r>
      <w:r w:rsidRPr="00843429">
        <w:rPr>
          <w:rtl/>
        </w:rPr>
        <w:t xml:space="preserve"> </w:t>
      </w:r>
      <w:r w:rsidRPr="00843429">
        <w:t>in</w:t>
      </w:r>
      <w:r w:rsidRPr="00843429">
        <w:rPr>
          <w:rtl/>
        </w:rPr>
        <w:t xml:space="preserve"> </w:t>
      </w:r>
      <w:r w:rsidRPr="00843429">
        <w:t>The</w:t>
      </w:r>
      <w:r w:rsidRPr="00843429">
        <w:rPr>
          <w:rtl/>
        </w:rPr>
        <w:t xml:space="preserve"> </w:t>
      </w:r>
      <w:r w:rsidRPr="00843429">
        <w:t>Imam</w:t>
      </w:r>
      <w:r w:rsidRPr="00843429">
        <w:rPr>
          <w:rtl/>
        </w:rPr>
        <w:t>’</w:t>
      </w:r>
      <w:r w:rsidRPr="00843429">
        <w:t>s</w:t>
      </w:r>
      <w:r w:rsidRPr="00843429">
        <w:rPr>
          <w:rtl/>
        </w:rPr>
        <w:t xml:space="preserve"> </w:t>
      </w:r>
      <w:r w:rsidRPr="00843429">
        <w:t>house, in</w:t>
      </w:r>
      <w:r w:rsidRPr="00843429">
        <w:rPr>
          <w:rtl/>
        </w:rPr>
        <w:t xml:space="preserve"> </w:t>
      </w:r>
      <w:r w:rsidRPr="00843429">
        <w:t>order</w:t>
      </w:r>
      <w:r w:rsidRPr="00843429">
        <w:rPr>
          <w:rtl/>
        </w:rPr>
        <w:t xml:space="preserve"> </w:t>
      </w:r>
      <w:r w:rsidRPr="00843429">
        <w:t>that</w:t>
      </w:r>
      <w:r w:rsidRPr="00843429">
        <w:rPr>
          <w:rtl/>
        </w:rPr>
        <w:t xml:space="preserve"> </w:t>
      </w:r>
      <w:r w:rsidRPr="00843429">
        <w:t>the</w:t>
      </w:r>
      <w:r w:rsidRPr="00843429">
        <w:rPr>
          <w:rtl/>
        </w:rPr>
        <w:t xml:space="preserve"> </w:t>
      </w:r>
      <w:r w:rsidRPr="00843429">
        <w:t>marriageable</w:t>
      </w:r>
      <w:r w:rsidRPr="00843429">
        <w:rPr>
          <w:rtl/>
        </w:rPr>
        <w:t xml:space="preserve"> </w:t>
      </w:r>
      <w:r w:rsidRPr="00843429">
        <w:t>persons, even</w:t>
      </w:r>
      <w:r w:rsidRPr="00843429">
        <w:rPr>
          <w:rtl/>
        </w:rPr>
        <w:t xml:space="preserve"> </w:t>
      </w:r>
      <w:r w:rsidRPr="00843429">
        <w:t>if</w:t>
      </w:r>
      <w:r w:rsidRPr="00843429">
        <w:rPr>
          <w:rtl/>
        </w:rPr>
        <w:t xml:space="preserve"> </w:t>
      </w:r>
      <w:r w:rsidRPr="00843429">
        <w:t>being</w:t>
      </w:r>
      <w:r w:rsidRPr="00843429">
        <w:rPr>
          <w:rtl/>
        </w:rPr>
        <w:t xml:space="preserve"> </w:t>
      </w:r>
      <w:r w:rsidRPr="00843429">
        <w:t>kins, would</w:t>
      </w:r>
      <w:r w:rsidRPr="00843429">
        <w:rPr>
          <w:rtl/>
        </w:rPr>
        <w:t xml:space="preserve"> </w:t>
      </w:r>
      <w:r w:rsidRPr="00843429">
        <w:t>not</w:t>
      </w:r>
      <w:r w:rsidRPr="00843429">
        <w:rPr>
          <w:rtl/>
        </w:rPr>
        <w:t xml:space="preserve"> </w:t>
      </w:r>
      <w:r w:rsidRPr="00843429">
        <w:t>sit</w:t>
      </w:r>
      <w:r w:rsidRPr="00843429">
        <w:rPr>
          <w:rtl/>
        </w:rPr>
        <w:t xml:space="preserve"> </w:t>
      </w:r>
      <w:r w:rsidRPr="00843429">
        <w:t>to</w:t>
      </w:r>
      <w:r w:rsidRPr="00843429">
        <w:rPr>
          <w:rtl/>
        </w:rPr>
        <w:t xml:space="preserve"> </w:t>
      </w:r>
      <w:r w:rsidRPr="00843429">
        <w:t>the</w:t>
      </w:r>
      <w:r w:rsidRPr="00843429">
        <w:rPr>
          <w:rtl/>
        </w:rPr>
        <w:t xml:space="preserve"> </w:t>
      </w:r>
      <w:r w:rsidRPr="00843429">
        <w:t>same</w:t>
      </w:r>
      <w:r w:rsidRPr="00843429">
        <w:rPr>
          <w:rtl/>
        </w:rPr>
        <w:t xml:space="preserve"> </w:t>
      </w:r>
      <w:r w:rsidRPr="00843429">
        <w:t>table. Even</w:t>
      </w:r>
      <w:r w:rsidRPr="00843429">
        <w:rPr>
          <w:rtl/>
        </w:rPr>
        <w:t xml:space="preserve"> </w:t>
      </w:r>
      <w:r w:rsidRPr="00843429">
        <w:t>more, he</w:t>
      </w:r>
      <w:r w:rsidRPr="00843429">
        <w:rPr>
          <w:rtl/>
        </w:rPr>
        <w:t xml:space="preserve"> </w:t>
      </w:r>
      <w:r w:rsidRPr="00843429">
        <w:t>used</w:t>
      </w:r>
      <w:r w:rsidRPr="00843429">
        <w:rPr>
          <w:rtl/>
        </w:rPr>
        <w:t xml:space="preserve"> </w:t>
      </w:r>
      <w:r w:rsidRPr="00843429">
        <w:t>to</w:t>
      </w:r>
      <w:r w:rsidRPr="00843429">
        <w:rPr>
          <w:rtl/>
        </w:rPr>
        <w:t xml:space="preserve"> </w:t>
      </w:r>
      <w:r w:rsidRPr="00843429">
        <w:t>assure</w:t>
      </w:r>
      <w:r w:rsidRPr="00843429">
        <w:rPr>
          <w:rtl/>
        </w:rPr>
        <w:t xml:space="preserve"> </w:t>
      </w:r>
      <w:r w:rsidRPr="00843429">
        <w:t>that</w:t>
      </w:r>
      <w:r w:rsidRPr="00843429">
        <w:rPr>
          <w:rtl/>
        </w:rPr>
        <w:t xml:space="preserve"> </w:t>
      </w:r>
      <w:r w:rsidRPr="00843429">
        <w:t>there</w:t>
      </w:r>
      <w:r w:rsidRPr="00843429">
        <w:rPr>
          <w:rtl/>
        </w:rPr>
        <w:t xml:space="preserve"> </w:t>
      </w:r>
      <w:r w:rsidRPr="00843429">
        <w:t>was</w:t>
      </w:r>
      <w:r w:rsidRPr="00843429">
        <w:rPr>
          <w:rtl/>
        </w:rPr>
        <w:t xml:space="preserve"> </w:t>
      </w:r>
      <w:r w:rsidRPr="00843429">
        <w:t>no</w:t>
      </w:r>
      <w:r w:rsidRPr="00843429">
        <w:rPr>
          <w:rtl/>
        </w:rPr>
        <w:t xml:space="preserve"> </w:t>
      </w:r>
      <w:r w:rsidRPr="00843429">
        <w:t>need</w:t>
      </w:r>
      <w:r w:rsidRPr="00843429">
        <w:rPr>
          <w:rtl/>
        </w:rPr>
        <w:t xml:space="preserve"> </w:t>
      </w:r>
      <w:r w:rsidRPr="00843429">
        <w:t>for</w:t>
      </w:r>
      <w:r w:rsidRPr="00843429">
        <w:rPr>
          <w:rtl/>
        </w:rPr>
        <w:t xml:space="preserve"> </w:t>
      </w:r>
      <w:r w:rsidRPr="00843429">
        <w:t>them</w:t>
      </w:r>
      <w:r w:rsidRPr="00843429">
        <w:rPr>
          <w:rtl/>
        </w:rPr>
        <w:t xml:space="preserve"> </w:t>
      </w:r>
      <w:r w:rsidRPr="00843429">
        <w:t>to</w:t>
      </w:r>
      <w:r w:rsidRPr="00843429">
        <w:rPr>
          <w:rtl/>
        </w:rPr>
        <w:t xml:space="preserve"> </w:t>
      </w:r>
      <w:r w:rsidRPr="00843429">
        <w:t>salute</w:t>
      </w:r>
      <w:r w:rsidRPr="00843429">
        <w:rPr>
          <w:rtl/>
        </w:rPr>
        <w:t xml:space="preserve"> </w:t>
      </w:r>
      <w:r w:rsidRPr="00843429">
        <w:t>each</w:t>
      </w:r>
      <w:r w:rsidRPr="00843429">
        <w:rPr>
          <w:rtl/>
        </w:rPr>
        <w:t xml:space="preserve"> </w:t>
      </w:r>
      <w:r w:rsidRPr="00843429">
        <w:t>other</w:t>
      </w:r>
      <w:r w:rsidRPr="00843429">
        <w:rPr>
          <w:rtl/>
        </w:rPr>
        <w:t xml:space="preserve"> </w:t>
      </w:r>
      <w:r w:rsidRPr="00843429">
        <w:t>because</w:t>
      </w:r>
      <w:r w:rsidRPr="00843429">
        <w:rPr>
          <w:rtl/>
        </w:rPr>
        <w:t xml:space="preserve"> </w:t>
      </w:r>
      <w:r w:rsidRPr="00843429">
        <w:t>saluting</w:t>
      </w:r>
      <w:r w:rsidRPr="00843429">
        <w:rPr>
          <w:rtl/>
        </w:rPr>
        <w:t xml:space="preserve"> </w:t>
      </w:r>
      <w:r w:rsidRPr="00843429">
        <w:t>is</w:t>
      </w:r>
      <w:r w:rsidRPr="00843429">
        <w:rPr>
          <w:rtl/>
        </w:rPr>
        <w:t xml:space="preserve"> </w:t>
      </w:r>
      <w:r w:rsidRPr="00843429">
        <w:t>not</w:t>
      </w:r>
      <w:r w:rsidRPr="00843429">
        <w:rPr>
          <w:rtl/>
        </w:rPr>
        <w:t xml:space="preserve"> </w:t>
      </w:r>
      <w:r w:rsidRPr="00843429">
        <w:t>a</w:t>
      </w:r>
      <w:r w:rsidRPr="00843429">
        <w:rPr>
          <w:rtl/>
        </w:rPr>
        <w:t xml:space="preserve"> </w:t>
      </w:r>
      <w:r w:rsidRPr="00843429">
        <w:t>duty.”</w:t>
      </w:r>
      <w:r w:rsidRPr="00844CC1">
        <w:rPr>
          <w:rStyle w:val="libFootnotenumChar"/>
          <w:rtl/>
        </w:rPr>
        <w:endnoteReference w:id="97"/>
      </w:r>
    </w:p>
    <w:p w:rsidR="00844CC1" w:rsidRPr="00843429" w:rsidRDefault="00844CC1" w:rsidP="00844CC1">
      <w:pPr>
        <w:pStyle w:val="libNormal"/>
        <w:rPr>
          <w:rtl/>
        </w:rPr>
      </w:pPr>
      <w:r w:rsidRPr="00843429">
        <w:t>4-</w:t>
      </w:r>
      <w:r w:rsidRPr="00843429">
        <w:rPr>
          <w:rtl/>
        </w:rPr>
        <w:t xml:space="preserve"> </w:t>
      </w:r>
      <w:r w:rsidRPr="00843429">
        <w:t>Speaking</w:t>
      </w:r>
      <w:r w:rsidRPr="00843429">
        <w:rPr>
          <w:rtl/>
        </w:rPr>
        <w:t xml:space="preserve"> </w:t>
      </w:r>
      <w:r w:rsidRPr="00843429">
        <w:t>in</w:t>
      </w:r>
      <w:r w:rsidRPr="00843429">
        <w:rPr>
          <w:rtl/>
        </w:rPr>
        <w:t xml:space="preserve"> </w:t>
      </w:r>
      <w:r w:rsidRPr="00843429">
        <w:t>a</w:t>
      </w:r>
      <w:r w:rsidRPr="00843429">
        <w:rPr>
          <w:rtl/>
        </w:rPr>
        <w:t xml:space="preserve"> </w:t>
      </w:r>
      <w:smartTag w:uri="urn:schemas-microsoft-com:office:smarttags" w:element="Street">
        <w:smartTag w:uri="urn:schemas-microsoft-com:office:smarttags" w:element="address">
          <w:r w:rsidRPr="00843429">
            <w:t>Seductive</w:t>
          </w:r>
          <w:r w:rsidRPr="00843429">
            <w:rPr>
              <w:rtl/>
            </w:rPr>
            <w:t xml:space="preserve"> </w:t>
          </w:r>
          <w:r w:rsidRPr="00843429">
            <w:t>Way</w:t>
          </w:r>
        </w:smartTag>
      </w:smartTag>
      <w:r w:rsidRPr="00843429">
        <w:t xml:space="preserve">: </w:t>
      </w:r>
      <w:r w:rsidRPr="00843429">
        <w:rPr>
          <w:rtl/>
        </w:rPr>
        <w:t xml:space="preserve"> </w:t>
      </w:r>
      <w:r w:rsidRPr="00843429">
        <w:t>It</w:t>
      </w:r>
      <w:r w:rsidRPr="00843429">
        <w:rPr>
          <w:rtl/>
        </w:rPr>
        <w:t xml:space="preserve"> </w:t>
      </w:r>
      <w:r w:rsidRPr="00843429">
        <w:t>is</w:t>
      </w:r>
      <w:r w:rsidRPr="00843429">
        <w:rPr>
          <w:rtl/>
        </w:rPr>
        <w:t xml:space="preserve"> </w:t>
      </w:r>
      <w:r w:rsidRPr="00843429">
        <w:t>to</w:t>
      </w:r>
      <w:r w:rsidRPr="00843429">
        <w:rPr>
          <w:rtl/>
        </w:rPr>
        <w:t xml:space="preserve"> </w:t>
      </w:r>
      <w:r w:rsidRPr="00843429">
        <w:t>speak</w:t>
      </w:r>
      <w:r w:rsidRPr="00843429">
        <w:rPr>
          <w:rtl/>
        </w:rPr>
        <w:t xml:space="preserve"> </w:t>
      </w:r>
      <w:r w:rsidRPr="00843429">
        <w:t>in</w:t>
      </w:r>
      <w:r w:rsidRPr="00843429">
        <w:rPr>
          <w:rtl/>
        </w:rPr>
        <w:t xml:space="preserve"> </w:t>
      </w:r>
      <w:r w:rsidRPr="00843429">
        <w:t>a</w:t>
      </w:r>
      <w:r w:rsidRPr="00843429">
        <w:rPr>
          <w:rtl/>
        </w:rPr>
        <w:t xml:space="preserve"> </w:t>
      </w:r>
      <w:r w:rsidRPr="00843429">
        <w:t>coquettish</w:t>
      </w:r>
      <w:r w:rsidRPr="00843429">
        <w:rPr>
          <w:rtl/>
        </w:rPr>
        <w:t xml:space="preserve"> </w:t>
      </w:r>
      <w:r w:rsidRPr="00843429">
        <w:t>way, and</w:t>
      </w:r>
      <w:r w:rsidRPr="00843429">
        <w:rPr>
          <w:rtl/>
        </w:rPr>
        <w:t xml:space="preserve"> </w:t>
      </w:r>
      <w:r w:rsidRPr="00843429">
        <w:t>The</w:t>
      </w:r>
      <w:r w:rsidRPr="00843429">
        <w:rPr>
          <w:rtl/>
        </w:rPr>
        <w:t xml:space="preserve"> </w:t>
      </w:r>
      <w:r w:rsidRPr="00843429">
        <w:t>Most</w:t>
      </w:r>
      <w:r w:rsidRPr="00843429">
        <w:rPr>
          <w:rtl/>
        </w:rPr>
        <w:t xml:space="preserve"> </w:t>
      </w:r>
      <w:r w:rsidRPr="00843429">
        <w:t>High</w:t>
      </w:r>
      <w:r w:rsidRPr="00843429">
        <w:rPr>
          <w:rtl/>
        </w:rPr>
        <w:t xml:space="preserve"> </w:t>
      </w:r>
      <w:r w:rsidRPr="00843429">
        <w:t>God</w:t>
      </w:r>
      <w:r w:rsidRPr="00843429">
        <w:rPr>
          <w:rtl/>
        </w:rPr>
        <w:t xml:space="preserve"> </w:t>
      </w:r>
      <w:r w:rsidRPr="00843429">
        <w:t>forbids</w:t>
      </w:r>
      <w:r w:rsidRPr="00843429">
        <w:rPr>
          <w:rtl/>
        </w:rPr>
        <w:t xml:space="preserve"> </w:t>
      </w:r>
      <w:r w:rsidRPr="00843429">
        <w:t>this</w:t>
      </w:r>
      <w:r w:rsidRPr="00843429">
        <w:rPr>
          <w:rtl/>
        </w:rPr>
        <w:t xml:space="preserve"> </w:t>
      </w:r>
      <w:r w:rsidRPr="00843429">
        <w:t>in</w:t>
      </w:r>
      <w:r w:rsidRPr="00843429">
        <w:rPr>
          <w:rtl/>
        </w:rPr>
        <w:t xml:space="preserve"> </w:t>
      </w:r>
      <w:r w:rsidRPr="00843429">
        <w:t>His</w:t>
      </w:r>
      <w:r w:rsidRPr="00843429">
        <w:rPr>
          <w:rtl/>
        </w:rPr>
        <w:t xml:space="preserve"> </w:t>
      </w:r>
      <w:r w:rsidRPr="00843429">
        <w:t>saying, (O</w:t>
      </w:r>
      <w:r w:rsidRPr="00843429">
        <w:rPr>
          <w:rtl/>
        </w:rPr>
        <w:t xml:space="preserve"> </w:t>
      </w:r>
      <w:r w:rsidRPr="00843429">
        <w:t>wives</w:t>
      </w:r>
      <w:r w:rsidRPr="00843429">
        <w:rPr>
          <w:rtl/>
        </w:rPr>
        <w:t xml:space="preserve"> </w:t>
      </w:r>
      <w:r w:rsidRPr="00843429">
        <w:t>of</w:t>
      </w:r>
      <w:r w:rsidRPr="00843429">
        <w:rPr>
          <w:rtl/>
        </w:rPr>
        <w:t xml:space="preserve"> </w:t>
      </w:r>
      <w:r w:rsidRPr="00843429">
        <w:t>The</w:t>
      </w:r>
      <w:r w:rsidRPr="00843429">
        <w:rPr>
          <w:rtl/>
        </w:rPr>
        <w:t xml:space="preserve"> </w:t>
      </w:r>
      <w:r w:rsidRPr="00843429">
        <w:t>Prophet</w:t>
      </w:r>
      <w:r w:rsidRPr="00843429">
        <w:rPr>
          <w:rtl/>
        </w:rPr>
        <w:t xml:space="preserve">! </w:t>
      </w:r>
      <w:r w:rsidRPr="00843429">
        <w:t>You</w:t>
      </w:r>
      <w:r w:rsidRPr="00843429">
        <w:rPr>
          <w:rtl/>
        </w:rPr>
        <w:t xml:space="preserve"> </w:t>
      </w:r>
      <w:r w:rsidRPr="00843429">
        <w:t>are</w:t>
      </w:r>
      <w:r w:rsidRPr="00843429">
        <w:rPr>
          <w:rtl/>
        </w:rPr>
        <w:t xml:space="preserve"> </w:t>
      </w:r>
      <w:r w:rsidRPr="00843429">
        <w:t>not</w:t>
      </w:r>
      <w:r w:rsidRPr="00843429">
        <w:rPr>
          <w:rtl/>
        </w:rPr>
        <w:t xml:space="preserve"> </w:t>
      </w:r>
      <w:r w:rsidRPr="00843429">
        <w:t>like</w:t>
      </w:r>
      <w:r w:rsidRPr="00843429">
        <w:rPr>
          <w:rtl/>
        </w:rPr>
        <w:t xml:space="preserve"> </w:t>
      </w:r>
      <w:r w:rsidRPr="00843429">
        <w:t>any</w:t>
      </w:r>
      <w:r w:rsidRPr="00843429">
        <w:rPr>
          <w:rtl/>
        </w:rPr>
        <w:t xml:space="preserve"> </w:t>
      </w:r>
      <w:r w:rsidRPr="00843429">
        <w:t>other</w:t>
      </w:r>
      <w:r w:rsidRPr="00843429">
        <w:rPr>
          <w:rtl/>
        </w:rPr>
        <w:t xml:space="preserve"> </w:t>
      </w:r>
      <w:r w:rsidRPr="00843429">
        <w:t>women. If</w:t>
      </w:r>
      <w:r w:rsidRPr="00843429">
        <w:rPr>
          <w:rtl/>
        </w:rPr>
        <w:t xml:space="preserve"> </w:t>
      </w:r>
      <w:r w:rsidRPr="00843429">
        <w:t>you</w:t>
      </w:r>
      <w:r w:rsidRPr="00843429">
        <w:rPr>
          <w:rtl/>
        </w:rPr>
        <w:t xml:space="preserve"> </w:t>
      </w:r>
      <w:r w:rsidRPr="00843429">
        <w:t>keep</w:t>
      </w:r>
      <w:r w:rsidRPr="00843429">
        <w:rPr>
          <w:rtl/>
        </w:rPr>
        <w:t xml:space="preserve"> </w:t>
      </w:r>
      <w:r w:rsidRPr="00843429">
        <w:t>your</w:t>
      </w:r>
      <w:r w:rsidRPr="00843429">
        <w:rPr>
          <w:rtl/>
        </w:rPr>
        <w:t xml:space="preserve"> </w:t>
      </w:r>
      <w:r w:rsidRPr="00843429">
        <w:t>duty</w:t>
      </w:r>
      <w:r w:rsidRPr="00843429">
        <w:rPr>
          <w:rtl/>
        </w:rPr>
        <w:t xml:space="preserve"> </w:t>
      </w:r>
      <w:r w:rsidRPr="00843429">
        <w:t>[to</w:t>
      </w:r>
      <w:r w:rsidRPr="00843429">
        <w:rPr>
          <w:rtl/>
        </w:rPr>
        <w:t xml:space="preserve"> </w:t>
      </w:r>
      <w:r w:rsidRPr="00843429">
        <w:t>Allah], then</w:t>
      </w:r>
      <w:r w:rsidRPr="00843429">
        <w:rPr>
          <w:rtl/>
        </w:rPr>
        <w:t xml:space="preserve"> </w:t>
      </w:r>
      <w:r w:rsidRPr="00843429">
        <w:t>be</w:t>
      </w:r>
      <w:r w:rsidRPr="00843429">
        <w:rPr>
          <w:rtl/>
        </w:rPr>
        <w:t xml:space="preserve"> </w:t>
      </w:r>
      <w:r w:rsidRPr="00843429">
        <w:t>not</w:t>
      </w:r>
      <w:r w:rsidRPr="00843429">
        <w:rPr>
          <w:rtl/>
        </w:rPr>
        <w:t xml:space="preserve"> </w:t>
      </w:r>
      <w:r w:rsidRPr="00843429">
        <w:t>soft</w:t>
      </w:r>
      <w:r w:rsidRPr="00843429">
        <w:rPr>
          <w:rtl/>
        </w:rPr>
        <w:t xml:space="preserve"> </w:t>
      </w:r>
      <w:r w:rsidRPr="00843429">
        <w:t>in</w:t>
      </w:r>
      <w:r w:rsidRPr="00843429">
        <w:rPr>
          <w:rtl/>
        </w:rPr>
        <w:t xml:space="preserve"> </w:t>
      </w:r>
      <w:r w:rsidRPr="00843429">
        <w:t>speech, lest</w:t>
      </w:r>
      <w:r w:rsidRPr="00843429">
        <w:rPr>
          <w:rtl/>
        </w:rPr>
        <w:t xml:space="preserve"> </w:t>
      </w:r>
      <w:r w:rsidRPr="00843429">
        <w:t>he</w:t>
      </w:r>
      <w:r w:rsidRPr="00843429">
        <w:rPr>
          <w:rtl/>
        </w:rPr>
        <w:t xml:space="preserve"> </w:t>
      </w:r>
      <w:r w:rsidRPr="00843429">
        <w:t>in</w:t>
      </w:r>
      <w:r w:rsidRPr="00843429">
        <w:rPr>
          <w:rtl/>
        </w:rPr>
        <w:t xml:space="preserve"> </w:t>
      </w:r>
      <w:r w:rsidRPr="00843429">
        <w:t>whose</w:t>
      </w:r>
      <w:r w:rsidRPr="00843429">
        <w:rPr>
          <w:rtl/>
        </w:rPr>
        <w:t xml:space="preserve"> </w:t>
      </w:r>
      <w:r w:rsidRPr="00843429">
        <w:t>heart</w:t>
      </w:r>
      <w:r w:rsidRPr="00843429">
        <w:rPr>
          <w:rtl/>
        </w:rPr>
        <w:t xml:space="preserve"> </w:t>
      </w:r>
      <w:r w:rsidRPr="00843429">
        <w:t>is</w:t>
      </w:r>
      <w:r w:rsidRPr="00843429">
        <w:rPr>
          <w:rtl/>
        </w:rPr>
        <w:t xml:space="preserve"> </w:t>
      </w:r>
      <w:r w:rsidRPr="00843429">
        <w:t>a</w:t>
      </w:r>
      <w:r w:rsidRPr="00843429">
        <w:rPr>
          <w:rtl/>
        </w:rPr>
        <w:t xml:space="preserve"> </w:t>
      </w:r>
      <w:r w:rsidRPr="00843429">
        <w:t>disease</w:t>
      </w:r>
      <w:r w:rsidRPr="00843429">
        <w:rPr>
          <w:rtl/>
        </w:rPr>
        <w:t xml:space="preserve"> </w:t>
      </w:r>
      <w:r w:rsidRPr="00843429">
        <w:t>[of</w:t>
      </w:r>
      <w:r w:rsidRPr="00843429">
        <w:rPr>
          <w:rtl/>
        </w:rPr>
        <w:t xml:space="preserve"> </w:t>
      </w:r>
      <w:r w:rsidRPr="00843429">
        <w:t>hypocrisy</w:t>
      </w:r>
      <w:r w:rsidRPr="00843429">
        <w:rPr>
          <w:rtl/>
        </w:rPr>
        <w:t xml:space="preserve"> </w:t>
      </w:r>
      <w:r w:rsidRPr="00843429">
        <w:t>or</w:t>
      </w:r>
      <w:r w:rsidRPr="00843429">
        <w:rPr>
          <w:rtl/>
        </w:rPr>
        <w:t xml:space="preserve"> </w:t>
      </w:r>
      <w:r w:rsidRPr="00843429">
        <w:t>evil</w:t>
      </w:r>
      <w:r w:rsidRPr="00843429">
        <w:rPr>
          <w:rtl/>
        </w:rPr>
        <w:t xml:space="preserve"> </w:t>
      </w:r>
      <w:r w:rsidRPr="00843429">
        <w:t>desire</w:t>
      </w:r>
      <w:r w:rsidRPr="00843429">
        <w:rPr>
          <w:rtl/>
        </w:rPr>
        <w:t xml:space="preserve"> </w:t>
      </w:r>
      <w:r w:rsidRPr="00843429">
        <w:t>to</w:t>
      </w:r>
      <w:r w:rsidRPr="00843429">
        <w:rPr>
          <w:rtl/>
        </w:rPr>
        <w:t xml:space="preserve"> </w:t>
      </w:r>
      <w:r w:rsidRPr="00843429">
        <w:t>adultery, etc]</w:t>
      </w:r>
      <w:r w:rsidRPr="00843429">
        <w:rPr>
          <w:rtl/>
        </w:rPr>
        <w:t xml:space="preserve"> </w:t>
      </w:r>
      <w:r w:rsidRPr="00843429">
        <w:t>should</w:t>
      </w:r>
      <w:r w:rsidRPr="00843429">
        <w:rPr>
          <w:rtl/>
        </w:rPr>
        <w:t xml:space="preserve"> </w:t>
      </w:r>
      <w:r w:rsidRPr="00843429">
        <w:t>be</w:t>
      </w:r>
      <w:r w:rsidRPr="00843429">
        <w:rPr>
          <w:rtl/>
        </w:rPr>
        <w:t xml:space="preserve"> </w:t>
      </w:r>
      <w:r w:rsidRPr="00843429">
        <w:t>moved</w:t>
      </w:r>
      <w:r w:rsidRPr="00843429">
        <w:rPr>
          <w:rtl/>
        </w:rPr>
        <w:t xml:space="preserve"> </w:t>
      </w:r>
      <w:r w:rsidRPr="00843429">
        <w:t>with</w:t>
      </w:r>
      <w:r w:rsidRPr="00843429">
        <w:rPr>
          <w:rtl/>
        </w:rPr>
        <w:t xml:space="preserve"> </w:t>
      </w:r>
      <w:r w:rsidRPr="00843429">
        <w:t>desire, but</w:t>
      </w:r>
      <w:r w:rsidRPr="00843429">
        <w:rPr>
          <w:rtl/>
        </w:rPr>
        <w:t xml:space="preserve"> </w:t>
      </w:r>
      <w:r w:rsidRPr="00843429">
        <w:t>speak</w:t>
      </w:r>
      <w:r w:rsidRPr="00843429">
        <w:rPr>
          <w:rtl/>
        </w:rPr>
        <w:t xml:space="preserve"> </w:t>
      </w:r>
      <w:r w:rsidRPr="00843429">
        <w:t>in</w:t>
      </w:r>
      <w:r w:rsidRPr="00843429">
        <w:rPr>
          <w:rtl/>
        </w:rPr>
        <w:t xml:space="preserve"> </w:t>
      </w:r>
      <w:r w:rsidRPr="00843429">
        <w:t>a</w:t>
      </w:r>
      <w:r w:rsidRPr="00843429">
        <w:rPr>
          <w:rtl/>
        </w:rPr>
        <w:t xml:space="preserve"> </w:t>
      </w:r>
      <w:r w:rsidRPr="00843429">
        <w:t>honorable</w:t>
      </w:r>
      <w:r w:rsidRPr="00843429">
        <w:rPr>
          <w:rtl/>
        </w:rPr>
        <w:t xml:space="preserve"> </w:t>
      </w:r>
      <w:r w:rsidRPr="00843429">
        <w:t>manner)</w:t>
      </w:r>
      <w:r w:rsidRPr="00843429">
        <w:rPr>
          <w:rtl/>
        </w:rPr>
        <w:t xml:space="preserve">. </w:t>
      </w:r>
      <w:r w:rsidRPr="00844CC1">
        <w:rPr>
          <w:rStyle w:val="libFootnotenumChar"/>
          <w:rtl/>
        </w:rPr>
        <w:endnoteReference w:id="98"/>
      </w:r>
    </w:p>
    <w:p w:rsidR="00844CC1" w:rsidRPr="00843429" w:rsidRDefault="00844CC1" w:rsidP="00844CC1">
      <w:pPr>
        <w:pStyle w:val="libNormal"/>
        <w:rPr>
          <w:lang w:bidi="ar-LB"/>
        </w:rPr>
      </w:pPr>
      <w:r w:rsidRPr="00843429">
        <w:t>5- Going</w:t>
      </w:r>
      <w:r w:rsidRPr="00843429">
        <w:rPr>
          <w:rtl/>
        </w:rPr>
        <w:t xml:space="preserve"> </w:t>
      </w:r>
      <w:r w:rsidRPr="00843429">
        <w:t>Too</w:t>
      </w:r>
      <w:r w:rsidRPr="00843429">
        <w:rPr>
          <w:rtl/>
        </w:rPr>
        <w:t xml:space="preserve"> </w:t>
      </w:r>
      <w:r w:rsidRPr="00843429">
        <w:t>Far</w:t>
      </w:r>
      <w:r w:rsidRPr="00843429">
        <w:rPr>
          <w:rtl/>
        </w:rPr>
        <w:t xml:space="preserve"> </w:t>
      </w:r>
      <w:r w:rsidRPr="00843429">
        <w:t>in</w:t>
      </w:r>
      <w:r w:rsidRPr="00843429">
        <w:rPr>
          <w:rtl/>
        </w:rPr>
        <w:t xml:space="preserve"> </w:t>
      </w:r>
      <w:r w:rsidRPr="00843429">
        <w:t>Looking: The</w:t>
      </w:r>
      <w:r w:rsidRPr="00843429">
        <w:rPr>
          <w:rtl/>
        </w:rPr>
        <w:t xml:space="preserve"> </w:t>
      </w:r>
      <w:r w:rsidRPr="00843429">
        <w:t>Most</w:t>
      </w:r>
      <w:r w:rsidRPr="00843429">
        <w:rPr>
          <w:rtl/>
        </w:rPr>
        <w:t xml:space="preserve"> </w:t>
      </w:r>
      <w:r w:rsidRPr="00843429">
        <w:t>High</w:t>
      </w:r>
      <w:r w:rsidRPr="00843429">
        <w:rPr>
          <w:rtl/>
        </w:rPr>
        <w:t xml:space="preserve"> </w:t>
      </w:r>
      <w:r w:rsidRPr="00843429">
        <w:t>God</w:t>
      </w:r>
      <w:r w:rsidRPr="00843429">
        <w:rPr>
          <w:rtl/>
        </w:rPr>
        <w:t xml:space="preserve"> </w:t>
      </w:r>
      <w:r w:rsidRPr="00843429">
        <w:t>says, (Tell</w:t>
      </w:r>
      <w:r w:rsidRPr="00843429">
        <w:rPr>
          <w:rtl/>
        </w:rPr>
        <w:t xml:space="preserve"> </w:t>
      </w:r>
      <w:r w:rsidRPr="00843429">
        <w:t>the</w:t>
      </w:r>
      <w:r w:rsidRPr="00843429">
        <w:rPr>
          <w:rtl/>
        </w:rPr>
        <w:t xml:space="preserve"> </w:t>
      </w:r>
      <w:r w:rsidRPr="00843429">
        <w:t>believing</w:t>
      </w:r>
      <w:r w:rsidRPr="00843429">
        <w:rPr>
          <w:rtl/>
        </w:rPr>
        <w:t xml:space="preserve"> </w:t>
      </w:r>
      <w:r w:rsidRPr="00843429">
        <w:t>men</w:t>
      </w:r>
      <w:r w:rsidRPr="00843429">
        <w:rPr>
          <w:rtl/>
        </w:rPr>
        <w:t xml:space="preserve"> </w:t>
      </w:r>
      <w:r w:rsidRPr="00843429">
        <w:t>to</w:t>
      </w:r>
      <w:r w:rsidRPr="00843429">
        <w:rPr>
          <w:rtl/>
        </w:rPr>
        <w:t xml:space="preserve"> </w:t>
      </w:r>
      <w:r w:rsidRPr="00843429">
        <w:t>lower</w:t>
      </w:r>
      <w:r w:rsidRPr="00843429">
        <w:rPr>
          <w:rtl/>
        </w:rPr>
        <w:t xml:space="preserve"> </w:t>
      </w:r>
      <w:r w:rsidRPr="00843429">
        <w:t>their</w:t>
      </w:r>
      <w:r w:rsidRPr="00843429">
        <w:rPr>
          <w:rtl/>
        </w:rPr>
        <w:t xml:space="preserve"> </w:t>
      </w:r>
      <w:r w:rsidRPr="00843429">
        <w:t>gaze</w:t>
      </w:r>
      <w:r w:rsidRPr="00843429">
        <w:rPr>
          <w:rtl/>
        </w:rPr>
        <w:t xml:space="preserve"> </w:t>
      </w:r>
      <w:r w:rsidRPr="00843429">
        <w:t>[from</w:t>
      </w:r>
      <w:r w:rsidRPr="00843429">
        <w:rPr>
          <w:rtl/>
        </w:rPr>
        <w:t xml:space="preserve"> </w:t>
      </w:r>
      <w:r w:rsidRPr="00843429">
        <w:t>looking</w:t>
      </w:r>
      <w:r w:rsidRPr="00843429">
        <w:rPr>
          <w:rtl/>
        </w:rPr>
        <w:t xml:space="preserve"> </w:t>
      </w:r>
      <w:r w:rsidRPr="00843429">
        <w:t>at</w:t>
      </w:r>
      <w:r w:rsidRPr="00843429">
        <w:rPr>
          <w:rtl/>
        </w:rPr>
        <w:t xml:space="preserve"> </w:t>
      </w:r>
      <w:r w:rsidRPr="00843429">
        <w:t>forbidden</w:t>
      </w:r>
      <w:r w:rsidRPr="00843429">
        <w:rPr>
          <w:rtl/>
        </w:rPr>
        <w:t xml:space="preserve"> </w:t>
      </w:r>
      <w:r w:rsidRPr="00843429">
        <w:t>things]</w:t>
      </w:r>
      <w:r w:rsidRPr="00843429">
        <w:rPr>
          <w:rtl/>
        </w:rPr>
        <w:t xml:space="preserve"> </w:t>
      </w:r>
      <w:r w:rsidRPr="00843429">
        <w:t>and</w:t>
      </w:r>
      <w:r w:rsidRPr="00843429">
        <w:rPr>
          <w:rtl/>
        </w:rPr>
        <w:t xml:space="preserve"> </w:t>
      </w:r>
      <w:r w:rsidRPr="00843429">
        <w:t>protect</w:t>
      </w:r>
      <w:r w:rsidRPr="00843429">
        <w:rPr>
          <w:rtl/>
        </w:rPr>
        <w:t xml:space="preserve"> </w:t>
      </w:r>
      <w:r w:rsidRPr="00843429">
        <w:t>their</w:t>
      </w:r>
      <w:r w:rsidRPr="00843429">
        <w:rPr>
          <w:rtl/>
        </w:rPr>
        <w:t xml:space="preserve"> </w:t>
      </w:r>
      <w:r w:rsidRPr="00843429">
        <w:t>private</w:t>
      </w:r>
      <w:r w:rsidRPr="00843429">
        <w:rPr>
          <w:rtl/>
        </w:rPr>
        <w:t xml:space="preserve"> </w:t>
      </w:r>
      <w:r w:rsidRPr="00843429">
        <w:t>parts</w:t>
      </w:r>
      <w:r w:rsidRPr="00843429">
        <w:rPr>
          <w:rtl/>
        </w:rPr>
        <w:t xml:space="preserve"> </w:t>
      </w:r>
      <w:r w:rsidRPr="00843429">
        <w:t>[from</w:t>
      </w:r>
      <w:r w:rsidRPr="00843429">
        <w:rPr>
          <w:rtl/>
        </w:rPr>
        <w:t xml:space="preserve"> </w:t>
      </w:r>
      <w:r w:rsidRPr="00843429">
        <w:t>illegal</w:t>
      </w:r>
      <w:r w:rsidRPr="00843429">
        <w:rPr>
          <w:rtl/>
        </w:rPr>
        <w:t xml:space="preserve"> </w:t>
      </w:r>
      <w:r w:rsidRPr="00843429">
        <w:t>sexual</w:t>
      </w:r>
      <w:r w:rsidRPr="00843429">
        <w:rPr>
          <w:rtl/>
        </w:rPr>
        <w:t xml:space="preserve"> </w:t>
      </w:r>
      <w:r w:rsidRPr="00843429">
        <w:t>acts,Etc]. That</w:t>
      </w:r>
      <w:r w:rsidRPr="00843429">
        <w:rPr>
          <w:rtl/>
        </w:rPr>
        <w:t xml:space="preserve"> </w:t>
      </w:r>
      <w:r w:rsidRPr="00843429">
        <w:t>is</w:t>
      </w:r>
      <w:r w:rsidRPr="00843429">
        <w:rPr>
          <w:rtl/>
        </w:rPr>
        <w:t xml:space="preserve"> </w:t>
      </w:r>
      <w:r w:rsidRPr="00843429">
        <w:t>purer</w:t>
      </w:r>
      <w:r w:rsidRPr="00843429">
        <w:rPr>
          <w:rtl/>
        </w:rPr>
        <w:t xml:space="preserve"> </w:t>
      </w:r>
      <w:r w:rsidRPr="00843429">
        <w:t>for</w:t>
      </w:r>
      <w:r w:rsidRPr="00843429">
        <w:rPr>
          <w:rtl/>
        </w:rPr>
        <w:t xml:space="preserve"> </w:t>
      </w:r>
      <w:r w:rsidRPr="00843429">
        <w:t>them. Verily, Allah</w:t>
      </w:r>
      <w:r w:rsidRPr="00843429">
        <w:rPr>
          <w:rtl/>
        </w:rPr>
        <w:t xml:space="preserve"> </w:t>
      </w:r>
      <w:r w:rsidRPr="00843429">
        <w:t>is</w:t>
      </w:r>
      <w:r w:rsidRPr="00843429">
        <w:rPr>
          <w:rtl/>
        </w:rPr>
        <w:t xml:space="preserve"> </w:t>
      </w:r>
      <w:r w:rsidRPr="00843429">
        <w:t>All</w:t>
      </w:r>
      <w:r w:rsidRPr="00843429">
        <w:rPr>
          <w:rtl/>
        </w:rPr>
        <w:t xml:space="preserve"> </w:t>
      </w:r>
      <w:r w:rsidRPr="00843429">
        <w:t>Aware</w:t>
      </w:r>
      <w:r w:rsidRPr="00843429">
        <w:rPr>
          <w:rtl/>
        </w:rPr>
        <w:t xml:space="preserve"> </w:t>
      </w:r>
      <w:r w:rsidRPr="00843429">
        <w:t>of</w:t>
      </w:r>
      <w:r w:rsidRPr="00843429">
        <w:rPr>
          <w:rtl/>
        </w:rPr>
        <w:t xml:space="preserve"> </w:t>
      </w:r>
      <w:r w:rsidRPr="00843429">
        <w:t>what</w:t>
      </w:r>
      <w:r w:rsidRPr="00843429">
        <w:rPr>
          <w:rtl/>
        </w:rPr>
        <w:t xml:space="preserve"> </w:t>
      </w:r>
      <w:r w:rsidRPr="00843429">
        <w:t>they</w:t>
      </w:r>
      <w:r w:rsidRPr="00843429">
        <w:rPr>
          <w:rtl/>
        </w:rPr>
        <w:t xml:space="preserve"> </w:t>
      </w:r>
      <w:r w:rsidRPr="00843429">
        <w:t>do</w:t>
      </w:r>
      <w:r w:rsidRPr="00843429">
        <w:rPr>
          <w:rtl/>
        </w:rPr>
        <w:t xml:space="preserve"> * </w:t>
      </w:r>
      <w:r w:rsidRPr="00843429">
        <w:t>And</w:t>
      </w:r>
      <w:r w:rsidRPr="00843429">
        <w:rPr>
          <w:rtl/>
        </w:rPr>
        <w:t xml:space="preserve"> </w:t>
      </w:r>
      <w:r w:rsidRPr="00843429">
        <w:t>tell</w:t>
      </w:r>
      <w:r w:rsidRPr="00843429">
        <w:rPr>
          <w:rtl/>
        </w:rPr>
        <w:t xml:space="preserve"> </w:t>
      </w:r>
      <w:r w:rsidRPr="00843429">
        <w:t>the</w:t>
      </w:r>
      <w:r w:rsidRPr="00843429">
        <w:rPr>
          <w:rtl/>
        </w:rPr>
        <w:t xml:space="preserve"> </w:t>
      </w:r>
      <w:r w:rsidRPr="00843429">
        <w:t>believing</w:t>
      </w:r>
      <w:r w:rsidRPr="00843429">
        <w:rPr>
          <w:rtl/>
        </w:rPr>
        <w:t xml:space="preserve"> </w:t>
      </w:r>
      <w:r w:rsidRPr="00843429">
        <w:t>women</w:t>
      </w:r>
      <w:r w:rsidRPr="00843429">
        <w:rPr>
          <w:rtl/>
        </w:rPr>
        <w:t xml:space="preserve"> </w:t>
      </w:r>
      <w:r w:rsidRPr="00843429">
        <w:t>to</w:t>
      </w:r>
      <w:r w:rsidRPr="00843429">
        <w:rPr>
          <w:rtl/>
        </w:rPr>
        <w:t xml:space="preserve"> </w:t>
      </w:r>
      <w:r w:rsidRPr="00843429">
        <w:t>lower</w:t>
      </w:r>
      <w:r w:rsidRPr="00843429">
        <w:rPr>
          <w:rtl/>
        </w:rPr>
        <w:t xml:space="preserve"> </w:t>
      </w:r>
      <w:r w:rsidRPr="00843429">
        <w:t>their</w:t>
      </w:r>
      <w:r w:rsidRPr="00843429">
        <w:rPr>
          <w:rtl/>
        </w:rPr>
        <w:t xml:space="preserve"> </w:t>
      </w:r>
      <w:r w:rsidRPr="00843429">
        <w:t>gaze [from</w:t>
      </w:r>
      <w:r w:rsidRPr="00843429">
        <w:rPr>
          <w:rtl/>
        </w:rPr>
        <w:t xml:space="preserve"> </w:t>
      </w:r>
      <w:r w:rsidRPr="00843429">
        <w:t>looking</w:t>
      </w:r>
      <w:r w:rsidRPr="00843429">
        <w:rPr>
          <w:rtl/>
        </w:rPr>
        <w:t xml:space="preserve"> </w:t>
      </w:r>
      <w:r w:rsidRPr="00843429">
        <w:t>at</w:t>
      </w:r>
      <w:r w:rsidRPr="00843429">
        <w:rPr>
          <w:rtl/>
        </w:rPr>
        <w:t xml:space="preserve"> </w:t>
      </w:r>
      <w:r w:rsidRPr="00843429">
        <w:t>forbidden</w:t>
      </w:r>
      <w:r w:rsidRPr="00843429">
        <w:rPr>
          <w:rtl/>
        </w:rPr>
        <w:t xml:space="preserve"> </w:t>
      </w:r>
      <w:r w:rsidRPr="00843429">
        <w:t>things]</w:t>
      </w:r>
      <w:r w:rsidRPr="00843429">
        <w:rPr>
          <w:rtl/>
        </w:rPr>
        <w:t xml:space="preserve"> </w:t>
      </w:r>
      <w:r w:rsidRPr="00843429">
        <w:t>and</w:t>
      </w:r>
      <w:r w:rsidRPr="00843429">
        <w:rPr>
          <w:rtl/>
        </w:rPr>
        <w:t xml:space="preserve"> </w:t>
      </w:r>
      <w:r w:rsidRPr="00843429">
        <w:t>protect</w:t>
      </w:r>
      <w:r w:rsidRPr="00843429">
        <w:rPr>
          <w:rtl/>
        </w:rPr>
        <w:t xml:space="preserve"> </w:t>
      </w:r>
      <w:r w:rsidRPr="00843429">
        <w:t>their</w:t>
      </w:r>
      <w:r w:rsidRPr="00843429">
        <w:rPr>
          <w:rtl/>
        </w:rPr>
        <w:t xml:space="preserve"> </w:t>
      </w:r>
      <w:r w:rsidRPr="00843429">
        <w:t>private</w:t>
      </w:r>
      <w:r w:rsidRPr="00843429">
        <w:rPr>
          <w:rtl/>
        </w:rPr>
        <w:t xml:space="preserve"> </w:t>
      </w:r>
      <w:r w:rsidRPr="00843429">
        <w:t>parts</w:t>
      </w:r>
      <w:r w:rsidRPr="00843429">
        <w:rPr>
          <w:rtl/>
        </w:rPr>
        <w:t xml:space="preserve"> </w:t>
      </w:r>
      <w:r w:rsidRPr="00843429">
        <w:t>[from</w:t>
      </w:r>
      <w:r w:rsidRPr="00843429">
        <w:rPr>
          <w:rtl/>
        </w:rPr>
        <w:t xml:space="preserve"> </w:t>
      </w:r>
      <w:r w:rsidRPr="00843429">
        <w:t>illegal</w:t>
      </w:r>
      <w:r w:rsidRPr="00843429">
        <w:rPr>
          <w:rtl/>
        </w:rPr>
        <w:t xml:space="preserve"> </w:t>
      </w:r>
      <w:r w:rsidRPr="00843429">
        <w:t>sexual</w:t>
      </w:r>
      <w:r w:rsidRPr="00843429">
        <w:rPr>
          <w:rtl/>
        </w:rPr>
        <w:t xml:space="preserve"> </w:t>
      </w:r>
      <w:r w:rsidRPr="00843429">
        <w:t>acts, etc]</w:t>
      </w:r>
      <w:r w:rsidRPr="00843429">
        <w:rPr>
          <w:rtl/>
        </w:rPr>
        <w:t xml:space="preserve"> </w:t>
      </w:r>
      <w:r w:rsidRPr="00843429">
        <w:t>and</w:t>
      </w:r>
      <w:r w:rsidRPr="00843429">
        <w:rPr>
          <w:rtl/>
        </w:rPr>
        <w:t xml:space="preserve"> </w:t>
      </w:r>
      <w:r w:rsidRPr="00843429">
        <w:t>not</w:t>
      </w:r>
      <w:r w:rsidRPr="00843429">
        <w:rPr>
          <w:rtl/>
        </w:rPr>
        <w:t xml:space="preserve"> </w:t>
      </w:r>
      <w:r w:rsidRPr="00843429">
        <w:t>to</w:t>
      </w:r>
      <w:r w:rsidRPr="00843429">
        <w:rPr>
          <w:rtl/>
        </w:rPr>
        <w:t xml:space="preserve"> </w:t>
      </w:r>
      <w:r w:rsidRPr="00843429">
        <w:t>show</w:t>
      </w:r>
      <w:r w:rsidRPr="00843429">
        <w:rPr>
          <w:rtl/>
        </w:rPr>
        <w:t xml:space="preserve"> </w:t>
      </w:r>
      <w:r w:rsidRPr="00843429">
        <w:t>off</w:t>
      </w:r>
      <w:r w:rsidRPr="00843429">
        <w:rPr>
          <w:rtl/>
        </w:rPr>
        <w:t xml:space="preserve"> </w:t>
      </w:r>
      <w:r w:rsidRPr="00843429">
        <w:t>their</w:t>
      </w:r>
      <w:r w:rsidRPr="00843429">
        <w:rPr>
          <w:rtl/>
        </w:rPr>
        <w:t xml:space="preserve"> </w:t>
      </w:r>
      <w:r w:rsidRPr="00843429">
        <w:t>adornment</w:t>
      </w:r>
      <w:r w:rsidRPr="00843429">
        <w:rPr>
          <w:rtl/>
        </w:rPr>
        <w:t xml:space="preserve"> </w:t>
      </w:r>
      <w:r w:rsidRPr="00843429">
        <w:t>except</w:t>
      </w:r>
      <w:r w:rsidRPr="00843429">
        <w:rPr>
          <w:rtl/>
        </w:rPr>
        <w:t xml:space="preserve"> </w:t>
      </w:r>
      <w:r w:rsidRPr="00843429">
        <w:t>only</w:t>
      </w:r>
      <w:r w:rsidRPr="00843429">
        <w:rPr>
          <w:rtl/>
        </w:rPr>
        <w:t xml:space="preserve"> </w:t>
      </w:r>
      <w:r w:rsidRPr="00843429">
        <w:t>that</w:t>
      </w:r>
      <w:r w:rsidRPr="00843429">
        <w:rPr>
          <w:rtl/>
        </w:rPr>
        <w:t xml:space="preserve"> </w:t>
      </w:r>
      <w:r w:rsidRPr="00843429">
        <w:t>which</w:t>
      </w:r>
      <w:r w:rsidRPr="00843429">
        <w:rPr>
          <w:rtl/>
        </w:rPr>
        <w:t xml:space="preserve"> </w:t>
      </w:r>
      <w:r w:rsidRPr="00843429">
        <w:t>is</w:t>
      </w:r>
      <w:r w:rsidRPr="00843429">
        <w:rPr>
          <w:rtl/>
        </w:rPr>
        <w:t xml:space="preserve"> </w:t>
      </w:r>
      <w:r w:rsidRPr="00843429">
        <w:t>apparent</w:t>
      </w:r>
      <w:r w:rsidRPr="00843429">
        <w:rPr>
          <w:rtl/>
        </w:rPr>
        <w:t xml:space="preserve"> </w:t>
      </w:r>
      <w:r w:rsidRPr="00843429">
        <w:t>[like</w:t>
      </w:r>
      <w:r w:rsidRPr="00843429">
        <w:rPr>
          <w:rtl/>
        </w:rPr>
        <w:t xml:space="preserve"> </w:t>
      </w:r>
      <w:r w:rsidRPr="00843429">
        <w:t>palms</w:t>
      </w:r>
      <w:r w:rsidRPr="00843429">
        <w:rPr>
          <w:rtl/>
        </w:rPr>
        <w:t xml:space="preserve"> </w:t>
      </w:r>
      <w:r w:rsidRPr="00843429">
        <w:t>of</w:t>
      </w:r>
      <w:r w:rsidRPr="00843429">
        <w:rPr>
          <w:rtl/>
        </w:rPr>
        <w:t xml:space="preserve"> </w:t>
      </w:r>
      <w:r w:rsidRPr="00843429">
        <w:t>the</w:t>
      </w:r>
      <w:r w:rsidRPr="00843429">
        <w:rPr>
          <w:rtl/>
        </w:rPr>
        <w:t xml:space="preserve"> </w:t>
      </w:r>
      <w:r w:rsidRPr="00843429">
        <w:t>hands</w:t>
      </w:r>
      <w:r w:rsidRPr="00843429">
        <w:rPr>
          <w:rtl/>
        </w:rPr>
        <w:t xml:space="preserve"> </w:t>
      </w:r>
      <w:r w:rsidRPr="00843429">
        <w:t>or</w:t>
      </w:r>
      <w:r w:rsidRPr="00843429">
        <w:rPr>
          <w:rtl/>
        </w:rPr>
        <w:t xml:space="preserve"> </w:t>
      </w:r>
      <w:r w:rsidRPr="00843429">
        <w:t>one</w:t>
      </w:r>
      <w:r w:rsidRPr="00843429">
        <w:rPr>
          <w:rtl/>
        </w:rPr>
        <w:t xml:space="preserve"> </w:t>
      </w:r>
      <w:r w:rsidRPr="00843429">
        <w:t>eye</w:t>
      </w:r>
      <w:r w:rsidRPr="00843429">
        <w:rPr>
          <w:rtl/>
        </w:rPr>
        <w:t xml:space="preserve"> </w:t>
      </w:r>
      <w:r w:rsidRPr="00843429">
        <w:t>or</w:t>
      </w:r>
      <w:r w:rsidRPr="00843429">
        <w:rPr>
          <w:rtl/>
        </w:rPr>
        <w:t xml:space="preserve"> </w:t>
      </w:r>
      <w:r w:rsidRPr="00843429">
        <w:t>both</w:t>
      </w:r>
      <w:r w:rsidRPr="00843429">
        <w:rPr>
          <w:rtl/>
        </w:rPr>
        <w:t xml:space="preserve"> </w:t>
      </w:r>
      <w:r w:rsidRPr="00843429">
        <w:t>eyes</w:t>
      </w:r>
      <w:r w:rsidRPr="00843429">
        <w:rPr>
          <w:rtl/>
        </w:rPr>
        <w:t xml:space="preserve"> </w:t>
      </w:r>
      <w:r w:rsidRPr="00843429">
        <w:t>for</w:t>
      </w:r>
      <w:r w:rsidRPr="00843429">
        <w:rPr>
          <w:rtl/>
        </w:rPr>
        <w:t xml:space="preserve"> </w:t>
      </w:r>
      <w:r w:rsidRPr="00843429">
        <w:t>necessity</w:t>
      </w:r>
      <w:r w:rsidRPr="00843429">
        <w:rPr>
          <w:rtl/>
        </w:rPr>
        <w:t xml:space="preserve"> </w:t>
      </w:r>
      <w:r w:rsidRPr="00843429">
        <w:t>to</w:t>
      </w:r>
      <w:r w:rsidRPr="00843429">
        <w:rPr>
          <w:rtl/>
        </w:rPr>
        <w:t xml:space="preserve"> </w:t>
      </w:r>
      <w:r w:rsidRPr="00843429">
        <w:t>see</w:t>
      </w:r>
      <w:r w:rsidRPr="00843429">
        <w:rPr>
          <w:rtl/>
        </w:rPr>
        <w:t xml:space="preserve"> </w:t>
      </w:r>
      <w:r w:rsidRPr="00843429">
        <w:t>the</w:t>
      </w:r>
      <w:r w:rsidRPr="00843429">
        <w:rPr>
          <w:rtl/>
        </w:rPr>
        <w:t xml:space="preserve"> </w:t>
      </w:r>
      <w:r w:rsidRPr="00843429">
        <w:t>way, or</w:t>
      </w:r>
      <w:r w:rsidRPr="00843429">
        <w:rPr>
          <w:rtl/>
        </w:rPr>
        <w:t xml:space="preserve"> </w:t>
      </w:r>
      <w:r w:rsidRPr="00843429">
        <w:t>outer</w:t>
      </w:r>
      <w:r w:rsidRPr="00843429">
        <w:rPr>
          <w:rtl/>
        </w:rPr>
        <w:t xml:space="preserve"> </w:t>
      </w:r>
      <w:r w:rsidRPr="00843429">
        <w:t>dress</w:t>
      </w:r>
      <w:r w:rsidRPr="00843429">
        <w:rPr>
          <w:rtl/>
        </w:rPr>
        <w:t xml:space="preserve"> </w:t>
      </w:r>
      <w:r w:rsidRPr="00843429">
        <w:t>like</w:t>
      </w:r>
      <w:r w:rsidRPr="00843429">
        <w:rPr>
          <w:rtl/>
        </w:rPr>
        <w:t xml:space="preserve"> </w:t>
      </w:r>
      <w:r w:rsidRPr="00843429">
        <w:t>veil, gloves, head</w:t>
      </w:r>
      <w:r w:rsidRPr="00843429">
        <w:rPr>
          <w:rtl/>
        </w:rPr>
        <w:t xml:space="preserve"> </w:t>
      </w:r>
      <w:r w:rsidRPr="00843429">
        <w:t>cover, etc] and</w:t>
      </w:r>
      <w:r w:rsidRPr="00843429">
        <w:rPr>
          <w:rtl/>
        </w:rPr>
        <w:t xml:space="preserve"> </w:t>
      </w:r>
      <w:r w:rsidRPr="00843429">
        <w:t>to</w:t>
      </w:r>
      <w:r w:rsidRPr="00843429">
        <w:rPr>
          <w:rtl/>
        </w:rPr>
        <w:t xml:space="preserve"> </w:t>
      </w:r>
      <w:r w:rsidRPr="00843429">
        <w:t>draw</w:t>
      </w:r>
      <w:r w:rsidRPr="00843429">
        <w:rPr>
          <w:rtl/>
        </w:rPr>
        <w:t xml:space="preserve"> </w:t>
      </w:r>
      <w:r w:rsidRPr="00843429">
        <w:t>their</w:t>
      </w:r>
      <w:r w:rsidRPr="00843429">
        <w:rPr>
          <w:rtl/>
        </w:rPr>
        <w:t xml:space="preserve"> </w:t>
      </w:r>
      <w:r w:rsidRPr="00843429">
        <w:t>veils</w:t>
      </w:r>
      <w:r w:rsidRPr="00843429">
        <w:rPr>
          <w:rtl/>
        </w:rPr>
        <w:t xml:space="preserve"> </w:t>
      </w:r>
      <w:r w:rsidRPr="00843429">
        <w:t>all</w:t>
      </w:r>
      <w:r w:rsidRPr="00843429">
        <w:rPr>
          <w:rtl/>
        </w:rPr>
        <w:t xml:space="preserve"> </w:t>
      </w:r>
      <w:r w:rsidRPr="00843429">
        <w:t>over</w:t>
      </w:r>
      <w:r w:rsidRPr="00843429">
        <w:rPr>
          <w:rtl/>
        </w:rPr>
        <w:t xml:space="preserve"> </w:t>
      </w:r>
      <w:r w:rsidRPr="00843429">
        <w:t>their</w:t>
      </w:r>
      <w:r w:rsidRPr="00843429">
        <w:rPr>
          <w:rtl/>
        </w:rPr>
        <w:t xml:space="preserve"> </w:t>
      </w:r>
      <w:r w:rsidRPr="00843429">
        <w:t>Juyub [i. e. their</w:t>
      </w:r>
      <w:r w:rsidRPr="00843429">
        <w:rPr>
          <w:rtl/>
        </w:rPr>
        <w:t xml:space="preserve"> </w:t>
      </w:r>
      <w:r w:rsidRPr="00843429">
        <w:t>bodies, faces, necks, bosoms, etc]</w:t>
      </w:r>
      <w:r w:rsidRPr="00843429">
        <w:rPr>
          <w:rtl/>
        </w:rPr>
        <w:t xml:space="preserve"> </w:t>
      </w:r>
      <w:r w:rsidRPr="00844CC1">
        <w:rPr>
          <w:rStyle w:val="libFootnotenumChar"/>
          <w:rtl/>
        </w:rPr>
        <w:endnoteReference w:id="99"/>
      </w:r>
      <w:r w:rsidRPr="00843429">
        <w:t>…)</w:t>
      </w:r>
    </w:p>
    <w:p w:rsidR="00844CC1" w:rsidRPr="00843429" w:rsidRDefault="00844CC1" w:rsidP="00844CC1">
      <w:pPr>
        <w:pStyle w:val="libNormal"/>
        <w:rPr>
          <w:rtl/>
        </w:rPr>
      </w:pPr>
      <w:r w:rsidRPr="00843429">
        <w:t>God</w:t>
      </w:r>
      <w:r w:rsidRPr="00843429">
        <w:rPr>
          <w:rtl/>
        </w:rPr>
        <w:t xml:space="preserve"> </w:t>
      </w:r>
      <w:r w:rsidRPr="00843429">
        <w:t>imprisoning</w:t>
      </w:r>
      <w:r w:rsidRPr="00843429">
        <w:rPr>
          <w:rtl/>
        </w:rPr>
        <w:t xml:space="preserve"> </w:t>
      </w:r>
      <w:r w:rsidRPr="00843429">
        <w:t>him</w:t>
      </w:r>
      <w:r w:rsidRPr="00843429">
        <w:rPr>
          <w:rtl/>
        </w:rPr>
        <w:t xml:space="preserve"> </w:t>
      </w:r>
      <w:r w:rsidRPr="00843429">
        <w:t>in</w:t>
      </w:r>
      <w:r w:rsidRPr="00843429">
        <w:rPr>
          <w:rtl/>
        </w:rPr>
        <w:t xml:space="preserve"> </w:t>
      </w:r>
      <w:r w:rsidRPr="00843429">
        <w:t>this</w:t>
      </w:r>
      <w:r w:rsidRPr="00843429">
        <w:rPr>
          <w:rtl/>
        </w:rPr>
        <w:t xml:space="preserve"> </w:t>
      </w:r>
      <w:r w:rsidRPr="00843429">
        <w:t>life</w:t>
      </w:r>
      <w:r w:rsidRPr="00843429">
        <w:rPr>
          <w:rtl/>
        </w:rPr>
        <w:t xml:space="preserve"> </w:t>
      </w:r>
      <w:r w:rsidRPr="00843429">
        <w:t>a</w:t>
      </w:r>
      <w:r w:rsidRPr="00843429">
        <w:rPr>
          <w:rtl/>
        </w:rPr>
        <w:t xml:space="preserve"> </w:t>
      </w:r>
      <w:r w:rsidRPr="00843429">
        <w:t>thousand</w:t>
      </w:r>
      <w:r w:rsidRPr="00843429">
        <w:rPr>
          <w:rtl/>
        </w:rPr>
        <w:t xml:space="preserve"> </w:t>
      </w:r>
      <w:r w:rsidRPr="00843429">
        <w:t>years</w:t>
      </w:r>
      <w:r w:rsidRPr="00843429">
        <w:rPr>
          <w:rtl/>
        </w:rPr>
        <w:t xml:space="preserve"> </w:t>
      </w:r>
      <w:r w:rsidRPr="00843429">
        <w:t>for</w:t>
      </w:r>
      <w:r w:rsidRPr="00843429">
        <w:rPr>
          <w:rtl/>
        </w:rPr>
        <w:t xml:space="preserve"> </w:t>
      </w:r>
      <w:r w:rsidRPr="00843429">
        <w:t>every</w:t>
      </w:r>
      <w:r w:rsidRPr="00843429">
        <w:rPr>
          <w:rtl/>
        </w:rPr>
        <w:t xml:space="preserve"> </w:t>
      </w:r>
      <w:r w:rsidRPr="00843429">
        <w:t>word.”</w:t>
      </w:r>
      <w:r w:rsidRPr="00844CC1">
        <w:rPr>
          <w:rStyle w:val="libFootnotenumChar"/>
          <w:rtl/>
        </w:rPr>
        <w:endnoteReference w:id="100"/>
      </w:r>
    </w:p>
    <w:p w:rsidR="00844CC1" w:rsidRPr="00843429" w:rsidRDefault="00844CC1" w:rsidP="00844CC1">
      <w:pPr>
        <w:pStyle w:val="libNormal"/>
        <w:rPr>
          <w:rtl/>
        </w:rPr>
      </w:pPr>
      <w:r w:rsidRPr="00843429">
        <w:t>1-</w:t>
      </w:r>
      <w:r w:rsidRPr="00843429">
        <w:rPr>
          <w:rtl/>
        </w:rPr>
        <w:t xml:space="preserve"> </w:t>
      </w:r>
      <w:r w:rsidRPr="00843429">
        <w:t>Ashamed</w:t>
      </w:r>
      <w:r w:rsidRPr="00843429">
        <w:rPr>
          <w:rtl/>
        </w:rPr>
        <w:t xml:space="preserve"> </w:t>
      </w:r>
      <w:r w:rsidRPr="00843429">
        <w:t>of</w:t>
      </w:r>
      <w:r w:rsidRPr="00843429">
        <w:rPr>
          <w:rtl/>
        </w:rPr>
        <w:t xml:space="preserve"> </w:t>
      </w:r>
      <w:r w:rsidRPr="00843429">
        <w:t>The</w:t>
      </w:r>
      <w:r w:rsidRPr="00843429">
        <w:rPr>
          <w:rtl/>
        </w:rPr>
        <w:t xml:space="preserve"> </w:t>
      </w:r>
      <w:r w:rsidRPr="00843429">
        <w:t>Most</w:t>
      </w:r>
      <w:r w:rsidRPr="00843429">
        <w:rPr>
          <w:rtl/>
        </w:rPr>
        <w:t xml:space="preserve"> </w:t>
      </w:r>
      <w:r w:rsidRPr="00843429">
        <w:t>High</w:t>
      </w:r>
      <w:r w:rsidRPr="00843429">
        <w:rPr>
          <w:rtl/>
        </w:rPr>
        <w:t xml:space="preserve"> </w:t>
      </w:r>
      <w:r w:rsidRPr="00843429">
        <w:t>God: Someone</w:t>
      </w:r>
      <w:r w:rsidRPr="00843429">
        <w:rPr>
          <w:rtl/>
        </w:rPr>
        <w:t xml:space="preserve"> </w:t>
      </w:r>
      <w:r w:rsidRPr="00843429">
        <w:t>said</w:t>
      </w:r>
      <w:r w:rsidRPr="00843429">
        <w:rPr>
          <w:rtl/>
        </w:rPr>
        <w:t xml:space="preserve"> </w:t>
      </w:r>
      <w:r w:rsidRPr="00843429">
        <w:t>to</w:t>
      </w:r>
      <w:r w:rsidRPr="00843429">
        <w:rPr>
          <w:rtl/>
        </w:rPr>
        <w:t xml:space="preserve"> </w:t>
      </w:r>
      <w:r w:rsidRPr="00843429">
        <w:t>The</w:t>
      </w:r>
      <w:r w:rsidRPr="00843429">
        <w:rPr>
          <w:rtl/>
        </w:rPr>
        <w:t xml:space="preserve"> </w:t>
      </w:r>
      <w:r w:rsidRPr="00843429">
        <w:t>Prophet</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prayers</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his</w:t>
      </w:r>
      <w:r w:rsidRPr="00844CC1">
        <w:rPr>
          <w:rStyle w:val="libItalicChar"/>
          <w:rtl/>
        </w:rPr>
        <w:t xml:space="preserve"> </w:t>
      </w:r>
      <w:r w:rsidRPr="00844CC1">
        <w:rPr>
          <w:rStyle w:val="libItalicChar"/>
        </w:rPr>
        <w:t xml:space="preserve">Household </w:t>
      </w:r>
      <w:r w:rsidRPr="00844CC1">
        <w:rPr>
          <w:rStyle w:val="libItalicChar"/>
          <w:rtl/>
        </w:rPr>
        <w:t>)</w:t>
      </w:r>
      <w:r w:rsidRPr="00843429">
        <w:rPr>
          <w:rtl/>
        </w:rPr>
        <w:t xml:space="preserve"> “</w:t>
      </w:r>
      <w:r w:rsidRPr="00843429">
        <w:t>Give</w:t>
      </w:r>
      <w:r w:rsidRPr="00843429">
        <w:rPr>
          <w:rtl/>
        </w:rPr>
        <w:t xml:space="preserve"> </w:t>
      </w:r>
      <w:r w:rsidRPr="00843429">
        <w:t>me</w:t>
      </w:r>
      <w:r w:rsidRPr="00843429">
        <w:rPr>
          <w:rtl/>
        </w:rPr>
        <w:t xml:space="preserve"> </w:t>
      </w:r>
      <w:r w:rsidRPr="00843429">
        <w:t>a</w:t>
      </w:r>
      <w:r w:rsidRPr="00843429">
        <w:rPr>
          <w:rtl/>
        </w:rPr>
        <w:t xml:space="preserve"> </w:t>
      </w:r>
      <w:r w:rsidRPr="00843429">
        <w:t>recommendation.”</w:t>
      </w:r>
      <w:r w:rsidRPr="00843429">
        <w:rPr>
          <w:rtl/>
        </w:rPr>
        <w:t xml:space="preserve"> </w:t>
      </w:r>
      <w:r w:rsidRPr="00843429">
        <w:t>He</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prayers</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his</w:t>
      </w:r>
      <w:r w:rsidRPr="00844CC1">
        <w:rPr>
          <w:rStyle w:val="libItalicChar"/>
          <w:rtl/>
        </w:rPr>
        <w:t xml:space="preserve"> </w:t>
      </w:r>
      <w:r w:rsidRPr="00844CC1">
        <w:rPr>
          <w:rStyle w:val="libItalicChar"/>
        </w:rPr>
        <w:t>Household</w:t>
      </w:r>
      <w:r w:rsidRPr="00844CC1">
        <w:rPr>
          <w:rStyle w:val="libItalicChar"/>
          <w:rtl/>
        </w:rPr>
        <w:t>)</w:t>
      </w:r>
      <w:r w:rsidRPr="00843429">
        <w:rPr>
          <w:rtl/>
        </w:rPr>
        <w:t xml:space="preserve"> </w:t>
      </w:r>
      <w:r w:rsidRPr="00843429">
        <w:t xml:space="preserve">said, </w:t>
      </w:r>
      <w:r w:rsidRPr="00843429">
        <w:rPr>
          <w:rtl/>
        </w:rPr>
        <w:t>“</w:t>
      </w:r>
      <w:r w:rsidRPr="00843429">
        <w:t>Be</w:t>
      </w:r>
      <w:r w:rsidRPr="00843429">
        <w:rPr>
          <w:rtl/>
        </w:rPr>
        <w:t xml:space="preserve"> </w:t>
      </w:r>
      <w:r w:rsidRPr="00843429">
        <w:t>ashamed</w:t>
      </w:r>
      <w:r w:rsidRPr="00843429">
        <w:rPr>
          <w:rtl/>
        </w:rPr>
        <w:t xml:space="preserve"> </w:t>
      </w:r>
      <w:r w:rsidRPr="00843429">
        <w:t>of</w:t>
      </w:r>
      <w:r w:rsidRPr="00843429">
        <w:rPr>
          <w:rtl/>
        </w:rPr>
        <w:t xml:space="preserve"> </w:t>
      </w:r>
      <w:r w:rsidRPr="00843429">
        <w:t>God</w:t>
      </w:r>
      <w:r w:rsidRPr="00843429">
        <w:rPr>
          <w:rtl/>
        </w:rPr>
        <w:t xml:space="preserve"> </w:t>
      </w:r>
      <w:r w:rsidRPr="00843429">
        <w:t>as</w:t>
      </w:r>
      <w:r w:rsidRPr="00843429">
        <w:rPr>
          <w:rtl/>
        </w:rPr>
        <w:t xml:space="preserve"> </w:t>
      </w:r>
      <w:r w:rsidRPr="00843429">
        <w:t>you</w:t>
      </w:r>
      <w:r w:rsidRPr="00843429">
        <w:rPr>
          <w:rtl/>
        </w:rPr>
        <w:t xml:space="preserve"> </w:t>
      </w:r>
      <w:r w:rsidRPr="00843429">
        <w:t>are</w:t>
      </w:r>
      <w:r w:rsidRPr="00843429">
        <w:rPr>
          <w:rtl/>
        </w:rPr>
        <w:t xml:space="preserve"> </w:t>
      </w:r>
      <w:r w:rsidRPr="00843429">
        <w:t>ashamed</w:t>
      </w:r>
      <w:r w:rsidRPr="00843429">
        <w:rPr>
          <w:rtl/>
        </w:rPr>
        <w:t xml:space="preserve"> </w:t>
      </w:r>
      <w:r w:rsidRPr="00843429">
        <w:t>of</w:t>
      </w:r>
      <w:r w:rsidRPr="00843429">
        <w:rPr>
          <w:rtl/>
        </w:rPr>
        <w:t xml:space="preserve"> </w:t>
      </w:r>
      <w:r w:rsidRPr="00843429">
        <w:t>a</w:t>
      </w:r>
      <w:r w:rsidRPr="00843429">
        <w:rPr>
          <w:rtl/>
        </w:rPr>
        <w:t xml:space="preserve"> </w:t>
      </w:r>
      <w:r w:rsidRPr="00843429">
        <w:t>righteous</w:t>
      </w:r>
      <w:r w:rsidRPr="00843429">
        <w:rPr>
          <w:rtl/>
        </w:rPr>
        <w:t xml:space="preserve"> </w:t>
      </w:r>
      <w:r w:rsidRPr="00843429">
        <w:t>man</w:t>
      </w:r>
      <w:r w:rsidRPr="00843429">
        <w:rPr>
          <w:rtl/>
        </w:rPr>
        <w:t xml:space="preserve"> </w:t>
      </w:r>
      <w:r w:rsidRPr="00843429">
        <w:t>in</w:t>
      </w:r>
      <w:r w:rsidRPr="00843429">
        <w:rPr>
          <w:rtl/>
        </w:rPr>
        <w:t xml:space="preserve"> </w:t>
      </w:r>
      <w:r w:rsidRPr="00843429">
        <w:t>your</w:t>
      </w:r>
      <w:r w:rsidRPr="00843429">
        <w:rPr>
          <w:rtl/>
        </w:rPr>
        <w:t xml:space="preserve"> </w:t>
      </w:r>
      <w:r w:rsidRPr="00843429">
        <w:t>nation.”</w:t>
      </w:r>
      <w:r w:rsidRPr="00844CC1">
        <w:rPr>
          <w:rStyle w:val="libFootnotenumChar"/>
          <w:rtl/>
        </w:rPr>
        <w:endnoteReference w:id="101"/>
      </w:r>
    </w:p>
    <w:p w:rsidR="00844CC1" w:rsidRPr="00843429" w:rsidRDefault="00844CC1" w:rsidP="00844CC1">
      <w:pPr>
        <w:pStyle w:val="libNormal"/>
        <w:rPr>
          <w:rtl/>
        </w:rPr>
      </w:pPr>
      <w:r w:rsidRPr="00843429">
        <w:t>2- Ashamed</w:t>
      </w:r>
      <w:r w:rsidRPr="00843429">
        <w:rPr>
          <w:rtl/>
        </w:rPr>
        <w:t xml:space="preserve"> </w:t>
      </w:r>
      <w:r w:rsidRPr="00843429">
        <w:t>of</w:t>
      </w:r>
      <w:r w:rsidRPr="00843429">
        <w:rPr>
          <w:rtl/>
        </w:rPr>
        <w:t xml:space="preserve"> </w:t>
      </w:r>
      <w:r w:rsidRPr="00843429">
        <w:t>The</w:t>
      </w:r>
      <w:r w:rsidRPr="00843429">
        <w:rPr>
          <w:rtl/>
        </w:rPr>
        <w:t xml:space="preserve"> </w:t>
      </w:r>
      <w:r w:rsidRPr="00843429">
        <w:t>Prophet</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prayers</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his</w:t>
      </w:r>
      <w:r w:rsidRPr="00844CC1">
        <w:rPr>
          <w:rStyle w:val="libItalicChar"/>
          <w:rtl/>
        </w:rPr>
        <w:t xml:space="preserve"> </w:t>
      </w:r>
      <w:r w:rsidRPr="00844CC1">
        <w:rPr>
          <w:rStyle w:val="libItalicChar"/>
        </w:rPr>
        <w:t>Household</w:t>
      </w:r>
      <w:r w:rsidRPr="00844CC1">
        <w:rPr>
          <w:rStyle w:val="libItalicChar"/>
          <w:rtl/>
        </w:rPr>
        <w:t>)</w:t>
      </w:r>
      <w:r w:rsidRPr="00843429">
        <w:rPr>
          <w:rtl/>
        </w:rPr>
        <w:t xml:space="preserve"> </w:t>
      </w:r>
      <w:r w:rsidRPr="00843429">
        <w:t>and</w:t>
      </w:r>
      <w:r w:rsidRPr="00843429">
        <w:rPr>
          <w:rtl/>
        </w:rPr>
        <w:t xml:space="preserve"> </w:t>
      </w:r>
      <w:r w:rsidRPr="00843429">
        <w:t>the</w:t>
      </w:r>
      <w:r w:rsidRPr="00843429">
        <w:rPr>
          <w:rtl/>
        </w:rPr>
        <w:t xml:space="preserve"> </w:t>
      </w:r>
      <w:r w:rsidRPr="00843429">
        <w:t>Imams</w:t>
      </w:r>
      <w:r w:rsidRPr="00844CC1">
        <w:rPr>
          <w:rStyle w:val="libItalicChar"/>
        </w:rPr>
        <w:t xml:space="preserve"> (God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them)</w:t>
      </w:r>
      <w:r w:rsidRPr="00843429">
        <w:t>: It</w:t>
      </w:r>
      <w:r w:rsidRPr="00843429">
        <w:rPr>
          <w:rtl/>
        </w:rPr>
        <w:t xml:space="preserve"> </w:t>
      </w:r>
      <w:r w:rsidRPr="00843429">
        <w:t>is</w:t>
      </w:r>
      <w:r w:rsidRPr="00843429">
        <w:rPr>
          <w:rtl/>
        </w:rPr>
        <w:t xml:space="preserve"> </w:t>
      </w:r>
      <w:r w:rsidRPr="00843429">
        <w:t>ascribed</w:t>
      </w:r>
      <w:r w:rsidRPr="00843429">
        <w:rPr>
          <w:rtl/>
        </w:rPr>
        <w:t xml:space="preserve"> </w:t>
      </w:r>
      <w:r w:rsidRPr="00843429">
        <w:t>to</w:t>
      </w:r>
      <w:r w:rsidRPr="00843429">
        <w:rPr>
          <w:rtl/>
        </w:rPr>
        <w:t xml:space="preserve"> </w:t>
      </w:r>
      <w:r w:rsidRPr="00843429">
        <w:t>Imam</w:t>
      </w:r>
      <w:r w:rsidRPr="00843429">
        <w:rPr>
          <w:rtl/>
        </w:rPr>
        <w:t xml:space="preserve"> </w:t>
      </w:r>
      <w:r w:rsidRPr="00843429">
        <w:t>Mohammad</w:t>
      </w:r>
      <w:r w:rsidRPr="00843429">
        <w:rPr>
          <w:rtl/>
        </w:rPr>
        <w:t xml:space="preserve"> </w:t>
      </w:r>
      <w:r w:rsidRPr="00843429">
        <w:t>Al</w:t>
      </w:r>
      <w:r w:rsidRPr="00843429">
        <w:rPr>
          <w:rtl/>
        </w:rPr>
        <w:t>-</w:t>
      </w:r>
      <w:r w:rsidRPr="00843429">
        <w:t>Baker</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w:t>
      </w:r>
      <w:r w:rsidRPr="00843429">
        <w:rPr>
          <w:rtl/>
        </w:rPr>
        <w:t xml:space="preserve"> </w:t>
      </w:r>
      <w:r w:rsidRPr="00843429">
        <w:t>that</w:t>
      </w:r>
      <w:r w:rsidRPr="00843429">
        <w:rPr>
          <w:rtl/>
        </w:rPr>
        <w:t xml:space="preserve"> </w:t>
      </w:r>
      <w:r w:rsidRPr="00843429">
        <w:t>he</w:t>
      </w:r>
      <w:r w:rsidRPr="00843429">
        <w:rPr>
          <w:rtl/>
        </w:rPr>
        <w:t xml:space="preserve"> </w:t>
      </w:r>
      <w:r w:rsidRPr="00843429">
        <w:t xml:space="preserve">said, </w:t>
      </w:r>
      <w:r w:rsidRPr="00843429">
        <w:rPr>
          <w:rtl/>
        </w:rPr>
        <w:t>“</w:t>
      </w:r>
      <w:r w:rsidRPr="00843429">
        <w:t>The</w:t>
      </w:r>
      <w:r w:rsidRPr="00843429">
        <w:rPr>
          <w:rtl/>
        </w:rPr>
        <w:t xml:space="preserve"> </w:t>
      </w:r>
      <w:r w:rsidRPr="00843429">
        <w:t>deeds</w:t>
      </w:r>
      <w:r w:rsidRPr="00843429">
        <w:rPr>
          <w:rtl/>
        </w:rPr>
        <w:t xml:space="preserve"> </w:t>
      </w:r>
      <w:r w:rsidRPr="00843429">
        <w:t>of</w:t>
      </w:r>
      <w:r w:rsidRPr="00843429">
        <w:rPr>
          <w:rtl/>
        </w:rPr>
        <w:t xml:space="preserve"> </w:t>
      </w:r>
      <w:r w:rsidRPr="00843429">
        <w:t>the</w:t>
      </w:r>
      <w:r w:rsidRPr="00843429">
        <w:rPr>
          <w:rtl/>
        </w:rPr>
        <w:t xml:space="preserve"> </w:t>
      </w:r>
      <w:r w:rsidRPr="00843429">
        <w:t>people</w:t>
      </w:r>
      <w:r w:rsidRPr="00843429">
        <w:rPr>
          <w:rtl/>
        </w:rPr>
        <w:t xml:space="preserve"> </w:t>
      </w:r>
      <w:r w:rsidRPr="00843429">
        <w:t>are</w:t>
      </w:r>
      <w:r w:rsidRPr="00843429">
        <w:rPr>
          <w:rtl/>
        </w:rPr>
        <w:t xml:space="preserve"> </w:t>
      </w:r>
      <w:r w:rsidRPr="00843429">
        <w:t>shown</w:t>
      </w:r>
      <w:r w:rsidRPr="00843429">
        <w:rPr>
          <w:rtl/>
        </w:rPr>
        <w:t xml:space="preserve"> </w:t>
      </w:r>
      <w:r w:rsidRPr="00843429">
        <w:t>before</w:t>
      </w:r>
      <w:r w:rsidRPr="00843429">
        <w:rPr>
          <w:rtl/>
        </w:rPr>
        <w:t xml:space="preserve"> </w:t>
      </w:r>
      <w:r w:rsidRPr="00843429">
        <w:t>your</w:t>
      </w:r>
      <w:r w:rsidRPr="00843429">
        <w:rPr>
          <w:rtl/>
        </w:rPr>
        <w:t xml:space="preserve"> </w:t>
      </w:r>
      <w:r w:rsidRPr="00843429">
        <w:t>Prophet</w:t>
      </w:r>
      <w:r w:rsidRPr="00843429">
        <w:rPr>
          <w:rtl/>
        </w:rPr>
        <w:t xml:space="preserve"> </w:t>
      </w:r>
      <w:r w:rsidRPr="00843429">
        <w:t>every</w:t>
      </w:r>
      <w:r w:rsidRPr="00843429">
        <w:rPr>
          <w:rtl/>
        </w:rPr>
        <w:t xml:space="preserve"> </w:t>
      </w:r>
      <w:r w:rsidRPr="00843429">
        <w:t>Thursday</w:t>
      </w:r>
      <w:r w:rsidRPr="00843429">
        <w:rPr>
          <w:rtl/>
        </w:rPr>
        <w:t xml:space="preserve"> </w:t>
      </w:r>
      <w:r w:rsidRPr="00843429">
        <w:t>evening. Let</w:t>
      </w:r>
      <w:r w:rsidRPr="00843429">
        <w:rPr>
          <w:rtl/>
        </w:rPr>
        <w:t xml:space="preserve"> </w:t>
      </w:r>
      <w:r w:rsidRPr="00843429">
        <w:t>everyone</w:t>
      </w:r>
      <w:r w:rsidRPr="00843429">
        <w:rPr>
          <w:rtl/>
        </w:rPr>
        <w:t xml:space="preserve"> </w:t>
      </w:r>
      <w:r w:rsidRPr="00843429">
        <w:t>of</w:t>
      </w:r>
      <w:r w:rsidRPr="00843429">
        <w:rPr>
          <w:rtl/>
        </w:rPr>
        <w:t xml:space="preserve"> </w:t>
      </w:r>
      <w:r w:rsidRPr="00843429">
        <w:t>you</w:t>
      </w:r>
      <w:r w:rsidRPr="00843429">
        <w:rPr>
          <w:rtl/>
        </w:rPr>
        <w:t xml:space="preserve"> </w:t>
      </w:r>
      <w:r w:rsidRPr="00843429">
        <w:t>be</w:t>
      </w:r>
      <w:r w:rsidRPr="00843429">
        <w:rPr>
          <w:rtl/>
        </w:rPr>
        <w:t xml:space="preserve"> </w:t>
      </w:r>
      <w:r w:rsidRPr="00843429">
        <w:t>ashamed</w:t>
      </w:r>
      <w:r w:rsidRPr="00843429">
        <w:rPr>
          <w:rtl/>
        </w:rPr>
        <w:t xml:space="preserve"> </w:t>
      </w:r>
      <w:r w:rsidRPr="00843429">
        <w:t>of</w:t>
      </w:r>
      <w:r w:rsidRPr="00843429">
        <w:rPr>
          <w:rtl/>
        </w:rPr>
        <w:t xml:space="preserve"> </w:t>
      </w:r>
      <w:r w:rsidRPr="00843429">
        <w:t>showing</w:t>
      </w:r>
      <w:r w:rsidRPr="00843429">
        <w:rPr>
          <w:rtl/>
        </w:rPr>
        <w:t xml:space="preserve"> </w:t>
      </w:r>
      <w:r w:rsidRPr="00843429">
        <w:t>before</w:t>
      </w:r>
      <w:r w:rsidRPr="00843429">
        <w:rPr>
          <w:rtl/>
        </w:rPr>
        <w:t xml:space="preserve"> </w:t>
      </w:r>
      <w:r w:rsidRPr="00843429">
        <w:t>his</w:t>
      </w:r>
      <w:r w:rsidRPr="00843429">
        <w:rPr>
          <w:rtl/>
        </w:rPr>
        <w:t xml:space="preserve">/ </w:t>
      </w:r>
      <w:r w:rsidRPr="00843429">
        <w:t>her</w:t>
      </w:r>
      <w:r w:rsidRPr="00843429">
        <w:rPr>
          <w:rtl/>
        </w:rPr>
        <w:t xml:space="preserve"> </w:t>
      </w:r>
      <w:r w:rsidRPr="00843429">
        <w:t>Prophet</w:t>
      </w:r>
      <w:r w:rsidRPr="00843429">
        <w:rPr>
          <w:rtl/>
        </w:rPr>
        <w:t xml:space="preserve"> </w:t>
      </w:r>
      <w:r w:rsidRPr="00843429">
        <w:t>an</w:t>
      </w:r>
      <w:r w:rsidRPr="00843429">
        <w:rPr>
          <w:rtl/>
        </w:rPr>
        <w:t xml:space="preserve"> </w:t>
      </w:r>
      <w:r w:rsidRPr="00843429">
        <w:t>abominated</w:t>
      </w:r>
      <w:r w:rsidRPr="00843429">
        <w:rPr>
          <w:rtl/>
        </w:rPr>
        <w:t xml:space="preserve"> </w:t>
      </w:r>
      <w:r w:rsidRPr="00843429">
        <w:t>deed.”</w:t>
      </w:r>
      <w:r w:rsidRPr="00844CC1">
        <w:rPr>
          <w:rStyle w:val="libFootnotenumChar"/>
          <w:rtl/>
        </w:rPr>
        <w:endnoteReference w:id="102"/>
      </w:r>
      <w:r w:rsidRPr="00843429">
        <w:rPr>
          <w:rtl/>
        </w:rPr>
        <w:t xml:space="preserve"> </w:t>
      </w:r>
      <w:r w:rsidRPr="00843429">
        <w:t>It</w:t>
      </w:r>
      <w:r w:rsidRPr="00843429">
        <w:rPr>
          <w:rtl/>
        </w:rPr>
        <w:t xml:space="preserve"> </w:t>
      </w:r>
      <w:r w:rsidRPr="00843429">
        <w:t>is</w:t>
      </w:r>
      <w:r w:rsidRPr="00843429">
        <w:rPr>
          <w:rtl/>
        </w:rPr>
        <w:t xml:space="preserve"> </w:t>
      </w:r>
      <w:r w:rsidRPr="00843429">
        <w:t>related</w:t>
      </w:r>
      <w:r w:rsidRPr="00843429">
        <w:rPr>
          <w:rtl/>
        </w:rPr>
        <w:t xml:space="preserve"> </w:t>
      </w:r>
      <w:r w:rsidRPr="00843429">
        <w:t>by</w:t>
      </w:r>
      <w:r w:rsidRPr="00843429">
        <w:rPr>
          <w:rtl/>
        </w:rPr>
        <w:t xml:space="preserve"> </w:t>
      </w:r>
      <w:r w:rsidRPr="00843429">
        <w:t>Ya</w:t>
      </w:r>
      <w:r w:rsidRPr="00843429">
        <w:rPr>
          <w:rtl/>
        </w:rPr>
        <w:t>’</w:t>
      </w:r>
      <w:r w:rsidRPr="00843429">
        <w:t>coub</w:t>
      </w:r>
      <w:r w:rsidRPr="00843429">
        <w:rPr>
          <w:rtl/>
        </w:rPr>
        <w:t xml:space="preserve"> </w:t>
      </w:r>
      <w:r w:rsidRPr="00843429">
        <w:t>ibn</w:t>
      </w:r>
      <w:r w:rsidRPr="00843429">
        <w:rPr>
          <w:rtl/>
        </w:rPr>
        <w:t xml:space="preserve"> </w:t>
      </w:r>
      <w:r w:rsidRPr="00843429">
        <w:t>Sou</w:t>
      </w:r>
      <w:r w:rsidRPr="00843429">
        <w:rPr>
          <w:rtl/>
        </w:rPr>
        <w:t>’</w:t>
      </w:r>
      <w:r w:rsidRPr="00843429">
        <w:t xml:space="preserve">aib, </w:t>
      </w:r>
      <w:r w:rsidRPr="00843429">
        <w:rPr>
          <w:rtl/>
        </w:rPr>
        <w:t>“</w:t>
      </w:r>
      <w:r w:rsidRPr="00843429">
        <w:t>I</w:t>
      </w:r>
      <w:r w:rsidRPr="00843429">
        <w:rPr>
          <w:rtl/>
        </w:rPr>
        <w:t xml:space="preserve"> </w:t>
      </w:r>
      <w:r w:rsidRPr="00843429">
        <w:t>asked</w:t>
      </w:r>
      <w:r w:rsidRPr="00843429">
        <w:rPr>
          <w:rtl/>
        </w:rPr>
        <w:t xml:space="preserve"> </w:t>
      </w:r>
      <w:r w:rsidRPr="00843429">
        <w:t>Abou</w:t>
      </w:r>
      <w:r w:rsidRPr="00843429">
        <w:rPr>
          <w:rtl/>
        </w:rPr>
        <w:t xml:space="preserve"> </w:t>
      </w:r>
      <w:r w:rsidRPr="00843429">
        <w:t>Abdullah</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w:t>
      </w:r>
      <w:r w:rsidRPr="00843429">
        <w:rPr>
          <w:rtl/>
        </w:rPr>
        <w:t xml:space="preserve"> </w:t>
      </w:r>
      <w:r w:rsidRPr="00843429">
        <w:t>about</w:t>
      </w:r>
      <w:r w:rsidRPr="00843429">
        <w:rPr>
          <w:rtl/>
        </w:rPr>
        <w:t xml:space="preserve"> </w:t>
      </w:r>
      <w:r w:rsidRPr="00843429">
        <w:t>the</w:t>
      </w:r>
      <w:r w:rsidRPr="00843429">
        <w:rPr>
          <w:rtl/>
        </w:rPr>
        <w:t xml:space="preserve"> </w:t>
      </w:r>
      <w:r w:rsidRPr="00843429">
        <w:t>Saying</w:t>
      </w:r>
      <w:r w:rsidRPr="00843429">
        <w:rPr>
          <w:rtl/>
        </w:rPr>
        <w:t xml:space="preserve"> </w:t>
      </w:r>
      <w:r w:rsidRPr="00843429">
        <w:t>of</w:t>
      </w:r>
      <w:r w:rsidRPr="00843429">
        <w:rPr>
          <w:rtl/>
        </w:rPr>
        <w:t xml:space="preserve"> </w:t>
      </w:r>
      <w:r w:rsidRPr="00843429">
        <w:t>The</w:t>
      </w:r>
      <w:r w:rsidRPr="00843429">
        <w:rPr>
          <w:rtl/>
        </w:rPr>
        <w:t xml:space="preserve"> </w:t>
      </w:r>
      <w:r w:rsidRPr="00843429">
        <w:t>Most</w:t>
      </w:r>
      <w:r w:rsidRPr="00843429">
        <w:rPr>
          <w:rtl/>
        </w:rPr>
        <w:t xml:space="preserve"> </w:t>
      </w:r>
      <w:r w:rsidRPr="00843429">
        <w:t>High</w:t>
      </w:r>
      <w:r w:rsidRPr="00843429">
        <w:rPr>
          <w:rtl/>
        </w:rPr>
        <w:t xml:space="preserve"> </w:t>
      </w:r>
      <w:r w:rsidRPr="00843429">
        <w:t>God: (And</w:t>
      </w:r>
      <w:r w:rsidRPr="00843429">
        <w:rPr>
          <w:rtl/>
        </w:rPr>
        <w:t xml:space="preserve"> </w:t>
      </w:r>
      <w:r w:rsidRPr="00843429">
        <w:t>say</w:t>
      </w:r>
      <w:r w:rsidRPr="00843429">
        <w:rPr>
          <w:rtl/>
        </w:rPr>
        <w:t xml:space="preserve"> </w:t>
      </w:r>
      <w:r w:rsidRPr="00843429">
        <w:t>]O</w:t>
      </w:r>
      <w:r w:rsidRPr="00843429">
        <w:rPr>
          <w:rtl/>
        </w:rPr>
        <w:t xml:space="preserve"> </w:t>
      </w:r>
      <w:r w:rsidRPr="00843429">
        <w:t>Mohammad</w:t>
      </w:r>
      <w:r w:rsidRPr="00843429">
        <w:rPr>
          <w:rtl/>
        </w:rPr>
        <w:t>], “</w:t>
      </w:r>
      <w:r w:rsidRPr="00843429">
        <w:t>Do</w:t>
      </w:r>
      <w:r w:rsidRPr="00843429">
        <w:rPr>
          <w:rtl/>
        </w:rPr>
        <w:t xml:space="preserve"> </w:t>
      </w:r>
      <w:r w:rsidRPr="00843429">
        <w:t>deeds</w:t>
      </w:r>
      <w:r w:rsidRPr="00843429">
        <w:rPr>
          <w:rtl/>
        </w:rPr>
        <w:t xml:space="preserve">! </w:t>
      </w:r>
      <w:r w:rsidRPr="00843429">
        <w:t>Allah</w:t>
      </w:r>
      <w:r w:rsidRPr="00843429">
        <w:rPr>
          <w:rtl/>
        </w:rPr>
        <w:t xml:space="preserve"> </w:t>
      </w:r>
      <w:r w:rsidRPr="00843429">
        <w:t>will</w:t>
      </w:r>
      <w:r w:rsidRPr="00843429">
        <w:rPr>
          <w:rtl/>
        </w:rPr>
        <w:t xml:space="preserve"> </w:t>
      </w:r>
      <w:r w:rsidRPr="00843429">
        <w:t>see</w:t>
      </w:r>
      <w:r w:rsidRPr="00843429">
        <w:rPr>
          <w:rtl/>
        </w:rPr>
        <w:t xml:space="preserve"> </w:t>
      </w:r>
      <w:r w:rsidRPr="00843429">
        <w:lastRenderedPageBreak/>
        <w:t>your</w:t>
      </w:r>
      <w:r w:rsidRPr="00843429">
        <w:rPr>
          <w:rtl/>
        </w:rPr>
        <w:t xml:space="preserve"> </w:t>
      </w:r>
      <w:r w:rsidRPr="00843429">
        <w:t>deeds, and</w:t>
      </w:r>
      <w:r w:rsidRPr="00843429">
        <w:rPr>
          <w:rtl/>
        </w:rPr>
        <w:t xml:space="preserve"> </w:t>
      </w:r>
      <w:r w:rsidRPr="00843429">
        <w:t>]so</w:t>
      </w:r>
      <w:r w:rsidRPr="00843429">
        <w:rPr>
          <w:rtl/>
        </w:rPr>
        <w:t xml:space="preserve"> </w:t>
      </w:r>
      <w:r w:rsidRPr="00843429">
        <w:t>will</w:t>
      </w:r>
      <w:r w:rsidRPr="00843429">
        <w:rPr>
          <w:rtl/>
        </w:rPr>
        <w:t xml:space="preserve">] </w:t>
      </w:r>
      <w:r w:rsidRPr="00843429">
        <w:t>His</w:t>
      </w:r>
      <w:r w:rsidRPr="00843429">
        <w:rPr>
          <w:rtl/>
        </w:rPr>
        <w:t xml:space="preserve"> </w:t>
      </w:r>
      <w:r w:rsidRPr="00843429">
        <w:t>Messenger</w:t>
      </w:r>
      <w:r w:rsidRPr="00843429">
        <w:rPr>
          <w:rtl/>
        </w:rPr>
        <w:t xml:space="preserve"> </w:t>
      </w:r>
      <w:r w:rsidRPr="00843429">
        <w:t>and</w:t>
      </w:r>
      <w:r w:rsidRPr="00843429">
        <w:rPr>
          <w:rtl/>
        </w:rPr>
        <w:t xml:space="preserve"> </w:t>
      </w:r>
      <w:r w:rsidRPr="00843429">
        <w:t>the</w:t>
      </w:r>
      <w:r w:rsidRPr="00843429">
        <w:rPr>
          <w:rtl/>
        </w:rPr>
        <w:t xml:space="preserve"> </w:t>
      </w:r>
      <w:r w:rsidRPr="00843429">
        <w:t>believers</w:t>
      </w:r>
      <w:r w:rsidRPr="00843429">
        <w:rPr>
          <w:rtl/>
        </w:rPr>
        <w:t>…)</w:t>
      </w:r>
      <w:r w:rsidRPr="00844CC1">
        <w:rPr>
          <w:rStyle w:val="libFootnotenumChar"/>
          <w:rtl/>
        </w:rPr>
        <w:endnoteReference w:id="103"/>
      </w:r>
      <w:r w:rsidRPr="00843429">
        <w:rPr>
          <w:rtl/>
        </w:rPr>
        <w:t xml:space="preserve"> </w:t>
      </w:r>
      <w:r w:rsidRPr="00843429">
        <w:t>He</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Fonts w:hint="cs"/>
          <w:rtl/>
        </w:rPr>
        <w:t>(</w:t>
      </w:r>
      <w:r w:rsidRPr="00843429">
        <w:rPr>
          <w:rtl/>
        </w:rPr>
        <w:t xml:space="preserve"> </w:t>
      </w:r>
      <w:r w:rsidRPr="00843429">
        <w:t xml:space="preserve">answered, </w:t>
      </w:r>
      <w:r w:rsidRPr="00843429">
        <w:rPr>
          <w:rtl/>
        </w:rPr>
        <w:t>‘</w:t>
      </w:r>
      <w:r w:rsidRPr="00843429">
        <w:t>They</w:t>
      </w:r>
      <w:r w:rsidRPr="00843429">
        <w:rPr>
          <w:rFonts w:hint="cs"/>
          <w:rtl/>
        </w:rPr>
        <w:t xml:space="preserve"> </w:t>
      </w:r>
      <w:r w:rsidRPr="00843429">
        <w:t>[the</w:t>
      </w:r>
      <w:r w:rsidRPr="00843429">
        <w:rPr>
          <w:rtl/>
        </w:rPr>
        <w:t xml:space="preserve"> </w:t>
      </w:r>
      <w:r w:rsidRPr="00843429">
        <w:t>believers]</w:t>
      </w:r>
      <w:r w:rsidRPr="00843429">
        <w:rPr>
          <w:rtl/>
        </w:rPr>
        <w:t xml:space="preserve"> </w:t>
      </w:r>
      <w:r w:rsidRPr="00843429">
        <w:t>are</w:t>
      </w:r>
      <w:r w:rsidRPr="00843429">
        <w:rPr>
          <w:rtl/>
        </w:rPr>
        <w:t xml:space="preserve"> </w:t>
      </w:r>
      <w:r w:rsidRPr="00843429">
        <w:t>the</w:t>
      </w:r>
      <w:r w:rsidRPr="00843429">
        <w:rPr>
          <w:rtl/>
        </w:rPr>
        <w:t xml:space="preserve"> </w:t>
      </w:r>
      <w:r w:rsidRPr="00843429">
        <w:t>Imams</w:t>
      </w:r>
      <w:r w:rsidRPr="00844CC1">
        <w:rPr>
          <w:rStyle w:val="libItalicChar"/>
        </w:rPr>
        <w:t xml:space="preserve"> (God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them</w:t>
      </w:r>
      <w:r w:rsidRPr="00844CC1">
        <w:rPr>
          <w:rStyle w:val="libItalicChar"/>
          <w:rFonts w:hint="cs"/>
          <w:rtl/>
        </w:rPr>
        <w:t>(</w:t>
      </w:r>
      <w:r w:rsidRPr="00843429">
        <w:rPr>
          <w:rtl/>
        </w:rPr>
        <w:t>. ’”</w:t>
      </w:r>
      <w:r w:rsidRPr="00844CC1">
        <w:rPr>
          <w:rStyle w:val="libFootnotenumChar"/>
          <w:rtl/>
        </w:rPr>
        <w:endnoteReference w:id="104"/>
      </w:r>
    </w:p>
    <w:p w:rsidR="00844CC1" w:rsidRPr="00843429" w:rsidRDefault="00844CC1" w:rsidP="00844CC1">
      <w:pPr>
        <w:pStyle w:val="libNormal"/>
        <w:rPr>
          <w:rtl/>
        </w:rPr>
      </w:pPr>
      <w:r w:rsidRPr="00843429">
        <w:t>3-</w:t>
      </w:r>
      <w:r w:rsidRPr="00843429">
        <w:rPr>
          <w:rtl/>
        </w:rPr>
        <w:t xml:space="preserve"> </w:t>
      </w:r>
      <w:r w:rsidRPr="00843429">
        <w:t>Ashamed</w:t>
      </w:r>
      <w:r w:rsidRPr="00843429">
        <w:rPr>
          <w:rtl/>
        </w:rPr>
        <w:t xml:space="preserve"> </w:t>
      </w:r>
      <w:r w:rsidRPr="00843429">
        <w:t>of</w:t>
      </w:r>
      <w:r w:rsidRPr="00843429">
        <w:rPr>
          <w:rtl/>
        </w:rPr>
        <w:t xml:space="preserve"> </w:t>
      </w:r>
      <w:r w:rsidRPr="00843429">
        <w:t>the</w:t>
      </w:r>
      <w:r w:rsidRPr="00843429">
        <w:rPr>
          <w:rtl/>
        </w:rPr>
        <w:t xml:space="preserve"> </w:t>
      </w:r>
      <w:r w:rsidRPr="00843429">
        <w:t>Angels: It</w:t>
      </w:r>
      <w:r w:rsidRPr="00843429">
        <w:rPr>
          <w:rtl/>
        </w:rPr>
        <w:t xml:space="preserve"> </w:t>
      </w:r>
      <w:r w:rsidRPr="00843429">
        <w:t>is</w:t>
      </w:r>
      <w:r w:rsidRPr="00843429">
        <w:rPr>
          <w:rtl/>
        </w:rPr>
        <w:t xml:space="preserve"> </w:t>
      </w:r>
      <w:r w:rsidRPr="00843429">
        <w:t>ascribed</w:t>
      </w:r>
      <w:r w:rsidRPr="00843429">
        <w:rPr>
          <w:rtl/>
        </w:rPr>
        <w:t xml:space="preserve"> </w:t>
      </w:r>
      <w:r w:rsidRPr="00843429">
        <w:t>to</w:t>
      </w:r>
      <w:r w:rsidRPr="00843429">
        <w:rPr>
          <w:rtl/>
        </w:rPr>
        <w:t xml:space="preserve"> </w:t>
      </w:r>
      <w:r w:rsidRPr="00843429">
        <w:t>God</w:t>
      </w:r>
      <w:r w:rsidRPr="00843429">
        <w:rPr>
          <w:rtl/>
        </w:rPr>
        <w:t>’</w:t>
      </w:r>
      <w:r w:rsidRPr="00843429">
        <w:t>s</w:t>
      </w:r>
      <w:r w:rsidRPr="00843429">
        <w:rPr>
          <w:rtl/>
        </w:rPr>
        <w:t xml:space="preserve"> </w:t>
      </w:r>
      <w:r w:rsidRPr="00843429">
        <w:t>prophet</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prayers</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his</w:t>
      </w:r>
      <w:r w:rsidRPr="00844CC1">
        <w:rPr>
          <w:rStyle w:val="libItalicChar"/>
          <w:rtl/>
        </w:rPr>
        <w:t xml:space="preserve"> </w:t>
      </w:r>
      <w:r w:rsidRPr="00844CC1">
        <w:rPr>
          <w:rStyle w:val="libItalicChar"/>
        </w:rPr>
        <w:t>Household</w:t>
      </w:r>
      <w:r w:rsidRPr="00844CC1">
        <w:rPr>
          <w:rStyle w:val="libItalicChar"/>
          <w:rtl/>
        </w:rPr>
        <w:t>)</w:t>
      </w:r>
      <w:r w:rsidRPr="00843429">
        <w:rPr>
          <w:rtl/>
        </w:rPr>
        <w:t xml:space="preserve"> </w:t>
      </w:r>
      <w:r w:rsidRPr="00843429">
        <w:t>that</w:t>
      </w:r>
      <w:r w:rsidRPr="00843429">
        <w:rPr>
          <w:rtl/>
        </w:rPr>
        <w:t xml:space="preserve"> </w:t>
      </w:r>
      <w:r w:rsidRPr="00843429">
        <w:t>he</w:t>
      </w:r>
      <w:r w:rsidRPr="00843429">
        <w:rPr>
          <w:rtl/>
        </w:rPr>
        <w:t xml:space="preserve"> </w:t>
      </w:r>
      <w:r w:rsidRPr="00843429">
        <w:t xml:space="preserve">said, </w:t>
      </w:r>
      <w:r w:rsidRPr="00843429">
        <w:rPr>
          <w:rtl/>
        </w:rPr>
        <w:t>“</w:t>
      </w:r>
      <w:r w:rsidRPr="00843429">
        <w:t>Let</w:t>
      </w:r>
      <w:r w:rsidRPr="00843429">
        <w:rPr>
          <w:rtl/>
        </w:rPr>
        <w:t xml:space="preserve"> </w:t>
      </w:r>
      <w:r w:rsidRPr="00843429">
        <w:t>everyone</w:t>
      </w:r>
      <w:r w:rsidRPr="00843429">
        <w:rPr>
          <w:rtl/>
        </w:rPr>
        <w:t xml:space="preserve"> </w:t>
      </w:r>
      <w:r w:rsidRPr="00843429">
        <w:t>be</w:t>
      </w:r>
      <w:r w:rsidRPr="00843429">
        <w:rPr>
          <w:rtl/>
        </w:rPr>
        <w:t xml:space="preserve"> </w:t>
      </w:r>
      <w:r w:rsidRPr="00843429">
        <w:t>ashamed</w:t>
      </w:r>
      <w:r w:rsidRPr="00843429">
        <w:rPr>
          <w:rtl/>
        </w:rPr>
        <w:t xml:space="preserve"> </w:t>
      </w:r>
      <w:r w:rsidRPr="00843429">
        <w:t>of</w:t>
      </w:r>
      <w:r w:rsidRPr="00843429">
        <w:rPr>
          <w:rtl/>
        </w:rPr>
        <w:t xml:space="preserve"> </w:t>
      </w:r>
      <w:r w:rsidRPr="00843429">
        <w:t>the</w:t>
      </w:r>
      <w:r w:rsidRPr="00843429">
        <w:rPr>
          <w:rtl/>
        </w:rPr>
        <w:t xml:space="preserve"> </w:t>
      </w:r>
      <w:r w:rsidRPr="00843429">
        <w:t>two</w:t>
      </w:r>
      <w:r w:rsidRPr="00843429">
        <w:rPr>
          <w:rtl/>
        </w:rPr>
        <w:t xml:space="preserve"> </w:t>
      </w:r>
      <w:r w:rsidRPr="00843429">
        <w:t>angels</w:t>
      </w:r>
      <w:r w:rsidRPr="00843429">
        <w:rPr>
          <w:rtl/>
        </w:rPr>
        <w:t xml:space="preserve"> </w:t>
      </w:r>
      <w:r w:rsidRPr="00843429">
        <w:t>who</w:t>
      </w:r>
      <w:r w:rsidRPr="00843429">
        <w:rPr>
          <w:rtl/>
        </w:rPr>
        <w:t xml:space="preserve"> </w:t>
      </w:r>
      <w:r w:rsidRPr="00843429">
        <w:t>are</w:t>
      </w:r>
      <w:r w:rsidRPr="00843429">
        <w:rPr>
          <w:rtl/>
        </w:rPr>
        <w:t xml:space="preserve"> </w:t>
      </w:r>
      <w:r w:rsidRPr="00843429">
        <w:t>with</w:t>
      </w:r>
      <w:r w:rsidRPr="00843429">
        <w:rPr>
          <w:rtl/>
        </w:rPr>
        <w:t xml:space="preserve"> </w:t>
      </w:r>
      <w:r w:rsidRPr="00843429">
        <w:t>him</w:t>
      </w:r>
      <w:r w:rsidRPr="00843429">
        <w:rPr>
          <w:rtl/>
        </w:rPr>
        <w:t xml:space="preserve"> </w:t>
      </w:r>
      <w:r w:rsidRPr="00843429">
        <w:t>as</w:t>
      </w:r>
      <w:r w:rsidRPr="00843429">
        <w:rPr>
          <w:rtl/>
        </w:rPr>
        <w:t xml:space="preserve"> </w:t>
      </w:r>
      <w:r w:rsidRPr="00843429">
        <w:t>he</w:t>
      </w:r>
      <w:r w:rsidRPr="00843429">
        <w:rPr>
          <w:rtl/>
        </w:rPr>
        <w:t xml:space="preserve"> </w:t>
      </w:r>
      <w:r w:rsidRPr="00843429">
        <w:t>is</w:t>
      </w:r>
      <w:r w:rsidRPr="00843429">
        <w:rPr>
          <w:rtl/>
        </w:rPr>
        <w:t xml:space="preserve"> </w:t>
      </w:r>
      <w:r w:rsidRPr="00843429">
        <w:t>ashamed</w:t>
      </w:r>
      <w:r w:rsidRPr="00843429">
        <w:rPr>
          <w:rtl/>
        </w:rPr>
        <w:t xml:space="preserve"> </w:t>
      </w:r>
      <w:r w:rsidRPr="00843429">
        <w:t>of</w:t>
      </w:r>
      <w:r w:rsidRPr="00843429">
        <w:rPr>
          <w:rtl/>
        </w:rPr>
        <w:t xml:space="preserve"> </w:t>
      </w:r>
      <w:r w:rsidRPr="00843429">
        <w:t>two</w:t>
      </w:r>
      <w:r w:rsidRPr="00843429">
        <w:rPr>
          <w:rtl/>
        </w:rPr>
        <w:t xml:space="preserve"> </w:t>
      </w:r>
      <w:r w:rsidRPr="00843429">
        <w:t>righteous</w:t>
      </w:r>
      <w:r w:rsidRPr="00843429">
        <w:rPr>
          <w:rtl/>
        </w:rPr>
        <w:t xml:space="preserve"> </w:t>
      </w:r>
      <w:r w:rsidRPr="00843429">
        <w:t>men</w:t>
      </w:r>
      <w:r w:rsidRPr="00843429">
        <w:rPr>
          <w:rtl/>
        </w:rPr>
        <w:t xml:space="preserve"> </w:t>
      </w:r>
      <w:r w:rsidRPr="00843429">
        <w:t>from</w:t>
      </w:r>
      <w:r w:rsidRPr="00843429">
        <w:rPr>
          <w:rtl/>
        </w:rPr>
        <w:t xml:space="preserve"> </w:t>
      </w:r>
      <w:r w:rsidRPr="00843429">
        <w:t>his</w:t>
      </w:r>
      <w:r w:rsidRPr="00843429">
        <w:rPr>
          <w:rtl/>
        </w:rPr>
        <w:t xml:space="preserve"> </w:t>
      </w:r>
      <w:r w:rsidRPr="00843429">
        <w:t>neighbors</w:t>
      </w:r>
      <w:r w:rsidRPr="00843429">
        <w:rPr>
          <w:rtl/>
        </w:rPr>
        <w:t xml:space="preserve"> </w:t>
      </w:r>
      <w:r w:rsidRPr="00843429">
        <w:t>and</w:t>
      </w:r>
      <w:r w:rsidRPr="00843429">
        <w:rPr>
          <w:rtl/>
        </w:rPr>
        <w:t xml:space="preserve"> </w:t>
      </w:r>
      <w:r w:rsidRPr="00843429">
        <w:t>who</w:t>
      </w:r>
      <w:r w:rsidRPr="00843429">
        <w:rPr>
          <w:rtl/>
        </w:rPr>
        <w:t xml:space="preserve"> </w:t>
      </w:r>
      <w:r w:rsidRPr="00843429">
        <w:t>are</w:t>
      </w:r>
      <w:r w:rsidRPr="00843429">
        <w:rPr>
          <w:rtl/>
        </w:rPr>
        <w:t xml:space="preserve"> </w:t>
      </w:r>
      <w:r w:rsidRPr="00843429">
        <w:t>with</w:t>
      </w:r>
      <w:r w:rsidRPr="00843429">
        <w:rPr>
          <w:rtl/>
        </w:rPr>
        <w:t xml:space="preserve"> </w:t>
      </w:r>
      <w:r w:rsidRPr="00843429">
        <w:t>him</w:t>
      </w:r>
      <w:r w:rsidRPr="00843429">
        <w:rPr>
          <w:rtl/>
        </w:rPr>
        <w:t xml:space="preserve"> </w:t>
      </w:r>
      <w:r w:rsidRPr="00843429">
        <w:t>day</w:t>
      </w:r>
      <w:r w:rsidRPr="00843429">
        <w:rPr>
          <w:rtl/>
        </w:rPr>
        <w:t xml:space="preserve"> </w:t>
      </w:r>
      <w:r w:rsidRPr="00843429">
        <w:t>and</w:t>
      </w:r>
      <w:r w:rsidRPr="00843429">
        <w:rPr>
          <w:rtl/>
        </w:rPr>
        <w:t xml:space="preserve"> </w:t>
      </w:r>
      <w:r w:rsidRPr="00843429">
        <w:t>night.”</w:t>
      </w:r>
      <w:r w:rsidRPr="00843429">
        <w:rPr>
          <w:rtl/>
        </w:rPr>
        <w:t xml:space="preserve"> </w:t>
      </w:r>
      <w:r w:rsidRPr="00844CC1">
        <w:rPr>
          <w:rStyle w:val="libFootnotenumChar"/>
          <w:rtl/>
        </w:rPr>
        <w:endnoteReference w:id="105"/>
      </w:r>
    </w:p>
    <w:p w:rsidR="00844CC1" w:rsidRPr="00843429" w:rsidRDefault="00844CC1" w:rsidP="00844CC1">
      <w:pPr>
        <w:pStyle w:val="libNormal"/>
        <w:rPr>
          <w:rtl/>
        </w:rPr>
      </w:pPr>
      <w:r w:rsidRPr="00843429">
        <w:t>4- Ashamed</w:t>
      </w:r>
      <w:r w:rsidRPr="00843429">
        <w:rPr>
          <w:rtl/>
        </w:rPr>
        <w:t xml:space="preserve"> </w:t>
      </w:r>
      <w:r w:rsidRPr="00843429">
        <w:t>of</w:t>
      </w:r>
      <w:r w:rsidRPr="00843429">
        <w:rPr>
          <w:rtl/>
        </w:rPr>
        <w:t xml:space="preserve"> </w:t>
      </w:r>
      <w:r w:rsidRPr="00843429">
        <w:t>the</w:t>
      </w:r>
      <w:r w:rsidRPr="00843429">
        <w:rPr>
          <w:rtl/>
        </w:rPr>
        <w:t xml:space="preserve"> </w:t>
      </w:r>
      <w:r w:rsidRPr="00843429">
        <w:t>People: It</w:t>
      </w:r>
      <w:r w:rsidRPr="00843429">
        <w:rPr>
          <w:rtl/>
        </w:rPr>
        <w:t xml:space="preserve"> </w:t>
      </w:r>
      <w:r w:rsidRPr="00843429">
        <w:t>is</w:t>
      </w:r>
      <w:r w:rsidRPr="00843429">
        <w:rPr>
          <w:rtl/>
        </w:rPr>
        <w:t xml:space="preserve"> </w:t>
      </w:r>
      <w:r w:rsidRPr="00843429">
        <w:t>ascribed</w:t>
      </w:r>
      <w:r w:rsidRPr="00843429">
        <w:rPr>
          <w:rtl/>
        </w:rPr>
        <w:t xml:space="preserve"> </w:t>
      </w:r>
      <w:r w:rsidRPr="00843429">
        <w:t>to</w:t>
      </w:r>
      <w:r w:rsidRPr="00843429">
        <w:rPr>
          <w:rtl/>
        </w:rPr>
        <w:t xml:space="preserve"> </w:t>
      </w:r>
      <w:r w:rsidRPr="00843429">
        <w:t>Imam</w:t>
      </w:r>
      <w:r w:rsidRPr="00843429">
        <w:rPr>
          <w:rtl/>
        </w:rPr>
        <w:t xml:space="preserve"> </w:t>
      </w:r>
      <w:r w:rsidRPr="00843429">
        <w:t>Ali</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w:t>
      </w:r>
      <w:r w:rsidRPr="00843429">
        <w:rPr>
          <w:rtl/>
        </w:rPr>
        <w:t xml:space="preserve"> </w:t>
      </w:r>
      <w:r w:rsidRPr="00843429">
        <w:t>that</w:t>
      </w:r>
      <w:r w:rsidRPr="00843429">
        <w:rPr>
          <w:rtl/>
        </w:rPr>
        <w:t xml:space="preserve"> </w:t>
      </w:r>
      <w:r w:rsidRPr="00843429">
        <w:t>he</w:t>
      </w:r>
      <w:r w:rsidRPr="00843429">
        <w:rPr>
          <w:rtl/>
        </w:rPr>
        <w:t xml:space="preserve"> </w:t>
      </w:r>
      <w:r w:rsidRPr="00843429">
        <w:t xml:space="preserve">said, </w:t>
      </w:r>
      <w:r w:rsidRPr="00843429">
        <w:rPr>
          <w:rtl/>
        </w:rPr>
        <w:t>“</w:t>
      </w:r>
      <w:r w:rsidRPr="00843429">
        <w:t>He</w:t>
      </w:r>
      <w:r w:rsidRPr="00843429">
        <w:rPr>
          <w:rtl/>
        </w:rPr>
        <w:t xml:space="preserve"> </w:t>
      </w:r>
      <w:r w:rsidRPr="00843429">
        <w:t>who</w:t>
      </w:r>
      <w:r w:rsidRPr="00843429">
        <w:rPr>
          <w:rtl/>
        </w:rPr>
        <w:t xml:space="preserve"> </w:t>
      </w:r>
      <w:r w:rsidRPr="00843429">
        <w:t>is</w:t>
      </w:r>
      <w:r w:rsidRPr="00843429">
        <w:rPr>
          <w:rtl/>
        </w:rPr>
        <w:t xml:space="preserve"> </w:t>
      </w:r>
      <w:r w:rsidRPr="00843429">
        <w:t>not</w:t>
      </w:r>
      <w:r w:rsidRPr="00843429">
        <w:rPr>
          <w:rtl/>
        </w:rPr>
        <w:t xml:space="preserve"> </w:t>
      </w:r>
      <w:r w:rsidRPr="00843429">
        <w:t>ashamed</w:t>
      </w:r>
      <w:r w:rsidRPr="00843429">
        <w:rPr>
          <w:rtl/>
        </w:rPr>
        <w:t xml:space="preserve"> </w:t>
      </w:r>
      <w:r w:rsidRPr="00843429">
        <w:t>of</w:t>
      </w:r>
      <w:r w:rsidRPr="00843429">
        <w:rPr>
          <w:rtl/>
        </w:rPr>
        <w:t xml:space="preserve"> </w:t>
      </w:r>
      <w:r w:rsidRPr="00843429">
        <w:t>the</w:t>
      </w:r>
      <w:r w:rsidRPr="00843429">
        <w:rPr>
          <w:rtl/>
        </w:rPr>
        <w:t xml:space="preserve"> </w:t>
      </w:r>
      <w:r w:rsidRPr="00843429">
        <w:t>people</w:t>
      </w:r>
      <w:r w:rsidRPr="00843429">
        <w:rPr>
          <w:rtl/>
        </w:rPr>
        <w:t xml:space="preserve"> </w:t>
      </w:r>
      <w:r w:rsidRPr="00843429">
        <w:t>is</w:t>
      </w:r>
      <w:r w:rsidRPr="00843429">
        <w:rPr>
          <w:rtl/>
        </w:rPr>
        <w:t xml:space="preserve"> </w:t>
      </w:r>
      <w:r w:rsidRPr="00843429">
        <w:t>not</w:t>
      </w:r>
      <w:r w:rsidRPr="00843429">
        <w:rPr>
          <w:rtl/>
        </w:rPr>
        <w:t xml:space="preserve"> </w:t>
      </w:r>
      <w:r w:rsidRPr="00843429">
        <w:t>ashamed</w:t>
      </w:r>
      <w:r w:rsidRPr="00843429">
        <w:rPr>
          <w:rtl/>
        </w:rPr>
        <w:t xml:space="preserve"> </w:t>
      </w:r>
      <w:r w:rsidRPr="00843429">
        <w:t>of</w:t>
      </w:r>
      <w:r w:rsidRPr="00843429">
        <w:rPr>
          <w:rtl/>
        </w:rPr>
        <w:t xml:space="preserve"> </w:t>
      </w:r>
      <w:r w:rsidRPr="00843429">
        <w:t>The</w:t>
      </w:r>
      <w:r w:rsidRPr="00843429">
        <w:rPr>
          <w:rtl/>
        </w:rPr>
        <w:t xml:space="preserve"> </w:t>
      </w:r>
      <w:r w:rsidRPr="00843429">
        <w:t>Most</w:t>
      </w:r>
      <w:r w:rsidRPr="00843429">
        <w:rPr>
          <w:rtl/>
        </w:rPr>
        <w:t xml:space="preserve"> </w:t>
      </w:r>
      <w:r w:rsidRPr="00843429">
        <w:t>Glorified</w:t>
      </w:r>
      <w:r w:rsidRPr="00843429">
        <w:rPr>
          <w:rtl/>
        </w:rPr>
        <w:t xml:space="preserve"> </w:t>
      </w:r>
      <w:r w:rsidRPr="00843429">
        <w:t>God.”</w:t>
      </w:r>
      <w:r w:rsidRPr="00844CC1">
        <w:rPr>
          <w:rStyle w:val="libFootnotenumChar"/>
          <w:rtl/>
        </w:rPr>
        <w:endnoteReference w:id="106"/>
      </w:r>
    </w:p>
    <w:p w:rsidR="002E0242" w:rsidRDefault="00844CC1" w:rsidP="00844CC1">
      <w:pPr>
        <w:pStyle w:val="libNormal"/>
        <w:rPr>
          <w:rtl/>
        </w:rPr>
      </w:pPr>
      <w:r w:rsidRPr="00843429">
        <w:t>5- Ashamed</w:t>
      </w:r>
      <w:r w:rsidRPr="00843429">
        <w:rPr>
          <w:rtl/>
        </w:rPr>
        <w:t xml:space="preserve"> </w:t>
      </w:r>
      <w:r w:rsidRPr="00843429">
        <w:t>of</w:t>
      </w:r>
      <w:r w:rsidRPr="00843429">
        <w:rPr>
          <w:rtl/>
        </w:rPr>
        <w:t xml:space="preserve"> </w:t>
      </w:r>
      <w:r w:rsidRPr="00843429">
        <w:t>the</w:t>
      </w:r>
      <w:r w:rsidRPr="00843429">
        <w:rPr>
          <w:rtl/>
        </w:rPr>
        <w:t xml:space="preserve"> </w:t>
      </w:r>
      <w:r w:rsidRPr="00843429">
        <w:t>Self: It</w:t>
      </w:r>
      <w:r w:rsidRPr="00843429">
        <w:rPr>
          <w:rtl/>
        </w:rPr>
        <w:t xml:space="preserve"> </w:t>
      </w:r>
      <w:r w:rsidRPr="00843429">
        <w:t>is</w:t>
      </w:r>
      <w:r w:rsidRPr="00843429">
        <w:rPr>
          <w:rtl/>
        </w:rPr>
        <w:t xml:space="preserve"> </w:t>
      </w:r>
      <w:r w:rsidRPr="00843429">
        <w:t>ascribed</w:t>
      </w:r>
      <w:r w:rsidRPr="00843429">
        <w:rPr>
          <w:rtl/>
        </w:rPr>
        <w:t xml:space="preserve"> </w:t>
      </w:r>
      <w:r w:rsidRPr="00843429">
        <w:t>to</w:t>
      </w:r>
      <w:r w:rsidRPr="00843429">
        <w:rPr>
          <w:rtl/>
        </w:rPr>
        <w:t xml:space="preserve"> </w:t>
      </w:r>
      <w:r w:rsidRPr="00843429">
        <w:t>Imam</w:t>
      </w:r>
      <w:r w:rsidRPr="00843429">
        <w:rPr>
          <w:rtl/>
        </w:rPr>
        <w:t xml:space="preserve"> </w:t>
      </w:r>
      <w:r w:rsidRPr="00843429">
        <w:t>Ali</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w:t>
      </w:r>
      <w:r w:rsidRPr="00843429">
        <w:rPr>
          <w:rtl/>
        </w:rPr>
        <w:t xml:space="preserve"> </w:t>
      </w:r>
      <w:r w:rsidRPr="00843429">
        <w:t>that</w:t>
      </w:r>
      <w:r w:rsidRPr="00843429">
        <w:rPr>
          <w:rtl/>
        </w:rPr>
        <w:t xml:space="preserve"> </w:t>
      </w:r>
      <w:r w:rsidRPr="00843429">
        <w:t>he</w:t>
      </w:r>
      <w:r w:rsidRPr="00843429">
        <w:rPr>
          <w:rtl/>
        </w:rPr>
        <w:t xml:space="preserve"> </w:t>
      </w:r>
      <w:r w:rsidRPr="00843429">
        <w:t xml:space="preserve">said, </w:t>
      </w:r>
      <w:r w:rsidRPr="00843429">
        <w:rPr>
          <w:rtl/>
        </w:rPr>
        <w:t>“</w:t>
      </w:r>
      <w:r w:rsidRPr="00843429">
        <w:t>The</w:t>
      </w:r>
      <w:r w:rsidRPr="00843429">
        <w:rPr>
          <w:rtl/>
        </w:rPr>
        <w:t xml:space="preserve"> </w:t>
      </w:r>
      <w:r w:rsidRPr="00843429">
        <w:t>best</w:t>
      </w:r>
      <w:r w:rsidRPr="00843429">
        <w:rPr>
          <w:rtl/>
        </w:rPr>
        <w:t xml:space="preserve"> </w:t>
      </w:r>
      <w:r w:rsidRPr="00843429">
        <w:t>ashamedness</w:t>
      </w:r>
      <w:r w:rsidRPr="00843429">
        <w:rPr>
          <w:rtl/>
        </w:rPr>
        <w:t xml:space="preserve"> </w:t>
      </w:r>
      <w:r w:rsidRPr="00843429">
        <w:t>is</w:t>
      </w:r>
      <w:r w:rsidRPr="00843429">
        <w:rPr>
          <w:rtl/>
        </w:rPr>
        <w:t xml:space="preserve"> </w:t>
      </w:r>
      <w:r w:rsidRPr="00843429">
        <w:t>your</w:t>
      </w:r>
      <w:r w:rsidRPr="00843429">
        <w:rPr>
          <w:rtl/>
        </w:rPr>
        <w:t xml:space="preserve"> </w:t>
      </w:r>
      <w:r w:rsidRPr="00843429">
        <w:t>ashamedness</w:t>
      </w:r>
      <w:r w:rsidRPr="00843429">
        <w:rPr>
          <w:rtl/>
        </w:rPr>
        <w:t xml:space="preserve"> </w:t>
      </w:r>
      <w:r w:rsidRPr="00843429">
        <w:t>of</w:t>
      </w:r>
      <w:r w:rsidRPr="00843429">
        <w:rPr>
          <w:rtl/>
        </w:rPr>
        <w:t xml:space="preserve"> </w:t>
      </w:r>
      <w:r w:rsidRPr="00843429">
        <w:t>your</w:t>
      </w:r>
      <w:r w:rsidRPr="00843429">
        <w:rPr>
          <w:rtl/>
        </w:rPr>
        <w:t xml:space="preserve"> </w:t>
      </w:r>
      <w:r w:rsidRPr="00843429">
        <w:t>self.”</w:t>
      </w:r>
      <w:r w:rsidRPr="00844CC1">
        <w:rPr>
          <w:rStyle w:val="libFootnotenumChar"/>
          <w:rtl/>
        </w:rPr>
        <w:endnoteReference w:id="107"/>
      </w:r>
    </w:p>
    <w:p w:rsidR="00844CC1" w:rsidRPr="00843429" w:rsidRDefault="00844CC1" w:rsidP="00844CC1">
      <w:pPr>
        <w:pStyle w:val="libNormal"/>
        <w:rPr>
          <w:rtl/>
        </w:rPr>
      </w:pPr>
      <w:r w:rsidRPr="00843429">
        <w:rPr>
          <w:rtl/>
        </w:rPr>
        <w:t xml:space="preserve">- </w:t>
      </w:r>
      <w:r w:rsidRPr="00843429">
        <w:t>Abstinence</w:t>
      </w:r>
      <w:r w:rsidRPr="00843429">
        <w:rPr>
          <w:rtl/>
        </w:rPr>
        <w:t xml:space="preserve"> </w:t>
      </w:r>
      <w:r w:rsidRPr="00843429">
        <w:t>from</w:t>
      </w:r>
      <w:r w:rsidRPr="00843429">
        <w:rPr>
          <w:rtl/>
        </w:rPr>
        <w:t xml:space="preserve"> </w:t>
      </w:r>
      <w:r w:rsidRPr="00843429">
        <w:t>the</w:t>
      </w:r>
      <w:r w:rsidRPr="00843429">
        <w:rPr>
          <w:rtl/>
        </w:rPr>
        <w:t xml:space="preserve"> </w:t>
      </w:r>
      <w:r w:rsidRPr="00843429">
        <w:t>desire: It</w:t>
      </w:r>
      <w:r w:rsidRPr="00843429">
        <w:rPr>
          <w:rtl/>
        </w:rPr>
        <w:t xml:space="preserve"> </w:t>
      </w:r>
      <w:r w:rsidRPr="00843429">
        <w:t>is</w:t>
      </w:r>
      <w:r w:rsidRPr="00843429">
        <w:rPr>
          <w:rtl/>
        </w:rPr>
        <w:t xml:space="preserve"> </w:t>
      </w:r>
      <w:r w:rsidRPr="00843429">
        <w:t>ascribed</w:t>
      </w:r>
      <w:r w:rsidRPr="00843429">
        <w:rPr>
          <w:rtl/>
        </w:rPr>
        <w:t xml:space="preserve"> </w:t>
      </w:r>
      <w:r w:rsidRPr="00843429">
        <w:t>to</w:t>
      </w:r>
      <w:r w:rsidRPr="00843429">
        <w:rPr>
          <w:rtl/>
        </w:rPr>
        <w:t xml:space="preserve"> </w:t>
      </w:r>
      <w:r w:rsidRPr="00843429">
        <w:t>Imam</w:t>
      </w:r>
      <w:r w:rsidRPr="00843429">
        <w:rPr>
          <w:rtl/>
        </w:rPr>
        <w:t xml:space="preserve"> </w:t>
      </w:r>
      <w:r w:rsidRPr="00843429">
        <w:t>Ali</w:t>
      </w:r>
      <w:r w:rsidRPr="00843429">
        <w:rPr>
          <w:rtl/>
        </w:rPr>
        <w:t xml:space="preserve"> </w:t>
      </w:r>
      <w:r w:rsidRPr="00843429">
        <w:t>ibn</w:t>
      </w:r>
      <w:r w:rsidRPr="00843429">
        <w:rPr>
          <w:rtl/>
        </w:rPr>
        <w:t xml:space="preserve"> </w:t>
      </w:r>
      <w:r w:rsidRPr="00843429">
        <w:t>Abi</w:t>
      </w:r>
      <w:r w:rsidRPr="00843429">
        <w:rPr>
          <w:rtl/>
        </w:rPr>
        <w:t xml:space="preserve"> </w:t>
      </w:r>
      <w:r w:rsidRPr="00843429">
        <w:t>Taleb</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w:t>
      </w:r>
      <w:r w:rsidRPr="00843429">
        <w:rPr>
          <w:rtl/>
        </w:rPr>
        <w:t xml:space="preserve"> </w:t>
      </w:r>
      <w:r w:rsidRPr="00843429">
        <w:t>that</w:t>
      </w:r>
      <w:r w:rsidRPr="00843429">
        <w:rPr>
          <w:rtl/>
        </w:rPr>
        <w:t xml:space="preserve"> </w:t>
      </w:r>
      <w:r w:rsidRPr="00843429">
        <w:t>he</w:t>
      </w:r>
      <w:r w:rsidRPr="00843429">
        <w:rPr>
          <w:rtl/>
        </w:rPr>
        <w:t xml:space="preserve"> </w:t>
      </w:r>
      <w:r w:rsidRPr="00843429">
        <w:t xml:space="preserve">said, </w:t>
      </w:r>
      <w:r w:rsidRPr="00843429">
        <w:rPr>
          <w:rtl/>
        </w:rPr>
        <w:t>“</w:t>
      </w:r>
      <w:r w:rsidRPr="00843429">
        <w:t>Abstinence</w:t>
      </w:r>
      <w:r w:rsidRPr="00843429">
        <w:rPr>
          <w:rtl/>
        </w:rPr>
        <w:t xml:space="preserve"> </w:t>
      </w:r>
      <w:r w:rsidRPr="00843429">
        <w:t>from</w:t>
      </w:r>
      <w:r w:rsidRPr="00843429">
        <w:rPr>
          <w:rtl/>
        </w:rPr>
        <w:t xml:space="preserve"> </w:t>
      </w:r>
      <w:r w:rsidRPr="00843429">
        <w:t>the</w:t>
      </w:r>
      <w:r w:rsidRPr="00843429">
        <w:rPr>
          <w:rtl/>
        </w:rPr>
        <w:t xml:space="preserve"> </w:t>
      </w:r>
      <w:r w:rsidRPr="00843429">
        <w:t>desire</w:t>
      </w:r>
      <w:r w:rsidRPr="00843429">
        <w:rPr>
          <w:rtl/>
        </w:rPr>
        <w:t xml:space="preserve"> </w:t>
      </w:r>
      <w:r w:rsidRPr="00843429">
        <w:t>is</w:t>
      </w:r>
      <w:r w:rsidRPr="00843429">
        <w:rPr>
          <w:rtl/>
        </w:rPr>
        <w:t xml:space="preserve"> </w:t>
      </w:r>
      <w:r w:rsidRPr="00843429">
        <w:t>chastity.”</w:t>
      </w:r>
      <w:r w:rsidRPr="00844CC1">
        <w:rPr>
          <w:rStyle w:val="libFootnotenumChar"/>
          <w:rtl/>
        </w:rPr>
        <w:endnoteReference w:id="108"/>
      </w:r>
    </w:p>
    <w:p w:rsidR="00844CC1" w:rsidRPr="00843429" w:rsidRDefault="00844CC1" w:rsidP="00844CC1">
      <w:pPr>
        <w:pStyle w:val="libNormal"/>
        <w:rPr>
          <w:rtl/>
        </w:rPr>
      </w:pPr>
      <w:r w:rsidRPr="00843429">
        <w:rPr>
          <w:rtl/>
        </w:rPr>
        <w:t xml:space="preserve">- </w:t>
      </w:r>
      <w:r w:rsidRPr="00843429">
        <w:t>Asceticism: It</w:t>
      </w:r>
      <w:r w:rsidRPr="00843429">
        <w:rPr>
          <w:rtl/>
        </w:rPr>
        <w:t xml:space="preserve"> </w:t>
      </w:r>
      <w:r w:rsidRPr="00843429">
        <w:t>is</w:t>
      </w:r>
      <w:r w:rsidRPr="00843429">
        <w:rPr>
          <w:rtl/>
        </w:rPr>
        <w:t xml:space="preserve"> </w:t>
      </w:r>
      <w:r w:rsidRPr="00843429">
        <w:t>also</w:t>
      </w:r>
      <w:r w:rsidRPr="00843429">
        <w:rPr>
          <w:rtl/>
        </w:rPr>
        <w:t xml:space="preserve"> </w:t>
      </w:r>
      <w:r w:rsidRPr="00843429">
        <w:t>ascribed</w:t>
      </w:r>
      <w:r w:rsidRPr="00843429">
        <w:rPr>
          <w:rtl/>
        </w:rPr>
        <w:t xml:space="preserve"> </w:t>
      </w:r>
      <w:r w:rsidRPr="00843429">
        <w:t>to</w:t>
      </w:r>
      <w:r w:rsidRPr="00843429">
        <w:rPr>
          <w:rtl/>
        </w:rPr>
        <w:t xml:space="preserve"> </w:t>
      </w:r>
      <w:r w:rsidRPr="00843429">
        <w:t>Imam</w:t>
      </w:r>
      <w:r w:rsidRPr="00843429">
        <w:rPr>
          <w:rtl/>
        </w:rPr>
        <w:t xml:space="preserve"> </w:t>
      </w:r>
      <w:r w:rsidRPr="00843429">
        <w:t>Ali</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her</w:t>
      </w:r>
      <w:r w:rsidRPr="00844CC1">
        <w:rPr>
          <w:rStyle w:val="libItalicChar"/>
          <w:rtl/>
        </w:rPr>
        <w:t>)</w:t>
      </w:r>
      <w:r w:rsidRPr="00843429">
        <w:rPr>
          <w:rtl/>
        </w:rPr>
        <w:t xml:space="preserve"> </w:t>
      </w:r>
      <w:r w:rsidRPr="00843429">
        <w:t>that</w:t>
      </w:r>
      <w:r w:rsidRPr="00843429">
        <w:rPr>
          <w:rtl/>
        </w:rPr>
        <w:t xml:space="preserve"> </w:t>
      </w:r>
      <w:r w:rsidRPr="00843429">
        <w:t>he</w:t>
      </w:r>
      <w:r w:rsidRPr="00843429">
        <w:rPr>
          <w:rtl/>
        </w:rPr>
        <w:t xml:space="preserve"> </w:t>
      </w:r>
      <w:r w:rsidRPr="00843429">
        <w:t xml:space="preserve">said, </w:t>
      </w:r>
      <w:r w:rsidRPr="00843429">
        <w:rPr>
          <w:rtl/>
        </w:rPr>
        <w:t>“</w:t>
      </w:r>
      <w:r w:rsidRPr="00843429">
        <w:t>Chastity</w:t>
      </w:r>
      <w:r w:rsidRPr="00843429">
        <w:rPr>
          <w:rtl/>
        </w:rPr>
        <w:t xml:space="preserve"> </w:t>
      </w:r>
      <w:r w:rsidRPr="00843429">
        <w:t>is</w:t>
      </w:r>
      <w:r w:rsidRPr="00843429">
        <w:rPr>
          <w:rtl/>
        </w:rPr>
        <w:t xml:space="preserve"> </w:t>
      </w:r>
      <w:r w:rsidRPr="00843429">
        <w:t>asceticism.”</w:t>
      </w:r>
      <w:r w:rsidRPr="00844CC1">
        <w:rPr>
          <w:rStyle w:val="libFootnotenumChar"/>
          <w:rtl/>
        </w:rPr>
        <w:endnoteReference w:id="109"/>
      </w:r>
    </w:p>
    <w:p w:rsidR="00844CC1" w:rsidRPr="00843429" w:rsidRDefault="00844CC1" w:rsidP="00844CC1">
      <w:pPr>
        <w:pStyle w:val="libNormal"/>
        <w:rPr>
          <w:rtl/>
        </w:rPr>
      </w:pPr>
      <w:r w:rsidRPr="00843429">
        <w:rPr>
          <w:rtl/>
        </w:rPr>
        <w:t xml:space="preserve">- </w:t>
      </w:r>
      <w:r w:rsidRPr="00843429">
        <w:t>Protection</w:t>
      </w:r>
      <w:r w:rsidRPr="00843429">
        <w:rPr>
          <w:rtl/>
        </w:rPr>
        <w:t xml:space="preserve"> </w:t>
      </w:r>
      <w:r w:rsidRPr="00843429">
        <w:t>of</w:t>
      </w:r>
      <w:r w:rsidRPr="00843429">
        <w:rPr>
          <w:rtl/>
        </w:rPr>
        <w:t xml:space="preserve"> </w:t>
      </w:r>
      <w:r w:rsidRPr="00843429">
        <w:t>the</w:t>
      </w:r>
      <w:r w:rsidRPr="00843429">
        <w:rPr>
          <w:rtl/>
        </w:rPr>
        <w:t xml:space="preserve"> </w:t>
      </w:r>
      <w:r w:rsidRPr="00843429">
        <w:t>soul</w:t>
      </w:r>
      <w:r w:rsidRPr="00843429">
        <w:rPr>
          <w:rtl/>
        </w:rPr>
        <w:t xml:space="preserve"> </w:t>
      </w:r>
      <w:r w:rsidRPr="00843429">
        <w:t>and</w:t>
      </w:r>
      <w:r w:rsidRPr="00843429">
        <w:rPr>
          <w:rtl/>
        </w:rPr>
        <w:t xml:space="preserve"> </w:t>
      </w:r>
      <w:r w:rsidRPr="00843429">
        <w:t>abstinence</w:t>
      </w:r>
      <w:r w:rsidRPr="00843429">
        <w:rPr>
          <w:rtl/>
        </w:rPr>
        <w:t xml:space="preserve"> </w:t>
      </w:r>
      <w:r w:rsidRPr="00843429">
        <w:t>from</w:t>
      </w:r>
      <w:r w:rsidRPr="00843429">
        <w:rPr>
          <w:rtl/>
        </w:rPr>
        <w:t xml:space="preserve"> </w:t>
      </w:r>
      <w:r w:rsidRPr="00843429">
        <w:t>everything</w:t>
      </w:r>
      <w:r w:rsidRPr="00843429">
        <w:rPr>
          <w:rtl/>
        </w:rPr>
        <w:t xml:space="preserve"> </w:t>
      </w:r>
      <w:r w:rsidRPr="00843429">
        <w:t>mean: It</w:t>
      </w:r>
      <w:r w:rsidRPr="00843429">
        <w:rPr>
          <w:rtl/>
        </w:rPr>
        <w:t xml:space="preserve"> </w:t>
      </w:r>
      <w:r w:rsidRPr="00843429">
        <w:t>is</w:t>
      </w:r>
      <w:r w:rsidRPr="00843429">
        <w:rPr>
          <w:rtl/>
        </w:rPr>
        <w:t xml:space="preserve"> </w:t>
      </w:r>
      <w:r w:rsidRPr="00843429">
        <w:t>also</w:t>
      </w:r>
      <w:r w:rsidRPr="00843429">
        <w:rPr>
          <w:rtl/>
        </w:rPr>
        <w:t xml:space="preserve"> </w:t>
      </w:r>
      <w:r w:rsidRPr="00843429">
        <w:t>ascribed</w:t>
      </w:r>
      <w:r w:rsidRPr="00843429">
        <w:rPr>
          <w:rtl/>
        </w:rPr>
        <w:t xml:space="preserve"> </w:t>
      </w:r>
      <w:r w:rsidRPr="00843429">
        <w:t>to</w:t>
      </w:r>
      <w:r w:rsidRPr="00843429">
        <w:rPr>
          <w:rtl/>
        </w:rPr>
        <w:t xml:space="preserve"> </w:t>
      </w:r>
      <w:r w:rsidRPr="00843429">
        <w:t>Imam</w:t>
      </w:r>
      <w:r w:rsidRPr="00843429">
        <w:rPr>
          <w:rtl/>
        </w:rPr>
        <w:t xml:space="preserve"> </w:t>
      </w:r>
      <w:r w:rsidRPr="00843429">
        <w:t>Ali</w:t>
      </w:r>
      <w:r>
        <w:t xml:space="preserve"> (</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Pr>
          <w:rStyle w:val="libItalicChar"/>
        </w:rPr>
        <w:t xml:space="preserve">) </w:t>
      </w:r>
      <w:r w:rsidRPr="00843429">
        <w:t>that</w:t>
      </w:r>
      <w:r w:rsidRPr="00843429">
        <w:rPr>
          <w:rtl/>
        </w:rPr>
        <w:t xml:space="preserve"> </w:t>
      </w:r>
      <w:r w:rsidRPr="00843429">
        <w:t>he</w:t>
      </w:r>
      <w:r w:rsidRPr="00843429">
        <w:rPr>
          <w:rtl/>
        </w:rPr>
        <w:t xml:space="preserve"> </w:t>
      </w:r>
      <w:r w:rsidRPr="00843429">
        <w:t xml:space="preserve">said, </w:t>
      </w:r>
      <w:r w:rsidRPr="00843429">
        <w:rPr>
          <w:rtl/>
        </w:rPr>
        <w:t>“</w:t>
      </w:r>
      <w:r w:rsidRPr="00843429">
        <w:t>Chastity</w:t>
      </w:r>
      <w:r w:rsidRPr="00843429">
        <w:rPr>
          <w:rtl/>
        </w:rPr>
        <w:t xml:space="preserve"> </w:t>
      </w:r>
      <w:r w:rsidRPr="00843429">
        <w:t>protects</w:t>
      </w:r>
      <w:r w:rsidRPr="00843429">
        <w:rPr>
          <w:rtl/>
        </w:rPr>
        <w:t xml:space="preserve"> </w:t>
      </w:r>
      <w:r w:rsidRPr="00843429">
        <w:t>the</w:t>
      </w:r>
      <w:r w:rsidRPr="00843429">
        <w:rPr>
          <w:rtl/>
        </w:rPr>
        <w:t xml:space="preserve"> </w:t>
      </w:r>
      <w:r w:rsidRPr="00843429">
        <w:t>soul</w:t>
      </w:r>
      <w:r w:rsidRPr="00843429">
        <w:rPr>
          <w:rtl/>
        </w:rPr>
        <w:t xml:space="preserve"> </w:t>
      </w:r>
      <w:r w:rsidRPr="00843429">
        <w:t>and</w:t>
      </w:r>
      <w:r w:rsidRPr="00843429">
        <w:rPr>
          <w:rtl/>
        </w:rPr>
        <w:t xml:space="preserve"> </w:t>
      </w:r>
      <w:r w:rsidRPr="00843429">
        <w:t>abstains</w:t>
      </w:r>
      <w:r w:rsidRPr="00843429">
        <w:rPr>
          <w:rtl/>
        </w:rPr>
        <w:t xml:space="preserve"> </w:t>
      </w:r>
      <w:r w:rsidRPr="00843429">
        <w:t>it</w:t>
      </w:r>
      <w:r w:rsidRPr="00843429">
        <w:rPr>
          <w:rtl/>
        </w:rPr>
        <w:t xml:space="preserve"> </w:t>
      </w:r>
      <w:r w:rsidRPr="00843429">
        <w:t>from</w:t>
      </w:r>
      <w:r w:rsidRPr="00843429">
        <w:rPr>
          <w:rtl/>
        </w:rPr>
        <w:t xml:space="preserve"> </w:t>
      </w:r>
      <w:r w:rsidRPr="00843429">
        <w:t>the</w:t>
      </w:r>
      <w:r w:rsidRPr="00843429">
        <w:rPr>
          <w:rtl/>
        </w:rPr>
        <w:t xml:space="preserve"> </w:t>
      </w:r>
      <w:r w:rsidRPr="00843429">
        <w:t>low</w:t>
      </w:r>
      <w:r w:rsidRPr="00843429">
        <w:rPr>
          <w:rtl/>
        </w:rPr>
        <w:t xml:space="preserve"> </w:t>
      </w:r>
      <w:r w:rsidRPr="00843429">
        <w:t>things.”</w:t>
      </w:r>
      <w:r w:rsidRPr="00844CC1">
        <w:rPr>
          <w:rStyle w:val="libFootnotenumChar"/>
          <w:rtl/>
        </w:rPr>
        <w:endnoteReference w:id="110"/>
      </w:r>
    </w:p>
    <w:p w:rsidR="00844CC1" w:rsidRPr="00843429" w:rsidRDefault="00844CC1" w:rsidP="00844CC1">
      <w:pPr>
        <w:pStyle w:val="libNormal"/>
        <w:rPr>
          <w:rtl/>
        </w:rPr>
      </w:pPr>
      <w:r w:rsidRPr="00843429">
        <w:rPr>
          <w:rFonts w:hint="cs"/>
          <w:rtl/>
        </w:rPr>
        <w:t>1</w:t>
      </w:r>
      <w:r w:rsidRPr="00843429">
        <w:t>- Abstinence</w:t>
      </w:r>
      <w:r w:rsidRPr="00843429">
        <w:rPr>
          <w:rtl/>
        </w:rPr>
        <w:t xml:space="preserve"> </w:t>
      </w:r>
      <w:r w:rsidRPr="00843429">
        <w:t>from</w:t>
      </w:r>
      <w:r w:rsidRPr="00843429">
        <w:rPr>
          <w:rtl/>
        </w:rPr>
        <w:t xml:space="preserve"> </w:t>
      </w:r>
      <w:r w:rsidRPr="00843429">
        <w:t>Disclosing</w:t>
      </w:r>
      <w:r w:rsidRPr="00843429">
        <w:rPr>
          <w:rtl/>
        </w:rPr>
        <w:t xml:space="preserve"> </w:t>
      </w:r>
      <w:r w:rsidRPr="00843429">
        <w:t>the</w:t>
      </w:r>
      <w:r w:rsidRPr="00843429">
        <w:rPr>
          <w:rtl/>
        </w:rPr>
        <w:t xml:space="preserve"> </w:t>
      </w:r>
      <w:r w:rsidRPr="00843429">
        <w:t>Financial</w:t>
      </w:r>
      <w:r w:rsidRPr="00843429">
        <w:rPr>
          <w:rtl/>
        </w:rPr>
        <w:t xml:space="preserve"> </w:t>
      </w:r>
      <w:r w:rsidRPr="00843429">
        <w:t>Need: The</w:t>
      </w:r>
      <w:r w:rsidRPr="00843429">
        <w:rPr>
          <w:rtl/>
        </w:rPr>
        <w:t xml:space="preserve"> </w:t>
      </w:r>
      <w:r w:rsidRPr="00843429">
        <w:t>Most</w:t>
      </w:r>
      <w:r w:rsidRPr="00843429">
        <w:rPr>
          <w:rtl/>
        </w:rPr>
        <w:t xml:space="preserve"> </w:t>
      </w:r>
      <w:r w:rsidRPr="00843429">
        <w:t>High</w:t>
      </w:r>
      <w:r w:rsidRPr="00843429">
        <w:rPr>
          <w:rtl/>
        </w:rPr>
        <w:t xml:space="preserve"> </w:t>
      </w:r>
      <w:r w:rsidRPr="00843429">
        <w:t>God</w:t>
      </w:r>
      <w:r w:rsidRPr="00843429">
        <w:rPr>
          <w:rtl/>
        </w:rPr>
        <w:t xml:space="preserve"> </w:t>
      </w:r>
      <w:r w:rsidRPr="00843429">
        <w:t>says, ([Charity</w:t>
      </w:r>
      <w:r w:rsidRPr="00843429">
        <w:rPr>
          <w:rtl/>
        </w:rPr>
        <w:t xml:space="preserve"> </w:t>
      </w:r>
      <w:r w:rsidRPr="00843429">
        <w:t>is]</w:t>
      </w:r>
      <w:r w:rsidRPr="00843429">
        <w:rPr>
          <w:rtl/>
        </w:rPr>
        <w:t xml:space="preserve"> </w:t>
      </w:r>
      <w:r w:rsidRPr="00843429">
        <w:t>for</w:t>
      </w:r>
      <w:r w:rsidRPr="00843429">
        <w:rPr>
          <w:rtl/>
        </w:rPr>
        <w:t xml:space="preserve"> </w:t>
      </w:r>
      <w:r w:rsidRPr="00843429">
        <w:t>the</w:t>
      </w:r>
      <w:r w:rsidRPr="00843429">
        <w:rPr>
          <w:rtl/>
        </w:rPr>
        <w:t xml:space="preserve"> </w:t>
      </w:r>
      <w:r w:rsidRPr="00843429">
        <w:t>poor</w:t>
      </w:r>
      <w:r w:rsidRPr="00843429">
        <w:rPr>
          <w:rtl/>
        </w:rPr>
        <w:t xml:space="preserve"> </w:t>
      </w:r>
      <w:r w:rsidRPr="00843429">
        <w:t>who</w:t>
      </w:r>
      <w:r w:rsidRPr="00843429">
        <w:rPr>
          <w:rtl/>
        </w:rPr>
        <w:t xml:space="preserve"> </w:t>
      </w:r>
      <w:r w:rsidRPr="00843429">
        <w:t>in</w:t>
      </w:r>
      <w:r w:rsidRPr="00843429">
        <w:rPr>
          <w:rtl/>
        </w:rPr>
        <w:t xml:space="preserve"> </w:t>
      </w:r>
      <w:r w:rsidRPr="00843429">
        <w:t>Allah</w:t>
      </w:r>
      <w:r w:rsidRPr="00843429">
        <w:rPr>
          <w:rtl/>
        </w:rPr>
        <w:t>’</w:t>
      </w:r>
      <w:r w:rsidRPr="00843429">
        <w:t>s</w:t>
      </w:r>
      <w:r w:rsidRPr="00843429">
        <w:rPr>
          <w:rtl/>
        </w:rPr>
        <w:t xml:space="preserve"> </w:t>
      </w:r>
      <w:r w:rsidRPr="00843429">
        <w:t>Cause</w:t>
      </w:r>
      <w:r w:rsidRPr="00843429">
        <w:rPr>
          <w:rtl/>
        </w:rPr>
        <w:t xml:space="preserve"> </w:t>
      </w:r>
      <w:r w:rsidRPr="00843429">
        <w:t>are</w:t>
      </w:r>
      <w:r w:rsidRPr="00843429">
        <w:rPr>
          <w:rtl/>
        </w:rPr>
        <w:t xml:space="preserve"> </w:t>
      </w:r>
      <w:r w:rsidRPr="00843429">
        <w:t>restricted</w:t>
      </w:r>
      <w:r w:rsidRPr="00843429">
        <w:rPr>
          <w:rtl/>
        </w:rPr>
        <w:t xml:space="preserve"> </w:t>
      </w:r>
      <w:r w:rsidRPr="00843429">
        <w:t>[from</w:t>
      </w:r>
      <w:r w:rsidRPr="00843429">
        <w:rPr>
          <w:rtl/>
        </w:rPr>
        <w:t xml:space="preserve"> </w:t>
      </w:r>
      <w:r w:rsidRPr="00843429">
        <w:t>travel]</w:t>
      </w:r>
      <w:r w:rsidRPr="00843429">
        <w:rPr>
          <w:rtl/>
        </w:rPr>
        <w:t xml:space="preserve"> </w:t>
      </w:r>
      <w:r w:rsidRPr="00843429">
        <w:t>and</w:t>
      </w:r>
      <w:r w:rsidRPr="00843429">
        <w:rPr>
          <w:rtl/>
        </w:rPr>
        <w:t xml:space="preserve"> </w:t>
      </w:r>
      <w:r w:rsidRPr="00843429">
        <w:t>can</w:t>
      </w:r>
      <w:r w:rsidRPr="00843429">
        <w:rPr>
          <w:rtl/>
        </w:rPr>
        <w:t xml:space="preserve"> </w:t>
      </w:r>
      <w:r w:rsidRPr="00843429">
        <w:t>not</w:t>
      </w:r>
      <w:r w:rsidRPr="00843429">
        <w:rPr>
          <w:rtl/>
        </w:rPr>
        <w:t xml:space="preserve"> </w:t>
      </w:r>
      <w:r w:rsidRPr="00843429">
        <w:t>move</w:t>
      </w:r>
      <w:r w:rsidRPr="00843429">
        <w:rPr>
          <w:rtl/>
        </w:rPr>
        <w:t xml:space="preserve"> </w:t>
      </w:r>
      <w:r w:rsidRPr="00843429">
        <w:t>about</w:t>
      </w:r>
      <w:r w:rsidRPr="00843429">
        <w:rPr>
          <w:rtl/>
        </w:rPr>
        <w:t xml:space="preserve"> </w:t>
      </w:r>
      <w:r w:rsidRPr="00843429">
        <w:t>in</w:t>
      </w:r>
      <w:r w:rsidRPr="00843429">
        <w:rPr>
          <w:rtl/>
        </w:rPr>
        <w:t xml:space="preserve"> </w:t>
      </w:r>
      <w:r w:rsidRPr="00843429">
        <w:t>the</w:t>
      </w:r>
      <w:r w:rsidRPr="00843429">
        <w:rPr>
          <w:rtl/>
        </w:rPr>
        <w:t xml:space="preserve"> </w:t>
      </w:r>
      <w:r w:rsidRPr="00843429">
        <w:t>land</w:t>
      </w:r>
      <w:r w:rsidRPr="00843429">
        <w:rPr>
          <w:rtl/>
        </w:rPr>
        <w:t xml:space="preserve"> </w:t>
      </w:r>
      <w:r w:rsidRPr="00843429">
        <w:t>[for</w:t>
      </w:r>
      <w:r w:rsidRPr="00843429">
        <w:rPr>
          <w:rtl/>
        </w:rPr>
        <w:t xml:space="preserve"> </w:t>
      </w:r>
      <w:r w:rsidRPr="00843429">
        <w:t>trade</w:t>
      </w:r>
      <w:r w:rsidRPr="00843429">
        <w:rPr>
          <w:rtl/>
        </w:rPr>
        <w:t xml:space="preserve"> </w:t>
      </w:r>
      <w:r w:rsidRPr="00843429">
        <w:t>or</w:t>
      </w:r>
      <w:r w:rsidRPr="00843429">
        <w:rPr>
          <w:rtl/>
        </w:rPr>
        <w:t xml:space="preserve"> </w:t>
      </w:r>
      <w:r w:rsidRPr="00843429">
        <w:t>work]. The</w:t>
      </w:r>
      <w:r w:rsidRPr="00843429">
        <w:rPr>
          <w:rtl/>
        </w:rPr>
        <w:t xml:space="preserve"> </w:t>
      </w:r>
      <w:r w:rsidRPr="00843429">
        <w:t>one</w:t>
      </w:r>
      <w:r w:rsidRPr="00843429">
        <w:rPr>
          <w:rtl/>
        </w:rPr>
        <w:t xml:space="preserve"> </w:t>
      </w:r>
      <w:r w:rsidRPr="00843429">
        <w:t>who</w:t>
      </w:r>
      <w:r w:rsidRPr="00843429">
        <w:rPr>
          <w:rtl/>
        </w:rPr>
        <w:t xml:space="preserve"> </w:t>
      </w:r>
      <w:r w:rsidRPr="00843429">
        <w:t>knows</w:t>
      </w:r>
      <w:r w:rsidRPr="00843429">
        <w:rPr>
          <w:rtl/>
        </w:rPr>
        <w:t xml:space="preserve"> </w:t>
      </w:r>
      <w:r w:rsidRPr="00843429">
        <w:t>them</w:t>
      </w:r>
      <w:r w:rsidRPr="00843429">
        <w:rPr>
          <w:rtl/>
        </w:rPr>
        <w:t xml:space="preserve"> </w:t>
      </w:r>
      <w:r w:rsidRPr="00843429">
        <w:t>not</w:t>
      </w:r>
      <w:r w:rsidRPr="00843429">
        <w:rPr>
          <w:rtl/>
        </w:rPr>
        <w:t xml:space="preserve"> </w:t>
      </w:r>
      <w:r w:rsidRPr="00843429">
        <w:t>thinks</w:t>
      </w:r>
      <w:r w:rsidRPr="00843429">
        <w:rPr>
          <w:rtl/>
        </w:rPr>
        <w:t xml:space="preserve"> </w:t>
      </w:r>
      <w:r w:rsidRPr="00843429">
        <w:t>that</w:t>
      </w:r>
      <w:r w:rsidRPr="00843429">
        <w:rPr>
          <w:rtl/>
        </w:rPr>
        <w:t xml:space="preserve"> </w:t>
      </w:r>
      <w:r w:rsidRPr="00843429">
        <w:t>they</w:t>
      </w:r>
      <w:r w:rsidRPr="00843429">
        <w:rPr>
          <w:rtl/>
        </w:rPr>
        <w:t xml:space="preserve"> </w:t>
      </w:r>
      <w:r w:rsidRPr="00843429">
        <w:t>are</w:t>
      </w:r>
      <w:r w:rsidRPr="00843429">
        <w:rPr>
          <w:rtl/>
        </w:rPr>
        <w:t xml:space="preserve"> </w:t>
      </w:r>
      <w:r w:rsidRPr="00843429">
        <w:t>rich</w:t>
      </w:r>
      <w:r w:rsidRPr="00843429">
        <w:rPr>
          <w:rtl/>
        </w:rPr>
        <w:t xml:space="preserve"> </w:t>
      </w:r>
      <w:r w:rsidRPr="00843429">
        <w:t>because</w:t>
      </w:r>
      <w:r w:rsidRPr="00843429">
        <w:rPr>
          <w:rtl/>
        </w:rPr>
        <w:t xml:space="preserve"> </w:t>
      </w:r>
      <w:r w:rsidRPr="00843429">
        <w:t>of</w:t>
      </w:r>
      <w:r w:rsidRPr="00843429">
        <w:rPr>
          <w:rtl/>
        </w:rPr>
        <w:t xml:space="preserve"> </w:t>
      </w:r>
      <w:r w:rsidRPr="00843429">
        <w:t>their</w:t>
      </w:r>
      <w:r w:rsidRPr="00843429">
        <w:rPr>
          <w:rtl/>
        </w:rPr>
        <w:t xml:space="preserve"> </w:t>
      </w:r>
      <w:r w:rsidRPr="00843429">
        <w:t>modesty</w:t>
      </w:r>
      <w:r w:rsidRPr="00843429">
        <w:rPr>
          <w:rtl/>
        </w:rPr>
        <w:t>…)</w:t>
      </w:r>
      <w:r w:rsidRPr="00844CC1">
        <w:rPr>
          <w:rStyle w:val="libFootnotenumChar"/>
          <w:rtl/>
        </w:rPr>
        <w:endnoteReference w:id="111"/>
      </w:r>
      <w:r w:rsidRPr="00843429">
        <w:rPr>
          <w:rtl/>
        </w:rPr>
        <w:t xml:space="preserve"> </w:t>
      </w:r>
      <w:r w:rsidRPr="00843429">
        <w:t>It</w:t>
      </w:r>
      <w:r w:rsidRPr="00843429">
        <w:rPr>
          <w:rtl/>
        </w:rPr>
        <w:t xml:space="preserve"> </w:t>
      </w:r>
      <w:r w:rsidRPr="00843429">
        <w:t>is</w:t>
      </w:r>
      <w:r w:rsidRPr="00843429">
        <w:rPr>
          <w:rtl/>
        </w:rPr>
        <w:t xml:space="preserve"> </w:t>
      </w:r>
      <w:r w:rsidRPr="00843429">
        <w:t>ascribed</w:t>
      </w:r>
      <w:r w:rsidRPr="00843429">
        <w:rPr>
          <w:rtl/>
        </w:rPr>
        <w:t xml:space="preserve"> </w:t>
      </w:r>
      <w:r w:rsidRPr="00843429">
        <w:t>to</w:t>
      </w:r>
      <w:r w:rsidRPr="00843429">
        <w:rPr>
          <w:rtl/>
        </w:rPr>
        <w:t xml:space="preserve"> </w:t>
      </w:r>
      <w:r w:rsidRPr="00843429">
        <w:t>Imam</w:t>
      </w:r>
      <w:r w:rsidRPr="00843429">
        <w:rPr>
          <w:rtl/>
        </w:rPr>
        <w:t xml:space="preserve"> </w:t>
      </w:r>
      <w:r w:rsidRPr="00843429">
        <w:t>Ali</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w:t>
      </w:r>
      <w:r w:rsidRPr="00843429">
        <w:rPr>
          <w:rtl/>
        </w:rPr>
        <w:t xml:space="preserve"> </w:t>
      </w:r>
      <w:r w:rsidRPr="00843429">
        <w:t>that</w:t>
      </w:r>
      <w:r w:rsidRPr="00843429">
        <w:rPr>
          <w:rtl/>
        </w:rPr>
        <w:t xml:space="preserve"> </w:t>
      </w:r>
      <w:r w:rsidRPr="00843429">
        <w:t>he</w:t>
      </w:r>
      <w:r w:rsidRPr="00843429">
        <w:rPr>
          <w:rtl/>
        </w:rPr>
        <w:t xml:space="preserve"> </w:t>
      </w:r>
      <w:r w:rsidRPr="00843429">
        <w:t xml:space="preserve">said, </w:t>
      </w:r>
      <w:r w:rsidRPr="00843429">
        <w:rPr>
          <w:rtl/>
        </w:rPr>
        <w:t>“</w:t>
      </w:r>
      <w:r w:rsidRPr="00843429">
        <w:t>Chastity</w:t>
      </w:r>
      <w:r w:rsidRPr="00843429">
        <w:rPr>
          <w:rtl/>
        </w:rPr>
        <w:t xml:space="preserve"> </w:t>
      </w:r>
      <w:r w:rsidRPr="00843429">
        <w:t>is</w:t>
      </w:r>
      <w:r w:rsidRPr="00843429">
        <w:rPr>
          <w:rtl/>
        </w:rPr>
        <w:t xml:space="preserve"> </w:t>
      </w:r>
      <w:r w:rsidRPr="00843429">
        <w:t>the</w:t>
      </w:r>
      <w:r w:rsidRPr="00843429">
        <w:rPr>
          <w:rtl/>
        </w:rPr>
        <w:t xml:space="preserve"> </w:t>
      </w:r>
      <w:r w:rsidRPr="00843429">
        <w:t>adornment</w:t>
      </w:r>
      <w:r w:rsidRPr="00843429">
        <w:rPr>
          <w:rtl/>
        </w:rPr>
        <w:t xml:space="preserve"> </w:t>
      </w:r>
      <w:r w:rsidRPr="00843429">
        <w:t>of</w:t>
      </w:r>
      <w:r w:rsidRPr="00843429">
        <w:rPr>
          <w:rtl/>
        </w:rPr>
        <w:t xml:space="preserve"> </w:t>
      </w:r>
      <w:r w:rsidRPr="00843429">
        <w:t>poverty.”</w:t>
      </w:r>
      <w:r w:rsidRPr="00844CC1">
        <w:rPr>
          <w:rStyle w:val="libFootnotenumChar"/>
          <w:rtl/>
        </w:rPr>
        <w:endnoteReference w:id="112"/>
      </w:r>
    </w:p>
    <w:p w:rsidR="00844CC1" w:rsidRPr="00843429" w:rsidRDefault="00844CC1" w:rsidP="00844CC1">
      <w:pPr>
        <w:pStyle w:val="libNormal"/>
        <w:rPr>
          <w:rtl/>
        </w:rPr>
      </w:pPr>
      <w:r w:rsidRPr="00843429">
        <w:t>2-</w:t>
      </w:r>
      <w:r w:rsidRPr="00843429">
        <w:rPr>
          <w:rtl/>
        </w:rPr>
        <w:t xml:space="preserve"> </w:t>
      </w:r>
      <w:r w:rsidRPr="00843429">
        <w:t>Chastity</w:t>
      </w:r>
      <w:r w:rsidRPr="00843429">
        <w:rPr>
          <w:rtl/>
        </w:rPr>
        <w:t xml:space="preserve"> </w:t>
      </w:r>
      <w:r w:rsidRPr="00843429">
        <w:t>as</w:t>
      </w:r>
      <w:r w:rsidRPr="00843429">
        <w:rPr>
          <w:rtl/>
        </w:rPr>
        <w:t xml:space="preserve"> </w:t>
      </w:r>
      <w:r w:rsidRPr="00843429">
        <w:t>Regards</w:t>
      </w:r>
      <w:r w:rsidRPr="00843429">
        <w:rPr>
          <w:rtl/>
        </w:rPr>
        <w:t xml:space="preserve"> </w:t>
      </w:r>
      <w:r w:rsidRPr="00843429">
        <w:t>Insistence</w:t>
      </w:r>
      <w:r w:rsidRPr="00843429">
        <w:rPr>
          <w:rtl/>
        </w:rPr>
        <w:t xml:space="preserve"> </w:t>
      </w:r>
      <w:r w:rsidRPr="00843429">
        <w:t>on</w:t>
      </w:r>
      <w:r w:rsidRPr="00843429">
        <w:rPr>
          <w:rtl/>
        </w:rPr>
        <w:t xml:space="preserve"> </w:t>
      </w:r>
      <w:r w:rsidRPr="00843429">
        <w:t>the</w:t>
      </w:r>
      <w:r w:rsidRPr="00843429">
        <w:rPr>
          <w:rtl/>
        </w:rPr>
        <w:t xml:space="preserve"> </w:t>
      </w:r>
      <w:r w:rsidRPr="00843429">
        <w:t>Veil: The</w:t>
      </w:r>
      <w:r w:rsidRPr="00843429">
        <w:rPr>
          <w:rtl/>
        </w:rPr>
        <w:t xml:space="preserve"> </w:t>
      </w:r>
      <w:r w:rsidRPr="00843429">
        <w:t>Most</w:t>
      </w:r>
      <w:r w:rsidRPr="00843429">
        <w:rPr>
          <w:rtl/>
        </w:rPr>
        <w:t xml:space="preserve"> </w:t>
      </w:r>
      <w:r w:rsidRPr="00843429">
        <w:t>High</w:t>
      </w:r>
      <w:r w:rsidRPr="00843429">
        <w:rPr>
          <w:rtl/>
        </w:rPr>
        <w:t xml:space="preserve"> </w:t>
      </w:r>
      <w:r w:rsidRPr="00843429">
        <w:t>God</w:t>
      </w:r>
      <w:r w:rsidRPr="00843429">
        <w:rPr>
          <w:rtl/>
        </w:rPr>
        <w:t xml:space="preserve"> </w:t>
      </w:r>
      <w:r w:rsidRPr="00843429">
        <w:t>says, (And</w:t>
      </w:r>
      <w:r w:rsidRPr="00843429">
        <w:rPr>
          <w:rtl/>
        </w:rPr>
        <w:t xml:space="preserve"> </w:t>
      </w:r>
      <w:r w:rsidRPr="00843429">
        <w:t>as</w:t>
      </w:r>
      <w:r w:rsidRPr="00843429">
        <w:rPr>
          <w:rtl/>
        </w:rPr>
        <w:t xml:space="preserve"> </w:t>
      </w:r>
      <w:r w:rsidRPr="00843429">
        <w:t>for</w:t>
      </w:r>
      <w:r w:rsidRPr="00843429">
        <w:rPr>
          <w:rtl/>
        </w:rPr>
        <w:t xml:space="preserve"> </w:t>
      </w:r>
      <w:r w:rsidRPr="00843429">
        <w:t>women</w:t>
      </w:r>
      <w:r w:rsidRPr="00843429">
        <w:rPr>
          <w:rtl/>
        </w:rPr>
        <w:t xml:space="preserve"> </w:t>
      </w:r>
      <w:r w:rsidRPr="00843429">
        <w:t>past</w:t>
      </w:r>
      <w:r w:rsidRPr="00843429">
        <w:rPr>
          <w:rtl/>
        </w:rPr>
        <w:t xml:space="preserve"> </w:t>
      </w:r>
      <w:r w:rsidRPr="00843429">
        <w:t>child</w:t>
      </w:r>
      <w:r w:rsidRPr="00843429">
        <w:rPr>
          <w:rtl/>
        </w:rPr>
        <w:t xml:space="preserve"> </w:t>
      </w:r>
      <w:r w:rsidRPr="00843429">
        <w:t>bearing</w:t>
      </w:r>
      <w:r w:rsidRPr="00843429">
        <w:rPr>
          <w:rtl/>
        </w:rPr>
        <w:t xml:space="preserve"> </w:t>
      </w:r>
      <w:r w:rsidRPr="00843429">
        <w:t>who</w:t>
      </w:r>
      <w:r w:rsidRPr="00843429">
        <w:rPr>
          <w:rtl/>
        </w:rPr>
        <w:t xml:space="preserve"> </w:t>
      </w:r>
      <w:r w:rsidRPr="00843429">
        <w:t>do</w:t>
      </w:r>
      <w:r w:rsidRPr="00843429">
        <w:rPr>
          <w:rtl/>
        </w:rPr>
        <w:t xml:space="preserve"> </w:t>
      </w:r>
      <w:r w:rsidRPr="00843429">
        <w:t>not</w:t>
      </w:r>
      <w:r w:rsidRPr="00843429">
        <w:rPr>
          <w:rtl/>
        </w:rPr>
        <w:t xml:space="preserve"> </w:t>
      </w:r>
      <w:r w:rsidRPr="00843429">
        <w:t>expect</w:t>
      </w:r>
      <w:r w:rsidRPr="00843429">
        <w:rPr>
          <w:rtl/>
        </w:rPr>
        <w:t xml:space="preserve"> </w:t>
      </w:r>
      <w:r w:rsidRPr="00843429">
        <w:t>wed</w:t>
      </w:r>
      <w:r w:rsidRPr="00843429">
        <w:rPr>
          <w:rtl/>
        </w:rPr>
        <w:t xml:space="preserve"> </w:t>
      </w:r>
      <w:r w:rsidRPr="00843429">
        <w:t>lock, it</w:t>
      </w:r>
      <w:r w:rsidRPr="00843429">
        <w:rPr>
          <w:rtl/>
        </w:rPr>
        <w:t xml:space="preserve"> </w:t>
      </w:r>
      <w:r w:rsidRPr="00843429">
        <w:t>is</w:t>
      </w:r>
      <w:r w:rsidRPr="00843429">
        <w:rPr>
          <w:rtl/>
        </w:rPr>
        <w:t xml:space="preserve"> </w:t>
      </w:r>
      <w:r w:rsidRPr="00843429">
        <w:t>no</w:t>
      </w:r>
      <w:r w:rsidRPr="00843429">
        <w:rPr>
          <w:rtl/>
        </w:rPr>
        <w:t xml:space="preserve"> </w:t>
      </w:r>
      <w:r w:rsidRPr="00843429">
        <w:t>sin</w:t>
      </w:r>
      <w:r w:rsidRPr="00843429">
        <w:rPr>
          <w:rtl/>
        </w:rPr>
        <w:t xml:space="preserve"> </w:t>
      </w:r>
      <w:r w:rsidRPr="00843429">
        <w:t>on</w:t>
      </w:r>
      <w:r w:rsidRPr="00843429">
        <w:rPr>
          <w:rtl/>
        </w:rPr>
        <w:t xml:space="preserve"> </w:t>
      </w:r>
      <w:r w:rsidRPr="00843429">
        <w:t>them</w:t>
      </w:r>
      <w:r w:rsidRPr="00843429">
        <w:rPr>
          <w:rtl/>
        </w:rPr>
        <w:t xml:space="preserve"> </w:t>
      </w:r>
      <w:r w:rsidRPr="00843429">
        <w:t>if</w:t>
      </w:r>
      <w:r w:rsidRPr="00843429">
        <w:rPr>
          <w:rtl/>
        </w:rPr>
        <w:t xml:space="preserve"> </w:t>
      </w:r>
      <w:r w:rsidRPr="00843429">
        <w:t>they</w:t>
      </w:r>
      <w:r w:rsidRPr="00843429">
        <w:rPr>
          <w:rtl/>
        </w:rPr>
        <w:t xml:space="preserve"> </w:t>
      </w:r>
      <w:r w:rsidRPr="00843429">
        <w:t>discard</w:t>
      </w:r>
      <w:r w:rsidRPr="00843429">
        <w:rPr>
          <w:rtl/>
        </w:rPr>
        <w:t xml:space="preserve"> </w:t>
      </w:r>
      <w:r w:rsidRPr="00843429">
        <w:t>their</w:t>
      </w:r>
      <w:r w:rsidRPr="00843429">
        <w:rPr>
          <w:rtl/>
        </w:rPr>
        <w:t xml:space="preserve"> </w:t>
      </w:r>
      <w:r w:rsidRPr="00843429">
        <w:t>[outer]</w:t>
      </w:r>
      <w:r w:rsidRPr="00843429">
        <w:rPr>
          <w:rtl/>
        </w:rPr>
        <w:t xml:space="preserve"> </w:t>
      </w:r>
      <w:r w:rsidRPr="00843429">
        <w:t>clothing</w:t>
      </w:r>
      <w:r w:rsidRPr="00843429">
        <w:rPr>
          <w:rtl/>
        </w:rPr>
        <w:t xml:space="preserve"> </w:t>
      </w:r>
      <w:r w:rsidRPr="00843429">
        <w:t>in</w:t>
      </w:r>
      <w:r w:rsidRPr="00843429">
        <w:rPr>
          <w:rtl/>
        </w:rPr>
        <w:t xml:space="preserve"> </w:t>
      </w:r>
      <w:r w:rsidRPr="00843429">
        <w:t>such</w:t>
      </w:r>
      <w:r w:rsidRPr="00843429">
        <w:rPr>
          <w:rtl/>
        </w:rPr>
        <w:t xml:space="preserve"> </w:t>
      </w:r>
      <w:r w:rsidRPr="00843429">
        <w:t>a</w:t>
      </w:r>
      <w:r w:rsidRPr="00843429">
        <w:rPr>
          <w:rtl/>
        </w:rPr>
        <w:t xml:space="preserve"> </w:t>
      </w:r>
      <w:r w:rsidRPr="00843429">
        <w:t>way</w:t>
      </w:r>
      <w:r w:rsidRPr="00843429">
        <w:rPr>
          <w:rtl/>
        </w:rPr>
        <w:t xml:space="preserve"> </w:t>
      </w:r>
      <w:r w:rsidRPr="00843429">
        <w:t>as</w:t>
      </w:r>
      <w:r w:rsidRPr="00843429">
        <w:rPr>
          <w:rtl/>
        </w:rPr>
        <w:t xml:space="preserve"> </w:t>
      </w:r>
      <w:r w:rsidRPr="00843429">
        <w:t>not</w:t>
      </w:r>
      <w:r w:rsidRPr="00843429">
        <w:rPr>
          <w:rtl/>
        </w:rPr>
        <w:t xml:space="preserve"> </w:t>
      </w:r>
      <w:r w:rsidRPr="00843429">
        <w:t>to</w:t>
      </w:r>
      <w:r w:rsidRPr="00843429">
        <w:rPr>
          <w:rtl/>
        </w:rPr>
        <w:t xml:space="preserve"> </w:t>
      </w:r>
      <w:r w:rsidRPr="00843429">
        <w:t>show</w:t>
      </w:r>
      <w:r w:rsidRPr="00843429">
        <w:rPr>
          <w:rtl/>
        </w:rPr>
        <w:t xml:space="preserve"> </w:t>
      </w:r>
      <w:r w:rsidRPr="00843429">
        <w:t>their</w:t>
      </w:r>
      <w:r w:rsidRPr="00843429">
        <w:rPr>
          <w:rtl/>
        </w:rPr>
        <w:t xml:space="preserve"> </w:t>
      </w:r>
      <w:r w:rsidRPr="00843429">
        <w:t>adornment. But</w:t>
      </w:r>
      <w:r w:rsidRPr="00843429">
        <w:rPr>
          <w:rtl/>
        </w:rPr>
        <w:t xml:space="preserve"> </w:t>
      </w:r>
      <w:r w:rsidRPr="00843429">
        <w:t>to</w:t>
      </w:r>
      <w:r w:rsidRPr="00843429">
        <w:rPr>
          <w:rtl/>
        </w:rPr>
        <w:t xml:space="preserve"> </w:t>
      </w:r>
      <w:r w:rsidRPr="00843429">
        <w:t>refrain</w:t>
      </w:r>
      <w:r w:rsidRPr="00843429">
        <w:rPr>
          <w:rtl/>
        </w:rPr>
        <w:t xml:space="preserve"> </w:t>
      </w:r>
      <w:r w:rsidRPr="00843429">
        <w:t>[i. e. not</w:t>
      </w:r>
      <w:r w:rsidRPr="00843429">
        <w:rPr>
          <w:rtl/>
        </w:rPr>
        <w:t xml:space="preserve"> </w:t>
      </w:r>
      <w:r w:rsidRPr="00843429">
        <w:t>to</w:t>
      </w:r>
      <w:r w:rsidRPr="00843429">
        <w:rPr>
          <w:rtl/>
        </w:rPr>
        <w:t xml:space="preserve"> </w:t>
      </w:r>
      <w:r w:rsidRPr="00843429">
        <w:t>discard</w:t>
      </w:r>
      <w:r w:rsidRPr="00843429">
        <w:rPr>
          <w:rtl/>
        </w:rPr>
        <w:t xml:space="preserve"> </w:t>
      </w:r>
      <w:r w:rsidRPr="00843429">
        <w:t>their</w:t>
      </w:r>
      <w:r w:rsidRPr="00843429">
        <w:rPr>
          <w:rtl/>
        </w:rPr>
        <w:t xml:space="preserve"> </w:t>
      </w:r>
      <w:r w:rsidRPr="00843429">
        <w:t>outer</w:t>
      </w:r>
      <w:r w:rsidRPr="00843429">
        <w:rPr>
          <w:rtl/>
        </w:rPr>
        <w:t xml:space="preserve"> </w:t>
      </w:r>
      <w:r w:rsidRPr="00843429">
        <w:t>clothing]</w:t>
      </w:r>
      <w:r w:rsidRPr="00843429">
        <w:rPr>
          <w:rtl/>
        </w:rPr>
        <w:t xml:space="preserve"> </w:t>
      </w:r>
      <w:r w:rsidRPr="00843429">
        <w:t>is</w:t>
      </w:r>
      <w:r w:rsidRPr="00843429">
        <w:rPr>
          <w:rtl/>
        </w:rPr>
        <w:t xml:space="preserve"> </w:t>
      </w:r>
      <w:r w:rsidRPr="00843429">
        <w:t>better</w:t>
      </w:r>
      <w:r w:rsidRPr="00843429">
        <w:rPr>
          <w:rtl/>
        </w:rPr>
        <w:t xml:space="preserve"> </w:t>
      </w:r>
      <w:r w:rsidRPr="00843429">
        <w:t>for</w:t>
      </w:r>
      <w:r w:rsidRPr="00843429">
        <w:rPr>
          <w:rtl/>
        </w:rPr>
        <w:t xml:space="preserve"> </w:t>
      </w:r>
      <w:r w:rsidRPr="00843429">
        <w:t>them. And</w:t>
      </w:r>
      <w:r w:rsidRPr="00843429">
        <w:rPr>
          <w:rtl/>
        </w:rPr>
        <w:t xml:space="preserve"> </w:t>
      </w:r>
      <w:r w:rsidRPr="00843429">
        <w:t>Allah</w:t>
      </w:r>
      <w:r w:rsidRPr="00843429">
        <w:rPr>
          <w:rtl/>
        </w:rPr>
        <w:t xml:space="preserve"> </w:t>
      </w:r>
      <w:r w:rsidRPr="00843429">
        <w:t>is</w:t>
      </w:r>
      <w:r w:rsidRPr="00843429">
        <w:rPr>
          <w:rtl/>
        </w:rPr>
        <w:t xml:space="preserve"> </w:t>
      </w:r>
      <w:r w:rsidRPr="00843429">
        <w:t>All</w:t>
      </w:r>
      <w:r w:rsidRPr="00843429">
        <w:rPr>
          <w:rtl/>
        </w:rPr>
        <w:t xml:space="preserve"> </w:t>
      </w:r>
      <w:r w:rsidRPr="00843429">
        <w:t>Hearer</w:t>
      </w:r>
      <w:r w:rsidRPr="00843429">
        <w:rPr>
          <w:rtl/>
        </w:rPr>
        <w:t xml:space="preserve"> </w:t>
      </w:r>
      <w:r w:rsidRPr="00843429">
        <w:t>All</w:t>
      </w:r>
      <w:r w:rsidRPr="00843429">
        <w:rPr>
          <w:rtl/>
        </w:rPr>
        <w:t xml:space="preserve"> </w:t>
      </w:r>
      <w:r w:rsidRPr="00843429">
        <w:t>Knower)</w:t>
      </w:r>
      <w:r w:rsidRPr="00843429">
        <w:rPr>
          <w:rtl/>
        </w:rPr>
        <w:t xml:space="preserve">. </w:t>
      </w:r>
      <w:r w:rsidRPr="00844CC1">
        <w:rPr>
          <w:rStyle w:val="libFootnotenumChar"/>
          <w:rtl/>
        </w:rPr>
        <w:endnoteReference w:id="113"/>
      </w:r>
    </w:p>
    <w:p w:rsidR="00844CC1" w:rsidRPr="00843429" w:rsidRDefault="00844CC1" w:rsidP="00844CC1">
      <w:pPr>
        <w:pStyle w:val="libNormal"/>
        <w:rPr>
          <w:rtl/>
        </w:rPr>
      </w:pPr>
      <w:r w:rsidRPr="00843429">
        <w:t>3- Abstinence</w:t>
      </w:r>
      <w:r w:rsidRPr="00843429">
        <w:rPr>
          <w:rtl/>
        </w:rPr>
        <w:t xml:space="preserve"> </w:t>
      </w:r>
      <w:r w:rsidRPr="00843429">
        <w:t>from</w:t>
      </w:r>
      <w:r w:rsidRPr="00843429">
        <w:rPr>
          <w:rtl/>
        </w:rPr>
        <w:t xml:space="preserve"> </w:t>
      </w:r>
      <w:r w:rsidRPr="00843429">
        <w:t>the</w:t>
      </w:r>
      <w:r w:rsidRPr="00843429">
        <w:rPr>
          <w:rtl/>
        </w:rPr>
        <w:t xml:space="preserve"> </w:t>
      </w:r>
      <w:r w:rsidRPr="00843429">
        <w:t>Desire: The</w:t>
      </w:r>
      <w:r w:rsidRPr="00843429">
        <w:rPr>
          <w:rtl/>
        </w:rPr>
        <w:t xml:space="preserve"> </w:t>
      </w:r>
      <w:r w:rsidRPr="00843429">
        <w:t>Most</w:t>
      </w:r>
      <w:r w:rsidRPr="00843429">
        <w:rPr>
          <w:rtl/>
        </w:rPr>
        <w:t xml:space="preserve"> </w:t>
      </w:r>
      <w:r w:rsidRPr="00843429">
        <w:t>High</w:t>
      </w:r>
      <w:r w:rsidRPr="00843429">
        <w:rPr>
          <w:rtl/>
        </w:rPr>
        <w:t xml:space="preserve"> </w:t>
      </w:r>
      <w:r w:rsidRPr="00843429">
        <w:t>God</w:t>
      </w:r>
      <w:r w:rsidRPr="00843429">
        <w:rPr>
          <w:rtl/>
        </w:rPr>
        <w:t xml:space="preserve"> </w:t>
      </w:r>
      <w:r w:rsidRPr="00843429">
        <w:t>says, (And</w:t>
      </w:r>
      <w:r w:rsidRPr="00843429">
        <w:rPr>
          <w:rtl/>
        </w:rPr>
        <w:t xml:space="preserve"> </w:t>
      </w:r>
      <w:r w:rsidRPr="00843429">
        <w:t>let</w:t>
      </w:r>
      <w:r w:rsidRPr="00843429">
        <w:rPr>
          <w:rtl/>
        </w:rPr>
        <w:t xml:space="preserve"> </w:t>
      </w:r>
      <w:r w:rsidRPr="00843429">
        <w:t>those</w:t>
      </w:r>
      <w:r w:rsidRPr="00843429">
        <w:rPr>
          <w:rtl/>
        </w:rPr>
        <w:t xml:space="preserve"> </w:t>
      </w:r>
      <w:r w:rsidRPr="00843429">
        <w:t>who</w:t>
      </w:r>
      <w:r w:rsidRPr="00843429">
        <w:rPr>
          <w:rtl/>
        </w:rPr>
        <w:t xml:space="preserve"> </w:t>
      </w:r>
      <w:r w:rsidRPr="00843429">
        <w:t>find</w:t>
      </w:r>
      <w:r w:rsidRPr="00843429">
        <w:rPr>
          <w:rtl/>
        </w:rPr>
        <w:t xml:space="preserve"> </w:t>
      </w:r>
      <w:r w:rsidRPr="00843429">
        <w:t>not</w:t>
      </w:r>
      <w:r w:rsidRPr="00843429">
        <w:rPr>
          <w:rtl/>
        </w:rPr>
        <w:t xml:space="preserve"> </w:t>
      </w:r>
      <w:r w:rsidRPr="00843429">
        <w:t>the</w:t>
      </w:r>
      <w:r w:rsidRPr="00843429">
        <w:rPr>
          <w:rtl/>
        </w:rPr>
        <w:t xml:space="preserve"> </w:t>
      </w:r>
      <w:r w:rsidRPr="00843429">
        <w:t>financial</w:t>
      </w:r>
      <w:r w:rsidRPr="00843429">
        <w:rPr>
          <w:rtl/>
        </w:rPr>
        <w:t xml:space="preserve"> </w:t>
      </w:r>
      <w:r w:rsidRPr="00843429">
        <w:t>means</w:t>
      </w:r>
      <w:r w:rsidRPr="00843429">
        <w:rPr>
          <w:rtl/>
        </w:rPr>
        <w:t xml:space="preserve"> </w:t>
      </w:r>
      <w:r w:rsidRPr="00843429">
        <w:t>for</w:t>
      </w:r>
      <w:r w:rsidRPr="00843429">
        <w:rPr>
          <w:rtl/>
        </w:rPr>
        <w:t xml:space="preserve"> </w:t>
      </w:r>
      <w:r w:rsidRPr="00843429">
        <w:t>marriage</w:t>
      </w:r>
      <w:r w:rsidRPr="00843429">
        <w:rPr>
          <w:rtl/>
        </w:rPr>
        <w:t xml:space="preserve"> </w:t>
      </w:r>
      <w:r w:rsidRPr="00843429">
        <w:t>keep</w:t>
      </w:r>
      <w:r w:rsidRPr="00843429">
        <w:rPr>
          <w:rtl/>
        </w:rPr>
        <w:t xml:space="preserve"> </w:t>
      </w:r>
      <w:r w:rsidRPr="00843429">
        <w:t>them</w:t>
      </w:r>
      <w:r w:rsidRPr="00843429">
        <w:rPr>
          <w:rtl/>
        </w:rPr>
        <w:t xml:space="preserve"> </w:t>
      </w:r>
      <w:r w:rsidRPr="00843429">
        <w:t>chaste, until</w:t>
      </w:r>
      <w:r w:rsidRPr="00843429">
        <w:rPr>
          <w:rtl/>
        </w:rPr>
        <w:t xml:space="preserve"> </w:t>
      </w:r>
      <w:r w:rsidRPr="00843429">
        <w:t>Allah</w:t>
      </w:r>
      <w:r w:rsidRPr="00843429">
        <w:rPr>
          <w:rtl/>
        </w:rPr>
        <w:t xml:space="preserve"> </w:t>
      </w:r>
      <w:r w:rsidRPr="00843429">
        <w:t>enriches</w:t>
      </w:r>
      <w:r w:rsidRPr="00843429">
        <w:rPr>
          <w:rtl/>
        </w:rPr>
        <w:t xml:space="preserve"> </w:t>
      </w:r>
      <w:r w:rsidRPr="00843429">
        <w:t>the</w:t>
      </w:r>
      <w:r w:rsidRPr="00843429">
        <w:rPr>
          <w:rtl/>
        </w:rPr>
        <w:t xml:space="preserve"> </w:t>
      </w:r>
      <w:r w:rsidRPr="00843429">
        <w:t>from</w:t>
      </w:r>
      <w:r w:rsidRPr="00843429">
        <w:rPr>
          <w:rtl/>
        </w:rPr>
        <w:t xml:space="preserve"> </w:t>
      </w:r>
      <w:r w:rsidRPr="00843429">
        <w:t>His</w:t>
      </w:r>
      <w:r w:rsidRPr="00843429">
        <w:rPr>
          <w:rtl/>
        </w:rPr>
        <w:t xml:space="preserve"> </w:t>
      </w:r>
      <w:r w:rsidRPr="00843429">
        <w:t>Bounty...)</w:t>
      </w:r>
      <w:r w:rsidRPr="00844CC1">
        <w:rPr>
          <w:rStyle w:val="libFootnotenumChar"/>
          <w:rtl/>
        </w:rPr>
        <w:endnoteReference w:id="114"/>
      </w:r>
    </w:p>
    <w:p w:rsidR="002E0242" w:rsidRDefault="00844CC1" w:rsidP="00844CC1">
      <w:pPr>
        <w:pStyle w:val="libNormal"/>
      </w:pPr>
      <w:r w:rsidRPr="00843429">
        <w:t>2-</w:t>
      </w:r>
      <w:r w:rsidRPr="00843429">
        <w:rPr>
          <w:rtl/>
        </w:rPr>
        <w:t xml:space="preserve"> </w:t>
      </w:r>
      <w:r w:rsidRPr="00843429">
        <w:t>Imitation</w:t>
      </w:r>
      <w:r w:rsidRPr="00843429">
        <w:rPr>
          <w:rtl/>
        </w:rPr>
        <w:t xml:space="preserve"> </w:t>
      </w:r>
      <w:r w:rsidRPr="00843429">
        <w:t>of</w:t>
      </w:r>
      <w:r w:rsidRPr="00843429">
        <w:rPr>
          <w:rtl/>
        </w:rPr>
        <w:t xml:space="preserve"> </w:t>
      </w:r>
      <w:r w:rsidRPr="00843429">
        <w:t>the</w:t>
      </w:r>
      <w:r w:rsidRPr="00843429">
        <w:rPr>
          <w:rtl/>
        </w:rPr>
        <w:t xml:space="preserve"> </w:t>
      </w:r>
      <w:r w:rsidRPr="00843429">
        <w:t>West: Alienation</w:t>
      </w:r>
      <w:r w:rsidRPr="00843429">
        <w:rPr>
          <w:rtl/>
        </w:rPr>
        <w:t xml:space="preserve"> </w:t>
      </w:r>
      <w:r w:rsidRPr="00843429">
        <w:t>and</w:t>
      </w:r>
      <w:r w:rsidRPr="00843429">
        <w:rPr>
          <w:rtl/>
        </w:rPr>
        <w:t xml:space="preserve"> </w:t>
      </w:r>
      <w:r w:rsidRPr="00843429">
        <w:t>loss</w:t>
      </w:r>
      <w:r w:rsidRPr="00843429">
        <w:rPr>
          <w:rtl/>
        </w:rPr>
        <w:t xml:space="preserve"> </w:t>
      </w:r>
      <w:r w:rsidRPr="00843429">
        <w:t>of</w:t>
      </w:r>
      <w:r w:rsidRPr="00843429">
        <w:rPr>
          <w:rtl/>
        </w:rPr>
        <w:t xml:space="preserve"> </w:t>
      </w:r>
      <w:r w:rsidRPr="00843429">
        <w:t>identity</w:t>
      </w:r>
      <w:r w:rsidRPr="00843429">
        <w:rPr>
          <w:rtl/>
        </w:rPr>
        <w:t xml:space="preserve"> </w:t>
      </w:r>
      <w:r w:rsidRPr="00843429">
        <w:t>represent</w:t>
      </w:r>
      <w:r w:rsidRPr="00843429">
        <w:rPr>
          <w:rtl/>
        </w:rPr>
        <w:t xml:space="preserve"> </w:t>
      </w:r>
      <w:r w:rsidRPr="00843429">
        <w:t>the</w:t>
      </w:r>
      <w:r w:rsidRPr="00843429">
        <w:rPr>
          <w:rtl/>
        </w:rPr>
        <w:t xml:space="preserve"> </w:t>
      </w:r>
      <w:r w:rsidRPr="00843429">
        <w:t>most</w:t>
      </w:r>
      <w:r w:rsidRPr="00843429">
        <w:rPr>
          <w:rtl/>
        </w:rPr>
        <w:t xml:space="preserve"> </w:t>
      </w:r>
      <w:r w:rsidRPr="00843429">
        <w:t>dangerous</w:t>
      </w:r>
      <w:r w:rsidRPr="00843429">
        <w:rPr>
          <w:rtl/>
        </w:rPr>
        <w:t xml:space="preserve"> </w:t>
      </w:r>
      <w:r w:rsidRPr="00843429">
        <w:t>disease</w:t>
      </w:r>
      <w:r w:rsidRPr="00843429">
        <w:rPr>
          <w:rtl/>
        </w:rPr>
        <w:t xml:space="preserve"> </w:t>
      </w:r>
      <w:r w:rsidRPr="00843429">
        <w:t>to</w:t>
      </w:r>
      <w:r w:rsidRPr="00843429">
        <w:rPr>
          <w:rtl/>
        </w:rPr>
        <w:t xml:space="preserve"> </w:t>
      </w:r>
      <w:r w:rsidRPr="00843429">
        <w:t>which</w:t>
      </w:r>
      <w:r w:rsidRPr="00843429">
        <w:rPr>
          <w:rtl/>
        </w:rPr>
        <w:t xml:space="preserve"> </w:t>
      </w:r>
      <w:r w:rsidRPr="00843429">
        <w:t>the</w:t>
      </w:r>
      <w:r w:rsidRPr="00843429">
        <w:rPr>
          <w:rtl/>
        </w:rPr>
        <w:t xml:space="preserve"> </w:t>
      </w:r>
      <w:r w:rsidRPr="00843429">
        <w:t>human</w:t>
      </w:r>
      <w:r w:rsidRPr="00843429">
        <w:rPr>
          <w:rtl/>
        </w:rPr>
        <w:t xml:space="preserve"> </w:t>
      </w:r>
      <w:r w:rsidRPr="00843429">
        <w:t>being</w:t>
      </w:r>
      <w:r w:rsidRPr="00843429">
        <w:rPr>
          <w:rtl/>
        </w:rPr>
        <w:t xml:space="preserve"> </w:t>
      </w:r>
      <w:r w:rsidRPr="00843429">
        <w:t>may</w:t>
      </w:r>
      <w:r w:rsidRPr="00843429">
        <w:rPr>
          <w:rtl/>
        </w:rPr>
        <w:t xml:space="preserve"> </w:t>
      </w:r>
      <w:r w:rsidRPr="00843429">
        <w:t>be</w:t>
      </w:r>
      <w:r w:rsidRPr="00843429">
        <w:rPr>
          <w:rtl/>
        </w:rPr>
        <w:t xml:space="preserve"> </w:t>
      </w:r>
      <w:r w:rsidRPr="00843429">
        <w:t>exposed. It</w:t>
      </w:r>
      <w:r w:rsidRPr="00843429">
        <w:rPr>
          <w:rtl/>
        </w:rPr>
        <w:t xml:space="preserve"> </w:t>
      </w:r>
      <w:r w:rsidRPr="00843429">
        <w:t>is</w:t>
      </w:r>
      <w:r w:rsidRPr="00843429">
        <w:rPr>
          <w:rtl/>
        </w:rPr>
        <w:t xml:space="preserve"> </w:t>
      </w:r>
      <w:r w:rsidRPr="00843429">
        <w:t>so</w:t>
      </w:r>
      <w:r w:rsidRPr="00843429">
        <w:rPr>
          <w:rtl/>
        </w:rPr>
        <w:t xml:space="preserve"> </w:t>
      </w:r>
      <w:r w:rsidRPr="00843429">
        <w:t>because</w:t>
      </w:r>
      <w:r w:rsidRPr="00843429">
        <w:rPr>
          <w:rtl/>
        </w:rPr>
        <w:t xml:space="preserve"> </w:t>
      </w:r>
      <w:r w:rsidRPr="00843429">
        <w:t>it</w:t>
      </w:r>
      <w:r w:rsidRPr="00843429">
        <w:rPr>
          <w:rtl/>
        </w:rPr>
        <w:t xml:space="preserve"> </w:t>
      </w:r>
      <w:r w:rsidRPr="00843429">
        <w:t>is</w:t>
      </w:r>
      <w:r w:rsidRPr="00843429">
        <w:rPr>
          <w:rtl/>
        </w:rPr>
        <w:t xml:space="preserve"> </w:t>
      </w:r>
      <w:r w:rsidRPr="00843429">
        <w:t>the</w:t>
      </w:r>
      <w:r w:rsidRPr="00843429">
        <w:rPr>
          <w:rtl/>
        </w:rPr>
        <w:t xml:space="preserve"> </w:t>
      </w:r>
      <w:r w:rsidRPr="00843429">
        <w:t>disease</w:t>
      </w:r>
      <w:r w:rsidRPr="00843429">
        <w:rPr>
          <w:rtl/>
        </w:rPr>
        <w:t xml:space="preserve"> </w:t>
      </w:r>
      <w:r w:rsidRPr="00843429">
        <w:t>which</w:t>
      </w:r>
      <w:r w:rsidRPr="00843429">
        <w:rPr>
          <w:rtl/>
        </w:rPr>
        <w:t xml:space="preserve"> </w:t>
      </w:r>
      <w:r w:rsidRPr="00843429">
        <w:t>destroys</w:t>
      </w:r>
      <w:r w:rsidRPr="00843429">
        <w:rPr>
          <w:rtl/>
        </w:rPr>
        <w:t xml:space="preserve"> </w:t>
      </w:r>
      <w:r w:rsidRPr="00843429">
        <w:t>the</w:t>
      </w:r>
      <w:r w:rsidRPr="00843429">
        <w:rPr>
          <w:rtl/>
        </w:rPr>
        <w:t xml:space="preserve"> </w:t>
      </w:r>
      <w:r w:rsidRPr="00843429">
        <w:t>entity</w:t>
      </w:r>
      <w:r w:rsidRPr="00843429">
        <w:rPr>
          <w:rtl/>
        </w:rPr>
        <w:t xml:space="preserve"> </w:t>
      </w:r>
      <w:r w:rsidRPr="00843429">
        <w:t>and</w:t>
      </w:r>
      <w:r w:rsidRPr="00843429">
        <w:rPr>
          <w:rtl/>
        </w:rPr>
        <w:t xml:space="preserve"> </w:t>
      </w:r>
      <w:r w:rsidRPr="00843429">
        <w:t>the</w:t>
      </w:r>
      <w:r w:rsidRPr="00843429">
        <w:rPr>
          <w:rtl/>
        </w:rPr>
        <w:t xml:space="preserve"> </w:t>
      </w:r>
      <w:r w:rsidRPr="00843429">
        <w:t>personality</w:t>
      </w:r>
      <w:r w:rsidRPr="00843429">
        <w:rPr>
          <w:rtl/>
        </w:rPr>
        <w:t xml:space="preserve"> </w:t>
      </w:r>
      <w:r w:rsidRPr="00843429">
        <w:t>and</w:t>
      </w:r>
      <w:r w:rsidRPr="00843429">
        <w:rPr>
          <w:rtl/>
        </w:rPr>
        <w:t xml:space="preserve"> </w:t>
      </w:r>
      <w:r w:rsidRPr="00843429">
        <w:t>the</w:t>
      </w:r>
      <w:r w:rsidRPr="00843429">
        <w:rPr>
          <w:rtl/>
        </w:rPr>
        <w:t xml:space="preserve"> </w:t>
      </w:r>
      <w:r w:rsidRPr="00843429">
        <w:t>privacy. It</w:t>
      </w:r>
      <w:r w:rsidRPr="00843429">
        <w:rPr>
          <w:rtl/>
        </w:rPr>
        <w:t xml:space="preserve"> </w:t>
      </w:r>
      <w:r w:rsidRPr="00843429">
        <w:t>is, in</w:t>
      </w:r>
      <w:r w:rsidRPr="00843429">
        <w:rPr>
          <w:rtl/>
        </w:rPr>
        <w:t xml:space="preserve"> </w:t>
      </w:r>
      <w:r w:rsidRPr="00843429">
        <w:t>fact, a</w:t>
      </w:r>
      <w:r w:rsidRPr="00843429">
        <w:rPr>
          <w:rtl/>
        </w:rPr>
        <w:t xml:space="preserve"> </w:t>
      </w:r>
      <w:r w:rsidRPr="00843429">
        <w:t>breakdown</w:t>
      </w:r>
      <w:r w:rsidRPr="00843429">
        <w:rPr>
          <w:rtl/>
        </w:rPr>
        <w:t xml:space="preserve"> </w:t>
      </w:r>
      <w:r w:rsidRPr="00843429">
        <w:t>for</w:t>
      </w:r>
      <w:r w:rsidRPr="00843429">
        <w:rPr>
          <w:rtl/>
        </w:rPr>
        <w:t xml:space="preserve"> </w:t>
      </w:r>
      <w:r w:rsidRPr="00843429">
        <w:t>all</w:t>
      </w:r>
      <w:r w:rsidRPr="00843429">
        <w:rPr>
          <w:rtl/>
        </w:rPr>
        <w:t xml:space="preserve"> </w:t>
      </w:r>
      <w:r w:rsidRPr="00843429">
        <w:t>the</w:t>
      </w:r>
      <w:r w:rsidRPr="00843429">
        <w:rPr>
          <w:rtl/>
        </w:rPr>
        <w:t xml:space="preserve"> </w:t>
      </w:r>
      <w:r w:rsidRPr="00843429">
        <w:t>values</w:t>
      </w:r>
      <w:r w:rsidRPr="00843429">
        <w:rPr>
          <w:rtl/>
        </w:rPr>
        <w:t xml:space="preserve"> </w:t>
      </w:r>
      <w:r w:rsidRPr="00843429">
        <w:t>which</w:t>
      </w:r>
      <w:r w:rsidRPr="00843429">
        <w:rPr>
          <w:rtl/>
        </w:rPr>
        <w:t xml:space="preserve"> </w:t>
      </w:r>
      <w:r w:rsidRPr="00843429">
        <w:t>are</w:t>
      </w:r>
      <w:r w:rsidRPr="00843429">
        <w:rPr>
          <w:rtl/>
        </w:rPr>
        <w:t xml:space="preserve"> </w:t>
      </w:r>
      <w:r w:rsidRPr="00843429">
        <w:t>prevailing</w:t>
      </w:r>
      <w:r w:rsidRPr="00843429">
        <w:rPr>
          <w:rtl/>
        </w:rPr>
        <w:t xml:space="preserve"> </w:t>
      </w:r>
      <w:r w:rsidRPr="00843429">
        <w:t>in</w:t>
      </w:r>
      <w:r w:rsidRPr="00843429">
        <w:rPr>
          <w:rtl/>
        </w:rPr>
        <w:t xml:space="preserve"> </w:t>
      </w:r>
      <w:r w:rsidRPr="00843429">
        <w:t>the</w:t>
      </w:r>
      <w:r w:rsidRPr="00843429">
        <w:rPr>
          <w:rtl/>
        </w:rPr>
        <w:t xml:space="preserve"> </w:t>
      </w:r>
      <w:r w:rsidRPr="00843429">
        <w:t>society</w:t>
      </w:r>
      <w:r w:rsidRPr="00843429">
        <w:rPr>
          <w:rtl/>
        </w:rPr>
        <w:t xml:space="preserve"> </w:t>
      </w:r>
      <w:r w:rsidRPr="00843429">
        <w:t>and</w:t>
      </w:r>
      <w:r w:rsidRPr="00843429">
        <w:rPr>
          <w:rtl/>
        </w:rPr>
        <w:t xml:space="preserve"> </w:t>
      </w:r>
      <w:r w:rsidRPr="00843429">
        <w:t>a</w:t>
      </w:r>
      <w:r w:rsidRPr="00843429">
        <w:rPr>
          <w:rtl/>
        </w:rPr>
        <w:t xml:space="preserve"> </w:t>
      </w:r>
      <w:r w:rsidRPr="00843429">
        <w:t>loss</w:t>
      </w:r>
      <w:r w:rsidRPr="00843429">
        <w:rPr>
          <w:rtl/>
        </w:rPr>
        <w:t xml:space="preserve"> </w:t>
      </w:r>
      <w:r w:rsidRPr="00843429">
        <w:t>of</w:t>
      </w:r>
      <w:r w:rsidRPr="00843429">
        <w:rPr>
          <w:rtl/>
        </w:rPr>
        <w:t xml:space="preserve"> </w:t>
      </w:r>
      <w:r w:rsidRPr="00843429">
        <w:t>the</w:t>
      </w:r>
      <w:r w:rsidRPr="00843429">
        <w:rPr>
          <w:rtl/>
        </w:rPr>
        <w:t xml:space="preserve"> </w:t>
      </w:r>
      <w:r w:rsidRPr="00843429">
        <w:t>base</w:t>
      </w:r>
      <w:r w:rsidRPr="00843429">
        <w:rPr>
          <w:rtl/>
        </w:rPr>
        <w:t xml:space="preserve"> </w:t>
      </w:r>
      <w:r w:rsidRPr="00843429">
        <w:t>on</w:t>
      </w:r>
      <w:r w:rsidRPr="00843429">
        <w:rPr>
          <w:rtl/>
        </w:rPr>
        <w:t xml:space="preserve"> </w:t>
      </w:r>
      <w:r w:rsidRPr="00843429">
        <w:t>which</w:t>
      </w:r>
      <w:r w:rsidRPr="00843429">
        <w:rPr>
          <w:rtl/>
        </w:rPr>
        <w:t xml:space="preserve"> </w:t>
      </w:r>
      <w:r w:rsidRPr="00843429">
        <w:t>the</w:t>
      </w:r>
      <w:r w:rsidRPr="00843429">
        <w:rPr>
          <w:rtl/>
        </w:rPr>
        <w:t xml:space="preserve"> </w:t>
      </w:r>
      <w:r w:rsidRPr="00843429">
        <w:t>human</w:t>
      </w:r>
      <w:r w:rsidRPr="00843429">
        <w:rPr>
          <w:rtl/>
        </w:rPr>
        <w:t xml:space="preserve"> </w:t>
      </w:r>
      <w:r w:rsidRPr="00843429">
        <w:t>being</w:t>
      </w:r>
      <w:r w:rsidRPr="00843429">
        <w:rPr>
          <w:rtl/>
        </w:rPr>
        <w:t xml:space="preserve"> </w:t>
      </w:r>
      <w:r w:rsidRPr="00843429">
        <w:lastRenderedPageBreak/>
        <w:t>establishes</w:t>
      </w:r>
      <w:r w:rsidRPr="00843429">
        <w:rPr>
          <w:rtl/>
        </w:rPr>
        <w:t xml:space="preserve"> </w:t>
      </w:r>
      <w:r w:rsidRPr="00843429">
        <w:t>his</w:t>
      </w:r>
      <w:r w:rsidRPr="00843429">
        <w:rPr>
          <w:rtl/>
        </w:rPr>
        <w:t xml:space="preserve">/ </w:t>
      </w:r>
      <w:r w:rsidRPr="00843429">
        <w:t>her</w:t>
      </w:r>
      <w:r w:rsidRPr="00843429">
        <w:rPr>
          <w:rtl/>
        </w:rPr>
        <w:t xml:space="preserve"> </w:t>
      </w:r>
      <w:r w:rsidRPr="00843429">
        <w:t>society. Then, a</w:t>
      </w:r>
      <w:r w:rsidRPr="00843429">
        <w:rPr>
          <w:rtl/>
        </w:rPr>
        <w:t xml:space="preserve"> </w:t>
      </w:r>
      <w:r w:rsidRPr="00843429">
        <w:t>society</w:t>
      </w:r>
      <w:r w:rsidRPr="00843429">
        <w:rPr>
          <w:rtl/>
        </w:rPr>
        <w:t xml:space="preserve"> </w:t>
      </w:r>
      <w:r w:rsidRPr="00843429">
        <w:t>without</w:t>
      </w:r>
      <w:r w:rsidRPr="00843429">
        <w:rPr>
          <w:rtl/>
        </w:rPr>
        <w:t xml:space="preserve"> </w:t>
      </w:r>
      <w:r w:rsidRPr="00843429">
        <w:t>fixed</w:t>
      </w:r>
      <w:r w:rsidRPr="00843429">
        <w:rPr>
          <w:rtl/>
        </w:rPr>
        <w:t xml:space="preserve"> </w:t>
      </w:r>
      <w:r w:rsidRPr="00843429">
        <w:t>standards</w:t>
      </w:r>
      <w:r w:rsidRPr="00843429">
        <w:rPr>
          <w:rtl/>
        </w:rPr>
        <w:t xml:space="preserve"> </w:t>
      </w:r>
      <w:r w:rsidRPr="00843429">
        <w:t>and</w:t>
      </w:r>
      <w:r w:rsidRPr="00843429">
        <w:rPr>
          <w:rtl/>
        </w:rPr>
        <w:t xml:space="preserve"> </w:t>
      </w:r>
      <w:r w:rsidRPr="00843429">
        <w:t>clear</w:t>
      </w:r>
      <w:r w:rsidRPr="00843429">
        <w:rPr>
          <w:rtl/>
        </w:rPr>
        <w:t xml:space="preserve"> </w:t>
      </w:r>
      <w:r w:rsidRPr="00843429">
        <w:t>bases</w:t>
      </w:r>
      <w:r w:rsidRPr="00843429">
        <w:rPr>
          <w:rtl/>
        </w:rPr>
        <w:t xml:space="preserve"> </w:t>
      </w:r>
      <w:r w:rsidRPr="00843429">
        <w:t>is</w:t>
      </w:r>
      <w:r w:rsidRPr="00843429">
        <w:rPr>
          <w:rtl/>
        </w:rPr>
        <w:t xml:space="preserve"> </w:t>
      </w:r>
      <w:r w:rsidRPr="00843429">
        <w:t>an</w:t>
      </w:r>
      <w:r w:rsidRPr="00843429">
        <w:rPr>
          <w:rtl/>
        </w:rPr>
        <w:t xml:space="preserve"> </w:t>
      </w:r>
      <w:r w:rsidRPr="00843429">
        <w:t>underdeveloped</w:t>
      </w:r>
      <w:r w:rsidRPr="00843429">
        <w:rPr>
          <w:rtl/>
        </w:rPr>
        <w:t xml:space="preserve"> </w:t>
      </w:r>
      <w:r w:rsidRPr="00843429">
        <w:t>one</w:t>
      </w:r>
      <w:r w:rsidRPr="00843429">
        <w:rPr>
          <w:rtl/>
        </w:rPr>
        <w:t xml:space="preserve"> </w:t>
      </w:r>
      <w:r w:rsidRPr="00843429">
        <w:t>to</w:t>
      </w:r>
      <w:r w:rsidRPr="00843429">
        <w:rPr>
          <w:rtl/>
        </w:rPr>
        <w:t xml:space="preserve"> </w:t>
      </w:r>
      <w:r w:rsidRPr="00843429">
        <w:t>the</w:t>
      </w:r>
      <w:r w:rsidRPr="00843429">
        <w:rPr>
          <w:rtl/>
        </w:rPr>
        <w:t xml:space="preserve"> </w:t>
      </w:r>
      <w:r w:rsidRPr="00843429">
        <w:t>utmost</w:t>
      </w:r>
      <w:r w:rsidRPr="00843429">
        <w:rPr>
          <w:rtl/>
        </w:rPr>
        <w:t xml:space="preserve"> </w:t>
      </w:r>
      <w:r w:rsidRPr="00843429">
        <w:t>extents; in</w:t>
      </w:r>
      <w:r w:rsidRPr="00843429">
        <w:rPr>
          <w:rtl/>
        </w:rPr>
        <w:t xml:space="preserve"> </w:t>
      </w:r>
      <w:r w:rsidRPr="00843429">
        <w:t>fact, it</w:t>
      </w:r>
      <w:r w:rsidRPr="00843429">
        <w:rPr>
          <w:rtl/>
        </w:rPr>
        <w:t xml:space="preserve"> </w:t>
      </w:r>
      <w:r w:rsidRPr="00843429">
        <w:t>is</w:t>
      </w:r>
      <w:r w:rsidRPr="00843429">
        <w:rPr>
          <w:rtl/>
        </w:rPr>
        <w:t xml:space="preserve"> </w:t>
      </w:r>
      <w:r w:rsidRPr="00843429">
        <w:t>a</w:t>
      </w:r>
      <w:r w:rsidRPr="00843429">
        <w:rPr>
          <w:rtl/>
        </w:rPr>
        <w:t xml:space="preserve"> </w:t>
      </w:r>
      <w:r w:rsidRPr="00843429">
        <w:t>pest</w:t>
      </w:r>
      <w:r w:rsidRPr="00843429">
        <w:rPr>
          <w:rtl/>
        </w:rPr>
        <w:t xml:space="preserve"> </w:t>
      </w:r>
      <w:r w:rsidRPr="00843429">
        <w:t>which</w:t>
      </w:r>
      <w:r w:rsidRPr="00843429">
        <w:rPr>
          <w:rtl/>
        </w:rPr>
        <w:t xml:space="preserve"> </w:t>
      </w:r>
      <w:r w:rsidRPr="00843429">
        <w:t>survives</w:t>
      </w:r>
      <w:r w:rsidRPr="00843429">
        <w:rPr>
          <w:rtl/>
        </w:rPr>
        <w:t xml:space="preserve"> </w:t>
      </w:r>
      <w:r w:rsidRPr="00843429">
        <w:t>on</w:t>
      </w:r>
      <w:r w:rsidRPr="00843429">
        <w:rPr>
          <w:rtl/>
        </w:rPr>
        <w:t xml:space="preserve"> </w:t>
      </w:r>
      <w:r w:rsidRPr="00843429">
        <w:t>the</w:t>
      </w:r>
      <w:r w:rsidRPr="00843429">
        <w:rPr>
          <w:rtl/>
        </w:rPr>
        <w:t xml:space="preserve"> </w:t>
      </w:r>
      <w:r w:rsidRPr="00843429">
        <w:t>scrupulous</w:t>
      </w:r>
      <w:r w:rsidRPr="00843429">
        <w:rPr>
          <w:rtl/>
        </w:rPr>
        <w:t xml:space="preserve"> </w:t>
      </w:r>
      <w:r w:rsidRPr="00843429">
        <w:t>of</w:t>
      </w:r>
      <w:r w:rsidRPr="00843429">
        <w:rPr>
          <w:rtl/>
        </w:rPr>
        <w:t xml:space="preserve"> </w:t>
      </w:r>
      <w:r w:rsidRPr="00843429">
        <w:t>the</w:t>
      </w:r>
      <w:r w:rsidRPr="00843429">
        <w:rPr>
          <w:rtl/>
        </w:rPr>
        <w:t xml:space="preserve"> </w:t>
      </w:r>
      <w:r w:rsidRPr="00843429">
        <w:t>other</w:t>
      </w:r>
      <w:r w:rsidRPr="00843429">
        <w:rPr>
          <w:rtl/>
        </w:rPr>
        <w:t xml:space="preserve"> </w:t>
      </w:r>
      <w:r w:rsidRPr="00843429">
        <w:t>societies.</w:t>
      </w:r>
    </w:p>
    <w:p w:rsidR="002E0242" w:rsidRDefault="00844CC1" w:rsidP="00844CC1">
      <w:pPr>
        <w:pStyle w:val="libNormal"/>
      </w:pPr>
      <w:r w:rsidRPr="00843429">
        <w:t>1- Affection: The</w:t>
      </w:r>
      <w:r w:rsidRPr="00843429">
        <w:rPr>
          <w:rtl/>
        </w:rPr>
        <w:t xml:space="preserve"> </w:t>
      </w:r>
      <w:r w:rsidRPr="00843429">
        <w:t>Most</w:t>
      </w:r>
      <w:r w:rsidRPr="00843429">
        <w:rPr>
          <w:rtl/>
        </w:rPr>
        <w:t xml:space="preserve"> </w:t>
      </w:r>
      <w:r w:rsidRPr="00843429">
        <w:t>High</w:t>
      </w:r>
      <w:r w:rsidRPr="00843429">
        <w:rPr>
          <w:rtl/>
        </w:rPr>
        <w:t xml:space="preserve"> </w:t>
      </w:r>
      <w:r w:rsidRPr="00843429">
        <w:t>God</w:t>
      </w:r>
      <w:r w:rsidRPr="00843429">
        <w:rPr>
          <w:rtl/>
        </w:rPr>
        <w:t xml:space="preserve"> </w:t>
      </w:r>
      <w:r w:rsidRPr="00843429">
        <w:t>says, (</w:t>
      </w:r>
      <w:r w:rsidRPr="00843429">
        <w:rPr>
          <w:rtl/>
        </w:rPr>
        <w:t>…</w:t>
      </w:r>
      <w:r w:rsidRPr="00843429">
        <w:t>and</w:t>
      </w:r>
      <w:r w:rsidRPr="00843429">
        <w:rPr>
          <w:rtl/>
        </w:rPr>
        <w:t xml:space="preserve"> </w:t>
      </w:r>
      <w:r w:rsidRPr="00843429">
        <w:t>He</w:t>
      </w:r>
      <w:r w:rsidRPr="00843429">
        <w:rPr>
          <w:rtl/>
        </w:rPr>
        <w:t xml:space="preserve"> </w:t>
      </w:r>
      <w:r w:rsidRPr="00843429">
        <w:t>has</w:t>
      </w:r>
      <w:r w:rsidRPr="00843429">
        <w:rPr>
          <w:rtl/>
        </w:rPr>
        <w:t xml:space="preserve"> </w:t>
      </w:r>
      <w:r w:rsidRPr="00843429">
        <w:t>put</w:t>
      </w:r>
      <w:r w:rsidRPr="00843429">
        <w:rPr>
          <w:rtl/>
        </w:rPr>
        <w:t xml:space="preserve"> </w:t>
      </w:r>
      <w:r w:rsidRPr="00843429">
        <w:t>between</w:t>
      </w:r>
      <w:r w:rsidRPr="00843429">
        <w:rPr>
          <w:rtl/>
        </w:rPr>
        <w:t xml:space="preserve"> </w:t>
      </w:r>
      <w:r w:rsidRPr="00843429">
        <w:t>you</w:t>
      </w:r>
      <w:r w:rsidRPr="00843429">
        <w:rPr>
          <w:rtl/>
        </w:rPr>
        <w:t xml:space="preserve"> </w:t>
      </w:r>
      <w:r w:rsidRPr="00843429">
        <w:t>affection</w:t>
      </w:r>
      <w:r w:rsidRPr="00843429">
        <w:rPr>
          <w:rtl/>
        </w:rPr>
        <w:t xml:space="preserve"> </w:t>
      </w:r>
      <w:r w:rsidRPr="00843429">
        <w:t>and</w:t>
      </w:r>
      <w:r w:rsidRPr="00843429">
        <w:rPr>
          <w:rtl/>
        </w:rPr>
        <w:t xml:space="preserve"> </w:t>
      </w:r>
      <w:r w:rsidRPr="00843429">
        <w:t>mercy</w:t>
      </w:r>
      <w:r w:rsidRPr="00843429">
        <w:rPr>
          <w:rtl/>
        </w:rPr>
        <w:t>…)</w:t>
      </w:r>
      <w:r w:rsidRPr="00844CC1">
        <w:rPr>
          <w:rStyle w:val="libFootnotenumChar"/>
          <w:rtl/>
        </w:rPr>
        <w:endnoteReference w:id="115"/>
      </w:r>
      <w:r w:rsidRPr="00843429">
        <w:rPr>
          <w:rtl/>
        </w:rPr>
        <w:t xml:space="preserve"> </w:t>
      </w:r>
      <w:r w:rsidRPr="00843429">
        <w:t>Affection</w:t>
      </w:r>
      <w:r w:rsidRPr="00843429">
        <w:rPr>
          <w:rtl/>
        </w:rPr>
        <w:t xml:space="preserve"> </w:t>
      </w:r>
      <w:r w:rsidRPr="00843429">
        <w:t>is</w:t>
      </w:r>
      <w:r w:rsidRPr="00843429">
        <w:rPr>
          <w:rtl/>
        </w:rPr>
        <w:t xml:space="preserve"> </w:t>
      </w:r>
      <w:r w:rsidRPr="00843429">
        <w:t>the</w:t>
      </w:r>
      <w:r w:rsidRPr="00843429">
        <w:rPr>
          <w:rtl/>
        </w:rPr>
        <w:t xml:space="preserve"> </w:t>
      </w:r>
      <w:r w:rsidRPr="00843429">
        <w:t>psychological</w:t>
      </w:r>
      <w:r w:rsidRPr="00843429">
        <w:rPr>
          <w:rtl/>
        </w:rPr>
        <w:t xml:space="preserve"> </w:t>
      </w:r>
      <w:r w:rsidRPr="00843429">
        <w:t>inclination</w:t>
      </w:r>
      <w:r w:rsidRPr="00843429">
        <w:rPr>
          <w:rtl/>
        </w:rPr>
        <w:t xml:space="preserve"> </w:t>
      </w:r>
      <w:r w:rsidRPr="00843429">
        <w:t>which</w:t>
      </w:r>
      <w:r w:rsidRPr="00843429">
        <w:rPr>
          <w:rtl/>
        </w:rPr>
        <w:t xml:space="preserve"> </w:t>
      </w:r>
      <w:r w:rsidRPr="00843429">
        <w:t>represents</w:t>
      </w:r>
      <w:r w:rsidRPr="00843429">
        <w:rPr>
          <w:rtl/>
        </w:rPr>
        <w:t xml:space="preserve"> </w:t>
      </w:r>
      <w:r w:rsidRPr="00843429">
        <w:t>a</w:t>
      </w:r>
      <w:r w:rsidRPr="00843429">
        <w:rPr>
          <w:rtl/>
        </w:rPr>
        <w:t xml:space="preserve"> </w:t>
      </w:r>
      <w:r w:rsidRPr="00843429">
        <w:t>basic</w:t>
      </w:r>
      <w:r w:rsidRPr="00843429">
        <w:rPr>
          <w:rtl/>
        </w:rPr>
        <w:t xml:space="preserve"> </w:t>
      </w:r>
      <w:r w:rsidRPr="00843429">
        <w:t>ground</w:t>
      </w:r>
      <w:r w:rsidRPr="00843429">
        <w:rPr>
          <w:rtl/>
        </w:rPr>
        <w:t xml:space="preserve"> </w:t>
      </w:r>
      <w:r w:rsidRPr="00843429">
        <w:t>for</w:t>
      </w:r>
      <w:r w:rsidRPr="00843429">
        <w:rPr>
          <w:rtl/>
        </w:rPr>
        <w:t xml:space="preserve"> </w:t>
      </w:r>
      <w:r w:rsidRPr="00843429">
        <w:t>mutual</w:t>
      </w:r>
      <w:r w:rsidRPr="00843429">
        <w:rPr>
          <w:rtl/>
        </w:rPr>
        <w:t xml:space="preserve"> </w:t>
      </w:r>
      <w:r w:rsidRPr="00843429">
        <w:t>understanding</w:t>
      </w:r>
      <w:r w:rsidRPr="00843429">
        <w:rPr>
          <w:rtl/>
        </w:rPr>
        <w:t xml:space="preserve"> </w:t>
      </w:r>
      <w:r w:rsidRPr="00843429">
        <w:t>and</w:t>
      </w:r>
      <w:r w:rsidRPr="00843429">
        <w:rPr>
          <w:rtl/>
        </w:rPr>
        <w:t xml:space="preserve"> </w:t>
      </w:r>
      <w:r w:rsidRPr="00843429">
        <w:t>harmony.</w:t>
      </w:r>
    </w:p>
    <w:p w:rsidR="00844CC1" w:rsidRPr="00843429" w:rsidRDefault="00844CC1" w:rsidP="00844CC1">
      <w:pPr>
        <w:pStyle w:val="libNormal"/>
      </w:pPr>
      <w:r w:rsidRPr="00843429">
        <w:t>3-</w:t>
      </w:r>
      <w:r w:rsidRPr="00843429">
        <w:rPr>
          <w:rtl/>
        </w:rPr>
        <w:t xml:space="preserve"> </w:t>
      </w:r>
      <w:r w:rsidRPr="00843429">
        <w:t>The</w:t>
      </w:r>
      <w:r w:rsidRPr="00843429">
        <w:rPr>
          <w:rtl/>
        </w:rPr>
        <w:t xml:space="preserve"> </w:t>
      </w:r>
      <w:r w:rsidRPr="00843429">
        <w:t>Honorable</w:t>
      </w:r>
      <w:r w:rsidRPr="00843429">
        <w:rPr>
          <w:rtl/>
        </w:rPr>
        <w:t xml:space="preserve"> </w:t>
      </w:r>
      <w:r w:rsidRPr="00843429">
        <w:t>Association: Once</w:t>
      </w:r>
      <w:r w:rsidRPr="00843429">
        <w:rPr>
          <w:rtl/>
        </w:rPr>
        <w:t xml:space="preserve"> </w:t>
      </w:r>
      <w:r w:rsidRPr="00843429">
        <w:t>the</w:t>
      </w:r>
      <w:r w:rsidRPr="00843429">
        <w:rPr>
          <w:rtl/>
        </w:rPr>
        <w:t xml:space="preserve"> </w:t>
      </w:r>
      <w:r w:rsidRPr="00843429">
        <w:t>affection</w:t>
      </w:r>
      <w:r w:rsidRPr="00843429">
        <w:rPr>
          <w:rtl/>
        </w:rPr>
        <w:t xml:space="preserve"> </w:t>
      </w:r>
      <w:r w:rsidRPr="00843429">
        <w:t>and</w:t>
      </w:r>
      <w:r w:rsidRPr="00843429">
        <w:rPr>
          <w:rtl/>
        </w:rPr>
        <w:t xml:space="preserve"> </w:t>
      </w:r>
      <w:r w:rsidRPr="00843429">
        <w:t>the</w:t>
      </w:r>
      <w:r w:rsidRPr="00843429">
        <w:rPr>
          <w:rtl/>
        </w:rPr>
        <w:t xml:space="preserve"> </w:t>
      </w:r>
      <w:r w:rsidRPr="00843429">
        <w:t>mercy</w:t>
      </w:r>
      <w:r w:rsidRPr="00843429">
        <w:rPr>
          <w:rtl/>
        </w:rPr>
        <w:t xml:space="preserve"> </w:t>
      </w:r>
      <w:r w:rsidRPr="00843429">
        <w:t>prevail</w:t>
      </w:r>
      <w:r w:rsidRPr="00843429">
        <w:rPr>
          <w:rtl/>
        </w:rPr>
        <w:t xml:space="preserve"> </w:t>
      </w:r>
      <w:r w:rsidRPr="00843429">
        <w:t>in</w:t>
      </w:r>
      <w:r w:rsidRPr="00843429">
        <w:rPr>
          <w:rtl/>
        </w:rPr>
        <w:t xml:space="preserve"> </w:t>
      </w:r>
      <w:r w:rsidRPr="00843429">
        <w:t>the</w:t>
      </w:r>
      <w:r w:rsidRPr="00843429">
        <w:rPr>
          <w:rtl/>
        </w:rPr>
        <w:t xml:space="preserve"> </w:t>
      </w:r>
      <w:r w:rsidRPr="00843429">
        <w:t>hearts</w:t>
      </w:r>
      <w:r w:rsidRPr="00843429">
        <w:rPr>
          <w:rtl/>
        </w:rPr>
        <w:t xml:space="preserve"> </w:t>
      </w:r>
      <w:r w:rsidRPr="00843429">
        <w:t>of</w:t>
      </w:r>
      <w:r w:rsidRPr="00843429">
        <w:rPr>
          <w:rtl/>
        </w:rPr>
        <w:t xml:space="preserve"> </w:t>
      </w:r>
      <w:r w:rsidRPr="00843429">
        <w:t>the</w:t>
      </w:r>
      <w:r w:rsidRPr="00843429">
        <w:rPr>
          <w:rtl/>
        </w:rPr>
        <w:t xml:space="preserve"> </w:t>
      </w:r>
      <w:r w:rsidRPr="00843429">
        <w:t>husband</w:t>
      </w:r>
      <w:r w:rsidRPr="00843429">
        <w:rPr>
          <w:rtl/>
        </w:rPr>
        <w:t xml:space="preserve"> </w:t>
      </w:r>
      <w:r w:rsidRPr="00843429">
        <w:t>and</w:t>
      </w:r>
      <w:r w:rsidRPr="00843429">
        <w:rPr>
          <w:rtl/>
        </w:rPr>
        <w:t xml:space="preserve"> </w:t>
      </w:r>
      <w:r w:rsidRPr="00843429">
        <w:t>the</w:t>
      </w:r>
      <w:r w:rsidRPr="00843429">
        <w:rPr>
          <w:rtl/>
        </w:rPr>
        <w:t xml:space="preserve"> </w:t>
      </w:r>
      <w:r w:rsidRPr="00843429">
        <w:t>wife, then</w:t>
      </w:r>
      <w:r w:rsidRPr="00843429">
        <w:rPr>
          <w:rtl/>
        </w:rPr>
        <w:t xml:space="preserve"> </w:t>
      </w:r>
      <w:r w:rsidRPr="00843429">
        <w:t>their</w:t>
      </w:r>
      <w:r w:rsidRPr="00843429">
        <w:rPr>
          <w:rtl/>
        </w:rPr>
        <w:t xml:space="preserve"> </w:t>
      </w:r>
      <w:r w:rsidRPr="00843429">
        <w:t>imprints</w:t>
      </w:r>
      <w:r w:rsidRPr="00843429">
        <w:rPr>
          <w:rtl/>
        </w:rPr>
        <w:t xml:space="preserve"> </w:t>
      </w:r>
      <w:r w:rsidRPr="00843429">
        <w:t>will</w:t>
      </w:r>
      <w:r w:rsidRPr="00843429">
        <w:rPr>
          <w:rtl/>
        </w:rPr>
        <w:t xml:space="preserve"> </w:t>
      </w:r>
      <w:r w:rsidRPr="00843429">
        <w:t>appear</w:t>
      </w:r>
      <w:r w:rsidRPr="00843429">
        <w:rPr>
          <w:rtl/>
        </w:rPr>
        <w:t xml:space="preserve"> </w:t>
      </w:r>
      <w:r w:rsidRPr="00843429">
        <w:t>in</w:t>
      </w:r>
      <w:r w:rsidRPr="00843429">
        <w:rPr>
          <w:rtl/>
        </w:rPr>
        <w:t xml:space="preserve"> </w:t>
      </w:r>
      <w:r w:rsidRPr="00843429">
        <w:t>the</w:t>
      </w:r>
      <w:r w:rsidRPr="00843429">
        <w:rPr>
          <w:rtl/>
        </w:rPr>
        <w:t xml:space="preserve"> </w:t>
      </w:r>
      <w:r w:rsidRPr="00843429">
        <w:t>daily</w:t>
      </w:r>
      <w:r w:rsidRPr="00843429">
        <w:rPr>
          <w:rtl/>
        </w:rPr>
        <w:t xml:space="preserve"> </w:t>
      </w:r>
      <w:r w:rsidRPr="00843429">
        <w:t>life</w:t>
      </w:r>
      <w:r w:rsidRPr="00843429">
        <w:rPr>
          <w:rtl/>
        </w:rPr>
        <w:t xml:space="preserve"> </w:t>
      </w:r>
      <w:r w:rsidRPr="00843429">
        <w:t>and</w:t>
      </w:r>
      <w:r w:rsidRPr="00843429">
        <w:rPr>
          <w:rtl/>
        </w:rPr>
        <w:t xml:space="preserve"> </w:t>
      </w:r>
      <w:r w:rsidRPr="00843429">
        <w:t>in</w:t>
      </w:r>
      <w:r w:rsidRPr="00843429">
        <w:rPr>
          <w:rtl/>
        </w:rPr>
        <w:t xml:space="preserve"> </w:t>
      </w:r>
      <w:r w:rsidRPr="00843429">
        <w:t>the</w:t>
      </w:r>
      <w:r w:rsidRPr="00843429">
        <w:rPr>
          <w:rtl/>
        </w:rPr>
        <w:t xml:space="preserve"> </w:t>
      </w:r>
      <w:r w:rsidRPr="00843429">
        <w:t>association</w:t>
      </w:r>
      <w:r w:rsidRPr="00843429">
        <w:rPr>
          <w:rtl/>
        </w:rPr>
        <w:t xml:space="preserve"> </w:t>
      </w:r>
      <w:r w:rsidRPr="00843429">
        <w:t>between</w:t>
      </w:r>
      <w:r w:rsidRPr="00843429">
        <w:rPr>
          <w:rtl/>
        </w:rPr>
        <w:t xml:space="preserve"> </w:t>
      </w:r>
      <w:r w:rsidRPr="00843429">
        <w:t>them</w:t>
      </w:r>
      <w:r w:rsidRPr="00843429">
        <w:rPr>
          <w:rtl/>
        </w:rPr>
        <w:t xml:space="preserve"> </w:t>
      </w:r>
      <w:r w:rsidRPr="00843429">
        <w:t>in</w:t>
      </w:r>
      <w:r w:rsidRPr="00843429">
        <w:rPr>
          <w:rtl/>
        </w:rPr>
        <w:t xml:space="preserve"> </w:t>
      </w:r>
      <w:r w:rsidRPr="00843429">
        <w:t>the</w:t>
      </w:r>
      <w:r w:rsidRPr="00843429">
        <w:rPr>
          <w:rtl/>
        </w:rPr>
        <w:t xml:space="preserve"> </w:t>
      </w:r>
      <w:r w:rsidRPr="00843429">
        <w:t>form</w:t>
      </w:r>
      <w:r w:rsidRPr="00843429">
        <w:rPr>
          <w:rtl/>
        </w:rPr>
        <w:t xml:space="preserve"> </w:t>
      </w:r>
      <w:r w:rsidRPr="00843429">
        <w:t>of</w:t>
      </w:r>
      <w:r w:rsidRPr="00843429">
        <w:rPr>
          <w:rtl/>
        </w:rPr>
        <w:t xml:space="preserve"> (… </w:t>
      </w:r>
      <w:r w:rsidRPr="00843429">
        <w:t>And</w:t>
      </w:r>
      <w:r w:rsidRPr="00843429">
        <w:rPr>
          <w:rtl/>
        </w:rPr>
        <w:t xml:space="preserve"> </w:t>
      </w:r>
      <w:r w:rsidRPr="00843429">
        <w:t>live</w:t>
      </w:r>
      <w:r w:rsidRPr="00843429">
        <w:rPr>
          <w:rtl/>
        </w:rPr>
        <w:t xml:space="preserve"> </w:t>
      </w:r>
      <w:r w:rsidRPr="00843429">
        <w:t>with</w:t>
      </w:r>
      <w:r w:rsidRPr="00843429">
        <w:rPr>
          <w:rtl/>
        </w:rPr>
        <w:t xml:space="preserve"> </w:t>
      </w:r>
      <w:r w:rsidRPr="00843429">
        <w:t>them</w:t>
      </w:r>
      <w:r w:rsidRPr="00843429">
        <w:rPr>
          <w:rtl/>
        </w:rPr>
        <w:t xml:space="preserve"> </w:t>
      </w:r>
      <w:r w:rsidRPr="00843429">
        <w:t>honorably</w:t>
      </w:r>
      <w:r w:rsidRPr="00843429">
        <w:rPr>
          <w:rtl/>
        </w:rPr>
        <w:t>…)</w:t>
      </w:r>
      <w:r w:rsidRPr="00844CC1">
        <w:rPr>
          <w:rStyle w:val="libFootnotenumChar"/>
          <w:rtl/>
        </w:rPr>
        <w:endnoteReference w:id="116"/>
      </w:r>
      <w:r w:rsidRPr="00843429">
        <w:rPr>
          <w:rtl/>
        </w:rPr>
        <w:t xml:space="preserve"> </w:t>
      </w:r>
      <w:r w:rsidRPr="00843429">
        <w:t>For</w:t>
      </w:r>
      <w:r w:rsidRPr="00843429">
        <w:rPr>
          <w:rtl/>
        </w:rPr>
        <w:t xml:space="preserve"> </w:t>
      </w:r>
      <w:r w:rsidRPr="00843429">
        <w:t>harm</w:t>
      </w:r>
      <w:r w:rsidRPr="00843429">
        <w:rPr>
          <w:rtl/>
        </w:rPr>
        <w:t xml:space="preserve"> </w:t>
      </w:r>
      <w:r w:rsidRPr="00843429">
        <w:t>can</w:t>
      </w:r>
      <w:r w:rsidRPr="00843429">
        <w:rPr>
          <w:rtl/>
        </w:rPr>
        <w:t xml:space="preserve"> </w:t>
      </w:r>
      <w:r w:rsidRPr="00843429">
        <w:t>not</w:t>
      </w:r>
      <w:r w:rsidRPr="00843429">
        <w:rPr>
          <w:rtl/>
        </w:rPr>
        <w:t xml:space="preserve"> </w:t>
      </w:r>
      <w:r w:rsidRPr="00843429">
        <w:t>issue</w:t>
      </w:r>
      <w:r w:rsidRPr="00843429">
        <w:rPr>
          <w:rtl/>
        </w:rPr>
        <w:t xml:space="preserve"> </w:t>
      </w:r>
      <w:r w:rsidRPr="00843429">
        <w:t>from</w:t>
      </w:r>
      <w:r w:rsidRPr="00843429">
        <w:rPr>
          <w:rtl/>
        </w:rPr>
        <w:t xml:space="preserve"> </w:t>
      </w:r>
      <w:r w:rsidRPr="00843429">
        <w:t>the</w:t>
      </w:r>
      <w:r w:rsidRPr="00843429">
        <w:rPr>
          <w:rtl/>
        </w:rPr>
        <w:t xml:space="preserve"> </w:t>
      </w:r>
      <w:r w:rsidRPr="00843429">
        <w:t>one</w:t>
      </w:r>
      <w:r w:rsidRPr="00843429">
        <w:rPr>
          <w:rtl/>
        </w:rPr>
        <w:t xml:space="preserve"> </w:t>
      </w:r>
      <w:r w:rsidRPr="00843429">
        <w:t>who</w:t>
      </w:r>
      <w:r w:rsidRPr="00843429">
        <w:rPr>
          <w:rtl/>
        </w:rPr>
        <w:t xml:space="preserve"> </w:t>
      </w:r>
      <w:r w:rsidRPr="00843429">
        <w:t>has</w:t>
      </w:r>
      <w:r w:rsidRPr="00843429">
        <w:rPr>
          <w:rtl/>
        </w:rPr>
        <w:t xml:space="preserve"> </w:t>
      </w:r>
      <w:r w:rsidRPr="00843429">
        <w:t>affection</w:t>
      </w:r>
      <w:r w:rsidRPr="00843429">
        <w:rPr>
          <w:rtl/>
        </w:rPr>
        <w:t xml:space="preserve"> </w:t>
      </w:r>
      <w:r w:rsidRPr="00843429">
        <w:t>and</w:t>
      </w:r>
      <w:r w:rsidRPr="00843429">
        <w:rPr>
          <w:rtl/>
        </w:rPr>
        <w:t xml:space="preserve"> </w:t>
      </w:r>
      <w:r w:rsidRPr="00843429">
        <w:t>mercy</w:t>
      </w:r>
      <w:r w:rsidRPr="00843429">
        <w:rPr>
          <w:rtl/>
        </w:rPr>
        <w:t xml:space="preserve"> </w:t>
      </w:r>
      <w:r w:rsidRPr="00843429">
        <w:t>towards</w:t>
      </w:r>
      <w:r w:rsidRPr="00843429">
        <w:rPr>
          <w:rtl/>
        </w:rPr>
        <w:t xml:space="preserve"> </w:t>
      </w:r>
      <w:r w:rsidRPr="00843429">
        <w:t>the</w:t>
      </w:r>
      <w:r w:rsidRPr="00843429">
        <w:rPr>
          <w:rtl/>
        </w:rPr>
        <w:t xml:space="preserve"> </w:t>
      </w:r>
      <w:r w:rsidRPr="00843429">
        <w:t>other</w:t>
      </w:r>
      <w:r w:rsidRPr="00843429">
        <w:rPr>
          <w:rtl/>
        </w:rPr>
        <w:t xml:space="preserve"> </w:t>
      </w:r>
      <w:r w:rsidRPr="00843429">
        <w:t>one: (… and</w:t>
      </w:r>
      <w:r w:rsidRPr="00843429">
        <w:rPr>
          <w:rtl/>
        </w:rPr>
        <w:t xml:space="preserve"> </w:t>
      </w:r>
      <w:r w:rsidRPr="00843429">
        <w:t>do</w:t>
      </w:r>
      <w:r w:rsidRPr="00843429">
        <w:rPr>
          <w:rtl/>
        </w:rPr>
        <w:t xml:space="preserve"> </w:t>
      </w:r>
      <w:r w:rsidRPr="00843429">
        <w:t>not</w:t>
      </w:r>
      <w:r w:rsidRPr="00843429">
        <w:rPr>
          <w:rtl/>
        </w:rPr>
        <w:t xml:space="preserve"> </w:t>
      </w:r>
      <w:r w:rsidRPr="00843429">
        <w:t>treat</w:t>
      </w:r>
      <w:r w:rsidRPr="00843429">
        <w:rPr>
          <w:rtl/>
        </w:rPr>
        <w:t xml:space="preserve"> </w:t>
      </w:r>
      <w:r w:rsidRPr="00843429">
        <w:t>them</w:t>
      </w:r>
      <w:r w:rsidRPr="00843429">
        <w:rPr>
          <w:rtl/>
        </w:rPr>
        <w:t xml:space="preserve"> </w:t>
      </w:r>
      <w:r w:rsidRPr="00843429">
        <w:t>in</w:t>
      </w:r>
      <w:r w:rsidRPr="00843429">
        <w:rPr>
          <w:rtl/>
        </w:rPr>
        <w:t xml:space="preserve"> </w:t>
      </w:r>
      <w:r w:rsidRPr="00843429">
        <w:t>such</w:t>
      </w:r>
      <w:r w:rsidRPr="00843429">
        <w:rPr>
          <w:rtl/>
        </w:rPr>
        <w:t xml:space="preserve"> </w:t>
      </w:r>
      <w:r w:rsidRPr="00843429">
        <w:t>a</w:t>
      </w:r>
      <w:r w:rsidRPr="00843429">
        <w:rPr>
          <w:rtl/>
        </w:rPr>
        <w:t xml:space="preserve"> </w:t>
      </w:r>
      <w:r w:rsidRPr="00843429">
        <w:t>harmful</w:t>
      </w:r>
      <w:r w:rsidRPr="00843429">
        <w:rPr>
          <w:rtl/>
        </w:rPr>
        <w:t xml:space="preserve"> </w:t>
      </w:r>
      <w:r w:rsidRPr="00843429">
        <w:t>way</w:t>
      </w:r>
      <w:r w:rsidRPr="00843429">
        <w:rPr>
          <w:rtl/>
        </w:rPr>
        <w:t xml:space="preserve"> </w:t>
      </w:r>
      <w:r w:rsidRPr="00843429">
        <w:t>that</w:t>
      </w:r>
      <w:r w:rsidRPr="00843429">
        <w:rPr>
          <w:rtl/>
        </w:rPr>
        <w:t xml:space="preserve"> </w:t>
      </w:r>
      <w:r w:rsidRPr="00843429">
        <w:t>they</w:t>
      </w:r>
      <w:r w:rsidRPr="00843429">
        <w:rPr>
          <w:rtl/>
        </w:rPr>
        <w:t xml:space="preserve"> </w:t>
      </w:r>
      <w:r w:rsidRPr="00843429">
        <w:t>be</w:t>
      </w:r>
      <w:r w:rsidRPr="00843429">
        <w:rPr>
          <w:rtl/>
        </w:rPr>
        <w:t xml:space="preserve"> </w:t>
      </w:r>
      <w:r w:rsidRPr="00843429">
        <w:t>obliged</w:t>
      </w:r>
      <w:r w:rsidRPr="00843429">
        <w:rPr>
          <w:rtl/>
        </w:rPr>
        <w:t xml:space="preserve"> </w:t>
      </w:r>
      <w:r w:rsidRPr="00843429">
        <w:t>to</w:t>
      </w:r>
      <w:r w:rsidRPr="00843429">
        <w:rPr>
          <w:rtl/>
        </w:rPr>
        <w:t xml:space="preserve"> </w:t>
      </w:r>
      <w:r w:rsidRPr="00843429">
        <w:t>leave…)</w:t>
      </w:r>
      <w:r w:rsidRPr="00844CC1">
        <w:rPr>
          <w:rStyle w:val="libFootnotenumChar"/>
          <w:rtl/>
        </w:rPr>
        <w:endnoteReference w:id="117"/>
      </w:r>
    </w:p>
    <w:p w:rsidR="002E0242" w:rsidRDefault="00844CC1" w:rsidP="00844CC1">
      <w:pPr>
        <w:pStyle w:val="libNormal"/>
      </w:pPr>
      <w:r w:rsidRPr="00843429">
        <w:t>4-</w:t>
      </w:r>
      <w:r w:rsidRPr="00843429">
        <w:rPr>
          <w:rtl/>
        </w:rPr>
        <w:t xml:space="preserve"> </w:t>
      </w:r>
      <w:r w:rsidRPr="00843429">
        <w:t>Cooperation</w:t>
      </w:r>
      <w:r w:rsidRPr="00843429">
        <w:rPr>
          <w:rtl/>
        </w:rPr>
        <w:t xml:space="preserve"> </w:t>
      </w:r>
      <w:r w:rsidRPr="00843429">
        <w:t>and</w:t>
      </w:r>
      <w:r w:rsidRPr="00843429">
        <w:rPr>
          <w:rtl/>
        </w:rPr>
        <w:t xml:space="preserve"> </w:t>
      </w:r>
      <w:r w:rsidRPr="00843429">
        <w:t>Filling</w:t>
      </w:r>
      <w:r w:rsidRPr="00843429">
        <w:rPr>
          <w:rtl/>
        </w:rPr>
        <w:t xml:space="preserve"> </w:t>
      </w:r>
      <w:r w:rsidRPr="00843429">
        <w:t>In</w:t>
      </w:r>
      <w:r w:rsidRPr="00843429">
        <w:rPr>
          <w:rtl/>
        </w:rPr>
        <w:t xml:space="preserve"> </w:t>
      </w:r>
      <w:r w:rsidRPr="00843429">
        <w:t>the</w:t>
      </w:r>
      <w:r w:rsidRPr="00843429">
        <w:rPr>
          <w:rtl/>
        </w:rPr>
        <w:t xml:space="preserve"> </w:t>
      </w:r>
      <w:r w:rsidRPr="00843429">
        <w:t>Gaps: The</w:t>
      </w:r>
      <w:r w:rsidRPr="00843429">
        <w:rPr>
          <w:rtl/>
        </w:rPr>
        <w:t xml:space="preserve"> </w:t>
      </w:r>
      <w:r w:rsidRPr="00843429">
        <w:t>Most</w:t>
      </w:r>
      <w:r w:rsidRPr="00843429">
        <w:rPr>
          <w:rtl/>
        </w:rPr>
        <w:t xml:space="preserve"> </w:t>
      </w:r>
      <w:r w:rsidRPr="00843429">
        <w:t>High</w:t>
      </w:r>
      <w:r w:rsidRPr="00843429">
        <w:rPr>
          <w:rtl/>
        </w:rPr>
        <w:t xml:space="preserve"> </w:t>
      </w:r>
      <w:r w:rsidRPr="00843429">
        <w:t>God</w:t>
      </w:r>
      <w:r w:rsidRPr="00843429">
        <w:rPr>
          <w:rtl/>
        </w:rPr>
        <w:t xml:space="preserve"> </w:t>
      </w:r>
      <w:r w:rsidRPr="00843429">
        <w:t>says, (</w:t>
      </w:r>
      <w:r w:rsidRPr="00843429">
        <w:rPr>
          <w:rtl/>
        </w:rPr>
        <w:t>…</w:t>
      </w:r>
      <w:r w:rsidRPr="00843429">
        <w:t>They</w:t>
      </w:r>
      <w:r w:rsidRPr="00843429">
        <w:rPr>
          <w:rtl/>
        </w:rPr>
        <w:t xml:space="preserve"> </w:t>
      </w:r>
      <w:r w:rsidRPr="00843429">
        <w:t>are</w:t>
      </w:r>
      <w:r w:rsidRPr="00843429">
        <w:rPr>
          <w:rtl/>
        </w:rPr>
        <w:t xml:space="preserve"> </w:t>
      </w:r>
      <w:r w:rsidRPr="00843429">
        <w:t>libas</w:t>
      </w:r>
      <w:r w:rsidRPr="00843429">
        <w:rPr>
          <w:rtl/>
        </w:rPr>
        <w:t xml:space="preserve"> </w:t>
      </w:r>
      <w:r w:rsidRPr="00843429">
        <w:t>for</w:t>
      </w:r>
      <w:r w:rsidRPr="00843429">
        <w:rPr>
          <w:rtl/>
        </w:rPr>
        <w:t xml:space="preserve"> </w:t>
      </w:r>
      <w:r w:rsidRPr="00843429">
        <w:t>you</w:t>
      </w:r>
      <w:r w:rsidRPr="00843429">
        <w:rPr>
          <w:rtl/>
        </w:rPr>
        <w:t xml:space="preserve"> </w:t>
      </w:r>
      <w:r w:rsidRPr="00843429">
        <w:t>and</w:t>
      </w:r>
      <w:r w:rsidRPr="00843429">
        <w:rPr>
          <w:rtl/>
        </w:rPr>
        <w:t xml:space="preserve"> </w:t>
      </w:r>
      <w:r w:rsidRPr="00843429">
        <w:t>you</w:t>
      </w:r>
      <w:r w:rsidRPr="00843429">
        <w:rPr>
          <w:rtl/>
        </w:rPr>
        <w:t xml:space="preserve"> </w:t>
      </w:r>
      <w:r w:rsidRPr="00843429">
        <w:t>are</w:t>
      </w:r>
      <w:r w:rsidRPr="00843429">
        <w:rPr>
          <w:rtl/>
        </w:rPr>
        <w:t xml:space="preserve"> </w:t>
      </w:r>
      <w:r w:rsidRPr="00843429">
        <w:t>libas</w:t>
      </w:r>
      <w:r w:rsidRPr="00843429">
        <w:rPr>
          <w:rtl/>
        </w:rPr>
        <w:t xml:space="preserve"> </w:t>
      </w:r>
      <w:r w:rsidRPr="00843429">
        <w:t>for</w:t>
      </w:r>
      <w:r w:rsidRPr="00843429">
        <w:rPr>
          <w:rtl/>
        </w:rPr>
        <w:t xml:space="preserve"> </w:t>
      </w:r>
      <w:r w:rsidRPr="00843429">
        <w:t>them</w:t>
      </w:r>
      <w:r w:rsidRPr="00843429">
        <w:rPr>
          <w:rtl/>
        </w:rPr>
        <w:t>…</w:t>
      </w:r>
      <w:r w:rsidRPr="00844CC1">
        <w:rPr>
          <w:rStyle w:val="libFootnotenumChar"/>
          <w:rtl/>
        </w:rPr>
        <w:endnoteReference w:id="118"/>
      </w:r>
      <w:r w:rsidRPr="00843429">
        <w:t>). This</w:t>
      </w:r>
      <w:r w:rsidRPr="00843429">
        <w:rPr>
          <w:rtl/>
        </w:rPr>
        <w:t xml:space="preserve"> </w:t>
      </w:r>
      <w:r w:rsidRPr="00843429">
        <w:t>verse</w:t>
      </w:r>
      <w:r w:rsidRPr="00843429">
        <w:rPr>
          <w:rtl/>
        </w:rPr>
        <w:t xml:space="preserve"> </w:t>
      </w:r>
      <w:r w:rsidRPr="00843429">
        <w:t>implies</w:t>
      </w:r>
      <w:r w:rsidRPr="00843429">
        <w:rPr>
          <w:rtl/>
        </w:rPr>
        <w:t xml:space="preserve"> </w:t>
      </w:r>
      <w:r w:rsidRPr="00843429">
        <w:t>the</w:t>
      </w:r>
      <w:r w:rsidRPr="00843429">
        <w:rPr>
          <w:rtl/>
        </w:rPr>
        <w:t xml:space="preserve"> </w:t>
      </w:r>
      <w:r w:rsidRPr="00843429">
        <w:t>next</w:t>
      </w:r>
      <w:r w:rsidRPr="00843429">
        <w:rPr>
          <w:rtl/>
        </w:rPr>
        <w:t xml:space="preserve"> </w:t>
      </w:r>
      <w:r w:rsidRPr="00843429">
        <w:t>connotations. Firstly, each</w:t>
      </w:r>
      <w:r w:rsidRPr="00843429">
        <w:rPr>
          <w:rtl/>
        </w:rPr>
        <w:t xml:space="preserve"> </w:t>
      </w:r>
      <w:r w:rsidRPr="00843429">
        <w:t>one</w:t>
      </w:r>
      <w:r w:rsidRPr="00843429">
        <w:rPr>
          <w:rtl/>
        </w:rPr>
        <w:t xml:space="preserve"> </w:t>
      </w:r>
      <w:r w:rsidRPr="00843429">
        <w:t>of</w:t>
      </w:r>
      <w:r w:rsidRPr="00843429">
        <w:rPr>
          <w:rtl/>
        </w:rPr>
        <w:t xml:space="preserve"> </w:t>
      </w:r>
      <w:r w:rsidRPr="00843429">
        <w:t>them</w:t>
      </w:r>
      <w:r w:rsidRPr="00843429">
        <w:rPr>
          <w:rtl/>
        </w:rPr>
        <w:t xml:space="preserve"> </w:t>
      </w:r>
      <w:r w:rsidRPr="00843429">
        <w:t>is</w:t>
      </w:r>
      <w:r w:rsidRPr="00843429">
        <w:rPr>
          <w:rtl/>
        </w:rPr>
        <w:t xml:space="preserve"> </w:t>
      </w:r>
      <w:r w:rsidRPr="00843429">
        <w:t>considered</w:t>
      </w:r>
      <w:r w:rsidRPr="00843429">
        <w:rPr>
          <w:rtl/>
        </w:rPr>
        <w:t xml:space="preserve"> </w:t>
      </w:r>
      <w:r w:rsidRPr="00843429">
        <w:t>to</w:t>
      </w:r>
      <w:r w:rsidRPr="00843429">
        <w:rPr>
          <w:rtl/>
        </w:rPr>
        <w:t xml:space="preserve"> </w:t>
      </w:r>
      <w:r w:rsidRPr="00843429">
        <w:t>be</w:t>
      </w:r>
      <w:r w:rsidRPr="00843429">
        <w:rPr>
          <w:rtl/>
        </w:rPr>
        <w:t xml:space="preserve"> </w:t>
      </w:r>
      <w:r w:rsidRPr="00843429">
        <w:t>an</w:t>
      </w:r>
      <w:r w:rsidRPr="00843429">
        <w:rPr>
          <w:rtl/>
        </w:rPr>
        <w:t xml:space="preserve"> </w:t>
      </w:r>
      <w:r w:rsidRPr="00843429">
        <w:t>adornment</w:t>
      </w:r>
      <w:r w:rsidRPr="00843429">
        <w:rPr>
          <w:rtl/>
        </w:rPr>
        <w:t xml:space="preserve"> </w:t>
      </w:r>
      <w:r w:rsidRPr="00843429">
        <w:t>for</w:t>
      </w:r>
      <w:r w:rsidRPr="00843429">
        <w:rPr>
          <w:rtl/>
        </w:rPr>
        <w:t xml:space="preserve"> </w:t>
      </w:r>
      <w:r w:rsidRPr="00843429">
        <w:t>the</w:t>
      </w:r>
      <w:r w:rsidRPr="00843429">
        <w:rPr>
          <w:rtl/>
        </w:rPr>
        <w:t xml:space="preserve"> </w:t>
      </w:r>
      <w:r w:rsidRPr="00843429">
        <w:t>other</w:t>
      </w:r>
      <w:r w:rsidRPr="00843429">
        <w:rPr>
          <w:rtl/>
        </w:rPr>
        <w:t xml:space="preserve"> </w:t>
      </w:r>
      <w:r w:rsidRPr="00843429">
        <w:t>one; for</w:t>
      </w:r>
      <w:r w:rsidRPr="00843429">
        <w:rPr>
          <w:rtl/>
        </w:rPr>
        <w:t xml:space="preserve"> </w:t>
      </w:r>
      <w:r w:rsidRPr="00843429">
        <w:t>the</w:t>
      </w:r>
      <w:r w:rsidRPr="00843429">
        <w:rPr>
          <w:rtl/>
        </w:rPr>
        <w:t xml:space="preserve"> </w:t>
      </w:r>
      <w:r w:rsidRPr="00843429">
        <w:t>garment</w:t>
      </w:r>
      <w:r w:rsidRPr="00843429">
        <w:rPr>
          <w:rtl/>
        </w:rPr>
        <w:t xml:space="preserve"> </w:t>
      </w:r>
      <w:r w:rsidRPr="00843429">
        <w:t>is</w:t>
      </w:r>
      <w:r w:rsidRPr="00843429">
        <w:rPr>
          <w:rtl/>
        </w:rPr>
        <w:t xml:space="preserve"> </w:t>
      </w:r>
      <w:r w:rsidRPr="00843429">
        <w:t>an</w:t>
      </w:r>
      <w:r w:rsidRPr="00843429">
        <w:rPr>
          <w:rtl/>
        </w:rPr>
        <w:t xml:space="preserve"> </w:t>
      </w:r>
      <w:r w:rsidRPr="00843429">
        <w:t>adornment</w:t>
      </w:r>
      <w:r w:rsidRPr="00843429">
        <w:rPr>
          <w:rtl/>
        </w:rPr>
        <w:t xml:space="preserve"> </w:t>
      </w:r>
      <w:r w:rsidRPr="00843429">
        <w:t>for</w:t>
      </w:r>
      <w:r w:rsidRPr="00843429">
        <w:rPr>
          <w:rtl/>
        </w:rPr>
        <w:t xml:space="preserve"> </w:t>
      </w:r>
      <w:r w:rsidRPr="00843429">
        <w:t>the</w:t>
      </w:r>
      <w:r w:rsidRPr="00843429">
        <w:rPr>
          <w:rtl/>
        </w:rPr>
        <w:t xml:space="preserve"> </w:t>
      </w:r>
      <w:r w:rsidRPr="00843429">
        <w:t>one</w:t>
      </w:r>
      <w:r w:rsidRPr="00843429">
        <w:rPr>
          <w:rtl/>
        </w:rPr>
        <w:t xml:space="preserve"> </w:t>
      </w:r>
      <w:r w:rsidRPr="00843429">
        <w:t>putting</w:t>
      </w:r>
      <w:r w:rsidRPr="00843429">
        <w:rPr>
          <w:rtl/>
        </w:rPr>
        <w:t xml:space="preserve"> </w:t>
      </w:r>
      <w:r w:rsidRPr="00843429">
        <w:t>it</w:t>
      </w:r>
      <w:r w:rsidRPr="00843429">
        <w:rPr>
          <w:rtl/>
        </w:rPr>
        <w:t xml:space="preserve"> </w:t>
      </w:r>
      <w:r w:rsidRPr="00843429">
        <w:t>on. Secondly, both</w:t>
      </w:r>
      <w:r w:rsidRPr="00843429">
        <w:rPr>
          <w:rtl/>
        </w:rPr>
        <w:t xml:space="preserve"> </w:t>
      </w:r>
      <w:r w:rsidRPr="00843429">
        <w:t>fortify</w:t>
      </w:r>
      <w:r w:rsidRPr="00843429">
        <w:rPr>
          <w:rtl/>
        </w:rPr>
        <w:t xml:space="preserve"> </w:t>
      </w:r>
      <w:r w:rsidRPr="00843429">
        <w:t>each</w:t>
      </w:r>
      <w:r w:rsidRPr="00843429">
        <w:rPr>
          <w:rtl/>
        </w:rPr>
        <w:t xml:space="preserve"> </w:t>
      </w:r>
      <w:r w:rsidRPr="00843429">
        <w:t>other; for</w:t>
      </w:r>
      <w:r w:rsidRPr="00843429">
        <w:rPr>
          <w:rtl/>
        </w:rPr>
        <w:t xml:space="preserve"> </w:t>
      </w:r>
      <w:r w:rsidRPr="00843429">
        <w:t>the</w:t>
      </w:r>
      <w:r w:rsidRPr="00843429">
        <w:rPr>
          <w:rtl/>
        </w:rPr>
        <w:t xml:space="preserve"> </w:t>
      </w:r>
      <w:r w:rsidRPr="00843429">
        <w:t>garment</w:t>
      </w:r>
      <w:r w:rsidRPr="00843429">
        <w:rPr>
          <w:rtl/>
        </w:rPr>
        <w:t xml:space="preserve"> </w:t>
      </w:r>
      <w:r w:rsidRPr="00843429">
        <w:t>fortifies</w:t>
      </w:r>
      <w:r w:rsidRPr="00843429">
        <w:rPr>
          <w:rtl/>
        </w:rPr>
        <w:t xml:space="preserve"> </w:t>
      </w:r>
      <w:r w:rsidRPr="00843429">
        <w:t>the</w:t>
      </w:r>
      <w:r w:rsidRPr="00843429">
        <w:rPr>
          <w:rtl/>
        </w:rPr>
        <w:t xml:space="preserve"> </w:t>
      </w:r>
      <w:r w:rsidRPr="00843429">
        <w:t>human</w:t>
      </w:r>
      <w:r w:rsidRPr="00843429">
        <w:rPr>
          <w:rtl/>
        </w:rPr>
        <w:t xml:space="preserve"> </w:t>
      </w:r>
      <w:r w:rsidRPr="00843429">
        <w:t>being</w:t>
      </w:r>
      <w:r w:rsidRPr="00843429">
        <w:rPr>
          <w:rtl/>
        </w:rPr>
        <w:t xml:space="preserve"> </w:t>
      </w:r>
      <w:r w:rsidRPr="00843429">
        <w:t>from</w:t>
      </w:r>
      <w:r w:rsidRPr="00843429">
        <w:rPr>
          <w:rtl/>
        </w:rPr>
        <w:t xml:space="preserve"> </w:t>
      </w:r>
      <w:r w:rsidRPr="00843429">
        <w:t>coldness</w:t>
      </w:r>
      <w:r w:rsidRPr="00843429">
        <w:rPr>
          <w:rtl/>
        </w:rPr>
        <w:t xml:space="preserve"> </w:t>
      </w:r>
      <w:r w:rsidRPr="00843429">
        <w:t>in</w:t>
      </w:r>
      <w:r w:rsidRPr="00843429">
        <w:rPr>
          <w:rtl/>
        </w:rPr>
        <w:t xml:space="preserve"> </w:t>
      </w:r>
      <w:r w:rsidRPr="00843429">
        <w:t>winter</w:t>
      </w:r>
      <w:r w:rsidRPr="00843429">
        <w:rPr>
          <w:rtl/>
        </w:rPr>
        <w:t xml:space="preserve"> </w:t>
      </w:r>
      <w:r w:rsidRPr="00843429">
        <w:t>and</w:t>
      </w:r>
      <w:r w:rsidRPr="00843429">
        <w:rPr>
          <w:rtl/>
        </w:rPr>
        <w:t xml:space="preserve"> </w:t>
      </w:r>
      <w:r w:rsidRPr="00843429">
        <w:t>keeps</w:t>
      </w:r>
      <w:r w:rsidRPr="00843429">
        <w:rPr>
          <w:rtl/>
        </w:rPr>
        <w:t xml:space="preserve"> </w:t>
      </w:r>
      <w:r w:rsidRPr="00843429">
        <w:t>back</w:t>
      </w:r>
      <w:r w:rsidRPr="00843429">
        <w:rPr>
          <w:rtl/>
        </w:rPr>
        <w:t xml:space="preserve"> </w:t>
      </w:r>
      <w:r w:rsidRPr="00843429">
        <w:t>the</w:t>
      </w:r>
      <w:r w:rsidRPr="00843429">
        <w:rPr>
          <w:rtl/>
        </w:rPr>
        <w:t xml:space="preserve"> </w:t>
      </w:r>
      <w:r w:rsidRPr="00843429">
        <w:t>intensity</w:t>
      </w:r>
      <w:r w:rsidRPr="00843429">
        <w:rPr>
          <w:rtl/>
        </w:rPr>
        <w:t xml:space="preserve"> </w:t>
      </w:r>
      <w:r w:rsidRPr="00843429">
        <w:t>of</w:t>
      </w:r>
      <w:r w:rsidRPr="00843429">
        <w:rPr>
          <w:rtl/>
        </w:rPr>
        <w:t xml:space="preserve"> </w:t>
      </w:r>
      <w:r w:rsidRPr="00843429">
        <w:t>the</w:t>
      </w:r>
      <w:r w:rsidRPr="00843429">
        <w:rPr>
          <w:rtl/>
        </w:rPr>
        <w:t xml:space="preserve"> </w:t>
      </w:r>
      <w:r w:rsidRPr="00843429">
        <w:t>heat</w:t>
      </w:r>
      <w:r w:rsidRPr="00843429">
        <w:rPr>
          <w:rtl/>
        </w:rPr>
        <w:t xml:space="preserve"> </w:t>
      </w:r>
      <w:r w:rsidRPr="00843429">
        <w:t>of</w:t>
      </w:r>
      <w:r w:rsidRPr="00843429">
        <w:rPr>
          <w:rtl/>
        </w:rPr>
        <w:t xml:space="preserve"> </w:t>
      </w:r>
      <w:r w:rsidRPr="00843429">
        <w:t>the</w:t>
      </w:r>
      <w:r w:rsidRPr="00843429">
        <w:rPr>
          <w:rtl/>
        </w:rPr>
        <w:t xml:space="preserve"> </w:t>
      </w:r>
      <w:r w:rsidRPr="00843429">
        <w:t>sun</w:t>
      </w:r>
      <w:r w:rsidRPr="00843429">
        <w:rPr>
          <w:rtl/>
        </w:rPr>
        <w:t xml:space="preserve"> </w:t>
      </w:r>
      <w:r w:rsidRPr="00843429">
        <w:t>in</w:t>
      </w:r>
      <w:r w:rsidRPr="00843429">
        <w:rPr>
          <w:rtl/>
        </w:rPr>
        <w:t xml:space="preserve"> </w:t>
      </w:r>
      <w:r w:rsidRPr="00843429">
        <w:t>the</w:t>
      </w:r>
      <w:r w:rsidRPr="00843429">
        <w:rPr>
          <w:rtl/>
        </w:rPr>
        <w:t xml:space="preserve"> </w:t>
      </w:r>
      <w:r w:rsidRPr="00843429">
        <w:t>summer. Thirdly, both</w:t>
      </w:r>
      <w:r w:rsidRPr="00843429">
        <w:rPr>
          <w:rtl/>
        </w:rPr>
        <w:t xml:space="preserve"> </w:t>
      </w:r>
      <w:r w:rsidRPr="00843429">
        <w:t>enshroud</w:t>
      </w:r>
      <w:r w:rsidRPr="00843429">
        <w:rPr>
          <w:rtl/>
        </w:rPr>
        <w:t xml:space="preserve"> </w:t>
      </w:r>
      <w:r w:rsidRPr="00843429">
        <w:t>each</w:t>
      </w:r>
      <w:r w:rsidRPr="00843429">
        <w:rPr>
          <w:rtl/>
        </w:rPr>
        <w:t xml:space="preserve"> </w:t>
      </w:r>
      <w:r w:rsidRPr="00843429">
        <w:t>other; for</w:t>
      </w:r>
      <w:r w:rsidRPr="00843429">
        <w:rPr>
          <w:rtl/>
        </w:rPr>
        <w:t xml:space="preserve"> </w:t>
      </w:r>
      <w:r w:rsidRPr="00843429">
        <w:t>the</w:t>
      </w:r>
      <w:r w:rsidRPr="00843429">
        <w:rPr>
          <w:rtl/>
        </w:rPr>
        <w:t xml:space="preserve"> </w:t>
      </w:r>
      <w:r w:rsidRPr="00843429">
        <w:t>garment</w:t>
      </w:r>
      <w:r w:rsidRPr="00843429">
        <w:rPr>
          <w:rtl/>
        </w:rPr>
        <w:t xml:space="preserve"> </w:t>
      </w:r>
      <w:r w:rsidRPr="00843429">
        <w:t>enshrouds</w:t>
      </w:r>
      <w:r w:rsidRPr="00843429">
        <w:rPr>
          <w:rtl/>
        </w:rPr>
        <w:t xml:space="preserve"> </w:t>
      </w:r>
      <w:r w:rsidRPr="00843429">
        <w:t>the</w:t>
      </w:r>
      <w:r w:rsidRPr="00843429">
        <w:rPr>
          <w:rtl/>
        </w:rPr>
        <w:t xml:space="preserve"> </w:t>
      </w:r>
      <w:r w:rsidRPr="00843429">
        <w:t>body</w:t>
      </w:r>
      <w:r w:rsidRPr="00843429">
        <w:rPr>
          <w:rtl/>
        </w:rPr>
        <w:t xml:space="preserve"> </w:t>
      </w:r>
      <w:r w:rsidRPr="00843429">
        <w:t>and</w:t>
      </w:r>
      <w:r w:rsidRPr="00843429">
        <w:rPr>
          <w:rtl/>
        </w:rPr>
        <w:t xml:space="preserve"> </w:t>
      </w:r>
      <w:r w:rsidRPr="00843429">
        <w:t>hides</w:t>
      </w:r>
      <w:r w:rsidRPr="00843429">
        <w:rPr>
          <w:rtl/>
        </w:rPr>
        <w:t xml:space="preserve"> </w:t>
      </w:r>
      <w:r w:rsidRPr="00843429">
        <w:t>its</w:t>
      </w:r>
      <w:r w:rsidRPr="00843429">
        <w:rPr>
          <w:rtl/>
        </w:rPr>
        <w:t xml:space="preserve"> </w:t>
      </w:r>
      <w:r w:rsidRPr="00843429">
        <w:t>private</w:t>
      </w:r>
      <w:r w:rsidRPr="00843429">
        <w:rPr>
          <w:rtl/>
        </w:rPr>
        <w:t xml:space="preserve"> </w:t>
      </w:r>
      <w:r w:rsidRPr="00843429">
        <w:t>parts. If</w:t>
      </w:r>
      <w:r w:rsidRPr="00843429">
        <w:rPr>
          <w:rtl/>
        </w:rPr>
        <w:t xml:space="preserve"> </w:t>
      </w:r>
      <w:r w:rsidRPr="00843429">
        <w:t>the</w:t>
      </w:r>
      <w:r w:rsidRPr="00843429">
        <w:rPr>
          <w:rtl/>
        </w:rPr>
        <w:t xml:space="preserve"> </w:t>
      </w:r>
      <w:r w:rsidRPr="00843429">
        <w:t>woman</w:t>
      </w:r>
      <w:r w:rsidRPr="00843429">
        <w:rPr>
          <w:rtl/>
        </w:rPr>
        <w:t xml:space="preserve"> </w:t>
      </w:r>
      <w:r w:rsidRPr="00843429">
        <w:t>regards</w:t>
      </w:r>
      <w:r w:rsidRPr="00843429">
        <w:rPr>
          <w:rtl/>
        </w:rPr>
        <w:t xml:space="preserve"> </w:t>
      </w:r>
      <w:r w:rsidRPr="00843429">
        <w:t>a</w:t>
      </w:r>
      <w:r w:rsidRPr="00843429">
        <w:rPr>
          <w:rtl/>
        </w:rPr>
        <w:t xml:space="preserve"> </w:t>
      </w:r>
      <w:r w:rsidRPr="00843429">
        <w:t>shame</w:t>
      </w:r>
      <w:r w:rsidRPr="00843429">
        <w:rPr>
          <w:rtl/>
        </w:rPr>
        <w:t xml:space="preserve"> </w:t>
      </w:r>
      <w:r w:rsidRPr="00843429">
        <w:t>or</w:t>
      </w:r>
      <w:r w:rsidRPr="00843429">
        <w:rPr>
          <w:rtl/>
        </w:rPr>
        <w:t xml:space="preserve"> </w:t>
      </w:r>
      <w:r w:rsidRPr="00843429">
        <w:t>a</w:t>
      </w:r>
      <w:r w:rsidRPr="00843429">
        <w:rPr>
          <w:rtl/>
        </w:rPr>
        <w:t xml:space="preserve"> </w:t>
      </w:r>
      <w:r w:rsidRPr="00843429">
        <w:t>problem</w:t>
      </w:r>
      <w:r w:rsidRPr="00843429">
        <w:rPr>
          <w:rtl/>
        </w:rPr>
        <w:t xml:space="preserve"> </w:t>
      </w:r>
      <w:r w:rsidRPr="00843429">
        <w:t>in</w:t>
      </w:r>
      <w:r w:rsidRPr="00843429">
        <w:rPr>
          <w:rtl/>
        </w:rPr>
        <w:t xml:space="preserve"> </w:t>
      </w:r>
      <w:r w:rsidRPr="00843429">
        <w:t>her</w:t>
      </w:r>
      <w:r w:rsidRPr="00843429">
        <w:rPr>
          <w:rtl/>
        </w:rPr>
        <w:t xml:space="preserve"> </w:t>
      </w:r>
      <w:r w:rsidRPr="00843429">
        <w:t>husband, her</w:t>
      </w:r>
      <w:r w:rsidRPr="00843429">
        <w:rPr>
          <w:rtl/>
        </w:rPr>
        <w:t xml:space="preserve"> </w:t>
      </w:r>
      <w:r w:rsidRPr="00843429">
        <w:t>responsibility</w:t>
      </w:r>
      <w:r w:rsidRPr="00843429">
        <w:rPr>
          <w:rtl/>
        </w:rPr>
        <w:t xml:space="preserve"> </w:t>
      </w:r>
      <w:r w:rsidRPr="00843429">
        <w:t>is</w:t>
      </w:r>
      <w:r w:rsidRPr="00843429">
        <w:rPr>
          <w:rtl/>
        </w:rPr>
        <w:t xml:space="preserve"> </w:t>
      </w:r>
      <w:r w:rsidRPr="00843429">
        <w:t>to</w:t>
      </w:r>
      <w:r w:rsidRPr="00843429">
        <w:rPr>
          <w:rtl/>
        </w:rPr>
        <w:t xml:space="preserve"> </w:t>
      </w:r>
      <w:r w:rsidRPr="00843429">
        <w:t>enshroud</w:t>
      </w:r>
      <w:r w:rsidRPr="00843429">
        <w:rPr>
          <w:rtl/>
        </w:rPr>
        <w:t xml:space="preserve"> </w:t>
      </w:r>
      <w:r w:rsidRPr="00843429">
        <w:t>him</w:t>
      </w:r>
      <w:r w:rsidRPr="00843429">
        <w:rPr>
          <w:rtl/>
        </w:rPr>
        <w:t xml:space="preserve"> </w:t>
      </w:r>
      <w:r w:rsidRPr="00843429">
        <w:t>at</w:t>
      </w:r>
      <w:r w:rsidRPr="00843429">
        <w:rPr>
          <w:rtl/>
        </w:rPr>
        <w:t xml:space="preserve"> </w:t>
      </w:r>
      <w:r w:rsidRPr="00843429">
        <w:t>first, to</w:t>
      </w:r>
      <w:r w:rsidRPr="00843429">
        <w:rPr>
          <w:rtl/>
        </w:rPr>
        <w:t xml:space="preserve"> </w:t>
      </w:r>
      <w:r w:rsidRPr="00843429">
        <w:t>help</w:t>
      </w:r>
      <w:r w:rsidRPr="00843429">
        <w:rPr>
          <w:rtl/>
        </w:rPr>
        <w:t xml:space="preserve"> </w:t>
      </w:r>
      <w:r w:rsidRPr="00843429">
        <w:t>him</w:t>
      </w:r>
      <w:r w:rsidRPr="00843429">
        <w:rPr>
          <w:rtl/>
        </w:rPr>
        <w:t xml:space="preserve"> </w:t>
      </w:r>
      <w:r w:rsidRPr="00843429">
        <w:t>fill</w:t>
      </w:r>
      <w:r w:rsidRPr="00843429">
        <w:rPr>
          <w:rtl/>
        </w:rPr>
        <w:t xml:space="preserve"> </w:t>
      </w:r>
      <w:r w:rsidRPr="00843429">
        <w:t>in</w:t>
      </w:r>
      <w:r w:rsidRPr="00843429">
        <w:rPr>
          <w:rtl/>
        </w:rPr>
        <w:t xml:space="preserve"> </w:t>
      </w:r>
      <w:r w:rsidRPr="00843429">
        <w:t>this</w:t>
      </w:r>
      <w:r w:rsidRPr="00843429">
        <w:rPr>
          <w:rtl/>
        </w:rPr>
        <w:t xml:space="preserve"> </w:t>
      </w:r>
      <w:r w:rsidRPr="00843429">
        <w:t>gap</w:t>
      </w:r>
      <w:r w:rsidRPr="00843429">
        <w:rPr>
          <w:rtl/>
        </w:rPr>
        <w:t xml:space="preserve"> </w:t>
      </w:r>
      <w:r w:rsidRPr="00843429">
        <w:t>at</w:t>
      </w:r>
      <w:r w:rsidRPr="00843429">
        <w:rPr>
          <w:rtl/>
        </w:rPr>
        <w:t xml:space="preserve"> </w:t>
      </w:r>
      <w:r w:rsidRPr="00843429">
        <w:t>second, and</w:t>
      </w:r>
      <w:r w:rsidRPr="00843429">
        <w:rPr>
          <w:rtl/>
        </w:rPr>
        <w:t xml:space="preserve"> </w:t>
      </w:r>
      <w:r w:rsidRPr="00843429">
        <w:t>to</w:t>
      </w:r>
      <w:r w:rsidRPr="00843429">
        <w:rPr>
          <w:rtl/>
        </w:rPr>
        <w:t xml:space="preserve"> </w:t>
      </w:r>
      <w:r w:rsidRPr="00843429">
        <w:t>adorn</w:t>
      </w:r>
      <w:r w:rsidRPr="00843429">
        <w:rPr>
          <w:rtl/>
        </w:rPr>
        <w:t xml:space="preserve"> </w:t>
      </w:r>
      <w:r w:rsidRPr="00843429">
        <w:t>him</w:t>
      </w:r>
      <w:r w:rsidRPr="00843429">
        <w:rPr>
          <w:rtl/>
        </w:rPr>
        <w:t xml:space="preserve"> </w:t>
      </w:r>
      <w:r w:rsidRPr="00843429">
        <w:t>in</w:t>
      </w:r>
      <w:r w:rsidRPr="00843429">
        <w:rPr>
          <w:rtl/>
        </w:rPr>
        <w:t xml:space="preserve"> </w:t>
      </w:r>
      <w:r w:rsidRPr="00843429">
        <w:t>front</w:t>
      </w:r>
      <w:r w:rsidRPr="00843429">
        <w:rPr>
          <w:rtl/>
        </w:rPr>
        <w:t xml:space="preserve"> </w:t>
      </w:r>
      <w:r w:rsidRPr="00843429">
        <w:t>of</w:t>
      </w:r>
      <w:r w:rsidRPr="00843429">
        <w:rPr>
          <w:rtl/>
        </w:rPr>
        <w:t xml:space="preserve"> </w:t>
      </w:r>
      <w:r w:rsidRPr="00843429">
        <w:t>the</w:t>
      </w:r>
      <w:r w:rsidRPr="00843429">
        <w:rPr>
          <w:rtl/>
        </w:rPr>
        <w:t xml:space="preserve"> </w:t>
      </w:r>
      <w:r w:rsidRPr="00843429">
        <w:t>eyes</w:t>
      </w:r>
      <w:r w:rsidRPr="00843429">
        <w:rPr>
          <w:rtl/>
        </w:rPr>
        <w:t xml:space="preserve"> </w:t>
      </w:r>
      <w:r w:rsidRPr="00843429">
        <w:t>of</w:t>
      </w:r>
      <w:r w:rsidRPr="00843429">
        <w:rPr>
          <w:rtl/>
        </w:rPr>
        <w:t xml:space="preserve"> </w:t>
      </w:r>
      <w:r w:rsidRPr="00843429">
        <w:t>the</w:t>
      </w:r>
      <w:r w:rsidRPr="00843429">
        <w:rPr>
          <w:rtl/>
        </w:rPr>
        <w:t xml:space="preserve"> </w:t>
      </w:r>
      <w:r w:rsidRPr="00843429">
        <w:t>people</w:t>
      </w:r>
      <w:r w:rsidRPr="00843429">
        <w:rPr>
          <w:rtl/>
        </w:rPr>
        <w:t xml:space="preserve"> </w:t>
      </w:r>
      <w:r w:rsidRPr="00843429">
        <w:t>at</w:t>
      </w:r>
      <w:r w:rsidRPr="00843429">
        <w:rPr>
          <w:rtl/>
        </w:rPr>
        <w:t xml:space="preserve"> </w:t>
      </w:r>
      <w:r w:rsidRPr="00843429">
        <w:t>third.</w:t>
      </w:r>
    </w:p>
    <w:p w:rsidR="00844CC1" w:rsidRPr="00843429" w:rsidRDefault="00844CC1" w:rsidP="00844CC1">
      <w:pPr>
        <w:pStyle w:val="libNormal"/>
        <w:rPr>
          <w:rtl/>
        </w:rPr>
      </w:pPr>
      <w:r w:rsidRPr="00843429">
        <w:t>5- Patience</w:t>
      </w:r>
      <w:r w:rsidRPr="00843429">
        <w:rPr>
          <w:rtl/>
        </w:rPr>
        <w:t xml:space="preserve"> </w:t>
      </w:r>
      <w:r w:rsidRPr="00843429">
        <w:t>and</w:t>
      </w:r>
      <w:r w:rsidRPr="00843429">
        <w:rPr>
          <w:rtl/>
        </w:rPr>
        <w:t xml:space="preserve"> </w:t>
      </w:r>
      <w:r w:rsidRPr="00843429">
        <w:t>Tolerance: Impatience</w:t>
      </w:r>
      <w:r w:rsidRPr="00843429">
        <w:rPr>
          <w:rtl/>
        </w:rPr>
        <w:t xml:space="preserve"> </w:t>
      </w:r>
      <w:r w:rsidRPr="00843429">
        <w:t>and</w:t>
      </w:r>
      <w:r w:rsidRPr="00843429">
        <w:rPr>
          <w:rtl/>
        </w:rPr>
        <w:t xml:space="preserve"> </w:t>
      </w:r>
      <w:r w:rsidRPr="00843429">
        <w:t>bad</w:t>
      </w:r>
      <w:r w:rsidRPr="00843429">
        <w:rPr>
          <w:rtl/>
        </w:rPr>
        <w:t xml:space="preserve"> </w:t>
      </w:r>
      <w:r w:rsidRPr="00843429">
        <w:t>temper</w:t>
      </w:r>
      <w:r w:rsidRPr="00843429">
        <w:rPr>
          <w:rtl/>
        </w:rPr>
        <w:t xml:space="preserve"> </w:t>
      </w:r>
      <w:r w:rsidRPr="00843429">
        <w:t>can</w:t>
      </w:r>
      <w:r w:rsidRPr="00843429">
        <w:rPr>
          <w:rtl/>
        </w:rPr>
        <w:t xml:space="preserve"> </w:t>
      </w:r>
      <w:r w:rsidRPr="00843429">
        <w:t>destroy</w:t>
      </w:r>
      <w:r w:rsidRPr="00843429">
        <w:rPr>
          <w:rtl/>
        </w:rPr>
        <w:t xml:space="preserve"> </w:t>
      </w:r>
      <w:r w:rsidRPr="00843429">
        <w:t>the</w:t>
      </w:r>
      <w:r w:rsidRPr="00843429">
        <w:rPr>
          <w:rtl/>
        </w:rPr>
        <w:t xml:space="preserve"> </w:t>
      </w:r>
      <w:r w:rsidRPr="00843429">
        <w:t>building</w:t>
      </w:r>
      <w:r w:rsidRPr="00843429">
        <w:rPr>
          <w:rtl/>
        </w:rPr>
        <w:t xml:space="preserve"> </w:t>
      </w:r>
      <w:r w:rsidRPr="00843429">
        <w:t>of</w:t>
      </w:r>
      <w:r w:rsidRPr="00843429">
        <w:rPr>
          <w:rtl/>
        </w:rPr>
        <w:t xml:space="preserve"> </w:t>
      </w:r>
      <w:r w:rsidRPr="00843429">
        <w:t>the</w:t>
      </w:r>
      <w:r w:rsidRPr="00843429">
        <w:rPr>
          <w:rtl/>
        </w:rPr>
        <w:t xml:space="preserve"> </w:t>
      </w:r>
      <w:r w:rsidRPr="00843429">
        <w:t>family</w:t>
      </w:r>
      <w:r w:rsidRPr="00843429">
        <w:rPr>
          <w:rtl/>
        </w:rPr>
        <w:t xml:space="preserve"> </w:t>
      </w:r>
      <w:r w:rsidRPr="00843429">
        <w:t>from</w:t>
      </w:r>
      <w:r w:rsidRPr="00843429">
        <w:rPr>
          <w:rtl/>
        </w:rPr>
        <w:t xml:space="preserve"> </w:t>
      </w:r>
      <w:r w:rsidRPr="00843429">
        <w:t>its</w:t>
      </w:r>
      <w:r w:rsidRPr="00843429">
        <w:rPr>
          <w:rtl/>
        </w:rPr>
        <w:t xml:space="preserve"> </w:t>
      </w:r>
      <w:r w:rsidRPr="00843429">
        <w:t>very</w:t>
      </w:r>
      <w:r w:rsidRPr="00843429">
        <w:rPr>
          <w:rtl/>
        </w:rPr>
        <w:t xml:space="preserve"> </w:t>
      </w:r>
      <w:r w:rsidRPr="00843429">
        <w:t>roots</w:t>
      </w:r>
      <w:r w:rsidRPr="00843429">
        <w:rPr>
          <w:rtl/>
        </w:rPr>
        <w:t xml:space="preserve"> </w:t>
      </w:r>
      <w:r w:rsidRPr="00843429">
        <w:t>because</w:t>
      </w:r>
      <w:r w:rsidRPr="00843429">
        <w:rPr>
          <w:rtl/>
        </w:rPr>
        <w:t xml:space="preserve"> </w:t>
      </w:r>
      <w:r w:rsidRPr="00843429">
        <w:t>the</w:t>
      </w:r>
      <w:r w:rsidRPr="00843429">
        <w:rPr>
          <w:rtl/>
        </w:rPr>
        <w:t xml:space="preserve"> </w:t>
      </w:r>
      <w:r w:rsidRPr="00843429">
        <w:t>wife</w:t>
      </w:r>
      <w:r w:rsidRPr="00843429">
        <w:rPr>
          <w:rtl/>
        </w:rPr>
        <w:t>’</w:t>
      </w:r>
      <w:r w:rsidRPr="00843429">
        <w:t>s</w:t>
      </w:r>
      <w:r w:rsidRPr="00843429">
        <w:rPr>
          <w:rtl/>
        </w:rPr>
        <w:t xml:space="preserve"> </w:t>
      </w:r>
      <w:r w:rsidRPr="00843429">
        <w:t>and</w:t>
      </w:r>
      <w:r w:rsidRPr="00843429">
        <w:rPr>
          <w:rtl/>
        </w:rPr>
        <w:t xml:space="preserve"> </w:t>
      </w:r>
      <w:r w:rsidRPr="00843429">
        <w:t>husband</w:t>
      </w:r>
      <w:r w:rsidRPr="00843429">
        <w:rPr>
          <w:rtl/>
        </w:rPr>
        <w:t>’</w:t>
      </w:r>
      <w:r w:rsidRPr="00843429">
        <w:t>s</w:t>
      </w:r>
      <w:r w:rsidRPr="00843429">
        <w:rPr>
          <w:rtl/>
        </w:rPr>
        <w:t xml:space="preserve"> </w:t>
      </w:r>
      <w:r w:rsidRPr="00843429">
        <w:t>association</w:t>
      </w:r>
      <w:r w:rsidRPr="00843429">
        <w:rPr>
          <w:rtl/>
        </w:rPr>
        <w:t xml:space="preserve"> </w:t>
      </w:r>
      <w:r w:rsidRPr="00843429">
        <w:t>is</w:t>
      </w:r>
      <w:r w:rsidRPr="00843429">
        <w:rPr>
          <w:rtl/>
        </w:rPr>
        <w:t xml:space="preserve"> </w:t>
      </w:r>
      <w:r w:rsidRPr="00843429">
        <w:t>a</w:t>
      </w:r>
      <w:r w:rsidRPr="00843429">
        <w:rPr>
          <w:rtl/>
        </w:rPr>
        <w:t xml:space="preserve"> </w:t>
      </w:r>
      <w:r w:rsidRPr="00843429">
        <w:t>daily</w:t>
      </w:r>
      <w:r w:rsidRPr="00843429">
        <w:rPr>
          <w:rtl/>
        </w:rPr>
        <w:t xml:space="preserve"> </w:t>
      </w:r>
      <w:r w:rsidRPr="00843429">
        <w:t>one</w:t>
      </w:r>
      <w:r w:rsidRPr="00843429">
        <w:rPr>
          <w:rtl/>
        </w:rPr>
        <w:t xml:space="preserve"> </w:t>
      </w:r>
      <w:r w:rsidRPr="00843429">
        <w:t>and</w:t>
      </w:r>
      <w:r w:rsidRPr="00843429">
        <w:rPr>
          <w:rtl/>
        </w:rPr>
        <w:t xml:space="preserve"> </w:t>
      </w:r>
      <w:r w:rsidRPr="00843429">
        <w:t>the</w:t>
      </w:r>
      <w:r w:rsidRPr="00843429">
        <w:rPr>
          <w:rtl/>
        </w:rPr>
        <w:t xml:space="preserve"> </w:t>
      </w:r>
      <w:r w:rsidRPr="00843429">
        <w:t>consequences</w:t>
      </w:r>
      <w:r w:rsidRPr="00843429">
        <w:rPr>
          <w:rtl/>
        </w:rPr>
        <w:t xml:space="preserve"> </w:t>
      </w:r>
      <w:r w:rsidRPr="00843429">
        <w:t>of</w:t>
      </w:r>
      <w:r w:rsidRPr="00843429">
        <w:rPr>
          <w:rtl/>
        </w:rPr>
        <w:t xml:space="preserve"> </w:t>
      </w:r>
      <w:r w:rsidRPr="00843429">
        <w:t>impatience</w:t>
      </w:r>
      <w:r w:rsidRPr="00843429">
        <w:rPr>
          <w:rtl/>
        </w:rPr>
        <w:t xml:space="preserve"> </w:t>
      </w:r>
      <w:r w:rsidRPr="00843429">
        <w:t>will</w:t>
      </w:r>
      <w:r w:rsidRPr="00843429">
        <w:rPr>
          <w:rtl/>
        </w:rPr>
        <w:t xml:space="preserve"> </w:t>
      </w:r>
      <w:r w:rsidRPr="00843429">
        <w:t>accelerate</w:t>
      </w:r>
      <w:r w:rsidRPr="00843429">
        <w:rPr>
          <w:rtl/>
        </w:rPr>
        <w:t xml:space="preserve"> </w:t>
      </w:r>
      <w:r w:rsidRPr="00843429">
        <w:t>to</w:t>
      </w:r>
      <w:r w:rsidRPr="00843429">
        <w:rPr>
          <w:rtl/>
        </w:rPr>
        <w:t xml:space="preserve"> </w:t>
      </w:r>
      <w:r w:rsidRPr="00843429">
        <w:t>an</w:t>
      </w:r>
      <w:r w:rsidRPr="00843429">
        <w:rPr>
          <w:rtl/>
        </w:rPr>
        <w:t xml:space="preserve"> </w:t>
      </w:r>
      <w:r w:rsidRPr="00843429">
        <w:t>extent</w:t>
      </w:r>
      <w:r w:rsidRPr="00843429">
        <w:rPr>
          <w:rtl/>
        </w:rPr>
        <w:t xml:space="preserve"> </w:t>
      </w:r>
      <w:r w:rsidRPr="00843429">
        <w:t>at</w:t>
      </w:r>
      <w:r w:rsidRPr="00843429">
        <w:rPr>
          <w:rtl/>
        </w:rPr>
        <w:t xml:space="preserve"> </w:t>
      </w:r>
      <w:r w:rsidRPr="00843429">
        <w:t>which</w:t>
      </w:r>
      <w:r w:rsidRPr="00843429">
        <w:rPr>
          <w:rtl/>
        </w:rPr>
        <w:t xml:space="preserve"> </w:t>
      </w:r>
      <w:r w:rsidRPr="00843429">
        <w:t>it</w:t>
      </w:r>
      <w:r w:rsidRPr="00843429">
        <w:rPr>
          <w:rtl/>
        </w:rPr>
        <w:t xml:space="preserve"> </w:t>
      </w:r>
      <w:r w:rsidRPr="00843429">
        <w:t>can</w:t>
      </w:r>
      <w:r w:rsidRPr="00843429">
        <w:rPr>
          <w:rtl/>
        </w:rPr>
        <w:t xml:space="preserve"> </w:t>
      </w:r>
      <w:r w:rsidRPr="00843429">
        <w:t>not</w:t>
      </w:r>
      <w:r w:rsidRPr="00843429">
        <w:rPr>
          <w:rtl/>
        </w:rPr>
        <w:t xml:space="preserve"> </w:t>
      </w:r>
      <w:r w:rsidRPr="00843429">
        <w:t>be</w:t>
      </w:r>
      <w:r w:rsidRPr="00843429">
        <w:rPr>
          <w:rtl/>
        </w:rPr>
        <w:t xml:space="preserve"> </w:t>
      </w:r>
      <w:r w:rsidRPr="00843429">
        <w:t>controlled</w:t>
      </w:r>
      <w:r w:rsidRPr="00843429">
        <w:rPr>
          <w:rtl/>
        </w:rPr>
        <w:t xml:space="preserve"> </w:t>
      </w:r>
      <w:r w:rsidRPr="00843429">
        <w:t>and</w:t>
      </w:r>
      <w:r w:rsidRPr="00843429">
        <w:rPr>
          <w:rtl/>
        </w:rPr>
        <w:t xml:space="preserve"> </w:t>
      </w:r>
      <w:r w:rsidRPr="00843429">
        <w:t>at</w:t>
      </w:r>
      <w:r w:rsidRPr="00843429">
        <w:rPr>
          <w:rtl/>
        </w:rPr>
        <w:t xml:space="preserve"> </w:t>
      </w:r>
      <w:r w:rsidRPr="00843429">
        <w:t>which</w:t>
      </w:r>
      <w:r w:rsidRPr="00843429">
        <w:rPr>
          <w:rtl/>
        </w:rPr>
        <w:t xml:space="preserve"> </w:t>
      </w:r>
      <w:r w:rsidRPr="00843429">
        <w:t>it</w:t>
      </w:r>
      <w:r w:rsidRPr="00843429">
        <w:rPr>
          <w:rtl/>
        </w:rPr>
        <w:t xml:space="preserve"> </w:t>
      </w:r>
      <w:r w:rsidRPr="00843429">
        <w:t>will</w:t>
      </w:r>
      <w:r w:rsidRPr="00843429">
        <w:rPr>
          <w:rtl/>
        </w:rPr>
        <w:t xml:space="preserve"> </w:t>
      </w:r>
      <w:r w:rsidRPr="00843429">
        <w:t>be</w:t>
      </w:r>
      <w:r w:rsidRPr="00843429">
        <w:rPr>
          <w:rtl/>
        </w:rPr>
        <w:t xml:space="preserve"> </w:t>
      </w:r>
      <w:r w:rsidRPr="00843429">
        <w:t>hard</w:t>
      </w:r>
      <w:r w:rsidRPr="00843429">
        <w:rPr>
          <w:rtl/>
        </w:rPr>
        <w:t xml:space="preserve"> </w:t>
      </w:r>
      <w:r w:rsidRPr="00843429">
        <w:t>to</w:t>
      </w:r>
      <w:r w:rsidRPr="00843429">
        <w:rPr>
          <w:rtl/>
        </w:rPr>
        <w:t xml:space="preserve"> </w:t>
      </w:r>
      <w:r w:rsidRPr="00843429">
        <w:t>be</w:t>
      </w:r>
      <w:r w:rsidRPr="00843429">
        <w:rPr>
          <w:rtl/>
        </w:rPr>
        <w:t xml:space="preserve"> </w:t>
      </w:r>
      <w:r w:rsidRPr="00843429">
        <w:t>amended. On</w:t>
      </w:r>
      <w:r w:rsidRPr="00843429">
        <w:rPr>
          <w:rtl/>
        </w:rPr>
        <w:t xml:space="preserve"> </w:t>
      </w:r>
      <w:r w:rsidRPr="00843429">
        <w:t>this</w:t>
      </w:r>
      <w:r w:rsidRPr="00843429">
        <w:rPr>
          <w:rtl/>
        </w:rPr>
        <w:t xml:space="preserve"> </w:t>
      </w:r>
      <w:r w:rsidRPr="00843429">
        <w:t>basis</w:t>
      </w:r>
      <w:r w:rsidRPr="00843429">
        <w:rPr>
          <w:rtl/>
        </w:rPr>
        <w:t xml:space="preserve"> </w:t>
      </w:r>
      <w:r w:rsidRPr="00843429">
        <w:t>emerges</w:t>
      </w:r>
      <w:r w:rsidRPr="00843429">
        <w:rPr>
          <w:rtl/>
        </w:rPr>
        <w:t xml:space="preserve"> </w:t>
      </w:r>
      <w:r w:rsidRPr="00843429">
        <w:t>the</w:t>
      </w:r>
      <w:r w:rsidRPr="00843429">
        <w:rPr>
          <w:rtl/>
        </w:rPr>
        <w:t xml:space="preserve"> </w:t>
      </w:r>
      <w:r w:rsidRPr="00843429">
        <w:t>recommendation</w:t>
      </w:r>
      <w:r w:rsidRPr="00843429">
        <w:rPr>
          <w:rtl/>
        </w:rPr>
        <w:t xml:space="preserve"> </w:t>
      </w:r>
      <w:r w:rsidRPr="00843429">
        <w:t>of</w:t>
      </w:r>
      <w:r w:rsidRPr="00843429">
        <w:rPr>
          <w:rtl/>
        </w:rPr>
        <w:t xml:space="preserve"> </w:t>
      </w:r>
      <w:r w:rsidRPr="00843429">
        <w:t>The</w:t>
      </w:r>
      <w:r w:rsidRPr="00843429">
        <w:rPr>
          <w:rtl/>
        </w:rPr>
        <w:t xml:space="preserve"> </w:t>
      </w:r>
      <w:r w:rsidRPr="00843429">
        <w:t>Noblest</w:t>
      </w:r>
      <w:r w:rsidRPr="00843429">
        <w:rPr>
          <w:rtl/>
        </w:rPr>
        <w:t xml:space="preserve"> </w:t>
      </w:r>
      <w:r w:rsidRPr="00843429">
        <w:t>Prophet</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prayers</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his</w:t>
      </w:r>
      <w:r w:rsidRPr="00844CC1">
        <w:rPr>
          <w:rStyle w:val="libItalicChar"/>
          <w:rtl/>
        </w:rPr>
        <w:t xml:space="preserve"> </w:t>
      </w:r>
      <w:r w:rsidRPr="00844CC1">
        <w:rPr>
          <w:rStyle w:val="libItalicChar"/>
        </w:rPr>
        <w:t>Household</w:t>
      </w:r>
      <w:r w:rsidRPr="00844CC1">
        <w:rPr>
          <w:rStyle w:val="libItalicChar"/>
          <w:rtl/>
        </w:rPr>
        <w:t>)</w:t>
      </w:r>
      <w:r w:rsidRPr="00843429">
        <w:rPr>
          <w:rtl/>
        </w:rPr>
        <w:t xml:space="preserve"> </w:t>
      </w:r>
      <w:r w:rsidRPr="00843429">
        <w:t>with</w:t>
      </w:r>
      <w:r w:rsidRPr="00843429">
        <w:rPr>
          <w:rtl/>
        </w:rPr>
        <w:t xml:space="preserve"> </w:t>
      </w:r>
      <w:r w:rsidRPr="00843429">
        <w:t xml:space="preserve">patience: </w:t>
      </w:r>
      <w:r w:rsidRPr="00843429">
        <w:rPr>
          <w:rtl/>
        </w:rPr>
        <w:t>“</w:t>
      </w:r>
      <w:r w:rsidRPr="00843429">
        <w:t>God</w:t>
      </w:r>
      <w:r w:rsidRPr="00843429">
        <w:rPr>
          <w:rtl/>
        </w:rPr>
        <w:t xml:space="preserve"> </w:t>
      </w:r>
      <w:r w:rsidRPr="00843429">
        <w:t>grants</w:t>
      </w:r>
      <w:r w:rsidRPr="00843429">
        <w:rPr>
          <w:rtl/>
        </w:rPr>
        <w:t xml:space="preserve"> </w:t>
      </w:r>
      <w:r w:rsidRPr="00843429">
        <w:t>the</w:t>
      </w:r>
      <w:r w:rsidRPr="00843429">
        <w:rPr>
          <w:rtl/>
        </w:rPr>
        <w:t xml:space="preserve"> </w:t>
      </w:r>
      <w:r w:rsidRPr="00843429">
        <w:t>woman</w:t>
      </w:r>
      <w:r w:rsidRPr="00843429">
        <w:rPr>
          <w:rtl/>
        </w:rPr>
        <w:t xml:space="preserve"> </w:t>
      </w:r>
      <w:r w:rsidRPr="00843429">
        <w:t>who</w:t>
      </w:r>
      <w:r w:rsidRPr="00843429">
        <w:rPr>
          <w:rtl/>
        </w:rPr>
        <w:t xml:space="preserve"> </w:t>
      </w:r>
      <w:r w:rsidRPr="00843429">
        <w:t>is</w:t>
      </w:r>
      <w:r w:rsidRPr="00843429">
        <w:rPr>
          <w:rtl/>
        </w:rPr>
        <w:t xml:space="preserve"> </w:t>
      </w:r>
      <w:r w:rsidRPr="00843429">
        <w:t>patient</w:t>
      </w:r>
      <w:r w:rsidRPr="00843429">
        <w:rPr>
          <w:rtl/>
        </w:rPr>
        <w:t xml:space="preserve"> </w:t>
      </w:r>
      <w:r w:rsidRPr="00843429">
        <w:t>with</w:t>
      </w:r>
      <w:r w:rsidRPr="00843429">
        <w:rPr>
          <w:rtl/>
        </w:rPr>
        <w:t xml:space="preserve"> </w:t>
      </w:r>
      <w:r w:rsidRPr="00843429">
        <w:t>the</w:t>
      </w:r>
      <w:r w:rsidRPr="00843429">
        <w:rPr>
          <w:rtl/>
        </w:rPr>
        <w:t xml:space="preserve"> </w:t>
      </w:r>
      <w:r w:rsidRPr="00843429">
        <w:t>ill</w:t>
      </w:r>
      <w:r w:rsidRPr="00843429">
        <w:rPr>
          <w:rtl/>
        </w:rPr>
        <w:t xml:space="preserve"> </w:t>
      </w:r>
      <w:r w:rsidRPr="00843429">
        <w:t>temper</w:t>
      </w:r>
      <w:r w:rsidRPr="00843429">
        <w:rPr>
          <w:rtl/>
        </w:rPr>
        <w:t xml:space="preserve"> </w:t>
      </w:r>
      <w:r w:rsidRPr="00843429">
        <w:t>of</w:t>
      </w:r>
      <w:r w:rsidRPr="00843429">
        <w:rPr>
          <w:rtl/>
        </w:rPr>
        <w:t xml:space="preserve"> </w:t>
      </w:r>
      <w:r w:rsidRPr="00843429">
        <w:t>her</w:t>
      </w:r>
      <w:r w:rsidRPr="00843429">
        <w:rPr>
          <w:rtl/>
        </w:rPr>
        <w:t xml:space="preserve"> </w:t>
      </w:r>
      <w:r w:rsidRPr="00843429">
        <w:t>husband</w:t>
      </w:r>
      <w:r w:rsidRPr="00843429">
        <w:rPr>
          <w:rtl/>
        </w:rPr>
        <w:t xml:space="preserve"> </w:t>
      </w:r>
      <w:r w:rsidRPr="00843429">
        <w:t>the</w:t>
      </w:r>
      <w:r w:rsidRPr="00843429">
        <w:rPr>
          <w:rtl/>
        </w:rPr>
        <w:t xml:space="preserve"> </w:t>
      </w:r>
      <w:r w:rsidRPr="00843429">
        <w:t>reward</w:t>
      </w:r>
      <w:r w:rsidRPr="00843429">
        <w:rPr>
          <w:rtl/>
        </w:rPr>
        <w:t xml:space="preserve"> </w:t>
      </w:r>
      <w:r w:rsidRPr="00843429">
        <w:t>of</w:t>
      </w:r>
      <w:r w:rsidRPr="00843429">
        <w:rPr>
          <w:rtl/>
        </w:rPr>
        <w:t xml:space="preserve"> </w:t>
      </w:r>
      <w:r w:rsidRPr="00843429">
        <w:t>Asya</w:t>
      </w:r>
      <w:r w:rsidRPr="00843429">
        <w:rPr>
          <w:rtl/>
        </w:rPr>
        <w:t xml:space="preserve"> </w:t>
      </w:r>
      <w:r w:rsidRPr="00843429">
        <w:t>ibnat</w:t>
      </w:r>
      <w:r w:rsidRPr="00843429">
        <w:rPr>
          <w:rtl/>
        </w:rPr>
        <w:t xml:space="preserve"> </w:t>
      </w:r>
      <w:r w:rsidRPr="00843429">
        <w:t>Mouzahem.”</w:t>
      </w:r>
      <w:r w:rsidRPr="00844CC1">
        <w:rPr>
          <w:rStyle w:val="libFootnotenumChar"/>
          <w:rtl/>
        </w:rPr>
        <w:endnoteReference w:id="119"/>
      </w:r>
    </w:p>
    <w:p w:rsidR="002E0242" w:rsidRDefault="00844CC1" w:rsidP="00844CC1">
      <w:pPr>
        <w:pStyle w:val="libNormal"/>
        <w:rPr>
          <w:rtl/>
        </w:rPr>
      </w:pPr>
      <w:r w:rsidRPr="00843429">
        <w:t>6- Taking</w:t>
      </w:r>
      <w:r w:rsidRPr="00843429">
        <w:rPr>
          <w:rtl/>
        </w:rPr>
        <w:t xml:space="preserve"> </w:t>
      </w:r>
      <w:r w:rsidRPr="00843429">
        <w:t>into</w:t>
      </w:r>
      <w:r w:rsidRPr="00843429">
        <w:rPr>
          <w:rtl/>
        </w:rPr>
        <w:t xml:space="preserve"> </w:t>
      </w:r>
      <w:r w:rsidRPr="00843429">
        <w:t>Consideration</w:t>
      </w:r>
      <w:r w:rsidRPr="00843429">
        <w:rPr>
          <w:rtl/>
        </w:rPr>
        <w:t xml:space="preserve"> </w:t>
      </w:r>
      <w:r w:rsidRPr="00843429">
        <w:t>the</w:t>
      </w:r>
      <w:r w:rsidRPr="00843429">
        <w:rPr>
          <w:rtl/>
        </w:rPr>
        <w:t xml:space="preserve"> </w:t>
      </w:r>
      <w:r w:rsidRPr="00843429">
        <w:t>Husband</w:t>
      </w:r>
      <w:r w:rsidRPr="00843429">
        <w:rPr>
          <w:rtl/>
        </w:rPr>
        <w:t>’</w:t>
      </w:r>
      <w:r w:rsidRPr="00843429">
        <w:t>s</w:t>
      </w:r>
      <w:r w:rsidRPr="00843429">
        <w:rPr>
          <w:rtl/>
        </w:rPr>
        <w:t xml:space="preserve"> </w:t>
      </w:r>
      <w:r w:rsidRPr="00843429">
        <w:t>Capabilities: Let</w:t>
      </w:r>
      <w:r w:rsidRPr="00843429">
        <w:rPr>
          <w:rtl/>
        </w:rPr>
        <w:t xml:space="preserve"> </w:t>
      </w:r>
      <w:r w:rsidRPr="00843429">
        <w:t>us</w:t>
      </w:r>
      <w:r w:rsidRPr="00843429">
        <w:rPr>
          <w:rtl/>
        </w:rPr>
        <w:t xml:space="preserve"> </w:t>
      </w:r>
      <w:r w:rsidRPr="00843429">
        <w:t>learn</w:t>
      </w:r>
      <w:r w:rsidRPr="00843429">
        <w:rPr>
          <w:rtl/>
        </w:rPr>
        <w:t xml:space="preserve"> </w:t>
      </w:r>
      <w:r w:rsidRPr="00843429">
        <w:t>from</w:t>
      </w:r>
      <w:r w:rsidRPr="00843429">
        <w:rPr>
          <w:rtl/>
        </w:rPr>
        <w:t xml:space="preserve"> </w:t>
      </w:r>
      <w:r w:rsidRPr="00843429">
        <w:t>Sayyda</w:t>
      </w:r>
      <w:r w:rsidRPr="00843429">
        <w:rPr>
          <w:rtl/>
        </w:rPr>
        <w:t xml:space="preserve"> </w:t>
      </w:r>
      <w:r w:rsidRPr="00843429">
        <w:t>Fatima</w:t>
      </w:r>
      <w:r w:rsidRPr="00843429">
        <w:rPr>
          <w:rtl/>
        </w:rPr>
        <w:t xml:space="preserve"> </w:t>
      </w:r>
      <w:r w:rsidRPr="00843429">
        <w:t>A</w:t>
      </w:r>
      <w:r w:rsidRPr="00843429">
        <w:rPr>
          <w:rtl/>
        </w:rPr>
        <w:t>-</w:t>
      </w:r>
      <w:r w:rsidRPr="00843429">
        <w:t>Zahraa</w:t>
      </w:r>
      <w:r w:rsidRPr="00843429">
        <w:rPr>
          <w:rtl/>
        </w:rPr>
        <w:t xml:space="preserve"> </w:t>
      </w:r>
      <w:r w:rsidRPr="00843429">
        <w:t>The</w:t>
      </w:r>
      <w:r w:rsidRPr="00843429">
        <w:rPr>
          <w:rtl/>
        </w:rPr>
        <w:t xml:space="preserve"> </w:t>
      </w:r>
      <w:r w:rsidRPr="00843429">
        <w:t>Mistress</w:t>
      </w:r>
      <w:r w:rsidRPr="00843429">
        <w:rPr>
          <w:rtl/>
        </w:rPr>
        <w:t xml:space="preserve"> </w:t>
      </w:r>
      <w:r w:rsidRPr="00843429">
        <w:t>of</w:t>
      </w:r>
      <w:r w:rsidRPr="00843429">
        <w:rPr>
          <w:rtl/>
        </w:rPr>
        <w:t xml:space="preserve"> </w:t>
      </w:r>
      <w:r w:rsidRPr="00843429">
        <w:t>the</w:t>
      </w:r>
      <w:r w:rsidRPr="00843429">
        <w:rPr>
          <w:rtl/>
        </w:rPr>
        <w:t xml:space="preserve"> </w:t>
      </w:r>
      <w:r w:rsidRPr="00843429">
        <w:t>Women</w:t>
      </w:r>
      <w:r w:rsidRPr="00843429">
        <w:rPr>
          <w:rtl/>
        </w:rPr>
        <w:t xml:space="preserve"> </w:t>
      </w:r>
      <w:r w:rsidRPr="00843429">
        <w:t>of</w:t>
      </w:r>
      <w:r w:rsidRPr="00843429">
        <w:rPr>
          <w:rtl/>
        </w:rPr>
        <w:t xml:space="preserve"> </w:t>
      </w:r>
      <w:r w:rsidRPr="00843429">
        <w:t>All</w:t>
      </w:r>
      <w:r w:rsidRPr="00843429">
        <w:rPr>
          <w:rtl/>
        </w:rPr>
        <w:t xml:space="preserve"> </w:t>
      </w:r>
      <w:r w:rsidRPr="00843429">
        <w:t>the</w:t>
      </w:r>
      <w:r w:rsidRPr="00843429">
        <w:rPr>
          <w:rtl/>
        </w:rPr>
        <w:t xml:space="preserve"> </w:t>
      </w:r>
      <w:r w:rsidRPr="00843429">
        <w:t>Worlds</w:t>
      </w:r>
      <w:r w:rsidRPr="00843429">
        <w:rPr>
          <w:rtl/>
        </w:rPr>
        <w:t xml:space="preserve"> </w:t>
      </w:r>
      <w:r w:rsidRPr="00844CC1">
        <w:rPr>
          <w:rStyle w:val="libItalicChar"/>
          <w:rtl/>
        </w:rPr>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her</w:t>
      </w:r>
      <w:r w:rsidRPr="00844CC1">
        <w:rPr>
          <w:rStyle w:val="libItalicChar"/>
          <w:rtl/>
        </w:rPr>
        <w:t>)</w:t>
      </w:r>
      <w:r w:rsidRPr="00843429">
        <w:rPr>
          <w:rtl/>
        </w:rPr>
        <w:t xml:space="preserve"> </w:t>
      </w:r>
      <w:r w:rsidRPr="00843429">
        <w:t>when</w:t>
      </w:r>
      <w:r w:rsidRPr="00843429">
        <w:rPr>
          <w:rtl/>
        </w:rPr>
        <w:t xml:space="preserve"> </w:t>
      </w:r>
      <w:r w:rsidRPr="00843429">
        <w:t>she</w:t>
      </w:r>
      <w:r w:rsidRPr="00843429">
        <w:rPr>
          <w:rtl/>
        </w:rPr>
        <w:t xml:space="preserve"> </w:t>
      </w:r>
      <w:r w:rsidRPr="00843429">
        <w:t>said</w:t>
      </w:r>
      <w:r w:rsidRPr="00843429">
        <w:rPr>
          <w:rtl/>
        </w:rPr>
        <w:t xml:space="preserve"> </w:t>
      </w:r>
      <w:r w:rsidRPr="00843429">
        <w:t>to</w:t>
      </w:r>
      <w:r w:rsidRPr="00843429">
        <w:rPr>
          <w:rtl/>
        </w:rPr>
        <w:t xml:space="preserve"> </w:t>
      </w:r>
      <w:r w:rsidRPr="00843429">
        <w:t>her</w:t>
      </w:r>
      <w:r w:rsidRPr="00843429">
        <w:rPr>
          <w:rtl/>
        </w:rPr>
        <w:t xml:space="preserve"> </w:t>
      </w:r>
      <w:r w:rsidRPr="00843429">
        <w:t>husband</w:t>
      </w:r>
      <w:r w:rsidRPr="00843429">
        <w:rPr>
          <w:rtl/>
        </w:rPr>
        <w:t xml:space="preserve"> </w:t>
      </w:r>
      <w:r w:rsidRPr="00843429">
        <w:t>The</w:t>
      </w:r>
      <w:r w:rsidRPr="00843429">
        <w:rPr>
          <w:rtl/>
        </w:rPr>
        <w:t xml:space="preserve"> </w:t>
      </w:r>
      <w:r w:rsidRPr="00843429">
        <w:t>Prince</w:t>
      </w:r>
      <w:r w:rsidRPr="00843429">
        <w:rPr>
          <w:rtl/>
        </w:rPr>
        <w:t xml:space="preserve"> </w:t>
      </w:r>
      <w:r w:rsidRPr="00843429">
        <w:t>of</w:t>
      </w:r>
      <w:r w:rsidRPr="00843429">
        <w:rPr>
          <w:rtl/>
        </w:rPr>
        <w:t xml:space="preserve"> </w:t>
      </w:r>
      <w:r w:rsidRPr="00843429">
        <w:t>the</w:t>
      </w:r>
      <w:r w:rsidRPr="00843429">
        <w:rPr>
          <w:rtl/>
        </w:rPr>
        <w:t xml:space="preserve"> </w:t>
      </w:r>
      <w:r w:rsidRPr="00843429">
        <w:t>Believers</w:t>
      </w:r>
      <w:r w:rsidRPr="00843429">
        <w:rPr>
          <w:rtl/>
        </w:rPr>
        <w:t xml:space="preserve"> </w:t>
      </w:r>
      <w:r w:rsidRPr="00843429">
        <w:t>Imam</w:t>
      </w:r>
      <w:r w:rsidRPr="00843429">
        <w:rPr>
          <w:rtl/>
        </w:rPr>
        <w:t xml:space="preserve"> </w:t>
      </w:r>
      <w:r w:rsidRPr="00843429">
        <w:t>Ali</w:t>
      </w:r>
      <w:r w:rsidRPr="00843429">
        <w:rPr>
          <w:rtl/>
        </w:rPr>
        <w:t xml:space="preserve"> </w:t>
      </w:r>
      <w:r w:rsidRPr="00843429">
        <w:t>ibn</w:t>
      </w:r>
      <w:r w:rsidRPr="00843429">
        <w:rPr>
          <w:rtl/>
        </w:rPr>
        <w:t xml:space="preserve"> </w:t>
      </w:r>
      <w:r w:rsidRPr="00843429">
        <w:t>Abi</w:t>
      </w:r>
      <w:r w:rsidRPr="00843429">
        <w:rPr>
          <w:rtl/>
        </w:rPr>
        <w:t xml:space="preserve"> </w:t>
      </w:r>
      <w:r w:rsidRPr="00843429">
        <w:t>Taleb</w:t>
      </w:r>
      <w:r w:rsidRPr="00843429">
        <w:rPr>
          <w:rtl/>
        </w:rPr>
        <w:t xml:space="preserve"> </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3429">
        <w:rPr>
          <w:rtl/>
        </w:rPr>
        <w:t>,</w:t>
      </w:r>
      <w:r w:rsidRPr="00843429">
        <w:t xml:space="preserve"> </w:t>
      </w:r>
      <w:r w:rsidRPr="00843429">
        <w:rPr>
          <w:rtl/>
        </w:rPr>
        <w:t>“</w:t>
      </w:r>
      <w:r w:rsidRPr="00843429">
        <w:t>O</w:t>
      </w:r>
      <w:r w:rsidRPr="00843429">
        <w:rPr>
          <w:rtl/>
        </w:rPr>
        <w:t xml:space="preserve"> </w:t>
      </w:r>
      <w:r w:rsidRPr="00843429">
        <w:t>Aba</w:t>
      </w:r>
      <w:r w:rsidRPr="00843429">
        <w:rPr>
          <w:rtl/>
        </w:rPr>
        <w:t xml:space="preserve"> </w:t>
      </w:r>
      <w:r w:rsidRPr="00843429">
        <w:t>Al</w:t>
      </w:r>
      <w:r w:rsidRPr="00843429">
        <w:rPr>
          <w:rtl/>
        </w:rPr>
        <w:t>-</w:t>
      </w:r>
      <w:r w:rsidRPr="00843429">
        <w:t>Hassan, I</w:t>
      </w:r>
      <w:r w:rsidRPr="00843429">
        <w:rPr>
          <w:rtl/>
        </w:rPr>
        <w:t xml:space="preserve"> </w:t>
      </w:r>
      <w:r w:rsidRPr="00843429">
        <w:t>am</w:t>
      </w:r>
      <w:r w:rsidRPr="00843429">
        <w:rPr>
          <w:rtl/>
        </w:rPr>
        <w:t xml:space="preserve"> </w:t>
      </w:r>
      <w:r w:rsidRPr="00843429">
        <w:t>ashamed</w:t>
      </w:r>
      <w:r w:rsidRPr="00843429">
        <w:rPr>
          <w:rtl/>
        </w:rPr>
        <w:t xml:space="preserve"> </w:t>
      </w:r>
      <w:r w:rsidRPr="00843429">
        <w:t>of</w:t>
      </w:r>
      <w:r w:rsidRPr="00843429">
        <w:rPr>
          <w:rtl/>
        </w:rPr>
        <w:t xml:space="preserve"> </w:t>
      </w:r>
      <w:r w:rsidRPr="00843429">
        <w:t>my</w:t>
      </w:r>
      <w:r w:rsidRPr="00843429">
        <w:rPr>
          <w:rtl/>
        </w:rPr>
        <w:t xml:space="preserve"> </w:t>
      </w:r>
      <w:r w:rsidRPr="00843429">
        <w:t>God</w:t>
      </w:r>
      <w:r w:rsidRPr="00843429">
        <w:rPr>
          <w:rtl/>
        </w:rPr>
        <w:t xml:space="preserve"> </w:t>
      </w:r>
      <w:r w:rsidRPr="00843429">
        <w:t>to</w:t>
      </w:r>
      <w:r w:rsidRPr="00843429">
        <w:rPr>
          <w:rtl/>
        </w:rPr>
        <w:t xml:space="preserve"> </w:t>
      </w:r>
      <w:r w:rsidRPr="00843429">
        <w:t>ask</w:t>
      </w:r>
      <w:r w:rsidRPr="00843429">
        <w:rPr>
          <w:rtl/>
        </w:rPr>
        <w:t xml:space="preserve"> </w:t>
      </w:r>
      <w:r w:rsidRPr="00843429">
        <w:t>from</w:t>
      </w:r>
      <w:r w:rsidRPr="00843429">
        <w:rPr>
          <w:rtl/>
        </w:rPr>
        <w:t xml:space="preserve"> </w:t>
      </w:r>
      <w:r w:rsidRPr="00843429">
        <w:t>you</w:t>
      </w:r>
      <w:r w:rsidRPr="00843429">
        <w:rPr>
          <w:rtl/>
        </w:rPr>
        <w:t xml:space="preserve"> </w:t>
      </w:r>
      <w:r w:rsidRPr="00843429">
        <w:t>what</w:t>
      </w:r>
      <w:r w:rsidRPr="00843429">
        <w:rPr>
          <w:rtl/>
        </w:rPr>
        <w:t xml:space="preserve"> </w:t>
      </w:r>
      <w:r w:rsidRPr="00843429">
        <w:t>you</w:t>
      </w:r>
      <w:r w:rsidRPr="00843429">
        <w:rPr>
          <w:rtl/>
        </w:rPr>
        <w:t xml:space="preserve"> </w:t>
      </w:r>
      <w:r w:rsidRPr="00843429">
        <w:t>are</w:t>
      </w:r>
      <w:r w:rsidRPr="00843429">
        <w:rPr>
          <w:rtl/>
        </w:rPr>
        <w:t xml:space="preserve"> </w:t>
      </w:r>
      <w:r w:rsidRPr="00843429">
        <w:t>incapable</w:t>
      </w:r>
      <w:r w:rsidRPr="00843429">
        <w:rPr>
          <w:rtl/>
        </w:rPr>
        <w:t xml:space="preserve"> </w:t>
      </w:r>
      <w:r w:rsidRPr="00843429">
        <w:t>of.”</w:t>
      </w:r>
      <w:r w:rsidRPr="00844CC1">
        <w:rPr>
          <w:rStyle w:val="libFootnotenumChar"/>
          <w:rtl/>
        </w:rPr>
        <w:endnoteReference w:id="120"/>
      </w:r>
    </w:p>
    <w:p w:rsidR="002E0242" w:rsidRDefault="004E56E9" w:rsidP="00844CC1">
      <w:pPr>
        <w:pStyle w:val="libNormal"/>
      </w:pPr>
      <w:r w:rsidRPr="00844CC1">
        <w:t xml:space="preserve">It is also ascribed to Imam Al- Baker </w:t>
      </w:r>
      <w:r w:rsidRPr="00844CC1">
        <w:rPr>
          <w:rStyle w:val="libItalicChar"/>
        </w:rPr>
        <w:t>(God’s peace bestowed upon him)</w:t>
      </w:r>
      <w:r w:rsidRPr="00843429">
        <w:t xml:space="preserve"> that he said, “The Most Glorious and Reverent God imposed on the men the struggle for God’s sake and on the women the struggle for God’s sake as well. That of the man is to sacrifice his money and blood until he is killed for God’s sake. On the other hand, that of the woman is to tolerate the hurt and jealousy issuing from</w:t>
      </w:r>
    </w:p>
    <w:p w:rsidR="004E56E9" w:rsidRPr="00844CC1" w:rsidRDefault="004E56E9" w:rsidP="00844CC1">
      <w:pPr>
        <w:pStyle w:val="libNormal"/>
        <w:rPr>
          <w:rStyle w:val="libNormalChar"/>
        </w:rPr>
      </w:pPr>
      <w:r w:rsidRPr="00843429">
        <w:t>her husband.”</w:t>
      </w:r>
      <w:r w:rsidRPr="00844CC1">
        <w:rPr>
          <w:rStyle w:val="libFootnotenumChar"/>
        </w:rPr>
        <w:endnoteReference w:id="121"/>
      </w:r>
    </w:p>
    <w:p w:rsidR="002E0242" w:rsidRDefault="004E56E9" w:rsidP="00844CC1">
      <w:pPr>
        <w:pStyle w:val="libNormal"/>
      </w:pPr>
      <w:r w:rsidRPr="00843429">
        <w:t>Such are the healthy environments to which the sacred doctrine guides us. They are demanded to be a manner and a methodology which govern the behaviors of the wife.</w:t>
      </w:r>
    </w:p>
    <w:p w:rsidR="002E0242" w:rsidRDefault="004E56E9" w:rsidP="00844CC1">
      <w:pPr>
        <w:pStyle w:val="libNormal"/>
      </w:pPr>
      <w:r w:rsidRPr="00843429">
        <w:lastRenderedPageBreak/>
        <w:t>Islam did not put this behavioral methodology only, but also it divided the work of the family, thus assigning for each of the husband and the wife a special role adequate to the nature of each one of them. These assigned roles represent the system which rules the family.</w:t>
      </w:r>
    </w:p>
    <w:p w:rsidR="004E56E9" w:rsidRPr="00843429" w:rsidRDefault="004E56E9" w:rsidP="004E56E9">
      <w:pPr>
        <w:pStyle w:val="Heading2Center"/>
      </w:pPr>
      <w:bookmarkStart w:id="99" w:name="_Toc418512289"/>
      <w:r w:rsidRPr="00843429">
        <w:t>The System of the Family</w:t>
      </w:r>
      <w:bookmarkEnd w:id="99"/>
    </w:p>
    <w:p w:rsidR="004E56E9" w:rsidRPr="00843429" w:rsidRDefault="004E56E9" w:rsidP="00844CC1">
      <w:pPr>
        <w:pStyle w:val="libNormal"/>
      </w:pPr>
      <w:r w:rsidRPr="00844CC1">
        <w:t xml:space="preserve">The Noblest Prophet </w:t>
      </w:r>
      <w:r w:rsidRPr="00844CC1">
        <w:rPr>
          <w:rStyle w:val="libItalicChar"/>
        </w:rPr>
        <w:t>(God’s prayers and peace bestowed upon him and his Household)</w:t>
      </w:r>
      <w:r w:rsidRPr="00844CC1">
        <w:t xml:space="preserve"> divided the work between Imam Ali and Sayyda Fatima (God’s peace bestowed upon both), thus assigning the work inside the house to Sayyda Fatima </w:t>
      </w:r>
      <w:r w:rsidRPr="00844CC1">
        <w:rPr>
          <w:rStyle w:val="libItalicChar"/>
        </w:rPr>
        <w:t>(God’s peace bestowed upon her)</w:t>
      </w:r>
      <w:r w:rsidRPr="00844CC1">
        <w:t xml:space="preserve"> and that outside the house to Imam Ali </w:t>
      </w:r>
      <w:r w:rsidRPr="00844CC1">
        <w:rPr>
          <w:rStyle w:val="libItalicChar"/>
        </w:rPr>
        <w:t>(God’s peace bestowed upon him)</w:t>
      </w:r>
      <w:r w:rsidRPr="00844CC1">
        <w:t xml:space="preserve">. At that, she </w:t>
      </w:r>
      <w:r w:rsidRPr="00844CC1">
        <w:rPr>
          <w:rStyle w:val="libItalicChar"/>
        </w:rPr>
        <w:t>(God’s peace bestowed upon her)</w:t>
      </w:r>
      <w:r w:rsidRPr="00843429">
        <w:t xml:space="preserve"> said, “Only God knows how happy I was when God’s prophet spared me to bear the necks of men.”</w:t>
      </w:r>
    </w:p>
    <w:p w:rsidR="004E56E9" w:rsidRPr="00843429" w:rsidRDefault="004E56E9" w:rsidP="00844CC1">
      <w:pPr>
        <w:pStyle w:val="libNormal"/>
      </w:pPr>
      <w:r w:rsidRPr="00843429">
        <w:t>The Scholar Al-Majlisi says in illustration of this, “Bearing the necks of the men means bearing the things which the necks of the men carry, such as: the canteens and the wood. It may also mean showing up among the men…”</w:t>
      </w:r>
      <w:r w:rsidRPr="00844CC1">
        <w:rPr>
          <w:rStyle w:val="libFootnotenumChar"/>
        </w:rPr>
        <w:endnoteReference w:id="122"/>
      </w:r>
    </w:p>
    <w:p w:rsidR="004E56E9" w:rsidRPr="00843429" w:rsidRDefault="004E56E9" w:rsidP="00844CC1">
      <w:pPr>
        <w:pStyle w:val="libNormal"/>
      </w:pPr>
      <w:r w:rsidRPr="00843429">
        <w:t xml:space="preserve">Anyway, Sayyda Fatima Al-Zahraa </w:t>
      </w:r>
      <w:r w:rsidRPr="00844CC1">
        <w:rPr>
          <w:rStyle w:val="libItalicChar"/>
        </w:rPr>
        <w:t>(God’s peace bestowed upon her)</w:t>
      </w:r>
      <w:r w:rsidRPr="00844CC1">
        <w:t xml:space="preserve"> carried the burdens of the work inside the house to the extent that she </w:t>
      </w:r>
      <w:r w:rsidRPr="00844CC1">
        <w:rPr>
          <w:rStyle w:val="libItalicChar"/>
        </w:rPr>
        <w:t>(God’s peace bestowed upon her)</w:t>
      </w:r>
      <w:r w:rsidRPr="00844CC1">
        <w:t xml:space="preserve"> said, “O God’s prophet! My hands blistered from the hand mill: at one time, I grind; and at another time, I knead.”</w:t>
      </w:r>
      <w:r w:rsidRPr="00844CC1">
        <w:rPr>
          <w:rStyle w:val="libFootnotenumChar"/>
        </w:rPr>
        <w:endnoteReference w:id="123"/>
      </w:r>
    </w:p>
    <w:p w:rsidR="004E56E9" w:rsidRPr="00843429" w:rsidRDefault="004E56E9" w:rsidP="00844CC1">
      <w:pPr>
        <w:pStyle w:val="libNormal"/>
      </w:pPr>
      <w:r w:rsidRPr="00843429">
        <w:t xml:space="preserve">The system in the house of Imam Ali and Sayyda Al-Zahraa </w:t>
      </w:r>
      <w:r w:rsidRPr="00844CC1">
        <w:rPr>
          <w:rStyle w:val="libItalicChar"/>
        </w:rPr>
        <w:t>(God’s peace bestowed upon both)</w:t>
      </w:r>
      <w:r w:rsidRPr="00844CC1">
        <w:t xml:space="preserve"> sets forth this house as a model for the believers in general. There are certain narratives which refer to the woman’s work inside her house; it is ascribed to The Noblest Prophet </w:t>
      </w:r>
      <w:r w:rsidRPr="00844CC1">
        <w:rPr>
          <w:rStyle w:val="libItalicChar"/>
        </w:rPr>
        <w:t>(God’s prayers and peace bestowed upon him and his Household)</w:t>
      </w:r>
      <w:r w:rsidRPr="00844CC1">
        <w:t xml:space="preserve"> that he said, “God looks at the woman who moves something in her husband’s house from one place to another with the aim of using it in a better way. And God does not torture the one whom He looks at.”</w:t>
      </w:r>
      <w:r w:rsidRPr="00844CC1">
        <w:rPr>
          <w:rStyle w:val="libFootnotenumChar"/>
        </w:rPr>
        <w:endnoteReference w:id="124"/>
      </w:r>
    </w:p>
    <w:p w:rsidR="004E56E9" w:rsidRPr="00843429" w:rsidRDefault="004E56E9" w:rsidP="00844CC1">
      <w:pPr>
        <w:pStyle w:val="libNormal"/>
      </w:pPr>
      <w:r w:rsidRPr="00843429">
        <w:t>As we have mentioned, the family is a small society which is founded on affection and mercy and which is wrapped by the environments of repose and peace. However, this does not delete the necessity of the presence of a guardian who is considered to be the head of this small society. The man, therefore, is the guardian chosen by The Most High God to govern this small society; The Most High God says, (Men are the protectors and maintainers of women because Allah has made one of them to excel the other…)</w:t>
      </w:r>
      <w:r w:rsidRPr="00844CC1">
        <w:rPr>
          <w:rStyle w:val="libFootnotenumChar"/>
        </w:rPr>
        <w:endnoteReference w:id="125"/>
      </w:r>
    </w:p>
    <w:p w:rsidR="004E56E9" w:rsidRPr="00843429" w:rsidRDefault="004E56E9" w:rsidP="00844CC1">
      <w:pPr>
        <w:pStyle w:val="libNormal"/>
      </w:pPr>
      <w:r w:rsidRPr="00843429">
        <w:t xml:space="preserve">This is also assured by the narratives. It is ascribed to The Noblest Prophet </w:t>
      </w:r>
      <w:r w:rsidRPr="00844CC1">
        <w:rPr>
          <w:rStyle w:val="libItalicChar"/>
        </w:rPr>
        <w:t>(God’s prayers and peace bestowed upon him and his Household)</w:t>
      </w:r>
      <w:r w:rsidRPr="00844CC1">
        <w:t xml:space="preserve"> that he said, “The man is benefited by nothing next to Islam but by a Muslim wife who pleases him when he looks at her, obeys him when he orders her, and preserves him in herself and in his money when he is far away from her.”</w:t>
      </w:r>
      <w:r w:rsidRPr="00844CC1">
        <w:rPr>
          <w:rStyle w:val="libFootnotenumChar"/>
        </w:rPr>
        <w:endnoteReference w:id="126"/>
      </w:r>
      <w:r w:rsidRPr="00844CC1">
        <w:t xml:space="preserve"> In addition, it is ascribed to Imam Al- Baker </w:t>
      </w:r>
      <w:r w:rsidRPr="00844CC1">
        <w:rPr>
          <w:rStyle w:val="libItalicChar"/>
        </w:rPr>
        <w:t>(God’s peace bestowed upon him)</w:t>
      </w:r>
      <w:r w:rsidRPr="00844CC1">
        <w:t xml:space="preserve"> that he said, “The woman has no better intercessor on her behalf to her God than her husband’s pleasure with her is.”</w:t>
      </w:r>
      <w:r w:rsidRPr="00844CC1">
        <w:rPr>
          <w:rStyle w:val="libFootnotenumChar"/>
        </w:rPr>
        <w:endnoteReference w:id="127"/>
      </w:r>
    </w:p>
    <w:p w:rsidR="004E56E9" w:rsidRPr="00844CC1" w:rsidRDefault="004E56E9" w:rsidP="00844CC1">
      <w:pPr>
        <w:pStyle w:val="libNormal"/>
        <w:rPr>
          <w:rStyle w:val="libNormalChar"/>
        </w:rPr>
      </w:pPr>
      <w:r w:rsidRPr="00843429">
        <w:t xml:space="preserve">Such was the model house which was headed by the two Impeccables: Ali and  Al-Zahraa </w:t>
      </w:r>
      <w:r w:rsidRPr="00844CC1">
        <w:rPr>
          <w:rStyle w:val="libItalicChar"/>
        </w:rPr>
        <w:t>(God’s peace bestowed upon both)</w:t>
      </w:r>
      <w:r w:rsidRPr="00844CC1">
        <w:rPr>
          <w:rStyle w:val="libNormalChar"/>
        </w:rPr>
        <w:t xml:space="preserve">. From her words, it is related that she said to her husband </w:t>
      </w:r>
      <w:r w:rsidRPr="00844CC1">
        <w:rPr>
          <w:rStyle w:val="libItalicChar"/>
        </w:rPr>
        <w:t>(God’s peace bestowed upon both)</w:t>
      </w:r>
      <w:r w:rsidRPr="00844CC1">
        <w:rPr>
          <w:rStyle w:val="libNormalChar"/>
        </w:rPr>
        <w:t>, “The house is your house, and the free woman ]wanting herself] is your wife. Do whatever you wish.”</w:t>
      </w:r>
      <w:r w:rsidRPr="00844CC1">
        <w:rPr>
          <w:rStyle w:val="libFootnotenumChar"/>
        </w:rPr>
        <w:endnoteReference w:id="128"/>
      </w:r>
    </w:p>
    <w:p w:rsidR="002E0242" w:rsidRDefault="004E56E9" w:rsidP="004E56E9">
      <w:pPr>
        <w:pStyle w:val="Heading2Center"/>
      </w:pPr>
      <w:bookmarkStart w:id="100" w:name="_Toc418512290"/>
      <w:r w:rsidRPr="00843429">
        <w:t>Summary</w:t>
      </w:r>
      <w:bookmarkEnd w:id="100"/>
    </w:p>
    <w:p w:rsidR="002E0242" w:rsidRDefault="004E56E9" w:rsidP="00844CC1">
      <w:pPr>
        <w:pStyle w:val="libNormal"/>
      </w:pPr>
      <w:r w:rsidRPr="00843429">
        <w:t>The family is that small society which Islam stresses its importance, spurs on establishing it, and lies the bases for the relationship among its members on the level of the prevailing environments and the behaviors before the level of the rights and duties.</w:t>
      </w:r>
    </w:p>
    <w:p w:rsidR="004E56E9" w:rsidRPr="00843429" w:rsidRDefault="004E56E9" w:rsidP="004E56E9">
      <w:pPr>
        <w:pStyle w:val="libCenterBold1"/>
      </w:pPr>
      <w:r w:rsidRPr="00843429">
        <w:t>From the aims of the building of the family are:</w:t>
      </w:r>
    </w:p>
    <w:p w:rsidR="004E56E9" w:rsidRPr="00843429" w:rsidRDefault="004E56E9" w:rsidP="00844CC1">
      <w:pPr>
        <w:pStyle w:val="libNormal"/>
      </w:pPr>
      <w:r w:rsidRPr="00843429">
        <w:t>1- Chastity and purity</w:t>
      </w:r>
    </w:p>
    <w:p w:rsidR="004E56E9" w:rsidRPr="00843429" w:rsidRDefault="004E56E9" w:rsidP="00844CC1">
      <w:pPr>
        <w:pStyle w:val="libNormal"/>
      </w:pPr>
      <w:r w:rsidRPr="00843429">
        <w:t>2- Fortification of the morals</w:t>
      </w:r>
    </w:p>
    <w:p w:rsidR="004E56E9" w:rsidRPr="00843429" w:rsidRDefault="004E56E9" w:rsidP="00844CC1">
      <w:pPr>
        <w:pStyle w:val="libNormal"/>
      </w:pPr>
      <w:r w:rsidRPr="00843429">
        <w:lastRenderedPageBreak/>
        <w:t>3- Complementarity between the husband and the wife and fulfillment of the needs of each one of them</w:t>
      </w:r>
    </w:p>
    <w:p w:rsidR="004E56E9" w:rsidRPr="00843429" w:rsidRDefault="004E56E9" w:rsidP="00844CC1">
      <w:pPr>
        <w:pStyle w:val="libNormal"/>
      </w:pPr>
      <w:r w:rsidRPr="00843429">
        <w:t>4- Occupation of the time with obedience</w:t>
      </w:r>
    </w:p>
    <w:p w:rsidR="004E56E9" w:rsidRPr="00843429" w:rsidRDefault="004E56E9" w:rsidP="00844CC1">
      <w:pPr>
        <w:pStyle w:val="libNormal"/>
      </w:pPr>
      <w:r w:rsidRPr="00843429">
        <w:t>5- Increasing the believing progeny and maintaining the continuity of life</w:t>
      </w:r>
    </w:p>
    <w:p w:rsidR="004E56E9" w:rsidRPr="00843429" w:rsidRDefault="004E56E9" w:rsidP="00844CC1">
      <w:pPr>
        <w:pStyle w:val="libNormal"/>
      </w:pPr>
      <w:r w:rsidRPr="00843429">
        <w:t xml:space="preserve">The woman must bear in mind that her relationship with her husband has a religious priority and that it comes at the head of everything else as long as it is included within the frame of the religious standards. It is ascribed to The Noblest Prophet </w:t>
      </w:r>
      <w:r w:rsidRPr="00844CC1">
        <w:rPr>
          <w:rStyle w:val="libItalicChar"/>
        </w:rPr>
        <w:t>(God’s prayers and peace bestowed upon him and his Household)</w:t>
      </w:r>
      <w:r w:rsidRPr="00843429">
        <w:t xml:space="preserve"> that he said, “Woman’s struggle for God’s sake is fulfilled by her being a good wife.”</w:t>
      </w:r>
    </w:p>
    <w:p w:rsidR="004E56E9" w:rsidRPr="00843429" w:rsidRDefault="004E56E9" w:rsidP="00844CC1">
      <w:pPr>
        <w:pStyle w:val="libNormal"/>
      </w:pPr>
      <w:r w:rsidRPr="00843429">
        <w:t>There are many details concerning this relationship upon which the doctrine reflects:</w:t>
      </w:r>
    </w:p>
    <w:p w:rsidR="004E56E9" w:rsidRPr="00843429" w:rsidRDefault="004E56E9" w:rsidP="00844CC1">
      <w:pPr>
        <w:pStyle w:val="libNormal"/>
        <w:rPr>
          <w:rtl/>
        </w:rPr>
      </w:pPr>
      <w:r w:rsidRPr="00843429">
        <w:t>1-</w:t>
      </w:r>
      <w:r w:rsidRPr="00843429">
        <w:rPr>
          <w:rtl/>
        </w:rPr>
        <w:t xml:space="preserve"> </w:t>
      </w:r>
      <w:r w:rsidRPr="00843429">
        <w:t>Affection</w:t>
      </w:r>
    </w:p>
    <w:p w:rsidR="004E56E9" w:rsidRPr="00843429" w:rsidRDefault="004E56E9" w:rsidP="00844CC1">
      <w:pPr>
        <w:pStyle w:val="libNormal"/>
        <w:rPr>
          <w:rtl/>
        </w:rPr>
      </w:pPr>
      <w:r w:rsidRPr="00843429">
        <w:t>2- Mercy</w:t>
      </w:r>
    </w:p>
    <w:p w:rsidR="004E56E9" w:rsidRPr="00843429" w:rsidRDefault="004E56E9" w:rsidP="00844CC1">
      <w:pPr>
        <w:pStyle w:val="libNormal"/>
        <w:rPr>
          <w:rtl/>
        </w:rPr>
      </w:pPr>
      <w:r w:rsidRPr="00843429">
        <w:t>3- Honorable</w:t>
      </w:r>
      <w:r w:rsidRPr="00843429">
        <w:rPr>
          <w:rtl/>
        </w:rPr>
        <w:t xml:space="preserve"> </w:t>
      </w:r>
      <w:r w:rsidRPr="00843429">
        <w:t>association</w:t>
      </w:r>
    </w:p>
    <w:p w:rsidR="004E56E9" w:rsidRPr="00843429" w:rsidRDefault="004E56E9" w:rsidP="00844CC1">
      <w:pPr>
        <w:pStyle w:val="libNormal"/>
        <w:rPr>
          <w:rtl/>
        </w:rPr>
      </w:pPr>
      <w:r w:rsidRPr="00843429">
        <w:t>4- Cooperation</w:t>
      </w:r>
      <w:r w:rsidRPr="00843429">
        <w:rPr>
          <w:rtl/>
        </w:rPr>
        <w:t xml:space="preserve"> </w:t>
      </w:r>
      <w:r w:rsidRPr="00843429">
        <w:t>and</w:t>
      </w:r>
      <w:r w:rsidRPr="00843429">
        <w:rPr>
          <w:rtl/>
        </w:rPr>
        <w:t xml:space="preserve"> </w:t>
      </w:r>
      <w:r w:rsidRPr="00843429">
        <w:t>filling</w:t>
      </w:r>
      <w:r w:rsidRPr="00843429">
        <w:rPr>
          <w:rtl/>
        </w:rPr>
        <w:t xml:space="preserve"> </w:t>
      </w:r>
      <w:r w:rsidRPr="00843429">
        <w:t>in</w:t>
      </w:r>
      <w:r w:rsidRPr="00843429">
        <w:rPr>
          <w:rtl/>
        </w:rPr>
        <w:t xml:space="preserve"> </w:t>
      </w:r>
      <w:r w:rsidRPr="00843429">
        <w:t>gaps</w:t>
      </w:r>
    </w:p>
    <w:p w:rsidR="004E56E9" w:rsidRPr="00843429" w:rsidRDefault="004E56E9" w:rsidP="00844CC1">
      <w:pPr>
        <w:pStyle w:val="libNormal"/>
        <w:rPr>
          <w:rtl/>
        </w:rPr>
      </w:pPr>
      <w:r w:rsidRPr="00843429">
        <w:rPr>
          <w:rFonts w:hint="cs"/>
          <w:rtl/>
        </w:rPr>
        <w:t>5</w:t>
      </w:r>
      <w:r w:rsidRPr="00843429">
        <w:t>-</w:t>
      </w:r>
      <w:r w:rsidRPr="00843429">
        <w:rPr>
          <w:rtl/>
        </w:rPr>
        <w:t xml:space="preserve"> </w:t>
      </w:r>
      <w:r w:rsidRPr="00843429">
        <w:t>Patience</w:t>
      </w:r>
      <w:r w:rsidRPr="00843429">
        <w:rPr>
          <w:rtl/>
        </w:rPr>
        <w:t xml:space="preserve"> </w:t>
      </w:r>
      <w:r w:rsidRPr="00843429">
        <w:t>and</w:t>
      </w:r>
      <w:r w:rsidRPr="00843429">
        <w:rPr>
          <w:rtl/>
        </w:rPr>
        <w:t xml:space="preserve"> </w:t>
      </w:r>
      <w:r w:rsidRPr="00843429">
        <w:t>tolerance</w:t>
      </w:r>
    </w:p>
    <w:p w:rsidR="004E56E9" w:rsidRPr="00843429" w:rsidRDefault="004E56E9" w:rsidP="00844CC1">
      <w:pPr>
        <w:pStyle w:val="libNormal"/>
        <w:rPr>
          <w:rtl/>
        </w:rPr>
      </w:pPr>
      <w:r w:rsidRPr="00843429">
        <w:t>6- Taking</w:t>
      </w:r>
      <w:r w:rsidRPr="00843429">
        <w:rPr>
          <w:rtl/>
        </w:rPr>
        <w:t xml:space="preserve"> </w:t>
      </w:r>
      <w:r w:rsidRPr="00843429">
        <w:t>into</w:t>
      </w:r>
      <w:r w:rsidRPr="00843429">
        <w:rPr>
          <w:rtl/>
        </w:rPr>
        <w:t xml:space="preserve"> </w:t>
      </w:r>
      <w:r w:rsidRPr="00843429">
        <w:t>consideration</w:t>
      </w:r>
      <w:r w:rsidRPr="00843429">
        <w:rPr>
          <w:rtl/>
        </w:rPr>
        <w:t xml:space="preserve"> </w:t>
      </w:r>
      <w:r w:rsidRPr="00843429">
        <w:t>the</w:t>
      </w:r>
      <w:r w:rsidRPr="00843429">
        <w:rPr>
          <w:rtl/>
        </w:rPr>
        <w:t xml:space="preserve"> </w:t>
      </w:r>
      <w:r w:rsidRPr="00843429">
        <w:t>husband</w:t>
      </w:r>
      <w:r w:rsidRPr="00843429">
        <w:rPr>
          <w:rtl/>
        </w:rPr>
        <w:t>’</w:t>
      </w:r>
      <w:r w:rsidRPr="00843429">
        <w:t>s</w:t>
      </w:r>
      <w:r w:rsidRPr="00843429">
        <w:rPr>
          <w:rtl/>
        </w:rPr>
        <w:t xml:space="preserve"> </w:t>
      </w:r>
      <w:r w:rsidRPr="00843429">
        <w:t>capabilities</w:t>
      </w:r>
    </w:p>
    <w:p w:rsidR="002E0242" w:rsidRDefault="004E56E9" w:rsidP="00844CC1">
      <w:pPr>
        <w:pStyle w:val="libNormal"/>
      </w:pPr>
      <w:r w:rsidRPr="00844CC1">
        <w:t xml:space="preserve">The system in the house of Imam Ali and Sayyda Fatima Al-Zahraa </w:t>
      </w:r>
      <w:r w:rsidRPr="00844CC1">
        <w:rPr>
          <w:rStyle w:val="libItalicChar"/>
        </w:rPr>
        <w:t>(God’s peace bestowed upon both)</w:t>
      </w:r>
      <w:r w:rsidRPr="00843429">
        <w:t xml:space="preserve"> sets forth this house as a model for the believers in general.</w:t>
      </w:r>
    </w:p>
    <w:p w:rsidR="002E0242" w:rsidRDefault="004E56E9" w:rsidP="00844CC1">
      <w:pPr>
        <w:pStyle w:val="libNormal"/>
      </w:pPr>
      <w:r w:rsidRPr="00843429">
        <w:t>The family is a small society which is founded on affection and mercy. However, this does not delete the necessity of the presence of a guardian who is considered to be the head of this small society.</w:t>
      </w:r>
    </w:p>
    <w:p w:rsidR="004E56E9" w:rsidRDefault="004E56E9" w:rsidP="00844CC1">
      <w:pPr>
        <w:pStyle w:val="libNormal"/>
      </w:pPr>
      <w:r w:rsidRPr="00843429">
        <w:t>The man, therefore, is the guardian chosen by The Most High God to govern this small society; The Most High God says, (Men are the protectors and maintainers of women because Allah has made one of them to excel the other…)</w:t>
      </w:r>
    </w:p>
    <w:p w:rsidR="004E56E9" w:rsidRDefault="004E56E9" w:rsidP="004E56E9">
      <w:pPr>
        <w:pStyle w:val="Heading2Center"/>
      </w:pPr>
      <w:bookmarkStart w:id="101" w:name="_Toc418512291"/>
      <w:r w:rsidRPr="00843429">
        <w:t>Comprehension Questions</w:t>
      </w:r>
      <w:bookmarkEnd w:id="101"/>
    </w:p>
    <w:p w:rsidR="002E0242" w:rsidRDefault="004E56E9" w:rsidP="00844CC1">
      <w:pPr>
        <w:pStyle w:val="libNormal"/>
      </w:pPr>
      <w:r w:rsidRPr="00843429">
        <w:t>1-</w:t>
      </w:r>
      <w:r w:rsidRPr="00843429">
        <w:rPr>
          <w:rtl/>
        </w:rPr>
        <w:t xml:space="preserve"> </w:t>
      </w:r>
      <w:r w:rsidRPr="00843429">
        <w:t>To</w:t>
      </w:r>
      <w:r w:rsidRPr="00843429">
        <w:rPr>
          <w:rtl/>
        </w:rPr>
        <w:t xml:space="preserve"> </w:t>
      </w:r>
      <w:r w:rsidRPr="00843429">
        <w:t>what</w:t>
      </w:r>
      <w:r w:rsidRPr="00843429">
        <w:rPr>
          <w:rtl/>
        </w:rPr>
        <w:t xml:space="preserve"> </w:t>
      </w:r>
      <w:r w:rsidRPr="00843429">
        <w:t>extent</w:t>
      </w:r>
      <w:r w:rsidRPr="00843429">
        <w:rPr>
          <w:rtl/>
        </w:rPr>
        <w:t xml:space="preserve"> </w:t>
      </w:r>
      <w:r w:rsidRPr="00843429">
        <w:t>does</w:t>
      </w:r>
      <w:r w:rsidRPr="00843429">
        <w:rPr>
          <w:rtl/>
        </w:rPr>
        <w:t xml:space="preserve"> </w:t>
      </w:r>
      <w:r w:rsidRPr="00843429">
        <w:t>Islam</w:t>
      </w:r>
      <w:r w:rsidRPr="00843429">
        <w:rPr>
          <w:rtl/>
        </w:rPr>
        <w:t xml:space="preserve"> </w:t>
      </w:r>
      <w:r w:rsidRPr="00843429">
        <w:t>attach</w:t>
      </w:r>
      <w:r w:rsidRPr="00843429">
        <w:rPr>
          <w:rtl/>
        </w:rPr>
        <w:t xml:space="preserve"> </w:t>
      </w:r>
      <w:r w:rsidRPr="00843429">
        <w:t>importance</w:t>
      </w:r>
      <w:r w:rsidRPr="00843429">
        <w:rPr>
          <w:rtl/>
        </w:rPr>
        <w:t xml:space="preserve"> </w:t>
      </w:r>
      <w:r w:rsidRPr="00843429">
        <w:t>to</w:t>
      </w:r>
      <w:r w:rsidRPr="00843429">
        <w:rPr>
          <w:rtl/>
        </w:rPr>
        <w:t xml:space="preserve"> </w:t>
      </w:r>
      <w:r w:rsidRPr="00843429">
        <w:t>marriage?</w:t>
      </w:r>
    </w:p>
    <w:p w:rsidR="002E0242" w:rsidRDefault="004E56E9" w:rsidP="00844CC1">
      <w:pPr>
        <w:pStyle w:val="libNormal"/>
      </w:pPr>
      <w:r w:rsidRPr="00843429">
        <w:t>2-</w:t>
      </w:r>
      <w:r w:rsidRPr="00843429">
        <w:rPr>
          <w:rtl/>
        </w:rPr>
        <w:t xml:space="preserve"> </w:t>
      </w:r>
      <w:r w:rsidRPr="00843429">
        <w:t>What</w:t>
      </w:r>
      <w:r w:rsidRPr="00843429">
        <w:rPr>
          <w:rtl/>
        </w:rPr>
        <w:t xml:space="preserve"> </w:t>
      </w:r>
      <w:r w:rsidRPr="00843429">
        <w:t>is</w:t>
      </w:r>
      <w:r w:rsidRPr="00843429">
        <w:rPr>
          <w:rtl/>
        </w:rPr>
        <w:t xml:space="preserve"> </w:t>
      </w:r>
      <w:r w:rsidRPr="00843429">
        <w:t>the</w:t>
      </w:r>
      <w:r w:rsidRPr="00843429">
        <w:rPr>
          <w:rtl/>
        </w:rPr>
        <w:t xml:space="preserve"> </w:t>
      </w:r>
      <w:r w:rsidRPr="00843429">
        <w:t>aim</w:t>
      </w:r>
      <w:r w:rsidRPr="00843429">
        <w:rPr>
          <w:rtl/>
        </w:rPr>
        <w:t xml:space="preserve"> </w:t>
      </w:r>
      <w:r w:rsidRPr="00843429">
        <w:t>of</w:t>
      </w:r>
      <w:r w:rsidRPr="00843429">
        <w:rPr>
          <w:rtl/>
        </w:rPr>
        <w:t xml:space="preserve"> </w:t>
      </w:r>
      <w:r w:rsidRPr="00843429">
        <w:t>marriage</w:t>
      </w:r>
      <w:r w:rsidRPr="00843429">
        <w:rPr>
          <w:rtl/>
        </w:rPr>
        <w:t xml:space="preserve"> </w:t>
      </w:r>
      <w:r w:rsidRPr="00843429">
        <w:t>and</w:t>
      </w:r>
      <w:r w:rsidRPr="00843429">
        <w:rPr>
          <w:rtl/>
        </w:rPr>
        <w:t xml:space="preserve"> </w:t>
      </w:r>
      <w:r w:rsidRPr="00843429">
        <w:t>family</w:t>
      </w:r>
      <w:r w:rsidRPr="00843429">
        <w:rPr>
          <w:rtl/>
        </w:rPr>
        <w:t xml:space="preserve"> </w:t>
      </w:r>
      <w:r w:rsidRPr="00843429">
        <w:t>establishment?</w:t>
      </w:r>
    </w:p>
    <w:p w:rsidR="002E0242" w:rsidRDefault="004E56E9" w:rsidP="00844CC1">
      <w:pPr>
        <w:pStyle w:val="libNormal"/>
      </w:pPr>
      <w:r w:rsidRPr="00843429">
        <w:t>3-</w:t>
      </w:r>
      <w:r w:rsidRPr="00843429">
        <w:rPr>
          <w:rtl/>
        </w:rPr>
        <w:t xml:space="preserve"> </w:t>
      </w:r>
      <w:r w:rsidRPr="00843429">
        <w:t>Is</w:t>
      </w:r>
      <w:r w:rsidRPr="00843429">
        <w:rPr>
          <w:rtl/>
        </w:rPr>
        <w:t xml:space="preserve"> </w:t>
      </w:r>
      <w:r w:rsidRPr="00843429">
        <w:t>the</w:t>
      </w:r>
      <w:r w:rsidRPr="00843429">
        <w:rPr>
          <w:rtl/>
        </w:rPr>
        <w:t xml:space="preserve"> </w:t>
      </w:r>
      <w:r w:rsidRPr="00843429">
        <w:t>fulfillment</w:t>
      </w:r>
      <w:r w:rsidRPr="00843429">
        <w:rPr>
          <w:rtl/>
        </w:rPr>
        <w:t xml:space="preserve"> </w:t>
      </w:r>
      <w:r w:rsidRPr="00843429">
        <w:t>of</w:t>
      </w:r>
      <w:r w:rsidRPr="00843429">
        <w:rPr>
          <w:rtl/>
        </w:rPr>
        <w:t xml:space="preserve"> </w:t>
      </w:r>
      <w:r w:rsidRPr="00843429">
        <w:t>the</w:t>
      </w:r>
      <w:r w:rsidRPr="00843429">
        <w:rPr>
          <w:rtl/>
        </w:rPr>
        <w:t xml:space="preserve"> </w:t>
      </w:r>
      <w:r w:rsidRPr="00843429">
        <w:t>needs</w:t>
      </w:r>
      <w:r w:rsidRPr="00843429">
        <w:rPr>
          <w:rtl/>
        </w:rPr>
        <w:t xml:space="preserve"> </w:t>
      </w:r>
      <w:r w:rsidRPr="00843429">
        <w:t>of</w:t>
      </w:r>
      <w:r w:rsidRPr="00843429">
        <w:rPr>
          <w:rtl/>
        </w:rPr>
        <w:t xml:space="preserve"> </w:t>
      </w:r>
      <w:r w:rsidRPr="00843429">
        <w:t>the</w:t>
      </w:r>
      <w:r w:rsidRPr="00843429">
        <w:rPr>
          <w:rtl/>
        </w:rPr>
        <w:t xml:space="preserve"> </w:t>
      </w:r>
      <w:r w:rsidRPr="00843429">
        <w:t>society</w:t>
      </w:r>
      <w:r w:rsidRPr="00843429">
        <w:rPr>
          <w:rtl/>
        </w:rPr>
        <w:t xml:space="preserve"> </w:t>
      </w:r>
      <w:r w:rsidRPr="00843429">
        <w:t>prior</w:t>
      </w:r>
      <w:r w:rsidRPr="00843429">
        <w:rPr>
          <w:rtl/>
        </w:rPr>
        <w:t xml:space="preserve"> </w:t>
      </w:r>
      <w:r w:rsidRPr="00843429">
        <w:t>to</w:t>
      </w:r>
      <w:r w:rsidRPr="00843429">
        <w:rPr>
          <w:rtl/>
        </w:rPr>
        <w:t xml:space="preserve"> </w:t>
      </w:r>
      <w:r w:rsidRPr="00843429">
        <w:t>the</w:t>
      </w:r>
      <w:r w:rsidRPr="00843429">
        <w:rPr>
          <w:rtl/>
        </w:rPr>
        <w:t xml:space="preserve"> </w:t>
      </w:r>
      <w:r w:rsidRPr="00843429">
        <w:t>fulfillment</w:t>
      </w:r>
      <w:r w:rsidRPr="00843429">
        <w:rPr>
          <w:rtl/>
        </w:rPr>
        <w:t xml:space="preserve"> </w:t>
      </w:r>
      <w:r w:rsidRPr="00843429">
        <w:t>of</w:t>
      </w:r>
      <w:r w:rsidRPr="00843429">
        <w:rPr>
          <w:rtl/>
        </w:rPr>
        <w:t xml:space="preserve"> </w:t>
      </w:r>
      <w:r w:rsidRPr="00843429">
        <w:t>the</w:t>
      </w:r>
      <w:r w:rsidRPr="00843429">
        <w:rPr>
          <w:rtl/>
        </w:rPr>
        <w:t xml:space="preserve"> </w:t>
      </w:r>
      <w:r w:rsidRPr="00843429">
        <w:t>needs</w:t>
      </w:r>
      <w:r w:rsidRPr="00843429">
        <w:rPr>
          <w:rtl/>
        </w:rPr>
        <w:t xml:space="preserve"> </w:t>
      </w:r>
      <w:r w:rsidRPr="00843429">
        <w:t>of</w:t>
      </w:r>
      <w:r w:rsidRPr="00843429">
        <w:rPr>
          <w:rtl/>
        </w:rPr>
        <w:t xml:space="preserve"> </w:t>
      </w:r>
      <w:r w:rsidRPr="00843429">
        <w:t>the</w:t>
      </w:r>
      <w:r w:rsidRPr="00843429">
        <w:rPr>
          <w:rtl/>
        </w:rPr>
        <w:t xml:space="preserve"> </w:t>
      </w:r>
      <w:r w:rsidRPr="00843429">
        <w:t>husband?</w:t>
      </w:r>
    </w:p>
    <w:p w:rsidR="002E0242" w:rsidRDefault="004E56E9" w:rsidP="00844CC1">
      <w:pPr>
        <w:pStyle w:val="libNormal"/>
      </w:pPr>
      <w:r w:rsidRPr="00843429">
        <w:t>4-</w:t>
      </w:r>
      <w:r w:rsidRPr="00843429">
        <w:rPr>
          <w:rtl/>
        </w:rPr>
        <w:t xml:space="preserve"> </w:t>
      </w:r>
      <w:r w:rsidRPr="00843429">
        <w:t>Mention</w:t>
      </w:r>
      <w:r w:rsidRPr="00843429">
        <w:rPr>
          <w:rtl/>
        </w:rPr>
        <w:t xml:space="preserve"> </w:t>
      </w:r>
      <w:r w:rsidRPr="00843429">
        <w:t>some</w:t>
      </w:r>
      <w:r w:rsidRPr="00843429">
        <w:rPr>
          <w:rtl/>
        </w:rPr>
        <w:t xml:space="preserve"> </w:t>
      </w:r>
      <w:r w:rsidRPr="00843429">
        <w:t>issues</w:t>
      </w:r>
      <w:r w:rsidRPr="00843429">
        <w:rPr>
          <w:rtl/>
        </w:rPr>
        <w:t xml:space="preserve"> </w:t>
      </w:r>
      <w:r w:rsidRPr="00843429">
        <w:t>which</w:t>
      </w:r>
      <w:r w:rsidRPr="00843429">
        <w:rPr>
          <w:rtl/>
        </w:rPr>
        <w:t xml:space="preserve"> </w:t>
      </w:r>
      <w:r w:rsidRPr="00843429">
        <w:t>the</w:t>
      </w:r>
      <w:r w:rsidRPr="00843429">
        <w:rPr>
          <w:rtl/>
        </w:rPr>
        <w:t xml:space="preserve"> </w:t>
      </w:r>
      <w:r w:rsidRPr="00843429">
        <w:t>wife</w:t>
      </w:r>
      <w:r w:rsidRPr="00843429">
        <w:rPr>
          <w:rtl/>
        </w:rPr>
        <w:t xml:space="preserve"> </w:t>
      </w:r>
      <w:r w:rsidRPr="00843429">
        <w:t>must</w:t>
      </w:r>
      <w:r w:rsidRPr="00843429">
        <w:rPr>
          <w:rtl/>
        </w:rPr>
        <w:t xml:space="preserve"> </w:t>
      </w:r>
      <w:r w:rsidRPr="00843429">
        <w:t>take</w:t>
      </w:r>
      <w:r w:rsidRPr="00843429">
        <w:rPr>
          <w:rtl/>
        </w:rPr>
        <w:t xml:space="preserve"> </w:t>
      </w:r>
      <w:r w:rsidRPr="00843429">
        <w:t>into</w:t>
      </w:r>
      <w:r w:rsidRPr="00843429">
        <w:rPr>
          <w:rtl/>
        </w:rPr>
        <w:t xml:space="preserve"> </w:t>
      </w:r>
      <w:r w:rsidRPr="00843429">
        <w:t>consideration</w:t>
      </w:r>
      <w:r w:rsidRPr="00843429">
        <w:rPr>
          <w:rtl/>
        </w:rPr>
        <w:t xml:space="preserve"> </w:t>
      </w:r>
      <w:r w:rsidRPr="00843429">
        <w:t>in</w:t>
      </w:r>
      <w:r w:rsidRPr="00843429">
        <w:rPr>
          <w:rtl/>
        </w:rPr>
        <w:t xml:space="preserve"> </w:t>
      </w:r>
      <w:r w:rsidRPr="00843429">
        <w:t>her</w:t>
      </w:r>
      <w:r w:rsidRPr="00843429">
        <w:rPr>
          <w:rtl/>
        </w:rPr>
        <w:t xml:space="preserve"> </w:t>
      </w:r>
      <w:r w:rsidRPr="00843429">
        <w:t>husband</w:t>
      </w:r>
      <w:r w:rsidRPr="00843429">
        <w:rPr>
          <w:rtl/>
        </w:rPr>
        <w:t>’</w:t>
      </w:r>
      <w:r w:rsidRPr="00843429">
        <w:t>s</w:t>
      </w:r>
      <w:r w:rsidRPr="00843429">
        <w:rPr>
          <w:rtl/>
        </w:rPr>
        <w:t xml:space="preserve"> </w:t>
      </w:r>
      <w:r w:rsidRPr="00843429">
        <w:t>house?</w:t>
      </w:r>
    </w:p>
    <w:p w:rsidR="002E0242" w:rsidRDefault="004E56E9" w:rsidP="00844CC1">
      <w:pPr>
        <w:pStyle w:val="libNormal"/>
      </w:pPr>
      <w:r w:rsidRPr="00843429">
        <w:t>5- How</w:t>
      </w:r>
      <w:r w:rsidRPr="00843429">
        <w:rPr>
          <w:rtl/>
        </w:rPr>
        <w:t xml:space="preserve"> </w:t>
      </w:r>
      <w:r w:rsidRPr="00843429">
        <w:t>did</w:t>
      </w:r>
      <w:r w:rsidRPr="00843429">
        <w:rPr>
          <w:rtl/>
        </w:rPr>
        <w:t xml:space="preserve"> </w:t>
      </w:r>
      <w:r w:rsidRPr="00843429">
        <w:t>God</w:t>
      </w:r>
      <w:r w:rsidRPr="00843429">
        <w:rPr>
          <w:rtl/>
        </w:rPr>
        <w:t>’</w:t>
      </w:r>
      <w:r w:rsidRPr="00843429">
        <w:t>s</w:t>
      </w:r>
      <w:r w:rsidRPr="00843429">
        <w:rPr>
          <w:rtl/>
        </w:rPr>
        <w:t xml:space="preserve"> </w:t>
      </w:r>
      <w:r w:rsidRPr="00843429">
        <w:t>prophet</w:t>
      </w:r>
      <w:r w:rsidRPr="00843429">
        <w:rPr>
          <w:rtl/>
        </w:rPr>
        <w:t xml:space="preserve"> </w:t>
      </w:r>
      <w:r w:rsidR="00844CC1">
        <w:t>(</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prayers</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him</w:t>
      </w:r>
      <w:r w:rsidRPr="00844CC1">
        <w:rPr>
          <w:rStyle w:val="libItalicChar"/>
          <w:rtl/>
        </w:rPr>
        <w:t xml:space="preserve"> </w:t>
      </w:r>
      <w:r w:rsidRPr="00844CC1">
        <w:rPr>
          <w:rStyle w:val="libItalicChar"/>
        </w:rPr>
        <w:t>and</w:t>
      </w:r>
      <w:r w:rsidRPr="00844CC1">
        <w:rPr>
          <w:rStyle w:val="libItalicChar"/>
          <w:rtl/>
        </w:rPr>
        <w:t xml:space="preserve"> </w:t>
      </w:r>
      <w:r w:rsidRPr="00844CC1">
        <w:rPr>
          <w:rStyle w:val="libItalicChar"/>
        </w:rPr>
        <w:t>his</w:t>
      </w:r>
      <w:r w:rsidRPr="00844CC1">
        <w:rPr>
          <w:rStyle w:val="libItalicChar"/>
          <w:rtl/>
        </w:rPr>
        <w:t xml:space="preserve"> </w:t>
      </w:r>
      <w:r w:rsidRPr="00844CC1">
        <w:rPr>
          <w:rStyle w:val="libItalicChar"/>
        </w:rPr>
        <w:t>Household</w:t>
      </w:r>
      <w:r w:rsidR="00844CC1" w:rsidRPr="00844CC1">
        <w:rPr>
          <w:rStyle w:val="libItalicChar"/>
        </w:rPr>
        <w:t xml:space="preserve">) </w:t>
      </w:r>
      <w:r w:rsidRPr="00843429">
        <w:t>divide</w:t>
      </w:r>
      <w:r w:rsidRPr="00843429">
        <w:rPr>
          <w:rtl/>
        </w:rPr>
        <w:t xml:space="preserve"> </w:t>
      </w:r>
      <w:r w:rsidRPr="00843429">
        <w:t>the</w:t>
      </w:r>
      <w:r w:rsidRPr="00843429">
        <w:rPr>
          <w:rtl/>
        </w:rPr>
        <w:t xml:space="preserve"> </w:t>
      </w:r>
      <w:r w:rsidRPr="00843429">
        <w:t>work</w:t>
      </w:r>
      <w:r w:rsidRPr="00843429">
        <w:rPr>
          <w:rtl/>
        </w:rPr>
        <w:t xml:space="preserve"> </w:t>
      </w:r>
      <w:r w:rsidRPr="00843429">
        <w:t>between</w:t>
      </w:r>
      <w:r w:rsidRPr="00843429">
        <w:rPr>
          <w:rtl/>
        </w:rPr>
        <w:t xml:space="preserve"> </w:t>
      </w:r>
      <w:r w:rsidRPr="00843429">
        <w:t>Imam</w:t>
      </w:r>
      <w:r w:rsidRPr="00843429">
        <w:rPr>
          <w:rtl/>
        </w:rPr>
        <w:t xml:space="preserve"> </w:t>
      </w:r>
      <w:r w:rsidRPr="00843429">
        <w:t>Ali</w:t>
      </w:r>
      <w:r w:rsidRPr="00843429">
        <w:rPr>
          <w:rtl/>
        </w:rPr>
        <w:t xml:space="preserve"> </w:t>
      </w:r>
      <w:r w:rsidRPr="00843429">
        <w:t>and</w:t>
      </w:r>
      <w:r w:rsidRPr="00843429">
        <w:rPr>
          <w:rtl/>
        </w:rPr>
        <w:t xml:space="preserve"> </w:t>
      </w:r>
      <w:r w:rsidRPr="00843429">
        <w:t>Sayyda</w:t>
      </w:r>
      <w:r w:rsidRPr="00843429">
        <w:rPr>
          <w:rtl/>
        </w:rPr>
        <w:t xml:space="preserve"> </w:t>
      </w:r>
      <w:r w:rsidRPr="00843429">
        <w:t>Fatima</w:t>
      </w:r>
      <w:r w:rsidRPr="00843429">
        <w:rPr>
          <w:rtl/>
        </w:rPr>
        <w:t xml:space="preserve"> </w:t>
      </w:r>
      <w:r w:rsidRPr="00843429">
        <w:t>Al</w:t>
      </w:r>
      <w:r w:rsidRPr="00843429">
        <w:rPr>
          <w:rtl/>
        </w:rPr>
        <w:t>-</w:t>
      </w:r>
      <w:r w:rsidRPr="00843429">
        <w:t>Zahraa (</w:t>
      </w:r>
      <w:r w:rsidRPr="00844CC1">
        <w:rPr>
          <w:rStyle w:val="libItalicChar"/>
        </w:rPr>
        <w:t>God</w:t>
      </w:r>
      <w:r w:rsidRPr="00844CC1">
        <w:rPr>
          <w:rStyle w:val="libItalicChar"/>
          <w:rtl/>
        </w:rPr>
        <w:t>’</w:t>
      </w:r>
      <w:r w:rsidRPr="00844CC1">
        <w:rPr>
          <w:rStyle w:val="libItalicChar"/>
        </w:rPr>
        <w:t>s</w:t>
      </w:r>
      <w:r w:rsidRPr="00844CC1">
        <w:rPr>
          <w:rStyle w:val="libItalicChar"/>
          <w:rtl/>
        </w:rPr>
        <w:t xml:space="preserve"> </w:t>
      </w:r>
      <w:r w:rsidRPr="00844CC1">
        <w:rPr>
          <w:rStyle w:val="libItalicChar"/>
        </w:rPr>
        <w:t>peace</w:t>
      </w:r>
      <w:r w:rsidRPr="00844CC1">
        <w:rPr>
          <w:rStyle w:val="libItalicChar"/>
          <w:rtl/>
        </w:rPr>
        <w:t xml:space="preserve"> </w:t>
      </w:r>
      <w:r w:rsidRPr="00844CC1">
        <w:rPr>
          <w:rStyle w:val="libItalicChar"/>
        </w:rPr>
        <w:t>bestowed</w:t>
      </w:r>
      <w:r w:rsidRPr="00844CC1">
        <w:rPr>
          <w:rStyle w:val="libItalicChar"/>
          <w:rtl/>
        </w:rPr>
        <w:t xml:space="preserve"> </w:t>
      </w:r>
      <w:r w:rsidRPr="00844CC1">
        <w:rPr>
          <w:rStyle w:val="libItalicChar"/>
        </w:rPr>
        <w:t>upon</w:t>
      </w:r>
      <w:r w:rsidRPr="00844CC1">
        <w:rPr>
          <w:rStyle w:val="libItalicChar"/>
          <w:rtl/>
        </w:rPr>
        <w:t xml:space="preserve"> </w:t>
      </w:r>
      <w:r w:rsidRPr="00844CC1">
        <w:rPr>
          <w:rStyle w:val="libItalicChar"/>
        </w:rPr>
        <w:t>both)</w:t>
      </w:r>
      <w:r w:rsidRPr="00843429">
        <w:t>?</w:t>
      </w:r>
    </w:p>
    <w:p w:rsidR="004E56E9" w:rsidRDefault="004E56E9" w:rsidP="004E56E9">
      <w:pPr>
        <w:pStyle w:val="Heading2Center"/>
      </w:pPr>
      <w:bookmarkStart w:id="102" w:name="_Toc418512292"/>
      <w:r w:rsidRPr="00843429">
        <w:t>For Reading</w:t>
      </w:r>
      <w:bookmarkEnd w:id="102"/>
    </w:p>
    <w:p w:rsidR="00712236" w:rsidRDefault="00712236" w:rsidP="00712236">
      <w:pPr>
        <w:pStyle w:val="Heading3Center"/>
      </w:pPr>
      <w:bookmarkStart w:id="103" w:name="_Toc418512293"/>
      <w:r w:rsidRPr="00712236">
        <w:t>Sayyda Fatima Al-Zahraa (God’s peace bestowed upon her): The Wife</w:t>
      </w:r>
      <w:bookmarkEnd w:id="103"/>
    </w:p>
    <w:p w:rsidR="004E56E9" w:rsidRPr="00843429" w:rsidRDefault="004E56E9" w:rsidP="00844CC1">
      <w:pPr>
        <w:pStyle w:val="libNormal"/>
      </w:pPr>
      <w:r w:rsidRPr="00844CC1">
        <w:t xml:space="preserve">Sayyda Fatima Al-Zahraa’s </w:t>
      </w:r>
      <w:r w:rsidRPr="00844CC1">
        <w:rPr>
          <w:rStyle w:val="libItalicChar"/>
        </w:rPr>
        <w:t>(God’s peace bestowed upon her)</w:t>
      </w:r>
      <w:r w:rsidRPr="00844CC1">
        <w:t xml:space="preserve"> life in the house of her husband The Prince of the Believers </w:t>
      </w:r>
      <w:r w:rsidRPr="00844CC1">
        <w:rPr>
          <w:rStyle w:val="libItalicChar"/>
        </w:rPr>
        <w:t>(God’s peace bestowed upon him)</w:t>
      </w:r>
      <w:r w:rsidRPr="00844CC1">
        <w:t xml:space="preserve"> is of the most wonderful issues which represent a model which every woman can follow after. Many narratives refer to Al-Zahraa’s </w:t>
      </w:r>
      <w:r w:rsidRPr="00844CC1">
        <w:rPr>
          <w:rStyle w:val="libItalicChar"/>
        </w:rPr>
        <w:t>(God’s peace bestowed upon her)</w:t>
      </w:r>
      <w:r w:rsidRPr="00844CC1">
        <w:t xml:space="preserve"> life in the house of her husband The Prince of the Believers </w:t>
      </w:r>
      <w:r w:rsidRPr="00844CC1">
        <w:rPr>
          <w:rStyle w:val="libItalicChar"/>
        </w:rPr>
        <w:t>(God’s peace bestowed upon him)</w:t>
      </w:r>
      <w:r w:rsidRPr="00844CC1">
        <w:t xml:space="preserve">. Among what the chronicles relate is that one day, God’s prophet </w:t>
      </w:r>
      <w:r w:rsidRPr="00844CC1">
        <w:rPr>
          <w:rStyle w:val="libItalicChar"/>
        </w:rPr>
        <w:t>(God’s prayers and peace bestowed upon him and his Household)</w:t>
      </w:r>
      <w:r w:rsidRPr="00844CC1">
        <w:t xml:space="preserve"> entered his daughter’s house while she was grinding by the hand mill and putting on a cover from the hair of the camels. So he </w:t>
      </w:r>
      <w:r w:rsidRPr="00844CC1">
        <w:rPr>
          <w:rStyle w:val="libItalicChar"/>
        </w:rPr>
        <w:t xml:space="preserve">(God’s prayers and peace bestowed </w:t>
      </w:r>
      <w:r w:rsidRPr="00844CC1">
        <w:rPr>
          <w:rStyle w:val="libItalicChar"/>
        </w:rPr>
        <w:lastRenderedPageBreak/>
        <w:t>upon him and his Household)</w:t>
      </w:r>
      <w:r w:rsidRPr="00843429">
        <w:t xml:space="preserve"> wept and said, “O </w:t>
      </w:r>
      <w:smartTag w:uri="urn:schemas-microsoft-com:office:smarttags" w:element="place">
        <w:r w:rsidRPr="00843429">
          <w:t>Fatima</w:t>
        </w:r>
      </w:smartTag>
      <w:r w:rsidRPr="00843429">
        <w:t>, gulp the bitterness of this life in order to gain the comfort of the hereafter.”</w:t>
      </w:r>
    </w:p>
    <w:p w:rsidR="004E56E9" w:rsidRPr="00843429" w:rsidRDefault="004E56E9" w:rsidP="00844CC1">
      <w:pPr>
        <w:pStyle w:val="libNormal"/>
      </w:pPr>
      <w:r w:rsidRPr="00843429">
        <w:t xml:space="preserve">Concerning her good morals, The Prince of the Believers </w:t>
      </w:r>
      <w:r w:rsidRPr="00844CC1">
        <w:rPr>
          <w:rStyle w:val="libItalicChar"/>
        </w:rPr>
        <w:t>(God’s peace bestowed upon him)</w:t>
      </w:r>
      <w:r w:rsidRPr="00843429">
        <w:t xml:space="preserve"> said, “…And she never enraged me nor disobeyed any of my orders. My worries and sorrows used to be driven away when I looked at her.”</w:t>
      </w:r>
    </w:p>
    <w:p w:rsidR="004E56E9" w:rsidRPr="00843429" w:rsidRDefault="004E56E9" w:rsidP="00844CC1">
      <w:pPr>
        <w:pStyle w:val="libNormal"/>
      </w:pPr>
      <w:r w:rsidRPr="00843429">
        <w:t xml:space="preserve">How content with what God gave her a wife Al-Zahraa </w:t>
      </w:r>
      <w:r w:rsidRPr="00844CC1">
        <w:rPr>
          <w:rStyle w:val="libItalicChar"/>
        </w:rPr>
        <w:t>(God’s peace bestowed upon her)</w:t>
      </w:r>
      <w:r w:rsidRPr="00844CC1">
        <w:t xml:space="preserve"> was. She used to demand nothing from The Prince of the Believers </w:t>
      </w:r>
      <w:r w:rsidRPr="00844CC1">
        <w:rPr>
          <w:rStyle w:val="libItalicChar"/>
        </w:rPr>
        <w:t>(God’s peace bestowed upon him)</w:t>
      </w:r>
      <w:r w:rsidRPr="00844CC1">
        <w:t xml:space="preserve">. The chronicles relate to us that Imam Ali </w:t>
      </w:r>
      <w:r w:rsidRPr="00844CC1">
        <w:rPr>
          <w:rStyle w:val="libItalicChar"/>
        </w:rPr>
        <w:t>(God’s peace bestowed upon him)</w:t>
      </w:r>
      <w:r w:rsidRPr="00844CC1">
        <w:t xml:space="preserve"> woke up one day and asked her, “O Fatima! Do you have anything for me to eat?” She answered, “By Him Who honored my father with prophecy! No, I have nothing to give you to eat. And since two days, I have used to prefer you to my own belly and to my sons as regards any food we have had.” At that, he </w:t>
      </w:r>
      <w:r w:rsidRPr="00844CC1">
        <w:rPr>
          <w:rStyle w:val="libItalicChar"/>
        </w:rPr>
        <w:t>(God’s peace bestowed upon him)</w:t>
      </w:r>
      <w:r w:rsidRPr="00844CC1">
        <w:t xml:space="preserve"> asked, “O Fatima! Why do not you tell me, so that I will try to bring you something?” She </w:t>
      </w:r>
      <w:r w:rsidRPr="00844CC1">
        <w:rPr>
          <w:rStyle w:val="libItalicChar"/>
        </w:rPr>
        <w:t>(God’s peace bestowed upon her)</w:t>
      </w:r>
      <w:r w:rsidRPr="00843429">
        <w:t xml:space="preserve"> answered, “I am ashamed of God to ask from you what you are incapable of.”</w:t>
      </w:r>
    </w:p>
    <w:p w:rsidR="004E56E9" w:rsidRPr="00843429" w:rsidRDefault="004E56E9" w:rsidP="00844CC1">
      <w:pPr>
        <w:pStyle w:val="libNormal"/>
      </w:pPr>
      <w:r w:rsidRPr="00843429">
        <w:t xml:space="preserve">When Foud’da was serving her, Al-Zahraa did not use to relax and give orders to the maid Foud’da. She </w:t>
      </w:r>
      <w:r w:rsidRPr="00844CC1">
        <w:rPr>
          <w:rStyle w:val="libItalicChar"/>
        </w:rPr>
        <w:t>(God’s peace bestowed upon her)</w:t>
      </w:r>
      <w:r w:rsidRPr="00844CC1">
        <w:t xml:space="preserve"> used to alternate the service between herself and Foud’da: She used to work one day and Foud’da the next day, and so on. The narrative relates that Salman Al-Mohammadi saw Fatima </w:t>
      </w:r>
      <w:r w:rsidRPr="00844CC1">
        <w:rPr>
          <w:rStyle w:val="libItalicChar"/>
        </w:rPr>
        <w:t>(God’s peace bestowed upon her)</w:t>
      </w:r>
      <w:r w:rsidRPr="00844CC1">
        <w:t xml:space="preserve"> while she was sitting down and grinding barley. And he noticed that there was blood on the column of the hand mill. Also, Al-Houssein </w:t>
      </w:r>
      <w:r w:rsidRPr="00844CC1">
        <w:rPr>
          <w:rStyle w:val="libItalicChar"/>
        </w:rPr>
        <w:t>(God’s peace bestowed upon him)</w:t>
      </w:r>
      <w:r w:rsidRPr="00844CC1">
        <w:t xml:space="preserve"> was in a corner of the house starving. So he said to her, “O Daughter of God’s prophet! Your palms have blistered. Here is Foud’da [i. e. let Foud’da do the work].” She </w:t>
      </w:r>
      <w:r w:rsidRPr="00844CC1">
        <w:rPr>
          <w:rStyle w:val="libItalicChar"/>
        </w:rPr>
        <w:t>(God’s peace bestowed upon her)</w:t>
      </w:r>
      <w:r w:rsidRPr="00843429">
        <w:t xml:space="preserve"> said back to him, “God’s prophet recommended me to alternate the service between me and her, and yesterday was her service day.”</w:t>
      </w:r>
    </w:p>
    <w:p w:rsidR="004E56E9" w:rsidRPr="00844CC1" w:rsidRDefault="004E56E9" w:rsidP="00844CC1">
      <w:pPr>
        <w:pStyle w:val="libNormal"/>
        <w:rPr>
          <w:rStyle w:val="libNormalChar"/>
        </w:rPr>
      </w:pPr>
      <w:r w:rsidRPr="00843429">
        <w:t xml:space="preserve">Such is Sayyda Fatima Al-Zahraa </w:t>
      </w:r>
      <w:r w:rsidRPr="00844CC1">
        <w:rPr>
          <w:rStyle w:val="libItalicChar"/>
        </w:rPr>
        <w:t>(God’s peace bestowed upon her)</w:t>
      </w:r>
      <w:r w:rsidRPr="00844CC1">
        <w:rPr>
          <w:rStyle w:val="libNormalChar"/>
        </w:rPr>
        <w:t xml:space="preserve"> in the modest house of her husband. She sublimed herself till The Most High God made her a model for the women of all the worlds and their mistress as well!!</w:t>
      </w:r>
    </w:p>
    <w:p w:rsidR="004E56E9" w:rsidRPr="008608BE" w:rsidRDefault="004E56E9" w:rsidP="00844CC1">
      <w:pPr>
        <w:pStyle w:val="libNormal"/>
      </w:pPr>
      <w:r>
        <w:br w:type="page"/>
      </w:r>
    </w:p>
    <w:p w:rsidR="004E56E9" w:rsidRDefault="004E56E9" w:rsidP="004E56E9">
      <w:pPr>
        <w:pStyle w:val="Heading1Center"/>
      </w:pPr>
      <w:bookmarkStart w:id="104" w:name="_Toc418512294"/>
      <w:r w:rsidRPr="00843429">
        <w:lastRenderedPageBreak/>
        <w:t>Lesson Eight</w:t>
      </w:r>
      <w:r>
        <w:t xml:space="preserve">: </w:t>
      </w:r>
      <w:r w:rsidRPr="00843429">
        <w:t>Marriage -2-</w:t>
      </w:r>
      <w:bookmarkEnd w:id="104"/>
    </w:p>
    <w:p w:rsidR="004E56E9" w:rsidRPr="00843429" w:rsidRDefault="004E56E9" w:rsidP="004E56E9">
      <w:pPr>
        <w:pStyle w:val="Heading2Center"/>
      </w:pPr>
      <w:bookmarkStart w:id="105" w:name="_Toc418512295"/>
      <w:r w:rsidRPr="00843429">
        <w:t>Continuity of the Family</w:t>
      </w:r>
      <w:bookmarkEnd w:id="105"/>
    </w:p>
    <w:p w:rsidR="004E56E9" w:rsidRPr="00843429" w:rsidRDefault="004E56E9" w:rsidP="00844CC1">
      <w:pPr>
        <w:pStyle w:val="libNormal"/>
      </w:pPr>
      <w:r w:rsidRPr="00844CC1">
        <w:t xml:space="preserve">It is ascribed to Imam Jaafar Al-Sadik </w:t>
      </w:r>
      <w:r w:rsidRPr="00844CC1">
        <w:rPr>
          <w:rStyle w:val="libItalicChar"/>
        </w:rPr>
        <w:t>(God’s peace bestowed upon him)</w:t>
      </w:r>
      <w:r w:rsidRPr="00844CC1">
        <w:t xml:space="preserve"> that he said, “The Most Glorious and Reverent God likes the house where there is a wedding but detests the house where there is a divorce. And nothing is more hateful than divorce is.”</w:t>
      </w:r>
      <w:r w:rsidRPr="00844CC1">
        <w:rPr>
          <w:rStyle w:val="libFootnotenumChar"/>
        </w:rPr>
        <w:endnoteReference w:id="129"/>
      </w:r>
    </w:p>
    <w:p w:rsidR="002E0242" w:rsidRDefault="004E56E9" w:rsidP="00844CC1">
      <w:pPr>
        <w:pStyle w:val="libNormal"/>
      </w:pPr>
      <w:r w:rsidRPr="00843429">
        <w:t>The divorce is a destruction for a building which The Most High God likes and spurs the people on it i. e. marriage. Even though the marriage is liked by The Most High God and even though it is one of the causes of the perfection of religion and a fortress against the sins, The Most High God did not want to oblige the people to abide to this alternative or to fortify by this fence. This is so because the obligation may bring about a lot of negative consequences which make the human being hesitate a lot before entering the marriage cage because he will not be able to get out of it. In addition, the obligation contradicts the state of affairs and overlaps the real problems which the wife and the husband may fall in and which they may find no solution for but separation.</w:t>
      </w:r>
    </w:p>
    <w:p w:rsidR="002E0242" w:rsidRDefault="004E56E9" w:rsidP="00844CC1">
      <w:pPr>
        <w:pStyle w:val="libNormal"/>
      </w:pPr>
      <w:r w:rsidRPr="00843429">
        <w:t>Perhaps these points in addition to other points illustrate the divorce’s not being religiously forbidden and the reason of keeping the door open before this alternative. But at the one and the same time, The Most High God directs the human being to turn away from the divorce and not to resort to this alternative as much as this is still possible.</w:t>
      </w:r>
    </w:p>
    <w:p w:rsidR="004E56E9" w:rsidRPr="00843429" w:rsidRDefault="004E56E9" w:rsidP="00844CC1">
      <w:pPr>
        <w:pStyle w:val="libNormal"/>
      </w:pPr>
      <w:r w:rsidRPr="00843429">
        <w:t xml:space="preserve">It is ascribed to Imam Al- Baker </w:t>
      </w:r>
      <w:r w:rsidRPr="00844CC1">
        <w:rPr>
          <w:rStyle w:val="libItalicChar"/>
        </w:rPr>
        <w:t>(God’s peace bestowed upon him)</w:t>
      </w:r>
      <w:r w:rsidRPr="00844CC1">
        <w:t xml:space="preserve"> that he said, “God’s prophet </w:t>
      </w:r>
      <w:r w:rsidRPr="00844CC1">
        <w:rPr>
          <w:rStyle w:val="libItalicChar"/>
        </w:rPr>
        <w:t>(God’s prayers and peace bestowed upon him and his Household)</w:t>
      </w:r>
      <w:r w:rsidRPr="00844CC1">
        <w:t xml:space="preserve"> said, ‘Jibrael </w:t>
      </w:r>
      <w:r w:rsidRPr="00844CC1">
        <w:rPr>
          <w:rStyle w:val="libItalicChar"/>
        </w:rPr>
        <w:t>(God’s peace bestowed upon him)</w:t>
      </w:r>
      <w:r w:rsidRPr="00844CC1">
        <w:t xml:space="preserve"> recommended me with the woman to the extent that I thought that she should not be divorced but for a demonstrated abomination. ’”</w:t>
      </w:r>
      <w:r w:rsidRPr="00844CC1">
        <w:rPr>
          <w:rStyle w:val="libFootnotenumChar"/>
        </w:rPr>
        <w:endnoteReference w:id="130"/>
      </w:r>
    </w:p>
    <w:p w:rsidR="002E0242" w:rsidRDefault="004E56E9" w:rsidP="00844CC1">
      <w:pPr>
        <w:pStyle w:val="libNormal"/>
      </w:pPr>
      <w:r w:rsidRPr="00843429">
        <w:t xml:space="preserve">The Most High God stressed the hatefulness of divorce to the extent of regarding it as the most hateful issue as is mentioned in the previous narrative ascribed to Imam Al-Sadik </w:t>
      </w:r>
      <w:r w:rsidRPr="00844CC1">
        <w:rPr>
          <w:rStyle w:val="libItalicChar"/>
        </w:rPr>
        <w:t>(God’s peace bestowed upon him)</w:t>
      </w:r>
      <w:r w:rsidRPr="00843429">
        <w:t>. Even more, there are certain narratives which do not stop at the hatefulness of divorce but exceed this to declare the hatefulness of the one who chooses and performs it.</w:t>
      </w:r>
    </w:p>
    <w:p w:rsidR="004E56E9" w:rsidRPr="00843429" w:rsidRDefault="004E56E9" w:rsidP="00844CC1">
      <w:pPr>
        <w:pStyle w:val="libNormal"/>
      </w:pPr>
      <w:r w:rsidRPr="00843429">
        <w:t xml:space="preserve">It is ascribed to Imam Al-Sadik </w:t>
      </w:r>
      <w:r w:rsidRPr="00844CC1">
        <w:rPr>
          <w:rStyle w:val="libItalicChar"/>
        </w:rPr>
        <w:t>(God’s peace bestowed upon him)</w:t>
      </w:r>
      <w:r w:rsidRPr="00844CC1">
        <w:t xml:space="preserve"> that he said, “Nothing among the issues which God permitted is more hateful to Him than divorce is. And God hates the moody divorcer.”</w:t>
      </w:r>
      <w:r w:rsidRPr="00844CC1">
        <w:rPr>
          <w:rStyle w:val="libFootnotenumChar"/>
        </w:rPr>
        <w:endnoteReference w:id="131"/>
      </w:r>
    </w:p>
    <w:p w:rsidR="002E0242" w:rsidRDefault="004E56E9" w:rsidP="00844CC1">
      <w:pPr>
        <w:pStyle w:val="libNormal"/>
      </w:pPr>
      <w:r w:rsidRPr="00843429">
        <w:t>Although the alternative of divorce is not religiously forbidden, one must consider it seriously and turn away from it as much as this is still possible. Even more, one must not have it in mind at all, so that it will not turn to be the easiest solution which is resorted to in order to escape from any problem in which the husband and the wife may fall.</w:t>
      </w:r>
    </w:p>
    <w:p w:rsidR="004E56E9" w:rsidRPr="00843429" w:rsidRDefault="004E56E9" w:rsidP="004E56E9">
      <w:pPr>
        <w:pStyle w:val="Heading2Center"/>
      </w:pPr>
      <w:bookmarkStart w:id="106" w:name="_Toc418512296"/>
      <w:r w:rsidRPr="00843429">
        <w:t>From the Causes of the Divorce</w:t>
      </w:r>
      <w:bookmarkEnd w:id="106"/>
    </w:p>
    <w:p w:rsidR="004E56E9" w:rsidRPr="00843429" w:rsidRDefault="004E56E9" w:rsidP="004E56E9">
      <w:pPr>
        <w:pStyle w:val="Heading3Center"/>
      </w:pPr>
      <w:bookmarkStart w:id="107" w:name="_Toc418512297"/>
      <w:r w:rsidRPr="00843429">
        <w:t>1- Not Abiding to the Sacred Doctrine</w:t>
      </w:r>
      <w:bookmarkEnd w:id="107"/>
    </w:p>
    <w:p w:rsidR="002E0242" w:rsidRDefault="004E56E9" w:rsidP="00844CC1">
      <w:pPr>
        <w:pStyle w:val="libNormal"/>
      </w:pPr>
      <w:r w:rsidRPr="00843429">
        <w:t>The Most High God put the laws to organize the marital relationship and made it in the form which best guarantees the happy and successful marital relationship. When the human being turns away from these religious limits and trespasses them, then he/ she threatens the whole marital life.</w:t>
      </w:r>
    </w:p>
    <w:p w:rsidR="002E0242" w:rsidRDefault="004E56E9" w:rsidP="00844CC1">
      <w:pPr>
        <w:pStyle w:val="libNormal"/>
      </w:pPr>
      <w:r w:rsidRPr="00843429">
        <w:t>From here, it is necessary for the wife to get acquainted with the marital rights and with the etiquettes of the relationship with her husband so as to effectuate a state of invulnerability which protects the building of the family from cracking. We are going to illustrate this in details under the title of avoiding the causes of divorce.</w:t>
      </w:r>
    </w:p>
    <w:p w:rsidR="004E56E9" w:rsidRPr="00843429" w:rsidRDefault="004E56E9" w:rsidP="004E56E9">
      <w:pPr>
        <w:pStyle w:val="Heading3Center"/>
      </w:pPr>
      <w:bookmarkStart w:id="108" w:name="_Toc418512298"/>
      <w:r w:rsidRPr="00843429">
        <w:t>2- The Faults</w:t>
      </w:r>
      <w:bookmarkEnd w:id="108"/>
    </w:p>
    <w:p w:rsidR="002E0242" w:rsidRDefault="004E56E9" w:rsidP="00844CC1">
      <w:pPr>
        <w:pStyle w:val="libNormal"/>
      </w:pPr>
      <w:r w:rsidRPr="00843429">
        <w:t xml:space="preserve">The wrong evaluation which results from not knowing the partner, his peculiarities, what he likes, and what he hates or the inability to harmonize with him in spite of knowing his inclinations and his peculiarities may result in tension and doing faults, thus endangering the </w:t>
      </w:r>
      <w:r w:rsidRPr="00843429">
        <w:lastRenderedPageBreak/>
        <w:t>marital life. Therefore, being well acquainted with the partner may help in understanding the behaviors in a way effectuating harmony.</w:t>
      </w:r>
    </w:p>
    <w:p w:rsidR="002E0242" w:rsidRDefault="004E56E9" w:rsidP="004E56E9">
      <w:pPr>
        <w:pStyle w:val="Heading2Center"/>
      </w:pPr>
      <w:bookmarkStart w:id="109" w:name="_Toc418512299"/>
      <w:r w:rsidRPr="00843429">
        <w:t>How to Handle Them?</w:t>
      </w:r>
      <w:bookmarkEnd w:id="109"/>
    </w:p>
    <w:p w:rsidR="004E56E9" w:rsidRPr="00843429" w:rsidRDefault="004E56E9" w:rsidP="004E56E9">
      <w:pPr>
        <w:pStyle w:val="Heading3Center"/>
      </w:pPr>
      <w:bookmarkStart w:id="110" w:name="_Toc418512300"/>
      <w:r w:rsidRPr="00843429">
        <w:t>1- Taking into Consideration the Rights and the Etiquettes</w:t>
      </w:r>
      <w:bookmarkEnd w:id="110"/>
    </w:p>
    <w:p w:rsidR="002E0242" w:rsidRDefault="004E56E9" w:rsidP="00844CC1">
      <w:pPr>
        <w:pStyle w:val="libNormal"/>
      </w:pPr>
      <w:r w:rsidRPr="00843429">
        <w:t>There are certain rights and etiquettes which must be realized and taken into consideration. Abandoning these rights and not realizing these etiquettes will keep the door widely open in front of misunderstanding and will put the building of the family face to face with danger. Then, what are these rights and etiquettes?</w:t>
      </w:r>
    </w:p>
    <w:p w:rsidR="004E56E9" w:rsidRPr="00843429" w:rsidRDefault="004E56E9" w:rsidP="004E56E9">
      <w:pPr>
        <w:pStyle w:val="Heading3Center"/>
      </w:pPr>
      <w:bookmarkStart w:id="111" w:name="_Toc418512301"/>
      <w:r w:rsidRPr="00843429">
        <w:t>Rights and Etiquettes in the Relationship with the Husband</w:t>
      </w:r>
      <w:bookmarkEnd w:id="111"/>
    </w:p>
    <w:p w:rsidR="004E56E9" w:rsidRPr="00712236" w:rsidRDefault="004E56E9" w:rsidP="00712236">
      <w:pPr>
        <w:pStyle w:val="libNormal"/>
      </w:pPr>
      <w:r w:rsidRPr="00712236">
        <w:t xml:space="preserve">It is ascribed to The Noblest Prophet </w:t>
      </w:r>
      <w:r w:rsidRPr="00844CC1">
        <w:rPr>
          <w:rStyle w:val="libItalicChar"/>
        </w:rPr>
        <w:t>(God’s prayers and peace bestowed upon him and his Household)</w:t>
      </w:r>
      <w:r w:rsidRPr="00712236">
        <w:t xml:space="preserve"> that he said, “The one, among all the people, who has the greatest due on the woman is her husband…”</w:t>
      </w:r>
      <w:r w:rsidRPr="00844CC1">
        <w:rPr>
          <w:rStyle w:val="libFootnotenumChar"/>
        </w:rPr>
        <w:endnoteReference w:id="132"/>
      </w:r>
      <w:r w:rsidRPr="00712236">
        <w:t xml:space="preserve"> And it is also ascribed to him in another narrative that he </w:t>
      </w:r>
      <w:r w:rsidRPr="00844CC1">
        <w:rPr>
          <w:rStyle w:val="libItalicChar"/>
        </w:rPr>
        <w:t>(God’s prayers and peace bestowed upon him and his Household)</w:t>
      </w:r>
      <w:r w:rsidRPr="00712236">
        <w:t xml:space="preserve"> said, “The woman will not be able to pay the due of The Most Glorious and Reverent God until she pays the due of her husband.”</w:t>
      </w:r>
      <w:r w:rsidRPr="00844CC1">
        <w:rPr>
          <w:rStyle w:val="libFootnotenumChar"/>
        </w:rPr>
        <w:endnoteReference w:id="133"/>
      </w:r>
      <w:r w:rsidRPr="00712236">
        <w:t xml:space="preserve"> Moreover, it is ascribed to him that he </w:t>
      </w:r>
      <w:r w:rsidRPr="00844CC1">
        <w:rPr>
          <w:rStyle w:val="libItalicChar"/>
        </w:rPr>
        <w:t>(God’s prayers and peace bestowed upon him and his Household)</w:t>
      </w:r>
      <w:r w:rsidRPr="00712236">
        <w:t xml:space="preserve"> said, “The woman’s struggle for God’s sake is fulfilled by her being a good wife.”</w:t>
      </w:r>
      <w:r w:rsidRPr="00844CC1">
        <w:rPr>
          <w:rStyle w:val="libFootnotenumChar"/>
        </w:rPr>
        <w:endnoteReference w:id="134"/>
      </w:r>
    </w:p>
    <w:p w:rsidR="004E56E9" w:rsidRPr="00843429" w:rsidRDefault="004E56E9" w:rsidP="004E56E9">
      <w:pPr>
        <w:pStyle w:val="Heading3Center"/>
      </w:pPr>
      <w:bookmarkStart w:id="112" w:name="_Toc418512302"/>
      <w:r w:rsidRPr="00843429">
        <w:t>First: Fulfillment of Her Husband’s Needs</w:t>
      </w:r>
      <w:bookmarkEnd w:id="112"/>
    </w:p>
    <w:p w:rsidR="002E0242" w:rsidRDefault="004E56E9" w:rsidP="00844CC1">
      <w:pPr>
        <w:pStyle w:val="libNormal"/>
      </w:pPr>
      <w:r w:rsidRPr="00843429">
        <w:t>The woman must grant her husband his need i. e. obeying him as regards the issue of the private relationship between them. If she refuses to do so, God becomes displeased with her till she pleases her husband.</w:t>
      </w:r>
    </w:p>
    <w:p w:rsidR="004E56E9" w:rsidRPr="00712236" w:rsidRDefault="004E56E9" w:rsidP="00712236">
      <w:pPr>
        <w:pStyle w:val="libNormal"/>
      </w:pPr>
      <w:r w:rsidRPr="00712236">
        <w:t xml:space="preserve">It is related that when one woman asked God’s prophet </w:t>
      </w:r>
      <w:r w:rsidRPr="00844CC1">
        <w:rPr>
          <w:rStyle w:val="libItalicChar"/>
        </w:rPr>
        <w:t>(God’s prayers and peace bestowed upon him and his Household)</w:t>
      </w:r>
      <w:r w:rsidRPr="00712236">
        <w:t xml:space="preserve"> about the husband’s due on the woman, he </w:t>
      </w:r>
      <w:r w:rsidRPr="00844CC1">
        <w:rPr>
          <w:rStyle w:val="libItalicChar"/>
        </w:rPr>
        <w:t>(God’s prayers and peace bestowed upon him and his Household)</w:t>
      </w:r>
      <w:r w:rsidRPr="00712236">
        <w:t xml:space="preserve"> answered her, “It is to grant him his need even if ]he asks for it] over a saddle…”</w:t>
      </w:r>
      <w:r w:rsidRPr="00844CC1">
        <w:rPr>
          <w:rStyle w:val="libFootnotenumChar"/>
        </w:rPr>
        <w:endnoteReference w:id="135"/>
      </w:r>
    </w:p>
    <w:p w:rsidR="004E56E9" w:rsidRPr="00843429" w:rsidRDefault="004E56E9" w:rsidP="004E56E9">
      <w:pPr>
        <w:pStyle w:val="Heading3Center"/>
      </w:pPr>
      <w:bookmarkStart w:id="113" w:name="_Toc418512303"/>
      <w:r w:rsidRPr="00843429">
        <w:t>Second: Beautifying Herself and Endearing to Her Husband</w:t>
      </w:r>
      <w:bookmarkEnd w:id="113"/>
    </w:p>
    <w:p w:rsidR="002E0242" w:rsidRDefault="004E56E9" w:rsidP="00712236">
      <w:pPr>
        <w:pStyle w:val="libNormal"/>
      </w:pPr>
      <w:r w:rsidRPr="00712236">
        <w:t xml:space="preserve">By beautifying, it is meant to turn away from what repels the husband and to show him a comely composure. When Imam Al-Khomeini </w:t>
      </w:r>
      <w:r w:rsidRPr="00844CC1">
        <w:rPr>
          <w:rStyle w:val="libItalicChar"/>
        </w:rPr>
        <w:t>(May his secret be sacred)</w:t>
      </w:r>
      <w:r w:rsidRPr="00712236">
        <w:t xml:space="preserve"> talked about the recalcitrance of the woman in his book </w:t>
      </w:r>
      <w:r w:rsidRPr="00844CC1">
        <w:rPr>
          <w:rStyle w:val="libUnderlineChar"/>
        </w:rPr>
        <w:t>Editing the Means</w:t>
      </w:r>
      <w:r w:rsidRPr="00712236">
        <w:t>, he mentioned “the non removal of the repulsions that contradict his enjoy with her; even more, it is not to clean and adorn herself in spite of the husband’s need for this”</w:t>
      </w:r>
      <w:r w:rsidRPr="00844CC1">
        <w:rPr>
          <w:rStyle w:val="libFootnotenumChar"/>
        </w:rPr>
        <w:endnoteReference w:id="136"/>
      </w:r>
      <w:r w:rsidRPr="00712236">
        <w:t xml:space="preserve"> as a part of recalcitrance.</w:t>
      </w:r>
    </w:p>
    <w:p w:rsidR="004E56E9" w:rsidRPr="00712236" w:rsidRDefault="004E56E9" w:rsidP="00712236">
      <w:pPr>
        <w:pStyle w:val="libNormal"/>
      </w:pPr>
      <w:r w:rsidRPr="00712236">
        <w:t xml:space="preserve">In addition, it is ascribed to Imam Al-Sadik </w:t>
      </w:r>
      <w:r w:rsidRPr="00844CC1">
        <w:rPr>
          <w:rStyle w:val="libItalicChar"/>
        </w:rPr>
        <w:t>(God’s peace bestowed upon him)</w:t>
      </w:r>
      <w:r w:rsidRPr="00712236">
        <w:t xml:space="preserve"> that he said, “…The wife can not, as regards the relationship between her and her husband, do without three characteristics. She must up keep herself from every abomination, so that his heart will be at ease with her in weal and in woe. She must also attend to him, so that this will plead for her if she does something wrong. And she must show love to him through being fascinating and comely looking in his eye.”</w:t>
      </w:r>
      <w:r w:rsidRPr="00844CC1">
        <w:rPr>
          <w:rStyle w:val="libFootnotenumChar"/>
        </w:rPr>
        <w:endnoteReference w:id="137"/>
      </w:r>
    </w:p>
    <w:p w:rsidR="004E56E9" w:rsidRPr="00843429" w:rsidRDefault="004E56E9" w:rsidP="004E56E9">
      <w:pPr>
        <w:pStyle w:val="Heading3Center"/>
      </w:pPr>
      <w:bookmarkStart w:id="114" w:name="_Toc418512304"/>
      <w:r w:rsidRPr="00843429">
        <w:t>Third: Preserving Her Husband’s Money</w:t>
      </w:r>
      <w:bookmarkEnd w:id="114"/>
    </w:p>
    <w:p w:rsidR="004E56E9" w:rsidRPr="00712236" w:rsidRDefault="004E56E9" w:rsidP="00712236">
      <w:pPr>
        <w:pStyle w:val="libNormal"/>
      </w:pPr>
      <w:r w:rsidRPr="00712236">
        <w:t xml:space="preserve">The woman must feel responsibility for her husband’s money i. e. she must not spend it lavishly on one hand and must not dispose of it without his permission on the other hand. There are many narratives which refer to this. It is ascribed to Imam  Al-Sadik </w:t>
      </w:r>
      <w:r w:rsidRPr="00844CC1">
        <w:rPr>
          <w:rStyle w:val="libItalicChar"/>
        </w:rPr>
        <w:t>(God’s peace bestowed upon him)</w:t>
      </w:r>
      <w:r w:rsidRPr="00712236">
        <w:t xml:space="preserve">  that  he  said, “…and  does not give out anything without his permission. If she does so, she is going to bear the sin and he is going to be granted the reward.”</w:t>
      </w:r>
      <w:r w:rsidRPr="00844CC1">
        <w:rPr>
          <w:rStyle w:val="libFootnotenumChar"/>
        </w:rPr>
        <w:endnoteReference w:id="138"/>
      </w:r>
    </w:p>
    <w:p w:rsidR="002E0242" w:rsidRDefault="004E56E9" w:rsidP="004E56E9">
      <w:pPr>
        <w:pStyle w:val="Heading3Center"/>
      </w:pPr>
      <w:bookmarkStart w:id="115" w:name="_Toc418512305"/>
      <w:r w:rsidRPr="00843429">
        <w:t>Fourth: Not Angering and Hurting Her Husband</w:t>
      </w:r>
      <w:bookmarkEnd w:id="115"/>
    </w:p>
    <w:p w:rsidR="004E56E9" w:rsidRPr="00712236" w:rsidRDefault="004E56E9" w:rsidP="00712236">
      <w:pPr>
        <w:pStyle w:val="libNormal"/>
      </w:pPr>
      <w:r w:rsidRPr="00712236">
        <w:t xml:space="preserve">It is ascribed to The Prophet </w:t>
      </w:r>
      <w:r w:rsidRPr="00844CC1">
        <w:rPr>
          <w:rStyle w:val="libItalicChar"/>
        </w:rPr>
        <w:t>(God’s prayers and peace bestowed upon him and his Household)</w:t>
      </w:r>
      <w:r w:rsidRPr="00712236">
        <w:t xml:space="preserve"> that he said, “Woe to the woman who angers her husband. And blessed be the </w:t>
      </w:r>
      <w:r w:rsidRPr="00712236">
        <w:lastRenderedPageBreak/>
        <w:t>woman whom her husband is pleased with her.”</w:t>
      </w:r>
      <w:r w:rsidRPr="00844CC1">
        <w:rPr>
          <w:rStyle w:val="libFootnotenumChar"/>
        </w:rPr>
        <w:endnoteReference w:id="139"/>
      </w:r>
      <w:r w:rsidRPr="00712236">
        <w:t xml:space="preserve"> It is also ascribed to him </w:t>
      </w:r>
      <w:r w:rsidRPr="00844CC1">
        <w:rPr>
          <w:rStyle w:val="libItalicChar"/>
        </w:rPr>
        <w:t>(God’s prayers and peace bestowed upon him and his Household)</w:t>
      </w:r>
      <w:r w:rsidRPr="00712236">
        <w:t xml:space="preserve"> that he said, “He who has a wife who hurts him has God not accepting her prayer and none of her good deeds, even if she fasts all her lifetime, till she pleases him.”</w:t>
      </w:r>
      <w:r w:rsidRPr="00844CC1">
        <w:rPr>
          <w:rStyle w:val="libFootnotenumChar"/>
        </w:rPr>
        <w:endnoteReference w:id="140"/>
      </w:r>
      <w:r w:rsidRPr="00712236">
        <w:t xml:space="preserve"> In addition, it is ascribed to God’s prophet </w:t>
      </w:r>
      <w:r w:rsidRPr="00844CC1">
        <w:rPr>
          <w:rStyle w:val="libItalicChar"/>
        </w:rPr>
        <w:t>(God’s prayers and peace bestowed upon him and his Household)</w:t>
      </w:r>
      <w:r w:rsidRPr="00712236">
        <w:t xml:space="preserve"> that he said, “The best woman among the women of my nation is the woman who, when she notices that her husband is angry, devotes herself to grant him his demands and says to him, ‘My eye will not sleep till you are pleased with me. ’”</w:t>
      </w:r>
      <w:r w:rsidRPr="00844CC1">
        <w:rPr>
          <w:rStyle w:val="libFootnotenumChar"/>
        </w:rPr>
        <w:endnoteReference w:id="141"/>
      </w:r>
    </w:p>
    <w:p w:rsidR="004E56E9" w:rsidRPr="00843429" w:rsidRDefault="004E56E9" w:rsidP="004E56E9">
      <w:pPr>
        <w:pStyle w:val="Heading3Center"/>
      </w:pPr>
      <w:bookmarkStart w:id="116" w:name="_Toc418512306"/>
      <w:r w:rsidRPr="00843429">
        <w:t>Fifth: Not Getting Out of His House without His Permission</w:t>
      </w:r>
      <w:bookmarkEnd w:id="116"/>
    </w:p>
    <w:p w:rsidR="002E0242" w:rsidRDefault="004E56E9" w:rsidP="00712236">
      <w:pPr>
        <w:pStyle w:val="libNormal"/>
      </w:pPr>
      <w:r w:rsidRPr="00712236">
        <w:t xml:space="preserve">It is related to Imam Al-Sadik </w:t>
      </w:r>
      <w:r w:rsidRPr="00844CC1">
        <w:rPr>
          <w:rStyle w:val="libItalicChar"/>
        </w:rPr>
        <w:t>(God’s peace bestowed upon him)</w:t>
      </w:r>
      <w:r w:rsidRPr="00712236">
        <w:t xml:space="preserve"> that he said, “There is no expense for the woman who gets out of her house without the permission of her husband till she is back at her house.”</w:t>
      </w:r>
      <w:r w:rsidRPr="00844CC1">
        <w:rPr>
          <w:rStyle w:val="libFootnotenumChar"/>
        </w:rPr>
        <w:endnoteReference w:id="142"/>
      </w:r>
      <w:r w:rsidRPr="00712236">
        <w:t xml:space="preserve"> Imam Al-Khomeini </w:t>
      </w:r>
      <w:r w:rsidRPr="00844CC1">
        <w:rPr>
          <w:rStyle w:val="libItalicChar"/>
        </w:rPr>
        <w:t>(May his secret be sacred)</w:t>
      </w:r>
      <w:r w:rsidRPr="00712236">
        <w:t xml:space="preserve"> considers “the wife’s getting out from her husband’s house without his permission” to be from the wife’s recalcitrance.</w:t>
      </w:r>
    </w:p>
    <w:p w:rsidR="004E56E9" w:rsidRPr="00843429" w:rsidRDefault="004E56E9" w:rsidP="004E56E9">
      <w:pPr>
        <w:pStyle w:val="Heading3Center"/>
      </w:pPr>
      <w:bookmarkStart w:id="117" w:name="_Toc418512307"/>
      <w:r w:rsidRPr="00843429">
        <w:t>2- The Solution after Getting in the Problem</w:t>
      </w:r>
      <w:bookmarkEnd w:id="117"/>
    </w:p>
    <w:p w:rsidR="004E56E9" w:rsidRPr="00843429" w:rsidRDefault="004E56E9" w:rsidP="00844CC1">
      <w:pPr>
        <w:pStyle w:val="libNormal"/>
      </w:pPr>
      <w:r w:rsidRPr="00844CC1">
        <w:t xml:space="preserve">If any problem takes place between the husband and the wife, they have in the beginning to look for the solution inside the house without moving it outside the house in a way which leads to enlarging and complicating it more and more. The Most High God says, (And if a woman fears cruelty or desertion on her husband’s part, there is no sin on both them if they make terms of peace between themselves; and making peace is better. And human inner selves are swayed by greed. But if you do good and keep away from evil, verily, Allah is ever All Acquainted with what you do). </w:t>
      </w:r>
      <w:r w:rsidRPr="00844CC1">
        <w:rPr>
          <w:rStyle w:val="libFootnotenumChar"/>
        </w:rPr>
        <w:endnoteReference w:id="143"/>
      </w:r>
    </w:p>
    <w:p w:rsidR="002E0242" w:rsidRDefault="004E56E9" w:rsidP="00844CC1">
      <w:pPr>
        <w:pStyle w:val="libNormal"/>
      </w:pPr>
      <w:r w:rsidRPr="00843429">
        <w:t>When the husband and the wife are not able to solve the problem to arrive at mutual understanding and continuity of the marital life in a proper manner, here rises the role of the righteous external factors ]the arbitrators] to help in solving the unsettled problems.</w:t>
      </w:r>
    </w:p>
    <w:p w:rsidR="002E0242" w:rsidRDefault="004E56E9" w:rsidP="00844CC1">
      <w:pPr>
        <w:pStyle w:val="libNormal"/>
      </w:pPr>
      <w:r w:rsidRPr="00843429">
        <w:t>The Most High God says, (If you fear a breach  between  them  twain  (the  man  and  his  wife) appoint two arbitrators, one from his family and the other from hers; if they both wish for peace, Alalh will cause their reconciliation. Indeed Allah is Ever All Knower, Well Acquainted With All Things)</w:t>
      </w:r>
      <w:r w:rsidRPr="00844CC1">
        <w:rPr>
          <w:rStyle w:val="libFootnotenumChar"/>
        </w:rPr>
        <w:endnoteReference w:id="144"/>
      </w:r>
      <w:r w:rsidRPr="00843429">
        <w:t>.</w:t>
      </w:r>
    </w:p>
    <w:p w:rsidR="002E0242" w:rsidRDefault="004E56E9" w:rsidP="00844CC1">
      <w:pPr>
        <w:pStyle w:val="libNormal"/>
      </w:pPr>
      <w:r w:rsidRPr="00843429">
        <w:t>This verse does not state a specific person like the father, the uncle, or anybody else… It is so perhaps in order to keep the door open before choosing the one who is the most wise, the most righteous, and the most capable of recognizing the nature of the problem and presenting a solution for it and influencing the person concerned i. e. the husband if he/ she ]the arbitrator] is from the husband’s family or the wife if he/ she from the wife’s family.</w:t>
      </w:r>
    </w:p>
    <w:p w:rsidR="002E0242" w:rsidRDefault="004E56E9" w:rsidP="00844CC1">
      <w:pPr>
        <w:pStyle w:val="libNormal"/>
      </w:pPr>
      <w:r w:rsidRPr="00843429">
        <w:t xml:space="preserve">The Most High God wants the family ]that of the husband or the wife] to be a positive factor which helps in reforming the marital life and not a negative factor which adds to the complication of the problem. Imam Al-Khomeini </w:t>
      </w:r>
      <w:r w:rsidRPr="00844CC1">
        <w:rPr>
          <w:rStyle w:val="libItalicChar"/>
        </w:rPr>
        <w:t>(May his secret be sacred)</w:t>
      </w:r>
      <w:r w:rsidRPr="00843429">
        <w:t xml:space="preserve"> said in this course,</w:t>
      </w:r>
    </w:p>
    <w:p w:rsidR="002E0242" w:rsidRDefault="004E56E9" w:rsidP="00844CC1">
      <w:pPr>
        <w:pStyle w:val="libNormal"/>
      </w:pPr>
      <w:r w:rsidRPr="00843429">
        <w:t>“When disagreement takes place between the husband and the wife to the extent that it may lead to dissension and separation and to the extent that their problem reaches the governor, he must send after two just arbitrators, one on his behalf and one on her behalf, in order to reconcile them and in order to put an end to the dissension in the way they regard it to be the most proper whether in joining or separation.”</w:t>
      </w:r>
    </w:p>
    <w:p w:rsidR="004E56E9" w:rsidRPr="00844CC1" w:rsidRDefault="004E56E9" w:rsidP="00844CC1">
      <w:pPr>
        <w:pStyle w:val="libNormal"/>
        <w:rPr>
          <w:rStyle w:val="libNormalChar"/>
        </w:rPr>
      </w:pPr>
      <w:r w:rsidRPr="00843429">
        <w:t xml:space="preserve">“The two arbitrators must examine the situation and the cause of this dissension between the husband and the wife, and they must try to reconcile them. The judgment the formers arrive at and agree on is applicable on the husband and the wife who must be content with the arrived at judgment in condition it is religiously permissible, such as: if they impose on the husband to accommodate his wife in a specific country or in a private residence or at her parents’; that his mother or sister does not reside with her even in separate resident; that he </w:t>
      </w:r>
      <w:r w:rsidRPr="00843429">
        <w:lastRenderedPageBreak/>
        <w:t>does not accommodate her fellow wife with her in the same house; that she be patient with him till he is able to offer her the dowry; that she pays back to him the credit he gave to her; and so on. On the other hand, the arrived at judgment is not accepted if it is not religiously permissible, such as: not giving the fellow wife her dutiful expense or other rights; giving the wife the permission to get out of her husband’s house whenever and wherever she wants; and so on.”</w:t>
      </w:r>
      <w:r w:rsidRPr="00844CC1">
        <w:rPr>
          <w:rStyle w:val="libFootnotenumChar"/>
        </w:rPr>
        <w:endnoteReference w:id="145"/>
      </w:r>
    </w:p>
    <w:p w:rsidR="004E56E9" w:rsidRPr="00843429" w:rsidRDefault="004E56E9" w:rsidP="004E56E9">
      <w:pPr>
        <w:pStyle w:val="Heading2Center"/>
      </w:pPr>
      <w:bookmarkStart w:id="118" w:name="_Toc418512308"/>
      <w:r w:rsidRPr="00843429">
        <w:t>Divorce: The Authority of the Husband</w:t>
      </w:r>
      <w:bookmarkEnd w:id="118"/>
    </w:p>
    <w:p w:rsidR="002E0242" w:rsidRDefault="004E56E9" w:rsidP="00844CC1">
      <w:pPr>
        <w:pStyle w:val="libNormal"/>
      </w:pPr>
      <w:r w:rsidRPr="00843429">
        <w:t>The divorce’s being the authority of the husband does not authorize him to tyrannize over the wife and to misuse it. This right is a trust consigned to the husband about which The Most High God is going to ask him on the Day of Judgment.</w:t>
      </w:r>
    </w:p>
    <w:p w:rsidR="004E56E9" w:rsidRPr="00844CC1" w:rsidRDefault="004E56E9" w:rsidP="00844CC1">
      <w:pPr>
        <w:pStyle w:val="libNormal"/>
        <w:rPr>
          <w:rStyle w:val="libNormalChar"/>
        </w:rPr>
      </w:pPr>
      <w:r w:rsidRPr="00843429">
        <w:t xml:space="preserve">It is related in the narrative ascribed to Imam Al-Sadik </w:t>
      </w:r>
      <w:r w:rsidRPr="00844CC1">
        <w:rPr>
          <w:rStyle w:val="libItalicChar"/>
        </w:rPr>
        <w:t>(God’s peace bestowed upon him)</w:t>
      </w:r>
      <w:r w:rsidRPr="00844CC1">
        <w:rPr>
          <w:rStyle w:val="libNormalChar"/>
        </w:rPr>
        <w:t xml:space="preserve"> that he said, “It was related to The Prophet </w:t>
      </w:r>
      <w:r w:rsidRPr="00844CC1">
        <w:rPr>
          <w:rStyle w:val="libItalicChar"/>
        </w:rPr>
        <w:t>(God’s prayers and peace bestowed upon him and his Household)</w:t>
      </w:r>
      <w:r w:rsidRPr="00844CC1">
        <w:rPr>
          <w:rStyle w:val="libNormalChar"/>
        </w:rPr>
        <w:t xml:space="preserve"> that Abou Ayyoub wanted to divorce his wife, so God’s prophet </w:t>
      </w:r>
      <w:r w:rsidRPr="00844CC1">
        <w:rPr>
          <w:rStyle w:val="libItalicChar"/>
        </w:rPr>
        <w:t>(God’s prayers and peace bestowed upon him and his Household)</w:t>
      </w:r>
      <w:r w:rsidRPr="00844CC1">
        <w:rPr>
          <w:rStyle w:val="libNormalChar"/>
        </w:rPr>
        <w:t xml:space="preserve"> said, ‘Divorcing Om Ayyoub is a sin. ’”</w:t>
      </w:r>
      <w:r w:rsidRPr="00844CC1">
        <w:rPr>
          <w:rStyle w:val="libFootnotenumChar"/>
        </w:rPr>
        <w:endnoteReference w:id="146"/>
      </w:r>
    </w:p>
    <w:p w:rsidR="004E56E9" w:rsidRPr="00843429" w:rsidRDefault="004E56E9" w:rsidP="004E56E9">
      <w:pPr>
        <w:pStyle w:val="Heading2Center"/>
      </w:pPr>
      <w:bookmarkStart w:id="119" w:name="_Toc418512309"/>
      <w:r w:rsidRPr="00843429">
        <w:t>Retaining Her on Reasonable Terms or Divorcing Her with Kindness</w:t>
      </w:r>
      <w:bookmarkEnd w:id="119"/>
    </w:p>
    <w:p w:rsidR="002E0242" w:rsidRDefault="004E56E9" w:rsidP="00844CC1">
      <w:pPr>
        <w:pStyle w:val="libNormal"/>
      </w:pPr>
      <w:r w:rsidRPr="00843429">
        <w:t>The husband must choose to continue the marital life yet within the frame of correct and healthy environments, thus retaining his wife on reasonable terms and treating her amicably. However, if the problem reaches a blocked way and he decides to divorce her, then he has to divorce her with kindness.</w:t>
      </w:r>
    </w:p>
    <w:p w:rsidR="002E0242" w:rsidRDefault="004E56E9" w:rsidP="00844CC1">
      <w:pPr>
        <w:pStyle w:val="libNormal"/>
      </w:pPr>
      <w:r w:rsidRPr="00843429">
        <w:t xml:space="preserve">The Most High God says, </w:t>
      </w:r>
      <w:r w:rsidRPr="00844CC1">
        <w:rPr>
          <w:rStyle w:val="libItalicChar"/>
        </w:rPr>
        <w:t>(The divorce is twice, after than either you retain her on reasonable terms or release her with kindness. And it is not lawful for you (men) to take back (from your wives) any of your dowry which you have given them, except when both parties fear that they would be unable to keep the limits ordained by Allah. Then if you fear that they would not be able to keep the limits ordained by God, then there is no sin on either of them if she gives back (the dowry or part of it) for her divorce. These are the limits ordained by Allah, so do not transgress them. And whoever transgresses the limits ordained by Allah, then such are the wrong doers)</w:t>
      </w:r>
      <w:r w:rsidRPr="00844CC1">
        <w:rPr>
          <w:rStyle w:val="libFootnotenumChar"/>
        </w:rPr>
        <w:endnoteReference w:id="147"/>
      </w:r>
      <w:r w:rsidRPr="00843429">
        <w:t>.</w:t>
      </w:r>
    </w:p>
    <w:p w:rsidR="002E0242" w:rsidRDefault="004E56E9" w:rsidP="00844CC1">
      <w:pPr>
        <w:pStyle w:val="libNormal"/>
      </w:pPr>
      <w:r w:rsidRPr="00843429">
        <w:t>It is not permissible to retain the wife in order to hurt her. Moreover, it is not permissible to deal harshly with her, in order that she will give up her dowry or in order that he will avenge himself from her in one way or another.</w:t>
      </w:r>
    </w:p>
    <w:p w:rsidR="002E0242" w:rsidRDefault="004E56E9" w:rsidP="00844CC1">
      <w:pPr>
        <w:pStyle w:val="libNormal"/>
        <w:rPr>
          <w:rStyle w:val="libNormalChar"/>
        </w:rPr>
      </w:pPr>
      <w:r w:rsidRPr="00843429">
        <w:t xml:space="preserve">The Most High God says, </w:t>
      </w:r>
      <w:r w:rsidRPr="00844CC1">
        <w:rPr>
          <w:rStyle w:val="libItalicChar"/>
        </w:rPr>
        <w:t>(And when you have divorced women and they have fulfilled the term of their prescribed period, either take them back on reasonable basis or set the free on reasonable basis. But do not take them back to hurt them; and whoever does that, then he has wronged himself. And treat not the Verse of Allah as a jest, but remember Allah’s Favors on you, and that which He has sent down to you of the Book (i. e. the Qur’an) and Al-Hekma (The Prophet’s Sunnah- legal ways- Islamic jurisprudence, etc) whereby He instructs you. And fear Allah, and know that Allah is All Aware of everything)</w:t>
      </w:r>
      <w:r w:rsidRPr="00844CC1">
        <w:rPr>
          <w:rStyle w:val="libFootnotenumChar"/>
        </w:rPr>
        <w:endnoteReference w:id="148"/>
      </w:r>
      <w:r w:rsidRPr="00844CC1">
        <w:rPr>
          <w:rStyle w:val="libNormalChar"/>
        </w:rPr>
        <w:t>.</w:t>
      </w:r>
    </w:p>
    <w:p w:rsidR="002E0242" w:rsidRDefault="004E56E9" w:rsidP="004E56E9">
      <w:pPr>
        <w:pStyle w:val="Heading2Center"/>
      </w:pPr>
      <w:bookmarkStart w:id="120" w:name="_Toc418512310"/>
      <w:r w:rsidRPr="00843429">
        <w:t>Summary</w:t>
      </w:r>
      <w:bookmarkEnd w:id="120"/>
    </w:p>
    <w:p w:rsidR="004E56E9" w:rsidRPr="00843429" w:rsidRDefault="004E56E9" w:rsidP="00844CC1">
      <w:pPr>
        <w:pStyle w:val="libNormal"/>
      </w:pPr>
      <w:r w:rsidRPr="00844CC1">
        <w:t xml:space="preserve">The divorce is a destruction of a building which The Most High God likes and spurs the people on it i. e. marriage. It is ascribed to Abou Abdullah Imam Jaafar Al-Sadik </w:t>
      </w:r>
      <w:r w:rsidRPr="00844CC1">
        <w:rPr>
          <w:rStyle w:val="libItalicChar"/>
        </w:rPr>
        <w:t>(God’s peace bestowed upon him)</w:t>
      </w:r>
      <w:r w:rsidRPr="00843429">
        <w:t xml:space="preserve"> that he said, “The Most Glorious and Reverent God likes the house where there is a wedding but detests the house where there is a divorce. And nothing is more hateful than divorce is.”</w:t>
      </w:r>
    </w:p>
    <w:p w:rsidR="002E0242" w:rsidRDefault="004E56E9" w:rsidP="00844CC1">
      <w:pPr>
        <w:pStyle w:val="libNormal"/>
      </w:pPr>
      <w:r w:rsidRPr="00843429">
        <w:t>Though the alternative of divorce is not religiously forbidden, one must turn away from it as much as it is possible. Even more, one must not have it in mind at all, so that it will not turn to be the easiest way which it is resorted to in order to escape from any problem which the husband and the wife may face.</w:t>
      </w:r>
    </w:p>
    <w:p w:rsidR="002E0242" w:rsidRDefault="004E56E9" w:rsidP="004E56E9">
      <w:pPr>
        <w:pStyle w:val="Heading3Center"/>
      </w:pPr>
      <w:bookmarkStart w:id="121" w:name="_Toc418512311"/>
      <w:r w:rsidRPr="00843429">
        <w:lastRenderedPageBreak/>
        <w:t>From the Causes of Divorce</w:t>
      </w:r>
      <w:bookmarkEnd w:id="121"/>
    </w:p>
    <w:p w:rsidR="004E56E9" w:rsidRPr="00843429" w:rsidRDefault="004E56E9" w:rsidP="00844CC1">
      <w:pPr>
        <w:pStyle w:val="libNormal"/>
        <w:rPr>
          <w:rtl/>
        </w:rPr>
      </w:pPr>
      <w:r w:rsidRPr="00843429">
        <w:t>1-</w:t>
      </w:r>
      <w:r w:rsidRPr="00843429">
        <w:rPr>
          <w:rtl/>
        </w:rPr>
        <w:t xml:space="preserve"> </w:t>
      </w:r>
      <w:r w:rsidRPr="00843429">
        <w:t>Not</w:t>
      </w:r>
      <w:r w:rsidRPr="00843429">
        <w:rPr>
          <w:rtl/>
        </w:rPr>
        <w:t xml:space="preserve"> </w:t>
      </w:r>
      <w:r w:rsidRPr="00843429">
        <w:t>abiding</w:t>
      </w:r>
      <w:r w:rsidRPr="00843429">
        <w:rPr>
          <w:rtl/>
        </w:rPr>
        <w:t xml:space="preserve"> </w:t>
      </w:r>
      <w:r w:rsidRPr="00843429">
        <w:t>to</w:t>
      </w:r>
      <w:r w:rsidRPr="00843429">
        <w:rPr>
          <w:rtl/>
        </w:rPr>
        <w:t xml:space="preserve"> </w:t>
      </w:r>
      <w:r w:rsidRPr="00843429">
        <w:t>the</w:t>
      </w:r>
      <w:r w:rsidRPr="00843429">
        <w:rPr>
          <w:rtl/>
        </w:rPr>
        <w:t xml:space="preserve"> </w:t>
      </w:r>
      <w:r w:rsidRPr="00843429">
        <w:t>sacred</w:t>
      </w:r>
      <w:r w:rsidRPr="00843429">
        <w:rPr>
          <w:rtl/>
        </w:rPr>
        <w:t xml:space="preserve"> </w:t>
      </w:r>
      <w:r w:rsidRPr="00843429">
        <w:t>religion</w:t>
      </w:r>
    </w:p>
    <w:p w:rsidR="004E56E9" w:rsidRPr="00843429" w:rsidRDefault="004E56E9" w:rsidP="00844CC1">
      <w:pPr>
        <w:pStyle w:val="libNormal"/>
        <w:rPr>
          <w:rtl/>
        </w:rPr>
      </w:pPr>
      <w:r w:rsidRPr="00843429">
        <w:t>2- The</w:t>
      </w:r>
      <w:r w:rsidRPr="00843429">
        <w:rPr>
          <w:rtl/>
        </w:rPr>
        <w:t xml:space="preserve"> </w:t>
      </w:r>
      <w:r w:rsidRPr="00843429">
        <w:t>faults</w:t>
      </w:r>
      <w:r w:rsidRPr="00843429">
        <w:rPr>
          <w:rtl/>
        </w:rPr>
        <w:t xml:space="preserve"> </w:t>
      </w:r>
      <w:r w:rsidRPr="00843429">
        <w:t>and</w:t>
      </w:r>
      <w:r w:rsidRPr="00843429">
        <w:rPr>
          <w:rtl/>
        </w:rPr>
        <w:t xml:space="preserve"> </w:t>
      </w:r>
      <w:r w:rsidRPr="00843429">
        <w:t>the</w:t>
      </w:r>
      <w:r w:rsidRPr="00843429">
        <w:rPr>
          <w:rtl/>
        </w:rPr>
        <w:t xml:space="preserve"> </w:t>
      </w:r>
      <w:r w:rsidRPr="00843429">
        <w:t>inability</w:t>
      </w:r>
      <w:r w:rsidRPr="00843429">
        <w:rPr>
          <w:rtl/>
        </w:rPr>
        <w:t xml:space="preserve"> </w:t>
      </w:r>
      <w:r w:rsidRPr="00843429">
        <w:t>to</w:t>
      </w:r>
      <w:r w:rsidRPr="00843429">
        <w:rPr>
          <w:rtl/>
        </w:rPr>
        <w:t xml:space="preserve"> </w:t>
      </w:r>
      <w:r w:rsidRPr="00843429">
        <w:t>be</w:t>
      </w:r>
      <w:r w:rsidRPr="00843429">
        <w:rPr>
          <w:rtl/>
        </w:rPr>
        <w:t xml:space="preserve"> </w:t>
      </w:r>
      <w:r w:rsidRPr="00843429">
        <w:t>in</w:t>
      </w:r>
      <w:r w:rsidRPr="00843429">
        <w:rPr>
          <w:rtl/>
        </w:rPr>
        <w:t xml:space="preserve"> </w:t>
      </w:r>
      <w:r w:rsidRPr="00843429">
        <w:t>harmony</w:t>
      </w:r>
      <w:r w:rsidRPr="00843429">
        <w:rPr>
          <w:rtl/>
        </w:rPr>
        <w:t xml:space="preserve"> </w:t>
      </w:r>
      <w:r w:rsidRPr="00843429">
        <w:t>with</w:t>
      </w:r>
      <w:r w:rsidRPr="00843429">
        <w:rPr>
          <w:rtl/>
        </w:rPr>
        <w:t xml:space="preserve"> </w:t>
      </w:r>
      <w:r w:rsidRPr="00843429">
        <w:t>each</w:t>
      </w:r>
      <w:r w:rsidRPr="00843429">
        <w:rPr>
          <w:rtl/>
        </w:rPr>
        <w:t xml:space="preserve"> </w:t>
      </w:r>
      <w:r w:rsidRPr="00843429">
        <w:t>other</w:t>
      </w:r>
    </w:p>
    <w:p w:rsidR="004E56E9" w:rsidRPr="00843429" w:rsidRDefault="004E56E9" w:rsidP="004E56E9">
      <w:pPr>
        <w:pStyle w:val="Heading3Center"/>
      </w:pPr>
      <w:bookmarkStart w:id="122" w:name="_Toc418512312"/>
      <w:r w:rsidRPr="00843429">
        <w:t>Rights and Etiquettes in the Relationship with the Husband</w:t>
      </w:r>
      <w:bookmarkEnd w:id="122"/>
    </w:p>
    <w:p w:rsidR="002E0242" w:rsidRDefault="004E56E9" w:rsidP="00844CC1">
      <w:pPr>
        <w:pStyle w:val="libNormal"/>
      </w:pPr>
      <w:r w:rsidRPr="00843429">
        <w:rPr>
          <w:rFonts w:hint="cs"/>
          <w:rtl/>
        </w:rPr>
        <w:t>1</w:t>
      </w:r>
      <w:r w:rsidRPr="00843429">
        <w:t>-</w:t>
      </w:r>
      <w:r w:rsidRPr="00843429">
        <w:rPr>
          <w:rtl/>
        </w:rPr>
        <w:t xml:space="preserve"> </w:t>
      </w:r>
      <w:r w:rsidRPr="00843429">
        <w:t>The</w:t>
      </w:r>
      <w:r w:rsidRPr="00843429">
        <w:rPr>
          <w:rtl/>
        </w:rPr>
        <w:t xml:space="preserve"> </w:t>
      </w:r>
      <w:r w:rsidRPr="00843429">
        <w:t>woman</w:t>
      </w:r>
      <w:r w:rsidRPr="00843429">
        <w:rPr>
          <w:rtl/>
        </w:rPr>
        <w:t xml:space="preserve"> </w:t>
      </w:r>
      <w:r w:rsidRPr="00843429">
        <w:t>must</w:t>
      </w:r>
      <w:r w:rsidRPr="00843429">
        <w:rPr>
          <w:rtl/>
        </w:rPr>
        <w:t xml:space="preserve"> </w:t>
      </w:r>
      <w:r w:rsidRPr="00843429">
        <w:t>grant</w:t>
      </w:r>
      <w:r w:rsidRPr="00843429">
        <w:rPr>
          <w:rtl/>
        </w:rPr>
        <w:t xml:space="preserve"> </w:t>
      </w:r>
      <w:r w:rsidRPr="00843429">
        <w:t>her</w:t>
      </w:r>
      <w:r w:rsidRPr="00843429">
        <w:rPr>
          <w:rtl/>
        </w:rPr>
        <w:t xml:space="preserve"> </w:t>
      </w:r>
      <w:r w:rsidRPr="00843429">
        <w:t>husband</w:t>
      </w:r>
      <w:r w:rsidRPr="00843429">
        <w:rPr>
          <w:rtl/>
        </w:rPr>
        <w:t xml:space="preserve"> </w:t>
      </w:r>
      <w:r w:rsidRPr="00843429">
        <w:t>his</w:t>
      </w:r>
      <w:r w:rsidRPr="00843429">
        <w:rPr>
          <w:rtl/>
        </w:rPr>
        <w:t xml:space="preserve"> </w:t>
      </w:r>
      <w:r w:rsidRPr="00843429">
        <w:t>need</w:t>
      </w:r>
      <w:r w:rsidRPr="00843429">
        <w:rPr>
          <w:rtl/>
        </w:rPr>
        <w:t xml:space="preserve"> </w:t>
      </w:r>
      <w:r w:rsidRPr="00843429">
        <w:t>i. e. obey</w:t>
      </w:r>
      <w:r w:rsidRPr="00843429">
        <w:rPr>
          <w:rtl/>
        </w:rPr>
        <w:t xml:space="preserve"> </w:t>
      </w:r>
      <w:r w:rsidRPr="00843429">
        <w:t>him</w:t>
      </w:r>
      <w:r w:rsidRPr="00843429">
        <w:rPr>
          <w:rtl/>
        </w:rPr>
        <w:t xml:space="preserve"> </w:t>
      </w:r>
      <w:r w:rsidRPr="00843429">
        <w:t>as</w:t>
      </w:r>
      <w:r w:rsidRPr="00843429">
        <w:rPr>
          <w:rtl/>
        </w:rPr>
        <w:t xml:space="preserve"> </w:t>
      </w:r>
      <w:r w:rsidRPr="00843429">
        <w:t>regards</w:t>
      </w:r>
      <w:r w:rsidRPr="00843429">
        <w:rPr>
          <w:rtl/>
        </w:rPr>
        <w:t xml:space="preserve"> </w:t>
      </w:r>
      <w:r w:rsidRPr="00843429">
        <w:t>the</w:t>
      </w:r>
      <w:r w:rsidRPr="00843429">
        <w:rPr>
          <w:rtl/>
        </w:rPr>
        <w:t xml:space="preserve"> </w:t>
      </w:r>
      <w:r w:rsidRPr="00843429">
        <w:t>issue</w:t>
      </w:r>
      <w:r w:rsidRPr="00843429">
        <w:rPr>
          <w:rtl/>
        </w:rPr>
        <w:t xml:space="preserve"> </w:t>
      </w:r>
      <w:r w:rsidRPr="00843429">
        <w:t>of</w:t>
      </w:r>
      <w:r w:rsidRPr="00843429">
        <w:rPr>
          <w:rtl/>
        </w:rPr>
        <w:t xml:space="preserve"> </w:t>
      </w:r>
      <w:r w:rsidRPr="00843429">
        <w:t>the</w:t>
      </w:r>
      <w:r w:rsidRPr="00843429">
        <w:rPr>
          <w:rtl/>
        </w:rPr>
        <w:t xml:space="preserve"> </w:t>
      </w:r>
      <w:r w:rsidRPr="00843429">
        <w:t>private</w:t>
      </w:r>
      <w:r w:rsidRPr="00843429">
        <w:rPr>
          <w:rtl/>
        </w:rPr>
        <w:t xml:space="preserve"> </w:t>
      </w:r>
      <w:r w:rsidRPr="00843429">
        <w:t>relationship</w:t>
      </w:r>
      <w:r w:rsidRPr="00843429">
        <w:rPr>
          <w:rtl/>
        </w:rPr>
        <w:t xml:space="preserve"> </w:t>
      </w:r>
      <w:r w:rsidRPr="00843429">
        <w:t>between</w:t>
      </w:r>
      <w:r w:rsidRPr="00843429">
        <w:rPr>
          <w:rtl/>
        </w:rPr>
        <w:t xml:space="preserve"> </w:t>
      </w:r>
      <w:r w:rsidRPr="00843429">
        <w:t>them.</w:t>
      </w:r>
    </w:p>
    <w:p w:rsidR="002E0242" w:rsidRDefault="004E56E9" w:rsidP="00844CC1">
      <w:pPr>
        <w:pStyle w:val="libNormal"/>
      </w:pPr>
      <w:r w:rsidRPr="00843429">
        <w:t>2-</w:t>
      </w:r>
      <w:r w:rsidRPr="00843429">
        <w:rPr>
          <w:rtl/>
        </w:rPr>
        <w:t xml:space="preserve"> </w:t>
      </w:r>
      <w:r w:rsidRPr="00843429">
        <w:t>The</w:t>
      </w:r>
      <w:r w:rsidRPr="00843429">
        <w:rPr>
          <w:rtl/>
        </w:rPr>
        <w:t xml:space="preserve"> </w:t>
      </w:r>
      <w:r w:rsidRPr="00843429">
        <w:t>woman</w:t>
      </w:r>
      <w:r w:rsidRPr="00843429">
        <w:rPr>
          <w:rtl/>
        </w:rPr>
        <w:t xml:space="preserve"> </w:t>
      </w:r>
      <w:r w:rsidRPr="00843429">
        <w:t>must</w:t>
      </w:r>
      <w:r w:rsidRPr="00843429">
        <w:rPr>
          <w:rtl/>
        </w:rPr>
        <w:t xml:space="preserve"> </w:t>
      </w:r>
      <w:r w:rsidRPr="00843429">
        <w:t>beautify</w:t>
      </w:r>
      <w:r w:rsidRPr="00843429">
        <w:rPr>
          <w:rtl/>
        </w:rPr>
        <w:t xml:space="preserve"> </w:t>
      </w:r>
      <w:r w:rsidRPr="00843429">
        <w:t>herself</w:t>
      </w:r>
      <w:r w:rsidRPr="00843429">
        <w:rPr>
          <w:rtl/>
        </w:rPr>
        <w:t xml:space="preserve"> </w:t>
      </w:r>
      <w:r w:rsidRPr="00843429">
        <w:t>and</w:t>
      </w:r>
      <w:r w:rsidRPr="00843429">
        <w:rPr>
          <w:rtl/>
        </w:rPr>
        <w:t xml:space="preserve"> </w:t>
      </w:r>
      <w:r w:rsidRPr="00843429">
        <w:t>endear</w:t>
      </w:r>
      <w:r w:rsidRPr="00843429">
        <w:rPr>
          <w:rtl/>
        </w:rPr>
        <w:t xml:space="preserve"> </w:t>
      </w:r>
      <w:r w:rsidRPr="00843429">
        <w:t>to</w:t>
      </w:r>
      <w:r w:rsidRPr="00843429">
        <w:rPr>
          <w:rtl/>
        </w:rPr>
        <w:t xml:space="preserve"> </w:t>
      </w:r>
      <w:r w:rsidRPr="00843429">
        <w:t>her</w:t>
      </w:r>
      <w:r w:rsidRPr="00843429">
        <w:rPr>
          <w:rtl/>
        </w:rPr>
        <w:t xml:space="preserve"> </w:t>
      </w:r>
      <w:r w:rsidRPr="00843429">
        <w:t>husband. By</w:t>
      </w:r>
      <w:r w:rsidRPr="00843429">
        <w:rPr>
          <w:rtl/>
        </w:rPr>
        <w:t xml:space="preserve"> </w:t>
      </w:r>
      <w:r w:rsidRPr="00843429">
        <w:t>beautifying, it</w:t>
      </w:r>
      <w:r w:rsidRPr="00843429">
        <w:rPr>
          <w:rtl/>
        </w:rPr>
        <w:t xml:space="preserve"> </w:t>
      </w:r>
      <w:r w:rsidRPr="00843429">
        <w:t>is</w:t>
      </w:r>
      <w:r w:rsidRPr="00843429">
        <w:rPr>
          <w:rtl/>
        </w:rPr>
        <w:t xml:space="preserve"> </w:t>
      </w:r>
      <w:r w:rsidRPr="00843429">
        <w:t>meant</w:t>
      </w:r>
      <w:r w:rsidRPr="00843429">
        <w:rPr>
          <w:rtl/>
        </w:rPr>
        <w:t xml:space="preserve"> </w:t>
      </w:r>
      <w:r w:rsidRPr="00843429">
        <w:t>to</w:t>
      </w:r>
      <w:r w:rsidRPr="00843429">
        <w:rPr>
          <w:rtl/>
        </w:rPr>
        <w:t xml:space="preserve"> </w:t>
      </w:r>
      <w:r w:rsidRPr="00843429">
        <w:t>turn</w:t>
      </w:r>
      <w:r w:rsidRPr="00843429">
        <w:rPr>
          <w:rtl/>
        </w:rPr>
        <w:t xml:space="preserve"> </w:t>
      </w:r>
      <w:r w:rsidRPr="00843429">
        <w:t>away</w:t>
      </w:r>
      <w:r w:rsidRPr="00843429">
        <w:rPr>
          <w:rtl/>
        </w:rPr>
        <w:t xml:space="preserve"> </w:t>
      </w:r>
      <w:r w:rsidRPr="00843429">
        <w:t>from</w:t>
      </w:r>
      <w:r w:rsidRPr="00843429">
        <w:rPr>
          <w:rtl/>
        </w:rPr>
        <w:t xml:space="preserve"> </w:t>
      </w:r>
      <w:r w:rsidRPr="00843429">
        <w:t>what</w:t>
      </w:r>
      <w:r w:rsidRPr="00843429">
        <w:rPr>
          <w:rtl/>
        </w:rPr>
        <w:t xml:space="preserve"> </w:t>
      </w:r>
      <w:r w:rsidRPr="00843429">
        <w:t>repels</w:t>
      </w:r>
      <w:r w:rsidRPr="00843429">
        <w:rPr>
          <w:rtl/>
        </w:rPr>
        <w:t xml:space="preserve"> </w:t>
      </w:r>
      <w:r w:rsidRPr="00843429">
        <w:t>him</w:t>
      </w:r>
      <w:r w:rsidRPr="00843429">
        <w:rPr>
          <w:rtl/>
        </w:rPr>
        <w:t xml:space="preserve"> </w:t>
      </w:r>
      <w:r w:rsidRPr="00843429">
        <w:t>and</w:t>
      </w:r>
      <w:r w:rsidRPr="00843429">
        <w:rPr>
          <w:rtl/>
        </w:rPr>
        <w:t xml:space="preserve"> </w:t>
      </w:r>
      <w:r w:rsidRPr="00843429">
        <w:t>to</w:t>
      </w:r>
      <w:r w:rsidRPr="00843429">
        <w:rPr>
          <w:rtl/>
        </w:rPr>
        <w:t xml:space="preserve"> </w:t>
      </w:r>
      <w:r w:rsidRPr="00843429">
        <w:t>show</w:t>
      </w:r>
      <w:r w:rsidRPr="00843429">
        <w:rPr>
          <w:rtl/>
        </w:rPr>
        <w:t xml:space="preserve"> </w:t>
      </w:r>
      <w:r w:rsidRPr="00843429">
        <w:t>him</w:t>
      </w:r>
      <w:r w:rsidRPr="00843429">
        <w:rPr>
          <w:rtl/>
        </w:rPr>
        <w:t xml:space="preserve"> </w:t>
      </w:r>
      <w:r w:rsidRPr="00843429">
        <w:t>a</w:t>
      </w:r>
      <w:r w:rsidRPr="00843429">
        <w:rPr>
          <w:rtl/>
        </w:rPr>
        <w:t xml:space="preserve"> </w:t>
      </w:r>
      <w:r w:rsidRPr="00843429">
        <w:t>comely</w:t>
      </w:r>
      <w:r w:rsidRPr="00843429">
        <w:rPr>
          <w:rtl/>
        </w:rPr>
        <w:t xml:space="preserve"> </w:t>
      </w:r>
      <w:r w:rsidRPr="00843429">
        <w:t>composure.</w:t>
      </w:r>
    </w:p>
    <w:p w:rsidR="002E0242" w:rsidRDefault="004E56E9" w:rsidP="00844CC1">
      <w:pPr>
        <w:pStyle w:val="libNormal"/>
      </w:pPr>
      <w:r w:rsidRPr="00843429">
        <w:t>3-</w:t>
      </w:r>
      <w:r w:rsidRPr="00843429">
        <w:rPr>
          <w:rtl/>
        </w:rPr>
        <w:t xml:space="preserve"> </w:t>
      </w:r>
      <w:r w:rsidRPr="00843429">
        <w:t>She</w:t>
      </w:r>
      <w:r w:rsidRPr="00843429">
        <w:rPr>
          <w:rtl/>
        </w:rPr>
        <w:t xml:space="preserve"> </w:t>
      </w:r>
      <w:r w:rsidRPr="00843429">
        <w:t>must</w:t>
      </w:r>
      <w:r w:rsidRPr="00843429">
        <w:rPr>
          <w:rtl/>
        </w:rPr>
        <w:t xml:space="preserve"> </w:t>
      </w:r>
      <w:r w:rsidRPr="00843429">
        <w:t>preserve</w:t>
      </w:r>
      <w:r w:rsidRPr="00843429">
        <w:rPr>
          <w:rtl/>
        </w:rPr>
        <w:t xml:space="preserve"> </w:t>
      </w:r>
      <w:r w:rsidRPr="00843429">
        <w:t>his</w:t>
      </w:r>
      <w:r w:rsidRPr="00843429">
        <w:rPr>
          <w:rtl/>
        </w:rPr>
        <w:t xml:space="preserve"> </w:t>
      </w:r>
      <w:r w:rsidRPr="00843429">
        <w:t>money</w:t>
      </w:r>
      <w:r w:rsidRPr="00843429">
        <w:rPr>
          <w:rtl/>
        </w:rPr>
        <w:t xml:space="preserve"> </w:t>
      </w:r>
      <w:r w:rsidRPr="00843429">
        <w:t>i. e. she</w:t>
      </w:r>
      <w:r w:rsidRPr="00843429">
        <w:rPr>
          <w:rtl/>
        </w:rPr>
        <w:t xml:space="preserve"> </w:t>
      </w:r>
      <w:r w:rsidRPr="00843429">
        <w:t>must</w:t>
      </w:r>
      <w:r w:rsidRPr="00843429">
        <w:rPr>
          <w:rtl/>
        </w:rPr>
        <w:t xml:space="preserve"> </w:t>
      </w:r>
      <w:r w:rsidRPr="00843429">
        <w:t>have</w:t>
      </w:r>
      <w:r w:rsidRPr="00843429">
        <w:rPr>
          <w:rtl/>
        </w:rPr>
        <w:t xml:space="preserve"> </w:t>
      </w:r>
      <w:r w:rsidRPr="00843429">
        <w:t>the</w:t>
      </w:r>
      <w:r w:rsidRPr="00843429">
        <w:rPr>
          <w:rtl/>
        </w:rPr>
        <w:t xml:space="preserve"> </w:t>
      </w:r>
      <w:r w:rsidRPr="00843429">
        <w:t>sense</w:t>
      </w:r>
      <w:r w:rsidRPr="00843429">
        <w:rPr>
          <w:rtl/>
        </w:rPr>
        <w:t xml:space="preserve"> </w:t>
      </w:r>
      <w:r w:rsidRPr="00843429">
        <w:t>of</w:t>
      </w:r>
      <w:r w:rsidRPr="00843429">
        <w:rPr>
          <w:rtl/>
        </w:rPr>
        <w:t xml:space="preserve"> </w:t>
      </w:r>
      <w:r w:rsidRPr="00843429">
        <w:t>responsibility</w:t>
      </w:r>
      <w:r w:rsidRPr="00843429">
        <w:rPr>
          <w:rtl/>
        </w:rPr>
        <w:t xml:space="preserve"> </w:t>
      </w:r>
      <w:r w:rsidRPr="00843429">
        <w:t>for</w:t>
      </w:r>
      <w:r w:rsidRPr="00843429">
        <w:rPr>
          <w:rtl/>
        </w:rPr>
        <w:t xml:space="preserve"> </w:t>
      </w:r>
      <w:r w:rsidRPr="00843429">
        <w:t>her</w:t>
      </w:r>
      <w:r w:rsidRPr="00843429">
        <w:rPr>
          <w:rtl/>
        </w:rPr>
        <w:t xml:space="preserve"> </w:t>
      </w:r>
      <w:r w:rsidRPr="00843429">
        <w:t>husband</w:t>
      </w:r>
      <w:r w:rsidRPr="00843429">
        <w:rPr>
          <w:rtl/>
        </w:rPr>
        <w:t>’</w:t>
      </w:r>
      <w:r w:rsidRPr="00843429">
        <w:t>s</w:t>
      </w:r>
      <w:r w:rsidRPr="00843429">
        <w:rPr>
          <w:rtl/>
        </w:rPr>
        <w:t xml:space="preserve"> </w:t>
      </w:r>
      <w:r w:rsidRPr="00843429">
        <w:t>money.</w:t>
      </w:r>
    </w:p>
    <w:p w:rsidR="002E0242" w:rsidRDefault="004E56E9" w:rsidP="00844CC1">
      <w:pPr>
        <w:pStyle w:val="libNormal"/>
      </w:pPr>
      <w:r w:rsidRPr="00843429">
        <w:rPr>
          <w:rFonts w:hint="cs"/>
          <w:rtl/>
        </w:rPr>
        <w:t>4</w:t>
      </w:r>
      <w:r w:rsidRPr="00843429">
        <w:t>- She</w:t>
      </w:r>
      <w:r w:rsidRPr="00843429">
        <w:rPr>
          <w:rtl/>
        </w:rPr>
        <w:t xml:space="preserve"> </w:t>
      </w:r>
      <w:r w:rsidRPr="00843429">
        <w:t>must</w:t>
      </w:r>
      <w:r w:rsidRPr="00843429">
        <w:rPr>
          <w:rtl/>
        </w:rPr>
        <w:t xml:space="preserve"> </w:t>
      </w:r>
      <w:r w:rsidRPr="00843429">
        <w:t>not</w:t>
      </w:r>
      <w:r w:rsidRPr="00843429">
        <w:rPr>
          <w:rtl/>
        </w:rPr>
        <w:t xml:space="preserve"> </w:t>
      </w:r>
      <w:r w:rsidRPr="00843429">
        <w:t>anger</w:t>
      </w:r>
      <w:r w:rsidRPr="00843429">
        <w:rPr>
          <w:rtl/>
        </w:rPr>
        <w:t xml:space="preserve"> </w:t>
      </w:r>
      <w:r w:rsidRPr="00843429">
        <w:t>and</w:t>
      </w:r>
      <w:r w:rsidRPr="00843429">
        <w:rPr>
          <w:rtl/>
        </w:rPr>
        <w:t xml:space="preserve"> </w:t>
      </w:r>
      <w:r w:rsidRPr="00843429">
        <w:t>hurt</w:t>
      </w:r>
      <w:r w:rsidRPr="00843429">
        <w:rPr>
          <w:rtl/>
        </w:rPr>
        <w:t xml:space="preserve"> </w:t>
      </w:r>
      <w:r w:rsidRPr="00843429">
        <w:t>him.</w:t>
      </w:r>
    </w:p>
    <w:p w:rsidR="002E0242" w:rsidRDefault="004E56E9" w:rsidP="00844CC1">
      <w:pPr>
        <w:pStyle w:val="libNormal"/>
      </w:pPr>
      <w:r w:rsidRPr="00843429">
        <w:t>5- She</w:t>
      </w:r>
      <w:r w:rsidRPr="00843429">
        <w:rPr>
          <w:rtl/>
        </w:rPr>
        <w:t xml:space="preserve"> </w:t>
      </w:r>
      <w:r w:rsidRPr="00843429">
        <w:t>must</w:t>
      </w:r>
      <w:r w:rsidRPr="00843429">
        <w:rPr>
          <w:rtl/>
        </w:rPr>
        <w:t xml:space="preserve"> </w:t>
      </w:r>
      <w:r w:rsidRPr="00843429">
        <w:t>not</w:t>
      </w:r>
      <w:r w:rsidRPr="00843429">
        <w:rPr>
          <w:rtl/>
        </w:rPr>
        <w:t xml:space="preserve"> </w:t>
      </w:r>
      <w:r w:rsidRPr="00843429">
        <w:t>get</w:t>
      </w:r>
      <w:r w:rsidRPr="00843429">
        <w:rPr>
          <w:rtl/>
        </w:rPr>
        <w:t xml:space="preserve"> </w:t>
      </w:r>
      <w:r w:rsidRPr="00843429">
        <w:t>out</w:t>
      </w:r>
      <w:r w:rsidRPr="00843429">
        <w:rPr>
          <w:rtl/>
        </w:rPr>
        <w:t xml:space="preserve"> </w:t>
      </w:r>
      <w:r w:rsidRPr="00843429">
        <w:t>of</w:t>
      </w:r>
      <w:r w:rsidRPr="00843429">
        <w:rPr>
          <w:rtl/>
        </w:rPr>
        <w:t xml:space="preserve"> </w:t>
      </w:r>
      <w:r w:rsidRPr="00843429">
        <w:t>his</w:t>
      </w:r>
      <w:r w:rsidRPr="00843429">
        <w:rPr>
          <w:rtl/>
        </w:rPr>
        <w:t xml:space="preserve"> </w:t>
      </w:r>
      <w:r w:rsidRPr="00843429">
        <w:t>house</w:t>
      </w:r>
      <w:r w:rsidRPr="00843429">
        <w:rPr>
          <w:rtl/>
        </w:rPr>
        <w:t xml:space="preserve"> </w:t>
      </w:r>
      <w:r w:rsidRPr="00843429">
        <w:t>without</w:t>
      </w:r>
      <w:r w:rsidRPr="00843429">
        <w:rPr>
          <w:rtl/>
        </w:rPr>
        <w:t xml:space="preserve"> </w:t>
      </w:r>
      <w:r w:rsidRPr="00843429">
        <w:t>his</w:t>
      </w:r>
      <w:r w:rsidRPr="00843429">
        <w:rPr>
          <w:rtl/>
        </w:rPr>
        <w:t xml:space="preserve"> </w:t>
      </w:r>
      <w:r w:rsidRPr="00843429">
        <w:t>permission.</w:t>
      </w:r>
    </w:p>
    <w:p w:rsidR="002E0242" w:rsidRDefault="004E56E9" w:rsidP="004E56E9">
      <w:pPr>
        <w:pStyle w:val="Heading3Center"/>
      </w:pPr>
      <w:bookmarkStart w:id="123" w:name="_Toc418512313"/>
      <w:r w:rsidRPr="00843429">
        <w:t>How Are the Problems Solved?</w:t>
      </w:r>
      <w:bookmarkEnd w:id="123"/>
    </w:p>
    <w:p w:rsidR="002E0242" w:rsidRDefault="004E56E9" w:rsidP="00844CC1">
      <w:pPr>
        <w:pStyle w:val="libNormal"/>
      </w:pPr>
      <w:r w:rsidRPr="00843429">
        <w:t>If any problem takes place between the husband and the wife, they have in the beginning to look for the solution inside the house without moving it outside the house.</w:t>
      </w:r>
    </w:p>
    <w:p w:rsidR="002E0242" w:rsidRDefault="004E56E9" w:rsidP="00844CC1">
      <w:pPr>
        <w:pStyle w:val="libNormal"/>
      </w:pPr>
      <w:r w:rsidRPr="00843429">
        <w:t>When the husband and the wife are not able to solve the problem inside the house in the proper way, here comes the role of the righteous external factors [i. e. the arbitrators] to help in solving the unsettled problems.</w:t>
      </w:r>
    </w:p>
    <w:p w:rsidR="002E0242" w:rsidRDefault="004E56E9" w:rsidP="00844CC1">
      <w:pPr>
        <w:pStyle w:val="libNormal"/>
      </w:pPr>
      <w:r w:rsidRPr="00843429">
        <w:t>The divorce’s being the authority of the husband does not authorize him to tyrannize over the wife and to misuse it. This right is a trust consigned to the husband about which The Most High God will ask him on the Day of Judgment.</w:t>
      </w:r>
    </w:p>
    <w:p w:rsidR="002E0242" w:rsidRDefault="004E56E9" w:rsidP="00844CC1">
      <w:pPr>
        <w:pStyle w:val="libNormal"/>
      </w:pPr>
      <w:r w:rsidRPr="00843429">
        <w:t>The husband must choose to continue the marital life yet within the frame of correct and healthy environments, thus retaining his wife on reasonable terms and treating her amicably. However, if the problem reaches a blocked way and he decides to divorce her, then he has to divorce her amicably as well.</w:t>
      </w:r>
    </w:p>
    <w:p w:rsidR="004E56E9" w:rsidRPr="00843429" w:rsidRDefault="004E56E9" w:rsidP="004E56E9">
      <w:pPr>
        <w:pStyle w:val="Heading2Center"/>
      </w:pPr>
      <w:bookmarkStart w:id="124" w:name="_Toc418512314"/>
      <w:r w:rsidRPr="00843429">
        <w:t>Comprehension Questions</w:t>
      </w:r>
      <w:bookmarkEnd w:id="124"/>
    </w:p>
    <w:p w:rsidR="002E0242" w:rsidRDefault="004E56E9" w:rsidP="00844CC1">
      <w:pPr>
        <w:pStyle w:val="libNormal"/>
      </w:pPr>
      <w:r w:rsidRPr="00843429">
        <w:t>1- How does Islam regard the divorce?</w:t>
      </w:r>
    </w:p>
    <w:p w:rsidR="002E0242" w:rsidRDefault="004E56E9" w:rsidP="00844CC1">
      <w:pPr>
        <w:pStyle w:val="libNormal"/>
      </w:pPr>
      <w:r w:rsidRPr="00843429">
        <w:t>2- What are the causes of divorce?</w:t>
      </w:r>
    </w:p>
    <w:p w:rsidR="002E0242" w:rsidRDefault="004E56E9" w:rsidP="00844CC1">
      <w:pPr>
        <w:pStyle w:val="libNormal"/>
      </w:pPr>
      <w:r w:rsidRPr="00843429">
        <w:t>3- What are the husband’s rights on his wife?</w:t>
      </w:r>
    </w:p>
    <w:p w:rsidR="002E0242" w:rsidRDefault="004E56E9" w:rsidP="00844CC1">
      <w:pPr>
        <w:pStyle w:val="libNormal"/>
      </w:pPr>
      <w:r w:rsidRPr="00843429">
        <w:t>4- What are the methods which must be followed in order to reform the marital life?</w:t>
      </w:r>
    </w:p>
    <w:p w:rsidR="002E0242" w:rsidRDefault="004E56E9" w:rsidP="00844CC1">
      <w:pPr>
        <w:pStyle w:val="libNormal"/>
      </w:pPr>
      <w:r w:rsidRPr="00843429">
        <w:t>5- Does the divorce alternative’s being the authority of the husband mean that the divorce is a sword held over the neck of the woman?</w:t>
      </w:r>
    </w:p>
    <w:p w:rsidR="004E56E9" w:rsidRDefault="004E56E9" w:rsidP="004E56E9">
      <w:pPr>
        <w:pStyle w:val="Heading2Center"/>
      </w:pPr>
      <w:bookmarkStart w:id="125" w:name="_Toc418512315"/>
      <w:r w:rsidRPr="00843429">
        <w:t>For Reading</w:t>
      </w:r>
      <w:bookmarkEnd w:id="125"/>
    </w:p>
    <w:p w:rsidR="004E56E9" w:rsidRPr="00843429" w:rsidRDefault="004E56E9" w:rsidP="004E56E9">
      <w:pPr>
        <w:pStyle w:val="Heading3Center"/>
      </w:pPr>
      <w:bookmarkStart w:id="126" w:name="_Toc418512316"/>
      <w:r w:rsidRPr="00843429">
        <w:t>Asya ibnat Mouzahem</w:t>
      </w:r>
      <w:bookmarkEnd w:id="126"/>
    </w:p>
    <w:p w:rsidR="002E0242" w:rsidRDefault="004E56E9" w:rsidP="00844CC1">
      <w:pPr>
        <w:pStyle w:val="libNormal"/>
      </w:pPr>
      <w:r w:rsidRPr="00844CC1">
        <w:t xml:space="preserve">Sayyda Asya ibnat Mouzahem </w:t>
      </w:r>
      <w:r w:rsidRPr="00844CC1">
        <w:rPr>
          <w:rStyle w:val="libItalicChar"/>
        </w:rPr>
        <w:t>(God’s peace bestowed upon her)</w:t>
      </w:r>
      <w:r w:rsidRPr="00844CC1">
        <w:t xml:space="preserve"> is the wife of the Pharaoh who lived during the lifetime of Prophet Musa </w:t>
      </w:r>
      <w:r w:rsidRPr="00844CC1">
        <w:rPr>
          <w:rStyle w:val="libItalicChar"/>
        </w:rPr>
        <w:t>(God’s peace bestowed upon him and upon our Prophet and his Household)</w:t>
      </w:r>
      <w:r w:rsidRPr="00843429">
        <w:t>.</w:t>
      </w:r>
    </w:p>
    <w:p w:rsidR="004E56E9" w:rsidRPr="00843429" w:rsidRDefault="004E56E9" w:rsidP="00844CC1">
      <w:pPr>
        <w:pStyle w:val="libNormal"/>
      </w:pPr>
      <w:r w:rsidRPr="00843429">
        <w:t>Everything was furnished for this woman to have the top materialistic life and to enjoy a luxurious life along with the provided servants, bond maids, jewels, adornments, and best quality clothes just for being the wife of the Pharaoh, Egypt’s governor, who was passionately in love with her and who was ready to fulfill any desire she had in order to honor her…</w:t>
      </w:r>
    </w:p>
    <w:p w:rsidR="002E0242" w:rsidRDefault="004E56E9" w:rsidP="00844CC1">
      <w:pPr>
        <w:pStyle w:val="libNormal"/>
      </w:pPr>
      <w:r w:rsidRPr="00843429">
        <w:t xml:space="preserve">In spite of all of this and amid all these conditions which make it easy for the human being to be misled and corrupted and deviated from the right path, Asya ibnat Mouzahem </w:t>
      </w:r>
      <w:r w:rsidRPr="00844CC1">
        <w:rPr>
          <w:rStyle w:val="libItalicChar"/>
        </w:rPr>
        <w:t>(God’s peace bestowed upon her)</w:t>
      </w:r>
      <w:r w:rsidRPr="00844CC1">
        <w:t xml:space="preserve"> turned away from everything. She turned away towards The Truth when she heard His call on the tongue of Prophet Musa </w:t>
      </w:r>
      <w:r w:rsidRPr="00844CC1">
        <w:rPr>
          <w:rStyle w:val="libItalicChar"/>
        </w:rPr>
        <w:t xml:space="preserve">(God’s peace bestowed upon him and </w:t>
      </w:r>
      <w:r w:rsidRPr="00844CC1">
        <w:rPr>
          <w:rStyle w:val="libItalicChar"/>
        </w:rPr>
        <w:lastRenderedPageBreak/>
        <w:t>upon our Prophet and his Household)</w:t>
      </w:r>
      <w:r w:rsidRPr="00844CC1">
        <w:t xml:space="preserve"> who was brought up in her bosom and palace. She believed in him and believed his call, so Sayyda Asya </w:t>
      </w:r>
      <w:r w:rsidRPr="00844CC1">
        <w:rPr>
          <w:rStyle w:val="libItalicChar"/>
        </w:rPr>
        <w:t>(God’s peace bestowed upon her)</w:t>
      </w:r>
      <w:r w:rsidRPr="00844CC1">
        <w:t xml:space="preserve"> was from the first ones who believed in the religion which Prophet Musa </w:t>
      </w:r>
      <w:r w:rsidRPr="00844CC1">
        <w:rPr>
          <w:rStyle w:val="libItalicChar"/>
        </w:rPr>
        <w:t>(God’s peace bestowed upon him and upon our Prophet and his Household)</w:t>
      </w:r>
      <w:r w:rsidRPr="00843429">
        <w:t xml:space="preserve"> called to.</w:t>
      </w:r>
    </w:p>
    <w:p w:rsidR="002E0242" w:rsidRDefault="004E56E9" w:rsidP="00844CC1">
      <w:pPr>
        <w:pStyle w:val="libNormal"/>
      </w:pPr>
      <w:r w:rsidRPr="00843429">
        <w:t xml:space="preserve">Sayyda Asya’s </w:t>
      </w:r>
      <w:r w:rsidRPr="00844CC1">
        <w:rPr>
          <w:rStyle w:val="libItalicChar"/>
        </w:rPr>
        <w:t>(God’s peace bestowed upon her)</w:t>
      </w:r>
      <w:r w:rsidRPr="00843429">
        <w:t xml:space="preserve"> belief enraged the Pharaoh who was declaring himself to be God- God forbids! The Pharaoh was so enraged because the one who believed in Musa was not a stranger from him or just an ordinary person; she was his wife who had been living with him in his palace. As a result, he tried by all means to hide her belief from the people, so that his throne would not be shaken.</w:t>
      </w:r>
    </w:p>
    <w:p w:rsidR="002E0242" w:rsidRDefault="004E56E9" w:rsidP="00844CC1">
      <w:pPr>
        <w:pStyle w:val="libNormal"/>
      </w:pPr>
      <w:r w:rsidRPr="00843429">
        <w:t>Yet, all his attempts failed since she cleaved to what she believed in, thus forsaking everything except her creed which was as firm as mountains are. At that, the Pharaoh decided to avenge himself from her and from her religion, so he ordered her to be crucified in order that she would be set forth as a lesson for all the people.</w:t>
      </w:r>
    </w:p>
    <w:p w:rsidR="002E0242" w:rsidRDefault="004E56E9" w:rsidP="00844CC1">
      <w:pPr>
        <w:pStyle w:val="libNormal"/>
      </w:pPr>
      <w:r w:rsidRPr="00843429">
        <w:t>However, she tolerated the crucifixion by means of her strong belief, and she turned to be a martyr, the martyr of the true religion. Because of this, The Most High God praised her in His Noble Book in His Saying, (And Allah has set forth an example for those who believe, the wife of Fir’aoun ]Pharaoh] when she said, “My Lord! Build for me a home with You in Paradise, and save me from Fir’aoun and his work, and save me from the people who are Zalimun ]polytheists, wrong doers, and disbelievers in Allah])</w:t>
      </w:r>
      <w:r w:rsidRPr="00844CC1">
        <w:rPr>
          <w:rStyle w:val="libFootnotenumChar"/>
        </w:rPr>
        <w:endnoteReference w:id="149"/>
      </w:r>
      <w:r w:rsidRPr="00843429">
        <w:t>.</w:t>
      </w:r>
    </w:p>
    <w:p w:rsidR="002E0242" w:rsidRDefault="004E56E9" w:rsidP="00844CC1">
      <w:pPr>
        <w:pStyle w:val="libNormal"/>
      </w:pPr>
      <w:r w:rsidRPr="00843429">
        <w:t>She was an example for those who believed, men and women who have been learning from her the patience and the steadiness to the true religion till the last breath.</w:t>
      </w:r>
    </w:p>
    <w:p w:rsidR="004E56E9" w:rsidRPr="008608BE" w:rsidRDefault="004E56E9" w:rsidP="00844CC1">
      <w:pPr>
        <w:pStyle w:val="libNormal"/>
      </w:pPr>
      <w:r>
        <w:br w:type="page"/>
      </w:r>
    </w:p>
    <w:p w:rsidR="004E56E9" w:rsidRDefault="004E56E9" w:rsidP="004E56E9">
      <w:pPr>
        <w:pStyle w:val="Heading1Center"/>
      </w:pPr>
      <w:bookmarkStart w:id="127" w:name="_Toc418512317"/>
      <w:r w:rsidRPr="00843429">
        <w:lastRenderedPageBreak/>
        <w:t>Lesson Nine</w:t>
      </w:r>
      <w:r>
        <w:t xml:space="preserve">: </w:t>
      </w:r>
      <w:r w:rsidRPr="00843429">
        <w:t>Her Role as a Mother</w:t>
      </w:r>
      <w:bookmarkEnd w:id="127"/>
    </w:p>
    <w:p w:rsidR="002E0242" w:rsidRDefault="004E56E9" w:rsidP="004E56E9">
      <w:pPr>
        <w:pStyle w:val="Heading2Center"/>
      </w:pPr>
      <w:bookmarkStart w:id="128" w:name="_Toc418512318"/>
      <w:r w:rsidRPr="00843429">
        <w:t>What Is the Mother?</w:t>
      </w:r>
      <w:bookmarkEnd w:id="128"/>
    </w:p>
    <w:p w:rsidR="002E0242" w:rsidRDefault="004E56E9" w:rsidP="00844CC1">
      <w:pPr>
        <w:pStyle w:val="libNormal"/>
      </w:pPr>
      <w:r w:rsidRPr="00843429">
        <w:t>“Mother” is an exceptional word which leaves a deep impact in the soul of the human being, arouses the passions, and evokes softness, warmth, and tenderness. How logic is the deep impact that this word leaves in the soul of the human being?</w:t>
      </w:r>
    </w:p>
    <w:p w:rsidR="004E56E9" w:rsidRPr="00843429" w:rsidRDefault="004E56E9" w:rsidP="00844CC1">
      <w:pPr>
        <w:pStyle w:val="libNormal"/>
      </w:pPr>
      <w:r w:rsidRPr="00843429">
        <w:t>When we refer to the sacred religion, we find many doctrinal texts which refer to the mothers and thus arouse this deep affection towards the mother and direct the human being towards it. This affection binds the child to his mother in a way which assists her to perform her duties on one hand and which serves as a kind of gratitude towards her on the other hand. From these narratives, we mention the following:</w:t>
      </w:r>
    </w:p>
    <w:p w:rsidR="004E56E9" w:rsidRPr="00843429" w:rsidRDefault="004E56E9" w:rsidP="004E56E9">
      <w:pPr>
        <w:pStyle w:val="Heading3Center"/>
      </w:pPr>
      <w:bookmarkStart w:id="129" w:name="_Toc418512319"/>
      <w:r w:rsidRPr="00843429">
        <w:t>1- The Heaven Is under the Feet of the Mothers</w:t>
      </w:r>
      <w:bookmarkEnd w:id="129"/>
    </w:p>
    <w:p w:rsidR="002E0242" w:rsidRDefault="004E56E9" w:rsidP="00712236">
      <w:pPr>
        <w:pStyle w:val="libNormal"/>
      </w:pPr>
      <w:r w:rsidRPr="00712236">
        <w:t xml:space="preserve">It is related that The Noblest Prophet </w:t>
      </w:r>
      <w:r w:rsidRPr="00844CC1">
        <w:rPr>
          <w:rStyle w:val="libItalicChar"/>
        </w:rPr>
        <w:t>(God’s prayers and peace bestowed upon him and his Household)</w:t>
      </w:r>
      <w:r w:rsidRPr="00712236">
        <w:t xml:space="preserve"> said in his well known discourse, “The heaven is under the feet of the mothers.”</w:t>
      </w:r>
      <w:r w:rsidRPr="00844CC1">
        <w:rPr>
          <w:rStyle w:val="libFootnotenumChar"/>
        </w:rPr>
        <w:endnoteReference w:id="150"/>
      </w:r>
      <w:r w:rsidRPr="00712236">
        <w:t xml:space="preserve"> The term “under the feet of” indicates service and humbleness i. e. serving the mother and being humble with her open the door for the child towards the Heaven of Immortality.</w:t>
      </w:r>
    </w:p>
    <w:p w:rsidR="004E56E9" w:rsidRPr="00843429" w:rsidRDefault="004E56E9" w:rsidP="004E56E9">
      <w:pPr>
        <w:pStyle w:val="Heading3Center"/>
      </w:pPr>
      <w:bookmarkStart w:id="130" w:name="_Toc418512320"/>
      <w:r w:rsidRPr="00843429">
        <w:t>2- Recommendation with Filial Dutifulness towards Her</w:t>
      </w:r>
      <w:bookmarkEnd w:id="130"/>
    </w:p>
    <w:p w:rsidR="004E56E9" w:rsidRPr="00712236" w:rsidRDefault="004E56E9" w:rsidP="00712236">
      <w:pPr>
        <w:pStyle w:val="libNormal"/>
      </w:pPr>
      <w:r w:rsidRPr="00712236">
        <w:t xml:space="preserve">It is related that when The Noblest Prophet </w:t>
      </w:r>
      <w:r w:rsidRPr="00844CC1">
        <w:rPr>
          <w:rStyle w:val="libItalicChar"/>
        </w:rPr>
        <w:t>(God’s prayers and peace bestowed upon him and his Household)</w:t>
      </w:r>
      <w:r w:rsidRPr="00712236">
        <w:t xml:space="preserve"> was asked about the due of the mother, he </w:t>
      </w:r>
      <w:r w:rsidRPr="00844CC1">
        <w:rPr>
          <w:rStyle w:val="libItalicChar"/>
        </w:rPr>
        <w:t>(God’s prayers and peace bestowed upon him and his Household)</w:t>
      </w:r>
      <w:r w:rsidRPr="00712236">
        <w:t xml:space="preserve"> answered, “Had he ]wanting the child] served her as much as the number of the sands of Ajj and the drops of the rain of all the days of this life are, he would not have paid her the due of a day during which she carried him in her womb…”</w:t>
      </w:r>
      <w:r w:rsidRPr="00844CC1">
        <w:rPr>
          <w:rStyle w:val="libFootnotenumChar"/>
        </w:rPr>
        <w:endnoteReference w:id="151"/>
      </w:r>
    </w:p>
    <w:p w:rsidR="002E0242" w:rsidRDefault="004E56E9" w:rsidP="00844CC1">
      <w:pPr>
        <w:pStyle w:val="libNormal"/>
      </w:pPr>
      <w:r w:rsidRPr="00843429">
        <w:t>This narrative, in addition to the other ones which highly stress the due of the mother, indicates at the same time that serving her is not a favor from the child on her but that this service is her right.</w:t>
      </w:r>
    </w:p>
    <w:p w:rsidR="002E0242" w:rsidRDefault="004E56E9" w:rsidP="00844CC1">
      <w:pPr>
        <w:pStyle w:val="libNormal"/>
      </w:pPr>
      <w:r w:rsidRPr="00843429">
        <w:t>So, why is she granted this prestige? And how is it that the mother deserves all of this?</w:t>
      </w:r>
    </w:p>
    <w:p w:rsidR="004E56E9" w:rsidRPr="00843429" w:rsidRDefault="004E56E9" w:rsidP="004E56E9">
      <w:pPr>
        <w:pStyle w:val="Heading2Center"/>
      </w:pPr>
      <w:bookmarkStart w:id="131" w:name="_Toc418512321"/>
      <w:r w:rsidRPr="00843429">
        <w:t>The Reason of the Mother’s Prestige</w:t>
      </w:r>
      <w:bookmarkEnd w:id="131"/>
    </w:p>
    <w:p w:rsidR="004E56E9" w:rsidRPr="00843429" w:rsidRDefault="004E56E9" w:rsidP="00844CC1">
      <w:pPr>
        <w:pStyle w:val="libNormal"/>
      </w:pPr>
      <w:r w:rsidRPr="00844CC1">
        <w:t xml:space="preserve">The following noble verse reflects upon the prestige which The Most High God granted to the mother and the reason of her deserving of this prestige. The  Most  High  God says, (And lower unto them the wing of submission and humility through mercy, and say, “My Lord! Bestow on them Your Mercy as they did bring me up when I was small). </w:t>
      </w:r>
      <w:r w:rsidRPr="00844CC1">
        <w:rPr>
          <w:rStyle w:val="libFootnotenumChar"/>
        </w:rPr>
        <w:endnoteReference w:id="152"/>
      </w:r>
    </w:p>
    <w:p w:rsidR="002E0242" w:rsidRDefault="004E56E9" w:rsidP="00844CC1">
      <w:pPr>
        <w:pStyle w:val="libNormal"/>
      </w:pPr>
      <w:r w:rsidRPr="00843429">
        <w:t>The child is born weak, so he is in need for someone to be kind with him and to give him for free. He needs to eat, to dress, and to be protected from coldness and hotness. He also needs someone to hold his hand and to teach him about his interests and to guide him to the way of achieving them. He needs all of this at the same time he is unable to give anything in return but a little smile which tickles the mother’s heart and a hope which fills her heart about her baby’s flourishing future.</w:t>
      </w:r>
    </w:p>
    <w:p w:rsidR="004E56E9" w:rsidRPr="00843429" w:rsidRDefault="004E56E9" w:rsidP="00844CC1">
      <w:pPr>
        <w:pStyle w:val="libNormal"/>
      </w:pPr>
      <w:r w:rsidRPr="00843429">
        <w:t xml:space="preserve">In </w:t>
      </w:r>
      <w:r w:rsidRPr="00844CC1">
        <w:rPr>
          <w:rStyle w:val="libUnderlineChar"/>
        </w:rPr>
        <w:t>The Letter of Dues</w:t>
      </w:r>
      <w:r w:rsidRPr="00844CC1">
        <w:t xml:space="preserve">, Imam Ali Zein Al-Abideen </w:t>
      </w:r>
      <w:r w:rsidRPr="00844CC1">
        <w:rPr>
          <w:rStyle w:val="libItalicChar"/>
        </w:rPr>
        <w:t>(God’s peace bestowed upon him)</w:t>
      </w:r>
      <w:r w:rsidRPr="00843429">
        <w:t xml:space="preserve"> explained this in saying, “She carried you where nobody carries anybody. She gave you from the fruit of her heart what nobody gives anybody. She protected you with all her organs. She did not care that she would be hungry in order that you be fed; be thirsty in order that you be quenched; be naked in order that you be dressed; and be under the sun in order that you be shaded. She did not care that she forsook sleep for your sake. And she protected you from the hotness and coldness, so that you would be for her…”</w:t>
      </w:r>
    </w:p>
    <w:p w:rsidR="004E56E9" w:rsidRPr="00843429" w:rsidRDefault="004E56E9" w:rsidP="00844CC1">
      <w:pPr>
        <w:pStyle w:val="libNormal"/>
      </w:pPr>
      <w:r w:rsidRPr="00843429">
        <w:t xml:space="preserve">Nobody can offer what the mother offers to her child. His house was in her interior, and his food was from her blood: Nobody else can offer this!! Imam Zein Al-Abideen </w:t>
      </w:r>
      <w:r w:rsidRPr="00844CC1">
        <w:rPr>
          <w:rStyle w:val="libItalicChar"/>
        </w:rPr>
        <w:t xml:space="preserve">(God’s </w:t>
      </w:r>
      <w:r w:rsidRPr="00844CC1">
        <w:rPr>
          <w:rStyle w:val="libItalicChar"/>
        </w:rPr>
        <w:lastRenderedPageBreak/>
        <w:t>peace bestowed upon him)</w:t>
      </w:r>
      <w:r w:rsidRPr="00843429">
        <w:t xml:space="preserve"> said, “…You will not be able to show gratitude to her as she deserves unless by God’s Help and Successfulness.”</w:t>
      </w:r>
    </w:p>
    <w:p w:rsidR="002E0242" w:rsidRDefault="004E56E9" w:rsidP="00844CC1">
      <w:pPr>
        <w:pStyle w:val="libNormal"/>
      </w:pPr>
      <w:r w:rsidRPr="00843429">
        <w:t>Whatever the child offers, the mother remains to be the one most offering.</w:t>
      </w:r>
    </w:p>
    <w:p w:rsidR="002E0242" w:rsidRDefault="004E56E9" w:rsidP="004E56E9">
      <w:pPr>
        <w:pStyle w:val="Heading2Center"/>
      </w:pPr>
      <w:bookmarkStart w:id="132" w:name="_Toc418512322"/>
      <w:r w:rsidRPr="00843429">
        <w:t>How Does She Carry This Responsibility?</w:t>
      </w:r>
      <w:bookmarkEnd w:id="132"/>
    </w:p>
    <w:p w:rsidR="002E0242" w:rsidRDefault="004E56E9" w:rsidP="00712236">
      <w:pPr>
        <w:pStyle w:val="libNormal"/>
      </w:pPr>
      <w:r w:rsidRPr="00712236">
        <w:t xml:space="preserve">The mother’s carrying of the responsibility passes through several stages, as the just mentioned words of Imam Zein Al-Abideen </w:t>
      </w:r>
      <w:r w:rsidRPr="00844CC1">
        <w:rPr>
          <w:rStyle w:val="libItalicChar"/>
        </w:rPr>
        <w:t>(God’s peace bestowed upon him)</w:t>
      </w:r>
      <w:r w:rsidRPr="00712236">
        <w:t xml:space="preserve"> indicate them one stage after another.</w:t>
      </w:r>
    </w:p>
    <w:p w:rsidR="004E56E9" w:rsidRPr="00843429" w:rsidRDefault="004E56E9" w:rsidP="004E56E9">
      <w:pPr>
        <w:pStyle w:val="Heading3Center"/>
      </w:pPr>
      <w:bookmarkStart w:id="133" w:name="_Toc418512323"/>
      <w:r w:rsidRPr="00843429">
        <w:t>1- Pregnancy</w:t>
      </w:r>
      <w:bookmarkEnd w:id="133"/>
    </w:p>
    <w:p w:rsidR="002E0242" w:rsidRDefault="004E56E9" w:rsidP="00844CC1">
      <w:pPr>
        <w:pStyle w:val="libNormal"/>
      </w:pPr>
      <w:r w:rsidRPr="00844CC1">
        <w:t>The Most High God says, (And we have enjoined on man (to be dutiful and good) to his parents. His mother bore him in weakness and hardship upon weakness and hardship, and his weaning is in two years give thanks to Me and to your parents, unto Me is the final destination)</w:t>
      </w:r>
      <w:r w:rsidRPr="00844CC1">
        <w:rPr>
          <w:rStyle w:val="libFootnotenumChar"/>
        </w:rPr>
        <w:endnoteReference w:id="153"/>
      </w:r>
      <w:r w:rsidRPr="00843429">
        <w:t>.</w:t>
      </w:r>
    </w:p>
    <w:p w:rsidR="004E56E9" w:rsidRPr="00844CC1" w:rsidRDefault="004E56E9" w:rsidP="00844CC1">
      <w:pPr>
        <w:pStyle w:val="libNormal"/>
        <w:rPr>
          <w:rStyle w:val="libNormalChar"/>
        </w:rPr>
      </w:pPr>
      <w:r w:rsidRPr="00843429">
        <w:t xml:space="preserve">Happily and welcomingly does the woman carry her baby during the period of pregnancy in spite of all the weakness which befalls her: (…weakness and hardship upon weakness and hardship…). It is a kind of struggle for God’s sake: If the mother dies because of pregnancy, she is considered to be a martyr and is going to be resurrected [on the Day of Judgment] in the prestige of the martyrs, as is understood from some narratives. It is ascribed to Ibn Baseer in turn to Imam Al-Sadik </w:t>
      </w:r>
      <w:r w:rsidRPr="00844CC1">
        <w:rPr>
          <w:rStyle w:val="libItalicChar"/>
        </w:rPr>
        <w:t>(God’s peace bestowed upon him)</w:t>
      </w:r>
      <w:r w:rsidRPr="00844CC1">
        <w:rPr>
          <w:rStyle w:val="libNormalChar"/>
        </w:rPr>
        <w:t xml:space="preserve"> in turn to The Most High God in a sacred talk in the tale of Adam and Hawwaa that He said, “…O Hawwaa! I will group with the martyrs every woman who dies while she is conceiving. O Hawwaa! I will grant the reward of a martyr for every woman who is in labor: If she is safe and gives birth to her baby, I will forgive her for all her sins even if they are as much as the foam of the sea and the sands of the land and the leaves of the trees are. If she dies, she will become a martyr; and when her soul is taken away, the angels will be present at her and will harbinger her with Heaven…”</w:t>
      </w:r>
      <w:r w:rsidRPr="00844CC1">
        <w:rPr>
          <w:rStyle w:val="libFootnotenumChar"/>
        </w:rPr>
        <w:endnoteReference w:id="154"/>
      </w:r>
    </w:p>
    <w:p w:rsidR="002E0242" w:rsidRDefault="004E56E9" w:rsidP="00844CC1">
      <w:pPr>
        <w:pStyle w:val="libNormal"/>
      </w:pPr>
      <w:r w:rsidRPr="00843429">
        <w:t>This is, therefore, the first responsibility which the mother tolerates.</w:t>
      </w:r>
    </w:p>
    <w:p w:rsidR="004E56E9" w:rsidRPr="00843429" w:rsidRDefault="004E56E9" w:rsidP="004E56E9">
      <w:pPr>
        <w:pStyle w:val="Heading3Center"/>
      </w:pPr>
      <w:bookmarkStart w:id="134" w:name="_Toc418512324"/>
      <w:r w:rsidRPr="00843429">
        <w:t>2- Breast Feeding</w:t>
      </w:r>
      <w:bookmarkEnd w:id="134"/>
    </w:p>
    <w:p w:rsidR="004E56E9" w:rsidRPr="00843429" w:rsidRDefault="004E56E9" w:rsidP="00844CC1">
      <w:pPr>
        <w:pStyle w:val="libNormal"/>
      </w:pPr>
      <w:r w:rsidRPr="00844CC1">
        <w:t>The Most High God says, (The mothers shall give suck to their children for two whole years, for those (parents) who desire to complete the term of suckling, but the father of the child shall bear the cost the mother’s food and clothing on a reasonable basis…)</w:t>
      </w:r>
      <w:r w:rsidRPr="00844CC1">
        <w:rPr>
          <w:rStyle w:val="libFootnotenumChar"/>
        </w:rPr>
        <w:endnoteReference w:id="155"/>
      </w:r>
    </w:p>
    <w:p w:rsidR="002E0242" w:rsidRDefault="004E56E9" w:rsidP="00844CC1">
      <w:pPr>
        <w:pStyle w:val="libNormal"/>
      </w:pPr>
      <w:r w:rsidRPr="00843429">
        <w:t>Breast feeding is one of the child’s rights which must not be neglected since it affects the mental and psychological formation of the human being. The just mentioned noble verse refers to the duration of the breast feeding i. e. two complete years, and the year here is a lunar one.</w:t>
      </w:r>
    </w:p>
    <w:p w:rsidR="004E56E9" w:rsidRPr="00844CC1" w:rsidRDefault="004E56E9" w:rsidP="00844CC1">
      <w:pPr>
        <w:pStyle w:val="libNormal"/>
        <w:rPr>
          <w:rStyle w:val="libNormalChar"/>
        </w:rPr>
      </w:pPr>
      <w:r w:rsidRPr="00843429">
        <w:t xml:space="preserve">In a narrative which demonstrates the reward of breast feeding, God’s prophet </w:t>
      </w:r>
      <w:r w:rsidRPr="00844CC1">
        <w:rPr>
          <w:rStyle w:val="libItalicChar"/>
        </w:rPr>
        <w:t>(God’s prayers and peace bestowed upon him and his Household)</w:t>
      </w:r>
      <w:r w:rsidRPr="00844CC1">
        <w:rPr>
          <w:rStyle w:val="libNormalChar"/>
        </w:rPr>
        <w:t xml:space="preserve"> said, “When the woman is pregnant, she is in the status of the one fasting, staying up nights [in prayer and prostration], and sacrificing himself and his money for God’s sake. When she conceives, she has a reward which is so great to the extent that nobody knows it. When she is breast feeding, she, with every single suck, is considered as if she is liberating one of Ismael’s progeny. And when she is done with breast feeding, a noble angel says to her, ‘Go on what you are doing: you are forgiven. ’”</w:t>
      </w:r>
      <w:r w:rsidRPr="00844CC1">
        <w:rPr>
          <w:rStyle w:val="libFootnotenumChar"/>
        </w:rPr>
        <w:endnoteReference w:id="156"/>
      </w:r>
    </w:p>
    <w:p w:rsidR="004E56E9" w:rsidRPr="00843429" w:rsidRDefault="004E56E9" w:rsidP="004E56E9">
      <w:pPr>
        <w:pStyle w:val="Heading3Center"/>
      </w:pPr>
      <w:bookmarkStart w:id="135" w:name="_Toc418512325"/>
      <w:r w:rsidRPr="00843429">
        <w:t>3- Instruction and Guidance</w:t>
      </w:r>
      <w:bookmarkEnd w:id="135"/>
    </w:p>
    <w:p w:rsidR="002E0242" w:rsidRDefault="004E56E9" w:rsidP="00844CC1">
      <w:pPr>
        <w:pStyle w:val="libNormal"/>
      </w:pPr>
      <w:r w:rsidRPr="00843429">
        <w:t>The mother is the closest person to the child and the one who is dedicated to his affairs. She is, therefore, the one who is the most influential and capable of instructing and guiding him.</w:t>
      </w:r>
    </w:p>
    <w:p w:rsidR="004E56E9" w:rsidRPr="00843429" w:rsidRDefault="004E56E9" w:rsidP="00844CC1">
      <w:pPr>
        <w:pStyle w:val="libNormal"/>
      </w:pPr>
      <w:r w:rsidRPr="00843429">
        <w:t xml:space="preserve">All these points are reflected upon in the narrative ascribed to God’s prophet </w:t>
      </w:r>
      <w:r w:rsidRPr="00844CC1">
        <w:rPr>
          <w:rStyle w:val="libItalicChar"/>
        </w:rPr>
        <w:t>(God’s prayers and peace bestowed upon him and his Household)</w:t>
      </w:r>
      <w:r w:rsidRPr="00844CC1">
        <w:t xml:space="preserve"> when one man complained to him about his mother’s ill nature. He </w:t>
      </w:r>
      <w:r w:rsidRPr="00844CC1">
        <w:rPr>
          <w:rStyle w:val="libItalicChar"/>
        </w:rPr>
        <w:t xml:space="preserve">(God’s prayers and peace bestowed upon him and his </w:t>
      </w:r>
      <w:r w:rsidRPr="00844CC1">
        <w:rPr>
          <w:rStyle w:val="libItalicChar"/>
        </w:rPr>
        <w:lastRenderedPageBreak/>
        <w:t>Household)</w:t>
      </w:r>
      <w:r w:rsidRPr="00843429">
        <w:t xml:space="preserve"> said to the man, “She was not ill tempered when she carried you for nine months, breast fed you for two years, and stayed up her night and thirsted her day for your own sake…”</w:t>
      </w:r>
    </w:p>
    <w:p w:rsidR="002E0242" w:rsidRDefault="004E56E9" w:rsidP="00844CC1">
      <w:pPr>
        <w:pStyle w:val="libNormal"/>
      </w:pPr>
      <w:r w:rsidRPr="00843429">
        <w:t>From here, the mother is the real educator and the first school which the child attends. Then, how is education fulfilled?</w:t>
      </w:r>
    </w:p>
    <w:p w:rsidR="004E56E9" w:rsidRPr="00843429" w:rsidRDefault="004E56E9" w:rsidP="004E56E9">
      <w:pPr>
        <w:pStyle w:val="Heading2Center"/>
      </w:pPr>
      <w:bookmarkStart w:id="136" w:name="_Toc418512326"/>
      <w:r w:rsidRPr="00843429">
        <w:t>Aims of Education</w:t>
      </w:r>
      <w:bookmarkEnd w:id="136"/>
    </w:p>
    <w:p w:rsidR="002E0242" w:rsidRDefault="004E56E9" w:rsidP="00712236">
      <w:pPr>
        <w:pStyle w:val="libNormal"/>
      </w:pPr>
      <w:r w:rsidRPr="00712236">
        <w:t>Education aims at widely opening the gates of the future in front of the child. This is fulfilled, at the first rate, through instructing him to redeem his final destiny in the hereafter. The Most High God says, (O you who believe! Ward off from yourselves and your families a Fire whose fuel is men and stones, over which are (appointed) angels stern (and) severe, who disobey not, (from executing) the Commands they receive from Allah, but do that which they are commanded)</w:t>
      </w:r>
      <w:r w:rsidRPr="00844CC1">
        <w:rPr>
          <w:rStyle w:val="libFootnotenumChar"/>
        </w:rPr>
        <w:endnoteReference w:id="157"/>
      </w:r>
      <w:r w:rsidRPr="00712236">
        <w:t>.</w:t>
      </w:r>
    </w:p>
    <w:p w:rsidR="004E56E9" w:rsidRPr="00843429" w:rsidRDefault="004E56E9" w:rsidP="004E56E9">
      <w:pPr>
        <w:pStyle w:val="Heading3Center"/>
      </w:pPr>
      <w:bookmarkStart w:id="137" w:name="_Toc418512327"/>
      <w:r w:rsidRPr="00843429">
        <w:t>First: Learning</w:t>
      </w:r>
      <w:bookmarkEnd w:id="137"/>
    </w:p>
    <w:p w:rsidR="004E56E9" w:rsidRPr="00712236" w:rsidRDefault="004E56E9" w:rsidP="00712236">
      <w:pPr>
        <w:pStyle w:val="libNormal"/>
      </w:pPr>
      <w:r w:rsidRPr="00712236">
        <w:t xml:space="preserve">It is related in the narrative ascribed to The Prophet </w:t>
      </w:r>
      <w:r w:rsidRPr="00844CC1">
        <w:rPr>
          <w:rStyle w:val="libItalicChar"/>
        </w:rPr>
        <w:t>(God’s prayers and peace bestowed upon him and his Household)</w:t>
      </w:r>
      <w:r w:rsidRPr="00712236">
        <w:t xml:space="preserve"> that he said, “If the teacher says to the boy, ‘In the Name of God,’ God grants him [the teacher] and the boy and his parents freedom from Fire.”</w:t>
      </w:r>
      <w:r w:rsidRPr="00844CC1">
        <w:rPr>
          <w:rStyle w:val="libFootnotenumChar"/>
        </w:rPr>
        <w:endnoteReference w:id="158"/>
      </w:r>
    </w:p>
    <w:p w:rsidR="004E56E9" w:rsidRPr="00843429" w:rsidRDefault="004E56E9" w:rsidP="004E56E9">
      <w:pPr>
        <w:pStyle w:val="Heading3Center"/>
      </w:pPr>
      <w:bookmarkStart w:id="138" w:name="_Toc418512328"/>
      <w:r w:rsidRPr="00843429">
        <w:t>Second: Piety</w:t>
      </w:r>
      <w:bookmarkEnd w:id="138"/>
    </w:p>
    <w:p w:rsidR="002E0242" w:rsidRDefault="004E56E9" w:rsidP="00712236">
      <w:pPr>
        <w:pStyle w:val="libNormal"/>
      </w:pPr>
      <w:r w:rsidRPr="00712236">
        <w:t>Piety is mentioned in The Noble Qur’an as a cause and a justification for worship:  (O mankind! Worship your Lord, Who created you and those before you so that you may become the pious)</w:t>
      </w:r>
      <w:r w:rsidRPr="00844CC1">
        <w:rPr>
          <w:rStyle w:val="libFootnotenumChar"/>
        </w:rPr>
        <w:endnoteReference w:id="159"/>
      </w:r>
      <w:r w:rsidRPr="00712236">
        <w:t>.</w:t>
      </w:r>
    </w:p>
    <w:p w:rsidR="002E0242" w:rsidRDefault="004E56E9" w:rsidP="00844CC1">
      <w:pPr>
        <w:pStyle w:val="libNormal"/>
      </w:pPr>
      <w:r w:rsidRPr="00843429">
        <w:t>Islam attaches a special importance to piety because it represents the psychological door which helps the human being to confront the tests and afflictions of this life. It also represents the armor, on the thresholds of which fall all the deceptions of Satan, all the seducements of this life, and all the allurements of the calling for evil soul.</w:t>
      </w:r>
    </w:p>
    <w:p w:rsidR="004E56E9" w:rsidRPr="00843429" w:rsidRDefault="004E56E9" w:rsidP="004E56E9">
      <w:pPr>
        <w:pStyle w:val="Heading2Center"/>
      </w:pPr>
      <w:bookmarkStart w:id="139" w:name="_Toc418512329"/>
      <w:r w:rsidRPr="00843429">
        <w:t>Methods of Education</w:t>
      </w:r>
      <w:bookmarkEnd w:id="139"/>
    </w:p>
    <w:p w:rsidR="002E0242" w:rsidRDefault="004E56E9" w:rsidP="00844CC1">
      <w:pPr>
        <w:pStyle w:val="libNormal"/>
      </w:pPr>
      <w:r w:rsidRPr="00843429">
        <w:t>There are various methods of education which vary with the capacities and the age of the child and which differ with the topic under discussion. Here, we are going to refer to three major methods.</w:t>
      </w:r>
    </w:p>
    <w:p w:rsidR="004E56E9" w:rsidRPr="00843429" w:rsidRDefault="004E56E9" w:rsidP="004E56E9">
      <w:pPr>
        <w:pStyle w:val="Heading3Center"/>
      </w:pPr>
      <w:bookmarkStart w:id="140" w:name="_Toc418512330"/>
      <w:r w:rsidRPr="00843429">
        <w:t>1- The Indirect Instruction Method</w:t>
      </w:r>
      <w:bookmarkEnd w:id="140"/>
    </w:p>
    <w:p w:rsidR="002E0242" w:rsidRDefault="004E56E9" w:rsidP="00844CC1">
      <w:pPr>
        <w:pStyle w:val="libNormal"/>
      </w:pPr>
      <w:r w:rsidRPr="00843429">
        <w:t>Perhaps this method is the very first method followed with the child because he is unable to receive the instruction messages and to abide to them. Therefore, the mother has to direct the child towards righteousness and to keep him away from corruption through presenting proper alternatives which can occupy him, in order that he will not be led on towards what is corrupted, a psychological barrier will be established between him and corruption, and a model will be set forth for him in order to follow after in this frame.</w:t>
      </w:r>
    </w:p>
    <w:p w:rsidR="002E0242" w:rsidRDefault="004E56E9" w:rsidP="00844CC1">
      <w:pPr>
        <w:pStyle w:val="libNormal"/>
      </w:pPr>
      <w:r w:rsidRPr="00843429">
        <w:t>It is indispensable that the mother be aware that she is her child’s first model and that she has to instruct him through her deeds before anything else; and this is the major method which the mother must follow. In spite of its being the only method throughout the years of the childhood of the human being, this method is requisite as well at all the stages and is beneficial with all ages.</w:t>
      </w:r>
    </w:p>
    <w:p w:rsidR="002E0242" w:rsidRDefault="004E56E9" w:rsidP="00844CC1">
      <w:pPr>
        <w:pStyle w:val="libNormal"/>
        <w:rPr>
          <w:rStyle w:val="libNormalChar"/>
        </w:rPr>
      </w:pPr>
      <w:r w:rsidRPr="00843429">
        <w:t xml:space="preserve">It is related in the narrative ascribed to Imam Al-Sadik </w:t>
      </w:r>
      <w:r w:rsidRPr="00844CC1">
        <w:rPr>
          <w:rStyle w:val="libItalicChar"/>
        </w:rPr>
        <w:t>(God’s peace bestowed upon him)</w:t>
      </w:r>
      <w:r w:rsidRPr="00844CC1">
        <w:rPr>
          <w:rStyle w:val="libNormalChar"/>
        </w:rPr>
        <w:t xml:space="preserve"> that he said, “Let your child play for seven years and be educated for other seven years. And let him accompany you for other seven years.”</w:t>
      </w:r>
      <w:r w:rsidRPr="00844CC1">
        <w:rPr>
          <w:rStyle w:val="libFootnotenumChar"/>
        </w:rPr>
        <w:endnoteReference w:id="160"/>
      </w:r>
      <w:r w:rsidRPr="00844CC1">
        <w:rPr>
          <w:rStyle w:val="libNormalChar"/>
        </w:rPr>
        <w:t xml:space="preserve"> Leaving him to play for the first seven years does not at all mean neglecting him; this is in fact in consistency with the indirect instruction even through playing.</w:t>
      </w:r>
    </w:p>
    <w:p w:rsidR="004E56E9" w:rsidRPr="00843429" w:rsidRDefault="004E56E9" w:rsidP="004E56E9">
      <w:pPr>
        <w:pStyle w:val="Heading3Center"/>
      </w:pPr>
      <w:bookmarkStart w:id="141" w:name="_Toc418512331"/>
      <w:r w:rsidRPr="00843429">
        <w:t>2- The Direct Instruction Method</w:t>
      </w:r>
      <w:bookmarkEnd w:id="141"/>
    </w:p>
    <w:p w:rsidR="002E0242" w:rsidRDefault="004E56E9" w:rsidP="00844CC1">
      <w:pPr>
        <w:pStyle w:val="libNormal"/>
      </w:pPr>
      <w:r w:rsidRPr="00843429">
        <w:lastRenderedPageBreak/>
        <w:t>In fact, it represents the admittance into the stage of the scholarly recognition where the human being learns, in accordance to his age and capability, to distinguish between the good and the evil, between the righteousness and the corruption. This issue is also, at a specific stage, indispensable, so that the human being will not get accustomed to the method of following the practical instruction only without any scholarly standards because he may, without these standards, fall down before any test or any environments.</w:t>
      </w:r>
    </w:p>
    <w:p w:rsidR="004E56E9" w:rsidRPr="00843429" w:rsidRDefault="004E56E9" w:rsidP="004E56E9">
      <w:pPr>
        <w:pStyle w:val="Heading3Center"/>
      </w:pPr>
      <w:bookmarkStart w:id="142" w:name="_Toc418512332"/>
      <w:r w:rsidRPr="00843429">
        <w:t>3- Instruction of the Causes and the Consequences Method</w:t>
      </w:r>
      <w:bookmarkEnd w:id="142"/>
    </w:p>
    <w:p w:rsidR="002E0242" w:rsidRDefault="004E56E9" w:rsidP="00844CC1">
      <w:pPr>
        <w:pStyle w:val="libNormal"/>
      </w:pPr>
      <w:r w:rsidRPr="00843429">
        <w:t>The child must be acquainted with the consequences of the deeds and the causes of the goodness or badness of these deeds. Moreover, he must be associated as much intricately as possible to the hereafter; and he must be made to consider the consequences and the reflection of his deeds in the hereafter.</w:t>
      </w:r>
    </w:p>
    <w:p w:rsidR="002E0242" w:rsidRDefault="004E56E9" w:rsidP="00844CC1">
      <w:pPr>
        <w:pStyle w:val="libNormal"/>
        <w:rPr>
          <w:rStyle w:val="libNormalChar"/>
        </w:rPr>
      </w:pPr>
      <w:r w:rsidRPr="00843429">
        <w:t>The mother must master these methods in order to be able to apply them properly, so that she will produce a good child to the society. She must always turn towards The Most High God: (. . . O my Lord! Grant me from you a good offspring. You are indeed The All Hearer Of Invocation)</w:t>
      </w:r>
      <w:r w:rsidRPr="00844CC1">
        <w:rPr>
          <w:rStyle w:val="libFootnotenumChar"/>
        </w:rPr>
        <w:endnoteReference w:id="161"/>
      </w:r>
      <w:r w:rsidRPr="00844CC1">
        <w:rPr>
          <w:rStyle w:val="libNormalChar"/>
        </w:rPr>
        <w:t>.</w:t>
      </w:r>
    </w:p>
    <w:p w:rsidR="004E56E9" w:rsidRPr="00843429" w:rsidRDefault="004E56E9" w:rsidP="004E56E9">
      <w:pPr>
        <w:pStyle w:val="Heading2Center"/>
      </w:pPr>
      <w:bookmarkStart w:id="143" w:name="_Toc418512333"/>
      <w:r w:rsidRPr="00843429">
        <w:t>Indispensable Characteristics</w:t>
      </w:r>
      <w:bookmarkEnd w:id="143"/>
    </w:p>
    <w:p w:rsidR="004E56E9" w:rsidRPr="00843429" w:rsidRDefault="004E56E9" w:rsidP="00844CC1">
      <w:pPr>
        <w:pStyle w:val="libNormal"/>
      </w:pPr>
      <w:r w:rsidRPr="00843429">
        <w:t>In order that the mother will succeed in the education message which she wants to deliver, there are certain basic characteristics which it is indispensable for her to be endowed with. They are summarized in the following points:</w:t>
      </w:r>
    </w:p>
    <w:p w:rsidR="004E56E9" w:rsidRPr="00843429" w:rsidRDefault="004E56E9" w:rsidP="004E56E9">
      <w:pPr>
        <w:pStyle w:val="Heading3Center"/>
      </w:pPr>
      <w:bookmarkStart w:id="144" w:name="_Toc418512334"/>
      <w:r w:rsidRPr="00843429">
        <w:t>1- Showing Love and Tenderness</w:t>
      </w:r>
      <w:bookmarkEnd w:id="144"/>
    </w:p>
    <w:p w:rsidR="002E0242" w:rsidRDefault="004E56E9" w:rsidP="00844CC1">
      <w:pPr>
        <w:pStyle w:val="libNormal"/>
      </w:pPr>
      <w:r w:rsidRPr="00844CC1">
        <w:t xml:space="preserve">Showing love and tenderness to the child is of the mother’s nature and absolutely not something artificial. The mother’s attachment to the child is crystal like in the exchanged affection and is thus indisputable. It is clearly manifested in the story of Musa’s </w:t>
      </w:r>
      <w:r w:rsidRPr="00844CC1">
        <w:rPr>
          <w:rStyle w:val="libItalicChar"/>
        </w:rPr>
        <w:t>(God’s peace bestowed upon him and upon our Prophet and his Household)</w:t>
      </w:r>
      <w:r w:rsidRPr="00844CC1">
        <w:t xml:space="preserve"> mother where The Most High God relates about her, (And we inspired the mother of Musa (saying): “Suckle him, but when you fear for him, then cast him into the river and fear not nor grieve. Verily! We shall bring him back to you and shall make him one of the Messengers * And the heart of the mother of Musa became empty (from every thought except the thought of Musa). She was very near to disclose his (case i. e. the child is her son) had We not strengthened her heart (with faith), so that she might remain as one of the believers * So did We restore him to his mother, that she might be delighted, and that she must not grieve, and that she might know that the Promise of Allah is true. But most of them know not)</w:t>
      </w:r>
      <w:r w:rsidRPr="00844CC1">
        <w:rPr>
          <w:rStyle w:val="libFootnotenumChar"/>
        </w:rPr>
        <w:endnoteReference w:id="162"/>
      </w:r>
      <w:r w:rsidRPr="00843429">
        <w:t>.</w:t>
      </w:r>
    </w:p>
    <w:p w:rsidR="004E56E9" w:rsidRPr="00844CC1" w:rsidRDefault="004E56E9" w:rsidP="00844CC1">
      <w:pPr>
        <w:pStyle w:val="libNormal"/>
        <w:rPr>
          <w:rStyle w:val="libNormalChar"/>
        </w:rPr>
      </w:pPr>
      <w:r w:rsidRPr="00843429">
        <w:t xml:space="preserve">The mother must show to her child this love which dwells in the heart of each mother. It is ascribed to The Prophet </w:t>
      </w:r>
      <w:r w:rsidRPr="00844CC1">
        <w:rPr>
          <w:rStyle w:val="libItalicChar"/>
        </w:rPr>
        <w:t>(God’s prayers and peace bestowed upon him and his Household)</w:t>
      </w:r>
      <w:r w:rsidRPr="00844CC1">
        <w:rPr>
          <w:rStyle w:val="libNormalChar"/>
        </w:rPr>
        <w:t xml:space="preserve"> that he said, “Kiss your children a lot. For each kiss, you are rewarded with a degree in the Heaven where there are five hundred years between each degree and degree.”</w:t>
      </w:r>
      <w:r w:rsidRPr="00844CC1">
        <w:rPr>
          <w:rStyle w:val="libFootnotenumChar"/>
        </w:rPr>
        <w:endnoteReference w:id="163"/>
      </w:r>
    </w:p>
    <w:p w:rsidR="004E56E9" w:rsidRPr="00843429" w:rsidRDefault="004E56E9" w:rsidP="004E56E9">
      <w:pPr>
        <w:pStyle w:val="Heading3Center"/>
      </w:pPr>
      <w:bookmarkStart w:id="145" w:name="_Toc418512335"/>
      <w:r w:rsidRPr="00843429">
        <w:t>2- Tolerance and Patience</w:t>
      </w:r>
      <w:bookmarkEnd w:id="145"/>
    </w:p>
    <w:p w:rsidR="002E0242" w:rsidRDefault="004E56E9" w:rsidP="00844CC1">
      <w:pPr>
        <w:pStyle w:val="libNormal"/>
      </w:pPr>
      <w:r w:rsidRPr="00843429">
        <w:t>The mother must be characterized by great tolerance and patience, so that she will be able to perform properly her positive role in bringing up the child. Impatience results in a lot of complications on the psychological and educational levels.</w:t>
      </w:r>
    </w:p>
    <w:p w:rsidR="002E0242" w:rsidRDefault="004E56E9" w:rsidP="00844CC1">
      <w:pPr>
        <w:pStyle w:val="libNormal"/>
      </w:pPr>
      <w:r w:rsidRPr="00843429">
        <w:t>The mother must in addition be well aware of the peculiarity of her child and must know that his behaviors, especially which annoy her like the weeping for example, are very natural and are expressive of good health, and perhaps the lack of such behaviors is a sign of illness.</w:t>
      </w:r>
    </w:p>
    <w:p w:rsidR="002E0242" w:rsidRDefault="004E56E9" w:rsidP="00844CC1">
      <w:pPr>
        <w:pStyle w:val="libNormal"/>
      </w:pPr>
      <w:r w:rsidRPr="00843429">
        <w:t>From here, she must get used to take in these issues, so that they will not reflect negatively on her nerves.</w:t>
      </w:r>
    </w:p>
    <w:p w:rsidR="004E56E9" w:rsidRPr="00844CC1" w:rsidRDefault="004E56E9" w:rsidP="00844CC1">
      <w:pPr>
        <w:pStyle w:val="libNormal"/>
        <w:rPr>
          <w:rStyle w:val="libNormalChar"/>
        </w:rPr>
      </w:pPr>
      <w:r w:rsidRPr="00843429">
        <w:t xml:space="preserve">It is ascribed to The Prophet </w:t>
      </w:r>
      <w:r w:rsidRPr="00844CC1">
        <w:rPr>
          <w:rStyle w:val="libItalicChar"/>
        </w:rPr>
        <w:t>(God’s prayers and peace bestowed upon him and his Household)</w:t>
      </w:r>
      <w:r w:rsidRPr="00844CC1">
        <w:rPr>
          <w:rStyle w:val="libNormalChar"/>
        </w:rPr>
        <w:t xml:space="preserve"> that he said, “Do not hit your babies because of their weeping. Their weeping during four months is a testimony of ‘There is no god but God,’ during [the next] four months </w:t>
      </w:r>
      <w:r w:rsidRPr="00844CC1">
        <w:rPr>
          <w:rStyle w:val="libNormalChar"/>
        </w:rPr>
        <w:lastRenderedPageBreak/>
        <w:t>is a bestowal of prayers on The Prophet and his Household, and during [the next] four months is a supplication for their parents.”</w:t>
      </w:r>
      <w:r w:rsidRPr="00844CC1">
        <w:rPr>
          <w:rStyle w:val="libFootnotenumChar"/>
        </w:rPr>
        <w:endnoteReference w:id="164"/>
      </w:r>
    </w:p>
    <w:p w:rsidR="004E56E9" w:rsidRPr="00843429" w:rsidRDefault="004E56E9" w:rsidP="004E56E9">
      <w:pPr>
        <w:pStyle w:val="Heading3Center"/>
      </w:pPr>
      <w:bookmarkStart w:id="146" w:name="_Toc418512336"/>
      <w:r w:rsidRPr="00843429">
        <w:t>3- Equality</w:t>
      </w:r>
      <w:bookmarkEnd w:id="146"/>
    </w:p>
    <w:p w:rsidR="004E56E9" w:rsidRPr="00843429" w:rsidRDefault="004E56E9" w:rsidP="00844CC1">
      <w:pPr>
        <w:pStyle w:val="libNormal"/>
      </w:pPr>
      <w:r w:rsidRPr="00844CC1">
        <w:t xml:space="preserve">The mother must be at one distance from all her children i. e. she must not distinguish among them in a manner that might negatively reflect on them. It is ascribed to The Prophet </w:t>
      </w:r>
      <w:r w:rsidRPr="00844CC1">
        <w:rPr>
          <w:rStyle w:val="libItalicChar"/>
        </w:rPr>
        <w:t>(God’s prayers and peace bestowed upon him and his Household)</w:t>
      </w:r>
      <w:r w:rsidRPr="00844CC1">
        <w:t xml:space="preserve"> that he said, “God will admit to Heaven the one who has a daughter yet neither gets rid of her nor dispraises her or prefers his son to her.”</w:t>
      </w:r>
      <w:r w:rsidRPr="00844CC1">
        <w:rPr>
          <w:rStyle w:val="libFootnotenumChar"/>
        </w:rPr>
        <w:endnoteReference w:id="165"/>
      </w:r>
    </w:p>
    <w:p w:rsidR="004E56E9" w:rsidRPr="00844CC1" w:rsidRDefault="004E56E9" w:rsidP="00844CC1">
      <w:pPr>
        <w:pStyle w:val="libNormal"/>
        <w:rPr>
          <w:rStyle w:val="libNormalChar"/>
        </w:rPr>
      </w:pPr>
      <w:r w:rsidRPr="00843429">
        <w:t xml:space="preserve">It is also related that God’s prophet </w:t>
      </w:r>
      <w:r w:rsidRPr="00844CC1">
        <w:rPr>
          <w:rStyle w:val="libItalicChar"/>
        </w:rPr>
        <w:t>(God’s prayers and peace bestowed upon him and his Household)</w:t>
      </w:r>
      <w:r w:rsidRPr="00844CC1">
        <w:rPr>
          <w:rStyle w:val="libNormalChar"/>
        </w:rPr>
        <w:t xml:space="preserve"> looked at one man who had two sons yet he kissed one and did not kiss the other one. At that, The Prophet </w:t>
      </w:r>
      <w:r w:rsidRPr="00844CC1">
        <w:rPr>
          <w:rStyle w:val="libItalicChar"/>
        </w:rPr>
        <w:t>(God’s prayers and peace bestowed upon him and his Household)</w:t>
      </w:r>
      <w:r w:rsidRPr="00844CC1">
        <w:rPr>
          <w:rStyle w:val="libNormalChar"/>
        </w:rPr>
        <w:t xml:space="preserve"> said to him, “Would you treat them equally? !”</w:t>
      </w:r>
      <w:r w:rsidRPr="00844CC1">
        <w:rPr>
          <w:rStyle w:val="libFootnotenumChar"/>
        </w:rPr>
        <w:endnoteReference w:id="166"/>
      </w:r>
    </w:p>
    <w:p w:rsidR="004E56E9" w:rsidRDefault="004E56E9" w:rsidP="004E56E9">
      <w:pPr>
        <w:pStyle w:val="Heading2Center"/>
      </w:pPr>
      <w:bookmarkStart w:id="147" w:name="_Toc418512337"/>
      <w:r w:rsidRPr="00843429">
        <w:t>Summary</w:t>
      </w:r>
      <w:bookmarkEnd w:id="147"/>
    </w:p>
    <w:p w:rsidR="002E0242" w:rsidRDefault="004E56E9" w:rsidP="00844CC1">
      <w:pPr>
        <w:pStyle w:val="libNormal"/>
      </w:pPr>
      <w:r w:rsidRPr="00843429">
        <w:t>When we refer to the sacred religion, we find many doctrinal texts which refer to the mothers and thus arouse the deep affection towards the mother and direct the human being towards it.</w:t>
      </w:r>
    </w:p>
    <w:p w:rsidR="004E56E9" w:rsidRPr="00844CC1" w:rsidRDefault="004E56E9" w:rsidP="00844CC1">
      <w:pPr>
        <w:pStyle w:val="libNormal"/>
        <w:rPr>
          <w:rStyle w:val="libNormalChar"/>
        </w:rPr>
      </w:pPr>
      <w:r w:rsidRPr="00843429">
        <w:t xml:space="preserve">Nobody can offer what the mother offers to her child. His house was her interior, and his food was from her blood: Nobody else can offer this. Imam Ali Zein Al-Abideen </w:t>
      </w:r>
      <w:r w:rsidRPr="00844CC1">
        <w:rPr>
          <w:rStyle w:val="libItalicChar"/>
        </w:rPr>
        <w:t>(God’s peace bestowed upon him)</w:t>
      </w:r>
      <w:r w:rsidRPr="00844CC1">
        <w:rPr>
          <w:rStyle w:val="libNormalChar"/>
        </w:rPr>
        <w:t xml:space="preserve"> said, “…You will not be able to show to her the gratitude she deserves unless by God’s Help and Successfulness.”</w:t>
      </w:r>
    </w:p>
    <w:p w:rsidR="004E56E9" w:rsidRPr="00843429" w:rsidRDefault="004E56E9" w:rsidP="004E56E9">
      <w:pPr>
        <w:pStyle w:val="Heading3Center"/>
      </w:pPr>
      <w:bookmarkStart w:id="148" w:name="_Toc418512338"/>
      <w:r w:rsidRPr="00843429">
        <w:t>The mother’s carrying of the responsibility passes through several stages:</w:t>
      </w:r>
      <w:bookmarkEnd w:id="148"/>
    </w:p>
    <w:p w:rsidR="004E56E9" w:rsidRPr="00843429" w:rsidRDefault="004E56E9" w:rsidP="00844CC1">
      <w:pPr>
        <w:pStyle w:val="libNormal"/>
      </w:pPr>
      <w:r w:rsidRPr="00843429">
        <w:t>1- Pregnancy</w:t>
      </w:r>
    </w:p>
    <w:p w:rsidR="004E56E9" w:rsidRPr="00843429" w:rsidRDefault="004E56E9" w:rsidP="00844CC1">
      <w:pPr>
        <w:pStyle w:val="libNormal"/>
      </w:pPr>
      <w:r w:rsidRPr="00843429">
        <w:t>2- Breast Feeding</w:t>
      </w:r>
    </w:p>
    <w:p w:rsidR="004E56E9" w:rsidRPr="00843429" w:rsidRDefault="004E56E9" w:rsidP="00844CC1">
      <w:pPr>
        <w:pStyle w:val="libNormal"/>
      </w:pPr>
      <w:r w:rsidRPr="00843429">
        <w:t>3- Instruction and Guidance</w:t>
      </w:r>
    </w:p>
    <w:p w:rsidR="002E0242" w:rsidRDefault="004E56E9" w:rsidP="00844CC1">
      <w:pPr>
        <w:pStyle w:val="libNormal"/>
      </w:pPr>
      <w:r w:rsidRPr="00843429">
        <w:t>Education must be based on two issues. The first one is learning, and the second one is piety.</w:t>
      </w:r>
    </w:p>
    <w:p w:rsidR="004E56E9" w:rsidRPr="00843429" w:rsidRDefault="004E56E9" w:rsidP="004E56E9">
      <w:pPr>
        <w:pStyle w:val="Heading3Center"/>
      </w:pPr>
      <w:bookmarkStart w:id="149" w:name="_Toc418512339"/>
      <w:r w:rsidRPr="00843429">
        <w:t>Methods of Education</w:t>
      </w:r>
      <w:bookmarkEnd w:id="149"/>
    </w:p>
    <w:p w:rsidR="004E56E9" w:rsidRPr="00843429" w:rsidRDefault="004E56E9" w:rsidP="00844CC1">
      <w:pPr>
        <w:pStyle w:val="libNormal"/>
      </w:pPr>
      <w:r w:rsidRPr="00843429">
        <w:t>1- The Indirect Instruction Method</w:t>
      </w:r>
    </w:p>
    <w:p w:rsidR="004E56E9" w:rsidRPr="00843429" w:rsidRDefault="004E56E9" w:rsidP="00844CC1">
      <w:pPr>
        <w:pStyle w:val="libNormal"/>
      </w:pPr>
      <w:r w:rsidRPr="00843429">
        <w:t>2- The Direct Instruction Method</w:t>
      </w:r>
    </w:p>
    <w:p w:rsidR="004E56E9" w:rsidRPr="00843429" w:rsidRDefault="004E56E9" w:rsidP="00844CC1">
      <w:pPr>
        <w:pStyle w:val="libNormal"/>
      </w:pPr>
      <w:r w:rsidRPr="00843429">
        <w:t>3- Instruction of the Causes and the Consequences Method</w:t>
      </w:r>
    </w:p>
    <w:p w:rsidR="002E0242" w:rsidRDefault="004E56E9" w:rsidP="00844CC1">
      <w:pPr>
        <w:pStyle w:val="libNormal"/>
      </w:pPr>
      <w:r w:rsidRPr="00843429">
        <w:t>From the characteristics which the educating mother must be endowed with are: showing of love and tenderness, tolerance and patience, equally dealing with and showing affection to all her children.</w:t>
      </w:r>
    </w:p>
    <w:p w:rsidR="004E56E9" w:rsidRDefault="004E56E9" w:rsidP="004E56E9">
      <w:pPr>
        <w:pStyle w:val="Heading2Center"/>
      </w:pPr>
      <w:bookmarkStart w:id="150" w:name="_Toc418512340"/>
      <w:r w:rsidRPr="00843429">
        <w:t>Comprehension Questions</w:t>
      </w:r>
      <w:bookmarkEnd w:id="150"/>
    </w:p>
    <w:p w:rsidR="002E0242" w:rsidRDefault="004E56E9" w:rsidP="00844CC1">
      <w:pPr>
        <w:pStyle w:val="libNormal"/>
      </w:pPr>
      <w:r w:rsidRPr="00843429">
        <w:t>1- Talk</w:t>
      </w:r>
      <w:r w:rsidRPr="00843429">
        <w:rPr>
          <w:rtl/>
        </w:rPr>
        <w:t xml:space="preserve"> </w:t>
      </w:r>
      <w:r w:rsidRPr="00843429">
        <w:t>about</w:t>
      </w:r>
      <w:r w:rsidRPr="00843429">
        <w:rPr>
          <w:rtl/>
        </w:rPr>
        <w:t xml:space="preserve"> </w:t>
      </w:r>
      <w:r w:rsidRPr="00843429">
        <w:t>Islam</w:t>
      </w:r>
      <w:r w:rsidRPr="00843429">
        <w:rPr>
          <w:rtl/>
        </w:rPr>
        <w:t>’</w:t>
      </w:r>
      <w:r w:rsidRPr="00843429">
        <w:t>s</w:t>
      </w:r>
      <w:r w:rsidRPr="00843429">
        <w:rPr>
          <w:rtl/>
        </w:rPr>
        <w:t xml:space="preserve"> </w:t>
      </w:r>
      <w:r w:rsidRPr="00843429">
        <w:t>look</w:t>
      </w:r>
      <w:r w:rsidRPr="00843429">
        <w:rPr>
          <w:rtl/>
        </w:rPr>
        <w:t xml:space="preserve"> </w:t>
      </w:r>
      <w:r w:rsidRPr="00843429">
        <w:t>towards</w:t>
      </w:r>
      <w:r w:rsidRPr="00843429">
        <w:rPr>
          <w:rtl/>
        </w:rPr>
        <w:t xml:space="preserve"> </w:t>
      </w:r>
      <w:r w:rsidRPr="00843429">
        <w:t>the</w:t>
      </w:r>
      <w:r w:rsidRPr="00843429">
        <w:rPr>
          <w:rtl/>
        </w:rPr>
        <w:t xml:space="preserve"> </w:t>
      </w:r>
      <w:r w:rsidRPr="00843429">
        <w:t>mother.</w:t>
      </w:r>
    </w:p>
    <w:p w:rsidR="002E0242" w:rsidRDefault="004E56E9" w:rsidP="00844CC1">
      <w:pPr>
        <w:pStyle w:val="libNormal"/>
      </w:pPr>
      <w:r w:rsidRPr="00843429">
        <w:t>2-</w:t>
      </w:r>
      <w:r w:rsidRPr="00843429">
        <w:rPr>
          <w:rtl/>
        </w:rPr>
        <w:t xml:space="preserve"> </w:t>
      </w:r>
      <w:r w:rsidRPr="00843429">
        <w:t>Why</w:t>
      </w:r>
      <w:r w:rsidRPr="00843429">
        <w:rPr>
          <w:rtl/>
        </w:rPr>
        <w:t xml:space="preserve"> </w:t>
      </w:r>
      <w:r w:rsidRPr="00843429">
        <w:t>does</w:t>
      </w:r>
      <w:r w:rsidRPr="00843429">
        <w:rPr>
          <w:rtl/>
        </w:rPr>
        <w:t xml:space="preserve"> </w:t>
      </w:r>
      <w:r w:rsidRPr="00843429">
        <w:t>Islam</w:t>
      </w:r>
      <w:r w:rsidRPr="00843429">
        <w:rPr>
          <w:rtl/>
        </w:rPr>
        <w:t xml:space="preserve"> </w:t>
      </w:r>
      <w:r w:rsidRPr="00843429">
        <w:t>attach</w:t>
      </w:r>
      <w:r w:rsidRPr="00843429">
        <w:rPr>
          <w:rtl/>
        </w:rPr>
        <w:t xml:space="preserve"> </w:t>
      </w:r>
      <w:r w:rsidRPr="00843429">
        <w:t>such</w:t>
      </w:r>
      <w:r w:rsidRPr="00843429">
        <w:rPr>
          <w:rtl/>
        </w:rPr>
        <w:t xml:space="preserve"> </w:t>
      </w:r>
      <w:r w:rsidRPr="00843429">
        <w:t>an</w:t>
      </w:r>
      <w:r w:rsidRPr="00843429">
        <w:rPr>
          <w:rtl/>
        </w:rPr>
        <w:t xml:space="preserve"> </w:t>
      </w:r>
      <w:r w:rsidRPr="00843429">
        <w:t>importance</w:t>
      </w:r>
      <w:r w:rsidRPr="00843429">
        <w:rPr>
          <w:rtl/>
        </w:rPr>
        <w:t xml:space="preserve"> </w:t>
      </w:r>
      <w:r w:rsidRPr="00843429">
        <w:t>to</w:t>
      </w:r>
      <w:r w:rsidRPr="00843429">
        <w:rPr>
          <w:rtl/>
        </w:rPr>
        <w:t xml:space="preserve"> </w:t>
      </w:r>
      <w:r w:rsidRPr="00843429">
        <w:t>maternity?</w:t>
      </w:r>
    </w:p>
    <w:p w:rsidR="002E0242" w:rsidRDefault="004E56E9" w:rsidP="00844CC1">
      <w:pPr>
        <w:pStyle w:val="libNormal"/>
      </w:pPr>
      <w:r w:rsidRPr="00843429">
        <w:t>3-</w:t>
      </w:r>
      <w:r w:rsidRPr="00843429">
        <w:rPr>
          <w:rtl/>
        </w:rPr>
        <w:t xml:space="preserve"> </w:t>
      </w:r>
      <w:r w:rsidRPr="00843429">
        <w:t>What</w:t>
      </w:r>
      <w:r w:rsidRPr="00843429">
        <w:rPr>
          <w:rtl/>
        </w:rPr>
        <w:t xml:space="preserve"> </w:t>
      </w:r>
      <w:r w:rsidRPr="00843429">
        <w:t>are</w:t>
      </w:r>
      <w:r w:rsidRPr="00843429">
        <w:rPr>
          <w:rtl/>
        </w:rPr>
        <w:t xml:space="preserve"> </w:t>
      </w:r>
      <w:r w:rsidRPr="00843429">
        <w:t>the</w:t>
      </w:r>
      <w:r w:rsidRPr="00843429">
        <w:rPr>
          <w:rtl/>
        </w:rPr>
        <w:t xml:space="preserve"> </w:t>
      </w:r>
      <w:r w:rsidRPr="00843429">
        <w:t>responsibilities</w:t>
      </w:r>
      <w:r w:rsidRPr="00843429">
        <w:rPr>
          <w:rtl/>
        </w:rPr>
        <w:t xml:space="preserve"> </w:t>
      </w:r>
      <w:r w:rsidRPr="00843429">
        <w:t>which</w:t>
      </w:r>
      <w:r w:rsidRPr="00843429">
        <w:rPr>
          <w:rtl/>
        </w:rPr>
        <w:t xml:space="preserve"> </w:t>
      </w:r>
      <w:r w:rsidRPr="00843429">
        <w:t>the</w:t>
      </w:r>
      <w:r w:rsidRPr="00843429">
        <w:rPr>
          <w:rtl/>
        </w:rPr>
        <w:t xml:space="preserve"> </w:t>
      </w:r>
      <w:r w:rsidRPr="00843429">
        <w:t>woman</w:t>
      </w:r>
      <w:r w:rsidRPr="00843429">
        <w:rPr>
          <w:rtl/>
        </w:rPr>
        <w:t xml:space="preserve"> </w:t>
      </w:r>
      <w:r w:rsidRPr="00843429">
        <w:t>is</w:t>
      </w:r>
      <w:r w:rsidRPr="00843429">
        <w:rPr>
          <w:rtl/>
        </w:rPr>
        <w:t xml:space="preserve"> </w:t>
      </w:r>
      <w:r w:rsidRPr="00843429">
        <w:t>charged</w:t>
      </w:r>
      <w:r w:rsidRPr="00843429">
        <w:rPr>
          <w:rtl/>
        </w:rPr>
        <w:t xml:space="preserve"> </w:t>
      </w:r>
      <w:r w:rsidRPr="00843429">
        <w:t>with?</w:t>
      </w:r>
    </w:p>
    <w:p w:rsidR="002E0242" w:rsidRDefault="004E56E9" w:rsidP="00844CC1">
      <w:pPr>
        <w:pStyle w:val="libNormal"/>
      </w:pPr>
      <w:r w:rsidRPr="00843429">
        <w:t>4-</w:t>
      </w:r>
      <w:r w:rsidRPr="00843429">
        <w:rPr>
          <w:rtl/>
        </w:rPr>
        <w:t xml:space="preserve"> </w:t>
      </w:r>
      <w:r w:rsidRPr="00843429">
        <w:t>What</w:t>
      </w:r>
      <w:r w:rsidRPr="00843429">
        <w:rPr>
          <w:rtl/>
        </w:rPr>
        <w:t xml:space="preserve"> </w:t>
      </w:r>
      <w:r w:rsidRPr="00843429">
        <w:t>must</w:t>
      </w:r>
      <w:r w:rsidRPr="00843429">
        <w:rPr>
          <w:rtl/>
        </w:rPr>
        <w:t xml:space="preserve"> </w:t>
      </w:r>
      <w:r w:rsidRPr="00843429">
        <w:t>the</w:t>
      </w:r>
      <w:r w:rsidRPr="00843429">
        <w:rPr>
          <w:rtl/>
        </w:rPr>
        <w:t xml:space="preserve"> </w:t>
      </w:r>
      <w:r w:rsidRPr="00843429">
        <w:t>educating</w:t>
      </w:r>
      <w:r w:rsidRPr="00843429">
        <w:rPr>
          <w:rtl/>
        </w:rPr>
        <w:t xml:space="preserve"> </w:t>
      </w:r>
      <w:r w:rsidRPr="00843429">
        <w:t>of</w:t>
      </w:r>
      <w:r w:rsidRPr="00843429">
        <w:rPr>
          <w:rtl/>
        </w:rPr>
        <w:t xml:space="preserve"> </w:t>
      </w:r>
      <w:r w:rsidRPr="00843429">
        <w:t>the</w:t>
      </w:r>
      <w:r w:rsidRPr="00843429">
        <w:rPr>
          <w:rtl/>
        </w:rPr>
        <w:t xml:space="preserve"> </w:t>
      </w:r>
      <w:r w:rsidRPr="00843429">
        <w:t>children</w:t>
      </w:r>
      <w:r w:rsidRPr="00843429">
        <w:rPr>
          <w:rtl/>
        </w:rPr>
        <w:t xml:space="preserve"> </w:t>
      </w:r>
      <w:r w:rsidRPr="00843429">
        <w:t>be</w:t>
      </w:r>
      <w:r w:rsidRPr="00843429">
        <w:rPr>
          <w:rtl/>
        </w:rPr>
        <w:t xml:space="preserve"> </w:t>
      </w:r>
      <w:r w:rsidRPr="00843429">
        <w:t>based</w:t>
      </w:r>
      <w:r w:rsidRPr="00843429">
        <w:rPr>
          <w:rtl/>
        </w:rPr>
        <w:t xml:space="preserve"> </w:t>
      </w:r>
      <w:r w:rsidRPr="00843429">
        <w:t>on?</w:t>
      </w:r>
    </w:p>
    <w:p w:rsidR="002E0242" w:rsidRDefault="004E56E9" w:rsidP="00844CC1">
      <w:pPr>
        <w:pStyle w:val="libNormal"/>
      </w:pPr>
      <w:r w:rsidRPr="00843429">
        <w:t>5- Mention</w:t>
      </w:r>
      <w:r w:rsidRPr="00843429">
        <w:rPr>
          <w:rtl/>
        </w:rPr>
        <w:t xml:space="preserve"> </w:t>
      </w:r>
      <w:r w:rsidRPr="00843429">
        <w:t>some</w:t>
      </w:r>
      <w:r w:rsidRPr="00843429">
        <w:rPr>
          <w:rtl/>
        </w:rPr>
        <w:t xml:space="preserve"> </w:t>
      </w:r>
      <w:r w:rsidRPr="00843429">
        <w:t>correct</w:t>
      </w:r>
      <w:r w:rsidRPr="00843429">
        <w:rPr>
          <w:rtl/>
        </w:rPr>
        <w:t xml:space="preserve"> </w:t>
      </w:r>
      <w:r w:rsidRPr="00843429">
        <w:t>methods</w:t>
      </w:r>
      <w:r w:rsidRPr="00843429">
        <w:rPr>
          <w:rtl/>
        </w:rPr>
        <w:t xml:space="preserve"> </w:t>
      </w:r>
      <w:r w:rsidRPr="00843429">
        <w:t>of</w:t>
      </w:r>
      <w:r w:rsidRPr="00843429">
        <w:rPr>
          <w:rtl/>
        </w:rPr>
        <w:t xml:space="preserve"> </w:t>
      </w:r>
      <w:r w:rsidRPr="00843429">
        <w:t>education.</w:t>
      </w:r>
    </w:p>
    <w:p w:rsidR="004E56E9" w:rsidRDefault="004E56E9" w:rsidP="004E56E9">
      <w:pPr>
        <w:pStyle w:val="Heading2Center"/>
      </w:pPr>
      <w:bookmarkStart w:id="151" w:name="_Toc418512341"/>
      <w:r w:rsidRPr="00843429">
        <w:t>For Reading</w:t>
      </w:r>
      <w:bookmarkEnd w:id="151"/>
    </w:p>
    <w:p w:rsidR="004E56E9" w:rsidRPr="00843429" w:rsidRDefault="004E56E9" w:rsidP="004E56E9">
      <w:pPr>
        <w:pStyle w:val="Heading3Center"/>
      </w:pPr>
      <w:bookmarkStart w:id="152" w:name="_Toc418512342"/>
      <w:r w:rsidRPr="00843429">
        <w:t>Fatima ibnat Al-Naser</w:t>
      </w:r>
      <w:bookmarkEnd w:id="152"/>
    </w:p>
    <w:p w:rsidR="002E0242" w:rsidRDefault="004E56E9" w:rsidP="00844CC1">
      <w:pPr>
        <w:pStyle w:val="libNormal"/>
      </w:pPr>
      <w:r w:rsidRPr="00844CC1">
        <w:t xml:space="preserve">She goes back in her blessed lineage to The Prince of the Believers Imam Ali ibn Abi Taleb </w:t>
      </w:r>
      <w:r w:rsidRPr="00844CC1">
        <w:rPr>
          <w:rStyle w:val="libItalicChar"/>
        </w:rPr>
        <w:t>(God’s peace bestowed upon him)</w:t>
      </w:r>
      <w:r w:rsidRPr="00843429">
        <w:t>. She is the mother of the two reverent Sayyeds and the great and noble scholars Mohammad Al-Ra’dee, the collector of The Path of Eloquence, and Ali  Al-Mourtada, one of the well known ancient scholars.</w:t>
      </w:r>
    </w:p>
    <w:p w:rsidR="002E0242" w:rsidRDefault="004E56E9" w:rsidP="00844CC1">
      <w:pPr>
        <w:pStyle w:val="libNormal"/>
      </w:pPr>
      <w:r w:rsidRPr="00843429">
        <w:lastRenderedPageBreak/>
        <w:t>This noble Alaweeyyeet [in reference to Imam Ali ibn Abi Taleb] woman had a luxurious life since she was not poor; however, this did not prevent her from being the most pious one among the women of her time. How would not she, being the daughter of Al-Naser who was known as Abdulhak [The Servant of The Truth] and who was master of Al-Talebyeet [also in reference to Imam Ali ibn Abi Taleb] at his time, be so?</w:t>
      </w:r>
    </w:p>
    <w:p w:rsidR="002E0242" w:rsidRDefault="004E56E9" w:rsidP="00844CC1">
      <w:pPr>
        <w:pStyle w:val="libNormal"/>
      </w:pPr>
      <w:r w:rsidRPr="00843429">
        <w:t xml:space="preserve">Ibn Abi Al-Hadeed relates an impressive story: “Fakhar ibn Mee’ad Al-Alawi Al-Mousawi </w:t>
      </w:r>
      <w:r w:rsidRPr="00844CC1">
        <w:rPr>
          <w:rStyle w:val="libItalicChar"/>
        </w:rPr>
        <w:t>(May God’s Mercy be bestowed upon him)</w:t>
      </w:r>
      <w:r w:rsidRPr="00844CC1">
        <w:t xml:space="preserve"> said, “The jurisprudent Imam Al-Moufeed Abdullah Mohammad ibn Al-Naaman had a dream in which as if Fatima ibnat God’s prophet </w:t>
      </w:r>
      <w:r w:rsidRPr="00844CC1">
        <w:rPr>
          <w:rStyle w:val="libItalicChar"/>
        </w:rPr>
        <w:t>(God’s prayers and peace bestowed upon him and his Household)</w:t>
      </w:r>
      <w:r w:rsidRPr="00844CC1">
        <w:t xml:space="preserve"> called on him while being in his mosque in Al-Karkh; she was taking along with her little Al-Hassan and Al-Houssein </w:t>
      </w:r>
      <w:r w:rsidRPr="00844CC1">
        <w:rPr>
          <w:rStyle w:val="libItalicChar"/>
        </w:rPr>
        <w:t>(God’s peace bestowed upon both)</w:t>
      </w:r>
      <w:r w:rsidRPr="00843429">
        <w:t>. She handed them to him and said, ‘Teach them jurisprudence.’ He woke up astonished of the dream he had.”</w:t>
      </w:r>
    </w:p>
    <w:p w:rsidR="004E56E9" w:rsidRPr="00843429" w:rsidRDefault="004E56E9" w:rsidP="00844CC1">
      <w:pPr>
        <w:pStyle w:val="libNormal"/>
      </w:pPr>
      <w:r w:rsidRPr="00843429">
        <w:t xml:space="preserve">“When the day of that night during which he had the dream broke, </w:t>
      </w:r>
      <w:smartTag w:uri="urn:schemas-microsoft-com:office:smarttags" w:element="place">
        <w:r w:rsidRPr="00843429">
          <w:t>Fatima</w:t>
        </w:r>
      </w:smartTag>
      <w:r w:rsidRPr="00843429">
        <w:t xml:space="preserve"> ibnat Al-Naser with her attendants and her little sons Mohammad Al-Ra’dee and Ali Al-Mourtada called on him in the mosque. He moved up, went towards them, and saluted them. Then, she said to him, ‘O Sheikh, I have brought my two sons, so that you will teach them jurisprudence.’ At that, Abou Abdullah wept and narrated for them the dream he had had.”</w:t>
      </w:r>
    </w:p>
    <w:p w:rsidR="004E56E9" w:rsidRPr="00843429" w:rsidRDefault="004E56E9" w:rsidP="00844CC1">
      <w:pPr>
        <w:pStyle w:val="libNormal"/>
      </w:pPr>
      <w:r w:rsidRPr="00843429">
        <w:t>“He taught them jurisprudence, and God bestowed His bounties upon them and opened in front of them the door of knowledge and merits which have been well known about them across the world and which will remain as long as time will.”</w:t>
      </w:r>
    </w:p>
    <w:p w:rsidR="002E0242" w:rsidRDefault="004E56E9" w:rsidP="00844CC1">
      <w:pPr>
        <w:pStyle w:val="libNormal"/>
      </w:pPr>
      <w:r w:rsidRPr="00843429">
        <w:t xml:space="preserve">This tender mother </w:t>
      </w:r>
      <w:r w:rsidRPr="00844CC1">
        <w:rPr>
          <w:rStyle w:val="libItalicChar"/>
        </w:rPr>
        <w:t>(May God be pleased with her)</w:t>
      </w:r>
      <w:r w:rsidRPr="00843429">
        <w:t xml:space="preserve"> bid farewell to this</w:t>
      </w:r>
    </w:p>
    <w:p w:rsidR="002E0242" w:rsidRDefault="004E56E9" w:rsidP="00844CC1">
      <w:pPr>
        <w:pStyle w:val="libNormal"/>
      </w:pPr>
      <w:r w:rsidRPr="00843429">
        <w:t>evanescent life after she had been assured as regards her sons and after she had been delighted with them. She passed away on Sacred Thou Al-Houjja, 385 of immigration when Al-Shareef Al-Mourtada was 30 years old and his brother Al-Shareef Al-Ra’dee was 26 years old.</w:t>
      </w:r>
    </w:p>
    <w:p w:rsidR="004E56E9" w:rsidRPr="00843429" w:rsidRDefault="004E56E9" w:rsidP="00844CC1">
      <w:pPr>
        <w:pStyle w:val="libNormal"/>
      </w:pPr>
      <w:r w:rsidRPr="00843429">
        <w:t>Al-Shareef Al-Ra’dee wrote on her an elegy made up of 68 verses and rhymed with the Arabic sound “æ”. It starts with:</w:t>
      </w:r>
    </w:p>
    <w:p w:rsidR="004E56E9" w:rsidRPr="00843429" w:rsidRDefault="004E56E9" w:rsidP="00844CC1">
      <w:pPr>
        <w:pStyle w:val="libCenter"/>
      </w:pPr>
      <w:r w:rsidRPr="00843429">
        <w:t>I am lamenting you with the hope that my grief be quenched</w:t>
      </w:r>
    </w:p>
    <w:p w:rsidR="004E56E9" w:rsidRPr="00843429" w:rsidRDefault="004E56E9" w:rsidP="00844CC1">
      <w:pPr>
        <w:pStyle w:val="libCenter"/>
      </w:pPr>
      <w:r w:rsidRPr="00843429">
        <w:t>I am talking about you with the hope that my disease be cured</w:t>
      </w:r>
    </w:p>
    <w:p w:rsidR="004E56E9" w:rsidRPr="00843429" w:rsidRDefault="004E56E9" w:rsidP="00844CC1">
      <w:pPr>
        <w:pStyle w:val="libCenter"/>
      </w:pPr>
      <w:r w:rsidRPr="00843429">
        <w:t>And I seek condolence in the promising patience</w:t>
      </w:r>
    </w:p>
    <w:p w:rsidR="004E56E9" w:rsidRDefault="004E56E9" w:rsidP="00844CC1">
      <w:pPr>
        <w:pStyle w:val="libCenter"/>
      </w:pPr>
      <w:r w:rsidRPr="00843429">
        <w:t>With the hope that in the promising patience be my condolence</w:t>
      </w:r>
    </w:p>
    <w:p w:rsidR="004E56E9" w:rsidRDefault="004E56E9" w:rsidP="00712236">
      <w:pPr>
        <w:pStyle w:val="libNormal"/>
      </w:pPr>
      <w:r>
        <w:br w:type="page"/>
      </w:r>
    </w:p>
    <w:p w:rsidR="004E56E9" w:rsidRPr="00843429" w:rsidRDefault="004E56E9" w:rsidP="004E56E9">
      <w:pPr>
        <w:pStyle w:val="Heading1Center"/>
      </w:pPr>
      <w:bookmarkStart w:id="153" w:name="_Toc418512343"/>
      <w:r w:rsidRPr="00843429">
        <w:lastRenderedPageBreak/>
        <w:t>Lesson Ten</w:t>
      </w:r>
      <w:r>
        <w:t xml:space="preserve">: </w:t>
      </w:r>
      <w:r w:rsidRPr="00843429">
        <w:t>Woman’s Work and Struggle For God’s Sake</w:t>
      </w:r>
      <w:bookmarkEnd w:id="153"/>
    </w:p>
    <w:p w:rsidR="004E56E9" w:rsidRPr="00843429" w:rsidRDefault="004E56E9" w:rsidP="004E56E9">
      <w:pPr>
        <w:pStyle w:val="Heading2Center"/>
      </w:pPr>
      <w:bookmarkStart w:id="154" w:name="_Toc418512344"/>
      <w:r w:rsidRPr="00843429">
        <w:t>Woman’s Work</w:t>
      </w:r>
      <w:bookmarkEnd w:id="154"/>
    </w:p>
    <w:p w:rsidR="002E0242" w:rsidRDefault="004E56E9" w:rsidP="00844CC1">
      <w:pPr>
        <w:pStyle w:val="libNormal"/>
      </w:pPr>
      <w:r w:rsidRPr="00843429">
        <w:t>The works of the human being can in general be classified into three parts. The first one includes the personal works which are related to the peculiarities of the individual human being, such as: the worship which the human being performs for the sake of his/ her individual perfection, the care for some materialistic issues which are associated to the appearance and the possessions, etc.</w:t>
      </w:r>
    </w:p>
    <w:p w:rsidR="002E0242" w:rsidRDefault="004E56E9" w:rsidP="00844CC1">
      <w:pPr>
        <w:pStyle w:val="libNormal"/>
      </w:pPr>
      <w:r w:rsidRPr="00843429">
        <w:t>The second one includes the works which have a familial dimension. These works are divided into subparts: Some of them aim at providing for the materialistic needs of the family i. e. the food, the drink, the clothes, etc. And some of them aim at supplying the family with the spiritual needs i. e. education, guidance, etc.</w:t>
      </w:r>
    </w:p>
    <w:p w:rsidR="002E0242" w:rsidRDefault="004E56E9" w:rsidP="00844CC1">
      <w:pPr>
        <w:pStyle w:val="libNormal"/>
      </w:pPr>
      <w:r w:rsidRPr="00843429">
        <w:t>The third part includes the works which have a social dimension and which the human being performs in order to carry out his/ her positive role in the reformation of the society, improvement of its conditions, conformation to its circumstances, etc.</w:t>
      </w:r>
    </w:p>
    <w:p w:rsidR="002E0242" w:rsidRDefault="004E56E9" w:rsidP="00844CC1">
      <w:pPr>
        <w:pStyle w:val="libNormal"/>
      </w:pPr>
      <w:r w:rsidRPr="00843429">
        <w:t>As regards the first part which includes the interest in the individual peculiarities, it is doubtless that the woman has the right to perform these works in general. Even more, this is desirable, for it is demanded that she cares about her appearance and that she adorns and improves it in front of her husband. It is also demanded that she cares about her special possessions without wastefulness, damaging, loss, etc.</w:t>
      </w:r>
    </w:p>
    <w:p w:rsidR="002E0242" w:rsidRDefault="004E56E9" w:rsidP="00844CC1">
      <w:pPr>
        <w:pStyle w:val="libNormal"/>
      </w:pPr>
      <w:r w:rsidRPr="00843429">
        <w:t>To be added is the worship which is regarded to be the aim of the existence of the human being: (And I created not the jinns and humans except they should worship Me (Alone))</w:t>
      </w:r>
      <w:r w:rsidRPr="00844CC1">
        <w:rPr>
          <w:rStyle w:val="libFootnotenumChar"/>
        </w:rPr>
        <w:endnoteReference w:id="167"/>
      </w:r>
      <w:r w:rsidRPr="00843429">
        <w:t>.</w:t>
      </w:r>
    </w:p>
    <w:p w:rsidR="002E0242" w:rsidRDefault="004E56E9" w:rsidP="00844CC1">
      <w:pPr>
        <w:pStyle w:val="libNormal"/>
      </w:pPr>
      <w:r w:rsidRPr="00843429">
        <w:t>As regards the third part, it is doubtless that the woman is assigned with a general social role which she must carry out: (The believers, men and  women,  are Awlyia (supporters, helpers, friends, protectors) of one another, they enjoin Al-Maruf (i. e. Islamic monotheism, and all that Islam orders one to do) and forbid from AL-Munkar (i. e. polytheism and disbelief of all kinds, and all that Islam has forbidden); they perform the prayer and give the alms and obey Allah and His Messenger. Allah will have His Mercy on them. Surely, Allah is All Mighty All Wise)</w:t>
      </w:r>
      <w:r w:rsidRPr="00844CC1">
        <w:rPr>
          <w:rStyle w:val="libFootnotenumChar"/>
        </w:rPr>
        <w:endnoteReference w:id="168"/>
      </w:r>
      <w:r w:rsidRPr="00843429">
        <w:t>.</w:t>
      </w:r>
    </w:p>
    <w:p w:rsidR="002E0242" w:rsidRDefault="004E56E9" w:rsidP="00844CC1">
      <w:pPr>
        <w:pStyle w:val="libNormal"/>
      </w:pPr>
      <w:r w:rsidRPr="00843429">
        <w:t>The scope of this role may, in accordance to the woman’s capacities and the priorities governing her life in addition to the conditions of the society, widen to reach the entire nation or narrow to be included just within a specific frame.</w:t>
      </w:r>
    </w:p>
    <w:p w:rsidR="002E0242" w:rsidRDefault="004E56E9" w:rsidP="00844CC1">
      <w:pPr>
        <w:pStyle w:val="libNormal"/>
      </w:pPr>
      <w:r w:rsidRPr="00843429">
        <w:t>Still to be discussed is the second part. It is doubtless that the woman has a major role as regards the supply of her children with the spiritual needs i. e. education, guidance, etc. But when the subject under discussion is the woman’s work, the question raised is related to the providing for the materialistic needs of the family by means of working outside the house in order to procure the livelihood. What is the attitude from this kind of work?</w:t>
      </w:r>
    </w:p>
    <w:p w:rsidR="002E0242" w:rsidRDefault="004E56E9" w:rsidP="004E56E9">
      <w:pPr>
        <w:pStyle w:val="Heading2Center"/>
      </w:pPr>
      <w:bookmarkStart w:id="155" w:name="_Toc418512345"/>
      <w:r w:rsidRPr="00843429">
        <w:t>Woman’s Original Work</w:t>
      </w:r>
      <w:bookmarkEnd w:id="155"/>
    </w:p>
    <w:p w:rsidR="002E0242" w:rsidRDefault="004E56E9" w:rsidP="00844CC1">
      <w:pPr>
        <w:pStyle w:val="libNormal"/>
      </w:pPr>
      <w:r w:rsidRPr="00844CC1">
        <w:t xml:space="preserve">Islam did not assign to the woman the responsibility of procuring the livelihood for the family; on the other hand, Islam imposed this responsibility on the man. When The Prophet </w:t>
      </w:r>
      <w:r w:rsidRPr="00844CC1">
        <w:rPr>
          <w:rStyle w:val="libItalicChar"/>
        </w:rPr>
        <w:t>(God’s prayers and peace bestowed upon him and his Household)</w:t>
      </w:r>
      <w:r w:rsidRPr="00844CC1">
        <w:t xml:space="preserve"> divided the work of the family between his daughter Sayyda Fatima </w:t>
      </w:r>
      <w:r w:rsidRPr="00844CC1">
        <w:rPr>
          <w:rStyle w:val="libItalicChar"/>
        </w:rPr>
        <w:t>(God’s peace bestowed upon her)</w:t>
      </w:r>
      <w:r w:rsidRPr="00844CC1">
        <w:t xml:space="preserve"> and his son in law Imam Ali </w:t>
      </w:r>
      <w:r w:rsidRPr="00844CC1">
        <w:rPr>
          <w:rStyle w:val="libItalicChar"/>
        </w:rPr>
        <w:t>(God’s peace bestowed upon him)</w:t>
      </w:r>
      <w:r w:rsidRPr="00843429">
        <w:t>, he assigned her with the work inside the house and him with the work outside the house.</w:t>
      </w:r>
    </w:p>
    <w:p w:rsidR="002E0242" w:rsidRDefault="004E56E9" w:rsidP="00844CC1">
      <w:pPr>
        <w:pStyle w:val="libNormal"/>
      </w:pPr>
      <w:r w:rsidRPr="00843429">
        <w:t>This manner represents the healthy situation for the happy family where every member carries out his/ her special responsibility which adequates to his/ her personality and nature, in order that he/ she will complement with the other members in filling in the gaps and in procuring the materialistic and spiritual needs inside and outside the house.</w:t>
      </w:r>
    </w:p>
    <w:p w:rsidR="004E56E9" w:rsidRPr="00843429" w:rsidRDefault="004E56E9" w:rsidP="00844CC1">
      <w:pPr>
        <w:pStyle w:val="libNormal"/>
      </w:pPr>
      <w:r w:rsidRPr="00843429">
        <w:lastRenderedPageBreak/>
        <w:t>In spite of this, Islam did not prohibit the woman’s work outside the house if this is within the correct religious rules. Even more, this work becomes preferable in some cases, among which we mention the following:</w:t>
      </w:r>
    </w:p>
    <w:p w:rsidR="004E56E9" w:rsidRPr="00843429" w:rsidRDefault="004E56E9" w:rsidP="004E56E9">
      <w:pPr>
        <w:pStyle w:val="Heading3Center"/>
      </w:pPr>
      <w:bookmarkStart w:id="156" w:name="_Toc418512346"/>
      <w:r w:rsidRPr="00843429">
        <w:t>1- In Case of Financial Need</w:t>
      </w:r>
      <w:bookmarkEnd w:id="156"/>
    </w:p>
    <w:p w:rsidR="004E56E9" w:rsidRPr="00843429" w:rsidRDefault="004E56E9" w:rsidP="00844CC1">
      <w:pPr>
        <w:pStyle w:val="libNormal"/>
      </w:pPr>
      <w:r w:rsidRPr="00844CC1">
        <w:t xml:space="preserve">Seeking after the religiously permissible livelihood is regarded to be a worship as is ascribed to The Noblest Prophet </w:t>
      </w:r>
      <w:r w:rsidRPr="00844CC1">
        <w:rPr>
          <w:rStyle w:val="libItalicChar"/>
        </w:rPr>
        <w:t>(God’s prayers and peace bestowed upon him and his Household)</w:t>
      </w:r>
      <w:r w:rsidRPr="00844CC1">
        <w:t>, “The worship is made up of seventy parts, the best of which is to seek after what is religiously permissible.”</w:t>
      </w:r>
      <w:r w:rsidRPr="00844CC1">
        <w:rPr>
          <w:rStyle w:val="libFootnotenumChar"/>
        </w:rPr>
        <w:endnoteReference w:id="169"/>
      </w:r>
    </w:p>
    <w:p w:rsidR="002E0242" w:rsidRDefault="004E56E9" w:rsidP="00844CC1">
      <w:pPr>
        <w:pStyle w:val="libNormal"/>
      </w:pPr>
      <w:r w:rsidRPr="00843429">
        <w:t>If the woman and those whom she provides for, in case there are persons whom she provides for, are in a financial need, it is doubtless that her work becomes preferred and demanded and will be better than that she be afflicted with poverty or be obliged to humiliate herself in order to get the help of the other people.</w:t>
      </w:r>
    </w:p>
    <w:p w:rsidR="002E0242" w:rsidRDefault="004E56E9" w:rsidP="004E56E9">
      <w:pPr>
        <w:pStyle w:val="Heading3Center"/>
      </w:pPr>
      <w:bookmarkStart w:id="157" w:name="_Toc418512347"/>
      <w:r w:rsidRPr="00843429">
        <w:t>2- In Case of Free Time</w:t>
      </w:r>
      <w:bookmarkEnd w:id="157"/>
    </w:p>
    <w:p w:rsidR="004E56E9" w:rsidRPr="00843429" w:rsidRDefault="004E56E9" w:rsidP="00844CC1">
      <w:pPr>
        <w:pStyle w:val="libNormal"/>
      </w:pPr>
      <w:r w:rsidRPr="00844CC1">
        <w:t xml:space="preserve">Islam refuses the free time and laziness. It is related in the narrative ascribed to Imam Musa Al-Kathem </w:t>
      </w:r>
      <w:r w:rsidRPr="00844CC1">
        <w:rPr>
          <w:rStyle w:val="libItalicChar"/>
        </w:rPr>
        <w:t>(God’s peace bestowed upon him)</w:t>
      </w:r>
      <w:r w:rsidRPr="00844CC1">
        <w:t xml:space="preserve"> that he said, “The Most Glorious and Reverent God detests the servant who sleeps a lot and who has nothing to do.”</w:t>
      </w:r>
      <w:r w:rsidRPr="00844CC1">
        <w:rPr>
          <w:rStyle w:val="libFootnotenumChar"/>
        </w:rPr>
        <w:endnoteReference w:id="170"/>
      </w:r>
    </w:p>
    <w:p w:rsidR="002E0242" w:rsidRDefault="004E56E9" w:rsidP="00844CC1">
      <w:pPr>
        <w:pStyle w:val="libNormal"/>
      </w:pPr>
      <w:r w:rsidRPr="00843429">
        <w:t>In case a woman has a lot of free times to the extent that if she does not occupy them with work, she will be a conformation of the servant who sleeps a lot and who has nothing to do, then it is preferable for her to work.</w:t>
      </w:r>
    </w:p>
    <w:p w:rsidR="004E56E9" w:rsidRPr="00843429" w:rsidRDefault="004E56E9" w:rsidP="004E56E9">
      <w:pPr>
        <w:pStyle w:val="Heading3Center"/>
      </w:pPr>
      <w:bookmarkStart w:id="158" w:name="_Toc418512348"/>
      <w:r w:rsidRPr="00843429">
        <w:t>3- A Special Importance Attached to Work</w:t>
      </w:r>
      <w:bookmarkEnd w:id="158"/>
    </w:p>
    <w:p w:rsidR="002E0242" w:rsidRDefault="004E56E9" w:rsidP="00844CC1">
      <w:pPr>
        <w:pStyle w:val="libNormal"/>
      </w:pPr>
      <w:r w:rsidRPr="00843429">
        <w:t>The work which the woman performs may be very important from the religious aspect, such as: the institutions which spread the religion among the people, which reform the society, and which are interested in the social work; or the specialization in the feminine medicine; etc. The woman may be occupied with these important works in order to serve the religion and the society, and she may receive money i. e. salary in change for the work she performs, so that she will live honorably and nobly.</w:t>
      </w:r>
    </w:p>
    <w:p w:rsidR="002E0242" w:rsidRDefault="004E56E9" w:rsidP="00844CC1">
      <w:pPr>
        <w:pStyle w:val="libNormal"/>
      </w:pPr>
      <w:r w:rsidRPr="00843429">
        <w:t>These works, even though they procure the livelihood, basically aim at the service of the religion and the society; therefore, they remain to be preferred for themselves.</w:t>
      </w:r>
    </w:p>
    <w:p w:rsidR="004E56E9" w:rsidRPr="00843429" w:rsidRDefault="004E56E9" w:rsidP="004E56E9">
      <w:pPr>
        <w:pStyle w:val="Heading2Center"/>
      </w:pPr>
      <w:bookmarkStart w:id="159" w:name="_Toc418512349"/>
      <w:r w:rsidRPr="00843429">
        <w:t>Abidance to the Religious Rules</w:t>
      </w:r>
      <w:bookmarkEnd w:id="159"/>
    </w:p>
    <w:p w:rsidR="004E56E9" w:rsidRPr="00843429" w:rsidRDefault="004E56E9" w:rsidP="00844CC1">
      <w:pPr>
        <w:pStyle w:val="libNormal"/>
      </w:pPr>
      <w:r w:rsidRPr="00843429">
        <w:t>The woman’s work must be within the frame of healthy environments which take into consideration the religious rules, among which two points are prominent:</w:t>
      </w:r>
    </w:p>
    <w:p w:rsidR="002E0242" w:rsidRDefault="004E56E9" w:rsidP="00844CC1">
      <w:pPr>
        <w:pStyle w:val="libNormal"/>
      </w:pPr>
      <w:r w:rsidRPr="00843429">
        <w:t>1- The</w:t>
      </w:r>
      <w:r w:rsidRPr="00843429">
        <w:rPr>
          <w:rtl/>
        </w:rPr>
        <w:t xml:space="preserve"> </w:t>
      </w:r>
      <w:r w:rsidRPr="00843429">
        <w:t>woman</w:t>
      </w:r>
      <w:r w:rsidRPr="00843429">
        <w:rPr>
          <w:rtl/>
        </w:rPr>
        <w:t xml:space="preserve"> </w:t>
      </w:r>
      <w:r w:rsidRPr="00843429">
        <w:t>must</w:t>
      </w:r>
      <w:r w:rsidRPr="00843429">
        <w:rPr>
          <w:rtl/>
        </w:rPr>
        <w:t xml:space="preserve"> </w:t>
      </w:r>
      <w:r w:rsidRPr="00843429">
        <w:t>turn</w:t>
      </w:r>
      <w:r w:rsidRPr="00843429">
        <w:rPr>
          <w:rtl/>
        </w:rPr>
        <w:t xml:space="preserve"> </w:t>
      </w:r>
      <w:r w:rsidRPr="00843429">
        <w:t>away</w:t>
      </w:r>
      <w:r w:rsidRPr="00843429">
        <w:rPr>
          <w:rtl/>
        </w:rPr>
        <w:t xml:space="preserve"> </w:t>
      </w:r>
      <w:r w:rsidRPr="00843429">
        <w:t>as</w:t>
      </w:r>
      <w:r w:rsidRPr="00843429">
        <w:rPr>
          <w:rtl/>
        </w:rPr>
        <w:t xml:space="preserve"> </w:t>
      </w:r>
      <w:r w:rsidRPr="00843429">
        <w:t>much</w:t>
      </w:r>
      <w:r w:rsidRPr="00843429">
        <w:rPr>
          <w:rtl/>
        </w:rPr>
        <w:t xml:space="preserve"> </w:t>
      </w:r>
      <w:r w:rsidRPr="00843429">
        <w:t>as</w:t>
      </w:r>
      <w:r w:rsidRPr="00843429">
        <w:rPr>
          <w:rtl/>
        </w:rPr>
        <w:t xml:space="preserve"> </w:t>
      </w:r>
      <w:r w:rsidRPr="00843429">
        <w:t>possible</w:t>
      </w:r>
      <w:r w:rsidRPr="00843429">
        <w:rPr>
          <w:rtl/>
        </w:rPr>
        <w:t xml:space="preserve"> </w:t>
      </w:r>
      <w:r w:rsidRPr="00843429">
        <w:t>from</w:t>
      </w:r>
      <w:r w:rsidRPr="00843429">
        <w:rPr>
          <w:rtl/>
        </w:rPr>
        <w:t xml:space="preserve"> </w:t>
      </w:r>
      <w:r w:rsidRPr="00843429">
        <w:t>being</w:t>
      </w:r>
      <w:r w:rsidRPr="00843429">
        <w:rPr>
          <w:rtl/>
        </w:rPr>
        <w:t xml:space="preserve"> </w:t>
      </w:r>
      <w:r w:rsidRPr="00843429">
        <w:t>with</w:t>
      </w:r>
      <w:r w:rsidRPr="00843429">
        <w:rPr>
          <w:rtl/>
        </w:rPr>
        <w:t xml:space="preserve"> </w:t>
      </w:r>
      <w:r w:rsidRPr="00843429">
        <w:t>men</w:t>
      </w:r>
      <w:r w:rsidRPr="00843429">
        <w:rPr>
          <w:rtl/>
        </w:rPr>
        <w:t xml:space="preserve"> </w:t>
      </w:r>
      <w:r w:rsidRPr="00843429">
        <w:t>at</w:t>
      </w:r>
      <w:r w:rsidRPr="00843429">
        <w:rPr>
          <w:rtl/>
        </w:rPr>
        <w:t xml:space="preserve"> </w:t>
      </w:r>
      <w:r w:rsidRPr="00843429">
        <w:t>the</w:t>
      </w:r>
      <w:r w:rsidRPr="00843429">
        <w:rPr>
          <w:rtl/>
        </w:rPr>
        <w:t xml:space="preserve"> </w:t>
      </w:r>
      <w:r w:rsidRPr="00843429">
        <w:t>same</w:t>
      </w:r>
      <w:r w:rsidRPr="00843429">
        <w:rPr>
          <w:rtl/>
        </w:rPr>
        <w:t xml:space="preserve"> </w:t>
      </w:r>
      <w:r w:rsidRPr="00843429">
        <w:t>place. Also, she</w:t>
      </w:r>
      <w:r w:rsidRPr="00843429">
        <w:rPr>
          <w:rtl/>
        </w:rPr>
        <w:t xml:space="preserve"> </w:t>
      </w:r>
      <w:r w:rsidRPr="00843429">
        <w:t>must</w:t>
      </w:r>
      <w:r w:rsidRPr="00843429">
        <w:rPr>
          <w:rtl/>
        </w:rPr>
        <w:t xml:space="preserve"> </w:t>
      </w:r>
      <w:r w:rsidRPr="00843429">
        <w:t>abide</w:t>
      </w:r>
      <w:r w:rsidRPr="00843429">
        <w:rPr>
          <w:rtl/>
        </w:rPr>
        <w:t xml:space="preserve"> </w:t>
      </w:r>
      <w:r w:rsidRPr="00843429">
        <w:t>to</w:t>
      </w:r>
      <w:r w:rsidRPr="00843429">
        <w:rPr>
          <w:rtl/>
        </w:rPr>
        <w:t xml:space="preserve"> </w:t>
      </w:r>
      <w:r w:rsidRPr="00843429">
        <w:t>the</w:t>
      </w:r>
      <w:r w:rsidRPr="00843429">
        <w:rPr>
          <w:rtl/>
        </w:rPr>
        <w:t xml:space="preserve"> </w:t>
      </w:r>
      <w:r w:rsidRPr="00843429">
        <w:t>religious</w:t>
      </w:r>
      <w:r w:rsidRPr="00843429">
        <w:rPr>
          <w:rtl/>
        </w:rPr>
        <w:t xml:space="preserve"> </w:t>
      </w:r>
      <w:r w:rsidRPr="00843429">
        <w:t>veil. And</w:t>
      </w:r>
      <w:r w:rsidRPr="00843429">
        <w:rPr>
          <w:rtl/>
        </w:rPr>
        <w:t xml:space="preserve"> </w:t>
      </w:r>
      <w:r w:rsidRPr="00843429">
        <w:t>she</w:t>
      </w:r>
      <w:r w:rsidRPr="00843429">
        <w:rPr>
          <w:rtl/>
        </w:rPr>
        <w:t xml:space="preserve"> </w:t>
      </w:r>
      <w:r w:rsidRPr="00843429">
        <w:t>must</w:t>
      </w:r>
      <w:r w:rsidRPr="00843429">
        <w:rPr>
          <w:rtl/>
        </w:rPr>
        <w:t xml:space="preserve"> </w:t>
      </w:r>
      <w:r w:rsidRPr="00843429">
        <w:t>consider</w:t>
      </w:r>
      <w:r w:rsidRPr="00843429">
        <w:rPr>
          <w:rtl/>
        </w:rPr>
        <w:t xml:space="preserve"> </w:t>
      </w:r>
      <w:r w:rsidRPr="00843429">
        <w:t>the</w:t>
      </w:r>
      <w:r w:rsidRPr="00843429">
        <w:rPr>
          <w:rtl/>
        </w:rPr>
        <w:t xml:space="preserve"> </w:t>
      </w:r>
      <w:r w:rsidRPr="00843429">
        <w:t>religious</w:t>
      </w:r>
      <w:r w:rsidRPr="00843429">
        <w:rPr>
          <w:rtl/>
        </w:rPr>
        <w:t xml:space="preserve"> </w:t>
      </w:r>
      <w:r w:rsidRPr="00843429">
        <w:t>rules</w:t>
      </w:r>
      <w:r w:rsidRPr="00843429">
        <w:rPr>
          <w:rtl/>
        </w:rPr>
        <w:t xml:space="preserve"> </w:t>
      </w:r>
      <w:r w:rsidRPr="00843429">
        <w:t>in</w:t>
      </w:r>
      <w:r w:rsidRPr="00843429">
        <w:rPr>
          <w:rtl/>
        </w:rPr>
        <w:t xml:space="preserve"> </w:t>
      </w:r>
      <w:r w:rsidRPr="00843429">
        <w:t>her</w:t>
      </w:r>
      <w:r w:rsidRPr="00843429">
        <w:rPr>
          <w:rtl/>
        </w:rPr>
        <w:t xml:space="preserve"> </w:t>
      </w:r>
      <w:r w:rsidRPr="00843429">
        <w:t>behavior.</w:t>
      </w:r>
    </w:p>
    <w:p w:rsidR="004E56E9" w:rsidRPr="00712236" w:rsidRDefault="004E56E9" w:rsidP="00712236">
      <w:pPr>
        <w:pStyle w:val="libNormal"/>
      </w:pPr>
      <w:r w:rsidRPr="00712236">
        <w:t xml:space="preserve">Imam Al-Khomeini </w:t>
      </w:r>
      <w:r w:rsidRPr="00844CC1">
        <w:rPr>
          <w:rStyle w:val="libItalicChar"/>
        </w:rPr>
        <w:t>(May his secret be sacred)</w:t>
      </w:r>
      <w:r w:rsidRPr="00712236">
        <w:t xml:space="preserve"> said in this course, “Let the woman work but while putting on the veil. There is no objection to her work in the governmental bureaus, but she must take into consideration the religious veil and the adherence to the religious rules.”</w:t>
      </w:r>
      <w:r w:rsidRPr="00844CC1">
        <w:rPr>
          <w:rStyle w:val="libFootnotenumChar"/>
        </w:rPr>
        <w:endnoteReference w:id="171"/>
      </w:r>
    </w:p>
    <w:p w:rsidR="004E56E9" w:rsidRPr="00712236" w:rsidRDefault="004E56E9" w:rsidP="00712236">
      <w:pPr>
        <w:pStyle w:val="libNormal"/>
      </w:pPr>
      <w:r w:rsidRPr="00712236">
        <w:t xml:space="preserve">2- If the work performed by the woman demands that she gets out of her house, she must get the permission of her husband in case she is married. According to the religious opinion of Imam Al-Khomeini </w:t>
      </w:r>
      <w:r w:rsidRPr="00844CC1">
        <w:rPr>
          <w:rStyle w:val="libItalicChar"/>
        </w:rPr>
        <w:t>(May his secret be sacred)</w:t>
      </w:r>
      <w:r w:rsidRPr="00712236">
        <w:t>, “Her getting out of the house must be permitted by her husband.”</w:t>
      </w:r>
    </w:p>
    <w:p w:rsidR="004E56E9" w:rsidRDefault="004E56E9" w:rsidP="004E56E9">
      <w:pPr>
        <w:pStyle w:val="Heading2Center"/>
      </w:pPr>
      <w:bookmarkStart w:id="160" w:name="_Toc418512350"/>
      <w:r w:rsidRPr="00843429">
        <w:t>The Military Struggle for God’s Sake</w:t>
      </w:r>
      <w:bookmarkEnd w:id="160"/>
    </w:p>
    <w:p w:rsidR="004E56E9" w:rsidRPr="00843429" w:rsidRDefault="004E56E9" w:rsidP="004E56E9">
      <w:pPr>
        <w:pStyle w:val="Heading3Center"/>
      </w:pPr>
      <w:bookmarkStart w:id="161" w:name="_Toc418512351"/>
      <w:r w:rsidRPr="00843429">
        <w:t>Woman’s Role in the Struggle for God’s Sake</w:t>
      </w:r>
      <w:bookmarkEnd w:id="161"/>
    </w:p>
    <w:p w:rsidR="002E0242" w:rsidRDefault="004E56E9" w:rsidP="00844CC1">
      <w:pPr>
        <w:pStyle w:val="libNormal"/>
      </w:pPr>
      <w:r w:rsidRPr="00843429">
        <w:t>May the woman participate in the military work? Or is this kind of work exclusive to the man? If she is permitted to, is this permissibility restricted to certain works rather than other works or to certain kinds of struggle for God’s sake rather than other kinds?</w:t>
      </w:r>
    </w:p>
    <w:p w:rsidR="002E0242" w:rsidRDefault="004E56E9" w:rsidP="00844CC1">
      <w:pPr>
        <w:pStyle w:val="libNormal"/>
      </w:pPr>
      <w:r w:rsidRPr="00843429">
        <w:lastRenderedPageBreak/>
        <w:t>We are going to reflect upon these issues each by itself, so that the picture will be clear and exact.</w:t>
      </w:r>
    </w:p>
    <w:p w:rsidR="002E0242" w:rsidRDefault="004E56E9" w:rsidP="004E56E9">
      <w:pPr>
        <w:pStyle w:val="Heading3Center"/>
      </w:pPr>
      <w:bookmarkStart w:id="162" w:name="_Toc418512352"/>
      <w:r w:rsidRPr="00843429">
        <w:t>What Is Meant by the Military Work?</w:t>
      </w:r>
      <w:bookmarkEnd w:id="162"/>
    </w:p>
    <w:p w:rsidR="002E0242" w:rsidRDefault="004E56E9" w:rsidP="00844CC1">
      <w:pPr>
        <w:pStyle w:val="libNormal"/>
      </w:pPr>
      <w:r w:rsidRPr="00843429">
        <w:t>The military work demands a huge effort covered by all those working in the field of struggle for God’s sake. It is, therefore, not restricted to the resistant who takes up the rifle and shots the bullets towards the enemy directly, in spite of the fact that it represents the appearance and consequence and critical moment of the struggle for God’s sake.</w:t>
      </w:r>
    </w:p>
    <w:p w:rsidR="002E0242" w:rsidRDefault="004E56E9" w:rsidP="00844CC1">
      <w:pPr>
        <w:pStyle w:val="libNormal"/>
      </w:pPr>
      <w:r w:rsidRPr="00843429">
        <w:t>Thus, the military work includes all the workers who provide the resistants with weapons at one hand; the workers who furnish them with food and clothes at another hand; the ambulance team who treats the wounds of the resistants, so that they will be able to go back to the arenas of confrontation at a third hand; in addition to a lot of missions which build up in order to enable the resistant to carry on by means of the consequence of this effort, to take up his weapon, and to direct the hits towards the enemies; etc.</w:t>
      </w:r>
    </w:p>
    <w:p w:rsidR="002E0242" w:rsidRDefault="004E56E9" w:rsidP="00844CC1">
      <w:pPr>
        <w:pStyle w:val="libNormal"/>
      </w:pPr>
      <w:r w:rsidRPr="00843429">
        <w:t>It is, therefore, doubtless that the woman can participate in a lot of these mission. Even more, it is required from her that she covers such missions which support the front line and which provide for the resistants’ needs. The woman is considered to be a major reason for the continuation of the struggle for God’s sake. She can work in furnishing the resistants with food and clothes. She can be a nurse or a doctor who treats the wounds. She can as well help in all the logistic actions.</w:t>
      </w:r>
    </w:p>
    <w:p w:rsidR="004E56E9" w:rsidRPr="00843429" w:rsidRDefault="004E56E9" w:rsidP="00844CC1">
      <w:pPr>
        <w:pStyle w:val="libNormal"/>
      </w:pPr>
      <w:r w:rsidRPr="00843429">
        <w:t xml:space="preserve">Moreover, it is well known in the Prophetic chronicle that the woman played a prominent role in the wars as regards supplying the fighters with food and the treatment of the wounds. Imam Al-Khomeini </w:t>
      </w:r>
      <w:r w:rsidRPr="00844CC1">
        <w:rPr>
          <w:rStyle w:val="libItalicChar"/>
        </w:rPr>
        <w:t>(May his secret be sacred)</w:t>
      </w:r>
      <w:r w:rsidRPr="00843429">
        <w:t xml:space="preserve"> said, “In Sadr Al-Islam [The Rise of Islam], the women used to get out for wars, and most of them used to help the casualties and to treat the wounded all the time.”</w:t>
      </w:r>
      <w:r w:rsidRPr="00844CC1">
        <w:rPr>
          <w:rStyle w:val="libFootnotenumChar"/>
        </w:rPr>
        <w:endnoteReference w:id="172"/>
      </w:r>
    </w:p>
    <w:p w:rsidR="002E0242" w:rsidRDefault="004E56E9" w:rsidP="00844CC1">
      <w:pPr>
        <w:pStyle w:val="libNormal"/>
      </w:pPr>
      <w:r w:rsidRPr="00843429">
        <w:t>As regards the mission of taking up the arms and the direct confrontation with the enemies, may the woman carry out this mission exactly as the men do? Is this imposed on her as a duty?</w:t>
      </w:r>
    </w:p>
    <w:p w:rsidR="002E0242" w:rsidRDefault="004E56E9" w:rsidP="004E56E9">
      <w:pPr>
        <w:pStyle w:val="Heading3Center"/>
      </w:pPr>
      <w:bookmarkStart w:id="163" w:name="_Toc418512353"/>
      <w:r w:rsidRPr="00843429">
        <w:t>The Launching and the Defensive Struggle for God’s Sake</w:t>
      </w:r>
      <w:bookmarkEnd w:id="163"/>
    </w:p>
    <w:p w:rsidR="002E0242" w:rsidRDefault="004E56E9" w:rsidP="00844CC1">
      <w:pPr>
        <w:pStyle w:val="libNormal"/>
      </w:pPr>
      <w:r w:rsidRPr="00843429">
        <w:t>There are two types of the struggle for God’s sake: launching and defensive. In the launching struggle for God’s sake, the battles takes place on the lands of the others because of the Muslims’ invasion of these lands. In this time, we are not afflicted with this type of struggle for God’s sake. In the defensive struggle for God’s sake, the battles take place as a result of the enemies’ attack and their threatening of the Muslims.</w:t>
      </w:r>
    </w:p>
    <w:p w:rsidR="004E56E9" w:rsidRPr="00843429" w:rsidRDefault="004E56E9" w:rsidP="004E56E9">
      <w:pPr>
        <w:pStyle w:val="Heading3Center"/>
      </w:pPr>
      <w:bookmarkStart w:id="164" w:name="_Toc418512354"/>
      <w:r w:rsidRPr="00843429">
        <w:t>Her Role in the Defense</w:t>
      </w:r>
      <w:bookmarkEnd w:id="164"/>
    </w:p>
    <w:p w:rsidR="002E0242" w:rsidRDefault="004E56E9" w:rsidP="00844CC1">
      <w:pPr>
        <w:pStyle w:val="libNormal"/>
      </w:pPr>
      <w:r w:rsidRPr="00844CC1">
        <w:t>The Most High God says, (So their Lord accepted of them (their supplication and answered them), “Never will I allow to be lost the work of any of you, be he male or female. You are (members) one of another, so those who emigrated and were driven out from their homes, and suffered harm in My Cause, and who fought, and were killed (in MY Cause), verily, I will remit from them their evil deeds and admit them into Gardens under which rivers flow (in Paradise); a reward from Allah, and with Allah is the best of rewards)</w:t>
      </w:r>
      <w:r w:rsidRPr="00844CC1">
        <w:rPr>
          <w:rStyle w:val="libFootnotenumChar"/>
        </w:rPr>
        <w:endnoteReference w:id="173"/>
      </w:r>
      <w:r w:rsidRPr="00843429">
        <w:t>.</w:t>
      </w:r>
    </w:p>
    <w:p w:rsidR="002E0242" w:rsidRDefault="004E56E9" w:rsidP="00844CC1">
      <w:pPr>
        <w:pStyle w:val="libNormal"/>
      </w:pPr>
      <w:r w:rsidRPr="00843429">
        <w:t>It is the duty of all the responsible Muslims, whether men or women, to defend Islam and the Muslims and their countries. They must also participate in the defense by all the possible means. In case it is a defensive war, as is the case in this time, the woman’s role is not restricted to the logistic issues and the like; she has, if it proves to be necessary, to take up the arms and to fight.</w:t>
      </w:r>
    </w:p>
    <w:p w:rsidR="004E56E9" w:rsidRPr="00844CC1" w:rsidRDefault="004E56E9" w:rsidP="00844CC1">
      <w:pPr>
        <w:pStyle w:val="libNormal"/>
        <w:rPr>
          <w:rStyle w:val="libNormalChar"/>
        </w:rPr>
      </w:pPr>
      <w:r w:rsidRPr="00843429">
        <w:t xml:space="preserve">Here comes the role of the diagnosis of the leader and his division of the roles in accordance to what the resistant and social interest he perceives. Imam Al-Khomeini </w:t>
      </w:r>
      <w:r w:rsidRPr="00844CC1">
        <w:rPr>
          <w:rStyle w:val="libItalicChar"/>
        </w:rPr>
        <w:t>(May his secret be sacred)</w:t>
      </w:r>
      <w:r w:rsidRPr="00844CC1">
        <w:rPr>
          <w:rStyle w:val="libNormalChar"/>
        </w:rPr>
        <w:t xml:space="preserve"> related, “Some women came here and asked me to grant them the </w:t>
      </w:r>
      <w:r w:rsidRPr="00844CC1">
        <w:rPr>
          <w:rStyle w:val="libNormalChar"/>
        </w:rPr>
        <w:lastRenderedPageBreak/>
        <w:t xml:space="preserve">permission to go to Kurdistan in order to fight there. But I answered them, “This is not valid. The people and the army are carrying out their role there”. </w:t>
      </w:r>
      <w:r w:rsidRPr="00844CC1">
        <w:rPr>
          <w:rStyle w:val="libFootnotenumChar"/>
        </w:rPr>
        <w:endnoteReference w:id="174"/>
      </w:r>
    </w:p>
    <w:p w:rsidR="002E0242" w:rsidRDefault="004E56E9" w:rsidP="00844CC1">
      <w:pPr>
        <w:pStyle w:val="libNormal"/>
      </w:pPr>
      <w:r w:rsidRPr="00843429">
        <w:t>But if the leader perceives that it is necessary that the woman participates in taking up the arms and in fighting, then she has to do so.</w:t>
      </w:r>
    </w:p>
    <w:p w:rsidR="004E56E9" w:rsidRPr="00843429" w:rsidRDefault="004E56E9" w:rsidP="004E56E9">
      <w:pPr>
        <w:pStyle w:val="Heading3Center"/>
      </w:pPr>
      <w:bookmarkStart w:id="165" w:name="_Toc418512355"/>
      <w:r w:rsidRPr="00843429">
        <w:t>The Military Training</w:t>
      </w:r>
      <w:bookmarkEnd w:id="165"/>
    </w:p>
    <w:p w:rsidR="002E0242" w:rsidRDefault="004E56E9" w:rsidP="00844CC1">
      <w:pPr>
        <w:pStyle w:val="libNormal"/>
      </w:pPr>
      <w:r w:rsidRPr="00844CC1">
        <w:t>The Most High God says, (And make ready against them all you can of power, including steeds of war (tanks, planes, missiles, artillery, etc) to threaten the enemy of Allah and your enemy…)</w:t>
      </w:r>
      <w:r w:rsidRPr="00844CC1">
        <w:rPr>
          <w:rStyle w:val="libFootnotenumChar"/>
        </w:rPr>
        <w:endnoteReference w:id="175"/>
      </w:r>
      <w:r w:rsidRPr="00843429">
        <w:t>.</w:t>
      </w:r>
    </w:p>
    <w:p w:rsidR="002E0242" w:rsidRDefault="004E56E9" w:rsidP="00844CC1">
      <w:pPr>
        <w:pStyle w:val="libNormal"/>
      </w:pPr>
      <w:r w:rsidRPr="00843429">
        <w:t>When the fight for God’s sake becomes a duty imposed even on the woman in order to defend Islam and the Muslim countries, it is requisite that she be ready to carry out this role which is assigned to her. If her religious role is fulfilled by fighting- as is the matter in the case of defense where the fight of the men alone is not enough- then she must get the military training which provides the apparent reasons for victory, as The Most High God orders us to in the just mentioned noble verse.</w:t>
      </w:r>
    </w:p>
    <w:p w:rsidR="004E56E9" w:rsidRPr="00844CC1" w:rsidRDefault="004E56E9" w:rsidP="00844CC1">
      <w:pPr>
        <w:pStyle w:val="libNormal"/>
        <w:rPr>
          <w:rStyle w:val="libNormalChar"/>
        </w:rPr>
      </w:pPr>
      <w:r w:rsidRPr="00843429">
        <w:t xml:space="preserve">In this course, Imam Al-Khomeini </w:t>
      </w:r>
      <w:r w:rsidRPr="00844CC1">
        <w:rPr>
          <w:rStyle w:val="libItalicChar"/>
        </w:rPr>
        <w:t>(May his secret be sacred)</w:t>
      </w:r>
      <w:r w:rsidRPr="00844CC1">
        <w:rPr>
          <w:rStyle w:val="libNormalChar"/>
        </w:rPr>
        <w:t xml:space="preserve"> said, “When the defense is a duty imposed on everybody, the pre requisites of defense must be prepared too; included are the military training and learning of the fighting arts. The situation must not be that we must defend, but we do not know how to defend. It is obvious that the milieu where you train on the military arts must be a sound milieu, an Islamic milieu where chastity and all the Islamic issues are taken into consideration and maintained.”</w:t>
      </w:r>
      <w:r w:rsidRPr="00844CC1">
        <w:rPr>
          <w:rStyle w:val="libFootnotenumChar"/>
        </w:rPr>
        <w:endnoteReference w:id="176"/>
      </w:r>
    </w:p>
    <w:p w:rsidR="004E56E9" w:rsidRPr="00843429" w:rsidRDefault="004E56E9" w:rsidP="004E56E9">
      <w:pPr>
        <w:pStyle w:val="Heading2Center"/>
      </w:pPr>
      <w:bookmarkStart w:id="166" w:name="_Toc418512356"/>
      <w:r w:rsidRPr="00843429">
        <w:t>Summary</w:t>
      </w:r>
      <w:bookmarkEnd w:id="166"/>
    </w:p>
    <w:p w:rsidR="002E0242" w:rsidRDefault="004E56E9" w:rsidP="00844CC1">
      <w:pPr>
        <w:pStyle w:val="libNormal"/>
      </w:pPr>
      <w:r w:rsidRPr="00843429">
        <w:t>Islam did not assign to the woman the responsibility of procuring the livelihood for the family. In spite of this, Islam did not prohibit the woman’s work outside the house if it takes place within the frame of the correct religious rules.</w:t>
      </w:r>
    </w:p>
    <w:p w:rsidR="004E56E9" w:rsidRPr="00843429" w:rsidRDefault="004E56E9" w:rsidP="00844CC1">
      <w:pPr>
        <w:pStyle w:val="libNormal"/>
      </w:pPr>
      <w:r w:rsidRPr="00843429">
        <w:t>Woman’s work outside the house may be preferred in some cases, among which we mention the following:</w:t>
      </w:r>
    </w:p>
    <w:p w:rsidR="004E56E9" w:rsidRPr="00843429" w:rsidRDefault="004E56E9" w:rsidP="00844CC1">
      <w:pPr>
        <w:pStyle w:val="libNormal"/>
        <w:rPr>
          <w:rtl/>
        </w:rPr>
      </w:pPr>
      <w:r w:rsidRPr="00843429">
        <w:t>1- In</w:t>
      </w:r>
      <w:r w:rsidRPr="00843429">
        <w:rPr>
          <w:rtl/>
        </w:rPr>
        <w:t xml:space="preserve"> </w:t>
      </w:r>
      <w:r w:rsidRPr="00843429">
        <w:t>case</w:t>
      </w:r>
      <w:r w:rsidRPr="00843429">
        <w:rPr>
          <w:rtl/>
        </w:rPr>
        <w:t xml:space="preserve"> </w:t>
      </w:r>
      <w:r w:rsidRPr="00843429">
        <w:t>of</w:t>
      </w:r>
      <w:r w:rsidRPr="00843429">
        <w:rPr>
          <w:rtl/>
        </w:rPr>
        <w:t xml:space="preserve"> </w:t>
      </w:r>
      <w:r w:rsidRPr="00843429">
        <w:t>financial</w:t>
      </w:r>
      <w:r w:rsidRPr="00843429">
        <w:rPr>
          <w:rtl/>
        </w:rPr>
        <w:t xml:space="preserve"> </w:t>
      </w:r>
      <w:r w:rsidRPr="00843429">
        <w:t>need</w:t>
      </w:r>
    </w:p>
    <w:p w:rsidR="004E56E9" w:rsidRPr="00843429" w:rsidRDefault="004E56E9" w:rsidP="00844CC1">
      <w:pPr>
        <w:pStyle w:val="libNormal"/>
        <w:rPr>
          <w:rtl/>
        </w:rPr>
      </w:pPr>
      <w:r w:rsidRPr="00843429">
        <w:t>2- In</w:t>
      </w:r>
      <w:r w:rsidRPr="00843429">
        <w:rPr>
          <w:rtl/>
        </w:rPr>
        <w:t xml:space="preserve"> </w:t>
      </w:r>
      <w:r w:rsidRPr="00843429">
        <w:t>case</w:t>
      </w:r>
      <w:r w:rsidRPr="00843429">
        <w:rPr>
          <w:rtl/>
        </w:rPr>
        <w:t xml:space="preserve"> </w:t>
      </w:r>
      <w:r w:rsidRPr="00843429">
        <w:t>of</w:t>
      </w:r>
      <w:r w:rsidRPr="00843429">
        <w:rPr>
          <w:rtl/>
        </w:rPr>
        <w:t xml:space="preserve"> </w:t>
      </w:r>
      <w:r w:rsidRPr="00843429">
        <w:t>free</w:t>
      </w:r>
      <w:r w:rsidRPr="00843429">
        <w:rPr>
          <w:rtl/>
        </w:rPr>
        <w:t xml:space="preserve"> </w:t>
      </w:r>
      <w:r w:rsidRPr="00843429">
        <w:t>time</w:t>
      </w:r>
    </w:p>
    <w:p w:rsidR="004E56E9" w:rsidRPr="00843429" w:rsidRDefault="004E56E9" w:rsidP="00844CC1">
      <w:pPr>
        <w:pStyle w:val="libNormal"/>
        <w:rPr>
          <w:rtl/>
        </w:rPr>
      </w:pPr>
      <w:r w:rsidRPr="00843429">
        <w:rPr>
          <w:rFonts w:hint="cs"/>
          <w:rtl/>
        </w:rPr>
        <w:t>3</w:t>
      </w:r>
      <w:r w:rsidRPr="00843429">
        <w:t>-</w:t>
      </w:r>
      <w:r w:rsidRPr="00843429">
        <w:rPr>
          <w:rtl/>
        </w:rPr>
        <w:t xml:space="preserve"> </w:t>
      </w:r>
      <w:r w:rsidRPr="00843429">
        <w:t>A</w:t>
      </w:r>
      <w:r w:rsidRPr="00843429">
        <w:rPr>
          <w:rtl/>
        </w:rPr>
        <w:t xml:space="preserve"> </w:t>
      </w:r>
      <w:r w:rsidRPr="00843429">
        <w:t>special</w:t>
      </w:r>
      <w:r w:rsidRPr="00843429">
        <w:rPr>
          <w:rtl/>
        </w:rPr>
        <w:t xml:space="preserve"> </w:t>
      </w:r>
      <w:r w:rsidRPr="00843429">
        <w:t>importance</w:t>
      </w:r>
      <w:r w:rsidRPr="00843429">
        <w:rPr>
          <w:rtl/>
        </w:rPr>
        <w:t xml:space="preserve"> </w:t>
      </w:r>
      <w:r w:rsidRPr="00843429">
        <w:t>is</w:t>
      </w:r>
      <w:r w:rsidRPr="00843429">
        <w:rPr>
          <w:rtl/>
        </w:rPr>
        <w:t xml:space="preserve"> </w:t>
      </w:r>
      <w:r w:rsidRPr="00843429">
        <w:t>attached</w:t>
      </w:r>
      <w:r w:rsidRPr="00843429">
        <w:rPr>
          <w:rtl/>
        </w:rPr>
        <w:t xml:space="preserve"> </w:t>
      </w:r>
      <w:r w:rsidRPr="00843429">
        <w:t>to</w:t>
      </w:r>
      <w:r w:rsidRPr="00843429">
        <w:rPr>
          <w:rtl/>
        </w:rPr>
        <w:t xml:space="preserve"> </w:t>
      </w:r>
      <w:r w:rsidRPr="00843429">
        <w:t>the</w:t>
      </w:r>
      <w:r w:rsidRPr="00843429">
        <w:rPr>
          <w:rtl/>
        </w:rPr>
        <w:t xml:space="preserve"> </w:t>
      </w:r>
      <w:r w:rsidRPr="00843429">
        <w:t>work</w:t>
      </w:r>
      <w:r w:rsidRPr="00843429">
        <w:rPr>
          <w:rtl/>
        </w:rPr>
        <w:t xml:space="preserve"> </w:t>
      </w:r>
      <w:r w:rsidRPr="00843429">
        <w:t>in</w:t>
      </w:r>
      <w:r w:rsidRPr="00843429">
        <w:rPr>
          <w:rtl/>
        </w:rPr>
        <w:t xml:space="preserve"> </w:t>
      </w:r>
      <w:r w:rsidRPr="00843429">
        <w:t>the</w:t>
      </w:r>
      <w:r w:rsidRPr="00843429">
        <w:rPr>
          <w:rtl/>
        </w:rPr>
        <w:t xml:space="preserve"> </w:t>
      </w:r>
      <w:r w:rsidRPr="00843429">
        <w:t>institutions</w:t>
      </w:r>
      <w:r w:rsidRPr="00843429">
        <w:rPr>
          <w:rtl/>
        </w:rPr>
        <w:t xml:space="preserve"> </w:t>
      </w:r>
      <w:r w:rsidRPr="00843429">
        <w:t>which</w:t>
      </w:r>
      <w:r w:rsidRPr="00843429">
        <w:rPr>
          <w:rtl/>
        </w:rPr>
        <w:t xml:space="preserve"> </w:t>
      </w:r>
      <w:r w:rsidRPr="00843429">
        <w:t>spread</w:t>
      </w:r>
      <w:r w:rsidRPr="00843429">
        <w:rPr>
          <w:rtl/>
        </w:rPr>
        <w:t xml:space="preserve"> </w:t>
      </w:r>
      <w:r w:rsidRPr="00843429">
        <w:t>the</w:t>
      </w:r>
      <w:r w:rsidRPr="00843429">
        <w:rPr>
          <w:rtl/>
        </w:rPr>
        <w:t xml:space="preserve"> </w:t>
      </w:r>
      <w:r w:rsidRPr="00843429">
        <w:t>religion</w:t>
      </w:r>
      <w:r w:rsidRPr="00843429">
        <w:rPr>
          <w:rtl/>
        </w:rPr>
        <w:t xml:space="preserve"> </w:t>
      </w:r>
      <w:r w:rsidRPr="00843429">
        <w:t>and</w:t>
      </w:r>
      <w:r w:rsidRPr="00843429">
        <w:rPr>
          <w:rtl/>
        </w:rPr>
        <w:t xml:space="preserve"> </w:t>
      </w:r>
      <w:r w:rsidRPr="00843429">
        <w:t>the</w:t>
      </w:r>
      <w:r w:rsidRPr="00843429">
        <w:rPr>
          <w:rtl/>
        </w:rPr>
        <w:t xml:space="preserve"> </w:t>
      </w:r>
      <w:r w:rsidRPr="00843429">
        <w:t>like</w:t>
      </w:r>
    </w:p>
    <w:p w:rsidR="004E56E9" w:rsidRPr="00843429" w:rsidRDefault="004E56E9" w:rsidP="00844CC1">
      <w:pPr>
        <w:pStyle w:val="libNormal"/>
      </w:pPr>
      <w:r w:rsidRPr="00843429">
        <w:t>As regards the work which the woman performs, certain religious rules must be taken into consideration, among which two points are prominent:</w:t>
      </w:r>
    </w:p>
    <w:p w:rsidR="002E0242" w:rsidRDefault="004E56E9" w:rsidP="00844CC1">
      <w:pPr>
        <w:pStyle w:val="libNormal"/>
      </w:pPr>
      <w:r w:rsidRPr="00843429">
        <w:t>1-</w:t>
      </w:r>
      <w:r w:rsidRPr="00843429">
        <w:rPr>
          <w:rtl/>
        </w:rPr>
        <w:t xml:space="preserve"> </w:t>
      </w:r>
      <w:r w:rsidRPr="00843429">
        <w:t>The</w:t>
      </w:r>
      <w:r w:rsidRPr="00843429">
        <w:rPr>
          <w:rtl/>
        </w:rPr>
        <w:t xml:space="preserve"> </w:t>
      </w:r>
      <w:r w:rsidRPr="00843429">
        <w:t>woman</w:t>
      </w:r>
      <w:r w:rsidRPr="00843429">
        <w:rPr>
          <w:rtl/>
        </w:rPr>
        <w:t xml:space="preserve"> </w:t>
      </w:r>
      <w:r w:rsidRPr="00843429">
        <w:t>must</w:t>
      </w:r>
      <w:r w:rsidRPr="00843429">
        <w:rPr>
          <w:rtl/>
        </w:rPr>
        <w:t xml:space="preserve"> </w:t>
      </w:r>
      <w:r w:rsidRPr="00843429">
        <w:t>turn</w:t>
      </w:r>
      <w:r w:rsidRPr="00843429">
        <w:rPr>
          <w:rtl/>
        </w:rPr>
        <w:t xml:space="preserve"> </w:t>
      </w:r>
      <w:r w:rsidRPr="00843429">
        <w:t>away</w:t>
      </w:r>
      <w:r w:rsidRPr="00843429">
        <w:rPr>
          <w:rtl/>
        </w:rPr>
        <w:t xml:space="preserve"> </w:t>
      </w:r>
      <w:r w:rsidRPr="00843429">
        <w:t>as</w:t>
      </w:r>
      <w:r w:rsidRPr="00843429">
        <w:rPr>
          <w:rtl/>
        </w:rPr>
        <w:t xml:space="preserve"> </w:t>
      </w:r>
      <w:r w:rsidRPr="00843429">
        <w:t>much</w:t>
      </w:r>
      <w:r w:rsidRPr="00843429">
        <w:rPr>
          <w:rtl/>
        </w:rPr>
        <w:t xml:space="preserve"> </w:t>
      </w:r>
      <w:r w:rsidRPr="00843429">
        <w:t>as</w:t>
      </w:r>
      <w:r w:rsidRPr="00843429">
        <w:rPr>
          <w:rtl/>
        </w:rPr>
        <w:t xml:space="preserve"> </w:t>
      </w:r>
      <w:r w:rsidRPr="00843429">
        <w:t>possible</w:t>
      </w:r>
      <w:r w:rsidRPr="00843429">
        <w:rPr>
          <w:rtl/>
        </w:rPr>
        <w:t xml:space="preserve"> </w:t>
      </w:r>
      <w:r w:rsidRPr="00843429">
        <w:t>from</w:t>
      </w:r>
      <w:r w:rsidRPr="00843429">
        <w:rPr>
          <w:rtl/>
        </w:rPr>
        <w:t xml:space="preserve"> </w:t>
      </w:r>
      <w:r w:rsidRPr="00843429">
        <w:t>being</w:t>
      </w:r>
      <w:r w:rsidRPr="00843429">
        <w:rPr>
          <w:rtl/>
        </w:rPr>
        <w:t xml:space="preserve"> </w:t>
      </w:r>
      <w:r w:rsidRPr="00843429">
        <w:t>with</w:t>
      </w:r>
      <w:r w:rsidRPr="00843429">
        <w:rPr>
          <w:rtl/>
        </w:rPr>
        <w:t xml:space="preserve"> </w:t>
      </w:r>
      <w:r w:rsidRPr="00843429">
        <w:t>men</w:t>
      </w:r>
      <w:r w:rsidRPr="00843429">
        <w:rPr>
          <w:rtl/>
        </w:rPr>
        <w:t xml:space="preserve"> </w:t>
      </w:r>
      <w:r w:rsidRPr="00843429">
        <w:t>at</w:t>
      </w:r>
      <w:r w:rsidRPr="00843429">
        <w:rPr>
          <w:rtl/>
        </w:rPr>
        <w:t xml:space="preserve"> </w:t>
      </w:r>
      <w:r w:rsidRPr="00843429">
        <w:t>the</w:t>
      </w:r>
      <w:r w:rsidRPr="00843429">
        <w:rPr>
          <w:rtl/>
        </w:rPr>
        <w:t xml:space="preserve"> </w:t>
      </w:r>
      <w:r w:rsidRPr="00843429">
        <w:t>same</w:t>
      </w:r>
      <w:r w:rsidRPr="00843429">
        <w:rPr>
          <w:rtl/>
        </w:rPr>
        <w:t xml:space="preserve"> </w:t>
      </w:r>
      <w:r w:rsidRPr="00843429">
        <w:t>place.</w:t>
      </w:r>
    </w:p>
    <w:p w:rsidR="002E0242" w:rsidRDefault="004E56E9" w:rsidP="00844CC1">
      <w:pPr>
        <w:pStyle w:val="libNormal"/>
      </w:pPr>
      <w:r w:rsidRPr="00843429">
        <w:t>2-</w:t>
      </w:r>
      <w:r w:rsidRPr="00843429">
        <w:rPr>
          <w:rtl/>
        </w:rPr>
        <w:t xml:space="preserve"> </w:t>
      </w:r>
      <w:r w:rsidRPr="00843429">
        <w:t>The</w:t>
      </w:r>
      <w:r w:rsidRPr="00843429">
        <w:rPr>
          <w:rtl/>
        </w:rPr>
        <w:t xml:space="preserve"> </w:t>
      </w:r>
      <w:r w:rsidRPr="00843429">
        <w:t>woman</w:t>
      </w:r>
      <w:r w:rsidRPr="00843429">
        <w:rPr>
          <w:rtl/>
        </w:rPr>
        <w:t xml:space="preserve"> </w:t>
      </w:r>
      <w:r w:rsidRPr="00843429">
        <w:t>must</w:t>
      </w:r>
      <w:r w:rsidRPr="00843429">
        <w:rPr>
          <w:rtl/>
        </w:rPr>
        <w:t xml:space="preserve"> </w:t>
      </w:r>
      <w:r w:rsidRPr="00843429">
        <w:t>get</w:t>
      </w:r>
      <w:r w:rsidRPr="00843429">
        <w:rPr>
          <w:rtl/>
        </w:rPr>
        <w:t xml:space="preserve"> </w:t>
      </w:r>
      <w:r w:rsidRPr="00843429">
        <w:t>the</w:t>
      </w:r>
      <w:r w:rsidRPr="00843429">
        <w:rPr>
          <w:rtl/>
        </w:rPr>
        <w:t xml:space="preserve"> </w:t>
      </w:r>
      <w:r w:rsidRPr="00843429">
        <w:t>permission</w:t>
      </w:r>
      <w:r w:rsidRPr="00843429">
        <w:rPr>
          <w:rtl/>
        </w:rPr>
        <w:t xml:space="preserve"> </w:t>
      </w:r>
      <w:r w:rsidRPr="00843429">
        <w:t>of</w:t>
      </w:r>
      <w:r w:rsidRPr="00843429">
        <w:rPr>
          <w:rtl/>
        </w:rPr>
        <w:t xml:space="preserve"> </w:t>
      </w:r>
      <w:r w:rsidRPr="00843429">
        <w:t>her</w:t>
      </w:r>
      <w:r w:rsidRPr="00843429">
        <w:rPr>
          <w:rtl/>
        </w:rPr>
        <w:t xml:space="preserve"> </w:t>
      </w:r>
      <w:r w:rsidRPr="00843429">
        <w:t>husband</w:t>
      </w:r>
      <w:r w:rsidRPr="00843429">
        <w:rPr>
          <w:rtl/>
        </w:rPr>
        <w:t xml:space="preserve"> </w:t>
      </w:r>
      <w:r w:rsidRPr="00843429">
        <w:t>in</w:t>
      </w:r>
      <w:r w:rsidRPr="00843429">
        <w:rPr>
          <w:rtl/>
        </w:rPr>
        <w:t xml:space="preserve"> </w:t>
      </w:r>
      <w:r w:rsidRPr="00843429">
        <w:t>case</w:t>
      </w:r>
      <w:r w:rsidRPr="00843429">
        <w:rPr>
          <w:rtl/>
        </w:rPr>
        <w:t xml:space="preserve"> </w:t>
      </w:r>
      <w:r w:rsidRPr="00843429">
        <w:t>she</w:t>
      </w:r>
      <w:r w:rsidRPr="00843429">
        <w:rPr>
          <w:rtl/>
        </w:rPr>
        <w:t xml:space="preserve"> </w:t>
      </w:r>
      <w:r w:rsidRPr="00843429">
        <w:t>is</w:t>
      </w:r>
      <w:r w:rsidRPr="00843429">
        <w:rPr>
          <w:rtl/>
        </w:rPr>
        <w:t xml:space="preserve"> </w:t>
      </w:r>
      <w:r w:rsidRPr="00843429">
        <w:t>married.</w:t>
      </w:r>
    </w:p>
    <w:p w:rsidR="002E0242" w:rsidRDefault="004E56E9" w:rsidP="00844CC1">
      <w:pPr>
        <w:pStyle w:val="libNormal"/>
      </w:pPr>
      <w:r w:rsidRPr="00843429">
        <w:t>The woman can participate in a lot of military missions. She can work in furnishing the resistants with food and clothes. She can be a nurse or a doctor who treats the wounded. She can as well help in all the logistic actions.</w:t>
      </w:r>
    </w:p>
    <w:p w:rsidR="002E0242" w:rsidRDefault="004E56E9" w:rsidP="00844CC1">
      <w:pPr>
        <w:pStyle w:val="libNormal"/>
      </w:pPr>
      <w:r w:rsidRPr="00843429">
        <w:t>It is the duty of all the responsible Muslims, whether men or women, to defend Islam and the Muslims and their countries, and the woman must be ready to carry out her role. Then, she has to get the military training which procures the apparent reasons for victory which The Most High God ordered us to procure.</w:t>
      </w:r>
    </w:p>
    <w:p w:rsidR="004E56E9" w:rsidRDefault="004E56E9" w:rsidP="004E56E9">
      <w:pPr>
        <w:pStyle w:val="Heading2Center"/>
      </w:pPr>
      <w:bookmarkStart w:id="167" w:name="_Toc418512357"/>
      <w:r w:rsidRPr="00843429">
        <w:t>Comprehension Questions</w:t>
      </w:r>
      <w:bookmarkEnd w:id="167"/>
    </w:p>
    <w:p w:rsidR="002E0242" w:rsidRDefault="004E56E9" w:rsidP="00844CC1">
      <w:pPr>
        <w:pStyle w:val="libNormal"/>
      </w:pPr>
      <w:r w:rsidRPr="00843429">
        <w:t>1- When</w:t>
      </w:r>
      <w:r w:rsidRPr="00843429">
        <w:rPr>
          <w:rtl/>
        </w:rPr>
        <w:t xml:space="preserve"> </w:t>
      </w:r>
      <w:r w:rsidRPr="00843429">
        <w:t>is</w:t>
      </w:r>
      <w:r w:rsidRPr="00843429">
        <w:rPr>
          <w:rtl/>
        </w:rPr>
        <w:t xml:space="preserve"> </w:t>
      </w:r>
      <w:r w:rsidRPr="00843429">
        <w:t>the</w:t>
      </w:r>
      <w:r w:rsidRPr="00843429">
        <w:rPr>
          <w:rtl/>
        </w:rPr>
        <w:t xml:space="preserve"> </w:t>
      </w:r>
      <w:r w:rsidRPr="00843429">
        <w:t>woman</w:t>
      </w:r>
      <w:r w:rsidRPr="00843429">
        <w:rPr>
          <w:rtl/>
        </w:rPr>
        <w:t>’</w:t>
      </w:r>
      <w:r w:rsidRPr="00843429">
        <w:t>s</w:t>
      </w:r>
      <w:r w:rsidRPr="00843429">
        <w:rPr>
          <w:rtl/>
        </w:rPr>
        <w:t xml:space="preserve"> </w:t>
      </w:r>
      <w:r w:rsidRPr="00843429">
        <w:t>work</w:t>
      </w:r>
      <w:r w:rsidRPr="00843429">
        <w:rPr>
          <w:rtl/>
        </w:rPr>
        <w:t xml:space="preserve"> </w:t>
      </w:r>
      <w:r w:rsidRPr="00843429">
        <w:t>outside</w:t>
      </w:r>
      <w:r w:rsidRPr="00843429">
        <w:rPr>
          <w:rtl/>
        </w:rPr>
        <w:t xml:space="preserve"> </w:t>
      </w:r>
      <w:r w:rsidRPr="00843429">
        <w:t>the</w:t>
      </w:r>
      <w:r w:rsidRPr="00843429">
        <w:rPr>
          <w:rtl/>
        </w:rPr>
        <w:t xml:space="preserve"> </w:t>
      </w:r>
      <w:r w:rsidRPr="00843429">
        <w:t>house</w:t>
      </w:r>
      <w:r w:rsidRPr="00843429">
        <w:rPr>
          <w:rtl/>
        </w:rPr>
        <w:t xml:space="preserve"> </w:t>
      </w:r>
      <w:r w:rsidRPr="00843429">
        <w:t>considered</w:t>
      </w:r>
      <w:r w:rsidRPr="00843429">
        <w:rPr>
          <w:rtl/>
        </w:rPr>
        <w:t xml:space="preserve"> </w:t>
      </w:r>
      <w:r w:rsidRPr="00843429">
        <w:t>to</w:t>
      </w:r>
      <w:r w:rsidRPr="00843429">
        <w:rPr>
          <w:rtl/>
        </w:rPr>
        <w:t xml:space="preserve"> </w:t>
      </w:r>
      <w:r w:rsidRPr="00843429">
        <w:t>be</w:t>
      </w:r>
      <w:r w:rsidRPr="00843429">
        <w:rPr>
          <w:rtl/>
        </w:rPr>
        <w:t xml:space="preserve"> </w:t>
      </w:r>
      <w:r w:rsidRPr="00843429">
        <w:t>acceptable?</w:t>
      </w:r>
    </w:p>
    <w:p w:rsidR="002E0242" w:rsidRDefault="004E56E9" w:rsidP="00844CC1">
      <w:pPr>
        <w:pStyle w:val="libNormal"/>
      </w:pPr>
      <w:r w:rsidRPr="00843429">
        <w:t>2-</w:t>
      </w:r>
      <w:r w:rsidRPr="00843429">
        <w:rPr>
          <w:rtl/>
        </w:rPr>
        <w:t xml:space="preserve"> </w:t>
      </w:r>
      <w:r w:rsidRPr="00843429">
        <w:t>What</w:t>
      </w:r>
      <w:r w:rsidRPr="00843429">
        <w:rPr>
          <w:rtl/>
        </w:rPr>
        <w:t xml:space="preserve"> </w:t>
      </w:r>
      <w:r w:rsidRPr="00843429">
        <w:t>are</w:t>
      </w:r>
      <w:r w:rsidRPr="00843429">
        <w:rPr>
          <w:rtl/>
        </w:rPr>
        <w:t xml:space="preserve"> </w:t>
      </w:r>
      <w:r w:rsidRPr="00843429">
        <w:t>the</w:t>
      </w:r>
      <w:r w:rsidRPr="00843429">
        <w:rPr>
          <w:rtl/>
        </w:rPr>
        <w:t xml:space="preserve"> </w:t>
      </w:r>
      <w:r w:rsidRPr="00843429">
        <w:t>issues</w:t>
      </w:r>
      <w:r w:rsidRPr="00843429">
        <w:rPr>
          <w:rtl/>
        </w:rPr>
        <w:t xml:space="preserve"> </w:t>
      </w:r>
      <w:r w:rsidRPr="00843429">
        <w:t>which</w:t>
      </w:r>
      <w:r w:rsidRPr="00843429">
        <w:rPr>
          <w:rtl/>
        </w:rPr>
        <w:t xml:space="preserve"> </w:t>
      </w:r>
      <w:r w:rsidRPr="00843429">
        <w:t>the</w:t>
      </w:r>
      <w:r w:rsidRPr="00843429">
        <w:rPr>
          <w:rtl/>
        </w:rPr>
        <w:t xml:space="preserve"> </w:t>
      </w:r>
      <w:r w:rsidRPr="00843429">
        <w:t>woman</w:t>
      </w:r>
      <w:r w:rsidRPr="00843429">
        <w:rPr>
          <w:rtl/>
        </w:rPr>
        <w:t xml:space="preserve"> </w:t>
      </w:r>
      <w:r w:rsidRPr="00843429">
        <w:t>must</w:t>
      </w:r>
      <w:r w:rsidRPr="00843429">
        <w:rPr>
          <w:rtl/>
        </w:rPr>
        <w:t xml:space="preserve"> </w:t>
      </w:r>
      <w:r w:rsidRPr="00843429">
        <w:t>take</w:t>
      </w:r>
      <w:r w:rsidRPr="00843429">
        <w:rPr>
          <w:rtl/>
        </w:rPr>
        <w:t xml:space="preserve"> </w:t>
      </w:r>
      <w:r w:rsidRPr="00843429">
        <w:t>into</w:t>
      </w:r>
      <w:r w:rsidRPr="00843429">
        <w:rPr>
          <w:rtl/>
        </w:rPr>
        <w:t xml:space="preserve"> </w:t>
      </w:r>
      <w:r w:rsidRPr="00843429">
        <w:t>consideration</w:t>
      </w:r>
      <w:r w:rsidRPr="00843429">
        <w:rPr>
          <w:rtl/>
        </w:rPr>
        <w:t xml:space="preserve"> </w:t>
      </w:r>
      <w:r w:rsidRPr="00843429">
        <w:t>in</w:t>
      </w:r>
      <w:r w:rsidRPr="00843429">
        <w:rPr>
          <w:rtl/>
        </w:rPr>
        <w:t xml:space="preserve"> </w:t>
      </w:r>
      <w:r w:rsidRPr="00843429">
        <w:t>case</w:t>
      </w:r>
      <w:r w:rsidRPr="00843429">
        <w:rPr>
          <w:rtl/>
        </w:rPr>
        <w:t xml:space="preserve"> </w:t>
      </w:r>
      <w:r w:rsidRPr="00843429">
        <w:t>she</w:t>
      </w:r>
      <w:r w:rsidRPr="00843429">
        <w:rPr>
          <w:rtl/>
        </w:rPr>
        <w:t xml:space="preserve"> </w:t>
      </w:r>
      <w:r w:rsidRPr="00843429">
        <w:t>works</w:t>
      </w:r>
      <w:r w:rsidRPr="00843429">
        <w:rPr>
          <w:rtl/>
        </w:rPr>
        <w:t xml:space="preserve"> </w:t>
      </w:r>
      <w:r w:rsidRPr="00843429">
        <w:t>outside</w:t>
      </w:r>
      <w:r w:rsidRPr="00843429">
        <w:rPr>
          <w:rtl/>
        </w:rPr>
        <w:t xml:space="preserve"> </w:t>
      </w:r>
      <w:r w:rsidRPr="00843429">
        <w:t>the</w:t>
      </w:r>
      <w:r w:rsidRPr="00843429">
        <w:rPr>
          <w:rtl/>
        </w:rPr>
        <w:t xml:space="preserve"> </w:t>
      </w:r>
      <w:r w:rsidRPr="00843429">
        <w:t>house?</w:t>
      </w:r>
    </w:p>
    <w:p w:rsidR="002E0242" w:rsidRDefault="004E56E9" w:rsidP="00844CC1">
      <w:pPr>
        <w:pStyle w:val="libNormal"/>
      </w:pPr>
      <w:r w:rsidRPr="00843429">
        <w:t>3-</w:t>
      </w:r>
      <w:r w:rsidRPr="00843429">
        <w:rPr>
          <w:rtl/>
        </w:rPr>
        <w:t xml:space="preserve"> </w:t>
      </w:r>
      <w:r w:rsidRPr="00843429">
        <w:t>Is</w:t>
      </w:r>
      <w:r w:rsidRPr="00843429">
        <w:rPr>
          <w:rtl/>
        </w:rPr>
        <w:t xml:space="preserve"> </w:t>
      </w:r>
      <w:r w:rsidRPr="00843429">
        <w:t>the</w:t>
      </w:r>
      <w:r w:rsidRPr="00843429">
        <w:rPr>
          <w:rtl/>
        </w:rPr>
        <w:t xml:space="preserve"> </w:t>
      </w:r>
      <w:r w:rsidRPr="00843429">
        <w:t>woman</w:t>
      </w:r>
      <w:r w:rsidRPr="00843429">
        <w:rPr>
          <w:rtl/>
        </w:rPr>
        <w:t xml:space="preserve"> </w:t>
      </w:r>
      <w:r w:rsidRPr="00843429">
        <w:t>permitted</w:t>
      </w:r>
      <w:r w:rsidRPr="00843429">
        <w:rPr>
          <w:rtl/>
        </w:rPr>
        <w:t xml:space="preserve"> </w:t>
      </w:r>
      <w:r w:rsidRPr="00843429">
        <w:t>to</w:t>
      </w:r>
      <w:r w:rsidRPr="00843429">
        <w:rPr>
          <w:rtl/>
        </w:rPr>
        <w:t xml:space="preserve"> </w:t>
      </w:r>
      <w:r w:rsidRPr="00843429">
        <w:t>participate</w:t>
      </w:r>
      <w:r w:rsidRPr="00843429">
        <w:rPr>
          <w:rtl/>
        </w:rPr>
        <w:t xml:space="preserve"> </w:t>
      </w:r>
      <w:r w:rsidRPr="00843429">
        <w:t>in</w:t>
      </w:r>
      <w:r w:rsidRPr="00843429">
        <w:rPr>
          <w:rtl/>
        </w:rPr>
        <w:t xml:space="preserve"> </w:t>
      </w:r>
      <w:r w:rsidRPr="00843429">
        <w:t>the</w:t>
      </w:r>
      <w:r w:rsidRPr="00843429">
        <w:rPr>
          <w:rtl/>
        </w:rPr>
        <w:t xml:space="preserve"> </w:t>
      </w:r>
      <w:r w:rsidRPr="00843429">
        <w:t>military</w:t>
      </w:r>
      <w:r w:rsidRPr="00843429">
        <w:rPr>
          <w:rtl/>
        </w:rPr>
        <w:t xml:space="preserve"> </w:t>
      </w:r>
      <w:r w:rsidRPr="00843429">
        <w:t>work?</w:t>
      </w:r>
    </w:p>
    <w:p w:rsidR="002E0242" w:rsidRDefault="004E56E9" w:rsidP="00844CC1">
      <w:pPr>
        <w:pStyle w:val="libNormal"/>
      </w:pPr>
      <w:r w:rsidRPr="00843429">
        <w:lastRenderedPageBreak/>
        <w:t>4-</w:t>
      </w:r>
      <w:r w:rsidRPr="00843429">
        <w:rPr>
          <w:rtl/>
        </w:rPr>
        <w:t xml:space="preserve"> </w:t>
      </w:r>
      <w:r w:rsidRPr="00843429">
        <w:t>When</w:t>
      </w:r>
      <w:r w:rsidRPr="00843429">
        <w:rPr>
          <w:rtl/>
        </w:rPr>
        <w:t xml:space="preserve"> </w:t>
      </w:r>
      <w:r w:rsidRPr="00843429">
        <w:t>is</w:t>
      </w:r>
      <w:r w:rsidRPr="00843429">
        <w:rPr>
          <w:rtl/>
        </w:rPr>
        <w:t xml:space="preserve"> </w:t>
      </w:r>
      <w:r w:rsidRPr="00843429">
        <w:t>the</w:t>
      </w:r>
      <w:r w:rsidRPr="00843429">
        <w:rPr>
          <w:rtl/>
        </w:rPr>
        <w:t xml:space="preserve"> </w:t>
      </w:r>
      <w:r w:rsidRPr="00843429">
        <w:t>fight</w:t>
      </w:r>
      <w:r w:rsidRPr="00843429">
        <w:rPr>
          <w:rtl/>
        </w:rPr>
        <w:t xml:space="preserve"> </w:t>
      </w:r>
      <w:r w:rsidRPr="00843429">
        <w:t>for</w:t>
      </w:r>
      <w:r w:rsidRPr="00843429">
        <w:rPr>
          <w:rtl/>
        </w:rPr>
        <w:t xml:space="preserve"> </w:t>
      </w:r>
      <w:r w:rsidRPr="00843429">
        <w:t>God</w:t>
      </w:r>
      <w:r w:rsidRPr="00843429">
        <w:rPr>
          <w:rtl/>
        </w:rPr>
        <w:t>’</w:t>
      </w:r>
      <w:r w:rsidRPr="00843429">
        <w:t>s</w:t>
      </w:r>
      <w:r w:rsidRPr="00843429">
        <w:rPr>
          <w:rtl/>
        </w:rPr>
        <w:t xml:space="preserve"> </w:t>
      </w:r>
      <w:r w:rsidRPr="00843429">
        <w:t>sake</w:t>
      </w:r>
      <w:r w:rsidRPr="00843429">
        <w:rPr>
          <w:rtl/>
        </w:rPr>
        <w:t xml:space="preserve"> </w:t>
      </w:r>
      <w:r w:rsidRPr="00843429">
        <w:t>imposed</w:t>
      </w:r>
      <w:r w:rsidRPr="00843429">
        <w:rPr>
          <w:rtl/>
        </w:rPr>
        <w:t xml:space="preserve"> </w:t>
      </w:r>
      <w:r w:rsidRPr="00843429">
        <w:t>on</w:t>
      </w:r>
      <w:r w:rsidRPr="00843429">
        <w:rPr>
          <w:rtl/>
        </w:rPr>
        <w:t xml:space="preserve"> </w:t>
      </w:r>
      <w:r w:rsidRPr="00843429">
        <w:t>the</w:t>
      </w:r>
      <w:r w:rsidRPr="00843429">
        <w:rPr>
          <w:rtl/>
        </w:rPr>
        <w:t xml:space="preserve"> </w:t>
      </w:r>
      <w:r w:rsidRPr="00843429">
        <w:t>woman?</w:t>
      </w:r>
    </w:p>
    <w:p w:rsidR="004E56E9" w:rsidRDefault="00844CC1" w:rsidP="00844CC1">
      <w:pPr>
        <w:pStyle w:val="libNormal"/>
      </w:pPr>
      <w:r>
        <w:t>5-</w:t>
      </w:r>
      <w:r w:rsidR="004E56E9" w:rsidRPr="00843429">
        <w:t>What</w:t>
      </w:r>
      <w:r w:rsidR="004E56E9" w:rsidRPr="00843429">
        <w:rPr>
          <w:rtl/>
        </w:rPr>
        <w:t xml:space="preserve"> </w:t>
      </w:r>
      <w:r w:rsidR="004E56E9" w:rsidRPr="00843429">
        <w:t>are</w:t>
      </w:r>
      <w:r w:rsidR="004E56E9" w:rsidRPr="00843429">
        <w:rPr>
          <w:rtl/>
        </w:rPr>
        <w:t xml:space="preserve"> </w:t>
      </w:r>
      <w:r w:rsidR="004E56E9" w:rsidRPr="00843429">
        <w:t>the</w:t>
      </w:r>
      <w:r w:rsidR="004E56E9" w:rsidRPr="00843429">
        <w:rPr>
          <w:rtl/>
        </w:rPr>
        <w:t xml:space="preserve"> </w:t>
      </w:r>
      <w:r w:rsidR="004E56E9" w:rsidRPr="00843429">
        <w:t>issues</w:t>
      </w:r>
      <w:r w:rsidR="004E56E9" w:rsidRPr="00843429">
        <w:rPr>
          <w:rtl/>
        </w:rPr>
        <w:t xml:space="preserve"> </w:t>
      </w:r>
      <w:r w:rsidR="004E56E9" w:rsidRPr="00843429">
        <w:t>which</w:t>
      </w:r>
      <w:r w:rsidR="004E56E9" w:rsidRPr="00843429">
        <w:rPr>
          <w:rtl/>
        </w:rPr>
        <w:t xml:space="preserve"> </w:t>
      </w:r>
      <w:r w:rsidR="004E56E9" w:rsidRPr="00843429">
        <w:t>the</w:t>
      </w:r>
      <w:r w:rsidR="004E56E9" w:rsidRPr="00843429">
        <w:rPr>
          <w:rtl/>
        </w:rPr>
        <w:t xml:space="preserve"> </w:t>
      </w:r>
      <w:r w:rsidR="004E56E9" w:rsidRPr="00843429">
        <w:t>woman</w:t>
      </w:r>
      <w:r w:rsidR="004E56E9" w:rsidRPr="00843429">
        <w:rPr>
          <w:rtl/>
        </w:rPr>
        <w:t xml:space="preserve"> </w:t>
      </w:r>
      <w:r w:rsidR="004E56E9" w:rsidRPr="00843429">
        <w:t>must</w:t>
      </w:r>
      <w:r w:rsidR="004E56E9" w:rsidRPr="00843429">
        <w:rPr>
          <w:rtl/>
        </w:rPr>
        <w:t xml:space="preserve"> </w:t>
      </w:r>
      <w:r w:rsidR="004E56E9" w:rsidRPr="00843429">
        <w:t>take</w:t>
      </w:r>
      <w:r w:rsidR="004E56E9" w:rsidRPr="00843429">
        <w:rPr>
          <w:rtl/>
        </w:rPr>
        <w:t xml:space="preserve"> </w:t>
      </w:r>
      <w:r w:rsidR="004E56E9" w:rsidRPr="00843429">
        <w:t>into</w:t>
      </w:r>
      <w:r w:rsidR="004E56E9" w:rsidRPr="00843429">
        <w:rPr>
          <w:rtl/>
        </w:rPr>
        <w:t xml:space="preserve"> </w:t>
      </w:r>
      <w:r w:rsidR="004E56E9" w:rsidRPr="00843429">
        <w:t>consideration</w:t>
      </w:r>
      <w:r w:rsidR="004E56E9" w:rsidRPr="00843429">
        <w:rPr>
          <w:rtl/>
        </w:rPr>
        <w:t xml:space="preserve"> </w:t>
      </w:r>
      <w:r w:rsidR="004E56E9" w:rsidRPr="00843429">
        <w:t>during</w:t>
      </w:r>
      <w:r w:rsidR="004E56E9" w:rsidRPr="00843429">
        <w:rPr>
          <w:rtl/>
        </w:rPr>
        <w:t xml:space="preserve"> </w:t>
      </w:r>
      <w:r w:rsidR="004E56E9" w:rsidRPr="00843429">
        <w:t>the</w:t>
      </w:r>
      <w:r w:rsidR="004E56E9" w:rsidRPr="00843429">
        <w:rPr>
          <w:rtl/>
        </w:rPr>
        <w:t xml:space="preserve"> </w:t>
      </w:r>
      <w:r w:rsidR="004E56E9" w:rsidRPr="00843429">
        <w:t>military</w:t>
      </w:r>
      <w:r w:rsidR="004E56E9" w:rsidRPr="00843429">
        <w:rPr>
          <w:rtl/>
        </w:rPr>
        <w:t xml:space="preserve"> </w:t>
      </w:r>
      <w:r w:rsidR="004E56E9" w:rsidRPr="00843429">
        <w:t>training</w:t>
      </w:r>
      <w:r w:rsidR="004E56E9" w:rsidRPr="00843429">
        <w:rPr>
          <w:rtl/>
        </w:rPr>
        <w:t xml:space="preserve"> </w:t>
      </w:r>
      <w:r w:rsidR="004E56E9" w:rsidRPr="00843429">
        <w:t>sessions</w:t>
      </w:r>
      <w:r w:rsidR="004E56E9">
        <w:t>?</w:t>
      </w:r>
    </w:p>
    <w:p w:rsidR="004E56E9" w:rsidRDefault="004E56E9" w:rsidP="004E56E9">
      <w:pPr>
        <w:pStyle w:val="Heading2Center"/>
      </w:pPr>
      <w:bookmarkStart w:id="168" w:name="_Toc418512358"/>
      <w:r w:rsidRPr="00843429">
        <w:t>For Reading</w:t>
      </w:r>
      <w:bookmarkEnd w:id="168"/>
    </w:p>
    <w:p w:rsidR="002E0242" w:rsidRDefault="004E56E9" w:rsidP="004E56E9">
      <w:pPr>
        <w:pStyle w:val="Heading3Center"/>
      </w:pPr>
      <w:bookmarkStart w:id="169" w:name="_Toc418512359"/>
      <w:r w:rsidRPr="00843429">
        <w:t>Om Salama: The Supporting and Fighting for God’s Sake Woman</w:t>
      </w:r>
      <w:bookmarkEnd w:id="169"/>
    </w:p>
    <w:p w:rsidR="002E0242" w:rsidRDefault="004E56E9" w:rsidP="00844CC1">
      <w:pPr>
        <w:pStyle w:val="libNormal"/>
      </w:pPr>
      <w:r w:rsidRPr="00844CC1">
        <w:t xml:space="preserve">Om Salama </w:t>
      </w:r>
      <w:r w:rsidRPr="00844CC1">
        <w:rPr>
          <w:rStyle w:val="libItalicChar"/>
        </w:rPr>
        <w:t>(May God be pleased with her)</w:t>
      </w:r>
      <w:r w:rsidRPr="00844CC1">
        <w:t xml:space="preserve"> is the wife of The Noblest Prophet </w:t>
      </w:r>
      <w:r w:rsidRPr="00844CC1">
        <w:rPr>
          <w:rStyle w:val="libItalicChar"/>
        </w:rPr>
        <w:t>(God’s prayers and peace bestowed upon him and his Household)</w:t>
      </w:r>
      <w:r w:rsidRPr="00844CC1">
        <w:t xml:space="preserve">. She represents the true portrayal of the steadfast belief and the fixed creed which was kneaded with the love of The Prophet </w:t>
      </w:r>
      <w:r w:rsidRPr="00844CC1">
        <w:rPr>
          <w:rStyle w:val="libItalicChar"/>
        </w:rPr>
        <w:t>(God’s prayers and peace bestowed upon him and his Household)</w:t>
      </w:r>
      <w:r w:rsidRPr="00844CC1">
        <w:t xml:space="preserve"> and the support of his Household </w:t>
      </w:r>
      <w:r w:rsidRPr="00844CC1">
        <w:rPr>
          <w:rStyle w:val="libItalicChar"/>
        </w:rPr>
        <w:t>(God’s peace bestowed upon them)</w:t>
      </w:r>
      <w:r w:rsidRPr="00843429">
        <w:t>.</w:t>
      </w:r>
    </w:p>
    <w:p w:rsidR="002E0242" w:rsidRDefault="004E56E9" w:rsidP="00844CC1">
      <w:pPr>
        <w:pStyle w:val="libNormal"/>
      </w:pPr>
      <w:r w:rsidRPr="00843429">
        <w:t xml:space="preserve">God’s prophet </w:t>
      </w:r>
      <w:r w:rsidRPr="00844CC1">
        <w:rPr>
          <w:rStyle w:val="libItalicChar"/>
        </w:rPr>
        <w:t>(God’s prayers and peace bestowed upon him and his Household)</w:t>
      </w:r>
      <w:r w:rsidRPr="00844CC1">
        <w:t xml:space="preserve"> preferred Om Salama to all his other wives, excluding Khadija </w:t>
      </w:r>
      <w:r w:rsidRPr="00844CC1">
        <w:rPr>
          <w:rStyle w:val="libItalicChar"/>
        </w:rPr>
        <w:t>(God’s peace bestowed upon her)</w:t>
      </w:r>
      <w:r w:rsidRPr="00844CC1">
        <w:t xml:space="preserve">. She had the first place and the lofty rank, which none of the other wives, except Khadija </w:t>
      </w:r>
      <w:r w:rsidRPr="00844CC1">
        <w:rPr>
          <w:rStyle w:val="libItalicChar"/>
        </w:rPr>
        <w:t>(God’s peace bestowed upon her)</w:t>
      </w:r>
      <w:r w:rsidRPr="00843429">
        <w:t>, had.</w:t>
      </w:r>
    </w:p>
    <w:p w:rsidR="002E0242" w:rsidRDefault="004E56E9" w:rsidP="00844CC1">
      <w:pPr>
        <w:pStyle w:val="libNormal"/>
      </w:pPr>
      <w:r w:rsidRPr="00843429">
        <w:t xml:space="preserve">The life of this reverent lady was distinguished by her support to The Household </w:t>
      </w:r>
      <w:r w:rsidRPr="00844CC1">
        <w:rPr>
          <w:rStyle w:val="libItalicChar"/>
        </w:rPr>
        <w:t>(God’s peace bestowed upon them)</w:t>
      </w:r>
      <w:r w:rsidRPr="00844CC1">
        <w:t xml:space="preserve"> in spite of all the political trends which aggressed against them and drove them away of the position in which The Most High God made them. She was characterized by the steadfastness to their authority and to the calling ]of the people] for it. After The Prophet </w:t>
      </w:r>
      <w:r w:rsidRPr="00844CC1">
        <w:rPr>
          <w:rStyle w:val="libItalicChar"/>
        </w:rPr>
        <w:t>(God’s prayers and peace bestowed upon him and his Household)</w:t>
      </w:r>
      <w:r w:rsidRPr="00844CC1">
        <w:t xml:space="preserve"> had passed away, she spent all the rest of her life in calling the people and in informing them about their [The Household’s </w:t>
      </w:r>
      <w:r w:rsidRPr="00844CC1">
        <w:rPr>
          <w:rStyle w:val="libItalicChar"/>
        </w:rPr>
        <w:t>(God’s peace bestowed upon them)</w:t>
      </w:r>
      <w:r w:rsidRPr="00844CC1">
        <w:t xml:space="preserve">] right, thus referring to what she had heard from God’s prophet </w:t>
      </w:r>
      <w:r w:rsidRPr="00844CC1">
        <w:rPr>
          <w:rStyle w:val="libItalicChar"/>
        </w:rPr>
        <w:t>(God’s prayers and peace bestowed upon him and his Household)</w:t>
      </w:r>
      <w:r w:rsidRPr="00843429">
        <w:t xml:space="preserve"> as regards their right and prestige.</w:t>
      </w:r>
    </w:p>
    <w:p w:rsidR="002E0242" w:rsidRDefault="004E56E9" w:rsidP="00844CC1">
      <w:pPr>
        <w:pStyle w:val="libNormal"/>
      </w:pPr>
      <w:r w:rsidRPr="00843429">
        <w:t xml:space="preserve">The Household </w:t>
      </w:r>
      <w:r w:rsidRPr="00844CC1">
        <w:rPr>
          <w:rStyle w:val="libItalicChar"/>
        </w:rPr>
        <w:t>(God’s peace bestowed upon them)</w:t>
      </w:r>
      <w:r w:rsidRPr="00843429">
        <w:t xml:space="preserve"> used to respect her a lot and to esteem her so highly and honorably.</w:t>
      </w:r>
    </w:p>
    <w:p w:rsidR="002E0242" w:rsidRDefault="004E56E9" w:rsidP="00844CC1">
      <w:pPr>
        <w:pStyle w:val="libNormal"/>
      </w:pPr>
      <w:r w:rsidRPr="00843429">
        <w:t xml:space="preserve">Om Salama, the woman who was carrying with her an old belief since the beginning of the call for Islam, was always aspiring towards the Pleasure of The Most High God. One day, she asked The Prophet </w:t>
      </w:r>
      <w:r w:rsidRPr="00844CC1">
        <w:rPr>
          <w:rStyle w:val="libItalicChar"/>
        </w:rPr>
        <w:t>(God’s prayers and peace bestowed upon him and his Household)</w:t>
      </w:r>
      <w:r w:rsidRPr="00844CC1">
        <w:t>, “Why don’t we fight for God’s sake and attain martyrdom as the men do?” At that, The Most High God sent down the following noble verse: (And wish not for things in which Allah has made some of you to excel others. For men there is reward for what they have earned, (and likewise) for women there is reward for what they have earned, and ask Allah of His Bounty. Surely, Allah is Ever Knower of Everything)</w:t>
      </w:r>
      <w:r w:rsidRPr="00844CC1">
        <w:rPr>
          <w:rStyle w:val="libFootnotenumChar"/>
        </w:rPr>
        <w:endnoteReference w:id="177"/>
      </w:r>
      <w:r w:rsidRPr="00843429">
        <w:t>.</w:t>
      </w:r>
    </w:p>
    <w:p w:rsidR="002E0242" w:rsidRDefault="006719D2" w:rsidP="00844CC1">
      <w:pPr>
        <w:pStyle w:val="libNormal"/>
      </w:pPr>
      <w:r w:rsidRPr="00843429">
        <w:t xml:space="preserve">She </w:t>
      </w:r>
      <w:r w:rsidRPr="00844CC1">
        <w:rPr>
          <w:rStyle w:val="libItalicChar"/>
        </w:rPr>
        <w:t>(May God pleased be pleased with her)</w:t>
      </w:r>
      <w:r w:rsidRPr="00844CC1">
        <w:t xml:space="preserve"> defended Sayyda Fatima Al-Zahraa </w:t>
      </w:r>
      <w:r w:rsidRPr="00844CC1">
        <w:rPr>
          <w:rStyle w:val="libItalicChar"/>
        </w:rPr>
        <w:t>(God’s peace bestowed upon her)</w:t>
      </w:r>
      <w:r w:rsidRPr="00844CC1">
        <w:t xml:space="preserve">. And because she did so, she was deprived of her allotted money ]from the House of the Muslims’ money] in the same year she defended the daughter of God’s prophet </w:t>
      </w:r>
      <w:r w:rsidRPr="00844CC1">
        <w:rPr>
          <w:rStyle w:val="libItalicChar"/>
        </w:rPr>
        <w:t>(God’s prayers and peace bestowed upon him and his Household)</w:t>
      </w:r>
      <w:r w:rsidRPr="00843429">
        <w:t>.</w:t>
      </w:r>
    </w:p>
    <w:p w:rsidR="002E0242" w:rsidRDefault="006719D2" w:rsidP="00844CC1">
      <w:pPr>
        <w:pStyle w:val="libNormal"/>
      </w:pPr>
      <w:r w:rsidRPr="00843429">
        <w:t xml:space="preserve">Moreover, she </w:t>
      </w:r>
      <w:r w:rsidRPr="00844CC1">
        <w:rPr>
          <w:rStyle w:val="libItalicChar"/>
        </w:rPr>
        <w:t>(May God be pleased with her)</w:t>
      </w:r>
      <w:r w:rsidRPr="00844CC1">
        <w:t xml:space="preserve"> defended The Prince of the Believers </w:t>
      </w:r>
      <w:r w:rsidRPr="00844CC1">
        <w:rPr>
          <w:rStyle w:val="libItalicChar"/>
        </w:rPr>
        <w:t>(God’s peace bestowed upon him)</w:t>
      </w:r>
      <w:r w:rsidRPr="00844CC1">
        <w:t xml:space="preserve"> and his true attitude in Al-Jamal war. She gathered the women of Al-Mouhajereen [the immigrants] and Al-Ansar [the supporters] and informed them of her wrath from everyone who had got out fighting The Prince of the Believers Imam Ali ibn Abi Taleb </w:t>
      </w:r>
      <w:r w:rsidRPr="00844CC1">
        <w:rPr>
          <w:rStyle w:val="libItalicChar"/>
        </w:rPr>
        <w:t>(God’s peace bestowed upon him)</w:t>
      </w:r>
      <w:r w:rsidRPr="00843429">
        <w:t>.</w:t>
      </w:r>
    </w:p>
    <w:p w:rsidR="002E0242" w:rsidRDefault="006719D2" w:rsidP="00844CC1">
      <w:pPr>
        <w:pStyle w:val="libNormal"/>
      </w:pPr>
      <w:r w:rsidRPr="00843429">
        <w:t>In addition to all of this, her history is filled with many attitudes which testify that she was from the women who fought for God’s sake and from the women who strove to raise the flag of Islam with all the might she had.</w:t>
      </w:r>
    </w:p>
    <w:p w:rsidR="002E0242" w:rsidRDefault="002E0242" w:rsidP="00EE29A6">
      <w:pPr>
        <w:pStyle w:val="libNormal"/>
      </w:pPr>
      <w:r>
        <w:br w:type="page"/>
      </w:r>
    </w:p>
    <w:p w:rsidR="00413479" w:rsidRPr="006719D2" w:rsidRDefault="002E0242" w:rsidP="002E0242">
      <w:pPr>
        <w:pStyle w:val="Heading1Center"/>
      </w:pPr>
      <w:bookmarkStart w:id="170" w:name="_Toc418512360"/>
      <w:r>
        <w:lastRenderedPageBreak/>
        <w:t>Endnotes</w:t>
      </w:r>
      <w:bookmarkEnd w:id="170"/>
    </w:p>
    <w:sectPr w:rsidR="00413479" w:rsidRPr="006719D2" w:rsidSect="00664397">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440" w:right="1440" w:bottom="1440" w:left="144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5DAF" w:rsidRDefault="00A35DAF" w:rsidP="002E0242">
      <w:pPr>
        <w:pStyle w:val="libNormal"/>
      </w:pPr>
    </w:p>
  </w:endnote>
  <w:endnote w:type="continuationSeparator" w:id="1">
    <w:p w:rsidR="00A35DAF" w:rsidRDefault="00A35DAF" w:rsidP="002E0242">
      <w:pPr>
        <w:pStyle w:val="libNormal"/>
      </w:pPr>
    </w:p>
  </w:endnote>
  <w:endnote w:type="continuationNotice" w:id="2">
    <w:p w:rsidR="00A35DAF" w:rsidRDefault="00A35DAF" w:rsidP="002E0242">
      <w:pPr>
        <w:pStyle w:val="libNormal"/>
      </w:pPr>
    </w:p>
  </w:endnote>
  <w:endnote w:id="3">
    <w:p w:rsidR="00844CC1" w:rsidRPr="00844CC1" w:rsidRDefault="00844CC1" w:rsidP="00844CC1">
      <w:pPr>
        <w:pStyle w:val="libFootnote"/>
      </w:pPr>
      <w:r w:rsidRPr="00844CC1">
        <w:endnoteRef/>
      </w:r>
      <w:r w:rsidRPr="00844CC1">
        <w:t xml:space="preserve"> Bihar Al-Anwar [The Seas of Lights]/ Part Twenty Two/ Page 116</w:t>
      </w:r>
    </w:p>
  </w:endnote>
  <w:endnote w:id="4">
    <w:p w:rsidR="00844CC1" w:rsidRPr="00844CC1" w:rsidRDefault="00844CC1" w:rsidP="00844CC1">
      <w:pPr>
        <w:pStyle w:val="libFootnote"/>
      </w:pPr>
      <w:r w:rsidRPr="00844CC1">
        <w:endnoteRef/>
      </w:r>
      <w:r w:rsidRPr="00844CC1">
        <w:t xml:space="preserve"> The Noble Qur’an/ Al-Rum [Rome] Chapter/ Verse 21</w:t>
      </w:r>
    </w:p>
  </w:endnote>
  <w:endnote w:id="5">
    <w:p w:rsidR="00844CC1" w:rsidRPr="00844CC1" w:rsidRDefault="00844CC1" w:rsidP="00844CC1">
      <w:pPr>
        <w:pStyle w:val="libFootnote"/>
      </w:pPr>
      <w:r w:rsidRPr="00844CC1">
        <w:endnoteRef/>
      </w:r>
      <w:r w:rsidRPr="00844CC1">
        <w:t xml:space="preserve"> Al-Moustadrak [Making Up For the Means]/ Al-Hakim Al-Nisabori/ Part Two/Page 381</w:t>
      </w:r>
    </w:p>
  </w:endnote>
  <w:endnote w:id="6">
    <w:p w:rsidR="00844CC1" w:rsidRPr="00844CC1" w:rsidRDefault="00844CC1" w:rsidP="00844CC1">
      <w:pPr>
        <w:pStyle w:val="libFootnote"/>
      </w:pPr>
      <w:r w:rsidRPr="00844CC1">
        <w:endnoteRef/>
      </w:r>
      <w:r w:rsidRPr="00844CC1">
        <w:t xml:space="preserve"> The Noble Qur’an/ Al-Aa’raf [The Heights] Chapter/ Verses 19 till 23</w:t>
      </w:r>
    </w:p>
  </w:endnote>
  <w:endnote w:id="7">
    <w:p w:rsidR="00844CC1" w:rsidRPr="00844CC1" w:rsidRDefault="00844CC1" w:rsidP="00844CC1">
      <w:pPr>
        <w:pStyle w:val="libFootnote"/>
      </w:pPr>
      <w:r w:rsidRPr="00844CC1">
        <w:endnoteRef/>
      </w:r>
      <w:r w:rsidRPr="00844CC1">
        <w:t xml:space="preserve"> The Noble Qur’an/ Al-Israa [The Journey by Night] Chapter/ Verse 70</w:t>
      </w:r>
    </w:p>
  </w:endnote>
  <w:endnote w:id="8">
    <w:p w:rsidR="00844CC1" w:rsidRPr="00844CC1" w:rsidRDefault="00844CC1" w:rsidP="00844CC1">
      <w:pPr>
        <w:pStyle w:val="libFootnote"/>
      </w:pPr>
      <w:r w:rsidRPr="00844CC1">
        <w:endnoteRef/>
      </w:r>
      <w:r w:rsidRPr="00844CC1">
        <w:t xml:space="preserve"> The Noble Qur’an/ Al-Houjourat [The Chambers] Chapter/ Verse 13</w:t>
      </w:r>
    </w:p>
  </w:endnote>
  <w:endnote w:id="9">
    <w:p w:rsidR="00844CC1" w:rsidRPr="00844CC1" w:rsidRDefault="00844CC1" w:rsidP="00844CC1">
      <w:pPr>
        <w:pStyle w:val="libFootnote"/>
      </w:pPr>
      <w:r w:rsidRPr="00844CC1">
        <w:endnoteRef/>
      </w:r>
      <w:r w:rsidRPr="00844CC1">
        <w:t xml:space="preserve"> The Noble Qur’an/ Al-Ba’qara [The Cow] Chapter/ Verse 2</w:t>
      </w:r>
    </w:p>
  </w:endnote>
  <w:endnote w:id="10">
    <w:p w:rsidR="00844CC1" w:rsidRPr="00844CC1" w:rsidRDefault="00844CC1" w:rsidP="00844CC1">
      <w:pPr>
        <w:pStyle w:val="libFootnote"/>
      </w:pPr>
      <w:r w:rsidRPr="00844CC1">
        <w:endnoteRef/>
      </w:r>
      <w:r w:rsidRPr="00844CC1">
        <w:t xml:space="preserve"> The Noble Qur’an/ Al-Nisaa [The Women] Chapter/ Verse 28</w:t>
      </w:r>
    </w:p>
  </w:endnote>
  <w:endnote w:id="11">
    <w:p w:rsidR="00844CC1" w:rsidRPr="00844CC1" w:rsidRDefault="00844CC1" w:rsidP="00844CC1">
      <w:pPr>
        <w:pStyle w:val="libFootnote"/>
      </w:pPr>
      <w:r w:rsidRPr="00844CC1">
        <w:endnoteRef/>
      </w:r>
      <w:r w:rsidRPr="00844CC1">
        <w:t xml:space="preserve"> The Noble Qur’an/ Al-Israa [The Journey by Night] Chapter/ Verse 11</w:t>
      </w:r>
    </w:p>
  </w:endnote>
  <w:endnote w:id="12">
    <w:p w:rsidR="00844CC1" w:rsidRPr="00844CC1" w:rsidRDefault="00844CC1" w:rsidP="00844CC1">
      <w:pPr>
        <w:pStyle w:val="libFootnote"/>
      </w:pPr>
      <w:r w:rsidRPr="00844CC1">
        <w:endnoteRef/>
      </w:r>
      <w:r w:rsidRPr="00844CC1">
        <w:t xml:space="preserve"> The Noble Qur’an/ Al-Ma’arej [The Ways of Ascent] Chapter/ Verses 19 till 21</w:t>
      </w:r>
    </w:p>
  </w:endnote>
  <w:endnote w:id="13">
    <w:p w:rsidR="00844CC1" w:rsidRPr="00844CC1" w:rsidRDefault="00844CC1" w:rsidP="00844CC1">
      <w:pPr>
        <w:pStyle w:val="libFootnote"/>
      </w:pPr>
      <w:r w:rsidRPr="00844CC1">
        <w:endnoteRef/>
      </w:r>
      <w:r w:rsidRPr="00844CC1">
        <w:t xml:space="preserve"> The Noble Qur’an/ Al-Houjourat [The Chambers] Chapter/ Verse 13</w:t>
      </w:r>
    </w:p>
  </w:endnote>
  <w:endnote w:id="14">
    <w:p w:rsidR="00844CC1" w:rsidRPr="00844CC1" w:rsidRDefault="00844CC1" w:rsidP="00844CC1">
      <w:pPr>
        <w:pStyle w:val="libFootnote"/>
      </w:pPr>
      <w:r w:rsidRPr="00844CC1">
        <w:endnoteRef/>
      </w:r>
      <w:r w:rsidRPr="00844CC1">
        <w:t xml:space="preserve"> Wasael Al-Shee’aa [The Means of the Shiite]/ Part Fourteen/ Page 123</w:t>
      </w:r>
    </w:p>
  </w:endnote>
  <w:endnote w:id="15">
    <w:p w:rsidR="00844CC1" w:rsidRPr="00844CC1" w:rsidRDefault="00844CC1" w:rsidP="00844CC1">
      <w:pPr>
        <w:pStyle w:val="libFootnote"/>
      </w:pPr>
      <w:r w:rsidRPr="00844CC1">
        <w:endnoteRef/>
      </w:r>
      <w:r w:rsidRPr="00844CC1">
        <w:t xml:space="preserve"> The Noble Qur’an/ Al-Ba’qara [The Cow] Chapter/ Verse 228</w:t>
      </w:r>
    </w:p>
  </w:endnote>
  <w:endnote w:id="16">
    <w:p w:rsidR="00844CC1" w:rsidRPr="00844CC1" w:rsidRDefault="00844CC1" w:rsidP="00844CC1">
      <w:pPr>
        <w:pStyle w:val="libFootnote"/>
      </w:pPr>
      <w:r w:rsidRPr="00844CC1">
        <w:endnoteRef/>
      </w:r>
      <w:r w:rsidRPr="00844CC1">
        <w:t xml:space="preserve"> The Noble Qur’an/ Al-Ba’qara Chapter/ Verses 227 and 228</w:t>
      </w:r>
    </w:p>
  </w:endnote>
  <w:endnote w:id="17">
    <w:p w:rsidR="00844CC1" w:rsidRPr="00844CC1" w:rsidRDefault="00844CC1" w:rsidP="00844CC1">
      <w:pPr>
        <w:pStyle w:val="libFootnote"/>
      </w:pPr>
      <w:r w:rsidRPr="00844CC1">
        <w:endnoteRef/>
      </w:r>
      <w:r w:rsidRPr="00844CC1">
        <w:t xml:space="preserve"> The Noble Qur’an/ Al-Tahreem [The Prohibition] Chapter/ Verse 10</w:t>
      </w:r>
    </w:p>
  </w:endnote>
  <w:endnote w:id="18">
    <w:p w:rsidR="00844CC1" w:rsidRPr="00844CC1" w:rsidRDefault="00844CC1" w:rsidP="00844CC1">
      <w:pPr>
        <w:pStyle w:val="libFootnote"/>
      </w:pPr>
      <w:r w:rsidRPr="00844CC1">
        <w:endnoteRef/>
      </w:r>
      <w:r w:rsidRPr="00844CC1">
        <w:t xml:space="preserve"> The Noble Qur’an/ Al-Namel [The Ants] Chapter/ Verses 32 till 44</w:t>
      </w:r>
    </w:p>
  </w:endnote>
  <w:endnote w:id="19">
    <w:p w:rsidR="00844CC1" w:rsidRPr="00844CC1" w:rsidRDefault="00844CC1" w:rsidP="00844CC1">
      <w:pPr>
        <w:pStyle w:val="libFootnote"/>
      </w:pPr>
      <w:r w:rsidRPr="00844CC1">
        <w:endnoteRef/>
      </w:r>
      <w:r w:rsidRPr="00844CC1">
        <w:t xml:space="preserve"> The Noble Qur’an/ Al-Tahreem [The Prohibition] Chapter/ Verse 11</w:t>
      </w:r>
    </w:p>
  </w:endnote>
  <w:endnote w:id="20">
    <w:p w:rsidR="00844CC1" w:rsidRPr="00844CC1" w:rsidRDefault="00844CC1" w:rsidP="00844CC1">
      <w:pPr>
        <w:pStyle w:val="libFootnote"/>
      </w:pPr>
      <w:r w:rsidRPr="00844CC1">
        <w:endnoteRef/>
      </w:r>
      <w:r w:rsidRPr="00844CC1">
        <w:t xml:space="preserve"> The Noble Qur’an/ Al-Tahreem Chapter/ Verse 11</w:t>
      </w:r>
    </w:p>
  </w:endnote>
  <w:endnote w:id="21">
    <w:p w:rsidR="00844CC1" w:rsidRPr="00844CC1" w:rsidRDefault="00844CC1" w:rsidP="00844CC1">
      <w:pPr>
        <w:pStyle w:val="libFootnote"/>
      </w:pPr>
      <w:r w:rsidRPr="00844CC1">
        <w:endnoteRef/>
      </w:r>
      <w:r w:rsidRPr="00844CC1">
        <w:t xml:space="preserve"> The Noble Qur’an/ Al-Omran [Omran’s Household] Chapter/ Verse 37</w:t>
      </w:r>
    </w:p>
  </w:endnote>
  <w:endnote w:id="22">
    <w:p w:rsidR="00844CC1" w:rsidRPr="00844CC1" w:rsidRDefault="00844CC1" w:rsidP="00844CC1">
      <w:pPr>
        <w:pStyle w:val="libFootnote"/>
      </w:pPr>
      <w:r w:rsidRPr="00844CC1">
        <w:endnoteRef/>
      </w:r>
      <w:r w:rsidRPr="00844CC1">
        <w:t xml:space="preserve"> *Ibnat: the daughter of</w:t>
      </w:r>
    </w:p>
  </w:endnote>
  <w:endnote w:id="23">
    <w:p w:rsidR="00844CC1" w:rsidRPr="00844CC1" w:rsidRDefault="00844CC1" w:rsidP="00844CC1">
      <w:pPr>
        <w:pStyle w:val="libFootnote"/>
      </w:pPr>
      <w:r w:rsidRPr="00844CC1">
        <w:endnoteRef/>
      </w:r>
      <w:r w:rsidRPr="00844CC1">
        <w:t xml:space="preserve"> The Noble Qur’an/ Al-Omran Chapter/ Verses 42 and 43</w:t>
      </w:r>
    </w:p>
  </w:endnote>
  <w:endnote w:id="24">
    <w:p w:rsidR="00844CC1" w:rsidRPr="00844CC1" w:rsidRDefault="00844CC1" w:rsidP="00844CC1">
      <w:pPr>
        <w:pStyle w:val="libFootnote"/>
      </w:pPr>
      <w:r w:rsidRPr="00844CC1">
        <w:endnoteRef/>
      </w:r>
      <w:r w:rsidRPr="00844CC1">
        <w:t xml:space="preserve"> The Noble Qur’an/ Al-Moumtahana [The Woman to Be Examined] Chapter/ Verse 12</w:t>
      </w:r>
    </w:p>
  </w:endnote>
  <w:endnote w:id="25">
    <w:p w:rsidR="00844CC1" w:rsidRPr="00844CC1" w:rsidRDefault="00844CC1" w:rsidP="00844CC1">
      <w:pPr>
        <w:pStyle w:val="libFootnote"/>
      </w:pPr>
      <w:r w:rsidRPr="00844CC1">
        <w:endnoteRef/>
      </w:r>
      <w:r w:rsidRPr="00844CC1">
        <w:t xml:space="preserve"> Refer to Nezam Houkouk Al-Mar’aa Fi Al-Islam [The System of Woman’s Rights in Islam]/ The Martyr Mourtada Al-Moutahhari/ Page 159 and the following pages</w:t>
      </w:r>
    </w:p>
  </w:endnote>
  <w:endnote w:id="26">
    <w:p w:rsidR="00844CC1" w:rsidRPr="00844CC1" w:rsidRDefault="00844CC1" w:rsidP="00844CC1">
      <w:pPr>
        <w:pStyle w:val="libFootnote"/>
      </w:pPr>
      <w:r w:rsidRPr="00844CC1">
        <w:endnoteRef/>
      </w:r>
      <w:r w:rsidRPr="00844CC1">
        <w:t xml:space="preserve"> The Noble Qur’an/ Al-Nisaa [The Women] Chapter/ Verse 3</w:t>
      </w:r>
    </w:p>
  </w:endnote>
  <w:endnote w:id="27">
    <w:p w:rsidR="00844CC1" w:rsidRPr="00844CC1" w:rsidRDefault="00844CC1" w:rsidP="00844CC1">
      <w:pPr>
        <w:pStyle w:val="libFootnote"/>
      </w:pPr>
      <w:r w:rsidRPr="00844CC1">
        <w:endnoteRef/>
      </w:r>
      <w:r w:rsidRPr="00844CC1">
        <w:t xml:space="preserve"> The Noble Qur’an/ Al-Nisaa [The Women] Chapter/ Verse 34</w:t>
      </w:r>
    </w:p>
  </w:endnote>
  <w:endnote w:id="28">
    <w:p w:rsidR="00844CC1" w:rsidRPr="00844CC1" w:rsidRDefault="00844CC1" w:rsidP="00844CC1">
      <w:pPr>
        <w:pStyle w:val="libFootnote"/>
      </w:pPr>
      <w:r w:rsidRPr="00844CC1">
        <w:endnoteRef/>
      </w:r>
      <w:r w:rsidRPr="00844CC1">
        <w:t xml:space="preserve"> The Noble Qur’an/ Al-Nisaa [The Women] Chapter/ Verse 7</w:t>
      </w:r>
    </w:p>
  </w:endnote>
  <w:endnote w:id="29">
    <w:p w:rsidR="00844CC1" w:rsidRPr="00844CC1" w:rsidRDefault="00844CC1" w:rsidP="00844CC1">
      <w:pPr>
        <w:pStyle w:val="libFootnote"/>
      </w:pPr>
      <w:r w:rsidRPr="00844CC1">
        <w:endnoteRef/>
      </w:r>
      <w:r w:rsidRPr="00844CC1">
        <w:t xml:space="preserve"> The Noble Qur’an/ Al-Nisaa Chapter/ Verse 11</w:t>
      </w:r>
    </w:p>
  </w:endnote>
  <w:endnote w:id="30">
    <w:p w:rsidR="00844CC1" w:rsidRPr="00844CC1" w:rsidRDefault="00844CC1" w:rsidP="00844CC1">
      <w:pPr>
        <w:pStyle w:val="libFootnote"/>
      </w:pPr>
      <w:r w:rsidRPr="00844CC1">
        <w:endnoteRef/>
      </w:r>
      <w:r w:rsidRPr="00844CC1">
        <w:t xml:space="preserve"> The Noble Qur’an/ Al-Nisaa [The Women] Chapter/ Verse 34</w:t>
      </w:r>
    </w:p>
  </w:endnote>
  <w:endnote w:id="31">
    <w:p w:rsidR="00844CC1" w:rsidRPr="00844CC1" w:rsidRDefault="00844CC1" w:rsidP="00844CC1">
      <w:pPr>
        <w:pStyle w:val="libFootnote"/>
      </w:pPr>
      <w:r w:rsidRPr="00844CC1">
        <w:endnoteRef/>
      </w:r>
      <w:r w:rsidRPr="00844CC1">
        <w:t xml:space="preserve"> * Other names for God’s prophet Mohammad ibn Abdullah </w:t>
      </w:r>
      <w:r w:rsidRPr="00844CC1">
        <w:rPr>
          <w:szCs w:val="20"/>
        </w:rPr>
        <w:t>(God’s prayers and peace bestowed upon him and his Household)</w:t>
      </w:r>
    </w:p>
  </w:endnote>
  <w:endnote w:id="32">
    <w:p w:rsidR="00844CC1" w:rsidRPr="00844CC1" w:rsidRDefault="00844CC1" w:rsidP="00844CC1">
      <w:pPr>
        <w:pStyle w:val="libFootnote"/>
      </w:pPr>
      <w:r w:rsidRPr="00844CC1">
        <w:endnoteRef/>
      </w:r>
      <w:r w:rsidRPr="00844CC1">
        <w:t xml:space="preserve"> The Noble Qur’an/ Al-Alaq [The Clot] Chapter/ Verse 1 till 5</w:t>
      </w:r>
    </w:p>
  </w:endnote>
  <w:endnote w:id="33">
    <w:p w:rsidR="00844CC1" w:rsidRPr="00844CC1" w:rsidRDefault="00844CC1" w:rsidP="00844CC1">
      <w:pPr>
        <w:pStyle w:val="libFootnote"/>
      </w:pPr>
      <w:r w:rsidRPr="00844CC1">
        <w:endnoteRef/>
      </w:r>
      <w:r w:rsidRPr="00844CC1">
        <w:t xml:space="preserve"> The Noble Qur’an/ Al-Zoumar [The Groups] Chapter/ Verse 9</w:t>
      </w:r>
    </w:p>
  </w:endnote>
  <w:endnote w:id="34">
    <w:p w:rsidR="00844CC1" w:rsidRPr="00844CC1" w:rsidRDefault="00844CC1" w:rsidP="00844CC1">
      <w:pPr>
        <w:pStyle w:val="libFootnote"/>
      </w:pPr>
      <w:r w:rsidRPr="00844CC1">
        <w:endnoteRef/>
      </w:r>
      <w:r w:rsidRPr="00844CC1">
        <w:t xml:space="preserve"> The Noble Qur’an/ Al-Moujadila [The Women Who Disputes] Chapter/ Verse 11</w:t>
      </w:r>
    </w:p>
  </w:endnote>
  <w:endnote w:id="35">
    <w:p w:rsidR="00844CC1" w:rsidRPr="00844CC1" w:rsidRDefault="00844CC1" w:rsidP="00844CC1">
      <w:pPr>
        <w:pStyle w:val="libFootnote"/>
      </w:pPr>
      <w:r w:rsidRPr="00844CC1">
        <w:endnoteRef/>
      </w:r>
      <w:r w:rsidRPr="00844CC1">
        <w:t xml:space="preserve"> Bihar Al-Anwar [The Seas of Lights]/ Part Two/ Page 17</w:t>
      </w:r>
    </w:p>
  </w:endnote>
  <w:endnote w:id="36">
    <w:p w:rsidR="00844CC1" w:rsidRPr="00844CC1" w:rsidRDefault="00844CC1" w:rsidP="00844CC1">
      <w:pPr>
        <w:pStyle w:val="libFootnote"/>
      </w:pPr>
      <w:r w:rsidRPr="00844CC1">
        <w:endnoteRef/>
      </w:r>
      <w:r w:rsidRPr="00844CC1">
        <w:t xml:space="preserve"> Meezan Al-Hekma [The Standard of Sagacity]/ Part One/ Page 463</w:t>
      </w:r>
    </w:p>
  </w:endnote>
  <w:endnote w:id="37">
    <w:p w:rsidR="00844CC1" w:rsidRPr="00844CC1" w:rsidRDefault="00844CC1" w:rsidP="00844CC1">
      <w:pPr>
        <w:pStyle w:val="libFootnote"/>
      </w:pPr>
      <w:r w:rsidRPr="00844CC1">
        <w:endnoteRef/>
      </w:r>
      <w:r w:rsidRPr="00844CC1">
        <w:t xml:space="preserve"> The Noble Qur’an/ Sabaa [Sheba] Chapter/ Verse 6</w:t>
      </w:r>
    </w:p>
  </w:endnote>
  <w:endnote w:id="38">
    <w:p w:rsidR="00844CC1" w:rsidRPr="00844CC1" w:rsidRDefault="00844CC1" w:rsidP="00844CC1">
      <w:pPr>
        <w:pStyle w:val="libFootnote"/>
      </w:pPr>
      <w:r w:rsidRPr="00844CC1">
        <w:endnoteRef/>
      </w:r>
      <w:r w:rsidRPr="00844CC1">
        <w:t xml:space="preserve"> The Noble Qur’an/ Al-Hajj [The Pilgrimage] Chapter/ Verse 54</w:t>
      </w:r>
    </w:p>
  </w:endnote>
  <w:endnote w:id="39">
    <w:p w:rsidR="00844CC1" w:rsidRPr="00844CC1" w:rsidRDefault="00844CC1" w:rsidP="00844CC1">
      <w:pPr>
        <w:pStyle w:val="libFootnote"/>
      </w:pPr>
      <w:r w:rsidRPr="00844CC1">
        <w:endnoteRef/>
      </w:r>
      <w:r w:rsidRPr="00844CC1">
        <w:t xml:space="preserve"> Meezan Al-Hekma/ Part Three/ Page 2064</w:t>
      </w:r>
    </w:p>
  </w:endnote>
  <w:endnote w:id="40">
    <w:p w:rsidR="00844CC1" w:rsidRPr="00844CC1" w:rsidRDefault="00844CC1" w:rsidP="00844CC1">
      <w:pPr>
        <w:pStyle w:val="libFootnote"/>
      </w:pPr>
      <w:r w:rsidRPr="00844CC1">
        <w:endnoteRef/>
      </w:r>
      <w:r w:rsidRPr="00844CC1">
        <w:t xml:space="preserve"> The Noble Qur’an/ Ta’ha Chapter/ Verse 114</w:t>
      </w:r>
    </w:p>
  </w:endnote>
  <w:endnote w:id="41">
    <w:p w:rsidR="00844CC1" w:rsidRPr="00844CC1" w:rsidRDefault="00844CC1" w:rsidP="00844CC1">
      <w:pPr>
        <w:pStyle w:val="libFootnote"/>
      </w:pPr>
      <w:r w:rsidRPr="00844CC1">
        <w:endnoteRef/>
      </w:r>
      <w:r w:rsidRPr="00844CC1">
        <w:t xml:space="preserve"> Amali/ Sheikh Al-Toussi/ Page 428</w:t>
      </w:r>
    </w:p>
  </w:endnote>
  <w:endnote w:id="42">
    <w:p w:rsidR="00844CC1" w:rsidRPr="00844CC1" w:rsidRDefault="00844CC1" w:rsidP="00844CC1">
      <w:pPr>
        <w:pStyle w:val="libFootnote"/>
      </w:pPr>
      <w:r w:rsidRPr="00844CC1">
        <w:endnoteRef/>
      </w:r>
      <w:r w:rsidRPr="00844CC1">
        <w:t xml:space="preserve"> Meezan Al-Hekma [The Standard of Sagacity]/ Part One/ Page 462</w:t>
      </w:r>
    </w:p>
  </w:endnote>
  <w:endnote w:id="43">
    <w:p w:rsidR="00844CC1" w:rsidRPr="00844CC1" w:rsidRDefault="00844CC1" w:rsidP="00844CC1">
      <w:pPr>
        <w:pStyle w:val="libFootnote"/>
      </w:pPr>
      <w:r w:rsidRPr="00844CC1">
        <w:endnoteRef/>
      </w:r>
      <w:r w:rsidRPr="00844CC1">
        <w:t xml:space="preserve"> Meezan Al-Hekma/ Part One/ Page 462</w:t>
      </w:r>
    </w:p>
  </w:endnote>
  <w:endnote w:id="44">
    <w:p w:rsidR="00844CC1" w:rsidRPr="00844CC1" w:rsidRDefault="00844CC1" w:rsidP="00844CC1">
      <w:pPr>
        <w:pStyle w:val="libFootnote"/>
      </w:pPr>
      <w:r w:rsidRPr="00844CC1">
        <w:endnoteRef/>
      </w:r>
      <w:r w:rsidRPr="00844CC1">
        <w:t xml:space="preserve"> Al-Kafi [The Sufficient]/ Part One/ Page 30</w:t>
      </w:r>
    </w:p>
  </w:endnote>
  <w:endnote w:id="45">
    <w:p w:rsidR="00844CC1" w:rsidRPr="00844CC1" w:rsidRDefault="00844CC1" w:rsidP="00844CC1">
      <w:pPr>
        <w:pStyle w:val="libFootnote"/>
      </w:pPr>
      <w:r w:rsidRPr="00844CC1">
        <w:endnoteRef/>
      </w:r>
      <w:r w:rsidRPr="00844CC1">
        <w:t xml:space="preserve"> Meezan Al-Hekma/ Part One/ Page 65</w:t>
      </w:r>
    </w:p>
  </w:endnote>
  <w:endnote w:id="46">
    <w:p w:rsidR="00844CC1" w:rsidRPr="00844CC1" w:rsidRDefault="00844CC1" w:rsidP="00844CC1">
      <w:pPr>
        <w:pStyle w:val="libFootnote"/>
      </w:pPr>
      <w:r w:rsidRPr="00844CC1">
        <w:endnoteRef/>
      </w:r>
      <w:r w:rsidRPr="00844CC1">
        <w:t xml:space="preserve"> Al-Kafi [The Sufficient]/ Part One/ Page 32</w:t>
      </w:r>
    </w:p>
  </w:endnote>
  <w:endnote w:id="47">
    <w:p w:rsidR="00844CC1" w:rsidRPr="00844CC1" w:rsidRDefault="00844CC1" w:rsidP="00844CC1">
      <w:pPr>
        <w:pStyle w:val="libFootnote"/>
      </w:pPr>
      <w:r w:rsidRPr="00844CC1">
        <w:endnoteRef/>
      </w:r>
      <w:r w:rsidRPr="00844CC1">
        <w:t xml:space="preserve"> The Noble Qur’an/ Al-Anbeeyaa [The Prophets] Chapter/ Verse 105</w:t>
      </w:r>
    </w:p>
  </w:endnote>
  <w:endnote w:id="48">
    <w:p w:rsidR="00844CC1" w:rsidRPr="00844CC1" w:rsidRDefault="00844CC1" w:rsidP="00844CC1">
      <w:pPr>
        <w:pStyle w:val="libFootnote"/>
      </w:pPr>
      <w:r w:rsidRPr="00844CC1">
        <w:endnoteRef/>
      </w:r>
      <w:r w:rsidRPr="00844CC1">
        <w:t xml:space="preserve"> Kitab Al-Ein [The Book of the Arabic Letter “Ein”]/ Part Three/ Page 86</w:t>
      </w:r>
    </w:p>
  </w:endnote>
  <w:endnote w:id="49">
    <w:p w:rsidR="00844CC1" w:rsidRPr="00844CC1" w:rsidRDefault="00844CC1" w:rsidP="00844CC1">
      <w:pPr>
        <w:pStyle w:val="libFootnote"/>
      </w:pPr>
      <w:r w:rsidRPr="00844CC1">
        <w:endnoteRef/>
      </w:r>
      <w:r w:rsidRPr="00844CC1">
        <w:t xml:space="preserve"> The Noble Qur’an/ Al-Nour [The Light] Chapter/ Verse 31</w:t>
      </w:r>
    </w:p>
  </w:endnote>
  <w:endnote w:id="50">
    <w:p w:rsidR="00844CC1" w:rsidRPr="00844CC1" w:rsidRDefault="00844CC1" w:rsidP="00844CC1">
      <w:pPr>
        <w:pStyle w:val="libFootnote"/>
      </w:pPr>
      <w:r w:rsidRPr="00844CC1">
        <w:endnoteRef/>
      </w:r>
      <w:r w:rsidRPr="00844CC1">
        <w:t xml:space="preserve"> The Noble Qur’an/ Al-Nour Chapter/ Verse 30 and 31</w:t>
      </w:r>
    </w:p>
  </w:endnote>
  <w:endnote w:id="51">
    <w:p w:rsidR="00844CC1" w:rsidRPr="00844CC1" w:rsidRDefault="00844CC1" w:rsidP="00844CC1">
      <w:pPr>
        <w:pStyle w:val="libFootnote"/>
      </w:pPr>
      <w:r w:rsidRPr="00844CC1">
        <w:endnoteRef/>
      </w:r>
      <w:r w:rsidRPr="00844CC1">
        <w:t xml:space="preserve"> Wasael Al-Shee’aa [The Means of The Shiite]/ Part Fourteen/ Page 146</w:t>
      </w:r>
    </w:p>
  </w:endnote>
  <w:endnote w:id="52">
    <w:p w:rsidR="00844CC1" w:rsidRPr="00844CC1" w:rsidRDefault="00844CC1" w:rsidP="00844CC1">
      <w:pPr>
        <w:pStyle w:val="libFootnote"/>
      </w:pPr>
      <w:r w:rsidRPr="00844CC1">
        <w:endnoteRef/>
      </w:r>
      <w:r w:rsidRPr="00844CC1">
        <w:t xml:space="preserve"> The Noble Qur’an/ Al-Ahzab [The Parties] Chapter/ Verse 59</w:t>
      </w:r>
    </w:p>
  </w:endnote>
  <w:endnote w:id="53">
    <w:p w:rsidR="00844CC1" w:rsidRPr="00844CC1" w:rsidRDefault="00844CC1" w:rsidP="00844CC1">
      <w:pPr>
        <w:pStyle w:val="libFootnote"/>
      </w:pPr>
      <w:r w:rsidRPr="00844CC1">
        <w:endnoteRef/>
      </w:r>
      <w:r w:rsidRPr="00844CC1">
        <w:t xml:space="preserve"> Refer to Al-Meezan Fi Tafseer Al-Qur’an [The Standard in the Illustration of The Qur’an]</w:t>
      </w:r>
    </w:p>
  </w:endnote>
  <w:endnote w:id="54">
    <w:p w:rsidR="00844CC1" w:rsidRPr="00844CC1" w:rsidRDefault="00844CC1" w:rsidP="00844CC1">
      <w:pPr>
        <w:pStyle w:val="libFootnote"/>
      </w:pPr>
      <w:r w:rsidRPr="00844CC1">
        <w:endnoteRef/>
      </w:r>
      <w:r w:rsidRPr="00844CC1">
        <w:t xml:space="preserve"> The Noble Qur’an/ Al-Tawba [Th</w:t>
      </w:r>
      <w:r w:rsidR="002E0242">
        <w:t>e Repentance] Chapter/ Verse 71</w:t>
      </w:r>
    </w:p>
  </w:endnote>
  <w:endnote w:id="55">
    <w:p w:rsidR="00844CC1" w:rsidRPr="00844CC1" w:rsidRDefault="00844CC1" w:rsidP="00844CC1">
      <w:pPr>
        <w:pStyle w:val="libFootnote"/>
      </w:pPr>
      <w:r w:rsidRPr="00844CC1">
        <w:endnoteRef/>
      </w:r>
      <w:r w:rsidRPr="00844CC1">
        <w:t xml:space="preserve"> The Noble Qur’an/ Al-Hijr [The Rocky Tract] Chapter/ Verses 39 and 40</w:t>
      </w:r>
    </w:p>
  </w:endnote>
  <w:endnote w:id="56">
    <w:p w:rsidR="00844CC1" w:rsidRPr="00844CC1" w:rsidRDefault="00844CC1" w:rsidP="00844CC1">
      <w:pPr>
        <w:pStyle w:val="libFootnote"/>
      </w:pPr>
      <w:r w:rsidRPr="00844CC1">
        <w:endnoteRef/>
      </w:r>
      <w:r w:rsidRPr="00844CC1">
        <w:t xml:space="preserve"> The Noble Qur’an/ Al-Kasas [The Narration] Chapter/ Verse 23</w:t>
      </w:r>
    </w:p>
  </w:endnote>
  <w:endnote w:id="57">
    <w:p w:rsidR="00844CC1" w:rsidRPr="00844CC1" w:rsidRDefault="00844CC1" w:rsidP="00844CC1">
      <w:pPr>
        <w:pStyle w:val="libFootnote"/>
      </w:pPr>
      <w:r w:rsidRPr="00844CC1">
        <w:endnoteRef/>
      </w:r>
      <w:r w:rsidRPr="00844CC1">
        <w:t xml:space="preserve"> Tawdeeh Al-Masael [The Illustration of the Questions]/ Imam Al-Khomeini </w:t>
      </w:r>
      <w:r w:rsidRPr="00844CC1">
        <w:rPr>
          <w:szCs w:val="20"/>
        </w:rPr>
        <w:t>(May his secret be sacred)</w:t>
      </w:r>
      <w:r w:rsidRPr="00844CC1">
        <w:t>/ Question 2445</w:t>
      </w:r>
    </w:p>
  </w:endnote>
  <w:endnote w:id="58">
    <w:p w:rsidR="00844CC1" w:rsidRPr="00844CC1" w:rsidRDefault="00844CC1" w:rsidP="00844CC1">
      <w:pPr>
        <w:pStyle w:val="libFootnote"/>
      </w:pPr>
      <w:r w:rsidRPr="00844CC1">
        <w:endnoteRef/>
      </w:r>
      <w:r w:rsidRPr="00844CC1">
        <w:t xml:space="preserve"> Moustadrak Al-Wasael [Making Up for the Means]/ Part Fourteen/ Page 265</w:t>
      </w:r>
    </w:p>
  </w:endnote>
  <w:endnote w:id="59">
    <w:p w:rsidR="00844CC1" w:rsidRPr="00844CC1" w:rsidRDefault="00844CC1" w:rsidP="00844CC1">
      <w:pPr>
        <w:pStyle w:val="libFootnote"/>
      </w:pPr>
      <w:r w:rsidRPr="00844CC1">
        <w:endnoteRef/>
      </w:r>
      <w:r w:rsidRPr="00844CC1">
        <w:t xml:space="preserve"> Meezan Al-Hekma [The Standard of Sagacity]/ Part Two/ Page 116</w:t>
      </w:r>
    </w:p>
  </w:endnote>
  <w:endnote w:id="60">
    <w:p w:rsidR="00844CC1" w:rsidRPr="00844CC1" w:rsidRDefault="00844CC1" w:rsidP="00844CC1">
      <w:pPr>
        <w:pStyle w:val="libFootnote"/>
      </w:pPr>
      <w:r w:rsidRPr="00844CC1">
        <w:endnoteRef/>
      </w:r>
      <w:r w:rsidRPr="00844CC1">
        <w:t xml:space="preserve"> Al-Kafi [The Sufficient]/ Part Five/ Page 559</w:t>
      </w:r>
    </w:p>
  </w:endnote>
  <w:endnote w:id="61">
    <w:p w:rsidR="00844CC1" w:rsidRPr="00844CC1" w:rsidRDefault="00844CC1" w:rsidP="00844CC1">
      <w:pPr>
        <w:pStyle w:val="libFootnote"/>
      </w:pPr>
      <w:r w:rsidRPr="00844CC1">
        <w:endnoteRef/>
      </w:r>
      <w:r w:rsidRPr="00844CC1">
        <w:t xml:space="preserve"> Wasael Al-Shee’aa [The Means of the Shiite]/ Part Twenty/ Page 192</w:t>
      </w:r>
    </w:p>
  </w:endnote>
  <w:endnote w:id="62">
    <w:p w:rsidR="00844CC1" w:rsidRPr="00844CC1" w:rsidRDefault="00844CC1" w:rsidP="00844CC1">
      <w:pPr>
        <w:pStyle w:val="libFootnote"/>
      </w:pPr>
      <w:r w:rsidRPr="00844CC1">
        <w:endnoteRef/>
      </w:r>
      <w:r w:rsidRPr="00844CC1">
        <w:t xml:space="preserve"> The Noble Qur’an/ Al-Kasas [The Narration] Chapter/ Page 23 till 25</w:t>
      </w:r>
    </w:p>
  </w:endnote>
  <w:endnote w:id="63">
    <w:p w:rsidR="00844CC1" w:rsidRPr="00844CC1" w:rsidRDefault="00844CC1" w:rsidP="00844CC1">
      <w:pPr>
        <w:pStyle w:val="libFootnote"/>
      </w:pPr>
      <w:r w:rsidRPr="00844CC1">
        <w:endnoteRef/>
      </w:r>
      <w:r w:rsidRPr="00844CC1">
        <w:t xml:space="preserve"> Wasael Al-Shee’aa [The Means of the Shiite]/ Part Eight/ Page 517</w:t>
      </w:r>
    </w:p>
  </w:endnote>
  <w:endnote w:id="64">
    <w:p w:rsidR="00844CC1" w:rsidRPr="00844CC1" w:rsidRDefault="00844CC1" w:rsidP="00844CC1">
      <w:pPr>
        <w:pStyle w:val="libFootnote"/>
      </w:pPr>
      <w:r w:rsidRPr="00844CC1">
        <w:endnoteRef/>
      </w:r>
      <w:r w:rsidRPr="00844CC1">
        <w:t xml:space="preserve"> Al-Kafi [The Sufficient]/ Part Two/ Page 106</w:t>
      </w:r>
    </w:p>
  </w:endnote>
  <w:endnote w:id="65">
    <w:p w:rsidR="00844CC1" w:rsidRPr="00844CC1" w:rsidRDefault="00844CC1" w:rsidP="00844CC1">
      <w:pPr>
        <w:pStyle w:val="libFootnote"/>
      </w:pPr>
      <w:r w:rsidRPr="00844CC1">
        <w:endnoteRef/>
      </w:r>
      <w:r w:rsidRPr="00844CC1">
        <w:t xml:space="preserve"> Kanz Al-Ommal [The Treasure of the Workers]/ Part Three/ Page 125</w:t>
      </w:r>
    </w:p>
  </w:endnote>
  <w:endnote w:id="66">
    <w:p w:rsidR="00844CC1" w:rsidRPr="00844CC1" w:rsidRDefault="00844CC1" w:rsidP="00844CC1">
      <w:pPr>
        <w:pStyle w:val="libFootnote"/>
      </w:pPr>
      <w:r w:rsidRPr="00844CC1">
        <w:endnoteRef/>
      </w:r>
      <w:r w:rsidRPr="00844CC1">
        <w:t xml:space="preserve"> Kanz Al-Ommal/ Part Three/ Page 127</w:t>
      </w:r>
    </w:p>
  </w:endnote>
  <w:endnote w:id="67">
    <w:p w:rsidR="00844CC1" w:rsidRPr="00844CC1" w:rsidRDefault="00844CC1" w:rsidP="00844CC1">
      <w:pPr>
        <w:pStyle w:val="libFootnote"/>
      </w:pPr>
      <w:r w:rsidRPr="00844CC1">
        <w:endnoteRef/>
      </w:r>
      <w:r w:rsidRPr="00844CC1">
        <w:t xml:space="preserve"> Meezan Al-Hekma/ Part One/ Page 717</w:t>
      </w:r>
    </w:p>
  </w:endnote>
  <w:endnote w:id="68">
    <w:p w:rsidR="00844CC1" w:rsidRPr="00844CC1" w:rsidRDefault="00844CC1" w:rsidP="00844CC1">
      <w:pPr>
        <w:pStyle w:val="libFootnote"/>
      </w:pPr>
      <w:r w:rsidRPr="00844CC1">
        <w:endnoteRef/>
      </w:r>
      <w:r w:rsidRPr="00844CC1">
        <w:t xml:space="preserve"> Oyoun Al-Hekam Wa Al-Mawaez [The Prime Adages and Advices]/ Page 28</w:t>
      </w:r>
    </w:p>
  </w:endnote>
  <w:endnote w:id="69">
    <w:p w:rsidR="00844CC1" w:rsidRPr="00844CC1" w:rsidRDefault="00844CC1" w:rsidP="00844CC1">
      <w:pPr>
        <w:pStyle w:val="libFootnote"/>
      </w:pPr>
      <w:r w:rsidRPr="00844CC1">
        <w:endnoteRef/>
      </w:r>
      <w:r w:rsidRPr="00844CC1">
        <w:t xml:space="preserve"> Oyoun AL-Hekam Wa Al-Mawaez/ Page 33</w:t>
      </w:r>
    </w:p>
  </w:endnote>
  <w:endnote w:id="70">
    <w:p w:rsidR="00844CC1" w:rsidRPr="00844CC1" w:rsidRDefault="00844CC1" w:rsidP="00844CC1">
      <w:pPr>
        <w:pStyle w:val="libFootnote"/>
      </w:pPr>
      <w:r w:rsidRPr="00844CC1">
        <w:endnoteRef/>
      </w:r>
      <w:r w:rsidRPr="00844CC1">
        <w:t xml:space="preserve"> Oyoun Al-Hekam Wa Al-Mawaez/ Page 327</w:t>
      </w:r>
    </w:p>
  </w:endnote>
  <w:endnote w:id="71">
    <w:p w:rsidR="00844CC1" w:rsidRPr="00844CC1" w:rsidRDefault="00844CC1" w:rsidP="00844CC1">
      <w:pPr>
        <w:pStyle w:val="libFootnote"/>
      </w:pPr>
      <w:r w:rsidRPr="00844CC1">
        <w:endnoteRef/>
      </w:r>
      <w:r w:rsidRPr="00844CC1">
        <w:t xml:space="preserve"> Moustadrak Al-Wasael [Making Up for the Means]/ Part One/ Page488</w:t>
      </w:r>
    </w:p>
  </w:endnote>
  <w:endnote w:id="72">
    <w:p w:rsidR="00844CC1" w:rsidRPr="00844CC1" w:rsidRDefault="00844CC1" w:rsidP="00844CC1">
      <w:pPr>
        <w:pStyle w:val="libFootnote"/>
      </w:pPr>
      <w:r w:rsidRPr="00844CC1">
        <w:endnoteRef/>
      </w:r>
      <w:r w:rsidRPr="00844CC1">
        <w:t xml:space="preserve"> The Noble Qur’an/ Al-Nour [The Light] Cha pter/ Verse 31</w:t>
      </w:r>
    </w:p>
  </w:endnote>
  <w:endnote w:id="73">
    <w:p w:rsidR="00844CC1" w:rsidRPr="00844CC1" w:rsidRDefault="00844CC1" w:rsidP="00844CC1">
      <w:pPr>
        <w:pStyle w:val="libFootnote"/>
      </w:pPr>
      <w:r w:rsidRPr="00844CC1">
        <w:endnoteRef/>
      </w:r>
      <w:r w:rsidRPr="00844CC1">
        <w:t xml:space="preserve"> Bihar Al-Anwar [The Seas of Lights]/ Part Seventy Six/ Page 112</w:t>
      </w:r>
    </w:p>
  </w:endnote>
  <w:endnote w:id="74">
    <w:p w:rsidR="00844CC1" w:rsidRPr="00844CC1" w:rsidRDefault="00844CC1" w:rsidP="00844CC1">
      <w:pPr>
        <w:pStyle w:val="libFootnote"/>
      </w:pPr>
      <w:r w:rsidRPr="00844CC1">
        <w:endnoteRef/>
      </w:r>
      <w:r w:rsidRPr="00844CC1">
        <w:t xml:space="preserve"> Al-Kafi [The Sufficient]/ Sheikh Al-Koulayni/ Part Five/ Page 552</w:t>
      </w:r>
    </w:p>
  </w:endnote>
  <w:endnote w:id="75">
    <w:p w:rsidR="00844CC1" w:rsidRPr="00844CC1" w:rsidRDefault="00844CC1" w:rsidP="00844CC1">
      <w:pPr>
        <w:pStyle w:val="libFootnote"/>
      </w:pPr>
      <w:r w:rsidRPr="00844CC1">
        <w:endnoteRef/>
      </w:r>
      <w:r w:rsidRPr="00844CC1">
        <w:t xml:space="preserve"> Bihar Al-Anwar [The Seas of Lights]/ Part Fourteen/ Page 163</w:t>
      </w:r>
    </w:p>
  </w:endnote>
  <w:endnote w:id="76">
    <w:p w:rsidR="00844CC1" w:rsidRPr="00844CC1" w:rsidRDefault="00844CC1" w:rsidP="00844CC1">
      <w:pPr>
        <w:pStyle w:val="libFootnote"/>
      </w:pPr>
      <w:r w:rsidRPr="00844CC1">
        <w:endnoteRef/>
      </w:r>
      <w:r w:rsidRPr="00844CC1">
        <w:t xml:space="preserve"> The Noble Qur’an/ AL-Ba’qara [The Cow] Chapter/ Verse 2</w:t>
      </w:r>
    </w:p>
  </w:endnote>
  <w:endnote w:id="77">
    <w:p w:rsidR="00844CC1" w:rsidRPr="00844CC1" w:rsidRDefault="00844CC1" w:rsidP="00844CC1">
      <w:pPr>
        <w:pStyle w:val="libFootnote"/>
      </w:pPr>
      <w:r w:rsidRPr="00844CC1">
        <w:endnoteRef/>
      </w:r>
      <w:r w:rsidRPr="00844CC1">
        <w:t xml:space="preserve"> Wasael Al-Shee’aa Al-Islameeya [The Means of the Islamic Shiite]/ Al-Hor Al-Amili/ Part One/ Page 40</w:t>
      </w:r>
    </w:p>
  </w:endnote>
  <w:endnote w:id="78">
    <w:p w:rsidR="00844CC1" w:rsidRPr="00844CC1" w:rsidRDefault="00844CC1" w:rsidP="00844CC1">
      <w:pPr>
        <w:pStyle w:val="libFootnote"/>
      </w:pPr>
      <w:r w:rsidRPr="00844CC1">
        <w:endnoteRef/>
      </w:r>
      <w:r w:rsidRPr="00844CC1">
        <w:t xml:space="preserve"> Moustadrak Al-Wasael/ Al-Meerza Al-Nouri/ Part One/ Page 414</w:t>
      </w:r>
    </w:p>
  </w:endnote>
  <w:endnote w:id="79">
    <w:p w:rsidR="00844CC1" w:rsidRPr="00844CC1" w:rsidRDefault="00844CC1" w:rsidP="00844CC1">
      <w:pPr>
        <w:pStyle w:val="libFootnote"/>
      </w:pPr>
      <w:r w:rsidRPr="00844CC1">
        <w:endnoteRef/>
      </w:r>
      <w:r w:rsidRPr="00844CC1">
        <w:t xml:space="preserve"> Makarem Al-Akhlak [The Loftiest Morals]/ Sheikh Al-Tobrossi/ Page 127</w:t>
      </w:r>
    </w:p>
  </w:endnote>
  <w:endnote w:id="80">
    <w:p w:rsidR="00844CC1" w:rsidRPr="00844CC1" w:rsidRDefault="00844CC1" w:rsidP="00844CC1">
      <w:pPr>
        <w:pStyle w:val="libFootnote"/>
      </w:pPr>
      <w:r w:rsidRPr="00844CC1">
        <w:endnoteRef/>
      </w:r>
      <w:r w:rsidRPr="00844CC1">
        <w:t xml:space="preserve"> Nahej Al-Balagha/ Speeches of Imam Ali ibn Abi Taleb </w:t>
      </w:r>
      <w:r w:rsidRPr="00844CC1">
        <w:rPr>
          <w:szCs w:val="20"/>
        </w:rPr>
        <w:t>(God’s peace bestowed upon him)</w:t>
      </w:r>
      <w:r w:rsidRPr="00844CC1">
        <w:t>/ Part Four/ Page 5</w:t>
      </w:r>
    </w:p>
  </w:endnote>
  <w:endnote w:id="81">
    <w:p w:rsidR="00844CC1" w:rsidRPr="00844CC1" w:rsidRDefault="00844CC1" w:rsidP="00844CC1">
      <w:pPr>
        <w:pStyle w:val="libFootnote"/>
      </w:pPr>
      <w:r w:rsidRPr="00844CC1">
        <w:endnoteRef/>
      </w:r>
      <w:r w:rsidRPr="00844CC1">
        <w:t xml:space="preserve"> The Noble Qur’an/ Al-Asr [The Time] Chapter/ Verses 1 till 3</w:t>
      </w:r>
    </w:p>
  </w:endnote>
  <w:endnote w:id="82">
    <w:p w:rsidR="00844CC1" w:rsidRPr="00844CC1" w:rsidRDefault="00844CC1" w:rsidP="00844CC1">
      <w:pPr>
        <w:pStyle w:val="libFootnote"/>
      </w:pPr>
      <w:r w:rsidRPr="00844CC1">
        <w:endnoteRef/>
      </w:r>
      <w:r w:rsidRPr="00844CC1">
        <w:t xml:space="preserve"> Bihar Al-Anwar [The Seas of Lights]/ Part One/ Page 168</w:t>
      </w:r>
    </w:p>
  </w:endnote>
  <w:endnote w:id="83">
    <w:p w:rsidR="00844CC1" w:rsidRPr="00844CC1" w:rsidRDefault="00844CC1" w:rsidP="00844CC1">
      <w:pPr>
        <w:pStyle w:val="libFootnote"/>
        <w:rPr>
          <w:rFonts w:ascii="Traditional Arabic" w:hAnsi="Traditional Arabic"/>
        </w:rPr>
      </w:pPr>
      <w:r w:rsidRPr="00844CC1">
        <w:rPr>
          <w:rFonts w:ascii="Traditional Arabic" w:hAnsi="Traditional Arabic"/>
        </w:rPr>
        <w:endnoteRef/>
      </w:r>
      <w:r w:rsidRPr="00844CC1">
        <w:rPr>
          <w:rFonts w:ascii="Traditional Arabic" w:hAnsi="Traditional Arabic"/>
        </w:rPr>
        <w:t xml:space="preserve"> Man La Yah’dourohou Al-Fakih [He Who Has No Jurisprudent to Refer to]/ Part Three/ Page 383</w:t>
      </w:r>
    </w:p>
  </w:endnote>
  <w:endnote w:id="84">
    <w:p w:rsidR="00844CC1" w:rsidRPr="00844CC1" w:rsidRDefault="00844CC1" w:rsidP="00844CC1">
      <w:pPr>
        <w:pStyle w:val="libFootnote"/>
        <w:rPr>
          <w:rFonts w:ascii="Traditional Arabic" w:hAnsi="Traditional Arabic"/>
        </w:rPr>
      </w:pPr>
      <w:r w:rsidRPr="00844CC1">
        <w:rPr>
          <w:rFonts w:ascii="Traditional Arabic" w:hAnsi="Traditional Arabic"/>
        </w:rPr>
        <w:endnoteRef/>
      </w:r>
      <w:r w:rsidRPr="00844CC1">
        <w:rPr>
          <w:rFonts w:ascii="Traditional Arabic" w:hAnsi="Traditional Arabic"/>
        </w:rPr>
        <w:t xml:space="preserve"> Meezan Al-Hekma [The Standard of Sagacity]/ Part Two/ Page 1178</w:t>
      </w:r>
    </w:p>
  </w:endnote>
  <w:endnote w:id="85">
    <w:p w:rsidR="00844CC1" w:rsidRPr="00844CC1" w:rsidRDefault="00844CC1" w:rsidP="00844CC1">
      <w:pPr>
        <w:pStyle w:val="libFootnote"/>
      </w:pPr>
      <w:r w:rsidRPr="00844CC1">
        <w:endnoteRef/>
      </w:r>
      <w:r w:rsidRPr="00844CC1">
        <w:t xml:space="preserve"> Bihar Al-Anwar [The Seas of Lights]/ Part Hundred/ Page221</w:t>
      </w:r>
    </w:p>
  </w:endnote>
  <w:endnote w:id="86">
    <w:p w:rsidR="00844CC1" w:rsidRPr="00844CC1" w:rsidRDefault="00844CC1" w:rsidP="00844CC1">
      <w:pPr>
        <w:pStyle w:val="libFootnote"/>
      </w:pPr>
      <w:r w:rsidRPr="00844CC1">
        <w:endnoteRef/>
      </w:r>
      <w:r w:rsidRPr="00844CC1">
        <w:t xml:space="preserve"> Meezan Al-Hekma [The Standard of Sagacity]/ Part Two/ Page 1179</w:t>
      </w:r>
    </w:p>
  </w:endnote>
  <w:endnote w:id="87">
    <w:p w:rsidR="00844CC1" w:rsidRPr="00844CC1" w:rsidRDefault="00844CC1" w:rsidP="00844CC1">
      <w:pPr>
        <w:pStyle w:val="libFootnote"/>
      </w:pPr>
      <w:r w:rsidRPr="00844CC1">
        <w:endnoteRef/>
      </w:r>
      <w:r w:rsidRPr="00844CC1">
        <w:t xml:space="preserve"> The Noble Qur’an/ Al-Rum [Rome] Chapter/ Verse 21</w:t>
      </w:r>
    </w:p>
  </w:endnote>
  <w:endnote w:id="88">
    <w:p w:rsidR="00844CC1" w:rsidRPr="00844CC1" w:rsidRDefault="00844CC1" w:rsidP="00844CC1">
      <w:pPr>
        <w:pStyle w:val="libFootnote"/>
      </w:pPr>
      <w:r w:rsidRPr="00844CC1">
        <w:endnoteRef/>
      </w:r>
      <w:r w:rsidRPr="00844CC1">
        <w:t xml:space="preserve"> The Noble Qur’an/ Al-Ba’qara [The Cow] Chapter/ Verse 187</w:t>
      </w:r>
    </w:p>
  </w:endnote>
  <w:endnote w:id="89">
    <w:p w:rsidR="00844CC1" w:rsidRPr="00844CC1" w:rsidRDefault="00844CC1" w:rsidP="00844CC1">
      <w:pPr>
        <w:pStyle w:val="libFootnote"/>
      </w:pPr>
      <w:r w:rsidRPr="00844CC1">
        <w:endnoteRef/>
      </w:r>
      <w:r w:rsidRPr="00844CC1">
        <w:t xml:space="preserve"> Wasael Al-Shee’aa [The Means of the Shiite]/ Part Twenty/ Page 14</w:t>
      </w:r>
    </w:p>
  </w:endnote>
  <w:endnote w:id="90">
    <w:p w:rsidR="00844CC1" w:rsidRPr="00844CC1" w:rsidRDefault="00844CC1" w:rsidP="00844CC1">
      <w:pPr>
        <w:pStyle w:val="libFootnote"/>
      </w:pPr>
      <w:r w:rsidRPr="00844CC1">
        <w:endnoteRef/>
      </w:r>
      <w:r w:rsidRPr="00844CC1">
        <w:t xml:space="preserve"> Bihar Al-Anwar [The Seas of Lights]/ Part Hundred/ Page 245</w:t>
      </w:r>
    </w:p>
  </w:endnote>
  <w:endnote w:id="91">
    <w:p w:rsidR="00844CC1" w:rsidRPr="00844CC1" w:rsidRDefault="00844CC1" w:rsidP="00844CC1">
      <w:pPr>
        <w:pStyle w:val="libFootnote"/>
      </w:pPr>
      <w:r w:rsidRPr="00844CC1">
        <w:endnoteRef/>
      </w:r>
      <w:r w:rsidRPr="00844CC1">
        <w:t xml:space="preserve"> Al-Kafi [The Sufficient]/ Sheikh Al-Koulayni/ Part Five/ Page 325</w:t>
      </w:r>
    </w:p>
  </w:endnote>
  <w:endnote w:id="92">
    <w:p w:rsidR="00844CC1" w:rsidRPr="00844CC1" w:rsidRDefault="00844CC1" w:rsidP="00844CC1">
      <w:pPr>
        <w:pStyle w:val="libFootnote"/>
      </w:pPr>
      <w:r w:rsidRPr="00844CC1">
        <w:endnoteRef/>
      </w:r>
      <w:r w:rsidRPr="00844CC1">
        <w:t xml:space="preserve"> Makarem Al-Akhlak [The Loftiest Morals]/ Al-Tobrossi/ Page 200</w:t>
      </w:r>
    </w:p>
  </w:endnote>
  <w:endnote w:id="93">
    <w:p w:rsidR="00844CC1" w:rsidRPr="00844CC1" w:rsidRDefault="00844CC1" w:rsidP="00844CC1">
      <w:pPr>
        <w:pStyle w:val="libFootnote"/>
      </w:pPr>
      <w:r w:rsidRPr="00844CC1">
        <w:endnoteRef/>
      </w:r>
      <w:r w:rsidRPr="00844CC1">
        <w:t xml:space="preserve"> The Noble Qur’an/ Al-Ba’qara [The Cow] Chapter/ Verse 286</w:t>
      </w:r>
    </w:p>
  </w:endnote>
  <w:endnote w:id="94">
    <w:p w:rsidR="00844CC1" w:rsidRPr="00844CC1" w:rsidRDefault="00844CC1" w:rsidP="00844CC1">
      <w:pPr>
        <w:pStyle w:val="libFootnote"/>
      </w:pPr>
      <w:r w:rsidRPr="00844CC1">
        <w:endnoteRef/>
      </w:r>
      <w:r w:rsidRPr="00844CC1">
        <w:t xml:space="preserve"> The appendix of Ittila’aat Newspaper/ March 14th, 1369 of Immigration</w:t>
      </w:r>
    </w:p>
  </w:endnote>
  <w:endnote w:id="95">
    <w:p w:rsidR="00844CC1" w:rsidRPr="00844CC1" w:rsidRDefault="00844CC1" w:rsidP="00844CC1">
      <w:pPr>
        <w:pStyle w:val="libFootnote"/>
      </w:pPr>
      <w:r w:rsidRPr="00844CC1">
        <w:endnoteRef/>
      </w:r>
      <w:r w:rsidRPr="00844CC1">
        <w:t xml:space="preserve"> ”Zen Rose” Magazine/ Edition 1267</w:t>
      </w:r>
    </w:p>
  </w:endnote>
  <w:endnote w:id="96">
    <w:p w:rsidR="00844CC1" w:rsidRPr="00844CC1" w:rsidRDefault="00844CC1" w:rsidP="00844CC1">
      <w:pPr>
        <w:pStyle w:val="libFootnote"/>
      </w:pPr>
      <w:r w:rsidRPr="00844CC1">
        <w:endnoteRef/>
      </w:r>
      <w:r w:rsidRPr="00844CC1">
        <w:t xml:space="preserve"> The appendix of Ittila’aat Newspaper/ March 14th, 1369 of Immigration</w:t>
      </w:r>
    </w:p>
  </w:endnote>
  <w:endnote w:id="97">
    <w:p w:rsidR="00844CC1" w:rsidRPr="00844CC1" w:rsidRDefault="00844CC1" w:rsidP="00844CC1">
      <w:pPr>
        <w:pStyle w:val="libFootnote"/>
      </w:pPr>
      <w:r w:rsidRPr="00844CC1">
        <w:endnoteRef/>
      </w:r>
      <w:r w:rsidRPr="00844CC1">
        <w:t xml:space="preserve"> “Sha’hed Banawan” Magazine/ Edition 149</w:t>
      </w:r>
    </w:p>
  </w:endnote>
  <w:endnote w:id="98">
    <w:p w:rsidR="00844CC1" w:rsidRPr="00844CC1" w:rsidRDefault="00844CC1" w:rsidP="00844CC1">
      <w:pPr>
        <w:pStyle w:val="libFootnote"/>
      </w:pPr>
      <w:r w:rsidRPr="00844CC1">
        <w:endnoteRef/>
      </w:r>
      <w:r w:rsidRPr="00844CC1">
        <w:t xml:space="preserve"> (1) The Noble Qur’an/ Al-Ahzab [The Parties] Chapter/ Verse 32</w:t>
      </w:r>
    </w:p>
  </w:endnote>
  <w:endnote w:id="99">
    <w:p w:rsidR="00844CC1" w:rsidRPr="00844CC1" w:rsidRDefault="00844CC1" w:rsidP="00844CC1">
      <w:pPr>
        <w:pStyle w:val="libFootnote"/>
      </w:pPr>
      <w:r w:rsidRPr="00844CC1">
        <w:endnoteRef/>
      </w:r>
      <w:r w:rsidRPr="00844CC1">
        <w:t xml:space="preserve"> The Noble Qur’an/ Al-Nour [The Light] Chapter/ Verses 30 and 31</w:t>
      </w:r>
    </w:p>
  </w:endnote>
  <w:endnote w:id="100">
    <w:p w:rsidR="00844CC1" w:rsidRPr="00844CC1" w:rsidRDefault="00844CC1" w:rsidP="00844CC1">
      <w:pPr>
        <w:pStyle w:val="libFootnote"/>
      </w:pPr>
      <w:r w:rsidRPr="00844CC1">
        <w:endnoteRef/>
      </w:r>
      <w:r w:rsidRPr="00844CC1">
        <w:t xml:space="preserve"> Wasael Al-Shee’aa/ Part Twenty/ Page 198</w:t>
      </w:r>
    </w:p>
  </w:endnote>
  <w:endnote w:id="101">
    <w:p w:rsidR="00844CC1" w:rsidRPr="00844CC1" w:rsidRDefault="00844CC1" w:rsidP="00844CC1">
      <w:pPr>
        <w:pStyle w:val="libFootnote"/>
      </w:pPr>
      <w:r w:rsidRPr="00844CC1">
        <w:endnoteRef/>
      </w:r>
      <w:r w:rsidRPr="00844CC1">
        <w:t xml:space="preserve"> Bihar Al-Anwar [The Seas of Lights]/ Part Sixty Eight/ Page 336</w:t>
      </w:r>
    </w:p>
  </w:endnote>
  <w:endnote w:id="102">
    <w:p w:rsidR="00844CC1" w:rsidRPr="00844CC1" w:rsidRDefault="00844CC1" w:rsidP="00844CC1">
      <w:pPr>
        <w:pStyle w:val="libFootnote"/>
      </w:pPr>
      <w:r w:rsidRPr="00844CC1">
        <w:endnoteRef/>
      </w:r>
      <w:r w:rsidRPr="00844CC1">
        <w:t xml:space="preserve"> Bihar Al-Anwar/ Part Twenty three/ Page 344</w:t>
      </w:r>
    </w:p>
  </w:endnote>
  <w:endnote w:id="103">
    <w:p w:rsidR="00844CC1" w:rsidRPr="00844CC1" w:rsidRDefault="00844CC1" w:rsidP="00844CC1">
      <w:pPr>
        <w:pStyle w:val="libFootnote"/>
      </w:pPr>
      <w:r w:rsidRPr="00844CC1">
        <w:endnoteRef/>
      </w:r>
      <w:r w:rsidRPr="00844CC1">
        <w:t xml:space="preserve"> The Noble Qur’an/ Al-Tawba [The Repentance] Chapter/ Verse 105</w:t>
      </w:r>
    </w:p>
  </w:endnote>
  <w:endnote w:id="104">
    <w:p w:rsidR="00844CC1" w:rsidRPr="00844CC1" w:rsidRDefault="00844CC1" w:rsidP="00844CC1">
      <w:pPr>
        <w:pStyle w:val="libFootnote"/>
      </w:pPr>
      <w:r w:rsidRPr="00844CC1">
        <w:endnoteRef/>
      </w:r>
      <w:r w:rsidRPr="00844CC1">
        <w:t xml:space="preserve"> Moustadrak Safeenat Al-Bihar [Making Up for the Ship of the Seas]/ Part Seven/ Page 165</w:t>
      </w:r>
    </w:p>
  </w:endnote>
  <w:endnote w:id="105">
    <w:p w:rsidR="00844CC1" w:rsidRPr="00844CC1" w:rsidRDefault="00844CC1" w:rsidP="00844CC1">
      <w:pPr>
        <w:pStyle w:val="libFootnote"/>
      </w:pPr>
      <w:r w:rsidRPr="00844CC1">
        <w:endnoteRef/>
      </w:r>
      <w:r w:rsidRPr="00844CC1">
        <w:t xml:space="preserve"> Kanz Al-Ommal [The Treasure of the </w:t>
      </w:r>
      <w:r w:rsidR="002E0242">
        <w:t>Workers]/ Part Three/ Page 118</w:t>
      </w:r>
    </w:p>
  </w:endnote>
  <w:endnote w:id="106">
    <w:p w:rsidR="00844CC1" w:rsidRPr="00844CC1" w:rsidRDefault="00844CC1" w:rsidP="00844CC1">
      <w:pPr>
        <w:pStyle w:val="libFootnote"/>
      </w:pPr>
      <w:r w:rsidRPr="00844CC1">
        <w:endnoteRef/>
      </w:r>
      <w:r w:rsidRPr="00844CC1">
        <w:t xml:space="preserve"> Meezan Al-Hekma [The Standard of Sagacity]/ Part One/ Page 718</w:t>
      </w:r>
    </w:p>
  </w:endnote>
  <w:endnote w:id="107">
    <w:p w:rsidR="00844CC1" w:rsidRPr="00844CC1" w:rsidRDefault="00844CC1" w:rsidP="00844CC1">
      <w:pPr>
        <w:pStyle w:val="libFootnote"/>
      </w:pPr>
      <w:r w:rsidRPr="00844CC1">
        <w:endnoteRef/>
      </w:r>
      <w:r w:rsidRPr="00844CC1">
        <w:t xml:space="preserve"> Meezan Al-Hekma/ Part One/ Page 719</w:t>
      </w:r>
    </w:p>
  </w:endnote>
  <w:endnote w:id="108">
    <w:p w:rsidR="00844CC1" w:rsidRPr="00844CC1" w:rsidRDefault="00844CC1" w:rsidP="00844CC1">
      <w:pPr>
        <w:pStyle w:val="libFootnote"/>
      </w:pPr>
      <w:r w:rsidRPr="00844CC1">
        <w:endnoteRef/>
      </w:r>
      <w:r w:rsidRPr="00844CC1">
        <w:t xml:space="preserve"> Moustadrak Al-Wasael [Making Up for the Means]/ Part Eleven/ Page 263</w:t>
      </w:r>
    </w:p>
  </w:endnote>
  <w:endnote w:id="109">
    <w:p w:rsidR="00844CC1" w:rsidRPr="00844CC1" w:rsidRDefault="00844CC1" w:rsidP="00844CC1">
      <w:pPr>
        <w:pStyle w:val="libFootnote"/>
      </w:pPr>
      <w:r w:rsidRPr="00844CC1">
        <w:endnoteRef/>
      </w:r>
      <w:r w:rsidRPr="00844CC1">
        <w:t xml:space="preserve"> Meezan Al-Hekma [The Standard of Sagacity]/ Part Three/ Page 2006</w:t>
      </w:r>
    </w:p>
  </w:endnote>
  <w:endnote w:id="110">
    <w:p w:rsidR="00844CC1" w:rsidRPr="00844CC1" w:rsidRDefault="00844CC1" w:rsidP="00844CC1">
      <w:pPr>
        <w:pStyle w:val="libFootnote"/>
      </w:pPr>
      <w:r w:rsidRPr="00844CC1">
        <w:endnoteRef/>
      </w:r>
      <w:r w:rsidRPr="00844CC1">
        <w:t xml:space="preserve"> Oyoun Al-Hekam Wa Al-Mawaez [The Prime Adages and Advices]/ Page21</w:t>
      </w:r>
    </w:p>
  </w:endnote>
  <w:endnote w:id="111">
    <w:p w:rsidR="00844CC1" w:rsidRPr="00844CC1" w:rsidRDefault="00844CC1" w:rsidP="00844CC1">
      <w:pPr>
        <w:pStyle w:val="libFootnote"/>
      </w:pPr>
      <w:r w:rsidRPr="00844CC1">
        <w:endnoteRef/>
      </w:r>
      <w:r w:rsidRPr="00844CC1">
        <w:t xml:space="preserve"> The Noble Qur’an/ Al-Ba’qara [The Cow] Chapter/ Verse 273</w:t>
      </w:r>
    </w:p>
  </w:endnote>
  <w:endnote w:id="112">
    <w:p w:rsidR="00844CC1" w:rsidRPr="00844CC1" w:rsidRDefault="00844CC1" w:rsidP="00844CC1">
      <w:pPr>
        <w:pStyle w:val="libFootnote"/>
      </w:pPr>
      <w:r w:rsidRPr="00844CC1">
        <w:endnoteRef/>
      </w:r>
      <w:r w:rsidRPr="00844CC1">
        <w:t xml:space="preserve"> Nahej Al-Balaghah [The Path of Eloquence]/ Part Four/ Page 15/ Aphorism 68</w:t>
      </w:r>
    </w:p>
  </w:endnote>
  <w:endnote w:id="113">
    <w:p w:rsidR="00844CC1" w:rsidRPr="00844CC1" w:rsidRDefault="00844CC1" w:rsidP="00844CC1">
      <w:pPr>
        <w:pStyle w:val="libFootnote"/>
      </w:pPr>
      <w:r w:rsidRPr="00844CC1">
        <w:endnoteRef/>
      </w:r>
      <w:r w:rsidRPr="00844CC1">
        <w:t xml:space="preserve"> The Noble Qur’an/ Al-Nour [The Light] Chapter/ Verse 60</w:t>
      </w:r>
    </w:p>
  </w:endnote>
  <w:endnote w:id="114">
    <w:p w:rsidR="00844CC1" w:rsidRPr="00844CC1" w:rsidRDefault="00844CC1" w:rsidP="00844CC1">
      <w:pPr>
        <w:pStyle w:val="libFootnote"/>
      </w:pPr>
      <w:r w:rsidRPr="00844CC1">
        <w:endnoteRef/>
      </w:r>
      <w:r w:rsidRPr="00844CC1">
        <w:t xml:space="preserve"> The Noble Qur’an/ Al-Nour Chapter/ Verse 33</w:t>
      </w:r>
    </w:p>
  </w:endnote>
  <w:endnote w:id="115">
    <w:p w:rsidR="00844CC1" w:rsidRPr="00844CC1" w:rsidRDefault="00844CC1" w:rsidP="00844CC1">
      <w:pPr>
        <w:pStyle w:val="libFootnote"/>
      </w:pPr>
      <w:r w:rsidRPr="00844CC1">
        <w:endnoteRef/>
      </w:r>
      <w:r w:rsidRPr="00844CC1">
        <w:t xml:space="preserve"> The Noble Qur’an/ Al-Rum [Rome] Chapter/ Verse 21</w:t>
      </w:r>
    </w:p>
  </w:endnote>
  <w:endnote w:id="116">
    <w:p w:rsidR="00844CC1" w:rsidRPr="00844CC1" w:rsidRDefault="00844CC1" w:rsidP="00844CC1">
      <w:pPr>
        <w:pStyle w:val="libFootnote"/>
      </w:pPr>
      <w:r w:rsidRPr="00844CC1">
        <w:endnoteRef/>
      </w:r>
      <w:r w:rsidRPr="00844CC1">
        <w:t xml:space="preserve"> The Noble Qur’an/ Al-Nisaa [The Women] Chapter/ Verse 19</w:t>
      </w:r>
    </w:p>
  </w:endnote>
  <w:endnote w:id="117">
    <w:p w:rsidR="00844CC1" w:rsidRPr="00844CC1" w:rsidRDefault="00844CC1" w:rsidP="00844CC1">
      <w:pPr>
        <w:pStyle w:val="libFootnote"/>
      </w:pPr>
      <w:r w:rsidRPr="00844CC1">
        <w:endnoteRef/>
      </w:r>
      <w:r w:rsidRPr="00844CC1">
        <w:t xml:space="preserve"> The Noble Qur’an/ Al-Talak [The Divorce] Chapter/ Verse 6</w:t>
      </w:r>
    </w:p>
  </w:endnote>
  <w:endnote w:id="118">
    <w:p w:rsidR="00844CC1" w:rsidRPr="00844CC1" w:rsidRDefault="00844CC1" w:rsidP="00844CC1">
      <w:pPr>
        <w:pStyle w:val="libFootnote"/>
      </w:pPr>
      <w:r w:rsidRPr="00844CC1">
        <w:endnoteRef/>
      </w:r>
      <w:r w:rsidRPr="00844CC1">
        <w:t xml:space="preserve"> The Noble Qur’an/ Al-Ba’qara [The Cow] Chapter/ Verse 187</w:t>
      </w:r>
    </w:p>
  </w:endnote>
  <w:endnote w:id="119">
    <w:p w:rsidR="00844CC1" w:rsidRPr="00844CC1" w:rsidRDefault="00844CC1" w:rsidP="00844CC1">
      <w:pPr>
        <w:pStyle w:val="libFootnote"/>
      </w:pPr>
      <w:r w:rsidRPr="00844CC1">
        <w:endnoteRef/>
      </w:r>
      <w:r w:rsidRPr="00844CC1">
        <w:t xml:space="preserve"> Makarem Al-Akhlak [The Loftiest Morals]/ Page 214</w:t>
      </w:r>
    </w:p>
  </w:endnote>
  <w:endnote w:id="120">
    <w:p w:rsidR="00844CC1" w:rsidRPr="00844CC1" w:rsidRDefault="00844CC1" w:rsidP="00844CC1">
      <w:pPr>
        <w:pStyle w:val="libFootnote"/>
      </w:pPr>
      <w:r w:rsidRPr="00844CC1">
        <w:endnoteRef/>
      </w:r>
      <w:r w:rsidRPr="00844CC1">
        <w:t xml:space="preserve"> Bihar Al-Anwar [The Seas of Lights]/ Part Thirty Seven/ Page 103</w:t>
      </w:r>
    </w:p>
  </w:endnote>
  <w:endnote w:id="121">
    <w:p w:rsidR="00844CC1" w:rsidRPr="00844CC1" w:rsidRDefault="00844CC1" w:rsidP="00844CC1">
      <w:pPr>
        <w:pStyle w:val="libFootnote"/>
      </w:pPr>
      <w:r w:rsidRPr="00844CC1">
        <w:endnoteRef/>
      </w:r>
      <w:r w:rsidRPr="00844CC1">
        <w:t xml:space="preserve"> Al-Kafi [The Sufficient]/ Part Five/ Page 9</w:t>
      </w:r>
    </w:p>
  </w:endnote>
  <w:endnote w:id="122">
    <w:p w:rsidR="00844CC1" w:rsidRPr="00844CC1" w:rsidRDefault="00844CC1" w:rsidP="00844CC1">
      <w:pPr>
        <w:pStyle w:val="libFootnote"/>
      </w:pPr>
      <w:r w:rsidRPr="00844CC1">
        <w:endnoteRef/>
      </w:r>
      <w:r w:rsidRPr="00844CC1">
        <w:t xml:space="preserve"> Bihar Al-Anwar/ Part Forty Three/ Page 81</w:t>
      </w:r>
    </w:p>
  </w:endnote>
  <w:endnote w:id="123">
    <w:p w:rsidR="00844CC1" w:rsidRPr="00844CC1" w:rsidRDefault="00844CC1" w:rsidP="00844CC1">
      <w:pPr>
        <w:pStyle w:val="libFootnote"/>
      </w:pPr>
      <w:r w:rsidRPr="00844CC1">
        <w:endnoteRef/>
      </w:r>
      <w:r w:rsidRPr="00844CC1">
        <w:t xml:space="preserve"> Za’kha’er Al-Okba [The Provisions of the Hereafter]/ Page 50</w:t>
      </w:r>
    </w:p>
  </w:endnote>
  <w:endnote w:id="124">
    <w:p w:rsidR="00844CC1" w:rsidRPr="00844CC1" w:rsidRDefault="00844CC1" w:rsidP="00844CC1">
      <w:pPr>
        <w:pStyle w:val="libFootnote"/>
      </w:pPr>
      <w:r w:rsidRPr="00844CC1">
        <w:endnoteRef/>
      </w:r>
      <w:r w:rsidRPr="00844CC1">
        <w:t xml:space="preserve"> Wasael Al-Shee’aa [The Means of the Shiite]/ Part Twenty One/ Page 451</w:t>
      </w:r>
    </w:p>
  </w:endnote>
  <w:endnote w:id="125">
    <w:p w:rsidR="00844CC1" w:rsidRPr="00844CC1" w:rsidRDefault="00844CC1" w:rsidP="00844CC1">
      <w:pPr>
        <w:pStyle w:val="libFootnote"/>
      </w:pPr>
      <w:r w:rsidRPr="00844CC1">
        <w:endnoteRef/>
      </w:r>
      <w:r w:rsidRPr="00844CC1">
        <w:t xml:space="preserve"> The Noble Qur’an/ Al-Nisaa [The Women] Chapter/ Verse 34</w:t>
      </w:r>
    </w:p>
  </w:endnote>
  <w:endnote w:id="126">
    <w:p w:rsidR="00844CC1" w:rsidRPr="00844CC1" w:rsidRDefault="00844CC1" w:rsidP="00844CC1">
      <w:pPr>
        <w:pStyle w:val="libFootnote"/>
      </w:pPr>
      <w:r w:rsidRPr="00844CC1">
        <w:endnoteRef/>
      </w:r>
      <w:r w:rsidRPr="00844CC1">
        <w:t xml:space="preserve"> Al-Kafi [The Sufficient]/ Part Five/ Page 327</w:t>
      </w:r>
    </w:p>
  </w:endnote>
  <w:endnote w:id="127">
    <w:p w:rsidR="00844CC1" w:rsidRPr="00844CC1" w:rsidRDefault="00844CC1" w:rsidP="00844CC1">
      <w:pPr>
        <w:pStyle w:val="libFootnote"/>
      </w:pPr>
      <w:r w:rsidRPr="00844CC1">
        <w:endnoteRef/>
      </w:r>
      <w:r w:rsidRPr="00844CC1">
        <w:t xml:space="preserve"> Wasael Al-Shee’aa/ Part Twenty/ Page 222</w:t>
      </w:r>
    </w:p>
  </w:endnote>
  <w:endnote w:id="128">
    <w:p w:rsidR="00844CC1" w:rsidRPr="00844CC1" w:rsidRDefault="00844CC1" w:rsidP="00844CC1">
      <w:pPr>
        <w:pStyle w:val="libFootnote"/>
      </w:pPr>
      <w:r w:rsidRPr="00844CC1">
        <w:endnoteRef/>
      </w:r>
      <w:r w:rsidRPr="00844CC1">
        <w:t xml:space="preserve"> Bihar Al-Anwar [The Seas of Lights]/ Part Twenty Eight/ Page 303</w:t>
      </w:r>
    </w:p>
  </w:endnote>
  <w:endnote w:id="129">
    <w:p w:rsidR="00844CC1" w:rsidRPr="00844CC1" w:rsidRDefault="00844CC1" w:rsidP="00844CC1">
      <w:pPr>
        <w:pStyle w:val="libFootnote"/>
      </w:pPr>
      <w:r w:rsidRPr="00844CC1">
        <w:endnoteRef/>
      </w:r>
      <w:r w:rsidRPr="00844CC1">
        <w:t xml:space="preserve"> Al-Kafi [The Sufficient]/ Sheikh Al-Koulayni/ Part Six/ Page 54</w:t>
      </w:r>
    </w:p>
  </w:endnote>
  <w:endnote w:id="130">
    <w:p w:rsidR="00844CC1" w:rsidRPr="00844CC1" w:rsidRDefault="00844CC1" w:rsidP="00844CC1">
      <w:pPr>
        <w:pStyle w:val="libFootnote"/>
      </w:pPr>
      <w:r w:rsidRPr="00844CC1">
        <w:endnoteRef/>
      </w:r>
      <w:r w:rsidRPr="00844CC1">
        <w:t xml:space="preserve"> Man La Yah’dourohou Al-Fakih [He Who Has No Jurisprudent to Refer to]/ Part Three/ Page 440</w:t>
      </w:r>
    </w:p>
  </w:endnote>
  <w:endnote w:id="131">
    <w:p w:rsidR="00844CC1" w:rsidRPr="00844CC1" w:rsidRDefault="00844CC1" w:rsidP="00844CC1">
      <w:pPr>
        <w:pStyle w:val="libFootnote"/>
      </w:pPr>
      <w:r w:rsidRPr="00844CC1">
        <w:endnoteRef/>
      </w:r>
      <w:r w:rsidRPr="00844CC1">
        <w:t xml:space="preserve"> Al-Kafi/ Part Six/ Page 54</w:t>
      </w:r>
    </w:p>
  </w:endnote>
  <w:endnote w:id="132">
    <w:p w:rsidR="00844CC1" w:rsidRPr="00844CC1" w:rsidRDefault="00844CC1" w:rsidP="00844CC1">
      <w:pPr>
        <w:pStyle w:val="libFootnote"/>
      </w:pPr>
      <w:r w:rsidRPr="00844CC1">
        <w:endnoteRef/>
      </w:r>
      <w:r w:rsidRPr="00844CC1">
        <w:t xml:space="preserve"> Meezan Al-Hekma [The Standard of Sagacity]/ Part Two/ age 1184</w:t>
      </w:r>
    </w:p>
  </w:endnote>
  <w:endnote w:id="133">
    <w:p w:rsidR="00844CC1" w:rsidRPr="00844CC1" w:rsidRDefault="00844CC1" w:rsidP="00844CC1">
      <w:pPr>
        <w:pStyle w:val="libFootnote"/>
      </w:pPr>
      <w:r w:rsidRPr="00844CC1">
        <w:endnoteRef/>
      </w:r>
      <w:r w:rsidRPr="00844CC1">
        <w:t xml:space="preserve"> Moustadrak Al-Wasael [Making Up for the Means]/ Part Fourteen/ Page 257</w:t>
      </w:r>
    </w:p>
  </w:endnote>
  <w:endnote w:id="134">
    <w:p w:rsidR="00844CC1" w:rsidRPr="00844CC1" w:rsidRDefault="00844CC1" w:rsidP="00844CC1">
      <w:pPr>
        <w:pStyle w:val="libFootnote"/>
      </w:pPr>
      <w:r w:rsidRPr="00844CC1">
        <w:endnoteRef/>
      </w:r>
      <w:r w:rsidRPr="00844CC1">
        <w:t xml:space="preserve"> Al-Kafi [The Sufficient]/ Part Five/ Page 9</w:t>
      </w:r>
    </w:p>
  </w:endnote>
  <w:endnote w:id="135">
    <w:p w:rsidR="00844CC1" w:rsidRPr="00844CC1" w:rsidRDefault="00844CC1" w:rsidP="00844CC1">
      <w:pPr>
        <w:pStyle w:val="libFootnote"/>
      </w:pPr>
      <w:r w:rsidRPr="00844CC1">
        <w:endnoteRef/>
      </w:r>
      <w:r w:rsidRPr="00844CC1">
        <w:t xml:space="preserve"> Al-Kafi/ Part Five/ Page 508</w:t>
      </w:r>
    </w:p>
  </w:endnote>
  <w:endnote w:id="136">
    <w:p w:rsidR="00844CC1" w:rsidRPr="00844CC1" w:rsidRDefault="00844CC1" w:rsidP="00844CC1">
      <w:pPr>
        <w:pStyle w:val="libFootnote"/>
      </w:pPr>
      <w:r w:rsidRPr="00844CC1">
        <w:endnoteRef/>
      </w:r>
      <w:r w:rsidRPr="00844CC1">
        <w:t xml:space="preserve"> Tahreer AL-Waseela [Editing the Means]/ Part Two/ Page 305</w:t>
      </w:r>
    </w:p>
  </w:endnote>
  <w:endnote w:id="137">
    <w:p w:rsidR="00844CC1" w:rsidRPr="00844CC1" w:rsidRDefault="00844CC1" w:rsidP="00844CC1">
      <w:pPr>
        <w:pStyle w:val="libFootnote"/>
      </w:pPr>
      <w:r w:rsidRPr="00844CC1">
        <w:endnoteRef/>
      </w:r>
      <w:r w:rsidRPr="00844CC1">
        <w:t xml:space="preserve"> Bihar Al-Anwar [The Seas of Lights]/ Part Seventy Five/ Page 237</w:t>
      </w:r>
    </w:p>
  </w:endnote>
  <w:endnote w:id="138">
    <w:p w:rsidR="00844CC1" w:rsidRPr="00844CC1" w:rsidRDefault="00844CC1" w:rsidP="00844CC1">
      <w:pPr>
        <w:pStyle w:val="libFootnote"/>
      </w:pPr>
      <w:r w:rsidRPr="00844CC1">
        <w:endnoteRef/>
      </w:r>
      <w:r w:rsidRPr="00844CC1">
        <w:t xml:space="preserve"> Wasael Al-Shee’aa [The Means of the Shiite]/ Part Twenty/ Page 312</w:t>
      </w:r>
    </w:p>
  </w:endnote>
  <w:endnote w:id="139">
    <w:p w:rsidR="00844CC1" w:rsidRPr="00844CC1" w:rsidRDefault="00844CC1" w:rsidP="00844CC1">
      <w:pPr>
        <w:pStyle w:val="libFootnote"/>
      </w:pPr>
      <w:r w:rsidRPr="00844CC1">
        <w:endnoteRef/>
      </w:r>
      <w:r w:rsidRPr="00844CC1">
        <w:t xml:space="preserve"> Bihar Al-Anwar [The Seas of Lights]/ Part Seventy Three/ Page 363</w:t>
      </w:r>
    </w:p>
  </w:endnote>
  <w:endnote w:id="140">
    <w:p w:rsidR="00844CC1" w:rsidRPr="00844CC1" w:rsidRDefault="00844CC1" w:rsidP="00844CC1">
      <w:pPr>
        <w:pStyle w:val="libFootnote"/>
      </w:pPr>
      <w:r w:rsidRPr="00844CC1">
        <w:endnoteRef/>
      </w:r>
      <w:r w:rsidRPr="00844CC1">
        <w:t xml:space="preserve"> Bihar Al-Anwar/ Part Seventy Three/ Page 103</w:t>
      </w:r>
    </w:p>
  </w:endnote>
  <w:endnote w:id="141">
    <w:p w:rsidR="00844CC1" w:rsidRPr="00844CC1" w:rsidRDefault="00844CC1" w:rsidP="00844CC1">
      <w:pPr>
        <w:pStyle w:val="libFootnote"/>
      </w:pPr>
      <w:r w:rsidRPr="00844CC1">
        <w:endnoteRef/>
      </w:r>
      <w:r w:rsidRPr="00844CC1">
        <w:t xml:space="preserve"> Al-Kafi [The Sufficient]/ Part Five/ Page 514</w:t>
      </w:r>
    </w:p>
  </w:endnote>
  <w:endnote w:id="142">
    <w:p w:rsidR="00844CC1" w:rsidRPr="00844CC1" w:rsidRDefault="00844CC1" w:rsidP="00844CC1">
      <w:pPr>
        <w:pStyle w:val="libFootnote"/>
      </w:pPr>
      <w:r w:rsidRPr="00844CC1">
        <w:endnoteRef/>
      </w:r>
      <w:r w:rsidRPr="00844CC1">
        <w:t xml:space="preserve"> Tahreer Al-Waseela [Editing the Means]/ Part Two/ Page 305</w:t>
      </w:r>
    </w:p>
  </w:endnote>
  <w:endnote w:id="143">
    <w:p w:rsidR="00844CC1" w:rsidRPr="00844CC1" w:rsidRDefault="00844CC1" w:rsidP="00844CC1">
      <w:pPr>
        <w:pStyle w:val="libFootnote"/>
      </w:pPr>
      <w:r w:rsidRPr="00844CC1">
        <w:endnoteRef/>
      </w:r>
      <w:r w:rsidRPr="00844CC1">
        <w:t xml:space="preserve"> The Noble Qur’an/ Al-Nisaa [The Women] Chapter/ Verse 128</w:t>
      </w:r>
    </w:p>
  </w:endnote>
  <w:endnote w:id="144">
    <w:p w:rsidR="00844CC1" w:rsidRPr="00844CC1" w:rsidRDefault="00844CC1" w:rsidP="00844CC1">
      <w:pPr>
        <w:pStyle w:val="libFootnote"/>
      </w:pPr>
      <w:r w:rsidRPr="00844CC1">
        <w:endnoteRef/>
      </w:r>
      <w:r w:rsidRPr="00844CC1">
        <w:t xml:space="preserve"> The Noble Qur’an/ Al-Nisaa [The Women] Chapter/ Verse 35</w:t>
      </w:r>
    </w:p>
  </w:endnote>
  <w:endnote w:id="145">
    <w:p w:rsidR="00844CC1" w:rsidRPr="00844CC1" w:rsidRDefault="00844CC1" w:rsidP="00844CC1">
      <w:pPr>
        <w:pStyle w:val="libFootnote"/>
      </w:pPr>
      <w:r w:rsidRPr="00844CC1">
        <w:endnoteRef/>
      </w:r>
      <w:r w:rsidRPr="00844CC1">
        <w:t xml:space="preserve"> Tahreer Al-Waseela [Editing the Means]/ Part Two/ Page 306</w:t>
      </w:r>
    </w:p>
  </w:endnote>
  <w:endnote w:id="146">
    <w:p w:rsidR="00844CC1" w:rsidRPr="00844CC1" w:rsidRDefault="00844CC1" w:rsidP="00844CC1">
      <w:pPr>
        <w:pStyle w:val="libFootnote"/>
      </w:pPr>
      <w:r w:rsidRPr="00844CC1">
        <w:endnoteRef/>
      </w:r>
      <w:r w:rsidRPr="00844CC1">
        <w:t xml:space="preserve"> Al-Kafi [The Sufficient]/ Part Six] Page 55</w:t>
      </w:r>
    </w:p>
  </w:endnote>
  <w:endnote w:id="147">
    <w:p w:rsidR="00844CC1" w:rsidRPr="00844CC1" w:rsidRDefault="00844CC1" w:rsidP="00844CC1">
      <w:pPr>
        <w:pStyle w:val="libFootnote"/>
      </w:pPr>
      <w:r w:rsidRPr="00844CC1">
        <w:endnoteRef/>
      </w:r>
      <w:r w:rsidRPr="00844CC1">
        <w:t xml:space="preserve"> The Noble Qur’an/ Al-Ba’qara [The Cow] Chapter/ Verse 229</w:t>
      </w:r>
    </w:p>
  </w:endnote>
  <w:endnote w:id="148">
    <w:p w:rsidR="00844CC1" w:rsidRPr="00844CC1" w:rsidRDefault="00844CC1" w:rsidP="00844CC1">
      <w:pPr>
        <w:pStyle w:val="libFootnote"/>
      </w:pPr>
      <w:r w:rsidRPr="00844CC1">
        <w:endnoteRef/>
      </w:r>
      <w:r w:rsidRPr="00844CC1">
        <w:t xml:space="preserve"> The Noble Qur’an/ Al-Ba’qara Chapter/ Verse 231</w:t>
      </w:r>
    </w:p>
  </w:endnote>
  <w:endnote w:id="149">
    <w:p w:rsidR="00844CC1" w:rsidRPr="00844CC1" w:rsidRDefault="00844CC1" w:rsidP="00844CC1">
      <w:pPr>
        <w:pStyle w:val="libFootnote"/>
      </w:pPr>
      <w:r w:rsidRPr="00844CC1">
        <w:endnoteRef/>
      </w:r>
      <w:r w:rsidRPr="00844CC1">
        <w:t xml:space="preserve"> The Noble Qur’an/ Al-Tahreem [The Prohibition] Chapter/ Verse 11</w:t>
      </w:r>
    </w:p>
  </w:endnote>
  <w:endnote w:id="150">
    <w:p w:rsidR="00844CC1" w:rsidRPr="00844CC1" w:rsidRDefault="00844CC1" w:rsidP="00844CC1">
      <w:pPr>
        <w:pStyle w:val="libFootnote"/>
      </w:pPr>
      <w:r w:rsidRPr="00844CC1">
        <w:endnoteRef/>
      </w:r>
      <w:r w:rsidRPr="00844CC1">
        <w:t xml:space="preserve"> Moujam’maa Al-Bayan [The Collection of Eloquence]/ Part Eight/ Page 11</w:t>
      </w:r>
    </w:p>
  </w:endnote>
  <w:endnote w:id="151">
    <w:p w:rsidR="00844CC1" w:rsidRPr="00844CC1" w:rsidRDefault="00844CC1" w:rsidP="00844CC1">
      <w:pPr>
        <w:pStyle w:val="libFootnote"/>
      </w:pPr>
      <w:r w:rsidRPr="00844CC1">
        <w:endnoteRef/>
      </w:r>
      <w:r w:rsidRPr="00844CC1">
        <w:t xml:space="preserve"> Moustadrak Al-Wasael [Making Up for the Means]/ Part Fifteen/ Page 182</w:t>
      </w:r>
    </w:p>
  </w:endnote>
  <w:endnote w:id="152">
    <w:p w:rsidR="00844CC1" w:rsidRPr="00844CC1" w:rsidRDefault="00844CC1" w:rsidP="00844CC1">
      <w:pPr>
        <w:pStyle w:val="libFootnote"/>
      </w:pPr>
      <w:r w:rsidRPr="00844CC1">
        <w:endnoteRef/>
      </w:r>
      <w:r w:rsidRPr="00844CC1">
        <w:t xml:space="preserve"> The Noble Qur’an/ Al-Israa [The Journey by Night] Chapter/ Verse 24</w:t>
      </w:r>
    </w:p>
  </w:endnote>
  <w:endnote w:id="153">
    <w:p w:rsidR="00844CC1" w:rsidRPr="00844CC1" w:rsidRDefault="00844CC1" w:rsidP="00844CC1">
      <w:pPr>
        <w:pStyle w:val="libFootnote"/>
      </w:pPr>
      <w:r w:rsidRPr="00844CC1">
        <w:endnoteRef/>
      </w:r>
      <w:r w:rsidRPr="00844CC1">
        <w:t xml:space="preserve"> The Noble Qur’an/ Lokman Chapter/ Verse 14</w:t>
      </w:r>
    </w:p>
  </w:endnote>
  <w:endnote w:id="154">
    <w:p w:rsidR="00844CC1" w:rsidRPr="00844CC1" w:rsidRDefault="00844CC1" w:rsidP="00844CC1">
      <w:pPr>
        <w:pStyle w:val="libFootnote"/>
      </w:pPr>
      <w:r w:rsidRPr="00844CC1">
        <w:endnoteRef/>
      </w:r>
      <w:r w:rsidRPr="00844CC1">
        <w:t xml:space="preserve"> Moustadrak Al-Wasael [Making Up for the Means]/ Part Fifteen/ Page 214</w:t>
      </w:r>
    </w:p>
  </w:endnote>
  <w:endnote w:id="155">
    <w:p w:rsidR="00844CC1" w:rsidRPr="00844CC1" w:rsidRDefault="00844CC1" w:rsidP="00844CC1">
      <w:pPr>
        <w:pStyle w:val="libFootnote"/>
      </w:pPr>
      <w:r w:rsidRPr="00844CC1">
        <w:endnoteRef/>
      </w:r>
      <w:r w:rsidRPr="00844CC1">
        <w:t xml:space="preserve"> The Noble Qur’an/ Al-Ba’qara [The Cow] Chapter/ Verse 233</w:t>
      </w:r>
    </w:p>
  </w:endnote>
  <w:endnote w:id="156">
    <w:p w:rsidR="00844CC1" w:rsidRPr="00844CC1" w:rsidRDefault="00844CC1" w:rsidP="00844CC1">
      <w:pPr>
        <w:pStyle w:val="libFootnote"/>
      </w:pPr>
      <w:r w:rsidRPr="00844CC1">
        <w:endnoteRef/>
      </w:r>
      <w:r w:rsidRPr="00844CC1">
        <w:t xml:space="preserve"> Wasael Al-Shee’aa [The Means of the Shiite]/ Part Fifteen/ Page 175</w:t>
      </w:r>
    </w:p>
  </w:endnote>
  <w:endnote w:id="157">
    <w:p w:rsidR="00844CC1" w:rsidRPr="00844CC1" w:rsidRDefault="00844CC1" w:rsidP="00844CC1">
      <w:pPr>
        <w:pStyle w:val="libFootnote"/>
      </w:pPr>
      <w:r w:rsidRPr="00844CC1">
        <w:endnoteRef/>
      </w:r>
      <w:r w:rsidRPr="00844CC1">
        <w:t xml:space="preserve"> The Noble Qur’an/ Al-Tahreem [The Forbiddance] Chapter/ Verse 6</w:t>
      </w:r>
    </w:p>
  </w:endnote>
  <w:endnote w:id="158">
    <w:p w:rsidR="00844CC1" w:rsidRPr="00844CC1" w:rsidRDefault="00844CC1" w:rsidP="00844CC1">
      <w:pPr>
        <w:pStyle w:val="libFootnote"/>
      </w:pPr>
      <w:r w:rsidRPr="00844CC1">
        <w:endnoteRef/>
      </w:r>
      <w:r w:rsidRPr="00844CC1">
        <w:t xml:space="preserve"> Moustadrak Al-Wasael [Making Up for the Means]/ Part Fifteen/ Page 166</w:t>
      </w:r>
    </w:p>
  </w:endnote>
  <w:endnote w:id="159">
    <w:p w:rsidR="00844CC1" w:rsidRPr="00844CC1" w:rsidRDefault="00844CC1" w:rsidP="00844CC1">
      <w:pPr>
        <w:pStyle w:val="libFootnote"/>
      </w:pPr>
      <w:r w:rsidRPr="00844CC1">
        <w:endnoteRef/>
      </w:r>
      <w:r w:rsidRPr="00844CC1">
        <w:t xml:space="preserve"> The Noble Qur’an/ Al-Ba’qara [the Cow] Chapter/ Verse 21</w:t>
      </w:r>
    </w:p>
  </w:endnote>
  <w:endnote w:id="160">
    <w:p w:rsidR="00844CC1" w:rsidRPr="00844CC1" w:rsidRDefault="00844CC1" w:rsidP="00844CC1">
      <w:pPr>
        <w:pStyle w:val="libFootnote"/>
      </w:pPr>
      <w:r w:rsidRPr="00844CC1">
        <w:endnoteRef/>
      </w:r>
      <w:r w:rsidRPr="00844CC1">
        <w:t xml:space="preserve"> Al-Kafi [the Sufficient]/ Part Six/ Page 46</w:t>
      </w:r>
    </w:p>
  </w:endnote>
  <w:endnote w:id="161">
    <w:p w:rsidR="00844CC1" w:rsidRPr="00844CC1" w:rsidRDefault="00844CC1" w:rsidP="00844CC1">
      <w:pPr>
        <w:pStyle w:val="libFootnote"/>
      </w:pPr>
      <w:r w:rsidRPr="00844CC1">
        <w:endnoteRef/>
      </w:r>
      <w:r w:rsidRPr="00844CC1">
        <w:t xml:space="preserve"> The Noble Qur’an/ Al-Omran [Omran’s Household] Chapter/ Verse 38</w:t>
      </w:r>
    </w:p>
  </w:endnote>
  <w:endnote w:id="162">
    <w:p w:rsidR="00844CC1" w:rsidRPr="00844CC1" w:rsidRDefault="00844CC1" w:rsidP="00844CC1">
      <w:pPr>
        <w:pStyle w:val="libFootnote"/>
      </w:pPr>
      <w:r w:rsidRPr="00844CC1">
        <w:endnoteRef/>
      </w:r>
      <w:r w:rsidRPr="00844CC1">
        <w:t xml:space="preserve"> The Noble Qur’an/ Al-Kasas [The Narration] Chapter/ Verses 7 and 10 and 13</w:t>
      </w:r>
    </w:p>
  </w:endnote>
  <w:endnote w:id="163">
    <w:p w:rsidR="00844CC1" w:rsidRPr="00844CC1" w:rsidRDefault="00844CC1" w:rsidP="00844CC1">
      <w:pPr>
        <w:pStyle w:val="libFootnote"/>
      </w:pPr>
      <w:r w:rsidRPr="00844CC1">
        <w:endnoteRef/>
      </w:r>
      <w:r w:rsidRPr="00844CC1">
        <w:t xml:space="preserve"> Bihar Al-Anwar [The Seas of Lights]/ Part Hundred and One/ Page 92</w:t>
      </w:r>
    </w:p>
  </w:endnote>
  <w:endnote w:id="164">
    <w:p w:rsidR="00844CC1" w:rsidRPr="00844CC1" w:rsidRDefault="00844CC1" w:rsidP="00844CC1">
      <w:pPr>
        <w:pStyle w:val="libFootnote"/>
      </w:pPr>
      <w:r w:rsidRPr="00844CC1">
        <w:endnoteRef/>
      </w:r>
      <w:r w:rsidRPr="00844CC1">
        <w:t xml:space="preserve"> Bihar Al-Anwar [The Seas of Lights]/ Part Fifty Seven/ Page 381</w:t>
      </w:r>
    </w:p>
  </w:endnote>
  <w:endnote w:id="165">
    <w:p w:rsidR="00844CC1" w:rsidRPr="00844CC1" w:rsidRDefault="00844CC1" w:rsidP="00844CC1">
      <w:pPr>
        <w:pStyle w:val="libFootnote"/>
      </w:pPr>
      <w:r w:rsidRPr="00844CC1">
        <w:endnoteRef/>
      </w:r>
      <w:r w:rsidRPr="00844CC1">
        <w:t xml:space="preserve"> Moustadrak Al-Wasael [Making Up for the Means]/ Part Fifteen/ Page 118</w:t>
      </w:r>
    </w:p>
  </w:endnote>
  <w:endnote w:id="166">
    <w:p w:rsidR="00844CC1" w:rsidRPr="00844CC1" w:rsidRDefault="00844CC1" w:rsidP="00844CC1">
      <w:pPr>
        <w:pStyle w:val="libFootnote"/>
      </w:pPr>
      <w:r w:rsidRPr="00844CC1">
        <w:endnoteRef/>
      </w:r>
      <w:r w:rsidRPr="00844CC1">
        <w:t xml:space="preserve"> Man La Yah’dourohou AL-Fakih [He Who Has No jurisprudent to R</w:t>
      </w:r>
      <w:r w:rsidR="002E0242">
        <w:t>efer to]/ Part Three/ Page 483</w:t>
      </w:r>
    </w:p>
  </w:endnote>
  <w:endnote w:id="167">
    <w:p w:rsidR="00844CC1" w:rsidRPr="00844CC1" w:rsidRDefault="00844CC1" w:rsidP="00844CC1">
      <w:pPr>
        <w:pStyle w:val="libFootnote"/>
      </w:pPr>
      <w:r w:rsidRPr="00844CC1">
        <w:endnoteRef/>
      </w:r>
      <w:r w:rsidRPr="00844CC1">
        <w:t xml:space="preserve"> The Noble Qur’an/ Al-Thareeyat [The Winds That Scatter] Chapter/ Verse 56</w:t>
      </w:r>
    </w:p>
  </w:endnote>
  <w:endnote w:id="168">
    <w:p w:rsidR="00844CC1" w:rsidRPr="00844CC1" w:rsidRDefault="00844CC1" w:rsidP="00844CC1">
      <w:pPr>
        <w:pStyle w:val="libFootnote"/>
      </w:pPr>
      <w:r w:rsidRPr="00844CC1">
        <w:endnoteRef/>
      </w:r>
      <w:r w:rsidRPr="00844CC1">
        <w:t xml:space="preserve"> The Noble Qur’an/ Al-Tawba [The Repentance] Chapter/ Verse 71</w:t>
      </w:r>
    </w:p>
  </w:endnote>
  <w:endnote w:id="169">
    <w:p w:rsidR="00844CC1" w:rsidRPr="00844CC1" w:rsidRDefault="00844CC1" w:rsidP="00844CC1">
      <w:pPr>
        <w:pStyle w:val="libFootnote"/>
      </w:pPr>
      <w:r w:rsidRPr="00844CC1">
        <w:endnoteRef/>
      </w:r>
      <w:r w:rsidRPr="00844CC1">
        <w:t xml:space="preserve"> Wasael Al-Shee’aa [The Means of the Shiite]/ Part Twelve/ Page 11</w:t>
      </w:r>
    </w:p>
  </w:endnote>
  <w:endnote w:id="170">
    <w:p w:rsidR="00844CC1" w:rsidRPr="00844CC1" w:rsidRDefault="00844CC1" w:rsidP="00844CC1">
      <w:pPr>
        <w:pStyle w:val="libFootnote"/>
      </w:pPr>
      <w:r w:rsidRPr="00844CC1">
        <w:endnoteRef/>
      </w:r>
      <w:r w:rsidRPr="00844CC1">
        <w:t xml:space="preserve"> Wasael Al-Shee’aa [The Means of the Shiite]/ Part Twelve/ Page 36</w:t>
      </w:r>
    </w:p>
  </w:endnote>
  <w:endnote w:id="171">
    <w:p w:rsidR="00844CC1" w:rsidRPr="00844CC1" w:rsidRDefault="00844CC1" w:rsidP="00844CC1">
      <w:pPr>
        <w:pStyle w:val="libFootnote"/>
      </w:pPr>
      <w:r w:rsidRPr="00844CC1">
        <w:endnoteRef/>
      </w:r>
      <w:r w:rsidRPr="00844CC1">
        <w:t xml:space="preserve"> From a speech delivered before a group of scholars and students of the religious lores in Kom on March 6th, 1979</w:t>
      </w:r>
    </w:p>
  </w:endnote>
  <w:endnote w:id="172">
    <w:p w:rsidR="00844CC1" w:rsidRPr="00844CC1" w:rsidRDefault="00844CC1" w:rsidP="00844CC1">
      <w:pPr>
        <w:pStyle w:val="libFootnote"/>
      </w:pPr>
      <w:r w:rsidRPr="00844CC1">
        <w:endnoteRef/>
      </w:r>
      <w:r w:rsidRPr="00844CC1">
        <w:t xml:space="preserve"> From a speech on repentance on November 8th, 1980</w:t>
      </w:r>
    </w:p>
  </w:endnote>
  <w:endnote w:id="173">
    <w:p w:rsidR="00844CC1" w:rsidRPr="00844CC1" w:rsidRDefault="00844CC1" w:rsidP="00844CC1">
      <w:pPr>
        <w:pStyle w:val="libFootnote"/>
      </w:pPr>
      <w:r w:rsidRPr="00844CC1">
        <w:endnoteRef/>
      </w:r>
      <w:r w:rsidRPr="00844CC1">
        <w:t xml:space="preserve"> The Noble Qur’an/ Al-Omran [Omran’s Household] Chapter/ Verse 195</w:t>
      </w:r>
    </w:p>
  </w:endnote>
  <w:endnote w:id="174">
    <w:p w:rsidR="00844CC1" w:rsidRPr="00844CC1" w:rsidRDefault="00844CC1" w:rsidP="00844CC1">
      <w:pPr>
        <w:pStyle w:val="libFootnote"/>
      </w:pPr>
      <w:r w:rsidRPr="00844CC1">
        <w:endnoteRef/>
      </w:r>
      <w:r w:rsidRPr="00844CC1">
        <w:t xml:space="preserve"> From a speech delivered before the members of the government on October 2nd, 1979</w:t>
      </w:r>
    </w:p>
  </w:endnote>
  <w:endnote w:id="175">
    <w:p w:rsidR="00844CC1" w:rsidRPr="00844CC1" w:rsidRDefault="00844CC1" w:rsidP="00844CC1">
      <w:pPr>
        <w:pStyle w:val="libFootnote"/>
      </w:pPr>
      <w:r w:rsidRPr="00844CC1">
        <w:endnoteRef/>
      </w:r>
      <w:r w:rsidRPr="00844CC1">
        <w:t xml:space="preserve"> The Noble Qur’an/ Al-Anfal [The Spoils of War] Chapter/ Verse 60</w:t>
      </w:r>
    </w:p>
  </w:endnote>
  <w:endnote w:id="176">
    <w:p w:rsidR="00844CC1" w:rsidRPr="00844CC1" w:rsidRDefault="00844CC1" w:rsidP="00844CC1">
      <w:pPr>
        <w:pStyle w:val="libFootnote"/>
      </w:pPr>
      <w:r w:rsidRPr="00844CC1">
        <w:endnoteRef/>
      </w:r>
      <w:r w:rsidRPr="00844CC1">
        <w:t xml:space="preserve"> From a speech delivered before a group of women in the celebration of Woman’s Day on February 10th, 1986</w:t>
      </w:r>
    </w:p>
  </w:endnote>
  <w:endnote w:id="177">
    <w:p w:rsidR="00844CC1" w:rsidRPr="00844CC1" w:rsidRDefault="00844CC1" w:rsidP="00844CC1">
      <w:pPr>
        <w:pStyle w:val="libFootnote"/>
      </w:pPr>
      <w:r w:rsidRPr="00844CC1">
        <w:endnoteRef/>
      </w:r>
      <w:r w:rsidRPr="00844CC1">
        <w:t xml:space="preserve"> The Noble Qur’an/ Al-Nisaa [The Women] Chapter/ Verse 32</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CC1" w:rsidRDefault="00F32FFA" w:rsidP="00745C1D">
    <w:pPr>
      <w:pStyle w:val="Footer"/>
      <w:tabs>
        <w:tab w:val="clear" w:pos="4153"/>
        <w:tab w:val="clear" w:pos="8306"/>
      </w:tabs>
    </w:pPr>
    <w:fldSimple w:instr=" PAGE   \* MERGEFORMAT ">
      <w:r w:rsidR="00664397">
        <w:rPr>
          <w:noProof/>
          <w:rtl/>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CC1" w:rsidRDefault="00F32FFA" w:rsidP="00664397">
    <w:pPr>
      <w:pStyle w:val="libCenter"/>
    </w:pPr>
    <w:fldSimple w:instr=" PAGE   \* MERGEFORMAT ">
      <w:r w:rsidR="009F4478">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CC1" w:rsidRDefault="00F32FFA" w:rsidP="00745C1D">
    <w:pPr>
      <w:pStyle w:val="Footer"/>
      <w:tabs>
        <w:tab w:val="clear" w:pos="4153"/>
        <w:tab w:val="clear" w:pos="8306"/>
      </w:tabs>
    </w:pPr>
    <w:fldSimple w:instr=" PAGE   \* MERGEFORMAT ">
      <w:r w:rsidR="00664397">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5DAF" w:rsidRDefault="00A35DAF" w:rsidP="00113C59">
      <w:r>
        <w:separator/>
      </w:r>
    </w:p>
  </w:footnote>
  <w:footnote w:type="continuationSeparator" w:id="1">
    <w:p w:rsidR="00A35DAF" w:rsidRDefault="00A35DA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CC1" w:rsidRDefault="00844CC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CC1" w:rsidRDefault="00844CC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CA94380"/>
    <w:multiLevelType w:val="hybridMultilevel"/>
    <w:tmpl w:val="8BB656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36337AD0"/>
    <w:multiLevelType w:val="hybridMultilevel"/>
    <w:tmpl w:val="3892B758"/>
    <w:lvl w:ilvl="0" w:tplc="0409000F">
      <w:start w:val="1"/>
      <w:numFmt w:val="decimal"/>
      <w:lvlText w:val="%1."/>
      <w:lvlJc w:val="left"/>
      <w:pPr>
        <w:tabs>
          <w:tab w:val="num" w:pos="720"/>
        </w:tabs>
        <w:ind w:left="720" w:hanging="360"/>
      </w:pPr>
      <w:rPr>
        <w:rFonts w:hint="default"/>
      </w:rPr>
    </w:lvl>
    <w:lvl w:ilvl="1" w:tplc="48AA121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23398C"/>
    <w:multiLevelType w:val="hybridMultilevel"/>
    <w:tmpl w:val="D74891E0"/>
    <w:lvl w:ilvl="0" w:tplc="BC243F0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E0577AD"/>
    <w:multiLevelType w:val="hybridMultilevel"/>
    <w:tmpl w:val="806875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514873F4"/>
    <w:multiLevelType w:val="hybridMultilevel"/>
    <w:tmpl w:val="99F023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B494DCC"/>
    <w:multiLevelType w:val="hybridMultilevel"/>
    <w:tmpl w:val="79B489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6383BB1"/>
    <w:multiLevelType w:val="hybridMultilevel"/>
    <w:tmpl w:val="F55686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6">
    <w:nsid w:val="74B50DD2"/>
    <w:multiLevelType w:val="hybridMultilevel"/>
    <w:tmpl w:val="84C4B44C"/>
    <w:lvl w:ilvl="0" w:tplc="0409000F">
      <w:start w:val="1"/>
      <w:numFmt w:val="decimal"/>
      <w:lvlText w:val="%1."/>
      <w:lvlJc w:val="left"/>
      <w:pPr>
        <w:tabs>
          <w:tab w:val="num" w:pos="720"/>
        </w:tabs>
        <w:ind w:left="720" w:hanging="360"/>
      </w:pPr>
      <w:rPr>
        <w:rFonts w:hint="default"/>
      </w:rPr>
    </w:lvl>
    <w:lvl w:ilvl="1" w:tplc="4D16D53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5"/>
  </w:num>
  <w:num w:numId="3">
    <w:abstractNumId w:val="11"/>
  </w:num>
  <w:num w:numId="4">
    <w:abstractNumId w:val="15"/>
  </w:num>
  <w:num w:numId="5">
    <w:abstractNumId w:val="1"/>
  </w:num>
  <w:num w:numId="6">
    <w:abstractNumId w:val="17"/>
  </w:num>
  <w:num w:numId="7">
    <w:abstractNumId w:val="2"/>
  </w:num>
  <w:num w:numId="8">
    <w:abstractNumId w:val="4"/>
  </w:num>
  <w:num w:numId="9">
    <w:abstractNumId w:val="9"/>
  </w:num>
  <w:num w:numId="10">
    <w:abstractNumId w:val="10"/>
  </w:num>
  <w:num w:numId="11">
    <w:abstractNumId w:val="7"/>
  </w:num>
  <w:num w:numId="12">
    <w:abstractNumId w:val="16"/>
  </w:num>
  <w:num w:numId="13">
    <w:abstractNumId w:val="8"/>
  </w:num>
  <w:num w:numId="14">
    <w:abstractNumId w:val="14"/>
  </w:num>
  <w:num w:numId="15">
    <w:abstractNumId w:val="13"/>
  </w:num>
  <w:num w:numId="16">
    <w:abstractNumId w:val="3"/>
  </w:num>
  <w:num w:numId="17">
    <w:abstractNumId w:val="6"/>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8608BE"/>
    <w:rsid w:val="00005A19"/>
    <w:rsid w:val="000267FE"/>
    <w:rsid w:val="00040798"/>
    <w:rsid w:val="00043023"/>
    <w:rsid w:val="00054406"/>
    <w:rsid w:val="0006216A"/>
    <w:rsid w:val="00067F84"/>
    <w:rsid w:val="0007043A"/>
    <w:rsid w:val="00071C97"/>
    <w:rsid w:val="000761F7"/>
    <w:rsid w:val="00076A3A"/>
    <w:rsid w:val="00082177"/>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A9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2282"/>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0242"/>
    <w:rsid w:val="002E19EE"/>
    <w:rsid w:val="002E4D3D"/>
    <w:rsid w:val="002E5CA1"/>
    <w:rsid w:val="002E6022"/>
    <w:rsid w:val="002F3626"/>
    <w:rsid w:val="00301EBF"/>
    <w:rsid w:val="00307C3A"/>
    <w:rsid w:val="00310D1D"/>
    <w:rsid w:val="00317E22"/>
    <w:rsid w:val="00322466"/>
    <w:rsid w:val="00324B78"/>
    <w:rsid w:val="003250AA"/>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47B9"/>
    <w:rsid w:val="003F33DE"/>
    <w:rsid w:val="00402C65"/>
    <w:rsid w:val="0040326E"/>
    <w:rsid w:val="004040FA"/>
    <w:rsid w:val="00404EB7"/>
    <w:rsid w:val="00407D56"/>
    <w:rsid w:val="00413479"/>
    <w:rsid w:val="00416E2B"/>
    <w:rsid w:val="004209BA"/>
    <w:rsid w:val="00420C44"/>
    <w:rsid w:val="004241E7"/>
    <w:rsid w:val="00430581"/>
    <w:rsid w:val="00432654"/>
    <w:rsid w:val="00434A97"/>
    <w:rsid w:val="00437035"/>
    <w:rsid w:val="00440C62"/>
    <w:rsid w:val="00446BBA"/>
    <w:rsid w:val="00453381"/>
    <w:rsid w:val="004538D5"/>
    <w:rsid w:val="00455A59"/>
    <w:rsid w:val="0046634E"/>
    <w:rsid w:val="00467E54"/>
    <w:rsid w:val="00470378"/>
    <w:rsid w:val="004713EF"/>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56E9"/>
    <w:rsid w:val="004E6E95"/>
    <w:rsid w:val="004F58BA"/>
    <w:rsid w:val="005022E5"/>
    <w:rsid w:val="00512375"/>
    <w:rsid w:val="005254BC"/>
    <w:rsid w:val="00526724"/>
    <w:rsid w:val="005412AB"/>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5C19"/>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1961"/>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397"/>
    <w:rsid w:val="006644E3"/>
    <w:rsid w:val="00665B79"/>
    <w:rsid w:val="006719D2"/>
    <w:rsid w:val="006726F6"/>
    <w:rsid w:val="00672E5A"/>
    <w:rsid w:val="00682902"/>
    <w:rsid w:val="00684527"/>
    <w:rsid w:val="00685520"/>
    <w:rsid w:val="0068652E"/>
    <w:rsid w:val="00687928"/>
    <w:rsid w:val="0069163F"/>
    <w:rsid w:val="00691DBB"/>
    <w:rsid w:val="006A5301"/>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2236"/>
    <w:rsid w:val="00717AB1"/>
    <w:rsid w:val="00717C64"/>
    <w:rsid w:val="00721FA0"/>
    <w:rsid w:val="00723983"/>
    <w:rsid w:val="00723D07"/>
    <w:rsid w:val="00725377"/>
    <w:rsid w:val="0073042E"/>
    <w:rsid w:val="00730E45"/>
    <w:rsid w:val="00731AD7"/>
    <w:rsid w:val="007373A8"/>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7F03"/>
    <w:rsid w:val="00796AAA"/>
    <w:rsid w:val="007A22D0"/>
    <w:rsid w:val="007A3ECC"/>
    <w:rsid w:val="007A6185"/>
    <w:rsid w:val="007B10B3"/>
    <w:rsid w:val="007B1D12"/>
    <w:rsid w:val="007B2F17"/>
    <w:rsid w:val="007B46B3"/>
    <w:rsid w:val="007B5CD8"/>
    <w:rsid w:val="007B6D51"/>
    <w:rsid w:val="007C088F"/>
    <w:rsid w:val="007C3DC9"/>
    <w:rsid w:val="007D1D2B"/>
    <w:rsid w:val="007D5FD1"/>
    <w:rsid w:val="007E2EBF"/>
    <w:rsid w:val="007E6DD9"/>
    <w:rsid w:val="007F0441"/>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4CC1"/>
    <w:rsid w:val="00850983"/>
    <w:rsid w:val="00856941"/>
    <w:rsid w:val="00857A7C"/>
    <w:rsid w:val="008608BE"/>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0A00"/>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478"/>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DAF"/>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6A48"/>
    <w:rsid w:val="00B87355"/>
    <w:rsid w:val="00B90A19"/>
    <w:rsid w:val="00B931B4"/>
    <w:rsid w:val="00B936D7"/>
    <w:rsid w:val="00B955A3"/>
    <w:rsid w:val="00BA20DE"/>
    <w:rsid w:val="00BB2090"/>
    <w:rsid w:val="00BB5951"/>
    <w:rsid w:val="00BB5C83"/>
    <w:rsid w:val="00BB643C"/>
    <w:rsid w:val="00BC3CE9"/>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33D6"/>
    <w:rsid w:val="00C667E4"/>
    <w:rsid w:val="00C76A9C"/>
    <w:rsid w:val="00C81C96"/>
    <w:rsid w:val="00C9021F"/>
    <w:rsid w:val="00C9028D"/>
    <w:rsid w:val="00C906FE"/>
    <w:rsid w:val="00CA2801"/>
    <w:rsid w:val="00CA41BF"/>
    <w:rsid w:val="00CA6932"/>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29A6"/>
    <w:rsid w:val="00EE5654"/>
    <w:rsid w:val="00EE56E1"/>
    <w:rsid w:val="00EE604B"/>
    <w:rsid w:val="00EE6B33"/>
    <w:rsid w:val="00EF0462"/>
    <w:rsid w:val="00EF6505"/>
    <w:rsid w:val="00EF7A6F"/>
    <w:rsid w:val="00F02C57"/>
    <w:rsid w:val="00F070E5"/>
    <w:rsid w:val="00F1517E"/>
    <w:rsid w:val="00F16678"/>
    <w:rsid w:val="00F26388"/>
    <w:rsid w:val="00F31BE3"/>
    <w:rsid w:val="00F32FFA"/>
    <w:rsid w:val="00F34B21"/>
    <w:rsid w:val="00F34CA5"/>
    <w:rsid w:val="00F41E90"/>
    <w:rsid w:val="00F436BF"/>
    <w:rsid w:val="00F571FE"/>
    <w:rsid w:val="00F638A5"/>
    <w:rsid w:val="00F715FC"/>
    <w:rsid w:val="00F71859"/>
    <w:rsid w:val="00F74FDC"/>
    <w:rsid w:val="00F82A57"/>
    <w:rsid w:val="00F83A2C"/>
    <w:rsid w:val="00F83E9D"/>
    <w:rsid w:val="00F86C5B"/>
    <w:rsid w:val="00F964CA"/>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19D2"/>
    <w:pPr>
      <w:bidi/>
    </w:pPr>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664397"/>
    <w:pPr>
      <w:bidi w:val="0"/>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664397"/>
    <w:pPr>
      <w:bidi w:val="0"/>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664397"/>
    <w:pPr>
      <w:bidi w:val="0"/>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664397"/>
    <w:pPr>
      <w:bidi w:val="0"/>
      <w:spacing w:after="100" w:line="276" w:lineRule="auto"/>
      <w:ind w:left="1760"/>
    </w:pPr>
    <w:rPr>
      <w:rFonts w:asciiTheme="minorHAnsi" w:eastAsiaTheme="minorEastAsia" w:hAnsiTheme="minorHAnsi" w:cstheme="minorBidi"/>
      <w:sz w:val="22"/>
      <w:szCs w:val="22"/>
    </w:rPr>
  </w:style>
  <w:style w:type="paragraph" w:customStyle="1" w:styleId="footnotes">
    <w:name w:val="footnotes"/>
    <w:basedOn w:val="Normal"/>
    <w:rsid w:val="006719D2"/>
    <w:pPr>
      <w:widowControl w:val="0"/>
      <w:autoSpaceDE w:val="0"/>
      <w:autoSpaceDN w:val="0"/>
      <w:bidi w:val="0"/>
      <w:adjustRightInd w:val="0"/>
      <w:spacing w:line="180" w:lineRule="atLeast"/>
      <w:jc w:val="both"/>
      <w:textAlignment w:val="center"/>
    </w:pPr>
    <w:rPr>
      <w:rFonts w:ascii="TimesNewRomanPSMT" w:hAnsi="TimesNewRomanPSMT" w:cs="TimesNewRomanPSMT"/>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54C86-E14A-4E6B-B194-DA8F0E896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97</TotalTime>
  <Pages>1</Pages>
  <Words>29658</Words>
  <Characters>169052</Characters>
  <Application>Microsoft Office Word</Application>
  <DocSecurity>0</DocSecurity>
  <Lines>1408</Lines>
  <Paragraphs>396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198314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19</cp:revision>
  <cp:lastPrinted>2015-05-04T09:45:00Z</cp:lastPrinted>
  <dcterms:created xsi:type="dcterms:W3CDTF">2015-05-04T07:56:00Z</dcterms:created>
  <dcterms:modified xsi:type="dcterms:W3CDTF">2015-05-04T09:47:00Z</dcterms:modified>
</cp:coreProperties>
</file>