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A2" w:rsidRDefault="00B320A2" w:rsidP="00403D64">
      <w:pPr>
        <w:pStyle w:val="libCenterTitr"/>
      </w:pPr>
    </w:p>
    <w:p w:rsidR="00B320A2" w:rsidRDefault="00B320A2" w:rsidP="00403D64">
      <w:pPr>
        <w:pStyle w:val="libCenterTitr"/>
      </w:pPr>
    </w:p>
    <w:p w:rsidR="00F37166" w:rsidRDefault="00F37166" w:rsidP="00403D64">
      <w:pPr>
        <w:pStyle w:val="libCenterTitr"/>
      </w:pPr>
    </w:p>
    <w:p w:rsidR="00B320A2" w:rsidRDefault="00B320A2" w:rsidP="00403D64">
      <w:pPr>
        <w:pStyle w:val="libCenterTitr"/>
      </w:pPr>
    </w:p>
    <w:p w:rsidR="00357218" w:rsidRDefault="00357218" w:rsidP="00403D64">
      <w:pPr>
        <w:pStyle w:val="libCenterTitr"/>
      </w:pPr>
      <w:r>
        <w:t>An Index to the Qur'an</w:t>
      </w:r>
    </w:p>
    <w:p w:rsidR="00B320A2" w:rsidRDefault="00B320A2" w:rsidP="00403D64">
      <w:pPr>
        <w:pStyle w:val="libCenterTitr"/>
      </w:pPr>
    </w:p>
    <w:p w:rsidR="00357218" w:rsidRDefault="00403D64" w:rsidP="00403D64">
      <w:pPr>
        <w:pStyle w:val="libCenterBold1"/>
      </w:pPr>
      <w:r w:rsidRPr="00403D64">
        <w:t>www.alseraj.net</w:t>
      </w:r>
    </w:p>
    <w:p w:rsidR="00403D64" w:rsidRDefault="00403D64" w:rsidP="00403D64">
      <w:pPr>
        <w:pStyle w:val="libCenterBold1"/>
      </w:pPr>
    </w:p>
    <w:p w:rsidR="00B320A2" w:rsidRDefault="00B320A2" w:rsidP="00403D64">
      <w:pPr>
        <w:pStyle w:val="libCenterBold1"/>
      </w:pPr>
    </w:p>
    <w:p w:rsidR="00B320A2" w:rsidRDefault="00B320A2" w:rsidP="00403D64">
      <w:pPr>
        <w:pStyle w:val="libCenterBold1"/>
      </w:pPr>
    </w:p>
    <w:p w:rsidR="00B320A2" w:rsidRDefault="00B320A2" w:rsidP="00403D64">
      <w:pPr>
        <w:pStyle w:val="libCenterBold1"/>
      </w:pPr>
    </w:p>
    <w:p w:rsidR="00B320A2" w:rsidRDefault="00B320A2" w:rsidP="00403D64">
      <w:pPr>
        <w:pStyle w:val="libCenterBold1"/>
      </w:pPr>
    </w:p>
    <w:p w:rsidR="00F37166" w:rsidRDefault="00F37166" w:rsidP="00403D64">
      <w:pPr>
        <w:pStyle w:val="libCenterBold1"/>
      </w:pPr>
    </w:p>
    <w:p w:rsidR="00B320A2" w:rsidRDefault="00B320A2" w:rsidP="00403D64">
      <w:pPr>
        <w:pStyle w:val="libCenterBold1"/>
      </w:pPr>
    </w:p>
    <w:p w:rsidR="00B320A2" w:rsidRDefault="00B320A2" w:rsidP="00403D64">
      <w:pPr>
        <w:pStyle w:val="libCenterBold1"/>
      </w:pPr>
      <w:hyperlink r:id="rId8" w:history="1">
        <w:r w:rsidRPr="00685EE0">
          <w:rPr>
            <w:rStyle w:val="Hyperlink"/>
          </w:rPr>
          <w:t>www.alhassanain.org/english</w:t>
        </w:r>
      </w:hyperlink>
    </w:p>
    <w:p w:rsidR="008E4DDF" w:rsidRDefault="008E4DDF" w:rsidP="008E4DDF">
      <w:pPr>
        <w:pStyle w:val="libNormal"/>
      </w:pPr>
      <w:r>
        <w:br w:type="page"/>
      </w:r>
    </w:p>
    <w:p w:rsidR="0017116B" w:rsidRDefault="0017116B" w:rsidP="0017116B">
      <w:pPr>
        <w:pStyle w:val="libCenterBold1"/>
      </w:pPr>
    </w:p>
    <w:p w:rsidR="0017116B" w:rsidRDefault="0017116B" w:rsidP="0017116B">
      <w:pPr>
        <w:pStyle w:val="libCenterBold1"/>
      </w:pPr>
    </w:p>
    <w:p w:rsidR="0017116B" w:rsidRDefault="0017116B" w:rsidP="0017116B">
      <w:pPr>
        <w:pStyle w:val="libCenterBold1"/>
      </w:pPr>
    </w:p>
    <w:p w:rsidR="0017116B" w:rsidRDefault="0017116B" w:rsidP="0017116B">
      <w:pPr>
        <w:pStyle w:val="libCenterBold1"/>
      </w:pPr>
      <w:r>
        <w:t>Notice:</w:t>
      </w:r>
    </w:p>
    <w:p w:rsidR="0017116B" w:rsidRDefault="0017116B" w:rsidP="0017116B">
      <w:pPr>
        <w:pStyle w:val="libCenterBold2"/>
      </w:pPr>
      <w:r>
        <w:t>This work</w:t>
      </w:r>
      <w:r>
        <w:t xml:space="preserve"> </w:t>
      </w:r>
      <w:r>
        <w:t xml:space="preserve">is published on behalf of </w:t>
      </w:r>
      <w:hyperlink r:id="rId9" w:history="1">
        <w:r w:rsidRPr="00685EE0">
          <w:rPr>
            <w:rStyle w:val="Hyperlink"/>
          </w:rPr>
          <w:t>www.alhassanain.org/english</w:t>
        </w:r>
      </w:hyperlink>
    </w:p>
    <w:p w:rsidR="0017116B" w:rsidRDefault="0017116B" w:rsidP="0017116B">
      <w:pPr>
        <w:pStyle w:val="libCenterBold2"/>
      </w:pPr>
      <w:r>
        <w:t>The typing errorsaren’t corrected.</w:t>
      </w:r>
    </w:p>
    <w:p w:rsidR="0017116B" w:rsidRDefault="0017116B" w:rsidP="0017116B">
      <w:pPr>
        <w:pStyle w:val="libCenterBold2"/>
      </w:pPr>
    </w:p>
    <w:p w:rsidR="0017116B" w:rsidRDefault="0017116B" w:rsidP="0017116B">
      <w:pPr>
        <w:pStyle w:val="libCenterBold2"/>
      </w:pPr>
    </w:p>
    <w:p w:rsidR="008E4DDF" w:rsidRDefault="008E4DDF" w:rsidP="008E4DDF">
      <w:pPr>
        <w:pStyle w:val="libNormal"/>
      </w:pPr>
      <w:r>
        <w:br w:type="page"/>
      </w:r>
    </w:p>
    <w:sdt>
      <w:sdtPr>
        <w:id w:val="87903598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403D64" w:rsidRDefault="00403D64" w:rsidP="00403D64">
          <w:pPr>
            <w:pStyle w:val="libCenterBold1"/>
          </w:pPr>
        </w:p>
        <w:p w:rsidR="00403D64" w:rsidRDefault="00403D64" w:rsidP="00403D64">
          <w:pPr>
            <w:pStyle w:val="libCenterBold1"/>
          </w:pPr>
          <w:r>
            <w:t>TABLE OF CONTENTS</w:t>
          </w:r>
        </w:p>
        <w:p w:rsidR="00403D64" w:rsidRDefault="00403D64" w:rsidP="00403D64">
          <w:pPr>
            <w:pStyle w:val="libCenterBold1"/>
          </w:pPr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768123" w:history="1">
            <w:r w:rsidRPr="00240159">
              <w:rPr>
                <w:rStyle w:val="Hyperlink"/>
              </w:rPr>
              <w:t>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24" w:history="1">
            <w:r w:rsidRPr="00240159">
              <w:rPr>
                <w:rStyle w:val="Hyperlink"/>
              </w:rPr>
              <w:t>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25" w:history="1">
            <w:r w:rsidRPr="00240159">
              <w:rPr>
                <w:rStyle w:val="Hyperlink"/>
              </w:rPr>
              <w:t>C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26" w:history="1">
            <w:r w:rsidRPr="00240159">
              <w:rPr>
                <w:rStyle w:val="Hyperlink"/>
              </w:rPr>
              <w:t>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27" w:history="1">
            <w:r w:rsidRPr="00240159">
              <w:rPr>
                <w:rStyle w:val="Hyperlink"/>
              </w:rPr>
              <w:t>E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28" w:history="1">
            <w:r w:rsidRPr="00240159">
              <w:rPr>
                <w:rStyle w:val="Hyperlink"/>
              </w:rPr>
              <w:t>F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29" w:history="1">
            <w:r w:rsidRPr="00240159">
              <w:rPr>
                <w:rStyle w:val="Hyperlink"/>
              </w:rPr>
              <w:t>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0" w:history="1">
            <w:r w:rsidRPr="00240159">
              <w:rPr>
                <w:rStyle w:val="Hyperlink"/>
              </w:rPr>
              <w:t>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1" w:history="1">
            <w:r w:rsidRPr="00240159">
              <w:rPr>
                <w:rStyle w:val="Hyperlink"/>
              </w:rPr>
              <w:t>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2" w:history="1">
            <w:r w:rsidRPr="00240159">
              <w:rPr>
                <w:rStyle w:val="Hyperlink"/>
              </w:rPr>
              <w:t>J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3" w:history="1">
            <w:r w:rsidRPr="00240159">
              <w:rPr>
                <w:rStyle w:val="Hyperlink"/>
              </w:rPr>
              <w:t>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4" w:history="1">
            <w:r w:rsidRPr="00240159">
              <w:rPr>
                <w:rStyle w:val="Hyperlink"/>
              </w:rPr>
              <w:t>L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5" w:history="1">
            <w:r w:rsidRPr="00240159">
              <w:rPr>
                <w:rStyle w:val="Hyperlink"/>
              </w:rPr>
              <w:t>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6" w:history="1">
            <w:r w:rsidRPr="00240159">
              <w:rPr>
                <w:rStyle w:val="Hyperlink"/>
              </w:rPr>
              <w:t>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7" w:history="1">
            <w:r w:rsidRPr="00240159">
              <w:rPr>
                <w:rStyle w:val="Hyperlink"/>
              </w:rPr>
              <w:t>O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8" w:history="1">
            <w:r w:rsidRPr="00240159">
              <w:rPr>
                <w:rStyle w:val="Hyperlink"/>
              </w:rPr>
              <w:t>P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39" w:history="1">
            <w:r w:rsidRPr="00240159">
              <w:rPr>
                <w:rStyle w:val="Hyperlink"/>
              </w:rPr>
              <w:t>Q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40" w:history="1">
            <w:r w:rsidRPr="00240159">
              <w:rPr>
                <w:rStyle w:val="Hyperlink"/>
              </w:rPr>
              <w:t>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41" w:history="1">
            <w:r w:rsidRPr="00240159">
              <w:rPr>
                <w:rStyle w:val="Hyperlink"/>
              </w:rPr>
              <w:t>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42" w:history="1">
            <w:r w:rsidRPr="00240159">
              <w:rPr>
                <w:rStyle w:val="Hyperlink"/>
              </w:rPr>
              <w:t>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43" w:history="1">
            <w:r w:rsidRPr="00240159">
              <w:rPr>
                <w:rStyle w:val="Hyperlink"/>
              </w:rPr>
              <w:t>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44" w:history="1">
            <w:r w:rsidRPr="00240159">
              <w:rPr>
                <w:rStyle w:val="Hyperlink"/>
              </w:rPr>
              <w:t>W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6768145" w:history="1">
            <w:r w:rsidRPr="00240159">
              <w:rPr>
                <w:rStyle w:val="Hyperlink"/>
              </w:rPr>
              <w:t>Z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Toc486768145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F52BC">
              <w:rPr>
                <w:webHidden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403D64" w:rsidRDefault="00403D64" w:rsidP="00403D64">
          <w:pPr>
            <w:pStyle w:val="libNormal"/>
          </w:pPr>
          <w:r>
            <w:fldChar w:fldCharType="end"/>
          </w:r>
        </w:p>
      </w:sdtContent>
    </w:sdt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0" w:name="_Toc486768123"/>
      <w:r>
        <w:lastRenderedPageBreak/>
        <w:t>A</w:t>
      </w:r>
      <w:bookmarkEnd w:id="0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aron, 4:163, 6:84, 7:122, 7:142, 7:150, 7:172, 10:75, 19:53, 20:30, 20:40, 20:90, 20:92, 21:48, 23:45, 25:35, 26:12, 26:48, 28:34, 37:114-120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ouse of, 2:248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blution, 4:43, 5:6</w:t>
      </w:r>
    </w:p>
    <w:p w:rsidR="008E4DDF" w:rsidRDefault="00357218" w:rsidP="00357218">
      <w:pPr>
        <w:pStyle w:val="libNormal"/>
      </w:pPr>
      <w:r>
        <w:t>circumstances requiring, 4:43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braham, 2:124-129, 2:130-132, 2:135, 2:136, 2:140, 2:258, 2:260, 3:65, 3:67-68, 3:84, 3:95, 3:97, 4:54-55, 4:125, 4:163, 6:74-83, 6:161, 9:70, 9:114, 11:69-76, 12:6, 12:38, 14:35, 15:51-56, 16:120, 16:123, 19:41-49, 19:58, 21:51-73, 22:26, 22:43, 22:78, 26:69, 29:16, 29:25, 29:31, 33:7, 37:83-109, 38:45, 42:13, 43:26, 51:24-34, 53:37, 57:26, 60:4-5, 87:19</w:t>
      </w:r>
    </w:p>
    <w:p w:rsidR="00357218" w:rsidRDefault="00357218" w:rsidP="00357218">
      <w:pPr>
        <w:pStyle w:val="libNormal"/>
      </w:pPr>
      <w:r>
        <w:t>neither Jew nor Christian, 3:67</w:t>
      </w:r>
    </w:p>
    <w:p w:rsidR="008E4DDF" w:rsidRDefault="00357218" w:rsidP="00357218">
      <w:pPr>
        <w:pStyle w:val="libNormal"/>
      </w:pPr>
      <w:r>
        <w:t>stood in first temple at Bakkah, 3:97, 26:123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brogation, 2:106, 16:101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bu Lahab (Abd al-Uzza), 111:1-3</w:t>
      </w:r>
    </w:p>
    <w:p w:rsidR="008E4DDF" w:rsidRDefault="00357218" w:rsidP="00357218">
      <w:pPr>
        <w:pStyle w:val="libNormal"/>
      </w:pPr>
      <w:r>
        <w:t>his wife, 111:4-5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cacia flowers, 56:26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d, 7:65, 7:74, 9:70, 11:50-60, 22:42, 25:38, 26:123-140, 29:38, 38:12, 41:15-16, 46:21-26, 50:13, 51:41, 53:50, 54:18-21, 69:4, 69:6, 89:6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dam, 2:31-32, 3:33, 5:27, 7:19-25, 17:61, 17:70, 18:50, 19:58, 20:115-123, 40:31, 41:13, 41:15</w:t>
      </w:r>
    </w:p>
    <w:p w:rsidR="00357218" w:rsidRDefault="00357218" w:rsidP="00357218">
      <w:pPr>
        <w:pStyle w:val="libNormal"/>
      </w:pPr>
      <w:r>
        <w:t>angels to prostrate before, 2:34, 7:11</w:t>
      </w:r>
    </w:p>
    <w:p w:rsidR="00357218" w:rsidRDefault="00357218" w:rsidP="00357218">
      <w:pPr>
        <w:pStyle w:val="libNormal"/>
      </w:pPr>
      <w:r>
        <w:t>tree of knowledge, 2:35, 7:19, 20:120-121</w:t>
      </w:r>
    </w:p>
    <w:p w:rsidR="008E4DDF" w:rsidRDefault="00357218" w:rsidP="00357218">
      <w:pPr>
        <w:pStyle w:val="libNormal"/>
      </w:pPr>
      <w:r>
        <w:t>banishment from Garden (no blame to Eve), 2:36, 7:24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dultery (see Marriage)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dversity</w:t>
      </w:r>
    </w:p>
    <w:p w:rsidR="00357218" w:rsidRDefault="00357218" w:rsidP="00357218">
      <w:pPr>
        <w:pStyle w:val="libNormal"/>
      </w:pPr>
      <w:r>
        <w:t>not burdened beyond capability to withstand, 2:286, 6:152, 7:42, 23:62</w:t>
      </w:r>
    </w:p>
    <w:p w:rsidR="00357218" w:rsidRDefault="00357218" w:rsidP="00357218">
      <w:pPr>
        <w:pStyle w:val="libNormal"/>
      </w:pPr>
      <w:r>
        <w:t>not burdened with another's burden, 6:164, 17:15, 35:18, 39:7, 53:38</w:t>
      </w:r>
    </w:p>
    <w:p w:rsidR="008E4DDF" w:rsidRDefault="00357218" w:rsidP="00357218">
      <w:pPr>
        <w:pStyle w:val="libNormal"/>
      </w:pPr>
      <w:r>
        <w:t>patience during, 2:153, 2:155, 2:177, 2:250, 3:17, 3:125, 3:142, 3:146, 3:186, 3:200, 7:87, 7:126, 7:128, 7:137, 8:46, 8:65, 8:66, 10:109, 11:11, 11:49, 11:115, 12:18, 12:83, 12:90, 13:22, 16:96, 16:110, 16:126, 21:85, 22:35, 23:111, 28:54, 29:59, 30:60, 31:17, 31:31, 37:102, 38:44, 39:10, 40:55, 40:77, 41:35, 42:33, 46:35, 47:31, 70:5, 76:12, 90:17, 103:3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ging, 16:70, 22:5, 30:54, 36:68</w:t>
      </w:r>
    </w:p>
    <w:p w:rsidR="008E4DDF" w:rsidRDefault="00357218" w:rsidP="00357218">
      <w:pPr>
        <w:pStyle w:val="libNormal"/>
      </w:pPr>
      <w:r>
        <w:lastRenderedPageBreak/>
        <w:t>behavior towards aging parents in your care, 17:23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hmad, 61:6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 Rass, 25:38, 50:13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lcohol (see Intoxicants)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llah</w:t>
      </w:r>
    </w:p>
    <w:p w:rsidR="00357218" w:rsidRDefault="00357218" w:rsidP="00357218">
      <w:pPr>
        <w:pStyle w:val="libNormal"/>
      </w:pPr>
      <w:r>
        <w:t>a day for Him is</w:t>
      </w:r>
    </w:p>
    <w:p w:rsidR="00357218" w:rsidRDefault="00357218" w:rsidP="00357218">
      <w:pPr>
        <w:pStyle w:val="libNormal"/>
      </w:pPr>
      <w:r>
        <w:t>a thousand human years, 22:47, 32:5</w:t>
      </w:r>
    </w:p>
    <w:p w:rsidR="00357218" w:rsidRDefault="00357218" w:rsidP="00357218">
      <w:pPr>
        <w:pStyle w:val="libNormal"/>
      </w:pPr>
      <w:r>
        <w:t>fifty thousand years, 70:4</w:t>
      </w:r>
    </w:p>
    <w:p w:rsidR="00357218" w:rsidRDefault="00357218" w:rsidP="00357218">
      <w:pPr>
        <w:pStyle w:val="libNormal"/>
      </w:pPr>
      <w:r>
        <w:t>ability to do anything, 2:106, 2:117, 3:165, 3:189, 8:41, 9:116, 11:4, 16:40, 40:68, 41:39, 42:49, 57:2</w:t>
      </w:r>
    </w:p>
    <w:p w:rsidR="00357218" w:rsidRDefault="00357218" w:rsidP="00357218">
      <w:pPr>
        <w:pStyle w:val="libNormal"/>
      </w:pPr>
      <w:r>
        <w:t>best of all judges, 95:8</w:t>
      </w:r>
    </w:p>
    <w:p w:rsidR="00357218" w:rsidRDefault="00357218" w:rsidP="00357218">
      <w:pPr>
        <w:pStyle w:val="libNormal"/>
      </w:pPr>
      <w:r>
        <w:t>beyond definition, 43:82, 67:12</w:t>
      </w:r>
    </w:p>
    <w:p w:rsidR="00357218" w:rsidRDefault="00357218" w:rsidP="00357218">
      <w:pPr>
        <w:pStyle w:val="libNormal"/>
      </w:pPr>
      <w:r>
        <w:t>brings disbelievers schemes to nought, 8:30, 8:36</w:t>
      </w:r>
    </w:p>
    <w:p w:rsidR="00357218" w:rsidRDefault="00357218" w:rsidP="00357218">
      <w:pPr>
        <w:pStyle w:val="libNormal"/>
      </w:pPr>
      <w:r>
        <w:t>cause human beings to disappear and bring forth other beings, 4:133, 14:19, 35:16</w:t>
      </w:r>
    </w:p>
    <w:p w:rsidR="00357218" w:rsidRDefault="00357218" w:rsidP="00357218">
      <w:pPr>
        <w:pStyle w:val="libNormal"/>
      </w:pPr>
      <w:r>
        <w:t>causes laughter and crying, 53:43</w:t>
      </w:r>
    </w:p>
    <w:p w:rsidR="00357218" w:rsidRDefault="00357218" w:rsidP="00357218">
      <w:pPr>
        <w:pStyle w:val="libNormal"/>
      </w:pPr>
      <w:r>
        <w:t>caused a man to sleep for a century, 2:259</w:t>
      </w:r>
    </w:p>
    <w:p w:rsidR="00357218" w:rsidRDefault="00357218" w:rsidP="00357218">
      <w:pPr>
        <w:pStyle w:val="libNormal"/>
      </w:pPr>
      <w:r>
        <w:t>enemy of those who deny the truth, 2:98</w:t>
      </w:r>
    </w:p>
    <w:p w:rsidR="00357218" w:rsidRDefault="00357218" w:rsidP="00357218">
      <w:pPr>
        <w:pStyle w:val="libNormal"/>
      </w:pPr>
      <w:r>
        <w:t>extol his glory from morning until night, 33:42</w:t>
      </w:r>
    </w:p>
    <w:p w:rsidR="00357218" w:rsidRDefault="00357218" w:rsidP="00357218">
      <w:pPr>
        <w:pStyle w:val="libNormal"/>
      </w:pPr>
      <w:r>
        <w:t>false daughters of, 16:57, 17:40, 43:16, 52:39, 53:21-22</w:t>
      </w:r>
    </w:p>
    <w:p w:rsidR="00357218" w:rsidRDefault="00357218" w:rsidP="00357218">
      <w:pPr>
        <w:pStyle w:val="libNormal"/>
      </w:pPr>
      <w:r>
        <w:t>by name, 53:19-20</w:t>
      </w:r>
    </w:p>
    <w:p w:rsidR="00357218" w:rsidRDefault="00357218" w:rsidP="00357218">
      <w:pPr>
        <w:pStyle w:val="libNormal"/>
      </w:pPr>
      <w:r>
        <w:t>gives humans free will, 36:67</w:t>
      </w:r>
    </w:p>
    <w:p w:rsidR="00357218" w:rsidRDefault="00357218" w:rsidP="00357218">
      <w:pPr>
        <w:pStyle w:val="libNormal"/>
      </w:pPr>
      <w:r>
        <w:t>giving it all up for him, 4:66-68, 4:125</w:t>
      </w:r>
    </w:p>
    <w:p w:rsidR="00357218" w:rsidRDefault="00357218" w:rsidP="00357218">
      <w:pPr>
        <w:pStyle w:val="libNormal"/>
      </w:pPr>
      <w:r>
        <w:t>good and evil are from Him, 4:78</w:t>
      </w:r>
    </w:p>
    <w:p w:rsidR="00357218" w:rsidRDefault="00357218" w:rsidP="00357218">
      <w:pPr>
        <w:pStyle w:val="libNormal"/>
      </w:pPr>
      <w:r>
        <w:t>grants life and death, 44:8, 53:44, 57:2, 67:2</w:t>
      </w:r>
    </w:p>
    <w:p w:rsidR="00357218" w:rsidRDefault="00357218" w:rsidP="00357218">
      <w:pPr>
        <w:pStyle w:val="libNormal"/>
      </w:pPr>
      <w:r>
        <w:t>hard strivers rewarded better, 4:95-96, 5:54, 9:120, 49:15, 61:11</w:t>
      </w:r>
    </w:p>
    <w:p w:rsidR="00357218" w:rsidRDefault="00357218" w:rsidP="00357218">
      <w:pPr>
        <w:pStyle w:val="libNormal"/>
      </w:pPr>
      <w:r>
        <w:t>has no consort, 72:3</w:t>
      </w:r>
    </w:p>
    <w:p w:rsidR="00357218" w:rsidRDefault="00357218" w:rsidP="00357218">
      <w:pPr>
        <w:pStyle w:val="libNormal"/>
      </w:pPr>
      <w:r>
        <w:t>has no son, 43:81, 72:3, 112:3</w:t>
      </w:r>
    </w:p>
    <w:p w:rsidR="00357218" w:rsidRDefault="00357218" w:rsidP="00357218">
      <w:pPr>
        <w:pStyle w:val="libNormal"/>
      </w:pPr>
      <w:r>
        <w:t>has not forsaken you during your hard times, 93:3</w:t>
      </w:r>
    </w:p>
    <w:p w:rsidR="00357218" w:rsidRDefault="00357218" w:rsidP="00357218">
      <w:pPr>
        <w:pStyle w:val="libNormal"/>
      </w:pPr>
      <w:r>
        <w:t>is everywhere, 2:115, 2:142, 2:177, 4:126</w:t>
      </w:r>
    </w:p>
    <w:p w:rsidR="008E4DDF" w:rsidRDefault="00357218" w:rsidP="00357218">
      <w:pPr>
        <w:pStyle w:val="libNormal"/>
      </w:pPr>
      <w:r>
        <w:t>is the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irst and the Last (alpha and omega), 57:3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O</w:t>
      </w:r>
      <w:r w:rsidR="00357218">
        <w:t>utward and Inward, 57:3</w:t>
      </w:r>
    </w:p>
    <w:p w:rsidR="00357218" w:rsidRDefault="00357218" w:rsidP="00357218">
      <w:pPr>
        <w:pStyle w:val="libNormal"/>
      </w:pPr>
      <w:r>
        <w:t>knows that beyond comprehension, 6:59, 6:73, 9:94, 9:105, 13:9, 32:6, 34:48, 35:38, 39:46, 49:18, 59:22, 62:8, 64:18, 72:26, 74:31, 87:7</w:t>
      </w:r>
    </w:p>
    <w:p w:rsidR="00357218" w:rsidRDefault="00357218" w:rsidP="00357218">
      <w:pPr>
        <w:pStyle w:val="libNormal"/>
      </w:pPr>
      <w:r>
        <w:t>loves those who behave equitably, 49:9</w:t>
      </w:r>
    </w:p>
    <w:p w:rsidR="00357218" w:rsidRDefault="00357218" w:rsidP="00357218">
      <w:pPr>
        <w:pStyle w:val="libNormal"/>
      </w:pPr>
      <w:r>
        <w:t>made no laws regarding that of which He didn't speak, 5:101, 6:140, 6:148, 7:32</w:t>
      </w:r>
    </w:p>
    <w:p w:rsidR="00357218" w:rsidRDefault="00357218" w:rsidP="00357218">
      <w:pPr>
        <w:pStyle w:val="libNormal"/>
      </w:pPr>
      <w:r>
        <w:t>mercy towards prisoners of war who have good in them, 8:70</w:t>
      </w:r>
    </w:p>
    <w:p w:rsidR="00357218" w:rsidRDefault="00357218" w:rsidP="00357218">
      <w:pPr>
        <w:pStyle w:val="libNormal"/>
      </w:pPr>
      <w:r>
        <w:t>nature of, 2:255</w:t>
      </w:r>
    </w:p>
    <w:p w:rsidR="00357218" w:rsidRDefault="00357218" w:rsidP="00357218">
      <w:pPr>
        <w:pStyle w:val="libNormal"/>
      </w:pPr>
      <w:r>
        <w:t>no human is a divinity, 3:64, 3:151</w:t>
      </w:r>
    </w:p>
    <w:p w:rsidR="00357218" w:rsidRDefault="00357218" w:rsidP="00357218">
      <w:pPr>
        <w:pStyle w:val="libNormal"/>
      </w:pPr>
      <w:r>
        <w:t>not a trinity, 4:171</w:t>
      </w:r>
    </w:p>
    <w:p w:rsidR="00357218" w:rsidRDefault="00357218" w:rsidP="00357218">
      <w:pPr>
        <w:pStyle w:val="libNormal"/>
      </w:pPr>
      <w:r>
        <w:lastRenderedPageBreak/>
        <w:t>refuge from evil with, 113:1-5, 114:1-6</w:t>
      </w:r>
    </w:p>
    <w:p w:rsidR="00357218" w:rsidRDefault="00357218" w:rsidP="00357218">
      <w:pPr>
        <w:pStyle w:val="libNormal"/>
      </w:pPr>
      <w:r>
        <w:t>remembering him standing, sitting, lying down, 3:191, 4:103, 10:12, 25:64</w:t>
      </w:r>
    </w:p>
    <w:p w:rsidR="00357218" w:rsidRDefault="00357218" w:rsidP="00357218">
      <w:pPr>
        <w:pStyle w:val="libNormal"/>
      </w:pPr>
      <w:r>
        <w:t>shapes you in the womb, 3:6</w:t>
      </w:r>
    </w:p>
    <w:p w:rsidR="00357218" w:rsidRDefault="00357218" w:rsidP="00357218">
      <w:pPr>
        <w:pStyle w:val="libNormal"/>
      </w:pPr>
      <w:r>
        <w:t>throne rests upon the water, 11:7</w:t>
      </w:r>
    </w:p>
    <w:p w:rsidR="00357218" w:rsidRDefault="00357218" w:rsidP="00357218">
      <w:pPr>
        <w:pStyle w:val="libNormal"/>
      </w:pPr>
      <w:r>
        <w:t>will create things of which you have no knowledge, 16:8</w:t>
      </w:r>
    </w:p>
    <w:p w:rsidR="008E4DDF" w:rsidRDefault="00357218" w:rsidP="00357218">
      <w:pPr>
        <w:pStyle w:val="libNormal"/>
      </w:pPr>
      <w:r>
        <w:t>wills no wrong to His creation, 3:108, 4:40, 17:71, 21:47, 22:10, 26:209, 40:31, 41:46, 45:22, 50:29, 64:11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lliances, 8:72, 9:7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hristians and Jews, 5:51</w:t>
      </w:r>
    </w:p>
    <w:p w:rsidR="00357218" w:rsidRDefault="00357218" w:rsidP="00357218">
      <w:pPr>
        <w:pStyle w:val="libNormal"/>
      </w:pPr>
      <w:r>
        <w:t>forbidden with disbelieving kin, 9:23</w:t>
      </w:r>
    </w:p>
    <w:p w:rsidR="008E4DDF" w:rsidRDefault="00357218" w:rsidP="00357218">
      <w:pPr>
        <w:pStyle w:val="libNormal"/>
      </w:pPr>
      <w:r>
        <w:t>forbidden with hypocrites, 4:88-89, 4:139, 4:144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ngels, 2:30-34, 2:98, 2:285, 4:97, 8:50, 13:23, 21:108, 22:75, 25:22, 25:25, 32:11, 33:43, 33:56, 34:40, 35:1, 37:150, 38:71, 39:75, 41:14, 41:30, 42:5, 43:53, 43:60, 47:27, 53:26, 66:4, 66:6, 69:17, 70:4, 89:22, 97:4</w:t>
      </w:r>
    </w:p>
    <w:p w:rsidR="00357218" w:rsidRDefault="00357218" w:rsidP="00357218">
      <w:pPr>
        <w:pStyle w:val="libNormal"/>
      </w:pPr>
      <w:r>
        <w:t>created from fire, 7:12, 38:76</w:t>
      </w:r>
    </w:p>
    <w:p w:rsidR="00357218" w:rsidRDefault="00357218" w:rsidP="00357218">
      <w:pPr>
        <w:pStyle w:val="libNormal"/>
      </w:pPr>
      <w:r>
        <w:t>eight will bear Allah's throne aloft on Judgement Day, 69:17</w:t>
      </w:r>
    </w:p>
    <w:p w:rsidR="00357218" w:rsidRDefault="00357218" w:rsidP="00357218">
      <w:pPr>
        <w:pStyle w:val="libNormal"/>
      </w:pPr>
      <w:r>
        <w:t>false claim that they are female, 43:19, 53:27</w:t>
      </w:r>
    </w:p>
    <w:p w:rsidR="00357218" w:rsidRDefault="00357218" w:rsidP="00357218">
      <w:pPr>
        <w:pStyle w:val="libNormal"/>
      </w:pPr>
      <w:r>
        <w:t>"guardian", 82:10-12, 86:4</w:t>
      </w:r>
    </w:p>
    <w:p w:rsidR="00357218" w:rsidRDefault="00357218" w:rsidP="00357218">
      <w:pPr>
        <w:pStyle w:val="libNormal"/>
      </w:pPr>
      <w:r>
        <w:t>nineteen lord over hell, 74:30-31</w:t>
      </w:r>
    </w:p>
    <w:p w:rsidR="00357218" w:rsidRDefault="00357218" w:rsidP="00357218">
      <w:pPr>
        <w:pStyle w:val="libNormal"/>
      </w:pPr>
      <w:r>
        <w:t>not sent to satisfy whims, 15:7-8</w:t>
      </w:r>
    </w:p>
    <w:p w:rsidR="008E4DDF" w:rsidRDefault="00357218" w:rsidP="00357218">
      <w:pPr>
        <w:pStyle w:val="libNormal"/>
      </w:pPr>
      <w:r>
        <w:t>sent to inspire, 16:2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nger</w:t>
      </w:r>
    </w:p>
    <w:p w:rsidR="008E4DDF" w:rsidRDefault="00357218" w:rsidP="00357218">
      <w:pPr>
        <w:pStyle w:val="libNormal"/>
      </w:pPr>
      <w:r>
        <w:t>withhold, 3:134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nts, 27:18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pes, 5:60</w:t>
      </w:r>
    </w:p>
    <w:p w:rsidR="008E4DDF" w:rsidRDefault="00357218" w:rsidP="00357218">
      <w:pPr>
        <w:pStyle w:val="libNormal"/>
      </w:pPr>
      <w:r>
        <w:t>despicable, 2:65, 7:166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postacy, 3:72, 3:86-88, 3:90-91, 3:167, 4:137, 5:54, 9:74, 9:107, 16:106, 33:14</w:t>
      </w:r>
    </w:p>
    <w:p w:rsidR="008E4DDF" w:rsidRDefault="00357218" w:rsidP="00357218">
      <w:pPr>
        <w:pStyle w:val="libNormal"/>
      </w:pPr>
      <w:r>
        <w:t>do not ask for speedy doom for apostates, 46:35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llah alone will punish them, 73:11, 74:11</w:t>
      </w:r>
    </w:p>
    <w:p w:rsidR="00357218" w:rsidRDefault="00357218" w:rsidP="00357218">
      <w:pPr>
        <w:pStyle w:val="libNormal"/>
      </w:pPr>
      <w:r>
        <w:t>punishment in the hereafter, 2:217, 9:74</w:t>
      </w:r>
    </w:p>
    <w:p w:rsidR="00357218" w:rsidRDefault="00357218" w:rsidP="00357218">
      <w:pPr>
        <w:pStyle w:val="libNormal"/>
      </w:pPr>
      <w:r>
        <w:t>rejection by others, 3:87</w:t>
      </w:r>
    </w:p>
    <w:p w:rsidR="00357218" w:rsidRDefault="00357218" w:rsidP="00357218">
      <w:pPr>
        <w:pStyle w:val="libNormal"/>
      </w:pPr>
      <w:r>
        <w:t>repentence, 3:89, 5:34, 9:5, 9:11</w:t>
      </w:r>
    </w:p>
    <w:p w:rsidR="00357218" w:rsidRDefault="00357218" w:rsidP="00357218">
      <w:pPr>
        <w:pStyle w:val="libNormal"/>
      </w:pPr>
      <w:r>
        <w:t>on Judgement Day is too late, 40:85</w:t>
      </w:r>
    </w:p>
    <w:p w:rsidR="008E4DDF" w:rsidRDefault="00357218" w:rsidP="00357218">
      <w:pPr>
        <w:pStyle w:val="libNormal"/>
      </w:pPr>
      <w:r>
        <w:t>under duress, 16:106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rguments/Attacks</w:t>
      </w:r>
    </w:p>
    <w:p w:rsidR="00357218" w:rsidRDefault="00357218" w:rsidP="00357218">
      <w:pPr>
        <w:pStyle w:val="libNormal"/>
      </w:pPr>
      <w:r>
        <w:t>respond in kind, 8:58, 16:126</w:t>
      </w:r>
    </w:p>
    <w:p w:rsidR="008E4DDF" w:rsidRDefault="00357218" w:rsidP="00357218">
      <w:pPr>
        <w:pStyle w:val="libNormal"/>
      </w:pPr>
      <w:r>
        <w:t>being patient is far better, 16:126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rk (see Noah)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rmor, 16:81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stronomy</w:t>
      </w:r>
    </w:p>
    <w:p w:rsidR="00357218" w:rsidRDefault="00357218" w:rsidP="00357218">
      <w:pPr>
        <w:pStyle w:val="libNormal"/>
      </w:pPr>
      <w:r>
        <w:t>celestial mechanics, 7:54, 22:65</w:t>
      </w:r>
    </w:p>
    <w:p w:rsidR="00357218" w:rsidRDefault="00357218" w:rsidP="00357218">
      <w:pPr>
        <w:pStyle w:val="libNormal"/>
      </w:pPr>
      <w:r>
        <w:t>moon, 10:5, 16:12, 21:33, 22:18, 25:61, 29:61, 41:37, 54:1, 71:16, 74:32, 84:18, 91:2</w:t>
      </w:r>
    </w:p>
    <w:p w:rsidR="00357218" w:rsidRDefault="00357218" w:rsidP="00357218">
      <w:pPr>
        <w:pStyle w:val="libNormal"/>
      </w:pPr>
      <w:r>
        <w:t>solar and lunar orbits, 6:96, 10:5, 13:2, 14:33, 21:33, 31:29, 35:13, 36:38-40, 39:5, 55:5</w:t>
      </w:r>
    </w:p>
    <w:p w:rsidR="00357218" w:rsidRDefault="00357218" w:rsidP="00357218">
      <w:pPr>
        <w:pStyle w:val="libNormal"/>
      </w:pPr>
      <w:r>
        <w:t>sun, 10:5, 16:12, 21:33, 22:18, 25:45, 25:61, 29:61, 41:37, 71:16, 78:13, 81:1, 91:1</w:t>
      </w:r>
    </w:p>
    <w:p w:rsidR="00357218" w:rsidRDefault="00357218" w:rsidP="00357218">
      <w:pPr>
        <w:pStyle w:val="libNormal"/>
      </w:pPr>
      <w:r>
        <w:t>celestial navigation, 6:97, 16:16</w:t>
      </w:r>
    </w:p>
    <w:p w:rsidR="00357218" w:rsidRDefault="00357218" w:rsidP="00357218">
      <w:pPr>
        <w:pStyle w:val="libNormal"/>
      </w:pPr>
      <w:r>
        <w:t>constellations, 15:16, 25:61, 85:1</w:t>
      </w:r>
    </w:p>
    <w:p w:rsidR="00357218" w:rsidRDefault="00357218" w:rsidP="00357218">
      <w:pPr>
        <w:pStyle w:val="libNormal"/>
      </w:pPr>
      <w:r>
        <w:t>motion of objects in the Universe, 35:41, 44:39, 45:22, 46:3, 64:3, 86:11</w:t>
      </w:r>
    </w:p>
    <w:p w:rsidR="00357218" w:rsidRDefault="00357218" w:rsidP="00357218">
      <w:pPr>
        <w:pStyle w:val="libNormal"/>
      </w:pPr>
      <w:r>
        <w:t>objects impacting Earth, 34:9</w:t>
      </w:r>
    </w:p>
    <w:p w:rsidR="008E4DDF" w:rsidRDefault="00357218" w:rsidP="00357218">
      <w:pPr>
        <w:pStyle w:val="libNormal"/>
      </w:pPr>
      <w:r>
        <w:t>planets, 81:16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irius (Alpha Canis Major), 53:49</w:t>
      </w:r>
    </w:p>
    <w:p w:rsidR="00357218" w:rsidRDefault="00357218" w:rsidP="00357218">
      <w:pPr>
        <w:pStyle w:val="libNormal"/>
      </w:pPr>
      <w:r>
        <w:t>stars, 22:18, 37:88, 51:7, 79:1, 81:2, 86:3</w:t>
      </w:r>
    </w:p>
    <w:p w:rsidR="00357218" w:rsidRDefault="00357218" w:rsidP="00357218">
      <w:pPr>
        <w:pStyle w:val="libNormal"/>
      </w:pPr>
      <w:r>
        <w:t>neighborhood of Earth populated by, 37:6, 41:12, 67:5</w:t>
      </w:r>
    </w:p>
    <w:p w:rsidR="00357218" w:rsidRDefault="00357218" w:rsidP="00357218">
      <w:pPr>
        <w:pStyle w:val="libNormal"/>
      </w:pPr>
      <w:r>
        <w:t>proper motion of, 79:2-4</w:t>
      </w:r>
    </w:p>
    <w:p w:rsidR="00357218" w:rsidRDefault="00357218" w:rsidP="00357218">
      <w:pPr>
        <w:pStyle w:val="libNormal"/>
      </w:pPr>
      <w:r>
        <w:t>revolving, 81:15</w:t>
      </w:r>
    </w:p>
    <w:p w:rsidR="00357218" w:rsidRDefault="00357218" w:rsidP="00357218">
      <w:pPr>
        <w:pStyle w:val="libNormal"/>
      </w:pPr>
      <w:r>
        <w:t>sunrise, 37:5, 55:17, 70:40</w:t>
      </w:r>
    </w:p>
    <w:p w:rsidR="008E4DDF" w:rsidRDefault="00357218" w:rsidP="00357218">
      <w:pPr>
        <w:pStyle w:val="libNormal"/>
      </w:pPr>
      <w:r>
        <w:t>sunset, 55:17, 70:40, 84:16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toms (perhaps meant as "ants" originally?), 10:61, 34:3, 34:22, 99:7-8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zar, 6:74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" w:name="_Toc486768124"/>
      <w:r>
        <w:lastRenderedPageBreak/>
        <w:t>B</w:t>
      </w:r>
      <w:bookmarkEnd w:id="1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aal, 37:125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adr, 8:42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akkah</w:t>
      </w:r>
    </w:p>
    <w:p w:rsidR="008E4DDF" w:rsidRDefault="00357218" w:rsidP="00357218">
      <w:pPr>
        <w:pStyle w:val="libNormal"/>
      </w:pPr>
      <w:r>
        <w:t>first temple, 3:96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easts, 6:38, 22:18, 25:49, 36:71, 42:11, 43:12, 45:4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edouin, 9:90-99, 9:101-106, 33:20, 48:11, 48:16, 49:14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ees, 16:68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ehavior</w:t>
      </w:r>
    </w:p>
    <w:p w:rsidR="00357218" w:rsidRDefault="00357218" w:rsidP="00357218">
      <w:pPr>
        <w:pStyle w:val="libNormal"/>
      </w:pPr>
      <w:r>
        <w:t>argue in a kindly manner with those given earlier revelation, 16:125, 29:46</w:t>
      </w:r>
    </w:p>
    <w:p w:rsidR="00357218" w:rsidRDefault="00357218" w:rsidP="00357218">
      <w:pPr>
        <w:pStyle w:val="libNormal"/>
      </w:pPr>
      <w:r>
        <w:t>avoid becoming involved in matters you know nothing of, 17:36</w:t>
      </w:r>
    </w:p>
    <w:p w:rsidR="00357218" w:rsidRDefault="00357218" w:rsidP="00357218">
      <w:pPr>
        <w:pStyle w:val="libNormal"/>
      </w:pPr>
      <w:r>
        <w:t>avoid grave sins and shameful deeds, 53:32</w:t>
      </w:r>
    </w:p>
    <w:p w:rsidR="00357218" w:rsidRDefault="00357218" w:rsidP="00357218">
      <w:pPr>
        <w:pStyle w:val="libNormal"/>
      </w:pPr>
      <w:r>
        <w:t>avoid guesswork about one another, 49:12</w:t>
      </w:r>
    </w:p>
    <w:p w:rsidR="00357218" w:rsidRDefault="00357218" w:rsidP="00357218">
      <w:pPr>
        <w:pStyle w:val="libNormal"/>
      </w:pPr>
      <w:r>
        <w:t>be just in your opinions, 6:152</w:t>
      </w:r>
    </w:p>
    <w:p w:rsidR="00357218" w:rsidRDefault="00357218" w:rsidP="00357218">
      <w:pPr>
        <w:pStyle w:val="libNormal"/>
      </w:pPr>
      <w:r>
        <w:t>community should be moderate, 2:143, 25:67</w:t>
      </w:r>
    </w:p>
    <w:p w:rsidR="00357218" w:rsidRDefault="00357218" w:rsidP="00357218">
      <w:pPr>
        <w:pStyle w:val="libNormal"/>
      </w:pPr>
      <w:r>
        <w:t>conceit discouraged, 4:36, 57:23</w:t>
      </w:r>
    </w:p>
    <w:p w:rsidR="00357218" w:rsidRDefault="00357218" w:rsidP="00357218">
      <w:pPr>
        <w:pStyle w:val="libNormal"/>
      </w:pPr>
      <w:r>
        <w:t>don't chide those who seek your help, 93:10</w:t>
      </w:r>
    </w:p>
    <w:p w:rsidR="00357218" w:rsidRDefault="00357218" w:rsidP="00357218">
      <w:pPr>
        <w:pStyle w:val="libNormal"/>
      </w:pPr>
      <w:r>
        <w:t>don't consider yourself pure, 53:32</w:t>
      </w:r>
    </w:p>
    <w:p w:rsidR="00357218" w:rsidRDefault="00357218" w:rsidP="00357218">
      <w:pPr>
        <w:pStyle w:val="libNormal"/>
      </w:pPr>
      <w:r>
        <w:t>don't deride others, 49:11, 104:1</w:t>
      </w:r>
    </w:p>
    <w:p w:rsidR="00357218" w:rsidRDefault="00357218" w:rsidP="00357218">
      <w:pPr>
        <w:pStyle w:val="libNormal"/>
      </w:pPr>
      <w:r>
        <w:t>don't mention evil things openly, 4:148</w:t>
      </w:r>
    </w:p>
    <w:p w:rsidR="00357218" w:rsidRDefault="00357218" w:rsidP="00357218">
      <w:pPr>
        <w:pStyle w:val="libNormal"/>
      </w:pPr>
      <w:r>
        <w:t>don't speak ill of each other, 49:12, 104:1</w:t>
      </w:r>
    </w:p>
    <w:p w:rsidR="00357218" w:rsidRDefault="00357218" w:rsidP="00357218">
      <w:pPr>
        <w:pStyle w:val="libNormal"/>
      </w:pPr>
      <w:r>
        <w:t>don't spy on each other, 49:12</w:t>
      </w:r>
    </w:p>
    <w:p w:rsidR="00357218" w:rsidRDefault="00357218" w:rsidP="00357218">
      <w:pPr>
        <w:pStyle w:val="libNormal"/>
      </w:pPr>
      <w:r>
        <w:t>each group given a law and way of life, 2:148, 5:48, 10:47, 10:74, 13:38, 16:36, 16:63, 16:84</w:t>
      </w:r>
    </w:p>
    <w:p w:rsidR="00357218" w:rsidRDefault="00357218" w:rsidP="00357218">
      <w:pPr>
        <w:pStyle w:val="libNormal"/>
      </w:pPr>
      <w:r>
        <w:t>and a prophet, 10:47, 16:36</w:t>
      </w:r>
    </w:p>
    <w:p w:rsidR="00357218" w:rsidRDefault="00357218" w:rsidP="00357218">
      <w:pPr>
        <w:pStyle w:val="libNormal"/>
      </w:pPr>
      <w:r>
        <w:t>and a way of worship, 22:67</w:t>
      </w:r>
    </w:p>
    <w:p w:rsidR="00357218" w:rsidRDefault="00357218" w:rsidP="00357218">
      <w:pPr>
        <w:pStyle w:val="libNormal"/>
      </w:pPr>
      <w:r>
        <w:t>Allah could have made them one community, 5:48, 11:118, 16:93, 42:8</w:t>
      </w:r>
    </w:p>
    <w:p w:rsidR="00357218" w:rsidRDefault="00357218" w:rsidP="00357218">
      <w:pPr>
        <w:pStyle w:val="libNormal"/>
      </w:pPr>
      <w:r>
        <w:t>one community under Allah, 21:92</w:t>
      </w:r>
    </w:p>
    <w:p w:rsidR="00357218" w:rsidRDefault="00357218" w:rsidP="00357218">
      <w:pPr>
        <w:pStyle w:val="libNormal"/>
      </w:pPr>
      <w:r>
        <w:t>forgive Jews who distort the Qur'an, 5:13</w:t>
      </w:r>
    </w:p>
    <w:p w:rsidR="00357218" w:rsidRDefault="00357218" w:rsidP="00357218">
      <w:pPr>
        <w:pStyle w:val="libNormal"/>
      </w:pPr>
      <w:r>
        <w:t>forgive non-believers, 31:15, 45:14</w:t>
      </w:r>
    </w:p>
    <w:p w:rsidR="00357218" w:rsidRDefault="00357218" w:rsidP="00357218">
      <w:pPr>
        <w:pStyle w:val="libNormal"/>
      </w:pPr>
      <w:r>
        <w:t>forgive readily, 42:37</w:t>
      </w:r>
    </w:p>
    <w:p w:rsidR="00357218" w:rsidRDefault="00357218" w:rsidP="00357218">
      <w:pPr>
        <w:pStyle w:val="libNormal"/>
      </w:pPr>
      <w:r>
        <w:t>maligning believers is sinful, 33:58</w:t>
      </w:r>
    </w:p>
    <w:p w:rsidR="00357218" w:rsidRDefault="00357218" w:rsidP="00357218">
      <w:pPr>
        <w:pStyle w:val="libNormal"/>
      </w:pPr>
      <w:r>
        <w:t>men (toward women), 24:30</w:t>
      </w:r>
    </w:p>
    <w:p w:rsidR="00357218" w:rsidRDefault="00357218" w:rsidP="00357218">
      <w:pPr>
        <w:pStyle w:val="libNormal"/>
      </w:pPr>
      <w:r>
        <w:t>peacemakers rewarded, 42:40</w:t>
      </w:r>
    </w:p>
    <w:p w:rsidR="00357218" w:rsidRDefault="00357218" w:rsidP="00357218">
      <w:pPr>
        <w:pStyle w:val="libNormal"/>
      </w:pPr>
      <w:r>
        <w:t>rulers make decisions after consultations, 42:38</w:t>
      </w:r>
    </w:p>
    <w:p w:rsidR="00357218" w:rsidRDefault="00357218" w:rsidP="00357218">
      <w:pPr>
        <w:pStyle w:val="libNormal"/>
      </w:pPr>
      <w:r>
        <w:t>speak justly toward those in want, if you can do nothing else, 17:28</w:t>
      </w:r>
    </w:p>
    <w:p w:rsidR="00357218" w:rsidRDefault="00357218" w:rsidP="00357218">
      <w:pPr>
        <w:pStyle w:val="libNormal"/>
      </w:pPr>
      <w:r>
        <w:t>towards aging parents in your care, 17:23</w:t>
      </w:r>
    </w:p>
    <w:p w:rsidR="00357218" w:rsidRDefault="00357218" w:rsidP="00357218">
      <w:pPr>
        <w:pStyle w:val="libNormal"/>
      </w:pPr>
      <w:r>
        <w:t>towards other Muslims, 33:6</w:t>
      </w:r>
    </w:p>
    <w:p w:rsidR="00357218" w:rsidRDefault="00357218" w:rsidP="00357218">
      <w:pPr>
        <w:pStyle w:val="libNormal"/>
      </w:pPr>
      <w:r>
        <w:t>towards others, 17:26-29, 17:35, 17:53, 60:8</w:t>
      </w:r>
    </w:p>
    <w:p w:rsidR="00357218" w:rsidRDefault="00357218" w:rsidP="00357218">
      <w:pPr>
        <w:pStyle w:val="libNormal"/>
      </w:pPr>
      <w:r>
        <w:lastRenderedPageBreak/>
        <w:t>towards parents, 46:15</w:t>
      </w:r>
    </w:p>
    <w:p w:rsidR="00357218" w:rsidRDefault="00357218" w:rsidP="00357218">
      <w:pPr>
        <w:pStyle w:val="libNormal"/>
      </w:pPr>
      <w:r>
        <w:t>towards slaves, 4:36, 24:33</w:t>
      </w:r>
    </w:p>
    <w:p w:rsidR="00357218" w:rsidRDefault="00357218" w:rsidP="00357218">
      <w:pPr>
        <w:pStyle w:val="libNormal"/>
      </w:pPr>
      <w:r>
        <w:t>treat non-belligerent non-believers with equity, 60:8</w:t>
      </w:r>
    </w:p>
    <w:p w:rsidR="00357218" w:rsidRDefault="00357218" w:rsidP="00357218">
      <w:pPr>
        <w:pStyle w:val="libNormal"/>
      </w:pPr>
      <w:r>
        <w:t>wives of the Prophet, 33:28-34</w:t>
      </w:r>
    </w:p>
    <w:p w:rsidR="008E4DDF" w:rsidRDefault="00357218" w:rsidP="00357218">
      <w:pPr>
        <w:pStyle w:val="libNormal"/>
      </w:pPr>
      <w:r>
        <w:t>women (toward men), 24:31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elief</w:t>
      </w:r>
    </w:p>
    <w:p w:rsidR="00357218" w:rsidRDefault="00357218" w:rsidP="00357218">
      <w:pPr>
        <w:pStyle w:val="libNormal"/>
      </w:pPr>
      <w:r>
        <w:t>in all revelations, 2:136, 2:285</w:t>
      </w:r>
    </w:p>
    <w:p w:rsidR="008E4DDF" w:rsidRDefault="00357218" w:rsidP="00357218">
      <w:pPr>
        <w:pStyle w:val="libNormal"/>
      </w:pPr>
      <w:r>
        <w:t>nature of, 49:14-15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elievers, 2:2-5, 2:285, 8:2-4, 8:24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ible, 5:64, 5:65, 5:68</w:t>
      </w:r>
    </w:p>
    <w:p w:rsidR="008E4DDF" w:rsidRDefault="00357218" w:rsidP="00357218">
      <w:pPr>
        <w:pStyle w:val="libNormal"/>
      </w:pPr>
      <w:r>
        <w:t>distortion of, 3:78, 5:14-15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iology</w:t>
      </w:r>
    </w:p>
    <w:p w:rsidR="008E4DDF" w:rsidRDefault="00357218" w:rsidP="00357218">
      <w:pPr>
        <w:pStyle w:val="libNormal"/>
      </w:pPr>
      <w:r>
        <w:t>living things made of water ?, 11:7, 21:30, 24:45, 25:54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irds, 6:38, 16:79, 21:41, 27:16, 27:17, 27:20, 34:10, 38:19, 67:19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orders (jurisdictional boundaries), 8:72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otany, 13:4, 39:21</w:t>
      </w:r>
    </w:p>
    <w:p w:rsidR="008E4DDF" w:rsidRDefault="00357218" w:rsidP="00357218">
      <w:pPr>
        <w:pStyle w:val="libNormal"/>
      </w:pPr>
      <w:r>
        <w:t>two sexes to every plant, 13:3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ooty, 48:15, 59:6-7</w:t>
      </w:r>
    </w:p>
    <w:p w:rsidR="00357218" w:rsidRDefault="00357218" w:rsidP="00357218">
      <w:pPr>
        <w:pStyle w:val="libNormal"/>
      </w:pPr>
      <w:r>
        <w:t>enjoy that which is lawful and good, 8:69</w:t>
      </w:r>
    </w:p>
    <w:p w:rsidR="00357218" w:rsidRDefault="00357218" w:rsidP="00357218">
      <w:pPr>
        <w:pStyle w:val="libNormal"/>
      </w:pPr>
      <w:r>
        <w:t>must not benefit those already rich, 59:7</w:t>
      </w:r>
    </w:p>
    <w:p w:rsidR="008E4DDF" w:rsidRDefault="00357218" w:rsidP="00357218">
      <w:pPr>
        <w:pStyle w:val="libNormal"/>
      </w:pPr>
      <w:r>
        <w:t>one fifth goes for charity, 8:41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uilders, 38:37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urden (see Adversity)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urial</w:t>
      </w:r>
    </w:p>
    <w:p w:rsidR="008E4DDF" w:rsidRDefault="00357218" w:rsidP="00357218">
      <w:pPr>
        <w:pStyle w:val="libNormal"/>
      </w:pPr>
      <w:r>
        <w:t>indirect reference to?, 5:31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usiness</w:t>
      </w:r>
    </w:p>
    <w:p w:rsidR="008E4DDF" w:rsidRDefault="00357218" w:rsidP="00357218">
      <w:pPr>
        <w:pStyle w:val="libNormal"/>
      </w:pPr>
      <w:r>
        <w:t>be fair in dealings, 6:152, 17:35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B</w:t>
      </w:r>
      <w:r w:rsidR="00357218">
        <w:t>yzantines, 30:2-4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2" w:name="_Toc486768125"/>
      <w:r>
        <w:lastRenderedPageBreak/>
        <w:t>C</w:t>
      </w:r>
      <w:bookmarkEnd w:id="2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ain and Abel, 5:27-31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alendar</w:t>
      </w:r>
    </w:p>
    <w:p w:rsidR="00357218" w:rsidRDefault="00357218" w:rsidP="00357218">
      <w:pPr>
        <w:pStyle w:val="libNormal"/>
      </w:pPr>
      <w:r>
        <w:t>lunar, 2:189, 10:5</w:t>
      </w:r>
    </w:p>
    <w:p w:rsidR="00357218" w:rsidRDefault="00357218" w:rsidP="00357218">
      <w:pPr>
        <w:pStyle w:val="libNormal"/>
      </w:pPr>
      <w:r>
        <w:t>correctness of, 9:37</w:t>
      </w:r>
    </w:p>
    <w:p w:rsidR="008E4DDF" w:rsidRDefault="00357218" w:rsidP="00357218">
      <w:pPr>
        <w:pStyle w:val="libNormal"/>
      </w:pPr>
      <w:r>
        <w:t>disbelievers tamper with annual intercalation, 9:37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anaan, 5:12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attle, 16:5-7, 16:66, 22:28, 23:21, 39:6, 47:12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aptives, 8:67, 8:70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harity, 2:43, 2:110, 2:177, 2:262-264, 2:271-274, 2:277, 3:92, 3:134, 4:39, 5:12, 5:55, 9:5, 9:18, 9:60, 9:71, 9:121, 21:73, 22:41, 22:78, 24:37, 27:3, 30:38-39, 31:4, 36:47, 41:7, 47:36-38, 51:19, 52:40, 57:7, 57:10-12, 63:10, 64:16-17, 73:20, 76:8, 92:18, 98:5, 107:7</w:t>
      </w:r>
    </w:p>
    <w:p w:rsidR="00357218" w:rsidRDefault="00357218" w:rsidP="00357218">
      <w:pPr>
        <w:pStyle w:val="libNormal"/>
      </w:pPr>
      <w:r>
        <w:t>during consultation with the Prophet, 58:12-13</w:t>
      </w:r>
    </w:p>
    <w:p w:rsidR="00357218" w:rsidRDefault="00357218" w:rsidP="00357218">
      <w:pPr>
        <w:pStyle w:val="libNormal"/>
      </w:pPr>
      <w:r>
        <w:t>during the Hajj, 22:36</w:t>
      </w:r>
    </w:p>
    <w:p w:rsidR="00357218" w:rsidRDefault="00357218" w:rsidP="00357218">
      <w:pPr>
        <w:pStyle w:val="libNormal"/>
      </w:pPr>
      <w:r>
        <w:t>niggardliness, 3:180, 4:37, 25:67, 47:37, 57:24, 92:8</w:t>
      </w:r>
    </w:p>
    <w:p w:rsidR="00357218" w:rsidRDefault="00357218" w:rsidP="00357218">
      <w:pPr>
        <w:pStyle w:val="libNormal"/>
      </w:pPr>
      <w:r>
        <w:t>not payment for favors received, 92:19</w:t>
      </w:r>
    </w:p>
    <w:p w:rsidR="00357218" w:rsidRDefault="00357218" w:rsidP="00357218">
      <w:pPr>
        <w:pStyle w:val="libNormal"/>
      </w:pPr>
      <w:r>
        <w:t>precedence of spending, 2:215, 2:219</w:t>
      </w:r>
    </w:p>
    <w:p w:rsidR="00357218" w:rsidRDefault="00357218" w:rsidP="00357218">
      <w:pPr>
        <w:pStyle w:val="libNormal"/>
      </w:pPr>
      <w:r>
        <w:t>sharing food, 24:61, 89:18, 107:3</w:t>
      </w:r>
    </w:p>
    <w:p w:rsidR="00357218" w:rsidRDefault="00357218" w:rsidP="00357218">
      <w:pPr>
        <w:pStyle w:val="libNormal"/>
      </w:pPr>
      <w:r>
        <w:t>spending to earn praise forbidden, 4:38</w:t>
      </w:r>
    </w:p>
    <w:p w:rsidR="00357218" w:rsidRDefault="00357218" w:rsidP="00357218">
      <w:pPr>
        <w:pStyle w:val="libNormal"/>
      </w:pPr>
      <w:r>
        <w:t>those displeased with distribution of, 9:58, 9:76</w:t>
      </w:r>
    </w:p>
    <w:p w:rsidR="008E4DDF" w:rsidRDefault="00357218" w:rsidP="00357218">
      <w:pPr>
        <w:pStyle w:val="libNormal"/>
      </w:pPr>
      <w:r>
        <w:t>towards slaves, 16:71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hastity, 23:5, 24:33, 70:29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hildren, 16:72, 17:64, 18:46, 19:77, 26:133, 34:35, 34:37, 40:67, 46:15, 57:20, 58:17, 63:9, 64:14, 64:15, 65:7, 68:14, 71:12, 71:22, 74:13, 80:36</w:t>
      </w:r>
    </w:p>
    <w:p w:rsidR="00357218" w:rsidRDefault="00357218" w:rsidP="00357218">
      <w:pPr>
        <w:pStyle w:val="libNormal"/>
      </w:pPr>
      <w:r>
        <w:t>adopted ones should be named after their fathers, 33:5</w:t>
      </w:r>
    </w:p>
    <w:p w:rsidR="00357218" w:rsidRDefault="00357218" w:rsidP="00357218">
      <w:pPr>
        <w:pStyle w:val="libNormal"/>
      </w:pPr>
      <w:r>
        <w:t>baby daughters wrongly thought an evil sign, 16:58-59, 43:18, 53:21-22</w:t>
      </w:r>
    </w:p>
    <w:p w:rsidR="00357218" w:rsidRDefault="00357218" w:rsidP="00357218">
      <w:pPr>
        <w:pStyle w:val="libNormal"/>
      </w:pPr>
      <w:r>
        <w:t>breast feed for two years, 2:233, 31:34</w:t>
      </w:r>
    </w:p>
    <w:p w:rsidR="00357218" w:rsidRDefault="00357218" w:rsidP="00357218">
      <w:pPr>
        <w:pStyle w:val="libNormal"/>
      </w:pPr>
      <w:r>
        <w:t>do not kill for fear of poverty, 6:151, 17:31</w:t>
      </w:r>
    </w:p>
    <w:p w:rsidR="00357218" w:rsidRDefault="00357218" w:rsidP="00357218">
      <w:pPr>
        <w:pStyle w:val="libNormal"/>
      </w:pPr>
      <w:r>
        <w:t>female offspring buried alive will ask for what crime she'd been slain, 81:8-9</w:t>
      </w:r>
    </w:p>
    <w:p w:rsidR="00357218" w:rsidRDefault="00357218" w:rsidP="00357218">
      <w:pPr>
        <w:pStyle w:val="libNormal"/>
      </w:pPr>
      <w:r>
        <w:t>gift of female offspring, 42:49</w:t>
      </w:r>
    </w:p>
    <w:p w:rsidR="00357218" w:rsidRDefault="00357218" w:rsidP="00357218">
      <w:pPr>
        <w:pStyle w:val="libNormal"/>
      </w:pPr>
      <w:r>
        <w:t>gift of male offspring, 42:49</w:t>
      </w:r>
    </w:p>
    <w:p w:rsidR="00357218" w:rsidRDefault="00357218" w:rsidP="00357218">
      <w:pPr>
        <w:pStyle w:val="libNormal"/>
      </w:pPr>
      <w:r>
        <w:t>helpless, 4:127</w:t>
      </w:r>
    </w:p>
    <w:p w:rsidR="00357218" w:rsidRDefault="00357218" w:rsidP="00357218">
      <w:pPr>
        <w:pStyle w:val="libNormal"/>
      </w:pPr>
      <w:r>
        <w:t>ignorant at time of birth, 16:78</w:t>
      </w:r>
    </w:p>
    <w:p w:rsidR="00357218" w:rsidRDefault="00357218" w:rsidP="00357218">
      <w:pPr>
        <w:pStyle w:val="libNormal"/>
      </w:pPr>
      <w:r>
        <w:t>in Heaven, 40:8, 52:24, 56:17</w:t>
      </w:r>
    </w:p>
    <w:p w:rsidR="00357218" w:rsidRDefault="00357218" w:rsidP="00357218">
      <w:pPr>
        <w:pStyle w:val="libNormal"/>
      </w:pPr>
      <w:r>
        <w:t>of Adam, 36:60</w:t>
      </w:r>
    </w:p>
    <w:p w:rsidR="00357218" w:rsidRDefault="00357218" w:rsidP="00357218">
      <w:pPr>
        <w:pStyle w:val="libNormal"/>
      </w:pPr>
      <w:r>
        <w:lastRenderedPageBreak/>
        <w:t>of Israel, 2:40, 2:47, 2:72, 3:180, 5:12, 5:70, 5:78, 7:105, 10:90, 17:2, 17:4, 17:101, 17:104, 20:47, 20:80, 20:94, 26:17, 26:22, 26:59, 26:197, 27:76, 32:23, 40:53, 43:59, 44:30, 45:16, 46:10, 61:6, 61:14</w:t>
      </w:r>
    </w:p>
    <w:p w:rsidR="00357218" w:rsidRDefault="00357218" w:rsidP="00357218">
      <w:pPr>
        <w:pStyle w:val="libNormal"/>
      </w:pPr>
      <w:r>
        <w:t>commandment concerning killing by, 5:32</w:t>
      </w:r>
    </w:p>
    <w:p w:rsidR="00357218" w:rsidRDefault="00357218" w:rsidP="00357218">
      <w:pPr>
        <w:pStyle w:val="libNormal"/>
      </w:pPr>
      <w:r>
        <w:t>pre-Islamic customs of slaying children, 6:137, 6:140</w:t>
      </w:r>
    </w:p>
    <w:p w:rsidR="008E4DDF" w:rsidRDefault="00357218" w:rsidP="00357218">
      <w:pPr>
        <w:pStyle w:val="libNormal"/>
      </w:pPr>
      <w:r>
        <w:t>wet nurses, 2:233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hristians, 5:14, 5:19, 5:64-65, 5:69, 22:17</w:t>
      </w:r>
    </w:p>
    <w:p w:rsidR="00357218" w:rsidRDefault="00357218" w:rsidP="00357218">
      <w:pPr>
        <w:pStyle w:val="libNormal"/>
      </w:pPr>
      <w:r>
        <w:t>and Jews (see Jews)</w:t>
      </w:r>
    </w:p>
    <w:p w:rsidR="00357218" w:rsidRDefault="00357218" w:rsidP="00357218">
      <w:pPr>
        <w:pStyle w:val="libNormal"/>
      </w:pPr>
      <w:r>
        <w:t>asked not to deify Jesus, 4:171</w:t>
      </w:r>
    </w:p>
    <w:p w:rsidR="00357218" w:rsidRDefault="00357218" w:rsidP="00357218">
      <w:pPr>
        <w:pStyle w:val="libNormal"/>
      </w:pPr>
      <w:r>
        <w:t>come closest to feeling affection to Muslims, 5:82</w:t>
      </w:r>
    </w:p>
    <w:p w:rsidR="00357218" w:rsidRDefault="00357218" w:rsidP="00357218">
      <w:pPr>
        <w:pStyle w:val="libNormal"/>
      </w:pPr>
      <w:r>
        <w:t>most have forgotten what they've been told to bear in mind, 5:14</w:t>
      </w:r>
    </w:p>
    <w:p w:rsidR="00357218" w:rsidRDefault="00357218" w:rsidP="00357218">
      <w:pPr>
        <w:pStyle w:val="libNormal"/>
      </w:pPr>
      <w:r>
        <w:t>now comes to you a messenger, 5:15, 5:19</w:t>
      </w:r>
    </w:p>
    <w:p w:rsidR="00357218" w:rsidRDefault="00357218" w:rsidP="00357218">
      <w:pPr>
        <w:pStyle w:val="libNormal"/>
      </w:pPr>
      <w:r>
        <w:t>righteous will be rewarded, 2:62, 5:65, 5:69</w:t>
      </w:r>
    </w:p>
    <w:p w:rsidR="008E4DDF" w:rsidRDefault="00357218" w:rsidP="00357218">
      <w:pPr>
        <w:pStyle w:val="libNormal"/>
      </w:pPr>
      <w:r>
        <w:t>say "Jesus is Allah's son", 9:30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hurches, 22:40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lothing, 7:26, 16:81</w:t>
      </w:r>
    </w:p>
    <w:p w:rsidR="00357218" w:rsidRDefault="00357218" w:rsidP="00357218">
      <w:pPr>
        <w:pStyle w:val="libNormal"/>
      </w:pPr>
      <w:r>
        <w:t>of fire, 22:19</w:t>
      </w:r>
    </w:p>
    <w:p w:rsidR="00357218" w:rsidRDefault="00357218" w:rsidP="00357218">
      <w:pPr>
        <w:pStyle w:val="libNormal"/>
      </w:pPr>
      <w:r>
        <w:t>"the veil" or women's clothing in non-household situations, 24:31</w:t>
      </w:r>
    </w:p>
    <w:p w:rsidR="008E4DDF" w:rsidRDefault="00357218" w:rsidP="00357218">
      <w:pPr>
        <w:pStyle w:val="libNormal"/>
      </w:pPr>
      <w:r>
        <w:t>women's outer garments prevent harassment by hypocrites, 33:59-60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ommandments</w:t>
      </w:r>
    </w:p>
    <w:p w:rsidR="00357218" w:rsidRDefault="00357218" w:rsidP="00357218">
      <w:pPr>
        <w:pStyle w:val="libNormal"/>
      </w:pPr>
      <w:r>
        <w:t>general religious, 2:42-45, 2:83, 2:110, 2:177, 3:113-114, 3:134, 5:12, 5:55, 6:151-153, 7:33, 7:156, 8:3, 9:18, 9:20, 9:86, 9:112, 10:87, 10:93, 13:22, 14:31, 16:90, 16:110, 22:41, 22:78, 24:57, 25:68, 26:181-184, 26:227, 31:3-4, 31:14-19, 35:29, 42:36-43, 58:13, 73:20, 90:13-17, 98:5</w:t>
      </w:r>
    </w:p>
    <w:p w:rsidR="00357218" w:rsidRDefault="00357218" w:rsidP="00357218">
      <w:pPr>
        <w:pStyle w:val="libNormal"/>
      </w:pPr>
      <w:r>
        <w:t>kindness towards others, 4:36</w:t>
      </w:r>
    </w:p>
    <w:p w:rsidR="008E4DDF" w:rsidRDefault="00357218" w:rsidP="00357218">
      <w:pPr>
        <w:pStyle w:val="libNormal"/>
      </w:pPr>
      <w:r>
        <w:t>leave company of those in the act of mocking Allah's law, 4:140, 6:68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ommunications (attempting to divine the future is forbidden)</w:t>
      </w:r>
    </w:p>
    <w:p w:rsidR="008E4DDF" w:rsidRDefault="00357218" w:rsidP="00357218">
      <w:pPr>
        <w:pStyle w:val="libNormal"/>
      </w:pPr>
      <w:r>
        <w:t>overhearing the Host on high, 15:18, 37:8, 72:9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onservation, 6:141, 7:31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ontract Law</w:t>
      </w:r>
    </w:p>
    <w:p w:rsidR="00357218" w:rsidRDefault="00357218" w:rsidP="00357218">
      <w:pPr>
        <w:pStyle w:val="libNormal"/>
      </w:pPr>
      <w:r>
        <w:t>contract must be in writing, 2:282</w:t>
      </w:r>
    </w:p>
    <w:p w:rsidR="00357218" w:rsidRDefault="00357218" w:rsidP="00357218">
      <w:pPr>
        <w:pStyle w:val="libNormal"/>
      </w:pPr>
      <w:r>
        <w:t>during journey a person's "word" is acceptable, 2:283</w:t>
      </w:r>
    </w:p>
    <w:p w:rsidR="00357218" w:rsidRDefault="00357218" w:rsidP="00357218">
      <w:pPr>
        <w:pStyle w:val="libNormal"/>
      </w:pPr>
      <w:r>
        <w:t>when things go wrong don't punish scribe or witness, 2:282</w:t>
      </w:r>
    </w:p>
    <w:p w:rsidR="00357218" w:rsidRDefault="00357218" w:rsidP="00357218">
      <w:pPr>
        <w:pStyle w:val="libNormal"/>
      </w:pPr>
      <w:r>
        <w:t>witnesses told to be truthful, 2:283, 5:8, 25:72</w:t>
      </w:r>
    </w:p>
    <w:p w:rsidR="008E4DDF" w:rsidRDefault="00357218" w:rsidP="00357218">
      <w:pPr>
        <w:pStyle w:val="libNormal"/>
      </w:pPr>
      <w:r>
        <w:t>witnessing (two men, or one man and two women), 2:282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orruption, 5:32, 8:73, 30:41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osmology</w:t>
      </w:r>
    </w:p>
    <w:p w:rsidR="00357218" w:rsidRDefault="00357218" w:rsidP="00357218">
      <w:pPr>
        <w:pStyle w:val="libNormal"/>
      </w:pPr>
      <w:r>
        <w:t>age of the Universe, 76:1</w:t>
      </w:r>
    </w:p>
    <w:p w:rsidR="008E4DDF" w:rsidRDefault="00357218" w:rsidP="00357218">
      <w:pPr>
        <w:pStyle w:val="libNormal"/>
      </w:pPr>
      <w:r>
        <w:t>expanding Universe, 51:47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he Big Bang, 21:30</w:t>
      </w:r>
    </w:p>
    <w:p w:rsidR="00357218" w:rsidRDefault="00357218" w:rsidP="00357218">
      <w:pPr>
        <w:pStyle w:val="libNormal"/>
      </w:pPr>
      <w:r>
        <w:t>Covenants, 5:1</w:t>
      </w:r>
    </w:p>
    <w:p w:rsidR="00357218" w:rsidRDefault="00357218" w:rsidP="00357218">
      <w:pPr>
        <w:pStyle w:val="libNormal"/>
      </w:pPr>
      <w:r>
        <w:t>breaking of (see also Oaths), 8:58</w:t>
      </w:r>
    </w:p>
    <w:p w:rsidR="00357218" w:rsidRDefault="00357218" w:rsidP="00357218">
      <w:pPr>
        <w:pStyle w:val="libNormal"/>
      </w:pPr>
      <w:r>
        <w:t>with disbelievers, 8:56, 8:72, 9:4, 9:7</w:t>
      </w:r>
    </w:p>
    <w:p w:rsidR="008E4DDF" w:rsidRDefault="00357218" w:rsidP="00357218">
      <w:pPr>
        <w:pStyle w:val="libNormal"/>
      </w:pPr>
      <w:r>
        <w:t>breaking of, 8:58, 9:12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reation of everything</w:t>
      </w:r>
    </w:p>
    <w:p w:rsidR="00357218" w:rsidRDefault="00357218" w:rsidP="00357218">
      <w:pPr>
        <w:pStyle w:val="libNormal"/>
      </w:pPr>
      <w:r>
        <w:t>in due measure and proportion, 54:49</w:t>
      </w:r>
    </w:p>
    <w:p w:rsidR="008E4DDF" w:rsidRDefault="00357218" w:rsidP="00357218">
      <w:pPr>
        <w:pStyle w:val="libNormal"/>
      </w:pPr>
      <w:r>
        <w:t>in opposite duality, 36:36, 43:12, 51:49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reatures, 6:38, 42:47, 42:49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rystal, 76:15-16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ustoms</w:t>
      </w:r>
    </w:p>
    <w:p w:rsidR="00357218" w:rsidRDefault="00357218" w:rsidP="00357218">
      <w:pPr>
        <w:pStyle w:val="libNormal"/>
      </w:pPr>
      <w:r>
        <w:t>used but not given as reliable traditions or Qur'anic injunctions, 2:170, 5:3, 5:104, 6:138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3" w:name="_Toc486768126"/>
      <w:r>
        <w:lastRenderedPageBreak/>
        <w:t>D</w:t>
      </w:r>
      <w:bookmarkEnd w:id="3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anger</w:t>
      </w:r>
    </w:p>
    <w:p w:rsidR="008E4DDF" w:rsidRDefault="00357218" w:rsidP="00357218">
      <w:pPr>
        <w:pStyle w:val="libNormal"/>
      </w:pPr>
      <w:r>
        <w:t>be prepared for, 4:71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ate palms, 36:34, 50:10, 55:11, 55:68, 59:5, 80:29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ates, 50:10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avid, 4:163, 5:78, 6:84, 17:55, 21:78, 21:79, 27:15-16, 34:10, 34:13, 38:17, 38:21-26, 38:30</w:t>
      </w:r>
    </w:p>
    <w:p w:rsidR="00357218" w:rsidRDefault="00357218" w:rsidP="00357218">
      <w:pPr>
        <w:pStyle w:val="libNormal"/>
      </w:pPr>
      <w:r>
        <w:t>and Bath Sheba, 38:23</w:t>
      </w:r>
    </w:p>
    <w:p w:rsidR="00357218" w:rsidRDefault="00357218" w:rsidP="00357218">
      <w:pPr>
        <w:pStyle w:val="libNormal"/>
      </w:pPr>
      <w:r>
        <w:t>and Goliath, 2:251</w:t>
      </w:r>
    </w:p>
    <w:p w:rsidR="008E4DDF" w:rsidRDefault="00357218" w:rsidP="00357218">
      <w:pPr>
        <w:pStyle w:val="libNormal"/>
      </w:pPr>
      <w:r>
        <w:t>given the Psalms, 4:163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eath, 3:185, 3:193, 4:78, 21:35, 33:19, 33:23, 44:56, 47:27, 56:60, 56:84-87, 63:10, 75:29</w:t>
      </w:r>
    </w:p>
    <w:p w:rsidR="00357218" w:rsidRDefault="00357218" w:rsidP="00357218">
      <w:pPr>
        <w:pStyle w:val="libNormal"/>
      </w:pPr>
      <w:r>
        <w:t>and flight from battle, 33:16</w:t>
      </w:r>
    </w:p>
    <w:p w:rsidR="00357218" w:rsidRDefault="00357218" w:rsidP="00357218">
      <w:pPr>
        <w:pStyle w:val="libNormal"/>
      </w:pPr>
      <w:r>
        <w:t>in Allah's cause, 3:195, 22:58, 47:4</w:t>
      </w:r>
    </w:p>
    <w:p w:rsidR="00357218" w:rsidRDefault="00357218" w:rsidP="00357218">
      <w:pPr>
        <w:pStyle w:val="libNormal"/>
      </w:pPr>
      <w:r>
        <w:t>those communities who have no revelation will not be destroyed, 6:131, 9:115, 10:47, 11:117, 15:4, 16:119, 17:15, 28:59</w:t>
      </w:r>
    </w:p>
    <w:p w:rsidR="00357218" w:rsidRDefault="00357218" w:rsidP="00357218">
      <w:pPr>
        <w:pStyle w:val="libNormal"/>
      </w:pPr>
      <w:r>
        <w:t>those slain in Allah's cause are alive, 2:154, 3:169</w:t>
      </w:r>
    </w:p>
    <w:p w:rsidR="008E4DDF" w:rsidRDefault="00357218" w:rsidP="00357218">
      <w:pPr>
        <w:pStyle w:val="libNormal"/>
      </w:pPr>
      <w:r>
        <w:t>while fleeing evil towards Allah, 4:100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eities</w:t>
      </w:r>
    </w:p>
    <w:p w:rsidR="008E4DDF" w:rsidRDefault="00357218" w:rsidP="00357218">
      <w:pPr>
        <w:pStyle w:val="libNormal"/>
      </w:pPr>
      <w:r>
        <w:t>none besides Allah, 25:68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isbelievers (see also Hypocrites)</w:t>
      </w:r>
    </w:p>
    <w:p w:rsidR="00357218" w:rsidRDefault="00357218" w:rsidP="00357218">
      <w:pPr>
        <w:pStyle w:val="libNormal"/>
      </w:pPr>
      <w:r>
        <w:t>ask Muhammad to invoke Allah's wrath upon them as proof, 6:57-58, 8:32, 10:49-52</w:t>
      </w:r>
    </w:p>
    <w:p w:rsidR="00357218" w:rsidRDefault="00357218" w:rsidP="00357218">
      <w:pPr>
        <w:pStyle w:val="libNormal"/>
      </w:pPr>
      <w:r>
        <w:t>bear their company in kindness, 31:15</w:t>
      </w:r>
    </w:p>
    <w:p w:rsidR="00357218" w:rsidRDefault="00357218" w:rsidP="00357218">
      <w:pPr>
        <w:pStyle w:val="libNormal"/>
      </w:pPr>
      <w:r>
        <w:t>bear what they say in patience, 20:130, 50:39</w:t>
      </w:r>
    </w:p>
    <w:p w:rsidR="00357218" w:rsidRDefault="00357218" w:rsidP="00357218">
      <w:pPr>
        <w:pStyle w:val="libNormal"/>
      </w:pPr>
      <w:r>
        <w:t>covenants with, 8:56, 8:72, 9:4, 9:7</w:t>
      </w:r>
    </w:p>
    <w:p w:rsidR="008E4DDF" w:rsidRDefault="00357218" w:rsidP="00357218">
      <w:pPr>
        <w:pStyle w:val="libNormal"/>
      </w:pPr>
      <w:r>
        <w:t>breaking of, 8:58, 9:12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llah brings their scheming to nought, 8:30, 8:36</w:t>
      </w:r>
    </w:p>
    <w:p w:rsidR="00357218" w:rsidRDefault="00357218" w:rsidP="00357218">
      <w:pPr>
        <w:pStyle w:val="libNormal"/>
      </w:pPr>
      <w:r>
        <w:t>leave company of those in the act of mocking Allah's law, 4:140, 6:68</w:t>
      </w:r>
    </w:p>
    <w:p w:rsidR="00357218" w:rsidRDefault="00357218" w:rsidP="00357218">
      <w:pPr>
        <w:pStyle w:val="libNormal"/>
      </w:pPr>
      <w:r>
        <w:t>protect them if they ask you to, 9:6</w:t>
      </w:r>
    </w:p>
    <w:p w:rsidR="00357218" w:rsidRDefault="00357218" w:rsidP="00357218">
      <w:pPr>
        <w:pStyle w:val="libNormal"/>
      </w:pPr>
      <w:r>
        <w:t>punishment</w:t>
      </w:r>
    </w:p>
    <w:p w:rsidR="00357218" w:rsidRDefault="00357218" w:rsidP="00357218">
      <w:pPr>
        <w:pStyle w:val="libNormal"/>
      </w:pPr>
      <w:r>
        <w:t>during war, 8:12, 8:50, 8:59</w:t>
      </w:r>
    </w:p>
    <w:p w:rsidR="00357218" w:rsidRDefault="00357218" w:rsidP="00357218">
      <w:pPr>
        <w:pStyle w:val="libNormal"/>
      </w:pPr>
      <w:r>
        <w:t>in the hereafter, 8:37</w:t>
      </w:r>
    </w:p>
    <w:p w:rsidR="00357218" w:rsidRDefault="00357218" w:rsidP="00357218">
      <w:pPr>
        <w:pStyle w:val="libNormal"/>
      </w:pPr>
      <w:r>
        <w:t>should not visit or take care of mosques, 9:17</w:t>
      </w:r>
    </w:p>
    <w:p w:rsidR="00357218" w:rsidRDefault="00357218" w:rsidP="00357218">
      <w:pPr>
        <w:pStyle w:val="libNormal"/>
      </w:pPr>
      <w:r>
        <w:t>speak kindly to them, 17:53</w:t>
      </w:r>
    </w:p>
    <w:p w:rsidR="00357218" w:rsidRDefault="00357218" w:rsidP="00357218">
      <w:pPr>
        <w:pStyle w:val="libNormal"/>
      </w:pPr>
      <w:r>
        <w:t>striving hard against, 9:73, 25:52, 66:9</w:t>
      </w:r>
    </w:p>
    <w:p w:rsidR="00357218" w:rsidRDefault="00357218" w:rsidP="00357218">
      <w:pPr>
        <w:pStyle w:val="libNormal"/>
      </w:pPr>
      <w:r>
        <w:t>treat non-belligerents with equity, 60:8</w:t>
      </w:r>
    </w:p>
    <w:p w:rsidR="008E4DDF" w:rsidRDefault="00357218" w:rsidP="00357218">
      <w:pPr>
        <w:pStyle w:val="libNormal"/>
      </w:pPr>
      <w:r>
        <w:t>will only ally with other disbelievers, 8:72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lastRenderedPageBreak/>
        <w:t>D</w:t>
      </w:r>
      <w:r w:rsidR="00357218">
        <w:t>isciples (of Jesus), 3:52, 61:14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ivers, 38:37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iversity</w:t>
      </w:r>
    </w:p>
    <w:p w:rsidR="00357218" w:rsidRDefault="00357218" w:rsidP="00357218">
      <w:pPr>
        <w:pStyle w:val="libNormal"/>
      </w:pPr>
      <w:r>
        <w:t>of humans, 30:22, 35:27-28</w:t>
      </w:r>
    </w:p>
    <w:p w:rsidR="008E4DDF" w:rsidRDefault="00357218" w:rsidP="00357218">
      <w:pPr>
        <w:pStyle w:val="libNormal"/>
      </w:pPr>
      <w:r>
        <w:t>of life, 35:27-28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ivorce, 4:130, 65:1</w:t>
      </w:r>
    </w:p>
    <w:p w:rsidR="00357218" w:rsidRDefault="00357218" w:rsidP="00357218">
      <w:pPr>
        <w:pStyle w:val="libNormal"/>
      </w:pPr>
      <w:r>
        <w:t>after waiting period, dissolve or reconcile, 2:231, 65:2</w:t>
      </w:r>
    </w:p>
    <w:p w:rsidR="00357218" w:rsidRDefault="00357218" w:rsidP="00357218">
      <w:pPr>
        <w:pStyle w:val="libNormal"/>
      </w:pPr>
      <w:r>
        <w:t>two witnesses, 65:2</w:t>
      </w:r>
    </w:p>
    <w:p w:rsidR="00357218" w:rsidRDefault="00357218" w:rsidP="00357218">
      <w:pPr>
        <w:pStyle w:val="libNormal"/>
      </w:pPr>
      <w:r>
        <w:t>alimony, 2:233, 2:241</w:t>
      </w:r>
    </w:p>
    <w:p w:rsidR="00357218" w:rsidRDefault="00357218" w:rsidP="00357218">
      <w:pPr>
        <w:pStyle w:val="libNormal"/>
      </w:pPr>
      <w:r>
        <w:t>extends to ex-husband's heir, 2:233</w:t>
      </w:r>
    </w:p>
    <w:p w:rsidR="00357218" w:rsidRDefault="00357218" w:rsidP="00357218">
      <w:pPr>
        <w:pStyle w:val="libNormal"/>
      </w:pPr>
      <w:r>
        <w:t>can be revoked twice, 2:229</w:t>
      </w:r>
    </w:p>
    <w:p w:rsidR="00357218" w:rsidRDefault="00357218" w:rsidP="00357218">
      <w:pPr>
        <w:pStyle w:val="libNormal"/>
      </w:pPr>
      <w:r>
        <w:t>dowry status, 2:229, 2:236-237</w:t>
      </w:r>
    </w:p>
    <w:p w:rsidR="008E4DDF" w:rsidRDefault="00357218" w:rsidP="00357218">
      <w:pPr>
        <w:pStyle w:val="libNormal"/>
      </w:pPr>
      <w:r>
        <w:t>find wet-nurse if necessary, 65:6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an</w:t>
      </w:r>
    </w:p>
    <w:p w:rsidR="00357218" w:rsidRDefault="00357218" w:rsidP="00357218">
      <w:pPr>
        <w:pStyle w:val="libNormal"/>
      </w:pPr>
      <w:r>
        <w:t>divorce one woman for another - don't take back what you gave first, 4:20</w:t>
      </w:r>
    </w:p>
    <w:p w:rsidR="00357218" w:rsidRDefault="00357218" w:rsidP="00357218">
      <w:pPr>
        <w:pStyle w:val="libNormal"/>
      </w:pPr>
      <w:r>
        <w:t>don't harass wife, 65:6</w:t>
      </w:r>
    </w:p>
    <w:p w:rsidR="00357218" w:rsidRDefault="00357218" w:rsidP="00357218">
      <w:pPr>
        <w:pStyle w:val="libNormal"/>
      </w:pPr>
      <w:r>
        <w:t>don't hold wives against their will, 4:19</w:t>
      </w:r>
    </w:p>
    <w:p w:rsidR="00357218" w:rsidRDefault="00357218" w:rsidP="00357218">
      <w:pPr>
        <w:pStyle w:val="libNormal"/>
      </w:pPr>
      <w:r>
        <w:t>four months to change his mind, 2:226</w:t>
      </w:r>
    </w:p>
    <w:p w:rsidR="00357218" w:rsidRDefault="00357218" w:rsidP="00357218">
      <w:pPr>
        <w:pStyle w:val="libNormal"/>
      </w:pPr>
      <w:r>
        <w:t>support wife fully</w:t>
      </w:r>
    </w:p>
    <w:p w:rsidR="00357218" w:rsidRDefault="00357218" w:rsidP="00357218">
      <w:pPr>
        <w:pStyle w:val="libNormal"/>
      </w:pPr>
      <w:r>
        <w:t>during her pregnancy, 65:6</w:t>
      </w:r>
    </w:p>
    <w:p w:rsidR="00357218" w:rsidRDefault="00357218" w:rsidP="00357218">
      <w:pPr>
        <w:pStyle w:val="libNormal"/>
      </w:pPr>
      <w:r>
        <w:t>during her waiting period, 65:6</w:t>
      </w:r>
    </w:p>
    <w:p w:rsidR="00357218" w:rsidRDefault="00357218" w:rsidP="00357218">
      <w:pPr>
        <w:pStyle w:val="libNormal"/>
      </w:pPr>
      <w:r>
        <w:t>if she's nursing your child, 65:6</w:t>
      </w:r>
    </w:p>
    <w:p w:rsidR="00357218" w:rsidRDefault="00357218" w:rsidP="00357218">
      <w:pPr>
        <w:pStyle w:val="libNormal"/>
      </w:pPr>
      <w:r>
        <w:t>mother shouldn't suffer because of her fatherless child, 2:233</w:t>
      </w:r>
    </w:p>
    <w:p w:rsidR="00357218" w:rsidRDefault="00357218" w:rsidP="00357218">
      <w:pPr>
        <w:pStyle w:val="libNormal"/>
      </w:pPr>
      <w:r>
        <w:t>pre-Islamic, 58:2</w:t>
      </w:r>
    </w:p>
    <w:p w:rsidR="00357218" w:rsidRDefault="00357218" w:rsidP="00357218">
      <w:pPr>
        <w:pStyle w:val="libNormal"/>
      </w:pPr>
      <w:r>
        <w:t>contrition to reconcile</w:t>
      </w:r>
    </w:p>
    <w:p w:rsidR="00357218" w:rsidRDefault="00357218" w:rsidP="00357218">
      <w:pPr>
        <w:pStyle w:val="libNormal"/>
      </w:pPr>
      <w:r>
        <w:t>fast for 2 consecutive months, 58:4</w:t>
      </w:r>
    </w:p>
    <w:p w:rsidR="00357218" w:rsidRDefault="00357218" w:rsidP="00357218">
      <w:pPr>
        <w:pStyle w:val="libNormal"/>
      </w:pPr>
      <w:r>
        <w:t>feed 60 needy people, 58:4</w:t>
      </w:r>
    </w:p>
    <w:p w:rsidR="00357218" w:rsidRDefault="00357218" w:rsidP="00357218">
      <w:pPr>
        <w:pStyle w:val="libNormal"/>
      </w:pPr>
      <w:r>
        <w:t>free a slave, 58:3</w:t>
      </w:r>
    </w:p>
    <w:p w:rsidR="00357218" w:rsidRDefault="00357218" w:rsidP="00357218">
      <w:pPr>
        <w:pStyle w:val="libNormal"/>
      </w:pPr>
      <w:r>
        <w:t>reconciliation attempt, 4:35</w:t>
      </w:r>
    </w:p>
    <w:p w:rsidR="00357218" w:rsidRDefault="00357218" w:rsidP="00357218">
      <w:pPr>
        <w:pStyle w:val="libNormal"/>
      </w:pPr>
      <w:r>
        <w:t>sinless if marriage unconsummated, 2:236</w:t>
      </w:r>
    </w:p>
    <w:p w:rsidR="008E4DDF" w:rsidRDefault="00357218" w:rsidP="00357218">
      <w:pPr>
        <w:pStyle w:val="libNormal"/>
      </w:pPr>
      <w:r>
        <w:t>bride entitled to half of the dowry, 2:237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W</w:t>
      </w:r>
      <w:r w:rsidR="00357218">
        <w:t>oman</w:t>
      </w:r>
    </w:p>
    <w:p w:rsidR="00357218" w:rsidRDefault="00357218" w:rsidP="00357218">
      <w:pPr>
        <w:pStyle w:val="libNormal"/>
      </w:pPr>
      <w:r>
        <w:t>after third divorce (this one from another husband) can return to original husband, 2:229</w:t>
      </w:r>
    </w:p>
    <w:p w:rsidR="00357218" w:rsidRDefault="00357218" w:rsidP="00357218">
      <w:pPr>
        <w:pStyle w:val="libNormal"/>
      </w:pPr>
      <w:r>
        <w:t>entitled to maintenance, 2:241, 65:1</w:t>
      </w:r>
    </w:p>
    <w:p w:rsidR="00357218" w:rsidRDefault="00357218" w:rsidP="00357218">
      <w:pPr>
        <w:pStyle w:val="libNormal"/>
      </w:pPr>
      <w:r>
        <w:t>equal right to divorce, 2:228</w:t>
      </w:r>
    </w:p>
    <w:p w:rsidR="00357218" w:rsidRDefault="00357218" w:rsidP="00357218">
      <w:pPr>
        <w:pStyle w:val="libNormal"/>
      </w:pPr>
      <w:r>
        <w:t>fear ill treatment by husband, 4:128</w:t>
      </w:r>
    </w:p>
    <w:p w:rsidR="00357218" w:rsidRDefault="00357218" w:rsidP="00357218">
      <w:pPr>
        <w:pStyle w:val="libNormal"/>
      </w:pPr>
      <w:r>
        <w:t>may keep what her husband gave her, 2:229</w:t>
      </w:r>
    </w:p>
    <w:p w:rsidR="00357218" w:rsidRDefault="00357218" w:rsidP="00357218">
      <w:pPr>
        <w:pStyle w:val="libNormal"/>
      </w:pPr>
      <w:r>
        <w:t>not to be expelled from their homes, 65:1</w:t>
      </w:r>
    </w:p>
    <w:p w:rsidR="00357218" w:rsidRDefault="00357218" w:rsidP="00357218">
      <w:pPr>
        <w:pStyle w:val="libNormal"/>
      </w:pPr>
      <w:r>
        <w:t>three menstruation wait to disprove pregnancy, 2:228</w:t>
      </w:r>
    </w:p>
    <w:p w:rsidR="00357218" w:rsidRDefault="00357218" w:rsidP="00357218">
      <w:pPr>
        <w:pStyle w:val="libNormal"/>
      </w:pPr>
      <w:r>
        <w:t>three month wait for those free of menstruation, 65:4</w:t>
      </w:r>
    </w:p>
    <w:p w:rsidR="008E4DDF" w:rsidRDefault="00357218" w:rsidP="00357218">
      <w:pPr>
        <w:pStyle w:val="libNormal"/>
      </w:pPr>
      <w:r>
        <w:t>unless marriage unconsummated, 33:49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ogs, 7:176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onkeys, 16:8, 31:19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>rugs (see Intoxicants)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4" w:name="_Toc486768127"/>
      <w:r>
        <w:lastRenderedPageBreak/>
        <w:t>E</w:t>
      </w:r>
      <w:bookmarkEnd w:id="4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E</w:t>
      </w:r>
      <w:r w:rsidR="00357218">
        <w:t>arth, 51:20, 51:48, 91:6</w:t>
      </w:r>
    </w:p>
    <w:p w:rsidR="00357218" w:rsidRDefault="00357218" w:rsidP="00357218">
      <w:pPr>
        <w:pStyle w:val="libNormal"/>
      </w:pPr>
      <w:r>
        <w:t>changed into another earth, 14:48</w:t>
      </w:r>
    </w:p>
    <w:p w:rsidR="00357218" w:rsidRDefault="00357218" w:rsidP="00357218">
      <w:pPr>
        <w:pStyle w:val="libNormal"/>
      </w:pPr>
      <w:r>
        <w:t>creation of, 3:190, 79:30</w:t>
      </w:r>
    </w:p>
    <w:p w:rsidR="00357218" w:rsidRDefault="00357218" w:rsidP="00357218">
      <w:pPr>
        <w:pStyle w:val="libNormal"/>
      </w:pPr>
      <w:r>
        <w:t>in six "days", 7:54, 10:3, 11:7, 25:59, 50:38, 57:4</w:t>
      </w:r>
    </w:p>
    <w:p w:rsidR="00357218" w:rsidRDefault="00357218" w:rsidP="00357218">
      <w:pPr>
        <w:pStyle w:val="libNormal"/>
      </w:pPr>
      <w:r>
        <w:t>in two "days", 41:9</w:t>
      </w:r>
    </w:p>
    <w:p w:rsidR="00357218" w:rsidRDefault="00357218" w:rsidP="00357218">
      <w:pPr>
        <w:pStyle w:val="libNormal"/>
      </w:pPr>
      <w:r>
        <w:t>the rest in the other four, 41:10</w:t>
      </w:r>
    </w:p>
    <w:p w:rsidR="00357218" w:rsidRDefault="00357218" w:rsidP="00357218">
      <w:pPr>
        <w:pStyle w:val="libNormal"/>
      </w:pPr>
      <w:r>
        <w:t>inclination of rotational axis to orbital plane, 22:61, 57:6</w:t>
      </w:r>
    </w:p>
    <w:p w:rsidR="008E4DDF" w:rsidRDefault="00357218" w:rsidP="00357218">
      <w:pPr>
        <w:pStyle w:val="libNormal"/>
      </w:pPr>
      <w:r>
        <w:t>rotation of, 3:190, 7:54, 10:6, 13:3, 14:33, 25:62, 39:5, 41:37, 45:5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E</w:t>
      </w:r>
      <w:r w:rsidR="00357218">
        <w:t>arthquake, 7:78, 7:91, 7:155, 7:171, 16:26, 17:37, 17:68, 29:37, 34:9, 67:16, 69:5, 99:1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E</w:t>
      </w:r>
      <w:r w:rsidR="00357218">
        <w:t>lephant, 105:1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E</w:t>
      </w:r>
      <w:r w:rsidR="00357218">
        <w:t>lijah, 6:85, 37:123-130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E</w:t>
      </w:r>
      <w:r w:rsidR="00357218">
        <w:t>lisha, 6:86, 38:48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E</w:t>
      </w:r>
      <w:r w:rsidR="00357218">
        <w:t>mbryology, 22:5, 23:14, 35:11, 40:67, 75:37-39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E</w:t>
      </w:r>
      <w:r w:rsidR="00357218">
        <w:t>volution (?), 71:14, 71:18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E</w:t>
      </w:r>
      <w:r w:rsidR="00357218">
        <w:t>zra, 9:30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5" w:name="_Toc486768128"/>
      <w:r>
        <w:lastRenderedPageBreak/>
        <w:t>F</w:t>
      </w:r>
      <w:bookmarkEnd w:id="5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amily, 8:75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asting, 2:183-184</w:t>
      </w:r>
    </w:p>
    <w:p w:rsidR="00357218" w:rsidRDefault="00357218" w:rsidP="00357218">
      <w:pPr>
        <w:pStyle w:val="libNormal"/>
      </w:pPr>
      <w:r>
        <w:t>during the Hajj, 2:196</w:t>
      </w:r>
    </w:p>
    <w:p w:rsidR="00357218" w:rsidRDefault="00357218" w:rsidP="00357218">
      <w:pPr>
        <w:pStyle w:val="libNormal"/>
      </w:pPr>
      <w:r>
        <w:t>during Ramadhan, 2:185</w:t>
      </w:r>
    </w:p>
    <w:p w:rsidR="00357218" w:rsidRDefault="00357218" w:rsidP="00357218">
      <w:pPr>
        <w:pStyle w:val="libNormal"/>
      </w:pPr>
      <w:r>
        <w:t>exemptions, 2:184-185</w:t>
      </w:r>
    </w:p>
    <w:p w:rsidR="008E4DDF" w:rsidRDefault="00357218" w:rsidP="00357218">
      <w:pPr>
        <w:pStyle w:val="libNormal"/>
      </w:pPr>
      <w:r>
        <w:t>hours of, 2:187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ig, 95:1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ighting, 9:14, 9:123, 22:39, 47:4, 48:16</w:t>
      </w:r>
    </w:p>
    <w:p w:rsidR="00357218" w:rsidRDefault="00357218" w:rsidP="00357218">
      <w:pPr>
        <w:pStyle w:val="libNormal"/>
      </w:pPr>
      <w:r>
        <w:t>aggression</w:t>
      </w:r>
    </w:p>
    <w:p w:rsidR="00357218" w:rsidRDefault="00357218" w:rsidP="00357218">
      <w:pPr>
        <w:pStyle w:val="libNormal"/>
      </w:pPr>
      <w:r>
        <w:t>forbidden, 2:190, 4:90, 60:8</w:t>
      </w:r>
    </w:p>
    <w:p w:rsidR="00357218" w:rsidRDefault="00357218" w:rsidP="00357218">
      <w:pPr>
        <w:pStyle w:val="libNormal"/>
      </w:pPr>
      <w:r>
        <w:t>sin of, 5:2</w:t>
      </w:r>
    </w:p>
    <w:p w:rsidR="00357218" w:rsidRDefault="00357218" w:rsidP="00357218">
      <w:pPr>
        <w:pStyle w:val="libNormal"/>
      </w:pPr>
      <w:r>
        <w:t>be brave, 4:104</w:t>
      </w:r>
    </w:p>
    <w:p w:rsidR="00357218" w:rsidRDefault="00357218" w:rsidP="00357218">
      <w:pPr>
        <w:pStyle w:val="libNormal"/>
      </w:pPr>
      <w:r>
        <w:t>between two groups of believers, 49:9</w:t>
      </w:r>
    </w:p>
    <w:p w:rsidR="00357218" w:rsidRDefault="00357218" w:rsidP="00357218">
      <w:pPr>
        <w:pStyle w:val="libNormal"/>
      </w:pPr>
      <w:r>
        <w:t>do not aquire slaves except through war, 8:67</w:t>
      </w:r>
    </w:p>
    <w:p w:rsidR="00357218" w:rsidRDefault="00357218" w:rsidP="00357218">
      <w:pPr>
        <w:pStyle w:val="libNormal"/>
      </w:pPr>
      <w:r>
        <w:t>do not beg for peace, 47:35</w:t>
      </w:r>
    </w:p>
    <w:p w:rsidR="00357218" w:rsidRDefault="00357218" w:rsidP="00357218">
      <w:pPr>
        <w:pStyle w:val="libNormal"/>
      </w:pPr>
      <w:r>
        <w:t>exemptions, 9:122, 48:17</w:t>
      </w:r>
    </w:p>
    <w:p w:rsidR="00357218" w:rsidRDefault="00357218" w:rsidP="00357218">
      <w:pPr>
        <w:pStyle w:val="libNormal"/>
      </w:pPr>
      <w:r>
        <w:t>asking for it for wrong reasons, 9:43, 9:45, 9:49, 9:86, 9:93</w:t>
      </w:r>
    </w:p>
    <w:p w:rsidR="00357218" w:rsidRDefault="00357218" w:rsidP="00357218">
      <w:pPr>
        <w:pStyle w:val="libNormal"/>
      </w:pPr>
      <w:r>
        <w:t>for helpless, 4:98, 9:91</w:t>
      </w:r>
    </w:p>
    <w:p w:rsidR="00357218" w:rsidRDefault="00357218" w:rsidP="00357218">
      <w:pPr>
        <w:pStyle w:val="libNormal"/>
      </w:pPr>
      <w:r>
        <w:t>for ill, 4:102, 9:91</w:t>
      </w:r>
    </w:p>
    <w:p w:rsidR="00357218" w:rsidRDefault="00357218" w:rsidP="00357218">
      <w:pPr>
        <w:pStyle w:val="libNormal"/>
      </w:pPr>
      <w:r>
        <w:t>if foes cease, then you must cease, 2:193, 4:90, 8:37, 8:61</w:t>
      </w:r>
    </w:p>
    <w:p w:rsidR="00357218" w:rsidRDefault="00357218" w:rsidP="00357218">
      <w:pPr>
        <w:pStyle w:val="libNormal"/>
      </w:pPr>
      <w:r>
        <w:t>forbidden during the four sacred months, 9:36</w:t>
      </w:r>
    </w:p>
    <w:p w:rsidR="00357218" w:rsidRDefault="00357218" w:rsidP="00357218">
      <w:pPr>
        <w:pStyle w:val="libNormal"/>
      </w:pPr>
      <w:r>
        <w:t>unless attacked, 2:194, 2:217</w:t>
      </w:r>
    </w:p>
    <w:p w:rsidR="00357218" w:rsidRDefault="00357218" w:rsidP="00357218">
      <w:pPr>
        <w:pStyle w:val="libNormal"/>
      </w:pPr>
      <w:r>
        <w:t>free slaves after fighting ends, 47:4</w:t>
      </w:r>
    </w:p>
    <w:p w:rsidR="00357218" w:rsidRDefault="00357218" w:rsidP="00357218">
      <w:pPr>
        <w:pStyle w:val="libNormal"/>
      </w:pPr>
      <w:r>
        <w:t>go forth humbly, 8:47</w:t>
      </w:r>
    </w:p>
    <w:p w:rsidR="00357218" w:rsidRDefault="00357218" w:rsidP="00357218">
      <w:pPr>
        <w:pStyle w:val="libNormal"/>
      </w:pPr>
      <w:r>
        <w:t>in Allah's cause, 4:74, 4:77, 4:84, 9:38-39, 9:41</w:t>
      </w:r>
    </w:p>
    <w:p w:rsidR="00357218" w:rsidRDefault="00357218" w:rsidP="00357218">
      <w:pPr>
        <w:pStyle w:val="libNormal"/>
      </w:pPr>
      <w:r>
        <w:t>killing only during hostilities in progress, 2:191, 4:89, 4:91, 5:33, 8:39, 8:57, 9:5, 9:12</w:t>
      </w:r>
    </w:p>
    <w:p w:rsidR="00357218" w:rsidRDefault="00357218" w:rsidP="00357218">
      <w:pPr>
        <w:pStyle w:val="libNormal"/>
      </w:pPr>
      <w:r>
        <w:t>not for material gain, 4:94</w:t>
      </w:r>
    </w:p>
    <w:p w:rsidR="00357218" w:rsidRDefault="00357218" w:rsidP="00357218">
      <w:pPr>
        <w:pStyle w:val="libNormal"/>
      </w:pPr>
      <w:r>
        <w:t>prepare well, 8:60</w:t>
      </w:r>
    </w:p>
    <w:p w:rsidR="00357218" w:rsidRDefault="00357218" w:rsidP="00357218">
      <w:pPr>
        <w:pStyle w:val="libNormal"/>
      </w:pPr>
      <w:r>
        <w:t>repentence of recent belligerents, 5:34, 9:5, 9:11</w:t>
      </w:r>
    </w:p>
    <w:p w:rsidR="008E4DDF" w:rsidRDefault="00357218" w:rsidP="00357218">
      <w:pPr>
        <w:pStyle w:val="libNormal"/>
      </w:pPr>
      <w:r>
        <w:t>when ordained, 2:190-193, 2:216-217, 4:91, 22:39, 60:8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ire, 56:71, 100:2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ood (see also Health rules), 3:93, 35:12, 40:79, 80:24</w:t>
      </w:r>
    </w:p>
    <w:p w:rsidR="00357218" w:rsidRDefault="00357218" w:rsidP="00357218">
      <w:pPr>
        <w:pStyle w:val="libNormal"/>
      </w:pPr>
      <w:r>
        <w:t>blessing of, 6:118, 6:138</w:t>
      </w:r>
    </w:p>
    <w:p w:rsidR="00357218" w:rsidRDefault="00357218" w:rsidP="00357218">
      <w:pPr>
        <w:pStyle w:val="libNormal"/>
      </w:pPr>
      <w:r>
        <w:t>forbidden, 2:173, 5:3, 6:121, 6:145, 16:115</w:t>
      </w:r>
    </w:p>
    <w:p w:rsidR="008E4DDF" w:rsidRDefault="00357218" w:rsidP="00357218">
      <w:pPr>
        <w:pStyle w:val="libNormal"/>
      </w:pPr>
      <w:r>
        <w:t>lawful, 2:168, 5:4, 6:118, 6:146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orgetting, 17:86, 18:24, 87:6-7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ornication (see Marriage)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riends, 8:72</w:t>
      </w:r>
    </w:p>
    <w:p w:rsidR="00357218" w:rsidRDefault="00357218" w:rsidP="00357218">
      <w:pPr>
        <w:pStyle w:val="libNormal"/>
      </w:pPr>
      <w:r>
        <w:t>avoid active disbelievers, 3:118-120, 5:57, 15:94, 58:14, 60:1, 60:13</w:t>
      </w:r>
    </w:p>
    <w:p w:rsidR="00357218" w:rsidRDefault="00357218" w:rsidP="00357218">
      <w:pPr>
        <w:pStyle w:val="libNormal"/>
      </w:pPr>
      <w:r>
        <w:t>leave company of those in the act of mocking Allah's law, 4:140, 6:68</w:t>
      </w:r>
    </w:p>
    <w:p w:rsidR="008E4DDF" w:rsidRDefault="00357218" w:rsidP="00357218">
      <w:pPr>
        <w:pStyle w:val="libNormal"/>
      </w:pPr>
      <w:r>
        <w:t>forbidden are those who fight against you because of your religion, 60:9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F</w:t>
      </w:r>
      <w:r w:rsidR="00357218">
        <w:t>uture</w:t>
      </w:r>
    </w:p>
    <w:p w:rsidR="00357218" w:rsidRDefault="00357218" w:rsidP="00357218">
      <w:pPr>
        <w:pStyle w:val="libNormal"/>
      </w:pPr>
      <w:r>
        <w:t>learning of it through divination forbidden, 5:3, 5:90, 15:18, 37:8, 72:9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6" w:name="_Toc486768129"/>
      <w:r>
        <w:lastRenderedPageBreak/>
        <w:t>G</w:t>
      </w:r>
      <w:bookmarkEnd w:id="6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abriel, 2:97, 66:4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ames of Chance</w:t>
      </w:r>
    </w:p>
    <w:p w:rsidR="008E4DDF" w:rsidRDefault="00357218" w:rsidP="00357218">
      <w:pPr>
        <w:pStyle w:val="libNormal"/>
      </w:pPr>
      <w:r>
        <w:t>forbidden, 2:219, 5:20, 5:91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eographic locations and History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s Safa and Al Marwah, 2:158</w:t>
      </w:r>
    </w:p>
    <w:p w:rsidR="008E4DDF" w:rsidRDefault="00357218" w:rsidP="00357218">
      <w:pPr>
        <w:pStyle w:val="libNormal"/>
      </w:pPr>
      <w:r>
        <w:t>first temple at Bakkah, 3:96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inger, 76:12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oddesses of the pagan Arabs, 53:19</w:t>
      </w:r>
    </w:p>
    <w:p w:rsidR="00357218" w:rsidRDefault="00357218" w:rsidP="00357218">
      <w:pPr>
        <w:pStyle w:val="libNormal"/>
      </w:pPr>
      <w:r>
        <w:t>names of, 53:19-20</w:t>
      </w:r>
    </w:p>
    <w:p w:rsidR="008E4DDF" w:rsidRDefault="00357218" w:rsidP="00357218">
      <w:pPr>
        <w:pStyle w:val="libNormal"/>
      </w:pPr>
      <w:r>
        <w:t>nature of, 53:19-28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ods of pre-Islamic Arabs by name, 71:23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og and Magog, 21:96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old, 35:33, 43:35, 43:71, 56:15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olden armlets, 43:53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olden Calf, 2:51, 2:54, 4:153, 7:148, 7:152, 20:88</w:t>
      </w:r>
    </w:p>
    <w:p w:rsidR="00357218" w:rsidRDefault="00357218" w:rsidP="00357218">
      <w:pPr>
        <w:pStyle w:val="libNormal"/>
      </w:pPr>
      <w:r>
        <w:t>and thunderbolt of punishment, 2:55</w:t>
      </w:r>
    </w:p>
    <w:p w:rsidR="008E4DDF" w:rsidRDefault="00357218" w:rsidP="00357218">
      <w:pPr>
        <w:pStyle w:val="libNormal"/>
      </w:pPr>
      <w:r>
        <w:t>forgiven after destruction of, 2:36-37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oliath, 2:249</w:t>
      </w:r>
    </w:p>
    <w:p w:rsidR="008E4DDF" w:rsidRDefault="00357218" w:rsidP="00357218">
      <w:pPr>
        <w:pStyle w:val="libNormal"/>
      </w:pPr>
      <w:r>
        <w:t>and David, 2:251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ospel, 3:3, 3:65, 5:46-47, 5:66, 5:68, 5:77, 5:110, 7:157, 9:111, 48:29, 57:27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overnment</w:t>
      </w:r>
    </w:p>
    <w:p w:rsidR="00357218" w:rsidRDefault="00357218" w:rsidP="00357218">
      <w:pPr>
        <w:pStyle w:val="libNormal"/>
      </w:pPr>
      <w:r>
        <w:t>decision making in public matters, 3:159</w:t>
      </w:r>
    </w:p>
    <w:p w:rsidR="008E4DDF" w:rsidRDefault="00357218" w:rsidP="00357218">
      <w:pPr>
        <w:pStyle w:val="libNormal"/>
      </w:pPr>
      <w:r>
        <w:t>rulers make decisions after consultations, 42:38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rain, 36:33, 55:12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rave, 9:84, 22:7, 35:22, 36:51, 54:7, 60:13, 70:43, 77:26, 80:21, 82:4, 100:9, 102:2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reed (see Materialism)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lastRenderedPageBreak/>
        <w:t>G</w:t>
      </w:r>
      <w:r w:rsidR="00357218">
        <w:t>reetings, 4:86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G</w:t>
      </w:r>
      <w:r w:rsidR="00357218">
        <w:t>uardianship</w:t>
      </w:r>
    </w:p>
    <w:p w:rsidR="00357218" w:rsidRDefault="00357218" w:rsidP="00357218">
      <w:pPr>
        <w:pStyle w:val="libNormal"/>
      </w:pPr>
      <w:r>
        <w:t>proper conduct of, 4:5-6, 6:151</w:t>
      </w:r>
    </w:p>
    <w:p w:rsidR="00357218" w:rsidRDefault="00357218" w:rsidP="00357218">
      <w:pPr>
        <w:pStyle w:val="libNormal"/>
      </w:pPr>
      <w:r>
        <w:t>punishment for bad ones, 4:10</w:t>
      </w:r>
    </w:p>
    <w:p w:rsidR="00357218" w:rsidRDefault="00357218" w:rsidP="00357218">
      <w:pPr>
        <w:pStyle w:val="libNormal"/>
      </w:pPr>
      <w:r>
        <w:t>when to end it, 4:6</w:t>
      </w:r>
    </w:p>
    <w:p w:rsidR="00357218" w:rsidRDefault="00357218" w:rsidP="00357218">
      <w:pPr>
        <w:pStyle w:val="libNormal"/>
      </w:pPr>
      <w:r>
        <w:t>witnesses required to end it, 4:6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7" w:name="_Toc486768130"/>
      <w:r>
        <w:lastRenderedPageBreak/>
        <w:t>H</w:t>
      </w:r>
      <w:bookmarkEnd w:id="7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agar</w:t>
      </w:r>
    </w:p>
    <w:p w:rsidR="008E4DDF" w:rsidRDefault="00357218" w:rsidP="00357218">
      <w:pPr>
        <w:pStyle w:val="libNormal"/>
      </w:pPr>
      <w:r>
        <w:t>and Ishmael, 2:158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ajj, 2:158, 2:189, 2:196-199, 22:27-36</w:t>
      </w:r>
    </w:p>
    <w:p w:rsidR="00357218" w:rsidRDefault="00357218" w:rsidP="00357218">
      <w:pPr>
        <w:pStyle w:val="libNormal"/>
      </w:pPr>
      <w:r>
        <w:t>abstention from quarreling during, 2:197</w:t>
      </w:r>
    </w:p>
    <w:p w:rsidR="00357218" w:rsidRDefault="00357218" w:rsidP="00357218">
      <w:pPr>
        <w:pStyle w:val="libNormal"/>
      </w:pPr>
      <w:r>
        <w:t>duty to visit Mecca (Makkah), 3:97</w:t>
      </w:r>
    </w:p>
    <w:p w:rsidR="00357218" w:rsidRDefault="00357218" w:rsidP="00357218">
      <w:pPr>
        <w:pStyle w:val="libNormal"/>
      </w:pPr>
      <w:r>
        <w:t>exemption from, 2:196</w:t>
      </w:r>
    </w:p>
    <w:p w:rsidR="00357218" w:rsidRDefault="00357218" w:rsidP="00357218">
      <w:pPr>
        <w:pStyle w:val="libNormal"/>
      </w:pPr>
      <w:r>
        <w:t>fasting during, 2:196</w:t>
      </w:r>
    </w:p>
    <w:p w:rsidR="00357218" w:rsidRDefault="00357218" w:rsidP="00357218">
      <w:pPr>
        <w:pStyle w:val="libNormal"/>
      </w:pPr>
      <w:r>
        <w:t>hunting forbidden, 5:1, 5:94-95</w:t>
      </w:r>
    </w:p>
    <w:p w:rsidR="00357218" w:rsidRDefault="00357218" w:rsidP="00357218">
      <w:pPr>
        <w:pStyle w:val="libNormal"/>
      </w:pPr>
      <w:r>
        <w:t>aquatic game approved during, 5:96</w:t>
      </w:r>
    </w:p>
    <w:p w:rsidR="00357218" w:rsidRDefault="00357218" w:rsidP="00357218">
      <w:pPr>
        <w:pStyle w:val="libNormal"/>
      </w:pPr>
      <w:r>
        <w:t>violate it once? Don't do it twice!, 5:95</w:t>
      </w:r>
    </w:p>
    <w:p w:rsidR="00357218" w:rsidRDefault="00357218" w:rsidP="00357218">
      <w:pPr>
        <w:pStyle w:val="libNormal"/>
      </w:pPr>
      <w:r>
        <w:t>reparations for doing it once, 5:95</w:t>
      </w:r>
    </w:p>
    <w:p w:rsidR="00357218" w:rsidRDefault="00357218" w:rsidP="00357218">
      <w:pPr>
        <w:pStyle w:val="libNormal"/>
      </w:pPr>
      <w:r>
        <w:t>rules, 5:2</w:t>
      </w:r>
    </w:p>
    <w:p w:rsidR="008E4DDF" w:rsidRDefault="00357218" w:rsidP="00357218">
      <w:pPr>
        <w:pStyle w:val="libNormal"/>
      </w:pPr>
      <w:r>
        <w:t>sacrifice during, 2:196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aman, 28:6, 28:8, 28:38, 29:39, 40:24, 40:36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arut and Marut, 2:102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ealth rules, 41:44</w:t>
      </w:r>
    </w:p>
    <w:p w:rsidR="00357218" w:rsidRDefault="00357218" w:rsidP="00357218">
      <w:pPr>
        <w:pStyle w:val="libNormal"/>
      </w:pPr>
      <w:r>
        <w:t>children</w:t>
      </w:r>
    </w:p>
    <w:p w:rsidR="00357218" w:rsidRDefault="00357218" w:rsidP="00357218">
      <w:pPr>
        <w:pStyle w:val="libNormal"/>
      </w:pPr>
      <w:r>
        <w:t>breast feed for two years, 2:233, 31:34</w:t>
      </w:r>
    </w:p>
    <w:p w:rsidR="00357218" w:rsidRDefault="00357218" w:rsidP="00357218">
      <w:pPr>
        <w:pStyle w:val="libNormal"/>
      </w:pPr>
      <w:r>
        <w:t>food, 2:173, 5:1, 5:3, 5:5, 5:96, 6:118-119, 6:121, 6:142, 6:145-146, 16:115</w:t>
      </w:r>
    </w:p>
    <w:p w:rsidR="00357218" w:rsidRDefault="00357218" w:rsidP="00357218">
      <w:pPr>
        <w:pStyle w:val="libNormal"/>
      </w:pPr>
      <w:r>
        <w:t>caught by your hunting animals, 5:4</w:t>
      </w:r>
    </w:p>
    <w:p w:rsidR="00357218" w:rsidRDefault="00357218" w:rsidP="00357218">
      <w:pPr>
        <w:pStyle w:val="libNormal"/>
      </w:pPr>
      <w:r>
        <w:t>intoxicants forbidden (see Intoxicants)</w:t>
      </w:r>
    </w:p>
    <w:p w:rsidR="008E4DDF" w:rsidRDefault="00357218" w:rsidP="00357218">
      <w:pPr>
        <w:pStyle w:val="libNormal"/>
      </w:pPr>
      <w:r>
        <w:t>menstruation, 2:222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earing, 41:22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eaven, 2:25, 3:15, 3:136, 3:181, 3:195, 3:198</w:t>
      </w:r>
    </w:p>
    <w:p w:rsidR="00357218" w:rsidRDefault="00357218" w:rsidP="00357218">
      <w:pPr>
        <w:pStyle w:val="libNormal"/>
      </w:pPr>
      <w:r>
        <w:t>filled with mighty guards and flames, 72:8</w:t>
      </w:r>
    </w:p>
    <w:p w:rsidR="00357218" w:rsidRDefault="00357218" w:rsidP="00357218">
      <w:pPr>
        <w:pStyle w:val="libNormal"/>
      </w:pPr>
      <w:r>
        <w:t>immortal youths in, 56:17, 76:19</w:t>
      </w:r>
    </w:p>
    <w:p w:rsidR="00357218" w:rsidRDefault="00357218" w:rsidP="00357218">
      <w:pPr>
        <w:pStyle w:val="libNormal"/>
      </w:pPr>
      <w:r>
        <w:t>parents united with offspring, 52:21, 56:36</w:t>
      </w:r>
    </w:p>
    <w:p w:rsidR="00357218" w:rsidRDefault="00357218" w:rsidP="00357218">
      <w:pPr>
        <w:pStyle w:val="libNormal"/>
      </w:pPr>
      <w:r>
        <w:t>pure spouses in, 2:25, 3:15</w:t>
      </w:r>
    </w:p>
    <w:p w:rsidR="00357218" w:rsidRDefault="00357218" w:rsidP="00357218">
      <w:pPr>
        <w:pStyle w:val="libNormal"/>
      </w:pPr>
      <w:r>
        <w:t>several, 2:29, 2:164, 3:129, 6:73, 6:101, 17:44, 55:30, 65:12, 67:3, 71:15, 78:12</w:t>
      </w:r>
    </w:p>
    <w:p w:rsidR="008E4DDF" w:rsidRDefault="00357218" w:rsidP="00357218">
      <w:pPr>
        <w:pStyle w:val="libNormal"/>
      </w:pPr>
      <w:r>
        <w:t>virgin mates of modest gaze, 55:56, 55:72-74, 56:22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 xml:space="preserve">ell (the fire, the blazing flame), 2:24, 2:119, 2:161, 2:166, 2:201, 3:10, 3:12, 3:116, 3:131, 3:151, 3:162, 3:192, 4:55-56, 4:93, 4:97, 4:114, 4:121, 4:169, 5:10, 5:37, 5:72, 5:86, 6:27, 6:70, 6:128, 7:18, 7:36, 7:38, 7:41, 7:50, 7:179, 8:16, 8:36, 8:50, 9:17, 9:35, 9:49, 9:63, 9:68, 9:73, 9:81, 9:95, 9:109, 9:113, 10:8, 10:27, 11:16, 11:17, 11:98, 11:106, 11:113, 11:119, 13:5, 13:18, 13:35, 14:16, 14:49, 15:43, 16:29, 16:62, 17:8, 17:18, 17:39, 17:63, </w:t>
      </w:r>
      <w:r w:rsidR="00357218">
        <w:lastRenderedPageBreak/>
        <w:t>17:97, 18:29, 18:53, 18:100, 18:106, 19:68, 19:70, 19:86, 20:74, 21:39, 21:98, 22:4, 22:9, 22:19-22, 22:51, 22:72, 23:103-104, 24:57, 25:11-13, 25:34, 25:65, 26:91, 26:94, 27:90, 28:41, 29:25, 29:54, 29:68, 31:21, 32:13, 32:20, 33:64, 33:66, 34:12, 34:42, 35:6, 35:36, 36:63, 37:10, 37:23, 37:55, 37:63, 37:68, 37:163, 38:27, 38:56, 38:59, 38:61, 38:64, 38:85, 39:8, 39:16, 39:19, 39:32, 39:60, 39:71, 39:72, 40:6, 40:7, 40:41, 40:43, 40:46, 40:47, 40:49, 40:60, 40:72, 40:76, 41:19, 41:24, 41:28, 41:40, 42:7, 43:74, 44:47, 44:56, 45:10, 45:34, 45:35, 46:20, 46:34, 47:12, 47:15, 48:6, 48:13, 50:24, 50:30, 51:13, 52:13-16, 52:18, 54:48, 55:43, 56:94, 57:15, 57:19, 58:8, 58:17, 59:3, 59:17, 59:20, 64:10, 66:6, 66:9, 66:10, 67:5-10, 69:31, 70:15, 71:25, 72:15, 72:23, 73:12-13, 74:26-31, 74:42, 76:4, 77:31, 78:21, 79:36, 79:39, 81:12, 82:14, 83:16, 84:12, 85:10, 87:12, 88:4, 89:23, 90:20, 92:14, 98:6, 101:9-11, 102:6, 104:6-9, 111:3</w:t>
      </w:r>
    </w:p>
    <w:p w:rsidR="00357218" w:rsidRDefault="00357218" w:rsidP="00357218">
      <w:pPr>
        <w:pStyle w:val="libNormal"/>
      </w:pPr>
      <w:r>
        <w:t>burning despair and ice cold darkness in, 38:57</w:t>
      </w:r>
    </w:p>
    <w:p w:rsidR="00357218" w:rsidRDefault="00357218" w:rsidP="00357218">
      <w:pPr>
        <w:pStyle w:val="libNormal"/>
      </w:pPr>
      <w:r>
        <w:t>chain of 70 cubits, 69:32</w:t>
      </w:r>
    </w:p>
    <w:p w:rsidR="00357218" w:rsidRDefault="00357218" w:rsidP="00357218">
      <w:pPr>
        <w:pStyle w:val="libNormal"/>
      </w:pPr>
      <w:r>
        <w:t>inmates will neither die nor remain alive, 87:13</w:t>
      </w:r>
    </w:p>
    <w:p w:rsidR="008E4DDF" w:rsidRDefault="00357218" w:rsidP="00357218">
      <w:pPr>
        <w:pStyle w:val="libNormal"/>
      </w:pPr>
      <w:r>
        <w:t>stay for a limited duration, 78:23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istory</w:t>
      </w:r>
    </w:p>
    <w:p w:rsidR="008E4DDF" w:rsidRDefault="00357218" w:rsidP="00357218">
      <w:pPr>
        <w:pStyle w:val="libNormal"/>
      </w:pPr>
      <w:r>
        <w:t>study it, 3:137, 12:110-111, 14:5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omosexuality</w:t>
      </w:r>
    </w:p>
    <w:p w:rsidR="008E4DDF" w:rsidRDefault="00357218" w:rsidP="00357218">
      <w:pPr>
        <w:pStyle w:val="libNormal"/>
      </w:pPr>
      <w:r>
        <w:t>regarded as evil, 26:165-166, 27:55, 29:28-29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oney, 16:69, 47:15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orses, 16:8, 17:64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ousing, 16:80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ud, 7:65-72, 11:50-57, 11:89, 26:124-138, 46:21-25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umankind, 55:33, 91:7-8</w:t>
      </w:r>
    </w:p>
    <w:p w:rsidR="00357218" w:rsidRDefault="00357218" w:rsidP="00357218">
      <w:pPr>
        <w:pStyle w:val="libNormal"/>
      </w:pPr>
      <w:r>
        <w:t>born with a restless disposition, 70:19</w:t>
      </w:r>
    </w:p>
    <w:p w:rsidR="00357218" w:rsidRDefault="00357218" w:rsidP="00357218">
      <w:pPr>
        <w:pStyle w:val="libNormal"/>
      </w:pPr>
      <w:r>
        <w:t>created in fine form, 95:4</w:t>
      </w:r>
    </w:p>
    <w:p w:rsidR="00357218" w:rsidRDefault="00357218" w:rsidP="00357218">
      <w:pPr>
        <w:pStyle w:val="libNormal"/>
      </w:pPr>
      <w:r>
        <w:t>created in pairs, 78:8, 92:3</w:t>
      </w:r>
    </w:p>
    <w:p w:rsidR="00357218" w:rsidRDefault="00357218" w:rsidP="00357218">
      <w:pPr>
        <w:pStyle w:val="libNormal"/>
      </w:pPr>
      <w:r>
        <w:t>creation of, 2:30, 4:1, 6:98, 7:189, 10:4, 15:26, 15:28, 15:33, 39:6, 71:14, 96:2</w:t>
      </w:r>
    </w:p>
    <w:p w:rsidR="00357218" w:rsidRDefault="00357218" w:rsidP="00357218">
      <w:pPr>
        <w:pStyle w:val="libNormal"/>
      </w:pPr>
      <w:r>
        <w:t>from a drop of sperm, 16:4, 18:37, 22:5, 23:13, 35:11, 36:77, 40:67, 53:46, 75:37, 76:2, 80:19</w:t>
      </w:r>
    </w:p>
    <w:p w:rsidR="00357218" w:rsidRDefault="00357218" w:rsidP="00357218">
      <w:pPr>
        <w:pStyle w:val="libNormal"/>
      </w:pPr>
      <w:r>
        <w:t>from clay, 6:2, 7:12, 15:26, 17:61, 23:12, 32:7, 38:71, 38:76, 55:14</w:t>
      </w:r>
    </w:p>
    <w:p w:rsidR="00357218" w:rsidRDefault="00357218" w:rsidP="00357218">
      <w:pPr>
        <w:pStyle w:val="libNormal"/>
      </w:pPr>
      <w:r>
        <w:t>with water, 37:11</w:t>
      </w:r>
    </w:p>
    <w:p w:rsidR="00357218" w:rsidRDefault="00357218" w:rsidP="00357218">
      <w:pPr>
        <w:pStyle w:val="libNormal"/>
      </w:pPr>
      <w:r>
        <w:t>from dark transmuted slime, 15:26, 15:28, 15:33</w:t>
      </w:r>
    </w:p>
    <w:p w:rsidR="00357218" w:rsidRDefault="00357218" w:rsidP="00357218">
      <w:pPr>
        <w:pStyle w:val="libNormal"/>
      </w:pPr>
      <w:r>
        <w:t>from dust, 3:59, 18:37, 22:5, 30:20, 35:11, 40:67, 53:32</w:t>
      </w:r>
    </w:p>
    <w:p w:rsidR="00357218" w:rsidRDefault="00357218" w:rsidP="00357218">
      <w:pPr>
        <w:pStyle w:val="libNormal"/>
      </w:pPr>
      <w:r>
        <w:t>from earth, 11:61</w:t>
      </w:r>
    </w:p>
    <w:p w:rsidR="00357218" w:rsidRDefault="00357218" w:rsidP="00357218">
      <w:pPr>
        <w:pStyle w:val="libNormal"/>
      </w:pPr>
      <w:r>
        <w:t>from seminal fluid, 86:6</w:t>
      </w:r>
    </w:p>
    <w:p w:rsidR="00357218" w:rsidRDefault="00357218" w:rsidP="00357218">
      <w:pPr>
        <w:pStyle w:val="libNormal"/>
      </w:pPr>
      <w:r>
        <w:t>from male and female, 49:13</w:t>
      </w:r>
    </w:p>
    <w:p w:rsidR="00357218" w:rsidRDefault="00357218" w:rsidP="00357218">
      <w:pPr>
        <w:pStyle w:val="libNormal"/>
      </w:pPr>
      <w:r>
        <w:t>diversity in, 30:22, 35:28</w:t>
      </w:r>
    </w:p>
    <w:p w:rsidR="00357218" w:rsidRDefault="00357218" w:rsidP="00357218">
      <w:pPr>
        <w:pStyle w:val="libNormal"/>
      </w:pPr>
      <w:r>
        <w:lastRenderedPageBreak/>
        <w:t>given free will, 36:67</w:t>
      </w:r>
    </w:p>
    <w:p w:rsidR="00357218" w:rsidRDefault="00357218" w:rsidP="00357218">
      <w:pPr>
        <w:pStyle w:val="libNormal"/>
      </w:pPr>
      <w:r>
        <w:t>grows gradually from the earth, 71:17</w:t>
      </w:r>
    </w:p>
    <w:p w:rsidR="00357218" w:rsidRDefault="00357218" w:rsidP="00357218">
      <w:pPr>
        <w:pStyle w:val="libNormal"/>
      </w:pPr>
      <w:r>
        <w:t>insignificant compared to the Universe, 40:57</w:t>
      </w:r>
    </w:p>
    <w:p w:rsidR="00357218" w:rsidRDefault="00357218" w:rsidP="00357218">
      <w:pPr>
        <w:pStyle w:val="libNormal"/>
      </w:pPr>
      <w:r>
        <w:t>mates of your own kind, 16:72, 30:21, 42:11</w:t>
      </w:r>
    </w:p>
    <w:p w:rsidR="00357218" w:rsidRDefault="00357218" w:rsidP="00357218">
      <w:pPr>
        <w:pStyle w:val="libNormal"/>
      </w:pPr>
      <w:r>
        <w:t>selfishness ever present in soul, 4:128</w:t>
      </w:r>
    </w:p>
    <w:p w:rsidR="008E4DDF" w:rsidRDefault="00357218" w:rsidP="00357218">
      <w:pPr>
        <w:pStyle w:val="libNormal"/>
      </w:pPr>
      <w:r>
        <w:t>vilest are those who don't use reason, 8:22, 8:55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unayn, 9:25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unting</w:t>
      </w:r>
    </w:p>
    <w:p w:rsidR="008E4DDF" w:rsidRDefault="00357218" w:rsidP="00357218">
      <w:pPr>
        <w:pStyle w:val="libNormal"/>
      </w:pPr>
      <w:r>
        <w:t>about animals trained to hunt, 5:4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ur'in (a.k.a. Houries), 44:54, 52:20, 55:72, 56:22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ydrology, 14:32, 16:15, 39:21</w:t>
      </w:r>
    </w:p>
    <w:p w:rsidR="008E4DDF" w:rsidRDefault="00357218" w:rsidP="00357218">
      <w:pPr>
        <w:pStyle w:val="libNormal"/>
      </w:pPr>
      <w:r>
        <w:t>scum, 13:17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ypocrites, 2:217, 4:38, 5:61, 9:61-70, 9:73-110</w:t>
      </w:r>
    </w:p>
    <w:p w:rsidR="00357218" w:rsidRDefault="00357218" w:rsidP="00357218">
      <w:pPr>
        <w:pStyle w:val="libNormal"/>
      </w:pPr>
      <w:r>
        <w:t>praying for them does no good, 9:84, 9:113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8" w:name="_Toc486768131"/>
      <w:r>
        <w:lastRenderedPageBreak/>
        <w:t>I</w:t>
      </w:r>
      <w:bookmarkEnd w:id="8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blis (Satan), 2:34, 3:155, 3:175, 4:38, 4:60, 4:76, 4:116, 4:119-120, 4:140, 4:145, 5:90, 5:91, 6:38, 6:43, 6:68, 7:11-12, 7:20, 7:21, 7:27, 7:175, 7:200, 7:201, 8:11, 8:48, 12:5, 12:42, 12:100, 14:22, 15:31-40, 16:63, 16:98, 17:27, 17:53, 17:61, 17:64, 18:50, 18:63, 19:44, 19:45, 20:116, 20:120, 22:52, 22:53, 24:21, 25:29, 26:95, 27:24, 28:15, 29:38, 31:21, 34:20-21, 35:6, 36:60, 37:65, 38:41, 38:74-85, 41:36, 43:62, 47:25, 58:10, 58:19, 59:16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dolatry</w:t>
      </w:r>
    </w:p>
    <w:p w:rsidR="008E4DDF" w:rsidRDefault="00357218" w:rsidP="00357218">
      <w:pPr>
        <w:pStyle w:val="libNormal"/>
      </w:pPr>
      <w:r>
        <w:t>forbidden, 5:90, 6:145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dris, 19:56-57, 21:85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mmorality</w:t>
      </w:r>
    </w:p>
    <w:p w:rsidR="00357218" w:rsidRDefault="00357218" w:rsidP="00357218">
      <w:pPr>
        <w:pStyle w:val="libNormal"/>
      </w:pPr>
      <w:r>
        <w:t>punish both, 4:15</w:t>
      </w:r>
    </w:p>
    <w:p w:rsidR="00357218" w:rsidRDefault="00357218" w:rsidP="00357218">
      <w:pPr>
        <w:pStyle w:val="libNormal"/>
      </w:pPr>
      <w:r>
        <w:t>repentance cancels punishment, 4:15</w:t>
      </w:r>
    </w:p>
    <w:p w:rsidR="00357218" w:rsidRDefault="00357218" w:rsidP="00357218">
      <w:pPr>
        <w:pStyle w:val="libNormal"/>
      </w:pPr>
      <w:r>
        <w:t>deathbed repentance excluded, 4:18</w:t>
      </w:r>
    </w:p>
    <w:p w:rsidR="00357218" w:rsidRDefault="00357218" w:rsidP="00357218">
      <w:pPr>
        <w:pStyle w:val="libNormal"/>
      </w:pPr>
      <w:r>
        <w:t>women, 4:15</w:t>
      </w:r>
    </w:p>
    <w:p w:rsidR="00357218" w:rsidRDefault="00357218" w:rsidP="00357218">
      <w:pPr>
        <w:pStyle w:val="libNormal"/>
      </w:pPr>
      <w:r>
        <w:t>four witnesses required in order to "convict", 4:15</w:t>
      </w:r>
    </w:p>
    <w:p w:rsidR="00357218" w:rsidRDefault="00357218" w:rsidP="00357218">
      <w:pPr>
        <w:pStyle w:val="libNormal"/>
      </w:pPr>
      <w:r>
        <w:t>Imposters</w:t>
      </w:r>
    </w:p>
    <w:p w:rsidR="00357218" w:rsidRDefault="00357218" w:rsidP="00357218">
      <w:pPr>
        <w:pStyle w:val="libNormal"/>
      </w:pPr>
      <w:r>
        <w:t>religious, 2:78</w:t>
      </w:r>
    </w:p>
    <w:p w:rsidR="008E4DDF" w:rsidRDefault="00357218" w:rsidP="00357218">
      <w:pPr>
        <w:pStyle w:val="libNormal"/>
      </w:pPr>
      <w:r>
        <w:t>punishment for, 2:78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mran, House of, 3:33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n sha' Allah, 18:23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nheritance, 2:180, 4:176, 89:19</w:t>
      </w:r>
    </w:p>
    <w:p w:rsidR="00357218" w:rsidRDefault="00357218" w:rsidP="00357218">
      <w:pPr>
        <w:pStyle w:val="libNormal"/>
      </w:pPr>
      <w:r>
        <w:t>apportionment to</w:t>
      </w:r>
    </w:p>
    <w:p w:rsidR="00357218" w:rsidRDefault="00357218" w:rsidP="00357218">
      <w:pPr>
        <w:pStyle w:val="libNormal"/>
      </w:pPr>
      <w:r>
        <w:t>children and parents, 4:11</w:t>
      </w:r>
    </w:p>
    <w:p w:rsidR="00357218" w:rsidRDefault="00357218" w:rsidP="00357218">
      <w:pPr>
        <w:pStyle w:val="libNormal"/>
      </w:pPr>
      <w:r>
        <w:t>other kin, orphans, and the needy, 4:8</w:t>
      </w:r>
    </w:p>
    <w:p w:rsidR="00357218" w:rsidRDefault="00357218" w:rsidP="00357218">
      <w:pPr>
        <w:pStyle w:val="libNormal"/>
      </w:pPr>
      <w:r>
        <w:t>siblings, 4:12</w:t>
      </w:r>
    </w:p>
    <w:p w:rsidR="00357218" w:rsidRDefault="00357218" w:rsidP="00357218">
      <w:pPr>
        <w:pStyle w:val="libNormal"/>
      </w:pPr>
      <w:r>
        <w:t>widows and widowers, 4:12</w:t>
      </w:r>
    </w:p>
    <w:p w:rsidR="00357218" w:rsidRDefault="00357218" w:rsidP="00357218">
      <w:pPr>
        <w:pStyle w:val="libNormal"/>
      </w:pPr>
      <w:r>
        <w:t>don't hold unloved wives for, 4:19</w:t>
      </w:r>
    </w:p>
    <w:p w:rsidR="00357218" w:rsidRDefault="00357218" w:rsidP="00357218">
      <w:pPr>
        <w:pStyle w:val="libNormal"/>
      </w:pPr>
      <w:r>
        <w:t>for men, 4:7</w:t>
      </w:r>
    </w:p>
    <w:p w:rsidR="00357218" w:rsidRDefault="00357218" w:rsidP="00357218">
      <w:pPr>
        <w:pStyle w:val="libNormal"/>
      </w:pPr>
      <w:r>
        <w:t>for women, 4:7</w:t>
      </w:r>
    </w:p>
    <w:p w:rsidR="008E4DDF" w:rsidRDefault="00357218" w:rsidP="00357218">
      <w:pPr>
        <w:pStyle w:val="libNormal"/>
      </w:pPr>
      <w:r>
        <w:t>summary, 4:33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nterest on loans (see Usury)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ntoxicants, 16:67</w:t>
      </w:r>
    </w:p>
    <w:p w:rsidR="00357218" w:rsidRDefault="00357218" w:rsidP="00357218">
      <w:pPr>
        <w:pStyle w:val="libNormal"/>
      </w:pPr>
      <w:r>
        <w:t>don't pray while drunk, 4:43</w:t>
      </w:r>
    </w:p>
    <w:p w:rsidR="008E4DDF" w:rsidRDefault="00357218" w:rsidP="00357218">
      <w:pPr>
        <w:pStyle w:val="libNormal"/>
      </w:pPr>
      <w:r>
        <w:t>forbidden except in dire circumstances, 2:219, 5:90, 5:91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ram, 89:7-8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ron, 57:25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saac, 2:136, 2:140, 3:84, 4:163, 6:84, 11:71, 12:5, 12:6, 12:38, 14:39, 21:72, 37:112-113, 38:45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I</w:t>
      </w:r>
      <w:r w:rsidR="00357218">
        <w:t>shmael, 2:136, 2:140, 3:84, 4:163, 6:86, 14:39, 21:85, 37:102-109, 38:48</w:t>
      </w:r>
    </w:p>
    <w:p w:rsidR="00357218" w:rsidRDefault="00357218" w:rsidP="00357218">
      <w:pPr>
        <w:pStyle w:val="libNormal"/>
      </w:pPr>
      <w:r>
        <w:t>and Hagar, 2:158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9" w:name="_Toc486768132"/>
      <w:r>
        <w:lastRenderedPageBreak/>
        <w:t>J</w:t>
      </w:r>
      <w:bookmarkEnd w:id="9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acob (Israel), 3:84, 4:163, 6:84, 6:85, 11:71, 12:38, 12:68, 19:6, 19:49-50, 19:58, 21:72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esus, 4:163, 9:30, 9:31, 10:68, 19:30-34, 21:91, 23:50, 33:7, 61:6, 61:14</w:t>
      </w:r>
    </w:p>
    <w:p w:rsidR="008E4DDF" w:rsidRDefault="00357218" w:rsidP="00357218">
      <w:pPr>
        <w:pStyle w:val="libNormal"/>
      </w:pPr>
      <w:r>
        <w:t>bears witness on Resurrection Day, 4:159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C</w:t>
      </w:r>
      <w:r w:rsidR="00357218">
        <w:t>hristians asked not to deify, 4:171</w:t>
      </w:r>
    </w:p>
    <w:p w:rsidR="00357218" w:rsidRDefault="00357218" w:rsidP="00357218">
      <w:pPr>
        <w:pStyle w:val="libNormal"/>
      </w:pPr>
      <w:r>
        <w:t>creation of, 3:45-49, 19:22</w:t>
      </w:r>
    </w:p>
    <w:p w:rsidR="00357218" w:rsidRDefault="00357218" w:rsidP="00357218">
      <w:pPr>
        <w:pStyle w:val="libNormal"/>
      </w:pPr>
      <w:r>
        <w:t>disciples, 3:52, 61:14</w:t>
      </w:r>
    </w:p>
    <w:p w:rsidR="00357218" w:rsidRDefault="00357218" w:rsidP="00357218">
      <w:pPr>
        <w:pStyle w:val="libNormal"/>
      </w:pPr>
      <w:r>
        <w:t>divergent views about, 43:65</w:t>
      </w:r>
    </w:p>
    <w:p w:rsidR="00357218" w:rsidRDefault="00357218" w:rsidP="00357218">
      <w:pPr>
        <w:pStyle w:val="libNormal"/>
      </w:pPr>
      <w:r>
        <w:t>followers above others on Resurrection day, 3:55</w:t>
      </w:r>
    </w:p>
    <w:p w:rsidR="00357218" w:rsidRDefault="00357218" w:rsidP="00357218">
      <w:pPr>
        <w:pStyle w:val="libNormal"/>
      </w:pPr>
      <w:r>
        <w:t>healing of blind and lepers, raising the dead, 5:110</w:t>
      </w:r>
    </w:p>
    <w:p w:rsidR="00357218" w:rsidRDefault="00357218" w:rsidP="00357218">
      <w:pPr>
        <w:pStyle w:val="libNormal"/>
      </w:pPr>
      <w:r>
        <w:t>his holy inspiration, 2:87, 2:252, 5:110</w:t>
      </w:r>
    </w:p>
    <w:p w:rsidR="00357218" w:rsidRDefault="00357218" w:rsidP="00357218">
      <w:pPr>
        <w:pStyle w:val="libNormal"/>
      </w:pPr>
      <w:r>
        <w:t>his nature is as Adam's, 3:59</w:t>
      </w:r>
    </w:p>
    <w:p w:rsidR="008E4DDF" w:rsidRDefault="00357218" w:rsidP="00357218">
      <w:pPr>
        <w:pStyle w:val="libNormal"/>
      </w:pPr>
      <w:r>
        <w:t>is the means to know Judgement Day (alternate translation), 43:61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ews boast of killing, 4:157</w:t>
      </w:r>
    </w:p>
    <w:p w:rsidR="00357218" w:rsidRDefault="00357218" w:rsidP="00357218">
      <w:pPr>
        <w:pStyle w:val="libNormal"/>
      </w:pPr>
      <w:r>
        <w:t>not Allah, 5:17, 5:72, 5:116</w:t>
      </w:r>
    </w:p>
    <w:p w:rsidR="00357218" w:rsidRDefault="00357218" w:rsidP="00357218">
      <w:pPr>
        <w:pStyle w:val="libNormal"/>
      </w:pPr>
      <w:r>
        <w:t>only a messenger, 4:171, 4:172, 5:75, 19:30</w:t>
      </w:r>
    </w:p>
    <w:p w:rsidR="00357218" w:rsidRDefault="00357218" w:rsidP="00357218">
      <w:pPr>
        <w:pStyle w:val="libNormal"/>
      </w:pPr>
      <w:r>
        <w:t>only seemed slain and crucified, 4:157</w:t>
      </w:r>
    </w:p>
    <w:p w:rsidR="00357218" w:rsidRDefault="00357218" w:rsidP="00357218">
      <w:pPr>
        <w:pStyle w:val="libNormal"/>
      </w:pPr>
      <w:r>
        <w:t>resurrected, 4:158</w:t>
      </w:r>
    </w:p>
    <w:p w:rsidR="00357218" w:rsidRDefault="00357218" w:rsidP="00357218">
      <w:pPr>
        <w:pStyle w:val="libNormal"/>
      </w:pPr>
      <w:r>
        <w:t>resurrection foretold, 3:55, 19:33</w:t>
      </w:r>
    </w:p>
    <w:p w:rsidR="008E4DDF" w:rsidRDefault="00357218" w:rsidP="00357218">
      <w:pPr>
        <w:pStyle w:val="libNormal"/>
      </w:pPr>
      <w:r>
        <w:t>truth about him will be realized when people die, 4:159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ews, 5:69, 22:17</w:t>
      </w:r>
    </w:p>
    <w:p w:rsidR="00357218" w:rsidRDefault="00357218" w:rsidP="00357218">
      <w:pPr>
        <w:pStyle w:val="libNormal"/>
      </w:pPr>
      <w:r>
        <w:t>and Christians, 2:120, 2:139, 3:75, 5:68</w:t>
      </w:r>
    </w:p>
    <w:p w:rsidR="00357218" w:rsidRDefault="00357218" w:rsidP="00357218">
      <w:pPr>
        <w:pStyle w:val="libNormal"/>
      </w:pPr>
      <w:r>
        <w:t>messenger comes to them, 5:32</w:t>
      </w:r>
    </w:p>
    <w:p w:rsidR="00357218" w:rsidRDefault="00357218" w:rsidP="00357218">
      <w:pPr>
        <w:pStyle w:val="libNormal"/>
      </w:pPr>
      <w:r>
        <w:t>enmity and hatred among them, 5:64</w:t>
      </w:r>
    </w:p>
    <w:p w:rsidR="00357218" w:rsidRDefault="00357218" w:rsidP="00357218">
      <w:pPr>
        <w:pStyle w:val="libNormal"/>
      </w:pPr>
      <w:r>
        <w:t>fights between, 2:113</w:t>
      </w:r>
    </w:p>
    <w:p w:rsidR="00357218" w:rsidRDefault="00357218" w:rsidP="00357218">
      <w:pPr>
        <w:pStyle w:val="libNormal"/>
      </w:pPr>
      <w:r>
        <w:t>food restrictions, 6:146</w:t>
      </w:r>
    </w:p>
    <w:p w:rsidR="00357218" w:rsidRDefault="00357218" w:rsidP="00357218">
      <w:pPr>
        <w:pStyle w:val="libNormal"/>
      </w:pPr>
      <w:r>
        <w:t>have no rights to claim Allah's bounty exclusively, 57:29</w:t>
      </w:r>
    </w:p>
    <w:p w:rsidR="00357218" w:rsidRDefault="00357218" w:rsidP="00357218">
      <w:pPr>
        <w:pStyle w:val="libNormal"/>
      </w:pPr>
      <w:r>
        <w:t>heaven not only for them, 2:111</w:t>
      </w:r>
    </w:p>
    <w:p w:rsidR="00357218" w:rsidRDefault="00357218" w:rsidP="00357218">
      <w:pPr>
        <w:pStyle w:val="libNormal"/>
      </w:pPr>
      <w:r>
        <w:t>say they are "Allah's Children", 5:18</w:t>
      </w:r>
    </w:p>
    <w:p w:rsidR="00357218" w:rsidRDefault="00357218" w:rsidP="00357218">
      <w:pPr>
        <w:pStyle w:val="libNormal"/>
      </w:pPr>
      <w:r>
        <w:t>believe in but few things, 4:155</w:t>
      </w:r>
    </w:p>
    <w:p w:rsidR="00357218" w:rsidRDefault="00357218" w:rsidP="00357218">
      <w:pPr>
        <w:pStyle w:val="libNormal"/>
      </w:pPr>
      <w:r>
        <w:t>claim that they alone are close to Allah, 2:94, 62:6</w:t>
      </w:r>
    </w:p>
    <w:p w:rsidR="00357218" w:rsidRDefault="00357218" w:rsidP="00357218">
      <w:pPr>
        <w:pStyle w:val="libNormal"/>
      </w:pPr>
      <w:r>
        <w:t>denied good things of life, 4:160</w:t>
      </w:r>
    </w:p>
    <w:p w:rsidR="00357218" w:rsidRDefault="00357218" w:rsidP="00357218">
      <w:pPr>
        <w:pStyle w:val="libNormal"/>
      </w:pPr>
      <w:r>
        <w:t>reasons for, 4:161</w:t>
      </w:r>
    </w:p>
    <w:p w:rsidR="00357218" w:rsidRDefault="00357218" w:rsidP="00357218">
      <w:pPr>
        <w:pStyle w:val="libNormal"/>
      </w:pPr>
      <w:r>
        <w:t>foods which are forbidden for, 6:146</w:t>
      </w:r>
    </w:p>
    <w:p w:rsidR="00357218" w:rsidRDefault="00357218" w:rsidP="00357218">
      <w:pPr>
        <w:pStyle w:val="libNormal"/>
      </w:pPr>
      <w:r>
        <w:t>good deeds of ancestors don't count, 2:136</w:t>
      </w:r>
    </w:p>
    <w:p w:rsidR="00357218" w:rsidRDefault="00357218" w:rsidP="00357218">
      <w:pPr>
        <w:pStyle w:val="libNormal"/>
      </w:pPr>
      <w:r>
        <w:t>hurting themselves by their misinterpretations, 5:64</w:t>
      </w:r>
    </w:p>
    <w:p w:rsidR="00357218" w:rsidRDefault="00357218" w:rsidP="00357218">
      <w:pPr>
        <w:pStyle w:val="libNormal"/>
      </w:pPr>
      <w:r>
        <w:t>mistaken to believe in their own revelations only, 2:91</w:t>
      </w:r>
    </w:p>
    <w:p w:rsidR="00357218" w:rsidRDefault="00357218" w:rsidP="00357218">
      <w:pPr>
        <w:pStyle w:val="libNormal"/>
      </w:pPr>
      <w:r>
        <w:t>most have forgotten what they've been told to bear in mind, 5:13</w:t>
      </w:r>
    </w:p>
    <w:p w:rsidR="00357218" w:rsidRDefault="00357218" w:rsidP="00357218">
      <w:pPr>
        <w:pStyle w:val="libNormal"/>
      </w:pPr>
      <w:r>
        <w:t>most hostile to Muslims, 5:82</w:t>
      </w:r>
    </w:p>
    <w:p w:rsidR="00357218" w:rsidRDefault="00357218" w:rsidP="00357218">
      <w:pPr>
        <w:pStyle w:val="libNormal"/>
      </w:pPr>
      <w:r>
        <w:t>ransoming each other during the Prophet's life, 2:85</w:t>
      </w:r>
    </w:p>
    <w:p w:rsidR="00357218" w:rsidRDefault="00357218" w:rsidP="00357218">
      <w:pPr>
        <w:pStyle w:val="libNormal"/>
      </w:pPr>
      <w:r>
        <w:t>religious commandments, 2:43, 2:84-85, 5:32</w:t>
      </w:r>
    </w:p>
    <w:p w:rsidR="00357218" w:rsidRDefault="00357218" w:rsidP="00357218">
      <w:pPr>
        <w:pStyle w:val="libNormal"/>
      </w:pPr>
      <w:r>
        <w:lastRenderedPageBreak/>
        <w:t>retribution given in the Torah, 5:45</w:t>
      </w:r>
    </w:p>
    <w:p w:rsidR="00357218" w:rsidRDefault="00357218" w:rsidP="00357218">
      <w:pPr>
        <w:pStyle w:val="libNormal"/>
      </w:pPr>
      <w:r>
        <w:t>righteous will be rewarded, 2:62, 5:65, 5:69</w:t>
      </w:r>
    </w:p>
    <w:p w:rsidR="00357218" w:rsidRDefault="00357218" w:rsidP="00357218">
      <w:pPr>
        <w:pStyle w:val="libNormal"/>
      </w:pPr>
      <w:r>
        <w:t>say "Ezra is Allah's Son", 9:30</w:t>
      </w:r>
    </w:p>
    <w:p w:rsidR="00357218" w:rsidRDefault="00357218" w:rsidP="00357218">
      <w:pPr>
        <w:pStyle w:val="libNormal"/>
      </w:pPr>
      <w:r>
        <w:t>say "Our hearts are full of knowledge.", 2:88, 4:155</w:t>
      </w:r>
    </w:p>
    <w:p w:rsidR="00357218" w:rsidRDefault="00357218" w:rsidP="00357218">
      <w:pPr>
        <w:pStyle w:val="libNormal"/>
      </w:pPr>
      <w:r>
        <w:t>slaying prophets, 2:61, 3:21, 3:112, 3:181, 3:183, 4:155, 4:157, 5:70</w:t>
      </w:r>
    </w:p>
    <w:p w:rsidR="00357218" w:rsidRDefault="00357218" w:rsidP="00357218">
      <w:pPr>
        <w:pStyle w:val="libNormal"/>
      </w:pPr>
      <w:r>
        <w:t>some distort meanings of all revelations, 4:46, 5:13, 5:41</w:t>
      </w:r>
    </w:p>
    <w:p w:rsidR="00357218" w:rsidRDefault="00357218" w:rsidP="00357218">
      <w:pPr>
        <w:pStyle w:val="libNormal"/>
      </w:pPr>
      <w:r>
        <w:t>forgive them, 5:13</w:t>
      </w:r>
    </w:p>
    <w:p w:rsidR="008E4DDF" w:rsidRDefault="00357218" w:rsidP="00357218">
      <w:pPr>
        <w:pStyle w:val="libNormal"/>
      </w:pPr>
      <w:r>
        <w:t>warning to, 4:47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ihad (fighting, striving, struggling, endeavoring)</w:t>
      </w:r>
    </w:p>
    <w:p w:rsidR="00357218" w:rsidRDefault="00357218" w:rsidP="00357218">
      <w:pPr>
        <w:pStyle w:val="libNormal"/>
      </w:pPr>
      <w:r>
        <w:t>non-believing parents trying to persuade a believer to polytheism, 29:8, 31:15</w:t>
      </w:r>
    </w:p>
    <w:p w:rsidR="00357218" w:rsidRDefault="00357218" w:rsidP="00357218">
      <w:pPr>
        <w:pStyle w:val="libNormal"/>
      </w:pPr>
      <w:r>
        <w:t>striving hard against disbelievers, 9:73, 25:52, 66:9</w:t>
      </w:r>
    </w:p>
    <w:p w:rsidR="008E4DDF" w:rsidRDefault="00357218" w:rsidP="00357218">
      <w:pPr>
        <w:pStyle w:val="libNormal"/>
      </w:pPr>
      <w:r>
        <w:t>striving hard in Allah's cause, 2:218, 3:142, 4:95, 5:35, 5:54, 8:72, 8:74-75, 9:16, 9:19-20, 9:24, 9:44, 9:86, 9:88, 22:78, 29:6, 29:69, 49:15, 60:1, 61:11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inn, 6:100, 6:112, 6:128, 6:130, 7:179, 11:119, 15:27, 17:88, 18:50, 27:17, 32:13, 34:12, 34:14, 37:158, 41:25, 41:29, 46:18, 46:29, 51:56, 55:15, 55:33, 55:39, 55:56, 55:74, 72:1-15, 72:5, 72:6, 114:6</w:t>
      </w:r>
    </w:p>
    <w:p w:rsidR="008E4DDF" w:rsidRDefault="00357218" w:rsidP="00357218">
      <w:pPr>
        <w:pStyle w:val="libNormal"/>
      </w:pPr>
      <w:r>
        <w:t>created of fire, 15:27, 55:15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ob, 4:163, 6:84, 21:83, 38:41-44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ohn the Baptist, 3:38-40, 6:85, 6:86, 19:7-15, 21:90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onah, 4:163, 6:86, 10:98, 21:87, 37:139-148, 68:48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ordan, 2:58</w:t>
      </w:r>
    </w:p>
    <w:p w:rsidR="00357218" w:rsidRDefault="00357218" w:rsidP="00357218">
      <w:pPr>
        <w:pStyle w:val="libNormal"/>
      </w:pPr>
      <w:r>
        <w:t>enter humbly, 2:58, 7:161</w:t>
      </w:r>
    </w:p>
    <w:p w:rsidR="008E4DDF" w:rsidRDefault="00357218" w:rsidP="00357218">
      <w:pPr>
        <w:pStyle w:val="libNormal"/>
      </w:pPr>
      <w:r>
        <w:t>entry into, 5:21-26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ews allowed there, not due them, 2:58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oseph, 6:84, 12:4-101, 12:102, 40:34</w:t>
      </w:r>
    </w:p>
    <w:p w:rsidR="00357218" w:rsidRDefault="00357218" w:rsidP="00357218">
      <w:pPr>
        <w:pStyle w:val="libNormal"/>
      </w:pPr>
      <w:r>
        <w:t>attempted seduction of, 12:23</w:t>
      </w:r>
    </w:p>
    <w:p w:rsidR="008E4DDF" w:rsidRDefault="00357218" w:rsidP="00357218">
      <w:pPr>
        <w:pStyle w:val="libNormal"/>
      </w:pPr>
      <w:r>
        <w:t>sold to an Egyptian, 12:21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udgement, 4:58, 5:8, 6:151-152, 37:53, 40:78, 45:21, 50:29, 51:6, 60:10, 69:18, 76:24, 82:9, 95:8</w:t>
      </w:r>
    </w:p>
    <w:p w:rsidR="00357218" w:rsidRDefault="00357218" w:rsidP="00357218">
      <w:pPr>
        <w:pStyle w:val="libNormal"/>
      </w:pPr>
      <w:r>
        <w:t>be just, 5:8, 5:42</w:t>
      </w:r>
    </w:p>
    <w:p w:rsidR="008E4DDF" w:rsidRDefault="00357218" w:rsidP="00357218">
      <w:pPr>
        <w:pStyle w:val="libNormal"/>
      </w:pPr>
      <w:r>
        <w:t>don't let hate lead judgement astray, 5:8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D</w:t>
      </w:r>
      <w:r w:rsidR="00357218">
        <w:t xml:space="preserve">ay, 2:123, 2:177, 2:254, 3:9, 3:25, 3:106, 3:114, 4:41, 4:59, 4:136, 5:69, 5:119, 6:15-16, 6:40, 6:128, 7:8, 7:53, 7:187, 9:29, 9:35, 9:44, 9:45, 9:77, 9:99, 10:15, 10:28, 11:3, 11:8, 11:25, 11:84, 11:103, 11:105, 12:107, 14:21, 14:29, 14:30, 14:41, 14:42, 14:44, 14:48, 14:49, 15:36, 15:38, 16:77, 16:84, 16:87, 16:89, 16:111, 17:71, 17:104, 18:99, 18:100, 19:37-39, 19:75, 19:85, </w:t>
      </w:r>
      <w:r w:rsidR="00357218">
        <w:lastRenderedPageBreak/>
        <w:t>20:15, 20:105-112, 21:49, 21:103-104, 22:2-7, 22:55-56, 24:37, 25:8, 25:11, 26:82, 27:83, 30:12, 30:14, 30:55, 32:14, 33:21, 33:44, 33:63, 33:66, 34:3, 37:20, 38:16, 38:26, 38:53, 39:13, 40:9, 40:27, 40:33, 40:51, 40:59, 42:7, 43:66, 43:83, 43:85, 44:40, 45:27, 45:32, 45:34, 45:35, 47:18, 50:20, 51:12, 52:45, 54:46, 54:48, 56:56, 58:22, 60:6, 64:9, 69:19-37, 70:26, 74:46, 76:7, 77:13-14, 77:38, 78:17, 79:6-14, 81:1-14, 82:15, 83:11, 99:1-8, 101:1</w:t>
      </w:r>
    </w:p>
    <w:p w:rsidR="00357218" w:rsidRDefault="00357218" w:rsidP="00357218">
      <w:pPr>
        <w:pStyle w:val="libNormal"/>
      </w:pPr>
      <w:r>
        <w:t>messengers called together, 77:11</w:t>
      </w:r>
    </w:p>
    <w:p w:rsidR="00357218" w:rsidRDefault="00357218" w:rsidP="00357218">
      <w:pPr>
        <w:pStyle w:val="libNormal"/>
      </w:pPr>
      <w:r>
        <w:t>are disbelievers really ready for, 10:51-52</w:t>
      </w:r>
    </w:p>
    <w:p w:rsidR="00357218" w:rsidRDefault="00357218" w:rsidP="00357218">
      <w:pPr>
        <w:pStyle w:val="libNormal"/>
      </w:pPr>
      <w:r>
        <w:t>repentence then is too late, 40:85</w:t>
      </w:r>
    </w:p>
    <w:p w:rsidR="00357218" w:rsidRDefault="00357218" w:rsidP="00357218">
      <w:pPr>
        <w:pStyle w:val="libNormal"/>
      </w:pPr>
      <w:r>
        <w:t>"childrens' hair turns grey", 73:17</w:t>
      </w:r>
    </w:p>
    <w:p w:rsidR="00357218" w:rsidRDefault="00357218" w:rsidP="00357218">
      <w:pPr>
        <w:pStyle w:val="libNormal"/>
      </w:pPr>
      <w:r>
        <w:t>earth</w:t>
      </w:r>
    </w:p>
    <w:p w:rsidR="00357218" w:rsidRDefault="00357218" w:rsidP="00357218">
      <w:pPr>
        <w:pStyle w:val="libNormal"/>
      </w:pPr>
      <w:r>
        <w:t>and mountains lifted and crushed, 69:14, 89:21</w:t>
      </w:r>
    </w:p>
    <w:p w:rsidR="00357218" w:rsidRDefault="00357218" w:rsidP="00357218">
      <w:pPr>
        <w:pStyle w:val="libNormal"/>
      </w:pPr>
      <w:r>
        <w:t>levelled, 84:3</w:t>
      </w:r>
    </w:p>
    <w:p w:rsidR="00357218" w:rsidRDefault="00357218" w:rsidP="00357218">
      <w:pPr>
        <w:pStyle w:val="libNormal"/>
      </w:pPr>
      <w:r>
        <w:t>riven asunder, 50:44</w:t>
      </w:r>
    </w:p>
    <w:p w:rsidR="00357218" w:rsidRDefault="00357218" w:rsidP="00357218">
      <w:pPr>
        <w:pStyle w:val="libNormal"/>
      </w:pPr>
      <w:r>
        <w:t>severely shaken, 56:4</w:t>
      </w:r>
    </w:p>
    <w:p w:rsidR="00357218" w:rsidRDefault="00357218" w:rsidP="00357218">
      <w:pPr>
        <w:pStyle w:val="libNormal"/>
      </w:pPr>
      <w:r>
        <w:t>will be convulsed and become like a moving sand-dune, 73:14</w:t>
      </w:r>
    </w:p>
    <w:p w:rsidR="00357218" w:rsidRDefault="00357218" w:rsidP="00357218">
      <w:pPr>
        <w:pStyle w:val="libNormal"/>
      </w:pPr>
      <w:r>
        <w:t>flash of fire followed by smoke, 55:35</w:t>
      </w:r>
    </w:p>
    <w:p w:rsidR="00357218" w:rsidRDefault="00357218" w:rsidP="00357218">
      <w:pPr>
        <w:pStyle w:val="libNormal"/>
      </w:pPr>
      <w:r>
        <w:t>moon split asunder, 54:1</w:t>
      </w:r>
    </w:p>
    <w:p w:rsidR="00357218" w:rsidRDefault="00357218" w:rsidP="00357218">
      <w:pPr>
        <w:pStyle w:val="libNormal"/>
      </w:pPr>
      <w:r>
        <w:t>mountains</w:t>
      </w:r>
    </w:p>
    <w:p w:rsidR="00357218" w:rsidRDefault="00357218" w:rsidP="00357218">
      <w:pPr>
        <w:pStyle w:val="libNormal"/>
      </w:pPr>
      <w:r>
        <w:t>like tufts of wool, 70:9, 101:5</w:t>
      </w:r>
    </w:p>
    <w:p w:rsidR="00357218" w:rsidRDefault="00357218" w:rsidP="00357218">
      <w:pPr>
        <w:pStyle w:val="libNormal"/>
      </w:pPr>
      <w:r>
        <w:t>scattered like dust, 77:10</w:t>
      </w:r>
    </w:p>
    <w:p w:rsidR="00357218" w:rsidRDefault="00357218" w:rsidP="00357218">
      <w:pPr>
        <w:pStyle w:val="libNormal"/>
      </w:pPr>
      <w:r>
        <w:t>shattered, 56:5</w:t>
      </w:r>
    </w:p>
    <w:p w:rsidR="00357218" w:rsidRDefault="00357218" w:rsidP="00357218">
      <w:pPr>
        <w:pStyle w:val="libNormal"/>
      </w:pPr>
      <w:r>
        <w:t>vanish, 78:20</w:t>
      </w:r>
    </w:p>
    <w:p w:rsidR="00357218" w:rsidRDefault="00357218" w:rsidP="00357218">
      <w:pPr>
        <w:pStyle w:val="libNormal"/>
      </w:pPr>
      <w:r>
        <w:t>will move, 52:10</w:t>
      </w:r>
    </w:p>
    <w:p w:rsidR="00357218" w:rsidRDefault="00357218" w:rsidP="00357218">
      <w:pPr>
        <w:pStyle w:val="libNormal"/>
      </w:pPr>
      <w:r>
        <w:t>seas will burst beyond their bounds, 82:3</w:t>
      </w:r>
    </w:p>
    <w:p w:rsidR="00357218" w:rsidRDefault="00357218" w:rsidP="00357218">
      <w:pPr>
        <w:pStyle w:val="libNormal"/>
      </w:pPr>
      <w:r>
        <w:t>skies</w:t>
      </w:r>
    </w:p>
    <w:p w:rsidR="00357218" w:rsidRDefault="00357218" w:rsidP="00357218">
      <w:pPr>
        <w:pStyle w:val="libNormal"/>
      </w:pPr>
      <w:r>
        <w:t>and clouds will burst apart, 25:25</w:t>
      </w:r>
    </w:p>
    <w:p w:rsidR="00357218" w:rsidRDefault="00357218" w:rsidP="00357218">
      <w:pPr>
        <w:pStyle w:val="libNormal"/>
      </w:pPr>
      <w:r>
        <w:t>flung open, 78:19</w:t>
      </w:r>
    </w:p>
    <w:p w:rsidR="00357218" w:rsidRDefault="00357218" w:rsidP="00357218">
      <w:pPr>
        <w:pStyle w:val="libNormal"/>
      </w:pPr>
      <w:r>
        <w:t>like molten lead, 70:8</w:t>
      </w:r>
    </w:p>
    <w:p w:rsidR="00357218" w:rsidRDefault="00357218" w:rsidP="00357218">
      <w:pPr>
        <w:pStyle w:val="libNormal"/>
      </w:pPr>
      <w:r>
        <w:t>red like burning oil, 55:37</w:t>
      </w:r>
    </w:p>
    <w:p w:rsidR="00357218" w:rsidRDefault="00357218" w:rsidP="00357218">
      <w:pPr>
        <w:pStyle w:val="libNormal"/>
      </w:pPr>
      <w:r>
        <w:t>rent asunder, 55:37, 69:16, 73:18, 77:9, 82:1, 84:1</w:t>
      </w:r>
    </w:p>
    <w:p w:rsidR="00357218" w:rsidRDefault="00357218" w:rsidP="00357218">
      <w:pPr>
        <w:pStyle w:val="libNormal"/>
      </w:pPr>
      <w:r>
        <w:t>will be rolled up, 21:104</w:t>
      </w:r>
    </w:p>
    <w:p w:rsidR="00357218" w:rsidRDefault="00357218" w:rsidP="00357218">
      <w:pPr>
        <w:pStyle w:val="libNormal"/>
      </w:pPr>
      <w:r>
        <w:t>will bring forth a pall of smoke, 44:10</w:t>
      </w:r>
    </w:p>
    <w:p w:rsidR="00357218" w:rsidRDefault="00357218" w:rsidP="00357218">
      <w:pPr>
        <w:pStyle w:val="libNormal"/>
      </w:pPr>
      <w:r>
        <w:t>stars</w:t>
      </w:r>
    </w:p>
    <w:p w:rsidR="00357218" w:rsidRDefault="00357218" w:rsidP="00357218">
      <w:pPr>
        <w:pStyle w:val="libNormal"/>
      </w:pPr>
      <w:r>
        <w:t>effaced, 77:8</w:t>
      </w:r>
    </w:p>
    <w:p w:rsidR="00357218" w:rsidRDefault="00357218" w:rsidP="00357218">
      <w:pPr>
        <w:pStyle w:val="libNormal"/>
      </w:pPr>
      <w:r>
        <w:t>scattered, 82:2</w:t>
      </w:r>
    </w:p>
    <w:p w:rsidR="00357218" w:rsidRDefault="00357218" w:rsidP="00357218">
      <w:pPr>
        <w:pStyle w:val="libNormal"/>
      </w:pPr>
      <w:r>
        <w:t>three types of soul to judge</w:t>
      </w:r>
    </w:p>
    <w:p w:rsidR="00357218" w:rsidRDefault="00357218" w:rsidP="00357218">
      <w:pPr>
        <w:pStyle w:val="libNormal"/>
      </w:pPr>
      <w:r>
        <w:t>those close to Allah, 56:10-11, 56:15-26, 56:88-89</w:t>
      </w:r>
    </w:p>
    <w:p w:rsidR="00357218" w:rsidRDefault="00357218" w:rsidP="00357218">
      <w:pPr>
        <w:pStyle w:val="libNormal"/>
      </w:pPr>
      <w:r>
        <w:t>those evil, 56:9, 56:41-55, 56:92-94</w:t>
      </w:r>
    </w:p>
    <w:p w:rsidR="00357218" w:rsidRDefault="00357218" w:rsidP="00357218">
      <w:pPr>
        <w:pStyle w:val="libNormal"/>
      </w:pPr>
      <w:r>
        <w:t>those righteous, 56:8, 56:27-38, 56:90-91</w:t>
      </w:r>
    </w:p>
    <w:p w:rsidR="00357218" w:rsidRDefault="00357218" w:rsidP="00357218">
      <w:pPr>
        <w:pStyle w:val="libNormal"/>
      </w:pPr>
      <w:r>
        <w:t>use reason, 6:151</w:t>
      </w:r>
    </w:p>
    <w:p w:rsidR="00357218" w:rsidRDefault="00357218" w:rsidP="00357218">
      <w:pPr>
        <w:pStyle w:val="libNormal"/>
      </w:pPr>
      <w:r>
        <w:t>verify reports and rumors, 49:6, 49:12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0" w:name="_Toc486768133"/>
      <w:r>
        <w:lastRenderedPageBreak/>
        <w:t>K</w:t>
      </w:r>
      <w:bookmarkEnd w:id="10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K</w:t>
      </w:r>
      <w:r w:rsidR="00357218">
        <w:t>abah, 2:125-127, 2:191, 2:217, 5:95, 5:97, 8:34, 9:7, 48:25, 48:27, 106:3</w:t>
      </w:r>
    </w:p>
    <w:p w:rsidR="00357218" w:rsidRDefault="00357218" w:rsidP="00357218">
      <w:pPr>
        <w:pStyle w:val="libNormal"/>
      </w:pPr>
      <w:r>
        <w:t>creation of, 2:125</w:t>
      </w:r>
    </w:p>
    <w:p w:rsidR="008E4DDF" w:rsidRDefault="00357218" w:rsidP="00357218">
      <w:pPr>
        <w:pStyle w:val="libNormal"/>
      </w:pPr>
      <w:r>
        <w:t>enter it with shaved heads or short hair, 48:27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K</w:t>
      </w:r>
      <w:r w:rsidR="00357218">
        <w:t>illing, 18:74, 18:80</w:t>
      </w:r>
    </w:p>
    <w:p w:rsidR="00357218" w:rsidRDefault="00357218" w:rsidP="00357218">
      <w:pPr>
        <w:pStyle w:val="libNormal"/>
      </w:pPr>
      <w:r>
        <w:t>another believer inconceivable unless by mistake, 4:92, 48:25</w:t>
      </w:r>
    </w:p>
    <w:p w:rsidR="00357218" w:rsidRDefault="00357218" w:rsidP="00357218">
      <w:pPr>
        <w:pStyle w:val="libNormal"/>
      </w:pPr>
      <w:r>
        <w:t>reparations for, 4:92</w:t>
      </w:r>
    </w:p>
    <w:p w:rsidR="00357218" w:rsidRDefault="00357218" w:rsidP="00357218">
      <w:pPr>
        <w:pStyle w:val="libNormal"/>
      </w:pPr>
      <w:r>
        <w:t>deliberate killing of believer and punishment, 4:93</w:t>
      </w:r>
    </w:p>
    <w:p w:rsidR="00357218" w:rsidRDefault="00357218" w:rsidP="00357218">
      <w:pPr>
        <w:pStyle w:val="libNormal"/>
      </w:pPr>
      <w:r>
        <w:t>don't, 6:151, 17:33, 25:68</w:t>
      </w:r>
    </w:p>
    <w:p w:rsidR="00357218" w:rsidRDefault="00357218" w:rsidP="00357218">
      <w:pPr>
        <w:pStyle w:val="libNormal"/>
      </w:pPr>
      <w:r>
        <w:t>don't harm those offering peace, 4:90</w:t>
      </w:r>
    </w:p>
    <w:p w:rsidR="00357218" w:rsidRDefault="00357218" w:rsidP="00357218">
      <w:pPr>
        <w:pStyle w:val="libNormal"/>
      </w:pPr>
      <w:r>
        <w:t>female children buried alive will ask for what crime she'd been killed, 81:8-9</w:t>
      </w:r>
    </w:p>
    <w:p w:rsidR="00357218" w:rsidRDefault="00357218" w:rsidP="00357218">
      <w:pPr>
        <w:pStyle w:val="libNormal"/>
      </w:pPr>
      <w:r>
        <w:t>hypocrites will be slain in Medina during the "War of the Confederates", 33:60-61</w:t>
      </w:r>
    </w:p>
    <w:p w:rsidR="00357218" w:rsidRDefault="00357218" w:rsidP="00357218">
      <w:pPr>
        <w:pStyle w:val="libNormal"/>
      </w:pPr>
      <w:r>
        <w:t>not for material gain, 4:94</w:t>
      </w:r>
    </w:p>
    <w:p w:rsidR="00357218" w:rsidRDefault="00357218" w:rsidP="00357218">
      <w:pPr>
        <w:pStyle w:val="libNormal"/>
      </w:pPr>
      <w:r>
        <w:t>only during hostilities in progress, 2:191, 4:89, 4:91, 5:33, 8:39, 8:57, 9:5, 9:12</w:t>
      </w:r>
    </w:p>
    <w:p w:rsidR="00357218" w:rsidRDefault="00357218" w:rsidP="00357218">
      <w:pPr>
        <w:pStyle w:val="libNormal"/>
      </w:pPr>
      <w:r>
        <w:t>oppression more awesome than, 2:191, 2:217</w:t>
      </w:r>
    </w:p>
    <w:p w:rsidR="00357218" w:rsidRDefault="00357218" w:rsidP="00357218">
      <w:pPr>
        <w:pStyle w:val="libNormal"/>
      </w:pPr>
      <w:r>
        <w:t>punishment for murder and spreading corruption on Earth, 5:32</w:t>
      </w:r>
    </w:p>
    <w:p w:rsidR="008E4DDF" w:rsidRDefault="00357218" w:rsidP="00357218">
      <w:pPr>
        <w:pStyle w:val="libNormal"/>
      </w:pPr>
      <w:r>
        <w:t>retribution, 2:178, 17:33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K</w:t>
      </w:r>
      <w:r w:rsidR="00357218">
        <w:t>nowledge</w:t>
      </w:r>
    </w:p>
    <w:p w:rsidR="00357218" w:rsidRDefault="00357218" w:rsidP="00357218">
      <w:pPr>
        <w:pStyle w:val="libNormal"/>
      </w:pPr>
      <w:r>
        <w:t>literacy, 96:1-5</w:t>
      </w:r>
    </w:p>
    <w:p w:rsidR="00357218" w:rsidRDefault="00357218" w:rsidP="00357218">
      <w:pPr>
        <w:pStyle w:val="libNormal"/>
      </w:pPr>
      <w:r>
        <w:t>study nature to aquire, 3:190, 6:99, 10:5-6, 13:3-4, 16:10-16</w:t>
      </w:r>
    </w:p>
    <w:p w:rsidR="008E4DDF" w:rsidRDefault="00357218" w:rsidP="00357218">
      <w:pPr>
        <w:pStyle w:val="libNormal"/>
      </w:pPr>
      <w:r>
        <w:t>travel to learn, 29:20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K</w:t>
      </w:r>
      <w:r w:rsidR="00357218">
        <w:t>ufr (denial of the truth), 2:108, 3:52, 3:80, 3:167, 3:177, 5:41, 5:61, 9:12, 9:17, 9:23, 9:37, 9:74, 16:106, 49:7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1" w:name="_Toc486768134"/>
      <w:r>
        <w:lastRenderedPageBreak/>
        <w:t>L</w:t>
      </w:r>
      <w:bookmarkEnd w:id="11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anguage</w:t>
      </w:r>
    </w:p>
    <w:p w:rsidR="008E4DDF" w:rsidRDefault="00357218" w:rsidP="00357218">
      <w:pPr>
        <w:pStyle w:val="libNormal"/>
      </w:pPr>
      <w:r>
        <w:t>diversity in, 30:22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aws given by Allah and the Prophet, 33:36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ife</w:t>
      </w:r>
    </w:p>
    <w:p w:rsidR="00357218" w:rsidRDefault="00357218" w:rsidP="00357218">
      <w:pPr>
        <w:pStyle w:val="libNormal"/>
      </w:pPr>
      <w:r>
        <w:t>attraction of worldly, 3:14</w:t>
      </w:r>
    </w:p>
    <w:p w:rsidR="00357218" w:rsidRDefault="00357218" w:rsidP="00357218">
      <w:pPr>
        <w:pStyle w:val="libNormal"/>
      </w:pPr>
      <w:r>
        <w:t>creatures consist mainly of water (See Biology)</w:t>
      </w:r>
    </w:p>
    <w:p w:rsidR="00357218" w:rsidRDefault="00357218" w:rsidP="00357218">
      <w:pPr>
        <w:pStyle w:val="libNormal"/>
      </w:pPr>
      <w:r>
        <w:t>diversity, 30:22, 35:27-28</w:t>
      </w:r>
    </w:p>
    <w:p w:rsidR="00357218" w:rsidRDefault="00357218" w:rsidP="00357218">
      <w:pPr>
        <w:pStyle w:val="libNormal"/>
      </w:pPr>
      <w:r>
        <w:t>extra-terrestrial, 22:18</w:t>
      </w:r>
    </w:p>
    <w:p w:rsidR="00357218" w:rsidRDefault="00357218" w:rsidP="00357218">
      <w:pPr>
        <w:pStyle w:val="libNormal"/>
      </w:pPr>
      <w:r>
        <w:t>is sacred, 17:33</w:t>
      </w:r>
    </w:p>
    <w:p w:rsidR="00357218" w:rsidRDefault="00357218" w:rsidP="00357218">
      <w:pPr>
        <w:pStyle w:val="libNormal"/>
      </w:pPr>
      <w:r>
        <w:t>good things made lawful, 5:5, 5:87, 5:88, 5:93, 7:32, 7:157, 16:114, 40:64, 45:16</w:t>
      </w:r>
    </w:p>
    <w:p w:rsidR="008E4DDF" w:rsidRDefault="00357218" w:rsidP="00357218">
      <w:pPr>
        <w:pStyle w:val="libNormal"/>
      </w:pPr>
      <w:r>
        <w:t>path toward contentment made easy, 80:20, 87:8, 92:7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ion, 74:15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iteracy, 96:1-5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itigants, 38:21-24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ivestock, 40:79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ocusts, 54:7, 105:3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ot, 6:86, 7:80-84, 11:70, 11:74, 11:77-83, 11:89, 15:59-72, 21:71, 21:74, 22:43, 29:28, 29:32-33, 37:153, 38:13, 50:13, 54:33-39, 66:10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ote tree, 53:14, 53:16, 56:28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L</w:t>
      </w:r>
      <w:r w:rsidR="00357218">
        <w:t>uqman, 31:13-19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2" w:name="_Toc486768135"/>
      <w:r>
        <w:lastRenderedPageBreak/>
        <w:t>M</w:t>
      </w:r>
      <w:bookmarkEnd w:id="12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adyan (Midian), 7:85-93, 9:70, 11:84-96, 15:78, 20:40, 22:44, 26:176, 26:160-173, 27:54-57, 28:22-23, 28:45, 29:36, 50:14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agians, 22:17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anna, 7:160, 20:80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arriage, 25:54</w:t>
      </w:r>
    </w:p>
    <w:p w:rsidR="00357218" w:rsidRDefault="00357218" w:rsidP="00357218">
      <w:pPr>
        <w:pStyle w:val="libNormal"/>
      </w:pPr>
      <w:r>
        <w:t>adultery, 17:32</w:t>
      </w:r>
    </w:p>
    <w:p w:rsidR="00357218" w:rsidRDefault="00357218" w:rsidP="00357218">
      <w:pPr>
        <w:pStyle w:val="libNormal"/>
      </w:pPr>
      <w:r>
        <w:t>evidence required (four witnesses), 24:4</w:t>
      </w:r>
    </w:p>
    <w:p w:rsidR="00357218" w:rsidRDefault="00357218" w:rsidP="00357218">
      <w:pPr>
        <w:pStyle w:val="libNormal"/>
      </w:pPr>
      <w:r>
        <w:t>false accusers punishment, 24:4, 24:19, 24:23</w:t>
      </w:r>
    </w:p>
    <w:p w:rsidR="00357218" w:rsidRDefault="00357218" w:rsidP="00357218">
      <w:pPr>
        <w:pStyle w:val="libNormal"/>
      </w:pPr>
      <w:r>
        <w:t>forbidden, 17:32, 25:68</w:t>
      </w:r>
    </w:p>
    <w:p w:rsidR="00357218" w:rsidRDefault="00357218" w:rsidP="00357218">
      <w:pPr>
        <w:pStyle w:val="libNormal"/>
      </w:pPr>
      <w:r>
        <w:t>if there aren't four witnesses, 24:6-9</w:t>
      </w:r>
    </w:p>
    <w:p w:rsidR="00357218" w:rsidRDefault="00357218" w:rsidP="00357218">
      <w:pPr>
        <w:pStyle w:val="libNormal"/>
      </w:pPr>
      <w:r>
        <w:t>marriage after, 24:3</w:t>
      </w:r>
    </w:p>
    <w:p w:rsidR="00357218" w:rsidRDefault="00357218" w:rsidP="00357218">
      <w:pPr>
        <w:pStyle w:val="libNormal"/>
      </w:pPr>
      <w:r>
        <w:t>punishment for, 24:2</w:t>
      </w:r>
    </w:p>
    <w:p w:rsidR="00357218" w:rsidRDefault="00357218" w:rsidP="00357218">
      <w:pPr>
        <w:pStyle w:val="libNormal"/>
      </w:pPr>
      <w:r>
        <w:t>appoint arbiter from among you when fearing a breach, 4:35</w:t>
      </w:r>
    </w:p>
    <w:p w:rsidR="00357218" w:rsidRDefault="00357218" w:rsidP="00357218">
      <w:pPr>
        <w:pStyle w:val="libNormal"/>
      </w:pPr>
      <w:r>
        <w:t>complaints, 58:1</w:t>
      </w:r>
    </w:p>
    <w:p w:rsidR="00357218" w:rsidRDefault="00357218" w:rsidP="00357218">
      <w:pPr>
        <w:pStyle w:val="libNormal"/>
      </w:pPr>
      <w:r>
        <w:t>don't hold wives against their will, 4:19</w:t>
      </w:r>
    </w:p>
    <w:p w:rsidR="00357218" w:rsidRDefault="00357218" w:rsidP="00357218">
      <w:pPr>
        <w:pStyle w:val="libNormal"/>
      </w:pPr>
      <w:r>
        <w:t>dowry, 4:4, 4:19-21, 4:24, 4:25, 5:5, 60:10, 60:11</w:t>
      </w:r>
    </w:p>
    <w:p w:rsidR="00357218" w:rsidRDefault="00357218" w:rsidP="00357218">
      <w:pPr>
        <w:pStyle w:val="libNormal"/>
      </w:pPr>
      <w:r>
        <w:t>other mutually agreed arrangements, 4:24</w:t>
      </w:r>
    </w:p>
    <w:p w:rsidR="00357218" w:rsidRDefault="00357218" w:rsidP="00357218">
      <w:pPr>
        <w:pStyle w:val="libNormal"/>
      </w:pPr>
      <w:r>
        <w:t>woman may return it, 4:4</w:t>
      </w:r>
    </w:p>
    <w:p w:rsidR="00357218" w:rsidRDefault="00357218" w:rsidP="00357218">
      <w:pPr>
        <w:pStyle w:val="libNormal"/>
      </w:pPr>
      <w:r>
        <w:t>forbidden</w:t>
      </w:r>
    </w:p>
    <w:p w:rsidR="00357218" w:rsidRDefault="00357218" w:rsidP="00357218">
      <w:pPr>
        <w:pStyle w:val="libNormal"/>
      </w:pPr>
      <w:r>
        <w:t>to certain kin, 4:22-24</w:t>
      </w:r>
    </w:p>
    <w:p w:rsidR="00357218" w:rsidRDefault="00357218" w:rsidP="00357218">
      <w:pPr>
        <w:pStyle w:val="libNormal"/>
      </w:pPr>
      <w:r>
        <w:t>to non-believers, 2:221, 5:5, 60:10</w:t>
      </w:r>
    </w:p>
    <w:p w:rsidR="00357218" w:rsidRDefault="00357218" w:rsidP="00357218">
      <w:pPr>
        <w:pStyle w:val="libNormal"/>
      </w:pPr>
      <w:r>
        <w:t>fornication forbidden, 4:24, 4:25, 4:27, 5:5</w:t>
      </w:r>
    </w:p>
    <w:p w:rsidR="00357218" w:rsidRDefault="00357218" w:rsidP="00357218">
      <w:pPr>
        <w:pStyle w:val="libNormal"/>
      </w:pPr>
      <w:r>
        <w:t>if unable, 24:33</w:t>
      </w:r>
    </w:p>
    <w:p w:rsidR="00357218" w:rsidRDefault="00357218" w:rsidP="00357218">
      <w:pPr>
        <w:pStyle w:val="libNormal"/>
      </w:pPr>
      <w:r>
        <w:t>if woman fears mistreatment from her husband, 4:128</w:t>
      </w:r>
    </w:p>
    <w:p w:rsidR="00357218" w:rsidRDefault="00357218" w:rsidP="00357218">
      <w:pPr>
        <w:pStyle w:val="libNormal"/>
      </w:pPr>
      <w:r>
        <w:t>love and tenderness, 30:21</w:t>
      </w:r>
    </w:p>
    <w:p w:rsidR="00357218" w:rsidRDefault="00357218" w:rsidP="00357218">
      <w:pPr>
        <w:pStyle w:val="libNormal"/>
      </w:pPr>
      <w:r>
        <w:t>polygamy, 4:3</w:t>
      </w:r>
    </w:p>
    <w:p w:rsidR="00357218" w:rsidRDefault="00357218" w:rsidP="00357218">
      <w:pPr>
        <w:pStyle w:val="libNormal"/>
      </w:pPr>
      <w:r>
        <w:t>restrictions about, 4:3</w:t>
      </w:r>
    </w:p>
    <w:p w:rsidR="00357218" w:rsidRDefault="00357218" w:rsidP="00357218">
      <w:pPr>
        <w:pStyle w:val="libNormal"/>
      </w:pPr>
      <w:r>
        <w:t>warning against, 4:129</w:t>
      </w:r>
    </w:p>
    <w:p w:rsidR="00357218" w:rsidRDefault="00357218" w:rsidP="00357218">
      <w:pPr>
        <w:pStyle w:val="libNormal"/>
      </w:pPr>
      <w:r>
        <w:t>recline with spouses in Paradise, 36:56, 40:8, 43:70</w:t>
      </w:r>
    </w:p>
    <w:p w:rsidR="00357218" w:rsidRDefault="00357218" w:rsidP="00357218">
      <w:pPr>
        <w:pStyle w:val="libNormal"/>
      </w:pPr>
      <w:r>
        <w:t>spouses are raiment for each other, 2:187</w:t>
      </w:r>
    </w:p>
    <w:p w:rsidR="00357218" w:rsidRDefault="00357218" w:rsidP="00357218">
      <w:pPr>
        <w:pStyle w:val="libNormal"/>
      </w:pPr>
      <w:r>
        <w:t>to adopted son's ex-wife is permitted, 33:37</w:t>
      </w:r>
    </w:p>
    <w:p w:rsidR="00357218" w:rsidRDefault="00357218" w:rsidP="00357218">
      <w:pPr>
        <w:pStyle w:val="libNormal"/>
      </w:pPr>
      <w:r>
        <w:t>to orphans, 4:3</w:t>
      </w:r>
    </w:p>
    <w:p w:rsidR="00357218" w:rsidRDefault="00357218" w:rsidP="00357218">
      <w:pPr>
        <w:pStyle w:val="libNormal"/>
      </w:pPr>
      <w:r>
        <w:t>to single woman only, 4:24</w:t>
      </w:r>
    </w:p>
    <w:p w:rsidR="00357218" w:rsidRDefault="00357218" w:rsidP="00357218">
      <w:pPr>
        <w:pStyle w:val="libNormal"/>
      </w:pPr>
      <w:r>
        <w:t>to slave</w:t>
      </w:r>
    </w:p>
    <w:p w:rsidR="00357218" w:rsidRDefault="00357218" w:rsidP="00357218">
      <w:pPr>
        <w:pStyle w:val="libNormal"/>
      </w:pPr>
      <w:r>
        <w:t>and among slaves, 24:32</w:t>
      </w:r>
    </w:p>
    <w:p w:rsidR="00357218" w:rsidRDefault="00357218" w:rsidP="00357218">
      <w:pPr>
        <w:pStyle w:val="libNormal"/>
      </w:pPr>
      <w:r>
        <w:t>woman if need arises, 4:3, 4:25</w:t>
      </w:r>
    </w:p>
    <w:p w:rsidR="00357218" w:rsidRDefault="00357218" w:rsidP="00357218">
      <w:pPr>
        <w:pStyle w:val="libNormal"/>
      </w:pPr>
      <w:r>
        <w:t>better if men don't marry, 4:25</w:t>
      </w:r>
    </w:p>
    <w:p w:rsidR="00357218" w:rsidRDefault="00357218" w:rsidP="00357218">
      <w:pPr>
        <w:pStyle w:val="libNormal"/>
      </w:pPr>
      <w:r>
        <w:t>even if she's married before being captured, 4:24</w:t>
      </w:r>
    </w:p>
    <w:p w:rsidR="00357218" w:rsidRDefault="00357218" w:rsidP="00357218">
      <w:pPr>
        <w:pStyle w:val="libNormal"/>
      </w:pPr>
      <w:r>
        <w:t>punishment only half of free women's if immoral, 4:25</w:t>
      </w:r>
    </w:p>
    <w:p w:rsidR="008E4DDF" w:rsidRDefault="00357218" w:rsidP="00357218">
      <w:pPr>
        <w:pStyle w:val="libNormal"/>
      </w:pPr>
      <w:r>
        <w:t>to unmarried only, 24:32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lastRenderedPageBreak/>
        <w:t>M</w:t>
      </w:r>
      <w:r w:rsidR="00357218">
        <w:t>ary, 3:34-37, 3:42-47, 4:156-157, 4:171, 5:17, 5:46, 5:72, 5:78, 5:110, 5:112, 5:114, 5:116, 9:31, 19:16-39, 21:91, 23:50, 33:7, 43:57, 56:27, 61:6, 61:14, 66:12</w:t>
      </w:r>
    </w:p>
    <w:p w:rsidR="008E4DDF" w:rsidRDefault="00357218" w:rsidP="00357218">
      <w:pPr>
        <w:pStyle w:val="libNormal"/>
      </w:pPr>
      <w:r>
        <w:t>not a deity, 5:116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aterialism, 9:24, 9:34, 9:55, 9:85, 28:76, 57:20, 63:9, 64:15, 68:14, 71:12, 71:22, 89:20, 92:11, 100:8, 102:1, 104:2-3, 111:2</w:t>
      </w:r>
    </w:p>
    <w:p w:rsidR="00357218" w:rsidRDefault="00357218" w:rsidP="00357218">
      <w:pPr>
        <w:pStyle w:val="libNormal"/>
      </w:pPr>
      <w:r>
        <w:t>and the Prophet's wives, 33:28</w:t>
      </w:r>
    </w:p>
    <w:p w:rsidR="00357218" w:rsidRDefault="00357218" w:rsidP="00357218">
      <w:pPr>
        <w:pStyle w:val="libNormal"/>
      </w:pPr>
      <w:r>
        <w:t>envy forbidden, 4:32, 15:88, 16:90, 20:131</w:t>
      </w:r>
    </w:p>
    <w:p w:rsidR="00357218" w:rsidRDefault="00357218" w:rsidP="00357218">
      <w:pPr>
        <w:pStyle w:val="libNormal"/>
      </w:pPr>
      <w:r>
        <w:t>forbidden, 4:29-30, 8:27</w:t>
      </w:r>
    </w:p>
    <w:p w:rsidR="00357218" w:rsidRDefault="00357218" w:rsidP="00357218">
      <w:pPr>
        <w:pStyle w:val="libNormal"/>
      </w:pPr>
      <w:r>
        <w:t>greed brings destruction, 102:1-6</w:t>
      </w:r>
    </w:p>
    <w:p w:rsidR="00357218" w:rsidRDefault="00357218" w:rsidP="00357218">
      <w:pPr>
        <w:pStyle w:val="libNormal"/>
      </w:pPr>
      <w:r>
        <w:t>punishment for, 4:30</w:t>
      </w:r>
    </w:p>
    <w:p w:rsidR="00357218" w:rsidRDefault="00357218" w:rsidP="00357218">
      <w:pPr>
        <w:pStyle w:val="libNormal"/>
      </w:pPr>
      <w:r>
        <w:t>ruining others forbidden, 4:32</w:t>
      </w:r>
    </w:p>
    <w:p w:rsidR="008E4DDF" w:rsidRDefault="00357218" w:rsidP="00357218">
      <w:pPr>
        <w:pStyle w:val="libNormal"/>
      </w:pPr>
      <w:r>
        <w:t>squandering, 17:27, 25:67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ecca, 2:142-150</w:t>
      </w:r>
    </w:p>
    <w:p w:rsidR="00357218" w:rsidRDefault="00357218" w:rsidP="00357218">
      <w:pPr>
        <w:pStyle w:val="libNormal"/>
      </w:pPr>
      <w:r>
        <w:t>duty to visit Mecca (Makkah) for the Hajj, 3:97</w:t>
      </w:r>
    </w:p>
    <w:p w:rsidR="00357218" w:rsidRDefault="00357218" w:rsidP="00357218">
      <w:pPr>
        <w:pStyle w:val="libNormal"/>
      </w:pPr>
      <w:r>
        <w:t>turn and pray toward, 2:144, 2:149-150</w:t>
      </w:r>
    </w:p>
    <w:p w:rsidR="00357218" w:rsidRDefault="00357218" w:rsidP="00357218">
      <w:pPr>
        <w:pStyle w:val="libNormal"/>
      </w:pPr>
      <w:r>
        <w:t>isn't necessary (Allah is everywhere), 2:115, 2:142, 2:177</w:t>
      </w:r>
    </w:p>
    <w:p w:rsidR="008E4DDF" w:rsidRDefault="00357218" w:rsidP="00357218">
      <w:pPr>
        <w:pStyle w:val="libNormal"/>
      </w:pPr>
      <w:r>
        <w:t>valley of, 48:24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edinah, 9:101, 9:120, 33:60, 63:8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enstruation, 2:222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etallurgy, 18:96-97</w:t>
      </w:r>
    </w:p>
    <w:p w:rsidR="00357218" w:rsidRDefault="00357218" w:rsidP="00357218">
      <w:pPr>
        <w:pStyle w:val="libNormal"/>
      </w:pPr>
      <w:r>
        <w:t>iron, 57:25</w:t>
      </w:r>
    </w:p>
    <w:p w:rsidR="00357218" w:rsidRDefault="00357218" w:rsidP="00357218">
      <w:pPr>
        <w:pStyle w:val="libNormal"/>
      </w:pPr>
      <w:r>
        <w:t>molten copper, 34:2</w:t>
      </w:r>
    </w:p>
    <w:p w:rsidR="008E4DDF" w:rsidRDefault="00357218" w:rsidP="00357218">
      <w:pPr>
        <w:pStyle w:val="libNormal"/>
      </w:pPr>
      <w:r>
        <w:t>slag, 13:17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ilk, 16:66, 47:15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ineralogy, 16:14, 35:12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ockery</w:t>
      </w:r>
    </w:p>
    <w:p w:rsidR="008E4DDF" w:rsidRDefault="00357218" w:rsidP="00357218">
      <w:pPr>
        <w:pStyle w:val="libNormal"/>
      </w:pPr>
      <w:r>
        <w:t>leave company of those in the act of mocking Allah's law, 4:140, 6:68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onastic asceticism</w:t>
      </w:r>
    </w:p>
    <w:p w:rsidR="008E4DDF" w:rsidRDefault="00357218" w:rsidP="00357218">
      <w:pPr>
        <w:pStyle w:val="libNormal"/>
      </w:pPr>
      <w:r>
        <w:t>some types criticised, 57:27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onks</w:t>
      </w:r>
    </w:p>
    <w:p w:rsidR="00357218" w:rsidRDefault="00357218" w:rsidP="00357218">
      <w:pPr>
        <w:pStyle w:val="libNormal"/>
      </w:pPr>
      <w:r>
        <w:t>some devour people's possessions, 9:34</w:t>
      </w:r>
    </w:p>
    <w:p w:rsidR="00357218" w:rsidRDefault="00357218" w:rsidP="00357218">
      <w:pPr>
        <w:pStyle w:val="libNormal"/>
      </w:pPr>
      <w:r>
        <w:t>some turn people away from Allah, 9:34</w:t>
      </w:r>
    </w:p>
    <w:p w:rsidR="008E4DDF" w:rsidRDefault="00357218" w:rsidP="00357218">
      <w:pPr>
        <w:pStyle w:val="libNormal"/>
      </w:pPr>
      <w:r>
        <w:t>taken as lords by some people, 9:31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onths</w:t>
      </w:r>
    </w:p>
    <w:p w:rsidR="00357218" w:rsidRDefault="00357218" w:rsidP="00357218">
      <w:pPr>
        <w:pStyle w:val="libNormal"/>
      </w:pPr>
      <w:r>
        <w:t>four sacred, 9:36</w:t>
      </w:r>
    </w:p>
    <w:p w:rsidR="00357218" w:rsidRDefault="00357218" w:rsidP="00357218">
      <w:pPr>
        <w:pStyle w:val="libNormal"/>
      </w:pPr>
      <w:r>
        <w:t>fighting forbidden during, 9:36</w:t>
      </w:r>
    </w:p>
    <w:p w:rsidR="00357218" w:rsidRDefault="00357218" w:rsidP="00357218">
      <w:pPr>
        <w:pStyle w:val="libNormal"/>
      </w:pPr>
      <w:r>
        <w:lastRenderedPageBreak/>
        <w:t>unless attacked, 2:194, 2:217</w:t>
      </w:r>
    </w:p>
    <w:p w:rsidR="008E4DDF" w:rsidRDefault="00357218" w:rsidP="00357218">
      <w:pPr>
        <w:pStyle w:val="libNormal"/>
      </w:pPr>
      <w:r>
        <w:t>twelve (lunar) in a year, 9:36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oses, 3:84, 6:84, 6:91, 7:103-162, 10:75-93, 11:96, 11:110, 14:5, 14:6, 14:8, 17:2, 17:101-104, 18:60-82, 19:51-53, 20:9-98, 21:48, 22:44, 23:45-49, 25:35, 26:10-66, 27:7-14, 28:3-43, 28:44, 28:48, 28:76, 29:39, 32:23, 33:7, 33:69, 37:114-120, 40:23-27, 40:53, 41:45, 42:13, 43:46-55, 44:17-36, 46:12, 46:30, 51:38-40, 53:36, 61:5, 79:14-25, 87:19</w:t>
      </w:r>
    </w:p>
    <w:p w:rsidR="00357218" w:rsidRDefault="00357218" w:rsidP="00357218">
      <w:pPr>
        <w:pStyle w:val="libNormal"/>
      </w:pPr>
      <w:r>
        <w:t>bringing forth water from the rock, 2:60, 7:160</w:t>
      </w:r>
    </w:p>
    <w:p w:rsidR="00357218" w:rsidRDefault="00357218" w:rsidP="00357218">
      <w:pPr>
        <w:pStyle w:val="libNormal"/>
      </w:pPr>
      <w:r>
        <w:t>commands to his people, 5:21</w:t>
      </w:r>
    </w:p>
    <w:p w:rsidR="00357218" w:rsidRDefault="00357218" w:rsidP="00357218">
      <w:pPr>
        <w:pStyle w:val="libNormal"/>
      </w:pPr>
      <w:r>
        <w:t>duel by sorcery with Pharaoh's magicians, 7:109-126, 10:79-81, 20:65-70, 26:43-47</w:t>
      </w:r>
    </w:p>
    <w:p w:rsidR="008E4DDF" w:rsidRDefault="00357218" w:rsidP="00357218">
      <w:pPr>
        <w:pStyle w:val="libNormal"/>
      </w:pPr>
      <w:r>
        <w:t>forty nights upon Mt. Sinai, 2:51, 7:142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H</w:t>
      </w:r>
      <w:r w:rsidR="00357218">
        <w:t>ouse of, 2:248</w:t>
      </w:r>
    </w:p>
    <w:p w:rsidR="00357218" w:rsidRDefault="00357218" w:rsidP="00357218">
      <w:pPr>
        <w:pStyle w:val="libNormal"/>
      </w:pPr>
      <w:r>
        <w:t>parting of the Red Sea, 20:77, 26:63</w:t>
      </w:r>
    </w:p>
    <w:p w:rsidR="008E4DDF" w:rsidRDefault="00357218" w:rsidP="00357218">
      <w:pPr>
        <w:pStyle w:val="libNormal"/>
      </w:pPr>
      <w:r>
        <w:t>plagues, 7:133-136, 7:163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osque</w:t>
      </w:r>
    </w:p>
    <w:p w:rsidR="00357218" w:rsidRDefault="00357218" w:rsidP="00357218">
      <w:pPr>
        <w:pStyle w:val="libNormal"/>
      </w:pPr>
      <w:r>
        <w:t>disbelievers should not visit or take care of, 9:17</w:t>
      </w:r>
    </w:p>
    <w:p w:rsidR="008E4DDF" w:rsidRDefault="00357218" w:rsidP="00357218">
      <w:pPr>
        <w:pStyle w:val="libNormal"/>
      </w:pPr>
      <w:r>
        <w:t>rival one in Quba is forbidden, 9:108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ountains, 15:19, 16:15, 16:81, 17:37, 20:105-107, 27:61, 31:10, 33:72, 34:10, 38:18, 41:10, 42:32, 50:7, 77:27, 78:7, 79:32, 81:3, 88:19, 95:2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uhammed, 47:2</w:t>
      </w:r>
    </w:p>
    <w:p w:rsidR="00357218" w:rsidRDefault="00357218" w:rsidP="00357218">
      <w:pPr>
        <w:pStyle w:val="libNormal"/>
      </w:pPr>
      <w:r>
        <w:t>admonished, 33:37, 66:1, 75:16-19, 80:1-10</w:t>
      </w:r>
    </w:p>
    <w:p w:rsidR="00357218" w:rsidRDefault="00357218" w:rsidP="00357218">
      <w:pPr>
        <w:pStyle w:val="libNormal"/>
      </w:pPr>
      <w:r>
        <w:t>as judge for followers, 4:65</w:t>
      </w:r>
    </w:p>
    <w:p w:rsidR="00357218" w:rsidRDefault="00357218" w:rsidP="00357218">
      <w:pPr>
        <w:pStyle w:val="libNormal"/>
      </w:pPr>
      <w:r>
        <w:t>dares not alter the Qur'an nor act contrarily, 10:15</w:t>
      </w:r>
    </w:p>
    <w:p w:rsidR="00357218" w:rsidRDefault="00357218" w:rsidP="00357218">
      <w:pPr>
        <w:pStyle w:val="libNormal"/>
      </w:pPr>
      <w:r>
        <w:t>divorce, 33:52</w:t>
      </w:r>
    </w:p>
    <w:p w:rsidR="00357218" w:rsidRDefault="00357218" w:rsidP="00357218">
      <w:pPr>
        <w:pStyle w:val="libNormal"/>
      </w:pPr>
      <w:r>
        <w:t>exemptions from "regular" marriage laws, 33:51</w:t>
      </w:r>
    </w:p>
    <w:p w:rsidR="00357218" w:rsidRDefault="00357218" w:rsidP="00357218">
      <w:pPr>
        <w:pStyle w:val="libNormal"/>
      </w:pPr>
      <w:r>
        <w:t>like of a pretty woman, 33:52</w:t>
      </w:r>
    </w:p>
    <w:p w:rsidR="00357218" w:rsidRDefault="00357218" w:rsidP="00357218">
      <w:pPr>
        <w:pStyle w:val="libNormal"/>
      </w:pPr>
      <w:r>
        <w:t>marriage</w:t>
      </w:r>
    </w:p>
    <w:p w:rsidR="00357218" w:rsidRDefault="00357218" w:rsidP="00357218">
      <w:pPr>
        <w:pStyle w:val="libNormal"/>
      </w:pPr>
      <w:r>
        <w:t>kinship allowances in, 33:50</w:t>
      </w:r>
    </w:p>
    <w:p w:rsidR="00357218" w:rsidRDefault="00357218" w:rsidP="00357218">
      <w:pPr>
        <w:pStyle w:val="libNormal"/>
      </w:pPr>
      <w:r>
        <w:t>restrictions, 33:52</w:t>
      </w:r>
    </w:p>
    <w:p w:rsidR="00357218" w:rsidRDefault="00357218" w:rsidP="00357218">
      <w:pPr>
        <w:pStyle w:val="libNormal"/>
      </w:pPr>
      <w:r>
        <w:t>mystical ascension, 53:6-18</w:t>
      </w:r>
    </w:p>
    <w:p w:rsidR="00357218" w:rsidRDefault="00357218" w:rsidP="00357218">
      <w:pPr>
        <w:pStyle w:val="libNormal"/>
      </w:pPr>
      <w:r>
        <w:t>not a madman, 7:184, 52:29, 68:2, 81:22</w:t>
      </w:r>
    </w:p>
    <w:p w:rsidR="00357218" w:rsidRDefault="00357218" w:rsidP="00357218">
      <w:pPr>
        <w:pStyle w:val="libNormal"/>
      </w:pPr>
      <w:r>
        <w:t>only a prophet, 3:144, 6:50, 7:188</w:t>
      </w:r>
    </w:p>
    <w:p w:rsidR="00357218" w:rsidRDefault="00357218" w:rsidP="00357218">
      <w:pPr>
        <w:pStyle w:val="libNormal"/>
      </w:pPr>
      <w:r>
        <w:t>prayed for non-believing Uncle (enjoined not to), 9:113</w:t>
      </w:r>
    </w:p>
    <w:p w:rsidR="00357218" w:rsidRDefault="00357218" w:rsidP="00357218">
      <w:pPr>
        <w:pStyle w:val="libNormal"/>
      </w:pPr>
      <w:r>
        <w:t>reacted against something lawful, 66:1</w:t>
      </w:r>
    </w:p>
    <w:p w:rsidR="00357218" w:rsidRDefault="00357218" w:rsidP="00357218">
      <w:pPr>
        <w:pStyle w:val="libNormal"/>
      </w:pPr>
      <w:r>
        <w:t>"seal" of the prophets, 33:40</w:t>
      </w:r>
    </w:p>
    <w:p w:rsidR="00357218" w:rsidRDefault="00357218" w:rsidP="00357218">
      <w:pPr>
        <w:pStyle w:val="libNormal"/>
      </w:pPr>
      <w:r>
        <w:t>summons from, 24:63</w:t>
      </w:r>
    </w:p>
    <w:p w:rsidR="00357218" w:rsidRDefault="00357218" w:rsidP="00357218">
      <w:pPr>
        <w:pStyle w:val="libNormal"/>
      </w:pPr>
      <w:r>
        <w:t>taking leave of, 24:62</w:t>
      </w:r>
    </w:p>
    <w:p w:rsidR="00357218" w:rsidRDefault="00357218" w:rsidP="00357218">
      <w:pPr>
        <w:pStyle w:val="libNormal"/>
      </w:pPr>
      <w:r>
        <w:t>unlettered prophet, 7:157, 7:158, 62:2</w:t>
      </w:r>
    </w:p>
    <w:p w:rsidR="00357218" w:rsidRDefault="00357218" w:rsidP="00357218">
      <w:pPr>
        <w:pStyle w:val="libNormal"/>
      </w:pPr>
      <w:r>
        <w:t>visiting wives, 3:51</w:t>
      </w:r>
    </w:p>
    <w:p w:rsidR="008E4DDF" w:rsidRDefault="00357218" w:rsidP="00357218">
      <w:pPr>
        <w:pStyle w:val="libNormal"/>
      </w:pPr>
      <w:r>
        <w:t>widowed wives not allowed to remarry, 33:53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M</w:t>
      </w:r>
      <w:r w:rsidR="00357218">
        <w:t>ules, 16:8</w:t>
      </w:r>
    </w:p>
    <w:p w:rsidR="00357218" w:rsidRDefault="00357218" w:rsidP="008E4DDF">
      <w:pPr>
        <w:pStyle w:val="libNormal"/>
      </w:pPr>
      <w:r>
        <w:lastRenderedPageBreak/>
        <w:br w:type="page"/>
      </w:r>
    </w:p>
    <w:p w:rsidR="00357218" w:rsidRDefault="00357218" w:rsidP="008E4DDF">
      <w:pPr>
        <w:pStyle w:val="Heading1Center"/>
      </w:pPr>
      <w:bookmarkStart w:id="13" w:name="_Toc486768136"/>
      <w:r>
        <w:lastRenderedPageBreak/>
        <w:t>N</w:t>
      </w:r>
      <w:bookmarkEnd w:id="13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N</w:t>
      </w:r>
      <w:r w:rsidR="00357218">
        <w:t>ative peoples</w:t>
      </w:r>
    </w:p>
    <w:p w:rsidR="00357218" w:rsidRDefault="00357218" w:rsidP="00357218">
      <w:pPr>
        <w:pStyle w:val="libNormal"/>
      </w:pPr>
      <w:r>
        <w:t>don't drive them out, 2:84</w:t>
      </w:r>
    </w:p>
    <w:p w:rsidR="00357218" w:rsidRDefault="00357218" w:rsidP="00357218">
      <w:pPr>
        <w:pStyle w:val="libNormal"/>
      </w:pPr>
      <w:r>
        <w:t>reject those who do, 2:85</w:t>
      </w:r>
    </w:p>
    <w:p w:rsidR="008E4DDF" w:rsidRDefault="00357218" w:rsidP="00357218">
      <w:pPr>
        <w:pStyle w:val="libNormal"/>
      </w:pPr>
      <w:r>
        <w:t>driven out of their homelands, 3:195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N</w:t>
      </w:r>
      <w:r w:rsidR="00357218">
        <w:t>ecessity</w:t>
      </w:r>
    </w:p>
    <w:p w:rsidR="008E4DDF" w:rsidRDefault="00357218" w:rsidP="00357218">
      <w:pPr>
        <w:pStyle w:val="libNormal"/>
      </w:pPr>
      <w:r>
        <w:t>dire circumstances may repeal ordinances forbidding something, 5:3, 16:115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N</w:t>
      </w:r>
      <w:r w:rsidR="00357218">
        <w:t>epotism disallowed, 33:40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N</w:t>
      </w:r>
      <w:r w:rsidR="00357218">
        <w:t>ight, 25:47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N</w:t>
      </w:r>
      <w:r w:rsidR="00357218">
        <w:t>oah, 3:33, 6:84, 7:59-64, 7:69, 9:70, 10:71, 11:25-33, 11:36-48, 11:89, 14:9, 17:3, 17:17, 19:58, 21:76, 22:42, 23:23-29, 25:37, 26:105-120, 29:14, 37:75-79, 38:12, 40:5, 40:31, 42:13, 50:12, 51:46, 53:52, 54:9, 57:26, 66:10</w:t>
      </w:r>
    </w:p>
    <w:p w:rsidR="00357218" w:rsidRDefault="00357218" w:rsidP="00357218">
      <w:pPr>
        <w:pStyle w:val="libNormal"/>
      </w:pPr>
      <w:r>
        <w:t>ark, 7:64, 10:73, 11:37-38, 11:40, 23:27, 29:15, 54:13-14, 69:11, 71:1-28</w:t>
      </w:r>
    </w:p>
    <w:p w:rsidR="00357218" w:rsidRDefault="00357218" w:rsidP="00357218">
      <w:pPr>
        <w:pStyle w:val="libNormal"/>
      </w:pPr>
      <w:r>
        <w:t>came to rest on Mt. Judi, 11:44</w:t>
      </w:r>
    </w:p>
    <w:p w:rsidR="008E4DDF" w:rsidRDefault="00357218" w:rsidP="00357218">
      <w:pPr>
        <w:pStyle w:val="libNormal"/>
      </w:pPr>
      <w:r>
        <w:t>flood, 7:64, 10:73, 11:40-44, 25:37, 29:120, 29:14, 54:11-12, 71:25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N</w:t>
      </w:r>
      <w:r w:rsidR="00357218">
        <w:t>uclear physics</w:t>
      </w:r>
    </w:p>
    <w:p w:rsidR="00357218" w:rsidRDefault="00357218" w:rsidP="00357218">
      <w:pPr>
        <w:pStyle w:val="libNormal"/>
      </w:pPr>
      <w:r>
        <w:t>things smaller than an atom (originally meant as "ant"?), 10:61, 34:3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4" w:name="_Toc486768137"/>
      <w:r>
        <w:lastRenderedPageBreak/>
        <w:t>O</w:t>
      </w:r>
      <w:bookmarkEnd w:id="14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O</w:t>
      </w:r>
      <w:r w:rsidR="00357218">
        <w:t>aths, 2:224, 16:91, 16:92, 16:94, 48:10</w:t>
      </w:r>
    </w:p>
    <w:p w:rsidR="00357218" w:rsidRDefault="00357218" w:rsidP="00357218">
      <w:pPr>
        <w:pStyle w:val="libNormal"/>
      </w:pPr>
      <w:r>
        <w:t>atonement for broken ones, 5:89</w:t>
      </w:r>
    </w:p>
    <w:p w:rsidR="008E4DDF" w:rsidRDefault="00357218" w:rsidP="00357218">
      <w:pPr>
        <w:pStyle w:val="libNormal"/>
      </w:pPr>
      <w:r>
        <w:t>feeding or clothing 10, freeing a slave, fasting for 3 days, 5:89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O</w:t>
      </w:r>
      <w:r w:rsidR="00357218">
        <w:t>ld Testament</w:t>
      </w:r>
    </w:p>
    <w:p w:rsidR="008E4DDF" w:rsidRDefault="00357218" w:rsidP="00357218">
      <w:pPr>
        <w:pStyle w:val="libNormal"/>
      </w:pPr>
      <w:r>
        <w:t>followers of, 4:153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O</w:t>
      </w:r>
      <w:r w:rsidR="00357218">
        <w:t>live, 95:1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O</w:t>
      </w:r>
      <w:r w:rsidR="00357218">
        <w:t>live trees, 80:29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O</w:t>
      </w:r>
      <w:r w:rsidR="00357218">
        <w:t>ppression, 2:193, 8:39</w:t>
      </w:r>
    </w:p>
    <w:p w:rsidR="00357218" w:rsidRDefault="00357218" w:rsidP="00357218">
      <w:pPr>
        <w:pStyle w:val="libNormal"/>
      </w:pPr>
      <w:r>
        <w:t>blame is on oppressors, 42:42</w:t>
      </w:r>
    </w:p>
    <w:p w:rsidR="00357218" w:rsidRDefault="00357218" w:rsidP="00357218">
      <w:pPr>
        <w:pStyle w:val="libNormal"/>
      </w:pPr>
      <w:r>
        <w:t>defend against, 42:39</w:t>
      </w:r>
    </w:p>
    <w:p w:rsidR="008E4DDF" w:rsidRDefault="00357218" w:rsidP="00357218">
      <w:pPr>
        <w:pStyle w:val="libNormal"/>
      </w:pPr>
      <w:r>
        <w:t>more awesome than killing, 2:191, 2:217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O</w:t>
      </w:r>
      <w:r w:rsidR="00357218">
        <w:t>rphans, 2:220, 4:6, 4:127, 93:7</w:t>
      </w:r>
    </w:p>
    <w:p w:rsidR="00357218" w:rsidRDefault="00357218" w:rsidP="00357218">
      <w:pPr>
        <w:pStyle w:val="libNormal"/>
      </w:pPr>
      <w:r>
        <w:t>leave their possessions, 4:2-3, 4:10, 17:34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5" w:name="_Toc486768138"/>
      <w:r>
        <w:lastRenderedPageBreak/>
        <w:t>P</w:t>
      </w:r>
      <w:bookmarkEnd w:id="15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atriarchy, 33:5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earls, 35:33, 52:24, 55:22, 55:58, 56:23, 76:19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en, 68:1, 96:4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ersecuted</w:t>
      </w:r>
    </w:p>
    <w:p w:rsidR="00357218" w:rsidRDefault="00357218" w:rsidP="00357218">
      <w:pPr>
        <w:pStyle w:val="libNormal"/>
      </w:pPr>
      <w:r>
        <w:t>people, 8:72</w:t>
      </w:r>
    </w:p>
    <w:p w:rsidR="00357218" w:rsidRDefault="00357218" w:rsidP="00357218">
      <w:pPr>
        <w:pStyle w:val="libNormal"/>
      </w:pPr>
      <w:r>
        <w:t>protect them unless they under a regime with whom you have a covenant, 8:72</w:t>
      </w:r>
    </w:p>
    <w:p w:rsidR="008E4DDF" w:rsidRDefault="00357218" w:rsidP="00357218">
      <w:pPr>
        <w:pStyle w:val="libNormal"/>
      </w:pPr>
      <w:r>
        <w:t>those who are protectors of, 8:72, 8:74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ersecutors, 85:10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haraoh, 7:104-137, 8:52, 8:54, 10:75-90, 11:97, 14:6, 20:24, 20:43, 20:56, 20:60, 20:78, 23:46, 26:10-66, 27:12, 28:3-42, 29:39, 38:12, 40:24-46, 43:46-85, 44:17, 44:31, 50:13, 51:38-40, 54:41-42, 66:11, 69:9, 73:15-16, 79:17-25, 85:18</w:t>
      </w:r>
    </w:p>
    <w:p w:rsidR="00357218" w:rsidRDefault="00357218" w:rsidP="00357218">
      <w:pPr>
        <w:pStyle w:val="libNormal"/>
      </w:pPr>
      <w:r>
        <w:t>punishment of, 3:11, 20:78-79, 26:66, 28:40, 43:55, 44:24, 51:40, 89:18</w:t>
      </w:r>
    </w:p>
    <w:p w:rsidR="008E4DDF" w:rsidRDefault="00357218" w:rsidP="00357218">
      <w:pPr>
        <w:pStyle w:val="libNormal"/>
      </w:pPr>
      <w:r>
        <w:t>torture by and deliverance from, 2:49, 17:103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iety, 2:177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ollution, 30:41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oets, 21:5, 26:224, 37:36, 52:30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omegranates, 55:68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rayer, 2:45, 9:103, 51:18, 70:22-23, 75:31, 96:10, 108:2</w:t>
      </w:r>
    </w:p>
    <w:p w:rsidR="00357218" w:rsidRDefault="00357218" w:rsidP="00357218">
      <w:pPr>
        <w:pStyle w:val="libNormal"/>
      </w:pPr>
      <w:r>
        <w:t>beautify (adorn) yourselves for, 7:31</w:t>
      </w:r>
    </w:p>
    <w:p w:rsidR="00357218" w:rsidRDefault="00357218" w:rsidP="00357218">
      <w:pPr>
        <w:pStyle w:val="libNormal"/>
      </w:pPr>
      <w:r>
        <w:t>content, 2:285-286, 3:8-9, 3:16, 3:147, 3:191-194, 17:80-81, 17:111, 23:118, 59:10, 66:8</w:t>
      </w:r>
    </w:p>
    <w:p w:rsidR="00357218" w:rsidRDefault="00357218" w:rsidP="00357218">
      <w:pPr>
        <w:pStyle w:val="libNormal"/>
      </w:pPr>
      <w:r>
        <w:t>day of congregation (Friday), 62:9</w:t>
      </w:r>
    </w:p>
    <w:p w:rsidR="00357218" w:rsidRDefault="00357218" w:rsidP="00357218">
      <w:pPr>
        <w:pStyle w:val="libNormal"/>
      </w:pPr>
      <w:r>
        <w:t>for the right reasons, 107:4-6</w:t>
      </w:r>
    </w:p>
    <w:p w:rsidR="00357218" w:rsidRDefault="00357218" w:rsidP="00357218">
      <w:pPr>
        <w:pStyle w:val="libNormal"/>
      </w:pPr>
      <w:r>
        <w:t>of Abraham, 2:126-129, 9:114, 14:35-41, 26:83-89</w:t>
      </w:r>
    </w:p>
    <w:p w:rsidR="00357218" w:rsidRDefault="00357218" w:rsidP="00357218">
      <w:pPr>
        <w:pStyle w:val="libNormal"/>
      </w:pPr>
      <w:r>
        <w:t>of Joseph, 12:101</w:t>
      </w:r>
    </w:p>
    <w:p w:rsidR="00357218" w:rsidRDefault="00357218" w:rsidP="00357218">
      <w:pPr>
        <w:pStyle w:val="libNormal"/>
      </w:pPr>
      <w:r>
        <w:t>of Moses, 20:25-35</w:t>
      </w:r>
    </w:p>
    <w:p w:rsidR="00357218" w:rsidRDefault="00357218" w:rsidP="00357218">
      <w:pPr>
        <w:pStyle w:val="libNormal"/>
      </w:pPr>
      <w:r>
        <w:t>of Noah, 23:26, 26:117-118, 71:26, 71:28</w:t>
      </w:r>
    </w:p>
    <w:p w:rsidR="00357218" w:rsidRDefault="00357218" w:rsidP="00357218">
      <w:pPr>
        <w:pStyle w:val="libNormal"/>
      </w:pPr>
      <w:r>
        <w:t>of Solomon, 38:35</w:t>
      </w:r>
    </w:p>
    <w:p w:rsidR="00357218" w:rsidRDefault="00357218" w:rsidP="00357218">
      <w:pPr>
        <w:pStyle w:val="libNormal"/>
      </w:pPr>
      <w:r>
        <w:t>of Zachariah, 19:8, 19:10</w:t>
      </w:r>
    </w:p>
    <w:p w:rsidR="00357218" w:rsidRDefault="00357218" w:rsidP="00357218">
      <w:pPr>
        <w:pStyle w:val="libNormal"/>
      </w:pPr>
      <w:r>
        <w:t>not while drunk, 4:43</w:t>
      </w:r>
    </w:p>
    <w:p w:rsidR="00357218" w:rsidRDefault="00357218" w:rsidP="00357218">
      <w:pPr>
        <w:pStyle w:val="libNormal"/>
      </w:pPr>
      <w:r>
        <w:t>prostration, 3:113, 7:206, 9:112, 15:98, 16:48, 16:49, 22:18, 22:26, 22:77, 25:60, 25:64, 26:219, 32:15, 39:9, 41:37, 48:29, 50:40, 53:62, 76:26, 96:19</w:t>
      </w:r>
    </w:p>
    <w:p w:rsidR="00357218" w:rsidRDefault="00357218" w:rsidP="00357218">
      <w:pPr>
        <w:pStyle w:val="libNormal"/>
      </w:pPr>
      <w:r>
        <w:lastRenderedPageBreak/>
        <w:t>restrains one from loathesome deeds, 29:45</w:t>
      </w:r>
    </w:p>
    <w:p w:rsidR="00357218" w:rsidRDefault="00357218" w:rsidP="00357218">
      <w:pPr>
        <w:pStyle w:val="libNormal"/>
      </w:pPr>
      <w:r>
        <w:t>sacred duty linked to time of day, 4:103</w:t>
      </w:r>
    </w:p>
    <w:p w:rsidR="00357218" w:rsidRDefault="00357218" w:rsidP="00357218">
      <w:pPr>
        <w:pStyle w:val="libNormal"/>
      </w:pPr>
      <w:r>
        <w:t>standing, 39:9</w:t>
      </w:r>
    </w:p>
    <w:p w:rsidR="00357218" w:rsidRDefault="00357218" w:rsidP="00357218">
      <w:pPr>
        <w:pStyle w:val="libNormal"/>
      </w:pPr>
      <w:r>
        <w:t>style of, 2:238, 17:110</w:t>
      </w:r>
    </w:p>
    <w:p w:rsidR="00357218" w:rsidRDefault="00357218" w:rsidP="00357218">
      <w:pPr>
        <w:pStyle w:val="libNormal"/>
      </w:pPr>
      <w:r>
        <w:t>times of day of, 11:114, 17:78, 17:79, 20:130, 24:36, 24:58, 30:17-18, 32:16, 38:18, 50:39-40, 51:17, 52:48-49, 73:2-4, 76:25-26</w:t>
      </w:r>
    </w:p>
    <w:p w:rsidR="008E4DDF" w:rsidRDefault="00357218" w:rsidP="00357218">
      <w:pPr>
        <w:pStyle w:val="libNormal"/>
      </w:pPr>
      <w:r>
        <w:t>while in danger, 2:239, 4:101-102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regnancy, 7:189, 13:8, 31:34, 32:8, 39:6, 41:47, 53:32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llah's spirit is breathed into the fetus, 32:9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rivacy, 24:27-29</w:t>
      </w:r>
    </w:p>
    <w:p w:rsidR="008E4DDF" w:rsidRDefault="00357218" w:rsidP="00357218">
      <w:pPr>
        <w:pStyle w:val="libNormal"/>
      </w:pPr>
      <w:r>
        <w:t>nakedness at mid-day, 24:58-59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rophet's household, 33:53, 49:4-5</w:t>
      </w:r>
    </w:p>
    <w:p w:rsidR="008E4DDF" w:rsidRDefault="00357218" w:rsidP="00357218">
      <w:pPr>
        <w:pStyle w:val="libNormal"/>
      </w:pPr>
      <w:r>
        <w:t>sharing food, 24:61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rophet</w:t>
      </w:r>
    </w:p>
    <w:p w:rsidR="00357218" w:rsidRDefault="00357218" w:rsidP="00357218">
      <w:pPr>
        <w:pStyle w:val="libNormal"/>
      </w:pPr>
      <w:r>
        <w:t>accept him who confirms earlier revelation, 3:81</w:t>
      </w:r>
    </w:p>
    <w:p w:rsidR="00357218" w:rsidRDefault="00357218" w:rsidP="00357218">
      <w:pPr>
        <w:pStyle w:val="libNormal"/>
      </w:pPr>
      <w:r>
        <w:t>charity during consultation with, 58:12</w:t>
      </w:r>
    </w:p>
    <w:p w:rsidR="00357218" w:rsidRDefault="00357218" w:rsidP="00357218">
      <w:pPr>
        <w:pStyle w:val="libNormal"/>
      </w:pPr>
      <w:r>
        <w:t>don't aquire slaves except through war, 8:67</w:t>
      </w:r>
    </w:p>
    <w:p w:rsidR="00357218" w:rsidRDefault="00357218" w:rsidP="00357218">
      <w:pPr>
        <w:pStyle w:val="libNormal"/>
      </w:pPr>
      <w:r>
        <w:t>don't raise your voice above, 49:2</w:t>
      </w:r>
    </w:p>
    <w:p w:rsidR="00357218" w:rsidRDefault="00357218" w:rsidP="00357218">
      <w:pPr>
        <w:pStyle w:val="libNormal"/>
      </w:pPr>
      <w:r>
        <w:t>has come to you, 9:128</w:t>
      </w:r>
    </w:p>
    <w:p w:rsidR="00357218" w:rsidRDefault="00357218" w:rsidP="00357218">
      <w:pPr>
        <w:pStyle w:val="libNormal"/>
      </w:pPr>
      <w:r>
        <w:t>has highest claim on allegiance of believers, 33:6</w:t>
      </w:r>
    </w:p>
    <w:p w:rsidR="00357218" w:rsidRDefault="00357218" w:rsidP="00357218">
      <w:pPr>
        <w:pStyle w:val="libNormal"/>
      </w:pPr>
      <w:r>
        <w:t>keeps awake 2/3 1/2 or 1/3 of the night praying, 73:20</w:t>
      </w:r>
    </w:p>
    <w:p w:rsidR="00357218" w:rsidRDefault="00357218" w:rsidP="00357218">
      <w:pPr>
        <w:pStyle w:val="libNormal"/>
      </w:pPr>
      <w:r>
        <w:t>miracles only by Allah's leave, 40:78</w:t>
      </w:r>
    </w:p>
    <w:p w:rsidR="00357218" w:rsidRDefault="00357218" w:rsidP="00357218">
      <w:pPr>
        <w:pStyle w:val="libNormal"/>
      </w:pPr>
      <w:r>
        <w:t>only mortal human, 12:109, 16:43, 21:7-8, 25:7</w:t>
      </w:r>
    </w:p>
    <w:p w:rsidR="00357218" w:rsidRDefault="00357218" w:rsidP="00357218">
      <w:pPr>
        <w:pStyle w:val="libNormal"/>
      </w:pPr>
      <w:r>
        <w:t>people who are false prophets are wicked, 6:93, 6:143-144, 6:157, 7:37, 10:17, 11:18, 29:68, 39:32, 61:7</w:t>
      </w:r>
    </w:p>
    <w:p w:rsidR="00357218" w:rsidRDefault="00357218" w:rsidP="00357218">
      <w:pPr>
        <w:pStyle w:val="libNormal"/>
      </w:pPr>
      <w:r>
        <w:t>prophecy in language of target population, 14:4, 16:89</w:t>
      </w:r>
    </w:p>
    <w:p w:rsidR="00357218" w:rsidRDefault="00357218" w:rsidP="00357218">
      <w:pPr>
        <w:pStyle w:val="libNormal"/>
      </w:pPr>
      <w:r>
        <w:t>purpose of, 2:213, 6:48, 6:130, 14:4-6</w:t>
      </w:r>
    </w:p>
    <w:p w:rsidR="00357218" w:rsidRDefault="00357218" w:rsidP="00357218">
      <w:pPr>
        <w:pStyle w:val="libNormal"/>
      </w:pPr>
      <w:r>
        <w:t>some not mentioned, 40:78</w:t>
      </w:r>
    </w:p>
    <w:p w:rsidR="00357218" w:rsidRDefault="00357218" w:rsidP="00357218">
      <w:pPr>
        <w:pStyle w:val="libNormal"/>
      </w:pPr>
      <w:r>
        <w:t>some superior, 2:253, 17:55</w:t>
      </w:r>
    </w:p>
    <w:p w:rsidR="00357218" w:rsidRDefault="00357218" w:rsidP="00357218">
      <w:pPr>
        <w:pStyle w:val="libNormal"/>
      </w:pPr>
      <w:r>
        <w:t>those who came before had wives and children, 13:38</w:t>
      </w:r>
    </w:p>
    <w:p w:rsidR="00357218" w:rsidRDefault="00357218" w:rsidP="00357218">
      <w:pPr>
        <w:pStyle w:val="libNormal"/>
      </w:pPr>
      <w:r>
        <w:t>wives</w:t>
      </w:r>
    </w:p>
    <w:p w:rsidR="00357218" w:rsidRDefault="00357218" w:rsidP="00357218">
      <w:pPr>
        <w:pStyle w:val="libNormal"/>
      </w:pPr>
      <w:r>
        <w:t>rewards and punishments, 33:30-31</w:t>
      </w:r>
    </w:p>
    <w:p w:rsidR="008E4DDF" w:rsidRDefault="00357218" w:rsidP="00357218">
      <w:pPr>
        <w:pStyle w:val="libNormal"/>
      </w:pPr>
      <w:r>
        <w:t>will be let go if they desire, 33:28-29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P</w:t>
      </w:r>
      <w:r w:rsidR="00357218">
        <w:t>salms, 4:163</w:t>
      </w:r>
    </w:p>
    <w:p w:rsidR="00357218" w:rsidRDefault="00357218" w:rsidP="00357218">
      <w:pPr>
        <w:pStyle w:val="libNormal"/>
      </w:pPr>
      <w:r>
        <w:t>given to David, 4:163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6" w:name="_Toc486768139"/>
      <w:r>
        <w:lastRenderedPageBreak/>
        <w:t>Q</w:t>
      </w:r>
      <w:bookmarkEnd w:id="16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Q</w:t>
      </w:r>
      <w:r w:rsidR="00357218">
        <w:t>arun, 28:76-81, 29:39, 40:24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Q</w:t>
      </w:r>
      <w:r w:rsidR="00357218">
        <w:t>uail, 7:160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Q</w:t>
      </w:r>
      <w:r w:rsidR="00357218">
        <w:t>ur'an, 4:82, 5:16, 7:204, 9:111, 10:15, 10:37, 11:13, 11:14, 12:3, 15:87, 15:91, 16:98, 17:9, 17:41, 17:45, 17:46, 17:60, 17:82, 17:88, 17:89, 18:54, 20:2, 20:114, 25:4, 25:6, 25:30, 25:32, 27:1, 27:6, 27:76, 27:92, 28:85, 30:58, 34:31, 36:2, 38:1, 39:27, 41:26, 41:44, 42:7, 43:31, 46:12, 46:29, 47:24, 50:1, 50:45, 54:22, 54:32, 54:40, 55:2, 56:75, 59:21, 69:40, 73:4, 73:20, 76:23, 84:21</w:t>
      </w:r>
    </w:p>
    <w:p w:rsidR="00357218" w:rsidRDefault="00357218" w:rsidP="00357218">
      <w:pPr>
        <w:pStyle w:val="libNormal"/>
      </w:pPr>
      <w:r>
        <w:t>bestowed on a blessed night, 44:3, 97:1-5</w:t>
      </w:r>
    </w:p>
    <w:p w:rsidR="00357218" w:rsidRDefault="00357218" w:rsidP="00357218">
      <w:pPr>
        <w:pStyle w:val="libNormal"/>
      </w:pPr>
      <w:r>
        <w:t>clear ordinances, 98:3</w:t>
      </w:r>
    </w:p>
    <w:p w:rsidR="00357218" w:rsidRDefault="00357218" w:rsidP="00357218">
      <w:pPr>
        <w:pStyle w:val="libNormal"/>
      </w:pPr>
      <w:r>
        <w:t>completion of, 5:3</w:t>
      </w:r>
    </w:p>
    <w:p w:rsidR="00357218" w:rsidRDefault="00357218" w:rsidP="00357218">
      <w:pPr>
        <w:pStyle w:val="libNormal"/>
      </w:pPr>
      <w:r>
        <w:t>conveyed clearly, 5:16, 10:15</w:t>
      </w:r>
    </w:p>
    <w:p w:rsidR="00357218" w:rsidRDefault="00357218" w:rsidP="00357218">
      <w:pPr>
        <w:pStyle w:val="libNormal"/>
      </w:pPr>
      <w:r>
        <w:t>distortion of, 5:41</w:t>
      </w:r>
    </w:p>
    <w:p w:rsidR="00357218" w:rsidRDefault="00357218" w:rsidP="00357218">
      <w:pPr>
        <w:pStyle w:val="libNormal"/>
      </w:pPr>
      <w:r>
        <w:t>divine nature of, 10:37</w:t>
      </w:r>
    </w:p>
    <w:p w:rsidR="00357218" w:rsidRDefault="00357218" w:rsidP="00357218">
      <w:pPr>
        <w:pStyle w:val="libNormal"/>
      </w:pPr>
      <w:r>
        <w:t>don't approach it in haste, 20:114</w:t>
      </w:r>
    </w:p>
    <w:p w:rsidR="00357218" w:rsidRDefault="00357218" w:rsidP="00357218">
      <w:pPr>
        <w:pStyle w:val="libNormal"/>
      </w:pPr>
      <w:r>
        <w:t>easy to understand, 44:58</w:t>
      </w:r>
    </w:p>
    <w:p w:rsidR="00357218" w:rsidRDefault="00357218" w:rsidP="00357218">
      <w:pPr>
        <w:pStyle w:val="libNormal"/>
      </w:pPr>
      <w:r>
        <w:t>full of wisdom, 36:2</w:t>
      </w:r>
    </w:p>
    <w:p w:rsidR="00357218" w:rsidRDefault="00357218" w:rsidP="00357218">
      <w:pPr>
        <w:pStyle w:val="libNormal"/>
      </w:pPr>
      <w:r>
        <w:t>guidance to humans, 2:185</w:t>
      </w:r>
    </w:p>
    <w:p w:rsidR="00357218" w:rsidRDefault="00357218" w:rsidP="00357218">
      <w:pPr>
        <w:pStyle w:val="libNormal"/>
      </w:pPr>
      <w:r>
        <w:t>invisible barrier during recitation, 17:45</w:t>
      </w:r>
    </w:p>
    <w:p w:rsidR="00357218" w:rsidRDefault="00357218" w:rsidP="00357218">
      <w:pPr>
        <w:pStyle w:val="libNormal"/>
      </w:pPr>
      <w:r>
        <w:t>is not Muhammed's sayings, 69:44</w:t>
      </w:r>
    </w:p>
    <w:p w:rsidR="00357218" w:rsidRDefault="00357218" w:rsidP="00357218">
      <w:pPr>
        <w:pStyle w:val="libNormal"/>
      </w:pPr>
      <w:r>
        <w:t>not from a satanic force, 81:25</w:t>
      </w:r>
    </w:p>
    <w:p w:rsidR="00357218" w:rsidRDefault="00357218" w:rsidP="00357218">
      <w:pPr>
        <w:pStyle w:val="libNormal"/>
      </w:pPr>
      <w:r>
        <w:t>not poetry, 36:69, 69:41</w:t>
      </w:r>
    </w:p>
    <w:p w:rsidR="00357218" w:rsidRDefault="00357218" w:rsidP="00357218">
      <w:pPr>
        <w:pStyle w:val="libNormal"/>
      </w:pPr>
      <w:r>
        <w:t>recite as much as you may do with ease, 73:20</w:t>
      </w:r>
    </w:p>
    <w:p w:rsidR="00357218" w:rsidRDefault="00357218" w:rsidP="00357218">
      <w:pPr>
        <w:pStyle w:val="libNormal"/>
      </w:pPr>
      <w:r>
        <w:t>revealed in Arabic, 12:2, 13:37, 16:103, 20:113, 26:195, 39:28, 41:3, 43:3, 44:58</w:t>
      </w:r>
    </w:p>
    <w:p w:rsidR="00357218" w:rsidRDefault="00357218" w:rsidP="00357218">
      <w:pPr>
        <w:pStyle w:val="libNormal"/>
      </w:pPr>
      <w:r>
        <w:t>sent forth "in waves" (gradually), 77:1</w:t>
      </w:r>
    </w:p>
    <w:p w:rsidR="00357218" w:rsidRDefault="00357218" w:rsidP="00357218">
      <w:pPr>
        <w:pStyle w:val="libNormal"/>
      </w:pPr>
      <w:r>
        <w:t>some verses direct, some allegorical, 3:7</w:t>
      </w:r>
    </w:p>
    <w:p w:rsidR="00357218" w:rsidRDefault="00357218" w:rsidP="00357218">
      <w:pPr>
        <w:pStyle w:val="libNormal"/>
      </w:pPr>
      <w:r>
        <w:t>source of health, 17:82, 41:44</w:t>
      </w:r>
    </w:p>
    <w:p w:rsidR="008E4DDF" w:rsidRDefault="00357218" w:rsidP="00357218">
      <w:pPr>
        <w:pStyle w:val="libNormal"/>
      </w:pPr>
      <w:r>
        <w:t>upon an imperishable tablet, 85:21-22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Q</w:t>
      </w:r>
      <w:r w:rsidR="00357218">
        <w:t>uraysh, 106:1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7" w:name="_Toc486768140"/>
      <w:r>
        <w:lastRenderedPageBreak/>
        <w:t>R</w:t>
      </w:r>
      <w:bookmarkEnd w:id="17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abbis</w:t>
      </w:r>
    </w:p>
    <w:p w:rsidR="00357218" w:rsidRDefault="00357218" w:rsidP="00357218">
      <w:pPr>
        <w:pStyle w:val="libNormal"/>
      </w:pPr>
      <w:r>
        <w:t>some</w:t>
      </w:r>
    </w:p>
    <w:p w:rsidR="00357218" w:rsidRDefault="00357218" w:rsidP="00357218">
      <w:pPr>
        <w:pStyle w:val="libNormal"/>
      </w:pPr>
      <w:r>
        <w:t>devour people's possessions, 9:34</w:t>
      </w:r>
    </w:p>
    <w:p w:rsidR="00357218" w:rsidRDefault="00357218" w:rsidP="00357218">
      <w:pPr>
        <w:pStyle w:val="libNormal"/>
      </w:pPr>
      <w:r>
        <w:t>taken as lords, 9:31</w:t>
      </w:r>
    </w:p>
    <w:p w:rsidR="008E4DDF" w:rsidRDefault="00357218" w:rsidP="00357218">
      <w:pPr>
        <w:pStyle w:val="libNormal"/>
      </w:pPr>
      <w:r>
        <w:t>turn people away from Allah, 9:34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amadhan, 2:185</w:t>
      </w:r>
    </w:p>
    <w:p w:rsidR="008E4DDF" w:rsidRDefault="00357218" w:rsidP="00357218">
      <w:pPr>
        <w:pStyle w:val="libNormal"/>
      </w:pPr>
      <w:r>
        <w:t>and sex during the night, 2:187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ecord of personal deeds</w:t>
      </w:r>
    </w:p>
    <w:p w:rsidR="008E4DDF" w:rsidRDefault="00357218" w:rsidP="00357218">
      <w:pPr>
        <w:pStyle w:val="libNormal"/>
      </w:pPr>
      <w:r>
        <w:t>-, 17:13, 18:49, 36:12, 54:53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ed Sea</w:t>
      </w:r>
    </w:p>
    <w:p w:rsidR="008E4DDF" w:rsidRDefault="00357218" w:rsidP="00357218">
      <w:pPr>
        <w:pStyle w:val="libNormal"/>
      </w:pPr>
      <w:r>
        <w:t>parting of, 2:50, 20:77-78, 26:63-66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efugees, 59:8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eligion, 110:2</w:t>
      </w:r>
    </w:p>
    <w:p w:rsidR="00357218" w:rsidRDefault="00357218" w:rsidP="00357218">
      <w:pPr>
        <w:pStyle w:val="libNormal"/>
      </w:pPr>
      <w:r>
        <w:t>divergence of opinion, 3:19, 42:14, 45:17, 51:8, 78:3, 98:4</w:t>
      </w:r>
    </w:p>
    <w:p w:rsidR="00357218" w:rsidRDefault="00357218" w:rsidP="00357218">
      <w:pPr>
        <w:pStyle w:val="libNormal"/>
      </w:pPr>
      <w:r>
        <w:t>draws together former enemies, 3:103</w:t>
      </w:r>
    </w:p>
    <w:p w:rsidR="00357218" w:rsidRDefault="00357218" w:rsidP="00357218">
      <w:pPr>
        <w:pStyle w:val="libNormal"/>
      </w:pPr>
      <w:r>
        <w:t>false ideas upon things allowed and forbidden, 16:116</w:t>
      </w:r>
    </w:p>
    <w:p w:rsidR="00357218" w:rsidRDefault="00357218" w:rsidP="00357218">
      <w:pPr>
        <w:pStyle w:val="libNormal"/>
      </w:pPr>
      <w:r>
        <w:t>falsely follow other people's conjectures, 6:116, 6:119</w:t>
      </w:r>
    </w:p>
    <w:p w:rsidR="00357218" w:rsidRDefault="00357218" w:rsidP="00357218">
      <w:pPr>
        <w:pStyle w:val="libNormal"/>
      </w:pPr>
      <w:r>
        <w:t>falsely guided by ancestral concept of, 43:22</w:t>
      </w:r>
    </w:p>
    <w:p w:rsidR="00357218" w:rsidRDefault="00357218" w:rsidP="00357218">
      <w:pPr>
        <w:pStyle w:val="libNormal"/>
      </w:pPr>
      <w:r>
        <w:t>is not play and transient delight, 6:70, 7:51, 47:36</w:t>
      </w:r>
    </w:p>
    <w:p w:rsidR="00357218" w:rsidRDefault="00357218" w:rsidP="00357218">
      <w:pPr>
        <w:pStyle w:val="libNormal"/>
      </w:pPr>
      <w:r>
        <w:t>is self surrender to Allah, 3:85</w:t>
      </w:r>
    </w:p>
    <w:p w:rsidR="00357218" w:rsidRDefault="00357218" w:rsidP="00357218">
      <w:pPr>
        <w:pStyle w:val="libNormal"/>
      </w:pPr>
      <w:r>
        <w:t>no coercion in matters of faith, 2:256</w:t>
      </w:r>
    </w:p>
    <w:p w:rsidR="00357218" w:rsidRDefault="00357218" w:rsidP="00357218">
      <w:pPr>
        <w:pStyle w:val="libNormal"/>
      </w:pPr>
      <w:r>
        <w:t>no hardship in, 22:78</w:t>
      </w:r>
    </w:p>
    <w:p w:rsidR="00357218" w:rsidRDefault="00357218" w:rsidP="00357218">
      <w:pPr>
        <w:pStyle w:val="libNormal"/>
      </w:pPr>
      <w:r>
        <w:t>same as it was for the ones before you, 42:13</w:t>
      </w:r>
    </w:p>
    <w:p w:rsidR="00357218" w:rsidRDefault="00357218" w:rsidP="00357218">
      <w:pPr>
        <w:pStyle w:val="libNormal"/>
      </w:pPr>
      <w:r>
        <w:t>try and penetrate deepest meaning of, 4:162</w:t>
      </w:r>
    </w:p>
    <w:p w:rsidR="00357218" w:rsidRDefault="00357218" w:rsidP="00357218">
      <w:pPr>
        <w:pStyle w:val="libNormal"/>
      </w:pPr>
      <w:r>
        <w:t>use reason in, 3:65, 8:22</w:t>
      </w:r>
    </w:p>
    <w:p w:rsidR="008E4DDF" w:rsidRDefault="00357218" w:rsidP="00357218">
      <w:pPr>
        <w:pStyle w:val="libNormal"/>
      </w:pPr>
      <w:r>
        <w:t>wickedness of attributing one's own lying inventions to Allah, 6:21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eligious</w:t>
      </w:r>
    </w:p>
    <w:p w:rsidR="00357218" w:rsidRDefault="00357218" w:rsidP="00357218">
      <w:pPr>
        <w:pStyle w:val="libNormal"/>
      </w:pPr>
      <w:r>
        <w:t>sects, 6:159, 30:32, 43:65</w:t>
      </w:r>
    </w:p>
    <w:p w:rsidR="008E4DDF" w:rsidRDefault="00357218" w:rsidP="00357218">
      <w:pPr>
        <w:pStyle w:val="libNormal"/>
      </w:pPr>
      <w:r>
        <w:t>should stay together, 3:103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esurrection, 30:27, 83:4</w:t>
      </w:r>
    </w:p>
    <w:p w:rsidR="00357218" w:rsidRDefault="008E4DDF" w:rsidP="00357218">
      <w:pPr>
        <w:pStyle w:val="libNormal"/>
      </w:pPr>
      <w:r>
        <w:t>D</w:t>
      </w:r>
      <w:r w:rsidR="00357218">
        <w:t xml:space="preserve">ay, 2:113, 2:212, 3:77, 3:161, 3:180, 3:185, 3:194, 4:87, 4:109, 4:141, 4:159, 5:14, 5:36, 5:64, 6:12, 6:73, 7:32, 7:167, 10:93, 11:59, 11:60, 11:98, 11:99, 16:25, 16:27, 16:92, 16:124, 17:13, 17:52, 17:58, 17:62, 17:97, 18:47, 18:105, 19:95, 20:100-102, 20:124, 21:47, 22:9, 22:17, 22:69, 23:16, 25:69, 26:87, 28:41-42, 28:61, 28:71, 28:72-81, 28:85, 29:13, 29:25, 30:40, 30:56, 31:34, 32:25, 35:14, 38:79, 39:15, 39:24, 39:31, 39:47, 39:60, 39:67-75, 40:46, 41:40, 41:47, 41:50, 42:17, 42:18, 42:45, 45:17, 45:26, 46:5, </w:t>
      </w:r>
      <w:r w:rsidR="00357218">
        <w:lastRenderedPageBreak/>
        <w:t>50:42, 54:6-8, 58:6, 58:7, 58:18, 60:3, 68:39, 75:1, 75:6, 78:18, 80:33-42, 85:2, 88:1</w:t>
      </w:r>
    </w:p>
    <w:p w:rsidR="00357218" w:rsidRDefault="00357218" w:rsidP="00357218">
      <w:pPr>
        <w:pStyle w:val="libNormal"/>
      </w:pPr>
      <w:r>
        <w:t>followers of Jesus above non-believers, 3:55</w:t>
      </w:r>
    </w:p>
    <w:p w:rsidR="00357218" w:rsidRDefault="00357218" w:rsidP="00357218">
      <w:pPr>
        <w:pStyle w:val="libNormal"/>
      </w:pPr>
      <w:r>
        <w:t>of humans, 13:5, 16:39, 17:51, 17:98-99, 20:55, 22:7, 22:66, 25:40, 29:20, 30:11, 34:7, 36:12, 36:79, 41:39, 43:11, 46:33, 53:47, 56:61, 63:7, 71:18, 75:3, 80:22, 85:13, 86:8</w:t>
      </w:r>
    </w:p>
    <w:p w:rsidR="00357218" w:rsidRDefault="00357218" w:rsidP="00357218">
      <w:pPr>
        <w:pStyle w:val="libNormal"/>
      </w:pPr>
      <w:r>
        <w:t>moon is darkened, 75:8</w:t>
      </w:r>
    </w:p>
    <w:p w:rsidR="00357218" w:rsidRDefault="00357218" w:rsidP="00357218">
      <w:pPr>
        <w:pStyle w:val="libNormal"/>
      </w:pPr>
      <w:r>
        <w:t>of soul, 2:28, 30:25, 31:28</w:t>
      </w:r>
    </w:p>
    <w:p w:rsidR="008E4DDF" w:rsidRDefault="00357218" w:rsidP="00357218">
      <w:pPr>
        <w:pStyle w:val="libNormal"/>
      </w:pPr>
      <w:r>
        <w:t>sun and moon brought together (solar eclipse or solar expansion?), 75:9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evelation, 42:52, 43:4, 45:16, 46:12, 47:20, 52:2-3, 56:80, 57:16, 57:25, 57:26, 66:12, 69:43, 74:31, 74:52, 80:13, 98:1, 98:4, 98:6</w:t>
      </w:r>
    </w:p>
    <w:p w:rsidR="00357218" w:rsidRDefault="00357218" w:rsidP="00357218">
      <w:pPr>
        <w:pStyle w:val="libNormal"/>
      </w:pPr>
      <w:r>
        <w:t>every age has had its own, 13:38</w:t>
      </w:r>
    </w:p>
    <w:p w:rsidR="00357218" w:rsidRDefault="00357218" w:rsidP="00357218">
      <w:pPr>
        <w:pStyle w:val="libNormal"/>
      </w:pPr>
      <w:r>
        <w:t>from behind a veil, 42:51</w:t>
      </w:r>
    </w:p>
    <w:p w:rsidR="00357218" w:rsidRDefault="00357218" w:rsidP="00357218">
      <w:pPr>
        <w:pStyle w:val="libNormal"/>
      </w:pPr>
      <w:r>
        <w:t>mentioning war, 47:20</w:t>
      </w:r>
    </w:p>
    <w:p w:rsidR="008E4DDF" w:rsidRDefault="00357218" w:rsidP="00357218">
      <w:pPr>
        <w:pStyle w:val="libNormal"/>
      </w:pPr>
      <w:r>
        <w:t>nature of delivery, 42:51, 53:2-11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R</w:t>
      </w:r>
      <w:r w:rsidR="00357218">
        <w:t>uby, 55:58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abbath, 16:124</w:t>
      </w:r>
    </w:p>
    <w:p w:rsidR="00357218" w:rsidRDefault="00357218" w:rsidP="00357218">
      <w:pPr>
        <w:pStyle w:val="libNormal"/>
      </w:pPr>
      <w:r>
        <w:t>breakers, 2:65, 4:47, 4:154-155, 7:163-166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8" w:name="_Toc486768141"/>
      <w:r>
        <w:lastRenderedPageBreak/>
        <w:t>S</w:t>
      </w:r>
      <w:bookmarkEnd w:id="18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abians, 22:17</w:t>
      </w:r>
    </w:p>
    <w:p w:rsidR="008E4DDF" w:rsidRDefault="00357218" w:rsidP="00357218">
      <w:pPr>
        <w:pStyle w:val="libNormal"/>
      </w:pPr>
      <w:r>
        <w:t>righteous will be rewarded, 2:62, 5:69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acrifice, 108:2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alih, 7:73-79, 11:61, 11:89, 26:142-158, 27:45-52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amaritan, 20:85, 20:87, 20:95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aul, 2:247, 2:249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ea, 2:50, 2:164, 5:96, 6:59, 6:63, 7:138, 7:163, 10:22, 10:90, 14:32, 16:14, 17:66, 17:67, 17:70, 18:60, 18:61, 18:63, 18:79, 18:109, 20:77, 22:65, 24:40, 26:63, 27:63, 30:41, 31:27, 31:31, 42:33, 45:12, 52:6, 55:24, 81:6</w:t>
      </w:r>
    </w:p>
    <w:p w:rsidR="008E4DDF" w:rsidRDefault="00357218" w:rsidP="00357218">
      <w:pPr>
        <w:pStyle w:val="libNormal"/>
      </w:pPr>
      <w:r>
        <w:t>darkness in the depths of, 24:40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ex</w:t>
      </w:r>
    </w:p>
    <w:p w:rsidR="00357218" w:rsidRDefault="00357218" w:rsidP="00357218">
      <w:pPr>
        <w:pStyle w:val="libNormal"/>
      </w:pPr>
      <w:r>
        <w:t>conception and pregnancy (see Pregnancy)</w:t>
      </w:r>
    </w:p>
    <w:p w:rsidR="00357218" w:rsidRDefault="00357218" w:rsidP="00357218">
      <w:pPr>
        <w:pStyle w:val="libNormal"/>
      </w:pPr>
      <w:r>
        <w:t>consort with wives in a goodly manner, 4:19</w:t>
      </w:r>
    </w:p>
    <w:p w:rsidR="00357218" w:rsidRDefault="00357218" w:rsidP="00357218">
      <w:pPr>
        <w:pStyle w:val="libNormal"/>
      </w:pPr>
      <w:r>
        <w:t>don't force female slaves into prostitution, 24:33</w:t>
      </w:r>
    </w:p>
    <w:p w:rsidR="00357218" w:rsidRDefault="00357218" w:rsidP="00357218">
      <w:pPr>
        <w:pStyle w:val="libNormal"/>
      </w:pPr>
      <w:r>
        <w:t>during Ramadhan, 2:187</w:t>
      </w:r>
    </w:p>
    <w:p w:rsidR="00357218" w:rsidRDefault="00357218" w:rsidP="00357218">
      <w:pPr>
        <w:pStyle w:val="libNormal"/>
      </w:pPr>
      <w:r>
        <w:t>is what your spouse is for, 2:187, 2:222-223</w:t>
      </w:r>
    </w:p>
    <w:p w:rsidR="008E4DDF" w:rsidRDefault="00357218" w:rsidP="00357218">
      <w:pPr>
        <w:pStyle w:val="libNormal"/>
      </w:pPr>
      <w:r>
        <w:t>with slaves is legal (alternate interpretation), 23:6, 33:50, 33:52, 70:30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exes</w:t>
      </w:r>
    </w:p>
    <w:p w:rsidR="00357218" w:rsidRDefault="00357218" w:rsidP="00357218">
      <w:pPr>
        <w:pStyle w:val="libNormal"/>
      </w:pPr>
      <w:r>
        <w:t>created from one living entity (soul), 4:1, 6:98</w:t>
      </w:r>
    </w:p>
    <w:p w:rsidR="00357218" w:rsidRDefault="00357218" w:rsidP="00357218">
      <w:pPr>
        <w:pStyle w:val="libNormal"/>
      </w:pPr>
      <w:r>
        <w:t>each entitled to own earnings, 4:32</w:t>
      </w:r>
    </w:p>
    <w:p w:rsidR="00357218" w:rsidRDefault="00357218" w:rsidP="00357218">
      <w:pPr>
        <w:pStyle w:val="libNormal"/>
      </w:pPr>
      <w:r>
        <w:t>equality of, 3:195, 4:32, 4:124, 6:139, 9:67, 9:68, 9:71, 9:72, 16:97, 33:35, 33:58, 33:73, 40:40, 42:49, 42:50, 47:19, 48:5, 48:6, 57:13, 57:18, 60:10</w:t>
      </w:r>
    </w:p>
    <w:p w:rsidR="00357218" w:rsidRDefault="00357218" w:rsidP="00357218">
      <w:pPr>
        <w:pStyle w:val="libNormal"/>
      </w:pPr>
      <w:r>
        <w:t>in divorce, 2:228</w:t>
      </w:r>
    </w:p>
    <w:p w:rsidR="00357218" w:rsidRDefault="00357218" w:rsidP="00357218">
      <w:pPr>
        <w:pStyle w:val="libNormal"/>
      </w:pPr>
      <w:r>
        <w:t>guides for one another, 9:71</w:t>
      </w:r>
    </w:p>
    <w:p w:rsidR="008E4DDF" w:rsidRDefault="00357218" w:rsidP="00357218">
      <w:pPr>
        <w:pStyle w:val="libNormal"/>
      </w:pPr>
      <w:r>
        <w:t>men provide for women, 4:34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heba, 27:22-41, 34:15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hips, 2:164, 10:22, 14:32, 16:14, 17:66, 18:71, 18:79, 22:65, 23:22, 29:65, 30:46, 31:31, 35:12, 36:41, 37:140, 40:80, 42:32, 43:12, 45:12, 55:24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hu'ayb, 7:85-93, 11:84-95, 26:177-189, 29:36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ight, 41:22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ilk, 22:23, 44:53, 76:12, 76:21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ilver, 43:33-34, 76:15-16, 76:21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in, 4:111</w:t>
      </w:r>
    </w:p>
    <w:p w:rsidR="00357218" w:rsidRDefault="00357218" w:rsidP="00357218">
      <w:pPr>
        <w:pStyle w:val="libNormal"/>
      </w:pPr>
      <w:r>
        <w:t>avoiding, 4:31</w:t>
      </w:r>
    </w:p>
    <w:p w:rsidR="008E4DDF" w:rsidRDefault="00357218" w:rsidP="00357218">
      <w:pPr>
        <w:pStyle w:val="libNormal"/>
      </w:pPr>
      <w:r>
        <w:t>blaming another, 4:112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inai, Mt., 2:63, 2:93, 19:52, 95:2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kin, 2:187, 41:22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ky, 88:18</w:t>
      </w:r>
    </w:p>
    <w:p w:rsidR="008E4DDF" w:rsidRDefault="00357218" w:rsidP="00357218">
      <w:pPr>
        <w:pStyle w:val="libNormal"/>
      </w:pPr>
      <w:r>
        <w:t>still smoke, 41:11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laves, 4:3, 4:24, 4:25, 4:36, 16:71, 23:6, 24:31, 24:58, 30:28, 33:50, 33:52, 33:55, 70:30</w:t>
      </w:r>
    </w:p>
    <w:p w:rsidR="00357218" w:rsidRDefault="00357218" w:rsidP="00357218">
      <w:pPr>
        <w:pStyle w:val="libNormal"/>
      </w:pPr>
      <w:r>
        <w:t>aquisition only though war, 8:67</w:t>
      </w:r>
    </w:p>
    <w:p w:rsidR="00357218" w:rsidRDefault="00357218" w:rsidP="00357218">
      <w:pPr>
        <w:pStyle w:val="libNormal"/>
      </w:pPr>
      <w:r>
        <w:t>don't force female slaves into prostitution, 24:33</w:t>
      </w:r>
    </w:p>
    <w:p w:rsidR="00357218" w:rsidRDefault="00357218" w:rsidP="00357218">
      <w:pPr>
        <w:pStyle w:val="libNormal"/>
      </w:pPr>
      <w:r>
        <w:t>freeing</w:t>
      </w:r>
    </w:p>
    <w:p w:rsidR="00357218" w:rsidRDefault="00357218" w:rsidP="00357218">
      <w:pPr>
        <w:pStyle w:val="libNormal"/>
      </w:pPr>
      <w:r>
        <w:t>after war is over, 47:4</w:t>
      </w:r>
    </w:p>
    <w:p w:rsidR="00357218" w:rsidRDefault="00357218" w:rsidP="00357218">
      <w:pPr>
        <w:pStyle w:val="libNormal"/>
      </w:pPr>
      <w:r>
        <w:t>as penance for a broken oath, 5:89</w:t>
      </w:r>
    </w:p>
    <w:p w:rsidR="00357218" w:rsidRDefault="00357218" w:rsidP="00357218">
      <w:pPr>
        <w:pStyle w:val="libNormal"/>
      </w:pPr>
      <w:r>
        <w:t>as penance for death of believer fighting against you, 4:92</w:t>
      </w:r>
    </w:p>
    <w:p w:rsidR="00357218" w:rsidRDefault="00357218" w:rsidP="00357218">
      <w:pPr>
        <w:pStyle w:val="libNormal"/>
      </w:pPr>
      <w:r>
        <w:t>charity is for freeing (among other things), 9:60</w:t>
      </w:r>
    </w:p>
    <w:p w:rsidR="00357218" w:rsidRDefault="00357218" w:rsidP="00357218">
      <w:pPr>
        <w:pStyle w:val="libNormal"/>
      </w:pPr>
      <w:r>
        <w:t>is the act of a truly pious person, 2:177</w:t>
      </w:r>
    </w:p>
    <w:p w:rsidR="008E4DDF" w:rsidRDefault="00357218" w:rsidP="00357218">
      <w:pPr>
        <w:pStyle w:val="libNormal"/>
      </w:pPr>
      <w:r>
        <w:t>those who ask you to who have any good in them, 24:33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olomon, 2:101, 4:163, 6:84, 21:78, 21:79, 21:81, 27:15-21, 34:12-14</w:t>
      </w:r>
    </w:p>
    <w:p w:rsidR="00357218" w:rsidRDefault="00357218" w:rsidP="00357218">
      <w:pPr>
        <w:pStyle w:val="libNormal"/>
      </w:pPr>
      <w:r>
        <w:t>and the Queen of Sheba, 27:22-41</w:t>
      </w:r>
    </w:p>
    <w:p w:rsidR="008E4DDF" w:rsidRDefault="00357218" w:rsidP="00357218">
      <w:pPr>
        <w:pStyle w:val="libNormal"/>
      </w:pPr>
      <w:r>
        <w:t>discovery of the death of, 34:14-16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orcery</w:t>
      </w:r>
    </w:p>
    <w:p w:rsidR="008E4DDF" w:rsidRDefault="00357218" w:rsidP="00357218">
      <w:pPr>
        <w:pStyle w:val="libNormal"/>
      </w:pPr>
      <w:r>
        <w:t>is evil, 2:101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pider, 29:41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pouses (a time when they are evil for you), 64:14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tealing</w:t>
      </w:r>
    </w:p>
    <w:p w:rsidR="00357218" w:rsidRDefault="00357218" w:rsidP="00357218">
      <w:pPr>
        <w:pStyle w:val="libNormal"/>
      </w:pPr>
      <w:r>
        <w:t>cutting off hands as punishment, 5:38</w:t>
      </w:r>
    </w:p>
    <w:p w:rsidR="00357218" w:rsidRDefault="00357218" w:rsidP="00357218">
      <w:pPr>
        <w:pStyle w:val="libNormal"/>
      </w:pPr>
      <w:r>
        <w:t>forgiveness for (before discovery), 5:39</w:t>
      </w:r>
    </w:p>
    <w:p w:rsidR="008E4DDF" w:rsidRDefault="00357218" w:rsidP="00357218">
      <w:pPr>
        <w:pStyle w:val="libNormal"/>
      </w:pPr>
      <w:r>
        <w:t>is wrong even through the judiciary, 2:188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wine, 5:60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S</w:t>
      </w:r>
      <w:r w:rsidR="00357218">
        <w:t>ynagogues, 22:40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19" w:name="_Toc486768142"/>
      <w:r>
        <w:lastRenderedPageBreak/>
        <w:t>T</w:t>
      </w:r>
      <w:bookmarkEnd w:id="19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abuk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llah's mercy towards those on expedition to, 9:118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en Commandments, 2:53, 7:145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hamud, 7:73, 9:70, 11:61, 11:95, 14:9, 15:80, 17:59, 22:42, 25:38, 26:141, 27:45-52, 29:38, 38:13, 40:31, 41:13, 41:17, 50:12, 51:43, 53:51, 54:23-31, 69:4, 69:5, 85:18, 88:9, 91:11</w:t>
      </w:r>
    </w:p>
    <w:p w:rsidR="00357218" w:rsidRDefault="00357218" w:rsidP="00357218">
      <w:pPr>
        <w:pStyle w:val="libNormal"/>
      </w:pPr>
      <w:r>
        <w:t>rock dwellings, 7:74, 15:82, 26:149, 88:9</w:t>
      </w:r>
    </w:p>
    <w:p w:rsidR="00357218" w:rsidRDefault="00357218" w:rsidP="00357218">
      <w:pPr>
        <w:pStyle w:val="libNormal"/>
      </w:pPr>
      <w:r>
        <w:t>she camel, 7:73, 11:64, 26:155, 54:26, 91:13</w:t>
      </w:r>
    </w:p>
    <w:p w:rsidR="00357218" w:rsidRDefault="00357218" w:rsidP="00357218">
      <w:pPr>
        <w:pStyle w:val="libNormal"/>
      </w:pPr>
      <w:r>
        <w:t>killing of, 7:77, 11:66, 26:157, 54:29, 91:14</w:t>
      </w:r>
    </w:p>
    <w:p w:rsidR="008E4DDF" w:rsidRDefault="00357218" w:rsidP="00357218">
      <w:pPr>
        <w:pStyle w:val="libNormal"/>
      </w:pPr>
      <w:r>
        <w:t>punishment for, 7:78, 11:67, 26:158, 54:31, 91:14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ime, 103:1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orah, 3:3, 3:93, 5:44, 5:46, 5:66, 5:68, 5:110, 7:157, 9:111, 48:29, 61:6, 62:5</w:t>
      </w:r>
    </w:p>
    <w:p w:rsidR="00357218" w:rsidRDefault="00357218" w:rsidP="00357218">
      <w:pPr>
        <w:pStyle w:val="libNormal"/>
      </w:pPr>
      <w:r>
        <w:t>retribution in (also adopted by Muslims), 5:45</w:t>
      </w:r>
    </w:p>
    <w:p w:rsidR="008E4DDF" w:rsidRDefault="00357218" w:rsidP="00357218">
      <w:pPr>
        <w:pStyle w:val="libNormal"/>
      </w:pPr>
      <w:r>
        <w:t>forgoing it will be better, 5:45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reachery, 8:58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ree</w:t>
      </w:r>
    </w:p>
    <w:p w:rsidR="00357218" w:rsidRDefault="00357218" w:rsidP="00357218">
      <w:pPr>
        <w:pStyle w:val="libNormal"/>
      </w:pPr>
      <w:r>
        <w:t>at Hudaybiyyah, 48:18</w:t>
      </w:r>
    </w:p>
    <w:p w:rsidR="008E4DDF" w:rsidRDefault="00357218" w:rsidP="00357218">
      <w:pPr>
        <w:pStyle w:val="libNormal"/>
      </w:pPr>
      <w:r>
        <w:t>of hell, 17:60, 37:62-63, 56:52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rees, 22:18, 23:20, 27:60, 31:27, 36:80, 55:6, 56:72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rinity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A</w:t>
      </w:r>
      <w:r w:rsidR="00357218">
        <w:t>llah is not a, 4:171, 5:73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ubba, 44:37, 50:14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welve tribes, 7:159</w:t>
      </w:r>
    </w:p>
    <w:p w:rsidR="008E4DDF" w:rsidRDefault="00357218" w:rsidP="00357218">
      <w:pPr>
        <w:pStyle w:val="libNormal"/>
      </w:pPr>
      <w:r>
        <w:t>scattering of, 7:168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T</w:t>
      </w:r>
      <w:r w:rsidR="00357218">
        <w:t>wo Horned One, 18:83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20" w:name="_Toc486768143"/>
      <w:r>
        <w:lastRenderedPageBreak/>
        <w:t>U</w:t>
      </w:r>
      <w:bookmarkEnd w:id="20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U</w:t>
      </w:r>
      <w:r w:rsidR="00357218">
        <w:t>hud</w:t>
      </w:r>
    </w:p>
    <w:p w:rsidR="008E4DDF" w:rsidRDefault="00357218" w:rsidP="00357218">
      <w:pPr>
        <w:pStyle w:val="libNormal"/>
      </w:pPr>
      <w:r>
        <w:t>battle of, 3:121-123, 3:143, 3:152-154, 3:166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U</w:t>
      </w:r>
      <w:r w:rsidR="00357218">
        <w:t>sury, 30:39</w:t>
      </w:r>
    </w:p>
    <w:p w:rsidR="00357218" w:rsidRDefault="00357218" w:rsidP="00357218">
      <w:pPr>
        <w:pStyle w:val="libNormal"/>
      </w:pPr>
      <w:r>
        <w:t>delay repayment (forgiving debt is better), 2:278</w:t>
      </w:r>
    </w:p>
    <w:p w:rsidR="00357218" w:rsidRDefault="00357218" w:rsidP="00357218">
      <w:pPr>
        <w:pStyle w:val="libNormal"/>
      </w:pPr>
      <w:r>
        <w:t>forbidden, 2:275, 3:130</w:t>
      </w:r>
    </w:p>
    <w:p w:rsidR="008E4DDF" w:rsidRDefault="00357218" w:rsidP="00357218">
      <w:pPr>
        <w:pStyle w:val="libNormal"/>
      </w:pPr>
      <w:r>
        <w:t>forgive debt, 2:278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J</w:t>
      </w:r>
      <w:r w:rsidR="00357218">
        <w:t>ews took it even though forbidden to, 4:161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21" w:name="_Toc486768144"/>
      <w:r>
        <w:lastRenderedPageBreak/>
        <w:t>W</w:t>
      </w:r>
      <w:bookmarkEnd w:id="21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W</w:t>
      </w:r>
      <w:r w:rsidR="00357218">
        <w:t>ater, 47:15, 56:31, 56:68, 67:30, 77:27, 88:17</w:t>
      </w:r>
    </w:p>
    <w:p w:rsidR="008E4DDF" w:rsidRDefault="00357218" w:rsidP="00357218">
      <w:pPr>
        <w:pStyle w:val="libNormal"/>
      </w:pPr>
      <w:r>
        <w:t>two great bodies of, 25:53, 27:61, 35:12, 55:19, 55:21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W</w:t>
      </w:r>
      <w:r w:rsidR="00357218">
        <w:t>eather</w:t>
      </w:r>
    </w:p>
    <w:p w:rsidR="00357218" w:rsidRDefault="00357218" w:rsidP="00357218">
      <w:pPr>
        <w:pStyle w:val="libNormal"/>
      </w:pPr>
      <w:r>
        <w:t>clouds, 7:57, 7:160, 24:40, 24:43, 25:25, 30:48, 35:9, 52:44, 56:69</w:t>
      </w:r>
    </w:p>
    <w:p w:rsidR="00357218" w:rsidRDefault="00357218" w:rsidP="00357218">
      <w:pPr>
        <w:pStyle w:val="libNormal"/>
      </w:pPr>
      <w:r>
        <w:t>and their patterns, 2:164</w:t>
      </w:r>
    </w:p>
    <w:p w:rsidR="00357218" w:rsidRDefault="00357218" w:rsidP="00357218">
      <w:pPr>
        <w:pStyle w:val="libNormal"/>
      </w:pPr>
      <w:r>
        <w:t>hail, 24:43</w:t>
      </w:r>
    </w:p>
    <w:p w:rsidR="00357218" w:rsidRDefault="00357218" w:rsidP="00357218">
      <w:pPr>
        <w:pStyle w:val="libNormal"/>
      </w:pPr>
      <w:r>
        <w:t>lifting, 30:48, 35:9</w:t>
      </w:r>
    </w:p>
    <w:p w:rsidR="00357218" w:rsidRDefault="00357218" w:rsidP="00357218">
      <w:pPr>
        <w:pStyle w:val="libNormal"/>
      </w:pPr>
      <w:r>
        <w:t>lightning, 13:12, 30:24</w:t>
      </w:r>
    </w:p>
    <w:p w:rsidR="00357218" w:rsidRDefault="00357218" w:rsidP="00357218">
      <w:pPr>
        <w:pStyle w:val="libNormal"/>
      </w:pPr>
      <w:r>
        <w:t>striking people, 13:13</w:t>
      </w:r>
    </w:p>
    <w:p w:rsidR="00357218" w:rsidRDefault="00357218" w:rsidP="00357218">
      <w:pPr>
        <w:pStyle w:val="libNormal"/>
      </w:pPr>
      <w:r>
        <w:t>rain, 2:163, 2:265, 6:99, 7:57, 8:11, 10:24, 13:17, 14:32, 15:22, 16:65, 18:45, 20:53, 22:5, 22:63, 23:18, 24:43, 25:48, 27:60, 29:63, 30:24, 30:48, 31:10, 31:34, 32:27, 35:27, 39:21, 40:13, 41:39, 42:28, 42:33, 43:11, 45:5, 46:24, 50:9, 56:69, 57:20, 78:14, 80:25</w:t>
      </w:r>
    </w:p>
    <w:p w:rsidR="00357218" w:rsidRDefault="00357218" w:rsidP="00357218">
      <w:pPr>
        <w:pStyle w:val="libNormal"/>
      </w:pPr>
      <w:r>
        <w:t>and fighting, 4:102</w:t>
      </w:r>
    </w:p>
    <w:p w:rsidR="00357218" w:rsidRDefault="00357218" w:rsidP="00357218">
      <w:pPr>
        <w:pStyle w:val="libNormal"/>
      </w:pPr>
      <w:r>
        <w:t>storms, 17:68, 17:69</w:t>
      </w:r>
    </w:p>
    <w:p w:rsidR="00357218" w:rsidRDefault="00357218" w:rsidP="00357218">
      <w:pPr>
        <w:pStyle w:val="libNormal"/>
      </w:pPr>
      <w:r>
        <w:t>thunder, 13:13</w:t>
      </w:r>
    </w:p>
    <w:p w:rsidR="00357218" w:rsidRDefault="00357218" w:rsidP="00357218">
      <w:pPr>
        <w:pStyle w:val="libNormal"/>
      </w:pPr>
      <w:r>
        <w:t>wind, 7:57, 14:18, 15:22, 17:68, 21:81, 25:48, 27:63, 29:40, 30:46, 30:48, 30:51, 33:9, 34:12, 35:9, 38:36, 41:16, 45:5, 46:24, 51:1-4, 51:41, 52:27, 54:19, 67:17, 69:6, 78:14</w:t>
      </w:r>
    </w:p>
    <w:p w:rsidR="008E4DDF" w:rsidRDefault="00357218" w:rsidP="00357218">
      <w:pPr>
        <w:pStyle w:val="libNormal"/>
      </w:pPr>
      <w:r>
        <w:t>to pollinate, 15:22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W</w:t>
      </w:r>
      <w:r w:rsidR="00357218">
        <w:t>idows</w:t>
      </w:r>
    </w:p>
    <w:p w:rsidR="00357218" w:rsidRDefault="00357218" w:rsidP="00357218">
      <w:pPr>
        <w:pStyle w:val="libNormal"/>
      </w:pPr>
      <w:r>
        <w:t>provisions for one year, 2:240</w:t>
      </w:r>
    </w:p>
    <w:p w:rsidR="00357218" w:rsidRDefault="00357218" w:rsidP="00357218">
      <w:pPr>
        <w:pStyle w:val="libNormal"/>
      </w:pPr>
      <w:r>
        <w:t>year in husband's home, 2:240</w:t>
      </w:r>
    </w:p>
    <w:p w:rsidR="008E4DDF" w:rsidRDefault="00357218" w:rsidP="00357218">
      <w:pPr>
        <w:pStyle w:val="libNormal"/>
      </w:pPr>
      <w:r>
        <w:t>wait four months and ten days before remarriage, 2:234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O</w:t>
      </w:r>
      <w:r w:rsidR="00357218">
        <w:t>K to plan remarriage during waiting period, 2:235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W</w:t>
      </w:r>
      <w:r w:rsidR="00357218">
        <w:t>ills, 2:180, 2:240</w:t>
      </w:r>
    </w:p>
    <w:p w:rsidR="00357218" w:rsidRDefault="00357218" w:rsidP="00357218">
      <w:pPr>
        <w:pStyle w:val="libNormal"/>
      </w:pPr>
      <w:r>
        <w:t>amending forbidden, 2:181-182</w:t>
      </w:r>
    </w:p>
    <w:p w:rsidR="00357218" w:rsidRDefault="00357218" w:rsidP="00357218">
      <w:pPr>
        <w:pStyle w:val="libNormal"/>
      </w:pPr>
      <w:r>
        <w:t>two witnesses when you declare it, 5:106</w:t>
      </w:r>
    </w:p>
    <w:p w:rsidR="008E4DDF" w:rsidRDefault="00357218" w:rsidP="00357218">
      <w:pPr>
        <w:pStyle w:val="libNormal"/>
      </w:pPr>
      <w:r>
        <w:t>if those two should falter, 5:107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W</w:t>
      </w:r>
      <w:r w:rsidR="00357218">
        <w:t>ine, 47:15, 83:25</w:t>
      </w:r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  <w:r w:rsidRPr="008E4DDF">
        <w:rPr>
          <w:rStyle w:val="libBold1Char"/>
        </w:rPr>
        <w:t>W</w:t>
      </w:r>
      <w:r w:rsidR="00357218">
        <w:t>ools, 16:80</w:t>
      </w:r>
    </w:p>
    <w:p w:rsidR="008E4DDF" w:rsidRDefault="008E4DDF" w:rsidP="00357218">
      <w:pPr>
        <w:pStyle w:val="libNormal"/>
      </w:pPr>
    </w:p>
    <w:p w:rsidR="00357218" w:rsidRDefault="008E4DDF" w:rsidP="00357218">
      <w:pPr>
        <w:pStyle w:val="libNormal"/>
      </w:pPr>
      <w:r w:rsidRPr="008E4DDF">
        <w:rPr>
          <w:rStyle w:val="libBold1Char"/>
        </w:rPr>
        <w:t>W</w:t>
      </w:r>
      <w:r w:rsidR="00357218">
        <w:t>omen</w:t>
      </w:r>
    </w:p>
    <w:p w:rsidR="00357218" w:rsidRDefault="00357218" w:rsidP="00357218">
      <w:pPr>
        <w:pStyle w:val="libNormal"/>
      </w:pPr>
      <w:r>
        <w:t>accept those seeking refuge from non-believing husbands, 60:10</w:t>
      </w:r>
    </w:p>
    <w:p w:rsidR="00357218" w:rsidRDefault="00357218" w:rsidP="00357218">
      <w:pPr>
        <w:pStyle w:val="libNormal"/>
      </w:pPr>
      <w:r>
        <w:t>gross moral depravity, 4:15</w:t>
      </w:r>
    </w:p>
    <w:p w:rsidR="00357218" w:rsidRDefault="00357218" w:rsidP="00357218">
      <w:pPr>
        <w:pStyle w:val="libNormal"/>
      </w:pPr>
      <w:r>
        <w:t>punishment for, 4:15</w:t>
      </w:r>
    </w:p>
    <w:p w:rsidR="00357218" w:rsidRDefault="00357218" w:rsidP="00357218">
      <w:pPr>
        <w:pStyle w:val="libNormal"/>
      </w:pPr>
      <w:r>
        <w:t>repentence, 4:16</w:t>
      </w:r>
    </w:p>
    <w:p w:rsidR="00357218" w:rsidRDefault="00357218" w:rsidP="00357218">
      <w:pPr>
        <w:pStyle w:val="libNormal"/>
      </w:pPr>
      <w:r>
        <w:t>ill willed, 4:34</w:t>
      </w:r>
    </w:p>
    <w:p w:rsidR="00357218" w:rsidRDefault="00357218" w:rsidP="00357218">
      <w:pPr>
        <w:pStyle w:val="libNormal"/>
      </w:pPr>
      <w:r>
        <w:t>punishment for, 4:34</w:t>
      </w:r>
    </w:p>
    <w:p w:rsidR="00357218" w:rsidRDefault="00357218" w:rsidP="00357218">
      <w:pPr>
        <w:pStyle w:val="libNormal"/>
      </w:pPr>
      <w:r>
        <w:lastRenderedPageBreak/>
        <w:t>lack of outer garments for older, 24:60</w:t>
      </w:r>
    </w:p>
    <w:p w:rsidR="00357218" w:rsidRDefault="00357218" w:rsidP="00357218">
      <w:pPr>
        <w:pStyle w:val="libNormal"/>
      </w:pPr>
      <w:r>
        <w:t>pledges of believing women, 60:12</w:t>
      </w:r>
    </w:p>
    <w:p w:rsidR="00357218" w:rsidRDefault="00357218" w:rsidP="00357218">
      <w:pPr>
        <w:pStyle w:val="libNormal"/>
      </w:pPr>
      <w:r>
        <w:t>righteous guard intimacies revealed to them, 4:34, 66:3-6</w:t>
      </w:r>
    </w:p>
    <w:p w:rsidR="00357218" w:rsidRDefault="00357218" w:rsidP="00357218">
      <w:pPr>
        <w:pStyle w:val="libNormal"/>
      </w:pPr>
      <w:r>
        <w:t>term (time) of pregnancy (see Pregnancy)</w:t>
      </w:r>
    </w:p>
    <w:p w:rsidR="00357218" w:rsidRDefault="00357218" w:rsidP="008E4DDF">
      <w:pPr>
        <w:pStyle w:val="libNormal"/>
      </w:pPr>
      <w:r>
        <w:br w:type="page"/>
      </w:r>
    </w:p>
    <w:p w:rsidR="00357218" w:rsidRDefault="00357218" w:rsidP="008E4DDF">
      <w:pPr>
        <w:pStyle w:val="Heading1Center"/>
      </w:pPr>
      <w:bookmarkStart w:id="22" w:name="_Toc486768145"/>
      <w:r>
        <w:lastRenderedPageBreak/>
        <w:t>Z</w:t>
      </w:r>
      <w:bookmarkEnd w:id="22"/>
    </w:p>
    <w:p w:rsidR="008E4DDF" w:rsidRDefault="008E4DDF" w:rsidP="00357218">
      <w:pPr>
        <w:pStyle w:val="libNormal"/>
      </w:pPr>
    </w:p>
    <w:p w:rsidR="008E4DDF" w:rsidRDefault="008E4DDF" w:rsidP="00357218">
      <w:pPr>
        <w:pStyle w:val="libNormal"/>
      </w:pPr>
    </w:p>
    <w:p w:rsidR="008E4DDF" w:rsidRDefault="008E4DDF" w:rsidP="008E4DDF">
      <w:pPr>
        <w:pStyle w:val="libNormal"/>
      </w:pPr>
      <w:r w:rsidRPr="008E4DDF">
        <w:rPr>
          <w:rStyle w:val="libBold1Char"/>
        </w:rPr>
        <w:t>Z</w:t>
      </w:r>
      <w:r w:rsidR="00357218">
        <w:t>achariah, 3:37-41, 6:85, 19:2-12</w:t>
      </w:r>
    </w:p>
    <w:p w:rsidR="008E4DDF" w:rsidRDefault="008E4DDF" w:rsidP="008E4DDF">
      <w:pPr>
        <w:pStyle w:val="libNormal"/>
      </w:pPr>
      <w:r>
        <w:br w:type="page"/>
      </w:r>
    </w:p>
    <w:p w:rsidR="00413479" w:rsidRDefault="00413479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</w:p>
    <w:p w:rsidR="00B320A2" w:rsidRDefault="00B320A2" w:rsidP="00B320A2">
      <w:pPr>
        <w:pStyle w:val="libCenterBold1"/>
      </w:pPr>
      <w:hyperlink r:id="rId10" w:history="1">
        <w:r w:rsidRPr="00685EE0">
          <w:rPr>
            <w:rStyle w:val="Hyperlink"/>
          </w:rPr>
          <w:t>www.alhassanain.org/english</w:t>
        </w:r>
      </w:hyperlink>
    </w:p>
    <w:sectPr w:rsidR="00B320A2" w:rsidSect="004C3E90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008" w:rsidRDefault="00B95008" w:rsidP="00113C59">
      <w:r>
        <w:separator/>
      </w:r>
    </w:p>
  </w:endnote>
  <w:endnote w:type="continuationSeparator" w:id="0">
    <w:p w:rsidR="00B95008" w:rsidRDefault="00B95008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DE56AC" w:rsidP="00745C1D">
    <w:pPr>
      <w:pStyle w:val="Footer"/>
      <w:tabs>
        <w:tab w:val="clear" w:pos="4153"/>
        <w:tab w:val="clear" w:pos="8306"/>
      </w:tabs>
    </w:pPr>
    <w:fldSimple w:instr=" PAGE   \* MERGEFORMAT ">
      <w:r w:rsidR="007C163C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DE56AC" w:rsidP="00113C59">
    <w:pPr>
      <w:pStyle w:val="Footer"/>
    </w:pPr>
    <w:fldSimple w:instr=" PAGE   \* MERGEFORMAT ">
      <w:r w:rsidR="008F52BC">
        <w:rPr>
          <w:noProof/>
        </w:rPr>
        <w:t>3</w:t>
      </w:r>
    </w:fldSimple>
  </w:p>
  <w:p w:rsidR="004C3E90" w:rsidRDefault="004C3E90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DE56AC" w:rsidP="00745C1D">
    <w:pPr>
      <w:pStyle w:val="Footer"/>
      <w:tabs>
        <w:tab w:val="clear" w:pos="4153"/>
        <w:tab w:val="clear" w:pos="8306"/>
      </w:tabs>
    </w:pPr>
    <w:fldSimple w:instr=" PAGE   \* MERGEFORMAT ">
      <w:r w:rsidR="00F37166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008" w:rsidRDefault="00B95008" w:rsidP="00113C59">
      <w:r>
        <w:separator/>
      </w:r>
    </w:p>
  </w:footnote>
  <w:footnote w:type="continuationSeparator" w:id="0">
    <w:p w:rsidR="00B95008" w:rsidRDefault="00B95008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E4DDF"/>
    <w:rsid w:val="00005A19"/>
    <w:rsid w:val="000267FE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16B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E11FF"/>
    <w:rsid w:val="001E25DC"/>
    <w:rsid w:val="001E30B7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57218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3D64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163C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4DDF"/>
    <w:rsid w:val="008E625A"/>
    <w:rsid w:val="008F258C"/>
    <w:rsid w:val="008F3BB8"/>
    <w:rsid w:val="008F4513"/>
    <w:rsid w:val="008F52BC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24ABA"/>
    <w:rsid w:val="00B320A2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008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B10B0"/>
    <w:rsid w:val="00CB22FF"/>
    <w:rsid w:val="00CB686E"/>
    <w:rsid w:val="00CC0833"/>
    <w:rsid w:val="00CC156E"/>
    <w:rsid w:val="00CD72D4"/>
    <w:rsid w:val="00CE30CD"/>
    <w:rsid w:val="00CF137D"/>
    <w:rsid w:val="00D10971"/>
    <w:rsid w:val="00D157A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56AC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37166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F0B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  <w:style w:type="paragraph" w:styleId="DocumentMap">
    <w:name w:val="Document Map"/>
    <w:basedOn w:val="Normal"/>
    <w:link w:val="DocumentMapChar"/>
    <w:rsid w:val="008E4DD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8E4DD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assanain.org/englis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alhassanain.org/englis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hassanain.org/english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jamadi_ula_1438\template_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AEDA3-4879-4835-8F53-0DE8161F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</Template>
  <TotalTime>34</TotalTime>
  <Pages>49</Pages>
  <Words>7059</Words>
  <Characters>40237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Barekat</dc:creator>
  <cp:lastModifiedBy>Barekat</cp:lastModifiedBy>
  <cp:revision>11</cp:revision>
  <cp:lastPrinted>1601-01-01T00:00:00Z</cp:lastPrinted>
  <dcterms:created xsi:type="dcterms:W3CDTF">2017-07-02T09:12:00Z</dcterms:created>
  <dcterms:modified xsi:type="dcterms:W3CDTF">2017-07-02T09:46:00Z</dcterms:modified>
</cp:coreProperties>
</file>