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70A5" w:rsidRDefault="00A870A5" w:rsidP="00EB2345">
      <w:pPr>
        <w:pStyle w:val="libCenterTitr"/>
      </w:pPr>
    </w:p>
    <w:p w:rsidR="00A870A5" w:rsidRDefault="00A870A5" w:rsidP="00A870A5">
      <w:pPr>
        <w:pStyle w:val="libCenterBold1"/>
      </w:pPr>
      <w:r w:rsidRPr="00A870A5">
        <w:t>Alhassanain (p) Network for Islamic Heritage and Thought</w:t>
      </w:r>
    </w:p>
    <w:p w:rsidR="00A870A5" w:rsidRDefault="00A870A5" w:rsidP="00EB2345">
      <w:pPr>
        <w:pStyle w:val="libCenterTitr"/>
      </w:pPr>
    </w:p>
    <w:p w:rsidR="00A870A5" w:rsidRDefault="00A870A5" w:rsidP="00EB2345">
      <w:pPr>
        <w:pStyle w:val="libCenterTitr"/>
      </w:pPr>
    </w:p>
    <w:p w:rsidR="001A403D" w:rsidRDefault="001A403D" w:rsidP="00EB2345">
      <w:pPr>
        <w:pStyle w:val="libCenterTitr"/>
      </w:pPr>
      <w:r>
        <w:t>GUIDANCE</w:t>
      </w:r>
      <w:r w:rsidR="00595365">
        <w:rPr>
          <w:rFonts w:hint="cs"/>
        </w:rPr>
        <w:t xml:space="preserve"> </w:t>
      </w:r>
      <w:r>
        <w:t>FOR MANKIND</w:t>
      </w:r>
      <w:r w:rsidR="00EB2345">
        <w:t>;</w:t>
      </w:r>
    </w:p>
    <w:p w:rsidR="001A403D" w:rsidRDefault="001A403D" w:rsidP="00A870A5">
      <w:pPr>
        <w:pStyle w:val="libCenterTitr"/>
      </w:pPr>
      <w:r>
        <w:t>Exegesis of Kalam Ullah</w:t>
      </w:r>
    </w:p>
    <w:p w:rsidR="00A870A5" w:rsidRDefault="00A870A5" w:rsidP="00EB2345">
      <w:pPr>
        <w:pStyle w:val="libCenterBold1"/>
      </w:pPr>
    </w:p>
    <w:p w:rsidR="00A870A5" w:rsidRDefault="00A870A5" w:rsidP="00EB2345">
      <w:pPr>
        <w:pStyle w:val="libCenterBold1"/>
      </w:pPr>
    </w:p>
    <w:p w:rsidR="00A870A5" w:rsidRDefault="00A870A5" w:rsidP="00EB2345">
      <w:pPr>
        <w:pStyle w:val="libCenterBold1"/>
      </w:pPr>
    </w:p>
    <w:p w:rsidR="00A870A5" w:rsidRDefault="00A870A5" w:rsidP="00EB2345">
      <w:pPr>
        <w:pStyle w:val="libCenterBold1"/>
      </w:pPr>
    </w:p>
    <w:p w:rsidR="00A870A5" w:rsidRDefault="00A870A5" w:rsidP="00EB2345">
      <w:pPr>
        <w:pStyle w:val="libCenterBold1"/>
      </w:pPr>
    </w:p>
    <w:p w:rsidR="001A403D" w:rsidRDefault="001A403D" w:rsidP="00EB2345">
      <w:pPr>
        <w:pStyle w:val="libCenterBold1"/>
      </w:pPr>
      <w:r>
        <w:t>By</w:t>
      </w:r>
      <w:r w:rsidR="00EB2345">
        <w:t>:</w:t>
      </w:r>
    </w:p>
    <w:p w:rsidR="001A403D" w:rsidRDefault="001A403D" w:rsidP="00EB2345">
      <w:pPr>
        <w:pStyle w:val="libCenterBold1"/>
      </w:pPr>
      <w:r>
        <w:t>Lisan Ullah (asws)</w:t>
      </w:r>
    </w:p>
    <w:p w:rsidR="00A870A5" w:rsidRDefault="00A870A5" w:rsidP="00EB2345">
      <w:pPr>
        <w:pStyle w:val="libCenterBold1"/>
      </w:pPr>
    </w:p>
    <w:p w:rsidR="00A870A5" w:rsidRDefault="00A870A5" w:rsidP="00EB2345">
      <w:pPr>
        <w:pStyle w:val="libCenterBold1"/>
      </w:pPr>
    </w:p>
    <w:p w:rsidR="00A870A5" w:rsidRDefault="00A870A5" w:rsidP="00EB2345">
      <w:pPr>
        <w:pStyle w:val="libCenterBold1"/>
      </w:pPr>
    </w:p>
    <w:p w:rsidR="00A870A5" w:rsidRDefault="00A870A5" w:rsidP="00EB2345">
      <w:pPr>
        <w:pStyle w:val="libCenterBold1"/>
      </w:pPr>
    </w:p>
    <w:p w:rsidR="00A870A5" w:rsidRDefault="00A870A5" w:rsidP="00EB2345">
      <w:pPr>
        <w:pStyle w:val="libCenterBold1"/>
      </w:pPr>
    </w:p>
    <w:p w:rsidR="00A870A5" w:rsidRDefault="00A870A5" w:rsidP="00EB2345">
      <w:pPr>
        <w:pStyle w:val="libCenterBold1"/>
      </w:pPr>
    </w:p>
    <w:p w:rsidR="00A870A5" w:rsidRDefault="00A870A5" w:rsidP="00EB2345">
      <w:pPr>
        <w:pStyle w:val="libCenterBold1"/>
      </w:pPr>
    </w:p>
    <w:p w:rsidR="00A870A5" w:rsidRDefault="00483A50" w:rsidP="00EB2345">
      <w:pPr>
        <w:pStyle w:val="libCenterBold1"/>
      </w:pPr>
      <w:hyperlink r:id="rId8" w:history="1">
        <w:r w:rsidR="00A870A5" w:rsidRPr="00DA4E76">
          <w:rPr>
            <w:rStyle w:val="Hyperlink"/>
          </w:rPr>
          <w:t>www.alhassanain.org/english</w:t>
        </w:r>
      </w:hyperlink>
    </w:p>
    <w:p w:rsidR="00595365" w:rsidRDefault="00595365" w:rsidP="00FC02E7">
      <w:pPr>
        <w:pStyle w:val="libNormal"/>
      </w:pPr>
      <w:r>
        <w:br w:type="page"/>
      </w:r>
    </w:p>
    <w:p w:rsidR="001A403D" w:rsidRDefault="001A403D" w:rsidP="00A26E99">
      <w:pPr>
        <w:pStyle w:val="libBold1"/>
      </w:pPr>
      <w:r>
        <w:lastRenderedPageBreak/>
        <w:t>This Book is Summary of</w:t>
      </w:r>
    </w:p>
    <w:p w:rsidR="001A403D" w:rsidRDefault="001A403D" w:rsidP="00A26E99">
      <w:pPr>
        <w:pStyle w:val="libBold1"/>
      </w:pPr>
      <w:r>
        <w:t>1-Tafseer Qummi by Allama Ali bin Ibraheem al-Qummi (r.a.) 3rd Century Hijra</w:t>
      </w:r>
    </w:p>
    <w:p w:rsidR="001A403D" w:rsidRDefault="001A403D" w:rsidP="00A26E99">
      <w:pPr>
        <w:pStyle w:val="libBold1"/>
      </w:pPr>
      <w:r>
        <w:t>2-Tafseer al-Burhan by Allama al-Syyed Hashim Bahrani (r.a.) 11th Century Hijra</w:t>
      </w:r>
    </w:p>
    <w:p w:rsidR="001A403D" w:rsidRDefault="001A403D" w:rsidP="00A26E99">
      <w:pPr>
        <w:pStyle w:val="libBold1"/>
      </w:pPr>
      <w:r>
        <w:t>3-Tafseer al-Safi by Allama Mohsin Faiz al-Kashani (r.a.) 11th Century Hijra</w:t>
      </w:r>
    </w:p>
    <w:p w:rsidR="001A403D" w:rsidRDefault="001A403D" w:rsidP="00A26E99">
      <w:pPr>
        <w:pStyle w:val="libBold1"/>
      </w:pPr>
      <w:r>
        <w:t>Published by Mo’assasatul A’lami lil-Matbuat</w:t>
      </w:r>
    </w:p>
    <w:p w:rsidR="001A403D" w:rsidRDefault="001A403D" w:rsidP="00A26E99">
      <w:pPr>
        <w:pStyle w:val="libBold1"/>
      </w:pPr>
      <w:r>
        <w:t>Beirut, Lebanon</w:t>
      </w:r>
    </w:p>
    <w:p w:rsidR="00595365" w:rsidRDefault="00595365" w:rsidP="00FC02E7">
      <w:pPr>
        <w:pStyle w:val="libNormal"/>
      </w:pPr>
      <w:r>
        <w:br w:type="page"/>
      </w:r>
    </w:p>
    <w:p w:rsidR="001A403D" w:rsidRDefault="001A403D" w:rsidP="00A26E99">
      <w:pPr>
        <w:pStyle w:val="libBoldItalic"/>
      </w:pPr>
      <w:r>
        <w:lastRenderedPageBreak/>
        <w:t>In The Name Of Allah The Rahman The Raheem</w:t>
      </w:r>
    </w:p>
    <w:p w:rsidR="00A26E99" w:rsidRDefault="00A26E99" w:rsidP="001A403D">
      <w:pPr>
        <w:pStyle w:val="libNormal"/>
      </w:pPr>
    </w:p>
    <w:p w:rsidR="00A26E99" w:rsidRDefault="00A26E99" w:rsidP="001A403D">
      <w:pPr>
        <w:pStyle w:val="libNormal"/>
      </w:pPr>
    </w:p>
    <w:p w:rsidR="001A403D" w:rsidRDefault="001A403D" w:rsidP="00A26E99">
      <w:pPr>
        <w:pStyle w:val="libCenterBold1"/>
      </w:pPr>
      <w:r>
        <w:t>All Rights Reserved</w:t>
      </w:r>
    </w:p>
    <w:p w:rsidR="001A403D" w:rsidRDefault="001A403D" w:rsidP="00A26E99">
      <w:pPr>
        <w:pStyle w:val="libCenterBold1"/>
      </w:pPr>
      <w:r>
        <w:t>Name of the book:</w:t>
      </w:r>
      <w:r>
        <w:tab/>
      </w:r>
      <w:r>
        <w:tab/>
      </w:r>
      <w:r w:rsidR="00595365">
        <w:rPr>
          <w:rFonts w:hint="cs"/>
          <w:rtl/>
        </w:rPr>
        <w:tab/>
      </w:r>
      <w:r>
        <w:t>Guidance for Mankind</w:t>
      </w:r>
    </w:p>
    <w:p w:rsidR="001A403D" w:rsidRDefault="001A403D" w:rsidP="00A26E99">
      <w:pPr>
        <w:pStyle w:val="libCenterBold1"/>
      </w:pPr>
      <w:r>
        <w:t>Translation &amp; Compil</w:t>
      </w:r>
      <w:r w:rsidR="00B926B8">
        <w:t>ation:</w:t>
      </w:r>
      <w:r w:rsidR="00B926B8">
        <w:tab/>
        <w:t xml:space="preserve">Doctor al-Syyed Abu </w:t>
      </w:r>
      <w:r>
        <w:t>Mohammad Naqvi</w:t>
      </w:r>
    </w:p>
    <w:p w:rsidR="001A403D" w:rsidRDefault="001A403D" w:rsidP="00A26E99">
      <w:pPr>
        <w:pStyle w:val="libCenterBold1"/>
      </w:pPr>
      <w:r>
        <w:t>Publisher:</w:t>
      </w:r>
      <w:r>
        <w:tab/>
      </w:r>
      <w:r w:rsidR="00595365">
        <w:rPr>
          <w:rFonts w:hint="cs"/>
          <w:rtl/>
        </w:rPr>
        <w:tab/>
      </w:r>
      <w:r>
        <w:tab/>
      </w:r>
      <w:r w:rsidR="00595365">
        <w:rPr>
          <w:rFonts w:hint="cs"/>
          <w:rtl/>
        </w:rPr>
        <w:tab/>
      </w:r>
      <w:r>
        <w:t>Nashriyat-e-Walayat-e-Elahia</w:t>
      </w:r>
      <w:r>
        <w:tab/>
      </w:r>
    </w:p>
    <w:p w:rsidR="001A403D" w:rsidRDefault="001A403D" w:rsidP="00A26E99">
      <w:pPr>
        <w:pStyle w:val="libCenterBold1"/>
      </w:pPr>
      <w:r>
        <w:tab/>
      </w:r>
    </w:p>
    <w:p w:rsidR="001A403D" w:rsidRDefault="001A403D" w:rsidP="00A26E99">
      <w:pPr>
        <w:pStyle w:val="libCenterBold1"/>
      </w:pPr>
      <w:r>
        <w:t>Published:</w:t>
      </w:r>
      <w:r>
        <w:tab/>
        <w:t>February 2013 (Rabiul Akhar 1434 Hijri)</w:t>
      </w:r>
    </w:p>
    <w:p w:rsidR="001A403D" w:rsidRDefault="001A403D" w:rsidP="00A26E99">
      <w:pPr>
        <w:pStyle w:val="libCenterBold1"/>
      </w:pPr>
      <w:r>
        <w:t>Kalam of Allah Azza wa Jalla</w:t>
      </w:r>
    </w:p>
    <w:p w:rsidR="001A403D" w:rsidRDefault="001A403D" w:rsidP="00A26E99">
      <w:pPr>
        <w:pStyle w:val="libCenterBold1"/>
      </w:pPr>
      <w:r>
        <w:t>Guidance for the Pious ones</w:t>
      </w:r>
    </w:p>
    <w:p w:rsidR="001A403D" w:rsidRDefault="001A403D" w:rsidP="00A26E99">
      <w:pPr>
        <w:pStyle w:val="libCenterBold1"/>
      </w:pPr>
      <w:r>
        <w:t>Criterion of Faith and Deeds</w:t>
      </w:r>
    </w:p>
    <w:p w:rsidR="001A403D" w:rsidRDefault="001A403D" w:rsidP="00A26E99">
      <w:pPr>
        <w:pStyle w:val="libCenterBold1"/>
      </w:pPr>
      <w:r>
        <w:t>The Quran al-Kareem</w:t>
      </w:r>
    </w:p>
    <w:p w:rsidR="001A403D" w:rsidRDefault="001A403D" w:rsidP="00A26E99">
      <w:pPr>
        <w:pStyle w:val="libCenterBold1"/>
      </w:pPr>
      <w:r>
        <w:t>Praise of Masumeen</w:t>
      </w:r>
    </w:p>
    <w:p w:rsidR="001A403D" w:rsidRDefault="001A403D" w:rsidP="00A26E99">
      <w:pPr>
        <w:pStyle w:val="libCenterBold1"/>
      </w:pPr>
      <w:r>
        <w:t>Scripture of Walayat</w:t>
      </w:r>
    </w:p>
    <w:p w:rsidR="001A403D" w:rsidRDefault="001A403D" w:rsidP="00A26E99">
      <w:pPr>
        <w:pStyle w:val="libCenterBold1"/>
      </w:pPr>
      <w:r>
        <w:t>Cure for the Hearts</w:t>
      </w:r>
    </w:p>
    <w:p w:rsidR="001A403D" w:rsidRDefault="001A403D" w:rsidP="00A26E99">
      <w:pPr>
        <w:pStyle w:val="libCenterBold1"/>
      </w:pPr>
      <w:r>
        <w:t>Constitution of Life</w:t>
      </w:r>
    </w:p>
    <w:p w:rsidR="001A403D" w:rsidRDefault="001A403D" w:rsidP="00A26E99">
      <w:pPr>
        <w:pStyle w:val="libCenterBold1"/>
      </w:pPr>
      <w:r>
        <w:t>Way to Salvation</w:t>
      </w:r>
    </w:p>
    <w:p w:rsidR="001A403D" w:rsidRDefault="001A403D" w:rsidP="00A26E99">
      <w:pPr>
        <w:pStyle w:val="libCenterBold1"/>
      </w:pPr>
      <w:r>
        <w:t>Translator &amp; Compiler</w:t>
      </w:r>
    </w:p>
    <w:p w:rsidR="001A403D" w:rsidRDefault="001A403D" w:rsidP="00A26E99">
      <w:pPr>
        <w:pStyle w:val="libCenterBold1"/>
      </w:pPr>
      <w:r>
        <w:t>Dr. Syyed Abu Mohammad Naqvi</w:t>
      </w:r>
    </w:p>
    <w:p w:rsidR="00595365" w:rsidRDefault="00595365" w:rsidP="00FC02E7">
      <w:pPr>
        <w:pStyle w:val="libNormal"/>
      </w:pPr>
      <w:r>
        <w:br w:type="page"/>
      </w:r>
    </w:p>
    <w:p w:rsidR="001A403D" w:rsidRDefault="001A403D" w:rsidP="00A26E99">
      <w:pPr>
        <w:pStyle w:val="Heading1Center"/>
      </w:pPr>
      <w:bookmarkStart w:id="0" w:name="_Toc449789393"/>
      <w:r>
        <w:lastRenderedPageBreak/>
        <w:t>Abbreviations</w:t>
      </w:r>
      <w:bookmarkEnd w:id="0"/>
    </w:p>
    <w:p w:rsidR="001A403D" w:rsidRDefault="001A403D" w:rsidP="001A403D">
      <w:pPr>
        <w:pStyle w:val="libNormal"/>
      </w:pPr>
      <w:r>
        <w:t>sawaw:</w:t>
      </w:r>
      <w:r>
        <w:tab/>
        <w:t>Salawat on him and on his progeny</w:t>
      </w:r>
    </w:p>
    <w:p w:rsidR="001A403D" w:rsidRDefault="001A403D" w:rsidP="001A403D">
      <w:pPr>
        <w:pStyle w:val="libNormal"/>
      </w:pPr>
      <w:r>
        <w:t xml:space="preserve">asws: </w:t>
      </w:r>
      <w:r>
        <w:tab/>
        <w:t>Salawat and Salam on him/her/them</w:t>
      </w:r>
    </w:p>
    <w:p w:rsidR="001A403D" w:rsidRDefault="001A403D" w:rsidP="001A403D">
      <w:pPr>
        <w:pStyle w:val="libNormal"/>
      </w:pPr>
      <w:r>
        <w:t xml:space="preserve">a.s.: </w:t>
      </w:r>
      <w:r>
        <w:tab/>
        <w:t>Salam on him</w:t>
      </w:r>
    </w:p>
    <w:p w:rsidR="001A403D" w:rsidRDefault="001A403D" w:rsidP="001A403D">
      <w:pPr>
        <w:pStyle w:val="libNormal"/>
      </w:pPr>
      <w:r>
        <w:t xml:space="preserve">s.a.: </w:t>
      </w:r>
      <w:r>
        <w:tab/>
        <w:t>Salam on her</w:t>
      </w:r>
    </w:p>
    <w:p w:rsidR="001A403D" w:rsidRDefault="001A403D" w:rsidP="00EB2345">
      <w:pPr>
        <w:pStyle w:val="libNormal"/>
        <w:rPr>
          <w:rtl/>
        </w:rPr>
      </w:pPr>
      <w:r>
        <w:t xml:space="preserve">l.u.: </w:t>
      </w:r>
      <w:r>
        <w:tab/>
        <w:t>Curse on him</w:t>
      </w:r>
    </w:p>
    <w:p w:rsidR="002A1AE9" w:rsidRDefault="002A1AE9" w:rsidP="002A1AE9">
      <w:pPr>
        <w:pStyle w:val="libNormal"/>
      </w:pPr>
      <w:r>
        <w:br w:type="page"/>
      </w:r>
    </w:p>
    <w:sdt>
      <w:sdtPr>
        <w:rPr>
          <w:b w:val="0"/>
          <w:bCs w:val="0"/>
          <w:sz w:val="32"/>
        </w:rPr>
        <w:id w:val="9719266"/>
        <w:docPartObj>
          <w:docPartGallery w:val="Table of Contents"/>
          <w:docPartUnique/>
        </w:docPartObj>
      </w:sdtPr>
      <w:sdtContent>
        <w:p w:rsidR="002A1AE9" w:rsidRDefault="00195BFD" w:rsidP="00195BFD">
          <w:pPr>
            <w:pStyle w:val="libCenterBold1"/>
          </w:pPr>
          <w:r>
            <w:t xml:space="preserve">Table of </w:t>
          </w:r>
          <w:r w:rsidR="002A1AE9">
            <w:t>Contents</w:t>
          </w:r>
        </w:p>
        <w:p w:rsidR="002A1AE9" w:rsidRDefault="00483A50" w:rsidP="00195BFD">
          <w:pPr>
            <w:pStyle w:val="TOC1"/>
            <w:rPr>
              <w:rFonts w:asciiTheme="minorHAnsi" w:eastAsiaTheme="minorEastAsia" w:hAnsiTheme="minorHAnsi" w:cstheme="minorBidi"/>
              <w:b w:val="0"/>
              <w:bCs w:val="0"/>
              <w:color w:val="auto"/>
              <w:sz w:val="22"/>
              <w:szCs w:val="22"/>
              <w:rtl/>
            </w:rPr>
          </w:pPr>
          <w:r w:rsidRPr="00483A50">
            <w:fldChar w:fldCharType="begin"/>
          </w:r>
          <w:r w:rsidR="002A1AE9">
            <w:instrText xml:space="preserve"> TOC \o "1-3" \h \z \u </w:instrText>
          </w:r>
          <w:r w:rsidRPr="00483A50">
            <w:fldChar w:fldCharType="separate"/>
          </w:r>
          <w:hyperlink w:anchor="_Toc449789393" w:history="1">
            <w:r w:rsidR="002A1AE9" w:rsidRPr="00901BD2">
              <w:rPr>
                <w:rStyle w:val="Hyperlink"/>
              </w:rPr>
              <w:t>Abbreviations</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Toc449789393 \h</w:instrText>
            </w:r>
            <w:r w:rsidR="002A1AE9">
              <w:rPr>
                <w:webHidden/>
                <w:rtl/>
              </w:rPr>
              <w:instrText xml:space="preserve"> </w:instrText>
            </w:r>
            <w:r>
              <w:rPr>
                <w:webHidden/>
                <w:rtl/>
              </w:rPr>
            </w:r>
            <w:r>
              <w:rPr>
                <w:webHidden/>
                <w:rtl/>
              </w:rPr>
              <w:fldChar w:fldCharType="separate"/>
            </w:r>
            <w:r w:rsidR="00B6739B">
              <w:rPr>
                <w:webHidden/>
              </w:rPr>
              <w:t>4</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394" w:history="1">
            <w:r w:rsidR="002A1AE9" w:rsidRPr="00901BD2">
              <w:rPr>
                <w:rStyle w:val="Hyperlink"/>
                <w:rFonts w:hint="eastAsia"/>
                <w:rtl/>
              </w:rPr>
              <w:t>بِسۡمِ</w:t>
            </w:r>
            <w:r w:rsidR="002A1AE9" w:rsidRPr="00901BD2">
              <w:rPr>
                <w:rStyle w:val="Hyperlink"/>
                <w:rtl/>
              </w:rPr>
              <w:t xml:space="preserve"> </w:t>
            </w:r>
            <w:r w:rsidR="002A1AE9" w:rsidRPr="00901BD2">
              <w:rPr>
                <w:rStyle w:val="Hyperlink"/>
                <w:rFonts w:hint="cs"/>
                <w:rtl/>
              </w:rPr>
              <w:t>ٱ</w:t>
            </w:r>
            <w:r w:rsidR="002A1AE9" w:rsidRPr="00901BD2">
              <w:rPr>
                <w:rStyle w:val="Hyperlink"/>
                <w:rFonts w:hint="eastAsia"/>
                <w:rtl/>
              </w:rPr>
              <w:t>للهِ</w:t>
            </w:r>
            <w:r w:rsidR="002A1AE9" w:rsidRPr="00901BD2">
              <w:rPr>
                <w:rStyle w:val="Hyperlink"/>
                <w:rtl/>
              </w:rPr>
              <w:t xml:space="preserve"> </w:t>
            </w:r>
            <w:r w:rsidR="002A1AE9" w:rsidRPr="00901BD2">
              <w:rPr>
                <w:rStyle w:val="Hyperlink"/>
                <w:rFonts w:hint="cs"/>
                <w:rtl/>
              </w:rPr>
              <w:t>ٱ</w:t>
            </w:r>
            <w:r w:rsidR="002A1AE9" w:rsidRPr="00901BD2">
              <w:rPr>
                <w:rStyle w:val="Hyperlink"/>
                <w:rFonts w:hint="eastAsia"/>
                <w:rtl/>
              </w:rPr>
              <w:t>لرَّحۡمَـٰنِ</w:t>
            </w:r>
            <w:r w:rsidR="002A1AE9" w:rsidRPr="00901BD2">
              <w:rPr>
                <w:rStyle w:val="Hyperlink"/>
                <w:rtl/>
              </w:rPr>
              <w:t xml:space="preserve"> </w:t>
            </w:r>
            <w:r w:rsidR="002A1AE9" w:rsidRPr="00901BD2">
              <w:rPr>
                <w:rStyle w:val="Hyperlink"/>
                <w:rFonts w:hint="cs"/>
                <w:rtl/>
              </w:rPr>
              <w:t>ٱ</w:t>
            </w:r>
            <w:r w:rsidR="002A1AE9" w:rsidRPr="00901BD2">
              <w:rPr>
                <w:rStyle w:val="Hyperlink"/>
                <w:rFonts w:hint="eastAsia"/>
                <w:rtl/>
              </w:rPr>
              <w:t>لرَّحِيمِ</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Toc449789394 \h</w:instrText>
            </w:r>
            <w:r w:rsidR="002A1AE9">
              <w:rPr>
                <w:webHidden/>
                <w:rtl/>
              </w:rPr>
              <w:instrText xml:space="preserve"> </w:instrText>
            </w:r>
            <w:r>
              <w:rPr>
                <w:webHidden/>
                <w:rtl/>
              </w:rPr>
            </w:r>
            <w:r>
              <w:rPr>
                <w:webHidden/>
                <w:rtl/>
              </w:rPr>
              <w:fldChar w:fldCharType="separate"/>
            </w:r>
            <w:r w:rsidR="00B6739B">
              <w:rPr>
                <w:webHidden/>
              </w:rPr>
              <w:t>9</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395"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الفَاتِحَة</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Toc449789395 \h</w:instrText>
            </w:r>
            <w:r w:rsidR="002A1AE9">
              <w:rPr>
                <w:webHidden/>
                <w:rtl/>
              </w:rPr>
              <w:instrText xml:space="preserve"> </w:instrText>
            </w:r>
            <w:r>
              <w:rPr>
                <w:webHidden/>
                <w:rtl/>
              </w:rPr>
            </w:r>
            <w:r>
              <w:rPr>
                <w:webHidden/>
                <w:rtl/>
              </w:rPr>
              <w:fldChar w:fldCharType="separate"/>
            </w:r>
            <w:r w:rsidR="00B6739B">
              <w:rPr>
                <w:webHidden/>
              </w:rPr>
              <w:t>11</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396"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البَقَرَة</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Toc449789396 \h</w:instrText>
            </w:r>
            <w:r w:rsidR="002A1AE9">
              <w:rPr>
                <w:webHidden/>
                <w:rtl/>
              </w:rPr>
              <w:instrText xml:space="preserve"> </w:instrText>
            </w:r>
            <w:r>
              <w:rPr>
                <w:webHidden/>
                <w:rtl/>
              </w:rPr>
            </w:r>
            <w:r>
              <w:rPr>
                <w:webHidden/>
                <w:rtl/>
              </w:rPr>
              <w:fldChar w:fldCharType="separate"/>
            </w:r>
            <w:r w:rsidR="00B6739B">
              <w:rPr>
                <w:webHidden/>
              </w:rPr>
              <w:t>13</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397"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آل</w:t>
            </w:r>
            <w:r w:rsidR="002A1AE9" w:rsidRPr="00901BD2">
              <w:rPr>
                <w:rStyle w:val="Hyperlink"/>
                <w:rtl/>
              </w:rPr>
              <w:t xml:space="preserve"> </w:t>
            </w:r>
            <w:r w:rsidR="002A1AE9" w:rsidRPr="00901BD2">
              <w:rPr>
                <w:rStyle w:val="Hyperlink"/>
                <w:rFonts w:hint="eastAsia"/>
                <w:rtl/>
              </w:rPr>
              <w:t>عِمرَان</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Toc449789397 \h</w:instrText>
            </w:r>
            <w:r w:rsidR="002A1AE9">
              <w:rPr>
                <w:webHidden/>
                <w:rtl/>
              </w:rPr>
              <w:instrText xml:space="preserve"> </w:instrText>
            </w:r>
            <w:r>
              <w:rPr>
                <w:webHidden/>
                <w:rtl/>
              </w:rPr>
            </w:r>
            <w:r>
              <w:rPr>
                <w:webHidden/>
                <w:rtl/>
              </w:rPr>
              <w:fldChar w:fldCharType="separate"/>
            </w:r>
            <w:r w:rsidR="00B6739B">
              <w:rPr>
                <w:webHidden/>
              </w:rPr>
              <w:t>101</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398"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النِّسَاء</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Toc449789398 \h</w:instrText>
            </w:r>
            <w:r w:rsidR="002A1AE9">
              <w:rPr>
                <w:webHidden/>
                <w:rtl/>
              </w:rPr>
              <w:instrText xml:space="preserve"> </w:instrText>
            </w:r>
            <w:r>
              <w:rPr>
                <w:webHidden/>
                <w:rtl/>
              </w:rPr>
            </w:r>
            <w:r>
              <w:rPr>
                <w:webHidden/>
                <w:rtl/>
              </w:rPr>
              <w:fldChar w:fldCharType="separate"/>
            </w:r>
            <w:r w:rsidR="00B6739B">
              <w:rPr>
                <w:webHidden/>
              </w:rPr>
              <w:t>123</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399"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المَائدة</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Toc449789399 \h</w:instrText>
            </w:r>
            <w:r w:rsidR="002A1AE9">
              <w:rPr>
                <w:webHidden/>
                <w:rtl/>
              </w:rPr>
              <w:instrText xml:space="preserve"> </w:instrText>
            </w:r>
            <w:r>
              <w:rPr>
                <w:webHidden/>
                <w:rtl/>
              </w:rPr>
            </w:r>
            <w:r>
              <w:rPr>
                <w:webHidden/>
                <w:rtl/>
              </w:rPr>
              <w:fldChar w:fldCharType="separate"/>
            </w:r>
            <w:r w:rsidR="00B6739B">
              <w:rPr>
                <w:webHidden/>
              </w:rPr>
              <w:t>139</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00"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الا</w:t>
            </w:r>
            <w:r w:rsidR="002A1AE9" w:rsidRPr="00901BD2">
              <w:rPr>
                <w:rStyle w:val="Hyperlink"/>
                <w:rFonts w:hint="cs"/>
                <w:rtl/>
              </w:rPr>
              <w:t>ٴ</w:t>
            </w:r>
            <w:r w:rsidR="002A1AE9" w:rsidRPr="00901BD2">
              <w:rPr>
                <w:rStyle w:val="Hyperlink"/>
                <w:rFonts w:hint="eastAsia"/>
                <w:rtl/>
              </w:rPr>
              <w:t>نعَام</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Toc449789400 \h</w:instrText>
            </w:r>
            <w:r w:rsidR="002A1AE9">
              <w:rPr>
                <w:webHidden/>
                <w:rtl/>
              </w:rPr>
              <w:instrText xml:space="preserve"> </w:instrText>
            </w:r>
            <w:r>
              <w:rPr>
                <w:webHidden/>
                <w:rtl/>
              </w:rPr>
            </w:r>
            <w:r>
              <w:rPr>
                <w:webHidden/>
                <w:rtl/>
              </w:rPr>
              <w:fldChar w:fldCharType="separate"/>
            </w:r>
            <w:r w:rsidR="00B6739B">
              <w:rPr>
                <w:webHidden/>
              </w:rPr>
              <w:t>156</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01"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الا</w:t>
            </w:r>
            <w:r w:rsidR="002A1AE9" w:rsidRPr="00901BD2">
              <w:rPr>
                <w:rStyle w:val="Hyperlink"/>
                <w:rFonts w:hint="cs"/>
                <w:rtl/>
              </w:rPr>
              <w:t>ٴ</w:t>
            </w:r>
            <w:r w:rsidR="002A1AE9" w:rsidRPr="00901BD2">
              <w:rPr>
                <w:rStyle w:val="Hyperlink"/>
                <w:rFonts w:hint="eastAsia"/>
                <w:rtl/>
              </w:rPr>
              <w:t>عرَاف</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Toc449789401 \h</w:instrText>
            </w:r>
            <w:r w:rsidR="002A1AE9">
              <w:rPr>
                <w:webHidden/>
                <w:rtl/>
              </w:rPr>
              <w:instrText xml:space="preserve"> </w:instrText>
            </w:r>
            <w:r>
              <w:rPr>
                <w:webHidden/>
                <w:rtl/>
              </w:rPr>
            </w:r>
            <w:r>
              <w:rPr>
                <w:webHidden/>
                <w:rtl/>
              </w:rPr>
              <w:fldChar w:fldCharType="separate"/>
            </w:r>
            <w:r w:rsidR="00B6739B">
              <w:rPr>
                <w:webHidden/>
              </w:rPr>
              <w:t>168</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02"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الا</w:t>
            </w:r>
            <w:r w:rsidR="002A1AE9" w:rsidRPr="00901BD2">
              <w:rPr>
                <w:rStyle w:val="Hyperlink"/>
                <w:rFonts w:hint="cs"/>
                <w:rtl/>
              </w:rPr>
              <w:t>ٴ</w:t>
            </w:r>
            <w:r w:rsidR="002A1AE9" w:rsidRPr="00901BD2">
              <w:rPr>
                <w:rStyle w:val="Hyperlink"/>
                <w:rFonts w:hint="eastAsia"/>
                <w:rtl/>
              </w:rPr>
              <w:t>نفَال</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Toc449789402 \h</w:instrText>
            </w:r>
            <w:r w:rsidR="002A1AE9">
              <w:rPr>
                <w:webHidden/>
                <w:rtl/>
              </w:rPr>
              <w:instrText xml:space="preserve"> </w:instrText>
            </w:r>
            <w:r>
              <w:rPr>
                <w:webHidden/>
                <w:rtl/>
              </w:rPr>
            </w:r>
            <w:r>
              <w:rPr>
                <w:webHidden/>
                <w:rtl/>
              </w:rPr>
              <w:fldChar w:fldCharType="separate"/>
            </w:r>
            <w:r w:rsidR="00B6739B">
              <w:rPr>
                <w:webHidden/>
              </w:rPr>
              <w:t>184</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03"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التّوبَة</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Toc449789403 \h</w:instrText>
            </w:r>
            <w:r w:rsidR="002A1AE9">
              <w:rPr>
                <w:webHidden/>
                <w:rtl/>
              </w:rPr>
              <w:instrText xml:space="preserve"> </w:instrText>
            </w:r>
            <w:r>
              <w:rPr>
                <w:webHidden/>
                <w:rtl/>
              </w:rPr>
            </w:r>
            <w:r>
              <w:rPr>
                <w:webHidden/>
                <w:rtl/>
              </w:rPr>
              <w:fldChar w:fldCharType="separate"/>
            </w:r>
            <w:r w:rsidR="00B6739B">
              <w:rPr>
                <w:webHidden/>
              </w:rPr>
              <w:t>193</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04"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cs"/>
                <w:rtl/>
              </w:rPr>
              <w:t>یُ</w:t>
            </w:r>
            <w:r w:rsidR="002A1AE9" w:rsidRPr="00901BD2">
              <w:rPr>
                <w:rStyle w:val="Hyperlink"/>
                <w:rFonts w:hint="eastAsia"/>
                <w:rtl/>
              </w:rPr>
              <w:t>ونس</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Toc449789404 \h</w:instrText>
            </w:r>
            <w:r w:rsidR="002A1AE9">
              <w:rPr>
                <w:webHidden/>
                <w:rtl/>
              </w:rPr>
              <w:instrText xml:space="preserve"> </w:instrText>
            </w:r>
            <w:r>
              <w:rPr>
                <w:webHidden/>
                <w:rtl/>
              </w:rPr>
            </w:r>
            <w:r>
              <w:rPr>
                <w:webHidden/>
                <w:rtl/>
              </w:rPr>
              <w:fldChar w:fldCharType="separate"/>
            </w:r>
            <w:r w:rsidR="00B6739B">
              <w:rPr>
                <w:webHidden/>
              </w:rPr>
              <w:t>207</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05"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هُود</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Toc449789405 \h</w:instrText>
            </w:r>
            <w:r w:rsidR="002A1AE9">
              <w:rPr>
                <w:webHidden/>
                <w:rtl/>
              </w:rPr>
              <w:instrText xml:space="preserve"> </w:instrText>
            </w:r>
            <w:r>
              <w:rPr>
                <w:webHidden/>
                <w:rtl/>
              </w:rPr>
            </w:r>
            <w:r>
              <w:rPr>
                <w:webHidden/>
                <w:rtl/>
              </w:rPr>
              <w:fldChar w:fldCharType="separate"/>
            </w:r>
            <w:r w:rsidR="00B6739B">
              <w:rPr>
                <w:webHidden/>
              </w:rPr>
              <w:t>218</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06"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cs"/>
                <w:rtl/>
              </w:rPr>
              <w:t>یُ</w:t>
            </w:r>
            <w:r w:rsidR="002A1AE9" w:rsidRPr="00901BD2">
              <w:rPr>
                <w:rStyle w:val="Hyperlink"/>
                <w:rFonts w:hint="eastAsia"/>
                <w:rtl/>
              </w:rPr>
              <w:t>وسُف</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Toc449789406 \h</w:instrText>
            </w:r>
            <w:r w:rsidR="002A1AE9">
              <w:rPr>
                <w:webHidden/>
                <w:rtl/>
              </w:rPr>
              <w:instrText xml:space="preserve"> </w:instrText>
            </w:r>
            <w:r>
              <w:rPr>
                <w:webHidden/>
                <w:rtl/>
              </w:rPr>
            </w:r>
            <w:r>
              <w:rPr>
                <w:webHidden/>
                <w:rtl/>
              </w:rPr>
              <w:fldChar w:fldCharType="separate"/>
            </w:r>
            <w:r w:rsidR="00B6739B">
              <w:rPr>
                <w:webHidden/>
              </w:rPr>
              <w:t>222</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07"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الرّعد</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Toc449789407 \h</w:instrText>
            </w:r>
            <w:r w:rsidR="002A1AE9">
              <w:rPr>
                <w:webHidden/>
                <w:rtl/>
              </w:rPr>
              <w:instrText xml:space="preserve"> </w:instrText>
            </w:r>
            <w:r>
              <w:rPr>
                <w:webHidden/>
                <w:rtl/>
              </w:rPr>
            </w:r>
            <w:r>
              <w:rPr>
                <w:webHidden/>
                <w:rtl/>
              </w:rPr>
              <w:fldChar w:fldCharType="separate"/>
            </w:r>
            <w:r w:rsidR="00B6739B">
              <w:rPr>
                <w:webHidden/>
              </w:rPr>
              <w:t>223</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08"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إبراه</w:t>
            </w:r>
            <w:r w:rsidR="002A1AE9" w:rsidRPr="00901BD2">
              <w:rPr>
                <w:rStyle w:val="Hyperlink"/>
                <w:rFonts w:hint="cs"/>
                <w:rtl/>
              </w:rPr>
              <w:t>ی</w:t>
            </w:r>
            <w:r w:rsidR="002A1AE9" w:rsidRPr="00901BD2">
              <w:rPr>
                <w:rStyle w:val="Hyperlink"/>
                <w:rFonts w:hint="eastAsia"/>
                <w:rtl/>
              </w:rPr>
              <w:t>م</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Toc449789408 \h</w:instrText>
            </w:r>
            <w:r w:rsidR="002A1AE9">
              <w:rPr>
                <w:webHidden/>
                <w:rtl/>
              </w:rPr>
              <w:instrText xml:space="preserve"> </w:instrText>
            </w:r>
            <w:r>
              <w:rPr>
                <w:webHidden/>
                <w:rtl/>
              </w:rPr>
            </w:r>
            <w:r>
              <w:rPr>
                <w:webHidden/>
                <w:rtl/>
              </w:rPr>
              <w:fldChar w:fldCharType="separate"/>
            </w:r>
            <w:r w:rsidR="00B6739B">
              <w:rPr>
                <w:webHidden/>
              </w:rPr>
              <w:t>228</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09"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الحِجر</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Toc449789409 \h</w:instrText>
            </w:r>
            <w:r w:rsidR="002A1AE9">
              <w:rPr>
                <w:webHidden/>
                <w:rtl/>
              </w:rPr>
              <w:instrText xml:space="preserve"> </w:instrText>
            </w:r>
            <w:r>
              <w:rPr>
                <w:webHidden/>
                <w:rtl/>
              </w:rPr>
            </w:r>
            <w:r>
              <w:rPr>
                <w:webHidden/>
                <w:rtl/>
              </w:rPr>
              <w:fldChar w:fldCharType="separate"/>
            </w:r>
            <w:r w:rsidR="00B6739B">
              <w:rPr>
                <w:webHidden/>
              </w:rPr>
              <w:t>233</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10"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النّحل</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Toc449789410 \h</w:instrText>
            </w:r>
            <w:r w:rsidR="002A1AE9">
              <w:rPr>
                <w:webHidden/>
                <w:rtl/>
              </w:rPr>
              <w:instrText xml:space="preserve"> </w:instrText>
            </w:r>
            <w:r>
              <w:rPr>
                <w:webHidden/>
                <w:rtl/>
              </w:rPr>
            </w:r>
            <w:r>
              <w:rPr>
                <w:webHidden/>
                <w:rtl/>
              </w:rPr>
              <w:fldChar w:fldCharType="separate"/>
            </w:r>
            <w:r w:rsidR="00B6739B">
              <w:rPr>
                <w:webHidden/>
              </w:rPr>
              <w:t>239</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11"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بن</w:t>
            </w:r>
            <w:r w:rsidR="002A1AE9" w:rsidRPr="00901BD2">
              <w:rPr>
                <w:rStyle w:val="Hyperlink"/>
                <w:rFonts w:hint="cs"/>
                <w:rtl/>
              </w:rPr>
              <w:t>یٓ</w:t>
            </w:r>
            <w:r w:rsidR="002A1AE9" w:rsidRPr="00901BD2">
              <w:rPr>
                <w:rStyle w:val="Hyperlink"/>
                <w:rtl/>
              </w:rPr>
              <w:t xml:space="preserve"> </w:t>
            </w:r>
            <w:r w:rsidR="002A1AE9" w:rsidRPr="00901BD2">
              <w:rPr>
                <w:rStyle w:val="Hyperlink"/>
                <w:rFonts w:hint="eastAsia"/>
                <w:rtl/>
              </w:rPr>
              <w:t>اسرآئ</w:t>
            </w:r>
            <w:r w:rsidR="002A1AE9" w:rsidRPr="00901BD2">
              <w:rPr>
                <w:rStyle w:val="Hyperlink"/>
                <w:rFonts w:hint="cs"/>
                <w:rtl/>
              </w:rPr>
              <w:t>ی</w:t>
            </w:r>
            <w:r w:rsidR="002A1AE9" w:rsidRPr="00901BD2">
              <w:rPr>
                <w:rStyle w:val="Hyperlink"/>
                <w:rFonts w:hint="eastAsia"/>
                <w:rtl/>
              </w:rPr>
              <w:t>ل</w:t>
            </w:r>
            <w:r w:rsidR="002A1AE9" w:rsidRPr="00901BD2">
              <w:rPr>
                <w:rStyle w:val="Hyperlink"/>
                <w:rtl/>
              </w:rPr>
              <w:t xml:space="preserve"> / </w:t>
            </w:r>
            <w:r w:rsidR="002A1AE9" w:rsidRPr="00901BD2">
              <w:rPr>
                <w:rStyle w:val="Hyperlink"/>
                <w:rFonts w:hint="eastAsia"/>
                <w:rtl/>
              </w:rPr>
              <w:t>الإسرَاء</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Toc449789411 \h</w:instrText>
            </w:r>
            <w:r w:rsidR="002A1AE9">
              <w:rPr>
                <w:webHidden/>
                <w:rtl/>
              </w:rPr>
              <w:instrText xml:space="preserve"> </w:instrText>
            </w:r>
            <w:r>
              <w:rPr>
                <w:webHidden/>
                <w:rtl/>
              </w:rPr>
            </w:r>
            <w:r>
              <w:rPr>
                <w:webHidden/>
                <w:rtl/>
              </w:rPr>
              <w:fldChar w:fldCharType="separate"/>
            </w:r>
            <w:r w:rsidR="00B6739B">
              <w:rPr>
                <w:webHidden/>
              </w:rPr>
              <w:t>248</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12"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الکهف</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Toc449789412 \h</w:instrText>
            </w:r>
            <w:r w:rsidR="002A1AE9">
              <w:rPr>
                <w:webHidden/>
                <w:rtl/>
              </w:rPr>
              <w:instrText xml:space="preserve"> </w:instrText>
            </w:r>
            <w:r>
              <w:rPr>
                <w:webHidden/>
                <w:rtl/>
              </w:rPr>
            </w:r>
            <w:r>
              <w:rPr>
                <w:webHidden/>
                <w:rtl/>
              </w:rPr>
              <w:fldChar w:fldCharType="separate"/>
            </w:r>
            <w:r w:rsidR="00B6739B">
              <w:rPr>
                <w:webHidden/>
              </w:rPr>
              <w:t>259</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13"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مَر</w:t>
            </w:r>
            <w:r w:rsidR="002A1AE9" w:rsidRPr="00901BD2">
              <w:rPr>
                <w:rStyle w:val="Hyperlink"/>
                <w:rFonts w:hint="cs"/>
                <w:rtl/>
              </w:rPr>
              <w:t>یَ</w:t>
            </w:r>
            <w:r w:rsidR="002A1AE9" w:rsidRPr="00901BD2">
              <w:rPr>
                <w:rStyle w:val="Hyperlink"/>
                <w:rFonts w:hint="eastAsia"/>
                <w:rtl/>
              </w:rPr>
              <w:t>م</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Toc449789413 \h</w:instrText>
            </w:r>
            <w:r w:rsidR="002A1AE9">
              <w:rPr>
                <w:webHidden/>
                <w:rtl/>
              </w:rPr>
              <w:instrText xml:space="preserve"> </w:instrText>
            </w:r>
            <w:r>
              <w:rPr>
                <w:webHidden/>
                <w:rtl/>
              </w:rPr>
            </w:r>
            <w:r>
              <w:rPr>
                <w:webHidden/>
                <w:rtl/>
              </w:rPr>
              <w:fldChar w:fldCharType="separate"/>
            </w:r>
            <w:r w:rsidR="00B6739B">
              <w:rPr>
                <w:webHidden/>
              </w:rPr>
              <w:t>262</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14"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طٰه</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Toc449789414 \h</w:instrText>
            </w:r>
            <w:r w:rsidR="002A1AE9">
              <w:rPr>
                <w:webHidden/>
                <w:rtl/>
              </w:rPr>
              <w:instrText xml:space="preserve"> </w:instrText>
            </w:r>
            <w:r>
              <w:rPr>
                <w:webHidden/>
                <w:rtl/>
              </w:rPr>
            </w:r>
            <w:r>
              <w:rPr>
                <w:webHidden/>
                <w:rtl/>
              </w:rPr>
              <w:fldChar w:fldCharType="separate"/>
            </w:r>
            <w:r w:rsidR="00B6739B">
              <w:rPr>
                <w:webHidden/>
              </w:rPr>
              <w:t>266</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15"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الا</w:t>
            </w:r>
            <w:r w:rsidR="002A1AE9" w:rsidRPr="00901BD2">
              <w:rPr>
                <w:rStyle w:val="Hyperlink"/>
                <w:rFonts w:hint="cs"/>
                <w:rtl/>
              </w:rPr>
              <w:t>ٴ</w:t>
            </w:r>
            <w:r w:rsidR="002A1AE9" w:rsidRPr="00901BD2">
              <w:rPr>
                <w:rStyle w:val="Hyperlink"/>
                <w:rFonts w:hint="eastAsia"/>
                <w:rtl/>
              </w:rPr>
              <w:t>نب</w:t>
            </w:r>
            <w:r w:rsidR="002A1AE9" w:rsidRPr="00901BD2">
              <w:rPr>
                <w:rStyle w:val="Hyperlink"/>
                <w:rFonts w:hint="cs"/>
                <w:rtl/>
              </w:rPr>
              <w:t>یَ</w:t>
            </w:r>
            <w:r w:rsidR="002A1AE9" w:rsidRPr="00901BD2">
              <w:rPr>
                <w:rStyle w:val="Hyperlink"/>
                <w:rFonts w:hint="eastAsia"/>
                <w:rtl/>
              </w:rPr>
              <w:t>اء</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Toc449789415 \h</w:instrText>
            </w:r>
            <w:r w:rsidR="002A1AE9">
              <w:rPr>
                <w:webHidden/>
                <w:rtl/>
              </w:rPr>
              <w:instrText xml:space="preserve"> </w:instrText>
            </w:r>
            <w:r>
              <w:rPr>
                <w:webHidden/>
                <w:rtl/>
              </w:rPr>
            </w:r>
            <w:r>
              <w:rPr>
                <w:webHidden/>
                <w:rtl/>
              </w:rPr>
              <w:fldChar w:fldCharType="separate"/>
            </w:r>
            <w:r w:rsidR="00B6739B">
              <w:rPr>
                <w:webHidden/>
              </w:rPr>
              <w:t>271</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16"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الحَجّ</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Toc449789416 \h</w:instrText>
            </w:r>
            <w:r w:rsidR="002A1AE9">
              <w:rPr>
                <w:webHidden/>
                <w:rtl/>
              </w:rPr>
              <w:instrText xml:space="preserve"> </w:instrText>
            </w:r>
            <w:r>
              <w:rPr>
                <w:webHidden/>
                <w:rtl/>
              </w:rPr>
            </w:r>
            <w:r>
              <w:rPr>
                <w:webHidden/>
                <w:rtl/>
              </w:rPr>
              <w:fldChar w:fldCharType="separate"/>
            </w:r>
            <w:r w:rsidR="00B6739B">
              <w:rPr>
                <w:webHidden/>
              </w:rPr>
              <w:t>275</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17"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المؤمنون</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Toc449789417 \h</w:instrText>
            </w:r>
            <w:r w:rsidR="002A1AE9">
              <w:rPr>
                <w:webHidden/>
                <w:rtl/>
              </w:rPr>
              <w:instrText xml:space="preserve"> </w:instrText>
            </w:r>
            <w:r>
              <w:rPr>
                <w:webHidden/>
                <w:rtl/>
              </w:rPr>
            </w:r>
            <w:r>
              <w:rPr>
                <w:webHidden/>
                <w:rtl/>
              </w:rPr>
              <w:fldChar w:fldCharType="separate"/>
            </w:r>
            <w:r w:rsidR="00B6739B">
              <w:rPr>
                <w:webHidden/>
              </w:rPr>
              <w:t>282</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18"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النُّور</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Toc449789418 \h</w:instrText>
            </w:r>
            <w:r w:rsidR="002A1AE9">
              <w:rPr>
                <w:webHidden/>
                <w:rtl/>
              </w:rPr>
              <w:instrText xml:space="preserve"> </w:instrText>
            </w:r>
            <w:r>
              <w:rPr>
                <w:webHidden/>
                <w:rtl/>
              </w:rPr>
            </w:r>
            <w:r>
              <w:rPr>
                <w:webHidden/>
                <w:rtl/>
              </w:rPr>
              <w:fldChar w:fldCharType="separate"/>
            </w:r>
            <w:r w:rsidR="00B6739B">
              <w:rPr>
                <w:webHidden/>
              </w:rPr>
              <w:t>285</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19"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الفُرقان</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Toc449789419 \h</w:instrText>
            </w:r>
            <w:r w:rsidR="002A1AE9">
              <w:rPr>
                <w:webHidden/>
                <w:rtl/>
              </w:rPr>
              <w:instrText xml:space="preserve"> </w:instrText>
            </w:r>
            <w:r>
              <w:rPr>
                <w:webHidden/>
                <w:rtl/>
              </w:rPr>
            </w:r>
            <w:r>
              <w:rPr>
                <w:webHidden/>
                <w:rtl/>
              </w:rPr>
              <w:fldChar w:fldCharType="separate"/>
            </w:r>
            <w:r w:rsidR="00B6739B">
              <w:rPr>
                <w:webHidden/>
              </w:rPr>
              <w:t>290</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20"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الشُّعَرَاء</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Toc449789420 \h</w:instrText>
            </w:r>
            <w:r w:rsidR="002A1AE9">
              <w:rPr>
                <w:webHidden/>
                <w:rtl/>
              </w:rPr>
              <w:instrText xml:space="preserve"> </w:instrText>
            </w:r>
            <w:r>
              <w:rPr>
                <w:webHidden/>
                <w:rtl/>
              </w:rPr>
            </w:r>
            <w:r>
              <w:rPr>
                <w:webHidden/>
                <w:rtl/>
              </w:rPr>
              <w:fldChar w:fldCharType="separate"/>
            </w:r>
            <w:r w:rsidR="00B6739B">
              <w:rPr>
                <w:webHidden/>
              </w:rPr>
              <w:t>297</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21"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النَّمل</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Toc449789421 \h</w:instrText>
            </w:r>
            <w:r w:rsidR="002A1AE9">
              <w:rPr>
                <w:webHidden/>
                <w:rtl/>
              </w:rPr>
              <w:instrText xml:space="preserve"> </w:instrText>
            </w:r>
            <w:r>
              <w:rPr>
                <w:webHidden/>
                <w:rtl/>
              </w:rPr>
            </w:r>
            <w:r>
              <w:rPr>
                <w:webHidden/>
                <w:rtl/>
              </w:rPr>
              <w:fldChar w:fldCharType="separate"/>
            </w:r>
            <w:r w:rsidR="00B6739B">
              <w:rPr>
                <w:webHidden/>
              </w:rPr>
              <w:t>303</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22"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القَصَص</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Toc449789422 \h</w:instrText>
            </w:r>
            <w:r w:rsidR="002A1AE9">
              <w:rPr>
                <w:webHidden/>
                <w:rtl/>
              </w:rPr>
              <w:instrText xml:space="preserve"> </w:instrText>
            </w:r>
            <w:r>
              <w:rPr>
                <w:webHidden/>
                <w:rtl/>
              </w:rPr>
            </w:r>
            <w:r>
              <w:rPr>
                <w:webHidden/>
                <w:rtl/>
              </w:rPr>
              <w:fldChar w:fldCharType="separate"/>
            </w:r>
            <w:r w:rsidR="00B6739B">
              <w:rPr>
                <w:webHidden/>
              </w:rPr>
              <w:t>309</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23"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العَنکبوت</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Toc449789423 \h</w:instrText>
            </w:r>
            <w:r w:rsidR="002A1AE9">
              <w:rPr>
                <w:webHidden/>
                <w:rtl/>
              </w:rPr>
              <w:instrText xml:space="preserve"> </w:instrText>
            </w:r>
            <w:r>
              <w:rPr>
                <w:webHidden/>
                <w:rtl/>
              </w:rPr>
            </w:r>
            <w:r>
              <w:rPr>
                <w:webHidden/>
                <w:rtl/>
              </w:rPr>
              <w:fldChar w:fldCharType="separate"/>
            </w:r>
            <w:r w:rsidR="00B6739B">
              <w:rPr>
                <w:webHidden/>
              </w:rPr>
              <w:t>318</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24"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الرُّوم</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Toc449789424 \h</w:instrText>
            </w:r>
            <w:r w:rsidR="002A1AE9">
              <w:rPr>
                <w:webHidden/>
                <w:rtl/>
              </w:rPr>
              <w:instrText xml:space="preserve"> </w:instrText>
            </w:r>
            <w:r>
              <w:rPr>
                <w:webHidden/>
                <w:rtl/>
              </w:rPr>
            </w:r>
            <w:r>
              <w:rPr>
                <w:webHidden/>
                <w:rtl/>
              </w:rPr>
              <w:fldChar w:fldCharType="separate"/>
            </w:r>
            <w:r w:rsidR="00B6739B">
              <w:rPr>
                <w:webHidden/>
              </w:rPr>
              <w:t>320</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25"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لقمَان</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Toc449789425 \h</w:instrText>
            </w:r>
            <w:r w:rsidR="002A1AE9">
              <w:rPr>
                <w:webHidden/>
                <w:rtl/>
              </w:rPr>
              <w:instrText xml:space="preserve"> </w:instrText>
            </w:r>
            <w:r>
              <w:rPr>
                <w:webHidden/>
                <w:rtl/>
              </w:rPr>
            </w:r>
            <w:r>
              <w:rPr>
                <w:webHidden/>
                <w:rtl/>
              </w:rPr>
              <w:fldChar w:fldCharType="separate"/>
            </w:r>
            <w:r w:rsidR="00B6739B">
              <w:rPr>
                <w:webHidden/>
              </w:rPr>
              <w:t>321</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26"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السَّجدَة</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Toc449789426 \h</w:instrText>
            </w:r>
            <w:r w:rsidR="002A1AE9">
              <w:rPr>
                <w:webHidden/>
                <w:rtl/>
              </w:rPr>
              <w:instrText xml:space="preserve"> </w:instrText>
            </w:r>
            <w:r>
              <w:rPr>
                <w:webHidden/>
                <w:rtl/>
              </w:rPr>
            </w:r>
            <w:r>
              <w:rPr>
                <w:webHidden/>
                <w:rtl/>
              </w:rPr>
              <w:fldChar w:fldCharType="separate"/>
            </w:r>
            <w:r w:rsidR="00B6739B">
              <w:rPr>
                <w:webHidden/>
              </w:rPr>
              <w:t>324</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27"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الا</w:t>
            </w:r>
            <w:r w:rsidR="002A1AE9" w:rsidRPr="00901BD2">
              <w:rPr>
                <w:rStyle w:val="Hyperlink"/>
                <w:rFonts w:hint="cs"/>
                <w:rtl/>
              </w:rPr>
              <w:t>ٴ</w:t>
            </w:r>
            <w:r w:rsidR="002A1AE9" w:rsidRPr="00901BD2">
              <w:rPr>
                <w:rStyle w:val="Hyperlink"/>
                <w:rFonts w:hint="eastAsia"/>
                <w:rtl/>
              </w:rPr>
              <w:t>حزَاب</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Toc449789427 \h</w:instrText>
            </w:r>
            <w:r w:rsidR="002A1AE9">
              <w:rPr>
                <w:webHidden/>
                <w:rtl/>
              </w:rPr>
              <w:instrText xml:space="preserve"> </w:instrText>
            </w:r>
            <w:r>
              <w:rPr>
                <w:webHidden/>
                <w:rtl/>
              </w:rPr>
            </w:r>
            <w:r>
              <w:rPr>
                <w:webHidden/>
                <w:rtl/>
              </w:rPr>
              <w:fldChar w:fldCharType="separate"/>
            </w:r>
            <w:r w:rsidR="00B6739B">
              <w:rPr>
                <w:webHidden/>
              </w:rPr>
              <w:t>327</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28"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سَبَإ</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Toc449789428 \h</w:instrText>
            </w:r>
            <w:r w:rsidR="002A1AE9">
              <w:rPr>
                <w:webHidden/>
                <w:rtl/>
              </w:rPr>
              <w:instrText xml:space="preserve"> </w:instrText>
            </w:r>
            <w:r>
              <w:rPr>
                <w:webHidden/>
                <w:rtl/>
              </w:rPr>
            </w:r>
            <w:r>
              <w:rPr>
                <w:webHidden/>
                <w:rtl/>
              </w:rPr>
              <w:fldChar w:fldCharType="separate"/>
            </w:r>
            <w:r w:rsidR="00B6739B">
              <w:rPr>
                <w:webHidden/>
              </w:rPr>
              <w:t>338</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29"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فَاطِر</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Toc449789429 \h</w:instrText>
            </w:r>
            <w:r w:rsidR="002A1AE9">
              <w:rPr>
                <w:webHidden/>
                <w:rtl/>
              </w:rPr>
              <w:instrText xml:space="preserve"> </w:instrText>
            </w:r>
            <w:r>
              <w:rPr>
                <w:webHidden/>
                <w:rtl/>
              </w:rPr>
            </w:r>
            <w:r>
              <w:rPr>
                <w:webHidden/>
                <w:rtl/>
              </w:rPr>
              <w:fldChar w:fldCharType="separate"/>
            </w:r>
            <w:r w:rsidR="00B6739B">
              <w:rPr>
                <w:webHidden/>
              </w:rPr>
              <w:t>342</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30"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cs"/>
                <w:rtl/>
              </w:rPr>
              <w:t>ی</w:t>
            </w:r>
            <w:r w:rsidR="002A1AE9" w:rsidRPr="00901BD2">
              <w:rPr>
                <w:rStyle w:val="Hyperlink"/>
                <w:rFonts w:hint="eastAsia"/>
                <w:rtl/>
              </w:rPr>
              <w:t>سٓ</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Toc449789430 \h</w:instrText>
            </w:r>
            <w:r w:rsidR="002A1AE9">
              <w:rPr>
                <w:webHidden/>
                <w:rtl/>
              </w:rPr>
              <w:instrText xml:space="preserve"> </w:instrText>
            </w:r>
            <w:r>
              <w:rPr>
                <w:webHidden/>
                <w:rtl/>
              </w:rPr>
            </w:r>
            <w:r>
              <w:rPr>
                <w:webHidden/>
                <w:rtl/>
              </w:rPr>
              <w:fldChar w:fldCharType="separate"/>
            </w:r>
            <w:r w:rsidR="00B6739B">
              <w:rPr>
                <w:webHidden/>
              </w:rPr>
              <w:t>346</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31"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الصَّافات</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Toc449789431 \h</w:instrText>
            </w:r>
            <w:r w:rsidR="002A1AE9">
              <w:rPr>
                <w:webHidden/>
                <w:rtl/>
              </w:rPr>
              <w:instrText xml:space="preserve"> </w:instrText>
            </w:r>
            <w:r>
              <w:rPr>
                <w:webHidden/>
                <w:rtl/>
              </w:rPr>
            </w:r>
            <w:r>
              <w:rPr>
                <w:webHidden/>
                <w:rtl/>
              </w:rPr>
              <w:fldChar w:fldCharType="separate"/>
            </w:r>
            <w:r w:rsidR="00B6739B">
              <w:rPr>
                <w:webHidden/>
              </w:rPr>
              <w:t>349</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32"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صٓ</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Toc449789432 \h</w:instrText>
            </w:r>
            <w:r w:rsidR="002A1AE9">
              <w:rPr>
                <w:webHidden/>
                <w:rtl/>
              </w:rPr>
              <w:instrText xml:space="preserve"> </w:instrText>
            </w:r>
            <w:r>
              <w:rPr>
                <w:webHidden/>
                <w:rtl/>
              </w:rPr>
            </w:r>
            <w:r>
              <w:rPr>
                <w:webHidden/>
                <w:rtl/>
              </w:rPr>
              <w:fldChar w:fldCharType="separate"/>
            </w:r>
            <w:r w:rsidR="00B6739B">
              <w:rPr>
                <w:webHidden/>
              </w:rPr>
              <w:t>354</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33"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الزُّمَر</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Toc449789433 \h</w:instrText>
            </w:r>
            <w:r w:rsidR="002A1AE9">
              <w:rPr>
                <w:webHidden/>
                <w:rtl/>
              </w:rPr>
              <w:instrText xml:space="preserve"> </w:instrText>
            </w:r>
            <w:r>
              <w:rPr>
                <w:webHidden/>
                <w:rtl/>
              </w:rPr>
            </w:r>
            <w:r>
              <w:rPr>
                <w:webHidden/>
                <w:rtl/>
              </w:rPr>
              <w:fldChar w:fldCharType="separate"/>
            </w:r>
            <w:r w:rsidR="00B6739B">
              <w:rPr>
                <w:webHidden/>
              </w:rPr>
              <w:t>357</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34"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المؤمن</w:t>
            </w:r>
            <w:r w:rsidR="002A1AE9" w:rsidRPr="00901BD2">
              <w:rPr>
                <w:rStyle w:val="Hyperlink"/>
                <w:rtl/>
              </w:rPr>
              <w:t xml:space="preserve"> / </w:t>
            </w:r>
            <w:r w:rsidR="002A1AE9" w:rsidRPr="00901BD2">
              <w:rPr>
                <w:rStyle w:val="Hyperlink"/>
                <w:rFonts w:hint="eastAsia"/>
                <w:rtl/>
              </w:rPr>
              <w:t>غَافر</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Toc449789434 \h</w:instrText>
            </w:r>
            <w:r w:rsidR="002A1AE9">
              <w:rPr>
                <w:webHidden/>
                <w:rtl/>
              </w:rPr>
              <w:instrText xml:space="preserve"> </w:instrText>
            </w:r>
            <w:r>
              <w:rPr>
                <w:webHidden/>
                <w:rtl/>
              </w:rPr>
            </w:r>
            <w:r>
              <w:rPr>
                <w:webHidden/>
                <w:rtl/>
              </w:rPr>
              <w:fldChar w:fldCharType="separate"/>
            </w:r>
            <w:r w:rsidR="00B6739B">
              <w:rPr>
                <w:webHidden/>
              </w:rPr>
              <w:t>364</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35"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حٰمٓ</w:t>
            </w:r>
            <w:r w:rsidR="002A1AE9" w:rsidRPr="00901BD2">
              <w:rPr>
                <w:rStyle w:val="Hyperlink"/>
                <w:rtl/>
              </w:rPr>
              <w:t xml:space="preserve"> </w:t>
            </w:r>
            <w:r w:rsidR="002A1AE9" w:rsidRPr="00901BD2">
              <w:rPr>
                <w:rStyle w:val="Hyperlink"/>
                <w:rFonts w:hint="eastAsia"/>
                <w:rtl/>
              </w:rPr>
              <w:t>السجدة</w:t>
            </w:r>
            <w:r w:rsidR="002A1AE9" w:rsidRPr="00901BD2">
              <w:rPr>
                <w:rStyle w:val="Hyperlink"/>
                <w:rtl/>
              </w:rPr>
              <w:t xml:space="preserve"> / </w:t>
            </w:r>
            <w:r w:rsidR="002A1AE9" w:rsidRPr="00901BD2">
              <w:rPr>
                <w:rStyle w:val="Hyperlink"/>
                <w:rFonts w:hint="eastAsia"/>
                <w:rtl/>
              </w:rPr>
              <w:t>فُصّلَت</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Toc449789435 \h</w:instrText>
            </w:r>
            <w:r w:rsidR="002A1AE9">
              <w:rPr>
                <w:webHidden/>
                <w:rtl/>
              </w:rPr>
              <w:instrText xml:space="preserve"> </w:instrText>
            </w:r>
            <w:r>
              <w:rPr>
                <w:webHidden/>
                <w:rtl/>
              </w:rPr>
            </w:r>
            <w:r>
              <w:rPr>
                <w:webHidden/>
                <w:rtl/>
              </w:rPr>
              <w:fldChar w:fldCharType="separate"/>
            </w:r>
            <w:r w:rsidR="00B6739B">
              <w:rPr>
                <w:webHidden/>
              </w:rPr>
              <w:t>366</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36"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الشّور</w:t>
            </w:r>
            <w:r w:rsidR="002A1AE9" w:rsidRPr="00901BD2">
              <w:rPr>
                <w:rStyle w:val="Hyperlink"/>
                <w:rFonts w:hint="cs"/>
                <w:rtl/>
              </w:rPr>
              <w:t>یٰ</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Toc449789436 \h</w:instrText>
            </w:r>
            <w:r w:rsidR="002A1AE9">
              <w:rPr>
                <w:webHidden/>
                <w:rtl/>
              </w:rPr>
              <w:instrText xml:space="preserve"> </w:instrText>
            </w:r>
            <w:r>
              <w:rPr>
                <w:webHidden/>
                <w:rtl/>
              </w:rPr>
            </w:r>
            <w:r>
              <w:rPr>
                <w:webHidden/>
                <w:rtl/>
              </w:rPr>
              <w:fldChar w:fldCharType="separate"/>
            </w:r>
            <w:r w:rsidR="00B6739B">
              <w:rPr>
                <w:webHidden/>
              </w:rPr>
              <w:t>370</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37"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الزّخرُف</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Toc449789437 \h</w:instrText>
            </w:r>
            <w:r w:rsidR="002A1AE9">
              <w:rPr>
                <w:webHidden/>
                <w:rtl/>
              </w:rPr>
              <w:instrText xml:space="preserve"> </w:instrText>
            </w:r>
            <w:r>
              <w:rPr>
                <w:webHidden/>
                <w:rtl/>
              </w:rPr>
            </w:r>
            <w:r>
              <w:rPr>
                <w:webHidden/>
                <w:rtl/>
              </w:rPr>
              <w:fldChar w:fldCharType="separate"/>
            </w:r>
            <w:r w:rsidR="00B6739B">
              <w:rPr>
                <w:webHidden/>
              </w:rPr>
              <w:t>377</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38"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الدّخان</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Toc449789438 \h</w:instrText>
            </w:r>
            <w:r w:rsidR="002A1AE9">
              <w:rPr>
                <w:webHidden/>
                <w:rtl/>
              </w:rPr>
              <w:instrText xml:space="preserve"> </w:instrText>
            </w:r>
            <w:r>
              <w:rPr>
                <w:webHidden/>
                <w:rtl/>
              </w:rPr>
            </w:r>
            <w:r>
              <w:rPr>
                <w:webHidden/>
                <w:rtl/>
              </w:rPr>
              <w:fldChar w:fldCharType="separate"/>
            </w:r>
            <w:r w:rsidR="00B6739B">
              <w:rPr>
                <w:webHidden/>
              </w:rPr>
              <w:t>384</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39"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محَمَّد</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Toc449789439 \h</w:instrText>
            </w:r>
            <w:r w:rsidR="002A1AE9">
              <w:rPr>
                <w:webHidden/>
                <w:rtl/>
              </w:rPr>
              <w:instrText xml:space="preserve"> </w:instrText>
            </w:r>
            <w:r>
              <w:rPr>
                <w:webHidden/>
                <w:rtl/>
              </w:rPr>
            </w:r>
            <w:r>
              <w:rPr>
                <w:webHidden/>
                <w:rtl/>
              </w:rPr>
              <w:fldChar w:fldCharType="separate"/>
            </w:r>
            <w:r w:rsidR="00B6739B">
              <w:rPr>
                <w:webHidden/>
              </w:rPr>
              <w:t>387</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40"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الفَتْح</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Toc449789440 \h</w:instrText>
            </w:r>
            <w:r w:rsidR="002A1AE9">
              <w:rPr>
                <w:webHidden/>
                <w:rtl/>
              </w:rPr>
              <w:instrText xml:space="preserve"> </w:instrText>
            </w:r>
            <w:r>
              <w:rPr>
                <w:webHidden/>
                <w:rtl/>
              </w:rPr>
            </w:r>
            <w:r>
              <w:rPr>
                <w:webHidden/>
                <w:rtl/>
              </w:rPr>
              <w:fldChar w:fldCharType="separate"/>
            </w:r>
            <w:r w:rsidR="00B6739B">
              <w:rPr>
                <w:webHidden/>
              </w:rPr>
              <w:t>390</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41"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الحُجرَات</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Toc449789441 \h</w:instrText>
            </w:r>
            <w:r w:rsidR="002A1AE9">
              <w:rPr>
                <w:webHidden/>
                <w:rtl/>
              </w:rPr>
              <w:instrText xml:space="preserve"> </w:instrText>
            </w:r>
            <w:r>
              <w:rPr>
                <w:webHidden/>
                <w:rtl/>
              </w:rPr>
            </w:r>
            <w:r>
              <w:rPr>
                <w:webHidden/>
                <w:rtl/>
              </w:rPr>
              <w:fldChar w:fldCharType="separate"/>
            </w:r>
            <w:r w:rsidR="00B6739B">
              <w:rPr>
                <w:webHidden/>
              </w:rPr>
              <w:t>392</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42"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قٓ</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Toc449789442 \h</w:instrText>
            </w:r>
            <w:r w:rsidR="002A1AE9">
              <w:rPr>
                <w:webHidden/>
                <w:rtl/>
              </w:rPr>
              <w:instrText xml:space="preserve"> </w:instrText>
            </w:r>
            <w:r>
              <w:rPr>
                <w:webHidden/>
                <w:rtl/>
              </w:rPr>
            </w:r>
            <w:r>
              <w:rPr>
                <w:webHidden/>
                <w:rtl/>
              </w:rPr>
              <w:fldChar w:fldCharType="separate"/>
            </w:r>
            <w:r w:rsidR="00B6739B">
              <w:rPr>
                <w:webHidden/>
              </w:rPr>
              <w:t>396</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43"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الذّار</w:t>
            </w:r>
            <w:r w:rsidR="002A1AE9" w:rsidRPr="00901BD2">
              <w:rPr>
                <w:rStyle w:val="Hyperlink"/>
                <w:rFonts w:hint="cs"/>
                <w:rtl/>
              </w:rPr>
              <w:t>یَ</w:t>
            </w:r>
            <w:r w:rsidR="002A1AE9" w:rsidRPr="00901BD2">
              <w:rPr>
                <w:rStyle w:val="Hyperlink"/>
                <w:rFonts w:hint="eastAsia"/>
                <w:rtl/>
              </w:rPr>
              <w:t>ات</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Toc449789443 \h</w:instrText>
            </w:r>
            <w:r w:rsidR="002A1AE9">
              <w:rPr>
                <w:webHidden/>
                <w:rtl/>
              </w:rPr>
              <w:instrText xml:space="preserve"> </w:instrText>
            </w:r>
            <w:r>
              <w:rPr>
                <w:webHidden/>
                <w:rtl/>
              </w:rPr>
            </w:r>
            <w:r>
              <w:rPr>
                <w:webHidden/>
                <w:rtl/>
              </w:rPr>
              <w:fldChar w:fldCharType="separate"/>
            </w:r>
            <w:r w:rsidR="00B6739B">
              <w:rPr>
                <w:webHidden/>
              </w:rPr>
              <w:t>399</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44"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النّجْم</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Toc449789444 \h</w:instrText>
            </w:r>
            <w:r w:rsidR="002A1AE9">
              <w:rPr>
                <w:webHidden/>
                <w:rtl/>
              </w:rPr>
              <w:instrText xml:space="preserve"> </w:instrText>
            </w:r>
            <w:r>
              <w:rPr>
                <w:webHidden/>
                <w:rtl/>
              </w:rPr>
            </w:r>
            <w:r>
              <w:rPr>
                <w:webHidden/>
                <w:rtl/>
              </w:rPr>
              <w:fldChar w:fldCharType="separate"/>
            </w:r>
            <w:r w:rsidR="00B6739B">
              <w:rPr>
                <w:webHidden/>
              </w:rPr>
              <w:t>400</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45"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القَمَر</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Toc449789445 \h</w:instrText>
            </w:r>
            <w:r w:rsidR="002A1AE9">
              <w:rPr>
                <w:webHidden/>
                <w:rtl/>
              </w:rPr>
              <w:instrText xml:space="preserve"> </w:instrText>
            </w:r>
            <w:r>
              <w:rPr>
                <w:webHidden/>
                <w:rtl/>
              </w:rPr>
            </w:r>
            <w:r>
              <w:rPr>
                <w:webHidden/>
                <w:rtl/>
              </w:rPr>
              <w:fldChar w:fldCharType="separate"/>
            </w:r>
            <w:r w:rsidR="00B6739B">
              <w:rPr>
                <w:webHidden/>
              </w:rPr>
              <w:t>404</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46"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الرَّحمٰن</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Toc449789446 \h</w:instrText>
            </w:r>
            <w:r w:rsidR="002A1AE9">
              <w:rPr>
                <w:webHidden/>
                <w:rtl/>
              </w:rPr>
              <w:instrText xml:space="preserve"> </w:instrText>
            </w:r>
            <w:r>
              <w:rPr>
                <w:webHidden/>
                <w:rtl/>
              </w:rPr>
            </w:r>
            <w:r>
              <w:rPr>
                <w:webHidden/>
                <w:rtl/>
              </w:rPr>
              <w:fldChar w:fldCharType="separate"/>
            </w:r>
            <w:r w:rsidR="00B6739B">
              <w:rPr>
                <w:webHidden/>
              </w:rPr>
              <w:t>405</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47"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الواقِعَة</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Toc449789447 \h</w:instrText>
            </w:r>
            <w:r w:rsidR="002A1AE9">
              <w:rPr>
                <w:webHidden/>
                <w:rtl/>
              </w:rPr>
              <w:instrText xml:space="preserve"> </w:instrText>
            </w:r>
            <w:r>
              <w:rPr>
                <w:webHidden/>
                <w:rtl/>
              </w:rPr>
            </w:r>
            <w:r>
              <w:rPr>
                <w:webHidden/>
                <w:rtl/>
              </w:rPr>
              <w:fldChar w:fldCharType="separate"/>
            </w:r>
            <w:r w:rsidR="00B6739B">
              <w:rPr>
                <w:webHidden/>
              </w:rPr>
              <w:t>408</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48"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الحَد</w:t>
            </w:r>
            <w:r w:rsidR="002A1AE9" w:rsidRPr="00901BD2">
              <w:rPr>
                <w:rStyle w:val="Hyperlink"/>
                <w:rFonts w:hint="cs"/>
                <w:rtl/>
              </w:rPr>
              <w:t>ی</w:t>
            </w:r>
            <w:r w:rsidR="002A1AE9" w:rsidRPr="00901BD2">
              <w:rPr>
                <w:rStyle w:val="Hyperlink"/>
                <w:rFonts w:hint="eastAsia"/>
                <w:rtl/>
              </w:rPr>
              <w:t>د</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Toc449789448 \h</w:instrText>
            </w:r>
            <w:r w:rsidR="002A1AE9">
              <w:rPr>
                <w:webHidden/>
                <w:rtl/>
              </w:rPr>
              <w:instrText xml:space="preserve"> </w:instrText>
            </w:r>
            <w:r>
              <w:rPr>
                <w:webHidden/>
                <w:rtl/>
              </w:rPr>
            </w:r>
            <w:r>
              <w:rPr>
                <w:webHidden/>
                <w:rtl/>
              </w:rPr>
              <w:fldChar w:fldCharType="separate"/>
            </w:r>
            <w:r w:rsidR="00B6739B">
              <w:rPr>
                <w:webHidden/>
              </w:rPr>
              <w:t>409</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49"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المجَادلة</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Toc449789449 \h</w:instrText>
            </w:r>
            <w:r w:rsidR="002A1AE9">
              <w:rPr>
                <w:webHidden/>
                <w:rtl/>
              </w:rPr>
              <w:instrText xml:space="preserve"> </w:instrText>
            </w:r>
            <w:r>
              <w:rPr>
                <w:webHidden/>
                <w:rtl/>
              </w:rPr>
            </w:r>
            <w:r>
              <w:rPr>
                <w:webHidden/>
                <w:rtl/>
              </w:rPr>
              <w:fldChar w:fldCharType="separate"/>
            </w:r>
            <w:r w:rsidR="00B6739B">
              <w:rPr>
                <w:webHidden/>
              </w:rPr>
              <w:t>414</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50"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الحَشر</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Toc449789450 \h</w:instrText>
            </w:r>
            <w:r w:rsidR="002A1AE9">
              <w:rPr>
                <w:webHidden/>
                <w:rtl/>
              </w:rPr>
              <w:instrText xml:space="preserve"> </w:instrText>
            </w:r>
            <w:r>
              <w:rPr>
                <w:webHidden/>
                <w:rtl/>
              </w:rPr>
            </w:r>
            <w:r>
              <w:rPr>
                <w:webHidden/>
                <w:rtl/>
              </w:rPr>
              <w:fldChar w:fldCharType="separate"/>
            </w:r>
            <w:r w:rsidR="00B6739B">
              <w:rPr>
                <w:webHidden/>
              </w:rPr>
              <w:t>420</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51"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الصَّف</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Toc449789451 \h</w:instrText>
            </w:r>
            <w:r w:rsidR="002A1AE9">
              <w:rPr>
                <w:webHidden/>
                <w:rtl/>
              </w:rPr>
              <w:instrText xml:space="preserve"> </w:instrText>
            </w:r>
            <w:r>
              <w:rPr>
                <w:webHidden/>
                <w:rtl/>
              </w:rPr>
            </w:r>
            <w:r>
              <w:rPr>
                <w:webHidden/>
                <w:rtl/>
              </w:rPr>
              <w:fldChar w:fldCharType="separate"/>
            </w:r>
            <w:r w:rsidR="00B6739B">
              <w:rPr>
                <w:webHidden/>
              </w:rPr>
              <w:t>421</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52"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الجُمُعَة</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Toc449789452 \h</w:instrText>
            </w:r>
            <w:r w:rsidR="002A1AE9">
              <w:rPr>
                <w:webHidden/>
                <w:rtl/>
              </w:rPr>
              <w:instrText xml:space="preserve"> </w:instrText>
            </w:r>
            <w:r>
              <w:rPr>
                <w:webHidden/>
                <w:rtl/>
              </w:rPr>
            </w:r>
            <w:r>
              <w:rPr>
                <w:webHidden/>
                <w:rtl/>
              </w:rPr>
              <w:fldChar w:fldCharType="separate"/>
            </w:r>
            <w:r w:rsidR="00B6739B">
              <w:rPr>
                <w:webHidden/>
              </w:rPr>
              <w:t>422</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53"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المنَافِقون</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Toc449789453 \h</w:instrText>
            </w:r>
            <w:r w:rsidR="002A1AE9">
              <w:rPr>
                <w:webHidden/>
                <w:rtl/>
              </w:rPr>
              <w:instrText xml:space="preserve"> </w:instrText>
            </w:r>
            <w:r>
              <w:rPr>
                <w:webHidden/>
                <w:rtl/>
              </w:rPr>
            </w:r>
            <w:r>
              <w:rPr>
                <w:webHidden/>
                <w:rtl/>
              </w:rPr>
              <w:fldChar w:fldCharType="separate"/>
            </w:r>
            <w:r w:rsidR="00B6739B">
              <w:rPr>
                <w:webHidden/>
              </w:rPr>
              <w:t>427</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54"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التّغَابُن</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Toc449789454 \h</w:instrText>
            </w:r>
            <w:r w:rsidR="002A1AE9">
              <w:rPr>
                <w:webHidden/>
                <w:rtl/>
              </w:rPr>
              <w:instrText xml:space="preserve"> </w:instrText>
            </w:r>
            <w:r>
              <w:rPr>
                <w:webHidden/>
                <w:rtl/>
              </w:rPr>
            </w:r>
            <w:r>
              <w:rPr>
                <w:webHidden/>
                <w:rtl/>
              </w:rPr>
              <w:fldChar w:fldCharType="separate"/>
            </w:r>
            <w:r w:rsidR="00B6739B">
              <w:rPr>
                <w:webHidden/>
              </w:rPr>
              <w:t>429</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55"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الطّلاَق</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Toc449789455 \h</w:instrText>
            </w:r>
            <w:r w:rsidR="002A1AE9">
              <w:rPr>
                <w:webHidden/>
                <w:rtl/>
              </w:rPr>
              <w:instrText xml:space="preserve"> </w:instrText>
            </w:r>
            <w:r>
              <w:rPr>
                <w:webHidden/>
                <w:rtl/>
              </w:rPr>
            </w:r>
            <w:r>
              <w:rPr>
                <w:webHidden/>
                <w:rtl/>
              </w:rPr>
              <w:fldChar w:fldCharType="separate"/>
            </w:r>
            <w:r w:rsidR="00B6739B">
              <w:rPr>
                <w:webHidden/>
              </w:rPr>
              <w:t>431</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56"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المُلک</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Toc449789456 \h</w:instrText>
            </w:r>
            <w:r w:rsidR="002A1AE9">
              <w:rPr>
                <w:webHidden/>
                <w:rtl/>
              </w:rPr>
              <w:instrText xml:space="preserve"> </w:instrText>
            </w:r>
            <w:r>
              <w:rPr>
                <w:webHidden/>
                <w:rtl/>
              </w:rPr>
            </w:r>
            <w:r>
              <w:rPr>
                <w:webHidden/>
                <w:rtl/>
              </w:rPr>
              <w:fldChar w:fldCharType="separate"/>
            </w:r>
            <w:r w:rsidR="00B6739B">
              <w:rPr>
                <w:webHidden/>
              </w:rPr>
              <w:t>432</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57"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القَلَم</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Toc449789457 \h</w:instrText>
            </w:r>
            <w:r w:rsidR="002A1AE9">
              <w:rPr>
                <w:webHidden/>
                <w:rtl/>
              </w:rPr>
              <w:instrText xml:space="preserve"> </w:instrText>
            </w:r>
            <w:r>
              <w:rPr>
                <w:webHidden/>
                <w:rtl/>
              </w:rPr>
            </w:r>
            <w:r>
              <w:rPr>
                <w:webHidden/>
                <w:rtl/>
              </w:rPr>
              <w:fldChar w:fldCharType="separate"/>
            </w:r>
            <w:r w:rsidR="00B6739B">
              <w:rPr>
                <w:webHidden/>
              </w:rPr>
              <w:t>434</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58"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الحَاقَّة</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Toc449789458 \h</w:instrText>
            </w:r>
            <w:r w:rsidR="002A1AE9">
              <w:rPr>
                <w:webHidden/>
                <w:rtl/>
              </w:rPr>
              <w:instrText xml:space="preserve"> </w:instrText>
            </w:r>
            <w:r>
              <w:rPr>
                <w:webHidden/>
                <w:rtl/>
              </w:rPr>
            </w:r>
            <w:r>
              <w:rPr>
                <w:webHidden/>
                <w:rtl/>
              </w:rPr>
              <w:fldChar w:fldCharType="separate"/>
            </w:r>
            <w:r w:rsidR="00B6739B">
              <w:rPr>
                <w:webHidden/>
              </w:rPr>
              <w:t>435</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59"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المعَارج</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Toc449789459 \h</w:instrText>
            </w:r>
            <w:r w:rsidR="002A1AE9">
              <w:rPr>
                <w:webHidden/>
                <w:rtl/>
              </w:rPr>
              <w:instrText xml:space="preserve"> </w:instrText>
            </w:r>
            <w:r>
              <w:rPr>
                <w:webHidden/>
                <w:rtl/>
              </w:rPr>
            </w:r>
            <w:r>
              <w:rPr>
                <w:webHidden/>
                <w:rtl/>
              </w:rPr>
              <w:fldChar w:fldCharType="separate"/>
            </w:r>
            <w:r w:rsidR="00B6739B">
              <w:rPr>
                <w:webHidden/>
              </w:rPr>
              <w:t>437</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60"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نُوح</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Toc449789460 \h</w:instrText>
            </w:r>
            <w:r w:rsidR="002A1AE9">
              <w:rPr>
                <w:webHidden/>
                <w:rtl/>
              </w:rPr>
              <w:instrText xml:space="preserve"> </w:instrText>
            </w:r>
            <w:r>
              <w:rPr>
                <w:webHidden/>
                <w:rtl/>
              </w:rPr>
            </w:r>
            <w:r>
              <w:rPr>
                <w:webHidden/>
                <w:rtl/>
              </w:rPr>
              <w:fldChar w:fldCharType="separate"/>
            </w:r>
            <w:r w:rsidR="00B6739B">
              <w:rPr>
                <w:webHidden/>
              </w:rPr>
              <w:t>438</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61"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الجنّ</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Toc449789461 \h</w:instrText>
            </w:r>
            <w:r w:rsidR="002A1AE9">
              <w:rPr>
                <w:webHidden/>
                <w:rtl/>
              </w:rPr>
              <w:instrText xml:space="preserve"> </w:instrText>
            </w:r>
            <w:r>
              <w:rPr>
                <w:webHidden/>
                <w:rtl/>
              </w:rPr>
            </w:r>
            <w:r>
              <w:rPr>
                <w:webHidden/>
                <w:rtl/>
              </w:rPr>
              <w:fldChar w:fldCharType="separate"/>
            </w:r>
            <w:r w:rsidR="00B6739B">
              <w:rPr>
                <w:webHidden/>
              </w:rPr>
              <w:t>439</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62"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المُزمّل</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Toc449789462 \h</w:instrText>
            </w:r>
            <w:r w:rsidR="002A1AE9">
              <w:rPr>
                <w:webHidden/>
                <w:rtl/>
              </w:rPr>
              <w:instrText xml:space="preserve"> </w:instrText>
            </w:r>
            <w:r>
              <w:rPr>
                <w:webHidden/>
                <w:rtl/>
              </w:rPr>
            </w:r>
            <w:r>
              <w:rPr>
                <w:webHidden/>
                <w:rtl/>
              </w:rPr>
              <w:fldChar w:fldCharType="separate"/>
            </w:r>
            <w:r w:rsidR="00B6739B">
              <w:rPr>
                <w:webHidden/>
              </w:rPr>
              <w:t>442</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63"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المدَّثِّر</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Toc449789463 \h</w:instrText>
            </w:r>
            <w:r w:rsidR="002A1AE9">
              <w:rPr>
                <w:webHidden/>
                <w:rtl/>
              </w:rPr>
              <w:instrText xml:space="preserve"> </w:instrText>
            </w:r>
            <w:r>
              <w:rPr>
                <w:webHidden/>
                <w:rtl/>
              </w:rPr>
            </w:r>
            <w:r>
              <w:rPr>
                <w:webHidden/>
                <w:rtl/>
              </w:rPr>
              <w:fldChar w:fldCharType="separate"/>
            </w:r>
            <w:r w:rsidR="00B6739B">
              <w:rPr>
                <w:webHidden/>
              </w:rPr>
              <w:t>443</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64"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القِ</w:t>
            </w:r>
            <w:r w:rsidR="002A1AE9" w:rsidRPr="00901BD2">
              <w:rPr>
                <w:rStyle w:val="Hyperlink"/>
                <w:rFonts w:hint="cs"/>
                <w:rtl/>
              </w:rPr>
              <w:t>یَ</w:t>
            </w:r>
            <w:r w:rsidR="002A1AE9" w:rsidRPr="00901BD2">
              <w:rPr>
                <w:rStyle w:val="Hyperlink"/>
                <w:rFonts w:hint="eastAsia"/>
                <w:rtl/>
              </w:rPr>
              <w:t>امَة</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Toc449789464 \h</w:instrText>
            </w:r>
            <w:r w:rsidR="002A1AE9">
              <w:rPr>
                <w:webHidden/>
                <w:rtl/>
              </w:rPr>
              <w:instrText xml:space="preserve"> </w:instrText>
            </w:r>
            <w:r>
              <w:rPr>
                <w:webHidden/>
                <w:rtl/>
              </w:rPr>
            </w:r>
            <w:r>
              <w:rPr>
                <w:webHidden/>
                <w:rtl/>
              </w:rPr>
              <w:fldChar w:fldCharType="separate"/>
            </w:r>
            <w:r w:rsidR="00B6739B">
              <w:rPr>
                <w:webHidden/>
              </w:rPr>
              <w:t>449</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65"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cs"/>
                <w:rtl/>
              </w:rPr>
              <w:t>ٱ</w:t>
            </w:r>
            <w:r w:rsidR="002A1AE9" w:rsidRPr="00901BD2">
              <w:rPr>
                <w:rStyle w:val="Hyperlink"/>
                <w:rFonts w:hint="eastAsia"/>
                <w:rtl/>
              </w:rPr>
              <w:t>لدَّهۡر</w:t>
            </w:r>
            <w:r w:rsidR="002A1AE9" w:rsidRPr="00901BD2">
              <w:rPr>
                <w:rStyle w:val="Hyperlink"/>
                <w:rtl/>
              </w:rPr>
              <w:t xml:space="preserve"> / </w:t>
            </w:r>
            <w:r w:rsidR="002A1AE9" w:rsidRPr="00901BD2">
              <w:rPr>
                <w:rStyle w:val="Hyperlink"/>
                <w:rFonts w:hint="eastAsia"/>
                <w:rtl/>
              </w:rPr>
              <w:t>الإنسَان</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Toc449789465 \h</w:instrText>
            </w:r>
            <w:r w:rsidR="002A1AE9">
              <w:rPr>
                <w:webHidden/>
                <w:rtl/>
              </w:rPr>
              <w:instrText xml:space="preserve"> </w:instrText>
            </w:r>
            <w:r>
              <w:rPr>
                <w:webHidden/>
                <w:rtl/>
              </w:rPr>
            </w:r>
            <w:r>
              <w:rPr>
                <w:webHidden/>
                <w:rtl/>
              </w:rPr>
              <w:fldChar w:fldCharType="separate"/>
            </w:r>
            <w:r w:rsidR="00B6739B">
              <w:rPr>
                <w:webHidden/>
              </w:rPr>
              <w:t>452</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66"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المُرسَلات</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Toc449789466 \h</w:instrText>
            </w:r>
            <w:r w:rsidR="002A1AE9">
              <w:rPr>
                <w:webHidden/>
                <w:rtl/>
              </w:rPr>
              <w:instrText xml:space="preserve"> </w:instrText>
            </w:r>
            <w:r>
              <w:rPr>
                <w:webHidden/>
                <w:rtl/>
              </w:rPr>
            </w:r>
            <w:r>
              <w:rPr>
                <w:webHidden/>
                <w:rtl/>
              </w:rPr>
              <w:fldChar w:fldCharType="separate"/>
            </w:r>
            <w:r w:rsidR="00B6739B">
              <w:rPr>
                <w:webHidden/>
              </w:rPr>
              <w:t>454</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67"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النّبَإِ</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Toc449789467 \h</w:instrText>
            </w:r>
            <w:r w:rsidR="002A1AE9">
              <w:rPr>
                <w:webHidden/>
                <w:rtl/>
              </w:rPr>
              <w:instrText xml:space="preserve"> </w:instrText>
            </w:r>
            <w:r>
              <w:rPr>
                <w:webHidden/>
                <w:rtl/>
              </w:rPr>
            </w:r>
            <w:r>
              <w:rPr>
                <w:webHidden/>
                <w:rtl/>
              </w:rPr>
              <w:fldChar w:fldCharType="separate"/>
            </w:r>
            <w:r w:rsidR="00B6739B">
              <w:rPr>
                <w:webHidden/>
              </w:rPr>
              <w:t>456</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68"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النَّازعَات</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Toc449789468 \h</w:instrText>
            </w:r>
            <w:r w:rsidR="002A1AE9">
              <w:rPr>
                <w:webHidden/>
                <w:rtl/>
              </w:rPr>
              <w:instrText xml:space="preserve"> </w:instrText>
            </w:r>
            <w:r>
              <w:rPr>
                <w:webHidden/>
                <w:rtl/>
              </w:rPr>
            </w:r>
            <w:r>
              <w:rPr>
                <w:webHidden/>
                <w:rtl/>
              </w:rPr>
              <w:fldChar w:fldCharType="separate"/>
            </w:r>
            <w:r w:rsidR="00B6739B">
              <w:rPr>
                <w:webHidden/>
              </w:rPr>
              <w:t>460</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69"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عَبَسَ</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Toc449789469 \h</w:instrText>
            </w:r>
            <w:r w:rsidR="002A1AE9">
              <w:rPr>
                <w:webHidden/>
                <w:rtl/>
              </w:rPr>
              <w:instrText xml:space="preserve"> </w:instrText>
            </w:r>
            <w:r>
              <w:rPr>
                <w:webHidden/>
                <w:rtl/>
              </w:rPr>
            </w:r>
            <w:r>
              <w:rPr>
                <w:webHidden/>
                <w:rtl/>
              </w:rPr>
              <w:fldChar w:fldCharType="separate"/>
            </w:r>
            <w:r w:rsidR="00B6739B">
              <w:rPr>
                <w:webHidden/>
              </w:rPr>
              <w:t>461</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70"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التّکو</w:t>
            </w:r>
            <w:r w:rsidR="002A1AE9" w:rsidRPr="00901BD2">
              <w:rPr>
                <w:rStyle w:val="Hyperlink"/>
                <w:rFonts w:hint="cs"/>
                <w:rtl/>
              </w:rPr>
              <w:t>ی</w:t>
            </w:r>
            <w:r w:rsidR="002A1AE9" w:rsidRPr="00901BD2">
              <w:rPr>
                <w:rStyle w:val="Hyperlink"/>
                <w:rFonts w:hint="eastAsia"/>
                <w:rtl/>
              </w:rPr>
              <w:t>ر</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Toc449789470 \h</w:instrText>
            </w:r>
            <w:r w:rsidR="002A1AE9">
              <w:rPr>
                <w:webHidden/>
                <w:rtl/>
              </w:rPr>
              <w:instrText xml:space="preserve"> </w:instrText>
            </w:r>
            <w:r>
              <w:rPr>
                <w:webHidden/>
                <w:rtl/>
              </w:rPr>
            </w:r>
            <w:r>
              <w:rPr>
                <w:webHidden/>
                <w:rtl/>
              </w:rPr>
              <w:fldChar w:fldCharType="separate"/>
            </w:r>
            <w:r w:rsidR="00B6739B">
              <w:rPr>
                <w:webHidden/>
              </w:rPr>
              <w:t>463</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71"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المطفّفِ</w:t>
            </w:r>
            <w:r w:rsidR="002A1AE9" w:rsidRPr="00901BD2">
              <w:rPr>
                <w:rStyle w:val="Hyperlink"/>
                <w:rFonts w:hint="cs"/>
                <w:rtl/>
              </w:rPr>
              <w:t>ی</w:t>
            </w:r>
            <w:r w:rsidR="002A1AE9" w:rsidRPr="00901BD2">
              <w:rPr>
                <w:rStyle w:val="Hyperlink"/>
                <w:rFonts w:hint="eastAsia"/>
                <w:rtl/>
              </w:rPr>
              <w:t>ن</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Toc449789471 \h</w:instrText>
            </w:r>
            <w:r w:rsidR="002A1AE9">
              <w:rPr>
                <w:webHidden/>
                <w:rtl/>
              </w:rPr>
              <w:instrText xml:space="preserve"> </w:instrText>
            </w:r>
            <w:r>
              <w:rPr>
                <w:webHidden/>
                <w:rtl/>
              </w:rPr>
            </w:r>
            <w:r>
              <w:rPr>
                <w:webHidden/>
                <w:rtl/>
              </w:rPr>
              <w:fldChar w:fldCharType="separate"/>
            </w:r>
            <w:r w:rsidR="00B6739B">
              <w:rPr>
                <w:webHidden/>
              </w:rPr>
              <w:t>465</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72"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الانشقاق</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Toc449789472 \h</w:instrText>
            </w:r>
            <w:r w:rsidR="002A1AE9">
              <w:rPr>
                <w:webHidden/>
                <w:rtl/>
              </w:rPr>
              <w:instrText xml:space="preserve"> </w:instrText>
            </w:r>
            <w:r>
              <w:rPr>
                <w:webHidden/>
                <w:rtl/>
              </w:rPr>
            </w:r>
            <w:r>
              <w:rPr>
                <w:webHidden/>
                <w:rtl/>
              </w:rPr>
              <w:fldChar w:fldCharType="separate"/>
            </w:r>
            <w:r w:rsidR="00B6739B">
              <w:rPr>
                <w:webHidden/>
              </w:rPr>
              <w:t>468</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73"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البُرُوج</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Toc449789473 \h</w:instrText>
            </w:r>
            <w:r w:rsidR="002A1AE9">
              <w:rPr>
                <w:webHidden/>
                <w:rtl/>
              </w:rPr>
              <w:instrText xml:space="preserve"> </w:instrText>
            </w:r>
            <w:r>
              <w:rPr>
                <w:webHidden/>
                <w:rtl/>
              </w:rPr>
            </w:r>
            <w:r>
              <w:rPr>
                <w:webHidden/>
                <w:rtl/>
              </w:rPr>
              <w:fldChar w:fldCharType="separate"/>
            </w:r>
            <w:r w:rsidR="00B6739B">
              <w:rPr>
                <w:webHidden/>
              </w:rPr>
              <w:t>469</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74"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الطّارق</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Toc449789474 \h</w:instrText>
            </w:r>
            <w:r w:rsidR="002A1AE9">
              <w:rPr>
                <w:webHidden/>
                <w:rtl/>
              </w:rPr>
              <w:instrText xml:space="preserve"> </w:instrText>
            </w:r>
            <w:r>
              <w:rPr>
                <w:webHidden/>
                <w:rtl/>
              </w:rPr>
            </w:r>
            <w:r>
              <w:rPr>
                <w:webHidden/>
                <w:rtl/>
              </w:rPr>
              <w:fldChar w:fldCharType="separate"/>
            </w:r>
            <w:r w:rsidR="00B6739B">
              <w:rPr>
                <w:webHidden/>
              </w:rPr>
              <w:t>470</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75"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الا</w:t>
            </w:r>
            <w:r w:rsidR="002A1AE9" w:rsidRPr="00901BD2">
              <w:rPr>
                <w:rStyle w:val="Hyperlink"/>
                <w:rFonts w:hint="cs"/>
                <w:rtl/>
              </w:rPr>
              <w:t>ٴ</w:t>
            </w:r>
            <w:r w:rsidR="002A1AE9" w:rsidRPr="00901BD2">
              <w:rPr>
                <w:rStyle w:val="Hyperlink"/>
                <w:rFonts w:hint="eastAsia"/>
                <w:rtl/>
              </w:rPr>
              <w:t>عل</w:t>
            </w:r>
            <w:r w:rsidR="002A1AE9" w:rsidRPr="00901BD2">
              <w:rPr>
                <w:rStyle w:val="Hyperlink"/>
                <w:rFonts w:hint="cs"/>
                <w:rtl/>
              </w:rPr>
              <w:t>ی</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Toc449789475 \h</w:instrText>
            </w:r>
            <w:r w:rsidR="002A1AE9">
              <w:rPr>
                <w:webHidden/>
                <w:rtl/>
              </w:rPr>
              <w:instrText xml:space="preserve"> </w:instrText>
            </w:r>
            <w:r>
              <w:rPr>
                <w:webHidden/>
                <w:rtl/>
              </w:rPr>
            </w:r>
            <w:r>
              <w:rPr>
                <w:webHidden/>
                <w:rtl/>
              </w:rPr>
              <w:fldChar w:fldCharType="separate"/>
            </w:r>
            <w:r w:rsidR="00B6739B">
              <w:rPr>
                <w:webHidden/>
              </w:rPr>
              <w:t>471</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76"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الغَاشِ</w:t>
            </w:r>
            <w:r w:rsidR="002A1AE9" w:rsidRPr="00901BD2">
              <w:rPr>
                <w:rStyle w:val="Hyperlink"/>
                <w:rFonts w:hint="cs"/>
                <w:rtl/>
              </w:rPr>
              <w:t>یَ</w:t>
            </w:r>
            <w:r w:rsidR="002A1AE9" w:rsidRPr="00901BD2">
              <w:rPr>
                <w:rStyle w:val="Hyperlink"/>
                <w:rFonts w:hint="eastAsia"/>
                <w:rtl/>
              </w:rPr>
              <w:t>ة</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Toc449789476 \h</w:instrText>
            </w:r>
            <w:r w:rsidR="002A1AE9">
              <w:rPr>
                <w:webHidden/>
                <w:rtl/>
              </w:rPr>
              <w:instrText xml:space="preserve"> </w:instrText>
            </w:r>
            <w:r>
              <w:rPr>
                <w:webHidden/>
                <w:rtl/>
              </w:rPr>
            </w:r>
            <w:r>
              <w:rPr>
                <w:webHidden/>
                <w:rtl/>
              </w:rPr>
              <w:fldChar w:fldCharType="separate"/>
            </w:r>
            <w:r w:rsidR="00B6739B">
              <w:rPr>
                <w:webHidden/>
              </w:rPr>
              <w:t>473</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77"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الفَجر</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Toc449789477 \h</w:instrText>
            </w:r>
            <w:r w:rsidR="002A1AE9">
              <w:rPr>
                <w:webHidden/>
                <w:rtl/>
              </w:rPr>
              <w:instrText xml:space="preserve"> </w:instrText>
            </w:r>
            <w:r>
              <w:rPr>
                <w:webHidden/>
                <w:rtl/>
              </w:rPr>
            </w:r>
            <w:r>
              <w:rPr>
                <w:webHidden/>
                <w:rtl/>
              </w:rPr>
              <w:fldChar w:fldCharType="separate"/>
            </w:r>
            <w:r w:rsidR="00B6739B">
              <w:rPr>
                <w:webHidden/>
              </w:rPr>
              <w:t>475</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78"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البَلَد</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Toc449789478 \h</w:instrText>
            </w:r>
            <w:r w:rsidR="002A1AE9">
              <w:rPr>
                <w:webHidden/>
                <w:rtl/>
              </w:rPr>
              <w:instrText xml:space="preserve"> </w:instrText>
            </w:r>
            <w:r>
              <w:rPr>
                <w:webHidden/>
                <w:rtl/>
              </w:rPr>
            </w:r>
            <w:r>
              <w:rPr>
                <w:webHidden/>
                <w:rtl/>
              </w:rPr>
              <w:fldChar w:fldCharType="separate"/>
            </w:r>
            <w:r w:rsidR="00B6739B">
              <w:rPr>
                <w:webHidden/>
              </w:rPr>
              <w:t>477</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79"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الشّمس</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Toc449789479 \h</w:instrText>
            </w:r>
            <w:r w:rsidR="002A1AE9">
              <w:rPr>
                <w:webHidden/>
                <w:rtl/>
              </w:rPr>
              <w:instrText xml:space="preserve"> </w:instrText>
            </w:r>
            <w:r>
              <w:rPr>
                <w:webHidden/>
                <w:rtl/>
              </w:rPr>
            </w:r>
            <w:r>
              <w:rPr>
                <w:webHidden/>
                <w:rtl/>
              </w:rPr>
              <w:fldChar w:fldCharType="separate"/>
            </w:r>
            <w:r w:rsidR="00B6739B">
              <w:rPr>
                <w:webHidden/>
              </w:rPr>
              <w:t>479</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80"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الل</w:t>
            </w:r>
            <w:r w:rsidR="002A1AE9" w:rsidRPr="00901BD2">
              <w:rPr>
                <w:rStyle w:val="Hyperlink"/>
                <w:rFonts w:hint="cs"/>
                <w:rtl/>
              </w:rPr>
              <w:t>یْ</w:t>
            </w:r>
            <w:r w:rsidR="002A1AE9" w:rsidRPr="00901BD2">
              <w:rPr>
                <w:rStyle w:val="Hyperlink"/>
                <w:rFonts w:hint="eastAsia"/>
                <w:rtl/>
              </w:rPr>
              <w:t>ل</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Toc449789480 \h</w:instrText>
            </w:r>
            <w:r w:rsidR="002A1AE9">
              <w:rPr>
                <w:webHidden/>
                <w:rtl/>
              </w:rPr>
              <w:instrText xml:space="preserve"> </w:instrText>
            </w:r>
            <w:r>
              <w:rPr>
                <w:webHidden/>
                <w:rtl/>
              </w:rPr>
            </w:r>
            <w:r>
              <w:rPr>
                <w:webHidden/>
                <w:rtl/>
              </w:rPr>
              <w:fldChar w:fldCharType="separate"/>
            </w:r>
            <w:r w:rsidR="00B6739B">
              <w:rPr>
                <w:webHidden/>
              </w:rPr>
              <w:t>480</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81"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الشَّرح</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Toc449789481 \h</w:instrText>
            </w:r>
            <w:r w:rsidR="002A1AE9">
              <w:rPr>
                <w:webHidden/>
                <w:rtl/>
              </w:rPr>
              <w:instrText xml:space="preserve"> </w:instrText>
            </w:r>
            <w:r>
              <w:rPr>
                <w:webHidden/>
                <w:rtl/>
              </w:rPr>
            </w:r>
            <w:r>
              <w:rPr>
                <w:webHidden/>
                <w:rtl/>
              </w:rPr>
              <w:fldChar w:fldCharType="separate"/>
            </w:r>
            <w:r w:rsidR="00B6739B">
              <w:rPr>
                <w:webHidden/>
              </w:rPr>
              <w:t>481</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82"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التِّ</w:t>
            </w:r>
            <w:r w:rsidR="002A1AE9" w:rsidRPr="00901BD2">
              <w:rPr>
                <w:rStyle w:val="Hyperlink"/>
                <w:rFonts w:hint="cs"/>
                <w:rtl/>
              </w:rPr>
              <w:t>ی</w:t>
            </w:r>
            <w:r w:rsidR="002A1AE9" w:rsidRPr="00901BD2">
              <w:rPr>
                <w:rStyle w:val="Hyperlink"/>
                <w:rFonts w:hint="eastAsia"/>
                <w:rtl/>
              </w:rPr>
              <w:t>ن</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Toc449789482 \h</w:instrText>
            </w:r>
            <w:r w:rsidR="002A1AE9">
              <w:rPr>
                <w:webHidden/>
                <w:rtl/>
              </w:rPr>
              <w:instrText xml:space="preserve"> </w:instrText>
            </w:r>
            <w:r>
              <w:rPr>
                <w:webHidden/>
                <w:rtl/>
              </w:rPr>
            </w:r>
            <w:r>
              <w:rPr>
                <w:webHidden/>
                <w:rtl/>
              </w:rPr>
              <w:fldChar w:fldCharType="separate"/>
            </w:r>
            <w:r w:rsidR="00B6739B">
              <w:rPr>
                <w:webHidden/>
              </w:rPr>
              <w:t>482</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83"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العَلق</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Toc449789483 \h</w:instrText>
            </w:r>
            <w:r w:rsidR="002A1AE9">
              <w:rPr>
                <w:webHidden/>
                <w:rtl/>
              </w:rPr>
              <w:instrText xml:space="preserve"> </w:instrText>
            </w:r>
            <w:r>
              <w:rPr>
                <w:webHidden/>
                <w:rtl/>
              </w:rPr>
            </w:r>
            <w:r>
              <w:rPr>
                <w:webHidden/>
                <w:rtl/>
              </w:rPr>
              <w:fldChar w:fldCharType="separate"/>
            </w:r>
            <w:r w:rsidR="00B6739B">
              <w:rPr>
                <w:webHidden/>
              </w:rPr>
              <w:t>484</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84"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القَدر</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Toc449789484 \h</w:instrText>
            </w:r>
            <w:r w:rsidR="002A1AE9">
              <w:rPr>
                <w:webHidden/>
                <w:rtl/>
              </w:rPr>
              <w:instrText xml:space="preserve"> </w:instrText>
            </w:r>
            <w:r>
              <w:rPr>
                <w:webHidden/>
                <w:rtl/>
              </w:rPr>
            </w:r>
            <w:r>
              <w:rPr>
                <w:webHidden/>
                <w:rtl/>
              </w:rPr>
              <w:fldChar w:fldCharType="separate"/>
            </w:r>
            <w:r w:rsidR="00B6739B">
              <w:rPr>
                <w:webHidden/>
              </w:rPr>
              <w:t>485</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85"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البَ</w:t>
            </w:r>
            <w:r w:rsidR="002A1AE9" w:rsidRPr="00901BD2">
              <w:rPr>
                <w:rStyle w:val="Hyperlink"/>
                <w:rFonts w:hint="cs"/>
                <w:rtl/>
              </w:rPr>
              <w:t>یّ</w:t>
            </w:r>
            <w:r w:rsidR="002A1AE9" w:rsidRPr="00901BD2">
              <w:rPr>
                <w:rStyle w:val="Hyperlink"/>
                <w:rFonts w:hint="eastAsia"/>
                <w:rtl/>
              </w:rPr>
              <w:t>نَة</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Toc449789485 \h</w:instrText>
            </w:r>
            <w:r w:rsidR="002A1AE9">
              <w:rPr>
                <w:webHidden/>
                <w:rtl/>
              </w:rPr>
              <w:instrText xml:space="preserve"> </w:instrText>
            </w:r>
            <w:r>
              <w:rPr>
                <w:webHidden/>
                <w:rtl/>
              </w:rPr>
            </w:r>
            <w:r>
              <w:rPr>
                <w:webHidden/>
                <w:rtl/>
              </w:rPr>
              <w:fldChar w:fldCharType="separate"/>
            </w:r>
            <w:r w:rsidR="00B6739B">
              <w:rPr>
                <w:webHidden/>
              </w:rPr>
              <w:t>487</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86"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الزّلزَلة</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Toc449789486 \h</w:instrText>
            </w:r>
            <w:r w:rsidR="002A1AE9">
              <w:rPr>
                <w:webHidden/>
                <w:rtl/>
              </w:rPr>
              <w:instrText xml:space="preserve"> </w:instrText>
            </w:r>
            <w:r>
              <w:rPr>
                <w:webHidden/>
                <w:rtl/>
              </w:rPr>
            </w:r>
            <w:r>
              <w:rPr>
                <w:webHidden/>
                <w:rtl/>
              </w:rPr>
              <w:fldChar w:fldCharType="separate"/>
            </w:r>
            <w:r w:rsidR="00B6739B">
              <w:rPr>
                <w:webHidden/>
              </w:rPr>
              <w:t>490</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87"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العَاد</w:t>
            </w:r>
            <w:r w:rsidR="002A1AE9" w:rsidRPr="00901BD2">
              <w:rPr>
                <w:rStyle w:val="Hyperlink"/>
                <w:rFonts w:hint="cs"/>
                <w:rtl/>
              </w:rPr>
              <w:t>یَ</w:t>
            </w:r>
            <w:r w:rsidR="002A1AE9" w:rsidRPr="00901BD2">
              <w:rPr>
                <w:rStyle w:val="Hyperlink"/>
                <w:rFonts w:hint="eastAsia"/>
                <w:rtl/>
              </w:rPr>
              <w:t>ات</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Toc449789487 \h</w:instrText>
            </w:r>
            <w:r w:rsidR="002A1AE9">
              <w:rPr>
                <w:webHidden/>
                <w:rtl/>
              </w:rPr>
              <w:instrText xml:space="preserve"> </w:instrText>
            </w:r>
            <w:r>
              <w:rPr>
                <w:webHidden/>
                <w:rtl/>
              </w:rPr>
            </w:r>
            <w:r>
              <w:rPr>
                <w:webHidden/>
                <w:rtl/>
              </w:rPr>
              <w:fldChar w:fldCharType="separate"/>
            </w:r>
            <w:r w:rsidR="00B6739B">
              <w:rPr>
                <w:webHidden/>
              </w:rPr>
              <w:t>492</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88"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التّکاثُر</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Toc449789488 \h</w:instrText>
            </w:r>
            <w:r w:rsidR="002A1AE9">
              <w:rPr>
                <w:webHidden/>
                <w:rtl/>
              </w:rPr>
              <w:instrText xml:space="preserve"> </w:instrText>
            </w:r>
            <w:r>
              <w:rPr>
                <w:webHidden/>
                <w:rtl/>
              </w:rPr>
            </w:r>
            <w:r>
              <w:rPr>
                <w:webHidden/>
                <w:rtl/>
              </w:rPr>
              <w:fldChar w:fldCharType="separate"/>
            </w:r>
            <w:r w:rsidR="00B6739B">
              <w:rPr>
                <w:webHidden/>
              </w:rPr>
              <w:t>494</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89"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العَصر</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Toc449789489 \h</w:instrText>
            </w:r>
            <w:r w:rsidR="002A1AE9">
              <w:rPr>
                <w:webHidden/>
                <w:rtl/>
              </w:rPr>
              <w:instrText xml:space="preserve"> </w:instrText>
            </w:r>
            <w:r>
              <w:rPr>
                <w:webHidden/>
                <w:rtl/>
              </w:rPr>
            </w:r>
            <w:r>
              <w:rPr>
                <w:webHidden/>
                <w:rtl/>
              </w:rPr>
              <w:fldChar w:fldCharType="separate"/>
            </w:r>
            <w:r w:rsidR="00B6739B">
              <w:rPr>
                <w:webHidden/>
              </w:rPr>
              <w:t>496</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90"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الفِ</w:t>
            </w:r>
            <w:r w:rsidR="002A1AE9" w:rsidRPr="00901BD2">
              <w:rPr>
                <w:rStyle w:val="Hyperlink"/>
                <w:rFonts w:hint="cs"/>
                <w:rtl/>
              </w:rPr>
              <w:t>ی</w:t>
            </w:r>
            <w:r w:rsidR="002A1AE9" w:rsidRPr="00901BD2">
              <w:rPr>
                <w:rStyle w:val="Hyperlink"/>
                <w:rFonts w:hint="eastAsia"/>
                <w:rtl/>
              </w:rPr>
              <w:t>ل</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Toc449789490 \h</w:instrText>
            </w:r>
            <w:r w:rsidR="002A1AE9">
              <w:rPr>
                <w:webHidden/>
                <w:rtl/>
              </w:rPr>
              <w:instrText xml:space="preserve"> </w:instrText>
            </w:r>
            <w:r>
              <w:rPr>
                <w:webHidden/>
                <w:rtl/>
              </w:rPr>
            </w:r>
            <w:r>
              <w:rPr>
                <w:webHidden/>
                <w:rtl/>
              </w:rPr>
              <w:fldChar w:fldCharType="separate"/>
            </w:r>
            <w:r w:rsidR="00B6739B">
              <w:rPr>
                <w:webHidden/>
              </w:rPr>
              <w:t>497</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91"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الکَوثَر</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Toc449789491 \h</w:instrText>
            </w:r>
            <w:r w:rsidR="002A1AE9">
              <w:rPr>
                <w:webHidden/>
                <w:rtl/>
              </w:rPr>
              <w:instrText xml:space="preserve"> </w:instrText>
            </w:r>
            <w:r>
              <w:rPr>
                <w:webHidden/>
                <w:rtl/>
              </w:rPr>
            </w:r>
            <w:r>
              <w:rPr>
                <w:webHidden/>
                <w:rtl/>
              </w:rPr>
              <w:fldChar w:fldCharType="separate"/>
            </w:r>
            <w:r w:rsidR="00B6739B">
              <w:rPr>
                <w:webHidden/>
              </w:rPr>
              <w:t>499</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92"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الکافِرون</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Toc449789492 \h</w:instrText>
            </w:r>
            <w:r w:rsidR="002A1AE9">
              <w:rPr>
                <w:webHidden/>
                <w:rtl/>
              </w:rPr>
              <w:instrText xml:space="preserve"> </w:instrText>
            </w:r>
            <w:r>
              <w:rPr>
                <w:webHidden/>
                <w:rtl/>
              </w:rPr>
            </w:r>
            <w:r>
              <w:rPr>
                <w:webHidden/>
                <w:rtl/>
              </w:rPr>
              <w:fldChar w:fldCharType="separate"/>
            </w:r>
            <w:r w:rsidR="00B6739B">
              <w:rPr>
                <w:webHidden/>
              </w:rPr>
              <w:t>501</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93" w:history="1">
            <w:r w:rsidR="002A1AE9" w:rsidRPr="00901BD2">
              <w:rPr>
                <w:rStyle w:val="Hyperlink"/>
                <w:rFonts w:hint="eastAsia"/>
                <w:rtl/>
              </w:rPr>
              <w:t>سُوۡرَةُ</w:t>
            </w:r>
            <w:r w:rsidR="002A1AE9" w:rsidRPr="00901BD2">
              <w:rPr>
                <w:rStyle w:val="Hyperlink"/>
                <w:rtl/>
              </w:rPr>
              <w:t xml:space="preserve"> </w:t>
            </w:r>
            <w:r w:rsidR="002A1AE9" w:rsidRPr="00901BD2">
              <w:rPr>
                <w:rStyle w:val="Hyperlink"/>
                <w:rFonts w:hint="eastAsia"/>
                <w:rtl/>
              </w:rPr>
              <w:t>الفَلَق</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Toc449789493 \h</w:instrText>
            </w:r>
            <w:r w:rsidR="002A1AE9">
              <w:rPr>
                <w:webHidden/>
                <w:rtl/>
              </w:rPr>
              <w:instrText xml:space="preserve"> </w:instrText>
            </w:r>
            <w:r>
              <w:rPr>
                <w:webHidden/>
                <w:rtl/>
              </w:rPr>
            </w:r>
            <w:r>
              <w:rPr>
                <w:webHidden/>
                <w:rtl/>
              </w:rPr>
              <w:fldChar w:fldCharType="separate"/>
            </w:r>
            <w:r w:rsidR="00B6739B">
              <w:rPr>
                <w:webHidden/>
              </w:rPr>
              <w:t>502</w:t>
            </w:r>
            <w:r>
              <w:rPr>
                <w:webHidden/>
                <w:rtl/>
              </w:rPr>
              <w:fldChar w:fldCharType="end"/>
            </w:r>
          </w:hyperlink>
        </w:p>
        <w:p w:rsidR="002A1AE9" w:rsidRDefault="00483A50" w:rsidP="00195BFD">
          <w:pPr>
            <w:pStyle w:val="TOC1"/>
            <w:rPr>
              <w:rFonts w:asciiTheme="minorHAnsi" w:eastAsiaTheme="minorEastAsia" w:hAnsiTheme="minorHAnsi" w:cstheme="minorBidi"/>
              <w:b w:val="0"/>
              <w:bCs w:val="0"/>
              <w:color w:val="auto"/>
              <w:sz w:val="22"/>
              <w:szCs w:val="22"/>
              <w:rtl/>
            </w:rPr>
          </w:pPr>
          <w:hyperlink w:anchor="_Toc449789494" w:history="1">
            <w:r w:rsidR="002A1AE9" w:rsidRPr="00901BD2">
              <w:rPr>
                <w:rStyle w:val="Hyperlink"/>
              </w:rPr>
              <w:t>Completion</w:t>
            </w:r>
            <w:r w:rsidR="002A1AE9">
              <w:rPr>
                <w:webHidden/>
                <w:rtl/>
              </w:rPr>
              <w:tab/>
            </w:r>
            <w:r>
              <w:rPr>
                <w:webHidden/>
                <w:rtl/>
              </w:rPr>
              <w:fldChar w:fldCharType="begin"/>
            </w:r>
            <w:r w:rsidR="002A1AE9">
              <w:rPr>
                <w:webHidden/>
                <w:rtl/>
              </w:rPr>
              <w:instrText xml:space="preserve"> </w:instrText>
            </w:r>
            <w:r w:rsidR="002A1AE9">
              <w:rPr>
                <w:webHidden/>
              </w:rPr>
              <w:instrText>PAGEREF</w:instrText>
            </w:r>
            <w:r w:rsidR="002A1AE9">
              <w:rPr>
                <w:webHidden/>
                <w:rtl/>
              </w:rPr>
              <w:instrText xml:space="preserve"> _</w:instrText>
            </w:r>
            <w:r w:rsidR="002A1AE9">
              <w:rPr>
                <w:webHidden/>
              </w:rPr>
              <w:instrText>Toc449789494 \h</w:instrText>
            </w:r>
            <w:r w:rsidR="002A1AE9">
              <w:rPr>
                <w:webHidden/>
                <w:rtl/>
              </w:rPr>
              <w:instrText xml:space="preserve"> </w:instrText>
            </w:r>
            <w:r>
              <w:rPr>
                <w:webHidden/>
                <w:rtl/>
              </w:rPr>
            </w:r>
            <w:r>
              <w:rPr>
                <w:webHidden/>
                <w:rtl/>
              </w:rPr>
              <w:fldChar w:fldCharType="separate"/>
            </w:r>
            <w:r w:rsidR="00B6739B">
              <w:rPr>
                <w:webHidden/>
              </w:rPr>
              <w:t>503</w:t>
            </w:r>
            <w:r>
              <w:rPr>
                <w:webHidden/>
                <w:rtl/>
              </w:rPr>
              <w:fldChar w:fldCharType="end"/>
            </w:r>
          </w:hyperlink>
        </w:p>
        <w:p w:rsidR="002A1AE9" w:rsidRDefault="00483A50" w:rsidP="00195BFD">
          <w:r>
            <w:fldChar w:fldCharType="end"/>
          </w:r>
        </w:p>
      </w:sdtContent>
    </w:sdt>
    <w:p w:rsidR="00385B48" w:rsidRDefault="00385B48" w:rsidP="00FC02E7">
      <w:pPr>
        <w:pStyle w:val="libNormal"/>
        <w:rPr>
          <w:rtl/>
        </w:rPr>
      </w:pPr>
      <w:r>
        <w:br w:type="page"/>
      </w:r>
    </w:p>
    <w:p w:rsidR="001A403D" w:rsidRDefault="001A403D" w:rsidP="00EB2345">
      <w:pPr>
        <w:pStyle w:val="Heading1Center"/>
      </w:pPr>
      <w:bookmarkStart w:id="1" w:name="_Toc449789394"/>
      <w:r>
        <w:rPr>
          <w:rtl/>
        </w:rPr>
        <w:lastRenderedPageBreak/>
        <w:t xml:space="preserve">بِسۡمِ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bookmarkEnd w:id="1"/>
    </w:p>
    <w:p w:rsidR="001A403D" w:rsidRDefault="001A403D" w:rsidP="00EB2345">
      <w:pPr>
        <w:pStyle w:val="libBold1"/>
      </w:pPr>
      <w:r>
        <w:t>With the Ism of Allah the Rahman the Raheem</w:t>
      </w:r>
    </w:p>
    <w:p w:rsidR="001A403D" w:rsidRDefault="001A403D" w:rsidP="001A403D">
      <w:pPr>
        <w:pStyle w:val="libNormal"/>
      </w:pPr>
      <w:r>
        <w:t>Rahman and Raheem revealed the Quran al-Kareem to His Habeeb Mohammad al-Mustafa sawaw for the guidance and salvation of the creations, and its inheritors and teachers are Aal-e-Mohammad asws.</w:t>
      </w:r>
    </w:p>
    <w:p w:rsidR="001A403D" w:rsidRDefault="001A403D" w:rsidP="001A403D">
      <w:pPr>
        <w:pStyle w:val="libNormal"/>
      </w:pPr>
      <w:r>
        <w:t>Self-made Satanic guidelines are being presented and Quran-e-Mubeen and Holy Itrat asws are being ignored. Therefore the young generation is unsure which way to go, and numerous questions are raised in the minds, e.g.</w:t>
      </w:r>
    </w:p>
    <w:p w:rsidR="001A403D" w:rsidRDefault="001A403D" w:rsidP="001A403D">
      <w:pPr>
        <w:pStyle w:val="libNormal"/>
      </w:pPr>
      <w:r>
        <w:t>- What is the aim of the creation of the universe? Mawaddat of Mohammad-o-Aal-e-Mohammad asws or something else?</w:t>
      </w:r>
    </w:p>
    <w:p w:rsidR="001A403D" w:rsidRDefault="001A403D" w:rsidP="001A403D">
      <w:pPr>
        <w:pStyle w:val="libNormal"/>
      </w:pPr>
      <w:r>
        <w:t>- Allah has created Humans and Jinns for Ibadat, but what means Ibadat? How to do Ibadat? According to own wishes or whatever Mullah says or according to the Wish of the Creator?</w:t>
      </w:r>
    </w:p>
    <w:p w:rsidR="001A403D" w:rsidRDefault="001A403D" w:rsidP="001A403D">
      <w:pPr>
        <w:pStyle w:val="libNormal"/>
      </w:pPr>
      <w:r>
        <w:t>- What is real object of Deen-e-Elahi? What is the summary of the preaching of all the prophets a.s.?</w:t>
      </w:r>
    </w:p>
    <w:p w:rsidR="001A403D" w:rsidRDefault="001A403D" w:rsidP="001A403D">
      <w:pPr>
        <w:pStyle w:val="libNormal"/>
      </w:pPr>
      <w:r>
        <w:t>- Is it obligatory to gain only secular education to earn living? Or to understand Deen is obligatory on everyone as well?</w:t>
      </w:r>
    </w:p>
    <w:p w:rsidR="001A403D" w:rsidRDefault="001A403D" w:rsidP="001A403D">
      <w:pPr>
        <w:pStyle w:val="libNormal"/>
      </w:pPr>
      <w:r>
        <w:t>- Can one get salvation by only plenty of good deeds without Marifat of Mohammad-o-Aal-e-Mohammad asws?</w:t>
      </w:r>
    </w:p>
    <w:p w:rsidR="001A403D" w:rsidRDefault="001A403D" w:rsidP="001A403D">
      <w:pPr>
        <w:pStyle w:val="libNormal"/>
      </w:pPr>
      <w:r>
        <w:t>- Can anyone escape Hell on the basis of good deeds without intersession of Mohammad-o-Aal-e-Mohammad asws.</w:t>
      </w:r>
    </w:p>
    <w:p w:rsidR="001A403D" w:rsidRDefault="001A403D" w:rsidP="001A403D">
      <w:pPr>
        <w:pStyle w:val="libNormal"/>
      </w:pPr>
      <w:r>
        <w:t>- Nowadays everyone knows what Mullah says, but how many are interested to know what Maola (Allah &amp; Masumeen asws) say?</w:t>
      </w:r>
    </w:p>
    <w:p w:rsidR="001A403D" w:rsidRDefault="001A403D" w:rsidP="001A403D">
      <w:pPr>
        <w:pStyle w:val="libNormal"/>
      </w:pPr>
      <w:r>
        <w:t>- Who is the nucleus of Deen-e-Elahi, Maola asws or Mullah?</w:t>
      </w:r>
    </w:p>
    <w:p w:rsidR="001A403D" w:rsidRDefault="001A403D" w:rsidP="001A403D">
      <w:pPr>
        <w:pStyle w:val="libNormal"/>
      </w:pPr>
      <w:r>
        <w:t>- Allah has created humans in the best form by giving them intellect and wisdom. Is it permissible to follow any fallible like animals with strap in neck without usage of intelligence? Or Ata’at is only for Allah and Masumeen asws?</w:t>
      </w:r>
    </w:p>
    <w:p w:rsidR="001A403D" w:rsidRDefault="001A403D" w:rsidP="001A403D">
      <w:pPr>
        <w:pStyle w:val="libNormal"/>
      </w:pPr>
      <w:r>
        <w:t>- Translation and Explanation of Kalam Ullah is the right of the teachers and inheritors of the Quran, who are Lisan Ullah, or is it the job of Mullah who does not know Arabic properly? Who speaks Majoosi language and tries to tell the meanings suitable to his wishes according to man-made principles.</w:t>
      </w:r>
    </w:p>
    <w:p w:rsidR="001A403D" w:rsidRDefault="001A403D" w:rsidP="001A403D">
      <w:pPr>
        <w:pStyle w:val="libNormal"/>
      </w:pPr>
      <w:r>
        <w:t>- Allah has revealed the Quran in easy form for the guidance. Is it permissible to present it as difficult and insufficient by using philosophy and self-made principles and tricks?</w:t>
      </w:r>
    </w:p>
    <w:p w:rsidR="001A403D" w:rsidRDefault="001A403D" w:rsidP="001A403D">
      <w:pPr>
        <w:pStyle w:val="libNormal"/>
      </w:pPr>
      <w:r>
        <w:t>- Shaitan can misguide the people everywhere in the world simultaneously by entering their hearts, veins and ears. Is Allah not Just that His representative Imam-e-Zamana asws can guide us directly?  Or such a person has to guide us who is in need of guidance himself?</w:t>
      </w:r>
    </w:p>
    <w:p w:rsidR="001A403D" w:rsidRDefault="001A403D" w:rsidP="001A403D">
      <w:pPr>
        <w:pStyle w:val="libNormal"/>
      </w:pPr>
      <w:r>
        <w:t>Anyway the chain of questions can not finish, but there is only one solution of all the questions and problems that we should learn Quran and Sunnah and act on them.</w:t>
      </w:r>
    </w:p>
    <w:p w:rsidR="001A403D" w:rsidRDefault="001A403D" w:rsidP="001A403D">
      <w:pPr>
        <w:pStyle w:val="libNormal"/>
      </w:pPr>
      <w:r>
        <w:t>Rasool Allah sawaw said: O people, what reaches you from us, if it is according to the Quran then it is our saying, and if anything reaches which does not coincide the Book of Allah then it is not our saying.</w:t>
      </w:r>
    </w:p>
    <w:p w:rsidR="001A403D" w:rsidRDefault="001A403D" w:rsidP="001A403D">
      <w:pPr>
        <w:pStyle w:val="libNormal"/>
      </w:pPr>
      <w:r>
        <w:lastRenderedPageBreak/>
        <w:t>The criterion of everything is Kalam of Allah and Kalam of Masumeen asws. To make self-made principles as criterion and to judge Quran and Sunnah by that is totally wrong.</w:t>
      </w:r>
    </w:p>
    <w:p w:rsidR="001A403D" w:rsidRDefault="001A403D" w:rsidP="001A403D">
      <w:pPr>
        <w:pStyle w:val="libNormal"/>
      </w:pPr>
      <w:r>
        <w:t>Any problem which can arise until Qiyamah, its solution is present in Quran and Sunnah, which is declared clearly by Allah and Masumeen asws. But guidance can be achieved by seeking.</w:t>
      </w:r>
    </w:p>
    <w:p w:rsidR="001A403D" w:rsidRDefault="001A403D" w:rsidP="001A403D">
      <w:pPr>
        <w:pStyle w:val="libNormal"/>
      </w:pPr>
      <w:r>
        <w:t>Translation, Tafseer and Taweel of the Quran can be only done in the light of the sayings of Masumeen asws, because only Speaking (Natiq) Quran can tell the meaning of Silent (Samit) Quran. No doubt Natiq is superior to Samit.</w:t>
      </w:r>
    </w:p>
    <w:p w:rsidR="001A403D" w:rsidRDefault="001A403D" w:rsidP="001A403D">
      <w:pPr>
        <w:pStyle w:val="libNormal"/>
      </w:pPr>
      <w:r>
        <w:t>The holy sayings of all the Infallible Imams asws are the sayings of Rasool Allah sawaw, and sayings of Rasool Allah sawaw is the Will of Allah. Infallibles asws are Lisan Ullah. So in fact, saying of Allah and saying of Masumeen asws is one and the same thing.</w:t>
      </w:r>
    </w:p>
    <w:p w:rsidR="001A403D" w:rsidRDefault="001A403D" w:rsidP="001A403D">
      <w:pPr>
        <w:pStyle w:val="libNormal"/>
      </w:pPr>
      <w:r>
        <w:t>What our Creator and Maola Allah wants from us? We can know the Wish of Allah by learning and understanding the Holy Quran according to the teachings of Infallibles asws.</w:t>
      </w:r>
    </w:p>
    <w:p w:rsidR="001A403D" w:rsidRDefault="001A403D" w:rsidP="001A403D">
      <w:pPr>
        <w:pStyle w:val="libNormal"/>
      </w:pPr>
      <w:r>
        <w:t>Ya Allah, our guide and helper who is Hazir &amp; Nazir may re-appear soon to take revenge of injustice done to Mohammad-o-Aal-e-Mohammad asws. Elahi Ameen.</w:t>
      </w:r>
    </w:p>
    <w:p w:rsidR="00711B88" w:rsidRDefault="00711B88" w:rsidP="001A403D">
      <w:pPr>
        <w:pStyle w:val="libNormal"/>
      </w:pPr>
    </w:p>
    <w:p w:rsidR="00711B88" w:rsidRDefault="00711B88" w:rsidP="001A403D">
      <w:pPr>
        <w:pStyle w:val="libNormal"/>
      </w:pPr>
    </w:p>
    <w:p w:rsidR="001A403D" w:rsidRDefault="001A403D" w:rsidP="00711B88">
      <w:pPr>
        <w:pStyle w:val="libBold1"/>
      </w:pPr>
      <w:r>
        <w:t>Al-Syyed Abu Mohammad Naqvi</w:t>
      </w:r>
    </w:p>
    <w:p w:rsidR="00711B88" w:rsidRDefault="00711B88" w:rsidP="001A403D">
      <w:pPr>
        <w:pStyle w:val="libNormal"/>
      </w:pPr>
    </w:p>
    <w:p w:rsidR="00711B88" w:rsidRDefault="00711B88" w:rsidP="001A403D">
      <w:pPr>
        <w:pStyle w:val="libNormal"/>
      </w:pPr>
    </w:p>
    <w:p w:rsidR="00711B88" w:rsidRDefault="00711B88" w:rsidP="001A403D">
      <w:pPr>
        <w:pStyle w:val="libNormal"/>
      </w:pPr>
    </w:p>
    <w:p w:rsidR="001A403D" w:rsidRDefault="001A403D" w:rsidP="001A403D">
      <w:pPr>
        <w:pStyle w:val="libNormal"/>
      </w:pPr>
      <w:r>
        <w:t>N.B. : Just to keep the book brief for the readers’ convenience, on some places I have not translated the lengthy Ahadees but presented the summary of Hadees. Interested readers are requested to consult the original Arabic text in Tafaseer published by Mo’assasatul Aa’lami lill Matbu’at, Beirut, Lebanon.</w:t>
      </w:r>
    </w:p>
    <w:p w:rsidR="001A403D" w:rsidRDefault="001A403D" w:rsidP="001A403D">
      <w:pPr>
        <w:pStyle w:val="libNormal"/>
      </w:pPr>
      <w:r>
        <w:t>If there is any printing mistake, it is unintentional, so please excuse us, and notify us to rectify it in the next edition. Thanks.</w:t>
      </w:r>
    </w:p>
    <w:p w:rsidR="00EB2345" w:rsidRDefault="00EB2345" w:rsidP="00FC02E7">
      <w:pPr>
        <w:pStyle w:val="libNormal"/>
        <w:rPr>
          <w:rtl/>
        </w:rPr>
      </w:pPr>
      <w:r>
        <w:rPr>
          <w:rFonts w:hint="eastAsia"/>
        </w:rPr>
        <w:br w:type="page"/>
      </w:r>
    </w:p>
    <w:p w:rsidR="001A403D" w:rsidRDefault="00EB2345" w:rsidP="00EB2345">
      <w:pPr>
        <w:pStyle w:val="Heading1Center"/>
      </w:pPr>
      <w:bookmarkStart w:id="2" w:name="_Toc449789395"/>
      <w:r>
        <w:rPr>
          <w:rFonts w:hint="eastAsia"/>
          <w:rtl/>
        </w:rPr>
        <w:lastRenderedPageBreak/>
        <w:t>سُوۡرَةُ</w:t>
      </w:r>
      <w:r>
        <w:rPr>
          <w:rtl/>
        </w:rPr>
        <w:t xml:space="preserve"> </w:t>
      </w:r>
      <w:r w:rsidR="001A403D">
        <w:rPr>
          <w:rtl/>
        </w:rPr>
        <w:t>الفَاتِحَة</w:t>
      </w:r>
      <w:bookmarkEnd w:id="2"/>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r>
        <w:rPr>
          <w:rtl/>
        </w:rPr>
        <w:t xml:space="preserve"> (١</w:t>
      </w:r>
      <w:r w:rsidR="009229E3">
        <w:rPr>
          <w:rtl/>
        </w:rPr>
        <w:t>)</w:t>
      </w:r>
    </w:p>
    <w:p w:rsidR="00595365" w:rsidRDefault="001A403D" w:rsidP="00855249">
      <w:pPr>
        <w:pStyle w:val="libBoldItalic"/>
      </w:pPr>
      <w:r>
        <w:t>1-</w:t>
      </w:r>
      <w:r>
        <w:tab/>
        <w:t>With the Ism of Allah, the Rahman the Raheem.</w:t>
      </w:r>
    </w:p>
    <w:p w:rsidR="001A403D" w:rsidRDefault="001A403D" w:rsidP="00E36567">
      <w:pPr>
        <w:pStyle w:val="libNormal"/>
      </w:pPr>
      <w:r>
        <w:t>1-Mohammad bin Muslim asked Imam Jafar Sadiq asws about Sab’a Masani and Quran al-Azeem: Is it Fatiha? Imam asws said: Yes. He asked: Bismillah Hirrahman Nirraheem is among the seven (Ayaat)? Imam asws said: Yes, it is superior among them. (al-Burhan, v1, p99)</w:t>
      </w:r>
    </w:p>
    <w:p w:rsidR="001A403D" w:rsidRDefault="001A403D" w:rsidP="00E36567">
      <w:pPr>
        <w:pStyle w:val="libNormal"/>
      </w:pPr>
      <w:r>
        <w:t>2-Imam Jafar Sadiq asws said: The Sura whose beginning is Tehmeed, middle is Ikhlas, and end is Dua, is Sura Al-Hamd. (al-Burhan, v1, p101)</w:t>
      </w:r>
    </w:p>
    <w:p w:rsidR="001A403D" w:rsidRDefault="001A403D" w:rsidP="00E36567">
      <w:pPr>
        <w:pStyle w:val="libNormal"/>
      </w:pPr>
      <w:r>
        <w:t>3-Imam Mohammad Baqir asws said: Akram Ayat which has been stolen from the Book of Allah is Bismillah Hirrahman Nirraheem. (al-Burhan, v1, p101)</w:t>
      </w:r>
    </w:p>
    <w:p w:rsidR="001A403D" w:rsidRDefault="001A403D" w:rsidP="00E36567">
      <w:pPr>
        <w:pStyle w:val="libNormal"/>
      </w:pPr>
      <w:r>
        <w:t>4-Rasool Allah sawaw said: When Momin will pass over Siraat, then he will say Bismillah Hirrahman Nirraheem, due to that the flames of Fire will start extinguishing and it (Fire) will say: O Momin, pass quickly because due to your Noor my flames are extinguishing. (al-Burhan, v1, p104)</w:t>
      </w:r>
    </w:p>
    <w:p w:rsidR="001A403D" w:rsidRDefault="001A403D" w:rsidP="00E36567">
      <w:pPr>
        <w:pStyle w:val="libNormal"/>
      </w:pPr>
      <w:r>
        <w:t>5-According to a Hadees of Rasool Allah sawaw, on the right cheek of Hoor-ul-Een is written Mohammad Rasool Allah sawaw, and on left cheek Ali-un-Wali Ullah asws, and on forehead Hassan asws, and on chin Hussain asws, and on lips Bismillah Hirrahman Nirraheem. (al-Burhan, v1, p104)</w:t>
      </w:r>
    </w:p>
    <w:p w:rsidR="001A403D" w:rsidRDefault="001A403D" w:rsidP="00E36567">
      <w:pPr>
        <w:pStyle w:val="libNormal"/>
      </w:pPr>
      <w:r>
        <w:t>6-Imam Jafar Sadiq asws said about Bismillah Hirrahman Nirraheem: Al-Ba: Bahaullah, and Seen: Sanaullah, and Meem: Mulkullah, and Allah’s Alif: Aala, the Favour of Allah on the creations, our Walayat, and Ha: Hawan (destruction) for that who opposed Mohammad-o-Aal-e-Mohammad asws. Al-Rahman: for all the world, Al-Raheem: specifically only for Momineen. (al-Burhan, v1, p106)</w:t>
      </w:r>
    </w:p>
    <w:p w:rsidR="001A403D" w:rsidRDefault="001A403D" w:rsidP="00E36567">
      <w:pPr>
        <w:pStyle w:val="libNormal"/>
      </w:pPr>
      <w:r>
        <w:t>7-Rasool Allah sawaw said that Allah says: If Bismillah is not mentioned in any affair, it will remain incomplete. (al-Burhan, v1, p109)</w:t>
      </w:r>
    </w:p>
    <w:p w:rsidR="001A403D" w:rsidRDefault="001A403D" w:rsidP="009229E3">
      <w:pPr>
        <w:pStyle w:val="libCenterBold1"/>
      </w:pPr>
      <w:r>
        <w:t>Lesson:</w:t>
      </w:r>
    </w:p>
    <w:p w:rsidR="001A403D" w:rsidRDefault="001A403D" w:rsidP="001A403D">
      <w:pPr>
        <w:pStyle w:val="libNormal"/>
      </w:pPr>
      <w:r>
        <w:t>1-Bismillah is the honoured and superior Ayat of the holy Quran.</w:t>
      </w:r>
    </w:p>
    <w:p w:rsidR="001A403D" w:rsidRDefault="001A403D" w:rsidP="001A403D">
      <w:pPr>
        <w:pStyle w:val="libNormal"/>
      </w:pPr>
      <w:r>
        <w:t>2-It is commanded to begin every affair with Bismillah, because Masumeen asws are mentioned in it. Masumeen asws are Asma-e-Husna (beautiful names) of Allah, and holy Quran starts with their mentioning.</w:t>
      </w:r>
    </w:p>
    <w:p w:rsidR="001A403D" w:rsidRDefault="001A403D" w:rsidP="00385B48">
      <w:pPr>
        <w:pStyle w:val="libAr"/>
      </w:pPr>
      <w:r>
        <w:rPr>
          <w:rFonts w:hint="cs"/>
          <w:rtl/>
        </w:rPr>
        <w:t>ٱ</w:t>
      </w:r>
      <w:r>
        <w:rPr>
          <w:rFonts w:hint="eastAsia"/>
          <w:rtl/>
        </w:rPr>
        <w:t>هۡدِنَا</w:t>
      </w:r>
      <w:r>
        <w:rPr>
          <w:rtl/>
        </w:rPr>
        <w:t xml:space="preserve"> </w:t>
      </w:r>
      <w:r>
        <w:rPr>
          <w:rFonts w:hint="cs"/>
          <w:rtl/>
        </w:rPr>
        <w:t>ٱ</w:t>
      </w:r>
      <w:r>
        <w:rPr>
          <w:rFonts w:hint="eastAsia"/>
          <w:rtl/>
        </w:rPr>
        <w:t>لصِّرَ</w:t>
      </w:r>
      <w:r w:rsidR="005B7B9E" w:rsidRPr="005B7B9E">
        <w:rPr>
          <w:rFonts w:hint="cs"/>
          <w:rtl/>
        </w:rPr>
        <w:t>ا</w:t>
      </w:r>
      <w:r>
        <w:rPr>
          <w:rFonts w:hint="eastAsia"/>
          <w:rtl/>
        </w:rPr>
        <w:t>طَ</w:t>
      </w:r>
      <w:r>
        <w:rPr>
          <w:rtl/>
        </w:rPr>
        <w:t xml:space="preserve"> </w:t>
      </w:r>
      <w:r>
        <w:rPr>
          <w:rFonts w:hint="cs"/>
          <w:rtl/>
        </w:rPr>
        <w:t>ٱ</w:t>
      </w:r>
      <w:r>
        <w:rPr>
          <w:rFonts w:hint="eastAsia"/>
          <w:rtl/>
        </w:rPr>
        <w:t>لۡمُسۡتَقِيمَ</w:t>
      </w:r>
      <w:r>
        <w:rPr>
          <w:rtl/>
        </w:rPr>
        <w:t xml:space="preserve"> (٦</w:t>
      </w:r>
      <w:r w:rsidR="009229E3">
        <w:rPr>
          <w:rtl/>
        </w:rPr>
        <w:t>)</w:t>
      </w:r>
      <w:r>
        <w:rPr>
          <w:rtl/>
        </w:rPr>
        <w:t xml:space="preserve"> صِرَ</w:t>
      </w:r>
      <w:r w:rsidR="005B7B9E" w:rsidRPr="005B7B9E">
        <w:rPr>
          <w:rFonts w:hint="cs"/>
          <w:rtl/>
        </w:rPr>
        <w:t>ا</w:t>
      </w:r>
      <w:r>
        <w:rPr>
          <w:rFonts w:hint="eastAsia"/>
          <w:rtl/>
        </w:rPr>
        <w:t>طَ</w:t>
      </w:r>
      <w:r>
        <w:rPr>
          <w:rtl/>
        </w:rPr>
        <w:t xml:space="preserve"> </w:t>
      </w:r>
      <w:r>
        <w:rPr>
          <w:rFonts w:hint="cs"/>
          <w:rtl/>
        </w:rPr>
        <w:t>ٱ</w:t>
      </w:r>
      <w:r>
        <w:rPr>
          <w:rFonts w:hint="eastAsia"/>
          <w:rtl/>
        </w:rPr>
        <w:t>لَّذِينَ</w:t>
      </w:r>
      <w:r>
        <w:rPr>
          <w:rtl/>
        </w:rPr>
        <w:t xml:space="preserve"> أَنۡعَمۡتَ عَلَيۡهِمۡ غَيۡرِ </w:t>
      </w:r>
      <w:r>
        <w:rPr>
          <w:rFonts w:hint="cs"/>
          <w:rtl/>
        </w:rPr>
        <w:t>ٱ</w:t>
      </w:r>
      <w:r>
        <w:rPr>
          <w:rFonts w:hint="eastAsia"/>
          <w:rtl/>
        </w:rPr>
        <w:t>لۡمَغۡضُوبِ</w:t>
      </w:r>
      <w:r>
        <w:rPr>
          <w:rtl/>
        </w:rPr>
        <w:t xml:space="preserve"> عَلَيۡهِمۡ وَلَا </w:t>
      </w:r>
      <w:r>
        <w:rPr>
          <w:rFonts w:hint="cs"/>
          <w:rtl/>
        </w:rPr>
        <w:t>ٱ</w:t>
      </w:r>
      <w:r>
        <w:rPr>
          <w:rFonts w:hint="eastAsia"/>
          <w:rtl/>
        </w:rPr>
        <w:t>لضَّآلِّينَ</w:t>
      </w:r>
      <w:r>
        <w:rPr>
          <w:rtl/>
        </w:rPr>
        <w:t xml:space="preserve"> (٧</w:t>
      </w:r>
      <w:r w:rsidR="009229E3">
        <w:rPr>
          <w:rtl/>
        </w:rPr>
        <w:t>)</w:t>
      </w:r>
    </w:p>
    <w:p w:rsidR="001A403D" w:rsidRDefault="001A403D" w:rsidP="00855249">
      <w:pPr>
        <w:pStyle w:val="libBoldItalic"/>
      </w:pPr>
      <w:r>
        <w:t>6-</w:t>
      </w:r>
      <w:r>
        <w:tab/>
        <w:t>Keep guiding us the Straight Path.</w:t>
      </w:r>
    </w:p>
    <w:p w:rsidR="001A403D" w:rsidRDefault="001A403D" w:rsidP="00855249">
      <w:pPr>
        <w:pStyle w:val="libBoldItalic"/>
      </w:pPr>
      <w:r>
        <w:t>7-</w:t>
      </w:r>
      <w:r>
        <w:tab/>
        <w:t>The Path of those upon whom You have bestowed Your Ne’mat, who never earned (Your) anger, and never went astray.</w:t>
      </w:r>
    </w:p>
    <w:p w:rsidR="001A403D" w:rsidRDefault="001A403D" w:rsidP="00E36567">
      <w:pPr>
        <w:pStyle w:val="libNormal"/>
      </w:pPr>
      <w:r>
        <w:t>1-Imam Jafar Sadiq asws said: Sirat al-Mustaqeem means the path of Amir-ul-Momineen asws, and Marifat (knowing) of Imam asws. (al-Burhan, v1, p111)</w:t>
      </w:r>
    </w:p>
    <w:p w:rsidR="001A403D" w:rsidRDefault="001A403D" w:rsidP="00E36567">
      <w:pPr>
        <w:pStyle w:val="libNormal"/>
      </w:pPr>
      <w:r>
        <w:t xml:space="preserve">2-Imam Jafar Sadiq asws said: Sirat al-Mustaqeem means Amir-ul-Momineen asws and his Marifat, and the proof of that it is Amir-ul-Momineen asws is His saying “and he is definitely Ali-un-Hakeem near Us </w:t>
      </w:r>
      <w:r>
        <w:lastRenderedPageBreak/>
        <w:t>in Ummul Kitab” (al-Zukhraf, v4) and he is Amir-ul-Momineen asws in the saying “Sirat al-Mustaqeem” in Ummul Kitab. (al-Burhan, v1, p111)</w:t>
      </w:r>
    </w:p>
    <w:p w:rsidR="001A403D" w:rsidRDefault="001A403D" w:rsidP="00E36567">
      <w:pPr>
        <w:pStyle w:val="libNormal"/>
      </w:pPr>
      <w:r>
        <w:t>3-Imam Jafar Sadiq asws said: Maghzoobe Alaihim are Nassab (Nasbi), and Za’alleen are those who doubt and have no Marifat of Imam asws. (al-Burhan, v1, p111)</w:t>
      </w:r>
    </w:p>
    <w:p w:rsidR="001A403D" w:rsidRDefault="001A403D" w:rsidP="00E36567">
      <w:pPr>
        <w:pStyle w:val="libNormal"/>
      </w:pPr>
      <w:r>
        <w:t>4-Imam Jafar Sadiq asws said: Siraat is the path of Marifat of Allah Azza wa Jalla, and they are two paths: Siraat in the world and Siraat in the Hereafter, and Siraat of the world is Ata’at (following, obedience) of Imam asws which is obligatory, whoever gained his (asws) Marifat in the world and followed him (asws) is rightly guided. Second Siraat is that which is a bridge on Hell in the Hereafter, and who did not gain his (asws) Marifat in the world, his feet will slip on the Siraat in the Hereafter and he will fall in the Fire of Hell. (al-Burhan, v1, p 118)</w:t>
      </w:r>
    </w:p>
    <w:p w:rsidR="001A403D" w:rsidRDefault="001A403D" w:rsidP="00E36567">
      <w:pPr>
        <w:pStyle w:val="libNormal"/>
      </w:pPr>
      <w:r>
        <w:t>5-Imam Zain-ul-Abideen asws said: There is no veil between Allah and His Hujjat (Masoom asws), nor Allah hides from His Hujjat. We are the doors of Allah, and we are Siraat al-Mustaqeem, and we are the Treasures of His Knowledge, and we are translators of His Wahi (revelation), and we are the pillars of His Tauheed, and we are the safe keepers of His Secrets. (al-Burhan, v1, p119)</w:t>
      </w:r>
    </w:p>
    <w:p w:rsidR="001A403D" w:rsidRDefault="001A403D" w:rsidP="00E36567">
      <w:pPr>
        <w:pStyle w:val="libNormal"/>
      </w:pPr>
      <w:r>
        <w:t>6-Imam Jafar Sadiq asws said: The Path of those upon whom You have bestowed Your Ne’mat (Favour) means Mohammad sawaw and his Progeny asws. (al-Burhan, v1, p119)</w:t>
      </w:r>
    </w:p>
    <w:p w:rsidR="001A403D" w:rsidRDefault="001A403D" w:rsidP="00E36567">
      <w:pPr>
        <w:pStyle w:val="libNormal"/>
      </w:pPr>
      <w:r>
        <w:t>7-Rasool Allah sawaw said: Shias of Ali asws are those on whom there is Favour due to Walayat of Ali bin Abi Talib asws, there is no wrath on them, nor they are astray. (al-Burhan, v1, p119)</w:t>
      </w:r>
    </w:p>
    <w:p w:rsidR="001A403D" w:rsidRDefault="001A403D" w:rsidP="009229E3">
      <w:pPr>
        <w:pStyle w:val="libCenterBold1"/>
      </w:pPr>
      <w:r>
        <w:t>Lesson:</w:t>
      </w:r>
    </w:p>
    <w:p w:rsidR="001A403D" w:rsidRDefault="001A403D" w:rsidP="001A403D">
      <w:pPr>
        <w:pStyle w:val="libNormal"/>
      </w:pPr>
      <w:r>
        <w:t>1-Siraat al-Mustaqeem is knowledge of Walayat and obedience of Mohammad-o-Aal-e-Mohammad asws.</w:t>
      </w:r>
    </w:p>
    <w:p w:rsidR="001A403D" w:rsidRDefault="001A403D" w:rsidP="001A403D">
      <w:pPr>
        <w:pStyle w:val="libNormal"/>
      </w:pPr>
      <w:r>
        <w:t>2-Siraat al-Mustaqeem is the name of Maola Ali asws in Sura Fatiha (Ummul Kitab), and Allah has given him name “Ali-un-Hakeem”</w:t>
      </w:r>
    </w:p>
    <w:p w:rsidR="001A403D" w:rsidRDefault="001A403D" w:rsidP="001A403D">
      <w:pPr>
        <w:pStyle w:val="libNormal"/>
      </w:pPr>
      <w:r>
        <w:t>3-Maghzoob are those Nasbi (competitors) people are raising the flag of Walayat of Fallibles (Walayat-e-Faqeh) in front (competition) of Walayat of Masumeen asws. Za’allen (astray) are those who doubt about Masoom Imams asws, e.g. who doubt about merits, authority, infallibility, knowledge of unseen, Ahadees of Imams asws, moreover they do not think it as necessity of Deen to gain Marifat-e-Noorania of Masumeen asws.</w:t>
      </w:r>
    </w:p>
    <w:p w:rsidR="001A403D" w:rsidRDefault="001A403D" w:rsidP="001A403D">
      <w:pPr>
        <w:pStyle w:val="libNormal"/>
      </w:pPr>
      <w:r>
        <w:t>4-Shias are those people who are rightly guided due to Walayat-e-Ali asws, and they will get salvation in the Hereafter due to the same.</w:t>
      </w:r>
    </w:p>
    <w:p w:rsidR="001A403D" w:rsidRDefault="001A403D" w:rsidP="001A403D">
      <w:pPr>
        <w:pStyle w:val="libNormal"/>
      </w:pPr>
      <w:r>
        <w:t>5-Leave alone Tafseer (exegesis, explanation) of the holy Quran, even its Translation is the right of Masumeen asws only.</w:t>
      </w:r>
    </w:p>
    <w:p w:rsidR="00EB2345" w:rsidRDefault="00EB2345" w:rsidP="00FC02E7">
      <w:pPr>
        <w:pStyle w:val="libNormal"/>
        <w:rPr>
          <w:rtl/>
        </w:rPr>
      </w:pPr>
      <w:r>
        <w:rPr>
          <w:rFonts w:hint="eastAsia"/>
        </w:rPr>
        <w:br w:type="page"/>
      </w:r>
    </w:p>
    <w:p w:rsidR="001A403D" w:rsidRDefault="00EB2345" w:rsidP="00EB2345">
      <w:pPr>
        <w:pStyle w:val="Heading1Center"/>
      </w:pPr>
      <w:bookmarkStart w:id="3" w:name="_Toc449789396"/>
      <w:r>
        <w:rPr>
          <w:rFonts w:hint="eastAsia"/>
          <w:rtl/>
        </w:rPr>
        <w:lastRenderedPageBreak/>
        <w:t>سُوۡرَةُ</w:t>
      </w:r>
      <w:r>
        <w:rPr>
          <w:rtl/>
        </w:rPr>
        <w:t xml:space="preserve"> </w:t>
      </w:r>
      <w:r w:rsidR="001A403D">
        <w:rPr>
          <w:rtl/>
        </w:rPr>
        <w:t>البَقَرَة</w:t>
      </w:r>
      <w:bookmarkEnd w:id="3"/>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الٓمٓ</w:t>
      </w:r>
      <w:r>
        <w:rPr>
          <w:rtl/>
        </w:rPr>
        <w:t xml:space="preserve"> (١</w:t>
      </w:r>
      <w:r w:rsidR="009229E3">
        <w:rPr>
          <w:rtl/>
        </w:rPr>
        <w:t>)</w:t>
      </w:r>
      <w:r>
        <w:rPr>
          <w:rtl/>
        </w:rPr>
        <w:t xml:space="preserve"> ذَ</w:t>
      </w:r>
      <w:r w:rsidR="005B7B9E" w:rsidRPr="005B7B9E">
        <w:rPr>
          <w:rFonts w:hint="cs"/>
          <w:rtl/>
        </w:rPr>
        <w:t>ا</w:t>
      </w:r>
      <w:r>
        <w:rPr>
          <w:rFonts w:hint="eastAsia"/>
          <w:rtl/>
        </w:rPr>
        <w:t>لِكَ</w:t>
      </w:r>
      <w:r>
        <w:rPr>
          <w:rtl/>
        </w:rPr>
        <w:t xml:space="preserve"> </w:t>
      </w:r>
      <w:r>
        <w:rPr>
          <w:rFonts w:hint="cs"/>
          <w:rtl/>
        </w:rPr>
        <w:t>ٱ</w:t>
      </w:r>
      <w:r>
        <w:rPr>
          <w:rFonts w:hint="eastAsia"/>
          <w:rtl/>
        </w:rPr>
        <w:t>لۡ</w:t>
      </w:r>
      <w:r w:rsidR="001E6BAB" w:rsidRPr="001E6BAB">
        <w:rPr>
          <w:rFonts w:hint="cs"/>
          <w:rtl/>
        </w:rPr>
        <w:t>ک</w:t>
      </w:r>
      <w:r>
        <w:rPr>
          <w:rFonts w:hint="eastAsia"/>
          <w:rtl/>
        </w:rPr>
        <w:t>تَـٰبُ</w:t>
      </w:r>
      <w:r>
        <w:rPr>
          <w:rtl/>
        </w:rPr>
        <w:t xml:space="preserve"> لَا رَيۡبَ‌ۛ فِيهِ‌ۛ هُدً۬ى لِّلۡمُتَّقِينَ (٢</w:t>
      </w:r>
      <w:r w:rsidR="009229E3">
        <w:rPr>
          <w:rtl/>
        </w:rPr>
        <w:t>)</w:t>
      </w:r>
      <w:r>
        <w:rPr>
          <w:rtl/>
        </w:rPr>
        <w:t xml:space="preserve"> </w:t>
      </w:r>
      <w:r>
        <w:rPr>
          <w:rFonts w:hint="cs"/>
          <w:rtl/>
        </w:rPr>
        <w:t>ٱ</w:t>
      </w:r>
      <w:r>
        <w:rPr>
          <w:rFonts w:hint="eastAsia"/>
          <w:rtl/>
        </w:rPr>
        <w:t>لَّذِينَ</w:t>
      </w:r>
      <w:r>
        <w:rPr>
          <w:rtl/>
        </w:rPr>
        <w:t xml:space="preserve"> يُؤۡمِنُونَ بِ</w:t>
      </w:r>
      <w:r>
        <w:rPr>
          <w:rFonts w:hint="cs"/>
          <w:rtl/>
        </w:rPr>
        <w:t>ٱ</w:t>
      </w:r>
      <w:r>
        <w:rPr>
          <w:rFonts w:hint="eastAsia"/>
          <w:rtl/>
        </w:rPr>
        <w:t>لۡغَيۡبِ</w:t>
      </w:r>
      <w:r>
        <w:rPr>
          <w:rtl/>
        </w:rPr>
        <w:t xml:space="preserve"> وَيُقِيمُونَ </w:t>
      </w:r>
      <w:r>
        <w:rPr>
          <w:rFonts w:hint="cs"/>
          <w:rtl/>
        </w:rPr>
        <w:t>ٱ</w:t>
      </w:r>
      <w:r>
        <w:rPr>
          <w:rFonts w:hint="eastAsia"/>
          <w:rtl/>
        </w:rPr>
        <w:t>لصَّلَوٰةَ</w:t>
      </w:r>
      <w:r>
        <w:rPr>
          <w:rtl/>
        </w:rPr>
        <w:t xml:space="preserve"> وَمِمَّا رَزَقۡنَـٰهُمۡ يُنفِقُونَ (٣</w:t>
      </w:r>
      <w:r w:rsidR="009229E3">
        <w:rPr>
          <w:rtl/>
        </w:rPr>
        <w:t>)</w:t>
      </w:r>
    </w:p>
    <w:p w:rsidR="001A403D" w:rsidRDefault="001A403D" w:rsidP="00855249">
      <w:pPr>
        <w:pStyle w:val="libBoldItalic"/>
      </w:pPr>
      <w:r>
        <w:t>1-</w:t>
      </w:r>
      <w:r>
        <w:tab/>
        <w:t>Alif Lam Meem,  2-</w:t>
      </w:r>
      <w:r>
        <w:tab/>
        <w:t>That is the Book there is no doubt in it, guidance for the Muttaqeen. 3- Who believe in the unseen, and establish prayer, and spend out of what We have provided for them.</w:t>
      </w:r>
    </w:p>
    <w:p w:rsidR="001A403D" w:rsidRDefault="001A403D" w:rsidP="00E36567">
      <w:pPr>
        <w:pStyle w:val="libNormal"/>
      </w:pPr>
      <w:r>
        <w:t>1-Imam Jafar Sadiq asws said: Al Kitab (the Book) is Ali asws, in whom there is no doubt. Guidance for the Muttaqeen (pious ones) is mentioning of our Shias. Who believe in the unseen means who believe in the Qiyam of Imam-e-Qaim asws, that it is Haqq (right). And spend out of what We have provided them means that which knowledge We have given them, they preach it. (al-Burhan, v1, p124)</w:t>
      </w:r>
    </w:p>
    <w:p w:rsidR="001A403D" w:rsidRDefault="001A403D" w:rsidP="00E36567">
      <w:pPr>
        <w:pStyle w:val="libNormal"/>
      </w:pPr>
      <w:r>
        <w:t>2-According to the saying of Imam Hassan Askari asws Ghaib (unseen) is that which is out of reach of senses and observation e.g. resurrection, Hisab, Jannah, Jahannam, Tauheed-e-Elahi, to believe in them is obligatory. (al-Burhan, v1, p132)</w:t>
      </w:r>
    </w:p>
    <w:p w:rsidR="001A403D" w:rsidRDefault="001A403D" w:rsidP="009229E3">
      <w:pPr>
        <w:pStyle w:val="libCenterBold1"/>
      </w:pPr>
      <w:r>
        <w:t>Lesson:</w:t>
      </w:r>
    </w:p>
    <w:p w:rsidR="001A403D" w:rsidRDefault="001A403D" w:rsidP="001A403D">
      <w:pPr>
        <w:pStyle w:val="libNormal"/>
      </w:pPr>
      <w:r>
        <w:t>1-Maola Ali asws and Masumeen asws are Natiq (speaking) Quran, there is no doubt about it, and they are the Hadi (guide) of Muttaqeen. Muttaqeen believe firmly on the Ghaibah and re-appearance of Imam Mahdi asws, and they establish Salaah with Walayat of Imam Ali asws, and they preach Walayat of Ali asws, and they are the guided ones.</w:t>
      </w:r>
    </w:p>
    <w:p w:rsidR="001A403D" w:rsidRDefault="001A403D" w:rsidP="00385B48">
      <w:pPr>
        <w:pStyle w:val="libAr"/>
      </w:pPr>
      <w:r>
        <w:rPr>
          <w:rFonts w:hint="eastAsia"/>
          <w:rtl/>
        </w:rPr>
        <w:t>خَتَمَ</w:t>
      </w:r>
      <w:r>
        <w:rPr>
          <w:rtl/>
        </w:rPr>
        <w:t xml:space="preserve"> </w:t>
      </w:r>
      <w:r>
        <w:rPr>
          <w:rFonts w:hint="cs"/>
          <w:rtl/>
        </w:rPr>
        <w:t>ٱ</w:t>
      </w:r>
      <w:r>
        <w:rPr>
          <w:rFonts w:hint="eastAsia"/>
          <w:rtl/>
        </w:rPr>
        <w:t>للَّهُ</w:t>
      </w:r>
      <w:r>
        <w:rPr>
          <w:rtl/>
        </w:rPr>
        <w:t xml:space="preserve"> عَلَىٰ قُلُوبِهِمۡ وَعَلَىٰ سَمۡعِهِمۡ‌ۖ وَعَلَىٰٓ أَبۡصَـٰرِهِمۡ غِشَـٰوَةٌ۬‌ۖ وَلَهُمۡ عَذَابٌ عَظِيمٌ۬ (٧</w:t>
      </w:r>
      <w:r w:rsidR="009229E3">
        <w:rPr>
          <w:rtl/>
        </w:rPr>
        <w:t>)</w:t>
      </w:r>
    </w:p>
    <w:p w:rsidR="001A403D" w:rsidRDefault="001A403D" w:rsidP="00855249">
      <w:pPr>
        <w:pStyle w:val="libBoldItalic"/>
      </w:pPr>
      <w:r>
        <w:t>7-</w:t>
      </w:r>
      <w:r>
        <w:tab/>
        <w:t>Allah has set a seal upon their hearts and upon their hearing and upon their sight is a veil; and for them is a great punishment.</w:t>
      </w:r>
    </w:p>
    <w:p w:rsidR="001A403D" w:rsidRDefault="001A403D" w:rsidP="00E36567">
      <w:pPr>
        <w:pStyle w:val="libNormal"/>
      </w:pPr>
      <w:r>
        <w:t xml:space="preserve">1-Rasool Allah sawaw said: O Abul Hassan (Ali) asws, no doubt Allah Azza wa Jalla has made it obligatory in your merits and rewards, which no one else knows; announcer will announce on the day of Qiyamah: Where are the lovers of Ali ibne Abi Talib asws? Then a nation of good-doers will rise, and it will be said to them: Take hand of whomever you like in the (gathering) plane of Qiyamah and enter Jannah. At least one thousand persons will get salvation due to recommendation of each of them. Then announcer will announce: Where are the rest of the lovers of Ali ibne Abi Talib asws? Then Muqtasideen will rise and it will be said to them: Beg whatever you want from Allah Ta’ala. So they will beg, and wish of each of them will be fulfilled, whatever he will beg, then hundred thousand times will be added to it (reward). Then announcer will announce: Where are the rest of the lovers of Ali ibne Abi Talib asws? Then who were unjust to themselves will rise, who had done injustice to themselves. And it will be announced: Where are those who kept animosity (Bughz) to Ali ibne Abi Talib asws? So a huge gathering will come forward, whose number will be too much, then it will be announced: Beware, sacrifice one thousand of </w:t>
      </w:r>
      <w:r>
        <w:lastRenderedPageBreak/>
        <w:t>them for one lover of Ali ibne Abi Talib asws, so that he can enter Jannah. So Allah Azza wa Jalla will give salvation to your lovers and will sacrifice (slaughter) your enemies for them… (al-Burhan, v1, p135)</w:t>
      </w:r>
    </w:p>
    <w:p w:rsidR="001A403D" w:rsidRDefault="001A403D" w:rsidP="009229E3">
      <w:pPr>
        <w:pStyle w:val="libCenterBold1"/>
      </w:pPr>
      <w:r>
        <w:t>Lesson:</w:t>
      </w:r>
    </w:p>
    <w:p w:rsidR="001A403D" w:rsidRDefault="001A403D" w:rsidP="001A403D">
      <w:pPr>
        <w:pStyle w:val="libNormal"/>
      </w:pPr>
      <w:r>
        <w:t>1-Who do not accept Walayat of Ali asws from heart, and do not want to listen Ayaat &amp; Ahadees about Walayat of Ali asws, and do not want to read about Walayat of Ali asws, they will become scapegoat of the lovers of Maola Ali asws, and will remain in Azaab forever.</w:t>
      </w:r>
    </w:p>
    <w:p w:rsidR="001A403D" w:rsidRDefault="001A403D" w:rsidP="00385B48">
      <w:pPr>
        <w:pStyle w:val="libAr"/>
      </w:pPr>
      <w:r>
        <w:rPr>
          <w:rFonts w:hint="eastAsia"/>
          <w:rtl/>
        </w:rPr>
        <w:t>وَمِنَ</w:t>
      </w:r>
      <w:r>
        <w:rPr>
          <w:rtl/>
        </w:rPr>
        <w:t xml:space="preserve"> </w:t>
      </w:r>
      <w:r>
        <w:rPr>
          <w:rFonts w:hint="cs"/>
          <w:rtl/>
        </w:rPr>
        <w:t>ٱ</w:t>
      </w:r>
      <w:r>
        <w:rPr>
          <w:rFonts w:hint="eastAsia"/>
          <w:rtl/>
        </w:rPr>
        <w:t>لنَّاسِ</w:t>
      </w:r>
      <w:r>
        <w:rPr>
          <w:rtl/>
        </w:rPr>
        <w:t xml:space="preserve"> مَن يَقُولُ ءَامَنَّا بِ</w:t>
      </w:r>
      <w:r>
        <w:rPr>
          <w:rFonts w:hint="cs"/>
          <w:rtl/>
        </w:rPr>
        <w:t>ٱ</w:t>
      </w:r>
      <w:r>
        <w:rPr>
          <w:rFonts w:hint="eastAsia"/>
          <w:rtl/>
        </w:rPr>
        <w:t>للَّهِ</w:t>
      </w:r>
      <w:r>
        <w:rPr>
          <w:rtl/>
        </w:rPr>
        <w:t xml:space="preserve"> وَبِ</w:t>
      </w:r>
      <w:r>
        <w:rPr>
          <w:rFonts w:hint="cs"/>
          <w:rtl/>
        </w:rPr>
        <w:t>ٱ</w:t>
      </w:r>
      <w:r>
        <w:rPr>
          <w:rFonts w:hint="eastAsia"/>
          <w:rtl/>
        </w:rPr>
        <w:t>لۡيَوۡمِ</w:t>
      </w:r>
      <w:r>
        <w:rPr>
          <w:rtl/>
        </w:rPr>
        <w:t xml:space="preserve"> </w:t>
      </w:r>
      <w:r>
        <w:rPr>
          <w:rFonts w:hint="cs"/>
          <w:rtl/>
        </w:rPr>
        <w:t>ٱ</w:t>
      </w:r>
      <w:r>
        <w:rPr>
          <w:rFonts w:hint="eastAsia"/>
          <w:rtl/>
        </w:rPr>
        <w:t>لۡأَخِرِ</w:t>
      </w:r>
      <w:r>
        <w:rPr>
          <w:rtl/>
        </w:rPr>
        <w:t xml:space="preserve"> وَمَا هُم بِمُؤۡمِنِينَ (٨</w:t>
      </w:r>
      <w:r w:rsidR="009229E3">
        <w:rPr>
          <w:rtl/>
        </w:rPr>
        <w:t>)</w:t>
      </w:r>
    </w:p>
    <w:p w:rsidR="001A403D" w:rsidRDefault="001A403D" w:rsidP="00855249">
      <w:pPr>
        <w:pStyle w:val="libBoldItalic"/>
      </w:pPr>
      <w:r>
        <w:t>8-</w:t>
      </w:r>
      <w:r>
        <w:tab/>
        <w:t>And of the people are some who say, “We believe in Allah and the Last Day” and they are not believers (at all).</w:t>
      </w:r>
    </w:p>
    <w:p w:rsidR="001A403D" w:rsidRDefault="001A403D" w:rsidP="00E36567">
      <w:pPr>
        <w:pStyle w:val="libNormal"/>
      </w:pPr>
      <w:r>
        <w:t>1-Summary of a Hadees of Imam Musa Kazim asws is that Rasool Allah sawaw announced Walayat of Maola Ali asws on the day of Ghadeer and commanded to the people to pay allegiance to Maola Ali asws by addressing him Amir-ul-Momineen. So people obeyed the command and congratulated him as well. Then some unjust people made a pact among themselves that they will snatch the Caliphate from Imam Ali asws. But apparently when they were coming in the presence of Rasool Allah sawaw, they were praising Walayat of Maola Ali asws. Then Allah revealed this Ayat to disclose their conspiracy. (al-Burhan, v1, p136)</w:t>
      </w:r>
    </w:p>
    <w:p w:rsidR="001A403D" w:rsidRDefault="001A403D" w:rsidP="009229E3">
      <w:pPr>
        <w:pStyle w:val="libCenterBold1"/>
      </w:pPr>
      <w:r>
        <w:t>Lesson:</w:t>
      </w:r>
    </w:p>
    <w:p w:rsidR="00595365" w:rsidRDefault="001A403D" w:rsidP="001A403D">
      <w:pPr>
        <w:pStyle w:val="libNormal"/>
      </w:pPr>
      <w:r>
        <w:t>1-Who declares Walayat-e-Ali asws in front of the people but leaves it during practice and opposes it, he is not Momin near Allah, rather he is faithless.</w:t>
      </w:r>
    </w:p>
    <w:p w:rsidR="001A403D" w:rsidRDefault="001A403D" w:rsidP="00385B48">
      <w:pPr>
        <w:pStyle w:val="libAr"/>
      </w:pPr>
      <w:r>
        <w:rPr>
          <w:rFonts w:hint="eastAsia"/>
          <w:rtl/>
        </w:rPr>
        <w:t>يُخَـٰدِعُونَ</w:t>
      </w:r>
      <w:r>
        <w:rPr>
          <w:rtl/>
        </w:rPr>
        <w:t xml:space="preserve"> </w:t>
      </w:r>
      <w:r>
        <w:rPr>
          <w:rFonts w:hint="cs"/>
          <w:rtl/>
        </w:rPr>
        <w:t>ٱ</w:t>
      </w:r>
      <w:r>
        <w:rPr>
          <w:rFonts w:hint="eastAsia"/>
          <w:rtl/>
        </w:rPr>
        <w:t>للَّهَ</w:t>
      </w:r>
      <w:r>
        <w:rPr>
          <w:rtl/>
        </w:rPr>
        <w:t xml:space="preserve"> وَ</w:t>
      </w:r>
      <w:r>
        <w:rPr>
          <w:rFonts w:hint="cs"/>
          <w:rtl/>
        </w:rPr>
        <w:t>ٱ</w:t>
      </w:r>
      <w:r>
        <w:rPr>
          <w:rFonts w:hint="eastAsia"/>
          <w:rtl/>
        </w:rPr>
        <w:t>لَّذِينَ</w:t>
      </w:r>
      <w:r>
        <w:rPr>
          <w:rtl/>
        </w:rPr>
        <w:t xml:space="preserve"> ءَامَنُواْ وَمَا يَخۡدَعُونَ إِلَّآ أَنفُسَهُمۡ وَمَا يَشۡعُرُونَ (٩</w:t>
      </w:r>
      <w:r w:rsidR="009229E3">
        <w:rPr>
          <w:rtl/>
        </w:rPr>
        <w:t>)</w:t>
      </w:r>
    </w:p>
    <w:p w:rsidR="001A403D" w:rsidRDefault="001A403D" w:rsidP="00855249">
      <w:pPr>
        <w:pStyle w:val="libBoldItalic"/>
      </w:pPr>
      <w:r>
        <w:t>9-</w:t>
      </w:r>
      <w:r>
        <w:tab/>
        <w:t>They (think to) deceive Allah and those who believe, but they deceive not except themselves, and they do not perceive (it).</w:t>
      </w:r>
    </w:p>
    <w:p w:rsidR="001A403D" w:rsidRDefault="001A403D" w:rsidP="00E36567">
      <w:pPr>
        <w:pStyle w:val="libNormal"/>
      </w:pPr>
      <w:r>
        <w:t>1-Summary of a Hadees of Imam Musa Kazim asws is that when some people did conspiracy against Maola Ali asws, Rasool Allah sawaw called them for inquiry, but they denied. And one of them said: Allegiance to Maola Ali asws benefited us a lot, Allah will give us spacious palaces in Jannah for its sake. And other said: We got rid of Hell for the sake of this allegiance, so we will enter Jannah. One said: We got rid of all the troubles by this allegiance, and we got happiness, and we are sure if we had sins equal to the sins of all the people of the world, they would finish due to this allegiance, etc, etc. Then they swore by Allah (that they did not do any conspiracy), but later on they did what was in their hearts. So Allah revealed this Ayat that they not deceiving Rasool Allah sawaw and Imam Ali asws but rather they are deceiving themselves. Allah is needless of them. And Allah has exposed their hypocrisy, Kufr and lie. And those unjust who broke the covenant, there is curse on them in the world and severe punishment in the Hereafter. (al-Burhan, v1, p137)</w:t>
      </w:r>
    </w:p>
    <w:p w:rsidR="001A403D" w:rsidRDefault="001A403D" w:rsidP="009229E3">
      <w:pPr>
        <w:pStyle w:val="libCenterBold1"/>
      </w:pPr>
      <w:r>
        <w:t>Lesson:</w:t>
      </w:r>
    </w:p>
    <w:p w:rsidR="001A403D" w:rsidRDefault="001A403D" w:rsidP="001A403D">
      <w:pPr>
        <w:pStyle w:val="libNormal"/>
      </w:pPr>
      <w:r>
        <w:lastRenderedPageBreak/>
        <w:t>Such people are present now a days as well who say that salvation is due to love of Maola Ali asws, but they have decided in their hearts that their deeds without testimony of Walayat-e-Ali asws will take them to Paradise. Such senseless people are looking the mirage of Kauser without realizing the spirit of Ibadaat. They are deceiving themselves by opposing Walayat-e-Ali asws and Azadari of Imam Hussain asws. Such people are cursed ones in this world and punished ones in the Hereafter.</w:t>
      </w:r>
    </w:p>
    <w:p w:rsidR="001A403D" w:rsidRDefault="001A403D" w:rsidP="00385B48">
      <w:pPr>
        <w:pStyle w:val="libAr"/>
      </w:pPr>
      <w:r>
        <w:rPr>
          <w:rFonts w:hint="eastAsia"/>
          <w:rtl/>
        </w:rPr>
        <w:t>فِى</w:t>
      </w:r>
      <w:r>
        <w:rPr>
          <w:rtl/>
        </w:rPr>
        <w:t xml:space="preserve"> قُلُوبِهِم مَّرَضٌ۬ فَزَادَهُمُ </w:t>
      </w:r>
      <w:r>
        <w:rPr>
          <w:rFonts w:hint="cs"/>
          <w:rtl/>
        </w:rPr>
        <w:t>ٱ</w:t>
      </w:r>
      <w:r>
        <w:rPr>
          <w:rFonts w:hint="eastAsia"/>
          <w:rtl/>
        </w:rPr>
        <w:t>للَّهُ</w:t>
      </w:r>
      <w:r>
        <w:rPr>
          <w:rtl/>
        </w:rPr>
        <w:t xml:space="preserve"> مَرَضً۬ا‌ۖ وَلَهُمۡ عَذَابٌ أَلِيمُۢ بِمَا كَانُواْ يَكۡذِبُونَ (١٠</w:t>
      </w:r>
      <w:r w:rsidR="009229E3">
        <w:rPr>
          <w:rtl/>
        </w:rPr>
        <w:t>)</w:t>
      </w:r>
      <w:r>
        <w:rPr>
          <w:rtl/>
        </w:rPr>
        <w:t xml:space="preserve"> وَإِذَا قِيلَ لَهُمۡ لَا تُفۡسِدُواْ فِى </w:t>
      </w:r>
      <w:r>
        <w:rPr>
          <w:rFonts w:hint="cs"/>
          <w:rtl/>
        </w:rPr>
        <w:t>ٱ</w:t>
      </w:r>
      <w:r>
        <w:rPr>
          <w:rFonts w:hint="eastAsia"/>
          <w:rtl/>
        </w:rPr>
        <w:t>لۡأَرۡضِ</w:t>
      </w:r>
      <w:r>
        <w:rPr>
          <w:rtl/>
        </w:rPr>
        <w:t xml:space="preserve"> قَالُوٓاْ إِنَّمَا نَحۡنُ مُصۡلِحُونَ (١١</w:t>
      </w:r>
      <w:r w:rsidR="009229E3">
        <w:rPr>
          <w:rtl/>
        </w:rPr>
        <w:t>)</w:t>
      </w:r>
      <w:r>
        <w:rPr>
          <w:rtl/>
        </w:rPr>
        <w:t xml:space="preserve"> أَلَآ إِنَّهُمۡ هُمُ </w:t>
      </w:r>
      <w:r>
        <w:rPr>
          <w:rFonts w:hint="cs"/>
          <w:rtl/>
        </w:rPr>
        <w:t>ٱ</w:t>
      </w:r>
      <w:r>
        <w:rPr>
          <w:rFonts w:hint="eastAsia"/>
          <w:rtl/>
        </w:rPr>
        <w:t>لۡمُفۡسِدُونَ</w:t>
      </w:r>
      <w:r>
        <w:rPr>
          <w:rtl/>
        </w:rPr>
        <w:t xml:space="preserve"> وَلَـٰكِن لّ</w:t>
      </w:r>
      <w:r>
        <w:rPr>
          <w:rFonts w:hint="eastAsia"/>
          <w:rtl/>
        </w:rPr>
        <w:t>َا</w:t>
      </w:r>
      <w:r>
        <w:rPr>
          <w:rtl/>
        </w:rPr>
        <w:t xml:space="preserve"> يَشۡعُرُونَ (١٢</w:t>
      </w:r>
      <w:r w:rsidR="009229E3">
        <w:rPr>
          <w:rtl/>
        </w:rPr>
        <w:t>)</w:t>
      </w:r>
    </w:p>
    <w:p w:rsidR="001A403D" w:rsidRDefault="001A403D" w:rsidP="00855249">
      <w:pPr>
        <w:pStyle w:val="libBoldItalic"/>
      </w:pPr>
      <w:r>
        <w:t>10-</w:t>
      </w:r>
      <w:r>
        <w:tab/>
        <w:t>In their heart is a disease, so Allah has increased their disease, for them is a painful punishment, because they used to lie. 11-And when it is said to them, “do not cause corruption on the earth”, they say, “We are only reformers”.</w:t>
      </w:r>
    </w:p>
    <w:p w:rsidR="00595365" w:rsidRDefault="001A403D" w:rsidP="00855249">
      <w:pPr>
        <w:pStyle w:val="libBoldItalic"/>
      </w:pPr>
      <w:r>
        <w:t>12-Beware! Verily it is they who are the corruptors but they do not perceive.</w:t>
      </w:r>
    </w:p>
    <w:p w:rsidR="001A403D" w:rsidRDefault="001A403D" w:rsidP="001A403D">
      <w:pPr>
        <w:pStyle w:val="libNormal"/>
      </w:pPr>
      <w:r>
        <w:t>1-Those people who agreed upon opposing Walayat-e-Ali asws, Jibraeel a.s. brought revelation about them: O Habeeb Mohammad sawaw, Al-Ali-ul-Aala says Salam to you and says that these transgressors who are going to break the allegiance and have decided to oppose Ali asws in their hearts, reveal the Favour of Allah on Ali asws, that earth, hills, skies and all creations are under his obedience, so that his merits and status becomes obvious. So that they can know that Wali of Allah, Ali asws is needless of them, and no one can stop him from taking revenge but with the permission of Allah, which is with complete planning and wisdom. So Rasool Allah sawaw took that group of people who had testified the Walayat apparently but decided to oppose it, and went outside Madina in a valley of hills and said: Ya Ali asws, no doubt Allah has commanded these people to help and assist you, and to serve you with heart, to try their best to obey you. If they obey you, it is better for them that they will stay forever in the Paradise of Allah with comfort as owners, and if they oppose you then it is bad for them that they will keep getting punishment in Hell forever. Then Rasool Allah sawaw addressed to that group: Beware, if you obey Ali asws, it is your good luck, and if you oppose then it is your evil heartedness, and Allah has created Ali asws needless, which you will see now, and will never see it again. Rasool Allah sawaw said: Ya Ali asws, ask to Allah for the sake of highness of Mohammad-o-Aal-e-Mohammad asws to change these hills to whatever you wish. So Maola Ali asws asked his Rabb-e-Ta’ala and hills changed into silver. And hills said loud: Ya Ali asws, Ya Wasi o Rasool e Rabbil Aalameen, Allah has made us that if you wish can spend us in your affair, and we will be present whenever you call, so that you can issue your order on us and your decision is implemented on us. Then they (hills) changed into gold and said the same what silver had said. Then they changed into musk, saffron, gems and rubies and said loud: O Abul Hassan asws, O brother of Rasool Allah sawaw, Allah has subdued us for you, give command to us whatever you wish.</w:t>
      </w:r>
    </w:p>
    <w:p w:rsidR="001A403D" w:rsidRDefault="001A403D" w:rsidP="001A403D">
      <w:pPr>
        <w:pStyle w:val="libNormal"/>
      </w:pPr>
      <w:r>
        <w:lastRenderedPageBreak/>
        <w:t>Then Rasool Allah sawaw said: Ya Ali asws, ask Allah for the sake of Mohammad sawaw and his pure Aal asws whose chief are you after me, that for your sake these trees should become armed men, and these stones black snakes, leopards and pythons. When Imam asws raised his hands, those hills, plateaus, planes and lands were filled with armed men, each one of them enough for ten thousand  transgressors. And those hills, planes and plateaus were also full of snakes, lions and pythons. And all of them said: Ya Ali asws, O Wasi of Rasool Allah sawaw, no doubt Allah has subdued us for you and has commanded us that we should listen to you. So give us order whatever you wish, we will accept it and obey. Ya Ali asws, O Wasi of Rasool Allah sawaw, your status near Allah is great. If you ask Allah, He will give earth and its surroundings in your hand, or for your sake He will fall skies on the earth, or for your sake earth can be raised to skies, or for your sake make bitter water of oceans sweet, or make it mercury or milk, or any type drink which you wish, or make oil, or if you wish freeze the oceans, or make whole earth an ocean, He can definitely do that. You have no worry due to the transgression of these transgressors, and no sadness due to the opposition of these opposers, because they will go away from this world as they were never here, and will come to the Hereafter as they were there from ever. Ya Ali asws, they have been given respite with the denial, disobedience and transgression to your obedience, like Fir’aon and Namrood were given respite who claimed to be God and they were transgressors. And top transgressors among transgressors is Shaitan who is chief of ignorance. Allah has not created you and them for the mortal world, but He created you for the eternal home, and He transfers you from one world to the other world. Allah has nothing to do with these evil and mean people, but Allah’s intention to send you and your sons (asws) is to bestow Favour on them and wants their guidance.</w:t>
      </w:r>
    </w:p>
    <w:p w:rsidR="001A403D" w:rsidRDefault="001A403D" w:rsidP="00E36567">
      <w:pPr>
        <w:pStyle w:val="libNormal"/>
      </w:pPr>
      <w:r>
        <w:t>When they saw this with their eyes, then their disease increased. And this increase was in that disease which was already in their bodies, in their hearts. Those transgressors, doubters, traitors of allegiance, who had paid allegiance to Maola Ali asws, their hearts went astray when they saw these signs and miracles. For them is painful punishment because they used to lie that they uttered allegiance with their tongues and promised to keep the covenant (but they opposed Walayat in their hearts and deeds) (Summary of Imam Musa Kazim’s asws Hadees) (al-Burhan, v1, p139)</w:t>
      </w:r>
    </w:p>
    <w:p w:rsidR="001A403D" w:rsidRDefault="001A403D" w:rsidP="00E36567">
      <w:pPr>
        <w:pStyle w:val="libNormal"/>
      </w:pPr>
      <w:r>
        <w:t xml:space="preserve">2-When it was said to those who broke the allegiance of the Day of Ghadeer of Maola Ali asws, that do not make mischief in the earth by breaking the allegiance openly, and putting the weak-faith people in doubt and suspicion regarding their Deen, and make them shaky in Deen and religion. Then they say: We are only reformers. In fact they are not on Deen of Mohammad sawaw, nor on any other Deen, but they are on religion leading astray. And they showed only apparent happiness to Mohammad sawaw by accepting Deen and Shariah apparently, and in reality followed their wishes and comfort, and kept their inner-self free from Deen of Mohammad sawaw, kept away from obedience of Maola Ali asws. Allah Azza wa Jalla says that those are the corruptors because they do deeds by following their Nafs (wishes of inner-self), and Allah informed His Nabi </w:t>
      </w:r>
      <w:r>
        <w:lastRenderedPageBreak/>
        <w:t>about their hypocrisy, so he (sawaw) cursed on them and ordered Muslims to curse on them as well, these are enemies of Momineen, do not trust them because they are hypocrites. (Summary of Imam Musa Kazim’s asws Hadees) (al-Burhan, v1, p141)</w:t>
      </w:r>
    </w:p>
    <w:p w:rsidR="001A403D" w:rsidRDefault="001A403D" w:rsidP="009229E3">
      <w:pPr>
        <w:pStyle w:val="libCenterBold1"/>
      </w:pPr>
      <w:r>
        <w:t>Lesson:</w:t>
      </w:r>
    </w:p>
    <w:p w:rsidR="001A403D" w:rsidRDefault="001A403D" w:rsidP="001A403D">
      <w:pPr>
        <w:pStyle w:val="libNormal"/>
      </w:pPr>
      <w:r>
        <w:t>1-Preach the merits of Maola Ali asws openly, if it increases the denial of hypocrites, do not worry.</w:t>
      </w:r>
    </w:p>
    <w:p w:rsidR="001A403D" w:rsidRDefault="001A403D" w:rsidP="001A403D">
      <w:pPr>
        <w:pStyle w:val="libNormal"/>
      </w:pPr>
      <w:r>
        <w:t>2-Maola Ali asws is needless, whether anyone testifies his Walayat or not. All the creations are in his grip, Mohammad-o-Aal-e-Mohammad asws are Rahman, they do not hurry to punish.</w:t>
      </w:r>
    </w:p>
    <w:p w:rsidR="001A403D" w:rsidRDefault="001A403D" w:rsidP="001A403D">
      <w:pPr>
        <w:pStyle w:val="libNormal"/>
      </w:pPr>
      <w:r>
        <w:t>3-Who obeys Maola Ali asws, it is his own benefit, and who opposes Walayat-e-Ali asws in any manner, it will cause him eternal destruction.</w:t>
      </w:r>
    </w:p>
    <w:p w:rsidR="001A403D" w:rsidRDefault="001A403D" w:rsidP="001A403D">
      <w:pPr>
        <w:pStyle w:val="libNormal"/>
      </w:pPr>
      <w:r>
        <w:t>4-Whole universe is under the control of Mohammad-o-Aal-e-Mohammad asws, with one signal things can change, new universes can come into existence in no time. Mohammad-o-Aal-e-Mohammad asws are Mashiyat-e-Elahi.</w:t>
      </w:r>
    </w:p>
    <w:p w:rsidR="001A403D" w:rsidRDefault="001A403D" w:rsidP="001A403D">
      <w:pPr>
        <w:pStyle w:val="libNormal"/>
      </w:pPr>
      <w:r>
        <w:t>5-Opposers of Walayat-e-Ali asws have been given respite, like it was given to Fir’aon, Namrood and Shaitan. Those who are issuing decrees against Walayat-e-Ali asws and Azadari of Imam Hussain asws should know well that their respite time is about to finish soon.</w:t>
      </w:r>
    </w:p>
    <w:p w:rsidR="001A403D" w:rsidRDefault="001A403D" w:rsidP="001A403D">
      <w:pPr>
        <w:pStyle w:val="libNormal"/>
      </w:pPr>
      <w:r>
        <w:t>6-This is the greatest Favour of Allah that He sent down Mohammad-o-Aal-e-Mohammad asws for our guidance, and sent them in Human-form so that we could tolerate their sight (to do Ziyarat), because humans have no power to tolerate sight of Noor.</w:t>
      </w:r>
    </w:p>
    <w:p w:rsidR="001A403D" w:rsidRDefault="001A403D" w:rsidP="001A403D">
      <w:pPr>
        <w:pStyle w:val="libNormal"/>
      </w:pPr>
      <w:r>
        <w:t>7-Hypocrite Mullah of this time also testify Walayat-e-Ali asws apparently, but they are leading astray the weak-faith people by their Fatawa and practice, by telling to do pure Ibadat of Allah without mentioning (Zikr) of Mohammad-o-Aal-e-Mohammad asws just like their Rahber Haris (Iblees) does. Allah Ta’ala, His Habeeb sawaw and Momineen curse on them. Momineen should not trust such hypocrites in any affair.</w:t>
      </w:r>
    </w:p>
    <w:p w:rsidR="001A403D" w:rsidRDefault="001A403D" w:rsidP="00385B48">
      <w:pPr>
        <w:pStyle w:val="libAr"/>
      </w:pPr>
      <w:r>
        <w:rPr>
          <w:rFonts w:hint="eastAsia"/>
          <w:rtl/>
        </w:rPr>
        <w:t>وَإِذَا</w:t>
      </w:r>
      <w:r>
        <w:rPr>
          <w:rtl/>
        </w:rPr>
        <w:t xml:space="preserve"> قِيلَ لَهُمۡ ءَامِنُواْ كَمَآ ءَامَنَ </w:t>
      </w:r>
      <w:r>
        <w:rPr>
          <w:rFonts w:hint="cs"/>
          <w:rtl/>
        </w:rPr>
        <w:t>ٱ</w:t>
      </w:r>
      <w:r>
        <w:rPr>
          <w:rFonts w:hint="eastAsia"/>
          <w:rtl/>
        </w:rPr>
        <w:t>لنَّاسُ</w:t>
      </w:r>
      <w:r>
        <w:rPr>
          <w:rtl/>
        </w:rPr>
        <w:t xml:space="preserve"> قَالُوٓاْ أَنُؤۡمِنُ كَمَآ ءَامَنَ </w:t>
      </w:r>
      <w:r>
        <w:rPr>
          <w:rFonts w:hint="cs"/>
          <w:rtl/>
        </w:rPr>
        <w:t>ٱ</w:t>
      </w:r>
      <w:r>
        <w:rPr>
          <w:rFonts w:hint="eastAsia"/>
          <w:rtl/>
        </w:rPr>
        <w:t>لسُّفَهَآءُ‌ۗ</w:t>
      </w:r>
      <w:r>
        <w:rPr>
          <w:rtl/>
        </w:rPr>
        <w:t xml:space="preserve"> أَلَآ إِنَّهُمۡ هُمُ </w:t>
      </w:r>
      <w:r>
        <w:rPr>
          <w:rFonts w:hint="cs"/>
          <w:rtl/>
        </w:rPr>
        <w:t>ٱ</w:t>
      </w:r>
      <w:r>
        <w:rPr>
          <w:rFonts w:hint="eastAsia"/>
          <w:rtl/>
        </w:rPr>
        <w:t>لسُّفَهَآءُ</w:t>
      </w:r>
      <w:r>
        <w:rPr>
          <w:rtl/>
        </w:rPr>
        <w:t xml:space="preserve"> وَلَـٰكِن لَّا يَعۡلَمُونَ (١٣</w:t>
      </w:r>
      <w:r w:rsidR="009229E3">
        <w:rPr>
          <w:rtl/>
        </w:rPr>
        <w:t>)</w:t>
      </w:r>
    </w:p>
    <w:p w:rsidR="001A403D" w:rsidRDefault="001A403D" w:rsidP="00855249">
      <w:pPr>
        <w:pStyle w:val="libBoldItalic"/>
      </w:pPr>
      <w:r>
        <w:t>13-And when it is said to them, “believe as the people have believed”, they say, “Should we believe as the foolish have believed?” Beware! Verily, it is they who are the foolish, but they do not know.</w:t>
      </w:r>
    </w:p>
    <w:p w:rsidR="001A403D" w:rsidRDefault="001A403D" w:rsidP="00E36567">
      <w:pPr>
        <w:pStyle w:val="libNormal"/>
      </w:pPr>
      <w:r>
        <w:t xml:space="preserve">1-When it is said to those who break the covenant of Walayat that believe in Rasool Allah sawaw and Imam Ali asws as the best Momineen have believed, who obey their (asws) all commands concerning Deen and the worldly affairs, they believe in Nabi-e-Akram sawaw and subdue to Imam Ali asws openly and with heart. Then opposers of Walayat say: We will not believe like fools. They mean Salman (a.s.) and his companions, whom Allah has bestowed pure Mawaddah (devotion) of Imam Ali asws. Who say fools to the lovers of Mohammad-o-Aal-e-Mohammad asws, Allah Azza wa Jalla declares them fools. There is a veil on their intellects and thoughts, they do not think about Mohammad-o-Aal-e-Mohammad asws as </w:t>
      </w:r>
      <w:r>
        <w:lastRenderedPageBreak/>
        <w:t>they should ponder. (Summar Hadees of Imam Musa Kazim asws) (al-Burhan, v1, p141)</w:t>
      </w:r>
    </w:p>
    <w:p w:rsidR="001A403D" w:rsidRDefault="001A403D" w:rsidP="009229E3">
      <w:pPr>
        <w:pStyle w:val="libCenterBold1"/>
      </w:pPr>
      <w:r>
        <w:t>Lesson:</w:t>
      </w:r>
    </w:p>
    <w:p w:rsidR="001A403D" w:rsidRDefault="001A403D" w:rsidP="001A403D">
      <w:pPr>
        <w:pStyle w:val="libNormal"/>
      </w:pPr>
      <w:r>
        <w:t>1-Presently Muqassir Mulla also tells his followers: Do not be like fools, do not repeat Walayat-e-Ali asws all the time and in every deed. According to Allah there is a veil on their thoughts and hearts.</w:t>
      </w:r>
    </w:p>
    <w:p w:rsidR="001A403D" w:rsidRDefault="001A403D" w:rsidP="001A403D">
      <w:pPr>
        <w:pStyle w:val="libNormal"/>
      </w:pPr>
      <w:r>
        <w:t>2-It is obligatory on everyone to gain knowledge about Marifat-e-Noorania of Mohammad-o-Aal-e-Mohammad asws. Salvation depends only and only on Mawaddat of Masumeen asws.</w:t>
      </w:r>
    </w:p>
    <w:p w:rsidR="001A403D" w:rsidRDefault="001A403D" w:rsidP="00385B48">
      <w:pPr>
        <w:pStyle w:val="libAr"/>
      </w:pPr>
      <w:r>
        <w:rPr>
          <w:rFonts w:hint="eastAsia"/>
          <w:rtl/>
        </w:rPr>
        <w:t>وَإِذَا</w:t>
      </w:r>
      <w:r>
        <w:rPr>
          <w:rtl/>
        </w:rPr>
        <w:t xml:space="preserve"> لَقُواْ </w:t>
      </w:r>
      <w:r>
        <w:rPr>
          <w:rFonts w:hint="cs"/>
          <w:rtl/>
        </w:rPr>
        <w:t>ٱ</w:t>
      </w:r>
      <w:r>
        <w:rPr>
          <w:rFonts w:hint="eastAsia"/>
          <w:rtl/>
        </w:rPr>
        <w:t>لَّذِينَ</w:t>
      </w:r>
      <w:r>
        <w:rPr>
          <w:rtl/>
        </w:rPr>
        <w:t xml:space="preserve"> ءَامَنُواْ قَالُوٓاْ ءَامَنَّا وَإِذَا خَلَوۡاْ إِلَىٰ شَيَـٰطِينِهِمۡ قَالُوٓاْ إِنَّا مَعَكُمۡ إِنَّمَا نَحۡنُ مُسۡتَ</w:t>
      </w:r>
      <w:r w:rsidR="001E6BAB" w:rsidRPr="001E6BAB">
        <w:rPr>
          <w:rFonts w:hint="cs"/>
          <w:rtl/>
        </w:rPr>
        <w:t>ه</w:t>
      </w:r>
      <w:r w:rsidRPr="00595365">
        <w:rPr>
          <w:rFonts w:hint="cs"/>
          <w:rtl/>
        </w:rPr>
        <w:t>ۡزِءُونَ (١٤</w:t>
      </w:r>
      <w:r w:rsidR="009229E3">
        <w:rPr>
          <w:rFonts w:hint="cs"/>
          <w:rtl/>
        </w:rPr>
        <w:t>)</w:t>
      </w:r>
      <w:r w:rsidRPr="00595365">
        <w:rPr>
          <w:rFonts w:hint="cs"/>
          <w:rtl/>
        </w:rPr>
        <w:t xml:space="preserve"> </w:t>
      </w:r>
      <w:r>
        <w:rPr>
          <w:rFonts w:hint="cs"/>
          <w:rtl/>
        </w:rPr>
        <w:t>ٱ</w:t>
      </w:r>
      <w:r>
        <w:rPr>
          <w:rFonts w:hint="eastAsia"/>
          <w:rtl/>
        </w:rPr>
        <w:t>للَّهُ</w:t>
      </w:r>
      <w:r>
        <w:rPr>
          <w:rtl/>
        </w:rPr>
        <w:t xml:space="preserve"> يَسۡتَ</w:t>
      </w:r>
      <w:r w:rsidR="001E6BAB" w:rsidRPr="001E6BAB">
        <w:rPr>
          <w:rFonts w:hint="cs"/>
          <w:rtl/>
        </w:rPr>
        <w:t>ه</w:t>
      </w:r>
      <w:r w:rsidRPr="00595365">
        <w:rPr>
          <w:rFonts w:hint="cs"/>
          <w:rtl/>
        </w:rPr>
        <w:t>ۡزِئُ بِ</w:t>
      </w:r>
      <w:r w:rsidR="001E6BAB" w:rsidRPr="001E6BAB">
        <w:rPr>
          <w:rFonts w:hint="cs"/>
          <w:rtl/>
        </w:rPr>
        <w:t>ه</w:t>
      </w:r>
      <w:r w:rsidRPr="00595365">
        <w:rPr>
          <w:rFonts w:hint="cs"/>
          <w:rtl/>
        </w:rPr>
        <w:t>مۡ وَيَمُدُّهُمۡ فِى طُغۡيَـٰنِهِمۡ يَعۡمَهُونَ (١٥</w:t>
      </w:r>
      <w:r w:rsidR="009229E3">
        <w:rPr>
          <w:rtl/>
        </w:rPr>
        <w:t>)</w:t>
      </w:r>
    </w:p>
    <w:p w:rsidR="001A403D" w:rsidRDefault="001A403D" w:rsidP="00855249">
      <w:pPr>
        <w:pStyle w:val="libBoldItalic"/>
      </w:pPr>
      <w:r>
        <w:t>14-And when they meet those who believe, they say, “we believe”, and when they are alone with their devils, they say, “indeed we are with you, we were only mockers”.</w:t>
      </w:r>
    </w:p>
    <w:p w:rsidR="00595365" w:rsidRDefault="001A403D" w:rsidP="00855249">
      <w:pPr>
        <w:pStyle w:val="libBoldItalic"/>
      </w:pPr>
      <w:r>
        <w:t>15-Allah pays them back their mockery, and leaves them alone in their transgression wandering blindly.</w:t>
      </w:r>
    </w:p>
    <w:p w:rsidR="001A403D" w:rsidRDefault="001A403D" w:rsidP="00E36567">
      <w:pPr>
        <w:pStyle w:val="libNormal"/>
      </w:pPr>
      <w:r>
        <w:t>1-This is about the opponents of Walayat-e-Ali asws that when Rasool Allah sawaw established Walayat of Amir-ul-Momineen asws then they expressed faith and happiness. And when they used to meet the enemies of Amirul Momineen asws in privacy then they used to say: We are with you, we were only mocking. (Imam Mohammad Baqir asws) (al-Burhan, v1, p145)</w:t>
      </w:r>
    </w:p>
    <w:p w:rsidR="001A403D" w:rsidRDefault="001A403D" w:rsidP="00E36567">
      <w:pPr>
        <w:pStyle w:val="libNormal"/>
      </w:pPr>
      <w:r>
        <w:t>2-When opponents of Walayat-e-Ali asws were meeting Salman (a.s.), Miqdad (a.s.), Abu Zarr (a.s.), and Ammar (a.s.), they used to say: We believe in Mohammad sawaw, and we accept allegiance and merits of Ali asws. Then they used to praise those Momin companions that Rasool Allah sawaw said so and so about you. But when they were separating with their hypocrites in privacy then they used to say: These are companions of magician and fearless fighter (Naoozobillah). It means they will be rewarded for mocking Hazrat Mohammad sawaw, on the day of Qiyamah they will be shown all the blessings for Momineen in Jannah, then they will be thrown into Hell. Those Momineen whom they used to mock due to Walayat-e-Ali asws, they will call them from the Paradises: The door of Jannah is open, come here so that you can escape punishment. So they will swim for many years in the oceans of punishment in the Hell to reach near the door of Jannah, then it will be closed on them. And an other door will be opened and said to them: Come from this door. When they will reach the other door with difficulty, same will be done again. In this way they will be rewarded for their mockery in the Hereafter. (Imam Musa Kazim asws_ (al-Burhan, v1, p142)</w:t>
      </w:r>
    </w:p>
    <w:p w:rsidR="001A403D" w:rsidRDefault="001A403D" w:rsidP="009229E3">
      <w:pPr>
        <w:pStyle w:val="libCenterBold1"/>
      </w:pPr>
      <w:r>
        <w:t>Lesson:</w:t>
      </w:r>
    </w:p>
    <w:p w:rsidR="00595365" w:rsidRDefault="001A403D" w:rsidP="001A403D">
      <w:pPr>
        <w:pStyle w:val="libNormal"/>
      </w:pPr>
      <w:r>
        <w:t xml:space="preserve">1-There are such hypocrites among Shias even nowadays who tell merits of Maola Ali asws while on the pulpit unwillingly for the sake of collecting wealth and Khums from the Momineen, but when they are in privacy with other Usuli companions they mock about testimony of Walayat and Azadari. </w:t>
      </w:r>
      <w:r>
        <w:lastRenderedPageBreak/>
        <w:t>Allah declares opponents of Walayat-e-Ali asws as Shaitan, and He will give them reward for this mockery and hypocrisy in the Hereafter. Shaitan is showing this respite to Nasbi Usuli people as beauty.</w:t>
      </w:r>
    </w:p>
    <w:p w:rsidR="001A403D" w:rsidRDefault="001A403D" w:rsidP="00385B48">
      <w:pPr>
        <w:pStyle w:val="libAr"/>
      </w:pPr>
      <w:r>
        <w:rPr>
          <w:rFonts w:hint="eastAsia"/>
          <w:rtl/>
        </w:rPr>
        <w:t>مَثَلُهُمۡ</w:t>
      </w:r>
      <w:r>
        <w:rPr>
          <w:rtl/>
        </w:rPr>
        <w:t xml:space="preserve"> كَمَثَلِ </w:t>
      </w:r>
      <w:r>
        <w:rPr>
          <w:rFonts w:hint="cs"/>
          <w:rtl/>
        </w:rPr>
        <w:t>ٱ</w:t>
      </w:r>
      <w:r>
        <w:rPr>
          <w:rFonts w:hint="eastAsia"/>
          <w:rtl/>
        </w:rPr>
        <w:t>لَّذِى</w:t>
      </w:r>
      <w:r>
        <w:rPr>
          <w:rtl/>
        </w:rPr>
        <w:t xml:space="preserve"> </w:t>
      </w:r>
      <w:r>
        <w:rPr>
          <w:rFonts w:hint="cs"/>
          <w:rtl/>
        </w:rPr>
        <w:t>ٱ</w:t>
      </w:r>
      <w:r>
        <w:rPr>
          <w:rFonts w:hint="eastAsia"/>
          <w:rtl/>
        </w:rPr>
        <w:t>سۡتَوۡقَدَ</w:t>
      </w:r>
      <w:r>
        <w:rPr>
          <w:rtl/>
        </w:rPr>
        <w:t xml:space="preserve"> نَارً۬ا فَلَمَّآ أَضَآءَتۡ مَا حَوۡلَهُ </w:t>
      </w:r>
      <w:r>
        <w:rPr>
          <w:rFonts w:hint="cs"/>
          <w:rtl/>
        </w:rPr>
        <w:t>ۥ</w:t>
      </w:r>
      <w:r>
        <w:rPr>
          <w:rtl/>
        </w:rPr>
        <w:t xml:space="preserve"> ذَهَبَ </w:t>
      </w:r>
      <w:r>
        <w:rPr>
          <w:rFonts w:hint="cs"/>
          <w:rtl/>
        </w:rPr>
        <w:t>ٱ</w:t>
      </w:r>
      <w:r>
        <w:rPr>
          <w:rFonts w:hint="eastAsia"/>
          <w:rtl/>
        </w:rPr>
        <w:t>للَّهُ</w:t>
      </w:r>
      <w:r>
        <w:rPr>
          <w:rtl/>
        </w:rPr>
        <w:t xml:space="preserve"> بِنُورِهِمۡ وَتَرَكَهُمۡ فِى ظُلُمَـٰتٍ۬ لَّا يُبۡصِرُونَ (١٧</w:t>
      </w:r>
      <w:r w:rsidR="009229E3">
        <w:rPr>
          <w:rtl/>
        </w:rPr>
        <w:t>)</w:t>
      </w:r>
      <w:r>
        <w:rPr>
          <w:rtl/>
        </w:rPr>
        <w:t xml:space="preserve"> صُمُّۢ بُكۡمٌ عُمۡىٌ۬ فَهُمۡ لَا يَرۡجِعُونَ (١٨</w:t>
      </w:r>
      <w:r w:rsidR="009229E3">
        <w:rPr>
          <w:rtl/>
        </w:rPr>
        <w:t>)</w:t>
      </w:r>
    </w:p>
    <w:p w:rsidR="001A403D" w:rsidRDefault="001A403D" w:rsidP="00855249">
      <w:pPr>
        <w:pStyle w:val="libBoldItalic"/>
      </w:pPr>
      <w:r>
        <w:t>17-</w:t>
      </w:r>
      <w:r>
        <w:tab/>
        <w:t>Their example is that of one who kindled a fire, but when it illuminated what was around him, Allah took away their light and left them in darkness, they see nothing. 18- Deaf, dumb (and), blind, so they will not return (to the right path).</w:t>
      </w:r>
    </w:p>
    <w:p w:rsidR="001A403D" w:rsidRDefault="001A403D" w:rsidP="00E36567">
      <w:pPr>
        <w:pStyle w:val="libNormal"/>
      </w:pPr>
      <w:r>
        <w:t>1-It is example of hypocrites that they lit fire, so there is light around them, then Allah finishes that light with wind or rain, it means that when Allah took allegiance for Ali ibne Abi Talib asws, then those hypocrites uttered apparently testimony: There is no God except Allah, He is alone and has no partner, and Mohammad sawaw is His Abd and Rasool, and Ali asws is his Wali, Wasi, Waris and Khalifah, and Qazi (chief justice) of Deen-e-Elahi. Due to this apparent testimony, Muslim jurisprudence (Shariah laws) was implemented on their lives, due to which they benefited. But when death came to them, Allah Ta’ala who knows the secrets of the hearts threw them in punishment due to their inner (hidden) Kufr (denial), and they will keep wandering in the darkness of punishment, and will never be able to escape from it. They will be deaf in the punishment of Hereafter, dumb in the divisions of Hell, wandering there being blind. And its example is in the saying of Allah Azza wa Jalla: And who will turn away from my Zikr, so his life will be straitened, and We will raise him blind on the day of Qiyamah (Ta Ha, v124) and We will gather them (dragging) on their faces, they will be blind, dumb and deaf, Hell will be their residence, whenever it (Fire) will be slow, We will make it more flammable (Bani Israel, v97) (Imam Musa Kazim asws) (al-Burhan, v1, p147)</w:t>
      </w:r>
    </w:p>
    <w:p w:rsidR="001A403D" w:rsidRDefault="001A403D" w:rsidP="009229E3">
      <w:pPr>
        <w:pStyle w:val="libCenterBold1"/>
      </w:pPr>
      <w:r>
        <w:t>Lesson:</w:t>
      </w:r>
    </w:p>
    <w:p w:rsidR="001A403D" w:rsidRDefault="001A403D" w:rsidP="001A403D">
      <w:pPr>
        <w:pStyle w:val="libNormal"/>
      </w:pPr>
      <w:r>
        <w:t>1-Those hypocrites who only utter “Ali un Wali Ullah” to show others, laws of Momineen are implemented on them, they marry in Momineen and benefit from other laws as well. But such hypocrites do not want to listen Ayat and Ahadees about Walayat-e-Ali asws, nor they want to read it, and nor they testify Walayat in the presence of Allah. So they will be rewarded for this injustice on the day of Qiyamah by being raised dragging from their graves on their faces being blind, deaf and dumb, and they will stay in all types of punishments in the Hell forever. Because they were turning away from the Zikr of Ali asws in their lives, and by leaving Imam Ali asws they made Fallible person their Wali.</w:t>
      </w:r>
    </w:p>
    <w:p w:rsidR="001A403D" w:rsidRDefault="001A403D" w:rsidP="00385B48">
      <w:pPr>
        <w:pStyle w:val="libAr"/>
      </w:pPr>
      <w:r>
        <w:rPr>
          <w:rFonts w:hint="eastAsia"/>
          <w:rtl/>
        </w:rPr>
        <w:t>يَـٰٓأَيُّ</w:t>
      </w:r>
      <w:r w:rsidR="001E6BAB" w:rsidRPr="001E6BAB">
        <w:rPr>
          <w:rFonts w:hint="cs"/>
          <w:rtl/>
        </w:rPr>
        <w:t>ه</w:t>
      </w:r>
      <w:r w:rsidRPr="00595365">
        <w:rPr>
          <w:rFonts w:hint="cs"/>
          <w:rtl/>
        </w:rPr>
        <w:t>ا</w:t>
      </w:r>
      <w:r>
        <w:rPr>
          <w:rtl/>
        </w:rPr>
        <w:t xml:space="preserve"> </w:t>
      </w:r>
      <w:r>
        <w:rPr>
          <w:rFonts w:hint="cs"/>
          <w:rtl/>
        </w:rPr>
        <w:t>ٱ</w:t>
      </w:r>
      <w:r>
        <w:rPr>
          <w:rFonts w:hint="eastAsia"/>
          <w:rtl/>
        </w:rPr>
        <w:t>لنَّاسُ</w:t>
      </w:r>
      <w:r>
        <w:rPr>
          <w:rtl/>
        </w:rPr>
        <w:t xml:space="preserve"> </w:t>
      </w:r>
      <w:r>
        <w:rPr>
          <w:rFonts w:hint="cs"/>
          <w:rtl/>
        </w:rPr>
        <w:t>ٱ</w:t>
      </w:r>
      <w:r>
        <w:rPr>
          <w:rFonts w:hint="eastAsia"/>
          <w:rtl/>
        </w:rPr>
        <w:t>عۡبُدُواْ</w:t>
      </w:r>
      <w:r>
        <w:rPr>
          <w:rtl/>
        </w:rPr>
        <w:t xml:space="preserve"> رَبَّكُمُ </w:t>
      </w:r>
      <w:r>
        <w:rPr>
          <w:rFonts w:hint="cs"/>
          <w:rtl/>
        </w:rPr>
        <w:t>ٱ</w:t>
      </w:r>
      <w:r>
        <w:rPr>
          <w:rFonts w:hint="eastAsia"/>
          <w:rtl/>
        </w:rPr>
        <w:t>لَّذِى</w:t>
      </w:r>
      <w:r>
        <w:rPr>
          <w:rtl/>
        </w:rPr>
        <w:t xml:space="preserve"> خَلَقَكُمۡ وَ</w:t>
      </w:r>
      <w:r>
        <w:rPr>
          <w:rFonts w:hint="cs"/>
          <w:rtl/>
        </w:rPr>
        <w:t>ٱ</w:t>
      </w:r>
      <w:r>
        <w:rPr>
          <w:rFonts w:hint="eastAsia"/>
          <w:rtl/>
        </w:rPr>
        <w:t>لَّذِينَ</w:t>
      </w:r>
      <w:r>
        <w:rPr>
          <w:rtl/>
        </w:rPr>
        <w:t xml:space="preserve"> مِن قَبۡلِكُمۡ لَعَلَّكُمۡ تَتَّقُونَ</w:t>
      </w:r>
    </w:p>
    <w:p w:rsidR="001A403D" w:rsidRDefault="001A403D" w:rsidP="00855249">
      <w:pPr>
        <w:pStyle w:val="libBoldItalic"/>
      </w:pPr>
      <w:r>
        <w:t>21-</w:t>
      </w:r>
      <w:r>
        <w:tab/>
        <w:t>O mankind, worship your Rabb, Who created you and those before you, so that you may guard (against evil).</w:t>
      </w:r>
    </w:p>
    <w:p w:rsidR="001A403D" w:rsidRDefault="001A403D" w:rsidP="00E36567">
      <w:pPr>
        <w:pStyle w:val="libNormal"/>
      </w:pPr>
      <w:r>
        <w:t xml:space="preserve">1-O all children of Adam (a.s.) obey Allah Ta’ala as He commands that should believe that there is no God except Allah, He is One, there is no partner for Him, nor He has similitude, nor any example, He does justice not </w:t>
      </w:r>
      <w:r>
        <w:lastRenderedPageBreak/>
        <w:t>injustice, He is Generous not miser, He is Haleem not in a hurry, He is Hakeem (Wise) does not say anything without reason, and that Mohammad sawaw is His Abd and Rasool, and that Aal-e-Mohammad asws is superior to progenies of all Prophets (a.s.), and Ali asws is superior in Aal-e-Mohammad asws, and Ummah of Mohammad sawaw is superior to Ummahs of Rasools (a.s.). Then said reminding the creation of human being: You are created from Nutfah of mean water. So worship Allah with respect of Mohammad sawaw and Ali asws. Allah has created human beings in the best form after passing through all the stages of creation, so that they should worship Him as He wishes, so fear the punishment of Hell. (Imam Zainul Aabideen asws) (al-Burhan, v1, p150)</w:t>
      </w:r>
    </w:p>
    <w:p w:rsidR="001A403D" w:rsidRDefault="001A403D" w:rsidP="009229E3">
      <w:pPr>
        <w:pStyle w:val="libCenterBold1"/>
      </w:pPr>
      <w:r>
        <w:t>Lesson:</w:t>
      </w:r>
    </w:p>
    <w:p w:rsidR="001A403D" w:rsidRDefault="001A403D" w:rsidP="001A403D">
      <w:pPr>
        <w:pStyle w:val="libNormal"/>
      </w:pPr>
      <w:r>
        <w:t>1-Allah Ta’ala is telling humans reminding their creation that do not consider yourselves like Mohammad-o-Aal-e-Mohammad asws. Allah al-Samad (Needless) does not want that His worship should be done like Shaitan does, who only believes in Tauheed. Worship should be done as Allah wishes then one can be saved from Hell.</w:t>
      </w:r>
    </w:p>
    <w:p w:rsidR="00595365" w:rsidRDefault="001A403D" w:rsidP="001A403D">
      <w:pPr>
        <w:pStyle w:val="libNormal"/>
      </w:pPr>
      <w:r>
        <w:t>2-Allah wants His worship with the respect of His Beloveds Mohammad sawaw and Ali asws. As soon as Noor of Mohammad-o-Aal-e-Mohammad asws was transferred to the forehead of Adam (a.s.), Infallible Angels (a.s.) have to do Sajdah. All Ibadaat are in their (asws) respect, without their (asws) Zikr all Ibadaat are unacceptable.</w:t>
      </w:r>
    </w:p>
    <w:p w:rsidR="001A403D" w:rsidRDefault="001A403D" w:rsidP="00385B48">
      <w:pPr>
        <w:pStyle w:val="libAr"/>
      </w:pPr>
      <w:r>
        <w:rPr>
          <w:rFonts w:hint="eastAsia"/>
          <w:rtl/>
        </w:rPr>
        <w:t>وَإِن</w:t>
      </w:r>
      <w:r>
        <w:rPr>
          <w:rtl/>
        </w:rPr>
        <w:t xml:space="preserve"> </w:t>
      </w:r>
      <w:r w:rsidR="001E6BAB" w:rsidRPr="001E6BAB">
        <w:rPr>
          <w:rFonts w:hint="cs"/>
          <w:rtl/>
        </w:rPr>
        <w:t>ک</w:t>
      </w:r>
      <w:r>
        <w:rPr>
          <w:rFonts w:hint="eastAsia"/>
          <w:rtl/>
        </w:rPr>
        <w:t>نتُمۡ</w:t>
      </w:r>
      <w:r>
        <w:rPr>
          <w:rtl/>
        </w:rPr>
        <w:t xml:space="preserve"> فِى رَيۡبٍ۬ مِّمَّا نَزَّلۡنَا عَلَىٰ عَبۡدِنَا فَأۡتُواْ بِسُورَةٍ۬ مِّن مِّثۡلِهِ</w:t>
      </w:r>
      <w:r>
        <w:rPr>
          <w:rFonts w:hint="cs"/>
          <w:rtl/>
        </w:rPr>
        <w:t>ۦ</w:t>
      </w:r>
      <w:r>
        <w:rPr>
          <w:rtl/>
        </w:rPr>
        <w:t xml:space="preserve"> وَ</w:t>
      </w:r>
      <w:r>
        <w:rPr>
          <w:rFonts w:hint="cs"/>
          <w:rtl/>
        </w:rPr>
        <w:t>ٱ</w:t>
      </w:r>
      <w:r>
        <w:rPr>
          <w:rFonts w:hint="eastAsia"/>
          <w:rtl/>
        </w:rPr>
        <w:t>دۡعُواْ</w:t>
      </w:r>
      <w:r>
        <w:rPr>
          <w:rtl/>
        </w:rPr>
        <w:t xml:space="preserve"> شُهَدَآءَكُم مِّن دُونِ </w:t>
      </w:r>
      <w:r>
        <w:rPr>
          <w:rFonts w:hint="cs"/>
          <w:rtl/>
        </w:rPr>
        <w:t>ٱ</w:t>
      </w:r>
      <w:r>
        <w:rPr>
          <w:rFonts w:hint="eastAsia"/>
          <w:rtl/>
        </w:rPr>
        <w:t>للَّهِ</w:t>
      </w:r>
      <w:r>
        <w:rPr>
          <w:rtl/>
        </w:rPr>
        <w:t xml:space="preserve"> إِن كُنتُمۡ صَـٰدِقِينَ (٢٣</w:t>
      </w:r>
      <w:r w:rsidR="009229E3">
        <w:rPr>
          <w:rtl/>
        </w:rPr>
        <w:t>)</w:t>
      </w:r>
      <w:r>
        <w:rPr>
          <w:rtl/>
        </w:rPr>
        <w:t xml:space="preserve"> فَإِن لَّمۡ تَفۡعَلُواْ وَلَن تَفۡعَلُواْ فَ</w:t>
      </w:r>
      <w:r>
        <w:rPr>
          <w:rFonts w:hint="cs"/>
          <w:rtl/>
        </w:rPr>
        <w:t>ٱ</w:t>
      </w:r>
      <w:r>
        <w:rPr>
          <w:rFonts w:hint="eastAsia"/>
          <w:rtl/>
        </w:rPr>
        <w:t>تَّقُواْ</w:t>
      </w:r>
      <w:r>
        <w:rPr>
          <w:rtl/>
        </w:rPr>
        <w:t xml:space="preserve"> </w:t>
      </w:r>
      <w:r>
        <w:rPr>
          <w:rFonts w:hint="cs"/>
          <w:rtl/>
        </w:rPr>
        <w:t>ٱ</w:t>
      </w:r>
      <w:r>
        <w:rPr>
          <w:rFonts w:hint="eastAsia"/>
          <w:rtl/>
        </w:rPr>
        <w:t>لنَّارَ</w:t>
      </w:r>
      <w:r>
        <w:rPr>
          <w:rtl/>
        </w:rPr>
        <w:t xml:space="preserve"> </w:t>
      </w:r>
      <w:r>
        <w:rPr>
          <w:rFonts w:hint="cs"/>
          <w:rtl/>
        </w:rPr>
        <w:t>ٱ</w:t>
      </w:r>
      <w:r>
        <w:rPr>
          <w:rFonts w:hint="eastAsia"/>
          <w:rtl/>
        </w:rPr>
        <w:t>لَّتِى</w:t>
      </w:r>
      <w:r>
        <w:rPr>
          <w:rtl/>
        </w:rPr>
        <w:t xml:space="preserve"> وَقُودُهَا </w:t>
      </w:r>
      <w:r>
        <w:rPr>
          <w:rFonts w:hint="cs"/>
          <w:rtl/>
        </w:rPr>
        <w:t>ٱ</w:t>
      </w:r>
      <w:r>
        <w:rPr>
          <w:rFonts w:hint="eastAsia"/>
          <w:rtl/>
        </w:rPr>
        <w:t>لنَّاسُ</w:t>
      </w:r>
      <w:r>
        <w:rPr>
          <w:rtl/>
        </w:rPr>
        <w:t xml:space="preserve"> وَ</w:t>
      </w:r>
      <w:r>
        <w:rPr>
          <w:rFonts w:hint="cs"/>
          <w:rtl/>
        </w:rPr>
        <w:t>ٱ</w:t>
      </w:r>
      <w:r>
        <w:rPr>
          <w:rFonts w:hint="eastAsia"/>
          <w:rtl/>
        </w:rPr>
        <w:t>لۡحِجَارَةُ‌ۖ</w:t>
      </w:r>
      <w:r>
        <w:rPr>
          <w:rtl/>
        </w:rPr>
        <w:t xml:space="preserve"> أُعِدَّتۡ لِلۡكَـٰفِرِينَ (٢٤</w:t>
      </w:r>
      <w:r w:rsidR="009229E3">
        <w:rPr>
          <w:rtl/>
        </w:rPr>
        <w:t>)</w:t>
      </w:r>
      <w:r>
        <w:rPr>
          <w:rtl/>
        </w:rPr>
        <w:t xml:space="preserve"> وَبَشِّرِ </w:t>
      </w:r>
      <w:r>
        <w:rPr>
          <w:rFonts w:hint="cs"/>
          <w:rtl/>
        </w:rPr>
        <w:t>ٱ</w:t>
      </w:r>
      <w:r>
        <w:rPr>
          <w:rFonts w:hint="eastAsia"/>
          <w:rtl/>
        </w:rPr>
        <w:t>لَّذِينَ</w:t>
      </w:r>
      <w:r>
        <w:rPr>
          <w:rtl/>
        </w:rPr>
        <w:t xml:space="preserve"> ءَامَنُواْ وَعَمِلُواْ </w:t>
      </w:r>
      <w:r>
        <w:rPr>
          <w:rFonts w:hint="cs"/>
          <w:rtl/>
        </w:rPr>
        <w:t>ٱ</w:t>
      </w:r>
      <w:r>
        <w:rPr>
          <w:rFonts w:hint="eastAsia"/>
          <w:rtl/>
        </w:rPr>
        <w:t>لصَّـٰلِحَـٰتِ</w:t>
      </w:r>
      <w:r>
        <w:rPr>
          <w:rtl/>
        </w:rPr>
        <w:t xml:space="preserve"> أَنَّ لَهُمۡ جَنَّـٰتٍ۬ تَجۡرِى مِن تَحۡتِهَا </w:t>
      </w:r>
      <w:r>
        <w:rPr>
          <w:rFonts w:hint="cs"/>
          <w:rtl/>
        </w:rPr>
        <w:t>ٱ</w:t>
      </w:r>
      <w:r>
        <w:rPr>
          <w:rFonts w:hint="eastAsia"/>
          <w:rtl/>
        </w:rPr>
        <w:t>لۡأَنۡهَـٰرُ‌ۖ</w:t>
      </w:r>
      <w:r>
        <w:rPr>
          <w:rtl/>
        </w:rPr>
        <w:t xml:space="preserve"> </w:t>
      </w:r>
      <w:r w:rsidR="001E6BAB" w:rsidRPr="001E6BAB">
        <w:rPr>
          <w:rFonts w:hint="cs"/>
          <w:rtl/>
        </w:rPr>
        <w:t>ک</w:t>
      </w:r>
      <w:r>
        <w:rPr>
          <w:rFonts w:hint="eastAsia"/>
          <w:rtl/>
        </w:rPr>
        <w:t>لَّمَا</w:t>
      </w:r>
      <w:r>
        <w:rPr>
          <w:rtl/>
        </w:rPr>
        <w:t xml:space="preserve"> رُزِقُواْ مِنۡ</w:t>
      </w:r>
      <w:r w:rsidR="001E6BAB" w:rsidRPr="001E6BAB">
        <w:rPr>
          <w:rFonts w:hint="cs"/>
          <w:rtl/>
        </w:rPr>
        <w:t>ه</w:t>
      </w:r>
      <w:r w:rsidRPr="00595365">
        <w:rPr>
          <w:rFonts w:hint="cs"/>
          <w:rtl/>
        </w:rPr>
        <w:t xml:space="preserve">ا مِن ثَمَرَةٍ۬ رِّزۡقً۬ا‌ۙ قَالُواْ هَـٰذَا </w:t>
      </w:r>
      <w:r>
        <w:rPr>
          <w:rFonts w:hint="cs"/>
          <w:rtl/>
        </w:rPr>
        <w:t>ٱ</w:t>
      </w:r>
      <w:r>
        <w:rPr>
          <w:rFonts w:hint="eastAsia"/>
          <w:rtl/>
        </w:rPr>
        <w:t>لَّذِى</w:t>
      </w:r>
      <w:r>
        <w:rPr>
          <w:rtl/>
        </w:rPr>
        <w:t xml:space="preserve"> رُ</w:t>
      </w:r>
      <w:r>
        <w:rPr>
          <w:rFonts w:hint="eastAsia"/>
          <w:rtl/>
        </w:rPr>
        <w:t>زِقۡنَا</w:t>
      </w:r>
      <w:r>
        <w:rPr>
          <w:rtl/>
        </w:rPr>
        <w:t xml:space="preserve"> مِن قَبۡلُ‌ۖ وَأُتُواْ بِهِ</w:t>
      </w:r>
      <w:r>
        <w:rPr>
          <w:rFonts w:hint="cs"/>
          <w:rtl/>
        </w:rPr>
        <w:t>ۦ</w:t>
      </w:r>
      <w:r>
        <w:rPr>
          <w:rtl/>
        </w:rPr>
        <w:t xml:space="preserve"> مُتَشَـٰبِهً۬ا‌ۖ وَلَهُمۡ فِيهَآ أَزۡوَ</w:t>
      </w:r>
      <w:r w:rsidR="005B7B9E" w:rsidRPr="005B7B9E">
        <w:rPr>
          <w:rFonts w:hint="cs"/>
          <w:rtl/>
        </w:rPr>
        <w:t>ا</w:t>
      </w:r>
      <w:r>
        <w:rPr>
          <w:rFonts w:hint="eastAsia"/>
          <w:rtl/>
        </w:rPr>
        <w:t>جٌ۬</w:t>
      </w:r>
      <w:r>
        <w:rPr>
          <w:rtl/>
        </w:rPr>
        <w:t xml:space="preserve"> مُّطَهَّرَةٌ۬‌ۖ وَهُمۡ فِيهَا خَـٰلِدُونَ (٢٥</w:t>
      </w:r>
      <w:r w:rsidR="009229E3">
        <w:rPr>
          <w:rtl/>
        </w:rPr>
        <w:t>)</w:t>
      </w:r>
    </w:p>
    <w:p w:rsidR="001A403D" w:rsidRDefault="001A403D" w:rsidP="00855249">
      <w:pPr>
        <w:pStyle w:val="libBoldItalic"/>
      </w:pPr>
      <w:r>
        <w:t>23-</w:t>
      </w:r>
      <w:r>
        <w:tab/>
        <w:t>And if you are in doubt what We have sent down upon Our Abd (Mohammad sawaw) then produce a Surah like it and call upon your witnesses (supporters) other than Allah if you are truthful. 24- But if you do not do it, and you will never be able to do it, then fear the Fire, whose fuel is people and stones, prepared for the disbelievers. 25- And give glad tidings (O Muhammad sawaw) to those who believe and do good deeds, that theirs are Gardens for them underneath which rivers flow, whenever they are provided with a provision of fruit therefrom, they say: this is what we were provided before; and it is given to them in resembling that. And there for them are purified spouses; and there for ever they abide.</w:t>
      </w:r>
    </w:p>
    <w:p w:rsidR="001A403D" w:rsidRDefault="001A403D" w:rsidP="00E36567">
      <w:pPr>
        <w:pStyle w:val="libNormal"/>
      </w:pPr>
      <w:r>
        <w:t xml:space="preserve">1-Allah has given examples of disbelievers who denied prophet-hood openly and of Nasbi hypocrites who rejected the saying of Rasool Allah sawaw about Imam Ali asws which was from Allah, and they rejected the verses and miracles which were explaining clearly Walayat-e-Ali asws, but nothing increased except increase in their transgression. They kept seeing undeniable miracles that while travelling a cloud is shading, from </w:t>
      </w:r>
      <w:r>
        <w:lastRenderedPageBreak/>
        <w:t>inanimates hills, cliffs and stones uttered his (sawaw) testimony, trees came walking, and testified and went back to their place obeying the order. Even then they doubt what Allah has revealed to His Abd (sawaw). So Allah has challenged those deniers and Nasbis, who think that they are knowledgable and expert in language, to bring one Sura like this; if you are doubting that what has been sent down to Mohammad Mustafa sawaw is not from Allah that he (sawaw) has established Walayat of his brother Ali asws and his Vicegerents (asws) after him, and he (sawaw) has shown you miracles as well, animals have given testimony and other different miracles have been shown. If you do not believe then call your supporters if you are truthful that Quran is not from Allah. And those supporters are Idols which polytheists worship, and (those supporters) are distorters hypocrite Muslims those Nasbis who oppose Ahlul Bait asws, and their helpers who deny the merits of Imam Ali asws. O deniers of Hujjat of Allah, you can never bring the similitude of Kalam of Allah. Fear that Fire whose fuel is humans and stones which is prepared for those who are Nasbi enemies of Kalamullah, Nabi sawaw of Allah and his Wali and Wasi Ali asws. (Imam Hassan Askari asws) (al-Burhan, v1, p152)</w:t>
      </w:r>
    </w:p>
    <w:p w:rsidR="001A403D" w:rsidRDefault="001A403D" w:rsidP="009229E3">
      <w:pPr>
        <w:pStyle w:val="libCenterBold1"/>
      </w:pPr>
      <w:r>
        <w:t>Lesson:</w:t>
      </w:r>
    </w:p>
    <w:p w:rsidR="001A403D" w:rsidRDefault="001A403D" w:rsidP="001A403D">
      <w:pPr>
        <w:pStyle w:val="libNormal"/>
      </w:pPr>
      <w:r>
        <w:t>1-Those people who reject the verses and Ahadees about Walayat-e-Ali asws by different tricks and reasons on the instructions of their leaders (idols), those followers and their leaders both are fuel of Hell. And those who are firm on Tauheed, Risalat and Walayat with their heart, tongue and practical, they are successful in the Hereafter and will abide eternally in Jannah full of Blessings of Allah, which is mentioned in the holy verse.</w:t>
      </w:r>
    </w:p>
    <w:p w:rsidR="001A403D" w:rsidRDefault="001A403D" w:rsidP="00385B48">
      <w:pPr>
        <w:pStyle w:val="libAr"/>
      </w:pPr>
      <w:r>
        <w:rPr>
          <w:rFonts w:hint="cs"/>
          <w:rtl/>
        </w:rPr>
        <w:t>ٱ</w:t>
      </w:r>
      <w:r>
        <w:rPr>
          <w:rFonts w:hint="eastAsia"/>
          <w:rtl/>
        </w:rPr>
        <w:t>لَّذِينَ</w:t>
      </w:r>
      <w:r>
        <w:rPr>
          <w:rtl/>
        </w:rPr>
        <w:t xml:space="preserve"> يَنقُضُونَ عَهۡدَ </w:t>
      </w:r>
      <w:r>
        <w:rPr>
          <w:rFonts w:hint="cs"/>
          <w:rtl/>
        </w:rPr>
        <w:t>ٱ</w:t>
      </w:r>
      <w:r>
        <w:rPr>
          <w:rFonts w:hint="eastAsia"/>
          <w:rtl/>
        </w:rPr>
        <w:t>للَّهِ</w:t>
      </w:r>
      <w:r>
        <w:rPr>
          <w:rtl/>
        </w:rPr>
        <w:t xml:space="preserve"> مِنۢ بَعۡدِ مِيثَـٰقِهِ</w:t>
      </w:r>
      <w:r>
        <w:rPr>
          <w:rFonts w:hint="cs"/>
          <w:rtl/>
        </w:rPr>
        <w:t>ۦ</w:t>
      </w:r>
      <w:r>
        <w:rPr>
          <w:rtl/>
        </w:rPr>
        <w:t xml:space="preserve"> وَيَقۡطَعُونَ مَآ أَمَرَ </w:t>
      </w:r>
      <w:r>
        <w:rPr>
          <w:rFonts w:hint="cs"/>
          <w:rtl/>
        </w:rPr>
        <w:t>ٱ</w:t>
      </w:r>
      <w:r>
        <w:rPr>
          <w:rFonts w:hint="eastAsia"/>
          <w:rtl/>
        </w:rPr>
        <w:t>للَّهُ</w:t>
      </w:r>
      <w:r>
        <w:rPr>
          <w:rtl/>
        </w:rPr>
        <w:t xml:space="preserve"> بِهِ</w:t>
      </w:r>
      <w:r>
        <w:rPr>
          <w:rFonts w:hint="cs"/>
          <w:rtl/>
        </w:rPr>
        <w:t>ۦۤ</w:t>
      </w:r>
      <w:r>
        <w:rPr>
          <w:rtl/>
        </w:rPr>
        <w:t xml:space="preserve"> أَن يُوصَلَ وَيُفۡسِدُونَ فِى </w:t>
      </w:r>
      <w:r>
        <w:rPr>
          <w:rFonts w:hint="cs"/>
          <w:rtl/>
        </w:rPr>
        <w:t>ٱ</w:t>
      </w:r>
      <w:r>
        <w:rPr>
          <w:rFonts w:hint="eastAsia"/>
          <w:rtl/>
        </w:rPr>
        <w:t>لۡأَرۡضِ‌ۚ</w:t>
      </w:r>
      <w:r>
        <w:rPr>
          <w:rtl/>
        </w:rPr>
        <w:t xml:space="preserve"> أُوْلَـٰٓ</w:t>
      </w:r>
      <w:r>
        <w:rPr>
          <w:rFonts w:hint="cs"/>
          <w:rtl/>
        </w:rPr>
        <w:t>ٮِٕ</w:t>
      </w:r>
      <w:r>
        <w:rPr>
          <w:rFonts w:hint="eastAsia"/>
          <w:rtl/>
        </w:rPr>
        <w:t>كَ</w:t>
      </w:r>
      <w:r>
        <w:rPr>
          <w:rtl/>
        </w:rPr>
        <w:t xml:space="preserve"> هُمُ </w:t>
      </w:r>
      <w:r>
        <w:rPr>
          <w:rFonts w:hint="cs"/>
          <w:rtl/>
        </w:rPr>
        <w:t>ٱ</w:t>
      </w:r>
      <w:r>
        <w:rPr>
          <w:rFonts w:hint="eastAsia"/>
          <w:rtl/>
        </w:rPr>
        <w:t>لۡخَـٰسِرُونَ</w:t>
      </w:r>
      <w:r>
        <w:rPr>
          <w:rtl/>
        </w:rPr>
        <w:t xml:space="preserve"> (٢٧</w:t>
      </w:r>
      <w:r w:rsidR="009229E3">
        <w:rPr>
          <w:rtl/>
        </w:rPr>
        <w:t>)</w:t>
      </w:r>
    </w:p>
    <w:p w:rsidR="001A403D" w:rsidRDefault="001A403D" w:rsidP="00855249">
      <w:pPr>
        <w:pStyle w:val="libBoldItalic"/>
      </w:pPr>
      <w:r>
        <w:t>Those who break the covenant of Allah after its agreement, and sever that which Allah ordered to be joined, and they make mischief in the earth: those are they who are the losers. (27)</w:t>
      </w:r>
    </w:p>
    <w:p w:rsidR="001A403D" w:rsidRDefault="001A403D" w:rsidP="001A403D">
      <w:pPr>
        <w:pStyle w:val="libNormal"/>
      </w:pPr>
      <w:r>
        <w:t>1-Allah took covenant of His Lordship and prophet-hood of Mohammad sawaw and Imamat of Ali asws, and love &amp; respect of their (asws) Shias, and commanded to keep in contact &amp; proximity with Masumeen asws, and to fulfil their right. As there is right of nearness &amp; kind relation for father and mother, there is more kind relation &amp; obligatory right for Rasool Allah sawaw than that. Who cut this right of relation and is unhappy about Imamat which Allah has made obligatory and opposes the obligatory belief of Imamat, they are spreading corruption in the earth. Those people caused their own loss that they made the eternal punishment compulsory for themselves, and made the eternal Blessings forbidden.</w:t>
      </w:r>
    </w:p>
    <w:p w:rsidR="001A403D" w:rsidRDefault="001A403D" w:rsidP="001A403D">
      <w:pPr>
        <w:pStyle w:val="libNormal"/>
      </w:pPr>
      <w:r>
        <w:t xml:space="preserve">And who accepted (subdued to) Masumeen asws, and did not do hypocrisy, opposition, and decreasing merits (Taqseer), if he will be stopped on Siraat due to sins, then Allah will order the Angels: Do not argue with him, enter him in Jannah so that he can be honoured by the proximity of Imams asws, because he accepted the reward (i.e. Mawaddat) of Imams asws in the world. And who argued the Amr (command) of Masumeen asws </w:t>
      </w:r>
      <w:r>
        <w:lastRenderedPageBreak/>
        <w:t>like why and how, Angels will stop him on Siraat arguing about his deeds, as he did with Imams asws in the world, then Allah Ta’ala will say: O Angels, you are right, take his account harshly. And his regret &amp; grief will become severe, there will be no hope of salvation there and he will stay in Hell forever.</w:t>
      </w:r>
    </w:p>
    <w:p w:rsidR="001A403D" w:rsidRDefault="001A403D" w:rsidP="00E36567">
      <w:pPr>
        <w:pStyle w:val="libNormal"/>
      </w:pPr>
      <w:r>
        <w:t>Who fulfilled his covenant in vow, faith, and promise, and kept his connection intact with Mohammad-o-Aal-e-Mohammad asws, and did not use their (asws) Names and Titles (Alqaab) for others (fallibles), Allah will fulfil His promise with him in the Hereafter, and will enter him in Paradises, where he will be provided whatever he will wish. And who severed the kind connection with Masumeen asws, and called others with their (asws) Names and Titles, there will be no helper for them in the Hereafter, and they will be thrown into severe punishment. (Imam Mohammad Baqir asws) (al-Burhan, v1, p159)</w:t>
      </w:r>
    </w:p>
    <w:p w:rsidR="001A403D" w:rsidRDefault="001A403D" w:rsidP="009229E3">
      <w:pPr>
        <w:pStyle w:val="libCenterBold1"/>
      </w:pPr>
      <w:r>
        <w:t>Lesson:</w:t>
      </w:r>
    </w:p>
    <w:p w:rsidR="001A403D" w:rsidRDefault="001A403D" w:rsidP="001A403D">
      <w:pPr>
        <w:pStyle w:val="libNormal"/>
      </w:pPr>
      <w:r>
        <w:t>1-Allah Ta’ala commands to keep direct connection &amp; relation with Masumeen asws, there is no need of any fallible Mulla as a broker in between.</w:t>
      </w:r>
    </w:p>
    <w:p w:rsidR="001A403D" w:rsidRDefault="001A403D" w:rsidP="001A403D">
      <w:pPr>
        <w:pStyle w:val="libNormal"/>
      </w:pPr>
      <w:r>
        <w:t>2-Whoever opposes Walayat-e-Ali asws from any angle, he is corrupt according to Allah.</w:t>
      </w:r>
    </w:p>
    <w:p w:rsidR="001A403D" w:rsidRDefault="001A403D" w:rsidP="001A403D">
      <w:pPr>
        <w:pStyle w:val="libNormal"/>
      </w:pPr>
      <w:r>
        <w:t>3-Titles (Alqabaat) of Masumeen asws are not permissible for anyone at all.</w:t>
      </w:r>
    </w:p>
    <w:p w:rsidR="00595365" w:rsidRDefault="001A403D" w:rsidP="001A403D">
      <w:pPr>
        <w:pStyle w:val="libNormal"/>
      </w:pPr>
      <w:r>
        <w:t>4-Salavation in the Hereafter depends only on accepting Walayat of Mohammad-o-Aal-e-Mohammad asws.</w:t>
      </w:r>
    </w:p>
    <w:p w:rsidR="001A403D" w:rsidRDefault="001A403D" w:rsidP="00385B48">
      <w:pPr>
        <w:pStyle w:val="libAr"/>
      </w:pPr>
      <w:r>
        <w:rPr>
          <w:rFonts w:hint="eastAsia"/>
          <w:rtl/>
        </w:rPr>
        <w:t>وَإِذۡ</w:t>
      </w:r>
      <w:r>
        <w:rPr>
          <w:rtl/>
        </w:rPr>
        <w:t xml:space="preserve"> قُلۡنَا لِلۡمَلَـٰٓ</w:t>
      </w:r>
      <w:r>
        <w:rPr>
          <w:rFonts w:hint="cs"/>
          <w:rtl/>
        </w:rPr>
        <w:t>ٮِٕ</w:t>
      </w:r>
      <w:r>
        <w:rPr>
          <w:rFonts w:hint="eastAsia"/>
          <w:rtl/>
        </w:rPr>
        <w:t>كَةِ</w:t>
      </w:r>
      <w:r>
        <w:rPr>
          <w:rtl/>
        </w:rPr>
        <w:t xml:space="preserve"> </w:t>
      </w:r>
      <w:r>
        <w:rPr>
          <w:rFonts w:hint="cs"/>
          <w:rtl/>
        </w:rPr>
        <w:t>ٱ</w:t>
      </w:r>
      <w:r>
        <w:rPr>
          <w:rFonts w:hint="eastAsia"/>
          <w:rtl/>
        </w:rPr>
        <w:t>سۡجُدُواْ</w:t>
      </w:r>
      <w:r>
        <w:rPr>
          <w:rtl/>
        </w:rPr>
        <w:t xml:space="preserve"> لِأَدَمَ فَسَجَدُوٓاْ إِلَّآ إِبۡلِيسَ أَبَىٰ وَ</w:t>
      </w:r>
      <w:r>
        <w:rPr>
          <w:rFonts w:hint="cs"/>
          <w:rtl/>
        </w:rPr>
        <w:t>ٱ</w:t>
      </w:r>
      <w:r>
        <w:rPr>
          <w:rFonts w:hint="eastAsia"/>
          <w:rtl/>
        </w:rPr>
        <w:t>سۡتَكۡبَرَ</w:t>
      </w:r>
      <w:r>
        <w:rPr>
          <w:rtl/>
        </w:rPr>
        <w:t xml:space="preserve"> وَكَانَ مِنَ </w:t>
      </w:r>
      <w:r>
        <w:rPr>
          <w:rFonts w:hint="cs"/>
          <w:rtl/>
        </w:rPr>
        <w:t>ٱ</w:t>
      </w:r>
      <w:r>
        <w:rPr>
          <w:rFonts w:hint="eastAsia"/>
          <w:rtl/>
        </w:rPr>
        <w:t>لۡكَـٰفِرِينَ</w:t>
      </w:r>
      <w:r>
        <w:rPr>
          <w:rtl/>
        </w:rPr>
        <w:t xml:space="preserve"> (٣٤</w:t>
      </w:r>
      <w:r w:rsidR="009229E3">
        <w:rPr>
          <w:rtl/>
        </w:rPr>
        <w:t>)</w:t>
      </w:r>
    </w:p>
    <w:p w:rsidR="001A403D" w:rsidRDefault="001A403D" w:rsidP="00855249">
      <w:pPr>
        <w:pStyle w:val="libBoldItalic"/>
      </w:pPr>
      <w:r>
        <w:t>And when We said to the angels: Prostrate yourselves before Adam, so they prostrated, except Iblees. He refused and was arrogant, and became among the disbelievers. (34)</w:t>
      </w:r>
    </w:p>
    <w:p w:rsidR="001A403D" w:rsidRDefault="001A403D" w:rsidP="00E36567">
      <w:pPr>
        <w:pStyle w:val="libNormal"/>
      </w:pPr>
      <w:r>
        <w:t>1-When Rasool Allah sawaw saw (in future) that Teemi, Addi, and Bani Umayya occupied his pulpit, he (sawaw) was sad, then Allah revealed in Quran to console, “And when We said to the angels: Prostrate yourselves before Adam, so they prostrated, except Iblees.” Then revealed to him (sawaw): O Mohammad sawaw, I commanded and it was not obeyed, so do not worry, when you will command about your Wasi, they will not obey. (Imam Abul Hassan asws) (al-Burhan, v1, p 169)</w:t>
      </w:r>
    </w:p>
    <w:p w:rsidR="001A403D" w:rsidRDefault="001A403D" w:rsidP="001A403D">
      <w:pPr>
        <w:pStyle w:val="libNormal"/>
      </w:pPr>
      <w:r>
        <w:t>2-When Allah Ta’ala blew Spirit in Adam (a.s.), said to the Angels to prostrate before Adam (a.s.), so all did except Iblees, exposing the jealousy what was in his heart, so he refused to prostrate. He answered: I am superior to him, You created me from fire, and him from earth. Imam Sadiq asws said: Who did Qiyas (conjecture, ijtihad) and Takaber (proud to be superior) first of all he is Iblees, and Takaber is the first sin due to which disobedience of Allah was done.</w:t>
      </w:r>
    </w:p>
    <w:p w:rsidR="001A403D" w:rsidRDefault="001A403D" w:rsidP="001A403D">
      <w:pPr>
        <w:pStyle w:val="libNormal"/>
      </w:pPr>
      <w:r>
        <w:t xml:space="preserve">Iblees said: O Rabb, excuse me from prostrating before Adam (a.s.), and I worship You in such a way that even Angels and Prophets do not do. Allah Tabarak wa Ta’ala said: I am not in any need of your worship, I want that </w:t>
      </w:r>
      <w:r>
        <w:lastRenderedPageBreak/>
        <w:t>My worship should be done in that way which I want, but not like what you want. So he refused to prostrate. So Allah said: Get out from here at once because you are the rejected one, and no doubt My Curse is on you until Qiyamah. Then Iblees said: O Rabb, how? You are Just, does not do injustice &amp; oppression, then are my deeds nullified? Allah said: No, demand whatever you want in the world in exchange of your deeds, I will give. So he asked first life until the Day of Deen, and Allah gave. Then he asked control over humans, and Allah gave. Then he asked the power to run in the veins like blood, and it was given. Then he asked that two Shaitan should be born for one human, and Shaitans should be able to see humans, but humans should not be able to see Shaitans, and Shaitan should have the power to transform in any shape (form), Allah gave all these. Shaitans got the power to ride on the hearts of humans as well, then Shaitan said: This is enough for me now, I swear by Your Honour, I will abduct all except Your sincere servants, then I will attack them from front, back, right and left, and You will not find the majority thankful.</w:t>
      </w:r>
    </w:p>
    <w:p w:rsidR="001A403D" w:rsidRDefault="001A403D" w:rsidP="00E36567">
      <w:pPr>
        <w:pStyle w:val="libNormal"/>
      </w:pPr>
      <w:r>
        <w:t>Hazrat Adam (a.s.) while mentioning all the things over which Iblees got the power, said: What You bestow to my progeny? Allah Ta’ala said: For your progeny, if they will do sin, it will be recorded one, and reward for good deed will be ten fold. Hazrat Adam (a.s.) requested: O Rabb, increase in it. Said He: I will keep the door of repentance open until the last breath. Requested he: O Rabb, increase. Allah said: I will forgive, I do not care (I am Needless). Hazrat Adam (a.s.) said: It is sufficient. Iblees was given all those because he offered two Rakat prayer in the sky which encompassed four thousand years. (Imam Baqir asws &amp; Sadiq asws) (al-Burhan, v1, p174)</w:t>
      </w:r>
    </w:p>
    <w:p w:rsidR="001A403D" w:rsidRDefault="001A403D" w:rsidP="009229E3">
      <w:pPr>
        <w:pStyle w:val="libCenterBold1"/>
      </w:pPr>
      <w:r>
        <w:t>Lesson:</w:t>
      </w:r>
    </w:p>
    <w:p w:rsidR="001A403D" w:rsidRDefault="001A403D" w:rsidP="001A403D">
      <w:pPr>
        <w:pStyle w:val="libNormal"/>
      </w:pPr>
      <w:r>
        <w:t>1-Shaitan refused to prostrate before Noor of Mohammad-o-Aal-Mohammad asws, when Allah transferred that Noor to the forehead of Hazrat Adam (a.s.). Similarly the followers of Shaitan are refusing to bow down to Walayat-e-Ali asws, so much so that they do not tolerate the Zikr (mentioning, testimony) of Maola Ali asws in Ibadat.</w:t>
      </w:r>
    </w:p>
    <w:p w:rsidR="001A403D" w:rsidRDefault="001A403D" w:rsidP="001A403D">
      <w:pPr>
        <w:pStyle w:val="libNormal"/>
      </w:pPr>
      <w:r>
        <w:t>2-The jealousy of Iblees transfers to Nasbi Mulla through inheritance, therefore Nasbi announces his superiority (leadership) and guardianship (Walayat-e-Faqeh).</w:t>
      </w:r>
    </w:p>
    <w:p w:rsidR="001A403D" w:rsidRDefault="001A403D" w:rsidP="001A403D">
      <w:pPr>
        <w:pStyle w:val="libNormal"/>
      </w:pPr>
      <w:r>
        <w:t>3-Iblees is the first in the universe who deduced a result (decree, Fatwa) by Qiyas, Rai, and Zunn-e-ijtihadi. Allah immediately kicked him out by declaring him the rejected one, in order to prevent the epidemic of Ijtihad in the skies instead of obedience of Allah.</w:t>
      </w:r>
    </w:p>
    <w:p w:rsidR="001A403D" w:rsidRDefault="001A403D" w:rsidP="001A403D">
      <w:pPr>
        <w:pStyle w:val="libNormal"/>
      </w:pPr>
      <w:r>
        <w:t>4-By mentioning his pure Ibadat, Iblees was actually proposing Allah in a way: Ibadat should be only and only Yours. But Allah made it clear that it will be as He wishes and Sajdah will be before that Noor which He wishes. Allah Himself is Needless of Ibadat and Sajdah.</w:t>
      </w:r>
    </w:p>
    <w:p w:rsidR="001A403D" w:rsidRDefault="001A403D" w:rsidP="001A403D">
      <w:pPr>
        <w:pStyle w:val="libNormal"/>
      </w:pPr>
      <w:r>
        <w:t xml:space="preserve">5-Those who do Ibadat in this world purely like Iblees without Zikr of Mohammad-o-Aal-e-Mohammad asws and testimony of Walayat, Allah gives them power and authority in this world like Iblees got, and they do big </w:t>
      </w:r>
      <w:r>
        <w:lastRenderedPageBreak/>
        <w:t>claims like Fir’oun, and use big Titles for themselves as well which Masumeen asws have forbidden.</w:t>
      </w:r>
    </w:p>
    <w:p w:rsidR="001A403D" w:rsidRDefault="001A403D" w:rsidP="001A403D">
      <w:pPr>
        <w:pStyle w:val="libNormal"/>
      </w:pPr>
      <w:r>
        <w:t>6-If anyone wants to be safe from Iblees and his progeny, he should put his forehead on the door-step of Walayat-e-Ali asws.</w:t>
      </w:r>
    </w:p>
    <w:p w:rsidR="001A403D" w:rsidRDefault="001A403D" w:rsidP="00385B48">
      <w:pPr>
        <w:pStyle w:val="libAr"/>
      </w:pPr>
      <w:r>
        <w:rPr>
          <w:rFonts w:hint="eastAsia"/>
          <w:rtl/>
        </w:rPr>
        <w:t>وَقُلۡنَا</w:t>
      </w:r>
      <w:r>
        <w:rPr>
          <w:rtl/>
        </w:rPr>
        <w:t xml:space="preserve"> يَـٰٓـَٔادَمُ </w:t>
      </w:r>
      <w:r>
        <w:rPr>
          <w:rFonts w:hint="cs"/>
          <w:rtl/>
        </w:rPr>
        <w:t>ٱ</w:t>
      </w:r>
      <w:r>
        <w:rPr>
          <w:rFonts w:hint="eastAsia"/>
          <w:rtl/>
        </w:rPr>
        <w:t>سۡكُنۡ</w:t>
      </w:r>
      <w:r>
        <w:rPr>
          <w:rtl/>
        </w:rPr>
        <w:t xml:space="preserve"> أَنتَ وَزَوۡجُكَ </w:t>
      </w:r>
      <w:r>
        <w:rPr>
          <w:rFonts w:hint="cs"/>
          <w:rtl/>
        </w:rPr>
        <w:t>ٱ</w:t>
      </w:r>
      <w:r>
        <w:rPr>
          <w:rFonts w:hint="eastAsia"/>
          <w:rtl/>
        </w:rPr>
        <w:t>لۡجَنَّةَ</w:t>
      </w:r>
      <w:r>
        <w:rPr>
          <w:rtl/>
        </w:rPr>
        <w:t xml:space="preserve"> وَكُلَا مِنۡهَا رَغَدًا حَيۡثُ شِئۡتُمَا وَلَا تَقۡرَبَا هَـٰذِهِ </w:t>
      </w:r>
      <w:r>
        <w:rPr>
          <w:rFonts w:hint="cs"/>
          <w:rtl/>
        </w:rPr>
        <w:t>ٱ</w:t>
      </w:r>
      <w:r>
        <w:rPr>
          <w:rFonts w:hint="eastAsia"/>
          <w:rtl/>
        </w:rPr>
        <w:t>لشَّجَرَةَ</w:t>
      </w:r>
      <w:r>
        <w:rPr>
          <w:rtl/>
        </w:rPr>
        <w:t xml:space="preserve"> فَتَكُونَا مِنَ </w:t>
      </w:r>
      <w:r>
        <w:rPr>
          <w:rFonts w:hint="cs"/>
          <w:rtl/>
        </w:rPr>
        <w:t>ٱ</w:t>
      </w:r>
      <w:r>
        <w:rPr>
          <w:rFonts w:hint="eastAsia"/>
          <w:rtl/>
        </w:rPr>
        <w:t>لظَّـٰلِمِينَ</w:t>
      </w:r>
      <w:r>
        <w:rPr>
          <w:rtl/>
        </w:rPr>
        <w:t xml:space="preserve"> (٣٥</w:t>
      </w:r>
      <w:r w:rsidR="009229E3">
        <w:rPr>
          <w:rtl/>
        </w:rPr>
        <w:t>)</w:t>
      </w:r>
      <w:r>
        <w:rPr>
          <w:rtl/>
        </w:rPr>
        <w:t xml:space="preserve"> فَأَزَلَّهُمَا </w:t>
      </w:r>
      <w:r>
        <w:rPr>
          <w:rFonts w:hint="cs"/>
          <w:rtl/>
        </w:rPr>
        <w:t>ٱ</w:t>
      </w:r>
      <w:r>
        <w:rPr>
          <w:rFonts w:hint="eastAsia"/>
          <w:rtl/>
        </w:rPr>
        <w:t>لشَّيۡطَـٰنُ</w:t>
      </w:r>
      <w:r>
        <w:rPr>
          <w:rtl/>
        </w:rPr>
        <w:t xml:space="preserve"> عَنۡ</w:t>
      </w:r>
      <w:r w:rsidR="001E6BAB" w:rsidRPr="001E6BAB">
        <w:rPr>
          <w:rFonts w:hint="cs"/>
          <w:rtl/>
        </w:rPr>
        <w:t>ه</w:t>
      </w:r>
      <w:r w:rsidRPr="00595365">
        <w:rPr>
          <w:rFonts w:hint="cs"/>
          <w:rtl/>
        </w:rPr>
        <w:t>ا فَأَخۡرَجَهُمَا مِمَّا كَانَا فِيهِ‌ۖ وَقُلۡن</w:t>
      </w:r>
      <w:r>
        <w:rPr>
          <w:rFonts w:hint="eastAsia"/>
          <w:rtl/>
        </w:rPr>
        <w:t>َا</w:t>
      </w:r>
      <w:r>
        <w:rPr>
          <w:rtl/>
        </w:rPr>
        <w:t xml:space="preserve"> </w:t>
      </w:r>
      <w:r>
        <w:rPr>
          <w:rFonts w:hint="cs"/>
          <w:rtl/>
        </w:rPr>
        <w:t>ٱ</w:t>
      </w:r>
      <w:r>
        <w:rPr>
          <w:rFonts w:hint="eastAsia"/>
          <w:rtl/>
        </w:rPr>
        <w:t>هۡبِطُواْ</w:t>
      </w:r>
      <w:r>
        <w:rPr>
          <w:rtl/>
        </w:rPr>
        <w:t xml:space="preserve"> بَعۡضُكُمۡ لِبَعۡضٍ عَدُوٌّ۬‌ۖ وَلَكُمۡ فِى </w:t>
      </w:r>
      <w:r>
        <w:rPr>
          <w:rFonts w:hint="cs"/>
          <w:rtl/>
        </w:rPr>
        <w:t>ٱ</w:t>
      </w:r>
      <w:r>
        <w:rPr>
          <w:rFonts w:hint="eastAsia"/>
          <w:rtl/>
        </w:rPr>
        <w:t>لۡأَرۡضِ</w:t>
      </w:r>
      <w:r>
        <w:rPr>
          <w:rtl/>
        </w:rPr>
        <w:t xml:space="preserve"> مُسۡتَقَرٌّ۬ وَمَتَـٰعٌ إِلَىٰ حِينٍ۬ (٣٦</w:t>
      </w:r>
      <w:r w:rsidR="009229E3">
        <w:rPr>
          <w:rtl/>
        </w:rPr>
        <w:t>)</w:t>
      </w:r>
    </w:p>
    <w:p w:rsidR="001A403D" w:rsidRDefault="001A403D" w:rsidP="00855249">
      <w:pPr>
        <w:pStyle w:val="libBoldItalic"/>
      </w:pPr>
      <w:r>
        <w:t>And We said: O Adam! Dwell you and your wife in the Paradise, and you both eat freely (in abundance) therefrom wherever you will; but do not come near this tree lest you become among the wrong-doers. (35) But Shaitan caused them to slip out of it and expelled them from that (state) in which they were; and We said: Go down (all of you), as enemies to one another, and there shall be for you on earth a habitation and provision for a time. (36)</w:t>
      </w:r>
    </w:p>
    <w:p w:rsidR="001A403D" w:rsidRDefault="001A403D" w:rsidP="00E36567">
      <w:pPr>
        <w:pStyle w:val="libNormal"/>
      </w:pPr>
      <w:r>
        <w:t>1-The honour of Angels was increased by prostrating before Adam (a.s.) in obedience of Allah, and Iblees became cursed one. Allah commanded Adam (a.s.) and Hawa (a.s.) to reside in Paradise, and said: Eat with ease from wherever you wish but do not go near this tree of knowledge which is only specified for Mohammad-o-Aal-e-Mohammad asws, which is not for anyone else among the creations. When Mohammad-o-Aal-e-Mohammad asws used to give away their food to orphans, poor, and prisoners, then Allah used to feed them from that tree of knowledge. This tree is prominent among the trees of Paradise for another reason as well that it provides all sorts of fruits and edibles. Therefore some said that it was wheat plant, some said that was different types of grapes or fig tree. Alllah Ta’ala forbade to go near that tree i.e. do not wish to get the status and merit like Mohammad-o-Aal-e-Mohammad asws, which is not for anyone except them (asws). Who takes from that tree without permission of Allah, he will become among the hopeless, sinful and wrongdoers. Shaitan hid in the jaw of snake and tried to slip Adam (a.s.) by speaking under oaths, but he (a.s.) did not listen. Then Shaitan slipped Hawa (a.s.) by uttering oaths. Then Allah commanded Adam (a.s.), Hawa (a.s.), Shaitan and snake to get out of that Paradise on the earth, in which Sun and Moon were also rising. And snake and Shaitan were declared enemies of Adam (a.s.), Hawa (a.s.) and their progeny. (Imam Hassan Askari asws) (al-Burhan, v1, p178)</w:t>
      </w:r>
    </w:p>
    <w:p w:rsidR="001A403D" w:rsidRDefault="001A403D" w:rsidP="00E36567">
      <w:pPr>
        <w:pStyle w:val="libNormal"/>
      </w:pPr>
      <w:r>
        <w:t>2-When Adam Sifwatullah (a.s.) came down on Safa, then its name became al-Safa, and when Hawa (a.s.) came down on Merwa, then its name became Merwa because al-Mirat (the lady) came on it. Adam (a.s.) went into Sajdah (prostration) and started weeping. So Jibrael (a.s.) asked: O Adam (a.s.), did Allah not create you with His hand, and made Angels to prostrate before you after blowing His Spirit? He said: Yes. Jibrael (a.s.) said: Did Allah not prohibited you from that tree, then why you disobeyed? He said: O Jibrael (a.s.), in fact Iblees spoke to me as reformer (well wisher) after taking oath of Allah, I could not think that creation of Allah can take false oath as well. (Imam Jafar Sadiq asws) (al-Burhan, v1, p181)</w:t>
      </w:r>
    </w:p>
    <w:p w:rsidR="001A403D" w:rsidRDefault="001A403D" w:rsidP="001A403D">
      <w:pPr>
        <w:pStyle w:val="libNormal"/>
      </w:pPr>
      <w:r>
        <w:lastRenderedPageBreak/>
        <w:t>3-Hazrat Adam (a.s.) looked towards the statuses (ranks, stations) Masumeen asws and found them superior than the stations of Jannah, and asked: O my Rabb, for whom are these stations? Allah said: Raise your head and look towards Arsh. He found there the holy names of Mohammad sawaw, Ali asws, Fatima asws, Hassan asws, Hussain asws, and Imams asws written with the Noor of Allah Jabbaar Jalla Jalalohu. Adam (a.s.) asked: O my Rabb, who are the owners of those ranks who are honoured, supreme, and Your beloveds? Allah Jalla Jalalohu said: If they (asws) were not there, then I would not have created you both, they (asws) are the Treasures of My Knowledge, and Trustees of My Secrets. Do not look with jealousy to them (asws), nor wish for their (asws) station, nor the status of their (asws) honour, because by doing that you will be among those who are disobedient to me and wrongdoers. Adam (a.s.) asked: Who are wrongdoers? Said He: Who wishes their (asws) status without any right. Adam (a.s.) said: O my Rabb, show me the residence of wrongdoers in Hell. So Allah commanded Hell and showed all types of punishments and torments, as He showed the stations of Paradise.</w:t>
      </w:r>
    </w:p>
    <w:p w:rsidR="001A403D" w:rsidRDefault="001A403D" w:rsidP="00E36567">
      <w:pPr>
        <w:pStyle w:val="libNormal"/>
      </w:pPr>
      <w:r>
        <w:t>Adam (a.s.) and Hawa (a.s.) looked towards them (asws) with envy, due to that they slipped, and ate from another tree which was similar to that tree, but did not go near the original tree. (Imam Jafar Sadiq asws) (al-Burhan, v1, p186)</w:t>
      </w:r>
    </w:p>
    <w:p w:rsidR="001A403D" w:rsidRDefault="001A403D" w:rsidP="009229E3">
      <w:pPr>
        <w:pStyle w:val="libCenterBold1"/>
      </w:pPr>
      <w:r>
        <w:t>Lesson:</w:t>
      </w:r>
    </w:p>
    <w:p w:rsidR="001A403D" w:rsidRDefault="001A403D" w:rsidP="001A403D">
      <w:pPr>
        <w:pStyle w:val="libNormal"/>
      </w:pPr>
      <w:r>
        <w:t>1-The feed (provision) of Mohammad-o-Aal-e-Mohammad asws is the Knowledge of Allah. It is not permissible for even Infallible Prophets (a.s.) to wish for their (asws) station &amp; merit or to look to them (asws) with envy.</w:t>
      </w:r>
    </w:p>
    <w:p w:rsidR="001A403D" w:rsidRDefault="001A403D" w:rsidP="001A403D">
      <w:pPr>
        <w:pStyle w:val="libNormal"/>
      </w:pPr>
      <w:r>
        <w:t>2-Muqassir Mullah is not only jealous from the merits and status of Masumeen asws, but he declares their (asws) Titles permissible for himself. And following the foot-steps of Iblees, he misguides Shias: Who will act on my Fatawa, I am responsible for him, and he will be free from the responsibility to answer, insha-Allah!</w:t>
      </w:r>
    </w:p>
    <w:p w:rsidR="001A403D" w:rsidRDefault="001A403D" w:rsidP="001A403D">
      <w:pPr>
        <w:pStyle w:val="libNormal"/>
      </w:pPr>
      <w:r>
        <w:t>3-Shaitan caused the father &amp; mother of humans to slip by hiding in the jaw of the snake and taking oaths. Similarly the followers of Shaitan, Muqassir Mulla is misguiding from the Right Path by disguising as Shia scholar.</w:t>
      </w:r>
    </w:p>
    <w:p w:rsidR="001A403D" w:rsidRDefault="001A403D" w:rsidP="001A403D">
      <w:pPr>
        <w:pStyle w:val="libNormal"/>
      </w:pPr>
      <w:r>
        <w:t>4-By opposing Mohammad-o-Aal-e-Mohammad asws, Shaitan founded the Nasbi sect.</w:t>
      </w:r>
    </w:p>
    <w:p w:rsidR="001A403D" w:rsidRDefault="001A403D" w:rsidP="001A403D">
      <w:pPr>
        <w:pStyle w:val="libNormal"/>
      </w:pPr>
      <w:r>
        <w:t>5-Allah al-Samad has written the holy names of Mohammad-o-Aal-e-Mohammad asws on the Arsh with Noor-e-Jabbaar Jalla Jalalohu. Whereas Muqassir Mulla is turning away from their (asws) Zikr.</w:t>
      </w:r>
    </w:p>
    <w:p w:rsidR="001A403D" w:rsidRDefault="001A403D" w:rsidP="00385B48">
      <w:pPr>
        <w:pStyle w:val="libAr"/>
      </w:pPr>
      <w:r>
        <w:rPr>
          <w:rFonts w:hint="eastAsia"/>
          <w:rtl/>
        </w:rPr>
        <w:t>فَتَلَقَّىٰٓ</w:t>
      </w:r>
      <w:r>
        <w:rPr>
          <w:rtl/>
        </w:rPr>
        <w:t xml:space="preserve"> ءَادَمُ مِن رَّبِّهِ</w:t>
      </w:r>
      <w:r>
        <w:rPr>
          <w:rFonts w:hint="cs"/>
          <w:rtl/>
        </w:rPr>
        <w:t>ۦ</w:t>
      </w:r>
      <w:r>
        <w:rPr>
          <w:rtl/>
        </w:rPr>
        <w:t xml:space="preserve"> كَلِمَـٰتٍ۬ فَتَابَ عَلَيۡهِ‌ۚ إِنَّهُ </w:t>
      </w:r>
      <w:r>
        <w:rPr>
          <w:rFonts w:hint="cs"/>
          <w:rtl/>
        </w:rPr>
        <w:t>ۥ</w:t>
      </w:r>
      <w:r>
        <w:rPr>
          <w:rtl/>
        </w:rPr>
        <w:t xml:space="preserve"> هُوَ </w:t>
      </w:r>
      <w:r>
        <w:rPr>
          <w:rFonts w:hint="cs"/>
          <w:rtl/>
        </w:rPr>
        <w:t>ٱ</w:t>
      </w:r>
      <w:r>
        <w:rPr>
          <w:rFonts w:hint="eastAsia"/>
          <w:rtl/>
        </w:rPr>
        <w:t>لتَّوَّابُ</w:t>
      </w:r>
      <w:r>
        <w:rPr>
          <w:rtl/>
        </w:rPr>
        <w:t xml:space="preserve"> </w:t>
      </w:r>
      <w:r>
        <w:rPr>
          <w:rFonts w:hint="cs"/>
          <w:rtl/>
        </w:rPr>
        <w:t>ٱ</w:t>
      </w:r>
      <w:r>
        <w:rPr>
          <w:rFonts w:hint="eastAsia"/>
          <w:rtl/>
        </w:rPr>
        <w:t>لرَّحِيمُ</w:t>
      </w:r>
      <w:r>
        <w:rPr>
          <w:rtl/>
        </w:rPr>
        <w:t xml:space="preserve"> (٣٧</w:t>
      </w:r>
      <w:r w:rsidR="009229E3">
        <w:rPr>
          <w:rtl/>
        </w:rPr>
        <w:t>)</w:t>
      </w:r>
      <w:r>
        <w:rPr>
          <w:rtl/>
        </w:rPr>
        <w:t xml:space="preserve"> قُلۡنَا </w:t>
      </w:r>
      <w:r>
        <w:rPr>
          <w:rFonts w:hint="cs"/>
          <w:rtl/>
        </w:rPr>
        <w:t>ٱ</w:t>
      </w:r>
      <w:r>
        <w:rPr>
          <w:rFonts w:hint="eastAsia"/>
          <w:rtl/>
        </w:rPr>
        <w:t>هۡبِطُواْ</w:t>
      </w:r>
      <w:r>
        <w:rPr>
          <w:rtl/>
        </w:rPr>
        <w:t xml:space="preserve"> مِنۡ</w:t>
      </w:r>
      <w:r w:rsidR="001E6BAB" w:rsidRPr="001E6BAB">
        <w:rPr>
          <w:rFonts w:hint="cs"/>
          <w:rtl/>
        </w:rPr>
        <w:t>ه</w:t>
      </w:r>
      <w:r w:rsidRPr="00595365">
        <w:rPr>
          <w:rFonts w:hint="cs"/>
          <w:rtl/>
        </w:rPr>
        <w:t>ا جَمِيعً۬ا‌ۖ فَإِمَّا يَأۡتِيَنَّكُم مِّنِّى هُدً۬ى فَمَن تَبِعَ هُدَاىَ فَلَا خَوۡفٌ عَلَيۡ</w:t>
      </w:r>
      <w:r w:rsidR="001E6BAB" w:rsidRPr="001E6BAB">
        <w:rPr>
          <w:rFonts w:hint="cs"/>
          <w:rtl/>
        </w:rPr>
        <w:t>ه</w:t>
      </w:r>
      <w:r w:rsidRPr="00595365">
        <w:rPr>
          <w:rFonts w:hint="cs"/>
          <w:rtl/>
        </w:rPr>
        <w:t>مۡ وَلَا هُمۡ يَحۡزَنُونَ</w:t>
      </w:r>
      <w:r>
        <w:rPr>
          <w:rtl/>
        </w:rPr>
        <w:t xml:space="preserve"> (٣٨</w:t>
      </w:r>
      <w:r w:rsidR="009229E3">
        <w:rPr>
          <w:rtl/>
        </w:rPr>
        <w:t>)</w:t>
      </w:r>
    </w:p>
    <w:p w:rsidR="001A403D" w:rsidRDefault="001A403D" w:rsidP="00855249">
      <w:pPr>
        <w:pStyle w:val="libBoldItalic"/>
      </w:pPr>
      <w:r>
        <w:t>Then Adam received from his Rabb Kalimat (words), and He accepted his repentance. He is the Accepting of repentance, the Merciful. (37) We said: Go down from it, all of you. So when guidance comes to you from Me, so whoever follows My guidance, there will be no fear upon them nor will they grieve. (38)</w:t>
      </w:r>
    </w:p>
    <w:p w:rsidR="001A403D" w:rsidRDefault="001A403D" w:rsidP="00E36567">
      <w:pPr>
        <w:pStyle w:val="libNormal"/>
      </w:pPr>
      <w:r>
        <w:lastRenderedPageBreak/>
        <w:t>1-When mistake slipped Adam (a.s.), he excused from Allah Azza wa Jalla: O my Rabb, return to me and accept my repentance and reinstate me on my status, and promote my rank near You. Then Allah Ta’ala said: O Adam (a.s.), don’t you remember My command, when severe hardships and grief overcome then supplicate to Me for the sake of Mohammad sawaw and his Pure Aal asws. Thus supplicate specifically for the sake of Mohammad sawaw, Ali asws, Fatima asws, Hassan asws and Hussain asws, then I will accept it, and will give much more than the request. Adam (a.s.) said: O my Lord and God, I am certain about their (asws) status near You, that You will not accept my repentance without their (asws) sake, and will not forgive my mistake; and You made Angels to prostrate before me, and permitted me and my wife who is Your maid to reside in Paradise, and made your honoured Angels to serve us. Allah Ta’ala said: I commanded the Angels to prostrate before you only for your respect because you are the holder of their (asws) Anwaar. If you would have asked before mistake that I should save you from it and give you the understanding of the animosity of Iblees to guard against it, then I would have definitely done it, but everything is in My Knowledge from before, and everything happens according to My Knowledge. So, now supplicate to Me for their (asws) sake, so that I can accept it. That time Adam (a.s.) did Dua: Ya Allah, for the sake of splendour &amp; greatness of Mohammad sawaw and his Pure Aal asws, for the sake of Mohammad sawaw, Ali asws, Fatima asws, Hassan asws, Hussain asws, and their Pure Aal asws bestow Favour on me, accept my repentance and forgive my mistake, and which honour You have given me, reinstate me on that rank. Then Allah Ta’ala said: Surely I have accepted your repentance, and I am happy with you, and returned My Kindnesses and Blessings to you, and reinstated you on the rank of honour from My side, and increased the share of My Mercy to you. These were those Kalimat which Adam (a.s.) learned from his Rabb due to which his repentance was accepted. (Imam Hassan Askari asws) (al-Burhan, v1, p197)</w:t>
      </w:r>
    </w:p>
    <w:p w:rsidR="001A403D" w:rsidRDefault="001A403D" w:rsidP="00E36567">
      <w:pPr>
        <w:pStyle w:val="libNormal"/>
      </w:pPr>
      <w:r>
        <w:t xml:space="preserve">2-Adam (a.s.) saw a Noor emitting from his back, when Allah Ta’ala transferred our Noor from the top of Arsh to his back. Then Adam (a.s.) asked: O Rabb, whose Noor is this? Allah Ta’ala said: Noor of those forms (personalities), which I transferred to your back from the highest place of My Arsh, and for the same reason I commanded Angels to prostrate before you because you are the holder of those forms. Adam (a.s.) said: O Rabb, show me clearly. Allah Ta’ala told to look at the top of Arsh, so Adam (a.s.) saw the forms (asws) clearly, just as a person sees his form clearly in a mirror, and he asked: Who are these forms (asws)? Allah Ta’ala said: O Adam (a.s.), these forms (personalities asws) are superior to all My creations and things I made, this is Mohammad sawaw and I am Mahmood ul Hameed, I separated his name from My Name, and this is Ali asws and I am Ali ul Azeem, his name I separated from My Name, and this is Fatima asws and I am Fatir us Samawat wal Arz, on the Day of Judgement she (asws) will separate enemies from My Mercy, and will save the lovers from disrespect and sins, I separated her name from My Name, and these two are Hassan asws and Hussain asws and I am Mohsin ul Mujmal, I separated their names from My Name, these are superior to all My creations and are </w:t>
      </w:r>
      <w:r>
        <w:lastRenderedPageBreak/>
        <w:t>most honoured among all the things I made, I catch due to them (asws) and give reward due to them (asws) and one can reach Me due to their medium, if anyone deceives you then make them (asws) intercessors, thus I have made it obligatory for myself with oath that for their (asws) sake I will not despair any candidate, or reject any questioner. And for their (asws) sake when he supplicated after doing mistake by slipping, Adam’s (a.s.) repentance was accepted and was forgiven. (Rasool Allah sawaw) (al-Burhan, v1, p198)</w:t>
      </w:r>
    </w:p>
    <w:p w:rsidR="001A403D" w:rsidRDefault="001A403D" w:rsidP="00E36567">
      <w:pPr>
        <w:pStyle w:val="libNormal"/>
      </w:pPr>
      <w:r>
        <w:t>2-A Jew said to Nabi-e-Akram sawaw: Are you superior or Musa bin Imran (a.s.) who is Kalimatullah and Taurat was revealed to him and gave him the staff (stick), and cleaved ocean, and gave shade with a cloud? Rasool Allah sawaw said: Abd does not want to praise himself, but I say when Adam (a.s.) did mistake, then his repentance was accepted when he did this Dua “O Allah, I ask You for the sake of the right of Mohammad-o-Aal-e-Mohammad asws that forgive me”, so Allah forgave him. And when Nuh (a.s.) got into the boat and there was danger to sink then he did Dua, “O Allah, I ask for the sake of the right of Mohammad-o-Aal-e-Mohammad asws that save me from sinking”, then Allah saved him. And when Ibraheem (a.s.) was thrown into the fire, then he supplicated, “O Allah, I ask for the sake of the right of Mohammad-o-Aal-e-Mohammad asws that save me from this”, then Allah made it cool and peaceful. And when Musa (a.s.) cast his staff, he felt fear in his heart and did Dua, “O Allah, save me for the sake of the right of Mohammad-o-Aal-e-Mohammad asws”, then Allah Jalla Jalalohu said, “Do not fear, you will be prevailing.” O Jew, if I call Musa (a.s.), and he does not believe in me and my prophet-hood, then nothing from his faith will benefit him, nor his prophet-hood will benefit him. O Jew, when Mahdi asws from my progeny will reappear then Eesa bin Mariyam (a.s.) will come down to help him, and he will ask him (asws) to step forward to pray behind him (asws). (Rasool Allah sawaw) (al-Burhan, v1, p198)</w:t>
      </w:r>
    </w:p>
    <w:p w:rsidR="001A403D" w:rsidRDefault="001A403D" w:rsidP="009229E3">
      <w:pPr>
        <w:pStyle w:val="libCenterBold1"/>
      </w:pPr>
      <w:r>
        <w:t>Lesson:</w:t>
      </w:r>
    </w:p>
    <w:p w:rsidR="001A403D" w:rsidRDefault="001A403D" w:rsidP="001A403D">
      <w:pPr>
        <w:pStyle w:val="libNormal"/>
      </w:pPr>
      <w:r>
        <w:t>1-Allah only hears Dua of all the creations including infallible creations (Prophets &amp; Angels) if one supplicates to Allah for the sake of Mohammad-o-Aal-e-Mohammad asws.</w:t>
      </w:r>
    </w:p>
    <w:p w:rsidR="001A403D" w:rsidRDefault="001A403D" w:rsidP="001A403D">
      <w:pPr>
        <w:pStyle w:val="libNormal"/>
      </w:pPr>
      <w:r>
        <w:t>2-Allah commands His creations to do Sajdahs and Ibadaat for the respect of Mohammad-o-Aal-e-Mohammad asws, so that the creations should not forget their (asws) Zikr.</w:t>
      </w:r>
    </w:p>
    <w:p w:rsidR="001A403D" w:rsidRDefault="001A403D" w:rsidP="001A403D">
      <w:pPr>
        <w:pStyle w:val="libNormal"/>
      </w:pPr>
      <w:r>
        <w:t>3-Countless Angels whose number only their Creator and Masumeen asws know, do Sajdah to Noor of Mohammad-o-Aal-e-Mohammad asws. While Muqassir Mulla is excluding their (asws) Zikr from Ibadaat by following the Sunnah of his Rahber Iblees.</w:t>
      </w:r>
    </w:p>
    <w:p w:rsidR="001A403D" w:rsidRDefault="001A403D" w:rsidP="001A403D">
      <w:pPr>
        <w:pStyle w:val="libNormal"/>
      </w:pPr>
      <w:r>
        <w:t>4-Allah Ta’ala separated the holy names of Mohammad-o-Aal-e-Mohammad asws from His Beautiful Names, and made them (asws) expressor of His Attributes. Salvation does not depend on plenty of deeds but on their (asws) love &amp; devotion.</w:t>
      </w:r>
    </w:p>
    <w:p w:rsidR="001A403D" w:rsidRDefault="001A403D" w:rsidP="001A403D">
      <w:pPr>
        <w:pStyle w:val="libNormal"/>
      </w:pPr>
      <w:r>
        <w:t xml:space="preserve">5-Even if any prophet would deny Walayat of Mohammad-o-Aal-e-Mohammad asws, then his prophet-hood and faith in Allah will not be of </w:t>
      </w:r>
      <w:r>
        <w:lastRenderedPageBreak/>
        <w:t>any benefit. Then how a Muqassir Mullah can escape Capture &amp; Punishment of Allah after issuing Fatawa against Walayat-e-Ali asws and Azadari.</w:t>
      </w:r>
    </w:p>
    <w:p w:rsidR="001A403D" w:rsidRDefault="001A403D" w:rsidP="00385B48">
      <w:pPr>
        <w:pStyle w:val="libAr"/>
      </w:pPr>
      <w:r>
        <w:rPr>
          <w:rFonts w:hint="eastAsia"/>
          <w:rtl/>
        </w:rPr>
        <w:t>وَ</w:t>
      </w:r>
      <w:r>
        <w:rPr>
          <w:rFonts w:hint="cs"/>
          <w:rtl/>
        </w:rPr>
        <w:t>ٱ</w:t>
      </w:r>
      <w:r>
        <w:rPr>
          <w:rFonts w:hint="eastAsia"/>
          <w:rtl/>
        </w:rPr>
        <w:t>لَّذِينَ</w:t>
      </w:r>
      <w:r>
        <w:rPr>
          <w:rtl/>
        </w:rPr>
        <w:t xml:space="preserve"> كَفَرُواْ وَكَذَّبُواْ بِـَٔايَـٰتِنَآ أُوْلَـٰٓ</w:t>
      </w:r>
      <w:r>
        <w:rPr>
          <w:rFonts w:hint="cs"/>
          <w:rtl/>
        </w:rPr>
        <w:t>ٮِٕ</w:t>
      </w:r>
      <w:r>
        <w:rPr>
          <w:rFonts w:hint="eastAsia"/>
          <w:rtl/>
        </w:rPr>
        <w:t>كَ</w:t>
      </w:r>
      <w:r>
        <w:rPr>
          <w:rtl/>
        </w:rPr>
        <w:t xml:space="preserve"> أَصۡحَـٰبُ </w:t>
      </w:r>
      <w:r>
        <w:rPr>
          <w:rFonts w:hint="cs"/>
          <w:rtl/>
        </w:rPr>
        <w:t>ٱ</w:t>
      </w:r>
      <w:r>
        <w:rPr>
          <w:rFonts w:hint="eastAsia"/>
          <w:rtl/>
        </w:rPr>
        <w:t>لنَّارِ‌ۖ</w:t>
      </w:r>
      <w:r>
        <w:rPr>
          <w:rtl/>
        </w:rPr>
        <w:t xml:space="preserve"> هُمۡ فِي</w:t>
      </w:r>
      <w:r w:rsidR="001E6BAB" w:rsidRPr="001E6BAB">
        <w:rPr>
          <w:rFonts w:hint="cs"/>
          <w:rtl/>
        </w:rPr>
        <w:t>ه</w:t>
      </w:r>
      <w:r w:rsidRPr="00595365">
        <w:rPr>
          <w:rFonts w:hint="cs"/>
          <w:rtl/>
        </w:rPr>
        <w:t>ا خَـٰلِدُونَ (٣٩</w:t>
      </w:r>
      <w:r w:rsidR="009229E3">
        <w:rPr>
          <w:rtl/>
        </w:rPr>
        <w:t>)</w:t>
      </w:r>
    </w:p>
    <w:p w:rsidR="001A403D" w:rsidRDefault="001A403D" w:rsidP="00E36567">
      <w:pPr>
        <w:pStyle w:val="libBoldItalic"/>
      </w:pPr>
      <w:r>
        <w:t>And those who disbelieve and deny Our Ayaat, those are are the companions of the Fire, they will abide therein eternally. (39)</w:t>
      </w:r>
    </w:p>
    <w:p w:rsidR="001A403D" w:rsidRDefault="001A403D" w:rsidP="00E36567">
      <w:pPr>
        <w:pStyle w:val="libNormal"/>
      </w:pPr>
      <w:r>
        <w:t>1-This verse is proof of the truthfulness of Hazrat Mohammad sawaw that he gave news of the previous times and what he narrated about the merits of Maola Ali asws and his pure Aal asws. Those who rejected his (sawaw) narrations (Ahadees) and belied the establishment of Walayat of Ali asws and his pure Aal asws, they will abide in Hell forever. (Imam Hassan Askari asws) (al-Burhan, v1, p200)</w:t>
      </w:r>
    </w:p>
    <w:p w:rsidR="001A403D" w:rsidRDefault="001A403D" w:rsidP="009229E3">
      <w:pPr>
        <w:pStyle w:val="libCenterBold1"/>
      </w:pPr>
      <w:r>
        <w:t>Lesson:</w:t>
      </w:r>
    </w:p>
    <w:p w:rsidR="001A403D" w:rsidRDefault="001A403D" w:rsidP="001A403D">
      <w:pPr>
        <w:pStyle w:val="libNormal"/>
      </w:pPr>
      <w:r>
        <w:t>1-To avoid Ayaat &amp; Ahadees of Walayat &amp; Faza’il of Maola Ali asws, is the sign of being companion of Hell.</w:t>
      </w:r>
    </w:p>
    <w:p w:rsidR="001A403D" w:rsidRDefault="001A403D" w:rsidP="00385B48">
      <w:pPr>
        <w:pStyle w:val="libAr"/>
      </w:pPr>
      <w:r>
        <w:rPr>
          <w:rFonts w:hint="eastAsia"/>
          <w:rtl/>
        </w:rPr>
        <w:t>يَـٰبَنِىٓ</w:t>
      </w:r>
      <w:r>
        <w:rPr>
          <w:rtl/>
        </w:rPr>
        <w:t xml:space="preserve"> إِسۡرَ</w:t>
      </w:r>
      <w:r w:rsidR="005B7B9E" w:rsidRPr="005B7B9E">
        <w:rPr>
          <w:rFonts w:hint="cs"/>
          <w:rtl/>
        </w:rPr>
        <w:t>ا</w:t>
      </w:r>
      <w:r w:rsidRPr="00595365">
        <w:rPr>
          <w:rFonts w:hint="cs"/>
          <w:rtl/>
        </w:rPr>
        <w:t>ٓ</w:t>
      </w:r>
      <w:r>
        <w:rPr>
          <w:rFonts w:hint="eastAsia"/>
          <w:rtl/>
        </w:rPr>
        <w:t>ءِيلَ</w:t>
      </w:r>
      <w:r>
        <w:rPr>
          <w:rtl/>
        </w:rPr>
        <w:t xml:space="preserve"> </w:t>
      </w:r>
      <w:r>
        <w:rPr>
          <w:rFonts w:hint="cs"/>
          <w:rtl/>
        </w:rPr>
        <w:t>ٱ</w:t>
      </w:r>
      <w:r>
        <w:rPr>
          <w:rFonts w:hint="eastAsia"/>
          <w:rtl/>
        </w:rPr>
        <w:t>ذۡكُرُواْ</w:t>
      </w:r>
      <w:r>
        <w:rPr>
          <w:rtl/>
        </w:rPr>
        <w:t xml:space="preserve"> نِعۡمَتِىَ </w:t>
      </w:r>
      <w:r>
        <w:rPr>
          <w:rFonts w:hint="cs"/>
          <w:rtl/>
        </w:rPr>
        <w:t>ٱ</w:t>
      </w:r>
      <w:r>
        <w:rPr>
          <w:rFonts w:hint="eastAsia"/>
          <w:rtl/>
        </w:rPr>
        <w:t>لَّتِىٓ</w:t>
      </w:r>
      <w:r>
        <w:rPr>
          <w:rtl/>
        </w:rPr>
        <w:t xml:space="preserve"> أَنۡعَمۡتُ عَلَيۡكُمۡ وَأَوۡفُواْ بِعَ</w:t>
      </w:r>
      <w:r w:rsidR="001E6BAB" w:rsidRPr="001E6BAB">
        <w:rPr>
          <w:rFonts w:hint="cs"/>
          <w:rtl/>
        </w:rPr>
        <w:t>ه</w:t>
      </w:r>
      <w:r w:rsidRPr="00595365">
        <w:rPr>
          <w:rFonts w:hint="cs"/>
          <w:rtl/>
        </w:rPr>
        <w:t>ۡدِىٓ أُوفِ بِعَهۡدِكُمۡ وَإِيَّـٰىَ</w:t>
      </w:r>
      <w:r>
        <w:rPr>
          <w:rtl/>
        </w:rPr>
        <w:t xml:space="preserve"> فَ</w:t>
      </w:r>
      <w:r>
        <w:rPr>
          <w:rFonts w:hint="cs"/>
          <w:rtl/>
        </w:rPr>
        <w:t>ٱ</w:t>
      </w:r>
      <w:r>
        <w:rPr>
          <w:rFonts w:hint="eastAsia"/>
          <w:rtl/>
        </w:rPr>
        <w:t>رۡهَبُونِ</w:t>
      </w:r>
      <w:r>
        <w:rPr>
          <w:rtl/>
        </w:rPr>
        <w:t xml:space="preserve"> (٤٠</w:t>
      </w:r>
      <w:r w:rsidR="009229E3">
        <w:rPr>
          <w:rtl/>
        </w:rPr>
        <w:t>)</w:t>
      </w:r>
    </w:p>
    <w:p w:rsidR="001A403D" w:rsidRDefault="001A403D" w:rsidP="00E36567">
      <w:pPr>
        <w:pStyle w:val="libBoldItalic"/>
      </w:pPr>
      <w:r>
        <w:t>O Children of Israel! Remember My Favour which I favoured on you, and fulfil covenant done with Me, I shall fulfil covenant done with you, and fear Me. (40)</w:t>
      </w:r>
    </w:p>
    <w:p w:rsidR="001A403D" w:rsidRDefault="001A403D" w:rsidP="00E36567">
      <w:pPr>
        <w:pStyle w:val="libNormal"/>
      </w:pPr>
      <w:r>
        <w:t>1-Allah Azza wa Jalla says: O Bani Israel, remember My Favour which I bestowed you i.e. when I sent Hazrat Mohammad sawaw, and he (sawaw) lives in your city and you did not have to struggle, his (sawaw) signs are clear to you and there are clear proofs. So fulfil your covenant which was taken from your Prophets (a.s.) and forefathers that you will believe in Mohammad Arabi Qarashi Hashimi sawaw who came with clear Ayaat and countless miracles, and his brother and partner is Wali-e-Akbar Ali ibne Abi Talib asws, whose knowledge, wisdom and intellect is from Rasool Allah sawaw, who is the helper of Deen with the sharp cutting sword, who nullifies the lame excuses of enemies with undeniable proofs, whose knowledge is superior, and favour &amp; mercy is complete. Fulfil that obligatory covenant so that you can be given the eternal place with favours and honour under the Blessing of Allah. And fear the opposition of Mohammad-o-Aal-e-Mohammad asws because Omnipotent can inflict you with hardships Whom no one can stop from taking revenge. (Imam Hassan Askari asws) (al-Burhan, v1, p200)</w:t>
      </w:r>
    </w:p>
    <w:p w:rsidR="001A403D" w:rsidRDefault="001A403D" w:rsidP="00E36567">
      <w:pPr>
        <w:pStyle w:val="libNormal"/>
      </w:pPr>
      <w:r>
        <w:t>2-Imam Jafar Sadiq asws said: The saying of Allah Azza wa Jalla that fulfil My covenant, it means of Walayat-e-Amirul Momineen asws, I fulfil your covenant, it means the promise of Paradise with you. (al-Burhan, v1, p202)</w:t>
      </w:r>
    </w:p>
    <w:p w:rsidR="001A403D" w:rsidRDefault="001A403D" w:rsidP="001A403D">
      <w:pPr>
        <w:pStyle w:val="libNormal"/>
      </w:pPr>
      <w:r>
        <w:t xml:space="preserve">3-Rasool Allah sawaw said: Allah Tabarak wa Ta’ala said, “Fulfil My covenant, I will fulfil your covenant.” By Allah, surely Adam (a.s.) did not go away from this world until he took covenant from his nation to be faithful to his son Shees (a.s.), but they were not faithful to him (a.s.). And Ibraheem (a.s.) did not go away from this world until he took covenant from </w:t>
      </w:r>
      <w:r>
        <w:lastRenderedPageBreak/>
        <w:t>his nation to be faithful to his son Ismael (a.s.), but his nation was not faithful. And Musa (a.s.) did not go away from this world until he took covenant from his nation to be faithful to his Wasi Yousha bin Noon (a.s.), but his nation was not faithful. And Eesa bin Mariyam (a.s.) was not raised until he took covenant from his nation to be faithful to his Wasi Shamoon bin Hamoon (a.s.), but his nation was not faithful. And no doubt I will leave you soon, and I will be hidden from your sights, and I have taken covenant from my Ummah for Ali ibne Abi Talib asws. And my Ummah will oppose my Wasi asws as well following the foot-steps of previous nations, and disobey him (asws). Beware, I am renewing (repeating, reminding) my covenant on you, so whoever will break it, he will cause his own loss, and who fulfils the covenant of Allah, soon the great reward will be given to him.</w:t>
      </w:r>
    </w:p>
    <w:p w:rsidR="001A403D" w:rsidRDefault="001A403D" w:rsidP="00E36567">
      <w:pPr>
        <w:pStyle w:val="libNormal"/>
      </w:pPr>
      <w:r>
        <w:t>O people, no doubt Ali asws is your Imam after me, and my Khalifa among you, and he is my Wasi and my Wazir, and my brother, and my helper, and my daughter’s (asws) husband, and father of my sons (asws), and owner of my Shafa’at (intercession), Hawz (Kauser), and Lawa-e-Hamd. Whoever denied him, he denied me, and denied me, he denied Allah Azza wa Jalla. And who testified his Imamat, he testified my Nabuwat, and who testified my Nabuwat, he testified Oneness of Allah Azza wa Jalla. O people, who disobeyed Ali asws, he disobeyed me, and who disobeyed me, he disobeyed Allah Azza wa Jalla. And who obeyed Ali asws, he obeyed me, and who obeyed me, he obeyed Allah Azza wa Jalla. O people, who rejected Ali asws verbally or practically, he rejected me, and who rejected me, he rejected Allah Azza wa Jalla on Arsh. O people, who made Imam from among yourselves over Ali asws, he made Nabi over me, he made Rabb over Allah Azza wa Jalla. O people, no doubt Ali asws is chief of Wasis, leader of bright-faced ones, Maola of Momineen, his friend is friend of mine, my friend is friend of Allah. His enemy is my enemy, my enemy is enemy of Allah Azza wa Jalla. O people, fulfil the covenant made with Allah concerning Ali asws, so that He can fulfil promise made with you for Jannah on the day of Qiyamah. (al-Burhan, v1, p202)</w:t>
      </w:r>
    </w:p>
    <w:p w:rsidR="001A403D" w:rsidRDefault="001A403D" w:rsidP="009229E3">
      <w:pPr>
        <w:pStyle w:val="libCenterBold1"/>
      </w:pPr>
      <w:r>
        <w:t>Lesson:</w:t>
      </w:r>
    </w:p>
    <w:p w:rsidR="001A403D" w:rsidRDefault="001A403D" w:rsidP="001A403D">
      <w:pPr>
        <w:pStyle w:val="libNormal"/>
      </w:pPr>
      <w:r>
        <w:t>1-From Azal to Abad, the promise of Salvation by Allah Azza wa Jalla only and only depends on Tauheed of Allah, Risalat of Mohammad sawaw, and Walayat of Ali asws and Pure Imams asws in his progeny. In contrast, Muqassir Mulla is persuading weak faith people to leave Walayat-e-Ali asws, and listen to his Satanic Decrees (Harisi Fatawa), then they will not be answerable on the Day of Judgement! Usuli Mujtahid will answer in place of his Muqallideen! (So daring false claims like Fir’oun)</w:t>
      </w:r>
    </w:p>
    <w:p w:rsidR="001A403D" w:rsidRDefault="001A403D" w:rsidP="001A403D">
      <w:pPr>
        <w:pStyle w:val="libNormal"/>
      </w:pPr>
      <w:r>
        <w:t>2-Rasool Allah sawaw kept renewing (reminding, repeating) Walayat-e-Ali asws from Dawat-e-Zul-Asheera to the last day (incident of Pen and Paper). Denial and opposition of Walayat is denial and opposition of Risalat and Tauheed.</w:t>
      </w:r>
    </w:p>
    <w:p w:rsidR="001A403D" w:rsidRDefault="001A403D" w:rsidP="001A403D">
      <w:pPr>
        <w:pStyle w:val="libNormal"/>
      </w:pPr>
      <w:r>
        <w:t>3-It is clearly forbidden to reject Ali asws verbally and practically, i.e. it is not enough to say “Ali un Wali Ullah” verbally, we must testify Walayat-e-Ali asws practically (in deeds) in the presence of Allah.</w:t>
      </w:r>
    </w:p>
    <w:p w:rsidR="001A403D" w:rsidRDefault="001A403D" w:rsidP="00385B48">
      <w:pPr>
        <w:pStyle w:val="libAr"/>
      </w:pPr>
      <w:r>
        <w:rPr>
          <w:rFonts w:hint="eastAsia"/>
          <w:rtl/>
        </w:rPr>
        <w:lastRenderedPageBreak/>
        <w:t>وَءَامِنُواْ</w:t>
      </w:r>
      <w:r>
        <w:rPr>
          <w:rtl/>
        </w:rPr>
        <w:t xml:space="preserve"> بِمَآ أَنزَلۡتُ مُصَدِّقً۬ا لِّمَا مَعَكُمۡ وَلَا تَكُونُوٓاْ أَوَّلَ كَافِرِۭ بِهِ</w:t>
      </w:r>
      <w:r>
        <w:rPr>
          <w:rFonts w:hint="cs"/>
          <w:rtl/>
        </w:rPr>
        <w:t>ۦ‌ۖ</w:t>
      </w:r>
      <w:r>
        <w:rPr>
          <w:rtl/>
        </w:rPr>
        <w:t xml:space="preserve"> وَلَا تَشۡتَرُواْ بِـَٔايَـٰتِى ثَمَنً۬ا قَلِيلاً۬ وَإِيَّـٰىَ فَ</w:t>
      </w:r>
      <w:r>
        <w:rPr>
          <w:rFonts w:hint="cs"/>
          <w:rtl/>
        </w:rPr>
        <w:t>ٱ</w:t>
      </w:r>
      <w:r>
        <w:rPr>
          <w:rFonts w:hint="eastAsia"/>
          <w:rtl/>
        </w:rPr>
        <w:t>تَّقُونِ</w:t>
      </w:r>
      <w:r>
        <w:rPr>
          <w:rtl/>
        </w:rPr>
        <w:t xml:space="preserve"> (٤١</w:t>
      </w:r>
      <w:r w:rsidR="009229E3">
        <w:rPr>
          <w:rtl/>
        </w:rPr>
        <w:t>)</w:t>
      </w:r>
    </w:p>
    <w:p w:rsidR="001A403D" w:rsidRDefault="001A403D" w:rsidP="00E36567">
      <w:pPr>
        <w:pStyle w:val="libBoldItalic"/>
      </w:pPr>
      <w:r>
        <w:t>And believe in that which I reveal, confirming that which is (already) with you, and be not first to disbelieve in it, and do not exchange (sell) My Ayaat for a small price, and fear (only) Me. (41)</w:t>
      </w:r>
    </w:p>
    <w:p w:rsidR="001A403D" w:rsidRDefault="001A403D" w:rsidP="00E36567">
      <w:pPr>
        <w:pStyle w:val="libNormal"/>
      </w:pPr>
      <w:r>
        <w:t>1-Allah Azza wa Jalla says: O Jews, believe in what I revealed to Mohammad sawaw, the mentioning of his Nabuwat, and the news of Imamat of his brother Ali asws &amp; holy progeny (asws), which testify what is with you already. The same is mentioned in your books that Nabi Mohammad sawaw is the chief of the first ones and the last ones. He is helped by the chief of Wasis and the Khalifa of the Rasool of Rabbul-Aalameen, who is Farooq of this Ummah, and Bab-e-Madina-tul-ilm, and Wasi of Rasool-e-Rahmat sawaw. Do not sell the Nabuwat of Mohammad sawaw, and Imamat of Ali asws and his pure progeny (asws) for the sake of world, which is mortal with loss and destruction. And fear Allah, not to conceal the Amr (order) of Mohammad sawaw and Amr of his Wasi (asws). And fear Allah, not to insult the high status of Nabuwat of Nabi sawaw and Wasa’it (vicegerency) of his Wasi (asws). Rather they (asws) are the existing (established) evidence and proof of Allah for you, due to them your excuses finished, and lie was nullified. Those Jews opposed the Nabuwat of Mohmmad sawaw, and did dishonesty and said: “we know that Mohammad sawaw is Nabi and Ali asws is his Wasi, but it is not him, nor this is Ali asws”, while pointing to them (asws). Allah gave the power of speech to their dress and socks (sacks), all clothes spoke which they were wearing, “O enemy of Allah, you are lying, he is the Nabi Mohammad sawaw, and he is the Ali Wasi asws, and if Allah gives us permission then we can overpower you to bite and injure and kill you.” Allah gave them respite because there were Momineen to be born from them. And if He wanted to humiliate them with punishment, He would have severely punished, but only he hasten who is afraid that time will pass. (Imam Hassan Askari asws) (al-Burhan, v1, p203)</w:t>
      </w:r>
    </w:p>
    <w:p w:rsidR="001A403D" w:rsidRDefault="001A403D" w:rsidP="00E36567">
      <w:pPr>
        <w:pStyle w:val="libNormal"/>
      </w:pPr>
      <w:r>
        <w:t>2-Allah Ta’ala says that do not be the first one to deny, i.e. those who denied the Walayat of Maola Ali asws and (opposed those) who obeyed him (asws) and followed his (asws) religion. (Imam Mohmmad Baqir asws) (al-Burhan, v1, p204)</w:t>
      </w:r>
    </w:p>
    <w:p w:rsidR="001A403D" w:rsidRDefault="001A403D" w:rsidP="009229E3">
      <w:pPr>
        <w:pStyle w:val="libCenterBold1"/>
      </w:pPr>
      <w:r>
        <w:t>Lesson:</w:t>
      </w:r>
    </w:p>
    <w:p w:rsidR="001A403D" w:rsidRDefault="001A403D" w:rsidP="001A403D">
      <w:pPr>
        <w:pStyle w:val="libNormal"/>
      </w:pPr>
      <w:r>
        <w:t>1-Muslim Jews are those who fix (Nasab) their Walayat in competition with Walayat-e-Ali asws, i.e. they are Nasbi and Maghzoob. These Nasbis conceal the Amr of Hazrat Mohammad sawaw and Maola Ali asws in books, and they sell their fabricated Fatawa in the name of Deen for the sake of this world (wealth).</w:t>
      </w:r>
    </w:p>
    <w:p w:rsidR="001A403D" w:rsidRDefault="001A403D" w:rsidP="001A403D">
      <w:pPr>
        <w:pStyle w:val="libNormal"/>
      </w:pPr>
      <w:r>
        <w:t>2-Allah Ta’ala is warning that by opposing Walayat-e-Ali asws don’t become among the companions of those who denied and opposed Walayat-e-Ali asws first of all.</w:t>
      </w:r>
    </w:p>
    <w:p w:rsidR="001A403D" w:rsidRDefault="001A403D" w:rsidP="00385B48">
      <w:pPr>
        <w:pStyle w:val="libAr"/>
      </w:pPr>
      <w:r>
        <w:rPr>
          <w:rFonts w:hint="eastAsia"/>
          <w:rtl/>
        </w:rPr>
        <w:lastRenderedPageBreak/>
        <w:t>وَلَا</w:t>
      </w:r>
      <w:r>
        <w:rPr>
          <w:rtl/>
        </w:rPr>
        <w:t xml:space="preserve"> تَلۡبِسُواْ </w:t>
      </w:r>
      <w:r>
        <w:rPr>
          <w:rFonts w:hint="cs"/>
          <w:rtl/>
        </w:rPr>
        <w:t>ٱ</w:t>
      </w:r>
      <w:r>
        <w:rPr>
          <w:rFonts w:hint="eastAsia"/>
          <w:rtl/>
        </w:rPr>
        <w:t>لۡحَقَّ</w:t>
      </w:r>
      <w:r>
        <w:rPr>
          <w:rtl/>
        </w:rPr>
        <w:t xml:space="preserve"> بِ</w:t>
      </w:r>
      <w:r>
        <w:rPr>
          <w:rFonts w:hint="cs"/>
          <w:rtl/>
        </w:rPr>
        <w:t>ٱ</w:t>
      </w:r>
      <w:r>
        <w:rPr>
          <w:rFonts w:hint="eastAsia"/>
          <w:rtl/>
        </w:rPr>
        <w:t>لۡبَـٰطِلِ</w:t>
      </w:r>
      <w:r>
        <w:rPr>
          <w:rtl/>
        </w:rPr>
        <w:t xml:space="preserve"> وَتَكۡتُمُواْ </w:t>
      </w:r>
      <w:r>
        <w:rPr>
          <w:rFonts w:hint="cs"/>
          <w:rtl/>
        </w:rPr>
        <w:t>ٱ</w:t>
      </w:r>
      <w:r>
        <w:rPr>
          <w:rFonts w:hint="eastAsia"/>
          <w:rtl/>
        </w:rPr>
        <w:t>لۡحَقَّ</w:t>
      </w:r>
      <w:r>
        <w:rPr>
          <w:rtl/>
        </w:rPr>
        <w:t xml:space="preserve"> وَأَنتُمۡ تَعۡلَمُونَ (٤٢</w:t>
      </w:r>
      <w:r w:rsidR="009229E3">
        <w:rPr>
          <w:rtl/>
        </w:rPr>
        <w:t>)</w:t>
      </w:r>
      <w:r>
        <w:rPr>
          <w:rtl/>
        </w:rPr>
        <w:t xml:space="preserve"> وَأَقِيمُواْ </w:t>
      </w:r>
      <w:r>
        <w:rPr>
          <w:rFonts w:hint="cs"/>
          <w:rtl/>
        </w:rPr>
        <w:t>ٱ</w:t>
      </w:r>
      <w:r>
        <w:rPr>
          <w:rFonts w:hint="eastAsia"/>
          <w:rtl/>
        </w:rPr>
        <w:t>لصَّلَوٰةَ</w:t>
      </w:r>
      <w:r>
        <w:rPr>
          <w:rtl/>
        </w:rPr>
        <w:t xml:space="preserve"> وَءَاتُواْ </w:t>
      </w:r>
      <w:r>
        <w:rPr>
          <w:rFonts w:hint="cs"/>
          <w:rtl/>
        </w:rPr>
        <w:t>ٱ</w:t>
      </w:r>
      <w:r>
        <w:rPr>
          <w:rFonts w:hint="eastAsia"/>
          <w:rtl/>
        </w:rPr>
        <w:t>لزَّكَوٰةَ</w:t>
      </w:r>
      <w:r>
        <w:rPr>
          <w:rtl/>
        </w:rPr>
        <w:t xml:space="preserve"> وَ</w:t>
      </w:r>
      <w:r>
        <w:rPr>
          <w:rFonts w:hint="cs"/>
          <w:rtl/>
        </w:rPr>
        <w:t>ٱ</w:t>
      </w:r>
      <w:r>
        <w:rPr>
          <w:rFonts w:hint="eastAsia"/>
          <w:rtl/>
        </w:rPr>
        <w:t>رۡكَعُواْ</w:t>
      </w:r>
      <w:r>
        <w:rPr>
          <w:rtl/>
        </w:rPr>
        <w:t xml:space="preserve"> مَعَ </w:t>
      </w:r>
      <w:r>
        <w:rPr>
          <w:rFonts w:hint="cs"/>
          <w:rtl/>
        </w:rPr>
        <w:t>ٱ</w:t>
      </w:r>
      <w:r>
        <w:rPr>
          <w:rFonts w:hint="eastAsia"/>
          <w:rtl/>
        </w:rPr>
        <w:t>لرَّ</w:t>
      </w:r>
      <w:r w:rsidR="005B7B9E" w:rsidRPr="005B7B9E">
        <w:rPr>
          <w:rFonts w:hint="cs"/>
          <w:rtl/>
        </w:rPr>
        <w:t>ا</w:t>
      </w:r>
      <w:r>
        <w:rPr>
          <w:rFonts w:hint="eastAsia"/>
          <w:rtl/>
        </w:rPr>
        <w:t>كِعِينَ</w:t>
      </w:r>
      <w:r>
        <w:rPr>
          <w:rtl/>
        </w:rPr>
        <w:t xml:space="preserve"> (٤٣</w:t>
      </w:r>
      <w:r w:rsidR="009229E3">
        <w:rPr>
          <w:rtl/>
        </w:rPr>
        <w:t>)</w:t>
      </w:r>
    </w:p>
    <w:p w:rsidR="001A403D" w:rsidRDefault="001A403D" w:rsidP="00E36567">
      <w:pPr>
        <w:pStyle w:val="libBoldItalic"/>
      </w:pPr>
      <w:r>
        <w:t>And do not mix the truth with falsehood, and conceal the truth while you know. (42) And establish Salaah, and pay the Zakah, and bow (do Rakooh) with those who bow. (43)</w:t>
      </w:r>
    </w:p>
    <w:p w:rsidR="001A403D" w:rsidRDefault="001A403D" w:rsidP="001A403D">
      <w:pPr>
        <w:pStyle w:val="libNormal"/>
      </w:pPr>
      <w:r>
        <w:t>1-Allah Ta’alal says: “Do not mix Haqq with Batil” because Jews gave the wrong idea that Nabi Mohammad sawaw and his Wasi Ali asws will come after five hundred years. Then Rasool Allah sawaw said to them: Do you want that Taurat itself should decide between us and you? They said: Yes. They brought Taurat and started reading what was not written in it. So that scripture of Taurat which was in the hands of those readers from the first to the last man, Allah made it python, which had two heads and it swallowed the heads of all of them, and tore them into pieces. The other Jews started begging pardon, who had the other scripture of Taurat, that scripture spoke,”you will not be humiliated with punishment if you read exactly what is written in it, attributes (virtues, qualities) of Mohammad sawaw and his Nabuwat, and attributes of Ali asws and his Imamat, which Allah has revealed. Then they read exactly right, and believed in Rasool Allah sawaw, and believed in Imamat of Ali asws who is Waliullah and Wasi of Rasool Allah sawaw.</w:t>
      </w:r>
    </w:p>
    <w:p w:rsidR="001A403D" w:rsidRDefault="001A403D" w:rsidP="00E36567">
      <w:pPr>
        <w:pStyle w:val="libNormal"/>
      </w:pPr>
      <w:r>
        <w:t>Allah Azza wa Jalla said, “Do not mix the Truth with Falshood” means that on one hand you believe in Mohammad sawaw and Ali asws, but on the other hand you oppose them and conceal the truth that he is the Mohammad Nabi sawaw and he is the Ali Imam asws, and you know that you are hiding the truth, and you are proud about your knowledge and wisdom. Allah established proof for you with news but you presented it the other way. You have no power to prevail your Rabb, nor you can subdue Him. And establish the obligatory Salaah which Mohammad sawaw brought, and establish Salaah on Mohammad sawaw and his pure Aal asws in which Ali asws is chief and superior. And give Zakah of your wealth, possessions and body. And do Rakooh with those who do Rakooh means to narrate the Greatness of Allah Azza wa Jalla with humbleness and humiliation, and narrate the purity of Aoliya of Allah, Mohammad Nabiullah sawaw, Ali Waliullah asws, and pure Imams asws after them who are chief of all Wasis. (Imam Hassan Askari asws) (al-Burhan, v1, p204)</w:t>
      </w:r>
    </w:p>
    <w:p w:rsidR="001A403D" w:rsidRDefault="001A403D" w:rsidP="009229E3">
      <w:pPr>
        <w:pStyle w:val="libCenterBold1"/>
      </w:pPr>
      <w:r>
        <w:t>Lesson:</w:t>
      </w:r>
    </w:p>
    <w:p w:rsidR="001A403D" w:rsidRDefault="001A403D" w:rsidP="001A403D">
      <w:pPr>
        <w:pStyle w:val="libNormal"/>
      </w:pPr>
      <w:r>
        <w:t>1-It is a warning lesson for those who are spreading those Tafaseer (Exegeses) of holy Quran which are based on philosophy, personal reasoning and other so called branches of knowledge but the Zikr &amp; Faza’il of Masumeen asws are extinct in them. And instead of Four Books of Ahadees-e-Masumeen asws, the books (Tauzeh ul Masa’il) comprising of personal Fatawa of fallible Mullas are in vogue now a days. And deceivingly public is told that these books are based on commands of Masumeen asws, but we do not see any name of Masumeen asws in these books!</w:t>
      </w:r>
    </w:p>
    <w:p w:rsidR="001A403D" w:rsidRDefault="001A403D" w:rsidP="001A403D">
      <w:pPr>
        <w:pStyle w:val="libNormal"/>
      </w:pPr>
      <w:r>
        <w:lastRenderedPageBreak/>
        <w:t>2-To conceal the right of Masumeen asws by using knowledge (self-made branches of knowledge which are syllabus of Madaris) and wisdom (Zunn, Rai, Qiyas) is Judaism &amp; Zionism.</w:t>
      </w:r>
    </w:p>
    <w:p w:rsidR="001A403D" w:rsidRDefault="001A403D" w:rsidP="001A403D">
      <w:pPr>
        <w:pStyle w:val="libNormal"/>
      </w:pPr>
      <w:r>
        <w:t>3-Salaah is only established by Zikr of Mohammad-o-Aal-e-Mohammad asws, i.e. testification of their status, infallibility and splendour.</w:t>
      </w:r>
    </w:p>
    <w:p w:rsidR="001A403D" w:rsidRDefault="001A403D" w:rsidP="001A403D">
      <w:pPr>
        <w:pStyle w:val="libNormal"/>
      </w:pPr>
      <w:r>
        <w:t>4-Any book or deed which is without Zikr of Masumeen asws, becomes python and is waiting for its owner in the Hell.</w:t>
      </w:r>
    </w:p>
    <w:p w:rsidR="001A403D" w:rsidRDefault="001A403D" w:rsidP="00385B48">
      <w:pPr>
        <w:pStyle w:val="libAr"/>
      </w:pPr>
      <w:r>
        <w:rPr>
          <w:rFonts w:hint="eastAsia"/>
          <w:rtl/>
        </w:rPr>
        <w:t>أَتَأۡمُرُونَ</w:t>
      </w:r>
      <w:r>
        <w:rPr>
          <w:rtl/>
        </w:rPr>
        <w:t xml:space="preserve"> </w:t>
      </w:r>
      <w:r>
        <w:rPr>
          <w:rFonts w:hint="cs"/>
          <w:rtl/>
        </w:rPr>
        <w:t>ٱ</w:t>
      </w:r>
      <w:r>
        <w:rPr>
          <w:rFonts w:hint="eastAsia"/>
          <w:rtl/>
        </w:rPr>
        <w:t>لنَّاسَ</w:t>
      </w:r>
      <w:r>
        <w:rPr>
          <w:rtl/>
        </w:rPr>
        <w:t xml:space="preserve"> بِ</w:t>
      </w:r>
      <w:r>
        <w:rPr>
          <w:rFonts w:hint="cs"/>
          <w:rtl/>
        </w:rPr>
        <w:t>ٱ</w:t>
      </w:r>
      <w:r>
        <w:rPr>
          <w:rFonts w:hint="eastAsia"/>
          <w:rtl/>
        </w:rPr>
        <w:t>لۡبِرِّ</w:t>
      </w:r>
      <w:r>
        <w:rPr>
          <w:rtl/>
        </w:rPr>
        <w:t xml:space="preserve"> وَتَنسَوۡنَ أَنفُسَكُمۡ وَأَنتُمۡ تَتۡلُونَ </w:t>
      </w:r>
      <w:r>
        <w:rPr>
          <w:rFonts w:hint="cs"/>
          <w:rtl/>
        </w:rPr>
        <w:t>ٱ</w:t>
      </w:r>
      <w:r>
        <w:rPr>
          <w:rFonts w:hint="eastAsia"/>
          <w:rtl/>
        </w:rPr>
        <w:t>لۡكِتَـٰبَ‌ۚ</w:t>
      </w:r>
      <w:r>
        <w:rPr>
          <w:rtl/>
        </w:rPr>
        <w:t xml:space="preserve"> أَفَلَا تَعۡقِلُونَ (٤٤</w:t>
      </w:r>
      <w:r w:rsidR="009229E3">
        <w:rPr>
          <w:rtl/>
        </w:rPr>
        <w:t>)</w:t>
      </w:r>
    </w:p>
    <w:p w:rsidR="001A403D" w:rsidRDefault="001A403D" w:rsidP="00E36567">
      <w:pPr>
        <w:pStyle w:val="libBoldItalic"/>
      </w:pPr>
      <w:r>
        <w:t>Do you command righteousness to the people and forget yourselves, while you recite the book? Have you then no sense? (44)</w:t>
      </w:r>
    </w:p>
    <w:p w:rsidR="001A403D" w:rsidRDefault="001A403D" w:rsidP="00E36567">
      <w:pPr>
        <w:pStyle w:val="libNormal"/>
      </w:pPr>
      <w:r>
        <w:t xml:space="preserve">1-Jew cheifs and religious scholars used to command the poor public to give alms and charity, and to return the safe custody (trust). By this trick they took their belongings, ate up and snatch alms and charities. Rasool Allah sawaw called them and their public and warned them. They intended to martyr him (sawaw) and took out swords. Their chiefs said: O Mohammad sawaw, do you think that you are Rasool of the Lord of the worlds, like Musa (a.s.) and all the previous Prophets (a.s.)? Rasool Allah sawaw said: Yes, I am Rasool of Allah, but that “I am like Musa (a.s.) and all previous Prophets”, it is not my words, nor my splendour &amp; honour decrease by this, which Allah has bestowed. But my Rabb says: O Mohammad sawaw, your superiority over all the Prophets and Messengers and Angels the near-ones is like that as My Superiority, and I am Rabb ul Izzat for all the rest of the creations. And same Allah Ta’ala told Musa (a.s.) when he thought that he is superior to all the worlds. On this Jews became angry, and took out swords with intention of murder, but every one of them found their hands tied firmly on their backs, and did not have power to move even, then they were surprised. Rasool Allah sawaw said: Do not worry, Allah’s intention is good that He wants to forbid you from attacking His Wali, and stopped you, so that you can listen his proof (reason) about Nabuwat of Mohammad sawaw and his brother Ali asws being Wasi. Then he (sawaw) narrated to Jew public the ugly deeds of  their chiefs, but they started objecting that what is the meaning of this narration? Is it a proof of your Nabuwat and your brother Ali asws being Wasi? Your claim is wrong and you want to lead our nation astray by this. (Naoozobillah) Rasool Allah sawaw said: Allah Azza wa Jalla has given me permission that which wealth you have snatched from the weak (oppressed) with dishonesty I should bring in front of you, and it will tell itself by speaking. Rasool Allah sawaw ordered the Angels and they brought there all types of belongings in few seconds which those unjusts have snatched from the public, which were sacks full of possessions, dinars, clothings, animals and all sorts of wealth. And Angels brought that book in which it was written whose belongings are those. So who were present their possessions were returned, and who were absent their things were sent, and who had died their inheritors were given the things. Due to this harsh warning the hearts of some became more hard (harsh, cruel) and some became believers. Then their chiefs said: O Mohammad sawaw, we testify that you are the superior Nabi, and this your brother is Wasi-al-Ajal-al-Akmal, thus Allah has warned us due to our sins. </w:t>
      </w:r>
      <w:r>
        <w:lastRenderedPageBreak/>
        <w:t>So Rasool Allah sawaw praised those who became believers, and consoled them that public will forget this shameful incident. Then they testified: We give testimony that there is no God except Allah, He is One having no partner, and O Mohammad sawaw you are His Abd and Rasool, and His Safi and Khaleel, and that Ali asws is your brother and Wazir, and who establishes Deen and he is your Vicegerent, and who fights with your opponents, and he is to you as Haroon (a.s.) to Musa (a.s.), but there is no Nabi after you. Then Rasool Allah sawaw said: You are successful. (Imam Hassan Askari asws) (al-Burhan, v1, p206)</w:t>
      </w:r>
    </w:p>
    <w:p w:rsidR="001A403D" w:rsidRDefault="001A403D" w:rsidP="009229E3">
      <w:pPr>
        <w:pStyle w:val="libCenterBold1"/>
      </w:pPr>
      <w:r>
        <w:t>Lesson:</w:t>
      </w:r>
    </w:p>
    <w:p w:rsidR="001A403D" w:rsidRDefault="001A403D" w:rsidP="001A403D">
      <w:pPr>
        <w:pStyle w:val="libNormal"/>
      </w:pPr>
      <w:r>
        <w:t>1-To collect money &amp; wealth from the public in the name of Deen is Sunnah of Jew Ulma. Wealth of Imam asws should reach its rightful owners rather than piling in Mulla’s bank account.</w:t>
      </w:r>
    </w:p>
    <w:p w:rsidR="001A403D" w:rsidRDefault="001A403D" w:rsidP="001A403D">
      <w:pPr>
        <w:pStyle w:val="libNormal"/>
      </w:pPr>
      <w:r>
        <w:t>2-Muqassir Mulla speaks against the status and rights of Masumeen asws, but considers himself like infallible prophets on basis of Zunn-e-Ijtihadi, and uses Alqabaat of Masumeen asws!</w:t>
      </w:r>
    </w:p>
    <w:p w:rsidR="001A403D" w:rsidRDefault="001A403D" w:rsidP="001A403D">
      <w:pPr>
        <w:pStyle w:val="libNormal"/>
      </w:pPr>
      <w:r>
        <w:t>3-Even Jews know how to recite complete Kalima to become a Muslim in which testimony of Walayat-e-Ali asws is necessary, but it is bad-luck of Muqassireen who could not get complete Kalima. That is the reason one can not find Kalima Tayyiba in any Tauzihul Masa’il.</w:t>
      </w:r>
    </w:p>
    <w:p w:rsidR="001A403D" w:rsidRDefault="001A403D" w:rsidP="00385B48">
      <w:pPr>
        <w:pStyle w:val="libAr"/>
      </w:pPr>
      <w:r>
        <w:rPr>
          <w:rFonts w:hint="eastAsia"/>
          <w:rtl/>
        </w:rPr>
        <w:t>وَ</w:t>
      </w:r>
      <w:r>
        <w:rPr>
          <w:rFonts w:hint="cs"/>
          <w:rtl/>
        </w:rPr>
        <w:t>ٱ</w:t>
      </w:r>
      <w:r>
        <w:rPr>
          <w:rFonts w:hint="eastAsia"/>
          <w:rtl/>
        </w:rPr>
        <w:t>سۡتَعِينُواْ</w:t>
      </w:r>
      <w:r>
        <w:rPr>
          <w:rtl/>
        </w:rPr>
        <w:t xml:space="preserve"> بِ</w:t>
      </w:r>
      <w:r>
        <w:rPr>
          <w:rFonts w:hint="cs"/>
          <w:rtl/>
        </w:rPr>
        <w:t>ٱ</w:t>
      </w:r>
      <w:r>
        <w:rPr>
          <w:rFonts w:hint="eastAsia"/>
          <w:rtl/>
        </w:rPr>
        <w:t>لصَّبۡرِ</w:t>
      </w:r>
      <w:r>
        <w:rPr>
          <w:rtl/>
        </w:rPr>
        <w:t xml:space="preserve"> وَ</w:t>
      </w:r>
      <w:r>
        <w:rPr>
          <w:rFonts w:hint="cs"/>
          <w:rtl/>
        </w:rPr>
        <w:t>ٱ</w:t>
      </w:r>
      <w:r>
        <w:rPr>
          <w:rFonts w:hint="eastAsia"/>
          <w:rtl/>
        </w:rPr>
        <w:t>لصَّلَوٰةِ‌ۚ</w:t>
      </w:r>
      <w:r>
        <w:rPr>
          <w:rtl/>
        </w:rPr>
        <w:t xml:space="preserve"> وَإِنَّ</w:t>
      </w:r>
      <w:r w:rsidR="001E6BAB" w:rsidRPr="001E6BAB">
        <w:rPr>
          <w:rFonts w:hint="cs"/>
          <w:rtl/>
        </w:rPr>
        <w:t>ه</w:t>
      </w:r>
      <w:r w:rsidRPr="00595365">
        <w:rPr>
          <w:rFonts w:hint="cs"/>
          <w:rtl/>
        </w:rPr>
        <w:t xml:space="preserve">ا لَكَبِيرَةٌ إِلَّا عَلَى </w:t>
      </w:r>
      <w:r>
        <w:rPr>
          <w:rFonts w:hint="cs"/>
          <w:rtl/>
        </w:rPr>
        <w:t>ٱ</w:t>
      </w:r>
      <w:r>
        <w:rPr>
          <w:rFonts w:hint="eastAsia"/>
          <w:rtl/>
        </w:rPr>
        <w:t>لۡخَـٰشِعِينَ</w:t>
      </w:r>
      <w:r>
        <w:rPr>
          <w:rtl/>
        </w:rPr>
        <w:t xml:space="preserve"> (٤٥</w:t>
      </w:r>
      <w:r w:rsidR="009229E3">
        <w:rPr>
          <w:rtl/>
        </w:rPr>
        <w:t>)</w:t>
      </w:r>
      <w:r>
        <w:rPr>
          <w:rtl/>
        </w:rPr>
        <w:t xml:space="preserve"> </w:t>
      </w:r>
      <w:r>
        <w:rPr>
          <w:rFonts w:hint="cs"/>
          <w:rtl/>
        </w:rPr>
        <w:t>ٱ</w:t>
      </w:r>
      <w:r>
        <w:rPr>
          <w:rFonts w:hint="eastAsia"/>
          <w:rtl/>
        </w:rPr>
        <w:t>لَّذِينَ</w:t>
      </w:r>
      <w:r>
        <w:rPr>
          <w:rtl/>
        </w:rPr>
        <w:t xml:space="preserve"> يَظُنُّونَ أَنَّ</w:t>
      </w:r>
      <w:r w:rsidR="001E6BAB" w:rsidRPr="001E6BAB">
        <w:rPr>
          <w:rFonts w:hint="cs"/>
          <w:rtl/>
        </w:rPr>
        <w:t>ه</w:t>
      </w:r>
      <w:r w:rsidRPr="00595365">
        <w:rPr>
          <w:rFonts w:hint="cs"/>
          <w:rtl/>
        </w:rPr>
        <w:t>م مُّلَـٰقُواْ رَبِّ</w:t>
      </w:r>
      <w:r w:rsidR="001E6BAB" w:rsidRPr="001E6BAB">
        <w:rPr>
          <w:rFonts w:hint="cs"/>
          <w:rtl/>
        </w:rPr>
        <w:t>ه</w:t>
      </w:r>
      <w:r w:rsidRPr="00595365">
        <w:rPr>
          <w:rFonts w:hint="cs"/>
          <w:rtl/>
        </w:rPr>
        <w:t>مۡ وَأَنَّهُمۡ إِلَيۡهِ رَ</w:t>
      </w:r>
      <w:r w:rsidR="005B7B9E" w:rsidRPr="005B7B9E">
        <w:rPr>
          <w:rFonts w:hint="cs"/>
          <w:rtl/>
        </w:rPr>
        <w:t>ا</w:t>
      </w:r>
      <w:r>
        <w:rPr>
          <w:rFonts w:hint="eastAsia"/>
          <w:rtl/>
        </w:rPr>
        <w:t>جِعُونَ</w:t>
      </w:r>
      <w:r>
        <w:rPr>
          <w:rtl/>
        </w:rPr>
        <w:t xml:space="preserve"> (٤٦</w:t>
      </w:r>
      <w:r w:rsidR="009229E3">
        <w:rPr>
          <w:rtl/>
        </w:rPr>
        <w:t>)</w:t>
      </w:r>
    </w:p>
    <w:p w:rsidR="001A403D" w:rsidRDefault="001A403D" w:rsidP="00E36567">
      <w:pPr>
        <w:pStyle w:val="libBoldItalic"/>
      </w:pPr>
      <w:r>
        <w:t>And seek help through patience and prayer; and truly it (Salaah) is hard save for the humble-minded, (45) Who know that they will meet their Lord, and that unto Him they are returning. (46)</w:t>
      </w:r>
    </w:p>
    <w:p w:rsidR="001A403D" w:rsidRDefault="001A403D" w:rsidP="00E36567">
      <w:pPr>
        <w:pStyle w:val="libNormal"/>
      </w:pPr>
      <w:r>
        <w:t>1-Be patient, i.e. keep away from Haraam, return the trusts, and do not get unlawful state, testify Nabuwat of Mohammad sawaw and Ali asws being Wasi, and be patient in obeying and serving both of them (asws),  and serve him as well whom they (asws) order, so that you can be eligible for the Paradises comprising of His Happiness, Forgiveness and eternal Blessings with proximity of Rahman, and in companionship of pious Momineen, and you can do Ziyarat (visit) of Mohammad sawaw the chief of the first-ones and the last-ones, and Ali asws the chief of Vicegerents, and pure Aal asws of the Chief of pure personalities, because due to that (Ziyarat) your eyes will become cool and your happiness will reach its peak, and all the Blessings of Jannah will be completed. And seek help through five prayers as well, with the Salaah (Darood) on Mohammad sawaw and his pure Aal asws, so that you can get Paradises with Blessings. And hard difficulty is this that five times prayer, Salaat on Mohammad-o-Aal-e-Mohammad asws with obeying their order and believing from heart &amp; openly as well, and to leave their opposition. This is heavy work except for humble (submissive) people who fear catch of Allah by opposing this great obligation (Walayat), who consider meeting with Allah a great honour, and they will enter the Paradises with Blessings of Allah. (Imam Hassan Askari asws) (al-Burhan, v1, p209)</w:t>
      </w:r>
    </w:p>
    <w:p w:rsidR="001A403D" w:rsidRDefault="001A403D" w:rsidP="00E36567">
      <w:pPr>
        <w:pStyle w:val="libNormal"/>
      </w:pPr>
      <w:r>
        <w:lastRenderedPageBreak/>
        <w:t>2-“Khashey” means who presents his Salaah with humiliation to Rasool Allah sawaw and Amirul Momineen asws. (Imam Mohammad Baqir asws) (al-Burhan, v1, p211)</w:t>
      </w:r>
    </w:p>
    <w:p w:rsidR="001A403D" w:rsidRDefault="001A403D" w:rsidP="009229E3">
      <w:pPr>
        <w:pStyle w:val="libCenterBold1"/>
      </w:pPr>
      <w:r>
        <w:t>Lesson:</w:t>
      </w:r>
    </w:p>
    <w:p w:rsidR="001A403D" w:rsidRDefault="001A403D" w:rsidP="001A403D">
      <w:pPr>
        <w:pStyle w:val="libNormal"/>
      </w:pPr>
      <w:r>
        <w:t>1-Sabr (Patience) means Hazrat Mohammad sawaw, and Salaah means Maola asws, that all the time seek help from them. From these the first thing is easy because all Muslims say “Ya Rasool Allah sawas Maddad”, but the second thing is hard because Walayat-e-Ali asws does not go down from throat to the heart of people except Khashieen Muttaqeen who want to go to Jannatun Naeem for eternal Ziyarat of Masumeen asws, who all the time say “Ya Ali asws Maddad”</w:t>
      </w:r>
    </w:p>
    <w:p w:rsidR="001A403D" w:rsidRDefault="001A403D" w:rsidP="001A403D">
      <w:pPr>
        <w:pStyle w:val="libNormal"/>
      </w:pPr>
      <w:r>
        <w:t>2-Maola Ali asws said explaining this Ayat: I am Salaah of Momin.</w:t>
      </w:r>
    </w:p>
    <w:p w:rsidR="001A403D" w:rsidRDefault="001A403D" w:rsidP="001A403D">
      <w:pPr>
        <w:pStyle w:val="libNormal"/>
      </w:pPr>
      <w:r>
        <w:t>3-Who does not like Jannatun Naeem, they do not say “Ya Ali asws Maddad”, nor they do Zikr of Maola Ali asws in Salaah, nor they present their Salaah with humiliation in the presence of Masumeen asws.</w:t>
      </w:r>
    </w:p>
    <w:p w:rsidR="001A403D" w:rsidRDefault="001A403D" w:rsidP="00385B48">
      <w:pPr>
        <w:pStyle w:val="libAr"/>
      </w:pPr>
      <w:r>
        <w:rPr>
          <w:rFonts w:hint="eastAsia"/>
          <w:rtl/>
        </w:rPr>
        <w:t>يَـٰبَنِىٓ</w:t>
      </w:r>
      <w:r>
        <w:rPr>
          <w:rtl/>
        </w:rPr>
        <w:t xml:space="preserve"> إِسۡرَ</w:t>
      </w:r>
      <w:r w:rsidR="005B7B9E" w:rsidRPr="005B7B9E">
        <w:rPr>
          <w:rFonts w:hint="cs"/>
          <w:rtl/>
        </w:rPr>
        <w:t>ا</w:t>
      </w:r>
      <w:r w:rsidRPr="00595365">
        <w:rPr>
          <w:rFonts w:hint="cs"/>
          <w:rtl/>
        </w:rPr>
        <w:t>ٓ</w:t>
      </w:r>
      <w:r>
        <w:rPr>
          <w:rFonts w:hint="eastAsia"/>
          <w:rtl/>
        </w:rPr>
        <w:t>ءِيلَ</w:t>
      </w:r>
      <w:r>
        <w:rPr>
          <w:rtl/>
        </w:rPr>
        <w:t xml:space="preserve"> </w:t>
      </w:r>
      <w:r>
        <w:rPr>
          <w:rFonts w:hint="cs"/>
          <w:rtl/>
        </w:rPr>
        <w:t>ٱ</w:t>
      </w:r>
      <w:r>
        <w:rPr>
          <w:rFonts w:hint="eastAsia"/>
          <w:rtl/>
        </w:rPr>
        <w:t>ذۡكُرُواْ</w:t>
      </w:r>
      <w:r>
        <w:rPr>
          <w:rtl/>
        </w:rPr>
        <w:t xml:space="preserve"> نِعۡمَتِىَ </w:t>
      </w:r>
      <w:r>
        <w:rPr>
          <w:rFonts w:hint="cs"/>
          <w:rtl/>
        </w:rPr>
        <w:t>ٱ</w:t>
      </w:r>
      <w:r>
        <w:rPr>
          <w:rFonts w:hint="eastAsia"/>
          <w:rtl/>
        </w:rPr>
        <w:t>لَّتِىٓ</w:t>
      </w:r>
      <w:r>
        <w:rPr>
          <w:rtl/>
        </w:rPr>
        <w:t xml:space="preserve"> أَنۡعَمۡتُ عَلَيۡكُمۡ وَأَنِّى فَضَّلۡتُكُمۡ عَلَى </w:t>
      </w:r>
      <w:r>
        <w:rPr>
          <w:rFonts w:hint="cs"/>
          <w:rtl/>
        </w:rPr>
        <w:t>ٱ</w:t>
      </w:r>
      <w:r>
        <w:rPr>
          <w:rFonts w:hint="eastAsia"/>
          <w:rtl/>
        </w:rPr>
        <w:t>لۡعَـٰلَمِينَ</w:t>
      </w:r>
      <w:r>
        <w:rPr>
          <w:rtl/>
        </w:rPr>
        <w:t xml:space="preserve"> (٤٧</w:t>
      </w:r>
      <w:r w:rsidR="009229E3">
        <w:rPr>
          <w:rtl/>
        </w:rPr>
        <w:t>)</w:t>
      </w:r>
      <w:r>
        <w:rPr>
          <w:rtl/>
        </w:rPr>
        <w:t xml:space="preserve"> وَ</w:t>
      </w:r>
      <w:r>
        <w:rPr>
          <w:rFonts w:hint="cs"/>
          <w:rtl/>
        </w:rPr>
        <w:t>ٱ</w:t>
      </w:r>
      <w:r>
        <w:rPr>
          <w:rFonts w:hint="eastAsia"/>
          <w:rtl/>
        </w:rPr>
        <w:t>تَّقُواْ</w:t>
      </w:r>
      <w:r>
        <w:rPr>
          <w:rtl/>
        </w:rPr>
        <w:t xml:space="preserve"> يَوۡمً۬ا لَّا تَجۡزِى نَفۡسٌ عَن نَّفۡسٍ۬ شَيۡـًٔ۬ا وَلَا يُقۡبَلُ مِنۡ</w:t>
      </w:r>
      <w:r w:rsidR="001E6BAB" w:rsidRPr="001E6BAB">
        <w:rPr>
          <w:rFonts w:hint="cs"/>
          <w:rtl/>
        </w:rPr>
        <w:t>ه</w:t>
      </w:r>
      <w:r w:rsidRPr="00595365">
        <w:rPr>
          <w:rFonts w:hint="cs"/>
          <w:rtl/>
        </w:rPr>
        <w:t>ا شَفَـٰعَةٌ۬ وَلَا يُؤۡخَذُ مِنۡ</w:t>
      </w:r>
      <w:r w:rsidR="001E6BAB" w:rsidRPr="001E6BAB">
        <w:rPr>
          <w:rFonts w:hint="cs"/>
          <w:rtl/>
        </w:rPr>
        <w:t>ه</w:t>
      </w:r>
      <w:r w:rsidRPr="00595365">
        <w:rPr>
          <w:rFonts w:hint="cs"/>
          <w:rtl/>
        </w:rPr>
        <w:t>ا عَدۡلٌ۬</w:t>
      </w:r>
      <w:r>
        <w:rPr>
          <w:rtl/>
        </w:rPr>
        <w:t xml:space="preserve"> وَلَا هُمۡ يُنصَرُونَ (٤٨</w:t>
      </w:r>
      <w:r w:rsidR="009229E3">
        <w:rPr>
          <w:rtl/>
        </w:rPr>
        <w:t>)</w:t>
      </w:r>
    </w:p>
    <w:p w:rsidR="001A403D" w:rsidRDefault="001A403D" w:rsidP="00E36567">
      <w:pPr>
        <w:pStyle w:val="libBoldItalic"/>
      </w:pPr>
      <w:r>
        <w:t>O Children of Israel! Remember My favour which I have bestowed upon you and that I preferred you over the worlds (people). (47) And fear a day when no soul will suffice another soul at all, nor will intercession be accepted from it, nor will compensation be received from it, nor will they be helped. (48)</w:t>
      </w:r>
    </w:p>
    <w:p w:rsidR="001A403D" w:rsidRDefault="001A403D" w:rsidP="001A403D">
      <w:pPr>
        <w:pStyle w:val="libNormal"/>
      </w:pPr>
      <w:r>
        <w:t>1-When Allah made Musa (a.s.) and Haroon (a.s.) to announce prophet-hood, they advised their nation about Nabuwat of Mohammad sawaw, Ali asws being Wasi and Imamat of pure progeny asws, and took covenant from them on this that if you fulfil it then you will enter Jannah, will be preferred over all the nations of the world by this practice, and this preference in Deen is shade of cloud, coming down of Munn and Salva, to quench you with sweet water from the stone, to make way in the ocean for you, and to save you, and to drown your enemies Fir’oun and his nation. If anyone will accept (with heart) Walayat of Mohammad-o-Aal-e-Mohammad asws in his time, Allah will favour him much more than that. And remember the day of death, that day any person, recommendation and compensation can not avail, that the death can be postponed.</w:t>
      </w:r>
    </w:p>
    <w:p w:rsidR="001A403D" w:rsidRDefault="001A403D" w:rsidP="00E36567">
      <w:pPr>
        <w:pStyle w:val="libNormal"/>
      </w:pPr>
      <w:r>
        <w:t xml:space="preserve">This is the mentioning of the day of death that recommendation and compensation can not work, but on the Day of Qiyamah Mohammad-o-Aal-e-Mohammad asws will be on A’raaf, and will intercede for their Shias. In the plane of Mah’shar those Shias who will have shortfall in their deeds, for them pious Shias of their time will be sent who will be like Salman (a.s.), Abu Zarr (a.s.), Miqdad (a.s.), Ammar (a.s.) so that they can pick them up to take to Jannah. Then we will pick our lovers and pious Shias to take to our Jannah. Then such a person will also come who had done shortfall in his deeds but he will have our Walayat, Taqiah (piety) and rights of brothers, for him from one hundred to hundred thousand Nasbis will be sacrificed as </w:t>
      </w:r>
      <w:r>
        <w:lastRenderedPageBreak/>
        <w:t>ransom and thrown into Hell, and he will be entered in Jannah. (Imam Hassan Askari asws &amp; Imam Jafar Sadiq asws) (al-Burhan, v1, p 212)</w:t>
      </w:r>
    </w:p>
    <w:p w:rsidR="001A403D" w:rsidRDefault="001A403D" w:rsidP="009229E3">
      <w:pPr>
        <w:pStyle w:val="libCenterBold1"/>
      </w:pPr>
      <w:r>
        <w:t>Lesson:</w:t>
      </w:r>
    </w:p>
    <w:p w:rsidR="001A403D" w:rsidRDefault="001A403D" w:rsidP="001A403D">
      <w:pPr>
        <w:pStyle w:val="libNormal"/>
      </w:pPr>
      <w:r>
        <w:t>1-This is a warning lesson for Muqassir Nasbis who are proud about their good deeds and Ibadaat without testimony of Walayat-e-Ali asws, that their deeds will take them to Paradise, but they do not know that Nasbis are scapegoats.</w:t>
      </w:r>
    </w:p>
    <w:p w:rsidR="001A403D" w:rsidRDefault="001A403D" w:rsidP="001A403D">
      <w:pPr>
        <w:pStyle w:val="libNormal"/>
      </w:pPr>
      <w:r>
        <w:t>2-Safety of Deen and Dunya is only for him who declares Walayat-e-Ali asws with heart, openly with his tongue and practice, he is the honoured one near Allah.</w:t>
      </w:r>
    </w:p>
    <w:p w:rsidR="001A403D" w:rsidRDefault="001A403D" w:rsidP="00385B48">
      <w:pPr>
        <w:pStyle w:val="libAr"/>
      </w:pPr>
      <w:r>
        <w:rPr>
          <w:rFonts w:hint="eastAsia"/>
          <w:rtl/>
        </w:rPr>
        <w:t>وَإِذۡ</w:t>
      </w:r>
      <w:r>
        <w:rPr>
          <w:rtl/>
        </w:rPr>
        <w:t xml:space="preserve"> فَرَقۡنَا بِكُمُ </w:t>
      </w:r>
      <w:r>
        <w:rPr>
          <w:rFonts w:hint="cs"/>
          <w:rtl/>
        </w:rPr>
        <w:t>ٱ</w:t>
      </w:r>
      <w:r>
        <w:rPr>
          <w:rFonts w:hint="eastAsia"/>
          <w:rtl/>
        </w:rPr>
        <w:t>لۡبَحۡرَ</w:t>
      </w:r>
      <w:r>
        <w:rPr>
          <w:rtl/>
        </w:rPr>
        <w:t xml:space="preserve"> فَأَنجَيۡنَـٰ</w:t>
      </w:r>
      <w:r w:rsidR="001E6BAB" w:rsidRPr="001E6BAB">
        <w:rPr>
          <w:rFonts w:hint="cs"/>
          <w:rtl/>
        </w:rPr>
        <w:t>ک</w:t>
      </w:r>
      <w:r>
        <w:rPr>
          <w:rFonts w:hint="eastAsia"/>
          <w:rtl/>
        </w:rPr>
        <w:t>مۡ</w:t>
      </w:r>
      <w:r>
        <w:rPr>
          <w:rtl/>
        </w:rPr>
        <w:t xml:space="preserve"> وَأَغۡرَقۡنَآ ءَالَ فِرۡعَوۡنَ وَأَنتُمۡ تَنظُرُونَ (٥٠</w:t>
      </w:r>
      <w:r w:rsidR="009229E3">
        <w:rPr>
          <w:rtl/>
        </w:rPr>
        <w:t>)</w:t>
      </w:r>
      <w:r>
        <w:rPr>
          <w:rtl/>
        </w:rPr>
        <w:t xml:space="preserve"> وَإِذۡ وَ</w:t>
      </w:r>
      <w:r w:rsidR="005B7B9E" w:rsidRPr="005B7B9E">
        <w:rPr>
          <w:rFonts w:hint="cs"/>
          <w:rtl/>
        </w:rPr>
        <w:t>ا</w:t>
      </w:r>
      <w:r>
        <w:rPr>
          <w:rFonts w:hint="eastAsia"/>
          <w:rtl/>
        </w:rPr>
        <w:t>عَدۡنَا</w:t>
      </w:r>
      <w:r>
        <w:rPr>
          <w:rtl/>
        </w:rPr>
        <w:t xml:space="preserve"> مُوسَىٰٓ أَرۡبَعِينَ لَيۡلَةً۬ ثُمَّ </w:t>
      </w:r>
      <w:r>
        <w:rPr>
          <w:rFonts w:hint="cs"/>
          <w:rtl/>
        </w:rPr>
        <w:t>ٱ</w:t>
      </w:r>
      <w:r>
        <w:rPr>
          <w:rFonts w:hint="eastAsia"/>
          <w:rtl/>
        </w:rPr>
        <w:t>تَّخَذۡتُمُ</w:t>
      </w:r>
      <w:r>
        <w:rPr>
          <w:rtl/>
        </w:rPr>
        <w:t xml:space="preserve"> </w:t>
      </w:r>
      <w:r>
        <w:rPr>
          <w:rFonts w:hint="cs"/>
          <w:rtl/>
        </w:rPr>
        <w:t>ٱ</w:t>
      </w:r>
      <w:r>
        <w:rPr>
          <w:rFonts w:hint="eastAsia"/>
          <w:rtl/>
        </w:rPr>
        <w:t>لۡعِجۡلَ</w:t>
      </w:r>
      <w:r>
        <w:rPr>
          <w:rtl/>
        </w:rPr>
        <w:t xml:space="preserve"> مِنۢ بَعۡدِهِ</w:t>
      </w:r>
      <w:r>
        <w:rPr>
          <w:rFonts w:hint="cs"/>
          <w:rtl/>
        </w:rPr>
        <w:t>ۦ</w:t>
      </w:r>
      <w:r>
        <w:rPr>
          <w:rtl/>
        </w:rPr>
        <w:t xml:space="preserve"> وَأَنتُمۡ ظَـٰلِمُونَ (٥١</w:t>
      </w:r>
      <w:r w:rsidR="009229E3">
        <w:rPr>
          <w:rtl/>
        </w:rPr>
        <w:t>)</w:t>
      </w:r>
      <w:r>
        <w:rPr>
          <w:rtl/>
        </w:rPr>
        <w:t xml:space="preserve"> ثُمَّ عَفَوۡنَا عَنكُم مِّ</w:t>
      </w:r>
      <w:r>
        <w:rPr>
          <w:rFonts w:hint="eastAsia"/>
          <w:rtl/>
        </w:rPr>
        <w:t>نۢ</w:t>
      </w:r>
      <w:r>
        <w:rPr>
          <w:rtl/>
        </w:rPr>
        <w:t xml:space="preserve"> بَعۡدِ ذَ</w:t>
      </w:r>
      <w:r w:rsidR="005B7B9E" w:rsidRPr="005B7B9E">
        <w:rPr>
          <w:rFonts w:hint="cs"/>
          <w:rtl/>
        </w:rPr>
        <w:t>ا</w:t>
      </w:r>
      <w:r>
        <w:rPr>
          <w:rFonts w:hint="eastAsia"/>
          <w:rtl/>
        </w:rPr>
        <w:t>لِكَ</w:t>
      </w:r>
      <w:r>
        <w:rPr>
          <w:rtl/>
        </w:rPr>
        <w:t xml:space="preserve"> لَعَلَّكُمۡ تَشۡكُرُونَ (٥٢</w:t>
      </w:r>
      <w:r w:rsidR="009229E3">
        <w:rPr>
          <w:rtl/>
        </w:rPr>
        <w:t>)</w:t>
      </w:r>
      <w:r>
        <w:rPr>
          <w:rtl/>
        </w:rPr>
        <w:t xml:space="preserve"> وَإِذۡ ءَاتَيۡنَا مُوسَى </w:t>
      </w:r>
      <w:r>
        <w:rPr>
          <w:rFonts w:hint="cs"/>
          <w:rtl/>
        </w:rPr>
        <w:t>ٱ</w:t>
      </w:r>
      <w:r>
        <w:rPr>
          <w:rFonts w:hint="eastAsia"/>
          <w:rtl/>
        </w:rPr>
        <w:t>لۡكِتَـٰبَ</w:t>
      </w:r>
      <w:r>
        <w:rPr>
          <w:rtl/>
        </w:rPr>
        <w:t xml:space="preserve"> وَ</w:t>
      </w:r>
      <w:r>
        <w:rPr>
          <w:rFonts w:hint="cs"/>
          <w:rtl/>
        </w:rPr>
        <w:t>ٱ</w:t>
      </w:r>
      <w:r>
        <w:rPr>
          <w:rFonts w:hint="eastAsia"/>
          <w:rtl/>
        </w:rPr>
        <w:t>لۡفُرۡقَانَ</w:t>
      </w:r>
      <w:r>
        <w:rPr>
          <w:rtl/>
        </w:rPr>
        <w:t xml:space="preserve"> لَعَلَّكُمۡ تَ</w:t>
      </w:r>
      <w:r w:rsidR="001E6BAB" w:rsidRPr="001E6BAB">
        <w:rPr>
          <w:rFonts w:hint="cs"/>
          <w:rtl/>
        </w:rPr>
        <w:t>ه</w:t>
      </w:r>
      <w:r w:rsidRPr="00595365">
        <w:rPr>
          <w:rFonts w:hint="cs"/>
          <w:rtl/>
        </w:rPr>
        <w:t>ۡتَدُونَ (٥٣</w:t>
      </w:r>
      <w:r w:rsidR="009229E3">
        <w:rPr>
          <w:rtl/>
        </w:rPr>
        <w:t>)</w:t>
      </w:r>
    </w:p>
    <w:p w:rsidR="001A403D" w:rsidRDefault="001A403D" w:rsidP="00E36567">
      <w:pPr>
        <w:pStyle w:val="libBoldItalic"/>
      </w:pPr>
      <w:r>
        <w:t>And when We parted the sea for you and rescued you, and drowned the folk of Fir’oun while you were looking on. (50) And when We made an appointment for Moses for forty nights, and then you took (for worship) the calf after him, while you were wrong-doers. (51) Then, even after that, We pardoned you so perhaps you would be grateful. (52) And when We gave to Musa the Scripture and the criterion that perhaps you would be guided. (53)</w:t>
      </w:r>
    </w:p>
    <w:p w:rsidR="001A403D" w:rsidRDefault="001A403D" w:rsidP="001A403D">
      <w:pPr>
        <w:pStyle w:val="libNormal"/>
      </w:pPr>
      <w:r>
        <w:t>1-When Musa (a.s.) reached the shore of ocean, Allah Azza wa Jalla said: Tell them to renew My Tauheed, and mention Mohammad sawaw with heart, who is chief of my servants &amp; maids, and put covenant of Walayat-e-Ali asws on their souls, and Walayat of their pure Aal asws, and then do Dua for their sake, then water will become like earth. Nation hesitated. Among them Kalib bin Yohanna was riding a horse, he renewed in his heart Tauheed of Allah, Nabuwat of Mohammad sawaw, and Walayat of Ali asws &amp; pure Aal asws, and made Dua for their sake that he should be permitted to cross the water, and he stroke his horse with heel and went on water. This gulf was four Farsakh (about 24km) wide, he went on it to the other side, then came back and said to the nation,”This Dua is the key of the doors of Jannah, and closes the doors of punishment, sends down the provision, and sends down the Happiness of Allah on servants and maids, O people! Listen to Allah and Musa (a.s.)” But nation denied and said: We will only walk on earth.</w:t>
      </w:r>
    </w:p>
    <w:p w:rsidR="001A403D" w:rsidRDefault="001A403D" w:rsidP="001A403D">
      <w:pPr>
        <w:pStyle w:val="libNormal"/>
      </w:pPr>
      <w:r>
        <w:t xml:space="preserve">Allah sent revelation that O Musa (a.s.), for the sake of Mohammad-o-Aal-e-Mohammad asws strike your staff. Then ocean parted (split) and earth (bottom) was exposed until the end of the gulf. When it was commanded to enter, people said that earth was wet, we are afraid to drown. Again Musa (a.s.) supplicated for the sake of Mohammad-o-Aal-e-Mohammad asws with the command of Allah, then wind blew which dried the earth. Then the nation said: We are twelve tribes, there will be fight, make separate way for each. Then Musa (a.s.) stroke the staff again and again for the sake of Mohammad-o-Aal-e-Mohammad asws to make twelve ways, then wind made them dry. Then people demanded: We would not know what is </w:t>
      </w:r>
      <w:r>
        <w:lastRenderedPageBreak/>
        <w:t>happening with others on the way. Then for the sake of Mohammad-o-Aal-e-Mohammad asws Musa (a.s.) stroke the staff on the walls of water in between the ways and windows were made in them, so that they can see each other. Then people entered into it, and when they reached the other side then the last person of Fir’oun has entered in it, then Allah closed the ocean on them, and they all were drowned, and the nation of Musa (a.s.) was looking at. Allah saved the whole nation for the sake of Mohammad-o-Aal-e-Mohammad asws. You be wise as well and believe in Mohammad-o-Aal-e-Mohammad asws.</w:t>
      </w:r>
    </w:p>
    <w:p w:rsidR="001A403D" w:rsidRDefault="001A403D" w:rsidP="001A403D">
      <w:pPr>
        <w:pStyle w:val="libNormal"/>
      </w:pPr>
      <w:r>
        <w:t>After getting rid of Fir’oun, Musa (a.s.) said to the nation: Allah is going to give you the scripture, in which there are commands &amp; forbiddance, and advice &amp; warning, and examples. Then Musa (a.s.) went to the valley of the hill and kept thirty fasts, and cleaned his teeth at the time of breaking the last fast. Then Allah said: I like more the smell of mouth of who keeps fast than musk, so keep ten more fasts. Then Allah gave the scripture after forty days. On the other side Samri put the weak faith people into doubt &amp; suspicion that twenty days and twenty nights together make the promise of forty, and Musa (a.s.) got mistaken, Allah is Omnipotent, He can call you toward Him Himself, and there is no need to raise Musa (a.s.), so this is the calf, Allah will speak to you through it, as He was speaking in tree to Musa (a.s.), so the people went astray by this.</w:t>
      </w:r>
    </w:p>
    <w:p w:rsidR="001A403D" w:rsidRDefault="001A403D" w:rsidP="00E36567">
      <w:pPr>
        <w:pStyle w:val="libNormal"/>
      </w:pPr>
      <w:r>
        <w:t>Musa (a.s.) asked the calf: They think that their Rabb spoke through you? Calf said praising Allah: Allah is higher than that He can be enclosed in something, in fact this rejected (Samri) was hiding behind me and speaking, “It is your God and God of Musa (a.s.)” Allah Ta’ala forgave them for the sake of Mohammad-o-Aal-e-Mohammad asws so that their generation which has to come in the time of Rasool Allah sawaw should remember the favour of pardon and be grateful, and who have to come after them as well. Allah Ta’ala said to Musa (a.s.): Make your nation to renew the covenant, and I have made it obligatory on Me after oath of Haqq that I will accept the believing of any one, nor any deed except that he should believe that Mohammad sawaw is superior to all the Nabis and is the chief of Mursaleen, and his brother and Wasi Ali asws is superior to all Aosiya (vicegerents). Musa (a.s.) made them to renew the covenant, who testified truthfully their foreheads became bright with clear Noor, and who testified without heart only verbally, Noor did not appear on their foreheads, and this was Furqan (criterion) which Allah gave to Musa (a.s.), which makes distinction between the companions of Haqq and Batil. “Perhaps you may be guided” means that perhaps you may know that near Allah Azza wa Jalla only that servant is honoured and respectable who believes in Walayat. (Imam Hassan Askari asws) (al-Burhan, v1, p215)</w:t>
      </w:r>
    </w:p>
    <w:p w:rsidR="001A403D" w:rsidRDefault="001A403D" w:rsidP="009229E3">
      <w:pPr>
        <w:pStyle w:val="libCenterBold1"/>
      </w:pPr>
      <w:r>
        <w:t>Lesson:</w:t>
      </w:r>
    </w:p>
    <w:p w:rsidR="001A403D" w:rsidRDefault="001A403D" w:rsidP="001A403D">
      <w:pPr>
        <w:pStyle w:val="libNormal"/>
      </w:pPr>
      <w:r>
        <w:t>1-To testify Walayat of Mohammad-o-Aal-e-Mohammad asws with heart and their Zikr is Ism-e-Azam. Anything in the universe can be subdued by Zikr of Masumeen asws.</w:t>
      </w:r>
    </w:p>
    <w:p w:rsidR="001A403D" w:rsidRDefault="001A403D" w:rsidP="001A403D">
      <w:pPr>
        <w:pStyle w:val="libNormal"/>
      </w:pPr>
      <w:r>
        <w:t>2-The narrations of previous Ummahs gives clear lesson that salvation depends only on the belief &amp; testimony of Walayat of Masumeen asws.</w:t>
      </w:r>
    </w:p>
    <w:p w:rsidR="001A403D" w:rsidRDefault="001A403D" w:rsidP="001A403D">
      <w:pPr>
        <w:pStyle w:val="libNormal"/>
      </w:pPr>
      <w:r>
        <w:lastRenderedPageBreak/>
        <w:t>3-Everything is mentioned in the Book of Allah, command &amp; forbiddance, advice &amp; warning, examples, etc, which humans can need. Quran e Kareem is constitution of life. If now any blind of wisdom says that only four or five hundred verses are pertaining to Shariah, then obviously he is astray and is leading the weak faith people astray as well.</w:t>
      </w:r>
    </w:p>
    <w:p w:rsidR="001A403D" w:rsidRDefault="001A403D" w:rsidP="001A403D">
      <w:pPr>
        <w:pStyle w:val="libNormal"/>
      </w:pPr>
      <w:r>
        <w:t>4-Whatever Samri did to lead the nation astray in the absence of Musa (a.s.) who was Hujjat of that time, exactly same Muqassir Mulla is doing nowadays. There is not only one Calf, instead there are many Calves which are being worshiped. Zunni Fatawa based on personal opinions are being attributed to Allah that one should act on that considering the command of Allah, as sound came out of the Calf “I am your God”. Muqassir Mulla says: I am your guardian in the apparent absence of Imam e Zamana asws! Is Omnipotent Allah issuing Fatawa through Muqassir Mulla like the case of calf? Further Nasbis bark: Allah does not need only Infallible Medium to keep in contact with the creations, Allah can do this job through fly or mosquito as well! (Naoozobillah)</w:t>
      </w:r>
    </w:p>
    <w:p w:rsidR="001A403D" w:rsidRDefault="001A403D" w:rsidP="001A403D">
      <w:pPr>
        <w:pStyle w:val="libNormal"/>
      </w:pPr>
      <w:r>
        <w:t>5-Allah the Needless has made it obligatory on Himself that He will never accept Emaan (faith) or any deed without testimony of Walayat. All Farooh-e-Deen are deeds which are unacceptable without testimony of Walayat-e-Ali asws.</w:t>
      </w:r>
    </w:p>
    <w:p w:rsidR="001A403D" w:rsidRDefault="001A403D" w:rsidP="001A403D">
      <w:pPr>
        <w:pStyle w:val="libNormal"/>
      </w:pPr>
      <w:r>
        <w:t>6-Every beat of heart and every breath of Shian-e-Maola Ali asws is sound of testimony of Walayat: Ali Ali, Ali Ali asws.</w:t>
      </w:r>
    </w:p>
    <w:p w:rsidR="001A403D" w:rsidRDefault="001A403D" w:rsidP="001A403D">
      <w:pPr>
        <w:pStyle w:val="libNormal"/>
      </w:pPr>
      <w:r>
        <w:t>7-Bright faced, and honoured &amp; guided ones near Allah are only those people who testify Walayat of Mohammad-o-Aal-e-Mohammad asws with their hearts, tongues and while performing deeds.</w:t>
      </w:r>
    </w:p>
    <w:p w:rsidR="001A403D" w:rsidRDefault="001A403D" w:rsidP="00385B48">
      <w:pPr>
        <w:pStyle w:val="libAr"/>
      </w:pPr>
      <w:r>
        <w:rPr>
          <w:rFonts w:hint="eastAsia"/>
          <w:rtl/>
        </w:rPr>
        <w:t>وَإِذۡ</w:t>
      </w:r>
      <w:r>
        <w:rPr>
          <w:rtl/>
        </w:rPr>
        <w:t xml:space="preserve"> قَالَ مُوسَىٰ لِقَوۡمِهِ</w:t>
      </w:r>
      <w:r>
        <w:rPr>
          <w:rFonts w:hint="cs"/>
          <w:rtl/>
        </w:rPr>
        <w:t>ۦ</w:t>
      </w:r>
      <w:r>
        <w:rPr>
          <w:rtl/>
        </w:rPr>
        <w:t xml:space="preserve"> يَـٰقَوۡمِ إِنَّكُمۡ ظَلَمۡتُمۡ أَنفُسَ</w:t>
      </w:r>
      <w:r w:rsidR="001E6BAB" w:rsidRPr="001E6BAB">
        <w:rPr>
          <w:rFonts w:hint="cs"/>
          <w:rtl/>
        </w:rPr>
        <w:t>ک</w:t>
      </w:r>
      <w:r>
        <w:rPr>
          <w:rFonts w:hint="eastAsia"/>
          <w:rtl/>
        </w:rPr>
        <w:t>م</w:t>
      </w:r>
      <w:r>
        <w:rPr>
          <w:rtl/>
        </w:rPr>
        <w:t xml:space="preserve"> بِ</w:t>
      </w:r>
      <w:r>
        <w:rPr>
          <w:rFonts w:hint="cs"/>
          <w:rtl/>
        </w:rPr>
        <w:t>ٱ</w:t>
      </w:r>
      <w:r>
        <w:rPr>
          <w:rFonts w:hint="eastAsia"/>
          <w:rtl/>
        </w:rPr>
        <w:t>تِّخَاذِكُمُ</w:t>
      </w:r>
      <w:r>
        <w:rPr>
          <w:rtl/>
        </w:rPr>
        <w:t xml:space="preserve"> </w:t>
      </w:r>
      <w:r>
        <w:rPr>
          <w:rFonts w:hint="cs"/>
          <w:rtl/>
        </w:rPr>
        <w:t>ٱ</w:t>
      </w:r>
      <w:r>
        <w:rPr>
          <w:rFonts w:hint="eastAsia"/>
          <w:rtl/>
        </w:rPr>
        <w:t>لۡعِجۡلَ</w:t>
      </w:r>
      <w:r>
        <w:rPr>
          <w:rtl/>
        </w:rPr>
        <w:t xml:space="preserve"> فَتُوبُوٓاْ إِلَىٰ بَارِ</w:t>
      </w:r>
      <w:r>
        <w:rPr>
          <w:rFonts w:hint="cs"/>
          <w:rtl/>
        </w:rPr>
        <w:t>ٮِٕ</w:t>
      </w:r>
      <w:r>
        <w:rPr>
          <w:rFonts w:hint="eastAsia"/>
          <w:rtl/>
        </w:rPr>
        <w:t>كُمۡ</w:t>
      </w:r>
      <w:r>
        <w:rPr>
          <w:rtl/>
        </w:rPr>
        <w:t xml:space="preserve"> فَ</w:t>
      </w:r>
      <w:r>
        <w:rPr>
          <w:rFonts w:hint="cs"/>
          <w:rtl/>
        </w:rPr>
        <w:t>ٱ</w:t>
      </w:r>
      <w:r>
        <w:rPr>
          <w:rFonts w:hint="eastAsia"/>
          <w:rtl/>
        </w:rPr>
        <w:t>قۡتُلُوٓاْ</w:t>
      </w:r>
      <w:r>
        <w:rPr>
          <w:rtl/>
        </w:rPr>
        <w:t xml:space="preserve"> أَنفُسَكُمۡ ذَ</w:t>
      </w:r>
      <w:r w:rsidR="005B7B9E" w:rsidRPr="005B7B9E">
        <w:rPr>
          <w:rFonts w:hint="cs"/>
          <w:rtl/>
        </w:rPr>
        <w:t>ا</w:t>
      </w:r>
      <w:r>
        <w:rPr>
          <w:rFonts w:hint="eastAsia"/>
          <w:rtl/>
        </w:rPr>
        <w:t>لِكُمۡ</w:t>
      </w:r>
      <w:r>
        <w:rPr>
          <w:rtl/>
        </w:rPr>
        <w:t xml:space="preserve"> خَيۡرٌ۬ لَّكُمۡ عِندَ بَارِ</w:t>
      </w:r>
      <w:r>
        <w:rPr>
          <w:rFonts w:hint="cs"/>
          <w:rtl/>
        </w:rPr>
        <w:t>ٮِٕ</w:t>
      </w:r>
      <w:r>
        <w:rPr>
          <w:rFonts w:hint="eastAsia"/>
          <w:rtl/>
        </w:rPr>
        <w:t>كُمۡ</w:t>
      </w:r>
      <w:r>
        <w:rPr>
          <w:rtl/>
        </w:rPr>
        <w:t xml:space="preserve"> فَتَابَ عَلَيۡكُمۡ‌ۚ إِنَّهُ </w:t>
      </w:r>
      <w:r>
        <w:rPr>
          <w:rFonts w:hint="cs"/>
          <w:rtl/>
        </w:rPr>
        <w:t>ۥ</w:t>
      </w:r>
      <w:r>
        <w:rPr>
          <w:rtl/>
        </w:rPr>
        <w:t xml:space="preserve"> هُوَ </w:t>
      </w:r>
      <w:r>
        <w:rPr>
          <w:rFonts w:hint="cs"/>
          <w:rtl/>
        </w:rPr>
        <w:t>ٱ</w:t>
      </w:r>
      <w:r>
        <w:rPr>
          <w:rFonts w:hint="eastAsia"/>
          <w:rtl/>
        </w:rPr>
        <w:t>لتَّوَّابُ</w:t>
      </w:r>
      <w:r>
        <w:rPr>
          <w:rtl/>
        </w:rPr>
        <w:t xml:space="preserve"> </w:t>
      </w:r>
      <w:r>
        <w:rPr>
          <w:rFonts w:hint="cs"/>
          <w:rtl/>
        </w:rPr>
        <w:t>ٱ</w:t>
      </w:r>
      <w:r>
        <w:rPr>
          <w:rFonts w:hint="eastAsia"/>
          <w:rtl/>
        </w:rPr>
        <w:t>لرَّحِيمُ</w:t>
      </w:r>
      <w:r>
        <w:rPr>
          <w:rtl/>
        </w:rPr>
        <w:t xml:space="preserve"> (٥٤</w:t>
      </w:r>
      <w:r w:rsidR="009229E3">
        <w:rPr>
          <w:rtl/>
        </w:rPr>
        <w:t>)</w:t>
      </w:r>
    </w:p>
    <w:p w:rsidR="001A403D" w:rsidRDefault="001A403D" w:rsidP="00E36567">
      <w:pPr>
        <w:pStyle w:val="libBoldItalic"/>
      </w:pPr>
      <w:r>
        <w:t>And when Musa said to his people: O my people! You have wronged yourselves by your choosing of the calf (for worship) so repent to your Creator, and kill yourselves (the guilty among you). That is best for you with your Creator, then He accepted your repentance, indeed He is the Accepting of repentance, the Merciful. (54)</w:t>
      </w:r>
    </w:p>
    <w:p w:rsidR="001A403D" w:rsidRDefault="001A403D" w:rsidP="001A403D">
      <w:pPr>
        <w:pStyle w:val="libNormal"/>
      </w:pPr>
      <w:r>
        <w:t>1-Musa (a.s.) smashed the calf into pieces and threw in the ocean, which was made of gold, then told the nation to drink water. Who had worshiped the calf, his lips and nose became black. Allah Ta’ala commanded that those who did not worship the calf, they should kill them. Who had to kill, said: It is very hard on us that we should kill father, sons, brothers, and relatives with our hands, and we did not worship it as well.</w:t>
      </w:r>
    </w:p>
    <w:p w:rsidR="001A403D" w:rsidRDefault="001A403D" w:rsidP="00E36567">
      <w:pPr>
        <w:pStyle w:val="libNormal"/>
      </w:pPr>
      <w:r>
        <w:t xml:space="preserve">Then Allah revealed: They should make Dua for the sake of Mohammad-o-Aal-e-Mohammad asws, then it will be easy for them to kill the sinners, and they will not be sad on killing the relatives as well. Sinners came to know this thing that Allah does not reject a Dua made for the sake of Mohammad-o-Aal-e-Mohammad asws. So they all got together and made Dua with humiliation: O our Rabb, for the sake of greatness of Mohammad Akram sawaw, for the sake of greatness of Ali Afzal &amp; Azam asws, and for the sake of superiority of Fatima asws, and for the sake of Hassan asws and Hussain asws the sons of Syyedul Mursaleen sawaw, who are the chief of </w:t>
      </w:r>
      <w:r>
        <w:lastRenderedPageBreak/>
        <w:t>all the youth of Jannah, and for the sake of greatness of their pure &amp; clean progeny Aal-e-TaHa &amp; YaSeen asws, forgive our sins, and pardon our punishment, and delete the decision of our murder. At that time Musa (a.s.) was revealed: They should not be killed, because they requested and vowed for their (asws) sake, even if Iblees would have vowed for their (asws) sake, I would have definitely guided him, and if Namrood and Fir’oun had vowed for their (asws) sake, I would have definitely saved them. So their murder was cancelled. (Imam Hassan Askari asws) (al-Burhan, v1, p219)</w:t>
      </w:r>
    </w:p>
    <w:p w:rsidR="001A403D" w:rsidRDefault="001A403D" w:rsidP="009229E3">
      <w:pPr>
        <w:pStyle w:val="libCenterBold1"/>
      </w:pPr>
      <w:r>
        <w:t>Lesson:</w:t>
      </w:r>
    </w:p>
    <w:p w:rsidR="001A403D" w:rsidRDefault="001A403D" w:rsidP="001A403D">
      <w:pPr>
        <w:pStyle w:val="libNormal"/>
      </w:pPr>
      <w:r>
        <w:t>1-The articles of misguidance should be broken into pieces and thrown away, even if they are made of gold and silver. Those books which do not have complete Kalima, nor reference of Masumeen asws, but contain Fatawa against Walayat &amp; Infalliblity of Masumeen asws and Azadari of Imam Hussain asws, those books should be drowned.</w:t>
      </w:r>
    </w:p>
    <w:p w:rsidR="001A403D" w:rsidRDefault="001A403D" w:rsidP="001A403D">
      <w:pPr>
        <w:pStyle w:val="libNormal"/>
      </w:pPr>
      <w:r>
        <w:t>2-If notorious rejected ones would have put their heads on the door of Mohammad-o-Aal-e-Mohammad asws, Allah would have forgiven their great sin like Shirk. For the sake of Masumeen asws Allah cancels the imminent Azab. There is no need to be shy, still there is time to stand in the presence of Allah and to give testimony of Walayat-e-Ali asws. Hurr put the head on the holy feet of Imam Hussain Rahman asws and became “peace be upon him”</w:t>
      </w:r>
    </w:p>
    <w:p w:rsidR="001A403D" w:rsidRDefault="001A403D" w:rsidP="00385B48">
      <w:pPr>
        <w:pStyle w:val="libAr"/>
      </w:pPr>
      <w:r>
        <w:rPr>
          <w:rFonts w:hint="eastAsia"/>
          <w:rtl/>
        </w:rPr>
        <w:t>وَإِذۡ</w:t>
      </w:r>
      <w:r>
        <w:rPr>
          <w:rtl/>
        </w:rPr>
        <w:t xml:space="preserve"> قُلۡتُمۡ يَـٰمُوسَىٰ لَن نُّؤۡمِنَ لَكَ حَتَّىٰ نَرَى </w:t>
      </w:r>
      <w:r>
        <w:rPr>
          <w:rFonts w:hint="cs"/>
          <w:rtl/>
        </w:rPr>
        <w:t>ٱ</w:t>
      </w:r>
      <w:r>
        <w:rPr>
          <w:rFonts w:hint="eastAsia"/>
          <w:rtl/>
        </w:rPr>
        <w:t>للَّهَ</w:t>
      </w:r>
      <w:r>
        <w:rPr>
          <w:rtl/>
        </w:rPr>
        <w:t xml:space="preserve"> جَهۡرَةً۬ فَأَخَذَتۡكُمُ </w:t>
      </w:r>
      <w:r>
        <w:rPr>
          <w:rFonts w:hint="cs"/>
          <w:rtl/>
        </w:rPr>
        <w:t>ٱ</w:t>
      </w:r>
      <w:r>
        <w:rPr>
          <w:rFonts w:hint="eastAsia"/>
          <w:rtl/>
        </w:rPr>
        <w:t>لصَّـٰعِقَةُ</w:t>
      </w:r>
      <w:r>
        <w:rPr>
          <w:rtl/>
        </w:rPr>
        <w:t xml:space="preserve"> وَأَنتُمۡ تَنظُرُونَ (٥٥</w:t>
      </w:r>
      <w:r w:rsidR="009229E3">
        <w:rPr>
          <w:rtl/>
        </w:rPr>
        <w:t>)</w:t>
      </w:r>
      <w:r>
        <w:rPr>
          <w:rtl/>
        </w:rPr>
        <w:t xml:space="preserve"> ثُمَّ بَعَثۡنَـٰكُم مِّنۢ بَعۡدِ مَوۡتِكُمۡ لَعَلَّ</w:t>
      </w:r>
      <w:r w:rsidR="001E6BAB" w:rsidRPr="001E6BAB">
        <w:rPr>
          <w:rFonts w:hint="cs"/>
          <w:rtl/>
        </w:rPr>
        <w:t>ک</w:t>
      </w:r>
      <w:r>
        <w:rPr>
          <w:rFonts w:hint="eastAsia"/>
          <w:rtl/>
        </w:rPr>
        <w:t>مۡ</w:t>
      </w:r>
      <w:r>
        <w:rPr>
          <w:rtl/>
        </w:rPr>
        <w:t xml:space="preserve"> تَشۡكُرُونَ (٥٦</w:t>
      </w:r>
      <w:r w:rsidR="009229E3">
        <w:rPr>
          <w:rtl/>
        </w:rPr>
        <w:t>)</w:t>
      </w:r>
    </w:p>
    <w:p w:rsidR="001A403D" w:rsidRDefault="001A403D" w:rsidP="00E36567">
      <w:pPr>
        <w:pStyle w:val="libBoldItalic"/>
      </w:pPr>
      <w:r>
        <w:t>And when you said: O Musa! We will never believe you until we see Allah openly; so the lightning seized you while you were looking on. (55) Then We revived you after your death, that perhaps you would be grateful. (56)</w:t>
      </w:r>
    </w:p>
    <w:p w:rsidR="001A403D" w:rsidRDefault="001A403D" w:rsidP="001A403D">
      <w:pPr>
        <w:pStyle w:val="libNormal"/>
      </w:pPr>
      <w:r>
        <w:t xml:space="preserve">1-When Musa (a.s.) wanted to take covenant of Furqan that testify Nabuwat of Mohammad sawaw and Imamat of Ali asws and pure Imams asws, so that the difference between the companions of Haqq and Batil should become obvious. Then the nation said: We do not know if it is the command of Allah, He should tell us openly Himself, then Allah sent thunderbolt down on them. Musa (a.s.) asked the rest: Now what you say? They said: We do not know why lightning struck them, lightning can strike any good or bad, and if lightning seized them due to rejecting the matter of Mohammad sawaw and Ali asws, then make Dua to Allah that He should revive them, so that we can ask them. They revived due to Dua of Musa (a.s.), and they replied on questioning: O Bani Israel, this hardship struck us due to the denial of the belief of Imamat of Ali asws and Nabuwat of Mohammad sawaw, no doubt we saw Rabb’s states of the skies, Hijab, Arsh, Kursi, Paradises, and Hell, and in those states we did not see anyone more than Mohammad sawaw, Ali asws, Fatima asws, Hassan asws, and Hussain asws whose command is obeyed, and we did not see any Sultan greater than them; when lightning killed us, then we were being taken towards Hell then voice of Mohammad sawaw and Ali asws was heard, </w:t>
      </w:r>
      <w:r>
        <w:lastRenderedPageBreak/>
        <w:t>“Stop them from punishment because they will be revived again because one supplicator has asked Allah for that for our sake.</w:t>
      </w:r>
    </w:p>
    <w:p w:rsidR="001A403D" w:rsidRDefault="001A403D" w:rsidP="00E36567">
      <w:pPr>
        <w:pStyle w:val="libNormal"/>
      </w:pPr>
      <w:r>
        <w:t>Allah Ta’ala has warned the Ummah of Mohammad sawaw that do not turn away from Mohammad-o-Aal-e-Mohammad asws like the previous ones. (Imam Hassan Askari asws) (al-Burhan, v1, p220)</w:t>
      </w:r>
    </w:p>
    <w:p w:rsidR="001A403D" w:rsidRDefault="001A403D" w:rsidP="009229E3">
      <w:pPr>
        <w:pStyle w:val="libCenterBold1"/>
      </w:pPr>
      <w:r>
        <w:t>Lesson:</w:t>
      </w:r>
    </w:p>
    <w:p w:rsidR="001A403D" w:rsidRDefault="001A403D" w:rsidP="001A403D">
      <w:pPr>
        <w:pStyle w:val="libNormal"/>
      </w:pPr>
      <w:r>
        <w:t>1-Mohammad-o-Aal-e-Mohammad asws are Mashiyatullah, no doubt they have power over the universe, whether it is this world or the Hereafter, Happiness of Allah and Salvation is in the Devotion and Obedience of Masumeen asws.</w:t>
      </w:r>
    </w:p>
    <w:p w:rsidR="001A403D" w:rsidRDefault="001A403D" w:rsidP="00385B48">
      <w:pPr>
        <w:pStyle w:val="libAr"/>
      </w:pPr>
      <w:r>
        <w:rPr>
          <w:rFonts w:hint="eastAsia"/>
          <w:rtl/>
        </w:rPr>
        <w:t>وَظَلَّلۡنَا</w:t>
      </w:r>
      <w:r>
        <w:rPr>
          <w:rtl/>
        </w:rPr>
        <w:t xml:space="preserve"> عَلَيۡ</w:t>
      </w:r>
      <w:r w:rsidR="001E6BAB" w:rsidRPr="001E6BAB">
        <w:rPr>
          <w:rFonts w:hint="cs"/>
          <w:rtl/>
        </w:rPr>
        <w:t>ک</w:t>
      </w:r>
      <w:r>
        <w:rPr>
          <w:rFonts w:hint="eastAsia"/>
          <w:rtl/>
        </w:rPr>
        <w:t>مُ</w:t>
      </w:r>
      <w:r>
        <w:rPr>
          <w:rtl/>
        </w:rPr>
        <w:t xml:space="preserve"> </w:t>
      </w:r>
      <w:r>
        <w:rPr>
          <w:rFonts w:hint="cs"/>
          <w:rtl/>
        </w:rPr>
        <w:t>ٱ</w:t>
      </w:r>
      <w:r>
        <w:rPr>
          <w:rFonts w:hint="eastAsia"/>
          <w:rtl/>
        </w:rPr>
        <w:t>لۡغَمَامَ</w:t>
      </w:r>
      <w:r>
        <w:rPr>
          <w:rtl/>
        </w:rPr>
        <w:t xml:space="preserve"> وَأَنزَلۡنَا عَلَيۡكُمُ </w:t>
      </w:r>
      <w:r>
        <w:rPr>
          <w:rFonts w:hint="cs"/>
          <w:rtl/>
        </w:rPr>
        <w:t>ٱ</w:t>
      </w:r>
      <w:r>
        <w:rPr>
          <w:rFonts w:hint="eastAsia"/>
          <w:rtl/>
        </w:rPr>
        <w:t>لۡمَنَّ</w:t>
      </w:r>
      <w:r>
        <w:rPr>
          <w:rtl/>
        </w:rPr>
        <w:t xml:space="preserve"> وَ</w:t>
      </w:r>
      <w:r>
        <w:rPr>
          <w:rFonts w:hint="cs"/>
          <w:rtl/>
        </w:rPr>
        <w:t>ٱ</w:t>
      </w:r>
      <w:r>
        <w:rPr>
          <w:rFonts w:hint="eastAsia"/>
          <w:rtl/>
        </w:rPr>
        <w:t>لسَّلۡوَىٰ‌ۖ</w:t>
      </w:r>
      <w:r>
        <w:rPr>
          <w:rtl/>
        </w:rPr>
        <w:t xml:space="preserve"> كُلُواْ مِن طَيِّبَـٰتِ مَا رَزَقۡنَـٰكُمۡ‌ۖ وَمَا ظَلَمُونَا وَلَـٰكِن كَانُوٓاْ أَنفُسَهُمۡ يَظۡلِمُونَ (٥٧</w:t>
      </w:r>
      <w:r w:rsidR="009229E3">
        <w:rPr>
          <w:rtl/>
        </w:rPr>
        <w:t>)</w:t>
      </w:r>
    </w:p>
    <w:p w:rsidR="001A403D" w:rsidRDefault="001A403D" w:rsidP="00E36567">
      <w:pPr>
        <w:pStyle w:val="libBoldItalic"/>
      </w:pPr>
      <w:r>
        <w:t>And We shaded you with cloud and sent down to you the manna and the quails (salva), (saying): Eat from the good things which We have provided you. And they wrong Us not, but they did wrong to themselves. (57)</w:t>
      </w:r>
    </w:p>
    <w:p w:rsidR="001A403D" w:rsidRDefault="001A403D" w:rsidP="00E36567">
      <w:pPr>
        <w:pStyle w:val="libNormal"/>
      </w:pPr>
      <w:r>
        <w:t>1-There was shade of cloud on Bani Israel in the sun of desert, and manna &amp; salva was sent down which was sweatmeat and meat of a nice bird. So Allah Ta’ala said: Eat from the good provision which We have provided you and be grateful for the favour of Allah, and honour &amp; respect Mohammad-o-Aal-e-Mohammad asws concerning whom I took covenant &amp; promise from you. Allah Ta’ala says: They can not do injustice to Us who change &amp; alter the command which was given, and by not fulfilling the covenant, because the denial of a denier can not cause any shortfall in Our Empire &amp; State, and Momin’s faith can not add anything in Our Empire. Rather they do their own loss by alteration and denial of the command. Rasool Allah sawaw said: O servants of Allah, the belief of Walayat of our Ahlul Bait asws is obligatory on you, and that do not differentiate between us, and look how Allah gave you spacious (relaxation), how love is made clear to you, so that knowledge of Haqq can be easy for you, then relaxation of Taqiah is given to you so that you can be saved from the evil of the people, then if you alter and change then repentance is presented, and He accepts it as well, so that you can be thankful for the Favour of Allah. (Imam Hassan Askari asws) (al-Burhan, v1, p 224)</w:t>
      </w:r>
    </w:p>
    <w:p w:rsidR="001A403D" w:rsidRDefault="001A403D" w:rsidP="009229E3">
      <w:pPr>
        <w:pStyle w:val="libCenterBold1"/>
      </w:pPr>
      <w:r>
        <w:t>Lesson:</w:t>
      </w:r>
    </w:p>
    <w:p w:rsidR="001A403D" w:rsidRDefault="001A403D" w:rsidP="001A403D">
      <w:pPr>
        <w:pStyle w:val="libNormal"/>
      </w:pPr>
      <w:r>
        <w:t>1-Rizq (provision) and Ne’mat (favour) are not only edibles. The superior provision and favour is Guidance of Allah, which is knowledge and Marifat-e-Noorania of Masumeen asws.</w:t>
      </w:r>
    </w:p>
    <w:p w:rsidR="001A403D" w:rsidRDefault="001A403D" w:rsidP="001A403D">
      <w:pPr>
        <w:pStyle w:val="libNormal"/>
      </w:pPr>
      <w:r>
        <w:t>2-No one can oblige Allah by hitting forhead on the ground few times in this brief worldly life. The Power of Allah does not decrease by someone’s denial, nor it increases by someones’s believing. It is human being’s own benefit or loss whether to believe in or deny the Walayat of Masumeen asws.</w:t>
      </w:r>
    </w:p>
    <w:p w:rsidR="001A403D" w:rsidRDefault="001A403D" w:rsidP="001A403D">
      <w:pPr>
        <w:pStyle w:val="libNormal"/>
      </w:pPr>
      <w:r>
        <w:t xml:space="preserve">3-Rasool Allah sawaw has clearly warned not to differentiate between them (asws), i.e. your tongues should not become dumb for Walayat-e-Ali </w:t>
      </w:r>
      <w:r>
        <w:lastRenderedPageBreak/>
        <w:t>asws after testimony of my Nabuwat. Who is still on the wrong path, can repent, it will be accepted, then be grateful for the Ne’mat of Walayat.</w:t>
      </w:r>
    </w:p>
    <w:p w:rsidR="001A403D" w:rsidRDefault="001A403D" w:rsidP="001A403D">
      <w:pPr>
        <w:pStyle w:val="libNormal"/>
      </w:pPr>
      <w:r>
        <w:t>4-Allah took covenant in Aalam-e-Zarr (state of particles), then all prophets (a.s.) kept renewing it that give testimony of Tauheed of Allah, Nabuwat of Mohammad sawaw, and Walayat of Ali asws and his Aal asws. Allah clearly forbids to do any change &amp; alteration, or addition &amp; deletion in this covenant. So do not do injustice to yourselves by leaving Walayat-e-Ali asws.</w:t>
      </w:r>
    </w:p>
    <w:p w:rsidR="001A403D" w:rsidRDefault="001A403D" w:rsidP="00385B48">
      <w:pPr>
        <w:pStyle w:val="libAr"/>
      </w:pPr>
      <w:r>
        <w:rPr>
          <w:rFonts w:hint="eastAsia"/>
          <w:rtl/>
        </w:rPr>
        <w:t>وَإِذۡ</w:t>
      </w:r>
      <w:r>
        <w:rPr>
          <w:rtl/>
        </w:rPr>
        <w:t xml:space="preserve"> قُلۡنَا </w:t>
      </w:r>
      <w:r>
        <w:rPr>
          <w:rFonts w:hint="cs"/>
          <w:rtl/>
        </w:rPr>
        <w:t>ٱ</w:t>
      </w:r>
      <w:r>
        <w:rPr>
          <w:rFonts w:hint="eastAsia"/>
          <w:rtl/>
        </w:rPr>
        <w:t>دۡخُلُواْ</w:t>
      </w:r>
      <w:r>
        <w:rPr>
          <w:rtl/>
        </w:rPr>
        <w:t xml:space="preserve"> هَـٰذِهِ </w:t>
      </w:r>
      <w:r>
        <w:rPr>
          <w:rFonts w:hint="cs"/>
          <w:rtl/>
        </w:rPr>
        <w:t>ٱ</w:t>
      </w:r>
      <w:r>
        <w:rPr>
          <w:rFonts w:hint="eastAsia"/>
          <w:rtl/>
        </w:rPr>
        <w:t>لۡقَرۡيَةَ</w:t>
      </w:r>
      <w:r>
        <w:rPr>
          <w:rtl/>
        </w:rPr>
        <w:t xml:space="preserve"> فَ</w:t>
      </w:r>
      <w:r w:rsidR="001E6BAB" w:rsidRPr="001E6BAB">
        <w:rPr>
          <w:rFonts w:hint="cs"/>
          <w:rtl/>
        </w:rPr>
        <w:t>ک</w:t>
      </w:r>
      <w:r>
        <w:rPr>
          <w:rFonts w:hint="eastAsia"/>
          <w:rtl/>
        </w:rPr>
        <w:t>لُواْ</w:t>
      </w:r>
      <w:r>
        <w:rPr>
          <w:rtl/>
        </w:rPr>
        <w:t xml:space="preserve"> مِنۡهَا حَيۡثُ شِئۡتُمۡ رَغَدً۬ا وَ</w:t>
      </w:r>
      <w:r>
        <w:rPr>
          <w:rFonts w:hint="cs"/>
          <w:rtl/>
        </w:rPr>
        <w:t>ٱ</w:t>
      </w:r>
      <w:r>
        <w:rPr>
          <w:rFonts w:hint="eastAsia"/>
          <w:rtl/>
        </w:rPr>
        <w:t>دۡخُلُواْ</w:t>
      </w:r>
      <w:r>
        <w:rPr>
          <w:rtl/>
        </w:rPr>
        <w:t xml:space="preserve"> </w:t>
      </w:r>
      <w:r>
        <w:rPr>
          <w:rFonts w:hint="cs"/>
          <w:rtl/>
        </w:rPr>
        <w:t>ٱ</w:t>
      </w:r>
      <w:r>
        <w:rPr>
          <w:rFonts w:hint="eastAsia"/>
          <w:rtl/>
        </w:rPr>
        <w:t>لۡبَابَ</w:t>
      </w:r>
      <w:r>
        <w:rPr>
          <w:rtl/>
        </w:rPr>
        <w:t xml:space="preserve"> سُجَّدً۬ا وَقُولُواْ حِطَّةٌ۬ نَّغۡفِرۡ لَكُمۡ خَطَـٰيَـٰكُمۡ‌ۚ وَسَنَزِيدُ </w:t>
      </w:r>
      <w:r>
        <w:rPr>
          <w:rFonts w:hint="cs"/>
          <w:rtl/>
        </w:rPr>
        <w:t>ٱ</w:t>
      </w:r>
      <w:r>
        <w:rPr>
          <w:rFonts w:hint="eastAsia"/>
          <w:rtl/>
        </w:rPr>
        <w:t>لۡمُحۡسِنِينَ</w:t>
      </w:r>
      <w:r>
        <w:rPr>
          <w:rtl/>
        </w:rPr>
        <w:t xml:space="preserve"> (٥٨</w:t>
      </w:r>
      <w:r w:rsidR="009229E3">
        <w:rPr>
          <w:rtl/>
        </w:rPr>
        <w:t>)</w:t>
      </w:r>
      <w:r>
        <w:rPr>
          <w:rtl/>
        </w:rPr>
        <w:t xml:space="preserve"> فَبَدَّلَ </w:t>
      </w:r>
      <w:r>
        <w:rPr>
          <w:rFonts w:hint="cs"/>
          <w:rtl/>
        </w:rPr>
        <w:t>ٱ</w:t>
      </w:r>
      <w:r>
        <w:rPr>
          <w:rFonts w:hint="eastAsia"/>
          <w:rtl/>
        </w:rPr>
        <w:t>لَّذِينَ</w:t>
      </w:r>
      <w:r>
        <w:rPr>
          <w:rtl/>
        </w:rPr>
        <w:t xml:space="preserve"> ظَلَمُواْ قَوۡلاً غَيۡرَ </w:t>
      </w:r>
      <w:r>
        <w:rPr>
          <w:rFonts w:hint="cs"/>
          <w:rtl/>
        </w:rPr>
        <w:t>ٱ</w:t>
      </w:r>
      <w:r>
        <w:rPr>
          <w:rFonts w:hint="eastAsia"/>
          <w:rtl/>
        </w:rPr>
        <w:t>لَّذِى</w:t>
      </w:r>
      <w:r>
        <w:rPr>
          <w:rtl/>
        </w:rPr>
        <w:t xml:space="preserve"> قِيلَ لَهُمۡ فَأَنزَلۡنَا عَلَى </w:t>
      </w:r>
      <w:r>
        <w:rPr>
          <w:rFonts w:hint="cs"/>
          <w:rtl/>
        </w:rPr>
        <w:t>ٱ</w:t>
      </w:r>
      <w:r>
        <w:rPr>
          <w:rFonts w:hint="eastAsia"/>
          <w:rtl/>
        </w:rPr>
        <w:t>لَّذِينَ</w:t>
      </w:r>
      <w:r>
        <w:rPr>
          <w:rtl/>
        </w:rPr>
        <w:t xml:space="preserve"> ظَلَمُواْ رِجۡزً۬ا مِّنَ </w:t>
      </w:r>
      <w:r>
        <w:rPr>
          <w:rFonts w:hint="cs"/>
          <w:rtl/>
        </w:rPr>
        <w:t>ٱ</w:t>
      </w:r>
      <w:r>
        <w:rPr>
          <w:rFonts w:hint="eastAsia"/>
          <w:rtl/>
        </w:rPr>
        <w:t>لسَّمَآءِ</w:t>
      </w:r>
      <w:r>
        <w:rPr>
          <w:rtl/>
        </w:rPr>
        <w:t xml:space="preserve"> بِمَا كَانُواْ يَفۡسُقُونَ (٥٩</w:t>
      </w:r>
      <w:r w:rsidR="009229E3">
        <w:rPr>
          <w:rtl/>
        </w:rPr>
        <w:t>)</w:t>
      </w:r>
      <w:r>
        <w:rPr>
          <w:rtl/>
        </w:rPr>
        <w:t xml:space="preserve"> ۞ وَإِذِ </w:t>
      </w:r>
      <w:r>
        <w:rPr>
          <w:rFonts w:hint="cs"/>
          <w:rtl/>
        </w:rPr>
        <w:t>ٱ</w:t>
      </w:r>
      <w:r>
        <w:rPr>
          <w:rFonts w:hint="eastAsia"/>
          <w:rtl/>
        </w:rPr>
        <w:t>سۡتَسۡقَىٰ</w:t>
      </w:r>
      <w:r>
        <w:rPr>
          <w:rtl/>
        </w:rPr>
        <w:t xml:space="preserve"> مُوسَىٰ لِقَوۡمِهِ</w:t>
      </w:r>
      <w:r>
        <w:rPr>
          <w:rFonts w:hint="cs"/>
          <w:rtl/>
        </w:rPr>
        <w:t>ۦ</w:t>
      </w:r>
      <w:r>
        <w:rPr>
          <w:rtl/>
        </w:rPr>
        <w:t xml:space="preserve"> فَقُلۡنَا </w:t>
      </w:r>
      <w:r>
        <w:rPr>
          <w:rFonts w:hint="cs"/>
          <w:rtl/>
        </w:rPr>
        <w:t>ٱ</w:t>
      </w:r>
      <w:r>
        <w:rPr>
          <w:rFonts w:hint="eastAsia"/>
          <w:rtl/>
        </w:rPr>
        <w:t>ضۡرِب</w:t>
      </w:r>
      <w:r>
        <w:rPr>
          <w:rtl/>
        </w:rPr>
        <w:t xml:space="preserve"> بِّعَصَاكَ </w:t>
      </w:r>
      <w:r>
        <w:rPr>
          <w:rFonts w:hint="cs"/>
          <w:rtl/>
        </w:rPr>
        <w:t>ٱ</w:t>
      </w:r>
      <w:r>
        <w:rPr>
          <w:rFonts w:hint="eastAsia"/>
          <w:rtl/>
        </w:rPr>
        <w:t>لۡحَجَرَ‌ۖ</w:t>
      </w:r>
      <w:r>
        <w:rPr>
          <w:rtl/>
        </w:rPr>
        <w:t xml:space="preserve"> فَ</w:t>
      </w:r>
      <w:r>
        <w:rPr>
          <w:rFonts w:hint="cs"/>
          <w:rtl/>
        </w:rPr>
        <w:t>ٱ</w:t>
      </w:r>
      <w:r>
        <w:rPr>
          <w:rFonts w:hint="eastAsia"/>
          <w:rtl/>
        </w:rPr>
        <w:t>نفَجَرَتۡ</w:t>
      </w:r>
      <w:r>
        <w:rPr>
          <w:rtl/>
        </w:rPr>
        <w:t xml:space="preserve"> مِنۡهُ </w:t>
      </w:r>
      <w:r>
        <w:rPr>
          <w:rFonts w:hint="cs"/>
          <w:rtl/>
        </w:rPr>
        <w:t>ٱ</w:t>
      </w:r>
      <w:r>
        <w:rPr>
          <w:rFonts w:hint="eastAsia"/>
          <w:rtl/>
        </w:rPr>
        <w:t>ثۡنَتَا</w:t>
      </w:r>
      <w:r>
        <w:rPr>
          <w:rtl/>
        </w:rPr>
        <w:t xml:space="preserve"> عَشۡرَةَ عَيۡنً۬ا‌ۖ قَدۡ عَلِم</w:t>
      </w:r>
      <w:r>
        <w:rPr>
          <w:rFonts w:hint="eastAsia"/>
          <w:rtl/>
        </w:rPr>
        <w:t>َ</w:t>
      </w:r>
      <w:r>
        <w:rPr>
          <w:rtl/>
        </w:rPr>
        <w:t xml:space="preserve"> </w:t>
      </w:r>
      <w:r w:rsidR="001E6BAB" w:rsidRPr="001E6BAB">
        <w:rPr>
          <w:rFonts w:hint="cs"/>
          <w:rtl/>
        </w:rPr>
        <w:t>ک</w:t>
      </w:r>
      <w:r>
        <w:rPr>
          <w:rFonts w:hint="eastAsia"/>
          <w:rtl/>
        </w:rPr>
        <w:t>لُّ</w:t>
      </w:r>
      <w:r>
        <w:rPr>
          <w:rtl/>
        </w:rPr>
        <w:t xml:space="preserve"> أُنَاسٍ۬ مَّشۡرَبَهُمۡ‌ۖ </w:t>
      </w:r>
      <w:r w:rsidR="001E6BAB" w:rsidRPr="001E6BAB">
        <w:rPr>
          <w:rFonts w:hint="cs"/>
          <w:rtl/>
        </w:rPr>
        <w:t>ک</w:t>
      </w:r>
      <w:r>
        <w:rPr>
          <w:rFonts w:hint="eastAsia"/>
          <w:rtl/>
        </w:rPr>
        <w:t>لُواْ</w:t>
      </w:r>
      <w:r>
        <w:rPr>
          <w:rtl/>
        </w:rPr>
        <w:t xml:space="preserve"> وَ</w:t>
      </w:r>
      <w:r>
        <w:rPr>
          <w:rFonts w:hint="cs"/>
          <w:rtl/>
        </w:rPr>
        <w:t>ٱ</w:t>
      </w:r>
      <w:r>
        <w:rPr>
          <w:rFonts w:hint="eastAsia"/>
          <w:rtl/>
        </w:rPr>
        <w:t>شۡرَبُواْ</w:t>
      </w:r>
      <w:r>
        <w:rPr>
          <w:rtl/>
        </w:rPr>
        <w:t xml:space="preserve"> مِن رِّزۡقِ </w:t>
      </w:r>
      <w:r>
        <w:rPr>
          <w:rFonts w:hint="cs"/>
          <w:rtl/>
        </w:rPr>
        <w:t>ٱ</w:t>
      </w:r>
      <w:r>
        <w:rPr>
          <w:rFonts w:hint="eastAsia"/>
          <w:rtl/>
        </w:rPr>
        <w:t>للَّهِ</w:t>
      </w:r>
      <w:r>
        <w:rPr>
          <w:rtl/>
        </w:rPr>
        <w:t xml:space="preserve"> وَلَا تَعۡثَوۡاْ فِى </w:t>
      </w:r>
      <w:r>
        <w:rPr>
          <w:rFonts w:hint="cs"/>
          <w:rtl/>
        </w:rPr>
        <w:t>ٱ</w:t>
      </w:r>
      <w:r>
        <w:rPr>
          <w:rFonts w:hint="eastAsia"/>
          <w:rtl/>
        </w:rPr>
        <w:t>لۡأَرۡضِ</w:t>
      </w:r>
      <w:r>
        <w:rPr>
          <w:rtl/>
        </w:rPr>
        <w:t xml:space="preserve"> مُفۡسِدِينَ (٦٠</w:t>
      </w:r>
      <w:r w:rsidR="009229E3">
        <w:rPr>
          <w:rtl/>
        </w:rPr>
        <w:t>)</w:t>
      </w:r>
      <w:r>
        <w:rPr>
          <w:rtl/>
        </w:rPr>
        <w:t xml:space="preserve"> وَإِذۡ قُلۡتُمۡ يَـٰمُوسَىٰ لَن نَّصۡبِرَ عَلَىٰ طَعَامٍ۬ وَ</w:t>
      </w:r>
      <w:r w:rsidR="005B7B9E" w:rsidRPr="005B7B9E">
        <w:rPr>
          <w:rFonts w:hint="cs"/>
          <w:rtl/>
        </w:rPr>
        <w:t>ا</w:t>
      </w:r>
      <w:r>
        <w:rPr>
          <w:rFonts w:hint="eastAsia"/>
          <w:rtl/>
        </w:rPr>
        <w:t>حِدٍ۬</w:t>
      </w:r>
      <w:r>
        <w:rPr>
          <w:rtl/>
        </w:rPr>
        <w:t xml:space="preserve"> فَ</w:t>
      </w:r>
      <w:r>
        <w:rPr>
          <w:rFonts w:hint="cs"/>
          <w:rtl/>
        </w:rPr>
        <w:t>ٱ</w:t>
      </w:r>
      <w:r>
        <w:rPr>
          <w:rFonts w:hint="eastAsia"/>
          <w:rtl/>
        </w:rPr>
        <w:t>دۡعُ</w:t>
      </w:r>
      <w:r>
        <w:rPr>
          <w:rtl/>
        </w:rPr>
        <w:t xml:space="preserve"> لَنَا رَبَّكَ يُخۡرِجۡ لَنَا مِمَّا تُنۢبِتُ </w:t>
      </w:r>
      <w:r>
        <w:rPr>
          <w:rFonts w:hint="cs"/>
          <w:rtl/>
        </w:rPr>
        <w:t>ٱ</w:t>
      </w:r>
      <w:r>
        <w:rPr>
          <w:rFonts w:hint="eastAsia"/>
          <w:rtl/>
        </w:rPr>
        <w:t>لۡأَرۡضُ</w:t>
      </w:r>
      <w:r>
        <w:rPr>
          <w:rtl/>
        </w:rPr>
        <w:t xml:space="preserve"> مِنۢ بَقۡلِهَا وَقِثَّآ</w:t>
      </w:r>
      <w:r>
        <w:rPr>
          <w:rFonts w:hint="cs"/>
          <w:rtl/>
        </w:rPr>
        <w:t>ٮِٕ</w:t>
      </w:r>
      <w:r>
        <w:rPr>
          <w:rFonts w:hint="eastAsia"/>
          <w:rtl/>
        </w:rPr>
        <w:t>هَا</w:t>
      </w:r>
      <w:r>
        <w:rPr>
          <w:rtl/>
        </w:rPr>
        <w:t xml:space="preserve"> وَفُومِهَا وَعَدَسِ</w:t>
      </w:r>
      <w:r w:rsidR="001E6BAB" w:rsidRPr="001E6BAB">
        <w:rPr>
          <w:rFonts w:hint="cs"/>
          <w:rtl/>
        </w:rPr>
        <w:t>ه</w:t>
      </w:r>
      <w:r w:rsidRPr="00595365">
        <w:rPr>
          <w:rFonts w:hint="cs"/>
          <w:rtl/>
        </w:rPr>
        <w:t xml:space="preserve">ا وَبَصَلِهَا‌ۖ قَالَ أَتَسۡتَبۡدِلُونَ </w:t>
      </w:r>
      <w:r>
        <w:rPr>
          <w:rFonts w:hint="cs"/>
          <w:rtl/>
        </w:rPr>
        <w:t>ٱ</w:t>
      </w:r>
      <w:r>
        <w:rPr>
          <w:rFonts w:hint="eastAsia"/>
          <w:rtl/>
        </w:rPr>
        <w:t>لَّذِى</w:t>
      </w:r>
      <w:r>
        <w:rPr>
          <w:rtl/>
        </w:rPr>
        <w:t xml:space="preserve"> هُوَ أَدۡنَىٰ بِ</w:t>
      </w:r>
      <w:r>
        <w:rPr>
          <w:rFonts w:hint="cs"/>
          <w:rtl/>
        </w:rPr>
        <w:t>ٱ</w:t>
      </w:r>
      <w:r>
        <w:rPr>
          <w:rFonts w:hint="eastAsia"/>
          <w:rtl/>
        </w:rPr>
        <w:t>لَّذِى</w:t>
      </w:r>
      <w:r>
        <w:rPr>
          <w:rtl/>
        </w:rPr>
        <w:t xml:space="preserve"> هُوَ خَيۡرٌ‌ۚ </w:t>
      </w:r>
      <w:r>
        <w:rPr>
          <w:rFonts w:hint="cs"/>
          <w:rtl/>
        </w:rPr>
        <w:t>ٱ</w:t>
      </w:r>
      <w:r>
        <w:rPr>
          <w:rFonts w:hint="eastAsia"/>
          <w:rtl/>
        </w:rPr>
        <w:t>هۡبِطُواْ</w:t>
      </w:r>
      <w:r>
        <w:rPr>
          <w:rtl/>
        </w:rPr>
        <w:t xml:space="preserve"> مِصۡرً۬ا فَإِنَّ لَ</w:t>
      </w:r>
      <w:r w:rsidR="001E6BAB" w:rsidRPr="001E6BAB">
        <w:rPr>
          <w:rFonts w:hint="cs"/>
          <w:rtl/>
        </w:rPr>
        <w:t>ک</w:t>
      </w:r>
      <w:r>
        <w:rPr>
          <w:rFonts w:hint="eastAsia"/>
          <w:rtl/>
        </w:rPr>
        <w:t>م</w:t>
      </w:r>
      <w:r>
        <w:rPr>
          <w:rtl/>
        </w:rPr>
        <w:t xml:space="preserve"> مَّا سَأَلۡتُمۡ‌ۗ وَضُرِبَتۡ عَلَيۡهِمُ </w:t>
      </w:r>
      <w:r>
        <w:rPr>
          <w:rFonts w:hint="cs"/>
          <w:rtl/>
        </w:rPr>
        <w:t>ٱ</w:t>
      </w:r>
      <w:r>
        <w:rPr>
          <w:rFonts w:hint="eastAsia"/>
          <w:rtl/>
        </w:rPr>
        <w:t>لذِّلَّةُ</w:t>
      </w:r>
      <w:r>
        <w:rPr>
          <w:rtl/>
        </w:rPr>
        <w:t xml:space="preserve"> وَ</w:t>
      </w:r>
      <w:r>
        <w:rPr>
          <w:rFonts w:hint="cs"/>
          <w:rtl/>
        </w:rPr>
        <w:t>ٱ</w:t>
      </w:r>
      <w:r>
        <w:rPr>
          <w:rFonts w:hint="eastAsia"/>
          <w:rtl/>
        </w:rPr>
        <w:t>لۡمَسۡ</w:t>
      </w:r>
      <w:r w:rsidR="001E6BAB" w:rsidRPr="001E6BAB">
        <w:rPr>
          <w:rFonts w:hint="cs"/>
          <w:rtl/>
        </w:rPr>
        <w:t>ک</w:t>
      </w:r>
      <w:r>
        <w:rPr>
          <w:rFonts w:hint="eastAsia"/>
          <w:rtl/>
        </w:rPr>
        <w:t>نَةُ</w:t>
      </w:r>
      <w:r>
        <w:rPr>
          <w:rtl/>
        </w:rPr>
        <w:t xml:space="preserve"> وَبَآءُو بِغَضَبٍ۬ م</w:t>
      </w:r>
      <w:r>
        <w:rPr>
          <w:rFonts w:hint="eastAsia"/>
          <w:rtl/>
        </w:rPr>
        <w:t>ِّنَ</w:t>
      </w:r>
      <w:r>
        <w:rPr>
          <w:rtl/>
        </w:rPr>
        <w:t xml:space="preserve"> </w:t>
      </w:r>
      <w:r>
        <w:rPr>
          <w:rFonts w:hint="cs"/>
          <w:rtl/>
        </w:rPr>
        <w:t>ٱ</w:t>
      </w:r>
      <w:r>
        <w:rPr>
          <w:rFonts w:hint="eastAsia"/>
          <w:rtl/>
        </w:rPr>
        <w:t>للَّهِ‌ۗ</w:t>
      </w:r>
      <w:r>
        <w:rPr>
          <w:rtl/>
        </w:rPr>
        <w:t xml:space="preserve"> ذَ</w:t>
      </w:r>
      <w:r w:rsidR="005B7B9E" w:rsidRPr="005B7B9E">
        <w:rPr>
          <w:rFonts w:hint="cs"/>
          <w:rtl/>
        </w:rPr>
        <w:t>ا</w:t>
      </w:r>
      <w:r>
        <w:rPr>
          <w:rFonts w:hint="eastAsia"/>
          <w:rtl/>
        </w:rPr>
        <w:t>لِكَ</w:t>
      </w:r>
      <w:r>
        <w:rPr>
          <w:rtl/>
        </w:rPr>
        <w:t xml:space="preserve"> بِأَنَّهُمۡ كَانُواْ يَكۡفُرُونَ بِـَٔايَـٰتِ </w:t>
      </w:r>
      <w:r>
        <w:rPr>
          <w:rFonts w:hint="cs"/>
          <w:rtl/>
        </w:rPr>
        <w:t>ٱ</w:t>
      </w:r>
      <w:r>
        <w:rPr>
          <w:rFonts w:hint="eastAsia"/>
          <w:rtl/>
        </w:rPr>
        <w:t>للَّهِ</w:t>
      </w:r>
      <w:r>
        <w:rPr>
          <w:rtl/>
        </w:rPr>
        <w:t xml:space="preserve"> وَيَقۡتُلُونَ </w:t>
      </w:r>
      <w:r>
        <w:rPr>
          <w:rFonts w:hint="cs"/>
          <w:rtl/>
        </w:rPr>
        <w:t>ٱ</w:t>
      </w:r>
      <w:r>
        <w:rPr>
          <w:rFonts w:hint="eastAsia"/>
          <w:rtl/>
        </w:rPr>
        <w:t>لنَّبِيِّـۧنَ</w:t>
      </w:r>
      <w:r>
        <w:rPr>
          <w:rtl/>
        </w:rPr>
        <w:t xml:space="preserve"> بِغَيۡرِ </w:t>
      </w:r>
      <w:r>
        <w:rPr>
          <w:rFonts w:hint="cs"/>
          <w:rtl/>
        </w:rPr>
        <w:t>ٱ</w:t>
      </w:r>
      <w:r>
        <w:rPr>
          <w:rFonts w:hint="eastAsia"/>
          <w:rtl/>
        </w:rPr>
        <w:t>لۡحَقِّ‌ۗ</w:t>
      </w:r>
      <w:r>
        <w:rPr>
          <w:rtl/>
        </w:rPr>
        <w:t xml:space="preserve"> ذَ</w:t>
      </w:r>
      <w:r w:rsidR="005B7B9E" w:rsidRPr="005B7B9E">
        <w:rPr>
          <w:rFonts w:hint="cs"/>
          <w:rtl/>
        </w:rPr>
        <w:t>ا</w:t>
      </w:r>
      <w:r>
        <w:rPr>
          <w:rFonts w:hint="eastAsia"/>
          <w:rtl/>
        </w:rPr>
        <w:t>لِكَ</w:t>
      </w:r>
      <w:r>
        <w:rPr>
          <w:rtl/>
        </w:rPr>
        <w:t xml:space="preserve"> بِمَا عَصَواْ وَّ</w:t>
      </w:r>
      <w:r w:rsidR="001E6BAB" w:rsidRPr="001E6BAB">
        <w:rPr>
          <w:rFonts w:hint="cs"/>
          <w:rtl/>
        </w:rPr>
        <w:t>ک</w:t>
      </w:r>
      <w:r>
        <w:rPr>
          <w:rFonts w:hint="eastAsia"/>
          <w:rtl/>
        </w:rPr>
        <w:t>انُواْ</w:t>
      </w:r>
      <w:r>
        <w:rPr>
          <w:rtl/>
        </w:rPr>
        <w:t xml:space="preserve"> يَعۡتَدُونَ (٦١</w:t>
      </w:r>
      <w:r w:rsidR="009229E3">
        <w:rPr>
          <w:rtl/>
        </w:rPr>
        <w:t>)</w:t>
      </w:r>
      <w:r>
        <w:rPr>
          <w:rtl/>
        </w:rPr>
        <w:t xml:space="preserve"> إِنَّ </w:t>
      </w:r>
      <w:r>
        <w:rPr>
          <w:rFonts w:hint="cs"/>
          <w:rtl/>
        </w:rPr>
        <w:t>ٱ</w:t>
      </w:r>
      <w:r>
        <w:rPr>
          <w:rFonts w:hint="eastAsia"/>
          <w:rtl/>
        </w:rPr>
        <w:t>لَّذِينَ</w:t>
      </w:r>
      <w:r>
        <w:rPr>
          <w:rtl/>
        </w:rPr>
        <w:t xml:space="preserve"> ءَامَنُواْ وَ</w:t>
      </w:r>
      <w:r>
        <w:rPr>
          <w:rFonts w:hint="cs"/>
          <w:rtl/>
        </w:rPr>
        <w:t>ٱ</w:t>
      </w:r>
      <w:r>
        <w:rPr>
          <w:rFonts w:hint="eastAsia"/>
          <w:rtl/>
        </w:rPr>
        <w:t>لَّذِينَ</w:t>
      </w:r>
      <w:r>
        <w:rPr>
          <w:rtl/>
        </w:rPr>
        <w:t xml:space="preserve"> هَادُواْ وَ</w:t>
      </w:r>
      <w:r>
        <w:rPr>
          <w:rFonts w:hint="cs"/>
          <w:rtl/>
        </w:rPr>
        <w:t>ٱ</w:t>
      </w:r>
      <w:r>
        <w:rPr>
          <w:rFonts w:hint="eastAsia"/>
          <w:rtl/>
        </w:rPr>
        <w:t>لنَّصَـٰرَىٰ</w:t>
      </w:r>
      <w:r>
        <w:rPr>
          <w:rtl/>
        </w:rPr>
        <w:t xml:space="preserve"> وَ</w:t>
      </w:r>
      <w:r>
        <w:rPr>
          <w:rFonts w:hint="cs"/>
          <w:rtl/>
        </w:rPr>
        <w:t>ٱ</w:t>
      </w:r>
      <w:r>
        <w:rPr>
          <w:rFonts w:hint="eastAsia"/>
          <w:rtl/>
        </w:rPr>
        <w:t>لصَّـٰبِـِٔينَ</w:t>
      </w:r>
      <w:r>
        <w:rPr>
          <w:rtl/>
        </w:rPr>
        <w:t xml:space="preserve"> مَنۡ ءَامَنَ بِ</w:t>
      </w:r>
      <w:r>
        <w:rPr>
          <w:rFonts w:hint="cs"/>
          <w:rtl/>
        </w:rPr>
        <w:t>ٱ</w:t>
      </w:r>
      <w:r>
        <w:rPr>
          <w:rFonts w:hint="eastAsia"/>
          <w:rtl/>
        </w:rPr>
        <w:t>للَّهِ</w:t>
      </w:r>
      <w:r>
        <w:rPr>
          <w:rtl/>
        </w:rPr>
        <w:t xml:space="preserve"> وَ</w:t>
      </w:r>
      <w:r>
        <w:rPr>
          <w:rFonts w:hint="cs"/>
          <w:rtl/>
        </w:rPr>
        <w:t>ٱ</w:t>
      </w:r>
      <w:r>
        <w:rPr>
          <w:rFonts w:hint="eastAsia"/>
          <w:rtl/>
        </w:rPr>
        <w:t>لۡيَوۡمِ</w:t>
      </w:r>
      <w:r>
        <w:rPr>
          <w:rtl/>
        </w:rPr>
        <w:t xml:space="preserve"> </w:t>
      </w:r>
      <w:r>
        <w:rPr>
          <w:rFonts w:hint="cs"/>
          <w:rtl/>
        </w:rPr>
        <w:t>ٱ</w:t>
      </w:r>
      <w:r>
        <w:rPr>
          <w:rFonts w:hint="eastAsia"/>
          <w:rtl/>
        </w:rPr>
        <w:t>لۡأَخِرِ</w:t>
      </w:r>
      <w:r>
        <w:rPr>
          <w:rtl/>
        </w:rPr>
        <w:t xml:space="preserve"> وَعَمِلَ صَـٰلِحً۬ا فَلَهُمۡ أَجۡرُهُمۡ عِندَ رَبِّهِمۡ وَلَا خَوۡفٌ عَلَيۡ</w:t>
      </w:r>
      <w:r w:rsidR="001E6BAB" w:rsidRPr="001E6BAB">
        <w:rPr>
          <w:rFonts w:hint="cs"/>
          <w:rtl/>
        </w:rPr>
        <w:t>ه</w:t>
      </w:r>
      <w:r w:rsidRPr="00595365">
        <w:rPr>
          <w:rFonts w:hint="cs"/>
          <w:rtl/>
        </w:rPr>
        <w:t>مۡ وَلَا هُمۡ يَحۡزَنُونَ (٦٢</w:t>
      </w:r>
      <w:r w:rsidR="009229E3">
        <w:rPr>
          <w:rtl/>
        </w:rPr>
        <w:t>)</w:t>
      </w:r>
    </w:p>
    <w:p w:rsidR="001A403D" w:rsidRDefault="001A403D" w:rsidP="00E36567">
      <w:pPr>
        <w:pStyle w:val="libBoldItalic"/>
      </w:pPr>
      <w:r>
        <w:t xml:space="preserve">And when We said: Enter this town and eat from it from wherever you wish in abundance (freely), and enter the gate doing prostration, and say: "Repentance." We will forgive you your sins and will increase (reward) for the right-doers. (58) But those who did wrong changed the word which had been told them for another saying, and We sent down upon the evil-doers wrath from heaven for their evil-doing. (59) And when Musa asked for water for his people, We said: Strike with your staff the rock. And there gushed out from it twelve springs (so that) each tribe knew their drinking-place. Eat and drink from the provision of Allah, and do not act corruptly, making mischief in the earth. (60) And when you said: O Musa! We can never endure one kind of food; so call upon your Rabb for us that He bring forth for us of that which the earth grows - of its herbs and its cucumbers and its garlic and its lentils and its onions. He said: Would you exchange that which is higher for that which is lower? Go into city, thus you will have what you have asked. And humiliation and wretchedness were stamped upon them and they were surrounded by the wrath from Allah. That was because they disbelieved in Allah's Ayaat and slew the prophets wrongfully. That was for their disobedience and were transgressing. (61) Indeed those who believe and those who are Jews, and Christians, and Sabians - whoever believes in Allah and the Last Day and </w:t>
      </w:r>
      <w:r>
        <w:lastRenderedPageBreak/>
        <w:t>does right - surely their reward is with their Rabb, and there will be no fear upon them nor will they grieve. (62)</w:t>
      </w:r>
    </w:p>
    <w:p w:rsidR="001A403D" w:rsidRDefault="001A403D" w:rsidP="001A403D">
      <w:pPr>
        <w:pStyle w:val="libNormal"/>
      </w:pPr>
      <w:r>
        <w:t>1-Allah commanded: O Bani Israel, enter while prostrating at the door of the town “Arehan” in Shaam. Allah had made the pictures of Mohammad sawaw and Ali asws on this door that do Sajdah in the respect of these pictures, and renew the allegiance to both of them, and mention their Walayat, and remember the promise &amp; covenant made about them, and for the respect of the pictures do Sajdah to Allah Ta’ala, keeping the faith of Walayat of these both make Dua, “Forgive our sins and delete our bad deeds”, so Allah will forgive your previous mistakes, and will finish the sins of the past, and who will leave the opposition of Walayat, and kept steadfast on the covenant of Walayat, then due to this practice his degrees and reward will be increased. But they changed these words, and did not do Sajdah as it was ordered, and said what was not commanded, and did injustice. And they entered walking backwards  and saying “Hittan samqana” i.e. red wheat. So Allah sent down punishment on those unjust people because they did changing &amp; alteration in that what was said, and they did not established Walayat of Allah, and Walayat of Mohammad sawaw and Ali asws and their pure &amp; clean Aal asws, so they exited from the order &amp; obedience of Allah. And punishment of plague came, and one hundred &amp; twenty thousand died, because it was in the Knowledge of Allah that there is no one among them who will believe or repent. If there is anyone who would repent or there is anyone to come in his progeny who would believe in Mohammad sawaw, having Mari’fat of his brother and Wasi Ali asws, then Allah does not do Azaab on him.</w:t>
      </w:r>
    </w:p>
    <w:p w:rsidR="001A403D" w:rsidRDefault="001A403D" w:rsidP="00E36567">
      <w:pPr>
        <w:pStyle w:val="libNormal"/>
      </w:pPr>
      <w:r>
        <w:t>When thirst was killing the nation in the desert, they begged weeping, then Musa (a.s.) did Dua: O Allah, for the sake of the chief of Nabis Mohammad sawaw, and for the sake of chief of Aosiya Ali asws, and for the sake of Syyedatun Nisa Fatima asws, and for the sake of chief of Aoliya Hassan asws, and for the sake of superior to all martyrs Hussain asws, and for the sake of their Itrat &amp; Kulfa who are chief of good people, quench these people. Then according to the revelation of Allah, Musa (a.s.) stroke the staff on stone and twelve springs gushed forth, and all the tribes drank water without hindering each other. Who established the Walayat of Ahlul Bait asws, Allah will quench him with the drink of His Love, and who decided in heart to oppose, he will be wandering in the punishments of the Hell. Those people who believed in Allah and on Walayat of Mohammad-o-Aal-e-Mohammad asws, and performed good deeds while fulfilling the covenant of Walayat, for them there is reward &amp; prize with Allah, they will not have fear and grief. (Imam Hassan Askari asws) (al-Burhan, v1, p226)</w:t>
      </w:r>
    </w:p>
    <w:p w:rsidR="001A403D" w:rsidRDefault="001A403D" w:rsidP="00E36567">
      <w:pPr>
        <w:pStyle w:val="libNormal"/>
      </w:pPr>
      <w:r>
        <w:t>2-To deny Ayaat of Allah and to kill the prophets (a.s.) wrongfully does not mean that they were killing with hands or murdering with sword, but that they were hearing their words and then spreading them criticizing, so this is killing, transgression and disobedience. (Imam Jafar Sadiq asws) (al-Burhan, v1, p231)</w:t>
      </w:r>
    </w:p>
    <w:p w:rsidR="001A403D" w:rsidRDefault="001A403D" w:rsidP="009229E3">
      <w:pPr>
        <w:pStyle w:val="libCenterBold1"/>
      </w:pPr>
      <w:r>
        <w:t>Lesson:</w:t>
      </w:r>
    </w:p>
    <w:p w:rsidR="001A403D" w:rsidRDefault="001A403D" w:rsidP="001A403D">
      <w:pPr>
        <w:pStyle w:val="libNormal"/>
      </w:pPr>
      <w:r>
        <w:lastRenderedPageBreak/>
        <w:t>1-In fact all Ibadaat are to maintain &amp; establish Zikr of Mohammad-o-Aal-e-Mohammad asws, because they are the Beloveds of Allah, after transferring their Noor in the forehead of Hazrat Adam (a.s.) infallible Angels (a.s.) were made to do Sajdah, and Sajdah was commanded at Bab-e-Hittah for the respect of the pictures of Mohammad sawaw &amp; Ali asws. Therefore Imam Baqir said: We are Bab-e-Hittah for you. After the Zahoor of Maola Ali asws, Ka’ba was made Markaz-e-Sajood.</w:t>
      </w:r>
    </w:p>
    <w:p w:rsidR="001A403D" w:rsidRDefault="001A403D" w:rsidP="001A403D">
      <w:pPr>
        <w:pStyle w:val="libNormal"/>
      </w:pPr>
      <w:r>
        <w:t>2-To criticize &amp; deny the saying of a Nabi is equal to murder. There is a sentence of Ziyarat of Imam quoted in “Mafatehul Jinan” book: O Allah kill those who murdered you (Imam asws) with hand or tongue. So who does not testify Walayat-e-Ali asws with tongue, and opposes in practice (deeds), he is murderer of Imam asws.</w:t>
      </w:r>
    </w:p>
    <w:p w:rsidR="001A403D" w:rsidRDefault="001A403D" w:rsidP="00385B48">
      <w:pPr>
        <w:pStyle w:val="libAr"/>
      </w:pPr>
      <w:r>
        <w:rPr>
          <w:rFonts w:hint="eastAsia"/>
          <w:rtl/>
        </w:rPr>
        <w:t>وَإِذۡ</w:t>
      </w:r>
      <w:r>
        <w:rPr>
          <w:rtl/>
        </w:rPr>
        <w:t xml:space="preserve"> أَخَذۡنَا مِيثَـٰقَكُمۡ وَرَفَعۡنَا فَوۡقَكُمُ </w:t>
      </w:r>
      <w:r>
        <w:rPr>
          <w:rFonts w:hint="cs"/>
          <w:rtl/>
        </w:rPr>
        <w:t>ٱ</w:t>
      </w:r>
      <w:r>
        <w:rPr>
          <w:rFonts w:hint="eastAsia"/>
          <w:rtl/>
        </w:rPr>
        <w:t>لطُّورَ</w:t>
      </w:r>
      <w:r>
        <w:rPr>
          <w:rtl/>
        </w:rPr>
        <w:t xml:space="preserve"> خُذُواْ مَآ ءَاتَيۡنَـٰكُم بِقُوَّةٍ۬ وَ</w:t>
      </w:r>
      <w:r>
        <w:rPr>
          <w:rFonts w:hint="cs"/>
          <w:rtl/>
        </w:rPr>
        <w:t>ٱ</w:t>
      </w:r>
      <w:r>
        <w:rPr>
          <w:rFonts w:hint="eastAsia"/>
          <w:rtl/>
        </w:rPr>
        <w:t>ذۡكُرُواْ</w:t>
      </w:r>
      <w:r>
        <w:rPr>
          <w:rtl/>
        </w:rPr>
        <w:t xml:space="preserve"> مَا فِيهِ لَعَلَّكُمۡ تَتَّقُونَ (٦٣</w:t>
      </w:r>
      <w:r w:rsidR="009229E3">
        <w:rPr>
          <w:rtl/>
        </w:rPr>
        <w:t>)</w:t>
      </w:r>
      <w:r>
        <w:rPr>
          <w:rtl/>
        </w:rPr>
        <w:t xml:space="preserve"> ثُمَّ تَوَلَّيۡتُم مِّنۢ بَعۡدِ ذَ</w:t>
      </w:r>
      <w:r w:rsidR="005B7B9E" w:rsidRPr="005B7B9E">
        <w:rPr>
          <w:rFonts w:hint="cs"/>
          <w:rtl/>
        </w:rPr>
        <w:t>ا</w:t>
      </w:r>
      <w:r>
        <w:rPr>
          <w:rFonts w:hint="eastAsia"/>
          <w:rtl/>
        </w:rPr>
        <w:t>لِكَ‌ۖ</w:t>
      </w:r>
      <w:r>
        <w:rPr>
          <w:rtl/>
        </w:rPr>
        <w:t xml:space="preserve"> فَلَوۡلَا فَضۡلُ </w:t>
      </w:r>
      <w:r>
        <w:rPr>
          <w:rFonts w:hint="cs"/>
          <w:rtl/>
        </w:rPr>
        <w:t>ٱ</w:t>
      </w:r>
      <w:r>
        <w:rPr>
          <w:rFonts w:hint="eastAsia"/>
          <w:rtl/>
        </w:rPr>
        <w:t>للَّهِ</w:t>
      </w:r>
      <w:r>
        <w:rPr>
          <w:rtl/>
        </w:rPr>
        <w:t xml:space="preserve"> عَلَيۡكُمۡ وَرَحۡمَتُهُ </w:t>
      </w:r>
      <w:r>
        <w:rPr>
          <w:rFonts w:hint="cs"/>
          <w:rtl/>
        </w:rPr>
        <w:t>ۥ</w:t>
      </w:r>
      <w:r>
        <w:rPr>
          <w:rtl/>
        </w:rPr>
        <w:t xml:space="preserve"> لَكُنتُم م</w:t>
      </w:r>
      <w:r>
        <w:rPr>
          <w:rFonts w:hint="eastAsia"/>
          <w:rtl/>
        </w:rPr>
        <w:t>ِّنَ</w:t>
      </w:r>
      <w:r>
        <w:rPr>
          <w:rtl/>
        </w:rPr>
        <w:t xml:space="preserve"> </w:t>
      </w:r>
      <w:r>
        <w:rPr>
          <w:rFonts w:hint="cs"/>
          <w:rtl/>
        </w:rPr>
        <w:t>ٱ</w:t>
      </w:r>
      <w:r>
        <w:rPr>
          <w:rFonts w:hint="eastAsia"/>
          <w:rtl/>
        </w:rPr>
        <w:t>لۡخَـٰسِرِينَ</w:t>
      </w:r>
      <w:r>
        <w:rPr>
          <w:rtl/>
        </w:rPr>
        <w:t xml:space="preserve"> (٦٤</w:t>
      </w:r>
      <w:r w:rsidR="009229E3">
        <w:rPr>
          <w:rtl/>
        </w:rPr>
        <w:t>)</w:t>
      </w:r>
      <w:r>
        <w:rPr>
          <w:rtl/>
        </w:rPr>
        <w:t xml:space="preserve"> وَلَقَدۡ عَلِمۡتُمُ </w:t>
      </w:r>
      <w:r>
        <w:rPr>
          <w:rFonts w:hint="cs"/>
          <w:rtl/>
        </w:rPr>
        <w:t>ٱ</w:t>
      </w:r>
      <w:r>
        <w:rPr>
          <w:rFonts w:hint="eastAsia"/>
          <w:rtl/>
        </w:rPr>
        <w:t>لَّذِينَ</w:t>
      </w:r>
      <w:r>
        <w:rPr>
          <w:rtl/>
        </w:rPr>
        <w:t xml:space="preserve"> </w:t>
      </w:r>
      <w:r>
        <w:rPr>
          <w:rFonts w:hint="cs"/>
          <w:rtl/>
        </w:rPr>
        <w:t>ٱ</w:t>
      </w:r>
      <w:r>
        <w:rPr>
          <w:rFonts w:hint="eastAsia"/>
          <w:rtl/>
        </w:rPr>
        <w:t>عۡتَدَوۡاْ</w:t>
      </w:r>
      <w:r>
        <w:rPr>
          <w:rtl/>
        </w:rPr>
        <w:t xml:space="preserve"> مِنكُمۡ فِى </w:t>
      </w:r>
      <w:r>
        <w:rPr>
          <w:rFonts w:hint="cs"/>
          <w:rtl/>
        </w:rPr>
        <w:t>ٱ</w:t>
      </w:r>
      <w:r>
        <w:rPr>
          <w:rFonts w:hint="eastAsia"/>
          <w:rtl/>
        </w:rPr>
        <w:t>لسَّبۡتِ</w:t>
      </w:r>
      <w:r>
        <w:rPr>
          <w:rtl/>
        </w:rPr>
        <w:t xml:space="preserve"> فَقُلۡنَا لَهُمۡ كُونُواْ قِرَدَةً خَـٰسِـِٔينَ (٦٥</w:t>
      </w:r>
      <w:r w:rsidR="009229E3">
        <w:rPr>
          <w:rtl/>
        </w:rPr>
        <w:t>)</w:t>
      </w:r>
      <w:r>
        <w:rPr>
          <w:rtl/>
        </w:rPr>
        <w:t xml:space="preserve"> فَجَعَلۡنَـٰهَا نَكَـٰلاً۬ لِّمَا بَيۡنَ يَدَيۡ</w:t>
      </w:r>
      <w:r w:rsidR="001E6BAB" w:rsidRPr="001E6BAB">
        <w:rPr>
          <w:rFonts w:hint="cs"/>
          <w:rtl/>
        </w:rPr>
        <w:t>ه</w:t>
      </w:r>
      <w:r w:rsidRPr="00595365">
        <w:rPr>
          <w:rFonts w:hint="cs"/>
          <w:rtl/>
        </w:rPr>
        <w:t>ا وَمَا خَلۡفَهَا وَمَوۡعِظَةً۬ لِّلۡمُتَّقِينَ (٦٦</w:t>
      </w:r>
      <w:r w:rsidR="009229E3">
        <w:rPr>
          <w:rtl/>
        </w:rPr>
        <w:t>)</w:t>
      </w:r>
    </w:p>
    <w:p w:rsidR="001A403D" w:rsidRDefault="001A403D" w:rsidP="00E36567">
      <w:pPr>
        <w:pStyle w:val="libBoldItalic"/>
      </w:pPr>
      <w:r>
        <w:t>And when We took your covenant and We raised Toor (mount) above you, (saying): Hold fast that which We have given you, and remember that what is in it, that perhaps you may become righteous.(63) Then you turned away after that, and if it had not been for the favour of Allah on you and His mercy, you would surely have been among the losers. (64) And surely you know about those among you who transgressed concerning Sabbath, so We said to them: Be you apes, despised (shunned). (65) And We made it a warning (deterrent punishment) for those who were present and those who succeeded them, and an advice to the God-fearing. (66)</w:t>
      </w:r>
    </w:p>
    <w:p w:rsidR="001A403D" w:rsidRDefault="001A403D" w:rsidP="001A403D">
      <w:pPr>
        <w:pStyle w:val="libNormal"/>
      </w:pPr>
      <w:r>
        <w:t>1-Allah Azza wa Jalla said: Act according to what is in Taurat and in Furqan which was sent down on Musa (a.s.) with the book, in which there is specifically Zikr of Mohammad sawaw, Ali asws and pure Imams asws, who are chief of all the creations, and who establish Haqq. Jibrael (a.s.) picked up a mountain from the mountains of Palestine with the command of Allah which was one Farsakh (about 6km) long and one Farsakh wide which was fitting on the nation, brought and suspended in air on top of their heads. And Musa (a.s.) said to the nation: What command (of Walayat) has been given, accept it otherwise this Toor mountain will be made to fall on you. So all of them accepted it while doing Sajdah on the ground. Allah Ta’ala said: Hold fast this Amr-e-Jaleel, i.e. Zikr of Mohammad sawaw &amp; Ali asws, and Zikr of their pure Aal asws, if you will remember it then there will be big reward for being steadfast on it, and if you deny then there will be sever capture. Then you did not keep the covenant, and did not fulfil the covenant of Walayat, then if you would not have been given the respite with the favour of Allah, and would not have been given the chance to repent with His mercy, you would have been among the losers.</w:t>
      </w:r>
    </w:p>
    <w:p w:rsidR="001A403D" w:rsidRDefault="001A403D" w:rsidP="001A403D">
      <w:pPr>
        <w:pStyle w:val="libNormal"/>
      </w:pPr>
      <w:r>
        <w:t xml:space="preserve">This nation was living on the shore of ocean, and they were commanded not to catch fish on Saturday. They made small ponds on the bank of ocean, </w:t>
      </w:r>
      <w:r>
        <w:lastRenderedPageBreak/>
        <w:t>and connected them with the ocean in such a way if a fish came to the pond could not go back. Then they were going on Sunday and bringing all the fish from the pond. And they were thinking that due to this trick they did not disobey the order of Allah and Nabi (a.s.). Allah made them monkeys by disfiguring them, and they died after three days.</w:t>
      </w:r>
    </w:p>
    <w:p w:rsidR="00595365" w:rsidRDefault="001A403D" w:rsidP="00E36567">
      <w:pPr>
        <w:pStyle w:val="libNormal"/>
      </w:pPr>
      <w:r>
        <w:t>Allah disfigured who were catching fish, then who murdered the progeny (asws) of Rasool sawaw, and were disrespectful to the pure Household (asws), how Allah will deal with them? Allah did not disfigure them in this world, but Azab for them in the Hereafter is getting addition on addition. (Imam Hassan Askari asws) (al-Burhan, v1, p233)</w:t>
      </w:r>
    </w:p>
    <w:p w:rsidR="001A403D" w:rsidRDefault="001A403D" w:rsidP="009229E3">
      <w:pPr>
        <w:pStyle w:val="libCenterBold1"/>
      </w:pPr>
      <w:r>
        <w:t>Lesson:</w:t>
      </w:r>
    </w:p>
    <w:p w:rsidR="001A403D" w:rsidRDefault="001A403D" w:rsidP="001A403D">
      <w:pPr>
        <w:pStyle w:val="libNormal"/>
      </w:pPr>
      <w:r>
        <w:t>1-Muqassir Mulla get worried by reading Quran-e-Kareem that it mentions again and again about renewal of Covenant of Walayat-e-Ali asws, and there are details of Capture of Allah for them who deny Walayat-e-Ali asws. Therefore they took out four or five hundred verses by trick to get rid of other verses. Or they explain the meanings of the Quran by apparent wording that these verses about Azab are for the Jews, and hide that Tafseer (exegesis) from the public which is done by the real inheritor, teacher, translator and Mufassir Masumeen asws, so that people should not know that these Jew-character people are actually the deniers of Walayat-e-Ali asws. When Zulfiqaar of Imam-e-Zamana asws will be on top of their heads like the mountain of death then Muqassireen will testify Walayat-e-Ali asws in hypocritical way.</w:t>
      </w:r>
    </w:p>
    <w:p w:rsidR="001A403D" w:rsidRDefault="001A403D" w:rsidP="00385B48">
      <w:pPr>
        <w:pStyle w:val="libAr"/>
      </w:pPr>
      <w:r>
        <w:rPr>
          <w:rFonts w:hint="eastAsia"/>
          <w:rtl/>
        </w:rPr>
        <w:t>وَإِذۡ</w:t>
      </w:r>
      <w:r>
        <w:rPr>
          <w:rtl/>
        </w:rPr>
        <w:t xml:space="preserve"> قَالَ مُوسَىٰ لِقَوۡمِهِ</w:t>
      </w:r>
      <w:r>
        <w:rPr>
          <w:rFonts w:hint="cs"/>
          <w:rtl/>
        </w:rPr>
        <w:t>ۦۤ</w:t>
      </w:r>
      <w:r>
        <w:rPr>
          <w:rtl/>
        </w:rPr>
        <w:t xml:space="preserve"> إِنَّ </w:t>
      </w:r>
      <w:r>
        <w:rPr>
          <w:rFonts w:hint="cs"/>
          <w:rtl/>
        </w:rPr>
        <w:t>ٱ</w:t>
      </w:r>
      <w:r>
        <w:rPr>
          <w:rFonts w:hint="eastAsia"/>
          <w:rtl/>
        </w:rPr>
        <w:t>للَّهَ</w:t>
      </w:r>
      <w:r>
        <w:rPr>
          <w:rtl/>
        </w:rPr>
        <w:t xml:space="preserve"> يَأۡمُرُكُمۡ أَن تَذۡبَحُواْ بَقَرَةً۬‌ۖ قَالُوٓاْ أَتَتَّخِذُنَا هُزُوً۬ا‌ۖ قَالَ أَعُوذُ بِ</w:t>
      </w:r>
      <w:r>
        <w:rPr>
          <w:rFonts w:hint="cs"/>
          <w:rtl/>
        </w:rPr>
        <w:t>ٱ</w:t>
      </w:r>
      <w:r>
        <w:rPr>
          <w:rFonts w:hint="eastAsia"/>
          <w:rtl/>
        </w:rPr>
        <w:t>للَّهِ</w:t>
      </w:r>
      <w:r>
        <w:rPr>
          <w:rtl/>
        </w:rPr>
        <w:t xml:space="preserve"> أَنۡ أَكُونَ مِنَ </w:t>
      </w:r>
      <w:r>
        <w:rPr>
          <w:rFonts w:hint="cs"/>
          <w:rtl/>
        </w:rPr>
        <w:t>ٱ</w:t>
      </w:r>
      <w:r>
        <w:rPr>
          <w:rFonts w:hint="eastAsia"/>
          <w:rtl/>
        </w:rPr>
        <w:t>لۡجَـٰهِلِينَ</w:t>
      </w:r>
      <w:r>
        <w:rPr>
          <w:rtl/>
        </w:rPr>
        <w:t xml:space="preserve"> (٦٧</w:t>
      </w:r>
      <w:r w:rsidR="009229E3">
        <w:rPr>
          <w:rtl/>
        </w:rPr>
        <w:t>)</w:t>
      </w:r>
      <w:r>
        <w:rPr>
          <w:rtl/>
        </w:rPr>
        <w:t xml:space="preserve"> قَالُواْ </w:t>
      </w:r>
      <w:r>
        <w:rPr>
          <w:rFonts w:hint="cs"/>
          <w:rtl/>
        </w:rPr>
        <w:t>ٱ</w:t>
      </w:r>
      <w:r>
        <w:rPr>
          <w:rFonts w:hint="eastAsia"/>
          <w:rtl/>
        </w:rPr>
        <w:t>دۡعُ</w:t>
      </w:r>
      <w:r>
        <w:rPr>
          <w:rtl/>
        </w:rPr>
        <w:t xml:space="preserve"> لَنَا رَبَّكَ يُبَيِّن لَّنَا مَا هِىَ‌ۚ قَالَ إِنَّهُ </w:t>
      </w:r>
      <w:r>
        <w:rPr>
          <w:rFonts w:hint="cs"/>
          <w:rtl/>
        </w:rPr>
        <w:t>ۥ</w:t>
      </w:r>
      <w:r>
        <w:rPr>
          <w:rtl/>
        </w:rPr>
        <w:t xml:space="preserve"> يَقُولُ إِنَّ</w:t>
      </w:r>
      <w:r w:rsidR="001E6BAB" w:rsidRPr="001E6BAB">
        <w:rPr>
          <w:rFonts w:hint="cs"/>
          <w:rtl/>
        </w:rPr>
        <w:t>ه</w:t>
      </w:r>
      <w:r w:rsidRPr="00595365">
        <w:rPr>
          <w:rFonts w:hint="cs"/>
          <w:rtl/>
        </w:rPr>
        <w:t>ا بَقَرَةٌ۬ لَّا فَارِضٌ۬ وَلَا بِكۡرٌ عَوَانُۢ بَيۡنَ ذَ</w:t>
      </w:r>
      <w:r w:rsidR="005B7B9E" w:rsidRPr="005B7B9E">
        <w:rPr>
          <w:rFonts w:hint="cs"/>
          <w:rtl/>
        </w:rPr>
        <w:t>ا</w:t>
      </w:r>
      <w:r>
        <w:rPr>
          <w:rFonts w:hint="eastAsia"/>
          <w:rtl/>
        </w:rPr>
        <w:t>لِكَ‌ۖ</w:t>
      </w:r>
      <w:r>
        <w:rPr>
          <w:rtl/>
        </w:rPr>
        <w:t xml:space="preserve"> فَ</w:t>
      </w:r>
      <w:r>
        <w:rPr>
          <w:rFonts w:hint="cs"/>
          <w:rtl/>
        </w:rPr>
        <w:t>ٱ</w:t>
      </w:r>
      <w:r>
        <w:rPr>
          <w:rFonts w:hint="eastAsia"/>
          <w:rtl/>
        </w:rPr>
        <w:t>فۡعَلُواْ</w:t>
      </w:r>
      <w:r>
        <w:rPr>
          <w:rtl/>
        </w:rPr>
        <w:t xml:space="preserve"> مَا تُؤۡمَرُونَ (٦٨</w:t>
      </w:r>
      <w:r w:rsidR="009229E3">
        <w:rPr>
          <w:rtl/>
        </w:rPr>
        <w:t>)</w:t>
      </w:r>
      <w:r>
        <w:rPr>
          <w:rtl/>
        </w:rPr>
        <w:t xml:space="preserve"> قَالُواْ </w:t>
      </w:r>
      <w:r>
        <w:rPr>
          <w:rFonts w:hint="cs"/>
          <w:rtl/>
        </w:rPr>
        <w:t>ٱ</w:t>
      </w:r>
      <w:r>
        <w:rPr>
          <w:rFonts w:hint="eastAsia"/>
          <w:rtl/>
        </w:rPr>
        <w:t>دۡعُ</w:t>
      </w:r>
      <w:r>
        <w:rPr>
          <w:rtl/>
        </w:rPr>
        <w:t xml:space="preserve"> لَنَا رَبَّكَ يُبَيِّن لَّنَا مَا لَوۡنُهَا‌ۚ قَالَ إِنَّهُ </w:t>
      </w:r>
      <w:r>
        <w:rPr>
          <w:rFonts w:hint="cs"/>
          <w:rtl/>
        </w:rPr>
        <w:t>ۥ</w:t>
      </w:r>
      <w:r>
        <w:rPr>
          <w:rtl/>
        </w:rPr>
        <w:t xml:space="preserve"> يَقُولُ إِنَّ</w:t>
      </w:r>
      <w:r w:rsidR="001E6BAB" w:rsidRPr="001E6BAB">
        <w:rPr>
          <w:rFonts w:hint="cs"/>
          <w:rtl/>
        </w:rPr>
        <w:t>ه</w:t>
      </w:r>
      <w:r w:rsidRPr="00595365">
        <w:rPr>
          <w:rFonts w:hint="cs"/>
          <w:rtl/>
        </w:rPr>
        <w:t>ا بَقَرَةٌ۬ صَفۡرَآءُ فَاقِعٌ۬ لَّوۡنُهَا تَسُ</w:t>
      </w:r>
      <w:r>
        <w:rPr>
          <w:rFonts w:hint="eastAsia"/>
          <w:rtl/>
        </w:rPr>
        <w:t>رُّ</w:t>
      </w:r>
      <w:r>
        <w:rPr>
          <w:rtl/>
        </w:rPr>
        <w:t xml:space="preserve"> </w:t>
      </w:r>
      <w:r>
        <w:rPr>
          <w:rFonts w:hint="cs"/>
          <w:rtl/>
        </w:rPr>
        <w:t>ٱ</w:t>
      </w:r>
      <w:r>
        <w:rPr>
          <w:rFonts w:hint="eastAsia"/>
          <w:rtl/>
        </w:rPr>
        <w:t>لنَّـٰظِرِينَ</w:t>
      </w:r>
      <w:r>
        <w:rPr>
          <w:rtl/>
        </w:rPr>
        <w:t xml:space="preserve"> (٦٩</w:t>
      </w:r>
      <w:r w:rsidR="009229E3">
        <w:rPr>
          <w:rtl/>
        </w:rPr>
        <w:t>)</w:t>
      </w:r>
      <w:r>
        <w:rPr>
          <w:rtl/>
        </w:rPr>
        <w:t xml:space="preserve"> قَالُواْ </w:t>
      </w:r>
      <w:r>
        <w:rPr>
          <w:rFonts w:hint="cs"/>
          <w:rtl/>
        </w:rPr>
        <w:t>ٱ</w:t>
      </w:r>
      <w:r>
        <w:rPr>
          <w:rFonts w:hint="eastAsia"/>
          <w:rtl/>
        </w:rPr>
        <w:t>دۡعُ</w:t>
      </w:r>
      <w:r>
        <w:rPr>
          <w:rtl/>
        </w:rPr>
        <w:t xml:space="preserve"> لَنَا رَبَّكَ يُبَيِّن لَّنَا مَا هِىَ إِنَّ </w:t>
      </w:r>
      <w:r>
        <w:rPr>
          <w:rFonts w:hint="cs"/>
          <w:rtl/>
        </w:rPr>
        <w:t>ٱ</w:t>
      </w:r>
      <w:r>
        <w:rPr>
          <w:rFonts w:hint="eastAsia"/>
          <w:rtl/>
        </w:rPr>
        <w:t>لۡبَقَرَ</w:t>
      </w:r>
      <w:r>
        <w:rPr>
          <w:rtl/>
        </w:rPr>
        <w:t xml:space="preserve"> تَشَـٰبَهَ عَلَيۡنَا وَإِنَّآ إِن شَآءَ </w:t>
      </w:r>
      <w:r>
        <w:rPr>
          <w:rFonts w:hint="cs"/>
          <w:rtl/>
        </w:rPr>
        <w:t>ٱ</w:t>
      </w:r>
      <w:r>
        <w:rPr>
          <w:rFonts w:hint="eastAsia"/>
          <w:rtl/>
        </w:rPr>
        <w:t>للَّهُ</w:t>
      </w:r>
      <w:r>
        <w:rPr>
          <w:rtl/>
        </w:rPr>
        <w:t xml:space="preserve"> لَمُهۡتَدُونَ (٧٠</w:t>
      </w:r>
      <w:r w:rsidR="009229E3">
        <w:rPr>
          <w:rtl/>
        </w:rPr>
        <w:t>)</w:t>
      </w:r>
      <w:r>
        <w:rPr>
          <w:rtl/>
        </w:rPr>
        <w:t xml:space="preserve"> قَالَ إِنَّهُ </w:t>
      </w:r>
      <w:r>
        <w:rPr>
          <w:rFonts w:hint="cs"/>
          <w:rtl/>
        </w:rPr>
        <w:t>ۥ</w:t>
      </w:r>
      <w:r>
        <w:rPr>
          <w:rtl/>
        </w:rPr>
        <w:t xml:space="preserve"> يَقُولُ إِنَّ</w:t>
      </w:r>
      <w:r w:rsidR="001E6BAB" w:rsidRPr="001E6BAB">
        <w:rPr>
          <w:rFonts w:hint="cs"/>
          <w:rtl/>
        </w:rPr>
        <w:t>ه</w:t>
      </w:r>
      <w:r w:rsidRPr="00595365">
        <w:rPr>
          <w:rFonts w:hint="cs"/>
          <w:rtl/>
        </w:rPr>
        <w:t xml:space="preserve">ا </w:t>
      </w:r>
      <w:r>
        <w:rPr>
          <w:rtl/>
        </w:rPr>
        <w:t xml:space="preserve">بَقَرَةٌ۬ لَّا ذَلُولٌ۬ تُثِيرُ </w:t>
      </w:r>
      <w:r>
        <w:rPr>
          <w:rFonts w:hint="cs"/>
          <w:rtl/>
        </w:rPr>
        <w:t>ٱ</w:t>
      </w:r>
      <w:r>
        <w:rPr>
          <w:rFonts w:hint="eastAsia"/>
          <w:rtl/>
        </w:rPr>
        <w:t>لۡأَرۡضَ</w:t>
      </w:r>
      <w:r>
        <w:rPr>
          <w:rtl/>
        </w:rPr>
        <w:t xml:space="preserve"> وَلَا تَسۡقِى </w:t>
      </w:r>
      <w:r>
        <w:rPr>
          <w:rFonts w:hint="cs"/>
          <w:rtl/>
        </w:rPr>
        <w:t>ٱ</w:t>
      </w:r>
      <w:r>
        <w:rPr>
          <w:rFonts w:hint="eastAsia"/>
          <w:rtl/>
        </w:rPr>
        <w:t>لۡحَرۡثَ</w:t>
      </w:r>
      <w:r>
        <w:rPr>
          <w:rtl/>
        </w:rPr>
        <w:t xml:space="preserve"> مُسَلَّمَةٌ۬ لَّا شِيَةَ فِيهَا‌ۚ قَالُواْ </w:t>
      </w:r>
      <w:r>
        <w:rPr>
          <w:rFonts w:hint="cs"/>
          <w:rtl/>
        </w:rPr>
        <w:t>ٱ</w:t>
      </w:r>
      <w:r>
        <w:rPr>
          <w:rFonts w:hint="eastAsia"/>
          <w:rtl/>
        </w:rPr>
        <w:t>لۡـَٔـٰنَ</w:t>
      </w:r>
      <w:r>
        <w:rPr>
          <w:rtl/>
        </w:rPr>
        <w:t xml:space="preserve"> جِئۡتَ بِ</w:t>
      </w:r>
      <w:r>
        <w:rPr>
          <w:rFonts w:hint="cs"/>
          <w:rtl/>
        </w:rPr>
        <w:t>ٱ</w:t>
      </w:r>
      <w:r>
        <w:rPr>
          <w:rFonts w:hint="eastAsia"/>
          <w:rtl/>
        </w:rPr>
        <w:t>لۡحَقِّ‌ۚ</w:t>
      </w:r>
      <w:r>
        <w:rPr>
          <w:rtl/>
        </w:rPr>
        <w:t xml:space="preserve"> فَذَبَحُوهَا وَمَا كَادُواْ يَفۡعَلُونَ (٧١</w:t>
      </w:r>
      <w:r w:rsidR="009229E3">
        <w:rPr>
          <w:rtl/>
        </w:rPr>
        <w:t>)</w:t>
      </w:r>
      <w:r>
        <w:rPr>
          <w:rtl/>
        </w:rPr>
        <w:t xml:space="preserve"> وَإِذۡ قَتَلۡتُمۡ نَفۡسً۬ا فَ</w:t>
      </w:r>
      <w:r>
        <w:rPr>
          <w:rFonts w:hint="cs"/>
          <w:rtl/>
        </w:rPr>
        <w:t>ٱ</w:t>
      </w:r>
      <w:r>
        <w:rPr>
          <w:rFonts w:hint="eastAsia"/>
          <w:rtl/>
        </w:rPr>
        <w:t>دَّ</w:t>
      </w:r>
      <w:r w:rsidR="005B7B9E" w:rsidRPr="005B7B9E">
        <w:rPr>
          <w:rFonts w:hint="cs"/>
          <w:rtl/>
        </w:rPr>
        <w:t>ا</w:t>
      </w:r>
      <w:r>
        <w:rPr>
          <w:rFonts w:hint="eastAsia"/>
          <w:rtl/>
        </w:rPr>
        <w:t>رَ</w:t>
      </w:r>
      <w:r w:rsidR="005B7B9E" w:rsidRPr="005B7B9E">
        <w:rPr>
          <w:rFonts w:hint="cs"/>
          <w:rtl/>
        </w:rPr>
        <w:t>ا</w:t>
      </w:r>
      <w:r w:rsidRPr="00595365">
        <w:rPr>
          <w:rFonts w:hint="cs"/>
          <w:rtl/>
        </w:rPr>
        <w:t>ٔۡ</w:t>
      </w:r>
      <w:r>
        <w:rPr>
          <w:rFonts w:hint="eastAsia"/>
          <w:rtl/>
        </w:rPr>
        <w:t>تُمۡ</w:t>
      </w:r>
      <w:r>
        <w:rPr>
          <w:rtl/>
        </w:rPr>
        <w:t xml:space="preserve"> فِي</w:t>
      </w:r>
      <w:r w:rsidR="001E6BAB" w:rsidRPr="001E6BAB">
        <w:rPr>
          <w:rFonts w:hint="cs"/>
          <w:rtl/>
        </w:rPr>
        <w:t>ه</w:t>
      </w:r>
      <w:r w:rsidRPr="00595365">
        <w:rPr>
          <w:rFonts w:hint="cs"/>
          <w:rtl/>
        </w:rPr>
        <w:t>ا‌ۖ وَ</w:t>
      </w:r>
      <w:r>
        <w:rPr>
          <w:rFonts w:hint="cs"/>
          <w:rtl/>
        </w:rPr>
        <w:t>ٱ</w:t>
      </w:r>
      <w:r>
        <w:rPr>
          <w:rFonts w:hint="eastAsia"/>
          <w:rtl/>
        </w:rPr>
        <w:t>للَّهُ</w:t>
      </w:r>
      <w:r>
        <w:rPr>
          <w:rtl/>
        </w:rPr>
        <w:t xml:space="preserve"> مُخۡرِجٌ۬ مَّا كُنتُمۡ تَكۡتُمُونَ (٧٢</w:t>
      </w:r>
      <w:r w:rsidR="009229E3">
        <w:rPr>
          <w:rtl/>
        </w:rPr>
        <w:t>)</w:t>
      </w:r>
      <w:r>
        <w:rPr>
          <w:rtl/>
        </w:rPr>
        <w:t xml:space="preserve"> فَقُلۡنَا </w:t>
      </w:r>
      <w:r>
        <w:rPr>
          <w:rFonts w:hint="cs"/>
          <w:rtl/>
        </w:rPr>
        <w:t>ٱ</w:t>
      </w:r>
      <w:r>
        <w:rPr>
          <w:rFonts w:hint="eastAsia"/>
          <w:rtl/>
        </w:rPr>
        <w:t>ضۡرِبُوهُ</w:t>
      </w:r>
      <w:r>
        <w:rPr>
          <w:rtl/>
        </w:rPr>
        <w:t xml:space="preserve"> بِبَعۡض</w:t>
      </w:r>
      <w:r>
        <w:rPr>
          <w:rFonts w:hint="eastAsia"/>
          <w:rtl/>
        </w:rPr>
        <w:t>ِ</w:t>
      </w:r>
      <w:r w:rsidR="001E6BAB" w:rsidRPr="001E6BAB">
        <w:rPr>
          <w:rFonts w:hint="cs"/>
          <w:rtl/>
        </w:rPr>
        <w:t>ه</w:t>
      </w:r>
      <w:r w:rsidRPr="00595365">
        <w:rPr>
          <w:rFonts w:hint="cs"/>
          <w:rtl/>
        </w:rPr>
        <w:t>ا‌ۚ</w:t>
      </w:r>
      <w:r>
        <w:rPr>
          <w:rtl/>
        </w:rPr>
        <w:t xml:space="preserve"> كَذَ</w:t>
      </w:r>
      <w:r w:rsidR="005B7B9E" w:rsidRPr="005B7B9E">
        <w:rPr>
          <w:rFonts w:hint="cs"/>
          <w:rtl/>
        </w:rPr>
        <w:t>ا</w:t>
      </w:r>
      <w:r>
        <w:rPr>
          <w:rFonts w:hint="eastAsia"/>
          <w:rtl/>
        </w:rPr>
        <w:t>لِكَ</w:t>
      </w:r>
      <w:r>
        <w:rPr>
          <w:rtl/>
        </w:rPr>
        <w:t xml:space="preserve"> يُحۡىِ </w:t>
      </w:r>
      <w:r>
        <w:rPr>
          <w:rFonts w:hint="cs"/>
          <w:rtl/>
        </w:rPr>
        <w:t>ٱ</w:t>
      </w:r>
      <w:r>
        <w:rPr>
          <w:rFonts w:hint="eastAsia"/>
          <w:rtl/>
        </w:rPr>
        <w:t>للَّهُ</w:t>
      </w:r>
      <w:r>
        <w:rPr>
          <w:rtl/>
        </w:rPr>
        <w:t xml:space="preserve"> </w:t>
      </w:r>
      <w:r>
        <w:rPr>
          <w:rFonts w:hint="cs"/>
          <w:rtl/>
        </w:rPr>
        <w:t>ٱ</w:t>
      </w:r>
      <w:r>
        <w:rPr>
          <w:rFonts w:hint="eastAsia"/>
          <w:rtl/>
        </w:rPr>
        <w:t>لۡمَوۡتَىٰ</w:t>
      </w:r>
      <w:r>
        <w:rPr>
          <w:rtl/>
        </w:rPr>
        <w:t xml:space="preserve"> وَيُرِي</w:t>
      </w:r>
      <w:r w:rsidR="001E6BAB" w:rsidRPr="001E6BAB">
        <w:rPr>
          <w:rFonts w:hint="cs"/>
          <w:rtl/>
        </w:rPr>
        <w:t>ک</w:t>
      </w:r>
      <w:r>
        <w:rPr>
          <w:rFonts w:hint="eastAsia"/>
          <w:rtl/>
        </w:rPr>
        <w:t>مۡ</w:t>
      </w:r>
      <w:r>
        <w:rPr>
          <w:rtl/>
        </w:rPr>
        <w:t xml:space="preserve"> ءَايَـٰتِهِ</w:t>
      </w:r>
      <w:r>
        <w:rPr>
          <w:rFonts w:hint="cs"/>
          <w:rtl/>
        </w:rPr>
        <w:t>ۦ</w:t>
      </w:r>
      <w:r>
        <w:rPr>
          <w:rtl/>
        </w:rPr>
        <w:t xml:space="preserve"> لَعَلَّكُمۡ تَعۡقِلُونَ (٧٣</w:t>
      </w:r>
      <w:r w:rsidR="009229E3">
        <w:rPr>
          <w:rtl/>
        </w:rPr>
        <w:t>)</w:t>
      </w:r>
    </w:p>
    <w:p w:rsidR="001A403D" w:rsidRDefault="001A403D" w:rsidP="00E36567">
      <w:pPr>
        <w:pStyle w:val="libBoldItalic"/>
      </w:pPr>
      <w:r>
        <w:t xml:space="preserve">And when Musa said to his nation: Indeed Allah commands you that you to slaughter a cow. They said: Do you take us in ridicule? He said: I seek refuge in Allah from being among the ignorant. (67) They said: Call upon for us your Rabb to make clear to us what (cow) she is. He said: No doubt He says: Verily she is a cow neither old nor virgin; but median between that; so do what you are commanded. (68) They said: Call upon for us your Rabb to make clear to us what is her colour. He said: No doubt He says: Verily she is a yellow cow, bright is her colour, pleasing to the observers. (69) They said: Call upon for us your Rabb to make clear to us what (cow) she is, because cows look alike to us; and indeed if Allah </w:t>
      </w:r>
      <w:r>
        <w:lastRenderedPageBreak/>
        <w:t>wills, we will be guided. (70) He said: Indeed He says: Verily she is a cow neither to plow the earth nor to irrigate the field, one free from fault with no spot upon her. They said: Now you have come with the truth. So they slaughtered her, though almost they did not. (71) And when you murdered a man and disputed over it and Allah brought forth that which you were hiding. (72) And We said: Strike him (murdered man) with some part of it (slaughtered cow). Thus Allah brings the dead to life and shows you His Ayaat (miracle) so that you may understand. (73)</w:t>
      </w:r>
    </w:p>
    <w:p w:rsidR="001A403D" w:rsidRDefault="001A403D" w:rsidP="001A403D">
      <w:pPr>
        <w:pStyle w:val="libNormal"/>
      </w:pPr>
      <w:r>
        <w:t>1-One young man of Bani Israel was murdered by son of his uncle due to jealousy and he threw the dead body behind the houses of a big tribe. So a dispute rose to find out the real murderer. Allah said to Musa (a.s.): There is one young man in your nation, who is the best, his Deen is to recite Salaah on Mohammad-o-Aal-e-Mohammad asws and to narrate their merits, I want to increase his provision through the decision of this dispute. So Allah revealed that a cow with such &amp; such signs should be slaughtered and its part should be struck on the murdered then he will become alive. (All the signs which Allah told, they were present in that cow which that good young man had) They mocked, how it can happen that if part of one dead is struck on the other dead then one of them can become alive. Musa (a.s.) said: I am not from among the ignorant that I attribute something to Allah which He did not say. And he explained them with examples that He is Omnipotent. Then they went to find out that cow, and the cow with those signs was not present with anyone except that good young man. Allah showed him Mohammad-o-Aal-e-Mohammad asws in dream, and they (asws) said: You are our lover, we want to give you reward in the world as well, fix the price of your cow according to your mother’s order, in this way Allah will make you and your children rich. So people came to buy the cow, and he told the price two Dinars according to the wish of her mother. People said: One Dinar. Mother said: Now price is four. People said: Two Dinars. His mother said: Eight Dinars. Nation wanted for four. In this way the price increased and increased until it came to that as many Dinars will come in the hide of an oxen. Then they slaughtered it and struck a part of it on the murdered but he did not become alive. Musa (a.s.) said: Allah says: You did not fulfil your promise that you have not paid its price. They gathered the wealth to pay the price, it came to fifty hundered thousand Dinars. Then they struck the piece of cow on the murdered and he became alive and he told that the son of his uncle murdered him due to jealousy.</w:t>
      </w:r>
    </w:p>
    <w:p w:rsidR="001A403D" w:rsidRDefault="001A403D" w:rsidP="00E36567">
      <w:pPr>
        <w:pStyle w:val="libNormal"/>
      </w:pPr>
      <w:r>
        <w:t xml:space="preserve">The nation asked the reason of that good young man becoming rich in this manner, and Musa (a.s.) told them. Then that young man asked how to protect the wealth? Then Musa (a.s.) said: Recite Salaah on Mohammad-o-Aal-e-Mohammad asws before receiving it. After hearing all this, the murdered made Dua for his life for the sake of Mohammad-o-Aal-e-Mohammad, then Allah gave him sixty years, and seventy years more for the sake of Mohammad-o-Aal-e-Mohammad asws, i.e. he got one hundred and thirty years life. Then that tribe who gave all their wealth for the price of cow, aske Musa (a.s.), and he told them: You have heard the Dua of this good man and the murdered, so you can also beg for the sake of Mohammad-o-Aal-e-Mohammad asws. They made Dua and it was ordered: </w:t>
      </w:r>
      <w:r>
        <w:lastRenderedPageBreak/>
        <w:t>Go to such &amp; such ruins and dig out the buried wealth. They found ten million Dinars, double than five million price of the cow for the sake of Mohammad-o-Aal-e-Mohammad asws. (Imam Hassan Askari asws) (al-Burhan, v1, p238)</w:t>
      </w:r>
    </w:p>
    <w:p w:rsidR="001A403D" w:rsidRDefault="001A403D" w:rsidP="009229E3">
      <w:pPr>
        <w:pStyle w:val="libCenterBold1"/>
      </w:pPr>
      <w:r>
        <w:t>Lesson:</w:t>
      </w:r>
    </w:p>
    <w:p w:rsidR="001A403D" w:rsidRDefault="001A403D" w:rsidP="001A403D">
      <w:pPr>
        <w:pStyle w:val="libNormal"/>
      </w:pPr>
      <w:r>
        <w:t>1-All types of provision, death &amp; life, reward &amp; punishment, perpetuation of universe is for the sake of Mohammad-o-Aal-e-Mohammad asws. The aim of all the real incidents and miracles is that man should understand that the aim of creation of the universe is only Mawaddat (Devotion) of Mohammad-o-Aal-e-Mohammad asws. Each and every heavenly book gives the lesson of Mawaddat of Masumeen asws. The spirit of every deed is Mawaddat of Masumeen asws. Deen of Allah is the name of the foot-steps of Masumeen asws.</w:t>
      </w:r>
    </w:p>
    <w:p w:rsidR="001A403D" w:rsidRDefault="001A403D" w:rsidP="00385B48">
      <w:pPr>
        <w:pStyle w:val="libAr"/>
      </w:pPr>
      <w:r>
        <w:rPr>
          <w:rFonts w:hint="eastAsia"/>
          <w:rtl/>
        </w:rPr>
        <w:t>ثُمَّ</w:t>
      </w:r>
      <w:r>
        <w:rPr>
          <w:rtl/>
        </w:rPr>
        <w:t xml:space="preserve"> قَسَتۡ قُلُوبُكُم مِّنۢ بَعۡدِ ذَ</w:t>
      </w:r>
      <w:r w:rsidR="005B7B9E" w:rsidRPr="005B7B9E">
        <w:rPr>
          <w:rFonts w:hint="cs"/>
          <w:rtl/>
        </w:rPr>
        <w:t>ا</w:t>
      </w:r>
      <w:r>
        <w:rPr>
          <w:rFonts w:hint="eastAsia"/>
          <w:rtl/>
        </w:rPr>
        <w:t>لِكَ</w:t>
      </w:r>
      <w:r>
        <w:rPr>
          <w:rtl/>
        </w:rPr>
        <w:t xml:space="preserve"> فَهِىَ كَ</w:t>
      </w:r>
      <w:r>
        <w:rPr>
          <w:rFonts w:hint="cs"/>
          <w:rtl/>
        </w:rPr>
        <w:t>ٱ</w:t>
      </w:r>
      <w:r>
        <w:rPr>
          <w:rFonts w:hint="eastAsia"/>
          <w:rtl/>
        </w:rPr>
        <w:t>لۡحِجَارَةِ</w:t>
      </w:r>
      <w:r>
        <w:rPr>
          <w:rtl/>
        </w:rPr>
        <w:t xml:space="preserve"> أَوۡ أَشَدُّ قَسۡوَةً۬‌ۚ وَإِنَّ مِنَ </w:t>
      </w:r>
      <w:r>
        <w:rPr>
          <w:rFonts w:hint="cs"/>
          <w:rtl/>
        </w:rPr>
        <w:t>ٱ</w:t>
      </w:r>
      <w:r>
        <w:rPr>
          <w:rFonts w:hint="eastAsia"/>
          <w:rtl/>
        </w:rPr>
        <w:t>لۡحِجَارَةِ</w:t>
      </w:r>
      <w:r>
        <w:rPr>
          <w:rtl/>
        </w:rPr>
        <w:t xml:space="preserve"> لَمَا يَتَفَجَّرُ مِنۡهُ </w:t>
      </w:r>
      <w:r>
        <w:rPr>
          <w:rFonts w:hint="cs"/>
          <w:rtl/>
        </w:rPr>
        <w:t>ٱ</w:t>
      </w:r>
      <w:r>
        <w:rPr>
          <w:rFonts w:hint="eastAsia"/>
          <w:rtl/>
        </w:rPr>
        <w:t>لۡأَنۡهَـٰرُ‌ۚ</w:t>
      </w:r>
      <w:r>
        <w:rPr>
          <w:rtl/>
        </w:rPr>
        <w:t xml:space="preserve"> وَإِنَّ مِنۡ</w:t>
      </w:r>
      <w:r w:rsidR="001E6BAB" w:rsidRPr="001E6BAB">
        <w:rPr>
          <w:rFonts w:hint="cs"/>
          <w:rtl/>
        </w:rPr>
        <w:t>ه</w:t>
      </w:r>
      <w:r w:rsidRPr="00595365">
        <w:rPr>
          <w:rFonts w:hint="cs"/>
          <w:rtl/>
        </w:rPr>
        <w:t xml:space="preserve">ا لَمَا يَشَّقَّقُ فَيَخۡرُجُ مِنۡهُ </w:t>
      </w:r>
      <w:r>
        <w:rPr>
          <w:rFonts w:hint="cs"/>
          <w:rtl/>
        </w:rPr>
        <w:t>ٱ</w:t>
      </w:r>
      <w:r>
        <w:rPr>
          <w:rFonts w:hint="eastAsia"/>
          <w:rtl/>
        </w:rPr>
        <w:t>لۡمَآءُ‌ۚ</w:t>
      </w:r>
      <w:r>
        <w:rPr>
          <w:rtl/>
        </w:rPr>
        <w:t xml:space="preserve"> وَإِنَّ مِنۡ</w:t>
      </w:r>
      <w:r w:rsidR="001E6BAB" w:rsidRPr="001E6BAB">
        <w:rPr>
          <w:rFonts w:hint="cs"/>
          <w:rtl/>
        </w:rPr>
        <w:t>ه</w:t>
      </w:r>
      <w:r w:rsidRPr="00595365">
        <w:rPr>
          <w:rFonts w:hint="cs"/>
          <w:rtl/>
        </w:rPr>
        <w:t>ا لَمَا يَ</w:t>
      </w:r>
      <w:r w:rsidR="001E6BAB" w:rsidRPr="001E6BAB">
        <w:rPr>
          <w:rFonts w:hint="cs"/>
          <w:rtl/>
        </w:rPr>
        <w:t>ه</w:t>
      </w:r>
      <w:r w:rsidRPr="00595365">
        <w:rPr>
          <w:rFonts w:hint="cs"/>
          <w:rtl/>
        </w:rPr>
        <w:t xml:space="preserve">ۡبِطُ مِنۡ خَشۡيَةِ </w:t>
      </w:r>
      <w:r>
        <w:rPr>
          <w:rFonts w:hint="cs"/>
          <w:rtl/>
        </w:rPr>
        <w:t>ٱ</w:t>
      </w:r>
      <w:r>
        <w:rPr>
          <w:rFonts w:hint="eastAsia"/>
          <w:rtl/>
        </w:rPr>
        <w:t>للَّهِ‌ۗ</w:t>
      </w:r>
      <w:r>
        <w:rPr>
          <w:rtl/>
        </w:rPr>
        <w:t xml:space="preserve"> وَمَا </w:t>
      </w:r>
      <w:r>
        <w:rPr>
          <w:rFonts w:hint="cs"/>
          <w:rtl/>
        </w:rPr>
        <w:t>ٱ</w:t>
      </w:r>
      <w:r>
        <w:rPr>
          <w:rFonts w:hint="eastAsia"/>
          <w:rtl/>
        </w:rPr>
        <w:t>للَّهُ</w:t>
      </w:r>
      <w:r>
        <w:rPr>
          <w:rtl/>
        </w:rPr>
        <w:t xml:space="preserve"> بِغَـٰفِلٍ عَمَّا تَعۡمَلُونَ (٧٤</w:t>
      </w:r>
      <w:r w:rsidR="009229E3">
        <w:rPr>
          <w:rtl/>
        </w:rPr>
        <w:t>)</w:t>
      </w:r>
    </w:p>
    <w:p w:rsidR="001A403D" w:rsidRDefault="001A403D" w:rsidP="00E36567">
      <w:pPr>
        <w:pStyle w:val="libBoldItalic"/>
      </w:pPr>
      <w:r>
        <w:t>Then your hearts became hardened after that, being like rocks, or even much harder. For indeed there are rocks from which rivers gush out, and indeed there are some of them which split apart and water comes out of it, and indeed there are some of them which fall down for the fear of Allah. Allah is not unaware of what you do. (74)</w:t>
      </w:r>
    </w:p>
    <w:p w:rsidR="001A403D" w:rsidRDefault="001A403D" w:rsidP="001A403D">
      <w:pPr>
        <w:pStyle w:val="libNormal"/>
      </w:pPr>
      <w:r>
        <w:t>1-Stone-hearted or even much harder than that are those who put the foundation of opposition of Walayat. Jews said: Our hearts are filled with good, we give alms and charity. Then Rasool Allah sawaw said: Good is that which is for the sake of Allah, but not for show off. They demanded: If you are truthful then mountain should testify. He (sawaw) said: Get testimony from any mountain which you wish. So they chose the mountain Aoar. He (sawaw) said: I tell you for the sake of the greatness of Mohammad-o-Aal-e-Mohammad asws, due to their (asws) holy names eight Angels (a.s.) are carrying (holding) the Arsh, that Arsh which countless Angels (a.s.) could not even move, whose number no one knows except Allah, for the sake of Mohammad-o-Aal-e-Mohammad asws, Adam’s (a.s.) repentance was accepted for the sake of mentioning their names, and mistake was forgiven, and was reinstated on status, and for the sake of the right of Mohammad-o-Aal-e-Mohammad asws, for the sake of mentioning their names Idrees (a.s.) begged and he was raised to Makanan Aliya in the Paradise, give testimony of Mohammad sawaw and attest that the hearts of these Jews are hardened, they are liars, and oppose the saying (words) of Mohammad Rasool Allah sawaw.</w:t>
      </w:r>
    </w:p>
    <w:p w:rsidR="001A403D" w:rsidRDefault="001A403D" w:rsidP="00E36567">
      <w:pPr>
        <w:pStyle w:val="libNormal"/>
      </w:pPr>
      <w:r>
        <w:t>The mountain moved and earthquake came, and water started flowing from it, and it gave testimony in detail (complete) and kept obeying whatever Rasool Allah sawaw said. (summary of Hadees, Imam Hassan Askari asws) (al-Burhan, v1, p247)</w:t>
      </w:r>
    </w:p>
    <w:p w:rsidR="001A403D" w:rsidRDefault="001A403D" w:rsidP="009229E3">
      <w:pPr>
        <w:pStyle w:val="libCenterBold1"/>
      </w:pPr>
      <w:r>
        <w:t>Lesson:</w:t>
      </w:r>
    </w:p>
    <w:p w:rsidR="001A403D" w:rsidRDefault="001A403D" w:rsidP="001A403D">
      <w:pPr>
        <w:pStyle w:val="libNormal"/>
      </w:pPr>
      <w:r>
        <w:lastRenderedPageBreak/>
        <w:t>1-The children of those stone-hearted people are present even nowadays in majority, who hear Ayaat and Ahadees about Walayat-e-Ali asws but even then their hearts keep hard &amp; dry, because their hearts have a cover of love of Muqassir Mulla. Everything in the universe is calling “Ali Ali”, but Muqassireen are deaf, dumb, blind, and unwise because they can not hear Ali-un-Waliullah, they can not say it, they can not see it, they can not understand it.</w:t>
      </w:r>
    </w:p>
    <w:p w:rsidR="001A403D" w:rsidRDefault="001A403D" w:rsidP="00385B48">
      <w:pPr>
        <w:pStyle w:val="libAr"/>
      </w:pPr>
      <w:r>
        <w:rPr>
          <w:rFonts w:hint="eastAsia"/>
          <w:rtl/>
        </w:rPr>
        <w:t>أَفَتَطۡمَعُونَ</w:t>
      </w:r>
      <w:r>
        <w:rPr>
          <w:rtl/>
        </w:rPr>
        <w:t xml:space="preserve"> أَن يُؤۡمِنُواْ لَكُمۡ وَقَدۡ كَانَ فَرِيقٌ۬ مِّنۡهُمۡ يَسۡمَعُونَ </w:t>
      </w:r>
      <w:r w:rsidR="001E6BAB" w:rsidRPr="001E6BAB">
        <w:rPr>
          <w:rFonts w:hint="cs"/>
          <w:rtl/>
        </w:rPr>
        <w:t>ک</w:t>
      </w:r>
      <w:r>
        <w:rPr>
          <w:rFonts w:hint="eastAsia"/>
          <w:rtl/>
        </w:rPr>
        <w:t>لَـٰمَ</w:t>
      </w:r>
      <w:r>
        <w:rPr>
          <w:rtl/>
        </w:rPr>
        <w:t xml:space="preserve"> </w:t>
      </w:r>
      <w:r>
        <w:rPr>
          <w:rFonts w:hint="cs"/>
          <w:rtl/>
        </w:rPr>
        <w:t>ٱ</w:t>
      </w:r>
      <w:r>
        <w:rPr>
          <w:rFonts w:hint="eastAsia"/>
          <w:rtl/>
        </w:rPr>
        <w:t>للَّهِ</w:t>
      </w:r>
      <w:r>
        <w:rPr>
          <w:rtl/>
        </w:rPr>
        <w:t xml:space="preserve"> ثُمَّ يُحَرِّفُونَهُ </w:t>
      </w:r>
      <w:r>
        <w:rPr>
          <w:rFonts w:hint="cs"/>
          <w:rtl/>
        </w:rPr>
        <w:t>ۥ</w:t>
      </w:r>
      <w:r>
        <w:rPr>
          <w:rtl/>
        </w:rPr>
        <w:t xml:space="preserve"> مِنۢ بَعۡدِ مَا عَقَلُوهُ وَهُمۡ يَعۡلَمُونَ (٧٥</w:t>
      </w:r>
      <w:r w:rsidR="009229E3">
        <w:rPr>
          <w:rtl/>
        </w:rPr>
        <w:t>)</w:t>
      </w:r>
      <w:r>
        <w:rPr>
          <w:rtl/>
        </w:rPr>
        <w:t xml:space="preserve"> وَإِذَا لَقُواْ </w:t>
      </w:r>
      <w:r>
        <w:rPr>
          <w:rFonts w:hint="cs"/>
          <w:rtl/>
        </w:rPr>
        <w:t>ٱ</w:t>
      </w:r>
      <w:r>
        <w:rPr>
          <w:rFonts w:hint="eastAsia"/>
          <w:rtl/>
        </w:rPr>
        <w:t>لَّذِينَ</w:t>
      </w:r>
      <w:r>
        <w:rPr>
          <w:rtl/>
        </w:rPr>
        <w:t xml:space="preserve"> ءَامَنُواْ قَالُوٓاْ ءَامَنَّا وَإِذَا خَلَا بَعۡضُهُمۡ إ</w:t>
      </w:r>
      <w:r>
        <w:rPr>
          <w:rFonts w:hint="eastAsia"/>
          <w:rtl/>
        </w:rPr>
        <w:t>ِلَىٰ</w:t>
      </w:r>
      <w:r>
        <w:rPr>
          <w:rtl/>
        </w:rPr>
        <w:t xml:space="preserve"> بَعۡضٍ۬ قَالُوٓاْ أَتُحَدِّثُونَ</w:t>
      </w:r>
      <w:r w:rsidR="001E6BAB" w:rsidRPr="001E6BAB">
        <w:rPr>
          <w:rFonts w:hint="cs"/>
          <w:rtl/>
        </w:rPr>
        <w:t>ه</w:t>
      </w:r>
      <w:r w:rsidRPr="00595365">
        <w:rPr>
          <w:rFonts w:hint="cs"/>
          <w:rtl/>
        </w:rPr>
        <w:t xml:space="preserve">م بِمَا فَتَحَ </w:t>
      </w:r>
      <w:r>
        <w:rPr>
          <w:rFonts w:hint="cs"/>
          <w:rtl/>
        </w:rPr>
        <w:t>ٱ</w:t>
      </w:r>
      <w:r>
        <w:rPr>
          <w:rFonts w:hint="eastAsia"/>
          <w:rtl/>
        </w:rPr>
        <w:t>للَّهُ</w:t>
      </w:r>
      <w:r>
        <w:rPr>
          <w:rtl/>
        </w:rPr>
        <w:t xml:space="preserve"> عَلَيۡكُمۡ لِيُحَآجُّوكُم بِهِ</w:t>
      </w:r>
      <w:r>
        <w:rPr>
          <w:rFonts w:hint="cs"/>
          <w:rtl/>
        </w:rPr>
        <w:t>ۦ</w:t>
      </w:r>
      <w:r>
        <w:rPr>
          <w:rtl/>
        </w:rPr>
        <w:t xml:space="preserve"> عِندَ رَبِّكُمۡ‌ۚ أَفَلَا تَعۡقِلُونَ (٧٦</w:t>
      </w:r>
      <w:r w:rsidR="009229E3">
        <w:rPr>
          <w:rtl/>
        </w:rPr>
        <w:t>)</w:t>
      </w:r>
      <w:r>
        <w:rPr>
          <w:rtl/>
        </w:rPr>
        <w:t xml:space="preserve"> أَوَلَا يَعۡلَمُونَ أَنَّ </w:t>
      </w:r>
      <w:r>
        <w:rPr>
          <w:rFonts w:hint="cs"/>
          <w:rtl/>
        </w:rPr>
        <w:t>ٱ</w:t>
      </w:r>
      <w:r>
        <w:rPr>
          <w:rFonts w:hint="eastAsia"/>
          <w:rtl/>
        </w:rPr>
        <w:t>للَّهَ</w:t>
      </w:r>
      <w:r>
        <w:rPr>
          <w:rtl/>
        </w:rPr>
        <w:t xml:space="preserve"> يَعۡلَمُ مَا يُسِرُّونَ وَمَا يُعۡلِنُونَ (٧٧</w:t>
      </w:r>
      <w:r w:rsidR="009229E3">
        <w:rPr>
          <w:rtl/>
        </w:rPr>
        <w:t>)</w:t>
      </w:r>
    </w:p>
    <w:p w:rsidR="001A403D" w:rsidRDefault="001A403D" w:rsidP="00E36567">
      <w:pPr>
        <w:pStyle w:val="libBoldItalic"/>
      </w:pPr>
      <w:r>
        <w:t>Do you hope that they will believe for you while indeed a party of them hears the word of Allah, then they change it, after they had understood it, while they are knowing? (75) And when they meet those who believe, they say: We believe. But when they are alone with one another they say: Do you talk to them about what Allah has disclosed to you that they can argue with you before your Rabb concerning it? Have you then no sense? (76) Don’t they know that Allah knows what they conceal and what they declare? (77)</w:t>
      </w:r>
    </w:p>
    <w:p w:rsidR="001A403D" w:rsidRDefault="001A403D" w:rsidP="001A403D">
      <w:pPr>
        <w:pStyle w:val="libNormal"/>
      </w:pPr>
      <w:r>
        <w:t>1-When Jews saw the undeniable proofs and miracles, they apparently accepted Nabuwat of Mohammad sawas and Walayat of Ali asws. And when they were in privacy with each other, they used to say: We said this to save ourselves. Allah Ta’ala disclosed their hypocrisy by these verses. When these hypocrites used to meet Salman (a.s.), Miqdad (a.s.), Abu Zarr (a.s.), and Ammar (a.s.) they used to confirm Nabuwat &amp; Walayat, and used to tell the benefits of Walayat-e-Ali asws, and used to tell merits of Aal-e-Mohammad asws.</w:t>
      </w:r>
    </w:p>
    <w:p w:rsidR="001A403D" w:rsidRDefault="001A403D" w:rsidP="001A403D">
      <w:pPr>
        <w:pStyle w:val="libNormal"/>
      </w:pPr>
      <w:r>
        <w:t>Abu Jahal (l.u.) sent a messenger, who read an insulting message. Rasool Allah sawaw gave the news of future in the answer as well that there will be a battle between you and us, told everything, when it will happen, for how many days it will be, who &amp; who will be murdered, how many will be made prisoners, then said to all the gathering which was in Madina at that time: Should I show you the places of their murder? Momin, Jews, Christians, and all other types of people were present in the gathering. Except Ali asws all of them said: Badar is very far. Then Rasool Allah sawaw said: Take the first step, second will be in Badar. There again he (sawaw) told the events of the battle and showed the places of the murdered ones (to be), and said: Write it what you are listening. People said: Ya Rasool Allah sawaw, where is inkpot and paper? Rasool Allah sawaw said: That is for the Angels (a.s.). And then commanded to the Angels (a.s.): Whatever I have said, write it and put it in everyone’s sleeve. Then said to the people: Take it out from your sleeves and read. All of them took out and saw that it was exactly same which he (sawaw) said, not less nor more, nor any difference in order. Said: Put it back to keep, this is honour for Momineen, and proof for the enemies.</w:t>
      </w:r>
    </w:p>
    <w:p w:rsidR="001A403D" w:rsidRDefault="001A403D" w:rsidP="00E36567">
      <w:pPr>
        <w:pStyle w:val="libNormal"/>
      </w:pPr>
      <w:r>
        <w:lastRenderedPageBreak/>
        <w:t>When Jews met each other, their chiefs and Ulma said: Why you tell the Mulslims the true proofs of Nabuwat of Rasool Allah sawaw and Imamat of his brother Ali asws which are in Taurat, then they present proof of Allah on us, don’t you have any sense. So Allah said rejecting their misunderstanding: Allah knows what you conceal and what you reveal. (Imam Hassan Askari asws) (al-Burhan, v1, p252)</w:t>
      </w:r>
    </w:p>
    <w:p w:rsidR="001A403D" w:rsidRDefault="001A403D" w:rsidP="009229E3">
      <w:pPr>
        <w:pStyle w:val="libCenterBold1"/>
      </w:pPr>
      <w:r>
        <w:t>Lesson:</w:t>
      </w:r>
    </w:p>
    <w:p w:rsidR="00595365" w:rsidRDefault="001A403D" w:rsidP="001A403D">
      <w:pPr>
        <w:pStyle w:val="libNormal"/>
      </w:pPr>
      <w:r>
        <w:t>1-Deniers of Walayat  have no power to compete Haqq, therefore they have entered among Momineen disguised as Muqassireen. These hypocrite Muqassireen narrate the merits of Maola Ali asws from the pulpit under compulsion, and sometime they have to say “Ya Ali asws Maddad” as well but with pale face, so that they can keep getting compensation. But when they are in privacy with Muqassireen, then they say: What we can do, we are under compulsion, public is like animals, they can not understand, public has not reached yet at that level of evolution that we can tell them real beliefs, but we should not tell them too much merits of Masumeen asws and rewards for the lover of Ali asws because then they will not be under our control. The fact is that it is unanimous decision of Muqassir Mullas to hide their real faith and real face from the public.</w:t>
      </w:r>
    </w:p>
    <w:p w:rsidR="001A403D" w:rsidRDefault="001A403D" w:rsidP="00385B48">
      <w:pPr>
        <w:pStyle w:val="libAr"/>
      </w:pPr>
      <w:r>
        <w:rPr>
          <w:rFonts w:hint="eastAsia"/>
          <w:rtl/>
        </w:rPr>
        <w:t>وَمِنۡ</w:t>
      </w:r>
      <w:r w:rsidR="001E6BAB" w:rsidRPr="001E6BAB">
        <w:rPr>
          <w:rFonts w:hint="cs"/>
          <w:rtl/>
        </w:rPr>
        <w:t>ه</w:t>
      </w:r>
      <w:r w:rsidRPr="00595365">
        <w:rPr>
          <w:rFonts w:hint="cs"/>
          <w:rtl/>
        </w:rPr>
        <w:t>مۡ</w:t>
      </w:r>
      <w:r>
        <w:rPr>
          <w:rtl/>
        </w:rPr>
        <w:t xml:space="preserve"> أُمِّيُّونَ لَا يَعۡلَمُونَ </w:t>
      </w:r>
      <w:r>
        <w:rPr>
          <w:rFonts w:hint="cs"/>
          <w:rtl/>
        </w:rPr>
        <w:t>ٱ</w:t>
      </w:r>
      <w:r>
        <w:rPr>
          <w:rFonts w:hint="eastAsia"/>
          <w:rtl/>
        </w:rPr>
        <w:t>لۡكِتَـٰبَ</w:t>
      </w:r>
      <w:r>
        <w:rPr>
          <w:rtl/>
        </w:rPr>
        <w:t xml:space="preserve"> إِلَّآ أَمَانِىَّ وَإِنۡ هُمۡ إِلَّا يَظُنُّونَ (٧٨</w:t>
      </w:r>
      <w:r w:rsidR="009229E3">
        <w:rPr>
          <w:rtl/>
        </w:rPr>
        <w:t>)</w:t>
      </w:r>
      <w:r>
        <w:rPr>
          <w:rtl/>
        </w:rPr>
        <w:t xml:space="preserve"> فَوَيۡلٌ۬ لِّلَّذِينَ يَكۡتُبُونَ </w:t>
      </w:r>
      <w:r>
        <w:rPr>
          <w:rFonts w:hint="cs"/>
          <w:rtl/>
        </w:rPr>
        <w:t>ٱ</w:t>
      </w:r>
      <w:r>
        <w:rPr>
          <w:rFonts w:hint="eastAsia"/>
          <w:rtl/>
        </w:rPr>
        <w:t>لۡكِتَـٰبَ</w:t>
      </w:r>
      <w:r>
        <w:rPr>
          <w:rtl/>
        </w:rPr>
        <w:t xml:space="preserve"> بِأَيۡدِي</w:t>
      </w:r>
      <w:r w:rsidR="001E6BAB" w:rsidRPr="001E6BAB">
        <w:rPr>
          <w:rFonts w:hint="cs"/>
          <w:rtl/>
        </w:rPr>
        <w:t>ه</w:t>
      </w:r>
      <w:r w:rsidRPr="00595365">
        <w:rPr>
          <w:rFonts w:hint="cs"/>
          <w:rtl/>
        </w:rPr>
        <w:t xml:space="preserve">مۡ ثُمَّ يَقُولُونَ هَـٰذَا مِنۡ عِندِ </w:t>
      </w:r>
      <w:r>
        <w:rPr>
          <w:rFonts w:hint="cs"/>
          <w:rtl/>
        </w:rPr>
        <w:t>ٱ</w:t>
      </w:r>
      <w:r>
        <w:rPr>
          <w:rFonts w:hint="eastAsia"/>
          <w:rtl/>
        </w:rPr>
        <w:t>للَّهِ</w:t>
      </w:r>
      <w:r>
        <w:rPr>
          <w:rtl/>
        </w:rPr>
        <w:t xml:space="preserve"> لِيَشۡتَرُواْ بِهِ</w:t>
      </w:r>
      <w:r>
        <w:rPr>
          <w:rFonts w:hint="cs"/>
          <w:rtl/>
        </w:rPr>
        <w:t>ۦ</w:t>
      </w:r>
      <w:r>
        <w:rPr>
          <w:rtl/>
        </w:rPr>
        <w:t xml:space="preserve"> ثَمَنً۬ا قَلِيلاً۬‌ۖ فَوَيۡ</w:t>
      </w:r>
      <w:r>
        <w:rPr>
          <w:rFonts w:hint="eastAsia"/>
          <w:rtl/>
        </w:rPr>
        <w:t>لٌ۬</w:t>
      </w:r>
      <w:r>
        <w:rPr>
          <w:rtl/>
        </w:rPr>
        <w:t xml:space="preserve"> لَّهُم مِّمَّا </w:t>
      </w:r>
      <w:r w:rsidR="001E6BAB" w:rsidRPr="001E6BAB">
        <w:rPr>
          <w:rFonts w:hint="cs"/>
          <w:rtl/>
        </w:rPr>
        <w:t>ک</w:t>
      </w:r>
      <w:r>
        <w:rPr>
          <w:rFonts w:hint="eastAsia"/>
          <w:rtl/>
        </w:rPr>
        <w:t>تَبَتۡ</w:t>
      </w:r>
      <w:r>
        <w:rPr>
          <w:rtl/>
        </w:rPr>
        <w:t xml:space="preserve"> أَيۡدِيهِمۡ وَوَيۡلٌ۬ لَّهُم مِّمَّا يَكۡسِبُونَ (٧٩</w:t>
      </w:r>
      <w:r w:rsidR="009229E3">
        <w:rPr>
          <w:rtl/>
        </w:rPr>
        <w:t>)</w:t>
      </w:r>
    </w:p>
    <w:p w:rsidR="001A403D" w:rsidRDefault="001A403D" w:rsidP="00E36567">
      <w:pPr>
        <w:pStyle w:val="libBoldItalic"/>
      </w:pPr>
      <w:r>
        <w:t>Among them are unlettered ones who do not know the Book except wishful thinking and they are only conjecturing (Zunn-e-Ijtihadi). (78) Therefore woe to those who write the Book with their hands and then say, "This is from Allah," in order to exchange it for a small price. So woe to them for what their hands have written, and woe to them for what they earn. (79)</w:t>
      </w:r>
    </w:p>
    <w:p w:rsidR="001A403D" w:rsidRDefault="001A403D" w:rsidP="001A403D">
      <w:pPr>
        <w:pStyle w:val="libNormal"/>
      </w:pPr>
      <w:r>
        <w:t>1-These Jews have no knowledge and wisdom. There can not be any lie in the heavenly book. But whatever is recited to them and it is said, “This is from the book of Allah and His words”, then they do not realise and they can not differentiate that what is being read to them is not in the book of Allah. Whatever they say is Zunn (guess) and lie about the Nabuwat of Mohammad sawaw and Imamat of Ali asws, and people do their Taqleed, although their Taqleed (to follow) is Haraam.</w:t>
      </w:r>
    </w:p>
    <w:p w:rsidR="001A403D" w:rsidRDefault="001A403D" w:rsidP="001A403D">
      <w:pPr>
        <w:pStyle w:val="libNormal"/>
      </w:pPr>
      <w:r>
        <w:t xml:space="preserve">Muslims &amp; their Ulma, and Jews &amp; their Ulma are different in one aspect, and similar from other aspect. According to the aspect of similarity Muslims are responsible themselves in doing Taqleed of Ulma, as Jew public is accountable (culprit) themselves. Similar is the aspect of difference. Jews knew that their Ulma are telling lie (conceal Haqq), eat Haraam &amp; bribery, change &amp; alter the obligatory commands in the greed of worldly things. Ulma are severely prejudiced (intolerant), if they do not like someone then they snatch his right and give it to who is not rightful, to whom they are jealous, do wrong (injustice) to him, they commit Haraam. Jews know in their hearts that Ulma are doing what corrupt people do, do </w:t>
      </w:r>
      <w:r>
        <w:lastRenderedPageBreak/>
        <w:t>not speak the truth about Allah, and they are worthy of becoming medium (Waselah) between public and Allah. Therefore Jews are themselves accountable for the result of doing Taqleed, while they know them (Ulma). And they know that their words are unacceptable, their statement is not attestable, and their practice. Rather it is obligatory on the public to pay attention themselves to the Amr of Rasool Allah sawaw, because his (sawaw) proofs are so obvious that they can not be concealed even if one does not tell them. And similar is the Muslim public that if they know that Ulma are corrupt, prejudiced and greedy for the world, and inclined to Haraam things, to whom they are intolerant then want to kill him even if he is worthy of being helped, and whom they take side for him good and favour even if he is worthy of disgrace and disrespect. Whoever follow such Ulma he is like Jews near Allah, he accountable himself for such Taqleed that he followed corrupt Ulma. Among Ulma who guards his self, guards his Deen, opposes his wishes, is obedient to the Amr of Maola (asws), public can follow him, but these qualities are only in few Shia Ulma but not in all Shia Ulma. Who commits ugly &amp; immoral deeds like general Ulma, then nothing should be accepted from him, and do not respect him because what knowledge he took from Ahlul Bait asws does mixing in it, it is his ignorance that he does alteration, does not keep the things on their right place, because he has no Mari’fat. And some Shia Ulma lie about us knowingly in the greed of the world but this is only addition for them in the Fire of Hell. And there is a Nasbi group in Shia Ulma who has no power to insult our splendour, they gain some of our true knowledge to attract our Shias, then they start decreasing us (insulting greatness &amp; infallibility) then they do addition on addition on it and tell lie on lie about us, we are immune to that. But weak Shias accept it that these words of knowledge are from Masumeen asws. Such Shia Ulma are misguided themselves and leading Shias astray as well. Such Shia Ulma are more injurious than the army of Yazid (l.u.) for weak-faith Shias, curse &amp; Azaab on them, they took the lives and belongings of Imam Hussain asws and his companions (a.s.). Their condition will be worse than the enemies of Allah, these evil Nasbi Ulma are disguised as our lovers but they are helper of our enemies, they put our weak Shias in suspicion &amp; doubt, so that they can be misguided &amp; prevented from reaching Haqq. Allah knows the condition of hearts that who has intention to guard his Deen and faith, and respect of Wali asws. Such person will not give any matter in hands of disguised Kafir (Nasbi Shia Alim), but leaves his matter in the hands of Momin, then it is Allah’s Will to accept it or not. Rasool Allah sawaw said: Evil Ulma of my Ummah are those who misguide people from us, cut the way which comes to us, call our opponents with our names and give them our Alqaab, do salute to them while they are worthy of curse, they say bad about us, while we are completely inside the Blessings of Allah, Salaah (Salawat) of Allah and the Angels who are near ones send Salaah on us, we are needless of Salawat of such (Nasibi) people.</w:t>
      </w:r>
    </w:p>
    <w:p w:rsidR="001A403D" w:rsidRDefault="001A403D" w:rsidP="00E36567">
      <w:pPr>
        <w:pStyle w:val="libNormal"/>
      </w:pPr>
      <w:r>
        <w:t xml:space="preserve">According to the saying of Imam Ali asws, righteous Ulma are good after the pure Imams asws. And after Iblees, Firoun, Namrood, those who adopt the names &amp; Alqaab of Masumeen asws, who snatch their (asws) right and </w:t>
      </w:r>
      <w:r>
        <w:lastRenderedPageBreak/>
        <w:t>occupy their possession, those Ulma are bad who are corrupt, reveal Batil and conceal Haqq, curse of Allah and those who curse, is on them. Destruction is for those who write with their hand and say that it is from Allah so that they can sell it for some price. Jews were writing with their hand the qualities of Mohammad sawaw contrary to the reality, and used to say to the weak that these qualities are of the Nabi sawaw who is coming in the last era that he (sawaw) will be tall and big stature, big abdomen and long hair, and will come after five hundred years, although these are not his (sawaw) qualities. Its object was to govern over the weak people and to maintain their hold, and to prevent them from the service of Mohammad sawaw, Ali asws and Itrat asws. Destruction on them due to writing the wrong qualities of Masumeen asws, and severe punishment in the worse place of Hell, and addition on the severe punishment is due to the wealth they gained, and by keeping public firm on denial of Nabuwat and opposition of Ali Waliullah asws. (Imam Hassan Askari asws) (al-Burhan, v1, p257)</w:t>
      </w:r>
    </w:p>
    <w:p w:rsidR="001A403D" w:rsidRDefault="001A403D" w:rsidP="009229E3">
      <w:pPr>
        <w:pStyle w:val="libCenterBold1"/>
      </w:pPr>
      <w:r>
        <w:t>Lesson:</w:t>
      </w:r>
    </w:p>
    <w:p w:rsidR="001A403D" w:rsidRDefault="001A403D" w:rsidP="001A403D">
      <w:pPr>
        <w:pStyle w:val="libNormal"/>
      </w:pPr>
      <w:r>
        <w:t>1-Who does Taqleed of Muqassir Nasbi Shia Ulma are like Jews, accepting everything blindly from Mulla without asking proof. Pulic does not ask: You are declaring Taqleed obligatory by telling five sentences, Hadees is only this or it is a long Hadees and you took out few sentences of your choice to misguide the people? Yazid (l.u.) also used to read half Ayat, “Do not go near Salaah” and leaving the next part, “when you are sleepy (drowsy)”. In fact this long Hadees is forbidding blind Taqleed and Taqleed of Muqassir Nasbi Shia Ulma.</w:t>
      </w:r>
    </w:p>
    <w:p w:rsidR="001A403D" w:rsidRDefault="001A403D" w:rsidP="001A403D">
      <w:pPr>
        <w:pStyle w:val="libNormal"/>
      </w:pPr>
      <w:r>
        <w:t>2-Nasbi Ulma who oppose infallibility &amp; merits, Walayat &amp; Azadari of Masumeen asws by using different tricks, do not listen anything from them.</w:t>
      </w:r>
    </w:p>
    <w:p w:rsidR="001A403D" w:rsidRDefault="001A403D" w:rsidP="001A403D">
      <w:pPr>
        <w:pStyle w:val="libNormal"/>
      </w:pPr>
      <w:r>
        <w:t>3-Anyone who is doing Taqleed of a fallible, he is answerable himself for his deeds according to the saying of Masoom asws, in spite of doing Taqleed. If any Alim says, “Who does my Taqleed will not be liable to answer” is totally wrong and against Haqq.</w:t>
      </w:r>
    </w:p>
    <w:p w:rsidR="00595365" w:rsidRDefault="001A403D" w:rsidP="001A403D">
      <w:pPr>
        <w:pStyle w:val="libNormal"/>
      </w:pPr>
      <w:r>
        <w:t>4-It is concealing Haqq not to tell the Ayaat &amp; Ahadees about Walayat-e-Ali asws. It is changing and alteration in the obligatory commands to issue Fatawa against Testimony of Walayat and Azadari.</w:t>
      </w:r>
    </w:p>
    <w:p w:rsidR="001A403D" w:rsidRDefault="001A403D" w:rsidP="001A403D">
      <w:pPr>
        <w:pStyle w:val="libNormal"/>
      </w:pPr>
      <w:r>
        <w:t>5-Jealousy and denial of merits of Masumeen asws is injustice. To make any fallible Nasbi Mulla a medium (Waselah) is injustice, the words &amp; practice of such people is unacceptable.</w:t>
      </w:r>
    </w:p>
    <w:p w:rsidR="001A403D" w:rsidRDefault="001A403D" w:rsidP="001A403D">
      <w:pPr>
        <w:pStyle w:val="libNormal"/>
      </w:pPr>
      <w:r>
        <w:t>6-It is obligatory to gain Mari’fat of Mohammad-o-Aal-e-Mohammad asws on every one. There is no value of fabricated stories of Nasbi Mulla.</w:t>
      </w:r>
    </w:p>
    <w:p w:rsidR="001A403D" w:rsidRDefault="001A403D" w:rsidP="001A403D">
      <w:pPr>
        <w:pStyle w:val="libNormal"/>
      </w:pPr>
      <w:r>
        <w:t>7-Fasiq (corrupt) is that who disobeys the Amr of Maola asws and issues Fatawa in competition with Amr of Masumeen asws. Prejudiced is that who is jealous from the merits of Masumeen asws, and considers himself superior to the prophets (a.s.), and is trapped in the greed of wealth &amp; authority in this world. Who opposes Walayat-e-Ali asws his every deed is Haraam. It is now routine of Nasbi Shia Ulma to arrange murder attacks on Shia Ulma-e-Haqq. Books are being published to propagate fabricated virtues of Nasbi Ulma.</w:t>
      </w:r>
    </w:p>
    <w:p w:rsidR="001A403D" w:rsidRDefault="001A403D" w:rsidP="001A403D">
      <w:pPr>
        <w:pStyle w:val="libNormal"/>
      </w:pPr>
      <w:r>
        <w:lastRenderedPageBreak/>
        <w:t>8-Only that Alim should be consulted who is obedient to the Amr of Maola asws, i.e. who explains any given issue with reference of Quran &amp; Hadees. And do not listen to him who issues Fatawa with his Usuli wisdom &amp; Zunn-e-ijtihadi, and refuses to give any proof or reference.</w:t>
      </w:r>
    </w:p>
    <w:p w:rsidR="001A403D" w:rsidRDefault="001A403D" w:rsidP="001A403D">
      <w:pPr>
        <w:pStyle w:val="libNormal"/>
      </w:pPr>
      <w:r>
        <w:t>9-Ulma-e-Haqq are in minority among Shias, majority is not the proof of Haqq. Nasbi Muqassireen are ugly &amp; vulgar, do not listen or respect them, they are ignorant and greedy. Masumeen asws have warned about Nasbi group that they get education in Shia Madaris, then they gain attention among people through propaganda, then they start their work i.e. opposition of Walayat &amp; Azadari, such disguised Nasbi clowns are worse than Yazid (l.u.) &amp; his army. They put weak Shias in suspicion &amp; doubt by saying that Masumeen asws are humans like us (Naoozobillah). Masumeen asws are Mashiyat &amp; Noor of Allah. It is forbidden to engage such Nasbi Ulma for children’s education, lectures, leading Salaah &amp; Janazah, reading Nikah, etc.</w:t>
      </w:r>
    </w:p>
    <w:p w:rsidR="001A403D" w:rsidRDefault="001A403D" w:rsidP="001A403D">
      <w:pPr>
        <w:pStyle w:val="libNormal"/>
      </w:pPr>
      <w:r>
        <w:t>10-Nasbi Ulma are teaching people to have direct contact with Allah bypassing Waselah. They consider themselves Wali while Wali of the Time asws is present, they use Alqabaat of Maola asws, e.g. Hujjatul Islam, Ayatullah al-Uzma, Siddeeq-e-Akbar, Farooq-e-Azam, Wali al-Muslimeen, etc. Usuli Mujtahideen have tamed Muqallideen to say Salawat when their ugly names are mentioned. They are the companions of those who snatched the rights of Masumeen asws, Nasbi Ulma say that Fadak was not right of Syyeda asws. (Naoozobillah)</w:t>
      </w:r>
    </w:p>
    <w:p w:rsidR="001A403D" w:rsidRDefault="001A403D" w:rsidP="001A403D">
      <w:pPr>
        <w:pStyle w:val="libNormal"/>
      </w:pPr>
      <w:r>
        <w:t>11-Pious Ulma are praise worthy, they obey the Amr of Masumeen asws, their words &amp; practice depends on Walayat-e-Ali asws, they do not issue Fatawa, they explain everything with Quran &amp; Hadees. The propaganda of Nasbi Ulma is that their Fatawa are also according to Quran &amp; Sunnah, but if one asks for the reference then they are dead silent. When we read the books of Pioneer Nasbi Ulma who started this man-made religion in 4th century, it is clear they were not having any connection with Quran or Hadees, they openly did not give any importance to Ahadees.</w:t>
      </w:r>
    </w:p>
    <w:p w:rsidR="001A403D" w:rsidRDefault="001A403D" w:rsidP="001A403D">
      <w:pPr>
        <w:pStyle w:val="libNormal"/>
      </w:pPr>
      <w:r>
        <w:t>12-Allah and cursing Momineen curse on Nasbi Ulma who conceal Haqq, who are enemies of Walayat-e-Ali asws and Azadari specifically. They have devised books like Jew Ulma for Muqallideen, in which Masumeen asws are not mentioned. Contrary to this, if you see “Mun La Yahzorul Faqeh”, every thing is quoted with the holy name of Masoom asws. Therefore Nasbi Ulma do not like Kutub-e-Arba. Nasbi Ulma sell their self-fabricated books for cheap price and say it is according to the orders Allah.</w:t>
      </w:r>
    </w:p>
    <w:p w:rsidR="001A403D" w:rsidRDefault="001A403D" w:rsidP="001A403D">
      <w:pPr>
        <w:pStyle w:val="libNormal"/>
      </w:pPr>
      <w:r>
        <w:t>13-Just like Jews, Nasbi Ulma have changed the qualities and attributes of Msumeen asws, e.g. Nasbis consider mistake &amp; forgetfulness obligatory for Masumeen asws, and who does not believe it is declared as Ghali; Maola Ali asws is martyred so seek help from Allah directly now; time of Zahoor of Imam-e-Zamana asws is still very far, therefore they are declaring themselves Waris &amp; Imam by publishing verse no.5 of Sura Qassas under their own pictures. Although it is clear that this verse is only for Imam-e-Zamana asws and Masumeen asws. By telling the meanings of verses according to their own wishes Nasbi Ulma wants to maintain their authority over the public, so that they can prevent people from obeying Moahmmad-</w:t>
      </w:r>
      <w:r>
        <w:lastRenderedPageBreak/>
        <w:t>o-Aal-e-Mohammad asws, and occupy their wealth as well. They are only making Azaab obligatory for them by devising books based on Zunn-e-ijtihadi, by snatching the wealth of weak-faith Shias in the name of Deen, and by preventing people from Walayat-e-Ali asws.</w:t>
      </w:r>
    </w:p>
    <w:p w:rsidR="001A403D" w:rsidRDefault="001A403D" w:rsidP="00385B48">
      <w:pPr>
        <w:pStyle w:val="libAr"/>
      </w:pPr>
      <w:r>
        <w:rPr>
          <w:rFonts w:hint="eastAsia"/>
          <w:rtl/>
        </w:rPr>
        <w:t>وَقَالُواْ</w:t>
      </w:r>
      <w:r>
        <w:rPr>
          <w:rtl/>
        </w:rPr>
        <w:t xml:space="preserve"> لَن تَمَسَّنَا </w:t>
      </w:r>
      <w:r>
        <w:rPr>
          <w:rFonts w:hint="cs"/>
          <w:rtl/>
        </w:rPr>
        <w:t>ٱ</w:t>
      </w:r>
      <w:r>
        <w:rPr>
          <w:rFonts w:hint="eastAsia"/>
          <w:rtl/>
        </w:rPr>
        <w:t>لنَّارُ</w:t>
      </w:r>
      <w:r>
        <w:rPr>
          <w:rtl/>
        </w:rPr>
        <w:t xml:space="preserve"> إِلَّآ أَيَّامً۬ا مَّعۡدُودَةً۬‌ۚ قُلۡ أَتَّخَذۡتُمۡ عِندَ </w:t>
      </w:r>
      <w:r>
        <w:rPr>
          <w:rFonts w:hint="cs"/>
          <w:rtl/>
        </w:rPr>
        <w:t>ٱ</w:t>
      </w:r>
      <w:r>
        <w:rPr>
          <w:rFonts w:hint="eastAsia"/>
          <w:rtl/>
        </w:rPr>
        <w:t>للَّهِ</w:t>
      </w:r>
      <w:r>
        <w:rPr>
          <w:rtl/>
        </w:rPr>
        <w:t xml:space="preserve"> عَهۡدً۬ا فَلَن يُخۡلِفَ </w:t>
      </w:r>
      <w:r>
        <w:rPr>
          <w:rFonts w:hint="cs"/>
          <w:rtl/>
        </w:rPr>
        <w:t>ٱ</w:t>
      </w:r>
      <w:r>
        <w:rPr>
          <w:rFonts w:hint="eastAsia"/>
          <w:rtl/>
        </w:rPr>
        <w:t>للَّهُ</w:t>
      </w:r>
      <w:r>
        <w:rPr>
          <w:rtl/>
        </w:rPr>
        <w:t xml:space="preserve"> عَهۡدَهُ </w:t>
      </w:r>
      <w:r>
        <w:rPr>
          <w:rFonts w:hint="cs"/>
          <w:rtl/>
        </w:rPr>
        <w:t>ۥۤ‌ۖ</w:t>
      </w:r>
      <w:r>
        <w:rPr>
          <w:rtl/>
        </w:rPr>
        <w:t xml:space="preserve"> أَمۡ تَقُولُونَ عَلَى </w:t>
      </w:r>
      <w:r>
        <w:rPr>
          <w:rFonts w:hint="cs"/>
          <w:rtl/>
        </w:rPr>
        <w:t>ٱ</w:t>
      </w:r>
      <w:r>
        <w:rPr>
          <w:rFonts w:hint="eastAsia"/>
          <w:rtl/>
        </w:rPr>
        <w:t>للَّهِ</w:t>
      </w:r>
      <w:r>
        <w:rPr>
          <w:rtl/>
        </w:rPr>
        <w:t xml:space="preserve"> مَا لَا تَعۡلَمُونَ (٨٠</w:t>
      </w:r>
      <w:r w:rsidR="009229E3">
        <w:rPr>
          <w:rtl/>
        </w:rPr>
        <w:t>)</w:t>
      </w:r>
      <w:r>
        <w:rPr>
          <w:rtl/>
        </w:rPr>
        <w:t xml:space="preserve"> بَلَىٰ مَن كَسَبَ سَيِّئَةً۬ وَأَحَـٰطَتۡ بِهِ</w:t>
      </w:r>
      <w:r>
        <w:rPr>
          <w:rFonts w:hint="cs"/>
          <w:rtl/>
        </w:rPr>
        <w:t>ۦ</w:t>
      </w:r>
      <w:r>
        <w:rPr>
          <w:rtl/>
        </w:rPr>
        <w:t xml:space="preserve"> خَطِ</w:t>
      </w:r>
      <w:r>
        <w:rPr>
          <w:rFonts w:hint="eastAsia"/>
          <w:rtl/>
        </w:rPr>
        <w:t>يٓـَٔتُهُ</w:t>
      </w:r>
      <w:r>
        <w:rPr>
          <w:rtl/>
        </w:rPr>
        <w:t xml:space="preserve"> </w:t>
      </w:r>
      <w:r>
        <w:rPr>
          <w:rFonts w:hint="cs"/>
          <w:rtl/>
        </w:rPr>
        <w:t>ۥ</w:t>
      </w:r>
      <w:r>
        <w:rPr>
          <w:rtl/>
        </w:rPr>
        <w:t xml:space="preserve"> فَأُوْلَـٰٓ</w:t>
      </w:r>
      <w:r>
        <w:rPr>
          <w:rFonts w:hint="cs"/>
          <w:rtl/>
        </w:rPr>
        <w:t>ٮِٕ</w:t>
      </w:r>
      <w:r>
        <w:rPr>
          <w:rFonts w:hint="eastAsia"/>
          <w:rtl/>
        </w:rPr>
        <w:t>كَ</w:t>
      </w:r>
      <w:r>
        <w:rPr>
          <w:rtl/>
        </w:rPr>
        <w:t xml:space="preserve"> أَصۡحَـٰبُ </w:t>
      </w:r>
      <w:r>
        <w:rPr>
          <w:rFonts w:hint="cs"/>
          <w:rtl/>
        </w:rPr>
        <w:t>ٱ</w:t>
      </w:r>
      <w:r>
        <w:rPr>
          <w:rFonts w:hint="eastAsia"/>
          <w:rtl/>
        </w:rPr>
        <w:t>لنَّارِ‌ۖ</w:t>
      </w:r>
      <w:r>
        <w:rPr>
          <w:rtl/>
        </w:rPr>
        <w:t xml:space="preserve"> هُمۡ فِيهَا خَـٰلِدُونَ (٨١</w:t>
      </w:r>
      <w:r w:rsidR="009229E3">
        <w:rPr>
          <w:rtl/>
        </w:rPr>
        <w:t>)</w:t>
      </w:r>
    </w:p>
    <w:p w:rsidR="001A403D" w:rsidRDefault="001A403D" w:rsidP="00E36567">
      <w:pPr>
        <w:pStyle w:val="libBoldItalic"/>
      </w:pPr>
      <w:r>
        <w:t>And they say: The Fire will never touch us except for (a few) numbered days. Say: Have you taken a covenant with Allah? For Allah will never break His covenant, or do you say about Allah that which you do not know? (80) Yes, whoever earns evil and his sins have surrounded him, those are the companions of the Fire, they will abide therein eternally. (81)</w:t>
      </w:r>
    </w:p>
    <w:p w:rsidR="001A403D" w:rsidRDefault="001A403D" w:rsidP="00E36567">
      <w:pPr>
        <w:pStyle w:val="libNormal"/>
      </w:pPr>
      <w:r>
        <w:t xml:space="preserve">1-Stone hearted people who reveal faith and conceal their hypocrisy, they think that if they will get the punishment of this hypocrisy it will be maximum for a few numbered days, then they will go to Paradise with eternal bounties. Has Allah done a covenant with them that after denying Mohammad sawaw, and by rejecting those Ayaat which are about Nabuwat, Ali asws, and Khulfa asws, the punishment will be only for few days. In fact this punishment will be never ending eternal. Do not incline yourself towards ugly sins by denying Allah, His Rasool sawaw, His Wali asws, who is raised for the welfare of Ummah, like a loving, merciful, favouring father is kind and loving for his children. Then knowingly you claim false. Then those sins which are surrounding them, due to which they are out of the sphere of Deen, exited from the Walayat of Allah, and thrown into the Wrath of Allah, that is Shirk and denial of Allah, denial of Nabuwat of Mohammad Rasool Allah sawaw, and denial of Walayat of Ali ibne Abi Talib asws. Every sin among these is nullifying their deeds. The doers of these encompassing sins are the companions of the Hell. Rasool Allah sawaw said: Walayat-e-Ali asws is that virtue with which no sin can give loss, if any hardship comes on the lover then he is saved from a bad-luck of the world due to that, and gets rid of the punishment of the Hereafter due to the blessing of intercession of Masumeen asws; and Walayat of the enemies of Ali asws and opposition of Ali asws is that sin with which nothing can benefit. Obedience of Masumeen asws only with humbleness &amp; striving in the right way gives benefit. So for the enemies of Walayat there is only eternal punishment in the Hereafter. And who fought against Walayat-e-Ali asws, he will be never able to see Jannah with his eyes, but he will be only shown Jannah that he should know that if he would have loved then this would have been his station &amp; place, so that his regret &amp; grief should increase. And who loved Ali asws, and remained immune to his enemies, and accepted Aoliya asws, he will never see Hell with his eyes, but he will be shown only for the reason and it will be said that if you were on the Walayat of others then this would have been your destination; or if he was engaged in useless personal wishes other than denial of Walayat, then he will be purified by showing the Hell, like dirt is removed by taking bath in </w:t>
      </w:r>
      <w:r>
        <w:lastRenderedPageBreak/>
        <w:t>hot Hamam, so that he can get salvation then with intercession of Masumeen asws. (Imam Hassan Askari asws) (al-Burhan, v1, p260)</w:t>
      </w:r>
    </w:p>
    <w:p w:rsidR="001A403D" w:rsidRDefault="001A403D" w:rsidP="009229E3">
      <w:pPr>
        <w:pStyle w:val="libCenterBold1"/>
      </w:pPr>
      <w:r>
        <w:t>Lesson:</w:t>
      </w:r>
    </w:p>
    <w:p w:rsidR="001A403D" w:rsidRDefault="001A403D" w:rsidP="001A403D">
      <w:pPr>
        <w:pStyle w:val="libNormal"/>
      </w:pPr>
      <w:r>
        <w:t>1-Stone hearted who are apparently Shias but in reality are opponents of Walayat, those hypocrites think that Allah has promised Paradise with them, if they will get punishment it will be only for few days due to issuing Fatawa against Walayat-e-Ali asws and Azadari, after that they will be in Paradise for ever due to their prayers and fasts. When Allah promised them that He will forgive them in spite of their great ugly sin i.e. opposition of Walayat?</w:t>
      </w:r>
    </w:p>
    <w:p w:rsidR="001A403D" w:rsidRDefault="001A403D" w:rsidP="001A403D">
      <w:pPr>
        <w:pStyle w:val="libNormal"/>
      </w:pPr>
      <w:r>
        <w:t>2-Opposition of Walayat-e-Ali asws is that sin which is like a fire-ball that surrounds &amp; encompasses and by taking out of the sphere of Deen throws into the blind well of Hell, burns to ashes all the deeds like prayers, fasts, Hajj, etc.</w:t>
      </w:r>
    </w:p>
    <w:p w:rsidR="001A403D" w:rsidRDefault="001A403D" w:rsidP="001A403D">
      <w:pPr>
        <w:pStyle w:val="libNormal"/>
      </w:pPr>
      <w:r>
        <w:t>3-Walayat-e-Ali asws is that pure &amp; purifying ocean who enters into it all impurities &amp; sins disappear. It is obligatory to declare immunity to the enemies of Masumeen asws along with the testimony of Walayat.</w:t>
      </w:r>
    </w:p>
    <w:p w:rsidR="001A403D" w:rsidRDefault="001A403D" w:rsidP="001A403D">
      <w:pPr>
        <w:pStyle w:val="libNormal"/>
      </w:pPr>
      <w:r>
        <w:t>4-Who makes guardian to an enemy of Maola Ali asws, who gives Fatawa against testimony of Walayat-e-Ali asws and Azadari of Maola Hussain asws, his good deeds can not benefit him at all. To increase his regret, he will be shown Jannah and then thrown into Hell for ever.</w:t>
      </w:r>
    </w:p>
    <w:p w:rsidR="001A403D" w:rsidRDefault="001A403D" w:rsidP="001A403D">
      <w:pPr>
        <w:pStyle w:val="libNormal"/>
      </w:pPr>
      <w:r>
        <w:t>5-Not any creation can get salvation without intercession of Masumeen asws. Hopes to get Jannah with good deeds are all false Satanic hopes. Walayat-e-Ali asws is that Good Deed which is authentic certificate of intercession.</w:t>
      </w:r>
    </w:p>
    <w:p w:rsidR="001A403D" w:rsidRDefault="001A403D" w:rsidP="00385B48">
      <w:pPr>
        <w:pStyle w:val="libAr"/>
      </w:pPr>
      <w:r>
        <w:rPr>
          <w:rFonts w:hint="eastAsia"/>
          <w:rtl/>
        </w:rPr>
        <w:t>وَإِذۡ</w:t>
      </w:r>
      <w:r>
        <w:rPr>
          <w:rtl/>
        </w:rPr>
        <w:t xml:space="preserve"> أَخَذۡنَا مِيثَـٰقَ بَنِىٓ إِسۡرَ</w:t>
      </w:r>
      <w:r w:rsidR="005B7B9E" w:rsidRPr="005B7B9E">
        <w:rPr>
          <w:rFonts w:hint="cs"/>
          <w:rtl/>
        </w:rPr>
        <w:t>ا</w:t>
      </w:r>
      <w:r w:rsidRPr="00595365">
        <w:rPr>
          <w:rFonts w:hint="cs"/>
          <w:rtl/>
        </w:rPr>
        <w:t>ٓ</w:t>
      </w:r>
      <w:r>
        <w:rPr>
          <w:rFonts w:hint="eastAsia"/>
          <w:rtl/>
        </w:rPr>
        <w:t>ءِيلَ</w:t>
      </w:r>
      <w:r>
        <w:rPr>
          <w:rtl/>
        </w:rPr>
        <w:t xml:space="preserve"> لَا تَعۡبُدُونَ إِلَّا </w:t>
      </w:r>
      <w:r>
        <w:rPr>
          <w:rFonts w:hint="cs"/>
          <w:rtl/>
        </w:rPr>
        <w:t>ٱ</w:t>
      </w:r>
      <w:r>
        <w:rPr>
          <w:rFonts w:hint="eastAsia"/>
          <w:rtl/>
        </w:rPr>
        <w:t>للَّهَ</w:t>
      </w:r>
      <w:r>
        <w:rPr>
          <w:rtl/>
        </w:rPr>
        <w:t xml:space="preserve"> وَبِ</w:t>
      </w:r>
      <w:r>
        <w:rPr>
          <w:rFonts w:hint="cs"/>
          <w:rtl/>
        </w:rPr>
        <w:t>ٱ</w:t>
      </w:r>
      <w:r>
        <w:rPr>
          <w:rFonts w:hint="eastAsia"/>
          <w:rtl/>
        </w:rPr>
        <w:t>لۡوَ</w:t>
      </w:r>
      <w:r w:rsidR="005B7B9E" w:rsidRPr="005B7B9E">
        <w:rPr>
          <w:rFonts w:hint="cs"/>
          <w:rtl/>
        </w:rPr>
        <w:t>ا</w:t>
      </w:r>
      <w:r>
        <w:rPr>
          <w:rFonts w:hint="eastAsia"/>
          <w:rtl/>
        </w:rPr>
        <w:t>لِدَيۡنِ</w:t>
      </w:r>
      <w:r>
        <w:rPr>
          <w:rtl/>
        </w:rPr>
        <w:t xml:space="preserve"> إِحۡسَانً۬ا وَذِى </w:t>
      </w:r>
      <w:r>
        <w:rPr>
          <w:rFonts w:hint="cs"/>
          <w:rtl/>
        </w:rPr>
        <w:t>ٱ</w:t>
      </w:r>
      <w:r>
        <w:rPr>
          <w:rFonts w:hint="eastAsia"/>
          <w:rtl/>
        </w:rPr>
        <w:t>لۡقُرۡبَىٰ</w:t>
      </w:r>
      <w:r>
        <w:rPr>
          <w:rtl/>
        </w:rPr>
        <w:t xml:space="preserve"> وَ</w:t>
      </w:r>
      <w:r>
        <w:rPr>
          <w:rFonts w:hint="cs"/>
          <w:rtl/>
        </w:rPr>
        <w:t>ٱ</w:t>
      </w:r>
      <w:r>
        <w:rPr>
          <w:rFonts w:hint="eastAsia"/>
          <w:rtl/>
        </w:rPr>
        <w:t>لۡيَتَـٰمَىٰ</w:t>
      </w:r>
      <w:r>
        <w:rPr>
          <w:rtl/>
        </w:rPr>
        <w:t xml:space="preserve"> وَ</w:t>
      </w:r>
      <w:r>
        <w:rPr>
          <w:rFonts w:hint="cs"/>
          <w:rtl/>
        </w:rPr>
        <w:t>ٱ</w:t>
      </w:r>
      <w:r>
        <w:rPr>
          <w:rFonts w:hint="eastAsia"/>
          <w:rtl/>
        </w:rPr>
        <w:t>لۡمَسَـٰ</w:t>
      </w:r>
      <w:r w:rsidR="001E6BAB" w:rsidRPr="001E6BAB">
        <w:rPr>
          <w:rFonts w:hint="cs"/>
          <w:rtl/>
        </w:rPr>
        <w:t>ک</w:t>
      </w:r>
      <w:r>
        <w:rPr>
          <w:rFonts w:hint="eastAsia"/>
          <w:rtl/>
        </w:rPr>
        <w:t>ينِ</w:t>
      </w:r>
      <w:r>
        <w:rPr>
          <w:rtl/>
        </w:rPr>
        <w:t xml:space="preserve"> وَقُولُواْ لِلنَّاسِ حُسۡنً۬ا وَأَقِيمُواْ </w:t>
      </w:r>
      <w:r>
        <w:rPr>
          <w:rFonts w:hint="cs"/>
          <w:rtl/>
        </w:rPr>
        <w:t>ٱ</w:t>
      </w:r>
      <w:r>
        <w:rPr>
          <w:rFonts w:hint="eastAsia"/>
          <w:rtl/>
        </w:rPr>
        <w:t>لصَّلَوٰةَ</w:t>
      </w:r>
      <w:r>
        <w:rPr>
          <w:rtl/>
        </w:rPr>
        <w:t xml:space="preserve"> وَءَاتُواْ </w:t>
      </w:r>
      <w:r>
        <w:rPr>
          <w:rFonts w:hint="cs"/>
          <w:rtl/>
        </w:rPr>
        <w:t>ٱ</w:t>
      </w:r>
      <w:r>
        <w:rPr>
          <w:rFonts w:hint="eastAsia"/>
          <w:rtl/>
        </w:rPr>
        <w:t>لزَّ</w:t>
      </w:r>
      <w:r w:rsidR="001E6BAB" w:rsidRPr="001E6BAB">
        <w:rPr>
          <w:rFonts w:hint="cs"/>
          <w:rtl/>
        </w:rPr>
        <w:t>ک</w:t>
      </w:r>
      <w:r>
        <w:rPr>
          <w:rFonts w:hint="eastAsia"/>
          <w:rtl/>
        </w:rPr>
        <w:t>وٰةَ</w:t>
      </w:r>
      <w:r>
        <w:rPr>
          <w:rtl/>
        </w:rPr>
        <w:t xml:space="preserve"> ثُمَّ تَوَلَّيۡتُ</w:t>
      </w:r>
      <w:r>
        <w:rPr>
          <w:rFonts w:hint="eastAsia"/>
          <w:rtl/>
        </w:rPr>
        <w:t>مۡ</w:t>
      </w:r>
      <w:r>
        <w:rPr>
          <w:rtl/>
        </w:rPr>
        <w:t xml:space="preserve"> إِلَّا قَلِيلاً۬ مِّن</w:t>
      </w:r>
      <w:r w:rsidR="001E6BAB" w:rsidRPr="001E6BAB">
        <w:rPr>
          <w:rFonts w:hint="cs"/>
          <w:rtl/>
        </w:rPr>
        <w:t>ک</w:t>
      </w:r>
      <w:r>
        <w:rPr>
          <w:rFonts w:hint="eastAsia"/>
          <w:rtl/>
        </w:rPr>
        <w:t>مۡ</w:t>
      </w:r>
      <w:r>
        <w:rPr>
          <w:rtl/>
        </w:rPr>
        <w:t xml:space="preserve"> وَأَنتُم مُّعۡرِضُونَ (٨٣</w:t>
      </w:r>
      <w:r w:rsidR="009229E3">
        <w:rPr>
          <w:rtl/>
        </w:rPr>
        <w:t>)</w:t>
      </w:r>
    </w:p>
    <w:p w:rsidR="001A403D" w:rsidRDefault="001A403D" w:rsidP="00E36567">
      <w:pPr>
        <w:pStyle w:val="libBoldItalic"/>
      </w:pPr>
      <w:r>
        <w:t>And when We took covenant from the Children of Israel, (saying): Worship none except Allah, and be good to parents and to relatives and to orphans and the needy, and speak good (words) to people; and establish Salaah and give Zakah. Then you turned back, except a few of you, and you were refusing. (83)</w:t>
      </w:r>
    </w:p>
    <w:p w:rsidR="001A403D" w:rsidRDefault="001A403D" w:rsidP="00E36567">
      <w:pPr>
        <w:pStyle w:val="libNormal"/>
      </w:pPr>
      <w:r>
        <w:t>1-Your superior parents who have more right that you thank to them, they are Mohammad sawaw and Ali asws. (Rasool Allah sawaw) (al-Burhan, v1, p265)</w:t>
      </w:r>
    </w:p>
    <w:p w:rsidR="001A403D" w:rsidRDefault="001A403D" w:rsidP="00E36567">
      <w:pPr>
        <w:pStyle w:val="libNormal"/>
      </w:pPr>
      <w:r>
        <w:t>2-I and Ali asws are the Fathers of this Ummah, and our right on them is much greater than their parents, because if you will obey us then we will save you from Hell to take to Jannah, and will join you with the pious independent servants. And recognise the right of the near-ones, who are pure Imams asws. Who took care of the relatives of Mohammad sawaw and Ali asws, he will be given thousand grades in Jannah, rather more than this reward. The height of one grade to other is equal to travel of a horse for one hundred thousand years. (Rasool Allah sawaw) (al-Burhan, v1, p265)</w:t>
      </w:r>
    </w:p>
    <w:p w:rsidR="001A403D" w:rsidRDefault="001A403D" w:rsidP="00E36567">
      <w:pPr>
        <w:pStyle w:val="libNormal"/>
      </w:pPr>
      <w:r>
        <w:lastRenderedPageBreak/>
        <w:t>3-He is more orphan than an orphan whose connection with his Imam asws is cut off that he can not receive anything from Imam asws, if there is any Shariah question (need) in Deen then he does not know what is order of Imam asws about it. Beware among our Shias who knows our knowledge, and does not know our Shariah, cuts off from our observation, he is orphan in his house. Beware who gains knowledge of guidance &amp; wisdom, and our Shariah, he will be with us in high grades as friend. (Rasool Allah sawaw) (al-Burhan, v1, p266)</w:t>
      </w:r>
    </w:p>
    <w:p w:rsidR="001A403D" w:rsidRDefault="001A403D" w:rsidP="00E36567">
      <w:pPr>
        <w:pStyle w:val="libNormal"/>
      </w:pPr>
      <w:r>
        <w:t>4-It was asked about giving to the needy, Imam Jafar Sadiq asws said: Yes, give to all, even if he has no knowledge of Walayat, but he should not be opposing Haqq, because Allah said: Speak good to people. And never give to him who competes (Nasbi) with any aspect of Haqq, or invites to any aspect of Batil. (al-Burhan, v1, p264)</w:t>
      </w:r>
    </w:p>
    <w:p w:rsidR="001A403D" w:rsidRDefault="001A403D" w:rsidP="009229E3">
      <w:pPr>
        <w:pStyle w:val="libCenterBold1"/>
      </w:pPr>
      <w:r>
        <w:t>Lesson:</w:t>
      </w:r>
    </w:p>
    <w:p w:rsidR="001A403D" w:rsidRDefault="001A403D" w:rsidP="001A403D">
      <w:pPr>
        <w:pStyle w:val="libNormal"/>
      </w:pPr>
      <w:r>
        <w:t>1-Allah Ta’ala has taken covenant from all the creations that they will do Ibadat as He commands, and not Shaitan according to one’s own wishes only pure Ibadat of Allah without obeying His command. Shaitan denied to do Sajdah to Noor of Mohammad-o-Aal-e-Mohammad asws, and his followers has removed the Zikr of Mohammad-o-Aal-e-Mohammad asws from Ibadaat. Although Allah has given the gift of Ibadaat to humans just to establish Zikr of Mohammad-o-Aal-e-Mohammad asws.</w:t>
      </w:r>
    </w:p>
    <w:p w:rsidR="001A403D" w:rsidRDefault="001A403D" w:rsidP="001A403D">
      <w:pPr>
        <w:pStyle w:val="libNormal"/>
      </w:pPr>
      <w:r>
        <w:t>2-Parents and near relatives are Mohammad sawaw &amp; Ali asws and their Ahlul Bait asws. Who recognised their right of Walayat and fulfilled it he will get salvation. Who has no Marifat of the great Father like Ali asws, his birth is not pure.</w:t>
      </w:r>
    </w:p>
    <w:p w:rsidR="001A403D" w:rsidRDefault="001A403D" w:rsidP="001A403D">
      <w:pPr>
        <w:pStyle w:val="libNormal"/>
      </w:pPr>
      <w:r>
        <w:t>3-Allah commands to keep in contact with the Imam of the Time asws. Whereas weak-faith people think that they can not be in contact with Imam asws, rather their leader Muqassir Mulla will contact and tell them the result, although Muqassir Mulla does not want to have contact with Imam asws, he wants to decide thing according to his thoughts. So such people are orphans who act on Fatawa of Muqassir Mulla in Shariah issues instead of orders of Imam asws. Whereas Masumeen asws have provided all the solutions of issues of Shariah, which are present in the books. But orphan people accept Fatawa of fallible Mulla instead of orders of Imam asws. And such Shia Alim is also orphan who becomes Alim but remains ignorant of Shariah, i.e. he learns all Farooh e Deen by heart like parrot but does not have knowledge of spirit of Ibadaat. It is clear in books, how Rasool Allah sawaw was performing Salaah, and what he (sawaw) used to recite in it, but Muqassir is unable to perceive that fact, so he remains orphan in his cell. Although Maola Ali asws explained the knowledge of Shariah in one sentence: I am the Salaah of Momineen, and their Zakah,and their fasts, and their Hajj, and their Jihad. It means that who acts on Shariah with its spirit Walayat-e-Ali asws, he will be in high grades.</w:t>
      </w:r>
    </w:p>
    <w:p w:rsidR="001A403D" w:rsidRDefault="001A403D" w:rsidP="001A403D">
      <w:pPr>
        <w:pStyle w:val="libNormal"/>
      </w:pPr>
      <w:r>
        <w:t xml:space="preserve">4-It is forbidden to give even alms to that person who fixes Walayat-e-Faqeh in front of Walayat-e-Ali asws, and persuades others by different tricks to follow Muqassir Mulla. If a Muslim or non-Muslim needy asks for </w:t>
      </w:r>
      <w:r>
        <w:lastRenderedPageBreak/>
        <w:t>help, give him alms, but he should not be opponent of Walayat-e-Ali asws, and social contact with them, visiting patients, attending Janazah is allowed.</w:t>
      </w:r>
    </w:p>
    <w:p w:rsidR="001A403D" w:rsidRDefault="001A403D" w:rsidP="00385B48">
      <w:pPr>
        <w:pStyle w:val="libAr"/>
      </w:pPr>
      <w:r>
        <w:rPr>
          <w:rFonts w:hint="eastAsia"/>
          <w:rtl/>
        </w:rPr>
        <w:t>وَإِذۡ</w:t>
      </w:r>
      <w:r>
        <w:rPr>
          <w:rtl/>
        </w:rPr>
        <w:t xml:space="preserve"> أَخَذۡنَا مِيثَـٰقَكُمۡ لَا تَسۡفِكُونَ دِمَآءَكُمۡ وَلَا تُخۡرِجُونَ أَنفُسَكُم مِّن دِيَـٰرِكُمۡ ثُمَّ أَقۡرَرۡتُمۡ وَأَنتُمۡ تَشۡ</w:t>
      </w:r>
      <w:r w:rsidR="001E6BAB" w:rsidRPr="001E6BAB">
        <w:rPr>
          <w:rFonts w:hint="cs"/>
          <w:rtl/>
        </w:rPr>
        <w:t>ه</w:t>
      </w:r>
      <w:r w:rsidRPr="00595365">
        <w:rPr>
          <w:rFonts w:hint="cs"/>
          <w:rtl/>
        </w:rPr>
        <w:t>دُونَ (٨٤</w:t>
      </w:r>
      <w:r w:rsidR="009229E3">
        <w:rPr>
          <w:rFonts w:hint="cs"/>
          <w:rtl/>
        </w:rPr>
        <w:t>)</w:t>
      </w:r>
      <w:r w:rsidRPr="00595365">
        <w:rPr>
          <w:rFonts w:hint="cs"/>
          <w:rtl/>
        </w:rPr>
        <w:t xml:space="preserve"> ثُمَّ أَنتُمۡ هَـٰٓؤُلَآءِ تَقۡ</w:t>
      </w:r>
      <w:r>
        <w:rPr>
          <w:rtl/>
        </w:rPr>
        <w:t>تُلُونَ أَنفُسَكُمۡ وَتُخۡرِجُونَ فَرِيقً۬ا مِّنكُم مِّن دِيَـٰرِهِمۡ ت</w:t>
      </w:r>
      <w:r>
        <w:rPr>
          <w:rFonts w:hint="eastAsia"/>
          <w:rtl/>
        </w:rPr>
        <w:t>َظَـٰهَرُونَ</w:t>
      </w:r>
      <w:r>
        <w:rPr>
          <w:rtl/>
        </w:rPr>
        <w:t xml:space="preserve"> عَلَيۡهِم بِ</w:t>
      </w:r>
      <w:r>
        <w:rPr>
          <w:rFonts w:hint="cs"/>
          <w:rtl/>
        </w:rPr>
        <w:t>ٱ</w:t>
      </w:r>
      <w:r>
        <w:rPr>
          <w:rFonts w:hint="eastAsia"/>
          <w:rtl/>
        </w:rPr>
        <w:t>لۡإِثۡمِ</w:t>
      </w:r>
      <w:r>
        <w:rPr>
          <w:rtl/>
        </w:rPr>
        <w:t xml:space="preserve"> وَ</w:t>
      </w:r>
      <w:r>
        <w:rPr>
          <w:rFonts w:hint="cs"/>
          <w:rtl/>
        </w:rPr>
        <w:t>ٱ</w:t>
      </w:r>
      <w:r>
        <w:rPr>
          <w:rFonts w:hint="eastAsia"/>
          <w:rtl/>
        </w:rPr>
        <w:t>لۡعُدۡوَ</w:t>
      </w:r>
      <w:r w:rsidR="005B7B9E" w:rsidRPr="005B7B9E">
        <w:rPr>
          <w:rFonts w:hint="cs"/>
          <w:rtl/>
        </w:rPr>
        <w:t>ا</w:t>
      </w:r>
      <w:r>
        <w:rPr>
          <w:rFonts w:hint="eastAsia"/>
          <w:rtl/>
        </w:rPr>
        <w:t>نِ</w:t>
      </w:r>
      <w:r>
        <w:rPr>
          <w:rtl/>
        </w:rPr>
        <w:t xml:space="preserve"> وَإِن يَأۡتُوكُمۡ أُسَـٰرَىٰ تُفَـٰدُوهُمۡ وَهُوَ مُحَرَّمٌ عَلَيۡ</w:t>
      </w:r>
      <w:r w:rsidR="001E6BAB" w:rsidRPr="001E6BAB">
        <w:rPr>
          <w:rFonts w:hint="cs"/>
          <w:rtl/>
        </w:rPr>
        <w:t>ک</w:t>
      </w:r>
      <w:r>
        <w:rPr>
          <w:rFonts w:hint="eastAsia"/>
          <w:rtl/>
        </w:rPr>
        <w:t>مۡ</w:t>
      </w:r>
      <w:r>
        <w:rPr>
          <w:rtl/>
        </w:rPr>
        <w:t xml:space="preserve"> إِخۡرَاجُهُمۡ‌ۚ أَفَتُؤۡمِنُونَ بِبَعۡضِ </w:t>
      </w:r>
      <w:r>
        <w:rPr>
          <w:rFonts w:hint="cs"/>
          <w:rtl/>
        </w:rPr>
        <w:t>ٱ</w:t>
      </w:r>
      <w:r>
        <w:rPr>
          <w:rFonts w:hint="eastAsia"/>
          <w:rtl/>
        </w:rPr>
        <w:t>لۡكِتَـٰبِ</w:t>
      </w:r>
      <w:r>
        <w:rPr>
          <w:rtl/>
        </w:rPr>
        <w:t xml:space="preserve"> وَتَكۡفُرُونَ بِبَعۡضٍ۬‌ۚ فَمَا جَزَآءُ مَن يَفۡعَلُ ذَ</w:t>
      </w:r>
      <w:r w:rsidR="005B7B9E" w:rsidRPr="005B7B9E">
        <w:rPr>
          <w:rFonts w:hint="cs"/>
          <w:rtl/>
        </w:rPr>
        <w:t>ا</w:t>
      </w:r>
      <w:r>
        <w:rPr>
          <w:rFonts w:hint="eastAsia"/>
          <w:rtl/>
        </w:rPr>
        <w:t>لِكَ</w:t>
      </w:r>
      <w:r>
        <w:rPr>
          <w:rtl/>
        </w:rPr>
        <w:t xml:space="preserve"> مِن</w:t>
      </w:r>
      <w:r w:rsidR="001E6BAB" w:rsidRPr="001E6BAB">
        <w:rPr>
          <w:rFonts w:hint="cs"/>
          <w:rtl/>
        </w:rPr>
        <w:t>ک</w:t>
      </w:r>
      <w:r>
        <w:rPr>
          <w:rFonts w:hint="eastAsia"/>
          <w:rtl/>
        </w:rPr>
        <w:t>مۡ</w:t>
      </w:r>
      <w:r>
        <w:rPr>
          <w:rtl/>
        </w:rPr>
        <w:t xml:space="preserve"> إِلَّا خِزۡى</w:t>
      </w:r>
      <w:r>
        <w:rPr>
          <w:rFonts w:hint="eastAsia"/>
          <w:rtl/>
        </w:rPr>
        <w:t>ٌ۬</w:t>
      </w:r>
      <w:r>
        <w:rPr>
          <w:rtl/>
        </w:rPr>
        <w:t xml:space="preserve"> فِى </w:t>
      </w:r>
      <w:r>
        <w:rPr>
          <w:rFonts w:hint="cs"/>
          <w:rtl/>
        </w:rPr>
        <w:t>ٱ</w:t>
      </w:r>
      <w:r>
        <w:rPr>
          <w:rFonts w:hint="eastAsia"/>
          <w:rtl/>
        </w:rPr>
        <w:t>لۡحَيَوٰةِ</w:t>
      </w:r>
      <w:r>
        <w:rPr>
          <w:rtl/>
        </w:rPr>
        <w:t xml:space="preserve"> </w:t>
      </w:r>
      <w:r>
        <w:rPr>
          <w:rFonts w:hint="cs"/>
          <w:rtl/>
        </w:rPr>
        <w:t>ٱ</w:t>
      </w:r>
      <w:r>
        <w:rPr>
          <w:rFonts w:hint="eastAsia"/>
          <w:rtl/>
        </w:rPr>
        <w:t>لدُّنۡيَا‌ۖ</w:t>
      </w:r>
      <w:r>
        <w:rPr>
          <w:rtl/>
        </w:rPr>
        <w:t xml:space="preserve"> وَيَوۡمَ </w:t>
      </w:r>
      <w:r>
        <w:rPr>
          <w:rFonts w:hint="cs"/>
          <w:rtl/>
        </w:rPr>
        <w:t>ٱ</w:t>
      </w:r>
      <w:r>
        <w:rPr>
          <w:rFonts w:hint="eastAsia"/>
          <w:rtl/>
        </w:rPr>
        <w:t>لۡقِيَـٰمَةِ</w:t>
      </w:r>
      <w:r>
        <w:rPr>
          <w:rtl/>
        </w:rPr>
        <w:t xml:space="preserve"> يُرَدُّونَ إِلَىٰٓ أَشَدِّ </w:t>
      </w:r>
      <w:r>
        <w:rPr>
          <w:rFonts w:hint="cs"/>
          <w:rtl/>
        </w:rPr>
        <w:t>ٱ</w:t>
      </w:r>
      <w:r>
        <w:rPr>
          <w:rFonts w:hint="eastAsia"/>
          <w:rtl/>
        </w:rPr>
        <w:t>لۡعَذَابِ‌ۗ</w:t>
      </w:r>
      <w:r>
        <w:rPr>
          <w:rtl/>
        </w:rPr>
        <w:t xml:space="preserve"> وَمَا </w:t>
      </w:r>
      <w:r>
        <w:rPr>
          <w:rFonts w:hint="cs"/>
          <w:rtl/>
        </w:rPr>
        <w:t>ٱ</w:t>
      </w:r>
      <w:r>
        <w:rPr>
          <w:rFonts w:hint="eastAsia"/>
          <w:rtl/>
        </w:rPr>
        <w:t>للَّهُ</w:t>
      </w:r>
      <w:r>
        <w:rPr>
          <w:rtl/>
        </w:rPr>
        <w:t xml:space="preserve"> بِغَـٰفِلٍ عَمَّا تَعۡمَلُونَ (٨٥</w:t>
      </w:r>
      <w:r w:rsidR="009229E3">
        <w:rPr>
          <w:rtl/>
        </w:rPr>
        <w:t>)</w:t>
      </w:r>
      <w:r>
        <w:rPr>
          <w:rtl/>
        </w:rPr>
        <w:t xml:space="preserve"> أُوْلَـٰٓ</w:t>
      </w:r>
      <w:r>
        <w:rPr>
          <w:rFonts w:hint="cs"/>
          <w:rtl/>
        </w:rPr>
        <w:t>ٮِٕ</w:t>
      </w:r>
      <w:r>
        <w:rPr>
          <w:rFonts w:hint="eastAsia"/>
          <w:rtl/>
        </w:rPr>
        <w:t>كَ</w:t>
      </w:r>
      <w:r>
        <w:rPr>
          <w:rtl/>
        </w:rPr>
        <w:t xml:space="preserve"> </w:t>
      </w:r>
      <w:r>
        <w:rPr>
          <w:rFonts w:hint="cs"/>
          <w:rtl/>
        </w:rPr>
        <w:t>ٱ</w:t>
      </w:r>
      <w:r>
        <w:rPr>
          <w:rFonts w:hint="eastAsia"/>
          <w:rtl/>
        </w:rPr>
        <w:t>لَّذِينَ</w:t>
      </w:r>
      <w:r>
        <w:rPr>
          <w:rtl/>
        </w:rPr>
        <w:t xml:space="preserve"> </w:t>
      </w:r>
      <w:r>
        <w:rPr>
          <w:rFonts w:hint="cs"/>
          <w:rtl/>
        </w:rPr>
        <w:t>ٱ</w:t>
      </w:r>
      <w:r>
        <w:rPr>
          <w:rFonts w:hint="eastAsia"/>
          <w:rtl/>
        </w:rPr>
        <w:t>شۡتَرَوُاْ</w:t>
      </w:r>
      <w:r>
        <w:rPr>
          <w:rtl/>
        </w:rPr>
        <w:t xml:space="preserve"> </w:t>
      </w:r>
      <w:r>
        <w:rPr>
          <w:rFonts w:hint="cs"/>
          <w:rtl/>
        </w:rPr>
        <w:t>ٱ</w:t>
      </w:r>
      <w:r>
        <w:rPr>
          <w:rFonts w:hint="eastAsia"/>
          <w:rtl/>
        </w:rPr>
        <w:t>لۡحَيَوٰةَ</w:t>
      </w:r>
      <w:r>
        <w:rPr>
          <w:rtl/>
        </w:rPr>
        <w:t xml:space="preserve"> </w:t>
      </w:r>
      <w:r>
        <w:rPr>
          <w:rFonts w:hint="cs"/>
          <w:rtl/>
        </w:rPr>
        <w:t>ٱ</w:t>
      </w:r>
      <w:r>
        <w:rPr>
          <w:rFonts w:hint="eastAsia"/>
          <w:rtl/>
        </w:rPr>
        <w:t>لدُّنۡيَا</w:t>
      </w:r>
      <w:r>
        <w:rPr>
          <w:rtl/>
        </w:rPr>
        <w:t xml:space="preserve"> بِ</w:t>
      </w:r>
      <w:r>
        <w:rPr>
          <w:rFonts w:hint="cs"/>
          <w:rtl/>
        </w:rPr>
        <w:t>ٱ</w:t>
      </w:r>
      <w:r>
        <w:rPr>
          <w:rFonts w:hint="eastAsia"/>
          <w:rtl/>
        </w:rPr>
        <w:t>لۡأَخِرَةِ‌ۖ</w:t>
      </w:r>
      <w:r>
        <w:rPr>
          <w:rtl/>
        </w:rPr>
        <w:t xml:space="preserve"> فَلَا يُخَفَّفُ عَنۡ</w:t>
      </w:r>
      <w:r w:rsidR="001E6BAB" w:rsidRPr="001E6BAB">
        <w:rPr>
          <w:rFonts w:hint="cs"/>
          <w:rtl/>
        </w:rPr>
        <w:t>ه</w:t>
      </w:r>
      <w:r w:rsidRPr="00595365">
        <w:rPr>
          <w:rFonts w:hint="cs"/>
          <w:rtl/>
        </w:rPr>
        <w:t xml:space="preserve">مُ </w:t>
      </w:r>
      <w:r>
        <w:rPr>
          <w:rFonts w:hint="cs"/>
          <w:rtl/>
        </w:rPr>
        <w:t>ٱ</w:t>
      </w:r>
      <w:r>
        <w:rPr>
          <w:rFonts w:hint="eastAsia"/>
          <w:rtl/>
        </w:rPr>
        <w:t>لۡعَذَابُ</w:t>
      </w:r>
      <w:r>
        <w:rPr>
          <w:rtl/>
        </w:rPr>
        <w:t xml:space="preserve"> </w:t>
      </w:r>
      <w:r>
        <w:rPr>
          <w:rFonts w:hint="eastAsia"/>
          <w:rtl/>
        </w:rPr>
        <w:t>وَلَا</w:t>
      </w:r>
      <w:r>
        <w:rPr>
          <w:rtl/>
        </w:rPr>
        <w:t xml:space="preserve"> هُمۡ يُنصَرُونَ (٨٦</w:t>
      </w:r>
      <w:r w:rsidR="009229E3">
        <w:rPr>
          <w:rtl/>
        </w:rPr>
        <w:t>)</w:t>
      </w:r>
    </w:p>
    <w:p w:rsidR="001A403D" w:rsidRDefault="001A403D" w:rsidP="00E36567">
      <w:pPr>
        <w:pStyle w:val="libBoldItalic"/>
      </w:pPr>
      <w:r>
        <w:t>And when We took your covenant (saying) “Do not shed your (own people’s) blood or exile your people from your homes”, then you acknowledged (it) and you were witnessing. (84) Then you are those who kill each other and exile a party of your people from their homes, supporting one another against them by sin and transgression; and if they come to you as captives you would ransom them, whereas their expulsion was forbidden to you. So do you believe in part of the book and you disbelieve in part? Then what is the reward of those who do so among you except disgrace in the worldy life, and on the Day of Resurrection they will be sent back to the severest punishment. And Allah is not unaware of what you do. (85) Those are the ones who bought the life of the world (in exchange) for the Hereafter, so the punishment will not be lightened for them, nor will they be helped. (86)</w:t>
      </w:r>
    </w:p>
    <w:p w:rsidR="001A403D" w:rsidRDefault="001A403D" w:rsidP="00E36567">
      <w:pPr>
        <w:pStyle w:val="libNormal"/>
      </w:pPr>
      <w:r>
        <w:t xml:space="preserve">1-When this verse was revealed that they broke the covenant of Allah, and belied the prophets (a.s.) of Allah, and murdered the Aoliya (a.s.) of Allah, Rasool Allah sawaw said: Should I tell you that who is like Jews in this Ummah or worse than them? One group of my nation will claim to be Muslim, but they will murder the most superior and pure root of my progeny (asws), and will change my Sunnah &amp; Shariah, and will martyr my sons Hassan asws and Hussain asws, as forefathers of Jews martyred Zakariya (a.s.) and Yahya (a.s.). Beware Allah curses on them, and before Qiyamah will make Mahdi Hadi asws from the progeny of innocent Hussain asws to appear against their (l.u.) remaing children, so that his (asws) companions’ swords can send them to Hell. Beware curse of Allah on them who martyred Hussain asws, and his lovers, and his supporters, and who do not curse them without any compulsion. And Blessing and Kindness of Allah on those who weep on Hussain asws, and curse on his enemies, and remain filled with wrath and fury for his enemies. Beware who is happy on the martyrdom of Hussain asws, he is partner in murder. Beware who will martyr him, or help, or provide things (for battle), or work for (serve) the army, they are exited from the Deen of Allah. Be certain, surely Allah commanded the courtier Angels to bring that blood to the treasures of Jannah which has been shed by martyring Hussain asws, and mix it with the water of life, so the smell and sweetness of water of life increased thousand times. And when the Angels bring the blood of those who are happy &amp; laugh on the martyrdom of Hussain asws, and mix it with the boiling water </w:t>
      </w:r>
      <w:r>
        <w:lastRenderedPageBreak/>
        <w:t>and pus, and stinking dirty water of Hell, then its heat and Azaab increases thousand times, and punishment on the enemies of Aal-e-Mohammad asws becomes severe. (Imam Hassan Askari asws) (al-Burhan, v1, p269)</w:t>
      </w:r>
    </w:p>
    <w:p w:rsidR="001A403D" w:rsidRDefault="001A403D" w:rsidP="009229E3">
      <w:pPr>
        <w:pStyle w:val="libCenterBold1"/>
      </w:pPr>
      <w:r>
        <w:t>Lesson:</w:t>
      </w:r>
    </w:p>
    <w:p w:rsidR="001A403D" w:rsidRDefault="001A403D" w:rsidP="001A403D">
      <w:pPr>
        <w:pStyle w:val="libNormal"/>
      </w:pPr>
      <w:r>
        <w:t>1-So-called Muslims who are enemies of Mohammad-o-Aal-e-Mohammad asws, they are like Jews rather worse than them: when Masumeen asws were present, they martyred them, now they are behind curtain of Ghaibah, so they are martyring now with their tongues by denying the testimony of Walayat.</w:t>
      </w:r>
    </w:p>
    <w:p w:rsidR="001A403D" w:rsidRDefault="001A403D" w:rsidP="001A403D">
      <w:pPr>
        <w:pStyle w:val="libNormal"/>
      </w:pPr>
      <w:r>
        <w:t>2-These Muslim-Jews are not outsiders, they are snakes in the sleeve, they are altering Sunnah &amp; Shariah, although the Law of Allah never changes. Opposition of Walayat &amp; Azadari, statements against infallibility &amp; purity are ugly attempts to alter Deen of Allah.</w:t>
      </w:r>
    </w:p>
    <w:p w:rsidR="001A403D" w:rsidRDefault="001A403D" w:rsidP="001A403D">
      <w:pPr>
        <w:pStyle w:val="libNormal"/>
      </w:pPr>
      <w:r>
        <w:t>3-It is obligatory &amp; Sunnah of Allah to curse &amp; show immunity to those who martyred Masumeen asws with their hands or with tongues.</w:t>
      </w:r>
    </w:p>
    <w:p w:rsidR="001A403D" w:rsidRDefault="001A403D" w:rsidP="001A403D">
      <w:pPr>
        <w:pStyle w:val="libNormal"/>
      </w:pPr>
      <w:r>
        <w:t>4-Martyrdom of Imam Hussain asws gave life and perpetuation to Deen of Allah. Companions of Jannah will get eternal life by drinking water of life for the sake of Imam Hussain asws.</w:t>
      </w:r>
    </w:p>
    <w:p w:rsidR="001A403D" w:rsidRDefault="001A403D" w:rsidP="001A403D">
      <w:pPr>
        <w:pStyle w:val="libNormal"/>
      </w:pPr>
      <w:r>
        <w:t>5-The enemies of Azadari of Imam-e-Mazloom asws are the flammable fuel of Hell. Allah is aware of every trick against Azadari. The deniers of Ya Ali asws Adrikni (Maddad) will be without any helper in the Hereafter.</w:t>
      </w:r>
    </w:p>
    <w:p w:rsidR="001A403D" w:rsidRDefault="001A403D" w:rsidP="001A403D">
      <w:pPr>
        <w:pStyle w:val="libNormal"/>
      </w:pPr>
      <w:r>
        <w:t>6-Exile of Hazrat Abu Zarr (a.s.) to the desert of Rabza also comes under these verses. Abu Zarr’s (a.s.) conviction was preaching Walayat-e-Ali asws.</w:t>
      </w:r>
    </w:p>
    <w:p w:rsidR="001A403D" w:rsidRDefault="001A403D" w:rsidP="00385B48">
      <w:pPr>
        <w:pStyle w:val="libAr"/>
      </w:pPr>
      <w:r>
        <w:rPr>
          <w:rFonts w:hint="eastAsia"/>
          <w:rtl/>
        </w:rPr>
        <w:t>وَلَقَدۡ</w:t>
      </w:r>
      <w:r>
        <w:rPr>
          <w:rtl/>
        </w:rPr>
        <w:t xml:space="preserve"> ءَاتَيۡنَا مُوسَى </w:t>
      </w:r>
      <w:r>
        <w:rPr>
          <w:rFonts w:hint="cs"/>
          <w:rtl/>
        </w:rPr>
        <w:t>ٱ</w:t>
      </w:r>
      <w:r>
        <w:rPr>
          <w:rFonts w:hint="eastAsia"/>
          <w:rtl/>
        </w:rPr>
        <w:t>لۡكِتَـٰبَ</w:t>
      </w:r>
      <w:r>
        <w:rPr>
          <w:rtl/>
        </w:rPr>
        <w:t xml:space="preserve"> وَقَفَّيۡنَا مِنۢ بَعۡدِهِ</w:t>
      </w:r>
      <w:r>
        <w:rPr>
          <w:rFonts w:hint="cs"/>
          <w:rtl/>
        </w:rPr>
        <w:t>ۦ</w:t>
      </w:r>
      <w:r>
        <w:rPr>
          <w:rtl/>
        </w:rPr>
        <w:t xml:space="preserve"> بِ</w:t>
      </w:r>
      <w:r>
        <w:rPr>
          <w:rFonts w:hint="cs"/>
          <w:rtl/>
        </w:rPr>
        <w:t>ٱ</w:t>
      </w:r>
      <w:r>
        <w:rPr>
          <w:rFonts w:hint="eastAsia"/>
          <w:rtl/>
        </w:rPr>
        <w:t>لرُّسُلِ‌ۖ</w:t>
      </w:r>
      <w:r>
        <w:rPr>
          <w:rtl/>
        </w:rPr>
        <w:t xml:space="preserve"> وَءَاتَيۡنَا عِيسَى </w:t>
      </w:r>
      <w:r>
        <w:rPr>
          <w:rFonts w:hint="cs"/>
          <w:rtl/>
        </w:rPr>
        <w:t>ٱ</w:t>
      </w:r>
      <w:r>
        <w:rPr>
          <w:rFonts w:hint="eastAsia"/>
          <w:rtl/>
        </w:rPr>
        <w:t>بۡنَ</w:t>
      </w:r>
      <w:r>
        <w:rPr>
          <w:rtl/>
        </w:rPr>
        <w:t xml:space="preserve"> مَرۡيَمَ </w:t>
      </w:r>
      <w:r>
        <w:rPr>
          <w:rFonts w:hint="cs"/>
          <w:rtl/>
        </w:rPr>
        <w:t>ٱ</w:t>
      </w:r>
      <w:r>
        <w:rPr>
          <w:rFonts w:hint="eastAsia"/>
          <w:rtl/>
        </w:rPr>
        <w:t>لۡبَيِّنَـٰتِ</w:t>
      </w:r>
      <w:r>
        <w:rPr>
          <w:rtl/>
        </w:rPr>
        <w:t xml:space="preserve"> وَأَيَّدۡنَـٰهُ بِرُوحِ </w:t>
      </w:r>
      <w:r>
        <w:rPr>
          <w:rFonts w:hint="cs"/>
          <w:rtl/>
        </w:rPr>
        <w:t>ٱ</w:t>
      </w:r>
      <w:r>
        <w:rPr>
          <w:rFonts w:hint="eastAsia"/>
          <w:rtl/>
        </w:rPr>
        <w:t>لۡقُدُسِ‌ۗ</w:t>
      </w:r>
      <w:r>
        <w:rPr>
          <w:rtl/>
        </w:rPr>
        <w:t xml:space="preserve"> أَفَكُلَّمَا جَآءَكُمۡ رَسُولُۢ بِمَا لَا تَ</w:t>
      </w:r>
      <w:r w:rsidR="001E6BAB" w:rsidRPr="001E6BAB">
        <w:rPr>
          <w:rFonts w:hint="cs"/>
          <w:rtl/>
        </w:rPr>
        <w:t>ه</w:t>
      </w:r>
      <w:r w:rsidRPr="00595365">
        <w:rPr>
          <w:rFonts w:hint="cs"/>
          <w:rtl/>
        </w:rPr>
        <w:t xml:space="preserve">ۡوَىٰٓ أَنفُسُكُمُ </w:t>
      </w:r>
      <w:r>
        <w:rPr>
          <w:rFonts w:hint="cs"/>
          <w:rtl/>
        </w:rPr>
        <w:t>ٱ</w:t>
      </w:r>
      <w:r>
        <w:rPr>
          <w:rFonts w:hint="eastAsia"/>
          <w:rtl/>
        </w:rPr>
        <w:t>سۡتَكۡبَرۡتُمۡ</w:t>
      </w:r>
      <w:r>
        <w:rPr>
          <w:rtl/>
        </w:rPr>
        <w:t xml:space="preserve"> فَفَرِيق</w:t>
      </w:r>
      <w:r>
        <w:rPr>
          <w:rFonts w:hint="eastAsia"/>
          <w:rtl/>
        </w:rPr>
        <w:t>ً۬ا</w:t>
      </w:r>
      <w:r>
        <w:rPr>
          <w:rtl/>
        </w:rPr>
        <w:t xml:space="preserve"> كَذَّبۡتُمۡ وَفَرِيقً۬ا تَقۡتُلُونَ (٨٧</w:t>
      </w:r>
      <w:r w:rsidR="009229E3">
        <w:rPr>
          <w:rtl/>
        </w:rPr>
        <w:t>)</w:t>
      </w:r>
    </w:p>
    <w:p w:rsidR="001A403D" w:rsidRDefault="001A403D" w:rsidP="00E36567">
      <w:pPr>
        <w:pStyle w:val="libBoldItalic"/>
      </w:pPr>
      <w:r>
        <w:t>And verily We gave to Musa the book and after him We sent messengers one after the other, and We gave to Eesa, son of Mariyam, clear proofs and We supported him with the Holy Spirit. Is it so, that every time a messenger came to you with that which your souls did not desire, you were arrogant, and some you belied and some you murdered? (87)</w:t>
      </w:r>
    </w:p>
    <w:p w:rsidR="001A403D" w:rsidRDefault="001A403D" w:rsidP="00E36567">
      <w:pPr>
        <w:pStyle w:val="libNormal"/>
      </w:pPr>
      <w:r>
        <w:t xml:space="preserve">1-Jews saw the clear miracles of Rasool Allah sawaw, even then denied to believe, so Allah scolded them that Musa (a.s.) was given Taurat in which there are commands of Allah, merits of Mohammad sawaw &amp; his pure Aal asws, mentioning of Ali ibne Abi Talib asws &amp; his Khulfa (a.s.), and narration of Muslims &amp; their opponents. Then Rasools (a.s.) were sent one after the other. Eesa (a.s.) was sent with miracles, e.g. to revive the dead, and to heal the blind and leper, to tell what people eat at home and what accumulate, and Allah helped him with the Holy Spirit. He was raised to the skies through the vent in the house, and who did conspiracy for his murder, he was killed in his place, because Allah made him similitude of Eesa (a.s.). Allah sent Messengers (a.s.), they took covenant and promise about the superior and pure Aoliya of Allah, Mohammad sawaw and his pure &amp; clean Aal asws, that Walayat of Mohammad-o-Aal-e-Mohammad asws is the final </w:t>
      </w:r>
      <w:r>
        <w:lastRenderedPageBreak/>
        <w:t>aim and the supermost demand. Allah has not created any creation nor sent any Rasool (a.s.) except that he should invite to the Walayat of Mohammad sawaw, Ali asws, and his Khulfa (a.s.), and take covenant from them that all public of Ummahs should keep steadfast and act on Walayat. You and your forefathers transgressed so much that you martyred Zakariya (a.s.) and Yahya (a.s.). You transgress and do conspiracies to martyr Mohammad sawaw and Ali asws, Allah failed your evil struggles and foiled bad plot. To be happy with the deed of the killer is equal to participate in his deed. (Imam Hassan Askari asws) (al-Burhan, v1, p271)</w:t>
      </w:r>
    </w:p>
    <w:p w:rsidR="001A403D" w:rsidRDefault="001A403D" w:rsidP="00E36567">
      <w:pPr>
        <w:pStyle w:val="libNormal"/>
      </w:pPr>
      <w:r>
        <w:t>2-Every time Mohammad sawaw brings that thing which your hearts do not like i.e. Walayat-e-Ali asws, you deny and transgress, you belied some of Aal-e-Mohammad asws, and some you martyred. (Imam Mohammad Baqir asws) (al-Burhan, v1, p272)</w:t>
      </w:r>
    </w:p>
    <w:p w:rsidR="001A403D" w:rsidRDefault="001A403D" w:rsidP="009229E3">
      <w:pPr>
        <w:pStyle w:val="libCenterBold1"/>
      </w:pPr>
      <w:r>
        <w:t>Lesson:</w:t>
      </w:r>
    </w:p>
    <w:p w:rsidR="001A403D" w:rsidRDefault="001A403D" w:rsidP="001A403D">
      <w:pPr>
        <w:pStyle w:val="libNormal"/>
      </w:pPr>
      <w:r>
        <w:t>1-From the first day Allah took covenant from every Ummah about Walayat of Mohammad-o-Aal-e-Mohammad asws, and took promise as well to keep steadfast &amp; act on it. Majority denied and transgressed. Some belie that is there nothing else in Deen except Walayat-e-Ali asws, and some deny practically, and some martyr with their tongues.</w:t>
      </w:r>
    </w:p>
    <w:p w:rsidR="001A403D" w:rsidRDefault="001A403D" w:rsidP="001A403D">
      <w:pPr>
        <w:pStyle w:val="libNormal"/>
      </w:pPr>
      <w:r>
        <w:t>2-The final wish &amp; need, and most superior aim &amp; object of Allah is only Walayat of Mohammad-o-Aal-e-Mohammad asws. The purpose of the creation of all the creations is Marifat-e-Walayat. That Ibadat for which all the humans &amp; jinns are created is Marifat of Walayat-e-Elahia.</w:t>
      </w:r>
    </w:p>
    <w:p w:rsidR="001A403D" w:rsidRDefault="001A403D" w:rsidP="00385B48">
      <w:pPr>
        <w:pStyle w:val="libAr"/>
      </w:pPr>
      <w:r>
        <w:rPr>
          <w:rFonts w:hint="eastAsia"/>
          <w:rtl/>
        </w:rPr>
        <w:t>وَقَالُواْ</w:t>
      </w:r>
      <w:r>
        <w:rPr>
          <w:rtl/>
        </w:rPr>
        <w:t xml:space="preserve"> قُلُوبُنَا غُلۡفُۢ‌ۚ بَل لَّعَنَ</w:t>
      </w:r>
      <w:r w:rsidR="001E6BAB" w:rsidRPr="001E6BAB">
        <w:rPr>
          <w:rFonts w:hint="cs"/>
          <w:rtl/>
        </w:rPr>
        <w:t>ه</w:t>
      </w:r>
      <w:r w:rsidRPr="00595365">
        <w:rPr>
          <w:rFonts w:hint="cs"/>
          <w:rtl/>
        </w:rPr>
        <w:t xml:space="preserve">مُ </w:t>
      </w:r>
      <w:r>
        <w:rPr>
          <w:rFonts w:hint="cs"/>
          <w:rtl/>
        </w:rPr>
        <w:t>ٱ</w:t>
      </w:r>
      <w:r>
        <w:rPr>
          <w:rFonts w:hint="eastAsia"/>
          <w:rtl/>
        </w:rPr>
        <w:t>للَّهُ</w:t>
      </w:r>
      <w:r>
        <w:rPr>
          <w:rtl/>
        </w:rPr>
        <w:t xml:space="preserve"> بِكُفۡرِهِمۡ فَقَلِيلاً۬ مَّا يُؤۡمِنُونَ (٨٨</w:t>
      </w:r>
      <w:r w:rsidR="009229E3">
        <w:rPr>
          <w:rtl/>
        </w:rPr>
        <w:t>)</w:t>
      </w:r>
    </w:p>
    <w:p w:rsidR="001A403D" w:rsidRDefault="001A403D" w:rsidP="00E36567">
      <w:pPr>
        <w:pStyle w:val="libBoldItalic"/>
      </w:pPr>
      <w:r>
        <w:t>And they say: Our hearts are wrapped. But Allah has cursed them for their disbelief. So little is that which they believe. (88)</w:t>
      </w:r>
    </w:p>
    <w:p w:rsidR="001A403D" w:rsidRDefault="001A403D" w:rsidP="001A403D">
      <w:pPr>
        <w:pStyle w:val="libNormal"/>
      </w:pPr>
      <w:r>
        <w:t xml:space="preserve">1-Prophets (a.s.) told verbally, merits of Mohammad-o-Aal-e-Mohammad asws were present in all the books of Allah, then they saw miracles from Rasool Allah sawaw, even then the hearts remained hard and kept away from the good. Their hearts are wrapped in a cover that the words of Rasool Allah sawaw does not enter heart, therefore their faith is a little, and Allah has cursed on them. Rasool Allah sawaw said to them: Repent by confessing your sins, as Adam’s (a.s.) repentance was accepted. Repentance with opposition is not accepted. Adam (a.s.) asked: Ya Allah, how my repentance will be accepted? Then Allah said: With the medium (Wasilah) of those superior personalities, the knowledge of whose holy names was given to you, and due to which you was preferred over the Angels (a.s.), and they are Mohammad-o-Aal-e-Mohammad asws. Adam (a.s.) supplicated for the sake of Mohammad-o-Aal-e-Mohammad asws, so it was accepted, then (he) asked: Ya Allah, how great is the splendour of Mohammad-o-Aal-e-Mohammad asws? Allah revealed: If you know the reality of glory &amp; splendour of Mohammad-o-Aal-e-Mohammad asws, definitely you will love them, love will be your most superior deed; if Mohammad sawaw is weighed against all the creations, Prophets, Messengers, Angels, pious ones, from the day first to the last, from under the earth to Arsh, he (sawaw) is heavier; if one person from Aal-e-Mohammad asws is weighed against the </w:t>
      </w:r>
      <w:r>
        <w:lastRenderedPageBreak/>
        <w:t>Aals of all the Prophets (a.s.), it is heavier; and if one good companion of Mohammad sawaw is weighed against companions of all the Prophets (a.s.), it is heavier; O Adam (a.s.), if one Kafir or all Kafirs love one person from Aal-e-Mohammad sawaw and love good companions, it is enough for Allah to write repentance &amp; faith for them and then enter Paradise.</w:t>
      </w:r>
    </w:p>
    <w:p w:rsidR="001A403D" w:rsidRDefault="001A403D" w:rsidP="00E36567">
      <w:pPr>
        <w:pStyle w:val="libNormal"/>
      </w:pPr>
      <w:r>
        <w:t>No doubt, Allah bestows so much Blessing on one of the lovers of Mohammad-o-Aal-e-Mohammad asws, if that Blessing is divided among all the creations from the day first to the last, even if they are all Kafirs, it will be enough to take all of them to the praise worthy Hereafter, meaning faith in Allah and right (entitled) to Paradise. If a person keeps animosity to Aal-e-Mohammad asws and their good companions or with one of them, Allah will definitely punish him, if that punishment is divided over the number equal to all the creations, it will kill all of them. (Imam Hassan Askari asws) (al-Burhan, v1, p272)</w:t>
      </w:r>
    </w:p>
    <w:p w:rsidR="001A403D" w:rsidRDefault="001A403D" w:rsidP="009229E3">
      <w:pPr>
        <w:pStyle w:val="libCenterBold1"/>
      </w:pPr>
      <w:r>
        <w:t>Lesson:</w:t>
      </w:r>
    </w:p>
    <w:p w:rsidR="001A403D" w:rsidRDefault="001A403D" w:rsidP="001A403D">
      <w:pPr>
        <w:pStyle w:val="libNormal"/>
      </w:pPr>
      <w:r>
        <w:t>1-Repentance is only accepted by Zikr &amp; sake of the holy names of Mohammad-o-Aal-e-Mohammad asws. Similarly the condition of acceptance of all the deeds is Zikr of Masumeen asws.</w:t>
      </w:r>
    </w:p>
    <w:p w:rsidR="001A403D" w:rsidRDefault="001A403D" w:rsidP="001A403D">
      <w:pPr>
        <w:pStyle w:val="libNormal"/>
      </w:pPr>
      <w:r>
        <w:t>2-Mawaddat (devotion) of Mohammad-o-Aal-e-Mohammad asws is the most superior deed.</w:t>
      </w:r>
    </w:p>
    <w:p w:rsidR="001A403D" w:rsidRDefault="001A403D" w:rsidP="001A403D">
      <w:pPr>
        <w:pStyle w:val="libNormal"/>
      </w:pPr>
      <w:r>
        <w:t>3-Allah does not care that apparently one belongs to which religion or nation. Allah’s Will &amp; Happiness is only that Aal-e-Mohammad asws should be loved, and their enemies should be cursed.</w:t>
      </w:r>
    </w:p>
    <w:p w:rsidR="001A403D" w:rsidRDefault="001A403D" w:rsidP="001A403D">
      <w:pPr>
        <w:pStyle w:val="libNormal"/>
      </w:pPr>
      <w:r>
        <w:t>4-People with wrapped hearts are present in every era, on whom Ayaat &amp; Ahadees does not affect. If they are presented with an Ayat or Hadees of Masoom asws on one hand and a Fatwa of a Muqassir Mulla on the other hand, he will accept Fatwa without hesitation. According to the Satanic wisdom (Zunn) of such people, the knowledge of Muqassir Mulla is more than the Knowledge of Allah i.e. Quran &amp; Hadees. These wrapped hearted people are proud to be immune to Quran &amp; Hadees, and whatever Mulla says is right for them.</w:t>
      </w:r>
    </w:p>
    <w:p w:rsidR="001A403D" w:rsidRDefault="001A403D" w:rsidP="00385B48">
      <w:pPr>
        <w:pStyle w:val="libAr"/>
      </w:pPr>
      <w:r>
        <w:rPr>
          <w:rFonts w:hint="eastAsia"/>
          <w:rtl/>
        </w:rPr>
        <w:t>وَلَمَّا</w:t>
      </w:r>
      <w:r>
        <w:rPr>
          <w:rtl/>
        </w:rPr>
        <w:t xml:space="preserve"> جَآءَهُمۡ كِتَـٰبٌ۬ مِّنۡ عِندِ </w:t>
      </w:r>
      <w:r>
        <w:rPr>
          <w:rFonts w:hint="cs"/>
          <w:rtl/>
        </w:rPr>
        <w:t>ٱ</w:t>
      </w:r>
      <w:r>
        <w:rPr>
          <w:rFonts w:hint="eastAsia"/>
          <w:rtl/>
        </w:rPr>
        <w:t>للَّهِ</w:t>
      </w:r>
      <w:r>
        <w:rPr>
          <w:rtl/>
        </w:rPr>
        <w:t xml:space="preserve"> مُصَدِّقٌ۬ لِّمَا مَعَهُمۡ وَكَانُواْ مِن قَبۡلُ يَسۡتَفۡتِحُونَ عَلَى </w:t>
      </w:r>
      <w:r>
        <w:rPr>
          <w:rFonts w:hint="cs"/>
          <w:rtl/>
        </w:rPr>
        <w:t>ٱ</w:t>
      </w:r>
      <w:r>
        <w:rPr>
          <w:rFonts w:hint="eastAsia"/>
          <w:rtl/>
        </w:rPr>
        <w:t>لَّذِينَ</w:t>
      </w:r>
      <w:r>
        <w:rPr>
          <w:rtl/>
        </w:rPr>
        <w:t xml:space="preserve"> كَفَرُواْ فَلَمَّا جَآءَهُم مَّا عَرَفُواْ </w:t>
      </w:r>
      <w:r w:rsidR="001E6BAB" w:rsidRPr="001E6BAB">
        <w:rPr>
          <w:rFonts w:hint="cs"/>
          <w:rtl/>
        </w:rPr>
        <w:t>ک</w:t>
      </w:r>
      <w:r>
        <w:rPr>
          <w:rFonts w:hint="eastAsia"/>
          <w:rtl/>
        </w:rPr>
        <w:t>فَرُواْ</w:t>
      </w:r>
      <w:r>
        <w:rPr>
          <w:rtl/>
        </w:rPr>
        <w:t xml:space="preserve"> بِهِ</w:t>
      </w:r>
      <w:r>
        <w:rPr>
          <w:rFonts w:hint="cs"/>
          <w:rtl/>
        </w:rPr>
        <w:t>ۦ‌ۚ</w:t>
      </w:r>
      <w:r>
        <w:rPr>
          <w:rtl/>
        </w:rPr>
        <w:t xml:space="preserve"> فَلَعۡنَةُ </w:t>
      </w:r>
      <w:r>
        <w:rPr>
          <w:rFonts w:hint="cs"/>
          <w:rtl/>
        </w:rPr>
        <w:t>ٱ</w:t>
      </w:r>
      <w:r>
        <w:rPr>
          <w:rFonts w:hint="eastAsia"/>
          <w:rtl/>
        </w:rPr>
        <w:t>للَّهِ</w:t>
      </w:r>
      <w:r>
        <w:rPr>
          <w:rtl/>
        </w:rPr>
        <w:t xml:space="preserve"> عَلَى </w:t>
      </w:r>
      <w:r>
        <w:rPr>
          <w:rFonts w:hint="cs"/>
          <w:rtl/>
        </w:rPr>
        <w:t>ٱ</w:t>
      </w:r>
      <w:r>
        <w:rPr>
          <w:rFonts w:hint="eastAsia"/>
          <w:rtl/>
        </w:rPr>
        <w:t>لۡكَـٰفِرِينَ</w:t>
      </w:r>
      <w:r>
        <w:rPr>
          <w:rtl/>
        </w:rPr>
        <w:t xml:space="preserve"> (٨٩</w:t>
      </w:r>
      <w:r w:rsidR="009229E3">
        <w:rPr>
          <w:rtl/>
        </w:rPr>
        <w:t>)</w:t>
      </w:r>
    </w:p>
    <w:p w:rsidR="001A403D" w:rsidRDefault="001A403D" w:rsidP="00E36567">
      <w:pPr>
        <w:pStyle w:val="libBoldItalic"/>
      </w:pPr>
      <w:r>
        <w:t>And when there came unto them a Book from Allah, confirming that which was with them - although before that they used to pray for the victory over those who disbelieved - and when there came to them whom they recognized, they disbelieved in him, the curse of Allah is on disbelievers. (89)</w:t>
      </w:r>
    </w:p>
    <w:p w:rsidR="001A403D" w:rsidRDefault="001A403D" w:rsidP="001A403D">
      <w:pPr>
        <w:pStyle w:val="libNormal"/>
      </w:pPr>
      <w:r>
        <w:t xml:space="preserve">1-Quran confirms Taurat. It is narrated in Taurat that Mohammad sawaw will be from the progeny of Ismael (a.s.), and Ali asws the Wali of Allah will help him. Before the Zahoor of Mohammad sawaw, Jews were used to supplicate for the sake of Mohammad-o-Aal-e-Mohammad asws to get victory over enemies, so they used to get victory. When he (sawaw) came, they recognized him because they knew his qualities and merits, but denied due to jealousy. Allah Ta’ala had commanded them that when hardship comes, make Dua for the sake of Mohammad-o-Aal-e-Mohammad asws. </w:t>
      </w:r>
      <w:r>
        <w:lastRenderedPageBreak/>
        <w:t>They used to do that for many years before Zahoor of Mohammad sawaw. And ten years before, tribe of Asad &amp; Ghatfat, and polytheists made a programme together to tease them, and with three thousand horsemen advanced towards a town of Jews, they came out with three hundred horsemen, and supplicated for the sake of Mohammad-o-Aal-e-Mohammad asws and got victory. After defeat they gathered an army of thirty thousand and surrounded the Jews, and food &amp; water was closed on them. They made Dua for the sake of Mohammad-o-Aal-e-Mohammad asws that they were dying with thirst &amp; hunger. So Allah rained, and their necessities of water were fulfilled, and rain caused loss to the surrounding army. Army said that it was fine that you got water but from where you will get food? Then again they made Dua for the sake of Mohammad-o-Aal-e-Mohammad asws. So a caravan loaded with wheat and edibles came with one thousand camels, mules and donkies, and entered the town of Jews while the surrounding army was asleep, and their need was fulfilled. Then Jews came out with three hundred horsemen to fight, and got victory over thirty thousand for the sake of Mohammad-o-Aal-e-Mohammad asws.</w:t>
      </w:r>
    </w:p>
    <w:p w:rsidR="001A403D" w:rsidRDefault="001A403D" w:rsidP="00E36567">
      <w:pPr>
        <w:pStyle w:val="libNormal"/>
      </w:pPr>
      <w:r>
        <w:t>O Ummah of Mohammad sawaw, you should also mention Mohammad-o-Aal-e-Mohammad sawaw in the time of hardship &amp; sadness, then Allah helps you with Angels (a.s.), and give victory over Satans who aim at you. With every person there are two Angels (a.s.) to write good deeds and sins, and from Iblees there are two Shaitan try to abduct all the time. So whenever a doubt (evil thought) comes in the heart, say “La haola wala quwata illa Billah hil Ali yul Azeem wa soale ala Mohammadin wa Aalihit Tayyibeen”. On (reciting) that Shaitans run to Iblees, he sends one thousand Shaitans for help, and Allah sends an army of hundred thousand Angels (a.s.) who are armed with munition of fire, they inflict them such wounds which do not heal until that Momin keeps obeying Allah, and does His Zikr, and sends Salaah on Mohammad-o-Aal-e-Mohammad asws. And if that person starts opposition &amp; disobedience, then the wounds of Shaitans heal, then they get powerful and ride on his back. If you want to burn the eyes of Shaitans and give them pain with wounds, then always obey and do Zikr of Allah, and send Salaah of Mohammad-o-Aal-e-Mohammad asws. (Imam Hassan Askari asws) (al-Burhan, v1, p274)</w:t>
      </w:r>
    </w:p>
    <w:p w:rsidR="001A403D" w:rsidRDefault="001A403D" w:rsidP="009229E3">
      <w:pPr>
        <w:pStyle w:val="libCenterBold1"/>
      </w:pPr>
      <w:r>
        <w:t>Lesson:</w:t>
      </w:r>
    </w:p>
    <w:p w:rsidR="001A403D" w:rsidRDefault="001A403D" w:rsidP="001A403D">
      <w:pPr>
        <w:pStyle w:val="libNormal"/>
      </w:pPr>
      <w:r>
        <w:t>1-It was written in the books of Jews that Mohammad Mustafa sawaw will come between the mountains of Eer and Uhad after migration. So their tribes came and started living near Tema, Fadak, Khaiber, Uhad, and Eer to wait. When Rasool Allah sawaw came, they denied due to jealousy. Similarly when Muqassir Mulla sees Quran &amp; Hadees filled with Walayat-e-Ali asws, he burns with jealousy, and starts saying poems of his own Walayat, and start objecting the authentic books, so that people should read and act only his Fatawa books, in which holy name of Masumeen asws is deleted.</w:t>
      </w:r>
    </w:p>
    <w:p w:rsidR="001A403D" w:rsidRDefault="001A403D" w:rsidP="001A403D">
      <w:pPr>
        <w:pStyle w:val="libNormal"/>
      </w:pPr>
      <w:r>
        <w:t xml:space="preserve">2-Momineen should do Zikr of Masumeen asws all the time and in every deed, so that the eyes of Muqassir Mulla should keep burning, and his </w:t>
      </w:r>
      <w:r>
        <w:lastRenderedPageBreak/>
        <w:t>wounds should keep getting deeper, so that he shoud not be able to ride on any Momin’s back.</w:t>
      </w:r>
    </w:p>
    <w:p w:rsidR="001A403D" w:rsidRDefault="001A403D" w:rsidP="00385B48">
      <w:pPr>
        <w:pStyle w:val="libAr"/>
      </w:pPr>
      <w:r>
        <w:rPr>
          <w:rFonts w:hint="eastAsia"/>
          <w:rtl/>
        </w:rPr>
        <w:t>بِئۡسَمَا</w:t>
      </w:r>
      <w:r>
        <w:rPr>
          <w:rtl/>
        </w:rPr>
        <w:t xml:space="preserve"> </w:t>
      </w:r>
      <w:r>
        <w:rPr>
          <w:rFonts w:hint="cs"/>
          <w:rtl/>
        </w:rPr>
        <w:t>ٱ</w:t>
      </w:r>
      <w:r>
        <w:rPr>
          <w:rFonts w:hint="eastAsia"/>
          <w:rtl/>
        </w:rPr>
        <w:t>شۡتَرَوۡاْ</w:t>
      </w:r>
      <w:r>
        <w:rPr>
          <w:rtl/>
        </w:rPr>
        <w:t xml:space="preserve"> بِهِ</w:t>
      </w:r>
      <w:r>
        <w:rPr>
          <w:rFonts w:hint="cs"/>
          <w:rtl/>
        </w:rPr>
        <w:t>ۦۤ</w:t>
      </w:r>
      <w:r>
        <w:rPr>
          <w:rtl/>
        </w:rPr>
        <w:t xml:space="preserve"> أَنفُسَهُمۡ أَن يَ</w:t>
      </w:r>
      <w:r w:rsidR="001E6BAB" w:rsidRPr="001E6BAB">
        <w:rPr>
          <w:rFonts w:hint="cs"/>
          <w:rtl/>
        </w:rPr>
        <w:t>ک</w:t>
      </w:r>
      <w:r w:rsidRPr="00595365">
        <w:rPr>
          <w:rFonts w:hint="cs"/>
          <w:rtl/>
        </w:rPr>
        <w:t>ۡ</w:t>
      </w:r>
      <w:r>
        <w:rPr>
          <w:rFonts w:hint="eastAsia"/>
          <w:rtl/>
        </w:rPr>
        <w:t>فُرُواْ</w:t>
      </w:r>
      <w:r>
        <w:rPr>
          <w:rtl/>
        </w:rPr>
        <w:t xml:space="preserve"> بِمَآ أَنزَلَ </w:t>
      </w:r>
      <w:r>
        <w:rPr>
          <w:rFonts w:hint="cs"/>
          <w:rtl/>
        </w:rPr>
        <w:t>ٱ</w:t>
      </w:r>
      <w:r>
        <w:rPr>
          <w:rFonts w:hint="eastAsia"/>
          <w:rtl/>
        </w:rPr>
        <w:t>للَّهُ</w:t>
      </w:r>
      <w:r>
        <w:rPr>
          <w:rtl/>
        </w:rPr>
        <w:t xml:space="preserve"> بَغۡيًا أَن يُنَزِّلَ </w:t>
      </w:r>
      <w:r>
        <w:rPr>
          <w:rFonts w:hint="cs"/>
          <w:rtl/>
        </w:rPr>
        <w:t>ٱ</w:t>
      </w:r>
      <w:r>
        <w:rPr>
          <w:rFonts w:hint="eastAsia"/>
          <w:rtl/>
        </w:rPr>
        <w:t>للَّهُ</w:t>
      </w:r>
      <w:r>
        <w:rPr>
          <w:rtl/>
        </w:rPr>
        <w:t xml:space="preserve"> مِن فَضۡلِهِ</w:t>
      </w:r>
      <w:r>
        <w:rPr>
          <w:rFonts w:hint="cs"/>
          <w:rtl/>
        </w:rPr>
        <w:t>ۦ</w:t>
      </w:r>
      <w:r>
        <w:rPr>
          <w:rtl/>
        </w:rPr>
        <w:t xml:space="preserve"> عَلَىٰ مَن يَشَآءُ مِنۡ عِبَادِهِ</w:t>
      </w:r>
      <w:r>
        <w:rPr>
          <w:rFonts w:hint="cs"/>
          <w:rtl/>
        </w:rPr>
        <w:t>ۦ‌ۖ</w:t>
      </w:r>
      <w:r>
        <w:rPr>
          <w:rtl/>
        </w:rPr>
        <w:t xml:space="preserve"> فَبَآءُو بِغَضَبٍ عَلَىٰ غَضَبٍ۬‌ۚ وَلِلۡكَـٰفِرِينَ عَذَابٌ۬ مُّهِينٌ۬ (٩٠</w:t>
      </w:r>
      <w:r w:rsidR="009229E3">
        <w:rPr>
          <w:rtl/>
        </w:rPr>
        <w:t>)</w:t>
      </w:r>
    </w:p>
    <w:p w:rsidR="001A403D" w:rsidRDefault="001A403D" w:rsidP="00E36567">
      <w:pPr>
        <w:pStyle w:val="libBoldItalic"/>
      </w:pPr>
      <w:r>
        <w:t>How evil is that for which they sold themselves: that they should disbelieve in what Allah has revealed, grudging that Allah reveals of His Favour to whom He wills among His servants. So they have incurred wrath upon wrath. And for the disbelievers is a humiliating punishment. (90)</w:t>
      </w:r>
    </w:p>
    <w:p w:rsidR="001A403D" w:rsidRDefault="001A403D" w:rsidP="00E36567">
      <w:pPr>
        <w:pStyle w:val="libNormal"/>
      </w:pPr>
      <w:r>
        <w:t>1- How evil is that for which they sold themselves: that they should disbelieve in what Allah has revealed about Ali (asws), grudging that Allah sends down of His Favour to whom He wills among His servants, i.e. why He sends down on Ali asws? So enemies of Aal-e-Mohammad asws are Maghzoob &amp; Kafir, on whom will be humiliating Azaab. (Imam Mohammad Baqir asws) (al-Burhan, v1, p280)</w:t>
      </w:r>
    </w:p>
    <w:p w:rsidR="001A403D" w:rsidRDefault="001A403D" w:rsidP="009229E3">
      <w:pPr>
        <w:pStyle w:val="libCenterBold1"/>
      </w:pPr>
      <w:r>
        <w:t>Lesson:</w:t>
      </w:r>
    </w:p>
    <w:p w:rsidR="001A403D" w:rsidRDefault="001A403D" w:rsidP="001A403D">
      <w:pPr>
        <w:pStyle w:val="libNormal"/>
      </w:pPr>
      <w:r>
        <w:t>1-Muqassireen have bought the temporary things of the world as well in place of Walayat-e-Ali asws, their grudge is the same that is there nothing else than Walayat-e-Ali asws in Deen? Infact they can not hide their jealousy for Wajhullah (asws). Who can question the Omnipotent Allah, it is His Will whom He makes Mashiyatullah &amp; Wajhullah!</w:t>
      </w:r>
    </w:p>
    <w:p w:rsidR="001A403D" w:rsidRDefault="001A403D" w:rsidP="00385B48">
      <w:pPr>
        <w:pStyle w:val="libAr"/>
      </w:pPr>
      <w:r>
        <w:rPr>
          <w:rFonts w:hint="eastAsia"/>
          <w:rtl/>
        </w:rPr>
        <w:t>وَإِذَا</w:t>
      </w:r>
      <w:r>
        <w:rPr>
          <w:rtl/>
        </w:rPr>
        <w:t xml:space="preserve"> قِيلَ لَهُمۡ ءَامِنُواْ بِمَآ أَنزَلَ </w:t>
      </w:r>
      <w:r>
        <w:rPr>
          <w:rFonts w:hint="cs"/>
          <w:rtl/>
        </w:rPr>
        <w:t>ٱ</w:t>
      </w:r>
      <w:r>
        <w:rPr>
          <w:rFonts w:hint="eastAsia"/>
          <w:rtl/>
        </w:rPr>
        <w:t>للَّهُ</w:t>
      </w:r>
      <w:r>
        <w:rPr>
          <w:rtl/>
        </w:rPr>
        <w:t xml:space="preserve"> قَالُواْ نُؤۡمِنُ بِمَآ أُنزِلَ عَلَيۡنَا وَيَكۡفُرُونَ بِمَا وَرَآءَهُ </w:t>
      </w:r>
      <w:r>
        <w:rPr>
          <w:rFonts w:hint="cs"/>
          <w:rtl/>
        </w:rPr>
        <w:t>ۥ</w:t>
      </w:r>
      <w:r>
        <w:rPr>
          <w:rtl/>
        </w:rPr>
        <w:t xml:space="preserve"> وَهُوَ </w:t>
      </w:r>
      <w:r>
        <w:rPr>
          <w:rFonts w:hint="cs"/>
          <w:rtl/>
        </w:rPr>
        <w:t>ٱ</w:t>
      </w:r>
      <w:r>
        <w:rPr>
          <w:rFonts w:hint="eastAsia"/>
          <w:rtl/>
        </w:rPr>
        <w:t>لۡحَقُّ</w:t>
      </w:r>
      <w:r>
        <w:rPr>
          <w:rtl/>
        </w:rPr>
        <w:t xml:space="preserve"> مُصَدِّقً۬ا لِّمَا مَعَهُمۡ‌ۗ قُلۡ فَلِمَ تَقۡتُلُونَ أَنۢبِيَآءَ </w:t>
      </w:r>
      <w:r>
        <w:rPr>
          <w:rFonts w:hint="cs"/>
          <w:rtl/>
        </w:rPr>
        <w:t>ٱ</w:t>
      </w:r>
      <w:r>
        <w:rPr>
          <w:rFonts w:hint="eastAsia"/>
          <w:rtl/>
        </w:rPr>
        <w:t>للَّهِ</w:t>
      </w:r>
      <w:r>
        <w:rPr>
          <w:rtl/>
        </w:rPr>
        <w:t xml:space="preserve"> مِن قَبۡلُ إِن كُنتُم مُّؤۡمِنِينَ (٩١</w:t>
      </w:r>
      <w:r w:rsidR="009229E3">
        <w:rPr>
          <w:rtl/>
        </w:rPr>
        <w:t>)</w:t>
      </w:r>
    </w:p>
    <w:p w:rsidR="001A403D" w:rsidRDefault="001A403D" w:rsidP="00E36567">
      <w:pPr>
        <w:pStyle w:val="libBoldItalic"/>
      </w:pPr>
      <w:r>
        <w:t>And when it is said to them: Believe in what Allah has revealed, they say: We believe in what was revealed to us. And they disbelieve in what comes after it, although it is the truth confirming that which is with them. Say (to them, O Muhammad sawaw): Why then you murdered the prophets of Allah before, if you are (indeed) believers? (91)</w:t>
      </w:r>
    </w:p>
    <w:p w:rsidR="001A403D" w:rsidRDefault="001A403D" w:rsidP="001A403D">
      <w:pPr>
        <w:pStyle w:val="libNormal"/>
      </w:pPr>
      <w:r>
        <w:t>1-Jews were not believing in Quran, and said, “We only believe in Taurat”, which was revealed to them. It is not ordered in Taurat to kill prophets (a.s.), it means you do not believe in Taurat as well.</w:t>
      </w:r>
    </w:p>
    <w:p w:rsidR="001A403D" w:rsidRDefault="001A403D" w:rsidP="001A403D">
      <w:pPr>
        <w:pStyle w:val="libNormal"/>
      </w:pPr>
      <w:r>
        <w:t xml:space="preserve">Rasool Allah sawaw said: Allah Ta’ala says, “Who does not believe in Quran, he does not believe in Taurat as well” because Allah took covenant to believe in both, to believe in one is not acceptable until believes in other. Similarly Allah has made it obligatory to believe in Walayat of Ali ibne Abi Talib asws, as it is obligatory to believe in Mohammad sawaw. Who says this that “I believe in Nabuwat of Mohammad sawaw” and denies Walayat of Ali ibne Abi Talib asws, thus he did not believe in Nabuwat of Mohammad sawaw as well. When Allah will resurrect all the creations on the day of Qiyamah, then announcer will make an announcement for the differentiation of Emaan and Kufr of the creations, “Allah ho Akbar, Allah ho Akbar”, and all the creations will be commanded to repaeat it, then Dahria &amp; Mu’attila sect will not be able to say it, the rest of the creations will say it, in this way Dahria &amp; Mu’attila sects will be separated. Then </w:t>
      </w:r>
      <w:r>
        <w:lastRenderedPageBreak/>
        <w:t>announcer will say, “Ash’hadu un la ilaha ila Allah”, so all will say except those who did Shirk with Allah among Majoosi, Chirstians, and idol worshipers. Thus by not speaking they will be separated from the other creation. Then announcer will say, “Ash’hadu unna Mohammad ur Rasool Allah”, so all Muslims will say but Jews, Christians, and polytheists will remain silent. Then the announcer will say in the plane of Mahsher, “Take them to Jannah due to testimony of Nabuwat of Mohammad sawaw, then a voice will come from Allah, “No, stop them, still a question has to be asked from them.” Then the Angels (a.s.) will say, “O our Rabb, why to stop?” Then a voice will come from Allah Ta’ala, “Stop them because they have to be questioned about Walayat of Ali ibne Abi Talib asws &amp; Aal-e-Mohammad asws. O My servants and maids, I commanded you the second testimony with the testimony of Mohammad sawaw, if you have brought it then you will get reward and residence of honour; and if you did not bring it, then the testimony of Nabuwat of Mohammad sawaw can not benefit you nor testimony of My Lordship, thus who has brought it, only he is successful, and who did not bring, he is among for whom is destruction.”</w:t>
      </w:r>
    </w:p>
    <w:p w:rsidR="001A403D" w:rsidRDefault="001A403D" w:rsidP="00E36567">
      <w:pPr>
        <w:pStyle w:val="libNormal"/>
      </w:pPr>
      <w:r>
        <w:t>Some of them will say, “We did testify Walayat of Ali ibne Abi Talib asws and we were lovers of Aal-e-Mohammad asws”, but they are liars in this (claim), thinking that they will get salvation with lie. It will be said to them,”Then Ali asws is your witness on that. Ya Ali asws, you give witness.” Then he (asws) will say, “Jannah is witness of my lovers, and Hell is witness of my enemies.” So who will be truthful among them, the air &amp; breeze of Jannah will make him ride to take to Jannah of high place &amp; destination with the Blessing of Rabb, and who will be liar among them flaming Fire and boiling water of Hell will take him away, and there will be three-headed shadow on him whose flames will pick him up in the air and throw in the Hell. Therefore Ali asws is divider of Jannah and Hell. (Imam Hassan Askari asws) (al-Burhan, v1, p280)</w:t>
      </w:r>
    </w:p>
    <w:p w:rsidR="001A403D" w:rsidRDefault="001A403D" w:rsidP="009229E3">
      <w:pPr>
        <w:pStyle w:val="libCenterBold1"/>
      </w:pPr>
      <w:r>
        <w:t>Lesson:</w:t>
      </w:r>
    </w:p>
    <w:p w:rsidR="001A403D" w:rsidRDefault="001A403D" w:rsidP="001A403D">
      <w:pPr>
        <w:pStyle w:val="libNormal"/>
      </w:pPr>
      <w:r>
        <w:t>1-The testimony of Walayat of Maola Ali asws &amp; Imams asws is continuous without any space with testimony of Tauheed and Nabuwat.</w:t>
      </w:r>
    </w:p>
    <w:p w:rsidR="00595365" w:rsidRDefault="001A403D" w:rsidP="001A403D">
      <w:pPr>
        <w:pStyle w:val="libNormal"/>
      </w:pPr>
      <w:r>
        <w:t>2-Some are deceiving Allah and say in the presence of people, “We believe in Walayat as well and love Aal-e-Mohammad asws”, but their books do not show the testimony of Walayat-e-Ali asws as a part of Azan or Namaz, rather show this testimony as Mubtal-e-Namaz (nullifying Namaz), and instead of showing love of Aal-e-Mohammad asws, issue Fatawa against Azadari of Imam-e-Mazloom asws. Such habitual liars and hypocrites will try to deceive Allah on the day of Qiyamah as well, and will start issuing statements. But Maola Ali asws will order Jannah and Hell to separate the truthful ones and liars.</w:t>
      </w:r>
    </w:p>
    <w:p w:rsidR="00595365" w:rsidRDefault="001A403D" w:rsidP="00385B48">
      <w:pPr>
        <w:pStyle w:val="libAr"/>
      </w:pPr>
      <w:r>
        <w:rPr>
          <w:rFonts w:hint="eastAsia"/>
          <w:rtl/>
        </w:rPr>
        <w:t>وَإِذۡ</w:t>
      </w:r>
      <w:r>
        <w:rPr>
          <w:rtl/>
        </w:rPr>
        <w:t xml:space="preserve"> أَخَذۡنَا مِيثَـٰقَكُمۡ وَرَفَعۡنَا فَوۡقَ</w:t>
      </w:r>
      <w:r w:rsidR="001E6BAB" w:rsidRPr="001E6BAB">
        <w:rPr>
          <w:rFonts w:hint="cs"/>
          <w:rtl/>
        </w:rPr>
        <w:t>ک</w:t>
      </w:r>
      <w:r>
        <w:rPr>
          <w:rFonts w:hint="eastAsia"/>
          <w:rtl/>
        </w:rPr>
        <w:t>مُ</w:t>
      </w:r>
      <w:r>
        <w:rPr>
          <w:rtl/>
        </w:rPr>
        <w:t xml:space="preserve"> </w:t>
      </w:r>
      <w:r>
        <w:rPr>
          <w:rFonts w:hint="cs"/>
          <w:rtl/>
        </w:rPr>
        <w:t>ٱ</w:t>
      </w:r>
      <w:r>
        <w:rPr>
          <w:rFonts w:hint="eastAsia"/>
          <w:rtl/>
        </w:rPr>
        <w:t>لطُّورَ</w:t>
      </w:r>
      <w:r>
        <w:rPr>
          <w:rtl/>
        </w:rPr>
        <w:t xml:space="preserve"> خُذُواْ مَآ ءَاتَيۡنَـٰ</w:t>
      </w:r>
      <w:r w:rsidR="001E6BAB" w:rsidRPr="001E6BAB">
        <w:rPr>
          <w:rFonts w:hint="cs"/>
          <w:rtl/>
        </w:rPr>
        <w:t>ک</w:t>
      </w:r>
      <w:r>
        <w:rPr>
          <w:rFonts w:hint="eastAsia"/>
          <w:rtl/>
        </w:rPr>
        <w:t>م</w:t>
      </w:r>
      <w:r>
        <w:rPr>
          <w:rtl/>
        </w:rPr>
        <w:t xml:space="preserve"> بِقُوَّةٍ۬ وَ</w:t>
      </w:r>
      <w:r>
        <w:rPr>
          <w:rFonts w:hint="cs"/>
          <w:rtl/>
        </w:rPr>
        <w:t>ٱ</w:t>
      </w:r>
      <w:r>
        <w:rPr>
          <w:rFonts w:hint="eastAsia"/>
          <w:rtl/>
        </w:rPr>
        <w:t>سۡمَعُواْ‌ۖ</w:t>
      </w:r>
      <w:r>
        <w:rPr>
          <w:rtl/>
        </w:rPr>
        <w:t xml:space="preserve"> قَالُواْ سَمِعۡنَا وَعَصَيۡنَا وَأُشۡرِبُواْ فِى قُلُوبِهِمُ </w:t>
      </w:r>
      <w:r>
        <w:rPr>
          <w:rFonts w:hint="cs"/>
          <w:rtl/>
        </w:rPr>
        <w:t>ٱ</w:t>
      </w:r>
      <w:r>
        <w:rPr>
          <w:rFonts w:hint="eastAsia"/>
          <w:rtl/>
        </w:rPr>
        <w:t>لۡعِجۡلَ</w:t>
      </w:r>
      <w:r>
        <w:rPr>
          <w:rtl/>
        </w:rPr>
        <w:t xml:space="preserve"> بِ</w:t>
      </w:r>
      <w:r w:rsidR="001E6BAB" w:rsidRPr="001E6BAB">
        <w:rPr>
          <w:rFonts w:hint="cs"/>
          <w:rtl/>
        </w:rPr>
        <w:t>ک</w:t>
      </w:r>
      <w:r>
        <w:rPr>
          <w:rFonts w:hint="eastAsia"/>
          <w:rtl/>
        </w:rPr>
        <w:t>فۡرِهِمۡ‌ۚ</w:t>
      </w:r>
      <w:r>
        <w:rPr>
          <w:rtl/>
        </w:rPr>
        <w:t xml:space="preserve"> قُلۡ بِئۡسَمَا يَأۡمُرُ</w:t>
      </w:r>
      <w:r w:rsidR="001E6BAB" w:rsidRPr="001E6BAB">
        <w:rPr>
          <w:rFonts w:hint="cs"/>
          <w:rtl/>
        </w:rPr>
        <w:t>ک</w:t>
      </w:r>
      <w:r>
        <w:rPr>
          <w:rFonts w:hint="eastAsia"/>
          <w:rtl/>
        </w:rPr>
        <w:t>م</w:t>
      </w:r>
      <w:r>
        <w:rPr>
          <w:rtl/>
        </w:rPr>
        <w:t xml:space="preserve"> بِهِ</w:t>
      </w:r>
      <w:r>
        <w:rPr>
          <w:rFonts w:hint="cs"/>
          <w:rtl/>
        </w:rPr>
        <w:t>ۦۤ</w:t>
      </w:r>
      <w:r>
        <w:rPr>
          <w:rtl/>
        </w:rPr>
        <w:t xml:space="preserve"> إِيمَـٰنُكُمۡ إِن ك</w:t>
      </w:r>
      <w:r>
        <w:rPr>
          <w:rFonts w:hint="eastAsia"/>
          <w:rtl/>
        </w:rPr>
        <w:t>ُنتُم</w:t>
      </w:r>
      <w:r>
        <w:rPr>
          <w:rtl/>
        </w:rPr>
        <w:t xml:space="preserve"> مُّؤۡمِنِينَ (٩٣</w:t>
      </w:r>
      <w:r w:rsidR="009229E3">
        <w:rPr>
          <w:rtl/>
        </w:rPr>
        <w:t>)</w:t>
      </w:r>
    </w:p>
    <w:p w:rsidR="001A403D" w:rsidRDefault="001A403D" w:rsidP="00E36567">
      <w:pPr>
        <w:pStyle w:val="libBoldItalic"/>
      </w:pPr>
      <w:r>
        <w:lastRenderedPageBreak/>
        <w:t>And when We took your covenant and raised Toor (mount) above you, (saying): Hold fast what We have given you, and listen, they said: We hear and we disobey. And their hearts absorbed (the worship of) the calf because of their disbelief. Say (to them): Evil is that which your faith commands you, if you are believers. (93)</w:t>
      </w:r>
    </w:p>
    <w:p w:rsidR="001A403D" w:rsidRDefault="001A403D" w:rsidP="001A403D">
      <w:pPr>
        <w:pStyle w:val="libNormal"/>
      </w:pPr>
      <w:r>
        <w:t>1-The commandments of Deen and the commandments of superiority of Mohammad sawaw and Ali asws and their Khulfa asws over all the creations which Musa (a.s.) brought, the nation denied. Allah ordered to hold fast these commandments and to listen carefully, they heard it but disobeyed it in practice. When the calf was smashed into pieces and thrown into water, then people were ordered to drink water, so that the difference should become obvious between who worshiped and who did not worship. How bad your faith commands to deny Mohammad sawaw, Ali asws and Aoliya asws, Taurat does not commands it.</w:t>
      </w:r>
    </w:p>
    <w:p w:rsidR="001A403D" w:rsidRDefault="001A403D" w:rsidP="00E36567">
      <w:pPr>
        <w:pStyle w:val="libNormal"/>
      </w:pPr>
      <w:r>
        <w:t>Who had worshiped when they drank water, it went into their hearts, and their lips and nose became black. (Imam Hassan Askari asws) (al-Burhan, v1, p283)</w:t>
      </w:r>
    </w:p>
    <w:p w:rsidR="001A403D" w:rsidRDefault="001A403D" w:rsidP="009229E3">
      <w:pPr>
        <w:pStyle w:val="libCenterBold1"/>
      </w:pPr>
      <w:r>
        <w:t>Lesson:</w:t>
      </w:r>
    </w:p>
    <w:p w:rsidR="001A403D" w:rsidRDefault="001A403D" w:rsidP="001A403D">
      <w:pPr>
        <w:pStyle w:val="libNormal"/>
      </w:pPr>
      <w:r>
        <w:t>1-Allah has commanded to hold fast &amp; act on the obligation of Walayat. This Ummah has been given respite due to mercy of Mohammad-o-Aal-e-Mohammad asws, otherwise Toor could be raised above their heads as well.</w:t>
      </w:r>
    </w:p>
    <w:p w:rsidR="001A403D" w:rsidRDefault="001A403D" w:rsidP="001A403D">
      <w:pPr>
        <w:pStyle w:val="libNormal"/>
      </w:pPr>
      <w:r>
        <w:t>2-The hearts of Muqassireen have drank the love of calves as well whom they worship and accept every word of them, and say, “They (Calves) are the signs of Allah (Ayatollah).” They hear about Walayat-e-Ali asws in Majalis under compulsion but their hearts deny and decide that they will not bring Walayat into practice, but will do what calf (Muqassir Mulla) says.</w:t>
      </w:r>
    </w:p>
    <w:p w:rsidR="00595365" w:rsidRDefault="001A403D" w:rsidP="00385B48">
      <w:pPr>
        <w:pStyle w:val="libAr"/>
      </w:pPr>
      <w:r>
        <w:rPr>
          <w:rFonts w:hint="eastAsia"/>
          <w:rtl/>
        </w:rPr>
        <w:t>قُلۡ</w:t>
      </w:r>
      <w:r>
        <w:rPr>
          <w:rtl/>
        </w:rPr>
        <w:t xml:space="preserve"> إِن كَانَتۡ لَ</w:t>
      </w:r>
      <w:r w:rsidR="001E6BAB" w:rsidRPr="001E6BAB">
        <w:rPr>
          <w:rFonts w:hint="cs"/>
          <w:rtl/>
        </w:rPr>
        <w:t>ک</w:t>
      </w:r>
      <w:r>
        <w:rPr>
          <w:rFonts w:hint="eastAsia"/>
          <w:rtl/>
        </w:rPr>
        <w:t>مُ</w:t>
      </w:r>
      <w:r>
        <w:rPr>
          <w:rtl/>
        </w:rPr>
        <w:t xml:space="preserve"> </w:t>
      </w:r>
      <w:r>
        <w:rPr>
          <w:rFonts w:hint="cs"/>
          <w:rtl/>
        </w:rPr>
        <w:t>ٱ</w:t>
      </w:r>
      <w:r>
        <w:rPr>
          <w:rFonts w:hint="eastAsia"/>
          <w:rtl/>
        </w:rPr>
        <w:t>لدَّارُ</w:t>
      </w:r>
      <w:r>
        <w:rPr>
          <w:rtl/>
        </w:rPr>
        <w:t xml:space="preserve"> </w:t>
      </w:r>
      <w:r>
        <w:rPr>
          <w:rFonts w:hint="cs"/>
          <w:rtl/>
        </w:rPr>
        <w:t>ٱ</w:t>
      </w:r>
      <w:r>
        <w:rPr>
          <w:rFonts w:hint="eastAsia"/>
          <w:rtl/>
        </w:rPr>
        <w:t>لۡأَخِرَةُ</w:t>
      </w:r>
      <w:r>
        <w:rPr>
          <w:rtl/>
        </w:rPr>
        <w:t xml:space="preserve"> عِندَ </w:t>
      </w:r>
      <w:r>
        <w:rPr>
          <w:rFonts w:hint="cs"/>
          <w:rtl/>
        </w:rPr>
        <w:t>ٱ</w:t>
      </w:r>
      <w:r>
        <w:rPr>
          <w:rFonts w:hint="eastAsia"/>
          <w:rtl/>
        </w:rPr>
        <w:t>للَّهِ</w:t>
      </w:r>
      <w:r>
        <w:rPr>
          <w:rtl/>
        </w:rPr>
        <w:t xml:space="preserve"> خَالِصَةً۬ مِّن دُونِ </w:t>
      </w:r>
      <w:r>
        <w:rPr>
          <w:rFonts w:hint="cs"/>
          <w:rtl/>
        </w:rPr>
        <w:t>ٱ</w:t>
      </w:r>
      <w:r>
        <w:rPr>
          <w:rFonts w:hint="eastAsia"/>
          <w:rtl/>
        </w:rPr>
        <w:t>لنَّاسِ</w:t>
      </w:r>
      <w:r>
        <w:rPr>
          <w:rtl/>
        </w:rPr>
        <w:t xml:space="preserve"> فَتَمَنَّوُاْ </w:t>
      </w:r>
      <w:r>
        <w:rPr>
          <w:rFonts w:hint="cs"/>
          <w:rtl/>
        </w:rPr>
        <w:t>ٱ</w:t>
      </w:r>
      <w:r>
        <w:rPr>
          <w:rFonts w:hint="eastAsia"/>
          <w:rtl/>
        </w:rPr>
        <w:t>لۡمَوۡتَ</w:t>
      </w:r>
      <w:r>
        <w:rPr>
          <w:rtl/>
        </w:rPr>
        <w:t xml:space="preserve"> إِن </w:t>
      </w:r>
      <w:r w:rsidR="001E6BAB" w:rsidRPr="001E6BAB">
        <w:rPr>
          <w:rFonts w:hint="cs"/>
          <w:rtl/>
        </w:rPr>
        <w:t>ک</w:t>
      </w:r>
      <w:r>
        <w:rPr>
          <w:rFonts w:hint="eastAsia"/>
          <w:rtl/>
        </w:rPr>
        <w:t>نتُمۡ</w:t>
      </w:r>
      <w:r>
        <w:rPr>
          <w:rtl/>
        </w:rPr>
        <w:t xml:space="preserve"> صَـٰدِقِينَ (٩٤</w:t>
      </w:r>
      <w:r w:rsidR="009229E3">
        <w:rPr>
          <w:rtl/>
        </w:rPr>
        <w:t>)</w:t>
      </w:r>
      <w:r>
        <w:rPr>
          <w:rtl/>
        </w:rPr>
        <w:t xml:space="preserve"> وَلَن يَتَمَنَّوۡهُ أَبَدَۢا بِمَا قَدَّمَتۡ أَيۡدِي</w:t>
      </w:r>
      <w:r w:rsidR="001E6BAB" w:rsidRPr="001E6BAB">
        <w:rPr>
          <w:rFonts w:hint="cs"/>
          <w:rtl/>
        </w:rPr>
        <w:t>ه</w:t>
      </w:r>
      <w:r w:rsidRPr="00595365">
        <w:rPr>
          <w:rFonts w:hint="cs"/>
          <w:rtl/>
        </w:rPr>
        <w:t>مۡ‌ۗ وَ</w:t>
      </w:r>
      <w:r>
        <w:rPr>
          <w:rFonts w:hint="cs"/>
          <w:rtl/>
        </w:rPr>
        <w:t>ٱ</w:t>
      </w:r>
      <w:r>
        <w:rPr>
          <w:rFonts w:hint="eastAsia"/>
          <w:rtl/>
        </w:rPr>
        <w:t>للَّهُ</w:t>
      </w:r>
      <w:r>
        <w:rPr>
          <w:rtl/>
        </w:rPr>
        <w:t xml:space="preserve"> عَلِيمُۢ بِ</w:t>
      </w:r>
      <w:r>
        <w:rPr>
          <w:rFonts w:hint="cs"/>
          <w:rtl/>
        </w:rPr>
        <w:t>ٱ</w:t>
      </w:r>
      <w:r>
        <w:rPr>
          <w:rFonts w:hint="eastAsia"/>
          <w:rtl/>
        </w:rPr>
        <w:t>لظَّـٰلِمِينَ</w:t>
      </w:r>
      <w:r>
        <w:rPr>
          <w:rtl/>
        </w:rPr>
        <w:t xml:space="preserve"> (٩٥</w:t>
      </w:r>
      <w:r w:rsidR="009229E3">
        <w:rPr>
          <w:rtl/>
        </w:rPr>
        <w:t>)</w:t>
      </w:r>
      <w:r>
        <w:rPr>
          <w:rtl/>
        </w:rPr>
        <w:t xml:space="preserve"> وَلَتَجِدَنَّ</w:t>
      </w:r>
      <w:r w:rsidR="001E6BAB" w:rsidRPr="001E6BAB">
        <w:rPr>
          <w:rFonts w:hint="cs"/>
          <w:rtl/>
        </w:rPr>
        <w:t>ه</w:t>
      </w:r>
      <w:r w:rsidRPr="00595365">
        <w:rPr>
          <w:rFonts w:hint="cs"/>
          <w:rtl/>
        </w:rPr>
        <w:t>مۡ</w:t>
      </w:r>
      <w:r>
        <w:rPr>
          <w:rtl/>
        </w:rPr>
        <w:t xml:space="preserve"> أَحۡرَصَ </w:t>
      </w:r>
      <w:r>
        <w:rPr>
          <w:rFonts w:hint="cs"/>
          <w:rtl/>
        </w:rPr>
        <w:t>ٱ</w:t>
      </w:r>
      <w:r>
        <w:rPr>
          <w:rFonts w:hint="eastAsia"/>
          <w:rtl/>
        </w:rPr>
        <w:t>لنَّاسِ</w:t>
      </w:r>
      <w:r>
        <w:rPr>
          <w:rtl/>
        </w:rPr>
        <w:t xml:space="preserve"> عَلَىٰ حَيَوٰةٍ۬ وَمِنَ </w:t>
      </w:r>
      <w:r>
        <w:rPr>
          <w:rFonts w:hint="cs"/>
          <w:rtl/>
        </w:rPr>
        <w:t>ٱ</w:t>
      </w:r>
      <w:r>
        <w:rPr>
          <w:rFonts w:hint="eastAsia"/>
          <w:rtl/>
        </w:rPr>
        <w:t>لَّذِينَ</w:t>
      </w:r>
      <w:r>
        <w:rPr>
          <w:rtl/>
        </w:rPr>
        <w:t xml:space="preserve"> أَشۡرَكُواْ‌ۚ يَوَدُّ أَحَدُهُمۡ لَوۡ يُعَمَّرُ أَلۡفَ سَنَةٍ۬ وَمَا هُوَ بِمُزَحۡزِحِهِ</w:t>
      </w:r>
      <w:r>
        <w:rPr>
          <w:rFonts w:hint="cs"/>
          <w:rtl/>
        </w:rPr>
        <w:t>ۦ</w:t>
      </w:r>
      <w:r>
        <w:rPr>
          <w:rtl/>
        </w:rPr>
        <w:t xml:space="preserve"> مِنَ </w:t>
      </w:r>
      <w:r>
        <w:rPr>
          <w:rFonts w:hint="cs"/>
          <w:rtl/>
        </w:rPr>
        <w:t>ٱ</w:t>
      </w:r>
      <w:r>
        <w:rPr>
          <w:rFonts w:hint="eastAsia"/>
          <w:rtl/>
        </w:rPr>
        <w:t>لۡعَذَابِ</w:t>
      </w:r>
      <w:r>
        <w:rPr>
          <w:rtl/>
        </w:rPr>
        <w:t xml:space="preserve"> أَن يُعَمَّرَ‌ۗ وَ</w:t>
      </w:r>
      <w:r>
        <w:rPr>
          <w:rFonts w:hint="cs"/>
          <w:rtl/>
        </w:rPr>
        <w:t>ٱ</w:t>
      </w:r>
      <w:r>
        <w:rPr>
          <w:rFonts w:hint="eastAsia"/>
          <w:rtl/>
        </w:rPr>
        <w:t>للَّهُ</w:t>
      </w:r>
      <w:r>
        <w:rPr>
          <w:rtl/>
        </w:rPr>
        <w:t xml:space="preserve"> بَصِيرُۢ بِمَا يَعۡمَلُونَ (٩٦</w:t>
      </w:r>
      <w:r w:rsidR="009229E3">
        <w:rPr>
          <w:rtl/>
        </w:rPr>
        <w:t>)</w:t>
      </w:r>
    </w:p>
    <w:p w:rsidR="001A403D" w:rsidRDefault="001A403D" w:rsidP="00E36567">
      <w:pPr>
        <w:pStyle w:val="libBoldItalic"/>
      </w:pPr>
      <w:r>
        <w:t>Say (to them): If the home of the Hereafter with Allah is for you alone and not the other people, then wish for death if you are truthful. (94) But they will never wish for it, because of that which their own hands have sent before them, and Allah is Knower of the wrongdoers. (95) And you will surely find them the greediest of people for life and (greedier) than those who do Shirk. (Each) one of them wishes that he could be granted life a thousand years. And it would  not  remove him from the punishment, even if he is granted (that long) life. Allah is Seer of what they do. (96)</w:t>
      </w:r>
    </w:p>
    <w:p w:rsidR="001A403D" w:rsidRDefault="001A403D" w:rsidP="00E36567">
      <w:pPr>
        <w:pStyle w:val="libNormal"/>
      </w:pPr>
      <w:r>
        <w:t xml:space="preserve">1-When Allah cursed through the tongue of Rasool Allah sawaw, and their all excuses were finished and proof was clear that Mohammad sawaw is the chief of the Prophets (a.s.), Ali asws is the chief of the Aosiya (a.s.), and Ala-e-Mohammad asws are the Imams asws who establish Deen, then Jews said, “But Jannah is only for us, and we are friends of Allah, our Duas </w:t>
      </w:r>
      <w:r>
        <w:lastRenderedPageBreak/>
        <w:t>are accepted, Allah does not reject our Duas.” Then Allah said to His Nabi sawaw to say to those Jews,” If Jannah and His Bounties are only for you and not for Momineen, and your Dua is accepted as well, then make Dua for death for the liars.” Jew Ulma knew that they are liars, and Mohammad sawaw &amp; Ali asws and who testify them (asws) are truthful. They did not make Dua for death for the liars because if they would have made Dua then they would have been dead themselves. And they knew that they have sent forward in the presence of Allah with their own hands the denial of Allah, His Rasool Mohammad sawaw, Wasi Ali asws, and Imams asws, and Allah knows those liars. And they wish for the long life of the world more than polytheists because they know that they do not have any share in the Hereafter for them. (Imam Hassan Askari asws) (al-Burhan, v1, p285)</w:t>
      </w:r>
    </w:p>
    <w:p w:rsidR="001A403D" w:rsidRDefault="001A403D" w:rsidP="00E36567">
      <w:pPr>
        <w:pStyle w:val="libNormal"/>
      </w:pPr>
      <w:r>
        <w:t>2-When Jews were subdued due to fear, some Jews said, “Your (sawaw) Dua is accepted, so ask Ali asws to make Dua for our chief’s son. He was a handsome youth who became burden due to leprosy, no one was going near him, he was given food on a spear. Rasool Allah sawaw said, “Bring him.” He was in a bad condition. He (sawaw) asked Ali asws to make Dua and he became healthy. Rasool Allah sawaw said, “O young man, believe.” So he believed in a nice manner. His father said: What an injustice, it was better if he remained leper but would not have entered your (sawaw) Deen. Rasool Allah sawaw said: Allah has rescued him from hardships, and will give the bounties of Jannah. His father said: This was the time for his healing but not due to your Dua, if your Dua is acceptable then invoke that he should be sick again but it will not happen. Then he said insisting: If you (sawaw) are truthful then this disease should inflict me. Rasool Allah sawaw said: He is transgressor Kafir, invoke on him. Immediately he was inflicted with leprosy, and remained alive for forty years so that people can get warning lesson, and remain as the proof of truth of Mohammad sawaw. And his son remained alive healthy for eighty years. (Imam Hassan asws) (al-Burhan, v1, p286)</w:t>
      </w:r>
    </w:p>
    <w:p w:rsidR="001A403D" w:rsidRDefault="001A403D" w:rsidP="009229E3">
      <w:pPr>
        <w:pStyle w:val="libCenterBold1"/>
      </w:pPr>
      <w:r>
        <w:t>Lesson:</w:t>
      </w:r>
    </w:p>
    <w:p w:rsidR="001A403D" w:rsidRDefault="001A403D" w:rsidP="001A403D">
      <w:pPr>
        <w:pStyle w:val="libNormal"/>
      </w:pPr>
      <w:r>
        <w:t>1-It is clear to Muqassireen that perpetuation of universe and rescue from Azaab depends on Walayat-e-Ali asws, their all excuses have been finished, so they say that their so-called good deeds (Namaz without Walayat testimony) will take them to Jannah, because according to them Farooh-e-Deen are superior to Usool-e-Deen. They know that they have sent with their own hands forward in the presence of Allah nothing except opposition of Walayat and Azadari, so there is nothing for them in the Hereafter except regrets. So they are greedier than polytheists for this world.</w:t>
      </w:r>
    </w:p>
    <w:p w:rsidR="00595365" w:rsidRDefault="001A403D" w:rsidP="001A403D">
      <w:pPr>
        <w:pStyle w:val="libNormal"/>
      </w:pPr>
      <w:r>
        <w:t>2- Muqassireen are the warning lesson for the people, they openly oppose Walayat-e-Ali asws and Azadari of Imam Hussain asws and then hold congregational supplications for repentance while weeping crocodile’s tears. Therefore their double-faced hypocritical bipolar behaviour is a warning lesson.</w:t>
      </w:r>
    </w:p>
    <w:p w:rsidR="00595365" w:rsidRDefault="001A403D" w:rsidP="00385B48">
      <w:pPr>
        <w:pStyle w:val="libAr"/>
      </w:pPr>
      <w:r>
        <w:rPr>
          <w:rFonts w:hint="eastAsia"/>
          <w:rtl/>
        </w:rPr>
        <w:lastRenderedPageBreak/>
        <w:t>قُلۡ</w:t>
      </w:r>
      <w:r>
        <w:rPr>
          <w:rtl/>
        </w:rPr>
        <w:t xml:space="preserve"> مَن كَانَ عَدُوًّ۬ا لِّجِبۡرِيلَ فَإِنَّهُ </w:t>
      </w:r>
      <w:r>
        <w:rPr>
          <w:rFonts w:hint="cs"/>
          <w:rtl/>
        </w:rPr>
        <w:t>ۥ</w:t>
      </w:r>
      <w:r>
        <w:rPr>
          <w:rtl/>
        </w:rPr>
        <w:t xml:space="preserve"> نَزَّلَهُ </w:t>
      </w:r>
      <w:r>
        <w:rPr>
          <w:rFonts w:hint="cs"/>
          <w:rtl/>
        </w:rPr>
        <w:t>ۥ</w:t>
      </w:r>
      <w:r>
        <w:rPr>
          <w:rtl/>
        </w:rPr>
        <w:t xml:space="preserve"> عَلَىٰ قَلۡبِكَ بِإِذۡنِ </w:t>
      </w:r>
      <w:r>
        <w:rPr>
          <w:rFonts w:hint="cs"/>
          <w:rtl/>
        </w:rPr>
        <w:t>ٱ</w:t>
      </w:r>
      <w:r>
        <w:rPr>
          <w:rFonts w:hint="eastAsia"/>
          <w:rtl/>
        </w:rPr>
        <w:t>للَّهِ</w:t>
      </w:r>
      <w:r>
        <w:rPr>
          <w:rtl/>
        </w:rPr>
        <w:t xml:space="preserve"> مُصَدِّقً۬ا لِّمَا بَيۡنَ يَدَيۡهِ وَهُدً۬ى وَبُشۡرَىٰ لِلۡمُؤۡمِنِينَ (٩٧</w:t>
      </w:r>
      <w:r w:rsidR="009229E3">
        <w:rPr>
          <w:rtl/>
        </w:rPr>
        <w:t>)</w:t>
      </w:r>
      <w:r>
        <w:rPr>
          <w:rtl/>
        </w:rPr>
        <w:t xml:space="preserve"> مَن كَانَ عَدُوًّ۬ا لِّلَّهِ وَمَلَـٰٓ</w:t>
      </w:r>
      <w:r>
        <w:rPr>
          <w:rFonts w:hint="cs"/>
          <w:rtl/>
        </w:rPr>
        <w:t>ٮِٕ</w:t>
      </w:r>
      <w:r w:rsidR="001E6BAB" w:rsidRPr="001E6BAB">
        <w:rPr>
          <w:rFonts w:hint="cs"/>
          <w:rtl/>
        </w:rPr>
        <w:t>ک</w:t>
      </w:r>
      <w:r>
        <w:rPr>
          <w:rFonts w:hint="eastAsia"/>
          <w:rtl/>
        </w:rPr>
        <w:t>تِهِ</w:t>
      </w:r>
      <w:r>
        <w:rPr>
          <w:rFonts w:hint="cs"/>
          <w:rtl/>
        </w:rPr>
        <w:t>ۦ</w:t>
      </w:r>
      <w:r>
        <w:rPr>
          <w:rtl/>
        </w:rPr>
        <w:t xml:space="preserve"> وَرُسُلِهِ</w:t>
      </w:r>
      <w:r>
        <w:rPr>
          <w:rFonts w:hint="cs"/>
          <w:rtl/>
        </w:rPr>
        <w:t>ۦ</w:t>
      </w:r>
      <w:r>
        <w:rPr>
          <w:rtl/>
        </w:rPr>
        <w:t xml:space="preserve"> وَجِبۡرِيلَ وَمِيكَ</w:t>
      </w:r>
      <w:r>
        <w:rPr>
          <w:rFonts w:hint="cs"/>
          <w:rtl/>
        </w:rPr>
        <w:t>ٮٰ</w:t>
      </w:r>
      <w:r>
        <w:rPr>
          <w:rFonts w:hint="eastAsia"/>
          <w:rtl/>
        </w:rPr>
        <w:t>لَ</w:t>
      </w:r>
      <w:r>
        <w:rPr>
          <w:rtl/>
        </w:rPr>
        <w:t xml:space="preserve"> </w:t>
      </w:r>
      <w:r>
        <w:rPr>
          <w:rFonts w:hint="eastAsia"/>
          <w:rtl/>
        </w:rPr>
        <w:t>فَإِنَّ</w:t>
      </w:r>
      <w:r>
        <w:rPr>
          <w:rtl/>
        </w:rPr>
        <w:t xml:space="preserve"> </w:t>
      </w:r>
      <w:r>
        <w:rPr>
          <w:rFonts w:hint="cs"/>
          <w:rtl/>
        </w:rPr>
        <w:t>ٱ</w:t>
      </w:r>
      <w:r>
        <w:rPr>
          <w:rFonts w:hint="eastAsia"/>
          <w:rtl/>
        </w:rPr>
        <w:t>للَّهَ</w:t>
      </w:r>
      <w:r>
        <w:rPr>
          <w:rtl/>
        </w:rPr>
        <w:t xml:space="preserve"> عَدُوٌّ۬ لِّلۡكَـٰفِرِينَ (٩٨</w:t>
      </w:r>
      <w:r w:rsidR="009229E3">
        <w:rPr>
          <w:rtl/>
        </w:rPr>
        <w:t>)</w:t>
      </w:r>
    </w:p>
    <w:p w:rsidR="001A403D" w:rsidRDefault="001A403D" w:rsidP="00E36567">
      <w:pPr>
        <w:pStyle w:val="libBoldItalic"/>
      </w:pPr>
      <w:r>
        <w:t>Say (O Muhammad sawaw): Who is an enemy of Jibrael - it is he who brought it (Quran) down upon your heart by Allah's permission, confirming that which was (revealed) before it, and a guidance and glad tidings for the believers; (97) Who is an enemy to Allah, and His angels and His messengers, and Jibrael and Mekael – then indeed, Allah is an enemy to the disbelievers. (98)</w:t>
      </w:r>
    </w:p>
    <w:p w:rsidR="001A403D" w:rsidRDefault="001A403D" w:rsidP="001A403D">
      <w:pPr>
        <w:pStyle w:val="libNormal"/>
      </w:pPr>
      <w:r>
        <w:t>1-Jews and Nasbis are culprits near Allah due to keeping animosity to Jibrael (a.s.), Mekael (a.s.), and the Angels (a.s.) because they come down in favour of Ali asws, and Quran was revealed upon the heart of Mohammad sawaw, which testifies all the heavenly books.</w:t>
      </w:r>
    </w:p>
    <w:p w:rsidR="001A403D" w:rsidRDefault="001A403D" w:rsidP="001A403D">
      <w:pPr>
        <w:pStyle w:val="libNormal"/>
      </w:pPr>
      <w:r>
        <w:t>Rasool Allah sawaw said: This Quran is Noor-e-Mubeen, Habl-e-Mateen, Urwa-tul-Wusqa, Daraja-tul-Ulya, Shafa-al-Ashfa, Fazilat-e-Kubra, Sa’adat-ul-Uzma, who took light from it Allah enlightened him, who did his deeds through it Allah rescued him, who kept in touch with it Allah gave him salvation, who did not parted with its commandments Allah gave him height, who wanted Shifa from it Allah gave him Shifa, who adopted it excluding other things he got guidance, who wanted guidance from any other thing went astray, who made it his cover he got good luck, who followed it by making it Imam reached Jannah. Therefore Quran is good tidings for the Momineen.</w:t>
      </w:r>
    </w:p>
    <w:p w:rsidR="001A403D" w:rsidRDefault="001A403D" w:rsidP="00E36567">
      <w:pPr>
        <w:pStyle w:val="libNormal"/>
      </w:pPr>
      <w:r>
        <w:t>Nasbis are enemies of Allah because He bestowed Favours &amp; Bounties upon Mohammad sawaw, Ali asws, and their pure Aal asws; and they are enemies of Messengers (a.s.) because they invite towards Nabuwat of Mohammad sawaw and Imamat of Ali asws; and they are enemies of Jibrael (a.s.), Mekael (a.s.) and Angels (a.s.) because they are supporters of Ali asws. Rasool Allah sawaw said about Ali asws: Jibrael (a.s.) is on his right side, Mekael (a.s.) on left side, Israfeel (a.s.) behind, and Malakul Maut (a.s.) in front of him, and Allah above him on Arsh his Helper, looking at him along with the Angels (a.s.). So Nasbis showed immunity to Allah, so Allah announced animosity to those Kafirs who keep animosity to Ali asws. Rasool Allah sawaw said: Among the Angels (a.s.) he is having more high status near Allah, whose love for Ali ibne Abi Talib asws is most severe, and the Angels (a.s.) take oaths (vow, swear) of Ali asws among each other, and the Angels (a.s.) of the skies and Hijabs keep so keen to see Ali asws as a loving mother likes to see pious kind son. (Imam Hassan Askari asws) (al-Burhan, v1, p289)</w:t>
      </w:r>
    </w:p>
    <w:p w:rsidR="001A403D" w:rsidRDefault="001A403D" w:rsidP="009229E3">
      <w:pPr>
        <w:pStyle w:val="libCenterBold1"/>
      </w:pPr>
      <w:r>
        <w:t>Lesson:</w:t>
      </w:r>
    </w:p>
    <w:p w:rsidR="001A403D" w:rsidRDefault="001A403D" w:rsidP="001A403D">
      <w:pPr>
        <w:pStyle w:val="libNormal"/>
      </w:pPr>
      <w:r>
        <w:t xml:space="preserve">1-Whoever narrates Walayat and merits of Maola Ali asws, Nasbis become his enemies, therefore they oppose Allah, Rasools (a.s.), Imams (a.s.), and Quran. That is why they say that Allah gave Deen incomplete (Naoozobillah) which they have to complete with their Fatawa, and they consider themselves superior to the prophets (a.s.) of Bani Israel. They </w:t>
      </w:r>
      <w:r>
        <w:lastRenderedPageBreak/>
        <w:t>attack on the infallibility of Mohammad-o-Aal-e-Mohammad asws and oppose Azadari, and consider the holy Quran insufficient taking only four or five hundred verses out of it under compulsion, turning away from the verses about Walayat-e-Ali asws. Though who wants to get guidance from someone’s Fatawa and leaves Quran &amp; Hadees, went astray.</w:t>
      </w:r>
    </w:p>
    <w:p w:rsidR="001A403D" w:rsidRDefault="001A403D" w:rsidP="001A403D">
      <w:pPr>
        <w:pStyle w:val="libNormal"/>
      </w:pPr>
      <w:r>
        <w:t>2-The only Standard (criterion) of nearness to Allah is severity in love of Maola Ali asws.</w:t>
      </w:r>
    </w:p>
    <w:p w:rsidR="001A403D" w:rsidRDefault="001A403D" w:rsidP="001A403D">
      <w:pPr>
        <w:pStyle w:val="libNormal"/>
      </w:pPr>
      <w:r>
        <w:t>3-In spite of living near Allah in the skies, the Angels (a.s.) keep keen to visit Maola Ali asws. Nasbi Mulla is declaring open animosity to Allah by turning away from Zikr of Ali asws, and wild animals do his Taqleed.</w:t>
      </w:r>
    </w:p>
    <w:p w:rsidR="001A403D" w:rsidRDefault="001A403D" w:rsidP="00385B48">
      <w:pPr>
        <w:pStyle w:val="libAr"/>
      </w:pPr>
      <w:r>
        <w:rPr>
          <w:rFonts w:hint="eastAsia"/>
          <w:rtl/>
        </w:rPr>
        <w:t>وَلَقَدۡ</w:t>
      </w:r>
      <w:r>
        <w:rPr>
          <w:rtl/>
        </w:rPr>
        <w:t xml:space="preserve"> أَنزَلۡنَآ إِلَيۡكَ ءَايَـٰتِۭ بَيِّنَـٰتٍ۬‌ۖ وَمَا يَكۡفُرُ بِهَآ إِلَّا </w:t>
      </w:r>
      <w:r>
        <w:rPr>
          <w:rFonts w:hint="cs"/>
          <w:rtl/>
        </w:rPr>
        <w:t>ٱ</w:t>
      </w:r>
      <w:r>
        <w:rPr>
          <w:rFonts w:hint="eastAsia"/>
          <w:rtl/>
        </w:rPr>
        <w:t>لۡفَـٰسِقُونَ</w:t>
      </w:r>
      <w:r>
        <w:rPr>
          <w:rtl/>
        </w:rPr>
        <w:t xml:space="preserve"> (٩٩</w:t>
      </w:r>
      <w:r w:rsidR="009229E3">
        <w:rPr>
          <w:rtl/>
        </w:rPr>
        <w:t>)</w:t>
      </w:r>
      <w:r>
        <w:rPr>
          <w:rtl/>
        </w:rPr>
        <w:t xml:space="preserve"> أَوَ</w:t>
      </w:r>
      <w:r w:rsidR="001E6BAB" w:rsidRPr="001E6BAB">
        <w:rPr>
          <w:rFonts w:hint="cs"/>
          <w:rtl/>
        </w:rPr>
        <w:t>ک</w:t>
      </w:r>
      <w:r>
        <w:rPr>
          <w:rFonts w:hint="eastAsia"/>
          <w:rtl/>
        </w:rPr>
        <w:t>لَّمَا</w:t>
      </w:r>
      <w:r>
        <w:rPr>
          <w:rtl/>
        </w:rPr>
        <w:t xml:space="preserve"> عَـٰهَدُواْ عَهۡدً۬ا نَّبَذَهُ </w:t>
      </w:r>
      <w:r>
        <w:rPr>
          <w:rFonts w:hint="cs"/>
          <w:rtl/>
        </w:rPr>
        <w:t>ۥ</w:t>
      </w:r>
      <w:r>
        <w:rPr>
          <w:rtl/>
        </w:rPr>
        <w:t xml:space="preserve"> فَرِيقٌ۬ مِّنۡهُم‌ۚ بَلۡ أَكۡثَرُهُمۡ لَا يُؤۡمِنُونَ (١٠٠</w:t>
      </w:r>
      <w:r w:rsidR="009229E3">
        <w:rPr>
          <w:rtl/>
        </w:rPr>
        <w:t>)</w:t>
      </w:r>
    </w:p>
    <w:p w:rsidR="001A403D" w:rsidRDefault="001A403D" w:rsidP="00E36567">
      <w:pPr>
        <w:pStyle w:val="libBoldItalic"/>
      </w:pPr>
      <w:r>
        <w:t>Verily We have revealed to you clear Ayaat, and no one would deny them except the infidels (defiantly disobedient, miscreants). (99) Is it not so that every time they make a covenant a party of them threw it away? But (in fact), most of them do not believe. (100)</w:t>
      </w:r>
    </w:p>
    <w:p w:rsidR="001A403D" w:rsidRDefault="001A403D" w:rsidP="00E36567">
      <w:pPr>
        <w:pStyle w:val="libNormal"/>
      </w:pPr>
      <w:r>
        <w:t>1-Allah Ta’ala revealed clear Ayaat to Mohammad sawaw, which are proof of truthfulness of Nabuwat of Mohammad sawaw and Imamat of Ali asws. Only he doubts about their (asws) merits and hesitates to accept their (asws) Amr (order) who is Fasiq (infidel). Nasbis have thrown away that covenant, majority i.e. Nasbis do not have faith. (Imam Hassan Askari asws) (al-Burhan, v1, p293)</w:t>
      </w:r>
    </w:p>
    <w:p w:rsidR="001A403D" w:rsidRDefault="001A403D" w:rsidP="009229E3">
      <w:pPr>
        <w:pStyle w:val="libCenterBold1"/>
      </w:pPr>
      <w:r>
        <w:t>Lesson:</w:t>
      </w:r>
    </w:p>
    <w:p w:rsidR="001A403D" w:rsidRDefault="001A403D" w:rsidP="001A403D">
      <w:pPr>
        <w:pStyle w:val="libNormal"/>
      </w:pPr>
      <w:r>
        <w:t>1-Nasbi Fasiq and faithless are those who doubt about clear Ayaat of Walayat of Mohammad sawaw &amp; Ali asws, and instead of accepting their (asws) Amr, they accept Fatawa based on Zunn-e-ijtihadi. To be in majority is not a proof of being truthful.</w:t>
      </w:r>
    </w:p>
    <w:p w:rsidR="001A403D" w:rsidRDefault="001A403D" w:rsidP="00385B48">
      <w:pPr>
        <w:pStyle w:val="libAr"/>
      </w:pPr>
      <w:r>
        <w:rPr>
          <w:rFonts w:hint="eastAsia"/>
          <w:rtl/>
        </w:rPr>
        <w:t>مَّا</w:t>
      </w:r>
      <w:r>
        <w:rPr>
          <w:rtl/>
        </w:rPr>
        <w:t xml:space="preserve"> يَوَدُّ </w:t>
      </w:r>
      <w:r>
        <w:rPr>
          <w:rFonts w:hint="cs"/>
          <w:rtl/>
        </w:rPr>
        <w:t>ٱ</w:t>
      </w:r>
      <w:r>
        <w:rPr>
          <w:rFonts w:hint="eastAsia"/>
          <w:rtl/>
        </w:rPr>
        <w:t>لَّذِينَ</w:t>
      </w:r>
      <w:r>
        <w:rPr>
          <w:rtl/>
        </w:rPr>
        <w:t xml:space="preserve"> كَفَرُواْ مِنۡ أَهۡلِ </w:t>
      </w:r>
      <w:r>
        <w:rPr>
          <w:rFonts w:hint="cs"/>
          <w:rtl/>
        </w:rPr>
        <w:t>ٱ</w:t>
      </w:r>
      <w:r>
        <w:rPr>
          <w:rFonts w:hint="eastAsia"/>
          <w:rtl/>
        </w:rPr>
        <w:t>لۡكِتَـٰبِ</w:t>
      </w:r>
      <w:r>
        <w:rPr>
          <w:rtl/>
        </w:rPr>
        <w:t xml:space="preserve"> وَلَا </w:t>
      </w:r>
      <w:r>
        <w:rPr>
          <w:rFonts w:hint="cs"/>
          <w:rtl/>
        </w:rPr>
        <w:t>ٱ</w:t>
      </w:r>
      <w:r>
        <w:rPr>
          <w:rFonts w:hint="eastAsia"/>
          <w:rtl/>
        </w:rPr>
        <w:t>لۡمُشۡرِكِينَ</w:t>
      </w:r>
      <w:r>
        <w:rPr>
          <w:rtl/>
        </w:rPr>
        <w:t xml:space="preserve"> أَن يُنَزَّلَ عَلَيۡ</w:t>
      </w:r>
      <w:r w:rsidR="001E6BAB" w:rsidRPr="001E6BAB">
        <w:rPr>
          <w:rFonts w:hint="cs"/>
          <w:rtl/>
        </w:rPr>
        <w:t>ک</w:t>
      </w:r>
      <w:r>
        <w:rPr>
          <w:rFonts w:hint="eastAsia"/>
          <w:rtl/>
        </w:rPr>
        <w:t>م</w:t>
      </w:r>
      <w:r>
        <w:rPr>
          <w:rtl/>
        </w:rPr>
        <w:t xml:space="preserve"> مِّنۡ خَيۡرٍ۬ مِّن رَّبِّ</w:t>
      </w:r>
      <w:r w:rsidR="001E6BAB" w:rsidRPr="001E6BAB">
        <w:rPr>
          <w:rFonts w:hint="cs"/>
          <w:rtl/>
        </w:rPr>
        <w:t>ک</w:t>
      </w:r>
      <w:r>
        <w:rPr>
          <w:rFonts w:hint="eastAsia"/>
          <w:rtl/>
        </w:rPr>
        <w:t>مۡ‌ۗ</w:t>
      </w:r>
      <w:r>
        <w:rPr>
          <w:rtl/>
        </w:rPr>
        <w:t xml:space="preserve"> وَ</w:t>
      </w:r>
      <w:r>
        <w:rPr>
          <w:rFonts w:hint="cs"/>
          <w:rtl/>
        </w:rPr>
        <w:t>ٱ</w:t>
      </w:r>
      <w:r>
        <w:rPr>
          <w:rFonts w:hint="eastAsia"/>
          <w:rtl/>
        </w:rPr>
        <w:t>للَّهُ</w:t>
      </w:r>
      <w:r>
        <w:rPr>
          <w:rtl/>
        </w:rPr>
        <w:t xml:space="preserve"> يَخۡتَصُّ بِرَحۡمَتِهِ</w:t>
      </w:r>
      <w:r>
        <w:rPr>
          <w:rFonts w:hint="cs"/>
          <w:rtl/>
        </w:rPr>
        <w:t>ۦ</w:t>
      </w:r>
      <w:r>
        <w:rPr>
          <w:rtl/>
        </w:rPr>
        <w:t xml:space="preserve"> مَن يَشَآءُ‌ۚ وَ</w:t>
      </w:r>
      <w:r>
        <w:rPr>
          <w:rFonts w:hint="cs"/>
          <w:rtl/>
        </w:rPr>
        <w:t>ٱ</w:t>
      </w:r>
      <w:r>
        <w:rPr>
          <w:rFonts w:hint="eastAsia"/>
          <w:rtl/>
        </w:rPr>
        <w:t>للَّهُ</w:t>
      </w:r>
      <w:r>
        <w:rPr>
          <w:rtl/>
        </w:rPr>
        <w:t xml:space="preserve"> ذُو </w:t>
      </w:r>
      <w:r>
        <w:rPr>
          <w:rFonts w:hint="cs"/>
          <w:rtl/>
        </w:rPr>
        <w:t>ٱ</w:t>
      </w:r>
      <w:r>
        <w:rPr>
          <w:rFonts w:hint="eastAsia"/>
          <w:rtl/>
        </w:rPr>
        <w:t>لۡفَضۡلِ</w:t>
      </w:r>
      <w:r>
        <w:rPr>
          <w:rtl/>
        </w:rPr>
        <w:t xml:space="preserve"> </w:t>
      </w:r>
      <w:r>
        <w:rPr>
          <w:rFonts w:hint="cs"/>
          <w:rtl/>
        </w:rPr>
        <w:t>ٱ</w:t>
      </w:r>
      <w:r>
        <w:rPr>
          <w:rFonts w:hint="eastAsia"/>
          <w:rtl/>
        </w:rPr>
        <w:t>لۡعَظِيمِ</w:t>
      </w:r>
      <w:r>
        <w:rPr>
          <w:rtl/>
        </w:rPr>
        <w:t xml:space="preserve"> (١٠٥</w:t>
      </w:r>
      <w:r w:rsidR="009229E3">
        <w:rPr>
          <w:rtl/>
        </w:rPr>
        <w:t>)</w:t>
      </w:r>
    </w:p>
    <w:p w:rsidR="001A403D" w:rsidRDefault="001A403D" w:rsidP="00E36567">
      <w:pPr>
        <w:pStyle w:val="libBoldItalic"/>
      </w:pPr>
      <w:r>
        <w:t>Neither those who disbelieve among the people of the Scripture nor the polytheists like that any good should be sent down to you from your Rabb. But Allah chooses for His Mercy whom He wills, and Allah is the possessor of Great Bounty. (105)</w:t>
      </w:r>
    </w:p>
    <w:p w:rsidR="001A403D" w:rsidRDefault="001A403D" w:rsidP="001A403D">
      <w:pPr>
        <w:pStyle w:val="libNormal"/>
      </w:pPr>
      <w:r>
        <w:t>1-Jews, polytheists, Nasbis do not like that many Ayaat should be revealed in favour of merits &amp; honour of Moahammad sawaw, Ali asws, and their pure Aal asws, and proofs &amp; miracles should be sent down. They prevent people lest they become Momin by listening the true words of Khulq-e-Azeem sawaw. To whom Allah wants to bestow understanding of Deen and guidance, gives him the love of Mohammad-o-Aal-e-Mohammad asws.</w:t>
      </w:r>
    </w:p>
    <w:p w:rsidR="001A403D" w:rsidRDefault="001A403D" w:rsidP="00E36567">
      <w:pPr>
        <w:pStyle w:val="libNormal"/>
      </w:pPr>
      <w:r>
        <w:t xml:space="preserve">Jews came and objected these verses, Rasool Allah sawaw explained them but they did not want to understand. Then he (sawaw) said to Ali asws: Order their (body) limbs &amp; parts to give testimony. So the body parts of those people gave testimony and said: These people do not wish that verses </w:t>
      </w:r>
      <w:r>
        <w:lastRenderedPageBreak/>
        <w:t>and miracles should be sent down in favour of Nabuwat of Mohammad sawaw and Imamat of Ali asws. Those people said: We did not hear that our parts gave testimony. Rasool Allah sawaw said: Ya Ali asws, these people will not believe even if all Ayaat come down, invoke destruction for them. Then their parts separated from the body and they were destroyed on the spot. The second group said: Why you killed them with so much severity? He sawaw said: If they would have begged for the sake of Mohammad sawaw, Ali asws, and their pure Aal asws, then they should have got respite, as the calf-worshipers got forgiveness for their (asws) sake. (Imam Hassan Askari asws) (al-Burhan, v1, p301)</w:t>
      </w:r>
    </w:p>
    <w:p w:rsidR="001A403D" w:rsidRDefault="001A403D" w:rsidP="009229E3">
      <w:pPr>
        <w:pStyle w:val="libCenterBold1"/>
      </w:pPr>
      <w:r>
        <w:t>Lesson:</w:t>
      </w:r>
    </w:p>
    <w:p w:rsidR="001A403D" w:rsidRDefault="001A403D" w:rsidP="001A403D">
      <w:pPr>
        <w:pStyle w:val="libNormal"/>
      </w:pPr>
      <w:r>
        <w:t>1-According to Usuli Ulma it is not necessary to learn by heart five hundred Ayaat which are about Shariah, even to becom Usuli Mujtahid it is not necessary, only if one can search &amp; present the required verse at the time of need, it is enough. What a nice trick to keep away from the holy Quran, so that the people should not be keen to learn Quran by heart, because then they will remember the verses about Walayat-e-Ali asws as well, then what will happen to Mulla’s money laundering business.</w:t>
      </w:r>
    </w:p>
    <w:p w:rsidR="001A403D" w:rsidRDefault="001A403D" w:rsidP="001A403D">
      <w:pPr>
        <w:pStyle w:val="libNormal"/>
      </w:pPr>
      <w:r>
        <w:t>2-Those who are worshiping the human-calves should repent in this respite before Zulfiqaar comes out of sheath, and testify Walayat-e-Ali asws in the presence of Allah.</w:t>
      </w:r>
    </w:p>
    <w:p w:rsidR="001A403D" w:rsidRDefault="001A403D" w:rsidP="00385B48">
      <w:pPr>
        <w:pStyle w:val="libAr"/>
      </w:pPr>
      <w:r>
        <w:rPr>
          <w:rFonts w:hint="eastAsia"/>
          <w:rtl/>
        </w:rPr>
        <w:t>وَأَقِيمُواْ</w:t>
      </w:r>
      <w:r>
        <w:rPr>
          <w:rtl/>
        </w:rPr>
        <w:t xml:space="preserve"> </w:t>
      </w:r>
      <w:r>
        <w:rPr>
          <w:rFonts w:hint="cs"/>
          <w:rtl/>
        </w:rPr>
        <w:t>ٱ</w:t>
      </w:r>
      <w:r>
        <w:rPr>
          <w:rFonts w:hint="eastAsia"/>
          <w:rtl/>
        </w:rPr>
        <w:t>لصَّلَوٰةَ</w:t>
      </w:r>
      <w:r>
        <w:rPr>
          <w:rtl/>
        </w:rPr>
        <w:t xml:space="preserve"> وَءَاتُواْ </w:t>
      </w:r>
      <w:r>
        <w:rPr>
          <w:rFonts w:hint="cs"/>
          <w:rtl/>
        </w:rPr>
        <w:t>ٱ</w:t>
      </w:r>
      <w:r>
        <w:rPr>
          <w:rFonts w:hint="eastAsia"/>
          <w:rtl/>
        </w:rPr>
        <w:t>لزَّ</w:t>
      </w:r>
      <w:r w:rsidR="001E6BAB" w:rsidRPr="001E6BAB">
        <w:rPr>
          <w:rFonts w:hint="cs"/>
          <w:rtl/>
        </w:rPr>
        <w:t>ک</w:t>
      </w:r>
      <w:r>
        <w:rPr>
          <w:rFonts w:hint="eastAsia"/>
          <w:rtl/>
        </w:rPr>
        <w:t>وٰةَ‌ۚ</w:t>
      </w:r>
      <w:r>
        <w:rPr>
          <w:rtl/>
        </w:rPr>
        <w:t xml:space="preserve"> وَمَا تُقَدِّمُواْ لِأَنفُسِكُم مِّنۡ خَيۡرٍ۬ تَجِدُوهُ عِندَ </w:t>
      </w:r>
      <w:r>
        <w:rPr>
          <w:rFonts w:hint="cs"/>
          <w:rtl/>
        </w:rPr>
        <w:t>ٱ</w:t>
      </w:r>
      <w:r>
        <w:rPr>
          <w:rFonts w:hint="eastAsia"/>
          <w:rtl/>
        </w:rPr>
        <w:t>للَّهِ‌ۗ</w:t>
      </w:r>
      <w:r>
        <w:rPr>
          <w:rtl/>
        </w:rPr>
        <w:t xml:space="preserve"> إِنَّ </w:t>
      </w:r>
      <w:r>
        <w:rPr>
          <w:rFonts w:hint="cs"/>
          <w:rtl/>
        </w:rPr>
        <w:t>ٱ</w:t>
      </w:r>
      <w:r>
        <w:rPr>
          <w:rFonts w:hint="eastAsia"/>
          <w:rtl/>
        </w:rPr>
        <w:t>للَّهَ</w:t>
      </w:r>
      <w:r>
        <w:rPr>
          <w:rtl/>
        </w:rPr>
        <w:t xml:space="preserve"> بِمَا تَعۡمَلُونَ بَصِيرٌ۬ (١١٠</w:t>
      </w:r>
      <w:r w:rsidR="009229E3">
        <w:rPr>
          <w:rtl/>
        </w:rPr>
        <w:t>)</w:t>
      </w:r>
    </w:p>
    <w:p w:rsidR="001A403D" w:rsidRDefault="001A403D" w:rsidP="00E36567">
      <w:pPr>
        <w:pStyle w:val="libBoldItalic"/>
      </w:pPr>
      <w:r>
        <w:t>And establish Salaah,and give Zakah; and whatever of good you send forward for yourselves, you will find it with Allah. Indeed Allah is Seer of what you do. (110)</w:t>
      </w:r>
    </w:p>
    <w:p w:rsidR="001A403D" w:rsidRDefault="001A403D" w:rsidP="00E36567">
      <w:pPr>
        <w:pStyle w:val="libNormal"/>
      </w:pPr>
      <w:r>
        <w:t>1-Offer your prayer with complete Wazu, Takbeer, Qir’at, Rakooh, Sajdah, and limits. Do not give Zakah to Kafir and hypocrite. To give alms to the opponents of Masumeen asws is equal to steeling from holy Haram (Ka’ba). And if you spend in the way of Allah for the sake of Mohammad-o-Aal-e-Mohammad asws, then Allah Ta’ala will finish your sins on the day of Qiyamah, and will increase your virtues and will make your grades high. Allah Ta’ala knows the outward, inward, beliefs, and intention. Allah Ta’ala is Just, not ignorant like the kings of the world. Rasool Allah sawaw said: The key of prayer is ablution, Tehreem Takbeer, Tehleel Tasleem. Allah does not accept prayer without ablution (purity), nor alms from wealth gained by dishonesty, and nor anything from obediences (obligatory things) which lacks love of Mohammad sawaw that he is the chief of Mursaleen sawaw, and love of Ali asws that he is the chief of Wasiyeen asws, and love of their Aoliya asws, and animosity of their (asws) enemies. (Imam Hassan Askari asws) (al-Burhan, v1, p307)</w:t>
      </w:r>
    </w:p>
    <w:p w:rsidR="001A403D" w:rsidRDefault="001A403D" w:rsidP="009229E3">
      <w:pPr>
        <w:pStyle w:val="libCenterBold1"/>
      </w:pPr>
      <w:r>
        <w:t>Lesson:</w:t>
      </w:r>
    </w:p>
    <w:p w:rsidR="001A403D" w:rsidRDefault="001A403D" w:rsidP="001A403D">
      <w:pPr>
        <w:pStyle w:val="libNormal"/>
      </w:pPr>
      <w:r>
        <w:t>1-Allah Ta’ala does not accept any deed including Fara’iz without testimony of Walayat-e-Ali asws.</w:t>
      </w:r>
    </w:p>
    <w:p w:rsidR="001A403D" w:rsidRDefault="001A403D" w:rsidP="001A403D">
      <w:pPr>
        <w:pStyle w:val="libNormal"/>
      </w:pPr>
      <w:r>
        <w:lastRenderedPageBreak/>
        <w:t>2-Allah knows what is outward and inward of a man, it is not enough to accept Walayat verbally in front of the people.</w:t>
      </w:r>
    </w:p>
    <w:p w:rsidR="001A403D" w:rsidRDefault="001A403D" w:rsidP="001A403D">
      <w:pPr>
        <w:pStyle w:val="libNormal"/>
      </w:pPr>
      <w:r>
        <w:t>3-Taberra (curse on enemies of Masumeen asws) is obligatory with Tawalla (love of Masumeen asws).</w:t>
      </w:r>
    </w:p>
    <w:p w:rsidR="00595365" w:rsidRDefault="001A403D" w:rsidP="00385B48">
      <w:pPr>
        <w:pStyle w:val="libAr"/>
      </w:pPr>
      <w:r>
        <w:rPr>
          <w:rFonts w:hint="eastAsia"/>
          <w:rtl/>
        </w:rPr>
        <w:t>وَقَالَتِ</w:t>
      </w:r>
      <w:r>
        <w:rPr>
          <w:rtl/>
        </w:rPr>
        <w:t xml:space="preserve"> </w:t>
      </w:r>
      <w:r>
        <w:rPr>
          <w:rFonts w:hint="cs"/>
          <w:rtl/>
        </w:rPr>
        <w:t>ٱ</w:t>
      </w:r>
      <w:r>
        <w:rPr>
          <w:rFonts w:hint="eastAsia"/>
          <w:rtl/>
        </w:rPr>
        <w:t>لۡيَهُودُ</w:t>
      </w:r>
      <w:r>
        <w:rPr>
          <w:rtl/>
        </w:rPr>
        <w:t xml:space="preserve"> لَيۡسَتِ </w:t>
      </w:r>
      <w:r>
        <w:rPr>
          <w:rFonts w:hint="cs"/>
          <w:rtl/>
        </w:rPr>
        <w:t>ٱ</w:t>
      </w:r>
      <w:r>
        <w:rPr>
          <w:rFonts w:hint="eastAsia"/>
          <w:rtl/>
        </w:rPr>
        <w:t>لنَّصَـٰرَىٰ</w:t>
      </w:r>
      <w:r>
        <w:rPr>
          <w:rtl/>
        </w:rPr>
        <w:t xml:space="preserve"> عَلَىٰ شَىۡءٍ۬ وَقَالَتِ </w:t>
      </w:r>
      <w:r>
        <w:rPr>
          <w:rFonts w:hint="cs"/>
          <w:rtl/>
        </w:rPr>
        <w:t>ٱ</w:t>
      </w:r>
      <w:r>
        <w:rPr>
          <w:rFonts w:hint="eastAsia"/>
          <w:rtl/>
        </w:rPr>
        <w:t>لنَّصَـٰرَىٰ</w:t>
      </w:r>
      <w:r>
        <w:rPr>
          <w:rtl/>
        </w:rPr>
        <w:t xml:space="preserve"> لَيۡسَتِ </w:t>
      </w:r>
      <w:r>
        <w:rPr>
          <w:rFonts w:hint="cs"/>
          <w:rtl/>
        </w:rPr>
        <w:t>ٱ</w:t>
      </w:r>
      <w:r>
        <w:rPr>
          <w:rFonts w:hint="eastAsia"/>
          <w:rtl/>
        </w:rPr>
        <w:t>لۡيَهُودُ</w:t>
      </w:r>
      <w:r>
        <w:rPr>
          <w:rtl/>
        </w:rPr>
        <w:t xml:space="preserve"> عَلَىٰ شَىۡءٍ۬ وَهُمۡ يَتۡلُونَ </w:t>
      </w:r>
      <w:r>
        <w:rPr>
          <w:rFonts w:hint="cs"/>
          <w:rtl/>
        </w:rPr>
        <w:t>ٱ</w:t>
      </w:r>
      <w:r>
        <w:rPr>
          <w:rFonts w:hint="eastAsia"/>
          <w:rtl/>
        </w:rPr>
        <w:t>لۡكِتَـٰبَ‌ۗ</w:t>
      </w:r>
      <w:r>
        <w:rPr>
          <w:rtl/>
        </w:rPr>
        <w:t xml:space="preserve"> كَذَ</w:t>
      </w:r>
      <w:r w:rsidR="005B7B9E" w:rsidRPr="005B7B9E">
        <w:rPr>
          <w:rFonts w:hint="cs"/>
          <w:rtl/>
        </w:rPr>
        <w:t>ا</w:t>
      </w:r>
      <w:r>
        <w:rPr>
          <w:rFonts w:hint="eastAsia"/>
          <w:rtl/>
        </w:rPr>
        <w:t>لِكَ</w:t>
      </w:r>
      <w:r>
        <w:rPr>
          <w:rtl/>
        </w:rPr>
        <w:t xml:space="preserve"> قَالَ </w:t>
      </w:r>
      <w:r>
        <w:rPr>
          <w:rFonts w:hint="cs"/>
          <w:rtl/>
        </w:rPr>
        <w:t>ٱ</w:t>
      </w:r>
      <w:r>
        <w:rPr>
          <w:rFonts w:hint="eastAsia"/>
          <w:rtl/>
        </w:rPr>
        <w:t>لَّذِينَ</w:t>
      </w:r>
      <w:r>
        <w:rPr>
          <w:rtl/>
        </w:rPr>
        <w:t xml:space="preserve"> لَا يَعۡلَمُونَ مِثۡلَ قَوۡلِهِمۡ‌ۚ فَ</w:t>
      </w:r>
      <w:r>
        <w:rPr>
          <w:rFonts w:hint="cs"/>
          <w:rtl/>
        </w:rPr>
        <w:t>ٱ</w:t>
      </w:r>
      <w:r>
        <w:rPr>
          <w:rFonts w:hint="eastAsia"/>
          <w:rtl/>
        </w:rPr>
        <w:t>للَّهُ</w:t>
      </w:r>
      <w:r>
        <w:rPr>
          <w:rtl/>
        </w:rPr>
        <w:t xml:space="preserve"> يَحۡكُمُ بَيۡنَهُمۡ يَوۡمَ </w:t>
      </w:r>
      <w:r>
        <w:rPr>
          <w:rFonts w:hint="cs"/>
          <w:rtl/>
        </w:rPr>
        <w:t>ٱ</w:t>
      </w:r>
      <w:r>
        <w:rPr>
          <w:rFonts w:hint="eastAsia"/>
          <w:rtl/>
        </w:rPr>
        <w:t>لۡقِيَـ</w:t>
      </w:r>
      <w:r>
        <w:rPr>
          <w:rtl/>
        </w:rPr>
        <w:t>ٰمَةِ فِيمَا كَانُواْ فِيهِ يَخۡتَلِفُونَ (١١٣</w:t>
      </w:r>
      <w:r w:rsidR="009229E3">
        <w:rPr>
          <w:rtl/>
        </w:rPr>
        <w:t>)</w:t>
      </w:r>
    </w:p>
    <w:p w:rsidR="001A403D" w:rsidRDefault="001A403D" w:rsidP="00E36567">
      <w:pPr>
        <w:pStyle w:val="libBoldItalic"/>
      </w:pPr>
      <w:r>
        <w:t>And the Jews say the Christians follow nothing (true), and the Christians say the Jews follow nothing (true); yet they (both) read the Scripture. Similar said those who know nothing, as they say. So Allah will judge between them on the Day of Resurrection concerning that over which they used to differ. (113)</w:t>
      </w:r>
    </w:p>
    <w:p w:rsidR="001A403D" w:rsidRDefault="001A403D" w:rsidP="001A403D">
      <w:pPr>
        <w:pStyle w:val="libNormal"/>
      </w:pPr>
      <w:r>
        <w:t>1-Jews say that Deen of Christians is wrong and they are Kafir, and Christians say about Jews, and they (both) read Taurat and Injeel as well. Both are Muqallideen without proof, that they read the book of Allah but do not try to gain knowledge which is obligatory, so that they can get rid of misguidance. Similarly who do not recognize Haqq (Right) and do not see what Allah has commanded concerning that, they say like Jews and Christians: That is Kafir, this is Kafir. On the day of Qiyamah Allah will reveal to them their misguidance &amp; disobedience in the world, and every one will get punishment according to his right.</w:t>
      </w:r>
    </w:p>
    <w:p w:rsidR="001A403D" w:rsidRDefault="001A403D" w:rsidP="001A403D">
      <w:pPr>
        <w:pStyle w:val="libNormal"/>
      </w:pPr>
      <w:r>
        <w:t>Some Jews and Christians came to Rasool Allah sawaw for judgement. Jews said: We believe in One Allah and His Aoliya, but Christians are not on anything of Deen &amp; Haqq. Christians said the same. Rasool Allah sawaw said: You both are wrong, sinners, disobedient to Deen and command of Allah. Both said: How we are Kafir while we read the book of Allah? Rasool Allah sawaw said: You both oppose the book of Allah and do not act on it, if you would have been acting on the book then should not have declared each other Kafir without proof, the book of Allah gives health to the blind, and who act on it take them from misguidance to the straight path, and if you do not act on it then hardship &amp; wrath is on you and you are disobedient; fear the opposition of order &amp; book of Allah, as those who were before you changed the words of Allah then punishment came down on them and one hundred twenty thousand of them died with plague, they said that Bab-e-Hittah is very big there is no need to enter through it while doing Sajdah, and they entered backwards saying “red wheat.”</w:t>
      </w:r>
    </w:p>
    <w:p w:rsidR="001A403D" w:rsidRDefault="001A403D" w:rsidP="00E36567">
      <w:pPr>
        <w:pStyle w:val="libNormal"/>
      </w:pPr>
      <w:r>
        <w:t xml:space="preserve">Amirul Momineen asws said: “Bab-e-Hittah was fixed for Bani Israel, and for Ummah of Mohammad Mustafa sawaw, Ahlul Bait of Mohammad asws is declared as Bab-e-Hittah, and you are commanded to get guidance by obeying them, and do act on their Sunnah so that your mistakes &amp; sins can be forgiven, and your virtues can increase. And your Bab-e-Hittah is superior to their Bab-e-Hittah, because that was wooden, and we are Natiq, Murtaza, Hadi, and Afzal. As Rasool Allah sawaw said: Stars in the sky save you from being lost, and no doubt my Ahlul Bait asws is savior from misguidance for my Ummah in their Deen, he will not be destroyed who will keep steadfast in obedience of their guidance &amp; Sunnah. And said: Who </w:t>
      </w:r>
      <w:r>
        <w:lastRenderedPageBreak/>
        <w:t>wishes to live like me and wishes to go from this world like me, and wishes to live in Jannat-e-Adn which my Allah has promised, and wishes to touch that tree which my Allah has planted with His Hand, so he should love Ali ibne Abi Talib asws, and keep animosity to his enemy, and love superior progeny (asws) who is created with my matter, their provision is my knowledge &amp; wisdom, whoever belies their superiority, destruction is for him, and who cuts kind connection with them, Allah will not allow my intercession to reach them. (Imam Hassan Askari asws) (al-Burhan, v1, p310)</w:t>
      </w:r>
    </w:p>
    <w:p w:rsidR="001A403D" w:rsidRDefault="001A403D" w:rsidP="009229E3">
      <w:pPr>
        <w:pStyle w:val="libCenterBold1"/>
      </w:pPr>
      <w:r>
        <w:t>Lesson:</w:t>
      </w:r>
    </w:p>
    <w:p w:rsidR="001A403D" w:rsidRDefault="001A403D" w:rsidP="001A403D">
      <w:pPr>
        <w:pStyle w:val="libNormal"/>
      </w:pPr>
      <w:r>
        <w:t>1-Muqallideen who accept Fatawa without proof do not have knowledge because they do not try to understand the Book of Allah and they do not recognize Haqq (asws) that what is Allah’s order about him. Therefore they think that other people’s deeds are Batil, and prevent others from Zikr of Haqq (asws).</w:t>
      </w:r>
    </w:p>
    <w:p w:rsidR="001A403D" w:rsidRDefault="001A403D" w:rsidP="001A403D">
      <w:pPr>
        <w:pStyle w:val="libNormal"/>
      </w:pPr>
      <w:r>
        <w:t>2-Fasiq (infidel) is that who opposes the Book of Allah and does not act on it, but acts on devised book by fallible Mulla without asking any proof, because according to their Zunn-e-ijtihadi, Book of Allah is not enough.</w:t>
      </w:r>
    </w:p>
    <w:p w:rsidR="001A403D" w:rsidRDefault="001A403D" w:rsidP="001A403D">
      <w:pPr>
        <w:pStyle w:val="libNormal"/>
      </w:pPr>
      <w:r>
        <w:t>3-Bab-e-Hittah of Bani Israel was Samit, it was made of wood and there were pictures of Maola Mohammad sawaw and Maola Ali asws on it. Bab-e-Hittah of Ummah of Mohammad Mustafa sawaw is Natiq, which is Aal-e-Mohammad asws, whoever follows their foot-steps is successful.</w:t>
      </w:r>
    </w:p>
    <w:p w:rsidR="001A403D" w:rsidRDefault="001A403D" w:rsidP="001A403D">
      <w:pPr>
        <w:pStyle w:val="libNormal"/>
      </w:pPr>
      <w:r>
        <w:t>4-Rasool Allah sawaw made it clear that his life, martyrdom, and Hereafter is only love of Ali asws and his progeny asws.</w:t>
      </w:r>
    </w:p>
    <w:p w:rsidR="001A403D" w:rsidRDefault="001A403D" w:rsidP="001A403D">
      <w:pPr>
        <w:pStyle w:val="libNormal"/>
      </w:pPr>
      <w:r>
        <w:t>5-The provision (Rizq) of Aal-e-Mohammad asws is Knowledge of Allah, but Muqassir Mulla considers them (asws) like himself, and tries to deny their merits by different tricks and tactics, and persuades people to act on his Fatawa instead of Ahadees.</w:t>
      </w:r>
    </w:p>
    <w:p w:rsidR="001A403D" w:rsidRDefault="001A403D" w:rsidP="00385B48">
      <w:pPr>
        <w:pStyle w:val="libAr"/>
      </w:pPr>
      <w:r>
        <w:rPr>
          <w:rFonts w:hint="eastAsia"/>
          <w:rtl/>
        </w:rPr>
        <w:t>وَمَنۡ</w:t>
      </w:r>
      <w:r>
        <w:rPr>
          <w:rtl/>
        </w:rPr>
        <w:t xml:space="preserve"> أَظۡلَمُ مِمَّن مَّنَعَ مَسَـٰجِدَ </w:t>
      </w:r>
      <w:r>
        <w:rPr>
          <w:rFonts w:hint="cs"/>
          <w:rtl/>
        </w:rPr>
        <w:t>ٱ</w:t>
      </w:r>
      <w:r>
        <w:rPr>
          <w:rFonts w:hint="eastAsia"/>
          <w:rtl/>
        </w:rPr>
        <w:t>للَّهِ</w:t>
      </w:r>
      <w:r>
        <w:rPr>
          <w:rtl/>
        </w:rPr>
        <w:t xml:space="preserve"> أَن يُذۡكَرَ فِي</w:t>
      </w:r>
      <w:r w:rsidR="001E6BAB" w:rsidRPr="001E6BAB">
        <w:rPr>
          <w:rFonts w:hint="cs"/>
          <w:rtl/>
        </w:rPr>
        <w:t>ه</w:t>
      </w:r>
      <w:r w:rsidRPr="00595365">
        <w:rPr>
          <w:rFonts w:hint="cs"/>
          <w:rtl/>
        </w:rPr>
        <w:t xml:space="preserve">ا </w:t>
      </w:r>
      <w:r>
        <w:rPr>
          <w:rFonts w:hint="cs"/>
          <w:rtl/>
        </w:rPr>
        <w:t>ٱ</w:t>
      </w:r>
      <w:r>
        <w:rPr>
          <w:rFonts w:hint="eastAsia"/>
          <w:rtl/>
        </w:rPr>
        <w:t>سۡمُهُ</w:t>
      </w:r>
      <w:r>
        <w:rPr>
          <w:rtl/>
        </w:rPr>
        <w:t xml:space="preserve"> </w:t>
      </w:r>
      <w:r>
        <w:rPr>
          <w:rFonts w:hint="cs"/>
          <w:rtl/>
        </w:rPr>
        <w:t>ۥ</w:t>
      </w:r>
      <w:r>
        <w:rPr>
          <w:rtl/>
        </w:rPr>
        <w:t xml:space="preserve"> وَسَعَىٰ فِى خَرَابِهَآ‌ۚ أُوْلَـٰٓ</w:t>
      </w:r>
      <w:r>
        <w:rPr>
          <w:rFonts w:hint="cs"/>
          <w:rtl/>
        </w:rPr>
        <w:t>ٮِٕ</w:t>
      </w:r>
      <w:r>
        <w:rPr>
          <w:rFonts w:hint="eastAsia"/>
          <w:rtl/>
        </w:rPr>
        <w:t>كَ</w:t>
      </w:r>
      <w:r>
        <w:rPr>
          <w:rtl/>
        </w:rPr>
        <w:t xml:space="preserve"> مَا كَانَ لَهُمۡ أَن يَدۡخُلُوهَآ إِلَّا خَآ</w:t>
      </w:r>
      <w:r>
        <w:rPr>
          <w:rFonts w:hint="cs"/>
          <w:rtl/>
        </w:rPr>
        <w:t>ٮِٕ</w:t>
      </w:r>
      <w:r>
        <w:rPr>
          <w:rFonts w:hint="eastAsia"/>
          <w:rtl/>
        </w:rPr>
        <w:t>فِينَ‌ۚ</w:t>
      </w:r>
      <w:r>
        <w:rPr>
          <w:rtl/>
        </w:rPr>
        <w:t xml:space="preserve"> لَهُمۡ فِى </w:t>
      </w:r>
      <w:r>
        <w:rPr>
          <w:rFonts w:hint="cs"/>
          <w:rtl/>
        </w:rPr>
        <w:t>ٱ</w:t>
      </w:r>
      <w:r>
        <w:rPr>
          <w:rFonts w:hint="eastAsia"/>
          <w:rtl/>
        </w:rPr>
        <w:t>لدُّنۡيَا</w:t>
      </w:r>
      <w:r>
        <w:rPr>
          <w:rtl/>
        </w:rPr>
        <w:t xml:space="preserve"> خِزۡىٌ۬ وَلَهُمۡ فِى </w:t>
      </w:r>
      <w:r>
        <w:rPr>
          <w:rFonts w:hint="cs"/>
          <w:rtl/>
        </w:rPr>
        <w:t>ٱ</w:t>
      </w:r>
      <w:r>
        <w:rPr>
          <w:rFonts w:hint="eastAsia"/>
          <w:rtl/>
        </w:rPr>
        <w:t>لۡأَخِرَةِ</w:t>
      </w:r>
      <w:r>
        <w:rPr>
          <w:rtl/>
        </w:rPr>
        <w:t xml:space="preserve"> عَذَابٌ عَظِيمٌ۬ (١١٤</w:t>
      </w:r>
      <w:r w:rsidR="009229E3">
        <w:rPr>
          <w:rtl/>
        </w:rPr>
        <w:t>)</w:t>
      </w:r>
    </w:p>
    <w:p w:rsidR="001A403D" w:rsidRDefault="001A403D" w:rsidP="00E36567">
      <w:pPr>
        <w:pStyle w:val="libBoldItalic"/>
      </w:pPr>
      <w:r>
        <w:t>And who is more unjust than he who forbids His Name from being mentioned in Allah’s mosques and strives for their ruin. It is not for them that they should enter them except in fear. For them in the world is disgrace and for them in the Hereafter is a great punishment. (114)</w:t>
      </w:r>
    </w:p>
    <w:p w:rsidR="001A403D" w:rsidRDefault="001A403D" w:rsidP="00E36567">
      <w:pPr>
        <w:pStyle w:val="libNormal"/>
      </w:pPr>
      <w:r>
        <w:t xml:space="preserve">1-Pious companions Shias of Mohammad sawaw &amp; Ali asws kept the court of Ka’ba and mosques populated. Polytheists forced them to migrate so that mosques should be ruined (deserted). So Allah revealed: It is intention of Ali-ul-Aala that He will bring you (sawaw) back to Makkah as Fateh, Ghani, Salim, Qadir and Qahir. After the conquest of Makkah, entry of polytheists was forbidden, when Imam Ali asws announced the command of Allah by reciting the verses of Sura Tauba on the occasion of Hajj-e-Akbar. First these verses were given to a companion, but Jibrael (a.s.) came with revelation, “You yourself or that man who is from you can perform this task.” So Imam Ali asws went behind and took the verses from the hand of that companion on the way, and on reaching Makkah announced the commandment of Allah. Jibrael (a.s.) said: This was not a mistake or a </w:t>
      </w:r>
      <w:r>
        <w:lastRenderedPageBreak/>
        <w:t>doubtful thing but Allah intended to reveal the status &amp; superiority of your brother Ali asws to the weak (in faith) Muslims. (Imam Hassan asws) (al-Burhan, v1, p312)</w:t>
      </w:r>
    </w:p>
    <w:p w:rsidR="001A403D" w:rsidRDefault="001A403D" w:rsidP="009229E3">
      <w:pPr>
        <w:pStyle w:val="libCenterBold1"/>
      </w:pPr>
      <w:r>
        <w:t>Lesson:</w:t>
      </w:r>
    </w:p>
    <w:p w:rsidR="001A403D" w:rsidRDefault="001A403D" w:rsidP="001A403D">
      <w:pPr>
        <w:pStyle w:val="libNormal"/>
      </w:pPr>
      <w:r>
        <w:t>1-Rasool Allah sawaw said: Beautify your Majalis by the Zikr of Ali ibne Abi Talib asws. Masoom asws said: We are the Beautiful Names of Allah.</w:t>
      </w:r>
    </w:p>
    <w:p w:rsidR="001A403D" w:rsidRDefault="001A403D" w:rsidP="001A403D">
      <w:pPr>
        <w:pStyle w:val="libNormal"/>
      </w:pPr>
      <w:r>
        <w:t>2-Quran is for all the times. Zalim Muqassireen are forbidding the Zikr of Ali asws in the mosques, so that the Beauty of the Mosques should be ruined.</w:t>
      </w:r>
    </w:p>
    <w:p w:rsidR="001A403D" w:rsidRDefault="001A403D" w:rsidP="001A403D">
      <w:pPr>
        <w:pStyle w:val="libNormal"/>
      </w:pPr>
      <w:r>
        <w:t>3-Soon Zulfiqaar will stop the entry of polytheists in the mosques who do Shirk by including fallible Mulla in Walayat-e-Elahia.</w:t>
      </w:r>
    </w:p>
    <w:p w:rsidR="001A403D" w:rsidRDefault="001A403D" w:rsidP="001A403D">
      <w:pPr>
        <w:pStyle w:val="libNormal"/>
      </w:pPr>
      <w:r>
        <w:t>4-The big leaders of Muqassireen hardly go to Ka’ba, lest their eyes see the place of Zahoor of Maola Ali asws, and lest a stone from heavens fall on them due to their hypocrisy.</w:t>
      </w:r>
    </w:p>
    <w:p w:rsidR="001A403D" w:rsidRDefault="001A403D" w:rsidP="001A403D">
      <w:pPr>
        <w:pStyle w:val="libNormal"/>
      </w:pPr>
      <w:r>
        <w:t>5-Hajj-e-Akbar is that in which the enemies of Allah &amp; Masumeen asws are openly cursed &amp; condemned.</w:t>
      </w:r>
    </w:p>
    <w:p w:rsidR="001A403D" w:rsidRDefault="001A403D" w:rsidP="00385B48">
      <w:pPr>
        <w:pStyle w:val="libAr"/>
      </w:pPr>
      <w:r>
        <w:rPr>
          <w:rFonts w:hint="cs"/>
          <w:rtl/>
        </w:rPr>
        <w:t>ٱ</w:t>
      </w:r>
      <w:r>
        <w:rPr>
          <w:rFonts w:hint="eastAsia"/>
          <w:rtl/>
        </w:rPr>
        <w:t>لَّذِينَ</w:t>
      </w:r>
      <w:r>
        <w:rPr>
          <w:rtl/>
        </w:rPr>
        <w:t xml:space="preserve"> ءَاتَيۡنَـٰهُمُ </w:t>
      </w:r>
      <w:r>
        <w:rPr>
          <w:rFonts w:hint="cs"/>
          <w:rtl/>
        </w:rPr>
        <w:t>ٱ</w:t>
      </w:r>
      <w:r>
        <w:rPr>
          <w:rFonts w:hint="eastAsia"/>
          <w:rtl/>
        </w:rPr>
        <w:t>لۡكِتَـٰبَ</w:t>
      </w:r>
      <w:r>
        <w:rPr>
          <w:rtl/>
        </w:rPr>
        <w:t xml:space="preserve"> يَتۡلُونَهُ </w:t>
      </w:r>
      <w:r>
        <w:rPr>
          <w:rFonts w:hint="cs"/>
          <w:rtl/>
        </w:rPr>
        <w:t>ۥ</w:t>
      </w:r>
      <w:r>
        <w:rPr>
          <w:rtl/>
        </w:rPr>
        <w:t xml:space="preserve"> حَقَّ تِلَاوَتِهِ</w:t>
      </w:r>
      <w:r>
        <w:rPr>
          <w:rFonts w:hint="cs"/>
          <w:rtl/>
        </w:rPr>
        <w:t>ۦۤ</w:t>
      </w:r>
      <w:r>
        <w:rPr>
          <w:rtl/>
        </w:rPr>
        <w:t xml:space="preserve"> أُوْلَـٰٓ</w:t>
      </w:r>
      <w:r>
        <w:rPr>
          <w:rFonts w:hint="cs"/>
          <w:rtl/>
        </w:rPr>
        <w:t>ٮِٕ</w:t>
      </w:r>
      <w:r>
        <w:rPr>
          <w:rFonts w:hint="eastAsia"/>
          <w:rtl/>
        </w:rPr>
        <w:t>كَ</w:t>
      </w:r>
      <w:r>
        <w:rPr>
          <w:rtl/>
        </w:rPr>
        <w:t xml:space="preserve"> يُؤۡمِنُونَ بِهِ</w:t>
      </w:r>
      <w:r>
        <w:rPr>
          <w:rFonts w:hint="cs"/>
          <w:rtl/>
        </w:rPr>
        <w:t>ۦ‌ۗ</w:t>
      </w:r>
      <w:r>
        <w:rPr>
          <w:rtl/>
        </w:rPr>
        <w:t xml:space="preserve"> وَمَن يَكۡفُرۡ بِهِ</w:t>
      </w:r>
      <w:r>
        <w:rPr>
          <w:rFonts w:hint="cs"/>
          <w:rtl/>
        </w:rPr>
        <w:t>ۦ</w:t>
      </w:r>
      <w:r>
        <w:rPr>
          <w:rtl/>
        </w:rPr>
        <w:t xml:space="preserve"> فَأُوْلَـٰٓ</w:t>
      </w:r>
      <w:r>
        <w:rPr>
          <w:rFonts w:hint="cs"/>
          <w:rtl/>
        </w:rPr>
        <w:t>ٮِٕ</w:t>
      </w:r>
      <w:r>
        <w:rPr>
          <w:rFonts w:hint="eastAsia"/>
          <w:rtl/>
        </w:rPr>
        <w:t>كَ</w:t>
      </w:r>
      <w:r>
        <w:rPr>
          <w:rtl/>
        </w:rPr>
        <w:t xml:space="preserve"> هُمُ </w:t>
      </w:r>
      <w:r>
        <w:rPr>
          <w:rFonts w:hint="cs"/>
          <w:rtl/>
        </w:rPr>
        <w:t>ٱ</w:t>
      </w:r>
      <w:r>
        <w:rPr>
          <w:rFonts w:hint="eastAsia"/>
          <w:rtl/>
        </w:rPr>
        <w:t>لۡخَـٰسِرُونَ</w:t>
      </w:r>
      <w:r>
        <w:rPr>
          <w:rtl/>
        </w:rPr>
        <w:t xml:space="preserve"> (١٢١</w:t>
      </w:r>
      <w:r w:rsidR="009229E3">
        <w:rPr>
          <w:rtl/>
        </w:rPr>
        <w:t>)</w:t>
      </w:r>
    </w:p>
    <w:p w:rsidR="001A403D" w:rsidRDefault="001A403D" w:rsidP="00E36567">
      <w:pPr>
        <w:pStyle w:val="libBoldItalic"/>
      </w:pPr>
      <w:r>
        <w:t>Those to whom We have given the Book, recite it with its true recital, those believe in it. And whoever disbelieves in it, those are they who are the losers. (121)</w:t>
      </w:r>
    </w:p>
    <w:p w:rsidR="001A403D" w:rsidRDefault="001A403D" w:rsidP="00E36567">
      <w:pPr>
        <w:pStyle w:val="libNormal"/>
      </w:pPr>
      <w:r>
        <w:t>1-Imam Jafar Sadiq asws said about this verse that they are Imams (asws). (al-Burhan, v1, p316)</w:t>
      </w:r>
    </w:p>
    <w:p w:rsidR="001A403D" w:rsidRDefault="001A403D" w:rsidP="009229E3">
      <w:pPr>
        <w:pStyle w:val="libCenterBold1"/>
      </w:pPr>
      <w:r>
        <w:t>Lesson:</w:t>
      </w:r>
    </w:p>
    <w:p w:rsidR="001A403D" w:rsidRDefault="001A403D" w:rsidP="001A403D">
      <w:pPr>
        <w:pStyle w:val="libNormal"/>
      </w:pPr>
      <w:r>
        <w:t>1-Aal-e-Mohammad asws are the inheritors of Quran, to whom the Book of Allah is given, they can recite it as it should be recited exactly, they are the translators of the holy Quran, and only they tell its Tafseer &amp; Taweel. Any fallible has no right to tell the meaning or exegesis of Quran. Masumeen asws are Mashiyatullah, so they know the exact meaning of the Kalaam of Allah.</w:t>
      </w:r>
    </w:p>
    <w:p w:rsidR="001A403D" w:rsidRDefault="001A403D" w:rsidP="001A403D">
      <w:pPr>
        <w:pStyle w:val="libNormal"/>
      </w:pPr>
      <w:r>
        <w:t>2-Those who do not believe with heart in whole Quran, they are the losers, who take only some Ayaats for their interest, so they can keep label of Islam, and to avoid the verses about Walayat, merits, Mawaddat, and obedience of Masumeen.</w:t>
      </w:r>
    </w:p>
    <w:p w:rsidR="001A403D" w:rsidRDefault="001A403D" w:rsidP="00385B48">
      <w:pPr>
        <w:pStyle w:val="libAr"/>
      </w:pPr>
      <w:r>
        <w:rPr>
          <w:rFonts w:hint="eastAsia"/>
          <w:rtl/>
        </w:rPr>
        <w:t>وَإِذِ</w:t>
      </w:r>
      <w:r>
        <w:rPr>
          <w:rtl/>
        </w:rPr>
        <w:t xml:space="preserve"> </w:t>
      </w:r>
      <w:r>
        <w:rPr>
          <w:rFonts w:hint="cs"/>
          <w:rtl/>
        </w:rPr>
        <w:t>ٱ</w:t>
      </w:r>
      <w:r>
        <w:rPr>
          <w:rFonts w:hint="eastAsia"/>
          <w:rtl/>
        </w:rPr>
        <w:t>بۡتَلَىٰٓ</w:t>
      </w:r>
      <w:r>
        <w:rPr>
          <w:rtl/>
        </w:rPr>
        <w:t xml:space="preserve"> إِبۡرَ</w:t>
      </w:r>
      <w:r w:rsidR="005B7B9E" w:rsidRPr="005B7B9E">
        <w:rPr>
          <w:rFonts w:hint="cs"/>
          <w:rtl/>
        </w:rPr>
        <w:t>ا</w:t>
      </w:r>
      <w:r>
        <w:rPr>
          <w:rFonts w:hint="eastAsia"/>
          <w:rtl/>
        </w:rPr>
        <w:t>هِـۧمَ</w:t>
      </w:r>
      <w:r>
        <w:rPr>
          <w:rtl/>
        </w:rPr>
        <w:t xml:space="preserve"> رَبُّهُ </w:t>
      </w:r>
      <w:r>
        <w:rPr>
          <w:rFonts w:hint="cs"/>
          <w:rtl/>
        </w:rPr>
        <w:t>ۥ</w:t>
      </w:r>
      <w:r>
        <w:rPr>
          <w:rtl/>
        </w:rPr>
        <w:t xml:space="preserve"> بِكَلِمَـٰتٍ۬ فَأَتَمَّهُنَّ‌ۖ قَالَ إِنِّى جَاعِلُكَ لِلنَّاسِ إِمَامً۬ا‌ۖ قَالَ وَمِن ذُرِّيَّتِى‌ۖ قَالَ لَا يَنَالُ عَهۡدِى </w:t>
      </w:r>
      <w:r>
        <w:rPr>
          <w:rFonts w:hint="cs"/>
          <w:rtl/>
        </w:rPr>
        <w:t>ٱ</w:t>
      </w:r>
      <w:r>
        <w:rPr>
          <w:rFonts w:hint="eastAsia"/>
          <w:rtl/>
        </w:rPr>
        <w:t>لظَّـٰلِمِينَ</w:t>
      </w:r>
      <w:r>
        <w:rPr>
          <w:rtl/>
        </w:rPr>
        <w:t xml:space="preserve"> (١٢٤</w:t>
      </w:r>
      <w:r w:rsidR="009229E3">
        <w:rPr>
          <w:rtl/>
        </w:rPr>
        <w:t>)</w:t>
      </w:r>
    </w:p>
    <w:p w:rsidR="001A403D" w:rsidRDefault="001A403D" w:rsidP="00E36567">
      <w:pPr>
        <w:pStyle w:val="libBoldItalic"/>
      </w:pPr>
      <w:r>
        <w:t>And when his Rabb tried Ibraheem with Kalimaat (words), so he fulfilled them, He said: Indeed, I have appointed you Imam for the people. (Ibraheem) said: And of my offspring? Said He: My covenant does not reach (include) the wrong-doers. (124)</w:t>
      </w:r>
    </w:p>
    <w:p w:rsidR="001A403D" w:rsidRDefault="001A403D" w:rsidP="001A403D">
      <w:pPr>
        <w:pStyle w:val="libNormal"/>
      </w:pPr>
      <w:r>
        <w:t xml:space="preserve">1-These Kalimaat are the same which Allah Ta’ala taught Adam (a.s.), “O Rabb, I beg You for the sake of the right of Mohammad sawaw, Ali asws, Fatima asws, Hassan asws, and Hussain asws” then Allah accepted his </w:t>
      </w:r>
      <w:r>
        <w:lastRenderedPageBreak/>
        <w:t>Dua. And the meaning of “so he fulfilled them</w:t>
      </w:r>
      <w:r>
        <w:rPr>
          <w:rFonts w:hint="eastAsia"/>
        </w:rPr>
        <w:t>”</w:t>
      </w:r>
      <w:r>
        <w:t xml:space="preserve"> is that Ibraheem (a.s.) mentioned the holy names of twelve Imams asws until Qaim asws. Among them nine Imams asws will be from Imam Hussain asws until Qiyamah. Musa (a.s.) and Haroon (a.s.) both brothers were Nabi-e-Mursal, and Nabuwat propagated from Haroon (a.s.). Imamat is Khilafat of Allah, no one has right to ask why Imamat propagated from Hussain asws and not from Hassan asws, because Allah is Wise in His tasks, no one can ask that what He does, rather He is to enquire from all.</w:t>
      </w:r>
    </w:p>
    <w:p w:rsidR="001A403D" w:rsidRDefault="001A403D" w:rsidP="00E36567">
      <w:pPr>
        <w:pStyle w:val="libNormal"/>
      </w:pPr>
      <w:r>
        <w:t>Allah Ta’ala made Ibraheem (a.s.) Abd before making him Nabi, made Nabi before Rasool, made Rasool before making Khaleel, made Khaleel before making Imam. (Imam Jafar Sadiq asws) (al-Burhan, v1, p318)</w:t>
      </w:r>
    </w:p>
    <w:p w:rsidR="001A403D" w:rsidRDefault="001A403D" w:rsidP="00E36567">
      <w:pPr>
        <w:pStyle w:val="libNormal"/>
      </w:pPr>
      <w:r>
        <w:t>2-People get deceived in their Deen due to their ignorance. No doubt Allah Azza wa Jalla did not call back His Nabi sawaw to Himself until completed Deen for him &amp; revealed Quran to him, in which there is detail of everything, Halaal &amp; Haraam and limits &amp; commandments are narrated in it, and all those things which a human can need are completely present in it. Allah Azza wa Jalla says, “We did not leave any thing shortfall in the Book” (al-An’am 38), and revealed in the last Hajj, “Today I completed your Deen for you and completed My Favour on you, and I like Islam as Deen for you” (al-Ma’ida 3), thus commandment of Imamat completed the Deen. So he (sawaw) did not go until completed Deen for Ummah, and made Sabeel (path) clear for them, and left them on the path of Haqq, and established Ali asws as flag of guidance &amp; Imam for them, and left nothing which Ummah can need that he did not explain. And who thought that Allah Azza wa Jalla did not complete His Deen, then he rejected the Book of Allah, and who rejected the Book of Allah, he is Kafir. Do you know the value &amp; status of Imam (asws) in Ummah that why Imam (asws) has authority over Ummah? No doubt the value of Imamat is most high and splendour is most great and status is most high, and its aspects are peaceful, and its depth is too much, which human intellects can not reach, and their thoughts can not reach it, and they (public) do not have right to appoint Imam. Imamat is only for Allah Azza wa Jalla. Allah bestowed Ibraheem (a.s.) Imamat on third stage after Nabuwat and Khullat (friendship), and he was given superiority &amp; honour due to it. And Imamat can not be bestowed to any unjust until Qiyamah. (Imam Ali Raza asws) (al-Burhan, v1, p323)</w:t>
      </w:r>
    </w:p>
    <w:p w:rsidR="001A403D" w:rsidRDefault="001A403D" w:rsidP="009229E3">
      <w:pPr>
        <w:pStyle w:val="libCenterBold1"/>
      </w:pPr>
      <w:r>
        <w:t>Lesson:</w:t>
      </w:r>
    </w:p>
    <w:p w:rsidR="001A403D" w:rsidRDefault="001A403D" w:rsidP="001A403D">
      <w:pPr>
        <w:pStyle w:val="libNormal"/>
      </w:pPr>
      <w:r>
        <w:t>1-Olil-Azm Rasools (a.s.) are those among all the Prophets (a.s.) who testified Walayat of fourteen Masumeen asws immediately without any delay or hesitation. So who forbids from the testimony of the fountain head of Walayat is definitely open enemy of Allah.</w:t>
      </w:r>
    </w:p>
    <w:p w:rsidR="001A403D" w:rsidRDefault="001A403D" w:rsidP="001A403D">
      <w:pPr>
        <w:pStyle w:val="libNormal"/>
      </w:pPr>
      <w:r>
        <w:t xml:space="preserve">2-It is forbidden to do verbal competition or comparision between Masumeen asws. The holy Progeny of Risalat started from the two oceans of Noor: Maola Ali asws, the apple of eyes of Hazrat Abu Talib asws + Syyeda Fatima Zahra asws, the peace of heart of Rasool Allah sawaw. Similarly the holy Progeny of Imamat started from the two oceans of Noor: Imam Ali Zainul Abideen asws, the apple of eyes of Imam Hussain asws + Syyeda Fatima (Umme Abdullah) asws, the peace of heart of Imam Hassan </w:t>
      </w:r>
      <w:r>
        <w:lastRenderedPageBreak/>
        <w:t>asws. The decisions of Allah are full of Wisdom, humans are not allowed to argue &amp; discuss, we should only accept and obey with heart.</w:t>
      </w:r>
    </w:p>
    <w:p w:rsidR="001A403D" w:rsidRDefault="001A403D" w:rsidP="001A403D">
      <w:pPr>
        <w:pStyle w:val="libNormal"/>
      </w:pPr>
      <w:r>
        <w:t>3-The words of Allah and Masumeen asws are Haqq that Deen is complete, and its owner (asws) is also present, then from where the need of Zunni Fatawa of Muqassir Mulla arose? In fact ignorant people have not understood Tauheed, nor Deen, or Imam. Ignorant Muqassir thinks that Deen is like football as Abu Sufyan said.</w:t>
      </w:r>
    </w:p>
    <w:p w:rsidR="001A403D" w:rsidRDefault="001A403D" w:rsidP="00385B48">
      <w:pPr>
        <w:pStyle w:val="libAr"/>
      </w:pPr>
      <w:r>
        <w:rPr>
          <w:rFonts w:hint="eastAsia"/>
          <w:rtl/>
        </w:rPr>
        <w:t>وَمَن</w:t>
      </w:r>
      <w:r>
        <w:rPr>
          <w:rtl/>
        </w:rPr>
        <w:t xml:space="preserve"> يَرۡغَبُ عَن مِّلَّةِ إِبۡرَ</w:t>
      </w:r>
      <w:r w:rsidR="005B7B9E" w:rsidRPr="005B7B9E">
        <w:rPr>
          <w:rFonts w:hint="cs"/>
          <w:rtl/>
        </w:rPr>
        <w:t>ا</w:t>
      </w:r>
      <w:r>
        <w:rPr>
          <w:rFonts w:hint="eastAsia"/>
          <w:rtl/>
        </w:rPr>
        <w:t>هِـۧمَ</w:t>
      </w:r>
      <w:r>
        <w:rPr>
          <w:rtl/>
        </w:rPr>
        <w:t xml:space="preserve"> إِلَّا مَن سَفِهَ نَفۡسَهُ </w:t>
      </w:r>
      <w:r>
        <w:rPr>
          <w:rFonts w:hint="cs"/>
          <w:rtl/>
        </w:rPr>
        <w:t>ۥ‌ۚ</w:t>
      </w:r>
      <w:r>
        <w:rPr>
          <w:rtl/>
        </w:rPr>
        <w:t xml:space="preserve"> وَلَقَدِ </w:t>
      </w:r>
      <w:r>
        <w:rPr>
          <w:rFonts w:hint="cs"/>
          <w:rtl/>
        </w:rPr>
        <w:t>ٱ</w:t>
      </w:r>
      <w:r>
        <w:rPr>
          <w:rFonts w:hint="eastAsia"/>
          <w:rtl/>
        </w:rPr>
        <w:t>صۡطَفَيۡنَـٰهُ</w:t>
      </w:r>
      <w:r>
        <w:rPr>
          <w:rtl/>
        </w:rPr>
        <w:t xml:space="preserve"> فِى </w:t>
      </w:r>
      <w:r>
        <w:rPr>
          <w:rFonts w:hint="cs"/>
          <w:rtl/>
        </w:rPr>
        <w:t>ٱ</w:t>
      </w:r>
      <w:r>
        <w:rPr>
          <w:rFonts w:hint="eastAsia"/>
          <w:rtl/>
        </w:rPr>
        <w:t>لدُّنۡيَا‌ۖ</w:t>
      </w:r>
      <w:r>
        <w:rPr>
          <w:rtl/>
        </w:rPr>
        <w:t xml:space="preserve"> وَإِنَّهُ </w:t>
      </w:r>
      <w:r>
        <w:rPr>
          <w:rFonts w:hint="cs"/>
          <w:rtl/>
        </w:rPr>
        <w:t>ۥ</w:t>
      </w:r>
      <w:r>
        <w:rPr>
          <w:rtl/>
        </w:rPr>
        <w:t xml:space="preserve"> فِى </w:t>
      </w:r>
      <w:r>
        <w:rPr>
          <w:rFonts w:hint="cs"/>
          <w:rtl/>
        </w:rPr>
        <w:t>ٱ</w:t>
      </w:r>
      <w:r>
        <w:rPr>
          <w:rFonts w:hint="eastAsia"/>
          <w:rtl/>
        </w:rPr>
        <w:t>لۡأَخِرَةِ</w:t>
      </w:r>
      <w:r>
        <w:rPr>
          <w:rtl/>
        </w:rPr>
        <w:t xml:space="preserve"> لَمِنَ </w:t>
      </w:r>
      <w:r>
        <w:rPr>
          <w:rFonts w:hint="cs"/>
          <w:rtl/>
        </w:rPr>
        <w:t>ٱ</w:t>
      </w:r>
      <w:r>
        <w:rPr>
          <w:rFonts w:hint="eastAsia"/>
          <w:rtl/>
        </w:rPr>
        <w:t>لصَّـٰلِحِينَ</w:t>
      </w:r>
      <w:r>
        <w:rPr>
          <w:rtl/>
        </w:rPr>
        <w:t xml:space="preserve"> (١٣٠</w:t>
      </w:r>
      <w:r w:rsidR="009229E3">
        <w:rPr>
          <w:rtl/>
        </w:rPr>
        <w:t>)</w:t>
      </w:r>
      <w:r>
        <w:rPr>
          <w:rtl/>
        </w:rPr>
        <w:t xml:space="preserve"> إِذۡ قَالَ لَهُ </w:t>
      </w:r>
      <w:r>
        <w:rPr>
          <w:rFonts w:hint="cs"/>
          <w:rtl/>
        </w:rPr>
        <w:t>ۥ</w:t>
      </w:r>
      <w:r>
        <w:rPr>
          <w:rtl/>
        </w:rPr>
        <w:t xml:space="preserve"> رَبُّهُ </w:t>
      </w:r>
      <w:r>
        <w:rPr>
          <w:rFonts w:hint="cs"/>
          <w:rtl/>
        </w:rPr>
        <w:t>ۥۤ</w:t>
      </w:r>
      <w:r>
        <w:rPr>
          <w:rtl/>
        </w:rPr>
        <w:t xml:space="preserve"> أَسۡلِمۡ‌ۖ قَالَ أَسۡلَمۡتُ لِرَبِّ </w:t>
      </w:r>
      <w:r>
        <w:rPr>
          <w:rFonts w:hint="cs"/>
          <w:rtl/>
        </w:rPr>
        <w:t>ٱ</w:t>
      </w:r>
      <w:r>
        <w:rPr>
          <w:rFonts w:hint="eastAsia"/>
          <w:rtl/>
        </w:rPr>
        <w:t>لۡعَـٰلَمِينَ</w:t>
      </w:r>
      <w:r>
        <w:rPr>
          <w:rtl/>
        </w:rPr>
        <w:t xml:space="preserve"> (١٣١</w:t>
      </w:r>
      <w:r w:rsidR="009229E3">
        <w:rPr>
          <w:rtl/>
        </w:rPr>
        <w:t>)</w:t>
      </w:r>
      <w:r>
        <w:rPr>
          <w:rtl/>
        </w:rPr>
        <w:t xml:space="preserve"> وَوَصَّىٰ بِ</w:t>
      </w:r>
      <w:r w:rsidR="001E6BAB" w:rsidRPr="001E6BAB">
        <w:rPr>
          <w:rFonts w:hint="cs"/>
          <w:rtl/>
        </w:rPr>
        <w:t>ه</w:t>
      </w:r>
      <w:r w:rsidRPr="00595365">
        <w:rPr>
          <w:rFonts w:hint="cs"/>
          <w:rtl/>
        </w:rPr>
        <w:t>آ إِبۡرَ</w:t>
      </w:r>
      <w:r w:rsidR="005B7B9E" w:rsidRPr="005B7B9E">
        <w:rPr>
          <w:rFonts w:hint="cs"/>
          <w:rtl/>
        </w:rPr>
        <w:t>ا</w:t>
      </w:r>
      <w:r>
        <w:rPr>
          <w:rFonts w:hint="eastAsia"/>
          <w:rtl/>
        </w:rPr>
        <w:t>هِـۧمُ</w:t>
      </w:r>
      <w:r>
        <w:rPr>
          <w:rtl/>
        </w:rPr>
        <w:t xml:space="preserve"> بَنِيهِ وَيَعۡقُوبُ يَـٰبَنِىَّ إِنَّ </w:t>
      </w:r>
      <w:r>
        <w:rPr>
          <w:rFonts w:hint="cs"/>
          <w:rtl/>
        </w:rPr>
        <w:t>ٱ</w:t>
      </w:r>
      <w:r>
        <w:rPr>
          <w:rFonts w:hint="eastAsia"/>
          <w:rtl/>
        </w:rPr>
        <w:t>للَّهَ</w:t>
      </w:r>
      <w:r>
        <w:rPr>
          <w:rtl/>
        </w:rPr>
        <w:t xml:space="preserve"> </w:t>
      </w:r>
      <w:r>
        <w:rPr>
          <w:rFonts w:hint="cs"/>
          <w:rtl/>
        </w:rPr>
        <w:t>ٱ</w:t>
      </w:r>
      <w:r>
        <w:rPr>
          <w:rFonts w:hint="eastAsia"/>
          <w:rtl/>
        </w:rPr>
        <w:t>صۡطَفَىٰ</w:t>
      </w:r>
      <w:r>
        <w:rPr>
          <w:rtl/>
        </w:rPr>
        <w:t xml:space="preserve"> لَكُمُ </w:t>
      </w:r>
      <w:r>
        <w:rPr>
          <w:rFonts w:hint="cs"/>
          <w:rtl/>
        </w:rPr>
        <w:t>ٱ</w:t>
      </w:r>
      <w:r>
        <w:rPr>
          <w:rFonts w:hint="eastAsia"/>
          <w:rtl/>
        </w:rPr>
        <w:t>لدِّينَ</w:t>
      </w:r>
      <w:r>
        <w:rPr>
          <w:rtl/>
        </w:rPr>
        <w:t xml:space="preserve"> فَلَا تَمُوتُنَّ إِلَّا وَأَنتُم مُّسۡلِمُونَ (١٣٢</w:t>
      </w:r>
      <w:r w:rsidR="009229E3">
        <w:rPr>
          <w:rtl/>
        </w:rPr>
        <w:t>)</w:t>
      </w:r>
    </w:p>
    <w:p w:rsidR="001A403D" w:rsidRDefault="001A403D" w:rsidP="00E36567">
      <w:pPr>
        <w:pStyle w:val="libBoldItalic"/>
      </w:pPr>
      <w:r>
        <w:t>And who would be averse to the religion of Ibraheem except one who makes fool of himself? And verily We had chosen him in the world, and indeed in the Hereafter he will be among the righteous. (130) When his Rabb said to him: Submit! He said: I have submitted to the Rabb of the Worlds. (131) And the same Ibraheem instructed his sons, and (also) Yacoob, (saying): O my sons, indeed Allah has chosen for you the Deen; therefore do not die except while you are Muslims. (132)</w:t>
      </w:r>
    </w:p>
    <w:p w:rsidR="001A403D" w:rsidRDefault="001A403D" w:rsidP="001A403D">
      <w:pPr>
        <w:pStyle w:val="libNormal"/>
      </w:pPr>
      <w:r>
        <w:t>1-(About verse no:132) Imam Mohammad Baqir asws said: It means Walayat-e-Ali asws.</w:t>
      </w:r>
    </w:p>
    <w:p w:rsidR="001A403D" w:rsidRDefault="001A403D" w:rsidP="009229E3">
      <w:pPr>
        <w:pStyle w:val="libCenterBold1"/>
      </w:pPr>
      <w:r>
        <w:t>Lesson:</w:t>
      </w:r>
    </w:p>
    <w:p w:rsidR="001A403D" w:rsidRDefault="001A403D" w:rsidP="001A403D">
      <w:pPr>
        <w:pStyle w:val="libNormal"/>
      </w:pPr>
      <w:r>
        <w:t>1-Millat (Deen) of Ibraheem (a.s.) is preaching of Walayat-e-Ali, and bequeathing it to the next generations, therefore Allah chose him and made him Imam of the people and declared him among the Soaliheen. The Prophets (a.s.) bequeathed their children to keep steadfast on Walayat-e-Ali asws till death. Deen is only for them who are steadfast on Walayat-e-Ali asws.</w:t>
      </w:r>
    </w:p>
    <w:p w:rsidR="001A403D" w:rsidRDefault="001A403D" w:rsidP="00385B48">
      <w:pPr>
        <w:pStyle w:val="libAr"/>
      </w:pPr>
      <w:r>
        <w:rPr>
          <w:rFonts w:hint="eastAsia"/>
          <w:rtl/>
        </w:rPr>
        <w:t>قُولُوٓاْ</w:t>
      </w:r>
      <w:r>
        <w:rPr>
          <w:rtl/>
        </w:rPr>
        <w:t xml:space="preserve"> ءَامَنَّا بِ</w:t>
      </w:r>
      <w:r>
        <w:rPr>
          <w:rFonts w:hint="cs"/>
          <w:rtl/>
        </w:rPr>
        <w:t>ٱ</w:t>
      </w:r>
      <w:r>
        <w:rPr>
          <w:rFonts w:hint="eastAsia"/>
          <w:rtl/>
        </w:rPr>
        <w:t>للَّهِ</w:t>
      </w:r>
      <w:r>
        <w:rPr>
          <w:rtl/>
        </w:rPr>
        <w:t xml:space="preserve"> وَمَآ أُنزِلَ إِلَيۡنَا وَمَآ أُنزِلَ إِلَىٰٓ إِبۡرَ</w:t>
      </w:r>
      <w:r w:rsidR="005B7B9E" w:rsidRPr="005B7B9E">
        <w:rPr>
          <w:rFonts w:hint="cs"/>
          <w:rtl/>
        </w:rPr>
        <w:t>ا</w:t>
      </w:r>
      <w:r>
        <w:rPr>
          <w:rFonts w:hint="eastAsia"/>
          <w:rtl/>
        </w:rPr>
        <w:t>هِـۧمَ</w:t>
      </w:r>
      <w:r>
        <w:rPr>
          <w:rtl/>
        </w:rPr>
        <w:t xml:space="preserve"> وَإِسۡمَـٰعِيلَ وَإِسۡحَـٰقَ وَيَعۡقُوبَ وَ</w:t>
      </w:r>
      <w:r>
        <w:rPr>
          <w:rFonts w:hint="cs"/>
          <w:rtl/>
        </w:rPr>
        <w:t>ٱ</w:t>
      </w:r>
      <w:r>
        <w:rPr>
          <w:rFonts w:hint="eastAsia"/>
          <w:rtl/>
        </w:rPr>
        <w:t>لۡأَسۡبَاطِ</w:t>
      </w:r>
      <w:r>
        <w:rPr>
          <w:rtl/>
        </w:rPr>
        <w:t xml:space="preserve"> وَمَآ أُوتِىَ مُوسَىٰ وَعِيسَىٰ وَمَآ أُوتِىَ </w:t>
      </w:r>
      <w:r>
        <w:rPr>
          <w:rFonts w:hint="cs"/>
          <w:rtl/>
        </w:rPr>
        <w:t>ٱ</w:t>
      </w:r>
      <w:r>
        <w:rPr>
          <w:rFonts w:hint="eastAsia"/>
          <w:rtl/>
        </w:rPr>
        <w:t>لنَّبِيُّونَ</w:t>
      </w:r>
      <w:r>
        <w:rPr>
          <w:rtl/>
        </w:rPr>
        <w:t xml:space="preserve"> مِن رَّبِّهِمۡ لَا نُفَرِّقُ بَيۡنَ أَحَدٍ۬ مّ</w:t>
      </w:r>
      <w:r>
        <w:rPr>
          <w:rFonts w:hint="eastAsia"/>
          <w:rtl/>
        </w:rPr>
        <w:t>ِنۡهُمۡ</w:t>
      </w:r>
      <w:r>
        <w:rPr>
          <w:rtl/>
        </w:rPr>
        <w:t xml:space="preserve"> وَنَحۡنُ لَهُ </w:t>
      </w:r>
      <w:r>
        <w:rPr>
          <w:rFonts w:hint="cs"/>
          <w:rtl/>
        </w:rPr>
        <w:t>ۥ</w:t>
      </w:r>
      <w:r>
        <w:rPr>
          <w:rtl/>
        </w:rPr>
        <w:t xml:space="preserve"> مُسۡلِمُونَ (١٣٦</w:t>
      </w:r>
      <w:r w:rsidR="009229E3">
        <w:rPr>
          <w:rtl/>
        </w:rPr>
        <w:t>)</w:t>
      </w:r>
      <w:r>
        <w:rPr>
          <w:rtl/>
        </w:rPr>
        <w:t xml:space="preserve"> فَإِنۡ ءَامَنُواْ بِمِثۡلِ مَآ ءَامَنتُم بِهِ</w:t>
      </w:r>
      <w:r>
        <w:rPr>
          <w:rFonts w:hint="cs"/>
          <w:rtl/>
        </w:rPr>
        <w:t>ۦ</w:t>
      </w:r>
      <w:r>
        <w:rPr>
          <w:rtl/>
        </w:rPr>
        <w:t xml:space="preserve"> فَقَدِ </w:t>
      </w:r>
      <w:r>
        <w:rPr>
          <w:rFonts w:hint="cs"/>
          <w:rtl/>
        </w:rPr>
        <w:t>ٱ</w:t>
      </w:r>
      <w:r>
        <w:rPr>
          <w:rFonts w:hint="eastAsia"/>
          <w:rtl/>
        </w:rPr>
        <w:t>هۡتَدَواْ‌ۖ</w:t>
      </w:r>
      <w:r>
        <w:rPr>
          <w:rtl/>
        </w:rPr>
        <w:t xml:space="preserve"> وَّإِن تَوَلَّوۡاْ فَإِنَّمَا هُمۡ فِى شِقَاقٍ۬‌ۖ فَسَيَكۡفِي</w:t>
      </w:r>
      <w:r w:rsidR="001E6BAB" w:rsidRPr="001E6BAB">
        <w:rPr>
          <w:rFonts w:hint="cs"/>
          <w:rtl/>
        </w:rPr>
        <w:t>ک</w:t>
      </w:r>
      <w:r>
        <w:rPr>
          <w:rFonts w:hint="eastAsia"/>
          <w:rtl/>
        </w:rPr>
        <w:t>هُمُ</w:t>
      </w:r>
      <w:r>
        <w:rPr>
          <w:rtl/>
        </w:rPr>
        <w:t xml:space="preserve"> </w:t>
      </w:r>
      <w:r>
        <w:rPr>
          <w:rFonts w:hint="cs"/>
          <w:rtl/>
        </w:rPr>
        <w:t>ٱ</w:t>
      </w:r>
      <w:r>
        <w:rPr>
          <w:rFonts w:hint="eastAsia"/>
          <w:rtl/>
        </w:rPr>
        <w:t>للَّهُ‌ۚ</w:t>
      </w:r>
      <w:r>
        <w:rPr>
          <w:rtl/>
        </w:rPr>
        <w:t xml:space="preserve"> وَهُوَ </w:t>
      </w:r>
      <w:r>
        <w:rPr>
          <w:rFonts w:hint="cs"/>
          <w:rtl/>
        </w:rPr>
        <w:t>ٱ</w:t>
      </w:r>
      <w:r>
        <w:rPr>
          <w:rFonts w:hint="eastAsia"/>
          <w:rtl/>
        </w:rPr>
        <w:t>لسَّمِيعُ</w:t>
      </w:r>
      <w:r>
        <w:rPr>
          <w:rtl/>
        </w:rPr>
        <w:t xml:space="preserve"> </w:t>
      </w:r>
      <w:r>
        <w:rPr>
          <w:rFonts w:hint="cs"/>
          <w:rtl/>
        </w:rPr>
        <w:t>ٱ</w:t>
      </w:r>
      <w:r>
        <w:rPr>
          <w:rFonts w:hint="eastAsia"/>
          <w:rtl/>
        </w:rPr>
        <w:t>لۡعَلِيمُ</w:t>
      </w:r>
      <w:r>
        <w:rPr>
          <w:rtl/>
        </w:rPr>
        <w:t xml:space="preserve"> (١٣٧</w:t>
      </w:r>
      <w:r w:rsidR="009229E3">
        <w:rPr>
          <w:rtl/>
        </w:rPr>
        <w:t>)</w:t>
      </w:r>
      <w:r>
        <w:rPr>
          <w:rtl/>
        </w:rPr>
        <w:t xml:space="preserve"> صِبۡغَةَ </w:t>
      </w:r>
      <w:r>
        <w:rPr>
          <w:rFonts w:hint="cs"/>
          <w:rtl/>
        </w:rPr>
        <w:t>ٱ</w:t>
      </w:r>
      <w:r>
        <w:rPr>
          <w:rFonts w:hint="eastAsia"/>
          <w:rtl/>
        </w:rPr>
        <w:t>للَّهِ‌ۖ</w:t>
      </w:r>
      <w:r>
        <w:rPr>
          <w:rtl/>
        </w:rPr>
        <w:t xml:space="preserve"> وَمَنۡ أَحۡسَن</w:t>
      </w:r>
      <w:r>
        <w:rPr>
          <w:rFonts w:hint="eastAsia"/>
          <w:rtl/>
        </w:rPr>
        <w:t>ُ</w:t>
      </w:r>
      <w:r>
        <w:rPr>
          <w:rtl/>
        </w:rPr>
        <w:t xml:space="preserve"> مِنَ </w:t>
      </w:r>
      <w:r>
        <w:rPr>
          <w:rFonts w:hint="cs"/>
          <w:rtl/>
        </w:rPr>
        <w:t>ٱ</w:t>
      </w:r>
      <w:r>
        <w:rPr>
          <w:rFonts w:hint="eastAsia"/>
          <w:rtl/>
        </w:rPr>
        <w:t>للَّهِ</w:t>
      </w:r>
      <w:r>
        <w:rPr>
          <w:rtl/>
        </w:rPr>
        <w:t xml:space="preserve"> صِبۡغَةً۬‌ۖ وَنَحۡنُ لَهُ </w:t>
      </w:r>
      <w:r>
        <w:rPr>
          <w:rFonts w:hint="cs"/>
          <w:rtl/>
        </w:rPr>
        <w:t>ۥ</w:t>
      </w:r>
      <w:r>
        <w:rPr>
          <w:rtl/>
        </w:rPr>
        <w:t xml:space="preserve"> عَـٰبِدُونَ (١٣٨</w:t>
      </w:r>
      <w:r w:rsidR="009229E3">
        <w:rPr>
          <w:rtl/>
        </w:rPr>
        <w:t>)</w:t>
      </w:r>
    </w:p>
    <w:p w:rsidR="001A403D" w:rsidRDefault="001A403D" w:rsidP="00E36567">
      <w:pPr>
        <w:pStyle w:val="libBoldItalic"/>
      </w:pPr>
      <w:r>
        <w:t xml:space="preserve">Say: We have believed in Allah and that which has been revealed to us and that which was revealed to Ibraheem, and Ismael, and Is’haq, and Yacoob, and (their) descendants, and that which was given to Musa and Eesa, and that which was given to the prophets by their Rabb. We make no distinction between any of them, and we are Muslims to Him. (136) So if they believe in the same as you believe, then surely they are guided. But if they turn away, then are they only in dissension (schism, rebellion), Allah will be sufficient for you against them. And He is the Hearer, the </w:t>
      </w:r>
      <w:r>
        <w:lastRenderedPageBreak/>
        <w:t>Knower. (137) (Adopt) the Colour of Allah, and who is better than Allah at colouring. We are His worshippers. (138)</w:t>
      </w:r>
    </w:p>
    <w:p w:rsidR="001A403D" w:rsidRDefault="001A403D" w:rsidP="00E36567">
      <w:pPr>
        <w:pStyle w:val="libNormal"/>
      </w:pPr>
      <w:r>
        <w:t>1-The enemies of Walayat-e-Ali asws go from this world without Tauba, and curse of Allah, Angels, and people is on them. “Believe in Allah and what is revealed to us” means what is revealed to Ali asws, Fatima asws, Hassan asws, Hussain asws, and after that Imams asws. “So if they believe like that” means people, “as you believed” means Ali asws, Fatima asws, Hassan asws, Hussain asws, and Imams asws, then they are guided, and if they turn away then they are rebellion. (Imam Mohammad  Baqir asws) (al-Burhan, v1, p338)</w:t>
      </w:r>
    </w:p>
    <w:p w:rsidR="001A403D" w:rsidRDefault="001A403D" w:rsidP="00E36567">
      <w:pPr>
        <w:pStyle w:val="libNormal"/>
      </w:pPr>
      <w:r>
        <w:t>2-The Colour of Allah, from which there is no better colour is Walayat of Amirul Momineen asws, for which covenant was taken. (Imam Jafar Sadiq asws) (al-Burhan, v1, p340)</w:t>
      </w:r>
    </w:p>
    <w:p w:rsidR="001A403D" w:rsidRDefault="001A403D" w:rsidP="009229E3">
      <w:pPr>
        <w:pStyle w:val="libCenterBold1"/>
      </w:pPr>
      <w:r>
        <w:t>Lesson:</w:t>
      </w:r>
    </w:p>
    <w:p w:rsidR="00595365" w:rsidRDefault="001A403D" w:rsidP="001A403D">
      <w:pPr>
        <w:pStyle w:val="libNormal"/>
      </w:pPr>
      <w:r>
        <w:t>1-Who oppose Walayat-e-Ali asws, Allah does not accept their repentance, they remain cursed ones in the world and the Hereafter.</w:t>
      </w:r>
    </w:p>
    <w:p w:rsidR="001A403D" w:rsidRDefault="001A403D" w:rsidP="001A403D">
      <w:pPr>
        <w:pStyle w:val="libNormal"/>
      </w:pPr>
      <w:r>
        <w:t>2-Believe like the progeny of Abdul Muttalib asws, who sacrificed their lives for Walayat.</w:t>
      </w:r>
    </w:p>
    <w:p w:rsidR="001A403D" w:rsidRDefault="001A403D" w:rsidP="001A403D">
      <w:pPr>
        <w:pStyle w:val="libNormal"/>
      </w:pPr>
      <w:r>
        <w:t>3-Allah only and only likes the colour of Walayat-e-Ali asws, which is the colour of Walayat of Allah &amp; Mohammad Mustafa sawaw.</w:t>
      </w:r>
    </w:p>
    <w:p w:rsidR="001A403D" w:rsidRDefault="001A403D" w:rsidP="00385B48">
      <w:pPr>
        <w:pStyle w:val="libAr"/>
      </w:pPr>
      <w:r>
        <w:rPr>
          <w:rFonts w:hint="eastAsia"/>
          <w:rtl/>
        </w:rPr>
        <w:t>أَمۡ</w:t>
      </w:r>
      <w:r>
        <w:rPr>
          <w:rtl/>
        </w:rPr>
        <w:t xml:space="preserve"> تَقُولُونَ إِنَّ إِبۡرَ</w:t>
      </w:r>
      <w:r w:rsidR="005B7B9E" w:rsidRPr="005B7B9E">
        <w:rPr>
          <w:rFonts w:hint="cs"/>
          <w:rtl/>
        </w:rPr>
        <w:t>ا</w:t>
      </w:r>
      <w:r>
        <w:rPr>
          <w:rFonts w:hint="eastAsia"/>
          <w:rtl/>
        </w:rPr>
        <w:t>هِـۧمَ</w:t>
      </w:r>
      <w:r>
        <w:rPr>
          <w:rtl/>
        </w:rPr>
        <w:t xml:space="preserve"> وَإِسۡمَـٰعِيلَ وَإِسۡحَـٰقَ وَيَعۡقُوب وَ</w:t>
      </w:r>
      <w:r>
        <w:rPr>
          <w:rFonts w:hint="cs"/>
          <w:rtl/>
        </w:rPr>
        <w:t>ٱ</w:t>
      </w:r>
      <w:r>
        <w:rPr>
          <w:rFonts w:hint="eastAsia"/>
          <w:rtl/>
        </w:rPr>
        <w:t>لۡأَسۡبَاطَ</w:t>
      </w:r>
      <w:r>
        <w:rPr>
          <w:rtl/>
        </w:rPr>
        <w:t xml:space="preserve"> كَانُواْ هُودًا أَوۡ نَصَـٰرَىٰ‌ۗ قُلۡ ءَأَنتُمۡ أَعۡلَمُ أَمِ </w:t>
      </w:r>
      <w:r>
        <w:rPr>
          <w:rFonts w:hint="cs"/>
          <w:rtl/>
        </w:rPr>
        <w:t>ٱ</w:t>
      </w:r>
      <w:r>
        <w:rPr>
          <w:rFonts w:hint="eastAsia"/>
          <w:rtl/>
        </w:rPr>
        <w:t>للَّهُ‌ۗ</w:t>
      </w:r>
      <w:r>
        <w:rPr>
          <w:rtl/>
        </w:rPr>
        <w:t xml:space="preserve"> وَمَنۡ أَظۡلَمُ مِمَّن كَتَمَ شَهَـٰدَةً عِندَهُ </w:t>
      </w:r>
      <w:r>
        <w:rPr>
          <w:rFonts w:hint="cs"/>
          <w:rtl/>
        </w:rPr>
        <w:t>ۥ</w:t>
      </w:r>
      <w:r>
        <w:rPr>
          <w:rtl/>
        </w:rPr>
        <w:t xml:space="preserve"> مِنَ </w:t>
      </w:r>
      <w:r>
        <w:rPr>
          <w:rFonts w:hint="cs"/>
          <w:rtl/>
        </w:rPr>
        <w:t>ٱ</w:t>
      </w:r>
      <w:r>
        <w:rPr>
          <w:rFonts w:hint="eastAsia"/>
          <w:rtl/>
        </w:rPr>
        <w:t>للَّهِ‌ۗ</w:t>
      </w:r>
      <w:r>
        <w:rPr>
          <w:rtl/>
        </w:rPr>
        <w:t xml:space="preserve"> وَمَا </w:t>
      </w:r>
      <w:r>
        <w:rPr>
          <w:rFonts w:hint="cs"/>
          <w:rtl/>
        </w:rPr>
        <w:t>ٱ</w:t>
      </w:r>
      <w:r>
        <w:rPr>
          <w:rFonts w:hint="eastAsia"/>
          <w:rtl/>
        </w:rPr>
        <w:t>للَّهُ</w:t>
      </w:r>
      <w:r>
        <w:rPr>
          <w:rtl/>
        </w:rPr>
        <w:t xml:space="preserve"> بِغَـٰفِلٍ ع</w:t>
      </w:r>
      <w:r>
        <w:rPr>
          <w:rFonts w:hint="eastAsia"/>
          <w:rtl/>
        </w:rPr>
        <w:t>َمَّا</w:t>
      </w:r>
      <w:r>
        <w:rPr>
          <w:rtl/>
        </w:rPr>
        <w:t xml:space="preserve"> تَعۡمَلُونَ (١٤٠</w:t>
      </w:r>
      <w:r w:rsidR="009229E3">
        <w:rPr>
          <w:rtl/>
        </w:rPr>
        <w:t>)</w:t>
      </w:r>
    </w:p>
    <w:p w:rsidR="001A403D" w:rsidRDefault="001A403D" w:rsidP="00E36567">
      <w:pPr>
        <w:pStyle w:val="libBoldItalic"/>
      </w:pPr>
      <w:r>
        <w:t>Or do you say that Ibraheem, and Ismael, and Is’haq, and Yacoob, and their descendants were Jews or Christians? Say: Do you know best, or does Allah? And who is more unjust than he who conceals a testimony which he has from Allah? Allah is not unaware of what you do. (140)</w:t>
      </w:r>
    </w:p>
    <w:p w:rsidR="001A403D" w:rsidRDefault="001A403D" w:rsidP="00E36567">
      <w:pPr>
        <w:pStyle w:val="libNormal"/>
      </w:pPr>
      <w:r>
        <w:t>1-On the way back from the last Hajj, at the place of Ghadeer-e-Khum, Rasool Allah sawaw delivered a sermon, and before departure called hypocrites and said: What you are talking secretly (doing conspiracy) today, while you are forbidden to hold secret conversation? Hypocrites denied and said: We did not do anything. Rasool Allah sawaw looked with angry eyes and said: You know more or Allah, and who is more unjust than one who hides the testimony which he has from Allah, and Allah is not unaware of what you do. (al-Burhan, v1, p340)</w:t>
      </w:r>
    </w:p>
    <w:p w:rsidR="001A403D" w:rsidRDefault="001A403D" w:rsidP="009229E3">
      <w:pPr>
        <w:pStyle w:val="libCenterBold1"/>
      </w:pPr>
      <w:r>
        <w:t>Lesson:</w:t>
      </w:r>
    </w:p>
    <w:p w:rsidR="001A403D" w:rsidRDefault="001A403D" w:rsidP="001A403D">
      <w:pPr>
        <w:pStyle w:val="libNormal"/>
      </w:pPr>
      <w:r>
        <w:t>1-As blind of wisdom argued whether Ibraheem (a.s.) was Jew or Christian, whereas Musa (a.s.) and Eesa (a.s.) came after him, and Ibraheem (a.s.) was Muslim, similarly Muqassireen argue whether Rasool Allah sawaw used to recite testimony of Walayat-e-Ali asws or not? Whereas Rasool Allah sawaw spent his whole apprant life of this world in preaching Walayat-e-Ali asws from Dawat-e-Zul-Ashera to Ghadeer-e-Khum to the incident of Pen &amp; Paper.</w:t>
      </w:r>
    </w:p>
    <w:p w:rsidR="001A403D" w:rsidRDefault="001A403D" w:rsidP="001A403D">
      <w:pPr>
        <w:pStyle w:val="libNormal"/>
      </w:pPr>
      <w:r>
        <w:t xml:space="preserve">2-Allah Ta’ala gave the Trust of Walayat-e-Ali asws in Alam-e-Zarr (state of particles) and took covenant as well. Now these unjust people who </w:t>
      </w:r>
      <w:r>
        <w:lastRenderedPageBreak/>
        <w:t>are hiding this testimony which Allah gave, then definitely they are Zalim, and Allah &amp; Masumeen asws are watching them with Wrath.</w:t>
      </w:r>
    </w:p>
    <w:p w:rsidR="001A403D" w:rsidRDefault="001A403D" w:rsidP="00385B48">
      <w:pPr>
        <w:pStyle w:val="libAr"/>
      </w:pPr>
      <w:r>
        <w:rPr>
          <w:rFonts w:hint="eastAsia"/>
          <w:rtl/>
        </w:rPr>
        <w:t>سَيَقُولُ</w:t>
      </w:r>
      <w:r>
        <w:rPr>
          <w:rtl/>
        </w:rPr>
        <w:t xml:space="preserve"> </w:t>
      </w:r>
      <w:r>
        <w:rPr>
          <w:rFonts w:hint="cs"/>
          <w:rtl/>
        </w:rPr>
        <w:t>ٱ</w:t>
      </w:r>
      <w:r>
        <w:rPr>
          <w:rFonts w:hint="eastAsia"/>
          <w:rtl/>
        </w:rPr>
        <w:t>لسُّفَهَآءُ</w:t>
      </w:r>
      <w:r>
        <w:rPr>
          <w:rtl/>
        </w:rPr>
        <w:t xml:space="preserve"> مِنَ </w:t>
      </w:r>
      <w:r>
        <w:rPr>
          <w:rFonts w:hint="cs"/>
          <w:rtl/>
        </w:rPr>
        <w:t>ٱ</w:t>
      </w:r>
      <w:r>
        <w:rPr>
          <w:rFonts w:hint="eastAsia"/>
          <w:rtl/>
        </w:rPr>
        <w:t>لنَّاسِ</w:t>
      </w:r>
      <w:r>
        <w:rPr>
          <w:rtl/>
        </w:rPr>
        <w:t xml:space="preserve"> مَا وَلَّ</w:t>
      </w:r>
      <w:r>
        <w:rPr>
          <w:rFonts w:hint="cs"/>
          <w:rtl/>
        </w:rPr>
        <w:t>ٮٰ</w:t>
      </w:r>
      <w:r>
        <w:rPr>
          <w:rFonts w:hint="eastAsia"/>
          <w:rtl/>
        </w:rPr>
        <w:t>هُمۡ</w:t>
      </w:r>
      <w:r>
        <w:rPr>
          <w:rtl/>
        </w:rPr>
        <w:t xml:space="preserve"> عَن قِبۡلَتِ</w:t>
      </w:r>
      <w:r w:rsidR="001E6BAB" w:rsidRPr="001E6BAB">
        <w:rPr>
          <w:rFonts w:hint="cs"/>
          <w:rtl/>
        </w:rPr>
        <w:t>ه</w:t>
      </w:r>
      <w:r w:rsidRPr="00595365">
        <w:rPr>
          <w:rFonts w:hint="cs"/>
          <w:rtl/>
        </w:rPr>
        <w:t xml:space="preserve">مُ </w:t>
      </w:r>
      <w:r>
        <w:rPr>
          <w:rFonts w:hint="cs"/>
          <w:rtl/>
        </w:rPr>
        <w:t>ٱ</w:t>
      </w:r>
      <w:r>
        <w:rPr>
          <w:rFonts w:hint="eastAsia"/>
          <w:rtl/>
        </w:rPr>
        <w:t>لَّتِى</w:t>
      </w:r>
      <w:r>
        <w:rPr>
          <w:rtl/>
        </w:rPr>
        <w:t xml:space="preserve"> كَانُواْ عَلَيۡهَا‌ۚ قُل لِّلَّهِ </w:t>
      </w:r>
      <w:r>
        <w:rPr>
          <w:rFonts w:hint="cs"/>
          <w:rtl/>
        </w:rPr>
        <w:t>ٱ</w:t>
      </w:r>
      <w:r>
        <w:rPr>
          <w:rFonts w:hint="eastAsia"/>
          <w:rtl/>
        </w:rPr>
        <w:t>لۡمَشۡرِقُ</w:t>
      </w:r>
      <w:r>
        <w:rPr>
          <w:rtl/>
        </w:rPr>
        <w:t xml:space="preserve"> وَ</w:t>
      </w:r>
      <w:r>
        <w:rPr>
          <w:rFonts w:hint="cs"/>
          <w:rtl/>
        </w:rPr>
        <w:t>ٱ</w:t>
      </w:r>
      <w:r>
        <w:rPr>
          <w:rFonts w:hint="eastAsia"/>
          <w:rtl/>
        </w:rPr>
        <w:t>لۡمَغۡرِبُ‌ۚ</w:t>
      </w:r>
      <w:r>
        <w:rPr>
          <w:rtl/>
        </w:rPr>
        <w:t xml:space="preserve"> يَ</w:t>
      </w:r>
      <w:r w:rsidR="001E6BAB" w:rsidRPr="001E6BAB">
        <w:rPr>
          <w:rFonts w:hint="cs"/>
          <w:rtl/>
        </w:rPr>
        <w:t>ه</w:t>
      </w:r>
      <w:r w:rsidRPr="00595365">
        <w:rPr>
          <w:rFonts w:hint="cs"/>
          <w:rtl/>
        </w:rPr>
        <w:t>ۡدِى مَن يَشَآءُ إِلَىٰ صِرَ</w:t>
      </w:r>
      <w:r w:rsidR="005B7B9E" w:rsidRPr="005B7B9E">
        <w:rPr>
          <w:rFonts w:hint="cs"/>
          <w:rtl/>
        </w:rPr>
        <w:t>ا</w:t>
      </w:r>
      <w:r>
        <w:rPr>
          <w:rFonts w:hint="eastAsia"/>
          <w:rtl/>
        </w:rPr>
        <w:t>طٍ۬</w:t>
      </w:r>
      <w:r>
        <w:rPr>
          <w:rtl/>
        </w:rPr>
        <w:t xml:space="preserve"> مُّسۡتَقِيمٍ۬ (١٤٢</w:t>
      </w:r>
      <w:r w:rsidR="009229E3">
        <w:rPr>
          <w:rtl/>
        </w:rPr>
        <w:t>)</w:t>
      </w:r>
      <w:r>
        <w:rPr>
          <w:rtl/>
        </w:rPr>
        <w:t xml:space="preserve"> وَكَذَ</w:t>
      </w:r>
      <w:r w:rsidR="005B7B9E" w:rsidRPr="005B7B9E">
        <w:rPr>
          <w:rFonts w:hint="cs"/>
          <w:rtl/>
        </w:rPr>
        <w:t>ا</w:t>
      </w:r>
      <w:r>
        <w:rPr>
          <w:rFonts w:hint="eastAsia"/>
          <w:rtl/>
        </w:rPr>
        <w:t>لِكَ</w:t>
      </w:r>
      <w:r>
        <w:rPr>
          <w:rtl/>
        </w:rPr>
        <w:t xml:space="preserve"> جَعَلۡنَـٰكُمۡ أُمَّةً۬ وَسَطً۬ا لِّتَ</w:t>
      </w:r>
      <w:r w:rsidR="001E6BAB" w:rsidRPr="001E6BAB">
        <w:rPr>
          <w:rFonts w:hint="cs"/>
          <w:rtl/>
        </w:rPr>
        <w:t>ک</w:t>
      </w:r>
      <w:r>
        <w:rPr>
          <w:rFonts w:hint="eastAsia"/>
          <w:rtl/>
        </w:rPr>
        <w:t>ونُواْ</w:t>
      </w:r>
      <w:r>
        <w:rPr>
          <w:rtl/>
        </w:rPr>
        <w:t xml:space="preserve"> شُ</w:t>
      </w:r>
      <w:r w:rsidR="001E6BAB" w:rsidRPr="001E6BAB">
        <w:rPr>
          <w:rFonts w:hint="cs"/>
          <w:rtl/>
        </w:rPr>
        <w:t>ه</w:t>
      </w:r>
      <w:r w:rsidRPr="00595365">
        <w:rPr>
          <w:rFonts w:hint="cs"/>
          <w:rtl/>
        </w:rPr>
        <w:t xml:space="preserve">دَآءَ عَلَى </w:t>
      </w:r>
      <w:r>
        <w:rPr>
          <w:rFonts w:hint="cs"/>
          <w:rtl/>
        </w:rPr>
        <w:t>ٱ</w:t>
      </w:r>
      <w:r>
        <w:rPr>
          <w:rFonts w:hint="eastAsia"/>
          <w:rtl/>
        </w:rPr>
        <w:t>لنَّاسِ</w:t>
      </w:r>
      <w:r>
        <w:rPr>
          <w:rtl/>
        </w:rPr>
        <w:t xml:space="preserve"> وَيَكُونَ </w:t>
      </w:r>
      <w:r>
        <w:rPr>
          <w:rFonts w:hint="cs"/>
          <w:rtl/>
        </w:rPr>
        <w:t>ٱ</w:t>
      </w:r>
      <w:r>
        <w:rPr>
          <w:rFonts w:hint="eastAsia"/>
          <w:rtl/>
        </w:rPr>
        <w:t>لرَّسُولُ</w:t>
      </w:r>
      <w:r>
        <w:rPr>
          <w:rtl/>
        </w:rPr>
        <w:t xml:space="preserve"> عَلَيۡكُمۡ شَهِيدً۬ا‌ۗ وَمَا جَعَلۡنَا </w:t>
      </w:r>
      <w:r>
        <w:rPr>
          <w:rFonts w:hint="cs"/>
          <w:rtl/>
        </w:rPr>
        <w:t>ٱ</w:t>
      </w:r>
      <w:r>
        <w:rPr>
          <w:rFonts w:hint="eastAsia"/>
          <w:rtl/>
        </w:rPr>
        <w:t>لۡقِبۡلَةَ</w:t>
      </w:r>
      <w:r>
        <w:rPr>
          <w:rtl/>
        </w:rPr>
        <w:t xml:space="preserve"> </w:t>
      </w:r>
      <w:r>
        <w:rPr>
          <w:rFonts w:hint="cs"/>
          <w:rtl/>
        </w:rPr>
        <w:t>ٱ</w:t>
      </w:r>
      <w:r>
        <w:rPr>
          <w:rFonts w:hint="eastAsia"/>
          <w:rtl/>
        </w:rPr>
        <w:t>لَّتِى</w:t>
      </w:r>
      <w:r>
        <w:rPr>
          <w:rtl/>
        </w:rPr>
        <w:t xml:space="preserve"> كُنتَ عَلَيۡ</w:t>
      </w:r>
      <w:r w:rsidR="001E6BAB" w:rsidRPr="001E6BAB">
        <w:rPr>
          <w:rFonts w:hint="cs"/>
          <w:rtl/>
        </w:rPr>
        <w:t>ه</w:t>
      </w:r>
      <w:r w:rsidRPr="00595365">
        <w:rPr>
          <w:rFonts w:hint="cs"/>
          <w:rtl/>
        </w:rPr>
        <w:t xml:space="preserve">آ إِلَّا لِنَعۡلَمَ مَن يَتَّبِعُ </w:t>
      </w:r>
      <w:r>
        <w:rPr>
          <w:rFonts w:hint="cs"/>
          <w:rtl/>
        </w:rPr>
        <w:t>ٱ</w:t>
      </w:r>
      <w:r>
        <w:rPr>
          <w:rFonts w:hint="eastAsia"/>
          <w:rtl/>
        </w:rPr>
        <w:t>لرَّسُولَ</w:t>
      </w:r>
      <w:r>
        <w:rPr>
          <w:rtl/>
        </w:rPr>
        <w:t xml:space="preserve"> مِمَّن يَنقَلِبُ عَلَىٰ عَقِبَيۡهِ‌ۚ وَإِن كَانَتۡ لَكَبِيرَةً إِلَّا عَلَى </w:t>
      </w:r>
      <w:r>
        <w:rPr>
          <w:rFonts w:hint="cs"/>
          <w:rtl/>
        </w:rPr>
        <w:t>ٱ</w:t>
      </w:r>
      <w:r>
        <w:rPr>
          <w:rFonts w:hint="eastAsia"/>
          <w:rtl/>
        </w:rPr>
        <w:t>لَّذِينَ</w:t>
      </w:r>
      <w:r>
        <w:rPr>
          <w:rtl/>
        </w:rPr>
        <w:t xml:space="preserve"> هَد</w:t>
      </w:r>
      <w:r>
        <w:rPr>
          <w:rFonts w:hint="eastAsia"/>
          <w:rtl/>
        </w:rPr>
        <w:t>َى</w:t>
      </w:r>
      <w:r>
        <w:rPr>
          <w:rtl/>
        </w:rPr>
        <w:t xml:space="preserve"> </w:t>
      </w:r>
      <w:r>
        <w:rPr>
          <w:rFonts w:hint="cs"/>
          <w:rtl/>
        </w:rPr>
        <w:t>ٱ</w:t>
      </w:r>
      <w:r>
        <w:rPr>
          <w:rFonts w:hint="eastAsia"/>
          <w:rtl/>
        </w:rPr>
        <w:t>للَّهُ‌ۗ</w:t>
      </w:r>
      <w:r>
        <w:rPr>
          <w:rtl/>
        </w:rPr>
        <w:t xml:space="preserve"> وَمَا كَانَ </w:t>
      </w:r>
      <w:r>
        <w:rPr>
          <w:rFonts w:hint="cs"/>
          <w:rtl/>
        </w:rPr>
        <w:t>ٱ</w:t>
      </w:r>
      <w:r>
        <w:rPr>
          <w:rFonts w:hint="eastAsia"/>
          <w:rtl/>
        </w:rPr>
        <w:t>للَّهُ</w:t>
      </w:r>
      <w:r>
        <w:rPr>
          <w:rtl/>
        </w:rPr>
        <w:t xml:space="preserve"> لِيُضِيعَ إِيمَـٰنَكُمۡ‌ۚ إِنَّ </w:t>
      </w:r>
      <w:r>
        <w:rPr>
          <w:rFonts w:hint="cs"/>
          <w:rtl/>
        </w:rPr>
        <w:t>ٱ</w:t>
      </w:r>
      <w:r>
        <w:rPr>
          <w:rFonts w:hint="eastAsia"/>
          <w:rtl/>
        </w:rPr>
        <w:t>للَّهَ</w:t>
      </w:r>
      <w:r>
        <w:rPr>
          <w:rtl/>
        </w:rPr>
        <w:t xml:space="preserve"> بِ</w:t>
      </w:r>
      <w:r>
        <w:rPr>
          <w:rFonts w:hint="cs"/>
          <w:rtl/>
        </w:rPr>
        <w:t>ٱ</w:t>
      </w:r>
      <w:r>
        <w:rPr>
          <w:rFonts w:hint="eastAsia"/>
          <w:rtl/>
        </w:rPr>
        <w:t>لنَّاسِ</w:t>
      </w:r>
      <w:r>
        <w:rPr>
          <w:rtl/>
        </w:rPr>
        <w:t xml:space="preserve"> لَرَءُوفٌ۬ رَّحِيمٌ۬ (١٤٣</w:t>
      </w:r>
      <w:r w:rsidR="009229E3">
        <w:rPr>
          <w:rtl/>
        </w:rPr>
        <w:t>)</w:t>
      </w:r>
      <w:r>
        <w:rPr>
          <w:rtl/>
        </w:rPr>
        <w:t xml:space="preserve"> قَدۡ نَرَىٰ تَقَلُّبَ وَجۡهِكَ فِى </w:t>
      </w:r>
      <w:r>
        <w:rPr>
          <w:rFonts w:hint="cs"/>
          <w:rtl/>
        </w:rPr>
        <w:t>ٱ</w:t>
      </w:r>
      <w:r>
        <w:rPr>
          <w:rFonts w:hint="eastAsia"/>
          <w:rtl/>
        </w:rPr>
        <w:t>لسَّمَآءِ‌ۖ</w:t>
      </w:r>
      <w:r>
        <w:rPr>
          <w:rtl/>
        </w:rPr>
        <w:t xml:space="preserve"> فَلَنُوَلِّيَنَّكَ قِبۡلَةً۬ تَرۡضَ</w:t>
      </w:r>
      <w:r>
        <w:rPr>
          <w:rFonts w:hint="cs"/>
          <w:rtl/>
        </w:rPr>
        <w:t>ٮٰ</w:t>
      </w:r>
      <w:r>
        <w:rPr>
          <w:rFonts w:hint="eastAsia"/>
          <w:rtl/>
        </w:rPr>
        <w:t>هَا‌ۚ</w:t>
      </w:r>
      <w:r>
        <w:rPr>
          <w:rtl/>
        </w:rPr>
        <w:t xml:space="preserve"> فَوَلِّ وَجۡهَكَ شَطۡرَ </w:t>
      </w:r>
      <w:r>
        <w:rPr>
          <w:rFonts w:hint="cs"/>
          <w:rtl/>
        </w:rPr>
        <w:t>ٱ</w:t>
      </w:r>
      <w:r>
        <w:rPr>
          <w:rFonts w:hint="eastAsia"/>
          <w:rtl/>
        </w:rPr>
        <w:t>لۡمَسۡجِدِ</w:t>
      </w:r>
      <w:r>
        <w:rPr>
          <w:rtl/>
        </w:rPr>
        <w:t xml:space="preserve"> </w:t>
      </w:r>
      <w:r>
        <w:rPr>
          <w:rFonts w:hint="cs"/>
          <w:rtl/>
        </w:rPr>
        <w:t>ٱ</w:t>
      </w:r>
      <w:r>
        <w:rPr>
          <w:rFonts w:hint="eastAsia"/>
          <w:rtl/>
        </w:rPr>
        <w:t>لۡحَرَامِ‌ۚ</w:t>
      </w:r>
      <w:r>
        <w:rPr>
          <w:rtl/>
        </w:rPr>
        <w:t xml:space="preserve"> وَحَ</w:t>
      </w:r>
      <w:r>
        <w:rPr>
          <w:rFonts w:hint="eastAsia"/>
          <w:rtl/>
        </w:rPr>
        <w:t>يۡثُ</w:t>
      </w:r>
      <w:r>
        <w:rPr>
          <w:rtl/>
        </w:rPr>
        <w:t xml:space="preserve"> مَا كُنتُمۡ فَوَلُّواْ وُجُوهَكُمۡ شَطۡرَهُ </w:t>
      </w:r>
      <w:r>
        <w:rPr>
          <w:rFonts w:hint="cs"/>
          <w:rtl/>
        </w:rPr>
        <w:t>ۥ‌ۗ</w:t>
      </w:r>
      <w:r>
        <w:rPr>
          <w:rtl/>
        </w:rPr>
        <w:t xml:space="preserve"> وَإِنَّ </w:t>
      </w:r>
      <w:r>
        <w:rPr>
          <w:rFonts w:hint="cs"/>
          <w:rtl/>
        </w:rPr>
        <w:t>ٱ</w:t>
      </w:r>
      <w:r>
        <w:rPr>
          <w:rFonts w:hint="eastAsia"/>
          <w:rtl/>
        </w:rPr>
        <w:t>لَّذِينَ</w:t>
      </w:r>
      <w:r>
        <w:rPr>
          <w:rtl/>
        </w:rPr>
        <w:t xml:space="preserve"> أُوتُواْ </w:t>
      </w:r>
      <w:r>
        <w:rPr>
          <w:rFonts w:hint="cs"/>
          <w:rtl/>
        </w:rPr>
        <w:t>ٱ</w:t>
      </w:r>
      <w:r>
        <w:rPr>
          <w:rFonts w:hint="eastAsia"/>
          <w:rtl/>
        </w:rPr>
        <w:t>لۡكِتَـٰبَ</w:t>
      </w:r>
      <w:r>
        <w:rPr>
          <w:rtl/>
        </w:rPr>
        <w:t xml:space="preserve"> لَيَعۡلَمُونَ أَنَّهُ </w:t>
      </w:r>
      <w:r>
        <w:rPr>
          <w:rFonts w:hint="cs"/>
          <w:rtl/>
        </w:rPr>
        <w:t>ٱ</w:t>
      </w:r>
      <w:r>
        <w:rPr>
          <w:rFonts w:hint="eastAsia"/>
          <w:rtl/>
        </w:rPr>
        <w:t>لۡحَقُّ</w:t>
      </w:r>
      <w:r>
        <w:rPr>
          <w:rtl/>
        </w:rPr>
        <w:t xml:space="preserve"> مِن رَّبِّهِمۡ‌ۗ وَمَا </w:t>
      </w:r>
      <w:r>
        <w:rPr>
          <w:rFonts w:hint="cs"/>
          <w:rtl/>
        </w:rPr>
        <w:t>ٱ</w:t>
      </w:r>
      <w:r>
        <w:rPr>
          <w:rFonts w:hint="eastAsia"/>
          <w:rtl/>
        </w:rPr>
        <w:t>للَّهُ</w:t>
      </w:r>
      <w:r>
        <w:rPr>
          <w:rtl/>
        </w:rPr>
        <w:t xml:space="preserve"> بِغَـٰفِلٍ عَمَّا يَعۡمَلُونَ (١٤٤</w:t>
      </w:r>
      <w:r w:rsidR="009229E3">
        <w:rPr>
          <w:rtl/>
        </w:rPr>
        <w:t>)</w:t>
      </w:r>
    </w:p>
    <w:p w:rsidR="001A403D" w:rsidRDefault="001A403D" w:rsidP="00E36567">
      <w:pPr>
        <w:pStyle w:val="libBoldItalic"/>
      </w:pPr>
      <w:r>
        <w:t>The foolish among the people will say: What has turned them away from the Qiblah which they used to face? Say: To Allah belongs the East and the West. He guides whom He wills to a straight path. (142) And similarly We have appointed you a median Ummah, that you are witnesses over the mankind, and the Rasool (sawaw) is witness over you. And We did not make the Qiblah which you used to face except that We might make evident who follows the Rasool (sawaw) from him who turns back on his heels. And indeed it is difficult except for those whom Allah has guided. And Allah would never cause you to lose your faith, indeed Allah is, to the people, Kind, Merciful. (143) We have certainly seen the turning of your face toward the heaven, We will surely turn you toward a Qiblah which you like. So turn your face toward Masjid al-Haram, and wherever you are, turn your faces toward it. And indeed, those who have given the book definitely know that it is the Truth from their Rabb. And Allah is not unaware of what they do. (144)</w:t>
      </w:r>
    </w:p>
    <w:p w:rsidR="001A403D" w:rsidRDefault="001A403D" w:rsidP="00E36567">
      <w:pPr>
        <w:pStyle w:val="libNormal"/>
      </w:pPr>
      <w:r>
        <w:t xml:space="preserve">1-Rasool Allah sawaw used to pray facing toward Bait al-Muqaddas for thirteen years in Makkah, but kept Ka’ba in between (i.e. used to stand in Southern side of Ka’ba, to keep Ka’ba as Qibla). And in Madina used to pray facing Bait al-Muqaddas for seventeen months, so Jews started teasing: You do not know how to pray until you face toward our Qibla, and you pray in our manner as well. Rasool Allah sawaw was sad and looked toward the heaven. Jibrael (a.s.) came and he (sawaw) said: I like that Allah should turn us toward Ka’ba from Bait al-Muqaddas, because Jews have teased. Jibrael (a.s.) said: Allah does not reject your Dua at all. In Masjid Bani Salim he (sawaw) had just completed the two Rakat of Zuhar prayer that the revelation of changing Qibla came, and the rest of the two Rakat he (sawaw) prayed toward Ka’ba along with Ali asws. Therefore the name of this mosque is Masjid Qiblatain. Jews again objected: If Bait al-Muqaddis is right, then you turned face from right to wrong, and if Bait al-Muqaddis is wrong then you were not Momin for that period, that you kept on wrong. So Allah said: The east and the west belong to Allah. Allah just wanted to </w:t>
      </w:r>
      <w:r>
        <w:lastRenderedPageBreak/>
        <w:t>reveal that who follows Rasool Allah sawaw. (Imam Hassan Askari asws) (al-Burhan, v1, p341)</w:t>
      </w:r>
    </w:p>
    <w:p w:rsidR="001A403D" w:rsidRDefault="001A403D" w:rsidP="00E36567">
      <w:pPr>
        <w:pStyle w:val="libNormal"/>
      </w:pPr>
      <w:r>
        <w:t>2-Imam Mohammad Baqir asws &amp; Jafar Sadiq asws said: We are Ummatan Wasatan (Median Ummah), we are witnesses over the creation of Allah, His Hujjat on the earth. Do you think that in this verse Allah means all people of the Qibla monotheists? Don’t you see that whose witness is not acceptable about (case of) one Sai (3kg) of dates, Allah will accept his witness over all the previous nations on the day of Qiyamah. Allah never meant such a creation. Allah means that Ummah who is Dua of Ibraheem (a.s.): You are Khair (best) Ummah which is sent for the people (Aal-e-Imran, v110) and this is the median Ummah and the best Ummah, who is sent for (the guidance of) the people. Deed (practical) is also called Eman (faith), as Allah said: And Allah will not make your faith (prayers) to lose, which have been offered before facing toward Bait al-Muqaddas, and some people were already dead. (Imam Jafar Sadiq asws) (al-Burhan, v1, p346)</w:t>
      </w:r>
    </w:p>
    <w:p w:rsidR="001A403D" w:rsidRDefault="001A403D" w:rsidP="009229E3">
      <w:pPr>
        <w:pStyle w:val="libCenterBold1"/>
      </w:pPr>
      <w:r>
        <w:t>Lesson:</w:t>
      </w:r>
    </w:p>
    <w:p w:rsidR="001A403D" w:rsidRDefault="001A403D" w:rsidP="001A403D">
      <w:pPr>
        <w:pStyle w:val="libNormal"/>
      </w:pPr>
      <w:r>
        <w:t>1-Changing of Qibla happened to make it evident that who obeys Rasool Allah sawaw with heart and who objects. And it was the wish of Rasool Allah sawaw as well that Ka’ba should remain Qibla where his brother made his Zahoor. Moreover the fact is that wherever Masumeen asws turn their face, Haqq turns to the same side. Deen is the name of footsteps of Masumeen asws. Otherwise all directions are for Allah, wherever you will see you will find Wajhullah Hazir o Nazir there.</w:t>
      </w:r>
    </w:p>
    <w:p w:rsidR="001A403D" w:rsidRDefault="001A403D" w:rsidP="001A403D">
      <w:pPr>
        <w:pStyle w:val="libNormal"/>
      </w:pPr>
      <w:r>
        <w:t>2-Masumeen asws are Median Ummah, Best Ummah and Muslim Ummah, who are Hazir Nazir witness over all the creations, and Rasool Allah sawaw is witness over them. Everyday the deeds of all the creations are presented in the presence of Masumeen asws.</w:t>
      </w:r>
    </w:p>
    <w:p w:rsidR="001A403D" w:rsidRDefault="001A403D" w:rsidP="001A403D">
      <w:pPr>
        <w:pStyle w:val="libNormal"/>
      </w:pPr>
      <w:r>
        <w:t>3-Those who have performed deeds without the testimony of Walayat-e-Ali asws in the past, they can still change their Qibla to obey Walayat-e-Elahi, then their past deeds will not be lost, if they stop arguing and mocking Deen.</w:t>
      </w:r>
    </w:p>
    <w:p w:rsidR="00595365" w:rsidRDefault="001A403D" w:rsidP="00385B48">
      <w:pPr>
        <w:pStyle w:val="libAr"/>
      </w:pPr>
      <w:r>
        <w:rPr>
          <w:rFonts w:hint="cs"/>
          <w:rtl/>
        </w:rPr>
        <w:t>ٱ</w:t>
      </w:r>
      <w:r>
        <w:rPr>
          <w:rFonts w:hint="eastAsia"/>
          <w:rtl/>
        </w:rPr>
        <w:t>لَّذِينَ</w:t>
      </w:r>
      <w:r>
        <w:rPr>
          <w:rtl/>
        </w:rPr>
        <w:t xml:space="preserve"> ءَاتَيۡنَـٰهُمُ </w:t>
      </w:r>
      <w:r>
        <w:rPr>
          <w:rFonts w:hint="cs"/>
          <w:rtl/>
        </w:rPr>
        <w:t>ٱ</w:t>
      </w:r>
      <w:r>
        <w:rPr>
          <w:rFonts w:hint="eastAsia"/>
          <w:rtl/>
        </w:rPr>
        <w:t>لۡكِتَـٰبَ</w:t>
      </w:r>
      <w:r>
        <w:rPr>
          <w:rtl/>
        </w:rPr>
        <w:t xml:space="preserve"> يَعۡرِفُونَهُ </w:t>
      </w:r>
      <w:r>
        <w:rPr>
          <w:rFonts w:hint="cs"/>
          <w:rtl/>
        </w:rPr>
        <w:t>ۥ</w:t>
      </w:r>
      <w:r>
        <w:rPr>
          <w:rtl/>
        </w:rPr>
        <w:t xml:space="preserve"> كَمَا يَعۡرِفُونَ أَبۡنَآءَهُمۡ‌ۖ وَإِنَّ فَرِيقً۬ا مِّنۡهُمۡ لَيَكۡتُمُونَ </w:t>
      </w:r>
      <w:r>
        <w:rPr>
          <w:rFonts w:hint="cs"/>
          <w:rtl/>
        </w:rPr>
        <w:t>ٱ</w:t>
      </w:r>
      <w:r>
        <w:rPr>
          <w:rFonts w:hint="eastAsia"/>
          <w:rtl/>
        </w:rPr>
        <w:t>لۡحَقَّ</w:t>
      </w:r>
      <w:r>
        <w:rPr>
          <w:rtl/>
        </w:rPr>
        <w:t xml:space="preserve"> وَهُمۡ يَعۡلَمُونَ (١٤٦</w:t>
      </w:r>
      <w:r w:rsidR="009229E3">
        <w:rPr>
          <w:rtl/>
        </w:rPr>
        <w:t>)</w:t>
      </w:r>
      <w:r>
        <w:rPr>
          <w:rtl/>
        </w:rPr>
        <w:t xml:space="preserve"> </w:t>
      </w:r>
      <w:r>
        <w:rPr>
          <w:rFonts w:hint="cs"/>
          <w:rtl/>
        </w:rPr>
        <w:t>ٱ</w:t>
      </w:r>
      <w:r>
        <w:rPr>
          <w:rFonts w:hint="eastAsia"/>
          <w:rtl/>
        </w:rPr>
        <w:t>لۡحَقُّ</w:t>
      </w:r>
      <w:r>
        <w:rPr>
          <w:rtl/>
        </w:rPr>
        <w:t xml:space="preserve"> مِن رَّبِّكَ‌ۖ فَلَا تَكُونَنَّ مِنَ </w:t>
      </w:r>
      <w:r>
        <w:rPr>
          <w:rFonts w:hint="cs"/>
          <w:rtl/>
        </w:rPr>
        <w:t>ٱ</w:t>
      </w:r>
      <w:r>
        <w:rPr>
          <w:rFonts w:hint="eastAsia"/>
          <w:rtl/>
        </w:rPr>
        <w:t>لۡمُمۡتَرِينَ</w:t>
      </w:r>
      <w:r>
        <w:rPr>
          <w:rtl/>
        </w:rPr>
        <w:t xml:space="preserve"> (١٤٧</w:t>
      </w:r>
      <w:r w:rsidR="009229E3">
        <w:rPr>
          <w:rtl/>
        </w:rPr>
        <w:t>)</w:t>
      </w:r>
    </w:p>
    <w:p w:rsidR="001A403D" w:rsidRDefault="001A403D" w:rsidP="00E36567">
      <w:pPr>
        <w:pStyle w:val="libBoldItalic"/>
      </w:pPr>
      <w:r>
        <w:t>Those to whom We gave the Scripture recognise him (sawaw) as they recognise their sons. But indeed, a party of them definitely conceal the truth while they know. (146) The Truth is from your Rabb, so do not be among the doubters. (147)</w:t>
      </w:r>
    </w:p>
    <w:p w:rsidR="001A403D" w:rsidRDefault="001A403D" w:rsidP="00E36567">
      <w:pPr>
        <w:pStyle w:val="libNormal"/>
      </w:pPr>
      <w:r>
        <w:t>1-Jews and Christians had knowledge of Mohammad sawaw and his Walayat from Taurat and Injeel, as they recognised their sons in their homes, and they knew that Rasool Allah sawaw is the True Rasool from Allah. When they opposed while having knowledge, then Allah took away their spirit of Eman, and they became worse than animals. (Amirul Momineen asws) (al-Burhan, v1, p348)</w:t>
      </w:r>
    </w:p>
    <w:p w:rsidR="001A403D" w:rsidRDefault="001A403D" w:rsidP="009229E3">
      <w:pPr>
        <w:pStyle w:val="libCenterBold1"/>
      </w:pPr>
      <w:r>
        <w:t>Lesson:</w:t>
      </w:r>
    </w:p>
    <w:p w:rsidR="001A403D" w:rsidRDefault="001A403D" w:rsidP="001A403D">
      <w:pPr>
        <w:pStyle w:val="libNormal"/>
      </w:pPr>
      <w:r>
        <w:lastRenderedPageBreak/>
        <w:t>1-It is clear in holy Quran that the designation of Walayat is from Allah which is Haqq. Humans can not appoint Wali themselves, nor they can be partner in Walayat, because Walayat is only for Mohammad-o-Aal-e-Mohammad asws. Despite this who opposes Walayat-e-Elahia, Allah takes away their spirit of Eman and they wander around with a strap (Qalada) in their necks like animals.</w:t>
      </w:r>
    </w:p>
    <w:p w:rsidR="001A403D" w:rsidRDefault="001A403D" w:rsidP="00385B48">
      <w:pPr>
        <w:pStyle w:val="libAr"/>
      </w:pPr>
      <w:r>
        <w:rPr>
          <w:rFonts w:hint="eastAsia"/>
          <w:rtl/>
        </w:rPr>
        <w:t>وَلِكُلٍّ۬</w:t>
      </w:r>
      <w:r>
        <w:rPr>
          <w:rtl/>
        </w:rPr>
        <w:t xml:space="preserve"> وِجۡهَةٌ هُوَ مُوَلِّي</w:t>
      </w:r>
      <w:r w:rsidR="001E6BAB" w:rsidRPr="001E6BAB">
        <w:rPr>
          <w:rFonts w:hint="cs"/>
          <w:rtl/>
        </w:rPr>
        <w:t>ه</w:t>
      </w:r>
      <w:r w:rsidRPr="00595365">
        <w:rPr>
          <w:rFonts w:hint="cs"/>
          <w:rtl/>
        </w:rPr>
        <w:t>ا‌ۖ فَ</w:t>
      </w:r>
      <w:r>
        <w:rPr>
          <w:rFonts w:hint="cs"/>
          <w:rtl/>
        </w:rPr>
        <w:t>ٱ</w:t>
      </w:r>
      <w:r>
        <w:rPr>
          <w:rFonts w:hint="eastAsia"/>
          <w:rtl/>
        </w:rPr>
        <w:t>سۡتَبِقُواْ</w:t>
      </w:r>
      <w:r>
        <w:rPr>
          <w:rtl/>
        </w:rPr>
        <w:t xml:space="preserve"> </w:t>
      </w:r>
      <w:r>
        <w:rPr>
          <w:rFonts w:hint="cs"/>
          <w:rtl/>
        </w:rPr>
        <w:t>ٱ</w:t>
      </w:r>
      <w:r>
        <w:rPr>
          <w:rFonts w:hint="eastAsia"/>
          <w:rtl/>
        </w:rPr>
        <w:t>لۡخَيۡرَ</w:t>
      </w:r>
      <w:r w:rsidR="005B7B9E" w:rsidRPr="005B7B9E">
        <w:rPr>
          <w:rFonts w:hint="cs"/>
          <w:rtl/>
        </w:rPr>
        <w:t>ا</w:t>
      </w:r>
      <w:r>
        <w:rPr>
          <w:rFonts w:hint="eastAsia"/>
          <w:rtl/>
        </w:rPr>
        <w:t>تِ‌ۚ</w:t>
      </w:r>
      <w:r>
        <w:rPr>
          <w:rtl/>
        </w:rPr>
        <w:t xml:space="preserve"> أَيۡنَ مَا تَكُونُواْ يَأۡتِ بِكُمُ </w:t>
      </w:r>
      <w:r>
        <w:rPr>
          <w:rFonts w:hint="cs"/>
          <w:rtl/>
        </w:rPr>
        <w:t>ٱ</w:t>
      </w:r>
      <w:r>
        <w:rPr>
          <w:rFonts w:hint="eastAsia"/>
          <w:rtl/>
        </w:rPr>
        <w:t>للَّهُ</w:t>
      </w:r>
      <w:r>
        <w:rPr>
          <w:rtl/>
        </w:rPr>
        <w:t xml:space="preserve"> جَمِيعًا‌ۚ إِنَّ </w:t>
      </w:r>
      <w:r>
        <w:rPr>
          <w:rFonts w:hint="cs"/>
          <w:rtl/>
        </w:rPr>
        <w:t>ٱ</w:t>
      </w:r>
      <w:r>
        <w:rPr>
          <w:rFonts w:hint="eastAsia"/>
          <w:rtl/>
        </w:rPr>
        <w:t>للَّهَ</w:t>
      </w:r>
      <w:r>
        <w:rPr>
          <w:rtl/>
        </w:rPr>
        <w:t xml:space="preserve"> عَلَىٰ كُلِّ شَىۡءٍ۬ قَدِيرٌ۬ (١٤٨</w:t>
      </w:r>
      <w:r w:rsidR="009229E3">
        <w:rPr>
          <w:rtl/>
        </w:rPr>
        <w:t>)</w:t>
      </w:r>
    </w:p>
    <w:p w:rsidR="001A403D" w:rsidRDefault="001A403D" w:rsidP="00E36567">
      <w:pPr>
        <w:pStyle w:val="libBoldItalic"/>
      </w:pPr>
      <w:r>
        <w:t>And for each one is a direction toward which it faces; so strive to lead in Khairat (good deeds). Wherever you may be, Allah will bring you all together. Indeed, Allah has Power over all things. (148)</w:t>
      </w:r>
    </w:p>
    <w:p w:rsidR="001A403D" w:rsidRDefault="001A403D" w:rsidP="00E36567">
      <w:pPr>
        <w:pStyle w:val="libNormal"/>
      </w:pPr>
      <w:r>
        <w:t>1-Imam-e-Zamana asws will call Allah Azza wa Jalla with a Hebrew Name, then his three hundred and thirteen companions will get together like the clouds of Autumn. And they are companions of Walayat, some of them will disappear from their bed at night and in the morning will be  in Makkah, and some will be seen travelling during the day sitting on the clouds. Masumeen asws know their names, their fathers’ name, and family tree. (Imam Jafar Sadiq asws) (al-Burhan, v1, p349)</w:t>
      </w:r>
    </w:p>
    <w:p w:rsidR="001A403D" w:rsidRDefault="001A403D" w:rsidP="00E36567">
      <w:pPr>
        <w:pStyle w:val="libNormal"/>
      </w:pPr>
      <w:r>
        <w:t>2-So strive to lead in Khairat (virtues), Khairat is Walayat. And wherever you may be, Allah will bring you all together, i.e. companions of Qaim asws, 313 men, who are the Numbered Ummah, Allah will gather them in a moment like the clouds of Autumn. (Imam Jafar Sadiq asws) (al-Burhan, v1, p351)</w:t>
      </w:r>
    </w:p>
    <w:p w:rsidR="001A403D" w:rsidRDefault="001A403D" w:rsidP="00E36567">
      <w:pPr>
        <w:pStyle w:val="libNormal"/>
      </w:pPr>
      <w:r>
        <w:t>3-After Zahoor, Imam Qaim asws will offer two Rakat prayer at Maqam-e-Ibraheem, Allah Ta’ala will establish his right, and he is the Muztar in the saying of Allah, “O Allah Who accepts the Dua of Muztar (eager to establish Haqq) when he calls, and finishes his difficulty (Batil), and made him Khalifa on earth” He will take allegiance between Rukan and Maqam, and he will have the covenant of Rasool Allah sawaw with him, and first of Jibrael (a.s.) will pay allegiance, then 313 men, there will be 50 ladies among his supporters. (Imam Mohammad Baqir asws) (al-Burhan, v1, p351)</w:t>
      </w:r>
    </w:p>
    <w:p w:rsidR="001A403D" w:rsidRDefault="001A403D" w:rsidP="009229E3">
      <w:pPr>
        <w:pStyle w:val="libCenterBold1"/>
      </w:pPr>
      <w:r>
        <w:t>Lesson:</w:t>
      </w:r>
    </w:p>
    <w:p w:rsidR="001A403D" w:rsidRDefault="001A403D" w:rsidP="001A403D">
      <w:pPr>
        <w:pStyle w:val="libNormal"/>
      </w:pPr>
      <w:r>
        <w:t>1-It is Allah’s order to strive to lead in Walayat-e-Ali asws, advance in Marifat-e-Walayat-e-Elahia everday, and preach it. The companions of Imam-e-Zamana asws are also companions of Walayat, i.e. they have Marifat of Walayat, for them the earth will sqeeze &amp; shrink, the clouds will become aeroplane for them, they are the Ummat-e-Madooda (the numbered people, whose number is known 313). Ladies should also paly their role in preaching Walayat as well. The authority and guardianship (Walayat) of Masumeen asws encompasses the whole universe, therefore the chief of the Angels (a.s.) will pay allegiance first of all.</w:t>
      </w:r>
    </w:p>
    <w:p w:rsidR="001A403D" w:rsidRDefault="001A403D" w:rsidP="00385B48">
      <w:pPr>
        <w:pStyle w:val="libAr"/>
      </w:pPr>
      <w:r>
        <w:rPr>
          <w:rFonts w:hint="eastAsia"/>
          <w:rtl/>
        </w:rPr>
        <w:t>فَ</w:t>
      </w:r>
      <w:r>
        <w:rPr>
          <w:rFonts w:hint="cs"/>
          <w:rtl/>
        </w:rPr>
        <w:t>ٱ</w:t>
      </w:r>
      <w:r>
        <w:rPr>
          <w:rFonts w:hint="eastAsia"/>
          <w:rtl/>
        </w:rPr>
        <w:t>ذۡكُرُونِىٓ</w:t>
      </w:r>
      <w:r>
        <w:rPr>
          <w:rtl/>
        </w:rPr>
        <w:t xml:space="preserve"> أَذۡكُرۡكُمۡ وَ</w:t>
      </w:r>
      <w:r>
        <w:rPr>
          <w:rFonts w:hint="cs"/>
          <w:rtl/>
        </w:rPr>
        <w:t>ٱ</w:t>
      </w:r>
      <w:r>
        <w:rPr>
          <w:rFonts w:hint="eastAsia"/>
          <w:rtl/>
        </w:rPr>
        <w:t>شۡ</w:t>
      </w:r>
      <w:r w:rsidR="001E6BAB" w:rsidRPr="001E6BAB">
        <w:rPr>
          <w:rFonts w:hint="cs"/>
          <w:rtl/>
        </w:rPr>
        <w:t>ک</w:t>
      </w:r>
      <w:r>
        <w:rPr>
          <w:rFonts w:hint="eastAsia"/>
          <w:rtl/>
        </w:rPr>
        <w:t>رُواْ</w:t>
      </w:r>
      <w:r>
        <w:rPr>
          <w:rtl/>
        </w:rPr>
        <w:t xml:space="preserve"> لِى وَلَا تَكۡفُرُونِ (١٥٢</w:t>
      </w:r>
      <w:r w:rsidR="009229E3">
        <w:rPr>
          <w:rtl/>
        </w:rPr>
        <w:t>)</w:t>
      </w:r>
    </w:p>
    <w:p w:rsidR="001A403D" w:rsidRDefault="001A403D" w:rsidP="00E36567">
      <w:pPr>
        <w:pStyle w:val="libBoldItalic"/>
      </w:pPr>
      <w:r>
        <w:t>So remember Me, I will remember you, and be grateful to Me, and do not deny Me. (152)</w:t>
      </w:r>
    </w:p>
    <w:p w:rsidR="001A403D" w:rsidRDefault="001A403D" w:rsidP="00E36567">
      <w:pPr>
        <w:pStyle w:val="libNormal"/>
      </w:pPr>
      <w:r>
        <w:lastRenderedPageBreak/>
        <w:t>1-Tasbeh Fatima Zahra asws is Zikr-e-Kaseer (abundant mentioning) about which it is said, “You mention Me, I will remember you” (Imam Mohammad Baqir asws) (al-Burhan, v1, p358)</w:t>
      </w:r>
    </w:p>
    <w:p w:rsidR="001A403D" w:rsidRDefault="001A403D" w:rsidP="009229E3">
      <w:pPr>
        <w:pStyle w:val="libCenterBold1"/>
      </w:pPr>
      <w:r>
        <w:t>Lesson:</w:t>
      </w:r>
    </w:p>
    <w:p w:rsidR="001A403D" w:rsidRDefault="001A403D" w:rsidP="001A403D">
      <w:pPr>
        <w:pStyle w:val="libNormal"/>
      </w:pPr>
      <w:r>
        <w:t>1-It is obligatory to act on Sunnah of Masumeen asws in everything, even if that deed is small, it is abundant &amp; acceptable near Allah. Be thankful for the Nemat-e-Walayat of Allah, do not oppose &amp; deny it.</w:t>
      </w:r>
    </w:p>
    <w:p w:rsidR="001A403D" w:rsidRDefault="001A403D" w:rsidP="00385B48">
      <w:pPr>
        <w:pStyle w:val="libAr"/>
      </w:pPr>
      <w:r>
        <w:rPr>
          <w:rFonts w:hint="eastAsia"/>
          <w:rtl/>
        </w:rPr>
        <w:t>إِنَّ</w:t>
      </w:r>
      <w:r>
        <w:rPr>
          <w:rtl/>
        </w:rPr>
        <w:t xml:space="preserve"> </w:t>
      </w:r>
      <w:r>
        <w:rPr>
          <w:rFonts w:hint="cs"/>
          <w:rtl/>
        </w:rPr>
        <w:t>ٱ</w:t>
      </w:r>
      <w:r>
        <w:rPr>
          <w:rFonts w:hint="eastAsia"/>
          <w:rtl/>
        </w:rPr>
        <w:t>لصَّفَا</w:t>
      </w:r>
      <w:r>
        <w:rPr>
          <w:rtl/>
        </w:rPr>
        <w:t xml:space="preserve"> وَ</w:t>
      </w:r>
      <w:r>
        <w:rPr>
          <w:rFonts w:hint="cs"/>
          <w:rtl/>
        </w:rPr>
        <w:t>ٱ</w:t>
      </w:r>
      <w:r>
        <w:rPr>
          <w:rFonts w:hint="eastAsia"/>
          <w:rtl/>
        </w:rPr>
        <w:t>لۡمَرۡوَةَ</w:t>
      </w:r>
      <w:r>
        <w:rPr>
          <w:rtl/>
        </w:rPr>
        <w:t xml:space="preserve"> مِن شَعَآ</w:t>
      </w:r>
      <w:r>
        <w:rPr>
          <w:rFonts w:hint="cs"/>
          <w:rtl/>
        </w:rPr>
        <w:t>ٮِٕ</w:t>
      </w:r>
      <w:r>
        <w:rPr>
          <w:rFonts w:hint="eastAsia"/>
          <w:rtl/>
        </w:rPr>
        <w:t>رِ</w:t>
      </w:r>
      <w:r>
        <w:rPr>
          <w:rtl/>
        </w:rPr>
        <w:t xml:space="preserve"> </w:t>
      </w:r>
      <w:r>
        <w:rPr>
          <w:rFonts w:hint="cs"/>
          <w:rtl/>
        </w:rPr>
        <w:t>ٱ</w:t>
      </w:r>
      <w:r>
        <w:rPr>
          <w:rFonts w:hint="eastAsia"/>
          <w:rtl/>
        </w:rPr>
        <w:t>للَّهِ‌ۖ</w:t>
      </w:r>
      <w:r>
        <w:rPr>
          <w:rtl/>
        </w:rPr>
        <w:t xml:space="preserve"> فَمَنۡ حَجَّ </w:t>
      </w:r>
      <w:r>
        <w:rPr>
          <w:rFonts w:hint="cs"/>
          <w:rtl/>
        </w:rPr>
        <w:t>ٱ</w:t>
      </w:r>
      <w:r>
        <w:rPr>
          <w:rFonts w:hint="eastAsia"/>
          <w:rtl/>
        </w:rPr>
        <w:t>لۡبَيۡتَ</w:t>
      </w:r>
      <w:r>
        <w:rPr>
          <w:rtl/>
        </w:rPr>
        <w:t xml:space="preserve"> أَوِ </w:t>
      </w:r>
      <w:r>
        <w:rPr>
          <w:rFonts w:hint="cs"/>
          <w:rtl/>
        </w:rPr>
        <w:t>ٱ</w:t>
      </w:r>
      <w:r>
        <w:rPr>
          <w:rFonts w:hint="eastAsia"/>
          <w:rtl/>
        </w:rPr>
        <w:t>عۡتَمَرَ</w:t>
      </w:r>
      <w:r>
        <w:rPr>
          <w:rtl/>
        </w:rPr>
        <w:t xml:space="preserve"> فَلَا جُنَاحَ عَلَيۡهِ أَن يَطَّوَّفَ بِهِمَا‌ۚ وَمَن تَطَوَّعَ خَيۡرً۬ا فَإِنَّ </w:t>
      </w:r>
      <w:r>
        <w:rPr>
          <w:rFonts w:hint="cs"/>
          <w:rtl/>
        </w:rPr>
        <w:t>ٱ</w:t>
      </w:r>
      <w:r>
        <w:rPr>
          <w:rFonts w:hint="eastAsia"/>
          <w:rtl/>
        </w:rPr>
        <w:t>للَّهَ</w:t>
      </w:r>
      <w:r>
        <w:rPr>
          <w:rtl/>
        </w:rPr>
        <w:t xml:space="preserve"> شَاكِرٌ عَلِيمٌ (١٥٨</w:t>
      </w:r>
      <w:r w:rsidR="009229E3">
        <w:rPr>
          <w:rtl/>
        </w:rPr>
        <w:t>)</w:t>
      </w:r>
    </w:p>
    <w:p w:rsidR="001A403D" w:rsidRDefault="001A403D" w:rsidP="00E36567">
      <w:pPr>
        <w:pStyle w:val="libBoldItalic"/>
      </w:pPr>
      <w:r>
        <w:t>No doubt, As-Safa and Al-Marwah are among the symbols of Allah. So whoever performs Hajj or Umrah, there is no blame upon him that he goes around them. And whoever does good voluntarily, then indeed, Allah is Appreciative, all Knowing. (158)</w:t>
      </w:r>
    </w:p>
    <w:p w:rsidR="001A403D" w:rsidRDefault="001A403D" w:rsidP="00E36567">
      <w:pPr>
        <w:pStyle w:val="libNormal"/>
      </w:pPr>
      <w:r>
        <w:t>1-On which mountain, Safiullah Adam (a.s.) came its name became Safa; and on which Mirat (lady) came its name became Merwa. When Ibraheem (a.s.) left Ismael (a.s.) &amp; Hajira (s.a.) in Makkah by the order of Allah, then Ismael (a.s.) became thirsty who was an infant, so his mother went on Safa and called loud: Is there any helper in this valley? There was no answer and she ran to Merwa and called loud again. In this way she went seven times, which Allah issued as Sunnah. Jibrael (a.s.) came and asked: Who is your protector? She said: Ibraheem (a.s.) has made Allah our protector. She saw that Zam Zam (water) sprang out due to kicking of child’s foot (on the ground), and Hajira (s.a.) came from Merwa to the child, and collected earth around the water that it should not flow away. (Imam Jafar Sadiq asws) (al-Burhan, v1, p365)</w:t>
      </w:r>
    </w:p>
    <w:p w:rsidR="001A403D" w:rsidRDefault="001A403D" w:rsidP="009229E3">
      <w:pPr>
        <w:pStyle w:val="libCenterBold1"/>
      </w:pPr>
      <w:r>
        <w:t>Lesson:</w:t>
      </w:r>
    </w:p>
    <w:p w:rsidR="001A403D" w:rsidRDefault="001A403D" w:rsidP="001A403D">
      <w:pPr>
        <w:pStyle w:val="libNormal"/>
      </w:pPr>
      <w:r>
        <w:t>1-The mountains of Safa and Merwa are Symbols of Allah because Hazrat Adam (a.s.) &amp; Hawa (s.a.) came on them, and Allah’s Nabi Ismael’s (a.s.) mother ran seven times between them in a hope to get some water to quench Ismael’s (a.s.) thirst and called loud for help as well. So Allah made Sunnah and part of Hajj, the running of holy lady Hajira (s.a.). So by looking and respecting the Symbols of Allah, the chosen servants of Allah are reminded, who sacrificed their lives in the love of Allah. Zahoor of Maola Ali asws, the helper of all the Prophets (a.s.) &amp; expresser of Attributes of Allah, was in Ka’ba, so Allah made it Centre of Sajdahs.</w:t>
      </w:r>
    </w:p>
    <w:p w:rsidR="00595365" w:rsidRDefault="001A403D" w:rsidP="001A403D">
      <w:pPr>
        <w:pStyle w:val="libNormal"/>
      </w:pPr>
      <w:r>
        <w:t>The lovers of Ahlul Bait asws respect the Symbols of Allah (Flag of Abbas asws, Zuljanah, Taboot, Cradle of Ali Asghar asws, Mehndi of Qasim asws, models of holy mausoleums) in the remembrance of the pride of the Prophets, Maola Hussain asws; and they pay homage by shedding blood acting on the Sunnah of infallible Syyeda Zainab asws, what Prophets (a.s.) &amp; Imams asws did as well. Imam Hussain asws also raised Istighasa (call for help) while surrounded by the opponents of Walayat-e-Ali asws, that Istighasa is a test for the mankind, which is valid until Qiyamah to see who does Jihad for Walayat-e-Ali asws by raising Kalima-e-Walayat among the Yazids (l.u.) of his time.</w:t>
      </w:r>
    </w:p>
    <w:p w:rsidR="001A403D" w:rsidRDefault="001A403D" w:rsidP="00385B48">
      <w:pPr>
        <w:pStyle w:val="libAr"/>
      </w:pPr>
      <w:r>
        <w:rPr>
          <w:rFonts w:hint="eastAsia"/>
          <w:rtl/>
        </w:rPr>
        <w:lastRenderedPageBreak/>
        <w:t>إِنَّ</w:t>
      </w:r>
      <w:r>
        <w:rPr>
          <w:rtl/>
        </w:rPr>
        <w:t xml:space="preserve"> </w:t>
      </w:r>
      <w:r>
        <w:rPr>
          <w:rFonts w:hint="cs"/>
          <w:rtl/>
        </w:rPr>
        <w:t>ٱ</w:t>
      </w:r>
      <w:r>
        <w:rPr>
          <w:rFonts w:hint="eastAsia"/>
          <w:rtl/>
        </w:rPr>
        <w:t>لَّذِينَ</w:t>
      </w:r>
      <w:r>
        <w:rPr>
          <w:rtl/>
        </w:rPr>
        <w:t xml:space="preserve"> يَكۡتُمُونَ مَآ أَنزَلۡنَا مِنَ </w:t>
      </w:r>
      <w:r>
        <w:rPr>
          <w:rFonts w:hint="cs"/>
          <w:rtl/>
        </w:rPr>
        <w:t>ٱ</w:t>
      </w:r>
      <w:r>
        <w:rPr>
          <w:rFonts w:hint="eastAsia"/>
          <w:rtl/>
        </w:rPr>
        <w:t>لۡبَيِّنَـٰتِ</w:t>
      </w:r>
      <w:r>
        <w:rPr>
          <w:rtl/>
        </w:rPr>
        <w:t xml:space="preserve"> وَ</w:t>
      </w:r>
      <w:r>
        <w:rPr>
          <w:rFonts w:hint="cs"/>
          <w:rtl/>
        </w:rPr>
        <w:t>ٱ</w:t>
      </w:r>
      <w:r>
        <w:rPr>
          <w:rFonts w:hint="eastAsia"/>
          <w:rtl/>
        </w:rPr>
        <w:t>لۡهُدَىٰ</w:t>
      </w:r>
      <w:r>
        <w:rPr>
          <w:rtl/>
        </w:rPr>
        <w:t xml:space="preserve"> مِنۢ بَعۡدِ مَا بَيَّنَّـٰهُ لِلنَّاسِ فِى </w:t>
      </w:r>
      <w:r>
        <w:rPr>
          <w:rFonts w:hint="cs"/>
          <w:rtl/>
        </w:rPr>
        <w:t>ٱ</w:t>
      </w:r>
      <w:r>
        <w:rPr>
          <w:rFonts w:hint="eastAsia"/>
          <w:rtl/>
        </w:rPr>
        <w:t>لۡكِتَـٰبِ‌ۙ</w:t>
      </w:r>
      <w:r>
        <w:rPr>
          <w:rtl/>
        </w:rPr>
        <w:t xml:space="preserve"> أُوْلَـٰٓ</w:t>
      </w:r>
      <w:r>
        <w:rPr>
          <w:rFonts w:hint="cs"/>
          <w:rtl/>
        </w:rPr>
        <w:t>ٮِٕ</w:t>
      </w:r>
      <w:r>
        <w:rPr>
          <w:rFonts w:hint="eastAsia"/>
          <w:rtl/>
        </w:rPr>
        <w:t>كَ</w:t>
      </w:r>
      <w:r>
        <w:rPr>
          <w:rtl/>
        </w:rPr>
        <w:t xml:space="preserve"> يَلۡعَنُ</w:t>
      </w:r>
      <w:r w:rsidR="001E6BAB" w:rsidRPr="001E6BAB">
        <w:rPr>
          <w:rFonts w:hint="cs"/>
          <w:rtl/>
        </w:rPr>
        <w:t>ه</w:t>
      </w:r>
      <w:r w:rsidRPr="00595365">
        <w:rPr>
          <w:rFonts w:hint="cs"/>
          <w:rtl/>
        </w:rPr>
        <w:t xml:space="preserve">مُ </w:t>
      </w:r>
      <w:r>
        <w:rPr>
          <w:rFonts w:hint="cs"/>
          <w:rtl/>
        </w:rPr>
        <w:t>ٱ</w:t>
      </w:r>
      <w:r>
        <w:rPr>
          <w:rFonts w:hint="eastAsia"/>
          <w:rtl/>
        </w:rPr>
        <w:t>للَّهُ</w:t>
      </w:r>
      <w:r>
        <w:rPr>
          <w:rtl/>
        </w:rPr>
        <w:t xml:space="preserve"> وَيَلۡعَنُ</w:t>
      </w:r>
      <w:r w:rsidR="001E6BAB" w:rsidRPr="001E6BAB">
        <w:rPr>
          <w:rFonts w:hint="cs"/>
          <w:rtl/>
        </w:rPr>
        <w:t>ه</w:t>
      </w:r>
      <w:r w:rsidRPr="00595365">
        <w:rPr>
          <w:rFonts w:hint="cs"/>
          <w:rtl/>
        </w:rPr>
        <w:t xml:space="preserve">مُ </w:t>
      </w:r>
      <w:r>
        <w:rPr>
          <w:rFonts w:hint="cs"/>
          <w:rtl/>
        </w:rPr>
        <w:t>ٱ</w:t>
      </w:r>
      <w:r>
        <w:rPr>
          <w:rFonts w:hint="eastAsia"/>
          <w:rtl/>
        </w:rPr>
        <w:t>للَّـٰعِنُونَ</w:t>
      </w:r>
      <w:r>
        <w:rPr>
          <w:rtl/>
        </w:rPr>
        <w:t xml:space="preserve"> (١٥٩</w:t>
      </w:r>
      <w:r w:rsidR="009229E3">
        <w:rPr>
          <w:rtl/>
        </w:rPr>
        <w:t>)</w:t>
      </w:r>
      <w:r>
        <w:rPr>
          <w:rtl/>
        </w:rPr>
        <w:t xml:space="preserve"> إِلَّا </w:t>
      </w:r>
      <w:r>
        <w:rPr>
          <w:rFonts w:hint="cs"/>
          <w:rtl/>
        </w:rPr>
        <w:t>ٱ</w:t>
      </w:r>
      <w:r>
        <w:rPr>
          <w:rFonts w:hint="eastAsia"/>
          <w:rtl/>
        </w:rPr>
        <w:t>لَّذِينَ</w:t>
      </w:r>
      <w:r>
        <w:rPr>
          <w:rtl/>
        </w:rPr>
        <w:t xml:space="preserve"> تَابُواْ وَأَصۡلَحُواْ وَبَيَّنُوا</w:t>
      </w:r>
      <w:r>
        <w:rPr>
          <w:rFonts w:hint="eastAsia"/>
          <w:rtl/>
        </w:rPr>
        <w:t>ْ</w:t>
      </w:r>
      <w:r>
        <w:rPr>
          <w:rtl/>
        </w:rPr>
        <w:t xml:space="preserve"> فَأُوْلَـٰٓ</w:t>
      </w:r>
      <w:r>
        <w:rPr>
          <w:rFonts w:hint="cs"/>
          <w:rtl/>
        </w:rPr>
        <w:t>ٮِٕ</w:t>
      </w:r>
      <w:r>
        <w:rPr>
          <w:rFonts w:hint="eastAsia"/>
          <w:rtl/>
        </w:rPr>
        <w:t>كَ</w:t>
      </w:r>
      <w:r>
        <w:rPr>
          <w:rtl/>
        </w:rPr>
        <w:t xml:space="preserve"> أَتُوبُ عَلَيۡ</w:t>
      </w:r>
      <w:r w:rsidR="001E6BAB" w:rsidRPr="001E6BAB">
        <w:rPr>
          <w:rFonts w:hint="cs"/>
          <w:rtl/>
        </w:rPr>
        <w:t>ه</w:t>
      </w:r>
      <w:r w:rsidRPr="00595365">
        <w:rPr>
          <w:rFonts w:hint="cs"/>
          <w:rtl/>
        </w:rPr>
        <w:t xml:space="preserve">مۡ‌ۚ وَأَنَا </w:t>
      </w:r>
      <w:r>
        <w:rPr>
          <w:rFonts w:hint="cs"/>
          <w:rtl/>
        </w:rPr>
        <w:t>ٱ</w:t>
      </w:r>
      <w:r>
        <w:rPr>
          <w:rFonts w:hint="eastAsia"/>
          <w:rtl/>
        </w:rPr>
        <w:t>لتَّوَّابُ</w:t>
      </w:r>
      <w:r>
        <w:rPr>
          <w:rtl/>
        </w:rPr>
        <w:t xml:space="preserve"> </w:t>
      </w:r>
      <w:r>
        <w:rPr>
          <w:rFonts w:hint="cs"/>
          <w:rtl/>
        </w:rPr>
        <w:t>ٱ</w:t>
      </w:r>
      <w:r>
        <w:rPr>
          <w:rFonts w:hint="eastAsia"/>
          <w:rtl/>
        </w:rPr>
        <w:t>لرَّحِيمُ</w:t>
      </w:r>
      <w:r>
        <w:rPr>
          <w:rtl/>
        </w:rPr>
        <w:t xml:space="preserve"> (١٦٠</w:t>
      </w:r>
      <w:r w:rsidR="009229E3">
        <w:rPr>
          <w:rtl/>
        </w:rPr>
        <w:t>)</w:t>
      </w:r>
      <w:r>
        <w:rPr>
          <w:rtl/>
        </w:rPr>
        <w:t xml:space="preserve"> إِنَّ </w:t>
      </w:r>
      <w:r>
        <w:rPr>
          <w:rFonts w:hint="cs"/>
          <w:rtl/>
        </w:rPr>
        <w:t>ٱ</w:t>
      </w:r>
      <w:r>
        <w:rPr>
          <w:rFonts w:hint="eastAsia"/>
          <w:rtl/>
        </w:rPr>
        <w:t>لَّذِينَ</w:t>
      </w:r>
      <w:r>
        <w:rPr>
          <w:rtl/>
        </w:rPr>
        <w:t xml:space="preserve"> كَفَرُواْ وَمَاتُواْ وَهُمۡ كُفَّارٌ أُوْلَـٰٓ</w:t>
      </w:r>
      <w:r>
        <w:rPr>
          <w:rFonts w:hint="cs"/>
          <w:rtl/>
        </w:rPr>
        <w:t>ٮِٕ</w:t>
      </w:r>
      <w:r>
        <w:rPr>
          <w:rFonts w:hint="eastAsia"/>
          <w:rtl/>
        </w:rPr>
        <w:t>كَ</w:t>
      </w:r>
      <w:r>
        <w:rPr>
          <w:rtl/>
        </w:rPr>
        <w:t xml:space="preserve"> عَلَيۡ</w:t>
      </w:r>
      <w:r w:rsidR="001E6BAB" w:rsidRPr="001E6BAB">
        <w:rPr>
          <w:rFonts w:hint="cs"/>
          <w:rtl/>
        </w:rPr>
        <w:t>ه</w:t>
      </w:r>
      <w:r w:rsidRPr="00595365">
        <w:rPr>
          <w:rFonts w:hint="cs"/>
          <w:rtl/>
        </w:rPr>
        <w:t xml:space="preserve">مۡ لَعۡنَةُ </w:t>
      </w:r>
      <w:r>
        <w:rPr>
          <w:rFonts w:hint="cs"/>
          <w:rtl/>
        </w:rPr>
        <w:t>ٱ</w:t>
      </w:r>
      <w:r>
        <w:rPr>
          <w:rFonts w:hint="eastAsia"/>
          <w:rtl/>
        </w:rPr>
        <w:t>للَّهِ</w:t>
      </w:r>
      <w:r>
        <w:rPr>
          <w:rtl/>
        </w:rPr>
        <w:t xml:space="preserve"> وَ</w:t>
      </w:r>
      <w:r>
        <w:rPr>
          <w:rFonts w:hint="cs"/>
          <w:rtl/>
        </w:rPr>
        <w:t>ٱ</w:t>
      </w:r>
      <w:r>
        <w:rPr>
          <w:rFonts w:hint="eastAsia"/>
          <w:rtl/>
        </w:rPr>
        <w:t>لۡمَلَـٰٓ</w:t>
      </w:r>
      <w:r>
        <w:rPr>
          <w:rFonts w:hint="cs"/>
          <w:rtl/>
        </w:rPr>
        <w:t>ٮِٕ</w:t>
      </w:r>
      <w:r>
        <w:rPr>
          <w:rFonts w:hint="eastAsia"/>
          <w:rtl/>
        </w:rPr>
        <w:t>كَةِ</w:t>
      </w:r>
      <w:r>
        <w:rPr>
          <w:rtl/>
        </w:rPr>
        <w:t xml:space="preserve"> وَ</w:t>
      </w:r>
      <w:r>
        <w:rPr>
          <w:rFonts w:hint="cs"/>
          <w:rtl/>
        </w:rPr>
        <w:t>ٱ</w:t>
      </w:r>
      <w:r>
        <w:rPr>
          <w:rFonts w:hint="eastAsia"/>
          <w:rtl/>
        </w:rPr>
        <w:t>لنَّاسِ</w:t>
      </w:r>
      <w:r>
        <w:rPr>
          <w:rtl/>
        </w:rPr>
        <w:t xml:space="preserve"> أَجۡمَعِينَ (١٦١</w:t>
      </w:r>
      <w:r w:rsidR="009229E3">
        <w:rPr>
          <w:rtl/>
        </w:rPr>
        <w:t>)</w:t>
      </w:r>
      <w:r>
        <w:rPr>
          <w:rtl/>
        </w:rPr>
        <w:t xml:space="preserve"> خَـٰلِدِينَ فِي</w:t>
      </w:r>
      <w:r w:rsidR="001E6BAB" w:rsidRPr="001E6BAB">
        <w:rPr>
          <w:rFonts w:hint="cs"/>
          <w:rtl/>
        </w:rPr>
        <w:t>ه</w:t>
      </w:r>
      <w:r w:rsidRPr="00595365">
        <w:rPr>
          <w:rFonts w:hint="cs"/>
          <w:rtl/>
        </w:rPr>
        <w:t>ا‌ۖ لَا يُخَفَّفُ</w:t>
      </w:r>
      <w:r>
        <w:rPr>
          <w:rtl/>
        </w:rPr>
        <w:t xml:space="preserve"> عَنۡ</w:t>
      </w:r>
      <w:r w:rsidR="001E6BAB" w:rsidRPr="001E6BAB">
        <w:rPr>
          <w:rFonts w:hint="cs"/>
          <w:rtl/>
        </w:rPr>
        <w:t>ه</w:t>
      </w:r>
      <w:r w:rsidRPr="00595365">
        <w:rPr>
          <w:rFonts w:hint="cs"/>
          <w:rtl/>
        </w:rPr>
        <w:t xml:space="preserve">مُ </w:t>
      </w:r>
      <w:r>
        <w:rPr>
          <w:rFonts w:hint="cs"/>
          <w:rtl/>
        </w:rPr>
        <w:t>ٱ</w:t>
      </w:r>
      <w:r>
        <w:rPr>
          <w:rFonts w:hint="eastAsia"/>
          <w:rtl/>
        </w:rPr>
        <w:t>لۡعَذَابُ</w:t>
      </w:r>
      <w:r>
        <w:rPr>
          <w:rtl/>
        </w:rPr>
        <w:t xml:space="preserve"> وَلَا هُمۡ يُنظَرُونَ (١٦٢</w:t>
      </w:r>
      <w:r w:rsidR="009229E3">
        <w:rPr>
          <w:rtl/>
        </w:rPr>
        <w:t>)</w:t>
      </w:r>
    </w:p>
    <w:p w:rsidR="001A403D" w:rsidRDefault="001A403D" w:rsidP="00E36567">
      <w:pPr>
        <w:pStyle w:val="libBoldItalic"/>
      </w:pPr>
      <w:r>
        <w:t>No doubt, those who conceal the clear proofs and the guidance which We revealed, after We had made it clear in the Book for the people, those are cursed by Allah and cursed by those who curse. (159) Except for those who repent and correct themselves and manifest (what they concealed), those - I will accept their repentance, and I am the Accepting of repentance, the Merciful. (160) Indeed, those who disbelieve, and die while they are disbelievers, on them is the curse of Allah and of angels and of the people all together. (161) Dwelling eternally therein, the punishment will not be lightened for them, nor will they be reprieved (respite). (162)</w:t>
      </w:r>
    </w:p>
    <w:p w:rsidR="001A403D" w:rsidRDefault="001A403D" w:rsidP="00E36567">
      <w:pPr>
        <w:pStyle w:val="libNormal"/>
      </w:pPr>
      <w:r>
        <w:t>1-“Those who conceal the clear proofs and the guidance which We relealed” that means concerning Ali asws. (Imam Jafar Sadiq asws) (al-Burhan, v1, p368)</w:t>
      </w:r>
    </w:p>
    <w:p w:rsidR="001A403D" w:rsidRDefault="001A403D" w:rsidP="00E36567">
      <w:pPr>
        <w:pStyle w:val="libNormal"/>
      </w:pPr>
      <w:r>
        <w:t>2-Imam Mohammad Baqir asws said: I swear by Allah, it means us. (al-Burhan, v1, p368)</w:t>
      </w:r>
    </w:p>
    <w:p w:rsidR="001A403D" w:rsidRDefault="001A403D" w:rsidP="00E36567">
      <w:pPr>
        <w:pStyle w:val="libNormal"/>
      </w:pPr>
      <w:r>
        <w:t>3-Rasool Allah sawaw said: If a person is asked a question of knowledge and he knows it but conceals it, then on the day of Qiyamah he will be given the rein of Fire, they are those on whom Allah curses and those who curse curse. (al-Burhan, v1, p369)</w:t>
      </w:r>
    </w:p>
    <w:p w:rsidR="001A403D" w:rsidRDefault="001A403D" w:rsidP="00E36567">
      <w:pPr>
        <w:pStyle w:val="libNormal"/>
      </w:pPr>
      <w:r>
        <w:t>4-Those Ulma are good among the creation who correct. And after Iblees, Firoun, and those who adopt the names &amp; Alqabaat (agnomen) of Masumeen asws and snatching their (asws) possessions &amp; government, worse are those Ulma who create corruption by revealing Batil and concealing Haqq, it is about them Allah Azza wa Jalla says: They are those on whom Allah curses and those who curse curse. (Amirul Momineen asws, Imam Hassan Askari asws) (al-Burhan, v1, p369)</w:t>
      </w:r>
    </w:p>
    <w:p w:rsidR="001A403D" w:rsidRDefault="001A403D" w:rsidP="00E36567">
      <w:pPr>
        <w:pStyle w:val="libNormal"/>
      </w:pPr>
      <w:r>
        <w:t>5-But those who repent from concealing Haqq, and correct their deeds and rectify that they will not create corruption by wrong Taweel, and will not oppose the superiority of the superior ones, and the right of the right-worthy ones, and will narrate the praise &amp; merits of Mohammad Mustafa sawaw which Allah has narrated, and what Allah has mentioned about Ali asws &amp; his character, and what Rasool Allah sawaw has told about him, repentance of those people will be accepted. (Imam Hassan Askari asws) (al-Burhan, v1, p369)</w:t>
      </w:r>
    </w:p>
    <w:p w:rsidR="001A403D" w:rsidRDefault="001A403D" w:rsidP="00E36567">
      <w:pPr>
        <w:pStyle w:val="libNormal"/>
      </w:pPr>
      <w:r>
        <w:t xml:space="preserve">6-Those who disobeyed Allah by rejecting the Nabuwat of Mohammad sawaw and Walayat of Ali ibne Abi Talib asws, and they died on the same denial, they are those on whom Allah curses, they will remain far from the Mercy of Allah, and deprived from reward, and Angels (a.s.) curse on them, and all humans curse all together, because all are deputed (commanded) to curse, and even Kafirs say that curse of Allah on Kafirs, i.e. they curse on themselves, and will remain in curse for ever in the Fire of Hell, where </w:t>
      </w:r>
      <w:r>
        <w:lastRenderedPageBreak/>
        <w:t>punishment will not be lightened for a day or even for an hour, nor they will get respite for an hour that punishment can be delayed. (Imam Hassan Askari asws) (al-Burhan, v1, p370)</w:t>
      </w:r>
    </w:p>
    <w:p w:rsidR="001A403D" w:rsidRDefault="001A403D" w:rsidP="00E36567">
      <w:pPr>
        <w:pStyle w:val="libNormal"/>
      </w:pPr>
      <w:r>
        <w:t>7-Who conceal the attributes of Mohammad Rasool Allah sawaw, and oppose the characteristics of Ali Wali Ullah asws, when the Angel of Death comes to capture their spirit, with a horrible scene &amp; furious face, and transgressor Shaitans who know him surround him at the time of death, at that time Malak-ul-Maut (a.s.) says: O evil soul, you disobeyed Rabb by opposing the Nabuwat of Mohammad sawaw and by opposing Ali Wali asws, so get the good-news of Curse &amp; Wrath of Allah, raise your head and see by opening your eyes. So he will see that Mohammad sawaw is sitting on a throne in front of the Arsh of Rahman, and Ali asws is sitting in front of him on a chair, and all Imams asws are sitting on their honoured places with them. Then palaces, grades, and stations will be shown by opening the doors of Jannah, and it will be said to him: If you would have love of Masumeen asws, then your soul would have risen in their presence, and your destination would have been these paradises, and these would have been your stations, but you opposed them, therefore you can not go in their presence, and the stations of Jannah are Haraam for you. Then curtain of Hell will be raised, and he will see its atrocities, hardships, scorpions, snakes, pythons, whips &amp; reins of punishment, and it will be told: This is your abode, these Shaitans who are surrounding you, they misguided you, and you listened to them, now stay with them. So his death will occur in severe regret and despair. (Rasool Allah sawaw) (al-Burhan, v1, p370)</w:t>
      </w:r>
    </w:p>
    <w:p w:rsidR="001A403D" w:rsidRDefault="001A403D" w:rsidP="009229E3">
      <w:pPr>
        <w:pStyle w:val="libCenterBold1"/>
      </w:pPr>
      <w:r>
        <w:t>Lesson:</w:t>
      </w:r>
    </w:p>
    <w:p w:rsidR="001A403D" w:rsidRDefault="001A403D" w:rsidP="001A403D">
      <w:pPr>
        <w:pStyle w:val="libNormal"/>
      </w:pPr>
      <w:r>
        <w:t>1-If you talk to an Alim about the Ayaat &amp; Ahadees concerning Walayat-e-Ali asws, and he gives an ambiguous answer using different tricks of his trade, then he is Mal’oon (accursed) and worthy of severe punishment in the Hereafter. Because such people create corruption by spreading Batil by saying: Do not recite the testimony of Walayat-e-Ali asws in the presence of Allah. More accursed &amp; doomed among such Ulma are those who adopt Alqabaat of Masumeen asws for themselves.</w:t>
      </w:r>
    </w:p>
    <w:p w:rsidR="001A403D" w:rsidRDefault="001A403D" w:rsidP="001A403D">
      <w:pPr>
        <w:pStyle w:val="libNormal"/>
      </w:pPr>
      <w:r>
        <w:t>2-If someone repents that he will never doubt about the merits of Masumeen asws, and will testify Walayat of Masumeen asws in the presence of Allah daily, and will narrate the Ayaat &amp; Ahadees in favour of Walayat with heartly faith, then his repentance will be accepted and Blessing of Allah will be on him.</w:t>
      </w:r>
    </w:p>
    <w:p w:rsidR="001A403D" w:rsidRDefault="001A403D" w:rsidP="001A403D">
      <w:pPr>
        <w:pStyle w:val="libNormal"/>
      </w:pPr>
      <w:r>
        <w:t>3-When people curse on the enemies of Ahlul Bait asws all together, then in fact Muqassireen among them curse on themselves because they reject the testimony of Walayat-e-Ali asws, and they ruin the whole work of Risalat according to their thoughts.</w:t>
      </w:r>
    </w:p>
    <w:p w:rsidR="001A403D" w:rsidRDefault="001A403D" w:rsidP="001A403D">
      <w:pPr>
        <w:pStyle w:val="libNormal"/>
      </w:pPr>
      <w:r>
        <w:t xml:space="preserve">4-Those who hide the characteristics of Rasool Allah sawaw that he invited towards Walayat-e-Ali asws in his whole apparent life, he announced, gave sermons, gave written instructions, took covenant and allegiance, acted himself on it, gave his life for it, tolerated allegations of obsession &amp; confusion for its sake; and who hide the features &amp; attributes of Maola Ali asws that Ali asws is expresser of all Attributes of Allah, he is </w:t>
      </w:r>
      <w:r>
        <w:lastRenderedPageBreak/>
        <w:t>Noorullah, Aeenullah, Uznullah, Lisanullah, Wajhullah, Janbullah, Yadullah, Nafsullah, Qalbullah, Mashiyatullah, Aalallah, Zikrullah al-Akbar, Ismullah, Ayatul-Kubra, Ayatul-Uzma, Hujjatullah, Asadullah, Waliullah, Head &amp; Spirit of Mohammad sawaw, the spirit &amp; destination of all Ibadaat of Allah; the scene of death of such people you have read in detail in the Hadees of Rasool Allah sawaw.</w:t>
      </w:r>
    </w:p>
    <w:p w:rsidR="001A403D" w:rsidRDefault="001A403D" w:rsidP="00385B48">
      <w:pPr>
        <w:pStyle w:val="libAr"/>
      </w:pPr>
      <w:r>
        <w:rPr>
          <w:rFonts w:hint="eastAsia"/>
          <w:rtl/>
        </w:rPr>
        <w:t>وَمِنَ</w:t>
      </w:r>
      <w:r>
        <w:rPr>
          <w:rtl/>
        </w:rPr>
        <w:t xml:space="preserve"> </w:t>
      </w:r>
      <w:r>
        <w:rPr>
          <w:rFonts w:hint="cs"/>
          <w:rtl/>
        </w:rPr>
        <w:t>ٱ</w:t>
      </w:r>
      <w:r>
        <w:rPr>
          <w:rFonts w:hint="eastAsia"/>
          <w:rtl/>
        </w:rPr>
        <w:t>لنَّاسِ</w:t>
      </w:r>
      <w:r>
        <w:rPr>
          <w:rtl/>
        </w:rPr>
        <w:t xml:space="preserve"> مَن يَتَّخِذُ مِن دُونِ </w:t>
      </w:r>
      <w:r>
        <w:rPr>
          <w:rFonts w:hint="cs"/>
          <w:rtl/>
        </w:rPr>
        <w:t>ٱ</w:t>
      </w:r>
      <w:r>
        <w:rPr>
          <w:rFonts w:hint="eastAsia"/>
          <w:rtl/>
        </w:rPr>
        <w:t>للَّهِ</w:t>
      </w:r>
      <w:r>
        <w:rPr>
          <w:rtl/>
        </w:rPr>
        <w:t xml:space="preserve"> أَندَادً۬ا يُحِبُّونَ</w:t>
      </w:r>
      <w:r w:rsidR="001E6BAB" w:rsidRPr="001E6BAB">
        <w:rPr>
          <w:rFonts w:hint="cs"/>
          <w:rtl/>
        </w:rPr>
        <w:t>ه</w:t>
      </w:r>
      <w:r w:rsidRPr="00595365">
        <w:rPr>
          <w:rFonts w:hint="cs"/>
          <w:rtl/>
        </w:rPr>
        <w:t xml:space="preserve">مۡ كَحُبِّ </w:t>
      </w:r>
      <w:r>
        <w:rPr>
          <w:rFonts w:hint="cs"/>
          <w:rtl/>
        </w:rPr>
        <w:t>ٱ</w:t>
      </w:r>
      <w:r>
        <w:rPr>
          <w:rFonts w:hint="eastAsia"/>
          <w:rtl/>
        </w:rPr>
        <w:t>للَّهِ‌ۖ</w:t>
      </w:r>
      <w:r>
        <w:rPr>
          <w:rtl/>
        </w:rPr>
        <w:t xml:space="preserve"> وَ</w:t>
      </w:r>
      <w:r>
        <w:rPr>
          <w:rFonts w:hint="cs"/>
          <w:rtl/>
        </w:rPr>
        <w:t>ٱ</w:t>
      </w:r>
      <w:r>
        <w:rPr>
          <w:rFonts w:hint="eastAsia"/>
          <w:rtl/>
        </w:rPr>
        <w:t>لَّذِينَ</w:t>
      </w:r>
      <w:r>
        <w:rPr>
          <w:rtl/>
        </w:rPr>
        <w:t xml:space="preserve"> ءَامَنُوٓاْ أَشَدُّ حُبًّ۬ا لِّلَّهِ‌ۗ وَلَوۡ يَرَى </w:t>
      </w:r>
      <w:r>
        <w:rPr>
          <w:rFonts w:hint="cs"/>
          <w:rtl/>
        </w:rPr>
        <w:t>ٱ</w:t>
      </w:r>
      <w:r>
        <w:rPr>
          <w:rFonts w:hint="eastAsia"/>
          <w:rtl/>
        </w:rPr>
        <w:t>لَّذِينَ</w:t>
      </w:r>
      <w:r>
        <w:rPr>
          <w:rtl/>
        </w:rPr>
        <w:t xml:space="preserve"> ظَلَمُوٓاْ إِذۡ يَرَوۡنَ </w:t>
      </w:r>
      <w:r>
        <w:rPr>
          <w:rFonts w:hint="cs"/>
          <w:rtl/>
        </w:rPr>
        <w:t>ٱ</w:t>
      </w:r>
      <w:r>
        <w:rPr>
          <w:rFonts w:hint="eastAsia"/>
          <w:rtl/>
        </w:rPr>
        <w:t>لۡعَذَابَ</w:t>
      </w:r>
      <w:r>
        <w:rPr>
          <w:rtl/>
        </w:rPr>
        <w:t xml:space="preserve"> أَنَّ </w:t>
      </w:r>
      <w:r>
        <w:rPr>
          <w:rFonts w:hint="cs"/>
          <w:rtl/>
        </w:rPr>
        <w:t>ٱ</w:t>
      </w:r>
      <w:r>
        <w:rPr>
          <w:rFonts w:hint="eastAsia"/>
          <w:rtl/>
        </w:rPr>
        <w:t>لۡقُوَّةَ</w:t>
      </w:r>
      <w:r>
        <w:rPr>
          <w:rtl/>
        </w:rPr>
        <w:t xml:space="preserve"> لِلَّهِ جَمِيعً۬ا وَأَنَّ </w:t>
      </w:r>
      <w:r>
        <w:rPr>
          <w:rFonts w:hint="cs"/>
          <w:rtl/>
        </w:rPr>
        <w:t>ٱ</w:t>
      </w:r>
      <w:r>
        <w:rPr>
          <w:rFonts w:hint="eastAsia"/>
          <w:rtl/>
        </w:rPr>
        <w:t>للَّهَ</w:t>
      </w:r>
      <w:r>
        <w:rPr>
          <w:rtl/>
        </w:rPr>
        <w:t xml:space="preserve"> شَد</w:t>
      </w:r>
      <w:r>
        <w:rPr>
          <w:rFonts w:hint="eastAsia"/>
          <w:rtl/>
        </w:rPr>
        <w:t>ِيدُ</w:t>
      </w:r>
      <w:r>
        <w:rPr>
          <w:rtl/>
        </w:rPr>
        <w:t xml:space="preserve"> </w:t>
      </w:r>
      <w:r>
        <w:rPr>
          <w:rFonts w:hint="cs"/>
          <w:rtl/>
        </w:rPr>
        <w:t>ٱ</w:t>
      </w:r>
      <w:r>
        <w:rPr>
          <w:rFonts w:hint="eastAsia"/>
          <w:rtl/>
        </w:rPr>
        <w:t>لۡعَذَابِ</w:t>
      </w:r>
      <w:r>
        <w:rPr>
          <w:rtl/>
        </w:rPr>
        <w:t xml:space="preserve"> (١٦٥</w:t>
      </w:r>
      <w:r w:rsidR="009229E3">
        <w:rPr>
          <w:rtl/>
        </w:rPr>
        <w:t>)</w:t>
      </w:r>
      <w:r>
        <w:rPr>
          <w:rtl/>
        </w:rPr>
        <w:t xml:space="preserve"> إِذۡ تَبَرَّأَ </w:t>
      </w:r>
      <w:r>
        <w:rPr>
          <w:rFonts w:hint="cs"/>
          <w:rtl/>
        </w:rPr>
        <w:t>ٱ</w:t>
      </w:r>
      <w:r>
        <w:rPr>
          <w:rFonts w:hint="eastAsia"/>
          <w:rtl/>
        </w:rPr>
        <w:t>لَّذِينَ</w:t>
      </w:r>
      <w:r>
        <w:rPr>
          <w:rtl/>
        </w:rPr>
        <w:t xml:space="preserve"> </w:t>
      </w:r>
      <w:r>
        <w:rPr>
          <w:rFonts w:hint="cs"/>
          <w:rtl/>
        </w:rPr>
        <w:t>ٱ</w:t>
      </w:r>
      <w:r>
        <w:rPr>
          <w:rFonts w:hint="eastAsia"/>
          <w:rtl/>
        </w:rPr>
        <w:t>تُّبِعُواْ</w:t>
      </w:r>
      <w:r>
        <w:rPr>
          <w:rtl/>
        </w:rPr>
        <w:t xml:space="preserve"> مِنَ </w:t>
      </w:r>
      <w:r>
        <w:rPr>
          <w:rFonts w:hint="cs"/>
          <w:rtl/>
        </w:rPr>
        <w:t>ٱ</w:t>
      </w:r>
      <w:r>
        <w:rPr>
          <w:rFonts w:hint="eastAsia"/>
          <w:rtl/>
        </w:rPr>
        <w:t>لَّذِينَ</w:t>
      </w:r>
      <w:r>
        <w:rPr>
          <w:rtl/>
        </w:rPr>
        <w:t xml:space="preserve"> </w:t>
      </w:r>
      <w:r>
        <w:rPr>
          <w:rFonts w:hint="cs"/>
          <w:rtl/>
        </w:rPr>
        <w:t>ٱ</w:t>
      </w:r>
      <w:r>
        <w:rPr>
          <w:rFonts w:hint="eastAsia"/>
          <w:rtl/>
        </w:rPr>
        <w:t>تَّبَعُواْ</w:t>
      </w:r>
      <w:r>
        <w:rPr>
          <w:rtl/>
        </w:rPr>
        <w:t xml:space="preserve"> وَرَأَوُاْ </w:t>
      </w:r>
      <w:r>
        <w:rPr>
          <w:rFonts w:hint="cs"/>
          <w:rtl/>
        </w:rPr>
        <w:t>ٱ</w:t>
      </w:r>
      <w:r>
        <w:rPr>
          <w:rFonts w:hint="eastAsia"/>
          <w:rtl/>
        </w:rPr>
        <w:t>لۡعَذَابَ</w:t>
      </w:r>
      <w:r>
        <w:rPr>
          <w:rtl/>
        </w:rPr>
        <w:t xml:space="preserve"> وَتَقَطَّعَتۡ بِهِمُ </w:t>
      </w:r>
      <w:r>
        <w:rPr>
          <w:rFonts w:hint="cs"/>
          <w:rtl/>
        </w:rPr>
        <w:t>ٱ</w:t>
      </w:r>
      <w:r>
        <w:rPr>
          <w:rFonts w:hint="eastAsia"/>
          <w:rtl/>
        </w:rPr>
        <w:t>لۡأَسۡبَابُ</w:t>
      </w:r>
      <w:r>
        <w:rPr>
          <w:rtl/>
        </w:rPr>
        <w:t xml:space="preserve"> (١٦٦</w:t>
      </w:r>
      <w:r w:rsidR="009229E3">
        <w:rPr>
          <w:rtl/>
        </w:rPr>
        <w:t>)</w:t>
      </w:r>
      <w:r>
        <w:rPr>
          <w:rtl/>
        </w:rPr>
        <w:t xml:space="preserve"> وَقَالَ </w:t>
      </w:r>
      <w:r>
        <w:rPr>
          <w:rFonts w:hint="cs"/>
          <w:rtl/>
        </w:rPr>
        <w:t>ٱ</w:t>
      </w:r>
      <w:r>
        <w:rPr>
          <w:rFonts w:hint="eastAsia"/>
          <w:rtl/>
        </w:rPr>
        <w:t>لَّذِينَ</w:t>
      </w:r>
      <w:r>
        <w:rPr>
          <w:rtl/>
        </w:rPr>
        <w:t xml:space="preserve"> </w:t>
      </w:r>
      <w:r>
        <w:rPr>
          <w:rFonts w:hint="cs"/>
          <w:rtl/>
        </w:rPr>
        <w:t>ٱ</w:t>
      </w:r>
      <w:r>
        <w:rPr>
          <w:rFonts w:hint="eastAsia"/>
          <w:rtl/>
        </w:rPr>
        <w:t>تَّبَعُواْ</w:t>
      </w:r>
      <w:r>
        <w:rPr>
          <w:rtl/>
        </w:rPr>
        <w:t xml:space="preserve"> لَوۡ أَنَّ لَنَا كَرَّةً۬ فَنَتَبَرَّأَ مِنۡ</w:t>
      </w:r>
      <w:r w:rsidR="001E6BAB" w:rsidRPr="001E6BAB">
        <w:rPr>
          <w:rFonts w:hint="cs"/>
          <w:rtl/>
        </w:rPr>
        <w:t>ه</w:t>
      </w:r>
      <w:r w:rsidRPr="00595365">
        <w:rPr>
          <w:rFonts w:hint="cs"/>
          <w:rtl/>
        </w:rPr>
        <w:t>مۡ كَمَا تَبَرَّءُواْ مِنَّا‌ۗ ك</w:t>
      </w:r>
      <w:r>
        <w:rPr>
          <w:rFonts w:hint="eastAsia"/>
          <w:rtl/>
        </w:rPr>
        <w:t>َذَ</w:t>
      </w:r>
      <w:r w:rsidR="005B7B9E" w:rsidRPr="005B7B9E">
        <w:rPr>
          <w:rFonts w:hint="cs"/>
          <w:rtl/>
        </w:rPr>
        <w:t>ا</w:t>
      </w:r>
      <w:r>
        <w:rPr>
          <w:rFonts w:hint="eastAsia"/>
          <w:rtl/>
        </w:rPr>
        <w:t>لِكَ</w:t>
      </w:r>
      <w:r>
        <w:rPr>
          <w:rtl/>
        </w:rPr>
        <w:t xml:space="preserve"> يُرِيهِمُ </w:t>
      </w:r>
      <w:r>
        <w:rPr>
          <w:rFonts w:hint="cs"/>
          <w:rtl/>
        </w:rPr>
        <w:t>ٱ</w:t>
      </w:r>
      <w:r>
        <w:rPr>
          <w:rFonts w:hint="eastAsia"/>
          <w:rtl/>
        </w:rPr>
        <w:t>للَّهُ</w:t>
      </w:r>
      <w:r>
        <w:rPr>
          <w:rtl/>
        </w:rPr>
        <w:t xml:space="preserve"> أَعۡمَـٰلَهُمۡ حَسَرَ</w:t>
      </w:r>
      <w:r w:rsidR="005B7B9E" w:rsidRPr="005B7B9E">
        <w:rPr>
          <w:rFonts w:hint="cs"/>
          <w:rtl/>
        </w:rPr>
        <w:t>ا</w:t>
      </w:r>
      <w:r>
        <w:rPr>
          <w:rFonts w:hint="eastAsia"/>
          <w:rtl/>
        </w:rPr>
        <w:t>تٍ</w:t>
      </w:r>
      <w:r>
        <w:rPr>
          <w:rtl/>
        </w:rPr>
        <w:t xml:space="preserve"> عَلَيۡ</w:t>
      </w:r>
      <w:r w:rsidR="001E6BAB" w:rsidRPr="001E6BAB">
        <w:rPr>
          <w:rFonts w:hint="cs"/>
          <w:rtl/>
        </w:rPr>
        <w:t>ه</w:t>
      </w:r>
      <w:r w:rsidRPr="00595365">
        <w:rPr>
          <w:rFonts w:hint="cs"/>
          <w:rtl/>
        </w:rPr>
        <w:t xml:space="preserve">مۡ‌ۖ وَمَا هُم بِخَـٰرِجِينَ مِنَ </w:t>
      </w:r>
      <w:r>
        <w:rPr>
          <w:rFonts w:hint="cs"/>
          <w:rtl/>
        </w:rPr>
        <w:t>ٱ</w:t>
      </w:r>
      <w:r>
        <w:rPr>
          <w:rFonts w:hint="eastAsia"/>
          <w:rtl/>
        </w:rPr>
        <w:t>لنَّارِ</w:t>
      </w:r>
      <w:r>
        <w:rPr>
          <w:rtl/>
        </w:rPr>
        <w:t xml:space="preserve"> (١٦٧</w:t>
      </w:r>
      <w:r w:rsidR="009229E3">
        <w:rPr>
          <w:rtl/>
        </w:rPr>
        <w:t>)</w:t>
      </w:r>
    </w:p>
    <w:p w:rsidR="001A403D" w:rsidRDefault="001A403D" w:rsidP="00E36567">
      <w:pPr>
        <w:pStyle w:val="libBoldItalic"/>
      </w:pPr>
      <w:r>
        <w:t>And among the people are some who take other than Allah as equals (to Him), they love them as they (should) love Allah. And those who believe are stronger in their love for Allah. And if those who do injustice would see (understand) what they will (know) on seeing punishment, that all Power belongs to Allah, and that Allah is severe in punishment! (165) When those who had been followed will disassociate (declare immunity, disown) from those who followed (them), and they (all) will see the punishment, and all their means (ties, hopes) will be cut off. (166) And those who followed will say: If a return (to the world) were possible for us, we would disown them even as they have disowned us. Thus will Allah show them their own deeds as regrets for them, and they will never emerge from the Fire. (167)</w:t>
      </w:r>
    </w:p>
    <w:p w:rsidR="001A403D" w:rsidRDefault="001A403D" w:rsidP="00E36567">
      <w:pPr>
        <w:pStyle w:val="libNormal"/>
      </w:pPr>
      <w:r>
        <w:t>1-And among the people are some who take other than Allah as equals (to Him) and love them as they should love Allah, it means that those people who have made the opponents of Ali asws as Imams, instead of that Imam (asws) which Allah has made for the people. Such Imam (man-made) and their Shias are Zalim (unjust). (Imam Mohammad Baqir asws) (al-Burhan, v1, p374)</w:t>
      </w:r>
    </w:p>
    <w:p w:rsidR="001A403D" w:rsidRDefault="001A403D" w:rsidP="00E36567">
      <w:pPr>
        <w:pStyle w:val="libNormal"/>
      </w:pPr>
      <w:r>
        <w:t xml:space="preserve">2-On the day of Qiyamah the announcer will call from the Arsh: Where is Khalifa of Allah on the earth? So Nabi Dawood (a.s.) will stand up. Reply from Allah will come: We do not mean you, no doubt you are Khalifa of Allah. Then second time announcement will be done, so Amirul Momineen Ali ibne Abi Talib asws will stand up. Then announcement will be done from Allah Azza wa Jalla: O all the creations, this is Ali ibne Abi Talib asws, who is Khalifa of Allah on the earth, and Hujjat on His servants, who held fast his rope in the world, he should keep holding his rope fast today as well, so that he can get light from his Noor, and go behind him in the high grades of Jannah. So those people will stand up who kept holding his rope fast in the world, and will go to Jannah behind him. Then a voice will come from Allah Jalla Jalalohu: Beware, who kept connection with which Imam, go behind the same (Imam) wherever he goes. Then that time on Muqallideen their leaders will curse (declare immunity), and they all will have seen Azaab, and their hopes (of salvation) will be cut off. Muqallideen will say: Would that we have a chance to return to the world and we curse </w:t>
      </w:r>
      <w:r>
        <w:lastRenderedPageBreak/>
        <w:t>on our leaders as they are cursing us today, and in this way Allah will show them their deeds as regrets, and they will never come out of the Hell, it means that enemies of Ali asws will remain in Fire eternally. (Imam Jafar Sadiq asws) (al-Burhan, v1, p373)</w:t>
      </w:r>
    </w:p>
    <w:p w:rsidR="001A403D" w:rsidRDefault="001A403D" w:rsidP="009229E3">
      <w:pPr>
        <w:pStyle w:val="libCenterBold1"/>
      </w:pPr>
      <w:r>
        <w:t>Lesson:</w:t>
      </w:r>
    </w:p>
    <w:p w:rsidR="001A403D" w:rsidRDefault="001A403D" w:rsidP="001A403D">
      <w:pPr>
        <w:pStyle w:val="libNormal"/>
      </w:pPr>
      <w:r>
        <w:t>1-It does not matter how great is a Shia Alim, he can not be called as Imam. Only Allah appoints Imams. Self-made Imam and his followers (Shias) are Zalim.</w:t>
      </w:r>
    </w:p>
    <w:p w:rsidR="001A403D" w:rsidRDefault="001A403D" w:rsidP="001A403D">
      <w:pPr>
        <w:pStyle w:val="libNormal"/>
      </w:pPr>
      <w:r>
        <w:t>2-Love, devotion, obedience, and following is only for the pure Imams appointed by Allah.</w:t>
      </w:r>
    </w:p>
    <w:p w:rsidR="001A403D" w:rsidRDefault="001A403D" w:rsidP="001A403D">
      <w:pPr>
        <w:pStyle w:val="libNormal"/>
      </w:pPr>
      <w:r>
        <w:t>3-To get rid of disunion and Hell, hold fast the rope of Walayat of Maola Ali asws in this world and the Hereafter.</w:t>
      </w:r>
    </w:p>
    <w:p w:rsidR="001A403D" w:rsidRDefault="001A403D" w:rsidP="001A403D">
      <w:pPr>
        <w:pStyle w:val="libNormal"/>
      </w:pPr>
      <w:r>
        <w:t>4-Who does Taqleed &amp; obedience of anyone else instead of pure Imams (asws), on the day of Qiyamah he has to go wherever his self-made Imam &amp; leader will go. And both will be going cursing each other. Self-made Imam will say: I did not come &amp; invite you personally to do my Taqleed, I never saw your face whole life even, you did Taqleed yourself by reading my book, so you are responsible yourself. Muqallideen will curse: You took responsibility in your book with your signature &amp; seal that who will act on it will be free from answerability, now what good deeds we performed according to your order (Fatawa), Allah has made them ashes and blew them away, because they were not according to the commandments of Allah &amp; Masumeen asws. Muqallideen will regret: Would that we were acting on the books of Masumeen asws instead of the book devised by Mulla, and would that we were immune to self-made Imam.</w:t>
      </w:r>
    </w:p>
    <w:p w:rsidR="001A403D" w:rsidRDefault="001A403D" w:rsidP="00385B48">
      <w:pPr>
        <w:pStyle w:val="libAr"/>
      </w:pPr>
      <w:r>
        <w:rPr>
          <w:rFonts w:hint="eastAsia"/>
          <w:rtl/>
        </w:rPr>
        <w:t>إِنَّمَا</w:t>
      </w:r>
      <w:r>
        <w:rPr>
          <w:rtl/>
        </w:rPr>
        <w:t xml:space="preserve"> يَأۡمُرُكُم بِ</w:t>
      </w:r>
      <w:r>
        <w:rPr>
          <w:rFonts w:hint="cs"/>
          <w:rtl/>
        </w:rPr>
        <w:t>ٱ</w:t>
      </w:r>
      <w:r>
        <w:rPr>
          <w:rFonts w:hint="eastAsia"/>
          <w:rtl/>
        </w:rPr>
        <w:t>لسُّوٓءِ</w:t>
      </w:r>
      <w:r>
        <w:rPr>
          <w:rtl/>
        </w:rPr>
        <w:t xml:space="preserve"> وَ</w:t>
      </w:r>
      <w:r>
        <w:rPr>
          <w:rFonts w:hint="cs"/>
          <w:rtl/>
        </w:rPr>
        <w:t>ٱ</w:t>
      </w:r>
      <w:r>
        <w:rPr>
          <w:rFonts w:hint="eastAsia"/>
          <w:rtl/>
        </w:rPr>
        <w:t>لۡفَحۡشَآءِ</w:t>
      </w:r>
      <w:r>
        <w:rPr>
          <w:rtl/>
        </w:rPr>
        <w:t xml:space="preserve"> وَأَن تَقُولُواْ عَلَى </w:t>
      </w:r>
      <w:r>
        <w:rPr>
          <w:rFonts w:hint="cs"/>
          <w:rtl/>
        </w:rPr>
        <w:t>ٱ</w:t>
      </w:r>
      <w:r>
        <w:rPr>
          <w:rFonts w:hint="eastAsia"/>
          <w:rtl/>
        </w:rPr>
        <w:t>للَّهِ</w:t>
      </w:r>
      <w:r>
        <w:rPr>
          <w:rtl/>
        </w:rPr>
        <w:t xml:space="preserve"> مَا لَا تَعۡلَمُونَ (١٦٩</w:t>
      </w:r>
      <w:r w:rsidR="009229E3">
        <w:rPr>
          <w:rtl/>
        </w:rPr>
        <w:t>)</w:t>
      </w:r>
    </w:p>
    <w:p w:rsidR="001A403D" w:rsidRDefault="001A403D" w:rsidP="00E36567">
      <w:pPr>
        <w:pStyle w:val="libBoldItalic"/>
      </w:pPr>
      <w:r>
        <w:t>He orders you only evil and immorality, and that you should say about Allah that which you know not. (169)</w:t>
      </w:r>
    </w:p>
    <w:p w:rsidR="001A403D" w:rsidRDefault="001A403D" w:rsidP="00E36567">
      <w:pPr>
        <w:pStyle w:val="libNormal"/>
      </w:pPr>
      <w:r>
        <w:t>1-Shaitan only and only orders evil religion and faith, concerning the best creation of Allah, Mohammad Rasool Allah sawaw, and concerning the opposition of the superior Wali asws among all the Aoliya (a.s.) after Mohammad Rasool Allah sawaw, that to say such things about his Imamat which Allah has not declared about his Imamat. (Imam Hassan Askari asws) (al-Burhan, v1, p377)</w:t>
      </w:r>
    </w:p>
    <w:p w:rsidR="001A403D" w:rsidRDefault="001A403D" w:rsidP="009229E3">
      <w:pPr>
        <w:pStyle w:val="libCenterBold1"/>
      </w:pPr>
      <w:r>
        <w:t>Lesson:</w:t>
      </w:r>
    </w:p>
    <w:p w:rsidR="001A403D" w:rsidRDefault="001A403D" w:rsidP="001A403D">
      <w:pPr>
        <w:pStyle w:val="libNormal"/>
      </w:pPr>
      <w:r>
        <w:t>1-Those people who doubt about the knowledge of unseen of Masumeen asws, object about their (asws) being Hazir, Nazir, and helper, talk nonsense about their (asws) purity &amp; infallibility, consider them (asws) humans like themselves, consider that they (asws) can do mistake &amp; forget, trust on their own so-called good deeds than their (asws) intercession, prefer the Fatawa of a fallible Mulla over a saying of Masoom asws &amp; Quranic verse, who want to stop Azadari with different tricks, such people are on the religion of Iblees.</w:t>
      </w:r>
    </w:p>
    <w:p w:rsidR="001A403D" w:rsidRDefault="001A403D" w:rsidP="00385B48">
      <w:pPr>
        <w:pStyle w:val="libAr"/>
      </w:pPr>
      <w:r>
        <w:rPr>
          <w:rFonts w:hint="eastAsia"/>
          <w:rtl/>
        </w:rPr>
        <w:t>يَـٰٓأَيُّهَا</w:t>
      </w:r>
      <w:r>
        <w:rPr>
          <w:rtl/>
        </w:rPr>
        <w:t xml:space="preserve"> </w:t>
      </w:r>
      <w:r>
        <w:rPr>
          <w:rFonts w:hint="cs"/>
          <w:rtl/>
        </w:rPr>
        <w:t>ٱ</w:t>
      </w:r>
      <w:r>
        <w:rPr>
          <w:rFonts w:hint="eastAsia"/>
          <w:rtl/>
        </w:rPr>
        <w:t>لَّذِينَ</w:t>
      </w:r>
      <w:r>
        <w:rPr>
          <w:rtl/>
        </w:rPr>
        <w:t xml:space="preserve"> ءَامَنُواْ </w:t>
      </w:r>
      <w:r w:rsidR="001E6BAB" w:rsidRPr="001E6BAB">
        <w:rPr>
          <w:rFonts w:hint="cs"/>
          <w:rtl/>
        </w:rPr>
        <w:t>ک</w:t>
      </w:r>
      <w:r>
        <w:rPr>
          <w:rFonts w:hint="eastAsia"/>
          <w:rtl/>
        </w:rPr>
        <w:t>لُواْ</w:t>
      </w:r>
      <w:r>
        <w:rPr>
          <w:rtl/>
        </w:rPr>
        <w:t xml:space="preserve"> مِن طَيِّبَـٰتِ مَا رَزَقۡنَـٰكُمۡ وَ</w:t>
      </w:r>
      <w:r>
        <w:rPr>
          <w:rFonts w:hint="cs"/>
          <w:rtl/>
        </w:rPr>
        <w:t>ٱ</w:t>
      </w:r>
      <w:r>
        <w:rPr>
          <w:rFonts w:hint="eastAsia"/>
          <w:rtl/>
        </w:rPr>
        <w:t>شۡكُرُواْ</w:t>
      </w:r>
      <w:r>
        <w:rPr>
          <w:rtl/>
        </w:rPr>
        <w:t xml:space="preserve"> لِلَّهِ إِن </w:t>
      </w:r>
      <w:r w:rsidR="001E6BAB" w:rsidRPr="001E6BAB">
        <w:rPr>
          <w:rFonts w:hint="cs"/>
          <w:rtl/>
        </w:rPr>
        <w:t>ک</w:t>
      </w:r>
      <w:r>
        <w:rPr>
          <w:rFonts w:hint="eastAsia"/>
          <w:rtl/>
        </w:rPr>
        <w:t>نتُمۡ</w:t>
      </w:r>
      <w:r>
        <w:rPr>
          <w:rtl/>
        </w:rPr>
        <w:t xml:space="preserve"> إِيَّاهُ تَعۡبُدُونَ (١٧٢</w:t>
      </w:r>
      <w:r w:rsidR="009229E3">
        <w:rPr>
          <w:rtl/>
        </w:rPr>
        <w:t>)</w:t>
      </w:r>
    </w:p>
    <w:p w:rsidR="001A403D" w:rsidRDefault="001A403D" w:rsidP="00E36567">
      <w:pPr>
        <w:pStyle w:val="libBoldItalic"/>
      </w:pPr>
      <w:r>
        <w:lastRenderedPageBreak/>
        <w:t>O you who believe! Eat of the good things which We have provided you, and give thanks to Allah if it is (indeed) He Whom you worship. (172)</w:t>
      </w:r>
    </w:p>
    <w:p w:rsidR="001A403D" w:rsidRDefault="001A403D" w:rsidP="00E36567">
      <w:pPr>
        <w:pStyle w:val="libNormal"/>
      </w:pPr>
      <w:r>
        <w:t>1-O you who believe in Tauheed of Allah, Nabuwat of Mohammad sawaw, and Imamat of Ali Waliullah asws, eat from the good provision which Allah has provided you and be grateful to Allah, for that provision which is due to keeping steadfast on the Walayat of Mohammad sawaw &amp; Ali asws, which overpowers you upon the evil of transgressor Shaitans. Whenever you renew the Walayat of Mohammad sawaw &amp; Ali asws in your hearts, then renew the curse of Allah on transgressor Shaitans as well, and seek refuge of Allah from their blows &amp; magic. Those blows are those doubts &amp; suspicions that there is some person superior to us (Masumeen asws) in this Ummah, or competing or partnership (Shirk) with us Ahlul Bait asws. By Allah, Mohammad-o-Aal-e-Mohammad asws are superior to all Ummah, as Allah has given superiority to sky over the earth. And magic (enchantment) is this that anyone considers that something else can give Shifa (healing) instead of our Ahlul Bait’s asws Zikr &amp; Salawat on us after Quran, because Allah Azza wa Jalla has made Zikr of us Ahlul Bait asws as Shifa of the hearts, and by reciting Salawat on us hardships &amp; sins finish, and faults are rectified, and virtues are increased. If you worship only Him, then be thankful for the Favour of Allah while obeying Him i.e. obey Mohammad sawaw &amp; Ali asws and their Khulfa asws. (Imam Hassan Askari asws) (al-Burhan, v1, p378)</w:t>
      </w:r>
    </w:p>
    <w:p w:rsidR="001A403D" w:rsidRDefault="001A403D" w:rsidP="009229E3">
      <w:pPr>
        <w:pStyle w:val="libCenterBold1"/>
      </w:pPr>
      <w:r>
        <w:t>Lesson:</w:t>
      </w:r>
    </w:p>
    <w:p w:rsidR="001A403D" w:rsidRDefault="001A403D" w:rsidP="001A403D">
      <w:pPr>
        <w:pStyle w:val="libNormal"/>
      </w:pPr>
      <w:r>
        <w:t>1-The food for the spirit of Momin is Walayat of Mohammad-o-Aal-e-Mohammad asws, and curse on the enemies of Masumeen asws. Keep testifying Walayat-e-Ali asws until the last breath to keep renewing the covenant done with Allah.</w:t>
      </w:r>
    </w:p>
    <w:p w:rsidR="001A403D" w:rsidRDefault="001A403D" w:rsidP="001A403D">
      <w:pPr>
        <w:pStyle w:val="libNormal"/>
      </w:pPr>
      <w:r>
        <w:t>2-Who does partnership (Walayat-e-Faqeh) with Walayat of Masumeen asws, or consider himself superior to the Prophets (a.s.), and prevents from Zikr of Maola Ali asws, then understand that he is soldier of Shaitan, who is doing his magic. Do not gather around such jugglers.</w:t>
      </w:r>
    </w:p>
    <w:p w:rsidR="001A403D" w:rsidRDefault="001A403D" w:rsidP="001A403D">
      <w:pPr>
        <w:pStyle w:val="libNormal"/>
      </w:pPr>
      <w:r>
        <w:t>3-If you want to worship only Allah, then obey Mohammad-o-Aal-e-Mohammad asws.</w:t>
      </w:r>
    </w:p>
    <w:p w:rsidR="001A403D" w:rsidRDefault="001A403D" w:rsidP="00385B48">
      <w:pPr>
        <w:pStyle w:val="libAr"/>
      </w:pPr>
      <w:r>
        <w:rPr>
          <w:rFonts w:hint="eastAsia"/>
          <w:rtl/>
        </w:rPr>
        <w:t>إِنَّ</w:t>
      </w:r>
      <w:r>
        <w:rPr>
          <w:rtl/>
        </w:rPr>
        <w:t xml:space="preserve"> </w:t>
      </w:r>
      <w:r>
        <w:rPr>
          <w:rFonts w:hint="cs"/>
          <w:rtl/>
        </w:rPr>
        <w:t>ٱ</w:t>
      </w:r>
      <w:r>
        <w:rPr>
          <w:rFonts w:hint="eastAsia"/>
          <w:rtl/>
        </w:rPr>
        <w:t>لَّذِينَ</w:t>
      </w:r>
      <w:r>
        <w:rPr>
          <w:rtl/>
        </w:rPr>
        <w:t xml:space="preserve"> يَكۡتُمُونَ مَآ أَنزَلَ </w:t>
      </w:r>
      <w:r>
        <w:rPr>
          <w:rFonts w:hint="cs"/>
          <w:rtl/>
        </w:rPr>
        <w:t>ٱ</w:t>
      </w:r>
      <w:r>
        <w:rPr>
          <w:rFonts w:hint="eastAsia"/>
          <w:rtl/>
        </w:rPr>
        <w:t>للَّهُ</w:t>
      </w:r>
      <w:r>
        <w:rPr>
          <w:rtl/>
        </w:rPr>
        <w:t xml:space="preserve"> مِنَ </w:t>
      </w:r>
      <w:r>
        <w:rPr>
          <w:rFonts w:hint="cs"/>
          <w:rtl/>
        </w:rPr>
        <w:t>ٱ</w:t>
      </w:r>
      <w:r>
        <w:rPr>
          <w:rFonts w:hint="eastAsia"/>
          <w:rtl/>
        </w:rPr>
        <w:t>لۡ</w:t>
      </w:r>
      <w:r w:rsidR="001E6BAB" w:rsidRPr="001E6BAB">
        <w:rPr>
          <w:rFonts w:hint="cs"/>
          <w:rtl/>
        </w:rPr>
        <w:t>ک</w:t>
      </w:r>
      <w:r>
        <w:rPr>
          <w:rFonts w:hint="eastAsia"/>
          <w:rtl/>
        </w:rPr>
        <w:t>تَـٰبِ</w:t>
      </w:r>
      <w:r>
        <w:rPr>
          <w:rtl/>
        </w:rPr>
        <w:t xml:space="preserve"> وَيَشۡتَرُونَ بِهِ</w:t>
      </w:r>
      <w:r>
        <w:rPr>
          <w:rFonts w:hint="cs"/>
          <w:rtl/>
        </w:rPr>
        <w:t>ۦ</w:t>
      </w:r>
      <w:r>
        <w:rPr>
          <w:rtl/>
        </w:rPr>
        <w:t xml:space="preserve"> ثَمَنً۬ا قَلِيلاً‌ۙ أُوْلَـٰٓ</w:t>
      </w:r>
      <w:r>
        <w:rPr>
          <w:rFonts w:hint="cs"/>
          <w:rtl/>
        </w:rPr>
        <w:t>ٮِٕ</w:t>
      </w:r>
      <w:r>
        <w:rPr>
          <w:rFonts w:hint="eastAsia"/>
          <w:rtl/>
        </w:rPr>
        <w:t>كَ</w:t>
      </w:r>
      <w:r>
        <w:rPr>
          <w:rtl/>
        </w:rPr>
        <w:t xml:space="preserve"> مَا يَأۡكُلُونَ فِى بُطُونِهِمۡ إِلَّا </w:t>
      </w:r>
      <w:r>
        <w:rPr>
          <w:rFonts w:hint="cs"/>
          <w:rtl/>
        </w:rPr>
        <w:t>ٱ</w:t>
      </w:r>
      <w:r>
        <w:rPr>
          <w:rFonts w:hint="eastAsia"/>
          <w:rtl/>
        </w:rPr>
        <w:t>لنَّارَ</w:t>
      </w:r>
      <w:r>
        <w:rPr>
          <w:rtl/>
        </w:rPr>
        <w:t xml:space="preserve"> وَلَا يُ</w:t>
      </w:r>
      <w:r w:rsidR="001E6BAB" w:rsidRPr="001E6BAB">
        <w:rPr>
          <w:rFonts w:hint="cs"/>
          <w:rtl/>
        </w:rPr>
        <w:t>ک</w:t>
      </w:r>
      <w:r>
        <w:rPr>
          <w:rFonts w:hint="eastAsia"/>
          <w:rtl/>
        </w:rPr>
        <w:t>لِّمُهُمُ</w:t>
      </w:r>
      <w:r>
        <w:rPr>
          <w:rtl/>
        </w:rPr>
        <w:t xml:space="preserve"> </w:t>
      </w:r>
      <w:r>
        <w:rPr>
          <w:rFonts w:hint="cs"/>
          <w:rtl/>
        </w:rPr>
        <w:t>ٱ</w:t>
      </w:r>
      <w:r>
        <w:rPr>
          <w:rFonts w:hint="eastAsia"/>
          <w:rtl/>
        </w:rPr>
        <w:t>للَّهُ</w:t>
      </w:r>
      <w:r>
        <w:rPr>
          <w:rtl/>
        </w:rPr>
        <w:t xml:space="preserve"> يَوۡمَ </w:t>
      </w:r>
      <w:r>
        <w:rPr>
          <w:rFonts w:hint="cs"/>
          <w:rtl/>
        </w:rPr>
        <w:t>ٱ</w:t>
      </w:r>
      <w:r>
        <w:rPr>
          <w:rFonts w:hint="eastAsia"/>
          <w:rtl/>
        </w:rPr>
        <w:t>لۡقِيَـٰمَةِ</w:t>
      </w:r>
      <w:r>
        <w:rPr>
          <w:rtl/>
        </w:rPr>
        <w:t xml:space="preserve"> وَلَا يُزَ</w:t>
      </w:r>
      <w:r w:rsidR="001E6BAB" w:rsidRPr="001E6BAB">
        <w:rPr>
          <w:rFonts w:hint="cs"/>
          <w:rtl/>
        </w:rPr>
        <w:t>ک</w:t>
      </w:r>
      <w:r>
        <w:rPr>
          <w:rFonts w:hint="eastAsia"/>
          <w:rtl/>
        </w:rPr>
        <w:t>يهِمۡ</w:t>
      </w:r>
      <w:r>
        <w:rPr>
          <w:rtl/>
        </w:rPr>
        <w:t xml:space="preserve"> وَلَهُمۡ عَذَابٌ أَ</w:t>
      </w:r>
      <w:r>
        <w:rPr>
          <w:rFonts w:hint="eastAsia"/>
          <w:rtl/>
        </w:rPr>
        <w:t>لِيمٌ</w:t>
      </w:r>
      <w:r>
        <w:rPr>
          <w:rtl/>
        </w:rPr>
        <w:t xml:space="preserve"> (١٧٤</w:t>
      </w:r>
      <w:r w:rsidR="009229E3">
        <w:rPr>
          <w:rtl/>
        </w:rPr>
        <w:t>)</w:t>
      </w:r>
      <w:r>
        <w:rPr>
          <w:rtl/>
        </w:rPr>
        <w:t xml:space="preserve"> أُوْلَـٰٓ</w:t>
      </w:r>
      <w:r>
        <w:rPr>
          <w:rFonts w:hint="cs"/>
          <w:rtl/>
        </w:rPr>
        <w:t>ٮِٕ</w:t>
      </w:r>
      <w:r>
        <w:rPr>
          <w:rFonts w:hint="eastAsia"/>
          <w:rtl/>
        </w:rPr>
        <w:t>كَ</w:t>
      </w:r>
      <w:r>
        <w:rPr>
          <w:rtl/>
        </w:rPr>
        <w:t xml:space="preserve"> </w:t>
      </w:r>
      <w:r>
        <w:rPr>
          <w:rFonts w:hint="cs"/>
          <w:rtl/>
        </w:rPr>
        <w:t>ٱ</w:t>
      </w:r>
      <w:r>
        <w:rPr>
          <w:rFonts w:hint="eastAsia"/>
          <w:rtl/>
        </w:rPr>
        <w:t>لَّذِينَ</w:t>
      </w:r>
      <w:r>
        <w:rPr>
          <w:rtl/>
        </w:rPr>
        <w:t xml:space="preserve"> </w:t>
      </w:r>
      <w:r>
        <w:rPr>
          <w:rFonts w:hint="cs"/>
          <w:rtl/>
        </w:rPr>
        <w:t>ٱ</w:t>
      </w:r>
      <w:r>
        <w:rPr>
          <w:rFonts w:hint="eastAsia"/>
          <w:rtl/>
        </w:rPr>
        <w:t>شۡتَرَوُاْ</w:t>
      </w:r>
      <w:r>
        <w:rPr>
          <w:rtl/>
        </w:rPr>
        <w:t xml:space="preserve"> </w:t>
      </w:r>
      <w:r>
        <w:rPr>
          <w:rFonts w:hint="cs"/>
          <w:rtl/>
        </w:rPr>
        <w:t>ٱ</w:t>
      </w:r>
      <w:r>
        <w:rPr>
          <w:rFonts w:hint="eastAsia"/>
          <w:rtl/>
        </w:rPr>
        <w:t>لضَّلَـٰلَةَ</w:t>
      </w:r>
      <w:r>
        <w:rPr>
          <w:rtl/>
        </w:rPr>
        <w:t xml:space="preserve"> بِ</w:t>
      </w:r>
      <w:r>
        <w:rPr>
          <w:rFonts w:hint="cs"/>
          <w:rtl/>
        </w:rPr>
        <w:t>ٱ</w:t>
      </w:r>
      <w:r>
        <w:rPr>
          <w:rFonts w:hint="eastAsia"/>
          <w:rtl/>
        </w:rPr>
        <w:t>لۡهُدَىٰ</w:t>
      </w:r>
      <w:r>
        <w:rPr>
          <w:rtl/>
        </w:rPr>
        <w:t xml:space="preserve"> وَ</w:t>
      </w:r>
      <w:r>
        <w:rPr>
          <w:rFonts w:hint="cs"/>
          <w:rtl/>
        </w:rPr>
        <w:t>ٱ</w:t>
      </w:r>
      <w:r>
        <w:rPr>
          <w:rFonts w:hint="eastAsia"/>
          <w:rtl/>
        </w:rPr>
        <w:t>لۡعَذَابَ</w:t>
      </w:r>
      <w:r>
        <w:rPr>
          <w:rtl/>
        </w:rPr>
        <w:t xml:space="preserve"> بِ</w:t>
      </w:r>
      <w:r>
        <w:rPr>
          <w:rFonts w:hint="cs"/>
          <w:rtl/>
        </w:rPr>
        <w:t>ٱ</w:t>
      </w:r>
      <w:r>
        <w:rPr>
          <w:rFonts w:hint="eastAsia"/>
          <w:rtl/>
        </w:rPr>
        <w:t>لۡمَغۡفِرَةِ‌ۚ</w:t>
      </w:r>
      <w:r>
        <w:rPr>
          <w:rtl/>
        </w:rPr>
        <w:t xml:space="preserve"> فَمَآ أَصۡبَرَهُمۡ عَلَى </w:t>
      </w:r>
      <w:r>
        <w:rPr>
          <w:rFonts w:hint="cs"/>
          <w:rtl/>
        </w:rPr>
        <w:t>ٱ</w:t>
      </w:r>
      <w:r>
        <w:rPr>
          <w:rFonts w:hint="eastAsia"/>
          <w:rtl/>
        </w:rPr>
        <w:t>لنَّارِ</w:t>
      </w:r>
      <w:r>
        <w:rPr>
          <w:rtl/>
        </w:rPr>
        <w:t xml:space="preserve"> (١٧٥</w:t>
      </w:r>
      <w:r w:rsidR="009229E3">
        <w:rPr>
          <w:rtl/>
        </w:rPr>
        <w:t>)</w:t>
      </w:r>
      <w:r>
        <w:rPr>
          <w:rtl/>
        </w:rPr>
        <w:t xml:space="preserve"> ذَ</w:t>
      </w:r>
      <w:r w:rsidR="005B7B9E" w:rsidRPr="005B7B9E">
        <w:rPr>
          <w:rFonts w:hint="cs"/>
          <w:rtl/>
        </w:rPr>
        <w:t>ا</w:t>
      </w:r>
      <w:r>
        <w:rPr>
          <w:rFonts w:hint="eastAsia"/>
          <w:rtl/>
        </w:rPr>
        <w:t>لِكَ</w:t>
      </w:r>
      <w:r>
        <w:rPr>
          <w:rtl/>
        </w:rPr>
        <w:t xml:space="preserve"> بِأَنَّ </w:t>
      </w:r>
      <w:r>
        <w:rPr>
          <w:rFonts w:hint="cs"/>
          <w:rtl/>
        </w:rPr>
        <w:t>ٱ</w:t>
      </w:r>
      <w:r>
        <w:rPr>
          <w:rFonts w:hint="eastAsia"/>
          <w:rtl/>
        </w:rPr>
        <w:t>للَّهَ</w:t>
      </w:r>
      <w:r>
        <w:rPr>
          <w:rtl/>
        </w:rPr>
        <w:t xml:space="preserve"> نَزَّلَ </w:t>
      </w:r>
      <w:r>
        <w:rPr>
          <w:rFonts w:hint="cs"/>
          <w:rtl/>
        </w:rPr>
        <w:t>ٱ</w:t>
      </w:r>
      <w:r>
        <w:rPr>
          <w:rFonts w:hint="eastAsia"/>
          <w:rtl/>
        </w:rPr>
        <w:t>لۡ</w:t>
      </w:r>
      <w:r w:rsidR="001E6BAB" w:rsidRPr="001E6BAB">
        <w:rPr>
          <w:rFonts w:hint="cs"/>
          <w:rtl/>
        </w:rPr>
        <w:t>ک</w:t>
      </w:r>
      <w:r>
        <w:rPr>
          <w:rFonts w:hint="eastAsia"/>
          <w:rtl/>
        </w:rPr>
        <w:t>تَـٰبَ</w:t>
      </w:r>
      <w:r>
        <w:rPr>
          <w:rtl/>
        </w:rPr>
        <w:t xml:space="preserve"> بِ</w:t>
      </w:r>
      <w:r>
        <w:rPr>
          <w:rFonts w:hint="cs"/>
          <w:rtl/>
        </w:rPr>
        <w:t>ٱ</w:t>
      </w:r>
      <w:r>
        <w:rPr>
          <w:rFonts w:hint="eastAsia"/>
          <w:rtl/>
        </w:rPr>
        <w:t>لۡحَقِّ‌ۗ</w:t>
      </w:r>
      <w:r>
        <w:rPr>
          <w:rtl/>
        </w:rPr>
        <w:t xml:space="preserve"> وَإِنَّ </w:t>
      </w:r>
      <w:r>
        <w:rPr>
          <w:rFonts w:hint="cs"/>
          <w:rtl/>
        </w:rPr>
        <w:t>ٱ</w:t>
      </w:r>
      <w:r>
        <w:rPr>
          <w:rFonts w:hint="eastAsia"/>
          <w:rtl/>
        </w:rPr>
        <w:t>لَّذِينَ</w:t>
      </w:r>
      <w:r>
        <w:rPr>
          <w:rtl/>
        </w:rPr>
        <w:t xml:space="preserve"> </w:t>
      </w:r>
      <w:r>
        <w:rPr>
          <w:rFonts w:hint="cs"/>
          <w:rtl/>
        </w:rPr>
        <w:t>ٱ</w:t>
      </w:r>
      <w:r>
        <w:rPr>
          <w:rFonts w:hint="eastAsia"/>
          <w:rtl/>
        </w:rPr>
        <w:t>خۡتَلَفُواْ</w:t>
      </w:r>
      <w:r>
        <w:rPr>
          <w:rtl/>
        </w:rPr>
        <w:t xml:space="preserve"> فِى </w:t>
      </w:r>
      <w:r>
        <w:rPr>
          <w:rFonts w:hint="cs"/>
          <w:rtl/>
        </w:rPr>
        <w:t>ٱ</w:t>
      </w:r>
      <w:r>
        <w:rPr>
          <w:rFonts w:hint="eastAsia"/>
          <w:rtl/>
        </w:rPr>
        <w:t>لۡكِتَـٰبِ</w:t>
      </w:r>
      <w:r>
        <w:rPr>
          <w:rtl/>
        </w:rPr>
        <w:t xml:space="preserve"> لَفِى شِقَاقِۭ بَعِيدٍ۬ (١٧٦</w:t>
      </w:r>
      <w:r w:rsidR="009229E3">
        <w:rPr>
          <w:rtl/>
        </w:rPr>
        <w:t>)</w:t>
      </w:r>
    </w:p>
    <w:p w:rsidR="001A403D" w:rsidRDefault="001A403D" w:rsidP="00E36567">
      <w:pPr>
        <w:pStyle w:val="libBoldItalic"/>
      </w:pPr>
      <w:r>
        <w:t xml:space="preserve">Indeed those who conceal what Allah has sent down of the Book and exchange it for a small price, they eat into their bellies nothing else than fire, and Allah will not speak to them on the Day of Qiyamah, nor will He purify them, and theirs will be a painful punishment for them. (174) Those are they who exchanged guidance for error, and forgiveness for punishment. How patient they are for the Fire! (175) That is because </w:t>
      </w:r>
      <w:r>
        <w:lastRenderedPageBreak/>
        <w:t>Allah has sent down the Book with Haqq (truth). And indeed, those who differ over the Book are in extreme dissension. (176)</w:t>
      </w:r>
    </w:p>
    <w:p w:rsidR="001A403D" w:rsidRDefault="001A403D" w:rsidP="00E36567">
      <w:pPr>
        <w:pStyle w:val="libNormal"/>
      </w:pPr>
      <w:r>
        <w:t>1-Allah Ta’ala tells the behaviour of those who conceal the merits of Ahlul Bait asws, that they conceal what Allah revealed in Quran, which comprises of superiority of Mohammad sawaw over all the Prophets (a.s.), and superiority of Ali asws over all the Aosiya (a.s.), and by concealing it they get a little wealth of the world, and on the same basis they occupy the state due to ignorance of the people. Such people do not fill anything else in their bellies except the Fire of the Hereafter, which they exchanged by concealing Haqq for the facilities of the world. And Allah will not speak good to them on the day of Qiyamah but He will curse on them, and will capture them, and will say: How evil person you are, you changed My order (arrangement), whom I gave priority, you made him last, and whom I made last, you made him the first, and with whom I have animosity, you loved him, and whom I love, you did animosity to him. And Allah will not purify them from the sins, because sins can only evaporate after melting with the love of Mohammad sawaw, Ali asws, and their pure Aal asws. And if there is no love of Mohammad sawaw &amp; his pure Aal asws, then sins increase, crimes grow, capture is great, and he is thrown into the painful punishment of Fire. (Imam Hassan Askari asws) (al-Burhan, v1, p381)</w:t>
      </w:r>
    </w:p>
    <w:p w:rsidR="001A403D" w:rsidRDefault="001A403D" w:rsidP="00E36567">
      <w:pPr>
        <w:pStyle w:val="libNormal"/>
      </w:pPr>
      <w:r>
        <w:t>2-Imam Jafar Sadiq asws said: Saying of Allah, “How patient they are for the Fire” means how patient (persistant) they are on those deeds while knowing that those deeds will lead to the Fire of Hell. (al-Burhan, v1, p382)</w:t>
      </w:r>
    </w:p>
    <w:p w:rsidR="001A403D" w:rsidRDefault="001A403D" w:rsidP="00E36567">
      <w:pPr>
        <w:pStyle w:val="libNormal"/>
      </w:pPr>
      <w:r>
        <w:t>3-That punishment which became obligatory due to sins &amp; crimes which is leaving the love of brother &amp; Wasi of Mohammad sawaw, and his opposition. Allah has revealed the Book in which it is warned about opposition of the righteous ones, depature from the truthful ones, and obedience of Fasiqs; that Book which is sent down with Haqq, that do not do such mistake. And those who differed over it, they do not believe in it at all, some says it is magic, some say it is poetry, some say it is guesswork, and they have gone far (in misguidance) due to this opposition of Haqq. (Imam Hassan Askari asws) (al-Burhan, v1, p382)</w:t>
      </w:r>
    </w:p>
    <w:p w:rsidR="001A403D" w:rsidRDefault="001A403D" w:rsidP="009229E3">
      <w:pPr>
        <w:pStyle w:val="libCenterBold1"/>
      </w:pPr>
      <w:r>
        <w:t>Lesson:</w:t>
      </w:r>
    </w:p>
    <w:p w:rsidR="001A403D" w:rsidRDefault="001A403D" w:rsidP="001A403D">
      <w:pPr>
        <w:pStyle w:val="libNormal"/>
      </w:pPr>
      <w:r>
        <w:t>1-To conceal the merits of Mohammad Mustafa sawaw &amp; Ali Murtaza asws i.e. to do Tafseer of Ayaat in favour of Masumeen asws with own opinion &amp; philosophy instead of Ahadees of Masumeen asws and present it to the public lest they should know the reality, to make in vogue books based on Zunn &amp; Rai (conjecture &amp; opinion) just to keep in hand the wealth &amp; government of the world, and to make public circling around the Mulla instead of obeying Maola asws. Such wealth &amp; government is Fire of Hell.</w:t>
      </w:r>
    </w:p>
    <w:p w:rsidR="001A403D" w:rsidRDefault="001A403D" w:rsidP="001A403D">
      <w:pPr>
        <w:pStyle w:val="libNormal"/>
      </w:pPr>
      <w:r>
        <w:t>2-Allah will curse on such Mulla on the day of Qiyamah who changed the order of Allah, i.e. he deposed Maola asws appointed by Allah and declared himself the guardian, and misguided the people that Marifat of Mohammad-o-Aal-e-Mohammad asws is not obligatory, just keep doing Ibadaat to get salvation. No doubt, without the love &amp; devotion of Mohammad-o-Aal-e-Mohammad asws, sins, crimes, and Azaab increase and increase.</w:t>
      </w:r>
    </w:p>
    <w:p w:rsidR="001A403D" w:rsidRDefault="001A403D" w:rsidP="001A403D">
      <w:pPr>
        <w:pStyle w:val="libNormal"/>
      </w:pPr>
      <w:r>
        <w:lastRenderedPageBreak/>
        <w:t>3-In fact, those are faithless people who oppose the holy Quran by different tricks that it is poetry, magic, stories of the old, or to say that only 400 or 500 Ayaat are useful, and what laws Allah has revealed in Quran are insufficient &amp; ambiguous, so listen &amp; act on what Mulla says instead of Quran. Such people are far from Haqq.</w:t>
      </w:r>
    </w:p>
    <w:p w:rsidR="00595365" w:rsidRDefault="001A403D" w:rsidP="001A403D">
      <w:pPr>
        <w:pStyle w:val="libNormal"/>
      </w:pPr>
      <w:r>
        <w:t>4-People know very well if they listen to Mulla instead of Allah &amp; Masumeen asws, they will get punishment of Hell, but still with much patience &amp; persistence they keep acting on books devised by Mulla.</w:t>
      </w:r>
    </w:p>
    <w:p w:rsidR="001A403D" w:rsidRDefault="001A403D" w:rsidP="00385B48">
      <w:pPr>
        <w:pStyle w:val="libAr"/>
      </w:pPr>
      <w:r>
        <w:rPr>
          <w:rFonts w:hint="eastAsia"/>
          <w:rtl/>
        </w:rPr>
        <w:t>يُرِيدُ</w:t>
      </w:r>
      <w:r>
        <w:rPr>
          <w:rtl/>
        </w:rPr>
        <w:t xml:space="preserve"> </w:t>
      </w:r>
      <w:r>
        <w:rPr>
          <w:rFonts w:hint="cs"/>
          <w:rtl/>
        </w:rPr>
        <w:t>ٱ</w:t>
      </w:r>
      <w:r>
        <w:rPr>
          <w:rFonts w:hint="eastAsia"/>
          <w:rtl/>
        </w:rPr>
        <w:t>للَّهُ</w:t>
      </w:r>
      <w:r>
        <w:rPr>
          <w:rtl/>
        </w:rPr>
        <w:t xml:space="preserve"> بِ</w:t>
      </w:r>
      <w:r w:rsidR="001E6BAB" w:rsidRPr="001E6BAB">
        <w:rPr>
          <w:rFonts w:hint="cs"/>
          <w:rtl/>
        </w:rPr>
        <w:t>ک</w:t>
      </w:r>
      <w:r>
        <w:rPr>
          <w:rFonts w:hint="eastAsia"/>
          <w:rtl/>
        </w:rPr>
        <w:t>مُ</w:t>
      </w:r>
      <w:r>
        <w:rPr>
          <w:rtl/>
        </w:rPr>
        <w:t xml:space="preserve"> </w:t>
      </w:r>
      <w:r>
        <w:rPr>
          <w:rFonts w:hint="cs"/>
          <w:rtl/>
        </w:rPr>
        <w:t>ٱ</w:t>
      </w:r>
      <w:r>
        <w:rPr>
          <w:rFonts w:hint="eastAsia"/>
          <w:rtl/>
        </w:rPr>
        <w:t>لۡيُسۡرَ</w:t>
      </w:r>
      <w:r>
        <w:rPr>
          <w:rtl/>
        </w:rPr>
        <w:t xml:space="preserve"> وَلَا يُرِيدُ بِ</w:t>
      </w:r>
      <w:r w:rsidR="001E6BAB" w:rsidRPr="001E6BAB">
        <w:rPr>
          <w:rFonts w:hint="cs"/>
          <w:rtl/>
        </w:rPr>
        <w:t>ک</w:t>
      </w:r>
      <w:r>
        <w:rPr>
          <w:rFonts w:hint="eastAsia"/>
          <w:rtl/>
        </w:rPr>
        <w:t>مُ</w:t>
      </w:r>
      <w:r>
        <w:rPr>
          <w:rtl/>
        </w:rPr>
        <w:t xml:space="preserve"> </w:t>
      </w:r>
      <w:r>
        <w:rPr>
          <w:rFonts w:hint="cs"/>
          <w:rtl/>
        </w:rPr>
        <w:t>ٱ</w:t>
      </w:r>
      <w:r>
        <w:rPr>
          <w:rFonts w:hint="eastAsia"/>
          <w:rtl/>
        </w:rPr>
        <w:t>لۡعُسۡرَ</w:t>
      </w:r>
      <w:r>
        <w:rPr>
          <w:rtl/>
        </w:rPr>
        <w:t xml:space="preserve"> وَلِتُ</w:t>
      </w:r>
      <w:r w:rsidR="001E6BAB" w:rsidRPr="001E6BAB">
        <w:rPr>
          <w:rFonts w:hint="cs"/>
          <w:rtl/>
        </w:rPr>
        <w:t>ک</w:t>
      </w:r>
      <w:r w:rsidRPr="00595365">
        <w:rPr>
          <w:rFonts w:hint="cs"/>
          <w:rtl/>
        </w:rPr>
        <w:t>ۡ</w:t>
      </w:r>
      <w:r>
        <w:rPr>
          <w:rFonts w:hint="eastAsia"/>
          <w:rtl/>
        </w:rPr>
        <w:t>مِلُواْ</w:t>
      </w:r>
      <w:r>
        <w:rPr>
          <w:rtl/>
        </w:rPr>
        <w:t xml:space="preserve"> </w:t>
      </w:r>
      <w:r>
        <w:rPr>
          <w:rFonts w:hint="cs"/>
          <w:rtl/>
        </w:rPr>
        <w:t>ٱ</w:t>
      </w:r>
      <w:r>
        <w:rPr>
          <w:rFonts w:hint="eastAsia"/>
          <w:rtl/>
        </w:rPr>
        <w:t>لۡعِدَّةَ</w:t>
      </w:r>
      <w:r>
        <w:rPr>
          <w:rtl/>
        </w:rPr>
        <w:t>-- وَلِتُ</w:t>
      </w:r>
      <w:r w:rsidR="001E6BAB" w:rsidRPr="001E6BAB">
        <w:rPr>
          <w:rFonts w:hint="cs"/>
          <w:rtl/>
        </w:rPr>
        <w:t>ک</w:t>
      </w:r>
      <w:r>
        <w:rPr>
          <w:rFonts w:hint="eastAsia"/>
          <w:rtl/>
        </w:rPr>
        <w:t>بِّرُواْ</w:t>
      </w:r>
      <w:r>
        <w:rPr>
          <w:rtl/>
        </w:rPr>
        <w:t xml:space="preserve"> </w:t>
      </w:r>
      <w:r>
        <w:rPr>
          <w:rFonts w:hint="cs"/>
          <w:rtl/>
        </w:rPr>
        <w:t>ٱ</w:t>
      </w:r>
      <w:r>
        <w:rPr>
          <w:rFonts w:hint="eastAsia"/>
          <w:rtl/>
        </w:rPr>
        <w:t>للَّهَ</w:t>
      </w:r>
      <w:r>
        <w:rPr>
          <w:rtl/>
        </w:rPr>
        <w:t xml:space="preserve"> عَلَىٰ مَا هَدَ</w:t>
      </w:r>
      <w:r>
        <w:rPr>
          <w:rFonts w:hint="cs"/>
          <w:rtl/>
        </w:rPr>
        <w:t>ٮٰ</w:t>
      </w:r>
      <w:r>
        <w:rPr>
          <w:rFonts w:hint="eastAsia"/>
          <w:rtl/>
        </w:rPr>
        <w:t>كُمۡ</w:t>
      </w:r>
      <w:r>
        <w:rPr>
          <w:rtl/>
        </w:rPr>
        <w:t xml:space="preserve"> وَلَعَلَّ</w:t>
      </w:r>
      <w:r w:rsidR="001E6BAB" w:rsidRPr="001E6BAB">
        <w:rPr>
          <w:rFonts w:hint="cs"/>
          <w:rtl/>
        </w:rPr>
        <w:t>ک</w:t>
      </w:r>
      <w:r>
        <w:rPr>
          <w:rFonts w:hint="eastAsia"/>
          <w:rtl/>
        </w:rPr>
        <w:t>مۡ</w:t>
      </w:r>
      <w:r>
        <w:rPr>
          <w:rtl/>
        </w:rPr>
        <w:t xml:space="preserve"> تَشۡكُرُونَ (١٨٥</w:t>
      </w:r>
      <w:r w:rsidR="009229E3">
        <w:rPr>
          <w:rtl/>
        </w:rPr>
        <w:t>)</w:t>
      </w:r>
    </w:p>
    <w:p w:rsidR="001A403D" w:rsidRDefault="001A403D" w:rsidP="00E36567">
      <w:pPr>
        <w:pStyle w:val="libBoldItalic"/>
      </w:pPr>
      <w:r>
        <w:t>...Allah desires for you ease, and He desires not hardship for you; and (He desireth) that you should complete the period, and that you should glorify Allah for that (to) which He has guided you, and perhaps you will be thankful. (185)</w:t>
      </w:r>
    </w:p>
    <w:p w:rsidR="001A403D" w:rsidRDefault="001A403D" w:rsidP="00E36567">
      <w:pPr>
        <w:pStyle w:val="libNormal"/>
      </w:pPr>
      <w:r>
        <w:t>1-Yusr (Ease) is Ali asws, and Usr (hardship) is his (asws) those (1,2,3,etc) opponents, and whoever is (legitimate) progeny of Adam (a.s.) does not enter the Walayat of any other. (Imam Mohammad Baqir asws) (al-Burhan, v1, p402)</w:t>
      </w:r>
    </w:p>
    <w:p w:rsidR="001A403D" w:rsidRDefault="001A403D" w:rsidP="009229E3">
      <w:pPr>
        <w:pStyle w:val="libCenterBold1"/>
      </w:pPr>
      <w:r>
        <w:t>Lesson:</w:t>
      </w:r>
    </w:p>
    <w:p w:rsidR="001A403D" w:rsidRDefault="001A403D" w:rsidP="001A403D">
      <w:pPr>
        <w:pStyle w:val="libNormal"/>
      </w:pPr>
      <w:r>
        <w:t>1-Who is legitimate child of his father Adam (a.s.) without partnership of Shaitan, he will never enter into the Walayat of any fallible Mulla.</w:t>
      </w:r>
    </w:p>
    <w:p w:rsidR="001A403D" w:rsidRDefault="001A403D" w:rsidP="001A403D">
      <w:pPr>
        <w:pStyle w:val="libNormal"/>
      </w:pPr>
      <w:r>
        <w:t>2-Walayat of a fallible Mulla is hardship and punishment. Walayat of Maola asws is easy &amp; comfortable, and guidance from Allah. Be grateful to the Favour of Guidance to Walayat-e-Ali asws,  and glorify Allah by saying Allaho Akbar when you hear Zikr of Maola Ali asws.</w:t>
      </w:r>
    </w:p>
    <w:p w:rsidR="001A403D" w:rsidRDefault="001A403D" w:rsidP="00385B48">
      <w:pPr>
        <w:pStyle w:val="libAr"/>
      </w:pPr>
      <w:r>
        <w:rPr>
          <w:rFonts w:hint="eastAsia"/>
          <w:rtl/>
        </w:rPr>
        <w:t>وَلَيۡسَ</w:t>
      </w:r>
      <w:r>
        <w:rPr>
          <w:rtl/>
        </w:rPr>
        <w:t xml:space="preserve"> </w:t>
      </w:r>
      <w:r>
        <w:rPr>
          <w:rFonts w:hint="cs"/>
          <w:rtl/>
        </w:rPr>
        <w:t>ٱ</w:t>
      </w:r>
      <w:r>
        <w:rPr>
          <w:rFonts w:hint="eastAsia"/>
          <w:rtl/>
        </w:rPr>
        <w:t>لۡبِرُّ</w:t>
      </w:r>
      <w:r>
        <w:rPr>
          <w:rtl/>
        </w:rPr>
        <w:t xml:space="preserve"> بِأَن تَأۡتُواْ </w:t>
      </w:r>
      <w:r>
        <w:rPr>
          <w:rFonts w:hint="cs"/>
          <w:rtl/>
        </w:rPr>
        <w:t>ٱ</w:t>
      </w:r>
      <w:r>
        <w:rPr>
          <w:rFonts w:hint="eastAsia"/>
          <w:rtl/>
        </w:rPr>
        <w:t>لۡبُيُوتَ</w:t>
      </w:r>
      <w:r>
        <w:rPr>
          <w:rtl/>
        </w:rPr>
        <w:t xml:space="preserve"> مِن ظُهُورِهَا وَلَـٰكِنَّ </w:t>
      </w:r>
      <w:r>
        <w:rPr>
          <w:rFonts w:hint="cs"/>
          <w:rtl/>
        </w:rPr>
        <w:t>ٱ</w:t>
      </w:r>
      <w:r>
        <w:rPr>
          <w:rFonts w:hint="eastAsia"/>
          <w:rtl/>
        </w:rPr>
        <w:t>لۡبِرَّ</w:t>
      </w:r>
      <w:r>
        <w:rPr>
          <w:rtl/>
        </w:rPr>
        <w:t xml:space="preserve"> مَنِ- </w:t>
      </w:r>
      <w:r>
        <w:rPr>
          <w:rFonts w:hint="cs"/>
          <w:rtl/>
        </w:rPr>
        <w:t>ٱ</w:t>
      </w:r>
      <w:r>
        <w:rPr>
          <w:rFonts w:hint="eastAsia"/>
          <w:rtl/>
        </w:rPr>
        <w:t>تَّقَىٰ‌ۗ</w:t>
      </w:r>
      <w:r>
        <w:rPr>
          <w:rtl/>
        </w:rPr>
        <w:t xml:space="preserve"> وَأۡتُواْ </w:t>
      </w:r>
      <w:r>
        <w:rPr>
          <w:rFonts w:hint="cs"/>
          <w:rtl/>
        </w:rPr>
        <w:t>ٱ</w:t>
      </w:r>
      <w:r>
        <w:rPr>
          <w:rFonts w:hint="eastAsia"/>
          <w:rtl/>
        </w:rPr>
        <w:t>لۡبُيُوتَ</w:t>
      </w:r>
      <w:r>
        <w:rPr>
          <w:rtl/>
        </w:rPr>
        <w:t xml:space="preserve"> مِنۡ أَبۡوَ</w:t>
      </w:r>
      <w:r w:rsidR="005B7B9E" w:rsidRPr="005B7B9E">
        <w:rPr>
          <w:rFonts w:hint="cs"/>
          <w:rtl/>
        </w:rPr>
        <w:t>ا</w:t>
      </w:r>
      <w:r>
        <w:rPr>
          <w:rFonts w:hint="eastAsia"/>
          <w:rtl/>
        </w:rPr>
        <w:t>بِهَا‌ۚ</w:t>
      </w:r>
      <w:r>
        <w:rPr>
          <w:rtl/>
        </w:rPr>
        <w:t xml:space="preserve"> وَ</w:t>
      </w:r>
      <w:r>
        <w:rPr>
          <w:rFonts w:hint="cs"/>
          <w:rtl/>
        </w:rPr>
        <w:t>ٱ</w:t>
      </w:r>
      <w:r>
        <w:rPr>
          <w:rFonts w:hint="eastAsia"/>
          <w:rtl/>
        </w:rPr>
        <w:t>تَّقُواْ</w:t>
      </w:r>
      <w:r>
        <w:rPr>
          <w:rtl/>
        </w:rPr>
        <w:t xml:space="preserve"> </w:t>
      </w:r>
      <w:r>
        <w:rPr>
          <w:rFonts w:hint="cs"/>
          <w:rtl/>
        </w:rPr>
        <w:t>ٱ</w:t>
      </w:r>
      <w:r>
        <w:rPr>
          <w:rFonts w:hint="eastAsia"/>
          <w:rtl/>
        </w:rPr>
        <w:t>للَّهَ</w:t>
      </w:r>
      <w:r>
        <w:rPr>
          <w:rtl/>
        </w:rPr>
        <w:t xml:space="preserve"> لَعَلَّ</w:t>
      </w:r>
      <w:r w:rsidR="001E6BAB" w:rsidRPr="001E6BAB">
        <w:rPr>
          <w:rFonts w:hint="cs"/>
          <w:rtl/>
        </w:rPr>
        <w:t>ک</w:t>
      </w:r>
      <w:r>
        <w:rPr>
          <w:rFonts w:hint="eastAsia"/>
          <w:rtl/>
        </w:rPr>
        <w:t>مۡ</w:t>
      </w:r>
      <w:r>
        <w:rPr>
          <w:rtl/>
        </w:rPr>
        <w:t xml:space="preserve"> تُفۡلِحُونَ (١٨٩</w:t>
      </w:r>
      <w:r w:rsidR="009229E3">
        <w:rPr>
          <w:rtl/>
        </w:rPr>
        <w:t>)</w:t>
      </w:r>
    </w:p>
    <w:p w:rsidR="001A403D" w:rsidRDefault="001A403D" w:rsidP="00E36567">
      <w:pPr>
        <w:pStyle w:val="libBoldItalic"/>
      </w:pPr>
      <w:r>
        <w:t>...It is not righteousness that you enter houses from their backs but the righteousness is (in) one who fears Allah. And enter houses from their doors, and fear Allah, that you may be successful. (189)</w:t>
      </w:r>
    </w:p>
    <w:p w:rsidR="001A403D" w:rsidRDefault="001A403D" w:rsidP="00E36567">
      <w:pPr>
        <w:pStyle w:val="libNormal"/>
      </w:pPr>
      <w:r>
        <w:t>1-Aosiya asws are the doors of Allah Azza wa Jalla, from which should enter. And if they (asws) were not there, then there would not have been Marifat of Allah, and through them (asws) Allah completed His proof (Hujjat). (Imam Jafar Sadiq asws) (al-Burhan, v1, p415)</w:t>
      </w:r>
    </w:p>
    <w:p w:rsidR="001A403D" w:rsidRDefault="001A403D" w:rsidP="00E36567">
      <w:pPr>
        <w:pStyle w:val="libNormal"/>
      </w:pPr>
      <w:r>
        <w:t>2-We are those houses about which Allah commanded to enter from their doors. We are the door of Allah and His house, in which one should enter. Who paid allegiance to us and testified our Walayat, then surely he entered the houses from their doors. And who opposed us, and preferred anyone else over us, then definitely he entered houses from the back. (Amirul Momineen Ali asws) (al-Burhan, v1, p415)</w:t>
      </w:r>
    </w:p>
    <w:p w:rsidR="001A403D" w:rsidRDefault="001A403D" w:rsidP="00E36567">
      <w:pPr>
        <w:pStyle w:val="libNormal"/>
      </w:pPr>
      <w:r>
        <w:t>3-I am the city of knowledge and Ali asws is its door, and do not enter the city except from its door. (Rasool Allah sawaw) (al-Burhan, v1, p416)</w:t>
      </w:r>
    </w:p>
    <w:p w:rsidR="001A403D" w:rsidRDefault="001A403D" w:rsidP="009229E3">
      <w:pPr>
        <w:pStyle w:val="libCenterBold1"/>
      </w:pPr>
      <w:r>
        <w:t>Lesson:</w:t>
      </w:r>
    </w:p>
    <w:p w:rsidR="001A403D" w:rsidRDefault="001A403D" w:rsidP="001A403D">
      <w:pPr>
        <w:pStyle w:val="libNormal"/>
      </w:pPr>
      <w:r>
        <w:lastRenderedPageBreak/>
        <w:t>1-Who testifies Walayat of Maola Ali asws and obeys him (asws), he entered through the door of Allah. And who denies to testify Walayat-e-Ali asws he is trying to enter the house of Allah like thieves &amp; dacoits.</w:t>
      </w:r>
    </w:p>
    <w:p w:rsidR="001A403D" w:rsidRDefault="001A403D" w:rsidP="001A403D">
      <w:pPr>
        <w:pStyle w:val="libNormal"/>
      </w:pPr>
      <w:r>
        <w:t>2-No one can gain knowledge by studying different branches of knowledge (so-called) devised by faithless people in Madaris. Knowledge is bestowed by prostrating on the door-step of Bab-ul-ilm while testifying Walayat. Knowledge is Quran and Ahadees of Masumeen asws. Knowledge is not Aeen-e-Akbari, books devised by Muqassir Mulla. Imam-e-Zamana asws transfers the knowledge to the heart of a person whom he wills. When knowledge of Walayat-e-Ali asws is gained, only then eyes of wisdom open.</w:t>
      </w:r>
    </w:p>
    <w:p w:rsidR="001A403D" w:rsidRDefault="001A403D" w:rsidP="00385B48">
      <w:pPr>
        <w:pStyle w:val="libAr"/>
      </w:pPr>
      <w:r>
        <w:rPr>
          <w:rFonts w:hint="eastAsia"/>
          <w:rtl/>
        </w:rPr>
        <w:t>وَقَـٰتِلُوهُمۡ</w:t>
      </w:r>
      <w:r>
        <w:rPr>
          <w:rtl/>
        </w:rPr>
        <w:t xml:space="preserve"> حَتَّىٰ لَا تَكُونَ فِتۡنَةٌ۬ وَيَكُونَ </w:t>
      </w:r>
      <w:r>
        <w:rPr>
          <w:rFonts w:hint="cs"/>
          <w:rtl/>
        </w:rPr>
        <w:t>ٱ</w:t>
      </w:r>
      <w:r>
        <w:rPr>
          <w:rFonts w:hint="eastAsia"/>
          <w:rtl/>
        </w:rPr>
        <w:t>لدِّينُ</w:t>
      </w:r>
      <w:r>
        <w:rPr>
          <w:rtl/>
        </w:rPr>
        <w:t xml:space="preserve"> لِلَّهِ‌ۖ فَإِنِ </w:t>
      </w:r>
      <w:r>
        <w:rPr>
          <w:rFonts w:hint="cs"/>
          <w:rtl/>
        </w:rPr>
        <w:t>ٱ</w:t>
      </w:r>
      <w:r>
        <w:rPr>
          <w:rFonts w:hint="eastAsia"/>
          <w:rtl/>
        </w:rPr>
        <w:t>نتَ</w:t>
      </w:r>
      <w:r w:rsidR="001E6BAB" w:rsidRPr="001E6BAB">
        <w:rPr>
          <w:rFonts w:hint="cs"/>
          <w:rtl/>
        </w:rPr>
        <w:t>ه</w:t>
      </w:r>
      <w:r w:rsidRPr="00595365">
        <w:rPr>
          <w:rFonts w:hint="cs"/>
          <w:rtl/>
        </w:rPr>
        <w:t>وۡاْ</w:t>
      </w:r>
      <w:r>
        <w:rPr>
          <w:rtl/>
        </w:rPr>
        <w:t xml:space="preserve"> فَلَا عُدۡوَ</w:t>
      </w:r>
      <w:r w:rsidR="005B7B9E" w:rsidRPr="005B7B9E">
        <w:rPr>
          <w:rFonts w:hint="cs"/>
          <w:rtl/>
        </w:rPr>
        <w:t>ا</w:t>
      </w:r>
      <w:r>
        <w:rPr>
          <w:rFonts w:hint="eastAsia"/>
          <w:rtl/>
        </w:rPr>
        <w:t>نَ</w:t>
      </w:r>
      <w:r>
        <w:rPr>
          <w:rtl/>
        </w:rPr>
        <w:t xml:space="preserve"> إِلَّا عَلَى </w:t>
      </w:r>
      <w:r>
        <w:rPr>
          <w:rFonts w:hint="cs"/>
          <w:rtl/>
        </w:rPr>
        <w:t>ٱ</w:t>
      </w:r>
      <w:r>
        <w:rPr>
          <w:rFonts w:hint="eastAsia"/>
          <w:rtl/>
        </w:rPr>
        <w:t>لظَّـٰلِمِينَ</w:t>
      </w:r>
      <w:r>
        <w:rPr>
          <w:rtl/>
        </w:rPr>
        <w:t xml:space="preserve"> (١٩٣</w:t>
      </w:r>
      <w:r w:rsidR="009229E3">
        <w:rPr>
          <w:rtl/>
        </w:rPr>
        <w:t>)</w:t>
      </w:r>
    </w:p>
    <w:p w:rsidR="001A403D" w:rsidRDefault="001A403D" w:rsidP="00E36567">
      <w:pPr>
        <w:pStyle w:val="libBoldItalic"/>
      </w:pPr>
      <w:r>
        <w:t>And fight them until no (more) corruption (mutiny), and religion is for Allah. But if they desist (cease), then there is to be no aggression except against wrong-doers (unjust, oppressors). (193)</w:t>
      </w:r>
    </w:p>
    <w:p w:rsidR="001A403D" w:rsidRDefault="001A403D" w:rsidP="00E36567">
      <w:pPr>
        <w:pStyle w:val="libNormal"/>
      </w:pPr>
      <w:r>
        <w:t>1-When Imam Qaim asws will re-appear, he will kill the progeny of the murderers of Imam Hussain asws in exchange of what their forefathers did, because the progeny of the murderers of Imam Hussain asws is happy about what their forefathers did, are proud about it. And if someone is happy about something, then he is like him who did it. And if a person is killed in the east, and a person is happy about his murder in the west, then who is happy is included in the murder according to Allah. And only for this reason when Imam Qaim asws will re-appear, he will kill them due to being happy on what their forefathers did. (Imam Ali Raza asws) (al-Burhan, v1, p418)</w:t>
      </w:r>
    </w:p>
    <w:p w:rsidR="001A403D" w:rsidRDefault="001A403D" w:rsidP="009229E3">
      <w:pPr>
        <w:pStyle w:val="libCenterBold1"/>
      </w:pPr>
      <w:r>
        <w:t>Lesson:</w:t>
      </w:r>
    </w:p>
    <w:p w:rsidR="001A403D" w:rsidRDefault="001A403D" w:rsidP="001A403D">
      <w:pPr>
        <w:pStyle w:val="libNormal"/>
      </w:pPr>
      <w:r>
        <w:t>1-The enemies of Mohammad-o-Aal-e-Mohammad asws are not excused in this world, nor they will get salvation in the Hereafter, they will be in the worst grade in the Hell. And supporters of the opponents of Masumeen asws will be with them as well. Any Mulla who says that Fadak was not the right of Syyeda asws, will be resurrected with the usurpers. Who is trying to stop Azadari rituals, will be resurrected with the army of Yazid (l.u.). Who opposes Walayat-e-Ali asws will be resurrected with Shaitans. Who is trying to implement unnatural immoral practices, that Muqassir Mulla will be resurrected with the nation of Loot. Who is trying to spread nudity, he will be resurrected with the wild animals. Muqassireen practice all these things.</w:t>
      </w:r>
    </w:p>
    <w:p w:rsidR="00595365" w:rsidRDefault="001A403D" w:rsidP="00385B48">
      <w:pPr>
        <w:pStyle w:val="libAr"/>
      </w:pPr>
      <w:r>
        <w:rPr>
          <w:rFonts w:hint="eastAsia"/>
          <w:rtl/>
        </w:rPr>
        <w:t>وَمِنَ</w:t>
      </w:r>
      <w:r>
        <w:rPr>
          <w:rtl/>
        </w:rPr>
        <w:t xml:space="preserve"> </w:t>
      </w:r>
      <w:r>
        <w:rPr>
          <w:rFonts w:hint="cs"/>
          <w:rtl/>
        </w:rPr>
        <w:t>ٱ</w:t>
      </w:r>
      <w:r>
        <w:rPr>
          <w:rFonts w:hint="eastAsia"/>
          <w:rtl/>
        </w:rPr>
        <w:t>لنَّاسِ</w:t>
      </w:r>
      <w:r>
        <w:rPr>
          <w:rtl/>
        </w:rPr>
        <w:t xml:space="preserve"> مَن يُعۡجِبُكَ قَوۡلُهُ </w:t>
      </w:r>
      <w:r>
        <w:rPr>
          <w:rFonts w:hint="cs"/>
          <w:rtl/>
        </w:rPr>
        <w:t>ۥ</w:t>
      </w:r>
      <w:r>
        <w:rPr>
          <w:rtl/>
        </w:rPr>
        <w:t xml:space="preserve"> فِى </w:t>
      </w:r>
      <w:r>
        <w:rPr>
          <w:rFonts w:hint="cs"/>
          <w:rtl/>
        </w:rPr>
        <w:t>ٱ</w:t>
      </w:r>
      <w:r>
        <w:rPr>
          <w:rFonts w:hint="eastAsia"/>
          <w:rtl/>
        </w:rPr>
        <w:t>لۡحَيَوٰةِ</w:t>
      </w:r>
      <w:r>
        <w:rPr>
          <w:rtl/>
        </w:rPr>
        <w:t xml:space="preserve"> </w:t>
      </w:r>
      <w:r>
        <w:rPr>
          <w:rFonts w:hint="cs"/>
          <w:rtl/>
        </w:rPr>
        <w:t>ٱ</w:t>
      </w:r>
      <w:r>
        <w:rPr>
          <w:rFonts w:hint="eastAsia"/>
          <w:rtl/>
        </w:rPr>
        <w:t>لدُّنۡيَا</w:t>
      </w:r>
      <w:r>
        <w:rPr>
          <w:rtl/>
        </w:rPr>
        <w:t xml:space="preserve"> وَيُشۡهِدُ </w:t>
      </w:r>
      <w:r>
        <w:rPr>
          <w:rFonts w:hint="cs"/>
          <w:rtl/>
        </w:rPr>
        <w:t>ٱ</w:t>
      </w:r>
      <w:r>
        <w:rPr>
          <w:rFonts w:hint="eastAsia"/>
          <w:rtl/>
        </w:rPr>
        <w:t>للَّهَ</w:t>
      </w:r>
      <w:r>
        <w:rPr>
          <w:rtl/>
        </w:rPr>
        <w:t xml:space="preserve"> عَلَىٰ مَا فِى قَلۡبِهِ</w:t>
      </w:r>
      <w:r>
        <w:rPr>
          <w:rFonts w:hint="cs"/>
          <w:rtl/>
        </w:rPr>
        <w:t>ۦ</w:t>
      </w:r>
      <w:r>
        <w:rPr>
          <w:rtl/>
        </w:rPr>
        <w:t xml:space="preserve"> وَهُوَ أَلَدُّ </w:t>
      </w:r>
      <w:r>
        <w:rPr>
          <w:rFonts w:hint="cs"/>
          <w:rtl/>
        </w:rPr>
        <w:t>ٱ</w:t>
      </w:r>
      <w:r>
        <w:rPr>
          <w:rFonts w:hint="eastAsia"/>
          <w:rtl/>
        </w:rPr>
        <w:t>لۡخِصَامِ</w:t>
      </w:r>
      <w:r>
        <w:rPr>
          <w:rtl/>
        </w:rPr>
        <w:t xml:space="preserve"> (٢٠٤</w:t>
      </w:r>
      <w:r w:rsidR="009229E3">
        <w:rPr>
          <w:rtl/>
        </w:rPr>
        <w:t>)</w:t>
      </w:r>
      <w:r>
        <w:rPr>
          <w:rtl/>
        </w:rPr>
        <w:t xml:space="preserve"> وَإِذَا تَوَلَّىٰ سَعَىٰ فِى </w:t>
      </w:r>
      <w:r>
        <w:rPr>
          <w:rFonts w:hint="cs"/>
          <w:rtl/>
        </w:rPr>
        <w:t>ٱ</w:t>
      </w:r>
      <w:r>
        <w:rPr>
          <w:rFonts w:hint="eastAsia"/>
          <w:rtl/>
        </w:rPr>
        <w:t>لۡأَرۡضِ</w:t>
      </w:r>
      <w:r>
        <w:rPr>
          <w:rtl/>
        </w:rPr>
        <w:t xml:space="preserve"> لِيُفۡسِدَ فِيهَا وَيُهۡلِكَ </w:t>
      </w:r>
      <w:r>
        <w:rPr>
          <w:rFonts w:hint="cs"/>
          <w:rtl/>
        </w:rPr>
        <w:t>ٱ</w:t>
      </w:r>
      <w:r>
        <w:rPr>
          <w:rFonts w:hint="eastAsia"/>
          <w:rtl/>
        </w:rPr>
        <w:t>لۡحَرۡثَ</w:t>
      </w:r>
      <w:r>
        <w:rPr>
          <w:rtl/>
        </w:rPr>
        <w:t xml:space="preserve"> وَ</w:t>
      </w:r>
      <w:r>
        <w:rPr>
          <w:rFonts w:hint="cs"/>
          <w:rtl/>
        </w:rPr>
        <w:t>ٱ</w:t>
      </w:r>
      <w:r>
        <w:rPr>
          <w:rFonts w:hint="eastAsia"/>
          <w:rtl/>
        </w:rPr>
        <w:t>لنَّسۡلَ‌ۗ</w:t>
      </w:r>
      <w:r>
        <w:rPr>
          <w:rtl/>
        </w:rPr>
        <w:t xml:space="preserve"> وَ</w:t>
      </w:r>
      <w:r>
        <w:rPr>
          <w:rFonts w:hint="cs"/>
          <w:rtl/>
        </w:rPr>
        <w:t>ٱ</w:t>
      </w:r>
      <w:r>
        <w:rPr>
          <w:rFonts w:hint="eastAsia"/>
          <w:rtl/>
        </w:rPr>
        <w:t>للَّهُ</w:t>
      </w:r>
      <w:r>
        <w:rPr>
          <w:rtl/>
        </w:rPr>
        <w:t xml:space="preserve"> لَا يُحِب</w:t>
      </w:r>
      <w:r>
        <w:rPr>
          <w:rFonts w:hint="eastAsia"/>
          <w:rtl/>
        </w:rPr>
        <w:t>ُّ</w:t>
      </w:r>
      <w:r>
        <w:rPr>
          <w:rtl/>
        </w:rPr>
        <w:t xml:space="preserve"> </w:t>
      </w:r>
      <w:r>
        <w:rPr>
          <w:rFonts w:hint="cs"/>
          <w:rtl/>
        </w:rPr>
        <w:t>ٱ</w:t>
      </w:r>
      <w:r>
        <w:rPr>
          <w:rFonts w:hint="eastAsia"/>
          <w:rtl/>
        </w:rPr>
        <w:t>لۡفَسَادَ</w:t>
      </w:r>
      <w:r>
        <w:rPr>
          <w:rtl/>
        </w:rPr>
        <w:t xml:space="preserve"> (٢٠٥</w:t>
      </w:r>
      <w:r w:rsidR="009229E3">
        <w:rPr>
          <w:rtl/>
        </w:rPr>
        <w:t>)</w:t>
      </w:r>
      <w:r>
        <w:rPr>
          <w:rtl/>
        </w:rPr>
        <w:t xml:space="preserve"> وَإِذَا قِيلَ لَهُ </w:t>
      </w:r>
      <w:r>
        <w:rPr>
          <w:rFonts w:hint="cs"/>
          <w:rtl/>
        </w:rPr>
        <w:t>ٱ</w:t>
      </w:r>
      <w:r>
        <w:rPr>
          <w:rFonts w:hint="eastAsia"/>
          <w:rtl/>
        </w:rPr>
        <w:t>تَّقِ</w:t>
      </w:r>
      <w:r>
        <w:rPr>
          <w:rtl/>
        </w:rPr>
        <w:t xml:space="preserve"> </w:t>
      </w:r>
      <w:r>
        <w:rPr>
          <w:rFonts w:hint="cs"/>
          <w:rtl/>
        </w:rPr>
        <w:t>ٱ</w:t>
      </w:r>
      <w:r>
        <w:rPr>
          <w:rFonts w:hint="eastAsia"/>
          <w:rtl/>
        </w:rPr>
        <w:t>للَّهَ</w:t>
      </w:r>
      <w:r>
        <w:rPr>
          <w:rtl/>
        </w:rPr>
        <w:t xml:space="preserve"> أَخَذَتۡهُ </w:t>
      </w:r>
      <w:r>
        <w:rPr>
          <w:rFonts w:hint="cs"/>
          <w:rtl/>
        </w:rPr>
        <w:t>ٱ</w:t>
      </w:r>
      <w:r>
        <w:rPr>
          <w:rFonts w:hint="eastAsia"/>
          <w:rtl/>
        </w:rPr>
        <w:t>لۡعِزَّةُ</w:t>
      </w:r>
      <w:r>
        <w:rPr>
          <w:rtl/>
        </w:rPr>
        <w:t xml:space="preserve"> بِ</w:t>
      </w:r>
      <w:r>
        <w:rPr>
          <w:rFonts w:hint="cs"/>
          <w:rtl/>
        </w:rPr>
        <w:t>ٱ</w:t>
      </w:r>
      <w:r>
        <w:rPr>
          <w:rFonts w:hint="eastAsia"/>
          <w:rtl/>
        </w:rPr>
        <w:t>لۡإِثۡمِ‌ۚ</w:t>
      </w:r>
      <w:r>
        <w:rPr>
          <w:rtl/>
        </w:rPr>
        <w:t xml:space="preserve"> فَحَسۡبُهُ </w:t>
      </w:r>
      <w:r>
        <w:rPr>
          <w:rFonts w:hint="cs"/>
          <w:rtl/>
        </w:rPr>
        <w:t>ۥ</w:t>
      </w:r>
      <w:r>
        <w:rPr>
          <w:rtl/>
        </w:rPr>
        <w:t xml:space="preserve"> جَهَنَّمُ‌ۚ وَلَبِئۡسَ </w:t>
      </w:r>
      <w:r>
        <w:rPr>
          <w:rFonts w:hint="cs"/>
          <w:rtl/>
        </w:rPr>
        <w:t>ٱ</w:t>
      </w:r>
      <w:r>
        <w:rPr>
          <w:rFonts w:hint="eastAsia"/>
          <w:rtl/>
        </w:rPr>
        <w:t>لۡمِهَادُ</w:t>
      </w:r>
      <w:r>
        <w:rPr>
          <w:rtl/>
        </w:rPr>
        <w:t xml:space="preserve"> (٢٠٦</w:t>
      </w:r>
      <w:r w:rsidR="009229E3">
        <w:rPr>
          <w:rtl/>
        </w:rPr>
        <w:t>)</w:t>
      </w:r>
    </w:p>
    <w:p w:rsidR="001A403D" w:rsidRDefault="001A403D" w:rsidP="00E36567">
      <w:pPr>
        <w:pStyle w:val="libBoldItalic"/>
      </w:pPr>
      <w:r>
        <w:t xml:space="preserve">And of the people there is he whose speech pleases you in the worldly life, and he calls Allah to witness as to what is in his heart; yet he is the most rigid of opponents. (204) And when he goes away, he strives </w:t>
      </w:r>
      <w:r>
        <w:lastRenderedPageBreak/>
        <w:t>throughout the land to cause corruption, and to destroy the crops and the human generation; and Allah does not like corruption. (205) And when it is said to him, “Fear Allah”, pride in sin takes hold of him. So Hell is sufficient for him, and how evil is the resting-place. (206)</w:t>
      </w:r>
    </w:p>
    <w:p w:rsidR="001A403D" w:rsidRDefault="001A403D" w:rsidP="00E36567">
      <w:pPr>
        <w:pStyle w:val="libNormal"/>
      </w:pPr>
      <w:r>
        <w:t>1-Opponents of Walayat-e-Ali asws are those people whose speech pleases the people in the world, and they destroy the generations and the crops. (Imam Abul Hassan asws) (al-Burhan, v1, p448)</w:t>
      </w:r>
    </w:p>
    <w:p w:rsidR="001A403D" w:rsidRDefault="001A403D" w:rsidP="00E36567">
      <w:pPr>
        <w:pStyle w:val="libNormal"/>
      </w:pPr>
      <w:r>
        <w:t>2-Allah declares that unjust transgressor as culprit who is from among the opponents, and what he says from the tongue, opposite to that is hidden in the heart, and he harms Momineen secretly. O servants of Allah, fear Allah (be pious) who claim to love us (asws), and if seldom he repeats sin then it (sin) takes its doer towards exit from Walayat of Mohammad sawaw &amp; Ali asws and Walayat of their pure Aal asws. And if one persists on it, then failure takes towards stone heartedness, and separates from Walayat, and he becomes among the most losers. That sin which takes its doer towards the great failure is injustice to your those brothers who are (firm) on the superiority &amp; Imamat of Ali asws, and believe in the superior Imamat of his Aal asws, and to help Nasbis against them. And do not be deceived (in illusion) by Patience of Allah and lengthy respite, that to become such about whom Allah says: Like Shaitan, that he says to human to deny (Kufr) and when person denies, then he says, “I am immune to you because I fear the Rabb of the worlds.” (al-Hashr, v.16) (Imam Zainul Abideen asws) (al-Burhan, v1, p449)</w:t>
      </w:r>
    </w:p>
    <w:p w:rsidR="001A403D" w:rsidRDefault="001A403D" w:rsidP="009229E3">
      <w:pPr>
        <w:pStyle w:val="libCenterBold1"/>
      </w:pPr>
      <w:r>
        <w:t>Lesson:</w:t>
      </w:r>
    </w:p>
    <w:p w:rsidR="001A403D" w:rsidRDefault="001A403D" w:rsidP="001A403D">
      <w:pPr>
        <w:pStyle w:val="libNormal"/>
      </w:pPr>
      <w:r>
        <w:t>1-Allah is warning about such people who are apparently very pious and appear to be on Deen-e-Haqq, they swear by Allah (makes Him witness) to take people into trust, they make Duas in front of gatherings for the sake of Mohammad-o-Aal-e-Mohammad asws, but in their hearts is the fire of jealousy towards Masumeen asws. When they become self-made contractors of Deen, then they destroy the generations by misguiding them. And whatever provisions the earth grows, it grows for the sake of Walayat, so they put people in suspicion &amp; doubt about Masumeen asws, then due to disloyalty whatever they eat is Haraam. And such Firouns persist on sins by doing Shirk in Walayat-e-Ali asws, and make Deen a play (drama) suiting their personal desires.</w:t>
      </w:r>
    </w:p>
    <w:p w:rsidR="001A403D" w:rsidRDefault="001A403D" w:rsidP="001A403D">
      <w:pPr>
        <w:pStyle w:val="libNormal"/>
      </w:pPr>
      <w:r>
        <w:t>3-Such people are disguised as Shia scholars and they are strangulating Momineen secretly. These stone hearted people are exiled from Walayat, and they do injustice to Momineen steadfast on Walayat-e-Ali asws. These Nasbis are taking advantage of Patience and respite of Allah.</w:t>
      </w:r>
    </w:p>
    <w:p w:rsidR="001A403D" w:rsidRDefault="001A403D" w:rsidP="001A403D">
      <w:pPr>
        <w:pStyle w:val="libNormal"/>
      </w:pPr>
      <w:r>
        <w:t>4-Such Satanic character Muqassir Mullas makes people certain that they will be responsible for their deeds &amp; answerability, but when both parties will see Azaab, then they will say we are not responsible for you (we are immune to you) because we are seeing punishment of Allah ourselves, we do not see any means of salvation ourselves.</w:t>
      </w:r>
    </w:p>
    <w:p w:rsidR="00595365" w:rsidRDefault="001A403D" w:rsidP="00385B48">
      <w:pPr>
        <w:pStyle w:val="libAr"/>
      </w:pPr>
      <w:r>
        <w:rPr>
          <w:rFonts w:hint="eastAsia"/>
          <w:rtl/>
        </w:rPr>
        <w:t>وَمِنَ</w:t>
      </w:r>
      <w:r>
        <w:rPr>
          <w:rtl/>
        </w:rPr>
        <w:t xml:space="preserve"> </w:t>
      </w:r>
      <w:r>
        <w:rPr>
          <w:rFonts w:hint="cs"/>
          <w:rtl/>
        </w:rPr>
        <w:t>ٱ</w:t>
      </w:r>
      <w:r>
        <w:rPr>
          <w:rFonts w:hint="eastAsia"/>
          <w:rtl/>
        </w:rPr>
        <w:t>لنَّاسِ</w:t>
      </w:r>
      <w:r>
        <w:rPr>
          <w:rtl/>
        </w:rPr>
        <w:t xml:space="preserve"> مَن يَشۡرِى نَفۡسَهُ </w:t>
      </w:r>
      <w:r>
        <w:rPr>
          <w:rFonts w:hint="cs"/>
          <w:rtl/>
        </w:rPr>
        <w:t>ٱ</w:t>
      </w:r>
      <w:r>
        <w:rPr>
          <w:rFonts w:hint="eastAsia"/>
          <w:rtl/>
        </w:rPr>
        <w:t>بۡتِغَآءَ</w:t>
      </w:r>
      <w:r>
        <w:rPr>
          <w:rtl/>
        </w:rPr>
        <w:t xml:space="preserve"> مَرۡضَاتِ </w:t>
      </w:r>
      <w:r>
        <w:rPr>
          <w:rFonts w:hint="cs"/>
          <w:rtl/>
        </w:rPr>
        <w:t>ٱ</w:t>
      </w:r>
      <w:r>
        <w:rPr>
          <w:rFonts w:hint="eastAsia"/>
          <w:rtl/>
        </w:rPr>
        <w:t>للَّهِ‌ۗ</w:t>
      </w:r>
      <w:r>
        <w:rPr>
          <w:rtl/>
        </w:rPr>
        <w:t xml:space="preserve"> وَ</w:t>
      </w:r>
      <w:r>
        <w:rPr>
          <w:rFonts w:hint="cs"/>
          <w:rtl/>
        </w:rPr>
        <w:t>ٱ</w:t>
      </w:r>
      <w:r>
        <w:rPr>
          <w:rFonts w:hint="eastAsia"/>
          <w:rtl/>
        </w:rPr>
        <w:t>للَّهُ</w:t>
      </w:r>
      <w:r>
        <w:rPr>
          <w:rtl/>
        </w:rPr>
        <w:t xml:space="preserve"> رَءُوفُۢ بِ</w:t>
      </w:r>
      <w:r>
        <w:rPr>
          <w:rFonts w:hint="cs"/>
          <w:rtl/>
        </w:rPr>
        <w:t>ٱ</w:t>
      </w:r>
      <w:r>
        <w:rPr>
          <w:rFonts w:hint="eastAsia"/>
          <w:rtl/>
        </w:rPr>
        <w:t>لۡعِبَادِ</w:t>
      </w:r>
      <w:r>
        <w:rPr>
          <w:rtl/>
        </w:rPr>
        <w:t xml:space="preserve"> (٢٠٧</w:t>
      </w:r>
      <w:r w:rsidR="009229E3">
        <w:rPr>
          <w:rtl/>
        </w:rPr>
        <w:t>)</w:t>
      </w:r>
    </w:p>
    <w:p w:rsidR="001A403D" w:rsidRDefault="001A403D" w:rsidP="00E36567">
      <w:pPr>
        <w:pStyle w:val="libBoldItalic"/>
      </w:pPr>
      <w:r>
        <w:lastRenderedPageBreak/>
        <w:t>And of the people is he who sells himself, seeking the pleasure of Allah; and Allah is Kind to servants. (207)</w:t>
      </w:r>
    </w:p>
    <w:p w:rsidR="001A403D" w:rsidRDefault="001A403D" w:rsidP="00E36567">
      <w:pPr>
        <w:pStyle w:val="libNormal"/>
      </w:pPr>
      <w:r>
        <w:t>1-This verse was revealed in praise of Ali asws, when he slept one night on the bed of Rasool Allah sawaw. The Kafirs of Makkah vowed to murder Rasool Allah sawaw, that young men from all tribes will surround at night all together, and when he (sawaw) will be sleeping, every youth will strike, in this way they will not be able to take revenge from anyone, nor murderer will be identified, because all tribes will be partner in it. So Jibrael (a.s.) came down with revelation and gave message of Allah that make Ali asws, the son of your uncle (asws) to sleep on your bed and migrate towards Madina yourself. He (sawaw) did the same. Young men from all the tribes surrounded the house, but found Ali asws sleeping on the bed, and returned in vain, and Allah failed their conspiracy. (Imam Jafar Sadiq asws) (al-Burhan, v1, p451)</w:t>
      </w:r>
    </w:p>
    <w:p w:rsidR="001A403D" w:rsidRDefault="001A403D" w:rsidP="009229E3">
      <w:pPr>
        <w:pStyle w:val="libCenterBold1"/>
      </w:pPr>
      <w:r>
        <w:t>Lesson:</w:t>
      </w:r>
    </w:p>
    <w:p w:rsidR="001A403D" w:rsidRDefault="001A403D" w:rsidP="001A403D">
      <w:pPr>
        <w:pStyle w:val="libNormal"/>
      </w:pPr>
      <w:r>
        <w:t>1-The pleasure &amp; happiness (wills) of Allah are with Maola Ali asws. In fact Masumeen asws are Mashiyat of Allah from ever, only Allah announces their merits from time to time again and again. Masumeen asws are expressers of the Attributes of Allah from ever.</w:t>
      </w:r>
    </w:p>
    <w:p w:rsidR="001A403D" w:rsidRDefault="001A403D" w:rsidP="001A403D">
      <w:pPr>
        <w:pStyle w:val="libNormal"/>
      </w:pPr>
      <w:r>
        <w:t>2-All Muqassireen are trying their best to finish the Deen of Allah by unsheathing swords of their tongues, and they are thinking that the Last Mohammad asws is sleeping behind the curtain of Ghaibah, so he will not be aware of our conspiracy. But when the Ali son of Ali asws will re-appear by raising the curtain of Ghaibah, first of all he will slaughter the enemies of Walayat with Zulfiqaar, will kill the enemies of Azadari with children of Yazid (l.u.), will cast those into Hell who are changing Halaal-e-Mohammadi and Haraam-e-Mohammadi.</w:t>
      </w:r>
    </w:p>
    <w:p w:rsidR="00595365" w:rsidRDefault="001A403D" w:rsidP="00385B48">
      <w:pPr>
        <w:pStyle w:val="libAr"/>
      </w:pPr>
      <w:r>
        <w:rPr>
          <w:rFonts w:hint="eastAsia"/>
          <w:rtl/>
        </w:rPr>
        <w:t>يَـٰٓأَيُّهَا</w:t>
      </w:r>
      <w:r>
        <w:rPr>
          <w:rtl/>
        </w:rPr>
        <w:t xml:space="preserve"> </w:t>
      </w:r>
      <w:r>
        <w:rPr>
          <w:rFonts w:hint="cs"/>
          <w:rtl/>
        </w:rPr>
        <w:t>ٱ</w:t>
      </w:r>
      <w:r>
        <w:rPr>
          <w:rFonts w:hint="eastAsia"/>
          <w:rtl/>
        </w:rPr>
        <w:t>لَّذِينَ</w:t>
      </w:r>
      <w:r>
        <w:rPr>
          <w:rtl/>
        </w:rPr>
        <w:t xml:space="preserve"> ءَامَنُواْ </w:t>
      </w:r>
      <w:r>
        <w:rPr>
          <w:rFonts w:hint="cs"/>
          <w:rtl/>
        </w:rPr>
        <w:t>ٱ</w:t>
      </w:r>
      <w:r>
        <w:rPr>
          <w:rFonts w:hint="eastAsia"/>
          <w:rtl/>
        </w:rPr>
        <w:t>دۡخُلُواْ</w:t>
      </w:r>
      <w:r>
        <w:rPr>
          <w:rtl/>
        </w:rPr>
        <w:t xml:space="preserve"> فِى </w:t>
      </w:r>
      <w:r>
        <w:rPr>
          <w:rFonts w:hint="cs"/>
          <w:rtl/>
        </w:rPr>
        <w:t>ٱ</w:t>
      </w:r>
      <w:r>
        <w:rPr>
          <w:rFonts w:hint="eastAsia"/>
          <w:rtl/>
        </w:rPr>
        <w:t>لسِّلۡمِ</w:t>
      </w:r>
      <w:r>
        <w:rPr>
          <w:rtl/>
        </w:rPr>
        <w:t xml:space="preserve"> </w:t>
      </w:r>
      <w:r w:rsidR="001E6BAB" w:rsidRPr="001E6BAB">
        <w:rPr>
          <w:rFonts w:hint="cs"/>
          <w:rtl/>
        </w:rPr>
        <w:t>ک</w:t>
      </w:r>
      <w:r>
        <w:rPr>
          <w:rFonts w:hint="eastAsia"/>
          <w:rtl/>
        </w:rPr>
        <w:t>آفَّةً۬</w:t>
      </w:r>
      <w:r>
        <w:rPr>
          <w:rtl/>
        </w:rPr>
        <w:t xml:space="preserve"> وَلَا تَتَّبِعُواْ خُطُوَ</w:t>
      </w:r>
      <w:r w:rsidR="005B7B9E" w:rsidRPr="005B7B9E">
        <w:rPr>
          <w:rFonts w:hint="cs"/>
          <w:rtl/>
        </w:rPr>
        <w:t>ا</w:t>
      </w:r>
      <w:r>
        <w:rPr>
          <w:rFonts w:hint="eastAsia"/>
          <w:rtl/>
        </w:rPr>
        <w:t>تِ</w:t>
      </w:r>
      <w:r>
        <w:rPr>
          <w:rtl/>
        </w:rPr>
        <w:t xml:space="preserve"> </w:t>
      </w:r>
      <w:r>
        <w:rPr>
          <w:rFonts w:hint="cs"/>
          <w:rtl/>
        </w:rPr>
        <w:t>ٱ</w:t>
      </w:r>
      <w:r>
        <w:rPr>
          <w:rFonts w:hint="eastAsia"/>
          <w:rtl/>
        </w:rPr>
        <w:t>لشَّيۡطَـٰنِ‌ۚ</w:t>
      </w:r>
      <w:r>
        <w:rPr>
          <w:rtl/>
        </w:rPr>
        <w:t xml:space="preserve"> إِنَّهُ </w:t>
      </w:r>
      <w:r>
        <w:rPr>
          <w:rFonts w:hint="cs"/>
          <w:rtl/>
        </w:rPr>
        <w:t>ۥ</w:t>
      </w:r>
      <w:r>
        <w:rPr>
          <w:rtl/>
        </w:rPr>
        <w:t xml:space="preserve"> لَ</w:t>
      </w:r>
      <w:r w:rsidR="001E6BAB" w:rsidRPr="001E6BAB">
        <w:rPr>
          <w:rFonts w:hint="cs"/>
          <w:rtl/>
        </w:rPr>
        <w:t>ک</w:t>
      </w:r>
      <w:r>
        <w:rPr>
          <w:rFonts w:hint="eastAsia"/>
          <w:rtl/>
        </w:rPr>
        <w:t>مۡ</w:t>
      </w:r>
      <w:r>
        <w:rPr>
          <w:rtl/>
        </w:rPr>
        <w:t xml:space="preserve"> عَدُوٌّ۬ مُّبِينٌ۬ (٢٠٨</w:t>
      </w:r>
      <w:r w:rsidR="009229E3">
        <w:rPr>
          <w:rtl/>
        </w:rPr>
        <w:t>)</w:t>
      </w:r>
    </w:p>
    <w:p w:rsidR="001A403D" w:rsidRDefault="001A403D" w:rsidP="00E36567">
      <w:pPr>
        <w:pStyle w:val="libBoldItalic"/>
      </w:pPr>
      <w:r>
        <w:t>O you who believe! Enter into Silm (Islam, submission) completely, and do not follow the footsteps of Shaitan. Indeed, he is an open enemy for you. (208)</w:t>
      </w:r>
    </w:p>
    <w:p w:rsidR="001A403D" w:rsidRDefault="001A403D" w:rsidP="00E36567">
      <w:pPr>
        <w:pStyle w:val="libNormal"/>
      </w:pPr>
      <w:r>
        <w:t>1-Enter into Islam completely, it means into Walayat-e-Ali asws, and do not follow the foot-steps of Shaitan, it means do not obey anyone else. “As-Silm” means Walayat of Ali asws and his Aosiya Imams asws. (Imam Jafar Sadiq asws) (al-Burhan, v1, p455)</w:t>
      </w:r>
    </w:p>
    <w:p w:rsidR="001A403D" w:rsidRDefault="001A403D" w:rsidP="00E36567">
      <w:pPr>
        <w:pStyle w:val="libNormal"/>
      </w:pPr>
      <w:r>
        <w:t>2-Aal-e-Mohammad asws are Bab-e-Hittah and Bab-e-Silm, so enter completely into As-Silm, and do not follow the foot-steps of Shaitan. (Amirul Momineen Ali asws) (al-Burhan, v1, p456)</w:t>
      </w:r>
    </w:p>
    <w:p w:rsidR="001A403D" w:rsidRDefault="001A403D" w:rsidP="009229E3">
      <w:pPr>
        <w:pStyle w:val="libCenterBold1"/>
      </w:pPr>
      <w:r>
        <w:t>Lesson:</w:t>
      </w:r>
    </w:p>
    <w:p w:rsidR="001A403D" w:rsidRDefault="001A403D" w:rsidP="001A403D">
      <w:pPr>
        <w:pStyle w:val="libNormal"/>
      </w:pPr>
      <w:r>
        <w:t xml:space="preserve">1-Allah commands to enter into Walayat-e-Ali asws completely, and do not follow anyone else. The opponent of Allah, Muqassir Mulla says: Do not recite the testimony of Walayat-e-Ali asws, rather enter my Walayat-e-Faqeh. Note the arrogance of Mulla that whoever will follow him, then Mulla will answer (give Hisab Kitab) for him on the day of Qiyamah. In </w:t>
      </w:r>
      <w:r>
        <w:lastRenderedPageBreak/>
        <w:t>fact, Mulla wants to take out the weak-faith people from the boat of salvation, Bab-e-Hittah, and Bab-as-Silm to drown them in the ocean of Azaab.</w:t>
      </w:r>
    </w:p>
    <w:p w:rsidR="00595365" w:rsidRDefault="001A403D" w:rsidP="00385B48">
      <w:pPr>
        <w:pStyle w:val="libAr"/>
      </w:pPr>
      <w:r>
        <w:rPr>
          <w:rFonts w:hint="eastAsia"/>
          <w:rtl/>
        </w:rPr>
        <w:t>فَإِن</w:t>
      </w:r>
      <w:r>
        <w:rPr>
          <w:rtl/>
        </w:rPr>
        <w:t xml:space="preserve"> زَلَلۡتُم مِّنۢ بَعۡدِ مَا جَآءَتۡ</w:t>
      </w:r>
      <w:r w:rsidR="001E6BAB" w:rsidRPr="001E6BAB">
        <w:rPr>
          <w:rFonts w:hint="cs"/>
          <w:rtl/>
        </w:rPr>
        <w:t>ک</w:t>
      </w:r>
      <w:r>
        <w:rPr>
          <w:rFonts w:hint="eastAsia"/>
          <w:rtl/>
        </w:rPr>
        <w:t>مُ</w:t>
      </w:r>
      <w:r>
        <w:rPr>
          <w:rtl/>
        </w:rPr>
        <w:t xml:space="preserve"> </w:t>
      </w:r>
      <w:r>
        <w:rPr>
          <w:rFonts w:hint="cs"/>
          <w:rtl/>
        </w:rPr>
        <w:t>ٱ</w:t>
      </w:r>
      <w:r>
        <w:rPr>
          <w:rFonts w:hint="eastAsia"/>
          <w:rtl/>
        </w:rPr>
        <w:t>لۡبَيِّنَـٰتُ</w:t>
      </w:r>
      <w:r>
        <w:rPr>
          <w:rtl/>
        </w:rPr>
        <w:t xml:space="preserve"> فَ</w:t>
      </w:r>
      <w:r>
        <w:rPr>
          <w:rFonts w:hint="cs"/>
          <w:rtl/>
        </w:rPr>
        <w:t>ٱ</w:t>
      </w:r>
      <w:r>
        <w:rPr>
          <w:rFonts w:hint="eastAsia"/>
          <w:rtl/>
        </w:rPr>
        <w:t>عۡلَمُوٓاْ</w:t>
      </w:r>
      <w:r>
        <w:rPr>
          <w:rtl/>
        </w:rPr>
        <w:t xml:space="preserve"> أَنَّ </w:t>
      </w:r>
      <w:r>
        <w:rPr>
          <w:rFonts w:hint="cs"/>
          <w:rtl/>
        </w:rPr>
        <w:t>ٱ</w:t>
      </w:r>
      <w:r>
        <w:rPr>
          <w:rFonts w:hint="eastAsia"/>
          <w:rtl/>
        </w:rPr>
        <w:t>للَّهَ</w:t>
      </w:r>
      <w:r>
        <w:rPr>
          <w:rtl/>
        </w:rPr>
        <w:t xml:space="preserve"> عَزِيزٌ حَ</w:t>
      </w:r>
      <w:r w:rsidR="001E6BAB" w:rsidRPr="001E6BAB">
        <w:rPr>
          <w:rFonts w:hint="cs"/>
          <w:rtl/>
        </w:rPr>
        <w:t>ک</w:t>
      </w:r>
      <w:r>
        <w:rPr>
          <w:rFonts w:hint="eastAsia"/>
          <w:rtl/>
        </w:rPr>
        <w:t>يمٌ</w:t>
      </w:r>
      <w:r>
        <w:rPr>
          <w:rtl/>
        </w:rPr>
        <w:t xml:space="preserve"> (٢٠٩</w:t>
      </w:r>
      <w:r w:rsidR="009229E3">
        <w:rPr>
          <w:rtl/>
        </w:rPr>
        <w:t>)</w:t>
      </w:r>
    </w:p>
    <w:p w:rsidR="001A403D" w:rsidRDefault="001A403D" w:rsidP="00E36567">
      <w:pPr>
        <w:pStyle w:val="libBoldItalic"/>
      </w:pPr>
      <w:r>
        <w:t>And if you slip away after the clear proofs have come to you, then know that Allah is Mighty, Wise. (209)</w:t>
      </w:r>
    </w:p>
    <w:p w:rsidR="001A403D" w:rsidRDefault="001A403D" w:rsidP="001A403D">
      <w:pPr>
        <w:pStyle w:val="libNormal"/>
      </w:pPr>
      <w:r>
        <w:t>1-If you slipped away from Walayat (Silm) &amp; Islam which was only perfected by the faith of Walayat-e-Ali asws, then testimony of Nabuwat with opposition of Walayat-e-Ali asws does not give any benefit, as testimony of Tauheed does not give any benefit with opposition of Nabuwat. If you slip after the clear proofs (guidance) have come, it means that what Rasool Allah sawaw told, and Mohammad sawaw gave you undeniable clear proofs of Imamat &amp; superiority of Ali asws, that Nabi sawaw who is truthful, and his Deen is Haqq, then know that Allah is Mighty and Wise, that He has Power to capture the opponents of His Deen, and those who belie His Nabi sawaw as well.</w:t>
      </w:r>
    </w:p>
    <w:p w:rsidR="001A403D" w:rsidRDefault="001A403D" w:rsidP="001A403D">
      <w:pPr>
        <w:pStyle w:val="libNormal"/>
      </w:pPr>
      <w:r>
        <w:t>No one has power to prevent Him to take revenge from opponents, and He is Omnipotent to give reward to those who know His Deen, and not a single one has power to prevent Him to give reward to His obedient, and He is Wise in whatever He does. He does not give unnecessary, who is obedient to Him, gives him good in abundance, and keeps him on his status, and bestows His Blessing on him completely. And who is disobedient to Allah, He does not do injustice to him, but His capture is severe.</w:t>
      </w:r>
    </w:p>
    <w:p w:rsidR="001A403D" w:rsidRDefault="001A403D" w:rsidP="00E36567">
      <w:pPr>
        <w:pStyle w:val="libNormal"/>
      </w:pPr>
      <w:r>
        <w:t>No doubt, Ali asws is like Ka’ba, about which Allah has commanded that say prayer facing towards it. Allah has appointed him (asws) that you go to him regarding the affairs of Deen and Dunya (world). And if Kafirs turn faces away from it, then nothing decreases from the honour &amp; superiority of Ka’ba, nor its status can be insulted. Similarly if Haqq (right) of Ali asws was postponed by Muqassireen, then the splendor of Ali asws does not decrease, and who reject the obligatory are unjust ones. (Imam Hassan Askari asws) (al-Burhan, v1, p457)</w:t>
      </w:r>
    </w:p>
    <w:p w:rsidR="001A403D" w:rsidRDefault="001A403D" w:rsidP="009229E3">
      <w:pPr>
        <w:pStyle w:val="libCenterBold1"/>
      </w:pPr>
      <w:r>
        <w:t>Lesson:</w:t>
      </w:r>
    </w:p>
    <w:p w:rsidR="001A403D" w:rsidRDefault="001A403D" w:rsidP="001A403D">
      <w:pPr>
        <w:pStyle w:val="libNormal"/>
      </w:pPr>
      <w:r>
        <w:t>1-Offer prayer in such a way that face towards Ka’ba, which is similitude of Maola Ali asws, and Ali Ali asws should be in heart and on tongue.</w:t>
      </w:r>
    </w:p>
    <w:p w:rsidR="001A403D" w:rsidRDefault="001A403D" w:rsidP="001A403D">
      <w:pPr>
        <w:pStyle w:val="libNormal"/>
      </w:pPr>
      <w:r>
        <w:t>2-Muqassireen who deny the testimony of Walayat, their testimony of Tauheed &amp; Nabuwat will not benefit them. In fact, they belie the clear proofs of truthful Nabi sawaw, and they are unjust (Zalim) by rejecting the obligatory order of Walayat.</w:t>
      </w:r>
    </w:p>
    <w:p w:rsidR="001A403D" w:rsidRDefault="001A403D" w:rsidP="00385B48">
      <w:pPr>
        <w:pStyle w:val="libAr"/>
      </w:pPr>
      <w:r>
        <w:rPr>
          <w:rFonts w:hint="eastAsia"/>
          <w:rtl/>
        </w:rPr>
        <w:t>هَلۡ</w:t>
      </w:r>
      <w:r>
        <w:rPr>
          <w:rtl/>
        </w:rPr>
        <w:t xml:space="preserve"> يَنظُرُونَ إِلَّآ أَن يَأۡتِيَهُمُ </w:t>
      </w:r>
      <w:r>
        <w:rPr>
          <w:rFonts w:hint="cs"/>
          <w:rtl/>
        </w:rPr>
        <w:t>ٱ</w:t>
      </w:r>
      <w:r>
        <w:rPr>
          <w:rFonts w:hint="eastAsia"/>
          <w:rtl/>
        </w:rPr>
        <w:t>للَّهُ</w:t>
      </w:r>
      <w:r>
        <w:rPr>
          <w:rtl/>
        </w:rPr>
        <w:t xml:space="preserve"> فِى ظُلَلٍ۬ مِّنَ </w:t>
      </w:r>
      <w:r>
        <w:rPr>
          <w:rFonts w:hint="cs"/>
          <w:rtl/>
        </w:rPr>
        <w:t>ٱ</w:t>
      </w:r>
      <w:r>
        <w:rPr>
          <w:rFonts w:hint="eastAsia"/>
          <w:rtl/>
        </w:rPr>
        <w:t>لۡغَمَامِ</w:t>
      </w:r>
      <w:r>
        <w:rPr>
          <w:rtl/>
        </w:rPr>
        <w:t xml:space="preserve"> وَ</w:t>
      </w:r>
      <w:r>
        <w:rPr>
          <w:rFonts w:hint="cs"/>
          <w:rtl/>
        </w:rPr>
        <w:t>ٱ</w:t>
      </w:r>
      <w:r>
        <w:rPr>
          <w:rFonts w:hint="eastAsia"/>
          <w:rtl/>
        </w:rPr>
        <w:t>لۡمَلَـٰٓ</w:t>
      </w:r>
      <w:r>
        <w:rPr>
          <w:rFonts w:hint="cs"/>
          <w:rtl/>
        </w:rPr>
        <w:t>ٮِٕ</w:t>
      </w:r>
      <w:r w:rsidR="001E6BAB" w:rsidRPr="001E6BAB">
        <w:rPr>
          <w:rFonts w:hint="cs"/>
          <w:rtl/>
        </w:rPr>
        <w:t>ک</w:t>
      </w:r>
      <w:r>
        <w:rPr>
          <w:rFonts w:hint="eastAsia"/>
          <w:rtl/>
        </w:rPr>
        <w:t>ةُ</w:t>
      </w:r>
      <w:r>
        <w:rPr>
          <w:rtl/>
        </w:rPr>
        <w:t xml:space="preserve"> وَقُضِىَ </w:t>
      </w:r>
      <w:r>
        <w:rPr>
          <w:rFonts w:hint="cs"/>
          <w:rtl/>
        </w:rPr>
        <w:t>ٱ</w:t>
      </w:r>
      <w:r>
        <w:rPr>
          <w:rFonts w:hint="eastAsia"/>
          <w:rtl/>
        </w:rPr>
        <w:t>لۡأَمۡرُ‌ۚ</w:t>
      </w:r>
      <w:r>
        <w:rPr>
          <w:rtl/>
        </w:rPr>
        <w:t xml:space="preserve"> وَإِلَى </w:t>
      </w:r>
      <w:r>
        <w:rPr>
          <w:rFonts w:hint="cs"/>
          <w:rtl/>
        </w:rPr>
        <w:t>ٱ</w:t>
      </w:r>
      <w:r>
        <w:rPr>
          <w:rFonts w:hint="eastAsia"/>
          <w:rtl/>
        </w:rPr>
        <w:t>للَّهِ</w:t>
      </w:r>
      <w:r>
        <w:rPr>
          <w:rtl/>
        </w:rPr>
        <w:t xml:space="preserve"> تُرۡجَعُ </w:t>
      </w:r>
      <w:r>
        <w:rPr>
          <w:rFonts w:hint="cs"/>
          <w:rtl/>
        </w:rPr>
        <w:t>ٱ</w:t>
      </w:r>
      <w:r>
        <w:rPr>
          <w:rFonts w:hint="eastAsia"/>
          <w:rtl/>
        </w:rPr>
        <w:t>لۡأُمُورُ</w:t>
      </w:r>
      <w:r>
        <w:rPr>
          <w:rtl/>
        </w:rPr>
        <w:t xml:space="preserve"> (٢١٠</w:t>
      </w:r>
      <w:r w:rsidR="009229E3">
        <w:rPr>
          <w:rtl/>
        </w:rPr>
        <w:t>)</w:t>
      </w:r>
    </w:p>
    <w:p w:rsidR="001A403D" w:rsidRDefault="001A403D" w:rsidP="00E36567">
      <w:pPr>
        <w:pStyle w:val="libBoldItalic"/>
      </w:pPr>
      <w:r>
        <w:t>Are they waiting but that Allah should come to them in the shadows of the Ghamam with the angels? Then the matter is decided. And all the matters return to Allah. (210)</w:t>
      </w:r>
    </w:p>
    <w:p w:rsidR="001A403D" w:rsidRDefault="001A403D" w:rsidP="00E36567">
      <w:pPr>
        <w:pStyle w:val="libNormal"/>
      </w:pPr>
      <w:r>
        <w:t xml:space="preserve">1-Iblees asked respite until Qiyamah, but Allah gave until the day of known date. When the day of the known date will come, Iblees will appear </w:t>
      </w:r>
      <w:r>
        <w:lastRenderedPageBreak/>
        <w:t>with all his followers from the day when Adam (a.s.) was created to the day of known date. And Amirul Momineen asws will appear for the last time. On the day of the known date, Amirul Momineen asws and his companions, and Iblees and his companions will face each other on a land of Furat which is called Roha, near Kufa. And it will be such a battle that it would never been happened before since the creation of the worlds. Companions of Amirul Momineen asws will retreat hundred steps that some of them’s feet will be in Furat (river), at that time Jabbaar Azza wa Jalla will come down in the shadow of Ghamam, and Angels (a.s.) will come down, and matter will be decided, and Rasool Allah sawaw will come forward with the spear of Noor. When Iblees will see, he will run backwards, then his companions will ask: What is your intention that you are running away? He will say: What I am seeing, you are not seeing that, I am afraid of Allah, the Rabb of the worlds. Nabi Allah sawaw will chase him to hit the spear between his shoulders, and he will be killed, and all his followers will be killed. That time only Allah will be worshiped, and there will be no Shirk, and Amirul Momineen asws will govern for forty four thousand years. And one thousand sons will be born to every Shia of Ali asws, every year one son. And at that time, two paradises will appear at Masjid Kufa &amp; its surroundings by the permission of Allah. (Imam Jafar Sadiq asws) (al-Burhan, v1, p458)</w:t>
      </w:r>
    </w:p>
    <w:p w:rsidR="001A403D" w:rsidRDefault="001A403D" w:rsidP="009229E3">
      <w:pPr>
        <w:pStyle w:val="libCenterBold1"/>
      </w:pPr>
      <w:r>
        <w:t>Lesson:</w:t>
      </w:r>
    </w:p>
    <w:p w:rsidR="001A403D" w:rsidRDefault="001A403D" w:rsidP="001A403D">
      <w:pPr>
        <w:pStyle w:val="libNormal"/>
      </w:pPr>
      <w:r>
        <w:t>1-The enemy of Masumeen asws, Iblees will come with all his Shias for the last battle after Zahoor of Imam-e-Zamana asws, and there will be a severe battle with Shias of Maola Ali asws. At that time Allah will come in the shadow of Ghamam, i.e. that Ghamam will come which is expresser of all the Attributes of Allah. Ghamam is one of the holy names of Maola Ali asws. The government of Masumeen asws will stay for very very long time with Mashiyat-e-Elahi. The land of Kerbala &amp; Najaf will be paradises for the Momineen, and all Shias will be clean from all impurities, and Allah will bestow them pious &amp; pure children.</w:t>
      </w:r>
    </w:p>
    <w:p w:rsidR="001A403D" w:rsidRDefault="001A403D" w:rsidP="00385B48">
      <w:pPr>
        <w:pStyle w:val="libAr"/>
      </w:pPr>
      <w:r>
        <w:rPr>
          <w:rFonts w:hint="eastAsia"/>
          <w:rtl/>
        </w:rPr>
        <w:t>يَسۡـَٔلُونَكَ</w:t>
      </w:r>
      <w:r>
        <w:rPr>
          <w:rtl/>
        </w:rPr>
        <w:t xml:space="preserve"> عَنِ </w:t>
      </w:r>
      <w:r>
        <w:rPr>
          <w:rFonts w:hint="cs"/>
          <w:rtl/>
        </w:rPr>
        <w:t>ٱ</w:t>
      </w:r>
      <w:r>
        <w:rPr>
          <w:rFonts w:hint="eastAsia"/>
          <w:rtl/>
        </w:rPr>
        <w:t>لۡخَمۡرِ</w:t>
      </w:r>
      <w:r>
        <w:rPr>
          <w:rtl/>
        </w:rPr>
        <w:t xml:space="preserve"> وَ</w:t>
      </w:r>
      <w:r>
        <w:rPr>
          <w:rFonts w:hint="cs"/>
          <w:rtl/>
        </w:rPr>
        <w:t>ٱ</w:t>
      </w:r>
      <w:r>
        <w:rPr>
          <w:rFonts w:hint="eastAsia"/>
          <w:rtl/>
        </w:rPr>
        <w:t>لۡمَيۡسِرِ‌ۖ</w:t>
      </w:r>
      <w:r>
        <w:rPr>
          <w:rtl/>
        </w:rPr>
        <w:t xml:space="preserve"> قُلۡ فِيهِمَآ إِثۡمٌ۬ </w:t>
      </w:r>
      <w:r w:rsidR="001E6BAB" w:rsidRPr="001E6BAB">
        <w:rPr>
          <w:rFonts w:hint="cs"/>
          <w:rtl/>
        </w:rPr>
        <w:t>ک</w:t>
      </w:r>
      <w:r>
        <w:rPr>
          <w:rFonts w:hint="eastAsia"/>
          <w:rtl/>
        </w:rPr>
        <w:t>بِيرٌ۬</w:t>
      </w:r>
      <w:r>
        <w:rPr>
          <w:rtl/>
        </w:rPr>
        <w:t xml:space="preserve"> وَمَنَـٰفِعُ لِلنَّاسِ وَإِثۡمُهُمَآ أَ</w:t>
      </w:r>
      <w:r w:rsidR="001E6BAB" w:rsidRPr="001E6BAB">
        <w:rPr>
          <w:rFonts w:hint="cs"/>
          <w:rtl/>
        </w:rPr>
        <w:t>ک</w:t>
      </w:r>
      <w:r w:rsidRPr="00595365">
        <w:rPr>
          <w:rFonts w:hint="cs"/>
          <w:rtl/>
        </w:rPr>
        <w:t>ۡ</w:t>
      </w:r>
      <w:r>
        <w:rPr>
          <w:rFonts w:hint="eastAsia"/>
          <w:rtl/>
        </w:rPr>
        <w:t>بَرُ</w:t>
      </w:r>
      <w:r>
        <w:rPr>
          <w:rtl/>
        </w:rPr>
        <w:t xml:space="preserve"> مِن نَّفۡعِهِمَا‌ۗ وَيَسۡـَٔلُونَكَ مَاذَا يُنفِقُونَ قُلِ </w:t>
      </w:r>
      <w:r>
        <w:rPr>
          <w:rFonts w:hint="cs"/>
          <w:rtl/>
        </w:rPr>
        <w:t>ٱ</w:t>
      </w:r>
      <w:r>
        <w:rPr>
          <w:rFonts w:hint="eastAsia"/>
          <w:rtl/>
        </w:rPr>
        <w:t>لۡعَفۡوَ‌ۗ</w:t>
      </w:r>
      <w:r>
        <w:rPr>
          <w:rtl/>
        </w:rPr>
        <w:t xml:space="preserve"> كَذَ</w:t>
      </w:r>
      <w:r w:rsidR="005B7B9E" w:rsidRPr="005B7B9E">
        <w:rPr>
          <w:rFonts w:hint="cs"/>
          <w:rtl/>
        </w:rPr>
        <w:t>ا</w:t>
      </w:r>
      <w:r>
        <w:rPr>
          <w:rFonts w:hint="eastAsia"/>
          <w:rtl/>
        </w:rPr>
        <w:t>لِكَ</w:t>
      </w:r>
      <w:r>
        <w:rPr>
          <w:rtl/>
        </w:rPr>
        <w:t xml:space="preserve"> يُبَيِّنُ </w:t>
      </w:r>
      <w:r>
        <w:rPr>
          <w:rFonts w:hint="cs"/>
          <w:rtl/>
        </w:rPr>
        <w:t>ٱ</w:t>
      </w:r>
      <w:r>
        <w:rPr>
          <w:rFonts w:hint="eastAsia"/>
          <w:rtl/>
        </w:rPr>
        <w:t>للَّهُ</w:t>
      </w:r>
      <w:r>
        <w:rPr>
          <w:rtl/>
        </w:rPr>
        <w:t xml:space="preserve"> لَكُمُ </w:t>
      </w:r>
      <w:r>
        <w:rPr>
          <w:rFonts w:hint="cs"/>
          <w:rtl/>
        </w:rPr>
        <w:t>ٱ</w:t>
      </w:r>
      <w:r>
        <w:rPr>
          <w:rFonts w:hint="eastAsia"/>
          <w:rtl/>
        </w:rPr>
        <w:t>لۡأَيَـٰتِ</w:t>
      </w:r>
      <w:r>
        <w:rPr>
          <w:rtl/>
        </w:rPr>
        <w:t xml:space="preserve"> لَعَلَّ</w:t>
      </w:r>
      <w:r w:rsidR="001E6BAB" w:rsidRPr="001E6BAB">
        <w:rPr>
          <w:rFonts w:hint="cs"/>
          <w:rtl/>
        </w:rPr>
        <w:t>ک</w:t>
      </w:r>
      <w:r>
        <w:rPr>
          <w:rFonts w:hint="eastAsia"/>
          <w:rtl/>
        </w:rPr>
        <w:t>مۡ</w:t>
      </w:r>
      <w:r>
        <w:rPr>
          <w:rtl/>
        </w:rPr>
        <w:t xml:space="preserve"> ت</w:t>
      </w:r>
      <w:r>
        <w:rPr>
          <w:rFonts w:hint="eastAsia"/>
          <w:rtl/>
        </w:rPr>
        <w:t>َتَفَكَّرُونَ</w:t>
      </w:r>
      <w:r>
        <w:rPr>
          <w:rtl/>
        </w:rPr>
        <w:t xml:space="preserve"> (٢١٩</w:t>
      </w:r>
      <w:r w:rsidR="009229E3">
        <w:rPr>
          <w:rtl/>
        </w:rPr>
        <w:t>)</w:t>
      </w:r>
    </w:p>
    <w:p w:rsidR="001A403D" w:rsidRDefault="001A403D" w:rsidP="00E36567">
      <w:pPr>
        <w:pStyle w:val="libBoldItalic"/>
      </w:pPr>
      <w:r>
        <w:t>They ask you about alcohol and gambling. Say: In both is great sin, and (some) benefit for people; but the sin of them is greater than their benefit. And they ask you what they should spend. Say: What is surplus. Thus Allah makes clear to you the verses, that you might give thought. (219)</w:t>
      </w:r>
    </w:p>
    <w:p w:rsidR="001A403D" w:rsidRDefault="001A403D" w:rsidP="001A403D">
      <w:pPr>
        <w:pStyle w:val="libNormal"/>
      </w:pPr>
      <w:r>
        <w:t xml:space="preserve">1-Someone asked about alcohol that it is forbidden or Haraam? Imam asws said: Allah has declared it Haraam in His Book, “Say: My Rabb has declared immoral deeds Haraam, whether openly or secretly, and sin (ithm), and transgression without any right” (al-A’raf, 33), which are open, i.e. adultery which was done openly in the time of ignorance, and which are hidden, i.e. when a person used to die then his son used to marry his wives, Allah has declared this Haraam. And sin (ithm) is exactly alcohol, that Allah says, “They ask you about alcohol and gambling. Say: In both is great sin, </w:t>
      </w:r>
      <w:r>
        <w:lastRenderedPageBreak/>
        <w:t>and (some) benefit for people”, so in Quran ithm means alcohol and gambling, whose sin is greater than benefit.</w:t>
      </w:r>
    </w:p>
    <w:p w:rsidR="001A403D" w:rsidRDefault="001A403D" w:rsidP="00E36567">
      <w:pPr>
        <w:pStyle w:val="libNormal"/>
      </w:pPr>
      <w:r>
        <w:t>This Ayat (219) was revealed first in forbiddance of alcohol. Then people knew the forbiddance of alcohol, gambling, idols, and divining arrows, so Allah said: O you who believe, indeed, alcohol, gambling, idols, and divining arrows are but filthy works of Shaitan, so avoid it that you may be successful. (al-Ma’idah 90). In this verse forbiddance is more severe than the first. Then third verse became more severe than the first and second, “Shaitan only wants to cause between you animosity and hatred through alcohol and gambling, and to prevent you from Zikr of Allah and Salaah. So will you not desist? (al-Ma’idah 91). In this way Allah clearly told the reasons to avoid it, and in fourth verse clearly narrated its forbiddance (A’raf 33 which is mentioned above) (Imam Abul Hassan asws) (al-Burhan, v1, p466)</w:t>
      </w:r>
    </w:p>
    <w:p w:rsidR="001A403D" w:rsidRDefault="001A403D" w:rsidP="001A403D">
      <w:pPr>
        <w:pStyle w:val="libNormal"/>
      </w:pPr>
      <w:r>
        <w:t>2-Imam Baqir asws said: Nard and Shatranj (Chess) are gambling.</w:t>
      </w:r>
    </w:p>
    <w:p w:rsidR="001A403D" w:rsidRDefault="001A403D" w:rsidP="00E36567">
      <w:pPr>
        <w:pStyle w:val="libNormal"/>
      </w:pPr>
      <w:r>
        <w:t>3-Imam Ali Naqi asws said about this verse: All (types of) gambling are Maiser, and all intoxicants are Haraam. (al-Burhan, v1, p468)</w:t>
      </w:r>
    </w:p>
    <w:p w:rsidR="001A403D" w:rsidRDefault="001A403D" w:rsidP="009229E3">
      <w:pPr>
        <w:pStyle w:val="libCenterBold1"/>
      </w:pPr>
      <w:r>
        <w:t>Lesson:</w:t>
      </w:r>
    </w:p>
    <w:p w:rsidR="001A403D" w:rsidRDefault="001A403D" w:rsidP="001A403D">
      <w:pPr>
        <w:pStyle w:val="libNormal"/>
      </w:pPr>
      <w:r>
        <w:t xml:space="preserve">1-Alcohol &amp; gambling is the root of all moral &amp; economic problems. Which thing is Haraam in big amount, its even one sip is Haraam. Rules &amp; regulations of Allah never change, and Halaal-e-Mohammadi &amp; Haraam-e-Mohammadi will remain as it is until Qiyamah. </w:t>
      </w:r>
      <w:r>
        <w:cr/>
      </w:r>
    </w:p>
    <w:p w:rsidR="001A403D" w:rsidRDefault="001A403D" w:rsidP="001A403D">
      <w:pPr>
        <w:pStyle w:val="libNormal"/>
      </w:pPr>
      <w:r>
        <w:t>Muqassir Mulla is openly saying that they have the authority to decide Haraam &amp; Halaal. They have declared playing chess permissible. They discuss the benefits of alcohol in Madaris, and if one can control his senses after drinking alcohol, then it is not Haraam for him. Immoral acts are now Makrooh instead of Haraam, such act due to which Allah destroyed the nation of Loot (a.s.). So there is open opposition of Deen-e-Haqq.</w:t>
      </w:r>
    </w:p>
    <w:p w:rsidR="001A403D" w:rsidRDefault="001A403D" w:rsidP="00385B48">
      <w:pPr>
        <w:pStyle w:val="libAr"/>
      </w:pPr>
      <w:r>
        <w:rPr>
          <w:rFonts w:hint="eastAsia"/>
          <w:rtl/>
        </w:rPr>
        <w:t>حَـٰفِظُواْ</w:t>
      </w:r>
      <w:r>
        <w:rPr>
          <w:rtl/>
        </w:rPr>
        <w:t xml:space="preserve"> عَلَى </w:t>
      </w:r>
      <w:r>
        <w:rPr>
          <w:rFonts w:hint="cs"/>
          <w:rtl/>
        </w:rPr>
        <w:t>ٱ</w:t>
      </w:r>
      <w:r>
        <w:rPr>
          <w:rFonts w:hint="eastAsia"/>
          <w:rtl/>
        </w:rPr>
        <w:t>لصَّلَوَ</w:t>
      </w:r>
      <w:r w:rsidR="005B7B9E" w:rsidRPr="005B7B9E">
        <w:rPr>
          <w:rFonts w:hint="cs"/>
          <w:rtl/>
        </w:rPr>
        <w:t>ا</w:t>
      </w:r>
      <w:r>
        <w:rPr>
          <w:rFonts w:hint="eastAsia"/>
          <w:rtl/>
        </w:rPr>
        <w:t>تِ</w:t>
      </w:r>
      <w:r>
        <w:rPr>
          <w:rtl/>
        </w:rPr>
        <w:t xml:space="preserve"> وَ</w:t>
      </w:r>
      <w:r>
        <w:rPr>
          <w:rFonts w:hint="cs"/>
          <w:rtl/>
        </w:rPr>
        <w:t>ٱ</w:t>
      </w:r>
      <w:r>
        <w:rPr>
          <w:rFonts w:hint="eastAsia"/>
          <w:rtl/>
        </w:rPr>
        <w:t>لصَّلَوٰةِ</w:t>
      </w:r>
      <w:r>
        <w:rPr>
          <w:rtl/>
        </w:rPr>
        <w:t xml:space="preserve"> </w:t>
      </w:r>
      <w:r>
        <w:rPr>
          <w:rFonts w:hint="cs"/>
          <w:rtl/>
        </w:rPr>
        <w:t>ٱ</w:t>
      </w:r>
      <w:r>
        <w:rPr>
          <w:rFonts w:hint="eastAsia"/>
          <w:rtl/>
        </w:rPr>
        <w:t>لۡوُسۡطَىٰ</w:t>
      </w:r>
      <w:r>
        <w:rPr>
          <w:rtl/>
        </w:rPr>
        <w:t xml:space="preserve"> وَقُومُواْ لِلَّهِ قَـٰنِتِينَ (٢٣٨</w:t>
      </w:r>
      <w:r w:rsidR="009229E3">
        <w:rPr>
          <w:rtl/>
        </w:rPr>
        <w:t>)</w:t>
      </w:r>
    </w:p>
    <w:p w:rsidR="001A403D" w:rsidRDefault="001A403D" w:rsidP="00E36567">
      <w:pPr>
        <w:pStyle w:val="libBoldItalic"/>
      </w:pPr>
      <w:r>
        <w:t>Guard the prayers, and (especially) the middle prayer, and stand before Allah with devotion (reciting Qunoot). (238)</w:t>
      </w:r>
    </w:p>
    <w:p w:rsidR="001A403D" w:rsidRDefault="001A403D" w:rsidP="00E36567">
      <w:pPr>
        <w:pStyle w:val="libNormal"/>
      </w:pPr>
      <w:r>
        <w:t>1-Prayers are Rasool Allah sawaw, Amirul Momineen asws, Fatima asws, Hassan asws, and Hussain asws, and middle prayer is Amirul Momineen asws, and stand (in prayer) for Allah with obedience, it means obedience of Imams asws. Qunoot is that Dua which is in Qiyam of Salaah. (Imam Jafar Sadiq asws) (al-Burhan, v1, p510)</w:t>
      </w:r>
    </w:p>
    <w:p w:rsidR="001A403D" w:rsidRDefault="001A403D" w:rsidP="009229E3">
      <w:pPr>
        <w:pStyle w:val="libCenterBold1"/>
      </w:pPr>
      <w:r>
        <w:t>Lesson:</w:t>
      </w:r>
    </w:p>
    <w:p w:rsidR="001A403D" w:rsidRDefault="001A403D" w:rsidP="001A403D">
      <w:pPr>
        <w:pStyle w:val="libNormal"/>
      </w:pPr>
      <w:r>
        <w:t>1-Allah Azza wa Jalla made the prayers obligatory only &amp; only that the Zikr of Mohammad-o-Aal-e-Mohammad asws should remain alive, and especially people should not forget Walayat of Maola Ali asws, and in Qunoot people should make Dua for Zahoor of Imam-e-Zamana asws and should curse on the enemies of Masumeen asws.</w:t>
      </w:r>
    </w:p>
    <w:p w:rsidR="001A403D" w:rsidRDefault="001A403D" w:rsidP="001A403D">
      <w:pPr>
        <w:pStyle w:val="libNormal"/>
      </w:pPr>
      <w:r>
        <w:t>But Muqassir Mulla wishes that Namaz should be read on Sunnah of Iblees instead of Sunnah of Masumeen asws.</w:t>
      </w:r>
    </w:p>
    <w:p w:rsidR="00595365" w:rsidRDefault="001A403D" w:rsidP="00385B48">
      <w:pPr>
        <w:pStyle w:val="libAr"/>
      </w:pPr>
      <w:r>
        <w:rPr>
          <w:rFonts w:hint="eastAsia"/>
          <w:rtl/>
        </w:rPr>
        <w:lastRenderedPageBreak/>
        <w:t>مَّن</w:t>
      </w:r>
      <w:r>
        <w:rPr>
          <w:rtl/>
        </w:rPr>
        <w:t xml:space="preserve"> ذَا </w:t>
      </w:r>
      <w:r>
        <w:rPr>
          <w:rFonts w:hint="cs"/>
          <w:rtl/>
        </w:rPr>
        <w:t>ٱ</w:t>
      </w:r>
      <w:r>
        <w:rPr>
          <w:rFonts w:hint="eastAsia"/>
          <w:rtl/>
        </w:rPr>
        <w:t>لَّذِى</w:t>
      </w:r>
      <w:r>
        <w:rPr>
          <w:rtl/>
        </w:rPr>
        <w:t xml:space="preserve"> يُقۡرِضُ </w:t>
      </w:r>
      <w:r>
        <w:rPr>
          <w:rFonts w:hint="cs"/>
          <w:rtl/>
        </w:rPr>
        <w:t>ٱ</w:t>
      </w:r>
      <w:r>
        <w:rPr>
          <w:rFonts w:hint="eastAsia"/>
          <w:rtl/>
        </w:rPr>
        <w:t>للَّهَ</w:t>
      </w:r>
      <w:r>
        <w:rPr>
          <w:rtl/>
        </w:rPr>
        <w:t xml:space="preserve"> قَرۡضًا حَسَنً۬ا فَيُضَـٰعِفَهُ </w:t>
      </w:r>
      <w:r>
        <w:rPr>
          <w:rFonts w:hint="cs"/>
          <w:rtl/>
        </w:rPr>
        <w:t>ۥ</w:t>
      </w:r>
      <w:r>
        <w:rPr>
          <w:rtl/>
        </w:rPr>
        <w:t xml:space="preserve"> لَهُ </w:t>
      </w:r>
      <w:r>
        <w:rPr>
          <w:rFonts w:hint="cs"/>
          <w:rtl/>
        </w:rPr>
        <w:t>ۥۤ</w:t>
      </w:r>
      <w:r>
        <w:rPr>
          <w:rtl/>
        </w:rPr>
        <w:t xml:space="preserve"> أَضۡعَافً۬ا </w:t>
      </w:r>
      <w:r w:rsidR="001E6BAB" w:rsidRPr="001E6BAB">
        <w:rPr>
          <w:rFonts w:hint="cs"/>
          <w:rtl/>
        </w:rPr>
        <w:t>ک</w:t>
      </w:r>
      <w:r>
        <w:rPr>
          <w:rFonts w:hint="eastAsia"/>
          <w:rtl/>
        </w:rPr>
        <w:t>ثِيرَةً۬‌ۚ</w:t>
      </w:r>
      <w:r>
        <w:rPr>
          <w:rtl/>
        </w:rPr>
        <w:t xml:space="preserve"> وَ</w:t>
      </w:r>
      <w:r>
        <w:rPr>
          <w:rFonts w:hint="cs"/>
          <w:rtl/>
        </w:rPr>
        <w:t>ٱ</w:t>
      </w:r>
      <w:r>
        <w:rPr>
          <w:rFonts w:hint="eastAsia"/>
          <w:rtl/>
        </w:rPr>
        <w:t>للَّهُ</w:t>
      </w:r>
      <w:r>
        <w:rPr>
          <w:rtl/>
        </w:rPr>
        <w:t xml:space="preserve"> يَقۡبِضُ وَيَبۡصُۜطُ وَإِلَيۡهِ تُرۡجَعُونَ (٢٤٥</w:t>
      </w:r>
      <w:r w:rsidR="009229E3">
        <w:rPr>
          <w:rtl/>
        </w:rPr>
        <w:t>)</w:t>
      </w:r>
    </w:p>
    <w:p w:rsidR="001A403D" w:rsidRDefault="001A403D" w:rsidP="00E36567">
      <w:pPr>
        <w:pStyle w:val="libBoldItalic"/>
      </w:pPr>
      <w:r>
        <w:t>Who is it that will lend to Allah a goodly loan, so that He may multiply it for him manifold? And Allah withholds and grants abundance, and to Him you will return. (245)</w:t>
      </w:r>
    </w:p>
    <w:p w:rsidR="001A403D" w:rsidRDefault="001A403D" w:rsidP="00E36567">
      <w:pPr>
        <w:pStyle w:val="libNormal"/>
      </w:pPr>
      <w:r>
        <w:t>1-When this verse “Who will bring Hasna (virtue), for him is better reward than that” (al-Naml, 89) was revealed, then Rasool Allah sawaw said: Ya Allah, increase. Then verse was revealed “Who will bring Hasna, tenfold reward is for him” (al-An’am, 160), so again said: Ya Allah increase. Then this verse (al-Baqarah, 245) was revealed, and from Allah manifold (Katheer) is that which is not countable and it is never ending. (Imam Jafar Sadiq asws) (al-Burhan, v1, p516)</w:t>
      </w:r>
    </w:p>
    <w:p w:rsidR="001A403D" w:rsidRDefault="001A403D" w:rsidP="00E36567">
      <w:pPr>
        <w:pStyle w:val="libNormal"/>
      </w:pPr>
      <w:r>
        <w:t>2-Is’haq bin Ammar asked Imam Abul Hassan asws: What is the meaning of “Who is it that will lend to Allah a goodly loan”? Imam asws said: It is Silatul Imam (kind relation with Imam asws). (al-Burhan, v1, p516)</w:t>
      </w:r>
    </w:p>
    <w:p w:rsidR="001A403D" w:rsidRDefault="001A403D" w:rsidP="009229E3">
      <w:pPr>
        <w:pStyle w:val="libCenterBold1"/>
      </w:pPr>
      <w:r>
        <w:t>Lesson:</w:t>
      </w:r>
    </w:p>
    <w:p w:rsidR="001A403D" w:rsidRDefault="001A403D" w:rsidP="001A403D">
      <w:pPr>
        <w:pStyle w:val="libNormal"/>
      </w:pPr>
      <w:r>
        <w:t>1-Hasna (virtue) means Silatul Imam, i.e. connection with Imam, or the right of Imam, or the right of Walayat. Testimony of Walayat is that Hasna that its reward is never ending. The right of Imam is being  given to Muqassir Mulla instead of spending it as Allah has commanded. Muqassir Mulla not only opposes the right of Walayat of Imams asws but does Shirk in it as well.</w:t>
      </w:r>
    </w:p>
    <w:p w:rsidR="00595365" w:rsidRDefault="001A403D" w:rsidP="00385B48">
      <w:pPr>
        <w:pStyle w:val="libAr"/>
      </w:pPr>
      <w:r>
        <w:rPr>
          <w:rFonts w:hint="eastAsia"/>
          <w:rtl/>
        </w:rPr>
        <w:t>أَلَمۡ</w:t>
      </w:r>
      <w:r>
        <w:rPr>
          <w:rtl/>
        </w:rPr>
        <w:t xml:space="preserve"> تَرَ إِلَى </w:t>
      </w:r>
      <w:r>
        <w:rPr>
          <w:rFonts w:hint="cs"/>
          <w:rtl/>
        </w:rPr>
        <w:t>ٱ</w:t>
      </w:r>
      <w:r>
        <w:rPr>
          <w:rFonts w:hint="eastAsia"/>
          <w:rtl/>
        </w:rPr>
        <w:t>لۡمَلَإِ</w:t>
      </w:r>
      <w:r>
        <w:rPr>
          <w:rtl/>
        </w:rPr>
        <w:t xml:space="preserve"> مِنۢ بَنِىٓ إِسۡرَ</w:t>
      </w:r>
      <w:r w:rsidR="005B7B9E" w:rsidRPr="005B7B9E">
        <w:rPr>
          <w:rFonts w:hint="cs"/>
          <w:rtl/>
        </w:rPr>
        <w:t>ا</w:t>
      </w:r>
      <w:r w:rsidRPr="00595365">
        <w:rPr>
          <w:rFonts w:hint="cs"/>
          <w:rtl/>
        </w:rPr>
        <w:t>ٓ</w:t>
      </w:r>
      <w:r>
        <w:rPr>
          <w:rFonts w:hint="eastAsia"/>
          <w:rtl/>
        </w:rPr>
        <w:t>ءِيلَ</w:t>
      </w:r>
      <w:r>
        <w:rPr>
          <w:rtl/>
        </w:rPr>
        <w:t xml:space="preserve"> مِنۢ بَعۡدِ مُوسَىٰٓ إِذۡ قَالُواْ لِنَبِىٍّ۬ لَّهُمُ </w:t>
      </w:r>
      <w:r>
        <w:rPr>
          <w:rFonts w:hint="cs"/>
          <w:rtl/>
        </w:rPr>
        <w:t>ٱ</w:t>
      </w:r>
      <w:r>
        <w:rPr>
          <w:rFonts w:hint="eastAsia"/>
          <w:rtl/>
        </w:rPr>
        <w:t>بۡعَثۡ</w:t>
      </w:r>
      <w:r>
        <w:rPr>
          <w:rtl/>
        </w:rPr>
        <w:t xml:space="preserve"> لَنَا مَلِ</w:t>
      </w:r>
      <w:r w:rsidR="001E6BAB" w:rsidRPr="001E6BAB">
        <w:rPr>
          <w:rFonts w:hint="cs"/>
          <w:rtl/>
        </w:rPr>
        <w:t>ک</w:t>
      </w:r>
      <w:r>
        <w:rPr>
          <w:rFonts w:hint="eastAsia"/>
          <w:rtl/>
        </w:rPr>
        <w:t>ا</w:t>
      </w:r>
      <w:r>
        <w:rPr>
          <w:rtl/>
        </w:rPr>
        <w:t xml:space="preserve"> نُّقَـٰتِلۡ فِى سَبِيلِ </w:t>
      </w:r>
      <w:r>
        <w:rPr>
          <w:rFonts w:hint="cs"/>
          <w:rtl/>
        </w:rPr>
        <w:t>ٱ</w:t>
      </w:r>
      <w:r>
        <w:rPr>
          <w:rFonts w:hint="eastAsia"/>
          <w:rtl/>
        </w:rPr>
        <w:t>للَّهِ‌ۖ</w:t>
      </w:r>
      <w:r>
        <w:rPr>
          <w:rtl/>
        </w:rPr>
        <w:t xml:space="preserve"> قَالَ هَلۡ عَسَيۡتُمۡ إِن </w:t>
      </w:r>
      <w:r w:rsidR="001E6BAB" w:rsidRPr="001E6BAB">
        <w:rPr>
          <w:rFonts w:hint="cs"/>
          <w:rtl/>
        </w:rPr>
        <w:t>ک</w:t>
      </w:r>
      <w:r>
        <w:rPr>
          <w:rFonts w:hint="eastAsia"/>
          <w:rtl/>
        </w:rPr>
        <w:t>تِبَ</w:t>
      </w:r>
      <w:r>
        <w:rPr>
          <w:rtl/>
        </w:rPr>
        <w:t xml:space="preserve"> عَلَيۡ</w:t>
      </w:r>
      <w:r w:rsidR="001E6BAB" w:rsidRPr="001E6BAB">
        <w:rPr>
          <w:rFonts w:hint="cs"/>
          <w:rtl/>
        </w:rPr>
        <w:t>ک</w:t>
      </w:r>
      <w:r>
        <w:rPr>
          <w:rFonts w:hint="eastAsia"/>
          <w:rtl/>
        </w:rPr>
        <w:t>مُ</w:t>
      </w:r>
      <w:r>
        <w:rPr>
          <w:rtl/>
        </w:rPr>
        <w:t xml:space="preserve"> </w:t>
      </w:r>
      <w:r>
        <w:rPr>
          <w:rFonts w:hint="cs"/>
          <w:rtl/>
        </w:rPr>
        <w:t>ٱ</w:t>
      </w:r>
      <w:r>
        <w:rPr>
          <w:rFonts w:hint="eastAsia"/>
          <w:rtl/>
        </w:rPr>
        <w:t>لۡقِتَالُ</w:t>
      </w:r>
      <w:r>
        <w:rPr>
          <w:rtl/>
        </w:rPr>
        <w:t xml:space="preserve"> أَلَّا تُقَـٰتِلُواْ‌ۖ قَالُواْ وَمَ</w:t>
      </w:r>
      <w:r>
        <w:rPr>
          <w:rFonts w:hint="eastAsia"/>
          <w:rtl/>
        </w:rPr>
        <w:t>ا</w:t>
      </w:r>
      <w:r>
        <w:rPr>
          <w:rtl/>
        </w:rPr>
        <w:t xml:space="preserve"> لَنَآ أَلَّا نُقَـٰتِلَ فِى سَبِيلِ </w:t>
      </w:r>
      <w:r>
        <w:rPr>
          <w:rFonts w:hint="cs"/>
          <w:rtl/>
        </w:rPr>
        <w:t>ٱ</w:t>
      </w:r>
      <w:r>
        <w:rPr>
          <w:rFonts w:hint="eastAsia"/>
          <w:rtl/>
        </w:rPr>
        <w:t>للَّهِ</w:t>
      </w:r>
      <w:r>
        <w:rPr>
          <w:rtl/>
        </w:rPr>
        <w:t xml:space="preserve"> وَقَدۡ أُخۡرِجۡنَا مِن دِيَـٰرِنَا وَأَبۡنَآ</w:t>
      </w:r>
      <w:r>
        <w:rPr>
          <w:rFonts w:hint="cs"/>
          <w:rtl/>
        </w:rPr>
        <w:t>ٮِٕ</w:t>
      </w:r>
      <w:r>
        <w:rPr>
          <w:rFonts w:hint="eastAsia"/>
          <w:rtl/>
        </w:rPr>
        <w:t>نَا‌ۖ</w:t>
      </w:r>
      <w:r>
        <w:rPr>
          <w:rtl/>
        </w:rPr>
        <w:t xml:space="preserve"> فَلَمَّا كُتِبَ عَلَيۡهِمُ </w:t>
      </w:r>
      <w:r>
        <w:rPr>
          <w:rFonts w:hint="cs"/>
          <w:rtl/>
        </w:rPr>
        <w:t>ٱ</w:t>
      </w:r>
      <w:r>
        <w:rPr>
          <w:rFonts w:hint="eastAsia"/>
          <w:rtl/>
        </w:rPr>
        <w:t>لۡقِتَالُ</w:t>
      </w:r>
      <w:r>
        <w:rPr>
          <w:rtl/>
        </w:rPr>
        <w:t xml:space="preserve"> تَوَلَّوۡاْ إِلَّا قَلِيلاً۬ مِّنۡهُمۡ‌ۗ وَ</w:t>
      </w:r>
      <w:r>
        <w:rPr>
          <w:rFonts w:hint="cs"/>
          <w:rtl/>
        </w:rPr>
        <w:t>ٱ</w:t>
      </w:r>
      <w:r>
        <w:rPr>
          <w:rFonts w:hint="eastAsia"/>
          <w:rtl/>
        </w:rPr>
        <w:t>للَّهُ</w:t>
      </w:r>
      <w:r>
        <w:rPr>
          <w:rtl/>
        </w:rPr>
        <w:t xml:space="preserve"> عَلِيمُۢ بِ</w:t>
      </w:r>
      <w:r>
        <w:rPr>
          <w:rFonts w:hint="cs"/>
          <w:rtl/>
        </w:rPr>
        <w:t>ٱ</w:t>
      </w:r>
      <w:r>
        <w:rPr>
          <w:rFonts w:hint="eastAsia"/>
          <w:rtl/>
        </w:rPr>
        <w:t>لظَّـٰلِمِينَ</w:t>
      </w:r>
      <w:r>
        <w:rPr>
          <w:rtl/>
        </w:rPr>
        <w:t xml:space="preserve"> (٢٤٦</w:t>
      </w:r>
      <w:r w:rsidR="009229E3">
        <w:rPr>
          <w:rtl/>
        </w:rPr>
        <w:t>)</w:t>
      </w:r>
      <w:r>
        <w:rPr>
          <w:rtl/>
        </w:rPr>
        <w:t xml:space="preserve"> وَقَالَ لَهُمۡ نَبِيُّهُمۡ إِنَّ </w:t>
      </w:r>
      <w:r>
        <w:rPr>
          <w:rFonts w:hint="cs"/>
          <w:rtl/>
        </w:rPr>
        <w:t>ٱ</w:t>
      </w:r>
      <w:r>
        <w:rPr>
          <w:rtl/>
        </w:rPr>
        <w:t>للَّهَ قَدۡ بَعَثَ لَ</w:t>
      </w:r>
      <w:r w:rsidR="001E6BAB" w:rsidRPr="001E6BAB">
        <w:rPr>
          <w:rFonts w:hint="cs"/>
          <w:rtl/>
        </w:rPr>
        <w:t>ک</w:t>
      </w:r>
      <w:r>
        <w:rPr>
          <w:rFonts w:hint="eastAsia"/>
          <w:rtl/>
        </w:rPr>
        <w:t>مۡ</w:t>
      </w:r>
      <w:r>
        <w:rPr>
          <w:rtl/>
        </w:rPr>
        <w:t xml:space="preserve"> طَالُوتَ مَلِكً۬ا‌ۚ قَالُوٓاْ أَنَّىٰ يَكُونُ لَهُ </w:t>
      </w:r>
      <w:r>
        <w:rPr>
          <w:rFonts w:hint="cs"/>
          <w:rtl/>
        </w:rPr>
        <w:t>ٱ</w:t>
      </w:r>
      <w:r>
        <w:rPr>
          <w:rFonts w:hint="eastAsia"/>
          <w:rtl/>
        </w:rPr>
        <w:t>لۡمُلۡكُ</w:t>
      </w:r>
      <w:r>
        <w:rPr>
          <w:rtl/>
        </w:rPr>
        <w:t xml:space="preserve"> عَلَيۡنَا وَنَحۡنُ أَحَقُّ بِ</w:t>
      </w:r>
      <w:r>
        <w:rPr>
          <w:rFonts w:hint="cs"/>
          <w:rtl/>
        </w:rPr>
        <w:t>ٱ</w:t>
      </w:r>
      <w:r>
        <w:rPr>
          <w:rFonts w:hint="eastAsia"/>
          <w:rtl/>
        </w:rPr>
        <w:t>لۡمُلۡكِ</w:t>
      </w:r>
      <w:r>
        <w:rPr>
          <w:rtl/>
        </w:rPr>
        <w:t xml:space="preserve"> مِنۡهُ وَلَمۡ يُؤۡتَ سَعَةً۬ مِّنَ </w:t>
      </w:r>
      <w:r>
        <w:rPr>
          <w:rFonts w:hint="cs"/>
          <w:rtl/>
        </w:rPr>
        <w:t>ٱ</w:t>
      </w:r>
      <w:r>
        <w:rPr>
          <w:rFonts w:hint="eastAsia"/>
          <w:rtl/>
        </w:rPr>
        <w:t>لۡمَالِ‌ۚ</w:t>
      </w:r>
      <w:r>
        <w:rPr>
          <w:rtl/>
        </w:rPr>
        <w:t xml:space="preserve"> قَالَ إِنَّ </w:t>
      </w:r>
      <w:r>
        <w:rPr>
          <w:rFonts w:hint="cs"/>
          <w:rtl/>
        </w:rPr>
        <w:t>ٱ</w:t>
      </w:r>
      <w:r>
        <w:rPr>
          <w:rFonts w:hint="eastAsia"/>
          <w:rtl/>
        </w:rPr>
        <w:t>للَّهَ</w:t>
      </w:r>
      <w:r>
        <w:rPr>
          <w:rtl/>
        </w:rPr>
        <w:t xml:space="preserve"> </w:t>
      </w:r>
      <w:r>
        <w:rPr>
          <w:rFonts w:hint="cs"/>
          <w:rtl/>
        </w:rPr>
        <w:t>ٱ</w:t>
      </w:r>
      <w:r>
        <w:rPr>
          <w:rFonts w:hint="eastAsia"/>
          <w:rtl/>
        </w:rPr>
        <w:t>صۡطَفَ</w:t>
      </w:r>
      <w:r>
        <w:rPr>
          <w:rFonts w:hint="cs"/>
          <w:rtl/>
        </w:rPr>
        <w:t>ٮٰ</w:t>
      </w:r>
      <w:r>
        <w:rPr>
          <w:rFonts w:hint="eastAsia"/>
          <w:rtl/>
        </w:rPr>
        <w:t>هُ</w:t>
      </w:r>
      <w:r>
        <w:rPr>
          <w:rtl/>
        </w:rPr>
        <w:t xml:space="preserve"> عَلَيۡ</w:t>
      </w:r>
      <w:r w:rsidR="001E6BAB" w:rsidRPr="001E6BAB">
        <w:rPr>
          <w:rFonts w:hint="cs"/>
          <w:rtl/>
        </w:rPr>
        <w:t>ک</w:t>
      </w:r>
      <w:r>
        <w:rPr>
          <w:rFonts w:hint="eastAsia"/>
          <w:rtl/>
        </w:rPr>
        <w:t>مۡ</w:t>
      </w:r>
      <w:r>
        <w:rPr>
          <w:rtl/>
        </w:rPr>
        <w:t xml:space="preserve"> وَزَادَهُ </w:t>
      </w:r>
      <w:r>
        <w:rPr>
          <w:rFonts w:hint="cs"/>
          <w:rtl/>
        </w:rPr>
        <w:t>ۥ</w:t>
      </w:r>
      <w:r>
        <w:rPr>
          <w:rtl/>
        </w:rPr>
        <w:t xml:space="preserve"> بَسۡطَةً۬ فِى </w:t>
      </w:r>
      <w:r>
        <w:rPr>
          <w:rFonts w:hint="cs"/>
          <w:rtl/>
        </w:rPr>
        <w:t>ٱ</w:t>
      </w:r>
      <w:r>
        <w:rPr>
          <w:rFonts w:hint="eastAsia"/>
          <w:rtl/>
        </w:rPr>
        <w:t>لۡعِلۡمِ</w:t>
      </w:r>
      <w:r>
        <w:rPr>
          <w:rtl/>
        </w:rPr>
        <w:t xml:space="preserve"> وَ</w:t>
      </w:r>
      <w:r>
        <w:rPr>
          <w:rFonts w:hint="cs"/>
          <w:rtl/>
        </w:rPr>
        <w:t>ٱ</w:t>
      </w:r>
      <w:r>
        <w:rPr>
          <w:rFonts w:hint="eastAsia"/>
          <w:rtl/>
        </w:rPr>
        <w:t>لۡجِسۡمِ‌ۖ</w:t>
      </w:r>
      <w:r>
        <w:rPr>
          <w:rtl/>
        </w:rPr>
        <w:t xml:space="preserve"> وَ</w:t>
      </w:r>
      <w:r>
        <w:rPr>
          <w:rFonts w:hint="cs"/>
          <w:rtl/>
        </w:rPr>
        <w:t>ٱ</w:t>
      </w:r>
      <w:r>
        <w:rPr>
          <w:rFonts w:hint="eastAsia"/>
          <w:rtl/>
        </w:rPr>
        <w:t>للَّهُ</w:t>
      </w:r>
      <w:r>
        <w:rPr>
          <w:rtl/>
        </w:rPr>
        <w:t xml:space="preserve"> يُؤۡتِى مُلۡ</w:t>
      </w:r>
      <w:r w:rsidR="001E6BAB" w:rsidRPr="001E6BAB">
        <w:rPr>
          <w:rFonts w:hint="cs"/>
          <w:rtl/>
        </w:rPr>
        <w:t>ک</w:t>
      </w:r>
      <w:r>
        <w:rPr>
          <w:rFonts w:hint="eastAsia"/>
          <w:rtl/>
        </w:rPr>
        <w:t>هُ</w:t>
      </w:r>
      <w:r>
        <w:rPr>
          <w:rtl/>
        </w:rPr>
        <w:t xml:space="preserve"> </w:t>
      </w:r>
      <w:r>
        <w:rPr>
          <w:rFonts w:hint="cs"/>
          <w:rtl/>
        </w:rPr>
        <w:t>ۥ</w:t>
      </w:r>
      <w:r>
        <w:rPr>
          <w:rtl/>
        </w:rPr>
        <w:t xml:space="preserve"> مَن يَشَآءُ‌ۚ وَ</w:t>
      </w:r>
      <w:r>
        <w:rPr>
          <w:rFonts w:hint="cs"/>
          <w:rtl/>
        </w:rPr>
        <w:t>ٱ</w:t>
      </w:r>
      <w:r>
        <w:rPr>
          <w:rFonts w:hint="eastAsia"/>
          <w:rtl/>
        </w:rPr>
        <w:t>للَّهُ</w:t>
      </w:r>
      <w:r>
        <w:rPr>
          <w:rtl/>
        </w:rPr>
        <w:t xml:space="preserve"> وَاسِعٌ عَلِيمٌ۬ (٢٤٧</w:t>
      </w:r>
      <w:r w:rsidR="009229E3">
        <w:rPr>
          <w:rtl/>
        </w:rPr>
        <w:t>)</w:t>
      </w:r>
      <w:r>
        <w:rPr>
          <w:rtl/>
        </w:rPr>
        <w:t xml:space="preserve"> وَقَالَ لَهُمۡ نَبِيُّهُمۡ إِنَّ ءَايَةَ مُلۡ</w:t>
      </w:r>
      <w:r w:rsidR="001E6BAB" w:rsidRPr="001E6BAB">
        <w:rPr>
          <w:rFonts w:hint="cs"/>
          <w:rtl/>
        </w:rPr>
        <w:t>ک</w:t>
      </w:r>
      <w:r>
        <w:rPr>
          <w:rFonts w:hint="eastAsia"/>
          <w:rtl/>
        </w:rPr>
        <w:t>هِ</w:t>
      </w:r>
      <w:r>
        <w:rPr>
          <w:rFonts w:hint="cs"/>
          <w:rtl/>
        </w:rPr>
        <w:t>ۦۤ</w:t>
      </w:r>
      <w:r>
        <w:rPr>
          <w:rtl/>
        </w:rPr>
        <w:t xml:space="preserve"> أَن يَأۡتِيَ</w:t>
      </w:r>
      <w:r w:rsidR="001E6BAB" w:rsidRPr="001E6BAB">
        <w:rPr>
          <w:rFonts w:hint="cs"/>
          <w:rtl/>
        </w:rPr>
        <w:t>ک</w:t>
      </w:r>
      <w:r>
        <w:rPr>
          <w:rFonts w:hint="eastAsia"/>
          <w:rtl/>
        </w:rPr>
        <w:t>مُ</w:t>
      </w:r>
      <w:r>
        <w:rPr>
          <w:rtl/>
        </w:rPr>
        <w:t xml:space="preserve"> </w:t>
      </w:r>
      <w:r>
        <w:rPr>
          <w:rFonts w:hint="cs"/>
          <w:rtl/>
        </w:rPr>
        <w:t>ٱ</w:t>
      </w:r>
      <w:r>
        <w:rPr>
          <w:rFonts w:hint="eastAsia"/>
          <w:rtl/>
        </w:rPr>
        <w:t>لتَّابُوتُ</w:t>
      </w:r>
      <w:r>
        <w:rPr>
          <w:rtl/>
        </w:rPr>
        <w:t xml:space="preserve"> فِيهِ سَ</w:t>
      </w:r>
      <w:r w:rsidR="001E6BAB" w:rsidRPr="001E6BAB">
        <w:rPr>
          <w:rFonts w:hint="cs"/>
          <w:rtl/>
        </w:rPr>
        <w:t>ک</w:t>
      </w:r>
      <w:r>
        <w:rPr>
          <w:rFonts w:hint="eastAsia"/>
          <w:rtl/>
        </w:rPr>
        <w:t>ينَةٌ۬</w:t>
      </w:r>
      <w:r>
        <w:rPr>
          <w:rtl/>
        </w:rPr>
        <w:t xml:space="preserve"> مِّن رَّبِّ</w:t>
      </w:r>
      <w:r w:rsidR="001E6BAB" w:rsidRPr="001E6BAB">
        <w:rPr>
          <w:rFonts w:hint="cs"/>
          <w:rtl/>
        </w:rPr>
        <w:t>ک</w:t>
      </w:r>
      <w:r>
        <w:rPr>
          <w:rFonts w:hint="eastAsia"/>
          <w:rtl/>
        </w:rPr>
        <w:t>مۡ</w:t>
      </w:r>
      <w:r>
        <w:rPr>
          <w:rtl/>
        </w:rPr>
        <w:t xml:space="preserve"> وَبَقِيَّةٌ۬ مِّمَّا تَرَكَ ءَالُ مُوسَىٰ وَءَالُ هَـٰرُ</w:t>
      </w:r>
      <w:r>
        <w:rPr>
          <w:rFonts w:hint="eastAsia"/>
          <w:rtl/>
        </w:rPr>
        <w:t>ونَ</w:t>
      </w:r>
      <w:r>
        <w:rPr>
          <w:rtl/>
        </w:rPr>
        <w:t xml:space="preserve"> تَحۡمِلُهُ </w:t>
      </w:r>
      <w:r>
        <w:rPr>
          <w:rFonts w:hint="cs"/>
          <w:rtl/>
        </w:rPr>
        <w:t>ٱ</w:t>
      </w:r>
      <w:r>
        <w:rPr>
          <w:rFonts w:hint="eastAsia"/>
          <w:rtl/>
        </w:rPr>
        <w:t>لۡمَلَـٰٓ</w:t>
      </w:r>
      <w:r>
        <w:rPr>
          <w:rFonts w:hint="cs"/>
          <w:rtl/>
        </w:rPr>
        <w:t>ٮِٕ</w:t>
      </w:r>
      <w:r>
        <w:rPr>
          <w:rFonts w:hint="eastAsia"/>
          <w:rtl/>
        </w:rPr>
        <w:t>كَةُ‌ۚ</w:t>
      </w:r>
      <w:r>
        <w:rPr>
          <w:rtl/>
        </w:rPr>
        <w:t xml:space="preserve"> إِنَّ فِى ذَ</w:t>
      </w:r>
      <w:r w:rsidR="005B7B9E" w:rsidRPr="005B7B9E">
        <w:rPr>
          <w:rFonts w:hint="cs"/>
          <w:rtl/>
        </w:rPr>
        <w:t>ا</w:t>
      </w:r>
      <w:r>
        <w:rPr>
          <w:rFonts w:hint="eastAsia"/>
          <w:rtl/>
        </w:rPr>
        <w:t>لِكَ</w:t>
      </w:r>
      <w:r>
        <w:rPr>
          <w:rtl/>
        </w:rPr>
        <w:t xml:space="preserve"> لَأَيَةً۬ لَّ</w:t>
      </w:r>
      <w:r w:rsidR="001E6BAB" w:rsidRPr="001E6BAB">
        <w:rPr>
          <w:rFonts w:hint="cs"/>
          <w:rtl/>
        </w:rPr>
        <w:t>ک</w:t>
      </w:r>
      <w:r>
        <w:rPr>
          <w:rFonts w:hint="eastAsia"/>
          <w:rtl/>
        </w:rPr>
        <w:t>مۡ</w:t>
      </w:r>
      <w:r>
        <w:rPr>
          <w:rtl/>
        </w:rPr>
        <w:t xml:space="preserve"> إِن كُنتُم مُّؤۡمِنِينَ (٢٤٨</w:t>
      </w:r>
      <w:r w:rsidR="009229E3">
        <w:rPr>
          <w:rtl/>
        </w:rPr>
        <w:t>)</w:t>
      </w:r>
      <w:r>
        <w:rPr>
          <w:rtl/>
        </w:rPr>
        <w:t xml:space="preserve"> فَلَمَّا فَصَلَ طَالُوتُ بِ</w:t>
      </w:r>
      <w:r>
        <w:rPr>
          <w:rFonts w:hint="cs"/>
          <w:rtl/>
        </w:rPr>
        <w:t>ٱ</w:t>
      </w:r>
      <w:r>
        <w:rPr>
          <w:rFonts w:hint="eastAsia"/>
          <w:rtl/>
        </w:rPr>
        <w:t>لۡجُنُودِ</w:t>
      </w:r>
      <w:r>
        <w:rPr>
          <w:rtl/>
        </w:rPr>
        <w:t xml:space="preserve"> قَالَ إِنَّ </w:t>
      </w:r>
      <w:r>
        <w:rPr>
          <w:rFonts w:hint="cs"/>
          <w:rtl/>
        </w:rPr>
        <w:t>ٱ</w:t>
      </w:r>
      <w:r>
        <w:rPr>
          <w:rFonts w:hint="eastAsia"/>
          <w:rtl/>
        </w:rPr>
        <w:t>للَّهَ</w:t>
      </w:r>
      <w:r>
        <w:rPr>
          <w:rtl/>
        </w:rPr>
        <w:t xml:space="preserve"> مُبۡتَلِي</w:t>
      </w:r>
      <w:r w:rsidR="001E6BAB" w:rsidRPr="001E6BAB">
        <w:rPr>
          <w:rFonts w:hint="cs"/>
          <w:rtl/>
        </w:rPr>
        <w:t>ک</w:t>
      </w:r>
      <w:r>
        <w:rPr>
          <w:rFonts w:hint="eastAsia"/>
          <w:rtl/>
        </w:rPr>
        <w:t>م</w:t>
      </w:r>
      <w:r>
        <w:rPr>
          <w:rtl/>
        </w:rPr>
        <w:t xml:space="preserve"> بِنَهَرٍ۬ فَمَن شَرِبَ مِنۡهُ فَلَيۡسَ مِنِّى وَمَن لَّمۡ يَطۡعَمۡهُ فَإِنَّهُ </w:t>
      </w:r>
      <w:r>
        <w:rPr>
          <w:rFonts w:hint="cs"/>
          <w:rtl/>
        </w:rPr>
        <w:t>ۥ</w:t>
      </w:r>
      <w:r>
        <w:rPr>
          <w:rtl/>
        </w:rPr>
        <w:t xml:space="preserve"> مِن</w:t>
      </w:r>
      <w:r>
        <w:rPr>
          <w:rFonts w:hint="eastAsia"/>
          <w:rtl/>
        </w:rPr>
        <w:t>ِّىٓ</w:t>
      </w:r>
      <w:r>
        <w:rPr>
          <w:rtl/>
        </w:rPr>
        <w:t xml:space="preserve"> إِلَّا مَنِ </w:t>
      </w:r>
      <w:r>
        <w:rPr>
          <w:rFonts w:hint="cs"/>
          <w:rtl/>
        </w:rPr>
        <w:t>ٱ</w:t>
      </w:r>
      <w:r>
        <w:rPr>
          <w:rFonts w:hint="eastAsia"/>
          <w:rtl/>
        </w:rPr>
        <w:t>غۡتَرَفَ</w:t>
      </w:r>
      <w:r>
        <w:rPr>
          <w:rtl/>
        </w:rPr>
        <w:t xml:space="preserve"> غُرۡفَةَۢ بِيَدِهِ</w:t>
      </w:r>
      <w:r>
        <w:rPr>
          <w:rFonts w:hint="cs"/>
          <w:rtl/>
        </w:rPr>
        <w:t>ۦ‌ۚ</w:t>
      </w:r>
      <w:r>
        <w:rPr>
          <w:rtl/>
        </w:rPr>
        <w:t xml:space="preserve"> فَشَرِبُواْ مِنۡهُ إِلَّا قَلِيلاً۬ مِّنۡهُمۡ‌ۚ فَلَمَّا جَاوَزَهُ </w:t>
      </w:r>
      <w:r>
        <w:rPr>
          <w:rFonts w:hint="cs"/>
          <w:rtl/>
        </w:rPr>
        <w:t>ۥ</w:t>
      </w:r>
      <w:r>
        <w:rPr>
          <w:rtl/>
        </w:rPr>
        <w:t xml:space="preserve"> هُوَ وَ</w:t>
      </w:r>
      <w:r>
        <w:rPr>
          <w:rFonts w:hint="cs"/>
          <w:rtl/>
        </w:rPr>
        <w:t>ٱ</w:t>
      </w:r>
      <w:r>
        <w:rPr>
          <w:rFonts w:hint="eastAsia"/>
          <w:rtl/>
        </w:rPr>
        <w:t>لَّذِينَ</w:t>
      </w:r>
      <w:r>
        <w:rPr>
          <w:rtl/>
        </w:rPr>
        <w:t xml:space="preserve"> ءَامَنُواْ مَعَهُ </w:t>
      </w:r>
      <w:r>
        <w:rPr>
          <w:rFonts w:hint="cs"/>
          <w:rtl/>
        </w:rPr>
        <w:t>ۥ</w:t>
      </w:r>
      <w:r>
        <w:rPr>
          <w:rtl/>
        </w:rPr>
        <w:t xml:space="preserve"> قَالُواْ لَا طَاقَةَ لَنَا </w:t>
      </w:r>
      <w:r>
        <w:rPr>
          <w:rFonts w:hint="cs"/>
          <w:rtl/>
        </w:rPr>
        <w:t>ٱ</w:t>
      </w:r>
      <w:r>
        <w:rPr>
          <w:rFonts w:hint="eastAsia"/>
          <w:rtl/>
        </w:rPr>
        <w:t>لۡيَوۡمَ</w:t>
      </w:r>
      <w:r>
        <w:rPr>
          <w:rtl/>
        </w:rPr>
        <w:t xml:space="preserve"> بِجَالُوتَ وَجُنُودِهِ</w:t>
      </w:r>
      <w:r>
        <w:rPr>
          <w:rFonts w:hint="cs"/>
          <w:rtl/>
        </w:rPr>
        <w:t>ۦ‌ۚ</w:t>
      </w:r>
      <w:r>
        <w:rPr>
          <w:rtl/>
        </w:rPr>
        <w:t xml:space="preserve"> قَالَ </w:t>
      </w:r>
      <w:r>
        <w:rPr>
          <w:rFonts w:hint="cs"/>
          <w:rtl/>
        </w:rPr>
        <w:t>ٱ</w:t>
      </w:r>
      <w:r>
        <w:rPr>
          <w:rFonts w:hint="eastAsia"/>
          <w:rtl/>
        </w:rPr>
        <w:t>لَّذِينَ</w:t>
      </w:r>
      <w:r>
        <w:rPr>
          <w:rtl/>
        </w:rPr>
        <w:t xml:space="preserve"> يَظُنُّونَ أَنَّهُم مّ</w:t>
      </w:r>
      <w:r>
        <w:rPr>
          <w:rFonts w:hint="eastAsia"/>
          <w:rtl/>
        </w:rPr>
        <w:t>ُلَـٰقُواْ</w:t>
      </w:r>
      <w:r>
        <w:rPr>
          <w:rtl/>
        </w:rPr>
        <w:t xml:space="preserve"> </w:t>
      </w:r>
      <w:r>
        <w:rPr>
          <w:rFonts w:hint="cs"/>
          <w:rtl/>
        </w:rPr>
        <w:t>ٱ</w:t>
      </w:r>
      <w:r>
        <w:rPr>
          <w:rFonts w:hint="eastAsia"/>
          <w:rtl/>
        </w:rPr>
        <w:t>للَّهِ</w:t>
      </w:r>
      <w:r>
        <w:rPr>
          <w:rtl/>
        </w:rPr>
        <w:t xml:space="preserve"> </w:t>
      </w:r>
      <w:r w:rsidR="001E6BAB" w:rsidRPr="001E6BAB">
        <w:rPr>
          <w:rFonts w:hint="cs"/>
          <w:rtl/>
        </w:rPr>
        <w:t>ک</w:t>
      </w:r>
      <w:r>
        <w:rPr>
          <w:rFonts w:hint="eastAsia"/>
          <w:rtl/>
        </w:rPr>
        <w:t>م</w:t>
      </w:r>
      <w:r>
        <w:rPr>
          <w:rtl/>
        </w:rPr>
        <w:t xml:space="preserve"> مِّن فِئَةٍ۬ قَلِيلَةٍ غَلَبَتۡ فِئَةً۬ </w:t>
      </w:r>
      <w:r w:rsidR="001E6BAB" w:rsidRPr="001E6BAB">
        <w:rPr>
          <w:rFonts w:hint="cs"/>
          <w:rtl/>
        </w:rPr>
        <w:t>ک</w:t>
      </w:r>
      <w:r>
        <w:rPr>
          <w:rFonts w:hint="eastAsia"/>
          <w:rtl/>
        </w:rPr>
        <w:t>ثِيرَةَۢ</w:t>
      </w:r>
      <w:r>
        <w:rPr>
          <w:rtl/>
        </w:rPr>
        <w:t xml:space="preserve"> بِإِذۡنِ </w:t>
      </w:r>
      <w:r>
        <w:rPr>
          <w:rFonts w:hint="cs"/>
          <w:rtl/>
        </w:rPr>
        <w:t>ٱ</w:t>
      </w:r>
      <w:r>
        <w:rPr>
          <w:rFonts w:hint="eastAsia"/>
          <w:rtl/>
        </w:rPr>
        <w:t>للَّهِ‌ۗ</w:t>
      </w:r>
      <w:r>
        <w:rPr>
          <w:rtl/>
        </w:rPr>
        <w:t xml:space="preserve"> وَ</w:t>
      </w:r>
      <w:r>
        <w:rPr>
          <w:rFonts w:hint="cs"/>
          <w:rtl/>
        </w:rPr>
        <w:t>ٱ</w:t>
      </w:r>
      <w:r>
        <w:rPr>
          <w:rFonts w:hint="eastAsia"/>
          <w:rtl/>
        </w:rPr>
        <w:t>للَّهُ</w:t>
      </w:r>
      <w:r>
        <w:rPr>
          <w:rtl/>
        </w:rPr>
        <w:t xml:space="preserve"> مَعَ </w:t>
      </w:r>
      <w:r>
        <w:rPr>
          <w:rFonts w:hint="cs"/>
          <w:rtl/>
        </w:rPr>
        <w:t>ٱ</w:t>
      </w:r>
      <w:r>
        <w:rPr>
          <w:rFonts w:hint="eastAsia"/>
          <w:rtl/>
        </w:rPr>
        <w:t>لصَّـٰبِرِينَ</w:t>
      </w:r>
      <w:r>
        <w:rPr>
          <w:rtl/>
        </w:rPr>
        <w:t xml:space="preserve"> (٢٤٩</w:t>
      </w:r>
      <w:r w:rsidR="009229E3">
        <w:rPr>
          <w:rtl/>
        </w:rPr>
        <w:t>)</w:t>
      </w:r>
      <w:r>
        <w:rPr>
          <w:rtl/>
        </w:rPr>
        <w:t xml:space="preserve"> وَلَمَّا بَرَزُواْ لِجَالُوتَ وَجُنُودِهِ</w:t>
      </w:r>
      <w:r>
        <w:rPr>
          <w:rFonts w:hint="cs"/>
          <w:rtl/>
        </w:rPr>
        <w:t>ۦ</w:t>
      </w:r>
      <w:r>
        <w:rPr>
          <w:rtl/>
        </w:rPr>
        <w:t xml:space="preserve"> قَالُواْ رَبَّنَآ أَفۡرِغۡ عَلَيۡنَا صَبۡرً۬ا وَثَبِّتۡ أَقۡدَامَنَا وَ</w:t>
      </w:r>
      <w:r>
        <w:rPr>
          <w:rFonts w:hint="cs"/>
          <w:rtl/>
        </w:rPr>
        <w:t>ٱ</w:t>
      </w:r>
      <w:r>
        <w:rPr>
          <w:rFonts w:hint="eastAsia"/>
          <w:rtl/>
        </w:rPr>
        <w:t>نصُرۡنَا</w:t>
      </w:r>
      <w:r>
        <w:rPr>
          <w:rtl/>
        </w:rPr>
        <w:t xml:space="preserve"> عَ</w:t>
      </w:r>
      <w:r>
        <w:rPr>
          <w:rFonts w:hint="eastAsia"/>
          <w:rtl/>
        </w:rPr>
        <w:t>لَى</w:t>
      </w:r>
      <w:r>
        <w:rPr>
          <w:rtl/>
        </w:rPr>
        <w:t xml:space="preserve"> </w:t>
      </w:r>
      <w:r>
        <w:rPr>
          <w:rFonts w:hint="cs"/>
          <w:rtl/>
        </w:rPr>
        <w:t>ٱ</w:t>
      </w:r>
      <w:r>
        <w:rPr>
          <w:rFonts w:hint="eastAsia"/>
          <w:rtl/>
        </w:rPr>
        <w:t>لۡقَوۡمِ</w:t>
      </w:r>
      <w:r>
        <w:rPr>
          <w:rtl/>
        </w:rPr>
        <w:t xml:space="preserve"> </w:t>
      </w:r>
      <w:r>
        <w:rPr>
          <w:rFonts w:hint="cs"/>
          <w:rtl/>
        </w:rPr>
        <w:t>ٱ</w:t>
      </w:r>
      <w:r>
        <w:rPr>
          <w:rFonts w:hint="eastAsia"/>
          <w:rtl/>
        </w:rPr>
        <w:t>لۡ</w:t>
      </w:r>
      <w:r w:rsidR="001E6BAB" w:rsidRPr="001E6BAB">
        <w:rPr>
          <w:rFonts w:hint="cs"/>
          <w:rtl/>
        </w:rPr>
        <w:t>ک</w:t>
      </w:r>
      <w:r>
        <w:rPr>
          <w:rFonts w:hint="eastAsia"/>
          <w:rtl/>
        </w:rPr>
        <w:t>ـٰفِرِينَ</w:t>
      </w:r>
      <w:r>
        <w:rPr>
          <w:rtl/>
        </w:rPr>
        <w:t xml:space="preserve"> (٢٥٠</w:t>
      </w:r>
      <w:r w:rsidR="009229E3">
        <w:rPr>
          <w:rtl/>
        </w:rPr>
        <w:t>)</w:t>
      </w:r>
    </w:p>
    <w:p w:rsidR="001A403D" w:rsidRDefault="001A403D" w:rsidP="00E36567">
      <w:pPr>
        <w:pStyle w:val="libBoldItalic"/>
      </w:pPr>
      <w:r>
        <w:lastRenderedPageBreak/>
        <w:t>Have you not seen the leaders of the Children of Israel after Moses, when they said to their prophet: Appoint for us a king and we will fight in Allah's way. He said: Would you perhaps then refrain from fighting if fighting were prescribed for you? They said: And why should we not fight in Allah's way when we have been driven out from our dwellings and from our children? But, when fighting was prescribed for them, they turned away, except a few of them. And Allah is Knowing of the wrongdoers. (246) And their Prophet said to them: No doubt, Allah has appointed Taloot as a king for you. They said: How can he have kingship over us while we are more worthy of kingship than him, since he has not been given wealth enough? He said: Indeed, Allah has chosen him above you, and has increased him abundantly in wisdom and stature, and Allah bestows His Sovereignty to whom He wills, and Allah is All-Encompassing, All-Knowing. (247) And their Prophet said to them: Indeed, the sign of his kingship is that the chest (Taboot) will come to you in which is the peace (Sakina) from your Rabb, and a remnant of that which the family of Musa and the family of Haroon left behind, the Angels carrying it. No doubt, in that is a sign for you if you are believers. (248) And when Taloot set out with the army, he said: Indeed, Allah will test you by a river. So whoever will drink from it he is not of me, and whoever will not taste it he is of me, except him who takes (from it) in the hollow of his hand. But they drank from it, except a few of them. And after he had crossed it (the river), he and those who believed with him, they said: We have no power this day against Jaloot and his army. But those who knew that they would meet Allah exclaimed: How many a small group has overcome a large group by Allah's permission! Allah is with the patient. (249) And when they went into the field against Jaloot and his army they said: Our Rabb! Bestow on us patience, make our feet firm, and give us victory over the disbelieving people. (250)</w:t>
      </w:r>
    </w:p>
    <w:p w:rsidR="001A403D" w:rsidRDefault="001A403D" w:rsidP="00E36567">
      <w:pPr>
        <w:pStyle w:val="libNormal"/>
      </w:pPr>
      <w:r>
        <w:t xml:space="preserve">1-After Musa (a.s.), Bani Israel started disobedience of Allah and alteration in Deen, and did not listen to their Nabi Armiya (a.s.), then Jaloot occupied them, who was a Qabti,  he started killing the men and driving them out of houses, snatching wealth. Then they begged their Nabi, to request Allah that He should give them a king to fight. Nabi said: If battle is prescribed then you will deny to fight. The people said: Why we will not fight, while we have been driven out of houses and from children. Allah appointed Taloot (a.s.) their king, who was from the progeny of Binyameen, brother of Yousuf (a.s.). And Allah has given him knowledge and power. And Allah told the sign of his kingship that Taboot-e-Sakina will come back, which will be carried by the Angels (a.s.). Taboot-e-Sakina is that chest which Allah sent, and the mother of Musa (a.s.) put him in it and floated in the river. It was 3 hands (4.5 feet) long and 2 hands (3 feet) wide. Bani Israel used to respect it and get blessing. Musa (a.s.) placed the tablets of Taurat, armour, and symbols of Nabuwat in it and handed it over to Yousha (a.s.). Later on, Bani Israel did not respect it, and their children made it a play, then Allah took away (raised) the Taboot. When Armiya (a.s.) made Dua, it came back for Taloot (a.s.). Air of Jannah was coming out of it, whose (air) name is Sakina. Allah revealed to Armiya (a.s.): Who </w:t>
      </w:r>
      <w:r>
        <w:lastRenderedPageBreak/>
        <w:t>will fit in armour of Musa (a.s.), he will kill Jaloot, and he is Dawood bin Aasi (a.s.) from the progeny of Lawi bin Yaqoob (a.s.). Aasi had ten sons. Taloot (a.s.) gathered the army, and told Aasi to bring his sons as well, so he left Dawood (a.s.) with the herd and brought the other sons, armour was not fitting anyone, for some it was large and for some small. Then Dawood (a.s.) was called and it was fitting him. He brought his catapult with him, and picked up three stones on the way on their request. Dawood (a.s.) was severe in power and bravery. When Taloot (a.s.) went forth with the army, he said: Do not drink water from the river on the way, it is your test. Sixty thousand drank water, and three hundred &amp; thirteen did not drink water and only they were able to fight. Jaloot was sitting on an elephant, a crown on the head with a ruby on it. Dawood (a.s.) pelted one stone on rightside army, they were defeated, pelted one on leftside army, they were defeated as well. Pelted third stone on the forehead of Jaloot, it hit on the ruby and pierced into the brain, and he fell and died. (Summary of Ahadees of Masumeen asws) (al-Burhan, v1, p518)</w:t>
      </w:r>
    </w:p>
    <w:p w:rsidR="001A403D" w:rsidRDefault="001A403D" w:rsidP="009229E3">
      <w:pPr>
        <w:pStyle w:val="libCenterBold1"/>
      </w:pPr>
      <w:r>
        <w:t>Lesson:</w:t>
      </w:r>
    </w:p>
    <w:p w:rsidR="001A403D" w:rsidRDefault="001A403D" w:rsidP="001A403D">
      <w:pPr>
        <w:pStyle w:val="libNormal"/>
      </w:pPr>
      <w:r>
        <w:t>1-Those who alter &amp; change the Deen of Allah by transgressing &amp; disobeying Allah, they do not respect the Symbols of Allah (Sha’air Ullah). While infallible Angels (a.s.) are proud to carry Taboot. Sha’air-ul-Hussainia (Symbols of Hussain asws) are superior to Taboot-e-Sakina, but Muqassireen insult them and mock them by saying that those are traditions of ignorance. But they do not realize that the avenger of the holy blood of Maola Hussain asws is watching their evil deeds continuously from behind the curtain of Ghaibah.</w:t>
      </w:r>
    </w:p>
    <w:p w:rsidR="001A403D" w:rsidRDefault="001A403D" w:rsidP="001A403D">
      <w:pPr>
        <w:pStyle w:val="libNormal"/>
      </w:pPr>
      <w:r>
        <w:t>2-The chief &amp; leader of a nation should have knowledge &amp; bravery. Like one-eyed king among the blind, a person with crooked limb who is not eligible to lead the prayer even, how he can be the leader, while he has no knowledge as well, except dirty politics.</w:t>
      </w:r>
    </w:p>
    <w:p w:rsidR="001A403D" w:rsidRDefault="001A403D" w:rsidP="001A403D">
      <w:pPr>
        <w:pStyle w:val="libNormal"/>
      </w:pPr>
      <w:r>
        <w:t>3-By respecting Sha’air Ullah, one gets blessings and piety of the heart increases.</w:t>
      </w:r>
    </w:p>
    <w:p w:rsidR="001A403D" w:rsidRDefault="001A403D" w:rsidP="00385B48">
      <w:pPr>
        <w:pStyle w:val="libAr"/>
      </w:pPr>
      <w:r>
        <w:rPr>
          <w:rFonts w:hint="eastAsia"/>
          <w:rtl/>
        </w:rPr>
        <w:t>وَلَوۡلَا</w:t>
      </w:r>
      <w:r>
        <w:rPr>
          <w:rtl/>
        </w:rPr>
        <w:t xml:space="preserve"> دَفۡعُ </w:t>
      </w:r>
      <w:r>
        <w:rPr>
          <w:rFonts w:hint="cs"/>
          <w:rtl/>
        </w:rPr>
        <w:t>ٱ</w:t>
      </w:r>
      <w:r>
        <w:rPr>
          <w:rFonts w:hint="eastAsia"/>
          <w:rtl/>
        </w:rPr>
        <w:t>للَّهِ</w:t>
      </w:r>
      <w:r>
        <w:rPr>
          <w:rtl/>
        </w:rPr>
        <w:t xml:space="preserve"> </w:t>
      </w:r>
      <w:r>
        <w:rPr>
          <w:rFonts w:hint="cs"/>
          <w:rtl/>
        </w:rPr>
        <w:t>ٱ</w:t>
      </w:r>
      <w:r>
        <w:rPr>
          <w:rFonts w:hint="eastAsia"/>
          <w:rtl/>
        </w:rPr>
        <w:t>لنَّاسَ</w:t>
      </w:r>
      <w:r>
        <w:rPr>
          <w:rtl/>
        </w:rPr>
        <w:t xml:space="preserve"> بَعۡضَهُم بِبَعۡضٍ۬ لَّفَسَدَتِ </w:t>
      </w:r>
      <w:r>
        <w:rPr>
          <w:rFonts w:hint="cs"/>
          <w:rtl/>
        </w:rPr>
        <w:t>ٱ</w:t>
      </w:r>
      <w:r>
        <w:rPr>
          <w:rFonts w:hint="eastAsia"/>
          <w:rtl/>
        </w:rPr>
        <w:t>لۡأَرۡضُ</w:t>
      </w:r>
      <w:r>
        <w:rPr>
          <w:rtl/>
        </w:rPr>
        <w:t>-- وَلَـٰ</w:t>
      </w:r>
      <w:r w:rsidR="001E6BAB" w:rsidRPr="001E6BAB">
        <w:rPr>
          <w:rFonts w:hint="cs"/>
          <w:rtl/>
        </w:rPr>
        <w:t>ک</w:t>
      </w:r>
      <w:r>
        <w:rPr>
          <w:rFonts w:hint="eastAsia"/>
          <w:rtl/>
        </w:rPr>
        <w:t>نَّ</w:t>
      </w:r>
      <w:r>
        <w:rPr>
          <w:rtl/>
        </w:rPr>
        <w:t xml:space="preserve"> </w:t>
      </w:r>
      <w:r>
        <w:rPr>
          <w:rFonts w:hint="cs"/>
          <w:rtl/>
        </w:rPr>
        <w:t>ٱ</w:t>
      </w:r>
      <w:r>
        <w:rPr>
          <w:rFonts w:hint="eastAsia"/>
          <w:rtl/>
        </w:rPr>
        <w:t>للَّهَ</w:t>
      </w:r>
      <w:r>
        <w:rPr>
          <w:rtl/>
        </w:rPr>
        <w:t xml:space="preserve"> ذُو فَضۡلٍ عَلَى </w:t>
      </w:r>
      <w:r>
        <w:rPr>
          <w:rFonts w:hint="cs"/>
          <w:rtl/>
        </w:rPr>
        <w:t>ٱ</w:t>
      </w:r>
      <w:r>
        <w:rPr>
          <w:rFonts w:hint="eastAsia"/>
          <w:rtl/>
        </w:rPr>
        <w:t>لۡعَـٰلَمِينَ</w:t>
      </w:r>
      <w:r>
        <w:rPr>
          <w:rtl/>
        </w:rPr>
        <w:t xml:space="preserve"> (٢٥١</w:t>
      </w:r>
      <w:r w:rsidR="009229E3">
        <w:rPr>
          <w:rtl/>
        </w:rPr>
        <w:t>)</w:t>
      </w:r>
    </w:p>
    <w:p w:rsidR="001A403D" w:rsidRDefault="001A403D" w:rsidP="00E36567">
      <w:pPr>
        <w:pStyle w:val="libBoldItalic"/>
      </w:pPr>
      <w:r>
        <w:t>And if Allah had not repelled some people by others the earth would have been corrupted. But Allah is full of Bounty to the worlds. (251)</w:t>
      </w:r>
    </w:p>
    <w:p w:rsidR="001A403D" w:rsidRDefault="001A403D" w:rsidP="00E36567">
      <w:pPr>
        <w:pStyle w:val="libNormal"/>
      </w:pPr>
      <w:r>
        <w:t xml:space="preserve">1-No doubt, Allah repells (removes hardships) from those Shias who do not offer prayer due to those Shias who offer prayer, and if all of them would not say prayer, then surely would perish. And who keep fasts due to them those are saved who do not keep fasts, and if all would leave fasts then surely would perish. And no doubt, who adopt piety due to them those are saved who do not purify their souls, and if all of them would leave piety then surely would perish. And no doubt, who perform Hajj due to them those Shias are saved who do not perform Hajj, and if all of them would leave Hajj then surely would perish. And same is the saying of Allah: “And if Allah had not repelled some people by others the earth would have been corrupted. But Allah is full of Bounty to the worlds.” By Allah, this verse </w:t>
      </w:r>
      <w:r>
        <w:lastRenderedPageBreak/>
        <w:t>was revealed only for you (Shias), and no one else is meant by it. (Imam Jafar Sadiq asws) (al-Burhan, v1, p525)</w:t>
      </w:r>
    </w:p>
    <w:p w:rsidR="001A403D" w:rsidRDefault="001A403D" w:rsidP="00E36567">
      <w:pPr>
        <w:pStyle w:val="libNormal"/>
      </w:pPr>
      <w:r>
        <w:t>2-Rasool Allah sawaw said: Indeed, due to one Saley (pious) Muslim Allah saves about one hundred thousand houses around from hardships. Then recited this verse. (al-Burhan, v1, p526)</w:t>
      </w:r>
    </w:p>
    <w:p w:rsidR="001A403D" w:rsidRDefault="001A403D" w:rsidP="009229E3">
      <w:pPr>
        <w:pStyle w:val="libCenterBold1"/>
      </w:pPr>
      <w:r>
        <w:t>Lesson:</w:t>
      </w:r>
    </w:p>
    <w:p w:rsidR="001A403D" w:rsidRDefault="001A403D" w:rsidP="001A403D">
      <w:pPr>
        <w:pStyle w:val="libNormal"/>
      </w:pPr>
      <w:r>
        <w:t>1-Saley (pious) is that who is steadfast on Walayat with tongue and practice. Our kind teachers Masumeen asws, how nicely with love they are persuading to perform Ibadaat with Marifat. There can not be more kindness that all the time, in every condition they take care of their Shias. Masumeen asws wish that we should offer prayer openly with Walayat-e-Ali asws, keep fasts in remembrance of Karbala, give Zakah of life &amp; wealth for the sake of Walayat-e-Ali asws, go for Tawaf of the place of Zahoor of Maola Ali asws. Allah is only pleased with the Ibadaat of the lovers of Maola Ali asws.</w:t>
      </w:r>
    </w:p>
    <w:p w:rsidR="001A403D" w:rsidRDefault="001A403D" w:rsidP="00385B48">
      <w:pPr>
        <w:pStyle w:val="libAr"/>
      </w:pPr>
      <w:r>
        <w:rPr>
          <w:rFonts w:hint="eastAsia"/>
          <w:rtl/>
        </w:rPr>
        <w:t>تِلۡكَ</w:t>
      </w:r>
      <w:r>
        <w:rPr>
          <w:rtl/>
        </w:rPr>
        <w:t xml:space="preserve"> </w:t>
      </w:r>
      <w:r>
        <w:rPr>
          <w:rFonts w:hint="cs"/>
          <w:rtl/>
        </w:rPr>
        <w:t>ٱ</w:t>
      </w:r>
      <w:r>
        <w:rPr>
          <w:rFonts w:hint="eastAsia"/>
          <w:rtl/>
        </w:rPr>
        <w:t>لرُّسُلُ</w:t>
      </w:r>
      <w:r>
        <w:rPr>
          <w:rtl/>
        </w:rPr>
        <w:t xml:space="preserve"> فَضَّلۡنَا بَعۡضَهُمۡ عَلَىٰ بَعۡضٍ۬‌ۘ مِّنۡهُم مَّن كَلَّمَ </w:t>
      </w:r>
      <w:r>
        <w:rPr>
          <w:rFonts w:hint="cs"/>
          <w:rtl/>
        </w:rPr>
        <w:t>ٱ</w:t>
      </w:r>
      <w:r>
        <w:rPr>
          <w:rFonts w:hint="eastAsia"/>
          <w:rtl/>
        </w:rPr>
        <w:t>للَّهُ‌ۖ</w:t>
      </w:r>
      <w:r>
        <w:rPr>
          <w:rtl/>
        </w:rPr>
        <w:t xml:space="preserve"> وَرَفَعَ بَعۡضَهُمۡ دَرَجَـٰتٍ۬‌ۚ وَءَاتَيۡنَا عِيسَى </w:t>
      </w:r>
      <w:r>
        <w:rPr>
          <w:rFonts w:hint="cs"/>
          <w:rtl/>
        </w:rPr>
        <w:t>ٱ</w:t>
      </w:r>
      <w:r>
        <w:rPr>
          <w:rFonts w:hint="eastAsia"/>
          <w:rtl/>
        </w:rPr>
        <w:t>بۡنَ</w:t>
      </w:r>
      <w:r>
        <w:rPr>
          <w:rtl/>
        </w:rPr>
        <w:t xml:space="preserve"> مَرۡيَمَ </w:t>
      </w:r>
      <w:r>
        <w:rPr>
          <w:rFonts w:hint="cs"/>
          <w:rtl/>
        </w:rPr>
        <w:t>ٱ</w:t>
      </w:r>
      <w:r>
        <w:rPr>
          <w:rFonts w:hint="eastAsia"/>
          <w:rtl/>
        </w:rPr>
        <w:t>لۡبَيِّنَـٰتِ</w:t>
      </w:r>
      <w:r>
        <w:rPr>
          <w:rtl/>
        </w:rPr>
        <w:t xml:space="preserve"> وَأَيَّدۡنَـٰهُ بِرُوحِ </w:t>
      </w:r>
      <w:r>
        <w:rPr>
          <w:rFonts w:hint="cs"/>
          <w:rtl/>
        </w:rPr>
        <w:t>ٱ</w:t>
      </w:r>
      <w:r>
        <w:rPr>
          <w:rFonts w:hint="eastAsia"/>
          <w:rtl/>
        </w:rPr>
        <w:t>لۡقُدُسِ‌ۗ</w:t>
      </w:r>
      <w:r>
        <w:rPr>
          <w:rtl/>
        </w:rPr>
        <w:t xml:space="preserve"> وَلَوۡ شَآءَ </w:t>
      </w:r>
      <w:r>
        <w:rPr>
          <w:rFonts w:hint="cs"/>
          <w:rtl/>
        </w:rPr>
        <w:t>ٱ</w:t>
      </w:r>
      <w:r>
        <w:rPr>
          <w:rFonts w:hint="eastAsia"/>
          <w:rtl/>
        </w:rPr>
        <w:t>للَّهُ</w:t>
      </w:r>
      <w:r>
        <w:rPr>
          <w:rtl/>
        </w:rPr>
        <w:t xml:space="preserve"> مَا </w:t>
      </w:r>
      <w:r>
        <w:rPr>
          <w:rFonts w:hint="cs"/>
          <w:rtl/>
        </w:rPr>
        <w:t>ٱ</w:t>
      </w:r>
      <w:r>
        <w:rPr>
          <w:rFonts w:hint="eastAsia"/>
          <w:rtl/>
        </w:rPr>
        <w:t>قۡتَتَلَ</w:t>
      </w:r>
      <w:r>
        <w:rPr>
          <w:rtl/>
        </w:rPr>
        <w:t xml:space="preserve"> </w:t>
      </w:r>
      <w:r>
        <w:rPr>
          <w:rFonts w:hint="cs"/>
          <w:rtl/>
        </w:rPr>
        <w:t>ٱ</w:t>
      </w:r>
      <w:r>
        <w:rPr>
          <w:rFonts w:hint="eastAsia"/>
          <w:rtl/>
        </w:rPr>
        <w:t>لَّذِينَ</w:t>
      </w:r>
      <w:r>
        <w:rPr>
          <w:rtl/>
        </w:rPr>
        <w:t xml:space="preserve"> مِ</w:t>
      </w:r>
      <w:r>
        <w:rPr>
          <w:rFonts w:hint="eastAsia"/>
          <w:rtl/>
        </w:rPr>
        <w:t>نۢ</w:t>
      </w:r>
      <w:r>
        <w:rPr>
          <w:rtl/>
        </w:rPr>
        <w:t xml:space="preserve"> بَعۡدِهِم مِّنۢ بَعۡدِ مَا جَآءَتۡهُمُ </w:t>
      </w:r>
      <w:r>
        <w:rPr>
          <w:rFonts w:hint="cs"/>
          <w:rtl/>
        </w:rPr>
        <w:t>ٱ</w:t>
      </w:r>
      <w:r>
        <w:rPr>
          <w:rFonts w:hint="eastAsia"/>
          <w:rtl/>
        </w:rPr>
        <w:t>لۡبَيِّنَـٰتُ</w:t>
      </w:r>
      <w:r>
        <w:rPr>
          <w:rtl/>
        </w:rPr>
        <w:t xml:space="preserve"> وَلَـٰكِنِ </w:t>
      </w:r>
      <w:r>
        <w:rPr>
          <w:rFonts w:hint="cs"/>
          <w:rtl/>
        </w:rPr>
        <w:t>ٱ</w:t>
      </w:r>
      <w:r>
        <w:rPr>
          <w:rFonts w:hint="eastAsia"/>
          <w:rtl/>
        </w:rPr>
        <w:t>خۡتَلَفُواْ</w:t>
      </w:r>
      <w:r>
        <w:rPr>
          <w:rtl/>
        </w:rPr>
        <w:t xml:space="preserve"> فَمِنۡ</w:t>
      </w:r>
      <w:r w:rsidR="001E6BAB" w:rsidRPr="001E6BAB">
        <w:rPr>
          <w:rFonts w:hint="cs"/>
          <w:rtl/>
        </w:rPr>
        <w:t>ه</w:t>
      </w:r>
      <w:r w:rsidRPr="00595365">
        <w:rPr>
          <w:rFonts w:hint="cs"/>
          <w:rtl/>
        </w:rPr>
        <w:t>م مَّنۡ ءَامَنَ وَمِنۡ</w:t>
      </w:r>
      <w:r w:rsidR="001E6BAB" w:rsidRPr="001E6BAB">
        <w:rPr>
          <w:rFonts w:hint="cs"/>
          <w:rtl/>
        </w:rPr>
        <w:t>ه</w:t>
      </w:r>
      <w:r w:rsidRPr="00595365">
        <w:rPr>
          <w:rFonts w:hint="cs"/>
          <w:rtl/>
        </w:rPr>
        <w:t xml:space="preserve">م مَّن كَفَرَ‌ۚ وَلَوۡ شَآءَ </w:t>
      </w:r>
      <w:r>
        <w:rPr>
          <w:rFonts w:hint="cs"/>
          <w:rtl/>
        </w:rPr>
        <w:t>ٱ</w:t>
      </w:r>
      <w:r>
        <w:rPr>
          <w:rFonts w:hint="eastAsia"/>
          <w:rtl/>
        </w:rPr>
        <w:t>للَّهُ</w:t>
      </w:r>
      <w:r>
        <w:rPr>
          <w:rtl/>
        </w:rPr>
        <w:t xml:space="preserve"> مَا </w:t>
      </w:r>
      <w:r>
        <w:rPr>
          <w:rFonts w:hint="cs"/>
          <w:rtl/>
        </w:rPr>
        <w:t>ٱ</w:t>
      </w:r>
      <w:r>
        <w:rPr>
          <w:rFonts w:hint="eastAsia"/>
          <w:rtl/>
        </w:rPr>
        <w:t>قۡتَتَلُواْ</w:t>
      </w:r>
      <w:r>
        <w:rPr>
          <w:rtl/>
        </w:rPr>
        <w:t xml:space="preserve"> وَلَـٰكِنَّ </w:t>
      </w:r>
      <w:r>
        <w:rPr>
          <w:rFonts w:hint="cs"/>
          <w:rtl/>
        </w:rPr>
        <w:t>ٱ</w:t>
      </w:r>
      <w:r>
        <w:rPr>
          <w:rFonts w:hint="eastAsia"/>
          <w:rtl/>
        </w:rPr>
        <w:t>للَّهَ</w:t>
      </w:r>
      <w:r>
        <w:rPr>
          <w:rtl/>
        </w:rPr>
        <w:t xml:space="preserve"> يَفۡعَلُ مَا يُرِيدُ (٢٥٣</w:t>
      </w:r>
      <w:r w:rsidR="009229E3">
        <w:rPr>
          <w:rtl/>
        </w:rPr>
        <w:t>)</w:t>
      </w:r>
    </w:p>
    <w:p w:rsidR="001A403D" w:rsidRDefault="001A403D" w:rsidP="00E36567">
      <w:pPr>
        <w:pStyle w:val="libBoldItalic"/>
      </w:pPr>
      <w:r>
        <w:t>Those messengers, some of them We caused to excel others, among them were those to whom Allah spoke, and some of them He exalted in degree; and We gave Eesa son of Mariyam clear proofs and We supported him with the holy Spirit. And if Allah had willed, those (generations) who succeeded them would not have fought each other after the clear proofs had come to them. But they differed, some of them believed and some disbelieved. And if Allah had willed, they would not have fought each other; but Allah does what He wills. (253)</w:t>
      </w:r>
    </w:p>
    <w:p w:rsidR="001A403D" w:rsidRDefault="001A403D" w:rsidP="00E36567">
      <w:pPr>
        <w:pStyle w:val="libNormal"/>
      </w:pPr>
      <w:r>
        <w:t>1-During battle, one person asked Imam Ali asws: Ya Amirul Momineen asws, what name we should give these people with whom we are fighting, because they invite towards One Allah, Rasool sawaw is same one, prayer is same, Hajj is same? Imam asws said: The name which Allah gave them in His Book, (and recited this verse and said): When difference is there, then we are on the side of Haqq, concerning Allah, for Nabi sawaw and for Haqq. So we are those who are believers, and they are those who disbelieved, and Allah wants that we should fight with them under His Will &amp; Intention. (Amirul Momineen asws) (al-Burhan, v1, p527)</w:t>
      </w:r>
    </w:p>
    <w:p w:rsidR="001A403D" w:rsidRDefault="001A403D" w:rsidP="009229E3">
      <w:pPr>
        <w:pStyle w:val="libCenterBold1"/>
      </w:pPr>
      <w:r>
        <w:t>Lesson:</w:t>
      </w:r>
    </w:p>
    <w:p w:rsidR="001A403D" w:rsidRDefault="001A403D" w:rsidP="001A403D">
      <w:pPr>
        <w:pStyle w:val="libNormal"/>
      </w:pPr>
      <w:r>
        <w:t>1-In spite of Usool-e-Deen &amp; Farooh-e-Deen (Tauheed, Risalat, prayers, Hajj, etc.) being the same, if anyone argue &amp; fight Walayat-e-Ali asws, he is surely Kafir, even if he is so-called Shia.</w:t>
      </w:r>
    </w:p>
    <w:p w:rsidR="001A403D" w:rsidRDefault="001A403D" w:rsidP="001A403D">
      <w:pPr>
        <w:pStyle w:val="libNormal"/>
      </w:pPr>
      <w:r>
        <w:t>2-Allah does not implement Deen by force, this world is examination centre to see who obeys Walayat-e-Elahi and who does Shirk in it.</w:t>
      </w:r>
    </w:p>
    <w:p w:rsidR="001A403D" w:rsidRDefault="001A403D" w:rsidP="001A403D">
      <w:pPr>
        <w:pStyle w:val="libNormal"/>
      </w:pPr>
      <w:r>
        <w:lastRenderedPageBreak/>
        <w:t>3-People in general have three spirits: with spirit of Quwat defends himself and earns living, with spirit of Shahwat gets taste of food and pleasure of world, with spirit of Badn walks on earth. And Momineen firm on Walayat have spirit of Emaan as well, with which they do Ibadat of Allah and do not make any partner in His Walayat. And infallible Rasools &amp; Imams asws have Spirit al-Quds as well.</w:t>
      </w:r>
    </w:p>
    <w:p w:rsidR="00595365" w:rsidRDefault="001A403D" w:rsidP="00385B48">
      <w:pPr>
        <w:pStyle w:val="libAr"/>
      </w:pPr>
      <w:r>
        <w:rPr>
          <w:rFonts w:hint="cs"/>
          <w:rtl/>
        </w:rPr>
        <w:t>ٱ</w:t>
      </w:r>
      <w:r>
        <w:rPr>
          <w:rFonts w:hint="eastAsia"/>
          <w:rtl/>
        </w:rPr>
        <w:t>للَّهُ</w:t>
      </w:r>
      <w:r>
        <w:rPr>
          <w:rtl/>
        </w:rPr>
        <w:t xml:space="preserve"> لَآ إِلَـٰهَ إِلَّا هُوَ </w:t>
      </w:r>
      <w:r>
        <w:rPr>
          <w:rFonts w:hint="cs"/>
          <w:rtl/>
        </w:rPr>
        <w:t>ٱ</w:t>
      </w:r>
      <w:r>
        <w:rPr>
          <w:rFonts w:hint="eastAsia"/>
          <w:rtl/>
        </w:rPr>
        <w:t>لۡحَىُّ</w:t>
      </w:r>
      <w:r>
        <w:rPr>
          <w:rtl/>
        </w:rPr>
        <w:t xml:space="preserve"> </w:t>
      </w:r>
      <w:r>
        <w:rPr>
          <w:rFonts w:hint="cs"/>
          <w:rtl/>
        </w:rPr>
        <w:t>ٱ</w:t>
      </w:r>
      <w:r>
        <w:rPr>
          <w:rFonts w:hint="eastAsia"/>
          <w:rtl/>
        </w:rPr>
        <w:t>لۡقَيُّومُ‌ۚ</w:t>
      </w:r>
      <w:r>
        <w:rPr>
          <w:rtl/>
        </w:rPr>
        <w:t xml:space="preserve"> لَا تَأۡخُذُهُ </w:t>
      </w:r>
      <w:r>
        <w:rPr>
          <w:rFonts w:hint="cs"/>
          <w:rtl/>
        </w:rPr>
        <w:t>ۥ</w:t>
      </w:r>
      <w:r>
        <w:rPr>
          <w:rtl/>
        </w:rPr>
        <w:t xml:space="preserve"> سِنَةٌ۬ وَلَا نَوۡمٌ۬‌ۚ لَّهُ </w:t>
      </w:r>
      <w:r>
        <w:rPr>
          <w:rFonts w:hint="cs"/>
          <w:rtl/>
        </w:rPr>
        <w:t>ۥ</w:t>
      </w:r>
      <w:r>
        <w:rPr>
          <w:rtl/>
        </w:rPr>
        <w:t xml:space="preserve"> مَا فِى </w:t>
      </w:r>
      <w:r>
        <w:rPr>
          <w:rFonts w:hint="cs"/>
          <w:rtl/>
        </w:rPr>
        <w:t>ٱ</w:t>
      </w:r>
      <w:r>
        <w:rPr>
          <w:rFonts w:hint="eastAsia"/>
          <w:rtl/>
        </w:rPr>
        <w:t>لسَّمَـٰوَ</w:t>
      </w:r>
      <w:r w:rsidR="005B7B9E" w:rsidRPr="005B7B9E">
        <w:rPr>
          <w:rFonts w:hint="cs"/>
          <w:rtl/>
        </w:rPr>
        <w:t>ا</w:t>
      </w:r>
      <w:r>
        <w:rPr>
          <w:rFonts w:hint="eastAsia"/>
          <w:rtl/>
        </w:rPr>
        <w:t>تِ</w:t>
      </w:r>
      <w:r>
        <w:rPr>
          <w:rtl/>
        </w:rPr>
        <w:t xml:space="preserve"> وَمَا فِى </w:t>
      </w:r>
      <w:r>
        <w:rPr>
          <w:rFonts w:hint="cs"/>
          <w:rtl/>
        </w:rPr>
        <w:t>ٱ</w:t>
      </w:r>
      <w:r>
        <w:rPr>
          <w:rFonts w:hint="eastAsia"/>
          <w:rtl/>
        </w:rPr>
        <w:t>لۡأَرۡضِ‌ۗ</w:t>
      </w:r>
      <w:r>
        <w:rPr>
          <w:rtl/>
        </w:rPr>
        <w:t xml:space="preserve"> مَن ذَا </w:t>
      </w:r>
      <w:r>
        <w:rPr>
          <w:rFonts w:hint="cs"/>
          <w:rtl/>
        </w:rPr>
        <w:t>ٱ</w:t>
      </w:r>
      <w:r>
        <w:rPr>
          <w:rFonts w:hint="eastAsia"/>
          <w:rtl/>
        </w:rPr>
        <w:t>لَّذِى</w:t>
      </w:r>
      <w:r>
        <w:rPr>
          <w:rtl/>
        </w:rPr>
        <w:t xml:space="preserve"> يَشۡفَعُ عِندَهُ </w:t>
      </w:r>
      <w:r>
        <w:rPr>
          <w:rFonts w:hint="cs"/>
          <w:rtl/>
        </w:rPr>
        <w:t>ۥۤ</w:t>
      </w:r>
      <w:r>
        <w:rPr>
          <w:rtl/>
        </w:rPr>
        <w:t xml:space="preserve"> إِلَّا بِإِذۡنِهِ</w:t>
      </w:r>
      <w:r>
        <w:rPr>
          <w:rFonts w:hint="cs"/>
          <w:rtl/>
        </w:rPr>
        <w:t>ۦ‌ۚ</w:t>
      </w:r>
      <w:r>
        <w:rPr>
          <w:rtl/>
        </w:rPr>
        <w:t xml:space="preserve"> يَعۡلَمُ مَا بَيۡنَ أَيۡدِيهِمۡ وَمَا خَلۡفَهُمۡ</w:t>
      </w:r>
      <w:r>
        <w:rPr>
          <w:rFonts w:hint="eastAsia"/>
          <w:rtl/>
        </w:rPr>
        <w:t>‌ۖ</w:t>
      </w:r>
      <w:r>
        <w:rPr>
          <w:rtl/>
        </w:rPr>
        <w:t xml:space="preserve"> وَلَا يُحِيطُونَ بِشَىۡءٍ۬ مِّنۡ عِلۡمِهِ</w:t>
      </w:r>
      <w:r>
        <w:rPr>
          <w:rFonts w:hint="cs"/>
          <w:rtl/>
        </w:rPr>
        <w:t>ۦۤ</w:t>
      </w:r>
      <w:r>
        <w:rPr>
          <w:rtl/>
        </w:rPr>
        <w:t xml:space="preserve"> إِلَّا بِمَا شَآءَ‌ۚ وَسِعَ كُرۡسِيُّهُ </w:t>
      </w:r>
      <w:r>
        <w:rPr>
          <w:rFonts w:hint="cs"/>
          <w:rtl/>
        </w:rPr>
        <w:t>ٱ</w:t>
      </w:r>
      <w:r>
        <w:rPr>
          <w:rFonts w:hint="eastAsia"/>
          <w:rtl/>
        </w:rPr>
        <w:t>لسَّمَـٰوَ</w:t>
      </w:r>
      <w:r w:rsidR="005B7B9E" w:rsidRPr="005B7B9E">
        <w:rPr>
          <w:rFonts w:hint="cs"/>
          <w:rtl/>
        </w:rPr>
        <w:t>ا</w:t>
      </w:r>
      <w:r>
        <w:rPr>
          <w:rFonts w:hint="eastAsia"/>
          <w:rtl/>
        </w:rPr>
        <w:t>تِ</w:t>
      </w:r>
      <w:r>
        <w:rPr>
          <w:rtl/>
        </w:rPr>
        <w:t xml:space="preserve"> وَ</w:t>
      </w:r>
      <w:r>
        <w:rPr>
          <w:rFonts w:hint="cs"/>
          <w:rtl/>
        </w:rPr>
        <w:t>ٱ</w:t>
      </w:r>
      <w:r>
        <w:rPr>
          <w:rFonts w:hint="eastAsia"/>
          <w:rtl/>
        </w:rPr>
        <w:t>لۡأَرۡضَ‌ۖ</w:t>
      </w:r>
      <w:r>
        <w:rPr>
          <w:rtl/>
        </w:rPr>
        <w:t xml:space="preserve"> وَلَا يَـُٔودُهُ </w:t>
      </w:r>
      <w:r>
        <w:rPr>
          <w:rFonts w:hint="cs"/>
          <w:rtl/>
        </w:rPr>
        <w:t>ۥ</w:t>
      </w:r>
      <w:r>
        <w:rPr>
          <w:rtl/>
        </w:rPr>
        <w:t xml:space="preserve"> حِفۡظُهُمَا‌ۚ وَهُوَ </w:t>
      </w:r>
      <w:r>
        <w:rPr>
          <w:rFonts w:hint="cs"/>
          <w:rtl/>
        </w:rPr>
        <w:t>ٱ</w:t>
      </w:r>
      <w:r>
        <w:rPr>
          <w:rFonts w:hint="eastAsia"/>
          <w:rtl/>
        </w:rPr>
        <w:t>لۡعَلِىُّ</w:t>
      </w:r>
      <w:r>
        <w:rPr>
          <w:rtl/>
        </w:rPr>
        <w:t xml:space="preserve"> </w:t>
      </w:r>
      <w:r>
        <w:rPr>
          <w:rFonts w:hint="cs"/>
          <w:rtl/>
        </w:rPr>
        <w:t>ٱ</w:t>
      </w:r>
      <w:r>
        <w:rPr>
          <w:rFonts w:hint="eastAsia"/>
          <w:rtl/>
        </w:rPr>
        <w:t>لۡعَظِيمُ</w:t>
      </w:r>
      <w:r>
        <w:rPr>
          <w:rtl/>
        </w:rPr>
        <w:t xml:space="preserve"> (٢٥٥</w:t>
      </w:r>
      <w:r w:rsidR="009229E3">
        <w:rPr>
          <w:rtl/>
        </w:rPr>
        <w:t>)</w:t>
      </w:r>
    </w:p>
    <w:p w:rsidR="001A403D" w:rsidRDefault="001A403D" w:rsidP="00E36567">
      <w:pPr>
        <w:pStyle w:val="libBoldItalic"/>
      </w:pPr>
      <w:r>
        <w:t>Allah - There is no God except Him, the Ever-Living, the Sustainder of existence. Neither drowsiness overtakes Him nor sleep. To Him belongs whatever is in the heavens and whatever is in the earth. Who is that who can intercede with Him except by His permission? He knows what is in front of them and what is behind them, and they encompass nothing of His knowledge except what He wills. His Kursi (throne) extends over the heavens and the earth, and their preservation never tires Him. And He is al-Ali al-Azeem. (255)</w:t>
      </w:r>
    </w:p>
    <w:p w:rsidR="001A403D" w:rsidRDefault="001A403D" w:rsidP="00E36567">
      <w:pPr>
        <w:pStyle w:val="libNormal"/>
      </w:pPr>
      <w:r>
        <w:t>1-It was asked from Imam Jafar Sadiq asws: Who is that can intercede with Allah except with His permission? Imam asws said: We are those who intercede. (al-Burhan, v1, p529)</w:t>
      </w:r>
    </w:p>
    <w:p w:rsidR="001A403D" w:rsidRDefault="001A403D" w:rsidP="00E36567">
      <w:pPr>
        <w:pStyle w:val="libNormal"/>
      </w:pPr>
      <w:r>
        <w:t>2-It was asked from Imam Ali Raza asws: Did Allah knew Himself before creating the creation? Imam asws said: Yes. It was asked: Was Allah seeing and hearing as well? Imam asws said: He is not dependent on that, because He does not need to question, nor in need of anything, His Self is Power to implement, and He is not even in need of giving a Name to Himself, but for others He gave Names to Himself, so that He can be called with them, because if we do not call Him with Name then how we will know Him. First of all He gave Himself the Name of Ali-al-Azeem, because He is the Most High from all the things, thus its meaning is Allah, and His Ism (Name) is Ali-al-Azeem, and this is His first Ism, because He has the Power over every thing. (al-Burhan, v1, p533)</w:t>
      </w:r>
    </w:p>
    <w:p w:rsidR="001A403D" w:rsidRDefault="001A403D" w:rsidP="00E36567">
      <w:pPr>
        <w:pStyle w:val="libNormal"/>
      </w:pPr>
      <w:r>
        <w:t>3-Seven skies and seven earths are in Kursi as a ring is lying in a desert, and then Arsh is bigger than Kursi as a desert to a ring. (Rasool Allah sawaw) (al-Burhan, v1, p534)</w:t>
      </w:r>
    </w:p>
    <w:p w:rsidR="001A403D" w:rsidRDefault="001A403D" w:rsidP="009229E3">
      <w:pPr>
        <w:pStyle w:val="libCenterBold1"/>
      </w:pPr>
      <w:r>
        <w:t>Lesson:</w:t>
      </w:r>
    </w:p>
    <w:p w:rsidR="001A403D" w:rsidRDefault="001A403D" w:rsidP="001A403D">
      <w:pPr>
        <w:pStyle w:val="libNormal"/>
      </w:pPr>
      <w:r>
        <w:t>1-The owners of intercession are only Masumeen asws. Any fallible can not take responsibility for anyone else for answerability.</w:t>
      </w:r>
    </w:p>
    <w:p w:rsidR="001A403D" w:rsidRDefault="001A403D" w:rsidP="001A403D">
      <w:pPr>
        <w:pStyle w:val="libNormal"/>
      </w:pPr>
      <w:r>
        <w:t>2-The first Name which Allah gave to Himself is Ali-al-Azeem, and His favourite Ism (name) is Ali-al-Murtaza who is expresser of His Attributes, and treasure of His Knowledge.</w:t>
      </w:r>
    </w:p>
    <w:p w:rsidR="001A403D" w:rsidRDefault="001A403D" w:rsidP="00385B48">
      <w:pPr>
        <w:pStyle w:val="libAr"/>
      </w:pPr>
      <w:r>
        <w:rPr>
          <w:rFonts w:hint="eastAsia"/>
          <w:rtl/>
        </w:rPr>
        <w:t>لَآ</w:t>
      </w:r>
      <w:r>
        <w:rPr>
          <w:rtl/>
        </w:rPr>
        <w:t xml:space="preserve"> إِكۡرَاهَ فِى </w:t>
      </w:r>
      <w:r>
        <w:rPr>
          <w:rFonts w:hint="cs"/>
          <w:rtl/>
        </w:rPr>
        <w:t>ٱ</w:t>
      </w:r>
      <w:r>
        <w:rPr>
          <w:rFonts w:hint="eastAsia"/>
          <w:rtl/>
        </w:rPr>
        <w:t>لدِّينِ‌ۖ</w:t>
      </w:r>
      <w:r>
        <w:rPr>
          <w:rtl/>
        </w:rPr>
        <w:t xml:space="preserve"> قَد تَّبَيَّنَ </w:t>
      </w:r>
      <w:r>
        <w:rPr>
          <w:rFonts w:hint="cs"/>
          <w:rtl/>
        </w:rPr>
        <w:t>ٱ</w:t>
      </w:r>
      <w:r>
        <w:rPr>
          <w:rFonts w:hint="eastAsia"/>
          <w:rtl/>
        </w:rPr>
        <w:t>لرُّشۡدُ</w:t>
      </w:r>
      <w:r>
        <w:rPr>
          <w:rtl/>
        </w:rPr>
        <w:t xml:space="preserve"> مِنَ </w:t>
      </w:r>
      <w:r>
        <w:rPr>
          <w:rFonts w:hint="cs"/>
          <w:rtl/>
        </w:rPr>
        <w:t>ٱ</w:t>
      </w:r>
      <w:r>
        <w:rPr>
          <w:rFonts w:hint="eastAsia"/>
          <w:rtl/>
        </w:rPr>
        <w:t>لۡغَىِّ‌ۚ</w:t>
      </w:r>
      <w:r>
        <w:rPr>
          <w:rtl/>
        </w:rPr>
        <w:t xml:space="preserve"> فَمَن يَكۡفُرۡ بِ</w:t>
      </w:r>
      <w:r>
        <w:rPr>
          <w:rFonts w:hint="cs"/>
          <w:rtl/>
        </w:rPr>
        <w:t>ٱ</w:t>
      </w:r>
      <w:r>
        <w:rPr>
          <w:rFonts w:hint="eastAsia"/>
          <w:rtl/>
        </w:rPr>
        <w:t>لطَّـٰغُوتِ</w:t>
      </w:r>
      <w:r>
        <w:rPr>
          <w:rtl/>
        </w:rPr>
        <w:t xml:space="preserve"> وَيُؤۡمِنۢ بِ</w:t>
      </w:r>
      <w:r>
        <w:rPr>
          <w:rFonts w:hint="cs"/>
          <w:rtl/>
        </w:rPr>
        <w:t>ٱ</w:t>
      </w:r>
      <w:r>
        <w:rPr>
          <w:rFonts w:hint="eastAsia"/>
          <w:rtl/>
        </w:rPr>
        <w:t>للَّهِ</w:t>
      </w:r>
      <w:r>
        <w:rPr>
          <w:rtl/>
        </w:rPr>
        <w:t xml:space="preserve"> فَقَدِ </w:t>
      </w:r>
      <w:r>
        <w:rPr>
          <w:rFonts w:hint="cs"/>
          <w:rtl/>
        </w:rPr>
        <w:t>ٱ</w:t>
      </w:r>
      <w:r>
        <w:rPr>
          <w:rFonts w:hint="eastAsia"/>
          <w:rtl/>
        </w:rPr>
        <w:t>سۡتَمۡسَكَ</w:t>
      </w:r>
      <w:r>
        <w:rPr>
          <w:rtl/>
        </w:rPr>
        <w:t xml:space="preserve"> بِ</w:t>
      </w:r>
      <w:r>
        <w:rPr>
          <w:rFonts w:hint="cs"/>
          <w:rtl/>
        </w:rPr>
        <w:t>ٱ</w:t>
      </w:r>
      <w:r>
        <w:rPr>
          <w:rFonts w:hint="eastAsia"/>
          <w:rtl/>
        </w:rPr>
        <w:t>لۡعُرۡوَةِ</w:t>
      </w:r>
      <w:r>
        <w:rPr>
          <w:rtl/>
        </w:rPr>
        <w:t xml:space="preserve"> </w:t>
      </w:r>
      <w:r>
        <w:rPr>
          <w:rFonts w:hint="cs"/>
          <w:rtl/>
        </w:rPr>
        <w:t>ٱ</w:t>
      </w:r>
      <w:r>
        <w:rPr>
          <w:rFonts w:hint="eastAsia"/>
          <w:rtl/>
        </w:rPr>
        <w:t>لۡوُثۡقَىٰ</w:t>
      </w:r>
      <w:r>
        <w:rPr>
          <w:rtl/>
        </w:rPr>
        <w:t xml:space="preserve"> لَا </w:t>
      </w:r>
      <w:r>
        <w:rPr>
          <w:rFonts w:hint="cs"/>
          <w:rtl/>
        </w:rPr>
        <w:t>ٱ</w:t>
      </w:r>
      <w:r>
        <w:rPr>
          <w:rFonts w:hint="eastAsia"/>
          <w:rtl/>
        </w:rPr>
        <w:t>نفِصَامَ</w:t>
      </w:r>
      <w:r>
        <w:rPr>
          <w:rtl/>
        </w:rPr>
        <w:t xml:space="preserve"> لَهَا‌ۗ وَ</w:t>
      </w:r>
      <w:r>
        <w:rPr>
          <w:rFonts w:hint="cs"/>
          <w:rtl/>
        </w:rPr>
        <w:t>ٱ</w:t>
      </w:r>
      <w:r>
        <w:rPr>
          <w:rFonts w:hint="eastAsia"/>
          <w:rtl/>
        </w:rPr>
        <w:t>للَّهُ</w:t>
      </w:r>
      <w:r>
        <w:rPr>
          <w:rtl/>
        </w:rPr>
        <w:t xml:space="preserve"> سَمِيعٌ عَلِيمٌ (٢٥٦</w:t>
      </w:r>
      <w:r w:rsidR="009229E3">
        <w:rPr>
          <w:rtl/>
        </w:rPr>
        <w:t>)</w:t>
      </w:r>
      <w:r>
        <w:rPr>
          <w:rtl/>
        </w:rPr>
        <w:t xml:space="preserve"> </w:t>
      </w:r>
      <w:r>
        <w:rPr>
          <w:rFonts w:hint="cs"/>
          <w:rtl/>
        </w:rPr>
        <w:t>ٱ</w:t>
      </w:r>
      <w:r>
        <w:rPr>
          <w:rFonts w:hint="eastAsia"/>
          <w:rtl/>
        </w:rPr>
        <w:t>للَّهُ</w:t>
      </w:r>
      <w:r>
        <w:rPr>
          <w:rtl/>
        </w:rPr>
        <w:t xml:space="preserve"> وَلِىُّ </w:t>
      </w:r>
      <w:r>
        <w:rPr>
          <w:rFonts w:hint="cs"/>
          <w:rtl/>
        </w:rPr>
        <w:t>ٱ</w:t>
      </w:r>
      <w:r>
        <w:rPr>
          <w:rFonts w:hint="eastAsia"/>
          <w:rtl/>
        </w:rPr>
        <w:t>لَّذِينَ</w:t>
      </w:r>
      <w:r>
        <w:rPr>
          <w:rtl/>
        </w:rPr>
        <w:t xml:space="preserve"> ءَامَنُوا</w:t>
      </w:r>
      <w:r>
        <w:rPr>
          <w:rFonts w:hint="eastAsia"/>
          <w:rtl/>
        </w:rPr>
        <w:t>ْ</w:t>
      </w:r>
      <w:r>
        <w:rPr>
          <w:rtl/>
        </w:rPr>
        <w:t xml:space="preserve"> </w:t>
      </w:r>
      <w:r>
        <w:rPr>
          <w:rtl/>
        </w:rPr>
        <w:lastRenderedPageBreak/>
        <w:t xml:space="preserve">يُخۡرِجُهُم مِّنَ </w:t>
      </w:r>
      <w:r>
        <w:rPr>
          <w:rFonts w:hint="cs"/>
          <w:rtl/>
        </w:rPr>
        <w:t>ٱ</w:t>
      </w:r>
      <w:r>
        <w:rPr>
          <w:rFonts w:hint="eastAsia"/>
          <w:rtl/>
        </w:rPr>
        <w:t>لظُّلُمَـٰتِ</w:t>
      </w:r>
      <w:r>
        <w:rPr>
          <w:rtl/>
        </w:rPr>
        <w:t xml:space="preserve"> إِلَى </w:t>
      </w:r>
      <w:r>
        <w:rPr>
          <w:rFonts w:hint="cs"/>
          <w:rtl/>
        </w:rPr>
        <w:t>ٱ</w:t>
      </w:r>
      <w:r>
        <w:rPr>
          <w:rFonts w:hint="eastAsia"/>
          <w:rtl/>
        </w:rPr>
        <w:t>لنُّورِ‌ۖ</w:t>
      </w:r>
      <w:r>
        <w:rPr>
          <w:rtl/>
        </w:rPr>
        <w:t xml:space="preserve"> وَ</w:t>
      </w:r>
      <w:r>
        <w:rPr>
          <w:rFonts w:hint="cs"/>
          <w:rtl/>
        </w:rPr>
        <w:t>ٱ</w:t>
      </w:r>
      <w:r>
        <w:rPr>
          <w:rFonts w:hint="eastAsia"/>
          <w:rtl/>
        </w:rPr>
        <w:t>لَّذِينَ</w:t>
      </w:r>
      <w:r>
        <w:rPr>
          <w:rtl/>
        </w:rPr>
        <w:t xml:space="preserve"> كَفَرُوٓاْ أَوۡلِيَآؤُهُمُ </w:t>
      </w:r>
      <w:r>
        <w:rPr>
          <w:rFonts w:hint="cs"/>
          <w:rtl/>
        </w:rPr>
        <w:t>ٱ</w:t>
      </w:r>
      <w:r>
        <w:rPr>
          <w:rFonts w:hint="eastAsia"/>
          <w:rtl/>
        </w:rPr>
        <w:t>لطَّـٰغُوتُ</w:t>
      </w:r>
      <w:r>
        <w:rPr>
          <w:rtl/>
        </w:rPr>
        <w:t xml:space="preserve"> يُخۡرِجُونَهُم مِّنَ </w:t>
      </w:r>
      <w:r>
        <w:rPr>
          <w:rFonts w:hint="cs"/>
          <w:rtl/>
        </w:rPr>
        <w:t>ٱ</w:t>
      </w:r>
      <w:r>
        <w:rPr>
          <w:rFonts w:hint="eastAsia"/>
          <w:rtl/>
        </w:rPr>
        <w:t>لنُّورِ</w:t>
      </w:r>
      <w:r>
        <w:rPr>
          <w:rtl/>
        </w:rPr>
        <w:t xml:space="preserve"> إِلَى </w:t>
      </w:r>
      <w:r>
        <w:rPr>
          <w:rFonts w:hint="cs"/>
          <w:rtl/>
        </w:rPr>
        <w:t>ٱ</w:t>
      </w:r>
      <w:r>
        <w:rPr>
          <w:rFonts w:hint="eastAsia"/>
          <w:rtl/>
        </w:rPr>
        <w:t>لظُّلُمَـٰتِ‌ۗ</w:t>
      </w:r>
      <w:r>
        <w:rPr>
          <w:rtl/>
        </w:rPr>
        <w:t xml:space="preserve"> أُوْلَـٰٓ</w:t>
      </w:r>
      <w:r>
        <w:rPr>
          <w:rFonts w:hint="cs"/>
          <w:rtl/>
        </w:rPr>
        <w:t>ٮِٕ</w:t>
      </w:r>
      <w:r>
        <w:rPr>
          <w:rFonts w:hint="eastAsia"/>
          <w:rtl/>
        </w:rPr>
        <w:t>كَ</w:t>
      </w:r>
      <w:r>
        <w:rPr>
          <w:rtl/>
        </w:rPr>
        <w:t xml:space="preserve"> أَصۡحَـٰبُ </w:t>
      </w:r>
      <w:r>
        <w:rPr>
          <w:rFonts w:hint="cs"/>
          <w:rtl/>
        </w:rPr>
        <w:t>ٱ</w:t>
      </w:r>
      <w:r>
        <w:rPr>
          <w:rFonts w:hint="eastAsia"/>
          <w:rtl/>
        </w:rPr>
        <w:t>لنَّارِ‌ۖ</w:t>
      </w:r>
      <w:r>
        <w:rPr>
          <w:rtl/>
        </w:rPr>
        <w:t xml:space="preserve"> هُمۡ فِي</w:t>
      </w:r>
      <w:r w:rsidR="001E6BAB" w:rsidRPr="001E6BAB">
        <w:rPr>
          <w:rFonts w:hint="cs"/>
          <w:rtl/>
        </w:rPr>
        <w:t>ه</w:t>
      </w:r>
      <w:r w:rsidRPr="00595365">
        <w:rPr>
          <w:rFonts w:hint="cs"/>
          <w:rtl/>
        </w:rPr>
        <w:t>ا خَـٰلِدُونَ (٢٥٧</w:t>
      </w:r>
      <w:r w:rsidR="009229E3">
        <w:rPr>
          <w:rtl/>
        </w:rPr>
        <w:t>)</w:t>
      </w:r>
    </w:p>
    <w:p w:rsidR="001A403D" w:rsidRDefault="001A403D" w:rsidP="00E36567">
      <w:pPr>
        <w:pStyle w:val="libBoldItalic"/>
      </w:pPr>
      <w:r>
        <w:t>There is no compulsion in religion. The right direction has become distinct from the wrong. So whoever rejects Taghoot (false deities) and believes in Allah has grasped a firm handhold which will never break. And Allah is Hearer, Knower. (256) Allah is the Guardian of those who believe, He brings them out of darkness into light. And for those who disbelieve, their guardians are Taghoot, they bring them out of light into darkness, they are the companions of the Fire, they will abide in it eternally. (257)</w:t>
      </w:r>
    </w:p>
    <w:p w:rsidR="001A403D" w:rsidRDefault="001A403D" w:rsidP="00E36567">
      <w:pPr>
        <w:pStyle w:val="libNormal"/>
      </w:pPr>
      <w:r>
        <w:t>1-Someone said to Imam Jafar Sadiq asws: I meet people and often surprised that the people who are not under your Walayat but under the Walayat of others, they are honest, and truthful, and faithful, and those who are under your Walayat (guardianship) they have no honesty, loyalty, and truth. Imam asws sat straight and said in anger: He has no Deen who obeyed Allah due to Walayat of unjust Imam who is not from Allah; and for him there is no capture who obeyed the just Imam (asws) who is from Allah. That person said: Then those people have no Deen and these people have no capture? Imam asws said: Yes, those have no Deen and these have no capture. Do not you hear the saying of Allah Azza wa Jalla, “Allah is Wali (Guardian) of those who believe, He brings them out of darkness into light” it means from the darkness of sins into the light of repentance &amp; forgiveness due to Walayat of all the just Imams asws who are from Allah. And the saying of Allah, “Those who disbelieve their Walis are Taghoot who bring them out of light into darkness” it only means that they were in the light of Islam, but when they accepted the Walayat of unjust Imam who is not from Allah, then due to his Walayat they went out of the light of Islam into the darkness of Kufr, then Allah made Fire obligatory on them along with the Kafirs, and they are the companions of Hell, and they will abide there forever. (al-Burhan, v1, p535)</w:t>
      </w:r>
    </w:p>
    <w:p w:rsidR="001A403D" w:rsidRDefault="001A403D" w:rsidP="00E36567">
      <w:pPr>
        <w:pStyle w:val="libNormal"/>
      </w:pPr>
      <w:r>
        <w:t>2-Rasool Allah sawaw said: Who wishes that he should hold the strong handle which will never break, then he should hold the Walayat of my brother &amp; Wasi Ali ibne Abi Talib asws. Because he will not perish who loved him and accepted him as Wali. And he will not get salvation who kept grudge &amp; animosity with him. (al-Burhan, v1, p536)</w:t>
      </w:r>
    </w:p>
    <w:p w:rsidR="001A403D" w:rsidRDefault="001A403D" w:rsidP="00E36567">
      <w:pPr>
        <w:pStyle w:val="libNormal"/>
      </w:pPr>
      <w:r>
        <w:t>3-Rasool Allah sawaw said: Who obeyed the Imams asws from the progeny of Hussain asws, he obeyed Allah, and who disobeyed them, he disobeyed Allah. They are the strong handle (Urwatul Wusqa) and they are medium (Waselah) towards Allah. (al-Burhan, v1, p537)</w:t>
      </w:r>
    </w:p>
    <w:p w:rsidR="001A403D" w:rsidRDefault="001A403D" w:rsidP="00E36567">
      <w:pPr>
        <w:pStyle w:val="libNormal"/>
      </w:pPr>
      <w:r>
        <w:t>4-Rasool Allah sawaw said: After me, unjust rebellion will appear, only he will get rid of it who holds Urwatul Wusqa. It was asked: Ya Rasool Allah sawaw, what is Urwatul Wusqa? Said: Walayat of Syyedul Wasiyeen. It was asked: Ya Rasool Allah sawaw, who is Syyedul Wasiyeen? Said: Amirul Momineen asws. It was asked: Ya Rasool Allah sawaw, who is Amirul Momineen asws? Said: Maola of Muslims and Imam after me. It was asked: Ya Rasool Allah sawaw, who is Maola of Muslims and Imam after you? Said: My brother Ali ibne Abi Talib asws. (al-Burhan, v1, p 537)</w:t>
      </w:r>
    </w:p>
    <w:p w:rsidR="001A403D" w:rsidRDefault="001A403D" w:rsidP="001A403D">
      <w:pPr>
        <w:pStyle w:val="libNormal"/>
      </w:pPr>
      <w:r>
        <w:lastRenderedPageBreak/>
        <w:t>5-Allah Tabarak wa Ta’ala says: I will surely punish those who obeyed that Imam who is not from Allah, even if the deeds of those people are good and pure. And I will definitely forgive those people who obeyed Imams asws who are from Allah, even if the deeds of those people have sins.</w:t>
      </w:r>
    </w:p>
    <w:p w:rsidR="001A403D" w:rsidRDefault="001A403D" w:rsidP="00E36567">
      <w:pPr>
        <w:pStyle w:val="libNormal"/>
      </w:pPr>
      <w:r>
        <w:t>The enemies of Ali Amirul Momineen asws will remain in Hell forever, even if the aim of their Deen is piety, purity, and worship. And who believe in Ali asws will remain in Jannah forever, even if their deeds are opposite. (Imam Jafar Sadiq asws) (al-Burhan, v1, p539)</w:t>
      </w:r>
    </w:p>
    <w:p w:rsidR="001A403D" w:rsidRDefault="001A403D" w:rsidP="00E36567">
      <w:pPr>
        <w:pStyle w:val="libNormal"/>
      </w:pPr>
      <w:r>
        <w:t>6-Imam Mohammad Baqir asws said about this verse: Those people who denied the Walayat of Ali ibne Abi Talib asws, their guardians are Taghoot, it means the enemies of Ali asws and their followers who take people out of light, and light (Noor) is Walayat-e-Ali asws, and they take them into the darkness of Walayat of enemies. (al-Burhan, v1, p539)</w:t>
      </w:r>
    </w:p>
    <w:p w:rsidR="001A403D" w:rsidRDefault="001A403D" w:rsidP="009229E3">
      <w:pPr>
        <w:pStyle w:val="libCenterBold1"/>
      </w:pPr>
      <w:r>
        <w:t>Lesson:</w:t>
      </w:r>
    </w:p>
    <w:p w:rsidR="001A403D" w:rsidRDefault="001A403D" w:rsidP="001A403D">
      <w:pPr>
        <w:pStyle w:val="libNormal"/>
      </w:pPr>
      <w:r>
        <w:t>1-According to Allah, salvation depends only and only on to keep steadfast on Walayat-e-Ali asws.</w:t>
      </w:r>
    </w:p>
    <w:p w:rsidR="00595365" w:rsidRDefault="001A403D" w:rsidP="001A403D">
      <w:pPr>
        <w:pStyle w:val="libNormal"/>
      </w:pPr>
      <w:r>
        <w:t>2-Any Mulla who does Shirk in Walayat-e-Ali asws, and he is against Azadari and Infallibility of Masumeen asws, he is Zalim, Walayat of such Zalim expels from Islam. The Muqallideen of such Zalim will be in the lower class than Kafirs in Hell.</w:t>
      </w:r>
    </w:p>
    <w:p w:rsidR="001A403D" w:rsidRDefault="001A403D" w:rsidP="001A403D">
      <w:pPr>
        <w:pStyle w:val="libNormal"/>
      </w:pPr>
      <w:r>
        <w:t>3-After Rasool Allah sawaw, the unjust rebellion is continuously perpetuating. So whoever wants salvation should hold the strong handle of Walayat-e-Ali asws, and leave alone the Walayat of fallible Zalim Mulla.</w:t>
      </w:r>
    </w:p>
    <w:p w:rsidR="001A403D" w:rsidRDefault="001A403D" w:rsidP="001A403D">
      <w:pPr>
        <w:pStyle w:val="libNormal"/>
      </w:pPr>
      <w:r>
        <w:t>4-Without Walayat-e-Ali asws, piety, purity, and worship according to the Fatawa of Muqassir Mulla is of no use. Commandments &amp; Fatawa are only for Allah and Masumeen asws.</w:t>
      </w:r>
    </w:p>
    <w:p w:rsidR="001A403D" w:rsidRDefault="001A403D" w:rsidP="001A403D">
      <w:pPr>
        <w:pStyle w:val="libNormal"/>
      </w:pPr>
      <w:r>
        <w:t>5-To reject Taghooti Mulla is obligatory along with acknowledgement of Walayat-e-Ali asws.</w:t>
      </w:r>
    </w:p>
    <w:p w:rsidR="001A403D" w:rsidRDefault="001A403D" w:rsidP="00385B48">
      <w:pPr>
        <w:pStyle w:val="libAr"/>
      </w:pPr>
      <w:r>
        <w:rPr>
          <w:rFonts w:hint="eastAsia"/>
          <w:rtl/>
        </w:rPr>
        <w:t>وَإِذۡ</w:t>
      </w:r>
      <w:r>
        <w:rPr>
          <w:rtl/>
        </w:rPr>
        <w:t xml:space="preserve"> قَالَ إِبۡرَ</w:t>
      </w:r>
      <w:r w:rsidR="005B7B9E" w:rsidRPr="005B7B9E">
        <w:rPr>
          <w:rFonts w:hint="cs"/>
          <w:rtl/>
        </w:rPr>
        <w:t>ا</w:t>
      </w:r>
      <w:r>
        <w:rPr>
          <w:rFonts w:hint="eastAsia"/>
          <w:rtl/>
        </w:rPr>
        <w:t>هِـۧمُ</w:t>
      </w:r>
      <w:r>
        <w:rPr>
          <w:rtl/>
        </w:rPr>
        <w:t xml:space="preserve"> رَبِّ أَرِنِى </w:t>
      </w:r>
      <w:r w:rsidR="001E6BAB" w:rsidRPr="001E6BAB">
        <w:rPr>
          <w:rFonts w:hint="cs"/>
          <w:rtl/>
        </w:rPr>
        <w:t>ک</w:t>
      </w:r>
      <w:r>
        <w:rPr>
          <w:rFonts w:hint="eastAsia"/>
          <w:rtl/>
        </w:rPr>
        <w:t>يۡفَ</w:t>
      </w:r>
      <w:r>
        <w:rPr>
          <w:rtl/>
        </w:rPr>
        <w:t xml:space="preserve"> تُحۡىِ </w:t>
      </w:r>
      <w:r>
        <w:rPr>
          <w:rFonts w:hint="cs"/>
          <w:rtl/>
        </w:rPr>
        <w:t>ٱ</w:t>
      </w:r>
      <w:r>
        <w:rPr>
          <w:rFonts w:hint="eastAsia"/>
          <w:rtl/>
        </w:rPr>
        <w:t>لۡمَوۡتَىٰ‌ۖ</w:t>
      </w:r>
      <w:r>
        <w:rPr>
          <w:rtl/>
        </w:rPr>
        <w:t xml:space="preserve"> قَالَ أَوَلَمۡ تُؤۡمِن‌ۖ قَالَ بَلَىٰ وَلَـٰكِن لِّيَطۡمَ</w:t>
      </w:r>
      <w:r>
        <w:rPr>
          <w:rFonts w:hint="cs"/>
          <w:rtl/>
        </w:rPr>
        <w:t>ٮِٕ</w:t>
      </w:r>
      <w:r>
        <w:rPr>
          <w:rFonts w:hint="eastAsia"/>
          <w:rtl/>
        </w:rPr>
        <w:t>نَّ</w:t>
      </w:r>
      <w:r>
        <w:rPr>
          <w:rtl/>
        </w:rPr>
        <w:t xml:space="preserve"> قَلۡبِى‌ۖ قَالَ فَخُذۡ أَرۡبَعَةً۬ مِّنَ </w:t>
      </w:r>
      <w:r>
        <w:rPr>
          <w:rFonts w:hint="cs"/>
          <w:rtl/>
        </w:rPr>
        <w:t>ٱ</w:t>
      </w:r>
      <w:r>
        <w:rPr>
          <w:rFonts w:hint="eastAsia"/>
          <w:rtl/>
        </w:rPr>
        <w:t>لطَّيۡرِ</w:t>
      </w:r>
      <w:r>
        <w:rPr>
          <w:rtl/>
        </w:rPr>
        <w:t xml:space="preserve"> فَصُرۡهُنَّ إِلَيۡكَ ثُمَّ </w:t>
      </w:r>
      <w:r>
        <w:rPr>
          <w:rFonts w:hint="cs"/>
          <w:rtl/>
        </w:rPr>
        <w:t>ٱ</w:t>
      </w:r>
      <w:r>
        <w:rPr>
          <w:rFonts w:hint="eastAsia"/>
          <w:rtl/>
        </w:rPr>
        <w:t>جۡعَلۡ</w:t>
      </w:r>
      <w:r>
        <w:rPr>
          <w:rtl/>
        </w:rPr>
        <w:t xml:space="preserve"> عَلَىٰ كُلِّ جَبَلٍ۬ مِّنۡ</w:t>
      </w:r>
      <w:r w:rsidR="001E6BAB" w:rsidRPr="001E6BAB">
        <w:rPr>
          <w:rFonts w:hint="cs"/>
          <w:rtl/>
        </w:rPr>
        <w:t>ه</w:t>
      </w:r>
      <w:r w:rsidRPr="00595365">
        <w:rPr>
          <w:rFonts w:hint="cs"/>
          <w:rtl/>
        </w:rPr>
        <w:t>نَّ جُزۡء</w:t>
      </w:r>
      <w:r>
        <w:rPr>
          <w:rFonts w:hint="eastAsia"/>
          <w:rtl/>
        </w:rPr>
        <w:t>ً۬ا</w:t>
      </w:r>
      <w:r>
        <w:rPr>
          <w:rtl/>
        </w:rPr>
        <w:t xml:space="preserve"> ثُمَّ </w:t>
      </w:r>
      <w:r>
        <w:rPr>
          <w:rFonts w:hint="cs"/>
          <w:rtl/>
        </w:rPr>
        <w:t>ٱ</w:t>
      </w:r>
      <w:r>
        <w:rPr>
          <w:rFonts w:hint="eastAsia"/>
          <w:rtl/>
        </w:rPr>
        <w:t>دۡعُهُنَّ</w:t>
      </w:r>
      <w:r>
        <w:rPr>
          <w:rtl/>
        </w:rPr>
        <w:t xml:space="preserve"> يَأۡتِينَكَ سَعۡيً۬ا‌ۚ وَ</w:t>
      </w:r>
      <w:r>
        <w:rPr>
          <w:rFonts w:hint="cs"/>
          <w:rtl/>
        </w:rPr>
        <w:t>ٱ</w:t>
      </w:r>
      <w:r>
        <w:rPr>
          <w:rFonts w:hint="eastAsia"/>
          <w:rtl/>
        </w:rPr>
        <w:t>عۡلَمۡ</w:t>
      </w:r>
      <w:r>
        <w:rPr>
          <w:rtl/>
        </w:rPr>
        <w:t xml:space="preserve"> أَنَّ </w:t>
      </w:r>
      <w:r>
        <w:rPr>
          <w:rFonts w:hint="cs"/>
          <w:rtl/>
        </w:rPr>
        <w:t>ٱ</w:t>
      </w:r>
      <w:r>
        <w:rPr>
          <w:rFonts w:hint="eastAsia"/>
          <w:rtl/>
        </w:rPr>
        <w:t>للَّهَ</w:t>
      </w:r>
      <w:r>
        <w:rPr>
          <w:rtl/>
        </w:rPr>
        <w:t xml:space="preserve"> عَزِيزٌ حَكِيمٌ۬ (٢٦٠</w:t>
      </w:r>
      <w:r w:rsidR="009229E3">
        <w:rPr>
          <w:rtl/>
        </w:rPr>
        <w:t>)</w:t>
      </w:r>
    </w:p>
    <w:p w:rsidR="001A403D" w:rsidRDefault="001A403D" w:rsidP="00E36567">
      <w:pPr>
        <w:pStyle w:val="libBoldItalic"/>
      </w:pPr>
      <w:r>
        <w:t>And when Ibraheem said: My Rabb! Show me how You give life to the dead. Said He: Don’t you believe? He said: Yes, but only to satisfy my heart. Said He: Take four of the birds and cause them to incline to you, then place a part of them on each hill, then call them, they will come to you in haste, and know that Allah is Mighty, Wise. (260)</w:t>
      </w:r>
    </w:p>
    <w:p w:rsidR="001A403D" w:rsidRDefault="001A403D" w:rsidP="00E36567">
      <w:pPr>
        <w:pStyle w:val="libNormal"/>
      </w:pPr>
      <w:r>
        <w:t xml:space="preserve">1-Allah revealed to Ibraheem (a.s.): I have made a friend (Khaleel) from among My servants, if he will ask to revive the dead, I will accept it. Ibraheem (a.s.) thought in heart: I am that Khaleel. So he requested: My Rabb, show me how You give life to the dead. Then Allah said: Don’t you believe? Ibraheem (a.s.) replied: Why not, but for the satisfaction of the heart that that friendship (Khullat) is for me. So Ibraheem (a.s.) took four birds with the order of Allah, which were eagle, duck, peacock, and rooster. (In some narrations crow, dove, and woodpecker are mentioned, anyway they were four birds). He mixed them after cutting them into pieces, then </w:t>
      </w:r>
      <w:r>
        <w:lastRenderedPageBreak/>
        <w:t>put their pieces on ten hills around, and called them after holding their beaks in hands, and kept grains and water with him as well. Their pieces came and joined together, and Ibraheem (a.s.) left the beaks and they also joined with their bodies, and they started drinking water and eating grains, and said: O Nabi Allah (a.s.), you gave us life, may Allah give you long life. Then Ibraheem (a.s.) said: No doubt, Allah gives life and death, and He is Powerful over all the things. (Imam Ali Raza asws) (al-Burhan, v1, p550)</w:t>
      </w:r>
    </w:p>
    <w:p w:rsidR="001A403D" w:rsidRDefault="001A403D" w:rsidP="009229E3">
      <w:pPr>
        <w:pStyle w:val="libCenterBold1"/>
      </w:pPr>
      <w:r>
        <w:t>Lesson:</w:t>
      </w:r>
    </w:p>
    <w:p w:rsidR="001A403D" w:rsidRDefault="001A403D" w:rsidP="001A403D">
      <w:pPr>
        <w:pStyle w:val="libNormal"/>
      </w:pPr>
      <w:r>
        <w:t>1-Ibraheem (a.s.) knew that whom Allah appoints as Imam, gives him authority over life and death as well. So for the satisfaction of his heart that Allah has made him Khaleel &amp; Imam, and Imamat will be in his progeny, he asked this question, which Allah fulfilled.</w:t>
      </w:r>
    </w:p>
    <w:p w:rsidR="001A403D" w:rsidRDefault="001A403D" w:rsidP="001A403D">
      <w:pPr>
        <w:pStyle w:val="libNormal"/>
      </w:pPr>
      <w:r>
        <w:t>2-If Imam asws calls his followers, even if they are in different corners of the world, they will get together in no time on the call of the Imam asws, just as the companions of Imam-e-Zamana asws will get together.</w:t>
      </w:r>
    </w:p>
    <w:p w:rsidR="001A403D" w:rsidRDefault="001A403D" w:rsidP="00385B48">
      <w:pPr>
        <w:pStyle w:val="libAr"/>
      </w:pPr>
      <w:r>
        <w:rPr>
          <w:rFonts w:hint="eastAsia"/>
          <w:rtl/>
        </w:rPr>
        <w:t>يَـٰٓأَيُّهَا</w:t>
      </w:r>
      <w:r>
        <w:rPr>
          <w:rtl/>
        </w:rPr>
        <w:t xml:space="preserve"> </w:t>
      </w:r>
      <w:r>
        <w:rPr>
          <w:rFonts w:hint="cs"/>
          <w:rtl/>
        </w:rPr>
        <w:t>ٱ</w:t>
      </w:r>
      <w:r>
        <w:rPr>
          <w:rFonts w:hint="eastAsia"/>
          <w:rtl/>
        </w:rPr>
        <w:t>لَّذِينَ</w:t>
      </w:r>
      <w:r>
        <w:rPr>
          <w:rtl/>
        </w:rPr>
        <w:t xml:space="preserve"> ءَامَنُوٓاْ أَنفِقُواْ مِن طَيِّبَـٰتِ مَا </w:t>
      </w:r>
      <w:r w:rsidR="001E6BAB" w:rsidRPr="001E6BAB">
        <w:rPr>
          <w:rFonts w:hint="cs"/>
          <w:rtl/>
        </w:rPr>
        <w:t>ک</w:t>
      </w:r>
      <w:r>
        <w:rPr>
          <w:rFonts w:hint="eastAsia"/>
          <w:rtl/>
        </w:rPr>
        <w:t>سَبۡتُمۡ</w:t>
      </w:r>
      <w:r>
        <w:rPr>
          <w:rtl/>
        </w:rPr>
        <w:t xml:space="preserve"> وَمِمَّآ أَخۡرَجۡنَا لَكُم مِّنَ </w:t>
      </w:r>
      <w:r>
        <w:rPr>
          <w:rFonts w:hint="cs"/>
          <w:rtl/>
        </w:rPr>
        <w:t>ٱ</w:t>
      </w:r>
      <w:r>
        <w:rPr>
          <w:rFonts w:hint="eastAsia"/>
          <w:rtl/>
        </w:rPr>
        <w:t>لۡأَرۡضِ‌ۖ</w:t>
      </w:r>
      <w:r>
        <w:rPr>
          <w:rtl/>
        </w:rPr>
        <w:t xml:space="preserve"> وَلَا تَيَمَّمُواْ </w:t>
      </w:r>
      <w:r>
        <w:rPr>
          <w:rFonts w:hint="cs"/>
          <w:rtl/>
        </w:rPr>
        <w:t>ٱ</w:t>
      </w:r>
      <w:r>
        <w:rPr>
          <w:rFonts w:hint="eastAsia"/>
          <w:rtl/>
        </w:rPr>
        <w:t>لۡخَبِيثَ</w:t>
      </w:r>
      <w:r>
        <w:rPr>
          <w:rtl/>
        </w:rPr>
        <w:t xml:space="preserve"> مِنۡهُ تُنفِقُونَ وَلَسۡتُم بِـَٔاخِذِيهِ إِلَّآ أَن تُغۡمِضُواْ فِيهِ‌ۚ وَ</w:t>
      </w:r>
      <w:r>
        <w:rPr>
          <w:rFonts w:hint="cs"/>
          <w:rtl/>
        </w:rPr>
        <w:t>ٱ</w:t>
      </w:r>
      <w:r>
        <w:rPr>
          <w:rFonts w:hint="eastAsia"/>
          <w:rtl/>
        </w:rPr>
        <w:t>عۡلَمُوٓاْ</w:t>
      </w:r>
      <w:r>
        <w:rPr>
          <w:rtl/>
        </w:rPr>
        <w:t xml:space="preserve"> أَنَّ </w:t>
      </w:r>
      <w:r>
        <w:rPr>
          <w:rFonts w:hint="cs"/>
          <w:rtl/>
        </w:rPr>
        <w:t>ٱ</w:t>
      </w:r>
      <w:r>
        <w:rPr>
          <w:rFonts w:hint="eastAsia"/>
          <w:rtl/>
        </w:rPr>
        <w:t>للَّهَ</w:t>
      </w:r>
      <w:r>
        <w:rPr>
          <w:rtl/>
        </w:rPr>
        <w:t xml:space="preserve"> </w:t>
      </w:r>
      <w:r>
        <w:rPr>
          <w:rFonts w:hint="eastAsia"/>
          <w:rtl/>
        </w:rPr>
        <w:t>غَنِىٌّ</w:t>
      </w:r>
      <w:r>
        <w:rPr>
          <w:rtl/>
        </w:rPr>
        <w:t xml:space="preserve"> حَمِيدٌ (٢٦٧</w:t>
      </w:r>
      <w:r w:rsidR="009229E3">
        <w:rPr>
          <w:rtl/>
        </w:rPr>
        <w:t>)</w:t>
      </w:r>
    </w:p>
    <w:p w:rsidR="001A403D" w:rsidRDefault="001A403D" w:rsidP="00E36567">
      <w:pPr>
        <w:pStyle w:val="libBoldItalic"/>
      </w:pPr>
      <w:r>
        <w:t>O you who believe! Spend from the good things which you have earned and from that which We have produced from the earth for you. And do not seek the bad (with intent) to spend thereof (in charity) while you would not take it for yourselves except with closed eyes (disdain); and know that Allah is Needless, Praiseworthy. (267)</w:t>
      </w:r>
    </w:p>
    <w:p w:rsidR="001A403D" w:rsidRDefault="001A403D" w:rsidP="00E36567">
      <w:pPr>
        <w:pStyle w:val="libNormal"/>
      </w:pPr>
      <w:r>
        <w:t>1-In the time of ignorance people had bad professions, when they became Muslims, they wanted to give alms from their wealth, so Allah Tabarak wa Ta’ala forbade that only spend in the way of Allah from good earning. (Imam Jafar Sadiq asws) (al-Burhan, v1, p560)</w:t>
      </w:r>
    </w:p>
    <w:p w:rsidR="001A403D" w:rsidRDefault="001A403D" w:rsidP="009229E3">
      <w:pPr>
        <w:pStyle w:val="libCenterBold1"/>
      </w:pPr>
      <w:r>
        <w:t>Lesson:</w:t>
      </w:r>
    </w:p>
    <w:p w:rsidR="001A403D" w:rsidRDefault="001A403D" w:rsidP="001A403D">
      <w:pPr>
        <w:pStyle w:val="libNormal"/>
      </w:pPr>
      <w:r>
        <w:t>1-It is forbidden to spend in the way of Allah from the wealth which is earned through deceit, fraud, drugs, and forbidden professions. While greedy Muqassir Mulla is declaring such earning good after taking one fifth of that. Allah does not need such wealth which is earned by giving harm to the human beings.</w:t>
      </w:r>
    </w:p>
    <w:p w:rsidR="001A403D" w:rsidRDefault="001A403D" w:rsidP="00385B48">
      <w:pPr>
        <w:pStyle w:val="libAr"/>
      </w:pPr>
      <w:r>
        <w:rPr>
          <w:rFonts w:hint="eastAsia"/>
          <w:rtl/>
        </w:rPr>
        <w:t>يُؤۡتِى</w:t>
      </w:r>
      <w:r>
        <w:rPr>
          <w:rtl/>
        </w:rPr>
        <w:t xml:space="preserve"> </w:t>
      </w:r>
      <w:r>
        <w:rPr>
          <w:rFonts w:hint="cs"/>
          <w:rtl/>
        </w:rPr>
        <w:t>ٱ</w:t>
      </w:r>
      <w:r>
        <w:rPr>
          <w:rFonts w:hint="eastAsia"/>
          <w:rtl/>
        </w:rPr>
        <w:t>لۡحِ</w:t>
      </w:r>
      <w:r w:rsidR="001E6BAB" w:rsidRPr="001E6BAB">
        <w:rPr>
          <w:rFonts w:hint="cs"/>
          <w:rtl/>
        </w:rPr>
        <w:t>ک</w:t>
      </w:r>
      <w:r w:rsidRPr="00595365">
        <w:rPr>
          <w:rFonts w:hint="cs"/>
          <w:rtl/>
        </w:rPr>
        <w:t>ۡ</w:t>
      </w:r>
      <w:r>
        <w:rPr>
          <w:rFonts w:hint="eastAsia"/>
          <w:rtl/>
        </w:rPr>
        <w:t>مَةَ</w:t>
      </w:r>
      <w:r>
        <w:rPr>
          <w:rtl/>
        </w:rPr>
        <w:t xml:space="preserve"> مَن يَشَآءُ‌ۚ وَمَن يُؤۡتَ </w:t>
      </w:r>
      <w:r>
        <w:rPr>
          <w:rFonts w:hint="cs"/>
          <w:rtl/>
        </w:rPr>
        <w:t>ٱ</w:t>
      </w:r>
      <w:r>
        <w:rPr>
          <w:rFonts w:hint="eastAsia"/>
          <w:rtl/>
        </w:rPr>
        <w:t>لۡحِ</w:t>
      </w:r>
      <w:r w:rsidR="001E6BAB" w:rsidRPr="001E6BAB">
        <w:rPr>
          <w:rFonts w:hint="cs"/>
          <w:rtl/>
        </w:rPr>
        <w:t>ک</w:t>
      </w:r>
      <w:r w:rsidRPr="00595365">
        <w:rPr>
          <w:rFonts w:hint="cs"/>
          <w:rtl/>
        </w:rPr>
        <w:t>ۡ</w:t>
      </w:r>
      <w:r>
        <w:rPr>
          <w:rFonts w:hint="eastAsia"/>
          <w:rtl/>
        </w:rPr>
        <w:t>مَةَ</w:t>
      </w:r>
      <w:r>
        <w:rPr>
          <w:rtl/>
        </w:rPr>
        <w:t xml:space="preserve"> فَقَدۡ أُوتِىَ خَيۡرً۬ا </w:t>
      </w:r>
      <w:r w:rsidR="001E6BAB" w:rsidRPr="001E6BAB">
        <w:rPr>
          <w:rFonts w:hint="cs"/>
          <w:rtl/>
        </w:rPr>
        <w:t>ک</w:t>
      </w:r>
      <w:r>
        <w:rPr>
          <w:rFonts w:hint="eastAsia"/>
          <w:rtl/>
        </w:rPr>
        <w:t>ثِيرً۬ا‌ۗ</w:t>
      </w:r>
      <w:r>
        <w:rPr>
          <w:rtl/>
        </w:rPr>
        <w:t xml:space="preserve"> وَمَا يَذَّ</w:t>
      </w:r>
      <w:r w:rsidR="001E6BAB" w:rsidRPr="001E6BAB">
        <w:rPr>
          <w:rFonts w:hint="cs"/>
          <w:rtl/>
        </w:rPr>
        <w:t>ک</w:t>
      </w:r>
      <w:r>
        <w:rPr>
          <w:rFonts w:hint="eastAsia"/>
          <w:rtl/>
        </w:rPr>
        <w:t>رُ</w:t>
      </w:r>
      <w:r>
        <w:rPr>
          <w:rtl/>
        </w:rPr>
        <w:t xml:space="preserve"> إِلَّآ أُوْلُواْ </w:t>
      </w:r>
      <w:r>
        <w:rPr>
          <w:rFonts w:hint="cs"/>
          <w:rtl/>
        </w:rPr>
        <w:t>ٱ</w:t>
      </w:r>
      <w:r>
        <w:rPr>
          <w:rFonts w:hint="eastAsia"/>
          <w:rtl/>
        </w:rPr>
        <w:t>لۡأَلۡبَـٰبِ</w:t>
      </w:r>
      <w:r>
        <w:rPr>
          <w:rtl/>
        </w:rPr>
        <w:t xml:space="preserve"> (٢٦٩</w:t>
      </w:r>
      <w:r w:rsidR="009229E3">
        <w:rPr>
          <w:rtl/>
        </w:rPr>
        <w:t>)</w:t>
      </w:r>
    </w:p>
    <w:p w:rsidR="001A403D" w:rsidRDefault="001A403D" w:rsidP="00E36567">
      <w:pPr>
        <w:pStyle w:val="libBoldItalic"/>
      </w:pPr>
      <w:r>
        <w:t>He gives wisdom to whom He wills, and to whom wisdom is given, he certainly has been given abundant good. But none remembers except people of understanding. (269)</w:t>
      </w:r>
    </w:p>
    <w:p w:rsidR="001A403D" w:rsidRDefault="001A403D" w:rsidP="00E36567">
      <w:pPr>
        <w:pStyle w:val="libNormal"/>
      </w:pPr>
      <w:r>
        <w:t>1-Imam Jafar Sadiq asws said about this saying of Allah, “to whom wisdom (Hikmat) is given, surely he has been given abundant good (Khair)” it means obedience of Allah and Marifat of Imam. Allah will give concession from the Fire and the punishment due to Marifat of Imam asws and avoidance from great sins. (al-Burhan, v1, p563)</w:t>
      </w:r>
    </w:p>
    <w:p w:rsidR="001A403D" w:rsidRDefault="001A403D" w:rsidP="00E36567">
      <w:pPr>
        <w:pStyle w:val="libNormal"/>
      </w:pPr>
      <w:r>
        <w:lastRenderedPageBreak/>
        <w:t>2-Rasool Allah sawaw said: Allah has not divided anything greater than Aql (wisdom) among the servants. The sleep of wise is better than keeping awake of ignorant, and standing of wise is better than restlessness of ignorant. And Allah has not raised any Nabi or Rasool until perfected his wisdom (intelligence), and his wisdom is superior to collective wisdoms of all Ummah, and whatever is in the heart of Nabi (sawaw) that is superior to Ijtihad of Mujtahideen, and a servant can not fulfil the duties of Allah at all until gets wisdom form him. And all worshipers can not understand the virtues of Ibadaat as a wise knows, and wise people are the people of understading (Olil Albab), and Allah says, “And non does Zikr (remember) except Olil Albab.” (al-Burhan, v1, p564)</w:t>
      </w:r>
    </w:p>
    <w:p w:rsidR="001A403D" w:rsidRDefault="001A403D" w:rsidP="009229E3">
      <w:pPr>
        <w:pStyle w:val="libCenterBold1"/>
      </w:pPr>
      <w:r>
        <w:t>Lesson:</w:t>
      </w:r>
    </w:p>
    <w:p w:rsidR="001A403D" w:rsidRDefault="001A403D" w:rsidP="001A403D">
      <w:pPr>
        <w:pStyle w:val="libNormal"/>
      </w:pPr>
      <w:r>
        <w:t>1-Hikmat (wisdom) is Walayat-e-Ali asws, whoever got it, certainly Allah bestowed him everything. And only wise &amp; intelligent people (Olil Albab) do Zikr-e-Walayat-e-Ali asws.</w:t>
      </w:r>
    </w:p>
    <w:p w:rsidR="001A403D" w:rsidRDefault="001A403D" w:rsidP="001A403D">
      <w:pPr>
        <w:pStyle w:val="libNormal"/>
      </w:pPr>
      <w:r>
        <w:t>2-Saying of Masoom asws is superior &amp; better than Ijtihadi Fatawa. If wisdom is not gained from Masoom asws, i.e. human intelligence is not under obedience of Masoom asws, then logical proofs (Dala’il-e-Aqli, Zunn-e-ijtihadi) are Batil. There is no value of Zunni Fatawa at all in the presence of Ahadees of Masumeen asws.</w:t>
      </w:r>
    </w:p>
    <w:p w:rsidR="001A403D" w:rsidRDefault="001A403D" w:rsidP="001A403D">
      <w:pPr>
        <w:pStyle w:val="libNormal"/>
      </w:pPr>
      <w:r>
        <w:t>3-Who does not know the virtues &amp; spirit of Ibadat that Walayat-e-Ali asws is the reality &amp; spirit of all Ibadaat, his Ibadaat performed by keeping whole night awake will not benefit him at all.</w:t>
      </w:r>
    </w:p>
    <w:p w:rsidR="001A403D" w:rsidRDefault="001A403D" w:rsidP="001A403D">
      <w:pPr>
        <w:pStyle w:val="libNormal"/>
      </w:pPr>
      <w:r>
        <w:t>4-Salvation only depends on Marifat of Imam asws and avoidance from the great sins (Kaba’ir). Opposition of Walayat-e-Ali asws is the great sin, i.e. opposition of Masumeen asws in any aspect are the great sins.</w:t>
      </w:r>
    </w:p>
    <w:p w:rsidR="00595365" w:rsidRDefault="001A403D" w:rsidP="00385B48">
      <w:pPr>
        <w:pStyle w:val="libAr"/>
      </w:pPr>
      <w:r>
        <w:rPr>
          <w:rFonts w:hint="cs"/>
          <w:rtl/>
        </w:rPr>
        <w:t>ٱ</w:t>
      </w:r>
      <w:r>
        <w:rPr>
          <w:rFonts w:hint="eastAsia"/>
          <w:rtl/>
        </w:rPr>
        <w:t>لَّذِينَ</w:t>
      </w:r>
      <w:r>
        <w:rPr>
          <w:rtl/>
        </w:rPr>
        <w:t xml:space="preserve"> يُنفِقُونَ أَمۡوَ</w:t>
      </w:r>
      <w:r w:rsidR="005B7B9E" w:rsidRPr="005B7B9E">
        <w:rPr>
          <w:rFonts w:hint="cs"/>
          <w:rtl/>
        </w:rPr>
        <w:t>ا</w:t>
      </w:r>
      <w:r>
        <w:rPr>
          <w:rFonts w:hint="eastAsia"/>
          <w:rtl/>
        </w:rPr>
        <w:t>لَهُم</w:t>
      </w:r>
      <w:r>
        <w:rPr>
          <w:rtl/>
        </w:rPr>
        <w:t xml:space="preserve"> بِ</w:t>
      </w:r>
      <w:r>
        <w:rPr>
          <w:rFonts w:hint="cs"/>
          <w:rtl/>
        </w:rPr>
        <w:t>ٱ</w:t>
      </w:r>
      <w:r>
        <w:rPr>
          <w:rFonts w:hint="eastAsia"/>
          <w:rtl/>
        </w:rPr>
        <w:t>لَّيۡلِ</w:t>
      </w:r>
      <w:r>
        <w:rPr>
          <w:rtl/>
        </w:rPr>
        <w:t xml:space="preserve"> وَ</w:t>
      </w:r>
      <w:r>
        <w:rPr>
          <w:rFonts w:hint="cs"/>
          <w:rtl/>
        </w:rPr>
        <w:t>ٱ</w:t>
      </w:r>
      <w:r>
        <w:rPr>
          <w:rFonts w:hint="eastAsia"/>
          <w:rtl/>
        </w:rPr>
        <w:t>لنَّهَارِ</w:t>
      </w:r>
      <w:r>
        <w:rPr>
          <w:rtl/>
        </w:rPr>
        <w:t xml:space="preserve"> سِرًّ۬ا وَعَلَانِيَةً۬ فَلَهُمۡ أَجۡرُهُمۡ عِندَ رَبِّهِمۡ وَلَا خَوۡفٌ عَلَيۡهِمۡ وَلَا هُمۡ يَحۡزَنُونَ (٢٧٤</w:t>
      </w:r>
      <w:r w:rsidR="009229E3">
        <w:rPr>
          <w:rtl/>
        </w:rPr>
        <w:t>)</w:t>
      </w:r>
    </w:p>
    <w:p w:rsidR="001A403D" w:rsidRDefault="001A403D" w:rsidP="00E36567">
      <w:pPr>
        <w:pStyle w:val="libBoldItalic"/>
      </w:pPr>
      <w:r>
        <w:t>Those who spend their wealth by night and day, secretly and openly, verily their reward is with their Rabb, and there shall be no fear upon them nor they shall grieve. (274)</w:t>
      </w:r>
    </w:p>
    <w:p w:rsidR="001A403D" w:rsidRDefault="001A403D" w:rsidP="00E36567">
      <w:pPr>
        <w:pStyle w:val="libNormal"/>
      </w:pPr>
      <w:r>
        <w:t>1-Rasool Allah sawaw said: What deed you performed at night? He said: Ya Rasool Allah sawaw, what is the matter? Said: Four degrees are revealed about you. Imam Ali asws said: My mother (asws) &amp; father (asws) may sacrifice for you, I had only four dirhams, one I gave in charity at night, one during the day, one dirham secretly, and one dirham publically. Rasool Allah sawaw said: This verse is revealed in your favour. And recited this verse. (al-Burhan, v1, p566)</w:t>
      </w:r>
    </w:p>
    <w:p w:rsidR="001A403D" w:rsidRDefault="001A403D" w:rsidP="009229E3">
      <w:pPr>
        <w:pStyle w:val="libCenterBold1"/>
      </w:pPr>
      <w:r>
        <w:t>Lesson:</w:t>
      </w:r>
    </w:p>
    <w:p w:rsidR="001A403D" w:rsidRDefault="001A403D" w:rsidP="001A403D">
      <w:pPr>
        <w:pStyle w:val="libNormal"/>
      </w:pPr>
      <w:r>
        <w:t>1-The splendor, magnanimity, status, merits, and Walayat of Maola Ali asws is from ever, before the creation of all the creations, which does not need any addition. As Maola Ali asws was spending days and nights in this world, Allah was revealing verses in his favour and about his Walayat.</w:t>
      </w:r>
    </w:p>
    <w:p w:rsidR="001A403D" w:rsidRDefault="001A403D" w:rsidP="001A403D">
      <w:pPr>
        <w:pStyle w:val="libNormal"/>
      </w:pPr>
      <w:r>
        <w:t>2-Preach Walayat-e-Ali asws day and night, secretly and publically. Beautify your all gatherings with Zikr-e-Ali asws.</w:t>
      </w:r>
    </w:p>
    <w:p w:rsidR="001A403D" w:rsidRDefault="001A403D" w:rsidP="00385B48">
      <w:pPr>
        <w:pStyle w:val="libAr"/>
      </w:pPr>
      <w:r>
        <w:rPr>
          <w:rFonts w:hint="cs"/>
          <w:rtl/>
        </w:rPr>
        <w:lastRenderedPageBreak/>
        <w:t>ٱ</w:t>
      </w:r>
      <w:r>
        <w:rPr>
          <w:rFonts w:hint="eastAsia"/>
          <w:rtl/>
        </w:rPr>
        <w:t>لَّذِينَ</w:t>
      </w:r>
      <w:r>
        <w:rPr>
          <w:rtl/>
        </w:rPr>
        <w:t xml:space="preserve"> يَأۡ</w:t>
      </w:r>
      <w:r w:rsidR="001E6BAB" w:rsidRPr="001E6BAB">
        <w:rPr>
          <w:rFonts w:hint="cs"/>
          <w:rtl/>
        </w:rPr>
        <w:t>ک</w:t>
      </w:r>
      <w:r>
        <w:rPr>
          <w:rFonts w:hint="eastAsia"/>
          <w:rtl/>
        </w:rPr>
        <w:t>لُونَ</w:t>
      </w:r>
      <w:r>
        <w:rPr>
          <w:rtl/>
        </w:rPr>
        <w:t xml:space="preserve"> </w:t>
      </w:r>
      <w:r>
        <w:rPr>
          <w:rFonts w:hint="cs"/>
          <w:rtl/>
        </w:rPr>
        <w:t>ٱ</w:t>
      </w:r>
      <w:r>
        <w:rPr>
          <w:rFonts w:hint="eastAsia"/>
          <w:rtl/>
        </w:rPr>
        <w:t>لرِّبَوٰاْ</w:t>
      </w:r>
      <w:r>
        <w:rPr>
          <w:rtl/>
        </w:rPr>
        <w:t xml:space="preserve"> لَا يَقُومُونَ إِلَّا كَمَا يَقُومُ </w:t>
      </w:r>
      <w:r>
        <w:rPr>
          <w:rFonts w:hint="cs"/>
          <w:rtl/>
        </w:rPr>
        <w:t>ٱ</w:t>
      </w:r>
      <w:r>
        <w:rPr>
          <w:rFonts w:hint="eastAsia"/>
          <w:rtl/>
        </w:rPr>
        <w:t>لَّذِى</w:t>
      </w:r>
      <w:r>
        <w:rPr>
          <w:rtl/>
        </w:rPr>
        <w:t xml:space="preserve"> يَتَخَبَّطُهُ </w:t>
      </w:r>
      <w:r>
        <w:rPr>
          <w:rFonts w:hint="cs"/>
          <w:rtl/>
        </w:rPr>
        <w:t>ٱ</w:t>
      </w:r>
      <w:r>
        <w:rPr>
          <w:rFonts w:hint="eastAsia"/>
          <w:rtl/>
        </w:rPr>
        <w:t>لشَّيۡطَـٰنُ</w:t>
      </w:r>
      <w:r>
        <w:rPr>
          <w:rtl/>
        </w:rPr>
        <w:t xml:space="preserve"> مِنَ </w:t>
      </w:r>
      <w:r>
        <w:rPr>
          <w:rFonts w:hint="cs"/>
          <w:rtl/>
        </w:rPr>
        <w:t>ٱ</w:t>
      </w:r>
      <w:r>
        <w:rPr>
          <w:rFonts w:hint="eastAsia"/>
          <w:rtl/>
        </w:rPr>
        <w:t>لۡمَسِّ‌ۚ</w:t>
      </w:r>
      <w:r>
        <w:rPr>
          <w:rtl/>
        </w:rPr>
        <w:t xml:space="preserve"> ذَ</w:t>
      </w:r>
      <w:r w:rsidR="005B7B9E" w:rsidRPr="005B7B9E">
        <w:rPr>
          <w:rFonts w:hint="cs"/>
          <w:rtl/>
        </w:rPr>
        <w:t>ا</w:t>
      </w:r>
      <w:r>
        <w:rPr>
          <w:rFonts w:hint="eastAsia"/>
          <w:rtl/>
        </w:rPr>
        <w:t>لِكَ</w:t>
      </w:r>
      <w:r>
        <w:rPr>
          <w:rtl/>
        </w:rPr>
        <w:t xml:space="preserve"> بِأَنَّهُمۡ قَالُوٓاْ إِنَّمَا </w:t>
      </w:r>
      <w:r>
        <w:rPr>
          <w:rFonts w:hint="cs"/>
          <w:rtl/>
        </w:rPr>
        <w:t>ٱ</w:t>
      </w:r>
      <w:r>
        <w:rPr>
          <w:rFonts w:hint="eastAsia"/>
          <w:rtl/>
        </w:rPr>
        <w:t>لۡبَيۡعُ</w:t>
      </w:r>
      <w:r>
        <w:rPr>
          <w:rtl/>
        </w:rPr>
        <w:t xml:space="preserve"> مِثۡلُ </w:t>
      </w:r>
      <w:r>
        <w:rPr>
          <w:rFonts w:hint="cs"/>
          <w:rtl/>
        </w:rPr>
        <w:t>ٱ</w:t>
      </w:r>
      <w:r>
        <w:rPr>
          <w:rFonts w:hint="eastAsia"/>
          <w:rtl/>
        </w:rPr>
        <w:t>لرِّبَوٰاْ‌ۗ</w:t>
      </w:r>
      <w:r>
        <w:rPr>
          <w:rtl/>
        </w:rPr>
        <w:t xml:space="preserve"> وَأَحَلَّ </w:t>
      </w:r>
      <w:r>
        <w:rPr>
          <w:rFonts w:hint="cs"/>
          <w:rtl/>
        </w:rPr>
        <w:t>ٱ</w:t>
      </w:r>
      <w:r>
        <w:rPr>
          <w:rFonts w:hint="eastAsia"/>
          <w:rtl/>
        </w:rPr>
        <w:t>للَّهُ</w:t>
      </w:r>
      <w:r>
        <w:rPr>
          <w:rtl/>
        </w:rPr>
        <w:t xml:space="preserve"> </w:t>
      </w:r>
      <w:r>
        <w:rPr>
          <w:rFonts w:hint="cs"/>
          <w:rtl/>
        </w:rPr>
        <w:t>ٱ</w:t>
      </w:r>
      <w:r>
        <w:rPr>
          <w:rFonts w:hint="eastAsia"/>
          <w:rtl/>
        </w:rPr>
        <w:t>لۡبَيۡعَ</w:t>
      </w:r>
      <w:r>
        <w:rPr>
          <w:rtl/>
        </w:rPr>
        <w:t xml:space="preserve"> وَحَرَّمَ </w:t>
      </w:r>
      <w:r>
        <w:rPr>
          <w:rFonts w:hint="cs"/>
          <w:rtl/>
        </w:rPr>
        <w:t>ٱ</w:t>
      </w:r>
      <w:r>
        <w:rPr>
          <w:rFonts w:hint="eastAsia"/>
          <w:rtl/>
        </w:rPr>
        <w:t>لرِّبَوٰاْ‌ۚ</w:t>
      </w:r>
      <w:r>
        <w:rPr>
          <w:rtl/>
        </w:rPr>
        <w:t xml:space="preserve"> فَمَن جَآءَ</w:t>
      </w:r>
      <w:r>
        <w:rPr>
          <w:rFonts w:hint="eastAsia"/>
          <w:rtl/>
        </w:rPr>
        <w:t>هُ</w:t>
      </w:r>
      <w:r>
        <w:rPr>
          <w:rtl/>
        </w:rPr>
        <w:t xml:space="preserve"> </w:t>
      </w:r>
      <w:r>
        <w:rPr>
          <w:rFonts w:hint="cs"/>
          <w:rtl/>
        </w:rPr>
        <w:t>ۥ</w:t>
      </w:r>
      <w:r>
        <w:rPr>
          <w:rtl/>
        </w:rPr>
        <w:t xml:space="preserve"> مَوۡعِظَةٌ۬ مِّن رَّبِّهِ</w:t>
      </w:r>
      <w:r>
        <w:rPr>
          <w:rFonts w:hint="cs"/>
          <w:rtl/>
        </w:rPr>
        <w:t>ۦ</w:t>
      </w:r>
      <w:r>
        <w:rPr>
          <w:rtl/>
        </w:rPr>
        <w:t xml:space="preserve"> فَ</w:t>
      </w:r>
      <w:r>
        <w:rPr>
          <w:rFonts w:hint="cs"/>
          <w:rtl/>
        </w:rPr>
        <w:t>ٱ</w:t>
      </w:r>
      <w:r>
        <w:rPr>
          <w:rFonts w:hint="eastAsia"/>
          <w:rtl/>
        </w:rPr>
        <w:t>نتَهَىٰ</w:t>
      </w:r>
      <w:r>
        <w:rPr>
          <w:rtl/>
        </w:rPr>
        <w:t xml:space="preserve"> فَلَهُ </w:t>
      </w:r>
      <w:r>
        <w:rPr>
          <w:rFonts w:hint="cs"/>
          <w:rtl/>
        </w:rPr>
        <w:t>ۥ</w:t>
      </w:r>
      <w:r>
        <w:rPr>
          <w:rtl/>
        </w:rPr>
        <w:t xml:space="preserve"> مَا سَلَفَ وَأَمۡرُهُ </w:t>
      </w:r>
      <w:r>
        <w:rPr>
          <w:rFonts w:hint="cs"/>
          <w:rtl/>
        </w:rPr>
        <w:t>ۥۤ</w:t>
      </w:r>
      <w:r>
        <w:rPr>
          <w:rtl/>
        </w:rPr>
        <w:t xml:space="preserve"> إِلَى </w:t>
      </w:r>
      <w:r>
        <w:rPr>
          <w:rFonts w:hint="cs"/>
          <w:rtl/>
        </w:rPr>
        <w:t>ٱ</w:t>
      </w:r>
      <w:r>
        <w:rPr>
          <w:rFonts w:hint="eastAsia"/>
          <w:rtl/>
        </w:rPr>
        <w:t>للَّهِ‌ۖ</w:t>
      </w:r>
      <w:r>
        <w:rPr>
          <w:rtl/>
        </w:rPr>
        <w:t xml:space="preserve"> وَمَنۡ عَادَ فَأُوْلَـٰٓ</w:t>
      </w:r>
      <w:r>
        <w:rPr>
          <w:rFonts w:hint="cs"/>
          <w:rtl/>
        </w:rPr>
        <w:t>ٮِٕ</w:t>
      </w:r>
      <w:r>
        <w:rPr>
          <w:rFonts w:hint="eastAsia"/>
          <w:rtl/>
        </w:rPr>
        <w:t>كَ</w:t>
      </w:r>
      <w:r>
        <w:rPr>
          <w:rtl/>
        </w:rPr>
        <w:t xml:space="preserve"> أَصۡحَـٰبُ </w:t>
      </w:r>
      <w:r>
        <w:rPr>
          <w:rFonts w:hint="cs"/>
          <w:rtl/>
        </w:rPr>
        <w:t>ٱ</w:t>
      </w:r>
      <w:r>
        <w:rPr>
          <w:rFonts w:hint="eastAsia"/>
          <w:rtl/>
        </w:rPr>
        <w:t>لنَّارِ‌ۖ</w:t>
      </w:r>
      <w:r>
        <w:rPr>
          <w:rtl/>
        </w:rPr>
        <w:t xml:space="preserve"> هُمۡ فِي</w:t>
      </w:r>
      <w:r w:rsidR="001E6BAB" w:rsidRPr="001E6BAB">
        <w:rPr>
          <w:rFonts w:hint="cs"/>
          <w:rtl/>
        </w:rPr>
        <w:t>ه</w:t>
      </w:r>
      <w:r w:rsidRPr="00595365">
        <w:rPr>
          <w:rFonts w:hint="cs"/>
          <w:rtl/>
        </w:rPr>
        <w:t>ا خَـٰلِدُونَ (٢٧٥</w:t>
      </w:r>
      <w:r w:rsidR="009229E3">
        <w:rPr>
          <w:rFonts w:hint="cs"/>
          <w:rtl/>
        </w:rPr>
        <w:t>)</w:t>
      </w:r>
      <w:r w:rsidRPr="00595365">
        <w:rPr>
          <w:rFonts w:hint="cs"/>
          <w:rtl/>
        </w:rPr>
        <w:t xml:space="preserve"> يَمۡحَقُ </w:t>
      </w:r>
      <w:r>
        <w:rPr>
          <w:rFonts w:hint="cs"/>
          <w:rtl/>
        </w:rPr>
        <w:t>ٱ</w:t>
      </w:r>
      <w:r>
        <w:rPr>
          <w:rFonts w:hint="eastAsia"/>
          <w:rtl/>
        </w:rPr>
        <w:t>للَّهُ</w:t>
      </w:r>
      <w:r>
        <w:rPr>
          <w:rtl/>
        </w:rPr>
        <w:t xml:space="preserve"> </w:t>
      </w:r>
      <w:r>
        <w:rPr>
          <w:rFonts w:hint="cs"/>
          <w:rtl/>
        </w:rPr>
        <w:t>ٱ</w:t>
      </w:r>
      <w:r>
        <w:rPr>
          <w:rFonts w:hint="eastAsia"/>
          <w:rtl/>
        </w:rPr>
        <w:t>لرِّبَوٰاْ</w:t>
      </w:r>
      <w:r>
        <w:rPr>
          <w:rtl/>
        </w:rPr>
        <w:t xml:space="preserve"> وَيُرۡبِى </w:t>
      </w:r>
      <w:r>
        <w:rPr>
          <w:rFonts w:hint="cs"/>
          <w:rtl/>
        </w:rPr>
        <w:t>ٱ</w:t>
      </w:r>
      <w:r>
        <w:rPr>
          <w:rFonts w:hint="eastAsia"/>
          <w:rtl/>
        </w:rPr>
        <w:t>لصَّدَقَـٰتِ‌ۗ</w:t>
      </w:r>
      <w:r>
        <w:rPr>
          <w:rtl/>
        </w:rPr>
        <w:t xml:space="preserve"> وَ</w:t>
      </w:r>
      <w:r>
        <w:rPr>
          <w:rFonts w:hint="cs"/>
          <w:rtl/>
        </w:rPr>
        <w:t>ٱ</w:t>
      </w:r>
      <w:r>
        <w:rPr>
          <w:rFonts w:hint="eastAsia"/>
          <w:rtl/>
        </w:rPr>
        <w:t>للَّهُ</w:t>
      </w:r>
      <w:r>
        <w:rPr>
          <w:rtl/>
        </w:rPr>
        <w:t xml:space="preserve"> لَا يُحِبُّ كُلّ</w:t>
      </w:r>
      <w:r>
        <w:rPr>
          <w:rFonts w:hint="eastAsia"/>
          <w:rtl/>
        </w:rPr>
        <w:t>َ</w:t>
      </w:r>
      <w:r>
        <w:rPr>
          <w:rtl/>
        </w:rPr>
        <w:t xml:space="preserve"> كَفَّارٍ أَثِيمٍ (٢٧٦</w:t>
      </w:r>
      <w:r w:rsidR="009229E3">
        <w:rPr>
          <w:rtl/>
        </w:rPr>
        <w:t>)</w:t>
      </w:r>
    </w:p>
    <w:p w:rsidR="001A403D" w:rsidRDefault="001A403D" w:rsidP="00E36567">
      <w:pPr>
        <w:pStyle w:val="libBoldItalic"/>
      </w:pPr>
      <w:r>
        <w:t>Those who consume usury will not stand (on the day of Qiyamah) except as one stands whom Shaitan has made insane by (his) touch. That is because they say: Trade is just like usury; but Allah has permitted trade and forbidden usury. So he to whom an admonition from his Rabb comes, and (he) refrains, he may keep (the profits of) that which is past, and his affair (henceforth) is with Allah. And who returns (to usury), they are the companions of the Fire. They will abide therein eternally. (275) Allah destroys usury and gives increase to charities. And Allah does not like the sinning disbeliever. (276)</w:t>
      </w:r>
    </w:p>
    <w:p w:rsidR="001A403D" w:rsidRDefault="001A403D" w:rsidP="00E36567">
      <w:pPr>
        <w:pStyle w:val="libNormal"/>
      </w:pPr>
      <w:r>
        <w:t>1-It was asked: Ya Rasool Allah sawaw, who are the companions of Hell? Said: Who will murder Ali asws after me, they are the companions of Hell along with the Kafirs, because they denied Haqq while he (asws) came to them. And no doubt, Ali asws is my part (of body), who fought with him, he fought with me, and made my Rabb Wrathful. Then called Ali asws and said: Ya Ali asws, who fought with you, he fought with me; who subdued in front of you, he subdued in front of me, and you are the flag of guidance in my Ummah after me. (al-Burhan, v1, p571)</w:t>
      </w:r>
    </w:p>
    <w:p w:rsidR="001A403D" w:rsidRDefault="001A403D" w:rsidP="009229E3">
      <w:pPr>
        <w:pStyle w:val="libCenterBold1"/>
      </w:pPr>
      <w:r>
        <w:t>Lesson:</w:t>
      </w:r>
    </w:p>
    <w:p w:rsidR="001A403D" w:rsidRDefault="001A403D" w:rsidP="001A403D">
      <w:pPr>
        <w:pStyle w:val="libNormal"/>
      </w:pPr>
      <w:r>
        <w:t>1-It is not only one person who martyred Maola Ali asws, it is a whole nation of people. It is Abdur Rahman ibne Muljam (l.u.) and those accursed who sent him, they murdered Imam asws with their hands. And the other nation is who murders Maola Ali asws with their tongues, and Allah will gather all of them in Hell with Kafirs.</w:t>
      </w:r>
    </w:p>
    <w:p w:rsidR="001A403D" w:rsidRDefault="001A403D" w:rsidP="001A403D">
      <w:pPr>
        <w:pStyle w:val="libNormal"/>
      </w:pPr>
      <w:r>
        <w:t>2-Allah is warning those people who are taking advantage of ignorance of the people, making their black money pure after taking rascal tax. Who trusts on Fatawa of Muqassir Mulla instead of clear commandments of Allah, Allah does not like such denier of Walayat, wrongdoer.</w:t>
      </w:r>
    </w:p>
    <w:p w:rsidR="001A403D" w:rsidRDefault="001A403D" w:rsidP="00385B48">
      <w:pPr>
        <w:pStyle w:val="libAr"/>
      </w:pPr>
      <w:r>
        <w:rPr>
          <w:rFonts w:hint="eastAsia"/>
          <w:rtl/>
        </w:rPr>
        <w:t>فَإِن</w:t>
      </w:r>
      <w:r>
        <w:rPr>
          <w:rtl/>
        </w:rPr>
        <w:t xml:space="preserve"> لَّمۡ يَكُونَا رَجُلَيۡنِ فَرَجُلٌ۬ وَ</w:t>
      </w:r>
      <w:r>
        <w:rPr>
          <w:rFonts w:hint="cs"/>
          <w:rtl/>
        </w:rPr>
        <w:t>ٱ</w:t>
      </w:r>
      <w:r>
        <w:rPr>
          <w:rFonts w:hint="eastAsia"/>
          <w:rtl/>
        </w:rPr>
        <w:t>مۡرَأَتَانِ</w:t>
      </w:r>
      <w:r>
        <w:rPr>
          <w:rtl/>
        </w:rPr>
        <w:t xml:space="preserve"> مِمَّن تَرۡضَوۡنَ مِنَ </w:t>
      </w:r>
      <w:r>
        <w:rPr>
          <w:rFonts w:hint="cs"/>
          <w:rtl/>
        </w:rPr>
        <w:t>ٱ</w:t>
      </w:r>
      <w:r>
        <w:rPr>
          <w:rFonts w:hint="eastAsia"/>
          <w:rtl/>
        </w:rPr>
        <w:t>لشُّ</w:t>
      </w:r>
      <w:r w:rsidR="001E6BAB" w:rsidRPr="001E6BAB">
        <w:rPr>
          <w:rFonts w:hint="cs"/>
          <w:rtl/>
        </w:rPr>
        <w:t>ه</w:t>
      </w:r>
      <w:r w:rsidRPr="00595365">
        <w:rPr>
          <w:rFonts w:hint="cs"/>
          <w:rtl/>
        </w:rPr>
        <w:t>دَآءِ</w:t>
      </w:r>
      <w:r>
        <w:rPr>
          <w:rtl/>
        </w:rPr>
        <w:t xml:space="preserve">  (٢٨٢</w:t>
      </w:r>
      <w:r w:rsidR="009229E3">
        <w:rPr>
          <w:rtl/>
        </w:rPr>
        <w:t>)</w:t>
      </w:r>
    </w:p>
    <w:p w:rsidR="001A403D" w:rsidRDefault="001A403D" w:rsidP="00E36567">
      <w:pPr>
        <w:pStyle w:val="libBoldItalic"/>
      </w:pPr>
      <w:r>
        <w:t>... And if there are not two men (available) then a man and two women, from those whom you accept as witnesses,.. (282)</w:t>
      </w:r>
    </w:p>
    <w:p w:rsidR="001A403D" w:rsidRDefault="001A403D" w:rsidP="00E36567">
      <w:pPr>
        <w:pStyle w:val="libNormal"/>
      </w:pPr>
      <w:r>
        <w:t>1-Allah has not made woman equal to man, except that Allah has created Fatima asws equal to Ali asws, and in witness as well. (Rasool Allah sawaw) (al-Burhan, v1, p579)</w:t>
      </w:r>
    </w:p>
    <w:p w:rsidR="001A403D" w:rsidRDefault="001A403D" w:rsidP="009229E3">
      <w:pPr>
        <w:pStyle w:val="libCenterBold1"/>
      </w:pPr>
      <w:r>
        <w:t>Lesson:</w:t>
      </w:r>
    </w:p>
    <w:p w:rsidR="001A403D" w:rsidRDefault="001A403D" w:rsidP="001A403D">
      <w:pPr>
        <w:pStyle w:val="libNormal"/>
      </w:pPr>
      <w:r>
        <w:t>1-It is not allowed to differentiate between Fourteen Infallibles asws, they all are from one Noor. Syyeda Fatima Zahra asws and Maola Ali asws are the two oceans of Noor and Knowledge of Allah, who are equal to one another.</w:t>
      </w:r>
    </w:p>
    <w:p w:rsidR="001A403D" w:rsidRDefault="001A403D" w:rsidP="001A403D">
      <w:pPr>
        <w:pStyle w:val="libNormal"/>
      </w:pPr>
      <w:r>
        <w:lastRenderedPageBreak/>
        <w:t>2-In the presence of witness of Syyeda Fatima Zahra asws, all the witnesses &amp; proofs of the universe are Batil. If any Muqassir Mulla denies the right of Syyeda asws, that accursed is definitely from the progeny of Yazid (l.u.).</w:t>
      </w:r>
    </w:p>
    <w:p w:rsidR="001A403D" w:rsidRDefault="001A403D" w:rsidP="001A403D">
      <w:pPr>
        <w:pStyle w:val="libNormal"/>
      </w:pPr>
      <w:r>
        <w:t>3-Only in one full verse (No: 282) there are fifteen commandments, and in Sura Baqarah there are more than five hundred orders. But blind of wisdom only see five hundred verses explaining Shariah, because they are afraid of verses about Walayat, which is the base of Shariah.</w:t>
      </w:r>
    </w:p>
    <w:p w:rsidR="00595365" w:rsidRDefault="001A403D" w:rsidP="00385B48">
      <w:pPr>
        <w:pStyle w:val="libAr"/>
      </w:pPr>
      <w:r>
        <w:rPr>
          <w:rFonts w:hint="eastAsia"/>
          <w:rtl/>
        </w:rPr>
        <w:t>لِّلَّهِ</w:t>
      </w:r>
      <w:r>
        <w:rPr>
          <w:rtl/>
        </w:rPr>
        <w:t xml:space="preserve"> مَا فِى </w:t>
      </w:r>
      <w:r>
        <w:rPr>
          <w:rFonts w:hint="cs"/>
          <w:rtl/>
        </w:rPr>
        <w:t>ٱ</w:t>
      </w:r>
      <w:r>
        <w:rPr>
          <w:rFonts w:hint="eastAsia"/>
          <w:rtl/>
        </w:rPr>
        <w:t>لسَّمَـٰوَ</w:t>
      </w:r>
      <w:r w:rsidR="005B7B9E" w:rsidRPr="005B7B9E">
        <w:rPr>
          <w:rFonts w:hint="cs"/>
          <w:rtl/>
        </w:rPr>
        <w:t>ا</w:t>
      </w:r>
      <w:r>
        <w:rPr>
          <w:rFonts w:hint="eastAsia"/>
          <w:rtl/>
        </w:rPr>
        <w:t>تِ</w:t>
      </w:r>
      <w:r>
        <w:rPr>
          <w:rtl/>
        </w:rPr>
        <w:t xml:space="preserve"> وَمَا فِى </w:t>
      </w:r>
      <w:r>
        <w:rPr>
          <w:rFonts w:hint="cs"/>
          <w:rtl/>
        </w:rPr>
        <w:t>ٱ</w:t>
      </w:r>
      <w:r>
        <w:rPr>
          <w:rFonts w:hint="eastAsia"/>
          <w:rtl/>
        </w:rPr>
        <w:t>لۡأَرۡضِ‌ۗ</w:t>
      </w:r>
      <w:r>
        <w:rPr>
          <w:rtl/>
        </w:rPr>
        <w:t xml:space="preserve"> وَإِن تُبۡدُواْ مَا فِىٓ أَنفُسِ</w:t>
      </w:r>
      <w:r w:rsidR="001E6BAB" w:rsidRPr="001E6BAB">
        <w:rPr>
          <w:rFonts w:hint="cs"/>
          <w:rtl/>
        </w:rPr>
        <w:t>ک</w:t>
      </w:r>
      <w:r>
        <w:rPr>
          <w:rFonts w:hint="eastAsia"/>
          <w:rtl/>
        </w:rPr>
        <w:t>مۡ</w:t>
      </w:r>
      <w:r>
        <w:rPr>
          <w:rtl/>
        </w:rPr>
        <w:t xml:space="preserve"> أَوۡ تُخۡفُوهُ يُحَاسِبۡكُم بِهِ </w:t>
      </w:r>
      <w:r>
        <w:rPr>
          <w:rFonts w:hint="cs"/>
          <w:rtl/>
        </w:rPr>
        <w:t>ٱ</w:t>
      </w:r>
      <w:r>
        <w:rPr>
          <w:rFonts w:hint="eastAsia"/>
          <w:rtl/>
        </w:rPr>
        <w:t>للَّهُ‌ۖ</w:t>
      </w:r>
      <w:r>
        <w:rPr>
          <w:rtl/>
        </w:rPr>
        <w:t xml:space="preserve"> فَيَغۡفِرُ لِمَن يَشَآءُ وَيُعَذِّبُ مَن يَشَآءُ‌ۗ وَ</w:t>
      </w:r>
      <w:r>
        <w:rPr>
          <w:rFonts w:hint="cs"/>
          <w:rtl/>
        </w:rPr>
        <w:t>ٱ</w:t>
      </w:r>
      <w:r>
        <w:rPr>
          <w:rFonts w:hint="eastAsia"/>
          <w:rtl/>
        </w:rPr>
        <w:t>للَّهُ</w:t>
      </w:r>
      <w:r>
        <w:rPr>
          <w:rtl/>
        </w:rPr>
        <w:t xml:space="preserve"> عَلَىٰ </w:t>
      </w:r>
      <w:r w:rsidR="001E6BAB" w:rsidRPr="001E6BAB">
        <w:rPr>
          <w:rFonts w:hint="cs"/>
          <w:rtl/>
        </w:rPr>
        <w:t>ک</w:t>
      </w:r>
      <w:r>
        <w:rPr>
          <w:rFonts w:hint="eastAsia"/>
          <w:rtl/>
        </w:rPr>
        <w:t>لِّ</w:t>
      </w:r>
      <w:r>
        <w:rPr>
          <w:rtl/>
        </w:rPr>
        <w:t xml:space="preserve"> شَىۡءٍ۬ قَدِيرٌ (٢٨٤</w:t>
      </w:r>
      <w:r w:rsidR="009229E3">
        <w:rPr>
          <w:rtl/>
        </w:rPr>
        <w:t>)</w:t>
      </w:r>
      <w:r>
        <w:rPr>
          <w:rtl/>
        </w:rPr>
        <w:t xml:space="preserve"> ءَامَنَ </w:t>
      </w:r>
      <w:r>
        <w:rPr>
          <w:rFonts w:hint="cs"/>
          <w:rtl/>
        </w:rPr>
        <w:t>ٱ</w:t>
      </w:r>
      <w:r>
        <w:rPr>
          <w:rFonts w:hint="eastAsia"/>
          <w:rtl/>
        </w:rPr>
        <w:t>لرَّسُولُ</w:t>
      </w:r>
      <w:r>
        <w:rPr>
          <w:rtl/>
        </w:rPr>
        <w:t xml:space="preserve"> بِمَآ أُنزِلَ إِلَيۡهِ مِن رَّبِّهِ</w:t>
      </w:r>
      <w:r>
        <w:rPr>
          <w:rFonts w:hint="cs"/>
          <w:rtl/>
        </w:rPr>
        <w:t>ۦ</w:t>
      </w:r>
      <w:r>
        <w:rPr>
          <w:rtl/>
        </w:rPr>
        <w:t xml:space="preserve"> وَ</w:t>
      </w:r>
      <w:r>
        <w:rPr>
          <w:rFonts w:hint="cs"/>
          <w:rtl/>
        </w:rPr>
        <w:t>ٱ</w:t>
      </w:r>
      <w:r>
        <w:rPr>
          <w:rFonts w:hint="eastAsia"/>
          <w:rtl/>
        </w:rPr>
        <w:t>لۡمُؤۡمِنُونَ‌ۚ</w:t>
      </w:r>
      <w:r>
        <w:rPr>
          <w:rtl/>
        </w:rPr>
        <w:t xml:space="preserve"> كُلٌّ ءَامَنَ بِ</w:t>
      </w:r>
      <w:r>
        <w:rPr>
          <w:rFonts w:hint="cs"/>
          <w:rtl/>
        </w:rPr>
        <w:t>ٱ</w:t>
      </w:r>
      <w:r>
        <w:rPr>
          <w:rFonts w:hint="eastAsia"/>
          <w:rtl/>
        </w:rPr>
        <w:t>للَّهِ</w:t>
      </w:r>
      <w:r>
        <w:rPr>
          <w:rtl/>
        </w:rPr>
        <w:t xml:space="preserve"> وَمَلَـٰٓ</w:t>
      </w:r>
      <w:r>
        <w:rPr>
          <w:rFonts w:hint="cs"/>
          <w:rtl/>
        </w:rPr>
        <w:t>ٮِٕ</w:t>
      </w:r>
      <w:r>
        <w:rPr>
          <w:rFonts w:hint="eastAsia"/>
          <w:rtl/>
        </w:rPr>
        <w:t>كَتِهِ</w:t>
      </w:r>
      <w:r>
        <w:rPr>
          <w:rFonts w:hint="cs"/>
          <w:rtl/>
        </w:rPr>
        <w:t>ۦ</w:t>
      </w:r>
      <w:r>
        <w:rPr>
          <w:rtl/>
        </w:rPr>
        <w:t xml:space="preserve"> وَكُتُبِهِ</w:t>
      </w:r>
      <w:r>
        <w:rPr>
          <w:rFonts w:hint="cs"/>
          <w:rtl/>
        </w:rPr>
        <w:t>ۦ</w:t>
      </w:r>
      <w:r>
        <w:rPr>
          <w:rtl/>
        </w:rPr>
        <w:t xml:space="preserve"> وَرُسُلِهِ</w:t>
      </w:r>
      <w:r>
        <w:rPr>
          <w:rFonts w:hint="cs"/>
          <w:rtl/>
        </w:rPr>
        <w:t>ۦ</w:t>
      </w:r>
      <w:r>
        <w:rPr>
          <w:rtl/>
        </w:rPr>
        <w:t xml:space="preserve"> لَا نُفَرِّقُ بَيۡنَ أَحَدٍ۬ مِّن رُّسُلِهِ</w:t>
      </w:r>
      <w:r>
        <w:rPr>
          <w:rFonts w:hint="cs"/>
          <w:rtl/>
        </w:rPr>
        <w:t>ۦ‌ۚ</w:t>
      </w:r>
      <w:r>
        <w:rPr>
          <w:rtl/>
        </w:rPr>
        <w:t xml:space="preserve"> وَقَالُواْ سَمِعۡنَا وَأَطَعۡنَا‌ۖ غُفۡرَانَكَ رَبَّنَا وَإِلَيۡكَ </w:t>
      </w:r>
      <w:r>
        <w:rPr>
          <w:rFonts w:hint="cs"/>
          <w:rtl/>
        </w:rPr>
        <w:t>ٱ</w:t>
      </w:r>
      <w:r>
        <w:rPr>
          <w:rFonts w:hint="eastAsia"/>
          <w:rtl/>
        </w:rPr>
        <w:t>لۡمَصِيرُ</w:t>
      </w:r>
      <w:r>
        <w:rPr>
          <w:rtl/>
        </w:rPr>
        <w:t xml:space="preserve"> (٢٨٥</w:t>
      </w:r>
      <w:r w:rsidR="009229E3">
        <w:rPr>
          <w:rtl/>
        </w:rPr>
        <w:t>)</w:t>
      </w:r>
      <w:r>
        <w:rPr>
          <w:rtl/>
        </w:rPr>
        <w:t xml:space="preserve"> لَا ي</w:t>
      </w:r>
      <w:r>
        <w:rPr>
          <w:rFonts w:hint="eastAsia"/>
          <w:rtl/>
        </w:rPr>
        <w:t>ُكَلِّفُ</w:t>
      </w:r>
      <w:r>
        <w:rPr>
          <w:rtl/>
        </w:rPr>
        <w:t xml:space="preserve"> </w:t>
      </w:r>
      <w:r>
        <w:rPr>
          <w:rFonts w:hint="cs"/>
          <w:rtl/>
        </w:rPr>
        <w:t>ٱ</w:t>
      </w:r>
      <w:r>
        <w:rPr>
          <w:rFonts w:hint="eastAsia"/>
          <w:rtl/>
        </w:rPr>
        <w:t>للَّهُ</w:t>
      </w:r>
      <w:r>
        <w:rPr>
          <w:rtl/>
        </w:rPr>
        <w:t xml:space="preserve"> نَفۡسًا إِلَّا وُسۡعَهَا‌ۚ لَهَا مَا كَسَبَتۡ وَعَلَيۡ</w:t>
      </w:r>
      <w:r w:rsidR="001E6BAB" w:rsidRPr="001E6BAB">
        <w:rPr>
          <w:rFonts w:hint="cs"/>
          <w:rtl/>
        </w:rPr>
        <w:t>ه</w:t>
      </w:r>
      <w:r w:rsidRPr="00595365">
        <w:rPr>
          <w:rFonts w:hint="cs"/>
          <w:rtl/>
        </w:rPr>
        <w:t xml:space="preserve">ا مَا </w:t>
      </w:r>
      <w:r>
        <w:rPr>
          <w:rFonts w:hint="cs"/>
          <w:rtl/>
        </w:rPr>
        <w:t>ٱ</w:t>
      </w:r>
      <w:r>
        <w:rPr>
          <w:rFonts w:hint="eastAsia"/>
          <w:rtl/>
        </w:rPr>
        <w:t>كۡتَسَبَتۡ‌ۗ</w:t>
      </w:r>
      <w:r>
        <w:rPr>
          <w:rtl/>
        </w:rPr>
        <w:t xml:space="preserve"> رَبَّنَا لَا تُؤَاخِذۡنَآ إِن نَّسِينَآ أَوۡ أَخۡطَأۡنَا‌ۚ رَبَّنَا وَلَا تَحۡمِلۡ عَلَيۡنَآ إِصۡرً۬ا كَمَا حَمَلۡتَهُ </w:t>
      </w:r>
      <w:r>
        <w:rPr>
          <w:rFonts w:hint="cs"/>
          <w:rtl/>
        </w:rPr>
        <w:t>ۥ</w:t>
      </w:r>
      <w:r>
        <w:rPr>
          <w:rtl/>
        </w:rPr>
        <w:t xml:space="preserve"> عَلَى </w:t>
      </w:r>
      <w:r>
        <w:rPr>
          <w:rFonts w:hint="cs"/>
          <w:rtl/>
        </w:rPr>
        <w:t>ٱ</w:t>
      </w:r>
      <w:r>
        <w:rPr>
          <w:rFonts w:hint="eastAsia"/>
          <w:rtl/>
        </w:rPr>
        <w:t>لَّذِينَ</w:t>
      </w:r>
      <w:r>
        <w:rPr>
          <w:rtl/>
        </w:rPr>
        <w:t xml:space="preserve"> مِن قَبۡلِنَا‌ۚ رَبَّنَ</w:t>
      </w:r>
      <w:r>
        <w:rPr>
          <w:rFonts w:hint="eastAsia"/>
          <w:rtl/>
        </w:rPr>
        <w:t>ا</w:t>
      </w:r>
      <w:r>
        <w:rPr>
          <w:rtl/>
        </w:rPr>
        <w:t xml:space="preserve"> وَلَا تُحَمِّلۡنَا مَا لَا طَاقَةَ لَنَا بِهِ</w:t>
      </w:r>
      <w:r>
        <w:rPr>
          <w:rFonts w:hint="cs"/>
          <w:rtl/>
        </w:rPr>
        <w:t>ۦ‌ۖ</w:t>
      </w:r>
      <w:r>
        <w:rPr>
          <w:rtl/>
        </w:rPr>
        <w:t xml:space="preserve"> وَ</w:t>
      </w:r>
      <w:r>
        <w:rPr>
          <w:rFonts w:hint="cs"/>
          <w:rtl/>
        </w:rPr>
        <w:t>ٱ</w:t>
      </w:r>
      <w:r>
        <w:rPr>
          <w:rFonts w:hint="eastAsia"/>
          <w:rtl/>
        </w:rPr>
        <w:t>عۡفُ</w:t>
      </w:r>
      <w:r>
        <w:rPr>
          <w:rtl/>
        </w:rPr>
        <w:t xml:space="preserve"> عَنَّا وَ</w:t>
      </w:r>
      <w:r>
        <w:rPr>
          <w:rFonts w:hint="cs"/>
          <w:rtl/>
        </w:rPr>
        <w:t>ٱ</w:t>
      </w:r>
      <w:r>
        <w:rPr>
          <w:rFonts w:hint="eastAsia"/>
          <w:rtl/>
        </w:rPr>
        <w:t>غۡفِرۡ</w:t>
      </w:r>
      <w:r>
        <w:rPr>
          <w:rtl/>
        </w:rPr>
        <w:t xml:space="preserve"> لَنَا وَ</w:t>
      </w:r>
      <w:r>
        <w:rPr>
          <w:rFonts w:hint="cs"/>
          <w:rtl/>
        </w:rPr>
        <w:t>ٱ</w:t>
      </w:r>
      <w:r>
        <w:rPr>
          <w:rFonts w:hint="eastAsia"/>
          <w:rtl/>
        </w:rPr>
        <w:t>رۡحَمۡنَآ‌ۚ</w:t>
      </w:r>
      <w:r>
        <w:rPr>
          <w:rtl/>
        </w:rPr>
        <w:t xml:space="preserve"> أَنتَ مَوۡلَ</w:t>
      </w:r>
      <w:r>
        <w:rPr>
          <w:rFonts w:hint="cs"/>
          <w:rtl/>
        </w:rPr>
        <w:t>ٮٰ</w:t>
      </w:r>
      <w:r>
        <w:rPr>
          <w:rFonts w:hint="eastAsia"/>
          <w:rtl/>
        </w:rPr>
        <w:t>نَا</w:t>
      </w:r>
      <w:r>
        <w:rPr>
          <w:rtl/>
        </w:rPr>
        <w:t xml:space="preserve"> فَ</w:t>
      </w:r>
      <w:r>
        <w:rPr>
          <w:rFonts w:hint="cs"/>
          <w:rtl/>
        </w:rPr>
        <w:t>ٱ</w:t>
      </w:r>
      <w:r>
        <w:rPr>
          <w:rFonts w:hint="eastAsia"/>
          <w:rtl/>
        </w:rPr>
        <w:t>نصُرۡنَا</w:t>
      </w:r>
      <w:r>
        <w:rPr>
          <w:rtl/>
        </w:rPr>
        <w:t xml:space="preserve"> عَلَى </w:t>
      </w:r>
      <w:r>
        <w:rPr>
          <w:rFonts w:hint="cs"/>
          <w:rtl/>
        </w:rPr>
        <w:t>ٱ</w:t>
      </w:r>
      <w:r>
        <w:rPr>
          <w:rFonts w:hint="eastAsia"/>
          <w:rtl/>
        </w:rPr>
        <w:t>لۡقَوۡمِ</w:t>
      </w:r>
      <w:r>
        <w:rPr>
          <w:rtl/>
        </w:rPr>
        <w:t xml:space="preserve"> </w:t>
      </w:r>
      <w:r>
        <w:rPr>
          <w:rFonts w:hint="cs"/>
          <w:rtl/>
        </w:rPr>
        <w:t>ٱ</w:t>
      </w:r>
      <w:r>
        <w:rPr>
          <w:rFonts w:hint="eastAsia"/>
          <w:rtl/>
        </w:rPr>
        <w:t>لۡ</w:t>
      </w:r>
      <w:r w:rsidR="001E6BAB" w:rsidRPr="001E6BAB">
        <w:rPr>
          <w:rFonts w:hint="cs"/>
          <w:rtl/>
        </w:rPr>
        <w:t>ک</w:t>
      </w:r>
      <w:r>
        <w:rPr>
          <w:rFonts w:hint="eastAsia"/>
          <w:rtl/>
        </w:rPr>
        <w:t>ـٰفِرِينَ</w:t>
      </w:r>
    </w:p>
    <w:p w:rsidR="001A403D" w:rsidRDefault="001A403D" w:rsidP="00385B48">
      <w:pPr>
        <w:pStyle w:val="libAr"/>
      </w:pPr>
      <w:r>
        <w:t>(</w:t>
      </w:r>
      <w:r>
        <w:rPr>
          <w:rtl/>
        </w:rPr>
        <w:t>٢٨٦</w:t>
      </w:r>
      <w:r w:rsidR="009229E3">
        <w:rPr>
          <w:rtl/>
        </w:rPr>
        <w:t>)</w:t>
      </w:r>
    </w:p>
    <w:p w:rsidR="001A403D" w:rsidRDefault="001A403D" w:rsidP="00E36567">
      <w:pPr>
        <w:pStyle w:val="libBoldItalic"/>
      </w:pPr>
      <w:r>
        <w:t>To Allah belongs whatever is in the heavens and whatever is in the earth; and whether you show what is in your hearts or hide it, Allah will bring you to account for it. Then He will forgive whom He wills and He will punish whom He wills. And Allah is Powerful over all things. (284) The Rasool believes in that which has been revealed to him from his Rabb and (so do) believers. Each one believes in Allah and His angels and His Books and His Rasools - We make no distinction between any of His Rasools - and they say: We hear, and we obey. (Grant us) Your forgiveness, our Rabb, and to You is the destination. (285) Allah does not charge a soul except its capacity. It will have what (good) it has earned, and it will bear what (evil) it has earned. Our Rabb! Do not capture us if we forget, or do mistake. Our Rabb! Lay not on us such a burden as You did lay on those before us. Our Rabb! And burden us not with that which we have no strength to bear. And pardon us, and forgive us and have Mercy on us. You are our Maola (Guardian, Protector), and give us victory over the disbelieving folk. (286)</w:t>
      </w:r>
    </w:p>
    <w:p w:rsidR="001A403D" w:rsidRDefault="001A403D" w:rsidP="001A403D">
      <w:pPr>
        <w:pStyle w:val="libNormal"/>
      </w:pPr>
      <w:r>
        <w:t xml:space="preserve">1-Rasool Allah sawaw said: That night when I went to visit skies, Jaleel Jalla Jalalohu said to me: Rasool sawaw believed what his Rabb revealed to him. I said: And all Momineen (Masumeen asws) believed in Allah. Then Allah Ta’ala said: O Mohammad sawaw, you told the truth, and whom you made Khalifa in your Ummah? I said: The best of all. Allah Ta’ala said: Ali ibne Abi Talib asws. I said: Yes. Said He: O Mohammmad sawaw, tell news on the earth that I have chosen you, and derived your name from My Names, so My Zikr is nowhere but with your Zikr, so I am Mahmood, you are Mohammad sawaw. Then second news is that I have chosen Ali asws, and derived his name from My Names, so I am Aa’la, he is Ali asws. O </w:t>
      </w:r>
      <w:r>
        <w:lastRenderedPageBreak/>
        <w:t>Mohammad sawaw, I created you, and created Ali asws, Fatima asws, Hassan asws, Hussain asws and Imams from his progeny, with My Original Noor. And presented your Walayat to the inhabitants of the skies and the earth, so whoever accepted it, he is from among the Momineen near Me; and who opposed it, he is from among the Kafirs near Me. O Mohammad sawaw, if a servant from My servants worships Me until he is cut into pieces, or becomes weak like old leather water bottle, then comes to Me with opposition of your Walayat, I will not forgive him, until testifies your Walayat. O Mohammad sawaw, so you wish to see them?</w:t>
      </w:r>
    </w:p>
    <w:p w:rsidR="001A403D" w:rsidRDefault="001A403D" w:rsidP="00E36567">
      <w:pPr>
        <w:pStyle w:val="libNormal"/>
      </w:pPr>
      <w:r>
        <w:t>I said: Yes. Allah said to me: Look toward the right side of Arsh. I saw that there are Ali asws, and Fatima asws, and Hassan asws, and Hussain asws, and Ali bin Hussain asws, and Mohammad bin Ali asws, and Jafar bin Mohammad asws, and Musa bin Jafar asws, and Ali bin Musa asws, and Mohammad bin Ali asws, and Ali bin Mohammad asws, and Hassan bin Ali asws, and Mahdi asws, who are praying while standing in liquid Noor, and Mahdi asws is in middle of them, and he is like a bright star. Allah said: O Mohammad sawaw, they are Hujjats, and that is avenger among your progeny, and I swear by My Honour and Splendor that he is obligatory Hujjat for My lovers, and who will take revenge from My enemies. (al-Burhan, v1, p586)</w:t>
      </w:r>
    </w:p>
    <w:p w:rsidR="001A403D" w:rsidRDefault="001A403D" w:rsidP="009229E3">
      <w:pPr>
        <w:pStyle w:val="libCenterBold1"/>
      </w:pPr>
      <w:r>
        <w:t>Lesson:</w:t>
      </w:r>
    </w:p>
    <w:p w:rsidR="001A403D" w:rsidRDefault="001A403D" w:rsidP="001A403D">
      <w:pPr>
        <w:pStyle w:val="libNormal"/>
      </w:pPr>
      <w:r>
        <w:t>1-The glad news of Walayat-e-Ali asws is that Ne’mat which Allah gives directly on Mairaj.</w:t>
      </w:r>
    </w:p>
    <w:p w:rsidR="001A403D" w:rsidRDefault="001A403D" w:rsidP="001A403D">
      <w:pPr>
        <w:pStyle w:val="libNormal"/>
      </w:pPr>
      <w:r>
        <w:t>2-Allah separated Fourteen Infallibles asws from His Original Noor. And they all offer Salaah with Imam Qaim asws among them in the centre. And their holy feet are in liquid Noor. Whose feet are in liquid Noor on the Arsh of Allah, Muqassir Mulla wants to be partner in their Walayat, that Mulla whose brain is even full of Najasat.</w:t>
      </w:r>
    </w:p>
    <w:p w:rsidR="001A403D" w:rsidRDefault="001A403D" w:rsidP="001A403D">
      <w:pPr>
        <w:pStyle w:val="libNormal"/>
      </w:pPr>
      <w:r>
        <w:t>3-These verses were revealed during Mairaj. Rasool Allah sawaw asked a lot of facilites, concessions, forgiveness, and mercy for the Momineen among his Ummah, and Allah bestowed all of it.</w:t>
      </w:r>
    </w:p>
    <w:p w:rsidR="001A403D" w:rsidRDefault="001A403D" w:rsidP="001A403D">
      <w:pPr>
        <w:pStyle w:val="libNormal"/>
      </w:pPr>
      <w:r>
        <w:t>4-Near Allah, Momin is that who accepted Walayat-e-Ali asws with heart, and Kafir is that who opposed it in any manner, and salvation is impossible without testimony of Walayat. Dua of a Momin are these verses as well, that Ya Allah You are our Maola, so give us victory over the Kafir nation (deniers of Walayat-e-Ali asws), and make the Avenger (asws) to re-appear soon from behind the curtain of Ghaibah, Elahi Ameen.</w:t>
      </w:r>
    </w:p>
    <w:p w:rsidR="00EB2345" w:rsidRDefault="00EB2345" w:rsidP="00FC02E7">
      <w:pPr>
        <w:pStyle w:val="libNormal"/>
        <w:rPr>
          <w:rtl/>
        </w:rPr>
      </w:pPr>
      <w:r>
        <w:rPr>
          <w:rFonts w:hint="eastAsia"/>
        </w:rPr>
        <w:br w:type="page"/>
      </w:r>
    </w:p>
    <w:p w:rsidR="001A403D" w:rsidRDefault="00EB2345" w:rsidP="00EB2345">
      <w:pPr>
        <w:pStyle w:val="Heading1Center"/>
      </w:pPr>
      <w:bookmarkStart w:id="4" w:name="_Toc449789397"/>
      <w:r>
        <w:rPr>
          <w:rFonts w:hint="eastAsia"/>
          <w:rtl/>
        </w:rPr>
        <w:lastRenderedPageBreak/>
        <w:t>سُوۡرَةُ</w:t>
      </w:r>
      <w:r>
        <w:rPr>
          <w:rtl/>
        </w:rPr>
        <w:t xml:space="preserve"> </w:t>
      </w:r>
      <w:r w:rsidR="001A403D">
        <w:rPr>
          <w:rtl/>
        </w:rPr>
        <w:t>آل عِمرَان</w:t>
      </w:r>
      <w:bookmarkEnd w:id="4"/>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هُوَ</w:t>
      </w:r>
      <w:r>
        <w:rPr>
          <w:rtl/>
        </w:rPr>
        <w:t xml:space="preserve"> </w:t>
      </w:r>
      <w:r>
        <w:rPr>
          <w:rFonts w:hint="cs"/>
          <w:rtl/>
        </w:rPr>
        <w:t>ٱ</w:t>
      </w:r>
      <w:r>
        <w:rPr>
          <w:rFonts w:hint="eastAsia"/>
          <w:rtl/>
        </w:rPr>
        <w:t>لَّذِىٓ</w:t>
      </w:r>
      <w:r>
        <w:rPr>
          <w:rtl/>
        </w:rPr>
        <w:t xml:space="preserve"> أَنزَلَ عَلَيۡكَ </w:t>
      </w:r>
      <w:r>
        <w:rPr>
          <w:rFonts w:hint="cs"/>
          <w:rtl/>
        </w:rPr>
        <w:t>ٱ</w:t>
      </w:r>
      <w:r>
        <w:rPr>
          <w:rFonts w:hint="eastAsia"/>
          <w:rtl/>
        </w:rPr>
        <w:t>لۡكِتَـٰبَ</w:t>
      </w:r>
      <w:r>
        <w:rPr>
          <w:rtl/>
        </w:rPr>
        <w:t xml:space="preserve"> مِنۡهُ ءَايَـٰتٌ۬ مُّحۡكَمَـٰتٌ هُنَّ أُمُّ </w:t>
      </w:r>
      <w:r>
        <w:rPr>
          <w:rFonts w:hint="cs"/>
          <w:rtl/>
        </w:rPr>
        <w:t>ٱ</w:t>
      </w:r>
      <w:r>
        <w:rPr>
          <w:rFonts w:hint="eastAsia"/>
          <w:rtl/>
        </w:rPr>
        <w:t>لۡكِتَـٰبِ</w:t>
      </w:r>
      <w:r>
        <w:rPr>
          <w:rtl/>
        </w:rPr>
        <w:t xml:space="preserve"> وَأُخَرُ مُتَشَـٰبِهَـٰتٌ۬‌ۖ فَأَمَّا </w:t>
      </w:r>
      <w:r>
        <w:rPr>
          <w:rFonts w:hint="cs"/>
          <w:rtl/>
        </w:rPr>
        <w:t>ٱ</w:t>
      </w:r>
      <w:r>
        <w:rPr>
          <w:rFonts w:hint="eastAsia"/>
          <w:rtl/>
        </w:rPr>
        <w:t>لَّذِينَ</w:t>
      </w:r>
      <w:r>
        <w:rPr>
          <w:rtl/>
        </w:rPr>
        <w:t xml:space="preserve"> فِى قُلُوبِهِمۡ زَيۡغٌ۬ فَيَتَّبِعُونَ مَا تَشَـٰبَهَ مِنۡهُ </w:t>
      </w:r>
      <w:r>
        <w:rPr>
          <w:rFonts w:hint="cs"/>
          <w:rtl/>
        </w:rPr>
        <w:t>ٱ</w:t>
      </w:r>
      <w:r>
        <w:rPr>
          <w:rFonts w:hint="eastAsia"/>
          <w:rtl/>
        </w:rPr>
        <w:t>بۡتِغَآءَ</w:t>
      </w:r>
      <w:r>
        <w:rPr>
          <w:rtl/>
        </w:rPr>
        <w:t xml:space="preserve"> </w:t>
      </w:r>
      <w:r>
        <w:rPr>
          <w:rFonts w:hint="cs"/>
          <w:rtl/>
        </w:rPr>
        <w:t>ٱ</w:t>
      </w:r>
      <w:r>
        <w:rPr>
          <w:rFonts w:hint="eastAsia"/>
          <w:rtl/>
        </w:rPr>
        <w:t>لۡفِتۡنَةِ</w:t>
      </w:r>
      <w:r>
        <w:rPr>
          <w:rtl/>
        </w:rPr>
        <w:t xml:space="preserve"> وَ</w:t>
      </w:r>
      <w:r>
        <w:rPr>
          <w:rFonts w:hint="cs"/>
          <w:rtl/>
        </w:rPr>
        <w:t>ٱ</w:t>
      </w:r>
      <w:r>
        <w:rPr>
          <w:rFonts w:hint="eastAsia"/>
          <w:rtl/>
        </w:rPr>
        <w:t>بۡتِغَآءَ</w:t>
      </w:r>
      <w:r>
        <w:rPr>
          <w:rtl/>
        </w:rPr>
        <w:t xml:space="preserve"> تَأۡوِيلِه</w:t>
      </w:r>
      <w:r>
        <w:rPr>
          <w:rFonts w:hint="eastAsia"/>
          <w:rtl/>
        </w:rPr>
        <w:t>ِ</w:t>
      </w:r>
      <w:r>
        <w:rPr>
          <w:rFonts w:hint="cs"/>
          <w:rtl/>
        </w:rPr>
        <w:t>ۦ‌ۗ</w:t>
      </w:r>
      <w:r>
        <w:rPr>
          <w:rtl/>
        </w:rPr>
        <w:t xml:space="preserve"> وَمَا يَعۡلَمُ تَأۡوِيلَهُ </w:t>
      </w:r>
      <w:r>
        <w:rPr>
          <w:rFonts w:hint="cs"/>
          <w:rtl/>
        </w:rPr>
        <w:t>ۥۤ</w:t>
      </w:r>
      <w:r>
        <w:rPr>
          <w:rtl/>
        </w:rPr>
        <w:t xml:space="preserve"> إِلَّا </w:t>
      </w:r>
      <w:r>
        <w:rPr>
          <w:rFonts w:hint="cs"/>
          <w:rtl/>
        </w:rPr>
        <w:t>ٱ</w:t>
      </w:r>
      <w:r>
        <w:rPr>
          <w:rFonts w:hint="eastAsia"/>
          <w:rtl/>
        </w:rPr>
        <w:t>للَّهُ‌ۗ</w:t>
      </w:r>
      <w:r>
        <w:rPr>
          <w:rtl/>
        </w:rPr>
        <w:t xml:space="preserve"> وَ</w:t>
      </w:r>
      <w:r>
        <w:rPr>
          <w:rFonts w:hint="cs"/>
          <w:rtl/>
        </w:rPr>
        <w:t>ٱ</w:t>
      </w:r>
      <w:r>
        <w:rPr>
          <w:rFonts w:hint="eastAsia"/>
          <w:rtl/>
        </w:rPr>
        <w:t>لرَّ</w:t>
      </w:r>
      <w:r w:rsidR="005B7B9E" w:rsidRPr="005B7B9E">
        <w:rPr>
          <w:rFonts w:hint="cs"/>
          <w:rtl/>
        </w:rPr>
        <w:t>ا</w:t>
      </w:r>
      <w:r>
        <w:rPr>
          <w:rFonts w:hint="eastAsia"/>
          <w:rtl/>
        </w:rPr>
        <w:t>سِخُونَ</w:t>
      </w:r>
      <w:r>
        <w:rPr>
          <w:rtl/>
        </w:rPr>
        <w:t xml:space="preserve"> فِى </w:t>
      </w:r>
      <w:r>
        <w:rPr>
          <w:rFonts w:hint="cs"/>
          <w:rtl/>
        </w:rPr>
        <w:t>ٱ</w:t>
      </w:r>
      <w:r>
        <w:rPr>
          <w:rFonts w:hint="eastAsia"/>
          <w:rtl/>
        </w:rPr>
        <w:t>لۡعِلۡمِ</w:t>
      </w:r>
      <w:r>
        <w:rPr>
          <w:rtl/>
        </w:rPr>
        <w:t xml:space="preserve"> يَقُولُونَ ءَامَنَّا بِهِ</w:t>
      </w:r>
      <w:r>
        <w:rPr>
          <w:rFonts w:hint="cs"/>
          <w:rtl/>
        </w:rPr>
        <w:t>ۦ</w:t>
      </w:r>
      <w:r>
        <w:rPr>
          <w:rtl/>
        </w:rPr>
        <w:t xml:space="preserve"> كُلٌّ۬ مِّنۡ عِندِ رَبِّنَا‌ۗ وَمَا يَذَّكَّرُ إِلَّآ أُوْلُواْ </w:t>
      </w:r>
      <w:r>
        <w:rPr>
          <w:rFonts w:hint="cs"/>
          <w:rtl/>
        </w:rPr>
        <w:t>ٱ</w:t>
      </w:r>
      <w:r>
        <w:rPr>
          <w:rFonts w:hint="eastAsia"/>
          <w:rtl/>
        </w:rPr>
        <w:t>لۡأَلۡبَـٰبِ</w:t>
      </w:r>
      <w:r>
        <w:rPr>
          <w:rtl/>
        </w:rPr>
        <w:t xml:space="preserve"> (٧</w:t>
      </w:r>
      <w:r w:rsidR="009229E3">
        <w:rPr>
          <w:rtl/>
        </w:rPr>
        <w:t>)</w:t>
      </w:r>
    </w:p>
    <w:p w:rsidR="001A403D" w:rsidRDefault="001A403D" w:rsidP="00E36567">
      <w:pPr>
        <w:pStyle w:val="libBoldItalic"/>
      </w:pPr>
      <w:r>
        <w:t>He it is Who has revealed to you the Book, in it are decisive verses, they are the foundation of the Book, and others are similitudes. But those in whose hearts is deviation (from Haqq), they will follow that (deviation) concerning similitudes to seek dissension, and to seek its interpretation (according to their wishes). And no one knows its interpretation except Allah and those firm in knowledge, they say: We believe in it, all of it is from our Rabb. And no one remembers except the people of understanding. (7)</w:t>
      </w:r>
    </w:p>
    <w:p w:rsidR="001A403D" w:rsidRDefault="001A403D" w:rsidP="00E36567">
      <w:pPr>
        <w:pStyle w:val="libNormal"/>
      </w:pPr>
      <w:r>
        <w:t>1-Imam Jafar Sadiq asws said: We are Rasikhoon-fil-ilm (firm in knowledge) and we know its interpretation. (al-Burhan, v2, p8)</w:t>
      </w:r>
    </w:p>
    <w:p w:rsidR="001A403D" w:rsidRDefault="001A403D" w:rsidP="00E36567">
      <w:pPr>
        <w:pStyle w:val="libNormal"/>
      </w:pPr>
      <w:r>
        <w:t>2-And no one knows its interpretation except Allah and those firm in knowledge, so Rasool Allah sawaw is superior among Rasikheen-fil-ilm. Allah Azza wa Jalla bestowed him knowledge, all of it, what He revealed to him, Tanzeel and Taweel. And Allah has not revealed anything whose Taweel (interpretation) was not taught to him and his Aosiya asws. They have knowledge of all of it. And those who do not know, when Alim (asws) tell them with his knowledge, so Allah said: They say, “We believe in it, this all is from our Rabb.” And Rasikhoon-fil-ilm knows Khas &amp; Aam, Muh’kam &amp; Mutashabeh, Nsikh &amp; Mansookh in Quran. (Imam Mohammad Baqir asws) (al-Burhan, v2, p8)</w:t>
      </w:r>
    </w:p>
    <w:p w:rsidR="001A403D" w:rsidRDefault="001A403D" w:rsidP="009229E3">
      <w:pPr>
        <w:pStyle w:val="libCenterBold1"/>
      </w:pPr>
      <w:r>
        <w:t>Lesson:</w:t>
      </w:r>
    </w:p>
    <w:p w:rsidR="001A403D" w:rsidRDefault="001A403D" w:rsidP="001A403D">
      <w:pPr>
        <w:pStyle w:val="libNormal"/>
      </w:pPr>
      <w:r>
        <w:t>1-The decisive (Muh’kam) verses of holy Quran are clear, which a wise person can understand. Some verses are similitude (Mutashabeh) i.e. which are similar to decisive verses, looking alike. Muqassireen have deviation (grudge) in their hearts about Walayat, so they follow that deviation while writing Tafseer to fit their own interests. Whereas we have to learn the meaning and interpretation of holy Quran from the teachers &amp; inheritors of Quran who are Lisanullah, who know the outward &amp; inward meanings of Quran, and intention of Allah.</w:t>
      </w:r>
    </w:p>
    <w:p w:rsidR="00595365" w:rsidRDefault="001A403D" w:rsidP="001A403D">
      <w:pPr>
        <w:pStyle w:val="libNormal"/>
      </w:pPr>
      <w:r>
        <w:t>2-So it is wrong to interpret verses with human wisdom, reasoning, and philosophy without considering Ahadees of Masumeen asws. The human intellect &amp; wisdom should be subordinate to the commandments of Masumeen asws.</w:t>
      </w:r>
    </w:p>
    <w:p w:rsidR="001A403D" w:rsidRDefault="001A403D" w:rsidP="00385B48">
      <w:pPr>
        <w:pStyle w:val="libAr"/>
      </w:pPr>
      <w:r>
        <w:rPr>
          <w:rFonts w:hint="eastAsia"/>
          <w:rtl/>
        </w:rPr>
        <w:t>شَهِدَ</w:t>
      </w:r>
      <w:r>
        <w:rPr>
          <w:rtl/>
        </w:rPr>
        <w:t xml:space="preserve"> </w:t>
      </w:r>
      <w:r>
        <w:rPr>
          <w:rFonts w:hint="cs"/>
          <w:rtl/>
        </w:rPr>
        <w:t>ٱ</w:t>
      </w:r>
      <w:r>
        <w:rPr>
          <w:rFonts w:hint="eastAsia"/>
          <w:rtl/>
        </w:rPr>
        <w:t>للَّهُ</w:t>
      </w:r>
      <w:r>
        <w:rPr>
          <w:rtl/>
        </w:rPr>
        <w:t xml:space="preserve"> أَنَّهُ </w:t>
      </w:r>
      <w:r>
        <w:rPr>
          <w:rFonts w:hint="cs"/>
          <w:rtl/>
        </w:rPr>
        <w:t>ۥ</w:t>
      </w:r>
      <w:r>
        <w:rPr>
          <w:rtl/>
        </w:rPr>
        <w:t xml:space="preserve"> لَآ إِلَـٰهَ إِلَّا هُوَ وَ</w:t>
      </w:r>
      <w:r>
        <w:rPr>
          <w:rFonts w:hint="cs"/>
          <w:rtl/>
        </w:rPr>
        <w:t>ٱ</w:t>
      </w:r>
      <w:r>
        <w:rPr>
          <w:rFonts w:hint="eastAsia"/>
          <w:rtl/>
        </w:rPr>
        <w:t>لۡمَلَـٰٓ</w:t>
      </w:r>
      <w:r>
        <w:rPr>
          <w:rFonts w:hint="cs"/>
          <w:rtl/>
        </w:rPr>
        <w:t>ٮِٕ</w:t>
      </w:r>
      <w:r>
        <w:rPr>
          <w:rFonts w:hint="eastAsia"/>
          <w:rtl/>
        </w:rPr>
        <w:t>كَةُ</w:t>
      </w:r>
      <w:r>
        <w:rPr>
          <w:rtl/>
        </w:rPr>
        <w:t xml:space="preserve"> وَأُوْلُواْ </w:t>
      </w:r>
      <w:r>
        <w:rPr>
          <w:rFonts w:hint="cs"/>
          <w:rtl/>
        </w:rPr>
        <w:t>ٱ</w:t>
      </w:r>
      <w:r>
        <w:rPr>
          <w:rFonts w:hint="eastAsia"/>
          <w:rtl/>
        </w:rPr>
        <w:t>لۡعِلۡمِ</w:t>
      </w:r>
      <w:r>
        <w:rPr>
          <w:rtl/>
        </w:rPr>
        <w:t xml:space="preserve"> قَآ</w:t>
      </w:r>
      <w:r>
        <w:rPr>
          <w:rFonts w:hint="cs"/>
          <w:rtl/>
        </w:rPr>
        <w:t>ٮِٕ</w:t>
      </w:r>
      <w:r>
        <w:rPr>
          <w:rFonts w:hint="eastAsia"/>
          <w:rtl/>
        </w:rPr>
        <w:t>مَۢا</w:t>
      </w:r>
      <w:r>
        <w:rPr>
          <w:rtl/>
        </w:rPr>
        <w:t xml:space="preserve"> بِ</w:t>
      </w:r>
      <w:r>
        <w:rPr>
          <w:rFonts w:hint="cs"/>
          <w:rtl/>
        </w:rPr>
        <w:t>ٱ</w:t>
      </w:r>
      <w:r>
        <w:rPr>
          <w:rFonts w:hint="eastAsia"/>
          <w:rtl/>
        </w:rPr>
        <w:t>لۡقِسۡطِ‌ۚ</w:t>
      </w:r>
      <w:r>
        <w:rPr>
          <w:rtl/>
        </w:rPr>
        <w:t xml:space="preserve"> لَآ إِلَـٰهَ إِلَّا هُوَ </w:t>
      </w:r>
      <w:r>
        <w:rPr>
          <w:rFonts w:hint="cs"/>
          <w:rtl/>
        </w:rPr>
        <w:t>ٱ</w:t>
      </w:r>
      <w:r>
        <w:rPr>
          <w:rFonts w:hint="eastAsia"/>
          <w:rtl/>
        </w:rPr>
        <w:t>لۡعَزِيزُ</w:t>
      </w:r>
      <w:r>
        <w:rPr>
          <w:rtl/>
        </w:rPr>
        <w:t xml:space="preserve"> </w:t>
      </w:r>
      <w:r>
        <w:rPr>
          <w:rFonts w:hint="cs"/>
          <w:rtl/>
        </w:rPr>
        <w:t>ٱ</w:t>
      </w:r>
      <w:r>
        <w:rPr>
          <w:rFonts w:hint="eastAsia"/>
          <w:rtl/>
        </w:rPr>
        <w:t>لۡحَ</w:t>
      </w:r>
      <w:r w:rsidR="001E6BAB" w:rsidRPr="001E6BAB">
        <w:rPr>
          <w:rFonts w:hint="cs"/>
          <w:rtl/>
        </w:rPr>
        <w:t>ک</w:t>
      </w:r>
      <w:r>
        <w:rPr>
          <w:rFonts w:hint="eastAsia"/>
          <w:rtl/>
        </w:rPr>
        <w:t>يمُ</w:t>
      </w:r>
      <w:r>
        <w:rPr>
          <w:rtl/>
        </w:rPr>
        <w:t xml:space="preserve"> (١٨</w:t>
      </w:r>
      <w:r w:rsidR="009229E3">
        <w:rPr>
          <w:rtl/>
        </w:rPr>
        <w:t>)</w:t>
      </w:r>
    </w:p>
    <w:p w:rsidR="001A403D" w:rsidRDefault="001A403D" w:rsidP="00E36567">
      <w:pPr>
        <w:pStyle w:val="libBoldItalic"/>
      </w:pPr>
      <w:r>
        <w:lastRenderedPageBreak/>
        <w:t>Allah (Himself) is Witness that there is no God except Him, and the angels and those vested with knowledge (who are) established with justice, there is no God except Him the Almighty, the Wise. (18)</w:t>
      </w:r>
    </w:p>
    <w:p w:rsidR="001A403D" w:rsidRDefault="001A403D" w:rsidP="00E36567">
      <w:pPr>
        <w:pStyle w:val="libNormal"/>
      </w:pPr>
      <w:r>
        <w:t>1-Allah has witnessed for Himself that there is no God except Him, and He is such as He says, and honourable Angels (a.s.) testify submitting in the presence of their Rabb and give testimony as Allah has said about Himself. And Olil-ilm (vested with knowledge) are the prophets (a.s.) and Aosiya (a.s.) who are established on justice (Qist). And the apparent meaning of Qist is justice, and inward meaning of justice is Amirul Momineen asws. (Imam Mohammad Baqir asws) (al-Burhan, v2, p15)</w:t>
      </w:r>
    </w:p>
    <w:p w:rsidR="001A403D" w:rsidRDefault="001A403D" w:rsidP="00E36567">
      <w:pPr>
        <w:pStyle w:val="libNormal"/>
      </w:pPr>
      <w:r>
        <w:t>2-We are Oluz-Zikr (owner of Zikr asws) and we are Olil-ilm (owner of knowledge), and we have (knowledge of) Halaal and Haraam. (Imam Mohammad Baqir asws) (al-Burhan, v2, p15)</w:t>
      </w:r>
    </w:p>
    <w:p w:rsidR="001A403D" w:rsidRDefault="001A403D" w:rsidP="009229E3">
      <w:pPr>
        <w:pStyle w:val="libCenterBold1"/>
      </w:pPr>
      <w:r>
        <w:t>Lesson:</w:t>
      </w:r>
    </w:p>
    <w:p w:rsidR="001A403D" w:rsidRDefault="001A403D" w:rsidP="001A403D">
      <w:pPr>
        <w:pStyle w:val="libNormal"/>
      </w:pPr>
      <w:r>
        <w:t>1-The justice (Qist) of Allah on which all the prophets (a.s.), vicegerents (a.s.), Imams (a.s.) are firmly established is Walayat-e-Ali asws.</w:t>
      </w:r>
    </w:p>
    <w:p w:rsidR="001A403D" w:rsidRDefault="001A403D" w:rsidP="001A403D">
      <w:pPr>
        <w:pStyle w:val="libNormal"/>
      </w:pPr>
      <w:r>
        <w:t>2-If anyone gives testimony of Walayat, it is his own benefit. Otherwise Allah and Masumeen asws are needless of witnesses of the people.</w:t>
      </w:r>
    </w:p>
    <w:p w:rsidR="00595365" w:rsidRDefault="001A403D" w:rsidP="001A403D">
      <w:pPr>
        <w:pStyle w:val="libNormal"/>
      </w:pPr>
      <w:r>
        <w:t>3-All the knowledge needed by humans, Halaal &amp; Haraam, commandments &amp; forbiddance has been narrated by Masumeen asws, and it will maintain the same until Qiyamah, which does not need any amendments or upgradation by Zunni Fatawa.</w:t>
      </w:r>
    </w:p>
    <w:p w:rsidR="001A403D" w:rsidRDefault="001A403D" w:rsidP="00385B48">
      <w:pPr>
        <w:pStyle w:val="libAr"/>
      </w:pPr>
      <w:r>
        <w:rPr>
          <w:rFonts w:hint="eastAsia"/>
          <w:rtl/>
        </w:rPr>
        <w:t>إِنَّ</w:t>
      </w:r>
      <w:r>
        <w:rPr>
          <w:rtl/>
        </w:rPr>
        <w:t xml:space="preserve"> </w:t>
      </w:r>
      <w:r>
        <w:rPr>
          <w:rFonts w:hint="cs"/>
          <w:rtl/>
        </w:rPr>
        <w:t>ٱ</w:t>
      </w:r>
      <w:r>
        <w:rPr>
          <w:rFonts w:hint="eastAsia"/>
          <w:rtl/>
        </w:rPr>
        <w:t>لدِّينَ</w:t>
      </w:r>
      <w:r>
        <w:rPr>
          <w:rtl/>
        </w:rPr>
        <w:t xml:space="preserve"> عِندَ </w:t>
      </w:r>
      <w:r>
        <w:rPr>
          <w:rFonts w:hint="cs"/>
          <w:rtl/>
        </w:rPr>
        <w:t>ٱ</w:t>
      </w:r>
      <w:r>
        <w:rPr>
          <w:rFonts w:hint="eastAsia"/>
          <w:rtl/>
        </w:rPr>
        <w:t>للَّهِ</w:t>
      </w:r>
      <w:r>
        <w:rPr>
          <w:rtl/>
        </w:rPr>
        <w:t xml:space="preserve"> </w:t>
      </w:r>
      <w:r>
        <w:rPr>
          <w:rFonts w:hint="cs"/>
          <w:rtl/>
        </w:rPr>
        <w:t>ٱ</w:t>
      </w:r>
      <w:r>
        <w:rPr>
          <w:rFonts w:hint="eastAsia"/>
          <w:rtl/>
        </w:rPr>
        <w:t>لۡإِسۡلَـٰمُ‌ۗ</w:t>
      </w:r>
      <w:r>
        <w:rPr>
          <w:rtl/>
        </w:rPr>
        <w:t xml:space="preserve"> وَمَا </w:t>
      </w:r>
      <w:r>
        <w:rPr>
          <w:rFonts w:hint="cs"/>
          <w:rtl/>
        </w:rPr>
        <w:t>ٱ</w:t>
      </w:r>
      <w:r>
        <w:rPr>
          <w:rFonts w:hint="eastAsia"/>
          <w:rtl/>
        </w:rPr>
        <w:t>خۡتَلَفَ</w:t>
      </w:r>
      <w:r>
        <w:rPr>
          <w:rtl/>
        </w:rPr>
        <w:t xml:space="preserve"> </w:t>
      </w:r>
      <w:r>
        <w:rPr>
          <w:rFonts w:hint="cs"/>
          <w:rtl/>
        </w:rPr>
        <w:t>ٱ</w:t>
      </w:r>
      <w:r>
        <w:rPr>
          <w:rFonts w:hint="eastAsia"/>
          <w:rtl/>
        </w:rPr>
        <w:t>لَّذِينَ</w:t>
      </w:r>
      <w:r>
        <w:rPr>
          <w:rtl/>
        </w:rPr>
        <w:t xml:space="preserve"> أُوتُواْ </w:t>
      </w:r>
      <w:r>
        <w:rPr>
          <w:rFonts w:hint="cs"/>
          <w:rtl/>
        </w:rPr>
        <w:t>ٱ</w:t>
      </w:r>
      <w:r>
        <w:rPr>
          <w:rFonts w:hint="eastAsia"/>
          <w:rtl/>
        </w:rPr>
        <w:t>لۡكِتَـٰبَ</w:t>
      </w:r>
      <w:r>
        <w:rPr>
          <w:rtl/>
        </w:rPr>
        <w:t xml:space="preserve"> إِلَّا مِنۢ بَعۡدِ مَا جَآءَهُمُ </w:t>
      </w:r>
      <w:r>
        <w:rPr>
          <w:rFonts w:hint="cs"/>
          <w:rtl/>
        </w:rPr>
        <w:t>ٱ</w:t>
      </w:r>
      <w:r>
        <w:rPr>
          <w:rFonts w:hint="eastAsia"/>
          <w:rtl/>
        </w:rPr>
        <w:t>لۡعِلۡمُ</w:t>
      </w:r>
      <w:r>
        <w:rPr>
          <w:rtl/>
        </w:rPr>
        <w:t xml:space="preserve"> بَغۡيَۢا بَيۡنَهُمۡ‌ۗ وَمَن يَكۡفُرۡ بِـَٔايَـٰتِ </w:t>
      </w:r>
      <w:r>
        <w:rPr>
          <w:rFonts w:hint="cs"/>
          <w:rtl/>
        </w:rPr>
        <w:t>ٱ</w:t>
      </w:r>
      <w:r>
        <w:rPr>
          <w:rFonts w:hint="eastAsia"/>
          <w:rtl/>
        </w:rPr>
        <w:t>للَّهِ</w:t>
      </w:r>
      <w:r>
        <w:rPr>
          <w:rtl/>
        </w:rPr>
        <w:t xml:space="preserve"> فَإِنَّ </w:t>
      </w:r>
      <w:r>
        <w:rPr>
          <w:rFonts w:hint="cs"/>
          <w:rtl/>
        </w:rPr>
        <w:t>ٱ</w:t>
      </w:r>
      <w:r>
        <w:rPr>
          <w:rFonts w:hint="eastAsia"/>
          <w:rtl/>
        </w:rPr>
        <w:t>للَّهَ</w:t>
      </w:r>
      <w:r>
        <w:rPr>
          <w:rtl/>
        </w:rPr>
        <w:t xml:space="preserve"> سَرِيعُ </w:t>
      </w:r>
      <w:r>
        <w:rPr>
          <w:rFonts w:hint="cs"/>
          <w:rtl/>
        </w:rPr>
        <w:t>ٱ</w:t>
      </w:r>
      <w:r>
        <w:rPr>
          <w:rFonts w:hint="eastAsia"/>
          <w:rtl/>
        </w:rPr>
        <w:t>لۡحِسَابِ</w:t>
      </w:r>
      <w:r>
        <w:rPr>
          <w:rtl/>
        </w:rPr>
        <w:t xml:space="preserve"> (١٩</w:t>
      </w:r>
      <w:r w:rsidR="009229E3">
        <w:rPr>
          <w:rtl/>
        </w:rPr>
        <w:t>)</w:t>
      </w:r>
    </w:p>
    <w:p w:rsidR="001A403D" w:rsidRDefault="001A403D" w:rsidP="00E36567">
      <w:pPr>
        <w:pStyle w:val="libBoldItalic"/>
      </w:pPr>
      <w:r>
        <w:t>Indeed, the religion near Allah is (only) Islam. And those who were given the Book differed only after knowledge has come to them, to transgress among themselves. And whoever disbelieves the Ayaat of Allah, then surely Allah is swift at reckoning. (19)</w:t>
      </w:r>
    </w:p>
    <w:p w:rsidR="001A403D" w:rsidRDefault="001A403D" w:rsidP="00E36567">
      <w:pPr>
        <w:pStyle w:val="libNormal"/>
      </w:pPr>
      <w:r>
        <w:t>1-No doubt, the Deen in the sight of Allah is only Islam, which is submitting to Ali ibne Abi Talib asws with his Walayat. (Imam Mohammad Baqir asws) (al-Burhan, v2, p16)</w:t>
      </w:r>
    </w:p>
    <w:p w:rsidR="001A403D" w:rsidRDefault="001A403D" w:rsidP="00E36567">
      <w:pPr>
        <w:pStyle w:val="libNormal"/>
      </w:pPr>
      <w:r>
        <w:t>2-I will define Islam as no one has defined before me nor will define after me. Islam is Tasleem, and Tasleem is Yaqeen, and Yaqeen is Tasdeeq, and Tasdeeq is Iqrar, and Iqrar is Ada, and Ada is Amal. And Momin is that who takes his Deen from his Rabb, and Eman of Momin is recognised by his Amal (practice), and Kufr of Kafir is recognised by his denial. O people! Your Deen is the Deen, because sin in it better than a good deed in other Deen, because the sin in this is forgivable, and good deed in other Deen is not acceptable. (Amirul Momineen asws) (al-Burhan, v2, p16)</w:t>
      </w:r>
    </w:p>
    <w:p w:rsidR="001A403D" w:rsidRDefault="001A403D" w:rsidP="00E36567">
      <w:pPr>
        <w:pStyle w:val="libNormal"/>
      </w:pPr>
      <w:r>
        <w:t>3-No doubt Allah has given one degree higher to Eman than Islam, as Ka’ba over Masjid-al-Haraam. (Imam Mohammad Baqir asws) (al-Burhan, v2, p16)</w:t>
      </w:r>
    </w:p>
    <w:p w:rsidR="001A403D" w:rsidRDefault="001A403D" w:rsidP="009229E3">
      <w:pPr>
        <w:pStyle w:val="libCenterBold1"/>
      </w:pPr>
      <w:r>
        <w:t>Lesson:</w:t>
      </w:r>
    </w:p>
    <w:p w:rsidR="001A403D" w:rsidRDefault="001A403D" w:rsidP="001A403D">
      <w:pPr>
        <w:pStyle w:val="libNormal"/>
      </w:pPr>
      <w:r>
        <w:t xml:space="preserve">1-Mulla is misguiding public that “Ali un Wali Ullah” is not a part of Islam but it is a part of Eman. While Islam only begins with submittal to </w:t>
      </w:r>
      <w:r>
        <w:lastRenderedPageBreak/>
        <w:t>Walayat-e-Ali asws. Do Iqrar of Walayat-e-Ali asws with tongue, with Tasdeeq in heart with Yaqeen, and pay its right with Amal.</w:t>
      </w:r>
    </w:p>
    <w:p w:rsidR="001A403D" w:rsidRDefault="001A403D" w:rsidP="001A403D">
      <w:pPr>
        <w:pStyle w:val="libNormal"/>
      </w:pPr>
      <w:r>
        <w:t>2-Take Deen from your Rabb, not from Mulla. Momin is that whose Eman-e-Walayat is obvious from his deeds. Any mistake does not harm with faith in Walayat-e-Ali asws. And who believes in Walayat of a fallible, none of his good deeds is acceptable.</w:t>
      </w:r>
    </w:p>
    <w:p w:rsidR="001A403D" w:rsidRDefault="001A403D" w:rsidP="00385B48">
      <w:pPr>
        <w:pStyle w:val="libAr"/>
      </w:pPr>
      <w:r>
        <w:rPr>
          <w:rFonts w:hint="eastAsia"/>
          <w:rtl/>
        </w:rPr>
        <w:t>وَتُخۡرِجُ</w:t>
      </w:r>
      <w:r>
        <w:rPr>
          <w:rtl/>
        </w:rPr>
        <w:t xml:space="preserve"> </w:t>
      </w:r>
      <w:r>
        <w:rPr>
          <w:rFonts w:hint="cs"/>
          <w:rtl/>
        </w:rPr>
        <w:t>ٱ</w:t>
      </w:r>
      <w:r>
        <w:rPr>
          <w:rFonts w:hint="eastAsia"/>
          <w:rtl/>
        </w:rPr>
        <w:t>لۡحَىَّ</w:t>
      </w:r>
      <w:r>
        <w:rPr>
          <w:rtl/>
        </w:rPr>
        <w:t xml:space="preserve"> مِنَ </w:t>
      </w:r>
      <w:r>
        <w:rPr>
          <w:rFonts w:hint="cs"/>
          <w:rtl/>
        </w:rPr>
        <w:t>ٱ</w:t>
      </w:r>
      <w:r>
        <w:rPr>
          <w:rFonts w:hint="eastAsia"/>
          <w:rtl/>
        </w:rPr>
        <w:t>لۡمَيِّتِ</w:t>
      </w:r>
      <w:r>
        <w:rPr>
          <w:rtl/>
        </w:rPr>
        <w:t xml:space="preserve"> وَتُخۡرِجُ </w:t>
      </w:r>
      <w:r>
        <w:rPr>
          <w:rFonts w:hint="cs"/>
          <w:rtl/>
        </w:rPr>
        <w:t>ٱ</w:t>
      </w:r>
      <w:r>
        <w:rPr>
          <w:rFonts w:hint="eastAsia"/>
          <w:rtl/>
        </w:rPr>
        <w:t>لۡمَيِّتَ</w:t>
      </w:r>
      <w:r>
        <w:rPr>
          <w:rtl/>
        </w:rPr>
        <w:t xml:space="preserve"> مِنَ </w:t>
      </w:r>
      <w:r>
        <w:rPr>
          <w:rFonts w:hint="cs"/>
          <w:rtl/>
        </w:rPr>
        <w:t>ٱ</w:t>
      </w:r>
      <w:r>
        <w:rPr>
          <w:rFonts w:hint="eastAsia"/>
          <w:rtl/>
        </w:rPr>
        <w:t>لۡحَىِّ‌ۖ</w:t>
      </w:r>
      <w:r>
        <w:rPr>
          <w:rtl/>
        </w:rPr>
        <w:t xml:space="preserve"> وَتَرۡزُقُ مَن تَشَآءُ بِغَيۡرِ حِسَابٍ۬ (٢٧</w:t>
      </w:r>
      <w:r w:rsidR="009229E3">
        <w:rPr>
          <w:rtl/>
        </w:rPr>
        <w:t>)</w:t>
      </w:r>
    </w:p>
    <w:p w:rsidR="001A403D" w:rsidRDefault="001A403D" w:rsidP="00E36567">
      <w:pPr>
        <w:pStyle w:val="libBoldItalic"/>
      </w:pPr>
      <w:r>
        <w:t>... And You bring the living out of the dead, and You bring the dead out of the living. And You give Rizq (sustenance) to whom You will without account. (27)</w:t>
      </w:r>
    </w:p>
    <w:p w:rsidR="001A403D" w:rsidRDefault="001A403D" w:rsidP="00E36567">
      <w:pPr>
        <w:pStyle w:val="libNormal"/>
      </w:pPr>
      <w:r>
        <w:t>1-No doubt, when a Momin passes away, he is not dead, but Kafir is dead. And the saying of Allah, “You bring the living out of the dead, and You bring the dead out of the living” means Momin from Kafir and Kafir from Momin. (Imam Jafar Sadiq asws) (al-Burhan, v2, p18)</w:t>
      </w:r>
    </w:p>
    <w:p w:rsidR="001A403D" w:rsidRDefault="001A403D" w:rsidP="009229E3">
      <w:pPr>
        <w:pStyle w:val="libCenterBold1"/>
      </w:pPr>
      <w:r>
        <w:t>Lesson:</w:t>
      </w:r>
    </w:p>
    <w:p w:rsidR="001A403D" w:rsidRDefault="001A403D" w:rsidP="001A403D">
      <w:pPr>
        <w:pStyle w:val="libNormal"/>
      </w:pPr>
      <w:r>
        <w:t>1-A Momin can be born in the house of a Muqassir denier of Walayat-e-Ali asws, and sometimes a Muqassir can be born in the house of a Momin. Every child is born on the Fitrat (nature) of Islam, the Walayat of Ali asws, but the shadow of Muqassir Mulla can make him denier.</w:t>
      </w:r>
    </w:p>
    <w:p w:rsidR="001A403D" w:rsidRDefault="001A403D" w:rsidP="001A403D">
      <w:pPr>
        <w:pStyle w:val="libNormal"/>
      </w:pPr>
      <w:r>
        <w:t>2-Beg from Imam-e-Zamana asws, then Allah will give abundant Rizq of Walayat-e-Ali asws. Deniers of Walayat are walking dead bodies, because life &amp; spirit is only Walayat-e-Ali asws.</w:t>
      </w:r>
    </w:p>
    <w:p w:rsidR="001A403D" w:rsidRDefault="001A403D" w:rsidP="00385B48">
      <w:pPr>
        <w:pStyle w:val="libAr"/>
      </w:pPr>
      <w:r>
        <w:rPr>
          <w:rFonts w:hint="eastAsia"/>
          <w:rtl/>
        </w:rPr>
        <w:t>قُلۡ</w:t>
      </w:r>
      <w:r>
        <w:rPr>
          <w:rtl/>
        </w:rPr>
        <w:t xml:space="preserve"> إِن كُنتُمۡ تُحِبُّونَ </w:t>
      </w:r>
      <w:r>
        <w:rPr>
          <w:rFonts w:hint="cs"/>
          <w:rtl/>
        </w:rPr>
        <w:t>ٱ</w:t>
      </w:r>
      <w:r>
        <w:rPr>
          <w:rFonts w:hint="eastAsia"/>
          <w:rtl/>
        </w:rPr>
        <w:t>للَّهَ</w:t>
      </w:r>
      <w:r>
        <w:rPr>
          <w:rtl/>
        </w:rPr>
        <w:t xml:space="preserve"> فَ</w:t>
      </w:r>
      <w:r>
        <w:rPr>
          <w:rFonts w:hint="cs"/>
          <w:rtl/>
        </w:rPr>
        <w:t>ٱ</w:t>
      </w:r>
      <w:r>
        <w:rPr>
          <w:rFonts w:hint="eastAsia"/>
          <w:rtl/>
        </w:rPr>
        <w:t>تَّبِعُونِى</w:t>
      </w:r>
      <w:r>
        <w:rPr>
          <w:rtl/>
        </w:rPr>
        <w:t xml:space="preserve"> يُحۡبِبۡكُمُ </w:t>
      </w:r>
      <w:r>
        <w:rPr>
          <w:rFonts w:hint="cs"/>
          <w:rtl/>
        </w:rPr>
        <w:t>ٱ</w:t>
      </w:r>
      <w:r>
        <w:rPr>
          <w:rFonts w:hint="eastAsia"/>
          <w:rtl/>
        </w:rPr>
        <w:t>للَّهُ</w:t>
      </w:r>
      <w:r>
        <w:rPr>
          <w:rtl/>
        </w:rPr>
        <w:t xml:space="preserve"> وَيَغۡفِرۡ لَكُمۡ ذُنُوبَكُمۡ‌ۗ وَ</w:t>
      </w:r>
      <w:r>
        <w:rPr>
          <w:rFonts w:hint="cs"/>
          <w:rtl/>
        </w:rPr>
        <w:t>ٱ</w:t>
      </w:r>
      <w:r>
        <w:rPr>
          <w:rFonts w:hint="eastAsia"/>
          <w:rtl/>
        </w:rPr>
        <w:t>للَّهُ</w:t>
      </w:r>
      <w:r>
        <w:rPr>
          <w:rtl/>
        </w:rPr>
        <w:t xml:space="preserve"> غَفُورٌ۬ رَّحِيمٌ۬ (٣١</w:t>
      </w:r>
      <w:r w:rsidR="009229E3">
        <w:rPr>
          <w:rtl/>
        </w:rPr>
        <w:t>)</w:t>
      </w:r>
    </w:p>
    <w:p w:rsidR="001A403D" w:rsidRDefault="001A403D" w:rsidP="00E36567">
      <w:pPr>
        <w:pStyle w:val="libBoldItalic"/>
      </w:pPr>
      <w:r>
        <w:t>Say, (O Muhammad sawaw): If you love Allah, then follow me; Allah will love you and forgive you your sins. And Allah is Forgiving, Merciful. (31)</w:t>
      </w:r>
    </w:p>
    <w:p w:rsidR="001A403D" w:rsidRDefault="001A403D" w:rsidP="00E36567">
      <w:pPr>
        <w:pStyle w:val="libNormal"/>
      </w:pPr>
      <w:r>
        <w:t>1-Allah says in His decisive Book, “He who obeys Rasool has obeyed Allah, but those who turn away, We have not sent you over them as a guard” (al-Nisa, v80), so declared his (sawaw) obedience as His own obedience, and his (sawaw) disobedience as His own disobedience. So this is the proof on which Allah deputed him (sawaw) and He is Witnessing that who obeys him (sawaw) and who disobeys. And in another place in the great Book Allah Tabarak wa Ta’ala says to persuade his (sawaw) obedience, and to encourage his (sawaw) testification, and to accept his (sawaw) invitation, “Say: If you love Allah, then follow me; Allah will love you and forgive you your sins”, so his (sawaw) obedience is love of Allah, and his (sawaw) pleasure &amp; happiness is forgiveness from sins, and completion of success, and being Jannah obligatory. And who turned away from him (sawaw) and departed, he went far from Allah, and Rage &amp; Wrath is on him, and abode is Fire, and same is His saying, “And whoever disbelieves in it from the factions, the Fire is his promised destination” (Hood, v17) it means who opposed and disobeyed him (sawaw). (Amirul Momineen asws) (al-Burhan, v2, p20)</w:t>
      </w:r>
    </w:p>
    <w:p w:rsidR="001A403D" w:rsidRDefault="001A403D" w:rsidP="00E36567">
      <w:pPr>
        <w:pStyle w:val="libNormal"/>
      </w:pPr>
      <w:r>
        <w:t xml:space="preserve">2-Who wants to be happy by knowing that Allah loves him, then he should perform deeds in the obedience of Allah and obey us. Have you not heard the saying of Allah Azza wa Jalla about Nabi sawaw, “Say: If you </w:t>
      </w:r>
      <w:r>
        <w:lastRenderedPageBreak/>
        <w:t>love Allah, then follow me; Allah will love you and forgive you your sins.” I swear by Allah, no one can obey Allah at all, until he enters obedience of Allah while obeying us. And I swear by Allah, no one can obey us at all, until Allah loves him. And I swear by Allah, who keep grudge to us, they never claim to obey us. And I swear by Allah, no one keeps grudge with us except who disobeys Allah. And who died in disobedience of Allah, Allah will throw him face-wards in Fire after capturing. And every praise is for Allah, the Rabb of the worlds. (Imam Jafar Sadiq asws) (al-Burhan, v2, p21)</w:t>
      </w:r>
    </w:p>
    <w:p w:rsidR="001A403D" w:rsidRDefault="001A403D" w:rsidP="00E36567">
      <w:pPr>
        <w:pStyle w:val="libNormal"/>
      </w:pPr>
      <w:r>
        <w:t>3-Deen is nothing except love, don’t you see the saying of Allah Ta’ala, “Say: If you love Allah, then follow me; Allah will love you.” (Imam Mohammad Baqir asws) (al-Burhan, v2, p22)</w:t>
      </w:r>
    </w:p>
    <w:p w:rsidR="00595365" w:rsidRDefault="001A403D" w:rsidP="001A403D">
      <w:pPr>
        <w:pStyle w:val="libNormal"/>
      </w:pPr>
      <w:r>
        <w:t>4-Imam Jafar Sadiq asws said: He does not love Allah Azza wa Jalla, who disobeys Him.</w:t>
      </w:r>
    </w:p>
    <w:p w:rsidR="00595365" w:rsidRDefault="001A403D" w:rsidP="001A403D">
      <w:pPr>
        <w:pStyle w:val="libNormal"/>
      </w:pPr>
      <w:r>
        <w:t>(then said rhyme meaning)</w:t>
      </w:r>
    </w:p>
    <w:p w:rsidR="001A403D" w:rsidRDefault="001A403D" w:rsidP="001A403D">
      <w:pPr>
        <w:pStyle w:val="libNormal"/>
      </w:pPr>
      <w:r>
        <w:t>You disobey Him but show His love,</w:t>
      </w:r>
    </w:p>
    <w:p w:rsidR="001A403D" w:rsidRDefault="001A403D" w:rsidP="001A403D">
      <w:pPr>
        <w:pStyle w:val="libNormal"/>
      </w:pPr>
      <w:r>
        <w:t>It is impossible with incompatible deeds,</w:t>
      </w:r>
    </w:p>
    <w:p w:rsidR="001A403D" w:rsidRDefault="001A403D" w:rsidP="001A403D">
      <w:pPr>
        <w:pStyle w:val="libNormal"/>
      </w:pPr>
      <w:r>
        <w:t>If your love for Him is true, must obey Him,</w:t>
      </w:r>
    </w:p>
    <w:p w:rsidR="001A403D" w:rsidRDefault="001A403D" w:rsidP="001A403D">
      <w:pPr>
        <w:pStyle w:val="libNormal"/>
      </w:pPr>
      <w:r>
        <w:t>Because, the lover obeys whom he loves.</w:t>
      </w:r>
    </w:p>
    <w:p w:rsidR="001A403D" w:rsidRDefault="001A403D" w:rsidP="00E36567">
      <w:pPr>
        <w:pStyle w:val="libNormal"/>
      </w:pPr>
      <w:r>
        <w:t>(al-Burhan, v2, p21)</w:t>
      </w:r>
    </w:p>
    <w:p w:rsidR="001A403D" w:rsidRDefault="001A403D" w:rsidP="009229E3">
      <w:pPr>
        <w:pStyle w:val="libCenterBold1"/>
      </w:pPr>
      <w:r>
        <w:t>Lesson:</w:t>
      </w:r>
    </w:p>
    <w:p w:rsidR="001A403D" w:rsidRDefault="001A403D" w:rsidP="001A403D">
      <w:pPr>
        <w:pStyle w:val="libNormal"/>
      </w:pPr>
      <w:r>
        <w:t>1-Sunnah of Rasool Allah sawaw in Qawl, Fehl, and Taqreer is Walayat-e-Ali asws. Who does not follow the Sunnah of Rasool sawaw, he is disobedient to Allah.</w:t>
      </w:r>
    </w:p>
    <w:p w:rsidR="001A403D" w:rsidRDefault="001A403D" w:rsidP="001A403D">
      <w:pPr>
        <w:pStyle w:val="libNormal"/>
      </w:pPr>
      <w:r>
        <w:t>2-It is not right to claim the love of Mohammad-o-Aal-e-Mohammad asws only verbally without practical, if love is true then obey Masumeen asws.</w:t>
      </w:r>
    </w:p>
    <w:p w:rsidR="001A403D" w:rsidRDefault="001A403D" w:rsidP="001A403D">
      <w:pPr>
        <w:pStyle w:val="libNormal"/>
      </w:pPr>
      <w:r>
        <w:t>3-Deen of Allah is only and only love &amp; devotion of Masumeen asws.</w:t>
      </w:r>
    </w:p>
    <w:p w:rsidR="001A403D" w:rsidRDefault="001A403D" w:rsidP="00385B48">
      <w:pPr>
        <w:pStyle w:val="libAr"/>
      </w:pPr>
      <w:r>
        <w:rPr>
          <w:rFonts w:hint="eastAsia"/>
          <w:rtl/>
        </w:rPr>
        <w:t>إِنَّ</w:t>
      </w:r>
      <w:r>
        <w:rPr>
          <w:rtl/>
        </w:rPr>
        <w:t xml:space="preserve"> </w:t>
      </w:r>
      <w:r>
        <w:rPr>
          <w:rFonts w:hint="cs"/>
          <w:rtl/>
        </w:rPr>
        <w:t>ٱ</w:t>
      </w:r>
      <w:r>
        <w:rPr>
          <w:rFonts w:hint="eastAsia"/>
          <w:rtl/>
        </w:rPr>
        <w:t>للَّهَ</w:t>
      </w:r>
      <w:r>
        <w:rPr>
          <w:rtl/>
        </w:rPr>
        <w:t xml:space="preserve"> </w:t>
      </w:r>
      <w:r>
        <w:rPr>
          <w:rFonts w:hint="cs"/>
          <w:rtl/>
        </w:rPr>
        <w:t>ٱ</w:t>
      </w:r>
      <w:r>
        <w:rPr>
          <w:rFonts w:hint="eastAsia"/>
          <w:rtl/>
        </w:rPr>
        <w:t>صۡطَفَىٰٓ</w:t>
      </w:r>
      <w:r>
        <w:rPr>
          <w:rtl/>
        </w:rPr>
        <w:t xml:space="preserve"> ءَادَمَ وَنُوحً۬ا وَءَالَ إِبۡرَ</w:t>
      </w:r>
      <w:r w:rsidR="005B7B9E" w:rsidRPr="005B7B9E">
        <w:rPr>
          <w:rFonts w:hint="cs"/>
          <w:rtl/>
        </w:rPr>
        <w:t>ا</w:t>
      </w:r>
      <w:r>
        <w:rPr>
          <w:rFonts w:hint="eastAsia"/>
          <w:rtl/>
        </w:rPr>
        <w:t>هِيمَ</w:t>
      </w:r>
      <w:r>
        <w:rPr>
          <w:rtl/>
        </w:rPr>
        <w:t xml:space="preserve"> وَءَالَ عِمۡرَ</w:t>
      </w:r>
      <w:r w:rsidR="005B7B9E" w:rsidRPr="005B7B9E">
        <w:rPr>
          <w:rFonts w:hint="cs"/>
          <w:rtl/>
        </w:rPr>
        <w:t>ا</w:t>
      </w:r>
      <w:r>
        <w:rPr>
          <w:rFonts w:hint="eastAsia"/>
          <w:rtl/>
        </w:rPr>
        <w:t>نَ</w:t>
      </w:r>
      <w:r>
        <w:rPr>
          <w:rtl/>
        </w:rPr>
        <w:t xml:space="preserve"> عَلَى </w:t>
      </w:r>
      <w:r>
        <w:rPr>
          <w:rFonts w:hint="cs"/>
          <w:rtl/>
        </w:rPr>
        <w:t>ٱ</w:t>
      </w:r>
      <w:r>
        <w:rPr>
          <w:rFonts w:hint="eastAsia"/>
          <w:rtl/>
        </w:rPr>
        <w:t>لۡعَـٰلَمِينَ</w:t>
      </w:r>
      <w:r>
        <w:rPr>
          <w:rtl/>
        </w:rPr>
        <w:t xml:space="preserve"> (٣٣</w:t>
      </w:r>
      <w:r w:rsidR="009229E3">
        <w:rPr>
          <w:rtl/>
        </w:rPr>
        <w:t>)</w:t>
      </w:r>
      <w:r>
        <w:rPr>
          <w:rtl/>
        </w:rPr>
        <w:t xml:space="preserve"> ذُرِّيَّةَۢ بَعۡضُ</w:t>
      </w:r>
      <w:r w:rsidR="001E6BAB" w:rsidRPr="001E6BAB">
        <w:rPr>
          <w:rFonts w:hint="cs"/>
          <w:rtl/>
        </w:rPr>
        <w:t>ه</w:t>
      </w:r>
      <w:r w:rsidRPr="00595365">
        <w:rPr>
          <w:rFonts w:hint="cs"/>
          <w:rtl/>
        </w:rPr>
        <w:t>ا مِنۢ بَعۡضٍ۬‌ۗ وَ</w:t>
      </w:r>
      <w:r>
        <w:rPr>
          <w:rFonts w:hint="cs"/>
          <w:rtl/>
        </w:rPr>
        <w:t>ٱ</w:t>
      </w:r>
      <w:r>
        <w:rPr>
          <w:rFonts w:hint="eastAsia"/>
          <w:rtl/>
        </w:rPr>
        <w:t>للَّهُ</w:t>
      </w:r>
      <w:r>
        <w:rPr>
          <w:rtl/>
        </w:rPr>
        <w:t xml:space="preserve"> سَمِيعٌ عَلِيمٌ (٣٤</w:t>
      </w:r>
      <w:r w:rsidR="009229E3">
        <w:rPr>
          <w:rtl/>
        </w:rPr>
        <w:t>)</w:t>
      </w:r>
    </w:p>
    <w:p w:rsidR="001A403D" w:rsidRDefault="001A403D" w:rsidP="00E36567">
      <w:pPr>
        <w:pStyle w:val="libBoldItalic"/>
      </w:pPr>
      <w:r>
        <w:t>No doubt, Allah chose Adam and Nuh and the family of Ibraheem and the family of Imran above the worlds (creations). (33) They are descendants one of another. And Allah is Hearer, Knower. (34)</w:t>
      </w:r>
    </w:p>
    <w:p w:rsidR="001A403D" w:rsidRDefault="001A403D" w:rsidP="00E36567">
      <w:pPr>
        <w:pStyle w:val="libNormal"/>
      </w:pPr>
      <w:r>
        <w:t>1-Mamoon asked: Did Allah gave superiority to Itrat (Aal-e-Mohammad asws) over the whole Ummah? Imam Ali Raza asws said: No doubt, Allah Azza wa Jalla has made clear the superiority of Itrat asws over all the people in His decisive Book, Allah says, “No doubt, Allah has chosen Adam, and Nuh, and Aal-e-Ibraheem, and Aal-e-Imran obove the worlds, they are descendants one of another.” It means Itrat asws is included in Aal-e-Ibraheem (a.s.), because Rasool Allah sawaw is from the progeny of Ibraheem (a.s.), and he (sawaw) is Dua of Ibraheem (a.s.). (Imam Ali Raza asws) (al-Burhan, v2, p24)</w:t>
      </w:r>
    </w:p>
    <w:p w:rsidR="001A403D" w:rsidRDefault="001A403D" w:rsidP="001A403D">
      <w:pPr>
        <w:pStyle w:val="libNormal"/>
      </w:pPr>
      <w:r>
        <w:t xml:space="preserve">2-People has ignored the saying of Rasool Allah sawaw on the day of Ghadeer-e-Khum about Ali asws, as they ignored the incident of house of Umme Ibraheem (s.a.). People were coming to visit Rasool Allah sawaw, when Ali asws came, he wanted to go near Rasool Allah sawaw but could not find place. When Rasool Allah sawaw saw that they are not giving place </w:t>
      </w:r>
      <w:r>
        <w:lastRenderedPageBreak/>
        <w:t>to Ali asws, he (sawaw) called loud, “O people, make space for Ali asws”, and took his hand, and made him sit on his bed. And said: O people, he is my Ahlul Bait asws, you are considering him light while I am present among you alive, and what will happen when I will be Ghaib (not visible) from you, while in fact we do not disappear. No doubt, spirit and delight, and pleasure, and happiness, and glad news, and affection, and love is for him who keeps connection with Ali asws and his Walayat, and accepts it, and after him for his Aosiya asws, who are Haqq, they are partner in my intercession, because they follow me, and who follows me, he is from me; as who follows Ibraheem (a.s.) he is from Ibraheem (a.s.), and Ibraheem (a.s.) is from me, and his Deen is my Deen, and my Deen is his Deen, and his Sunnah is my Sunnah, and his merit is my merit, and I am superior to him, and my merit is his merit, and its attestation is saying of Allah, “They are descendants one of another. And Allah is Hearer, Knower.”</w:t>
      </w:r>
    </w:p>
    <w:p w:rsidR="001A403D" w:rsidRDefault="001A403D" w:rsidP="00E36567">
      <w:pPr>
        <w:pStyle w:val="libNormal"/>
      </w:pPr>
      <w:r>
        <w:t>Rasool Allah sawaw said this while he was in the chamber of Umme Ibraheem (s.a.), and people were coming to visit him (for sickness). (Imam Jafar Sadiq asws) (al-Burhan, v2, p25)</w:t>
      </w:r>
    </w:p>
    <w:p w:rsidR="001A403D" w:rsidRDefault="001A403D" w:rsidP="009229E3">
      <w:pPr>
        <w:pStyle w:val="libCenterBold1"/>
      </w:pPr>
      <w:r>
        <w:t>Lesson:</w:t>
      </w:r>
    </w:p>
    <w:p w:rsidR="001A403D" w:rsidRDefault="001A403D" w:rsidP="001A403D">
      <w:pPr>
        <w:pStyle w:val="libNormal"/>
      </w:pPr>
      <w:r>
        <w:t>1-Aal-e-Ibraheem (a.s.) are Mohammad-o-Aal-e-Mohammad asws &amp; their holy forefathers. Aal-e-Imran Abu Talib (asws) are Aal-e-Mohammad asws, who are superior to all the creations.</w:t>
      </w:r>
    </w:p>
    <w:p w:rsidR="001A403D" w:rsidRDefault="001A403D" w:rsidP="001A403D">
      <w:pPr>
        <w:pStyle w:val="libNormal"/>
      </w:pPr>
      <w:r>
        <w:t>2-From Allah, spirit, happiness, success, salvation, blessing, forgiveness, peace, good news, spirituality, pleasure, nearness, help, satisfaction, delight, love, and affection is only for him who loves Maola Ali asws as his Wali (guardian), and keeps in touch with him, and keeps steadfast on it and gives testimony of his Walayat and his Aosiya asws after him, so Rasool Allah sawaw will intercede for him and Allah will accept it.</w:t>
      </w:r>
    </w:p>
    <w:p w:rsidR="001A403D" w:rsidRDefault="001A403D" w:rsidP="001A403D">
      <w:pPr>
        <w:pStyle w:val="libNormal"/>
      </w:pPr>
      <w:r>
        <w:t>3-The Sunnah of Allah never changes. Deen is only Islam from ever. Deen of Ibraheem (a.s.) is same as Deen of Mohammad Rasool Allah sawaw. To deceive the public, Muqassir Mulla says that laws of Shariah keep changing, so my Fatwa is right for the present situation.</w:t>
      </w:r>
    </w:p>
    <w:p w:rsidR="001A403D" w:rsidRDefault="001A403D" w:rsidP="00385B48">
      <w:pPr>
        <w:pStyle w:val="libAr"/>
      </w:pPr>
      <w:r>
        <w:rPr>
          <w:rFonts w:hint="eastAsia"/>
          <w:rtl/>
        </w:rPr>
        <w:t>كُلَّمَا</w:t>
      </w:r>
      <w:r>
        <w:rPr>
          <w:rtl/>
        </w:rPr>
        <w:t xml:space="preserve"> دَخَلَ عَلَيۡهَا زَكَرِيَّا </w:t>
      </w:r>
      <w:r>
        <w:rPr>
          <w:rFonts w:hint="cs"/>
          <w:rtl/>
        </w:rPr>
        <w:t>ٱ</w:t>
      </w:r>
      <w:r>
        <w:rPr>
          <w:rFonts w:hint="eastAsia"/>
          <w:rtl/>
        </w:rPr>
        <w:t>لۡمِحۡرَابَ</w:t>
      </w:r>
      <w:r>
        <w:rPr>
          <w:rtl/>
        </w:rPr>
        <w:t xml:space="preserve"> وَجَدَ عِندَهَا رِزۡقً۬ا‌ۖ قَالَ-- يَـٰمَرۡيَمُ أَنَّىٰ لَكِ هَـٰذَا‌ۖ قَالَتۡ هُوَ مِنۡ عِندِ </w:t>
      </w:r>
      <w:r>
        <w:rPr>
          <w:rFonts w:hint="cs"/>
          <w:rtl/>
        </w:rPr>
        <w:t>ٱ</w:t>
      </w:r>
      <w:r>
        <w:rPr>
          <w:rFonts w:hint="eastAsia"/>
          <w:rtl/>
        </w:rPr>
        <w:t>للَّهِ‌ۖ</w:t>
      </w:r>
      <w:r>
        <w:rPr>
          <w:rtl/>
        </w:rPr>
        <w:t xml:space="preserve"> إِنَّ </w:t>
      </w:r>
      <w:r>
        <w:rPr>
          <w:rFonts w:hint="cs"/>
          <w:rtl/>
        </w:rPr>
        <w:t>ٱ</w:t>
      </w:r>
      <w:r>
        <w:rPr>
          <w:rFonts w:hint="eastAsia"/>
          <w:rtl/>
        </w:rPr>
        <w:t>للَّهَ</w:t>
      </w:r>
      <w:r>
        <w:rPr>
          <w:rtl/>
        </w:rPr>
        <w:t xml:space="preserve"> يَرۡزُقُ مَن يَشَآءُ بِغَيۡرِ حِسَابٍ (٣٧</w:t>
      </w:r>
      <w:r w:rsidR="009229E3">
        <w:rPr>
          <w:rtl/>
        </w:rPr>
        <w:t>)</w:t>
      </w:r>
    </w:p>
    <w:p w:rsidR="001A403D" w:rsidRDefault="001A403D" w:rsidP="00E36567">
      <w:pPr>
        <w:pStyle w:val="libBoldItalic"/>
      </w:pPr>
      <w:r>
        <w:t>...Every time Zakaria entered her prayer chamber, he found with her provision (food). He said: O Mariyam! From where this (comes) for you? She said: It is from Allah. Allah gives without account to whom He wills. (37)</w:t>
      </w:r>
    </w:p>
    <w:p w:rsidR="001A403D" w:rsidRDefault="001A403D" w:rsidP="00E36567">
      <w:pPr>
        <w:pStyle w:val="libNormal"/>
      </w:pPr>
      <w:r>
        <w:t xml:space="preserve">1-When Jafar bin Abi Talib asws returned from Habshah, he met Rasool Allah sawaw at Khaiber. Rasool Allah sawaw said: Should I celebrate the victory of Khaiber or more than that the return of Jafar asws! Jafar asws presented him (sawaw) perfume and velvet cloth woven with gold thread. He (sawaw) said: I will give this cloth only to him who loves Allah &amp; His Rasool sawaw, and Allah &amp; His Rasool sawaw loves him. Companions raised their necks. Rasool Allah sawaw said: Where is Ali asws? Ammar Yasir (a.s.) stood up quickly and called Ali asws. Rasool Allah sawaw said: Ya Ali asws, you can take this velvet cloth. Ali asws hardly waited to reach </w:t>
      </w:r>
      <w:r>
        <w:lastRenderedPageBreak/>
        <w:t>Madina, and went straight to the goldsmith in the bazaar of Madina towards Baqeh, and ordered him to separate the gold threads (wires) from the cloth, and its weight was equal to one thousand Misqal (about the weight of 1500 Dirhams) gold. Which he distributed among the poor of Muhajireen and Ansaar, and did not save anything for himself, and returned to his home. In the morning he met Rasool Allah sawaw and some companions, and Rasool Allah sawaw said: Yesterday you got one thousand Misqal gold, invite me and my companions today. Imam Ali asws did not have any gold or silver that day, but answered in his respect and honour: Ya Rasool Allah sawaw welcome, please come in who are with you. Rasool Allah sawaw entered, and told Huzaifa, Ammar, Salman, Abu Zarr, and Miqdad to come in as well. Ali asws went to Syyeda Fatima Zahra asws that perhaps can find something to eat. He saw that a big pot is lying in the house filled with Sureed, containing meat and soup. Ali asws brought it and put it in front of Rasool Allah sawaw. Everybody ate to full stomach, but nothing became less from it. Rasool Allah sawaw stood up and went to Syyeda Fatima asws and said: O Fatima asws, from where this came to you? Syyeda asws said: It came from Allah, He gives without account to whom He wills. Tears came in the eyes of Rasool Allah sawaw and said: Every praise to Allah, I saw for my daughter what Zakaria (a.s.) saw for Mariyam (s.a.), “Every time Zakaria entered her prayer chamber, he found with her provision (food). He said: O Mariyam! From where this (comes) for you? She said: It is from Allah. Allah gives without account to whom He wills.” (al-Burhan, v2, p31)</w:t>
      </w:r>
    </w:p>
    <w:p w:rsidR="001A403D" w:rsidRDefault="001A403D" w:rsidP="00E36567">
      <w:pPr>
        <w:pStyle w:val="libNormal"/>
      </w:pPr>
      <w:r>
        <w:t>2-Imam Ali asws asked one day: Ya Fatima asws, do you have something? She said: I swear, there is nothing for three days that I can give you to eat. He said: Why did not you tell me? Syyeda asws said: Rasool Allah sawaw forbade me not to ask you for anything, he (sawaw) said, “Do not demand anything from son of my uncle, if he brings something be grateful, but never demand.” Imam Ali asws went out and took one Dinar as loan from somebody. It was evening time, Miqdad met and Maola asws asked: For what you are out at this time? He said: O Amirul Momineen asws, due to hunger. Ali asws gave Dinar to him, and returned home, and saw that Rasool Allah sawaw is sitting and Syyeda Fatima Zahra asws is praying, and there is something lying covered in between them. After finishing, Syyeda asws presented that thing which was a big pot containing bread &amp; meat. Said: O Fatima asws, from where this came for you? Replied: This is from Allah, surely Allah gives without account to whom He wills. Rasool Allah sawaw said: Let me tell the example of both of you, that every time Zakaria (a.s.) entered the chamber of Mariyam (a.s.), found food there and asked, “O Mariyam, from where this came for you?” and she said, “This is from Allah, certainly He gives without account whom He wills.” Syyeda Fatima asws and Imam Ali asws ate from it for a month, that pot is with Masumeen asws, and Imam Qaim asws will eat from it as well. (Imam Mohammad Baqir asws) (al-Burhan, v2, p31)</w:t>
      </w:r>
    </w:p>
    <w:p w:rsidR="001A403D" w:rsidRDefault="001A403D" w:rsidP="009229E3">
      <w:pPr>
        <w:pStyle w:val="libCenterBold1"/>
      </w:pPr>
      <w:r>
        <w:t>Lesson:</w:t>
      </w:r>
    </w:p>
    <w:p w:rsidR="001A403D" w:rsidRDefault="001A403D" w:rsidP="001A403D">
      <w:pPr>
        <w:pStyle w:val="libNormal"/>
      </w:pPr>
      <w:r>
        <w:t xml:space="preserve">1-Rasool Allah sawaw has double love for Jafar asws and Aqeel asws. One is their own dignity &amp; status, and second they are the great sons of Abu </w:t>
      </w:r>
      <w:r>
        <w:lastRenderedPageBreak/>
        <w:t>Talib asws. Rasool Allah sawaw was more happy to meet Jafar asws than the victory of Khaiber.</w:t>
      </w:r>
    </w:p>
    <w:p w:rsidR="001A403D" w:rsidRDefault="001A403D" w:rsidP="001A403D">
      <w:pPr>
        <w:pStyle w:val="libNormal"/>
      </w:pPr>
      <w:r>
        <w:t>2-Rasool Allah sawaw wanted to show to the companions that Ali asws does not keep wealth for even a single day, he gives away in the Way of Allah. And Syyeda Fatima Zahra asws is the chief of the ladies of the worlds, including infallible ladies as well.</w:t>
      </w:r>
    </w:p>
    <w:p w:rsidR="001A403D" w:rsidRDefault="001A403D" w:rsidP="00385B48">
      <w:pPr>
        <w:pStyle w:val="libAr"/>
      </w:pPr>
      <w:r>
        <w:rPr>
          <w:rFonts w:hint="eastAsia"/>
          <w:rtl/>
        </w:rPr>
        <w:t>وَإِذۡ</w:t>
      </w:r>
      <w:r>
        <w:rPr>
          <w:rtl/>
        </w:rPr>
        <w:t xml:space="preserve"> قَالَتِ </w:t>
      </w:r>
      <w:r>
        <w:rPr>
          <w:rFonts w:hint="cs"/>
          <w:rtl/>
        </w:rPr>
        <w:t>ٱ</w:t>
      </w:r>
      <w:r>
        <w:rPr>
          <w:rFonts w:hint="eastAsia"/>
          <w:rtl/>
        </w:rPr>
        <w:t>لۡمَلَـٰٓ</w:t>
      </w:r>
      <w:r>
        <w:rPr>
          <w:rFonts w:hint="cs"/>
          <w:rtl/>
        </w:rPr>
        <w:t>ٮِٕ</w:t>
      </w:r>
      <w:r w:rsidR="001E6BAB" w:rsidRPr="001E6BAB">
        <w:rPr>
          <w:rFonts w:hint="cs"/>
          <w:rtl/>
        </w:rPr>
        <w:t>ک</w:t>
      </w:r>
      <w:r>
        <w:rPr>
          <w:rFonts w:hint="eastAsia"/>
          <w:rtl/>
        </w:rPr>
        <w:t>ةُ</w:t>
      </w:r>
      <w:r>
        <w:rPr>
          <w:rtl/>
        </w:rPr>
        <w:t xml:space="preserve"> يَـٰمَرۡيَمُ إِنَّ </w:t>
      </w:r>
      <w:r>
        <w:rPr>
          <w:rFonts w:hint="cs"/>
          <w:rtl/>
        </w:rPr>
        <w:t>ٱ</w:t>
      </w:r>
      <w:r>
        <w:rPr>
          <w:rFonts w:hint="eastAsia"/>
          <w:rtl/>
        </w:rPr>
        <w:t>للَّهَ</w:t>
      </w:r>
      <w:r>
        <w:rPr>
          <w:rtl/>
        </w:rPr>
        <w:t xml:space="preserve"> </w:t>
      </w:r>
      <w:r>
        <w:rPr>
          <w:rFonts w:hint="cs"/>
          <w:rtl/>
        </w:rPr>
        <w:t>ٱ</w:t>
      </w:r>
      <w:r>
        <w:rPr>
          <w:rFonts w:hint="eastAsia"/>
          <w:rtl/>
        </w:rPr>
        <w:t>صۡطَفَ</w:t>
      </w:r>
      <w:r>
        <w:rPr>
          <w:rFonts w:hint="cs"/>
          <w:rtl/>
        </w:rPr>
        <w:t>ٮٰ</w:t>
      </w:r>
      <w:r>
        <w:rPr>
          <w:rFonts w:hint="eastAsia"/>
          <w:rtl/>
        </w:rPr>
        <w:t>كِ</w:t>
      </w:r>
      <w:r>
        <w:rPr>
          <w:rtl/>
        </w:rPr>
        <w:t xml:space="preserve"> وَطَهَّرَكِ وَ</w:t>
      </w:r>
      <w:r>
        <w:rPr>
          <w:rFonts w:hint="cs"/>
          <w:rtl/>
        </w:rPr>
        <w:t>ٱ</w:t>
      </w:r>
      <w:r>
        <w:rPr>
          <w:rFonts w:hint="eastAsia"/>
          <w:rtl/>
        </w:rPr>
        <w:t>صۡطَفَ</w:t>
      </w:r>
      <w:r>
        <w:rPr>
          <w:rFonts w:hint="cs"/>
          <w:rtl/>
        </w:rPr>
        <w:t>ٮٰ</w:t>
      </w:r>
      <w:r>
        <w:rPr>
          <w:rFonts w:hint="eastAsia"/>
          <w:rtl/>
        </w:rPr>
        <w:t>كِ</w:t>
      </w:r>
      <w:r>
        <w:rPr>
          <w:rtl/>
        </w:rPr>
        <w:t xml:space="preserve"> عَلَىٰ نِسَآءِ </w:t>
      </w:r>
      <w:r>
        <w:rPr>
          <w:rFonts w:hint="cs"/>
          <w:rtl/>
        </w:rPr>
        <w:t>ٱ</w:t>
      </w:r>
      <w:r>
        <w:rPr>
          <w:rFonts w:hint="eastAsia"/>
          <w:rtl/>
        </w:rPr>
        <w:t>لۡعَـٰلَمِينَ</w:t>
      </w:r>
      <w:r>
        <w:rPr>
          <w:rtl/>
        </w:rPr>
        <w:t xml:space="preserve"> (٤٢</w:t>
      </w:r>
      <w:r w:rsidR="009229E3">
        <w:rPr>
          <w:rtl/>
        </w:rPr>
        <w:t>)</w:t>
      </w:r>
    </w:p>
    <w:p w:rsidR="001A403D" w:rsidRDefault="001A403D" w:rsidP="00E36567">
      <w:pPr>
        <w:pStyle w:val="libBoldItalic"/>
      </w:pPr>
      <w:r>
        <w:t>And when the angels said: O Mariyam! Certainly Allah has chosen you and made you pure, and has chosen you above the women of the worlds. (42)</w:t>
      </w:r>
    </w:p>
    <w:p w:rsidR="001A403D" w:rsidRDefault="001A403D" w:rsidP="00E36567">
      <w:pPr>
        <w:pStyle w:val="libNormal"/>
      </w:pPr>
      <w:r>
        <w:t>1-Mufazzal asked Imam Jafar Sadiq asws: What is the saying of Rasool Allah sawaw about Syyeda Fatima Zahra asws that she is the chief of all the women of the worlds or the women of her time? Imam asws said: She was Mariyam (s.a.) who was the chief of the women of her time, and Fatima asws is the chief of all the women of the worlds, first and the last ones, all of them. (al-Burhan, v2, p31)</w:t>
      </w:r>
    </w:p>
    <w:p w:rsidR="001A403D" w:rsidRDefault="001A403D" w:rsidP="009229E3">
      <w:pPr>
        <w:pStyle w:val="libCenterBold1"/>
      </w:pPr>
      <w:r>
        <w:t>Lesson:</w:t>
      </w:r>
    </w:p>
    <w:p w:rsidR="001A403D" w:rsidRDefault="001A403D" w:rsidP="001A403D">
      <w:pPr>
        <w:pStyle w:val="libNormal"/>
      </w:pPr>
      <w:r>
        <w:t>1-Muqassir Mulla who does not consider the Haqq claim of Syyeda-e-Kaonain asws, he is certainly the product of partnership of Shaitan. Syyeda asws is authority over all the companions of Jannah (men, ladies, Hoors, Ghilmans, Angels, etc.). Who opposes Masoom asws from any aspect, can he even smell Jannah? Never at all.</w:t>
      </w:r>
    </w:p>
    <w:p w:rsidR="001A403D" w:rsidRDefault="001A403D" w:rsidP="00385B48">
      <w:pPr>
        <w:pStyle w:val="libAr"/>
      </w:pPr>
      <w:r>
        <w:rPr>
          <w:rFonts w:hint="eastAsia"/>
          <w:rtl/>
        </w:rPr>
        <w:t>وَرَسُولاً</w:t>
      </w:r>
      <w:r>
        <w:rPr>
          <w:rtl/>
        </w:rPr>
        <w:t xml:space="preserve"> إِلَىٰ بَنِىٓ إِسۡرَ</w:t>
      </w:r>
      <w:r w:rsidR="005B7B9E" w:rsidRPr="005B7B9E">
        <w:rPr>
          <w:rFonts w:hint="cs"/>
          <w:rtl/>
        </w:rPr>
        <w:t>ا</w:t>
      </w:r>
      <w:r w:rsidRPr="00595365">
        <w:rPr>
          <w:rFonts w:hint="cs"/>
          <w:rtl/>
        </w:rPr>
        <w:t>ٓ</w:t>
      </w:r>
      <w:r>
        <w:rPr>
          <w:rFonts w:hint="eastAsia"/>
          <w:rtl/>
        </w:rPr>
        <w:t>ءِيلَ</w:t>
      </w:r>
      <w:r>
        <w:rPr>
          <w:rtl/>
        </w:rPr>
        <w:t xml:space="preserve"> أَنِّى قَدۡ جِئۡتُكُم بِـَٔايَةٍ۬ مِّن رَّبِّ</w:t>
      </w:r>
      <w:r w:rsidR="001E6BAB" w:rsidRPr="001E6BAB">
        <w:rPr>
          <w:rFonts w:hint="cs"/>
          <w:rtl/>
        </w:rPr>
        <w:t>ک</w:t>
      </w:r>
      <w:r>
        <w:rPr>
          <w:rFonts w:hint="eastAsia"/>
          <w:rtl/>
        </w:rPr>
        <w:t>مۡ‌ۖ</w:t>
      </w:r>
      <w:r>
        <w:rPr>
          <w:rtl/>
        </w:rPr>
        <w:t xml:space="preserve"> أَنِّىٓ أَخۡلُقُ لَ</w:t>
      </w:r>
      <w:r w:rsidR="001E6BAB" w:rsidRPr="001E6BAB">
        <w:rPr>
          <w:rFonts w:hint="cs"/>
          <w:rtl/>
        </w:rPr>
        <w:t>ک</w:t>
      </w:r>
      <w:r>
        <w:rPr>
          <w:rFonts w:hint="eastAsia"/>
          <w:rtl/>
        </w:rPr>
        <w:t>م</w:t>
      </w:r>
      <w:r>
        <w:rPr>
          <w:rtl/>
        </w:rPr>
        <w:t xml:space="preserve"> مِّنَ </w:t>
      </w:r>
      <w:r>
        <w:rPr>
          <w:rFonts w:hint="cs"/>
          <w:rtl/>
        </w:rPr>
        <w:t>ٱ</w:t>
      </w:r>
      <w:r>
        <w:rPr>
          <w:rFonts w:hint="eastAsia"/>
          <w:rtl/>
        </w:rPr>
        <w:t>لطِّينِ</w:t>
      </w:r>
      <w:r>
        <w:rPr>
          <w:rtl/>
        </w:rPr>
        <w:t xml:space="preserve"> كَهَيۡـَٔةِ </w:t>
      </w:r>
      <w:r>
        <w:rPr>
          <w:rFonts w:hint="cs"/>
          <w:rtl/>
        </w:rPr>
        <w:t>ٱ</w:t>
      </w:r>
      <w:r>
        <w:rPr>
          <w:rFonts w:hint="eastAsia"/>
          <w:rtl/>
        </w:rPr>
        <w:t>لطَّيۡرِ</w:t>
      </w:r>
      <w:r>
        <w:rPr>
          <w:rtl/>
        </w:rPr>
        <w:t xml:space="preserve"> فَأَنفُخُ فِيهِ فَيَكُونُ طَيۡرَۢا بِإِذۡنِ </w:t>
      </w:r>
      <w:r>
        <w:rPr>
          <w:rFonts w:hint="cs"/>
          <w:rtl/>
        </w:rPr>
        <w:t>ٱ</w:t>
      </w:r>
      <w:r>
        <w:rPr>
          <w:rFonts w:hint="eastAsia"/>
          <w:rtl/>
        </w:rPr>
        <w:t>للَّهِ‌ۖ</w:t>
      </w:r>
      <w:r>
        <w:rPr>
          <w:rtl/>
        </w:rPr>
        <w:t xml:space="preserve"> وَأُبۡرِئُ </w:t>
      </w:r>
      <w:r>
        <w:rPr>
          <w:rFonts w:hint="cs"/>
          <w:rtl/>
        </w:rPr>
        <w:t>ٱ</w:t>
      </w:r>
      <w:r>
        <w:rPr>
          <w:rFonts w:hint="eastAsia"/>
          <w:rtl/>
        </w:rPr>
        <w:t>لۡأَ</w:t>
      </w:r>
      <w:r w:rsidR="001E6BAB" w:rsidRPr="001E6BAB">
        <w:rPr>
          <w:rFonts w:hint="cs"/>
          <w:rtl/>
        </w:rPr>
        <w:t>ک</w:t>
      </w:r>
      <w:r w:rsidRPr="00595365">
        <w:rPr>
          <w:rFonts w:hint="cs"/>
          <w:rtl/>
        </w:rPr>
        <w:t>ۡ</w:t>
      </w:r>
      <w:r>
        <w:rPr>
          <w:rFonts w:hint="eastAsia"/>
          <w:rtl/>
        </w:rPr>
        <w:t>مَهَ</w:t>
      </w:r>
      <w:r>
        <w:rPr>
          <w:rtl/>
        </w:rPr>
        <w:t xml:space="preserve"> وَ</w:t>
      </w:r>
      <w:r>
        <w:rPr>
          <w:rFonts w:hint="cs"/>
          <w:rtl/>
        </w:rPr>
        <w:t>ٱ</w:t>
      </w:r>
      <w:r>
        <w:rPr>
          <w:rFonts w:hint="eastAsia"/>
          <w:rtl/>
        </w:rPr>
        <w:t>لۡأَبۡرَصَ</w:t>
      </w:r>
      <w:r>
        <w:rPr>
          <w:rtl/>
        </w:rPr>
        <w:t xml:space="preserve"> وَأُحۡىِ </w:t>
      </w:r>
      <w:r>
        <w:rPr>
          <w:rFonts w:hint="cs"/>
          <w:rtl/>
        </w:rPr>
        <w:t>ٱ</w:t>
      </w:r>
      <w:r>
        <w:rPr>
          <w:rFonts w:hint="eastAsia"/>
          <w:rtl/>
        </w:rPr>
        <w:t>لۡمَوۡتَىٰ</w:t>
      </w:r>
      <w:r>
        <w:rPr>
          <w:rtl/>
        </w:rPr>
        <w:t xml:space="preserve"> بِإِذۡنِ </w:t>
      </w:r>
      <w:r>
        <w:rPr>
          <w:rFonts w:hint="cs"/>
          <w:rtl/>
        </w:rPr>
        <w:t>ٱ</w:t>
      </w:r>
      <w:r>
        <w:rPr>
          <w:rFonts w:hint="eastAsia"/>
          <w:rtl/>
        </w:rPr>
        <w:t>للَّهِ‌ۖ</w:t>
      </w:r>
      <w:r>
        <w:rPr>
          <w:rtl/>
        </w:rPr>
        <w:t xml:space="preserve"> وَأُنَبِّئُكُم بِمَا تَأۡكُلُونَ وَمَا تَدَّخِرُونَ فِى بُيُوتِ</w:t>
      </w:r>
      <w:r w:rsidR="001E6BAB" w:rsidRPr="001E6BAB">
        <w:rPr>
          <w:rFonts w:hint="cs"/>
          <w:rtl/>
        </w:rPr>
        <w:t>ک</w:t>
      </w:r>
      <w:r>
        <w:rPr>
          <w:rFonts w:hint="eastAsia"/>
          <w:rtl/>
        </w:rPr>
        <w:t>مۡ‌ۚ</w:t>
      </w:r>
      <w:r>
        <w:rPr>
          <w:rtl/>
        </w:rPr>
        <w:t xml:space="preserve"> إِنَّ فِى ذَ</w:t>
      </w:r>
      <w:r w:rsidR="005B7B9E" w:rsidRPr="005B7B9E">
        <w:rPr>
          <w:rFonts w:hint="cs"/>
          <w:rtl/>
        </w:rPr>
        <w:t>ا</w:t>
      </w:r>
      <w:r>
        <w:rPr>
          <w:rFonts w:hint="eastAsia"/>
          <w:rtl/>
        </w:rPr>
        <w:t>لِكَ</w:t>
      </w:r>
      <w:r>
        <w:rPr>
          <w:rtl/>
        </w:rPr>
        <w:t xml:space="preserve"> لَأَيَةً۬ لَّكُمۡ إِن كُنتُم مُّؤۡمِنِينَ (٤٩</w:t>
      </w:r>
      <w:r w:rsidR="009229E3">
        <w:rPr>
          <w:rtl/>
        </w:rPr>
        <w:t>)</w:t>
      </w:r>
    </w:p>
    <w:p w:rsidR="001A403D" w:rsidRDefault="001A403D" w:rsidP="00E36567">
      <w:pPr>
        <w:pStyle w:val="libBoldItalic"/>
      </w:pPr>
      <w:r>
        <w:t>And (will be) a Messenger to the Children of Israel, (saying): Indeed, I have come to you with a sign from your Rabb, that I fashion for you out of clay the model of a bird, and I breathe into it and it is a bird, by Allah's permission, and I cure the congenital blind, and the leper, and I give life to the dead, by Allah's permission. And I inform you what you eat and what you store up in your houses. No doubt, in that is a sign for you, if you are believers. (49)</w:t>
      </w:r>
    </w:p>
    <w:p w:rsidR="001A403D" w:rsidRDefault="001A403D" w:rsidP="00E36567">
      <w:pPr>
        <w:pStyle w:val="libNormal"/>
      </w:pPr>
      <w:r>
        <w:t xml:space="preserve">1-Eesa (a.s.) had a good faithful friend, for sometime he did not meet him, so he went to visit him. His mother came out and said Salam and told: O Messenger of Allah (a.s.), he has passed away. Eesa (a.s.) said: Do you want to see him? She said: Yes. He said: Come in the morning, I will make him alive for you with the permission of Allah. Next day went to his grave with her and supplicated and he came out of grave alive. When they saw each other, started weeping. Eesa (a.s.) felt mercy on them, and asked: Do you want to live with your mother in the world? He said: O Messenger of Allah (a.s.), with eating, drinking, provision, and duration, or without duration, provision, eating, and drinking? Eesa (a.s.) said: Rather with provision, eating, drinking, and duration twenty years life and marriage and children as well. Eesa (a.s.) gave him to his mother, and he kept alive for </w:t>
      </w:r>
      <w:r>
        <w:lastRenderedPageBreak/>
        <w:t>twenty years, and had children. (Imam Jafar Sadiq asws) (al-Burhan, v2, p39)</w:t>
      </w:r>
    </w:p>
    <w:p w:rsidR="001A403D" w:rsidRDefault="001A403D" w:rsidP="009229E3">
      <w:pPr>
        <w:pStyle w:val="libCenterBold1"/>
      </w:pPr>
      <w:r>
        <w:t>Lesson:</w:t>
      </w:r>
    </w:p>
    <w:p w:rsidR="001A403D" w:rsidRDefault="001A403D" w:rsidP="001A403D">
      <w:pPr>
        <w:pStyle w:val="libNormal"/>
      </w:pPr>
      <w:r>
        <w:t>1-Eesa (a.s.) was giving the news of unseen (Ghaib) at the age of seven or eight years, was curing the sick, had knowledge of Taurat, made the dead alive. Imam Qaim asws who governs time &amp; space, his Wazir should be like Eesa (a.s.).</w:t>
      </w:r>
    </w:p>
    <w:p w:rsidR="001A403D" w:rsidRDefault="001A403D" w:rsidP="00385B48">
      <w:pPr>
        <w:pStyle w:val="libAr"/>
      </w:pPr>
      <w:r>
        <w:rPr>
          <w:rFonts w:hint="eastAsia"/>
          <w:rtl/>
        </w:rPr>
        <w:t>رَبَّنَآ</w:t>
      </w:r>
      <w:r>
        <w:rPr>
          <w:rtl/>
        </w:rPr>
        <w:t xml:space="preserve"> ءَامَنَّا بِمَآ أَنزَلۡتَ وَ</w:t>
      </w:r>
      <w:r>
        <w:rPr>
          <w:rFonts w:hint="cs"/>
          <w:rtl/>
        </w:rPr>
        <w:t>ٱ</w:t>
      </w:r>
      <w:r>
        <w:rPr>
          <w:rFonts w:hint="eastAsia"/>
          <w:rtl/>
        </w:rPr>
        <w:t>تَّبَعۡنَا</w:t>
      </w:r>
      <w:r>
        <w:rPr>
          <w:rtl/>
        </w:rPr>
        <w:t xml:space="preserve"> </w:t>
      </w:r>
      <w:r>
        <w:rPr>
          <w:rFonts w:hint="cs"/>
          <w:rtl/>
        </w:rPr>
        <w:t>ٱ</w:t>
      </w:r>
      <w:r>
        <w:rPr>
          <w:rFonts w:hint="eastAsia"/>
          <w:rtl/>
        </w:rPr>
        <w:t>لرَّسُولَ</w:t>
      </w:r>
      <w:r>
        <w:rPr>
          <w:rtl/>
        </w:rPr>
        <w:t xml:space="preserve"> فَ</w:t>
      </w:r>
      <w:r>
        <w:rPr>
          <w:rFonts w:hint="cs"/>
          <w:rtl/>
        </w:rPr>
        <w:t>ٱ</w:t>
      </w:r>
      <w:r w:rsidR="001E6BAB" w:rsidRPr="001E6BAB">
        <w:rPr>
          <w:rFonts w:hint="cs"/>
          <w:rtl/>
        </w:rPr>
        <w:t>ک</w:t>
      </w:r>
      <w:r w:rsidRPr="00595365">
        <w:rPr>
          <w:rFonts w:hint="cs"/>
          <w:rtl/>
        </w:rPr>
        <w:t>ۡ</w:t>
      </w:r>
      <w:r>
        <w:rPr>
          <w:rFonts w:hint="eastAsia"/>
          <w:rtl/>
        </w:rPr>
        <w:t>تُبۡنَا</w:t>
      </w:r>
      <w:r>
        <w:rPr>
          <w:rtl/>
        </w:rPr>
        <w:t xml:space="preserve"> مَعَ </w:t>
      </w:r>
      <w:r>
        <w:rPr>
          <w:rFonts w:hint="cs"/>
          <w:rtl/>
        </w:rPr>
        <w:t>ٱ</w:t>
      </w:r>
      <w:r>
        <w:rPr>
          <w:rFonts w:hint="eastAsia"/>
          <w:rtl/>
        </w:rPr>
        <w:t>لشَّـٰهِدِينَ</w:t>
      </w:r>
      <w:r>
        <w:rPr>
          <w:rtl/>
        </w:rPr>
        <w:t xml:space="preserve"> (٥٣</w:t>
      </w:r>
      <w:r w:rsidR="009229E3">
        <w:rPr>
          <w:rtl/>
        </w:rPr>
        <w:t>)</w:t>
      </w:r>
      <w:r>
        <w:rPr>
          <w:rtl/>
        </w:rPr>
        <w:t xml:space="preserve"> وَمَ</w:t>
      </w:r>
      <w:r w:rsidR="001E6BAB" w:rsidRPr="001E6BAB">
        <w:rPr>
          <w:rFonts w:hint="cs"/>
          <w:rtl/>
        </w:rPr>
        <w:t>ک</w:t>
      </w:r>
      <w:r>
        <w:rPr>
          <w:rFonts w:hint="eastAsia"/>
          <w:rtl/>
        </w:rPr>
        <w:t>رُواْ</w:t>
      </w:r>
      <w:r>
        <w:rPr>
          <w:rtl/>
        </w:rPr>
        <w:t xml:space="preserve"> وَمَ</w:t>
      </w:r>
      <w:r w:rsidR="001E6BAB" w:rsidRPr="001E6BAB">
        <w:rPr>
          <w:rFonts w:hint="cs"/>
          <w:rtl/>
        </w:rPr>
        <w:t>ک</w:t>
      </w:r>
      <w:r>
        <w:rPr>
          <w:rFonts w:hint="eastAsia"/>
          <w:rtl/>
        </w:rPr>
        <w:t>رَ</w:t>
      </w:r>
      <w:r>
        <w:rPr>
          <w:rtl/>
        </w:rPr>
        <w:t xml:space="preserve"> </w:t>
      </w:r>
      <w:r>
        <w:rPr>
          <w:rFonts w:hint="cs"/>
          <w:rtl/>
        </w:rPr>
        <w:t>ٱ</w:t>
      </w:r>
      <w:r>
        <w:rPr>
          <w:rFonts w:hint="eastAsia"/>
          <w:rtl/>
        </w:rPr>
        <w:t>للَّهُ‌ۖ</w:t>
      </w:r>
      <w:r>
        <w:rPr>
          <w:rtl/>
        </w:rPr>
        <w:t xml:space="preserve"> وَ</w:t>
      </w:r>
      <w:r>
        <w:rPr>
          <w:rFonts w:hint="cs"/>
          <w:rtl/>
        </w:rPr>
        <w:t>ٱ</w:t>
      </w:r>
      <w:r>
        <w:rPr>
          <w:rFonts w:hint="eastAsia"/>
          <w:rtl/>
        </w:rPr>
        <w:t>للَّهُ</w:t>
      </w:r>
      <w:r>
        <w:rPr>
          <w:rtl/>
        </w:rPr>
        <w:t xml:space="preserve"> خَيۡرُ </w:t>
      </w:r>
      <w:r>
        <w:rPr>
          <w:rFonts w:hint="cs"/>
          <w:rtl/>
        </w:rPr>
        <w:t>ٱ</w:t>
      </w:r>
      <w:r>
        <w:rPr>
          <w:rFonts w:hint="eastAsia"/>
          <w:rtl/>
        </w:rPr>
        <w:t>لۡمَـٰكِرِينَ</w:t>
      </w:r>
      <w:r>
        <w:rPr>
          <w:rtl/>
        </w:rPr>
        <w:t xml:space="preserve"> (٥٤</w:t>
      </w:r>
      <w:r w:rsidR="009229E3">
        <w:rPr>
          <w:rtl/>
        </w:rPr>
        <w:t>)</w:t>
      </w:r>
    </w:p>
    <w:p w:rsidR="001A403D" w:rsidRDefault="001A403D" w:rsidP="00E36567">
      <w:pPr>
        <w:pStyle w:val="libBoldItalic"/>
      </w:pPr>
      <w:r>
        <w:t>Our Rabb! We believe in that which You have revealed and we follow the Rasool, so register us with the witnesses. (53) And they (the disbelievers) made a plot, and Allah planned and Allah is the best of planners. (54)</w:t>
      </w:r>
    </w:p>
    <w:p w:rsidR="001A403D" w:rsidRDefault="001A403D" w:rsidP="00E36567">
      <w:pPr>
        <w:pStyle w:val="libNormal"/>
      </w:pPr>
      <w:r>
        <w:t>1-Imam Musa Kazim asws said: We are those who will witness for Messengers (a.s.) over their Ummahs. (al-Burhan, v2, p40)</w:t>
      </w:r>
    </w:p>
    <w:p w:rsidR="001A403D" w:rsidRDefault="001A403D" w:rsidP="00E36567">
      <w:pPr>
        <w:pStyle w:val="libNormal"/>
      </w:pPr>
      <w:r>
        <w:t>2-Imam Ali Raza asws said about the saying of Allah, “And they made a plot, and Allah planned”: Indeed, Allah Tabarak wa Ta’ala does not make plot, but Allah Azza wa Jalla punishes them for their plot. (al-Burhan, v2, p40)</w:t>
      </w:r>
    </w:p>
    <w:p w:rsidR="001A403D" w:rsidRDefault="001A403D" w:rsidP="009229E3">
      <w:pPr>
        <w:pStyle w:val="libCenterBold1"/>
      </w:pPr>
      <w:r>
        <w:t>Lesson:</w:t>
      </w:r>
    </w:p>
    <w:p w:rsidR="001A403D" w:rsidRDefault="001A403D" w:rsidP="001A403D">
      <w:pPr>
        <w:pStyle w:val="libNormal"/>
      </w:pPr>
      <w:r>
        <w:t>1-Infallible Imams asws are witness over all the creations, and Rasool Allah sawaw is witness over Imams asws. Masumeen asws are Hazir Nazir from ever.</w:t>
      </w:r>
    </w:p>
    <w:p w:rsidR="001A403D" w:rsidRDefault="001A403D" w:rsidP="001A403D">
      <w:pPr>
        <w:pStyle w:val="libNormal"/>
      </w:pPr>
      <w:r>
        <w:t>2-Those who conclude meanings from the apparent words of Quran without guidance of Masumeen asws, they translate (Naoozobillah) “They made a plot, and Allah plotted, and Allah is the best of plotters” Such verses are revealed to realize who are the teachers of Quran and inheritors of Quran who will tell the real translation and interpretation of the holy Quran. And on the other hand, the opponents of Haqq will be exposed that how they translate the verses by following the deviation of their hearts.</w:t>
      </w:r>
    </w:p>
    <w:p w:rsidR="001A403D" w:rsidRDefault="001A403D" w:rsidP="00385B48">
      <w:pPr>
        <w:pStyle w:val="libAr"/>
      </w:pPr>
      <w:r>
        <w:rPr>
          <w:rFonts w:hint="eastAsia"/>
          <w:rtl/>
        </w:rPr>
        <w:t>فَمَنۡ</w:t>
      </w:r>
      <w:r>
        <w:rPr>
          <w:rtl/>
        </w:rPr>
        <w:t xml:space="preserve"> حَآجَّكَ فِيهِ مِنۢ بَعۡدِ مَا جَآءَكَ مِنَ </w:t>
      </w:r>
      <w:r>
        <w:rPr>
          <w:rFonts w:hint="cs"/>
          <w:rtl/>
        </w:rPr>
        <w:t>ٱ</w:t>
      </w:r>
      <w:r>
        <w:rPr>
          <w:rFonts w:hint="eastAsia"/>
          <w:rtl/>
        </w:rPr>
        <w:t>لۡعِلۡمِ</w:t>
      </w:r>
      <w:r>
        <w:rPr>
          <w:rtl/>
        </w:rPr>
        <w:t xml:space="preserve"> فَقُلۡ تَعَالَوۡاْ نَدۡعُ أَبۡنَآءَنَا وَأَبۡنَآءَكُمۡ وَنِسَآءَنَا وَنِسَآءَكُمۡ وَأَنفُسَنَا وَأَنفُسَكُمۡ ثُمَّ نَبۡتَ</w:t>
      </w:r>
      <w:r w:rsidR="001E6BAB" w:rsidRPr="001E6BAB">
        <w:rPr>
          <w:rFonts w:hint="cs"/>
          <w:rtl/>
        </w:rPr>
        <w:t>ه</w:t>
      </w:r>
      <w:r w:rsidRPr="00595365">
        <w:rPr>
          <w:rFonts w:hint="cs"/>
          <w:rtl/>
        </w:rPr>
        <w:t>لۡ فَنَجۡعَل لَّعۡنَ</w:t>
      </w:r>
      <w:r>
        <w:rPr>
          <w:rtl/>
        </w:rPr>
        <w:t xml:space="preserve">تَ </w:t>
      </w:r>
      <w:r>
        <w:rPr>
          <w:rFonts w:hint="cs"/>
          <w:rtl/>
        </w:rPr>
        <w:t>ٱ</w:t>
      </w:r>
      <w:r>
        <w:rPr>
          <w:rFonts w:hint="eastAsia"/>
          <w:rtl/>
        </w:rPr>
        <w:t>للَّهِ</w:t>
      </w:r>
      <w:r>
        <w:rPr>
          <w:rtl/>
        </w:rPr>
        <w:t xml:space="preserve"> عَلَى </w:t>
      </w:r>
      <w:r>
        <w:rPr>
          <w:rFonts w:hint="cs"/>
          <w:rtl/>
        </w:rPr>
        <w:t>ٱ</w:t>
      </w:r>
      <w:r>
        <w:rPr>
          <w:rFonts w:hint="eastAsia"/>
          <w:rtl/>
        </w:rPr>
        <w:t>لۡ</w:t>
      </w:r>
      <w:r w:rsidR="001E6BAB" w:rsidRPr="001E6BAB">
        <w:rPr>
          <w:rFonts w:hint="cs"/>
          <w:rtl/>
        </w:rPr>
        <w:t>ک</w:t>
      </w:r>
      <w:r>
        <w:rPr>
          <w:rFonts w:hint="eastAsia"/>
          <w:rtl/>
        </w:rPr>
        <w:t>ـٰذِبِينَ</w:t>
      </w:r>
      <w:r>
        <w:rPr>
          <w:rtl/>
        </w:rPr>
        <w:t xml:space="preserve"> (٦١</w:t>
      </w:r>
      <w:r w:rsidR="009229E3">
        <w:rPr>
          <w:rtl/>
        </w:rPr>
        <w:t>)</w:t>
      </w:r>
    </w:p>
    <w:p w:rsidR="001A403D" w:rsidRDefault="001A403D" w:rsidP="00E36567">
      <w:pPr>
        <w:pStyle w:val="libBoldItalic"/>
      </w:pPr>
      <w:r>
        <w:t>Then whoever disputes with you about it, after the knowledge which has come to you, so say : Come! We will call our sons and your sons, and our women and your women, and ourselves and yourselves, then we will supplicate earnestly (together) and invoke the curse of Allah upon the liars. (61)</w:t>
      </w:r>
    </w:p>
    <w:p w:rsidR="001A403D" w:rsidRDefault="001A403D" w:rsidP="00E36567">
      <w:pPr>
        <w:pStyle w:val="libNormal"/>
      </w:pPr>
      <w:r>
        <w:t xml:space="preserve">1-A delegation of Christians from Najran came to Rasool Allah sawaw, whose chiefs were Aqib, Syed, and Ahtam. They performed their worship in Masjid-e-Nabwi with the permission of Rasool Allah sawaw. Then Rasool Allah sawaw invited them to accept Tauheed, his Risalat, and Eesa (a.s.) being the servant of Allah. And told them the saying of Allah, “The example of Eesa is like Adam near Allah, created him with earth, then said “Be” and </w:t>
      </w:r>
      <w:r>
        <w:lastRenderedPageBreak/>
        <w:t>he was.” But they did not believe, so Rasool Allah sawaw invited for Mubahila that if we are truthful then Allah will send Curse on you. They promised for the next day. Rasool Allah sawaw came out with such a splendor that Ali asws was in place of his self (Nafs), and Hassan asws &amp; Hussain asws in place of sons, and Syyeda Fatima Zahra asws in place of ladies, only took Ahlul Bait asws in spite of presence of all the people, whose flesh, blood, and soul (Nafs) is same. Rasool Allah sawaw took hands of Hassan asws &amp; Hussain asws, Syyeda Fatima Zahra asws behind him, and Imam Ali asws was walking behind Syyeda asws. Rasool Allah sawaw ordered to stretch (tie) his Qatwani Chadar between two trees, and Masumeen asws sat under it. Rasool Allah sawaw said to Masumeen asws: I will supplicate and you all will say “Ameen.” Rasool Allah sawaw was supporting on his bow, and raised his right hand for Dua, so the Christian chiefs became pale. Their priest said: O Christians, I am seeing those faces that if they ask Allah, the mountain will move from its place, do not do Mubahila with them, you will perish, and no Christian will be left on the earth until Qiyamah. So they accepted to pay tax, and promised to give every year one thousand swords, one thousand armour, one thousand leather shields, and one thousand Dinars. (Summary of Ahadees) (al-Burhan, v2, p43)</w:t>
      </w:r>
    </w:p>
    <w:p w:rsidR="001A403D" w:rsidRDefault="001A403D" w:rsidP="00E36567">
      <w:pPr>
        <w:pStyle w:val="libNormal"/>
      </w:pPr>
      <w:r>
        <w:t xml:space="preserve">2-Haroonur Rasheed said to Imam Musa Kazim asws: How you can say that you are progeny of Nabi sawaw, while Nabi sawaw did not have children (sons), and inheritor is son not the daughter, and you are children of his daughter, from whom family tree does not progress? Imam asws said to the accursed: Excuse me from this issue. He insisted: You have to give the answer, O son of Ali asws, you are the chief and Imam of the time, you have to give the proof from the Quran, and you say to the people that you have all the interpretation of the Quran, and you give proof by the saying of Allah, “And We did not leave any shortfall in the Book” (al-An’am 38), and definitely you do not need the Rai (opinion) and Qiyas (conjecture) of Ulma. Imam asws said that listen the answer, and after reciting Aoozobillah and Bismillah recited the verse, “...and among his descendants, Dawood and Sulaiman and Ayyoob and Yousuf and Musa and Haroon, thus do We reward the doers of good. And Zakaria and Yahya and Eesa and Ilyas,...” (al-An’am 84-85) Then O king! Who is the father of Eesa (a.s.)? He said: He had no father. Imam asws said: Allah linked him to the progeny of the Prophets (a.s.) through Mariyam (s.a.). And similarly, Allah Ta’ala declared us from the progeny of Nabi sawaw through our grandmother Fatima asws. And moreover, listen, Allah says, “Then whoever disputes with you about it, after the knowledge which has come to you, so say : Come! We will call our sons and your sons, and our women and your women, and ourselves and yourselves, then we will supplicate earnestly (together) and invoke the curse of Allah upon the liars”, and no one can claim that during Mubahila with Christians, Nabi sawaw let anyone enter under the Kisa (Chadar) except Ali ibne Abi Talib asws and Fatima asws, and Hassan asws and Hussain asws. Thus this is the interpretation of the saying of Allah Azza wa Jalla: “Abna’ana” (sons) are Hassan asws &amp; Hussain asws, and “wa Nisa’ana” is </w:t>
      </w:r>
      <w:r>
        <w:lastRenderedPageBreak/>
        <w:t>Fatima asws, and “wa Anfosana” is Ali ibne Abi Talib asws. (al-Burhan, v2, p48)</w:t>
      </w:r>
    </w:p>
    <w:p w:rsidR="001A403D" w:rsidRDefault="001A403D" w:rsidP="009229E3">
      <w:pPr>
        <w:pStyle w:val="libCenterBold1"/>
      </w:pPr>
      <w:r>
        <w:t>Lesson:</w:t>
      </w:r>
    </w:p>
    <w:p w:rsidR="001A403D" w:rsidRDefault="001A403D" w:rsidP="001A403D">
      <w:pPr>
        <w:pStyle w:val="libNormal"/>
      </w:pPr>
      <w:r>
        <w:t>1-No one has the right to prohibit anyone to worship Allah Ta’ala in the mosque.</w:t>
      </w:r>
    </w:p>
    <w:p w:rsidR="001A403D" w:rsidRDefault="001A403D" w:rsidP="001A403D">
      <w:pPr>
        <w:pStyle w:val="libNormal"/>
      </w:pPr>
      <w:r>
        <w:t>2-Who does not want to believe in Haqq in spite of clear proofs from the Quran &amp; Hadees, then there is no option except to invoke curse on him.</w:t>
      </w:r>
    </w:p>
    <w:p w:rsidR="001A403D" w:rsidRDefault="001A403D" w:rsidP="001A403D">
      <w:pPr>
        <w:pStyle w:val="libNormal"/>
      </w:pPr>
      <w:r>
        <w:t>3- So-called Muslim accursed kings were forcing Imams asws to prove their superiority from the Quran, then they were martyring them with poison. They knew very well that the Haqq faith is that everything is mentioned in Quran and Ahadees and there is no need of Ijtihad. Muqassireen are the same that they are martyring Imam asws with their tongues in spite of Walayat-e-Ali asws being crystal clear in Quran and Hadees.</w:t>
      </w:r>
    </w:p>
    <w:p w:rsidR="001A403D" w:rsidRDefault="001A403D" w:rsidP="001A403D">
      <w:pPr>
        <w:pStyle w:val="libNormal"/>
      </w:pPr>
      <w:r>
        <w:t>4-Maola Ali asws is Nafsullah and Nafs-e-Rasool as well.</w:t>
      </w:r>
    </w:p>
    <w:p w:rsidR="001A403D" w:rsidRDefault="001A403D" w:rsidP="00385B48">
      <w:pPr>
        <w:pStyle w:val="libAr"/>
      </w:pPr>
      <w:r>
        <w:rPr>
          <w:rFonts w:hint="eastAsia"/>
          <w:rtl/>
        </w:rPr>
        <w:t>مَا</w:t>
      </w:r>
      <w:r>
        <w:rPr>
          <w:rtl/>
        </w:rPr>
        <w:t xml:space="preserve"> كَانَ إِبۡرَ</w:t>
      </w:r>
      <w:r w:rsidR="005B7B9E" w:rsidRPr="005B7B9E">
        <w:rPr>
          <w:rFonts w:hint="cs"/>
          <w:rtl/>
        </w:rPr>
        <w:t>ا</w:t>
      </w:r>
      <w:r>
        <w:rPr>
          <w:rFonts w:hint="eastAsia"/>
          <w:rtl/>
        </w:rPr>
        <w:t>هِيمُ</w:t>
      </w:r>
      <w:r>
        <w:rPr>
          <w:rtl/>
        </w:rPr>
        <w:t xml:space="preserve"> يَ</w:t>
      </w:r>
      <w:r w:rsidR="001E6BAB" w:rsidRPr="001E6BAB">
        <w:rPr>
          <w:rFonts w:hint="cs"/>
          <w:rtl/>
        </w:rPr>
        <w:t>ه</w:t>
      </w:r>
      <w:r w:rsidRPr="00595365">
        <w:rPr>
          <w:rFonts w:hint="cs"/>
          <w:rtl/>
        </w:rPr>
        <w:t xml:space="preserve">ودِيًّ۬ا وَلَا نَصۡرَانِيًّ۬ا وَلَـٰكِن كَانَ حَنِيفً۬ا مُّسۡلِمً۬ا وَمَا كَانَ مِنَ </w:t>
      </w:r>
      <w:r>
        <w:rPr>
          <w:rFonts w:hint="cs"/>
          <w:rtl/>
        </w:rPr>
        <w:t>ٱ</w:t>
      </w:r>
      <w:r>
        <w:rPr>
          <w:rFonts w:hint="eastAsia"/>
          <w:rtl/>
        </w:rPr>
        <w:t>لۡمُشۡرِكِينَ</w:t>
      </w:r>
      <w:r>
        <w:rPr>
          <w:rtl/>
        </w:rPr>
        <w:t xml:space="preserve"> (٦٧</w:t>
      </w:r>
      <w:r w:rsidR="009229E3">
        <w:rPr>
          <w:rtl/>
        </w:rPr>
        <w:t>)</w:t>
      </w:r>
    </w:p>
    <w:p w:rsidR="001A403D" w:rsidRDefault="001A403D" w:rsidP="00E36567">
      <w:pPr>
        <w:pStyle w:val="libBoldItalic"/>
      </w:pPr>
      <w:r>
        <w:t>Ibraheem was neither a Jew, nor a Christian; but he was Haneef (inclined towards Truth) Muslim and he was not from among the polytheists. (67)</w:t>
      </w:r>
    </w:p>
    <w:p w:rsidR="001A403D" w:rsidRDefault="001A403D" w:rsidP="00E36567">
      <w:pPr>
        <w:pStyle w:val="libNormal"/>
      </w:pPr>
      <w:r>
        <w:t>1-Amirul Momineen asws said: “Ibraheem was neither a Jew nor a Christian” means that he was not a Jew that prayed facing towards the west, and nor he was Christian that he was praying facing towards the east, but he was Haneef Muslim meaning on the Deen of Mohammad Mustafa sawaw. (al-Burhan, v2, p53)</w:t>
      </w:r>
    </w:p>
    <w:p w:rsidR="001A403D" w:rsidRDefault="001A403D" w:rsidP="009229E3">
      <w:pPr>
        <w:pStyle w:val="libCenterBold1"/>
      </w:pPr>
      <w:r>
        <w:t>Lesson:</w:t>
      </w:r>
    </w:p>
    <w:p w:rsidR="001A403D" w:rsidRDefault="001A403D" w:rsidP="001A403D">
      <w:pPr>
        <w:pStyle w:val="libNormal"/>
      </w:pPr>
      <w:r>
        <w:t>1-Deen of Allah from Azal is Islam, which is Deen of Mohammad sawaw. It is Deen-e-Mohammad sawaw which all the Prophets (a.s.) and Messengers (a.s.) preached, and took covenant of Tauheed, Nabuwat of Mohammad sawaw, and Walayat of Ali asws from their Ummahs. Forefathers of Rasool Allah sawaw and Ibraheem (a.s.) were on Deen-e-Mohammad sawaw.</w:t>
      </w:r>
    </w:p>
    <w:p w:rsidR="001A403D" w:rsidRDefault="001A403D" w:rsidP="00385B48">
      <w:pPr>
        <w:pStyle w:val="libAr"/>
      </w:pPr>
      <w:r>
        <w:rPr>
          <w:rFonts w:hint="eastAsia"/>
          <w:rtl/>
        </w:rPr>
        <w:t>إِنَّ</w:t>
      </w:r>
      <w:r>
        <w:rPr>
          <w:rtl/>
        </w:rPr>
        <w:t xml:space="preserve"> </w:t>
      </w:r>
      <w:r>
        <w:rPr>
          <w:rFonts w:hint="cs"/>
          <w:rtl/>
        </w:rPr>
        <w:t>ٱ</w:t>
      </w:r>
      <w:r>
        <w:rPr>
          <w:rFonts w:hint="eastAsia"/>
          <w:rtl/>
        </w:rPr>
        <w:t>لَّذِينَ</w:t>
      </w:r>
      <w:r>
        <w:rPr>
          <w:rtl/>
        </w:rPr>
        <w:t xml:space="preserve"> يَشۡتَرُونَ بِعَهۡدِ </w:t>
      </w:r>
      <w:r>
        <w:rPr>
          <w:rFonts w:hint="cs"/>
          <w:rtl/>
        </w:rPr>
        <w:t>ٱ</w:t>
      </w:r>
      <w:r>
        <w:rPr>
          <w:rFonts w:hint="eastAsia"/>
          <w:rtl/>
        </w:rPr>
        <w:t>للَّهِ</w:t>
      </w:r>
      <w:r>
        <w:rPr>
          <w:rtl/>
        </w:rPr>
        <w:t xml:space="preserve"> وَأَيۡمَـٰنِ</w:t>
      </w:r>
      <w:r w:rsidR="001E6BAB" w:rsidRPr="001E6BAB">
        <w:rPr>
          <w:rFonts w:hint="cs"/>
          <w:rtl/>
        </w:rPr>
        <w:t>ه</w:t>
      </w:r>
      <w:r w:rsidRPr="00595365">
        <w:rPr>
          <w:rFonts w:hint="cs"/>
          <w:rtl/>
        </w:rPr>
        <w:t>مۡ ثَمَنً۬ا قَلِيلاً أُوْلَـٰٓ</w:t>
      </w:r>
      <w:r>
        <w:rPr>
          <w:rFonts w:hint="cs"/>
          <w:rtl/>
        </w:rPr>
        <w:t>ٮِٕ</w:t>
      </w:r>
      <w:r>
        <w:rPr>
          <w:rFonts w:hint="eastAsia"/>
          <w:rtl/>
        </w:rPr>
        <w:t>كَ</w:t>
      </w:r>
      <w:r>
        <w:rPr>
          <w:rtl/>
        </w:rPr>
        <w:t xml:space="preserve"> لَا خَلَـٰقَ لَهُمۡ فِى </w:t>
      </w:r>
      <w:r>
        <w:rPr>
          <w:rFonts w:hint="cs"/>
          <w:rtl/>
        </w:rPr>
        <w:t>ٱ</w:t>
      </w:r>
      <w:r>
        <w:rPr>
          <w:rFonts w:hint="eastAsia"/>
          <w:rtl/>
        </w:rPr>
        <w:t>لۡأَخِرَةِ</w:t>
      </w:r>
      <w:r>
        <w:rPr>
          <w:rtl/>
        </w:rPr>
        <w:t xml:space="preserve"> وَلَا يُ</w:t>
      </w:r>
      <w:r w:rsidR="001E6BAB" w:rsidRPr="001E6BAB">
        <w:rPr>
          <w:rFonts w:hint="cs"/>
          <w:rtl/>
        </w:rPr>
        <w:t>ک</w:t>
      </w:r>
      <w:r>
        <w:rPr>
          <w:rFonts w:hint="eastAsia"/>
          <w:rtl/>
        </w:rPr>
        <w:t>لِّمُهُمُ</w:t>
      </w:r>
      <w:r>
        <w:rPr>
          <w:rtl/>
        </w:rPr>
        <w:t xml:space="preserve"> </w:t>
      </w:r>
      <w:r>
        <w:rPr>
          <w:rFonts w:hint="cs"/>
          <w:rtl/>
        </w:rPr>
        <w:t>ٱ</w:t>
      </w:r>
      <w:r>
        <w:rPr>
          <w:rFonts w:hint="eastAsia"/>
          <w:rtl/>
        </w:rPr>
        <w:t>للَّهُ</w:t>
      </w:r>
      <w:r>
        <w:rPr>
          <w:rtl/>
        </w:rPr>
        <w:t xml:space="preserve"> وَلَا يَنظُرُ إِلَيۡ</w:t>
      </w:r>
      <w:r w:rsidR="001E6BAB" w:rsidRPr="001E6BAB">
        <w:rPr>
          <w:rFonts w:hint="cs"/>
          <w:rtl/>
        </w:rPr>
        <w:t>ه</w:t>
      </w:r>
      <w:r w:rsidRPr="00595365">
        <w:rPr>
          <w:rFonts w:hint="cs"/>
          <w:rtl/>
        </w:rPr>
        <w:t xml:space="preserve">مۡ يَوۡمَ </w:t>
      </w:r>
      <w:r>
        <w:rPr>
          <w:rFonts w:hint="cs"/>
          <w:rtl/>
        </w:rPr>
        <w:t>ٱ</w:t>
      </w:r>
      <w:r>
        <w:rPr>
          <w:rFonts w:hint="eastAsia"/>
          <w:rtl/>
        </w:rPr>
        <w:t>لۡقِيَـٰمَةِ</w:t>
      </w:r>
      <w:r>
        <w:rPr>
          <w:rtl/>
        </w:rPr>
        <w:t xml:space="preserve"> وَلَا يُزَ</w:t>
      </w:r>
      <w:r w:rsidR="001E6BAB" w:rsidRPr="001E6BAB">
        <w:rPr>
          <w:rFonts w:hint="cs"/>
          <w:rtl/>
        </w:rPr>
        <w:t>ک</w:t>
      </w:r>
      <w:r>
        <w:rPr>
          <w:rFonts w:hint="eastAsia"/>
          <w:rtl/>
        </w:rPr>
        <w:t>يهِمۡ</w:t>
      </w:r>
      <w:r>
        <w:rPr>
          <w:rtl/>
        </w:rPr>
        <w:t xml:space="preserve"> وَلَهُمۡ عَذَابٌ أَلِيمٌ۬ (٧٧</w:t>
      </w:r>
      <w:r w:rsidR="009229E3">
        <w:rPr>
          <w:rtl/>
        </w:rPr>
        <w:t>)</w:t>
      </w:r>
    </w:p>
    <w:p w:rsidR="001A403D" w:rsidRDefault="001A403D" w:rsidP="00E36567">
      <w:pPr>
        <w:pStyle w:val="libBoldItalic"/>
      </w:pPr>
      <w:r>
        <w:t>No doubt, those who exchange the covenant of Allah and their oaths for a small price, they will have no share in the Hereafter. And Allah will neither speak to them nor look upon them on the Day of Qiyamah, nor will He purify them, and for them will be a painful punishment. (77)</w:t>
      </w:r>
    </w:p>
    <w:p w:rsidR="001A403D" w:rsidRDefault="001A403D" w:rsidP="00E36567">
      <w:pPr>
        <w:pStyle w:val="libNormal"/>
      </w:pPr>
      <w:r>
        <w:t>1-On the day of Qiyamah, Allah will not look upon three (types of) persons, and will not purify them, and for them is painful punishment: Who claimed to be Imam from Allah, which is not for him; and who opposed Imam appointed by Allah; and who said that Fulana and Fulana have share in Islam. (Imam Jafar Sadiq asws) (al-Burhan, v2, p57)</w:t>
      </w:r>
    </w:p>
    <w:p w:rsidR="001A403D" w:rsidRDefault="001A403D" w:rsidP="009229E3">
      <w:pPr>
        <w:pStyle w:val="libCenterBold1"/>
      </w:pPr>
      <w:r>
        <w:t>Lesson:</w:t>
      </w:r>
    </w:p>
    <w:p w:rsidR="001A403D" w:rsidRDefault="001A403D" w:rsidP="001A403D">
      <w:pPr>
        <w:pStyle w:val="libNormal"/>
      </w:pPr>
      <w:r>
        <w:lastRenderedPageBreak/>
        <w:t>1-Covenant of Allah is the Covenant of Walayat-e-Ali asws which was taken from all the creations, and the Oath to keep steadfast on it. Who sells the Covenant of Allah and Oath in the greed of the world, and deceives people that “I am your Imam, because Imam Mahdi asws is in Ghaibah, so in the meantime I will take the responsibility of your salvation, but pay attention towards me (i.e. to turn away from Walayat-e-Ali asws), and O my Muqallideen, say something in my praise as well e.g. Imam Fulana has saved the Islam, he is recognition of Islam, he is Hujjatul-Islam, no one can insult him.”</w:t>
      </w:r>
    </w:p>
    <w:p w:rsidR="001A403D" w:rsidRDefault="001A403D" w:rsidP="001A403D">
      <w:pPr>
        <w:pStyle w:val="libNormal"/>
      </w:pPr>
      <w:r>
        <w:t>Such people who think that they gave a big favour to Islam by accepting Islam or by becoming Mulla, Allah will not speak to them, nor He will look upon them with Mercy, nor will He purify them from Nijasaat, because in spite of knowing Ayat-e-Tat’heer they were talking nonsense about the merits of Masumeen asws. Such people will have no share in the Hereafter except painful punishment.</w:t>
      </w:r>
    </w:p>
    <w:p w:rsidR="001A403D" w:rsidRDefault="001A403D" w:rsidP="001A403D">
      <w:pPr>
        <w:pStyle w:val="libNormal"/>
      </w:pPr>
      <w:r>
        <w:t>Nijasat is Bughz-e-Ali asws.</w:t>
      </w:r>
    </w:p>
    <w:p w:rsidR="001A403D" w:rsidRDefault="001A403D" w:rsidP="00385B48">
      <w:pPr>
        <w:pStyle w:val="libAr"/>
      </w:pPr>
      <w:r>
        <w:rPr>
          <w:rFonts w:hint="eastAsia"/>
          <w:rtl/>
        </w:rPr>
        <w:t>وَإِذۡ</w:t>
      </w:r>
      <w:r>
        <w:rPr>
          <w:rtl/>
        </w:rPr>
        <w:t xml:space="preserve"> أَخَذَ </w:t>
      </w:r>
      <w:r>
        <w:rPr>
          <w:rFonts w:hint="cs"/>
          <w:rtl/>
        </w:rPr>
        <w:t>ٱ</w:t>
      </w:r>
      <w:r>
        <w:rPr>
          <w:rFonts w:hint="eastAsia"/>
          <w:rtl/>
        </w:rPr>
        <w:t>للَّهُ</w:t>
      </w:r>
      <w:r>
        <w:rPr>
          <w:rtl/>
        </w:rPr>
        <w:t xml:space="preserve"> مِيثَـٰقَ </w:t>
      </w:r>
      <w:r>
        <w:rPr>
          <w:rFonts w:hint="cs"/>
          <w:rtl/>
        </w:rPr>
        <w:t>ٱ</w:t>
      </w:r>
      <w:r>
        <w:rPr>
          <w:rFonts w:hint="eastAsia"/>
          <w:rtl/>
        </w:rPr>
        <w:t>لنَّبِيِّـۧنَ</w:t>
      </w:r>
      <w:r>
        <w:rPr>
          <w:rtl/>
        </w:rPr>
        <w:t xml:space="preserve"> لَمَآ ءَاتَيۡتُ</w:t>
      </w:r>
      <w:r w:rsidR="001E6BAB" w:rsidRPr="001E6BAB">
        <w:rPr>
          <w:rFonts w:hint="cs"/>
          <w:rtl/>
        </w:rPr>
        <w:t>ک</w:t>
      </w:r>
      <w:r>
        <w:rPr>
          <w:rFonts w:hint="eastAsia"/>
          <w:rtl/>
        </w:rPr>
        <w:t>م</w:t>
      </w:r>
      <w:r>
        <w:rPr>
          <w:rtl/>
        </w:rPr>
        <w:t xml:space="preserve"> مِّن </w:t>
      </w:r>
      <w:r w:rsidR="001E6BAB" w:rsidRPr="001E6BAB">
        <w:rPr>
          <w:rFonts w:hint="cs"/>
          <w:rtl/>
        </w:rPr>
        <w:t>ک</w:t>
      </w:r>
      <w:r>
        <w:rPr>
          <w:rFonts w:hint="eastAsia"/>
          <w:rtl/>
        </w:rPr>
        <w:t>تَـٰبٍ۬</w:t>
      </w:r>
      <w:r>
        <w:rPr>
          <w:rtl/>
        </w:rPr>
        <w:t xml:space="preserve"> وَحِكۡمَةٍ۬ ثُمَّ جَآءَ</w:t>
      </w:r>
      <w:r w:rsidR="001E6BAB" w:rsidRPr="001E6BAB">
        <w:rPr>
          <w:rFonts w:hint="cs"/>
          <w:rtl/>
        </w:rPr>
        <w:t>ک</w:t>
      </w:r>
      <w:r>
        <w:rPr>
          <w:rFonts w:hint="eastAsia"/>
          <w:rtl/>
        </w:rPr>
        <w:t>مۡ</w:t>
      </w:r>
      <w:r>
        <w:rPr>
          <w:rtl/>
        </w:rPr>
        <w:t xml:space="preserve"> رَسُولٌ۬ مُّصَدِّقٌ۬ لِّمَا مَعَكُمۡ لَتُؤۡمِنُنَّ بِهِ</w:t>
      </w:r>
      <w:r>
        <w:rPr>
          <w:rFonts w:hint="cs"/>
          <w:rtl/>
        </w:rPr>
        <w:t>ۦ</w:t>
      </w:r>
      <w:r>
        <w:rPr>
          <w:rtl/>
        </w:rPr>
        <w:t xml:space="preserve"> وَلَتَنصُرُنَّهُ </w:t>
      </w:r>
      <w:r>
        <w:rPr>
          <w:rFonts w:hint="cs"/>
          <w:rtl/>
        </w:rPr>
        <w:t>ۥ‌ۚ</w:t>
      </w:r>
      <w:r>
        <w:rPr>
          <w:rtl/>
        </w:rPr>
        <w:t xml:space="preserve"> قَالَ ءَأَقۡرَرۡتُمۡ وَأَخَذۡتُمۡ عَلَىٰ ذَ</w:t>
      </w:r>
      <w:r w:rsidR="005B7B9E" w:rsidRPr="005B7B9E">
        <w:rPr>
          <w:rFonts w:hint="cs"/>
          <w:rtl/>
        </w:rPr>
        <w:t>ا</w:t>
      </w:r>
      <w:r>
        <w:rPr>
          <w:rFonts w:hint="eastAsia"/>
          <w:rtl/>
        </w:rPr>
        <w:t>لِكُمۡ</w:t>
      </w:r>
      <w:r>
        <w:rPr>
          <w:rtl/>
        </w:rPr>
        <w:t xml:space="preserve"> إِصۡرِى‌ۖ قَالُوٓاْ أَقۡرَرۡنَا‌ۚ قَالَ فَ</w:t>
      </w:r>
      <w:r>
        <w:rPr>
          <w:rFonts w:hint="cs"/>
          <w:rtl/>
        </w:rPr>
        <w:t>ٱ</w:t>
      </w:r>
      <w:r>
        <w:rPr>
          <w:rFonts w:hint="eastAsia"/>
          <w:rtl/>
        </w:rPr>
        <w:t>شۡ</w:t>
      </w:r>
      <w:r w:rsidR="001E6BAB" w:rsidRPr="001E6BAB">
        <w:rPr>
          <w:rFonts w:hint="cs"/>
          <w:rtl/>
        </w:rPr>
        <w:t>ه</w:t>
      </w:r>
      <w:r w:rsidRPr="00595365">
        <w:rPr>
          <w:rFonts w:hint="cs"/>
          <w:rtl/>
        </w:rPr>
        <w:t>دُواْ</w:t>
      </w:r>
      <w:r>
        <w:rPr>
          <w:rtl/>
        </w:rPr>
        <w:t xml:space="preserve"> وَأَنَا۟ مَعَكُم مِّنَ </w:t>
      </w:r>
      <w:r>
        <w:rPr>
          <w:rFonts w:hint="cs"/>
          <w:rtl/>
        </w:rPr>
        <w:t>ٱ</w:t>
      </w:r>
      <w:r>
        <w:rPr>
          <w:rFonts w:hint="eastAsia"/>
          <w:rtl/>
        </w:rPr>
        <w:t>لشَّـٰهِدِينَ</w:t>
      </w:r>
      <w:r>
        <w:rPr>
          <w:rtl/>
        </w:rPr>
        <w:t xml:space="preserve"> (٨١</w:t>
      </w:r>
      <w:r w:rsidR="009229E3">
        <w:rPr>
          <w:rtl/>
        </w:rPr>
        <w:t>)</w:t>
      </w:r>
    </w:p>
    <w:p w:rsidR="001A403D" w:rsidRDefault="001A403D" w:rsidP="00E36567">
      <w:pPr>
        <w:pStyle w:val="libBoldItalic"/>
      </w:pPr>
      <w:r>
        <w:t>And when Allah made covenant with the prophets, (He said): Which I have given you of the Book and wisdom, then, when Rasool comes to you, confirming what is with you, you must believe in him and you must help him. Said He: Do you agree, and do you take responsibility of My commitment in that (matter)? They said: We agree. He said: Then you bear witness, and I am with you among the witnesses. (81)</w:t>
      </w:r>
    </w:p>
    <w:p w:rsidR="001A403D" w:rsidRDefault="001A403D" w:rsidP="00E36567">
      <w:pPr>
        <w:pStyle w:val="libNormal"/>
      </w:pPr>
      <w:r>
        <w:t>1-Allah has not raised any man as Prophet from the progeny of Adam (a.s.) except that he will return to the world and will help Amirul Momineen asws, and this is the saying of Allah, “You must believe in him” means Rasool Allah sawaw, “And must help him” means Amirul Momineen asws. Then said to them in Alam-e-Zarr (state of particles), “Do you acknowledge and promise with Me on these conditions” means My Covenant. They said: We acknowledge. Allah said to the Angels (a.s.): So you be witness, and I am witness with you as well. And this is similar to that verse which is in Sura al-Ahzab (v7), “And when We took covenant from the Prophets and from you and from Nuh...”, and verse which is in Sura al-A’raf, “And when your Rabb took out children of Adam from his progeny....”, these three verses were recorded in three Suras. (Imam Jafar Sadiq asws) (al-Burhan, v2, p60)</w:t>
      </w:r>
    </w:p>
    <w:p w:rsidR="001A403D" w:rsidRDefault="001A403D" w:rsidP="00E36567">
      <w:pPr>
        <w:pStyle w:val="libNormal"/>
      </w:pPr>
      <w:r>
        <w:t xml:space="preserve">2-No doubt Allah Tabarak wa Ta’ala is Ahad and Wahid, Unique in His Oneness, so He spoke with one word (Kalima), it became Noor, then created Mohammad sawaw from that Noor, and created me and my progeny. Then spoke with one word (Kalima), it became Ruh, Allah Ta’ala placed it in that Noor, and placed it in our bodies, so we are Ruhullah and His Kalimat, and Allah presented proof to the creations through us. We were under Green shade from ever, when there was neither sun, nor moon, nor night, nor day, nor blinking eye; and we were worshiping, glorifying, and praising Allah, </w:t>
      </w:r>
      <w:r>
        <w:lastRenderedPageBreak/>
        <w:t>and this story is before the creation of the creations. And Allah took firm promise from the Prophets (a.s.) to believe in us and to help us, and this is the saying of Allah Azza wa Jalla, “Which I have given you of the Book and wisdom, then, when Rasool comes to you, confirming what is with you, you must believe in him and you must help him” means believe in Mohammad sawaw and help his Wasi asws. So they believed in Mohammad sawaw, but they have not helped his Wasi asws yet, and they will soon help him all together. And no doubt, Allah took my covenant along with the covenant of Mohammad sawaw, to help each other. Indeed I helped Mohammad sawaw, and did Jihad in front of him, and killed his enemies. And the covenant and promise which Allah took from me to help Mohammad sawaw, I fulfilled. And no one from among the Prophets (a.s.) and Messengers (a.s.) have helped me yet, and this will happen that time when Allah will gather them towards Him, then they will come to help me. (Amirul Momineen asws) (al-Burhan, v2, p60)</w:t>
      </w:r>
    </w:p>
    <w:p w:rsidR="001A403D" w:rsidRDefault="001A403D" w:rsidP="009229E3">
      <w:pPr>
        <w:pStyle w:val="libCenterBold1"/>
      </w:pPr>
      <w:r>
        <w:t>Lesson:</w:t>
      </w:r>
    </w:p>
    <w:p w:rsidR="001A403D" w:rsidRDefault="001A403D" w:rsidP="001A403D">
      <w:pPr>
        <w:pStyle w:val="libNormal"/>
      </w:pPr>
      <w:r>
        <w:t>1-During the time of Raj’at, Prophets (a.s.) will come to fight with Taghooti forces under the command of Maola Ali asws. Then blind of wisdom will know who is Amirul Momineen asws. And the Covenant of Allah will be also fulfilled. Only his Deen will be acceptable who fulfils the Covenant of Walayat taken with Allah.</w:t>
      </w:r>
    </w:p>
    <w:p w:rsidR="001A403D" w:rsidRDefault="001A403D" w:rsidP="001A403D">
      <w:pPr>
        <w:pStyle w:val="libNormal"/>
      </w:pPr>
      <w:r>
        <w:t>2-Allah has created Maola Ali asws and all of his holy children from Noor, before Time &amp; Space was created. This whole holy house is Infallible Noorani.</w:t>
      </w:r>
    </w:p>
    <w:p w:rsidR="001A403D" w:rsidRDefault="001A403D" w:rsidP="00385B48">
      <w:pPr>
        <w:pStyle w:val="libAr"/>
      </w:pPr>
      <w:r>
        <w:rPr>
          <w:rFonts w:hint="eastAsia"/>
          <w:rtl/>
        </w:rPr>
        <w:t>أَفَغَيۡرَ</w:t>
      </w:r>
      <w:r>
        <w:rPr>
          <w:rtl/>
        </w:rPr>
        <w:t xml:space="preserve"> دِينِ </w:t>
      </w:r>
      <w:r>
        <w:rPr>
          <w:rFonts w:hint="cs"/>
          <w:rtl/>
        </w:rPr>
        <w:t>ٱ</w:t>
      </w:r>
      <w:r>
        <w:rPr>
          <w:rFonts w:hint="eastAsia"/>
          <w:rtl/>
        </w:rPr>
        <w:t>للَّهِ</w:t>
      </w:r>
      <w:r>
        <w:rPr>
          <w:rtl/>
        </w:rPr>
        <w:t xml:space="preserve"> يَبۡغُونَ وَلَهُ </w:t>
      </w:r>
      <w:r>
        <w:rPr>
          <w:rFonts w:hint="cs"/>
          <w:rtl/>
        </w:rPr>
        <w:t>ۥۤ</w:t>
      </w:r>
      <w:r>
        <w:rPr>
          <w:rtl/>
        </w:rPr>
        <w:t xml:space="preserve"> أَسۡلَمَ مَن فِى </w:t>
      </w:r>
      <w:r>
        <w:rPr>
          <w:rFonts w:hint="cs"/>
          <w:rtl/>
        </w:rPr>
        <w:t>ٱ</w:t>
      </w:r>
      <w:r>
        <w:rPr>
          <w:rFonts w:hint="eastAsia"/>
          <w:rtl/>
        </w:rPr>
        <w:t>لسَّمَـٰوَ</w:t>
      </w:r>
      <w:r w:rsidR="005B7B9E" w:rsidRPr="005B7B9E">
        <w:rPr>
          <w:rFonts w:hint="cs"/>
          <w:rtl/>
        </w:rPr>
        <w:t>ا</w:t>
      </w:r>
      <w:r>
        <w:rPr>
          <w:rFonts w:hint="eastAsia"/>
          <w:rtl/>
        </w:rPr>
        <w:t>تِ</w:t>
      </w:r>
      <w:r>
        <w:rPr>
          <w:rtl/>
        </w:rPr>
        <w:t xml:space="preserve"> وَ</w:t>
      </w:r>
      <w:r>
        <w:rPr>
          <w:rFonts w:hint="cs"/>
          <w:rtl/>
        </w:rPr>
        <w:t>ٱ</w:t>
      </w:r>
      <w:r>
        <w:rPr>
          <w:rFonts w:hint="eastAsia"/>
          <w:rtl/>
        </w:rPr>
        <w:t>لۡأَرۡضِ</w:t>
      </w:r>
      <w:r>
        <w:rPr>
          <w:rtl/>
        </w:rPr>
        <w:t xml:space="preserve"> طَوۡعً۬ا وَ</w:t>
      </w:r>
      <w:r w:rsidR="001E6BAB" w:rsidRPr="001E6BAB">
        <w:rPr>
          <w:rFonts w:hint="cs"/>
          <w:rtl/>
        </w:rPr>
        <w:t>ک</w:t>
      </w:r>
      <w:r>
        <w:rPr>
          <w:rFonts w:hint="eastAsia"/>
          <w:rtl/>
        </w:rPr>
        <w:t>رۡهً۬ا</w:t>
      </w:r>
      <w:r>
        <w:rPr>
          <w:rtl/>
        </w:rPr>
        <w:t xml:space="preserve"> وَإِلَيۡهِ يُرۡجَعُونَ (٨٣</w:t>
      </w:r>
      <w:r w:rsidR="009229E3">
        <w:rPr>
          <w:rtl/>
        </w:rPr>
        <w:t>)</w:t>
      </w:r>
    </w:p>
    <w:p w:rsidR="001A403D" w:rsidRDefault="001A403D" w:rsidP="00E36567">
      <w:pPr>
        <w:pStyle w:val="libBoldItalic"/>
      </w:pPr>
      <w:r>
        <w:t>Do they seek other than the Deen of Allah, while to Him submits whoever is in the heavens and the earth, willingly or unwillingly, and to Him they will be returned. (83)</w:t>
      </w:r>
    </w:p>
    <w:p w:rsidR="001A403D" w:rsidRDefault="001A403D" w:rsidP="00E36567">
      <w:pPr>
        <w:pStyle w:val="libNormal"/>
      </w:pPr>
      <w:r>
        <w:t xml:space="preserve">1-Before the creation of the creations, Allah created two oceans, one of sweet like honey water, and second of salty bitter water. Then created the earth of Adam (a.s.) from the sweet ocean, then put it on the bitter water and blew the fast hot wind. After creating Adam (a.s.), took earth in the right hand and put it in the Sulb of Adam (a.s.) in the form of particles and said: These will go to Jannah, I do not care anyone. Then took earth in the left hand and placed in the Sulb of Adam (a.s.) in the form of particles and said: These will go in Fire, I do not care anyone, and no one can question Me, what I do. So the companions of Shimal who were in the state of particles asked their Creator, “O our Rabb, why Fire is made obligatory on us? You are Wise and Just. Before that You should have given proof to us by sending Rasool (a.s.) to give education of obedience and forbiddance.” Allah Tabarak wa Ta’ala said: So I will give you proof now about excuse after obedience and forbiddance and after getting knowledge. Allah ordered the Angel (a.s.) of Hell to bring Jahannum, and told the companions of Shimal to enter in it with obedience (accepting the order of Allah without any objection). They answered: We will not enter with obedience (willingly). </w:t>
      </w:r>
      <w:r>
        <w:lastRenderedPageBreak/>
        <w:t>Said He: Enter into it with obedience, otherwise I will surely give you punishment in it forcefully. They answered:  We will run away from it towards You, and complain, how this Fire is obligatory on us, and declared us companions of Shimal, so how we can enter willingly, rather would have started with the companions of Yameen to enter into it, so that there would be justice between us and them? Then Allah commanded to the companions of Yameen, who were present in front in the state of particles: Enter this Fire while obeying. When they entered, the Fire extinguished and became cool and they all entered into it, and Allah made it cool with peace. Then took them out of it, and Allah Tabarak wa Ta’ala addressed the companions of Yameen and the companions of Shimal: Am I not your Rabb? The companions of Yameen said: Yes, O our Rabb, we are Your creation, and we are testifying and obeying creation. And the companions of Shimal said: Yes O our Rabb, we are Your creation, and unwillingly Your creation. (Imam Jafar Sadiq asws) (al-Burhan, v2, p63)</w:t>
      </w:r>
    </w:p>
    <w:p w:rsidR="001A403D" w:rsidRDefault="001A403D" w:rsidP="00E36567">
      <w:pPr>
        <w:pStyle w:val="libNormal"/>
      </w:pPr>
      <w:r>
        <w:t>2-Whoever is in the skies and the earth submits to Him willingly or unwillingly. This was revealed about Imam Qaim asws, that he will present Islam to the Jews, Christians, Star worshipers, atheists, reverts, and disbelievers of the east and the west of the world. Who will accept willingly, he will be ordered about Salaah and Zakat, and the commandments which are for Muslims, and what Allah has made obligatory on them. And who will not accept, he will be beheaded, until no one will be left in the easts and the wests except monotheist of Allah. (Imam Abul Hassan asws) (al-Burhan, v2, p65)</w:t>
      </w:r>
    </w:p>
    <w:p w:rsidR="001A403D" w:rsidRDefault="001A403D" w:rsidP="009229E3">
      <w:pPr>
        <w:pStyle w:val="libCenterBold1"/>
      </w:pPr>
      <w:r>
        <w:t>Lesson:</w:t>
      </w:r>
    </w:p>
    <w:p w:rsidR="001A403D" w:rsidRDefault="001A403D" w:rsidP="001A403D">
      <w:pPr>
        <w:pStyle w:val="libNormal"/>
      </w:pPr>
      <w:r>
        <w:t>1-There is no compulsion on the creations. But it is in the Knowledge of Allah before creating that who will obey and who will disobey. And Allah proved it in the state of particles already, that if He orders an obedient to jump into the Fire, he will obey the order without any argument. Imam Jafar Sadiq asws gave such example to the world. Sahal bin Hassan Khurasani who claimed to be Shia, Imam asws asked him to jump into blazing Tanoor (oven) but he excused. Then Imam asws told the true Shia and companion Haroon Makki to do the same, and he immediately jumped into it and he remained safe and sound.</w:t>
      </w:r>
    </w:p>
    <w:p w:rsidR="001A403D" w:rsidRDefault="001A403D" w:rsidP="001A403D">
      <w:pPr>
        <w:pStyle w:val="libNormal"/>
      </w:pPr>
      <w:r>
        <w:t>2-The companions of Yameen do hard Matam, give homage by shedding blood with sword &amp; knives (Qama &amp; Zanjeer), do Matam while walking on burning coals for Imam Hussain asws, but it irritates the companions of Shimal. But the Creator does not care, only the companions of Yameen (Momineen steadfast on Walayat-e-Ali asws) will go to Paradise.</w:t>
      </w:r>
    </w:p>
    <w:p w:rsidR="001A403D" w:rsidRDefault="001A403D" w:rsidP="001A403D">
      <w:pPr>
        <w:pStyle w:val="libNormal"/>
      </w:pPr>
      <w:r>
        <w:t>3-The inhabitants of the skies and Momineen on the earth obey the Deen of Walayat-e-Elahi with happiness and willingly. While hypocrites Muqassireen accept it unwillingly, i.e. they accept verbally but deny the testification of Walayat practically.</w:t>
      </w:r>
    </w:p>
    <w:p w:rsidR="001A403D" w:rsidRDefault="001A403D" w:rsidP="00385B48">
      <w:pPr>
        <w:pStyle w:val="libAr"/>
      </w:pPr>
      <w:r>
        <w:rPr>
          <w:rFonts w:hint="eastAsia"/>
          <w:rtl/>
        </w:rPr>
        <w:lastRenderedPageBreak/>
        <w:t>إِنَّ</w:t>
      </w:r>
      <w:r>
        <w:rPr>
          <w:rtl/>
        </w:rPr>
        <w:t xml:space="preserve"> أَوَّلَ بَيۡتٍ۬ وُضِعَ لِلنَّاسِ لَلَّذِى بِبَكَّةَ مُبَارَكً۬ا وَهُدً۬ى لِّلۡعَـٰلَمِينَ (٩٦</w:t>
      </w:r>
      <w:r w:rsidR="009229E3">
        <w:rPr>
          <w:rtl/>
        </w:rPr>
        <w:t>)</w:t>
      </w:r>
      <w:r>
        <w:rPr>
          <w:rtl/>
        </w:rPr>
        <w:t xml:space="preserve"> فِيهِ ءَايَـٰتُۢ بَيِّنَـٰتٌ۬ مَّقَامُ إِبۡرَ</w:t>
      </w:r>
      <w:r w:rsidR="005B7B9E" w:rsidRPr="005B7B9E">
        <w:rPr>
          <w:rFonts w:hint="cs"/>
          <w:rtl/>
        </w:rPr>
        <w:t>ا</w:t>
      </w:r>
      <w:r>
        <w:rPr>
          <w:rFonts w:hint="eastAsia"/>
          <w:rtl/>
        </w:rPr>
        <w:t>هِيمَ‌ۖ</w:t>
      </w:r>
      <w:r>
        <w:rPr>
          <w:rtl/>
        </w:rPr>
        <w:t xml:space="preserve"> وَمَن دَخَلَهُ </w:t>
      </w:r>
      <w:r>
        <w:rPr>
          <w:rFonts w:hint="cs"/>
          <w:rtl/>
        </w:rPr>
        <w:t>ۥ</w:t>
      </w:r>
      <w:r>
        <w:rPr>
          <w:rtl/>
        </w:rPr>
        <w:t xml:space="preserve"> كَانَ ءَامِنً۬ا‌ۗ وَلِلَّهِ عَلَى </w:t>
      </w:r>
      <w:r>
        <w:rPr>
          <w:rFonts w:hint="cs"/>
          <w:rtl/>
        </w:rPr>
        <w:t>ٱ</w:t>
      </w:r>
      <w:r>
        <w:rPr>
          <w:rFonts w:hint="eastAsia"/>
          <w:rtl/>
        </w:rPr>
        <w:t>لنَّاسِ</w:t>
      </w:r>
      <w:r>
        <w:rPr>
          <w:rtl/>
        </w:rPr>
        <w:t xml:space="preserve"> حِجُّ </w:t>
      </w:r>
      <w:r>
        <w:rPr>
          <w:rFonts w:hint="cs"/>
          <w:rtl/>
        </w:rPr>
        <w:t>ٱ</w:t>
      </w:r>
      <w:r>
        <w:rPr>
          <w:rFonts w:hint="eastAsia"/>
          <w:rtl/>
        </w:rPr>
        <w:t>لۡبَيۡتِ</w:t>
      </w:r>
      <w:r>
        <w:rPr>
          <w:rtl/>
        </w:rPr>
        <w:t xml:space="preserve"> مَنِ </w:t>
      </w:r>
      <w:r>
        <w:rPr>
          <w:rFonts w:hint="cs"/>
          <w:rtl/>
        </w:rPr>
        <w:t>ٱ</w:t>
      </w:r>
      <w:r>
        <w:rPr>
          <w:rFonts w:hint="eastAsia"/>
          <w:rtl/>
        </w:rPr>
        <w:t>سۡتَطَاعَ</w:t>
      </w:r>
      <w:r>
        <w:rPr>
          <w:rtl/>
        </w:rPr>
        <w:t xml:space="preserve"> إِلَيۡهِ </w:t>
      </w:r>
      <w:r>
        <w:rPr>
          <w:rFonts w:hint="eastAsia"/>
          <w:rtl/>
        </w:rPr>
        <w:t>سَبِيلاً۬‌ۚ</w:t>
      </w:r>
      <w:r>
        <w:rPr>
          <w:rtl/>
        </w:rPr>
        <w:t xml:space="preserve"> وَمَن كَفَرَ فَإِنَّ </w:t>
      </w:r>
      <w:r>
        <w:rPr>
          <w:rFonts w:hint="cs"/>
          <w:rtl/>
        </w:rPr>
        <w:t>ٱ</w:t>
      </w:r>
      <w:r>
        <w:rPr>
          <w:rFonts w:hint="eastAsia"/>
          <w:rtl/>
        </w:rPr>
        <w:t>للَّهَ</w:t>
      </w:r>
      <w:r>
        <w:rPr>
          <w:rtl/>
        </w:rPr>
        <w:t xml:space="preserve"> غَنِىٌّ عَنِ </w:t>
      </w:r>
      <w:r>
        <w:rPr>
          <w:rFonts w:hint="cs"/>
          <w:rtl/>
        </w:rPr>
        <w:t>ٱ</w:t>
      </w:r>
      <w:r>
        <w:rPr>
          <w:rFonts w:hint="eastAsia"/>
          <w:rtl/>
        </w:rPr>
        <w:t>لۡعَـٰلَمِينَ</w:t>
      </w:r>
      <w:r>
        <w:rPr>
          <w:rtl/>
        </w:rPr>
        <w:t xml:space="preserve"> (٩٧</w:t>
      </w:r>
      <w:r w:rsidR="009229E3">
        <w:rPr>
          <w:rtl/>
        </w:rPr>
        <w:t>)</w:t>
      </w:r>
    </w:p>
    <w:p w:rsidR="001A403D" w:rsidRDefault="001A403D" w:rsidP="00E36567">
      <w:pPr>
        <w:pStyle w:val="libBoldItalic"/>
      </w:pPr>
      <w:r>
        <w:t>Indeed, the first House established for mankind was that at Bakkah (Makkah), blessed, and guidance for the worlds. (96) In it are the clear Signs, the standing place of Ibraheem, and whoever enters it is safe. And pilgrimage to the House is a duty unto Allah for mankind, for him who is able to find a way to it. And whoever disbelieves (refuses), then indeed Allah is free from need of the worlds. (97)</w:t>
      </w:r>
    </w:p>
    <w:p w:rsidR="001A403D" w:rsidRDefault="001A403D" w:rsidP="00E36567">
      <w:pPr>
        <w:pStyle w:val="libNormal"/>
      </w:pPr>
      <w:r>
        <w:t>1-When Allah Azza wa Jalla intended to make earth, ordered to strike air on the surface of the water, until tides were raised and foam was created which was collected on the place of the House (i.e. made the earth of Baitullah). Then made hills with the foam and spread the earth underneath, and this is the saying of Allah, “Indeed, the first House established for mankind was that at Makkah.” (Imam Mohammad Baqir asws) (al-Burhan, v2, p70)</w:t>
      </w:r>
    </w:p>
    <w:p w:rsidR="001A403D" w:rsidRDefault="001A403D" w:rsidP="00E36567">
      <w:pPr>
        <w:pStyle w:val="libNormal"/>
      </w:pPr>
      <w:r>
        <w:t>2-Maqam-e-Ibraheem (a.s.), the stone on which he stood and marks of his feet were imprinted on it, and Hijr-e-Aswad, and Manzal-e-Ismael (a.s.) are the clear Signs. (Imam Jafar Sadiq asws) (al-Burhan, v2, p70)</w:t>
      </w:r>
    </w:p>
    <w:p w:rsidR="001A403D" w:rsidRDefault="001A403D" w:rsidP="00E36567">
      <w:pPr>
        <w:pStyle w:val="libNormal"/>
      </w:pPr>
      <w:r>
        <w:t>3-Who intended for this House, and knows that this is the House about which Allah Azza wa Jalla has commanded, and keeps Marifat of us Ahlul Bait asws, as is the right of having Marifat, then he is safe in the world and Hereafter. (Imam Hussain asws) (al-Burhan, v2, p70)</w:t>
      </w:r>
    </w:p>
    <w:p w:rsidR="001A403D" w:rsidRDefault="001A403D" w:rsidP="00E36567">
      <w:pPr>
        <w:pStyle w:val="libNormal"/>
      </w:pPr>
      <w:r>
        <w:t>4-Imam Jafar Sadiq asws said about the saying of Allah, “And whoever enters into it, is safe” that it is about the Qaim asws of us Ahlul Bait asws, that who paid allegiance to him, and entered with him, and touched his hand, be with his companions, he is safe. (al-Burhan, v2, p71)</w:t>
      </w:r>
    </w:p>
    <w:p w:rsidR="001A403D" w:rsidRDefault="001A403D" w:rsidP="00E36567">
      <w:pPr>
        <w:pStyle w:val="libNormal"/>
      </w:pPr>
      <w:r>
        <w:t>5-The place of the House is Bakkah, and its town (habitat) is Makkah. Its name is Bakkah because men and women weep in it. (Imam Jafar Sadiq asws) (al-Burhan, v2, p70)</w:t>
      </w:r>
    </w:p>
    <w:p w:rsidR="001A403D" w:rsidRDefault="001A403D" w:rsidP="00E36567">
      <w:pPr>
        <w:pStyle w:val="libNormal"/>
      </w:pPr>
      <w:r>
        <w:t>6-Imam Mohammad Baqir asws was asked about the House (Bait): Did people used to perform Hajj before Nabi sawaw was raised? Said: Yes, you do not know that people used to do its Hajj, and let me tell you that Adam (a.s.), and Nuh (a.s.) and Sulaiman (a.s.) along with Jinns, humans, and birds, did Hajj of Bait. And Musa (a.s.) did its Hajj while riding on the red camel, and was saying, “Labbaik, Labbaik” And this is what Allah says, “Indeed, the first House established for mankind was that at Bakkah (Makkah), blessed, and guidance for the worlds.” (al-Burhan, v2, p73)</w:t>
      </w:r>
    </w:p>
    <w:p w:rsidR="001A403D" w:rsidRDefault="001A403D" w:rsidP="00E36567">
      <w:pPr>
        <w:pStyle w:val="libNormal"/>
      </w:pPr>
      <w:r>
        <w:t>7-Abdul Azia asked about this verse: Murjai, Qadri, Harori, and Zandeeq who do not believe in Allah, also enter Baitullah? Imam Jafar Sadiq asws said: No, there is no blessing for them. But who enters in it and have knowledge of our Right, as he has knowledge of the Bait, then he will exit from the sins, and will get rid of hardships of the world and Hereafter. (al-Burhan, v2, p76)</w:t>
      </w:r>
    </w:p>
    <w:p w:rsidR="001A403D" w:rsidRDefault="001A403D" w:rsidP="00E36567">
      <w:pPr>
        <w:pStyle w:val="libNormal"/>
      </w:pPr>
      <w:r>
        <w:lastRenderedPageBreak/>
        <w:t>8-Isalm is based on Five things: Salaah, Zakat, Hajj, Saom, and Walayat. Walayat is superior to all of them because it is their key and their guardian, and proof on them... (Imam Mohammad Baqir asws) (al-Burhan, v2, p79)</w:t>
      </w:r>
    </w:p>
    <w:p w:rsidR="001A403D" w:rsidRDefault="001A403D" w:rsidP="009229E3">
      <w:pPr>
        <w:pStyle w:val="libCenterBold1"/>
      </w:pPr>
      <w:r>
        <w:t>Lesson:</w:t>
      </w:r>
    </w:p>
    <w:p w:rsidR="001A403D" w:rsidRDefault="001A403D" w:rsidP="001A403D">
      <w:pPr>
        <w:pStyle w:val="libNormal"/>
      </w:pPr>
      <w:r>
        <w:t>1-Pilgrim of Baitullah can only get salvation after getting rid of sins when he has the knowledge of the Bait, and Ahlul Bait asws as well, and acknowledges their Haqq (right) with heart, tongue, and in practice while performing deeds, and is under the allegiance of Imam-e-Zamana asws, and is not doing blind Taqleed of any fallible Mulla.</w:t>
      </w:r>
    </w:p>
    <w:p w:rsidR="001A403D" w:rsidRDefault="001A403D" w:rsidP="001A403D">
      <w:pPr>
        <w:pStyle w:val="libNormal"/>
      </w:pPr>
      <w:r>
        <w:t>2-Walayat is superior to all Ibadaat, it is spirit &amp; foundation of Islam, it is the fruit of the toil of all the Anmbiya (a.s.) and Mursaleen (a.s.), it is the key of the Door of Allah, it is the proof of acceptance of all the deeds, it is the guardian of Usool and Farooh. After Walayat is Salaah which is the pillar of Deen, then is its equal Zakat which finishes the sins, then Hajj which is forgiveness, and then Saom which is shield against Hell.</w:t>
      </w:r>
    </w:p>
    <w:p w:rsidR="00595365" w:rsidRDefault="001A403D" w:rsidP="00385B48">
      <w:pPr>
        <w:pStyle w:val="libAr"/>
      </w:pPr>
      <w:r>
        <w:rPr>
          <w:rFonts w:hint="eastAsia"/>
          <w:rtl/>
        </w:rPr>
        <w:t>يَـٰٓأَيُّ</w:t>
      </w:r>
      <w:r w:rsidR="001E6BAB" w:rsidRPr="001E6BAB">
        <w:rPr>
          <w:rFonts w:hint="cs"/>
          <w:rtl/>
        </w:rPr>
        <w:t>ه</w:t>
      </w:r>
      <w:r w:rsidRPr="00595365">
        <w:rPr>
          <w:rFonts w:hint="cs"/>
          <w:rtl/>
        </w:rPr>
        <w:t>ا</w:t>
      </w:r>
      <w:r>
        <w:rPr>
          <w:rtl/>
        </w:rPr>
        <w:t xml:space="preserve"> </w:t>
      </w:r>
      <w:r>
        <w:rPr>
          <w:rFonts w:hint="cs"/>
          <w:rtl/>
        </w:rPr>
        <w:t>ٱ</w:t>
      </w:r>
      <w:r>
        <w:rPr>
          <w:rFonts w:hint="eastAsia"/>
          <w:rtl/>
        </w:rPr>
        <w:t>لَّذِينَ</w:t>
      </w:r>
      <w:r>
        <w:rPr>
          <w:rtl/>
        </w:rPr>
        <w:t xml:space="preserve"> ءَامَنُواْ </w:t>
      </w:r>
      <w:r>
        <w:rPr>
          <w:rFonts w:hint="cs"/>
          <w:rtl/>
        </w:rPr>
        <w:t>ٱ</w:t>
      </w:r>
      <w:r>
        <w:rPr>
          <w:rFonts w:hint="eastAsia"/>
          <w:rtl/>
        </w:rPr>
        <w:t>تَّقُواْ</w:t>
      </w:r>
      <w:r>
        <w:rPr>
          <w:rtl/>
        </w:rPr>
        <w:t xml:space="preserve"> </w:t>
      </w:r>
      <w:r>
        <w:rPr>
          <w:rFonts w:hint="cs"/>
          <w:rtl/>
        </w:rPr>
        <w:t>ٱ</w:t>
      </w:r>
      <w:r>
        <w:rPr>
          <w:rFonts w:hint="eastAsia"/>
          <w:rtl/>
        </w:rPr>
        <w:t>للَّهَ</w:t>
      </w:r>
      <w:r>
        <w:rPr>
          <w:rtl/>
        </w:rPr>
        <w:t xml:space="preserve"> حَقَّ تُقَاتِهِ</w:t>
      </w:r>
      <w:r>
        <w:rPr>
          <w:rFonts w:hint="cs"/>
          <w:rtl/>
        </w:rPr>
        <w:t>ۦ</w:t>
      </w:r>
      <w:r>
        <w:rPr>
          <w:rtl/>
        </w:rPr>
        <w:t xml:space="preserve"> وَلَا تَمُوتُنَّ إِلَّا وَأَنتُم مُّسۡلِمُونَ (١٠٢</w:t>
      </w:r>
      <w:r w:rsidR="009229E3">
        <w:rPr>
          <w:rtl/>
        </w:rPr>
        <w:t>)</w:t>
      </w:r>
    </w:p>
    <w:p w:rsidR="001A403D" w:rsidRDefault="001A403D" w:rsidP="00E36567">
      <w:pPr>
        <w:pStyle w:val="libBoldItalic"/>
      </w:pPr>
      <w:r>
        <w:t>O you who believe! Fear Allah as He should be feared, and you should not die except you are Muslims (102)</w:t>
      </w:r>
    </w:p>
    <w:p w:rsidR="001A403D" w:rsidRDefault="001A403D" w:rsidP="001A403D">
      <w:pPr>
        <w:pStyle w:val="libNormal"/>
      </w:pPr>
      <w:r>
        <w:t>1-Amirul Momineen asws said about the saying of Allah, “O you who believe! Fear Allah as He should be feared”: Swear by Allah, no one acted upon it except Ahl-Bait-e-Rasool asws, we remember Allah and never forget Him and we are grateful to Him and never ungrateful to Him and we obey Him and never disobey.</w:t>
      </w:r>
    </w:p>
    <w:p w:rsidR="001A403D" w:rsidRDefault="001A403D" w:rsidP="00E36567">
      <w:pPr>
        <w:pStyle w:val="libNormal"/>
      </w:pPr>
      <w:r>
        <w:t>When this verse was revealed, the companions said: We have no power to do that. Then Allah revealed: So fear Allah as much as you are able.... (al-Taghabun, v16) (al-Burhan, v2, p82)</w:t>
      </w:r>
    </w:p>
    <w:p w:rsidR="001A403D" w:rsidRDefault="001A403D" w:rsidP="00E36567">
      <w:pPr>
        <w:pStyle w:val="libNormal"/>
      </w:pPr>
      <w:r>
        <w:t>2-You should not die except in obedience of Rasool Allah sawaw and Imams asws after him. (Imam Ali Raza asws) (al-Burhan, v2, p82)</w:t>
      </w:r>
    </w:p>
    <w:p w:rsidR="001A403D" w:rsidRDefault="001A403D" w:rsidP="009229E3">
      <w:pPr>
        <w:pStyle w:val="libCenterBold1"/>
      </w:pPr>
      <w:r>
        <w:t>Lesson:</w:t>
      </w:r>
    </w:p>
    <w:p w:rsidR="001A403D" w:rsidRDefault="001A403D" w:rsidP="001A403D">
      <w:pPr>
        <w:pStyle w:val="libNormal"/>
      </w:pPr>
      <w:r>
        <w:t>1-Only Mohammad-o-Aal-e-Mohammad asws can fulfil the right of Glorifying and Praising Allah Azza wa Jalla. Therefore Allah gave concession to the people to fear Him (Taqwa) according to intellect &amp; wisdom.</w:t>
      </w:r>
    </w:p>
    <w:p w:rsidR="001A403D" w:rsidRDefault="001A403D" w:rsidP="001A403D">
      <w:pPr>
        <w:pStyle w:val="libNormal"/>
      </w:pPr>
      <w:r>
        <w:t>2-Allah is commanding to keep submitted to the Walayat of Masumeen asws until the last breath, to give yourself completely in the custody of Walayat-e-Ali asws, and to enter into Silm (Walayat-e-Ali asws) wholly. But not like that when it is Salaah time, you jump out of Walayat like Shaitan.</w:t>
      </w:r>
    </w:p>
    <w:p w:rsidR="00595365" w:rsidRDefault="001A403D" w:rsidP="00385B48">
      <w:pPr>
        <w:pStyle w:val="libAr"/>
      </w:pPr>
      <w:r>
        <w:rPr>
          <w:rFonts w:hint="eastAsia"/>
          <w:rtl/>
        </w:rPr>
        <w:t>وَ</w:t>
      </w:r>
      <w:r>
        <w:rPr>
          <w:rFonts w:hint="cs"/>
          <w:rtl/>
        </w:rPr>
        <w:t>ٱ</w:t>
      </w:r>
      <w:r>
        <w:rPr>
          <w:rFonts w:hint="eastAsia"/>
          <w:rtl/>
        </w:rPr>
        <w:t>عۡتَصِمُواْ</w:t>
      </w:r>
      <w:r>
        <w:rPr>
          <w:rtl/>
        </w:rPr>
        <w:t xml:space="preserve"> بِحَبۡلِ </w:t>
      </w:r>
      <w:r>
        <w:rPr>
          <w:rFonts w:hint="cs"/>
          <w:rtl/>
        </w:rPr>
        <w:t>ٱ</w:t>
      </w:r>
      <w:r>
        <w:rPr>
          <w:rFonts w:hint="eastAsia"/>
          <w:rtl/>
        </w:rPr>
        <w:t>للَّهِ</w:t>
      </w:r>
      <w:r>
        <w:rPr>
          <w:rtl/>
        </w:rPr>
        <w:t xml:space="preserve"> جَمِيعً۬ا وَلَا تَفَرَّقُواْ‌ۚ وَ</w:t>
      </w:r>
      <w:r>
        <w:rPr>
          <w:rFonts w:hint="cs"/>
          <w:rtl/>
        </w:rPr>
        <w:t>ٱ</w:t>
      </w:r>
      <w:r>
        <w:rPr>
          <w:rFonts w:hint="eastAsia"/>
          <w:rtl/>
        </w:rPr>
        <w:t>ذۡكُرُواْ</w:t>
      </w:r>
      <w:r>
        <w:rPr>
          <w:rtl/>
        </w:rPr>
        <w:t xml:space="preserve"> نِعۡمَتَ </w:t>
      </w:r>
      <w:r>
        <w:rPr>
          <w:rFonts w:hint="cs"/>
          <w:rtl/>
        </w:rPr>
        <w:t>ٱ</w:t>
      </w:r>
      <w:r>
        <w:rPr>
          <w:rFonts w:hint="eastAsia"/>
          <w:rtl/>
        </w:rPr>
        <w:t>للَّهِ</w:t>
      </w:r>
      <w:r>
        <w:rPr>
          <w:rtl/>
        </w:rPr>
        <w:t xml:space="preserve"> عَلَيۡكُمۡ إِذۡ كُنتُمۡ أَعۡدَآءً۬ فَأَلَّفَ بَيۡنَ قُلُوبِكُمۡ فَأَصۡبَحۡتُم بِنِعۡمَتِهِ</w:t>
      </w:r>
      <w:r>
        <w:rPr>
          <w:rFonts w:hint="cs"/>
          <w:rtl/>
        </w:rPr>
        <w:t>ۦۤ</w:t>
      </w:r>
      <w:r>
        <w:rPr>
          <w:rtl/>
        </w:rPr>
        <w:t xml:space="preserve"> إِخۡوَ</w:t>
      </w:r>
      <w:r w:rsidR="005B7B9E" w:rsidRPr="005B7B9E">
        <w:rPr>
          <w:rFonts w:hint="cs"/>
          <w:rtl/>
        </w:rPr>
        <w:t>ا</w:t>
      </w:r>
      <w:r>
        <w:rPr>
          <w:rFonts w:hint="eastAsia"/>
          <w:rtl/>
        </w:rPr>
        <w:t>نً۬ا</w:t>
      </w:r>
      <w:r>
        <w:rPr>
          <w:rtl/>
        </w:rPr>
        <w:t xml:space="preserve"> وَكُنتُمۡ عَلَىٰ شَفَا حُفۡرَةٍ۬ مِّنَ </w:t>
      </w:r>
      <w:r>
        <w:rPr>
          <w:rFonts w:hint="cs"/>
          <w:rtl/>
        </w:rPr>
        <w:t>ٱ</w:t>
      </w:r>
      <w:r>
        <w:rPr>
          <w:rFonts w:hint="eastAsia"/>
          <w:rtl/>
        </w:rPr>
        <w:t>لنَّارِ</w:t>
      </w:r>
      <w:r>
        <w:rPr>
          <w:rtl/>
        </w:rPr>
        <w:t xml:space="preserve"> فَأَنقَذَ</w:t>
      </w:r>
      <w:r>
        <w:rPr>
          <w:rFonts w:hint="eastAsia"/>
          <w:rtl/>
        </w:rPr>
        <w:t>كُم</w:t>
      </w:r>
      <w:r>
        <w:rPr>
          <w:rtl/>
        </w:rPr>
        <w:t xml:space="preserve"> مِّنۡ</w:t>
      </w:r>
      <w:r w:rsidR="001E6BAB" w:rsidRPr="001E6BAB">
        <w:rPr>
          <w:rFonts w:hint="cs"/>
          <w:rtl/>
        </w:rPr>
        <w:t>ه</w:t>
      </w:r>
      <w:r w:rsidRPr="00595365">
        <w:rPr>
          <w:rFonts w:hint="cs"/>
          <w:rtl/>
        </w:rPr>
        <w:t>ا‌ۗ كَذَ</w:t>
      </w:r>
      <w:r w:rsidR="005B7B9E" w:rsidRPr="005B7B9E">
        <w:rPr>
          <w:rFonts w:hint="cs"/>
          <w:rtl/>
        </w:rPr>
        <w:t>ا</w:t>
      </w:r>
      <w:r>
        <w:rPr>
          <w:rFonts w:hint="eastAsia"/>
          <w:rtl/>
        </w:rPr>
        <w:t>لِكَ</w:t>
      </w:r>
      <w:r>
        <w:rPr>
          <w:rtl/>
        </w:rPr>
        <w:t xml:space="preserve"> يُبَيِّنُ </w:t>
      </w:r>
      <w:r>
        <w:rPr>
          <w:rFonts w:hint="cs"/>
          <w:rtl/>
        </w:rPr>
        <w:t>ٱ</w:t>
      </w:r>
      <w:r>
        <w:rPr>
          <w:rFonts w:hint="eastAsia"/>
          <w:rtl/>
        </w:rPr>
        <w:t>للَّهُ</w:t>
      </w:r>
      <w:r>
        <w:rPr>
          <w:rtl/>
        </w:rPr>
        <w:t xml:space="preserve"> لَكُمۡ ءَايَـٰتِهِ</w:t>
      </w:r>
      <w:r>
        <w:rPr>
          <w:rFonts w:hint="cs"/>
          <w:rtl/>
        </w:rPr>
        <w:t>ۦ</w:t>
      </w:r>
      <w:r>
        <w:rPr>
          <w:rtl/>
        </w:rPr>
        <w:t xml:space="preserve"> لَعَلَّكُمۡ تَ</w:t>
      </w:r>
      <w:r w:rsidR="001E6BAB" w:rsidRPr="001E6BAB">
        <w:rPr>
          <w:rFonts w:hint="cs"/>
          <w:rtl/>
        </w:rPr>
        <w:t>ه</w:t>
      </w:r>
      <w:r w:rsidRPr="00595365">
        <w:rPr>
          <w:rFonts w:hint="cs"/>
          <w:rtl/>
        </w:rPr>
        <w:t>ۡتَدُونَ (١٠٣</w:t>
      </w:r>
      <w:r w:rsidR="009229E3">
        <w:rPr>
          <w:rtl/>
        </w:rPr>
        <w:t>)</w:t>
      </w:r>
    </w:p>
    <w:p w:rsidR="001A403D" w:rsidRDefault="001A403D" w:rsidP="00E36567">
      <w:pPr>
        <w:pStyle w:val="libBoldItalic"/>
      </w:pPr>
      <w:r>
        <w:t xml:space="preserve">And hold fast the Habl (rope) of Allah all together, and do not disunite, and remember Allah's Favour upon you, when you were enemies and He </w:t>
      </w:r>
      <w:r>
        <w:lastRenderedPageBreak/>
        <w:t>brought your hearts together so that you became brothers by His Favour. And you were upon the brink of an abyss of Fire, and He did save you from it. Thus Allah makes clear His Ayaat to you, that perhaps you may be guided. (103)</w:t>
      </w:r>
    </w:p>
    <w:p w:rsidR="001A403D" w:rsidRDefault="001A403D" w:rsidP="00E36567">
      <w:pPr>
        <w:pStyle w:val="libNormal"/>
      </w:pPr>
      <w:r>
        <w:t>1-One delegate of lovers with true faith came from the people of Yamen and said: Ya Rasool Allah sawaw, who is your vicegerent? Said:That about whom Allah has commanded to hold him fast, Allah Azza wa Jalla said, “And hold fast the Habl (rope) of Allah all together, and do not disunite.” They said: Make clear that Habl for us. Said: That, Allah is saying, “But due to Rope from Allah and Rope among the people..” (Aal-e-Imaran, v112), so Rope from Allah is His Book and Rope among the people is my vicegerent. They said: Ya Rasool Allah sawaw, who is your vicegerent? Said: About whom Allah has revealed, “That a person will say, “Oh, my regret over what I neglected in regard to Janbullah” (az-Zumar, v56). They said: Ya Rasool Allah sawaw, who is this Janbullah? Said: About whom Allah says, “That day an unjust will bite his hands, saying would that I had adopted (accepted) Sabeel along with Rasool” (al-Furqan, v27), that is my vicegerent and Sabeel toward me after me. They said: Ya Rasool Allah sawaw, for the sake of Who sent you as Nabi with Haqq, let us see him, we are eager to see him. Said: That whom Allah has made Ayat for the wise people, so when you look to him, then about whom heart gives witness, then know that he is my vicegerent, as you knew I am your Nabi, so go between the lines of the people and recognise the faces, so towards whom your hearts incline, he is that about whom Allah Azza wa Jalla says in His Book, “So make hearts of the people inclined towards them” (Ibraheem, v37) i.e. his and his progeny. Then Abu Amir Ash’ari, Abu Gharrah Kholani, Zabeyan bin Qais &amp; Usman bin Qais, Urfa Doosi, and Lahiq bin Alaqa stood up and went in lines looking the faces, and held the hand of bright foreheaded knowledgeable, and said: Ya Rasool Allah sawaw, our hearts are inclined to him. Said: You are chosen people of Allah because you recognised the vicegerent of Rasool Allah sawaw before that he was introduced to you, how you recognised him? They wept loud and said: Ya Rasool Allah sawaw, we saw the people but our hearts did not incline towards them, and when we saw him, our hearts were ringing, and our souls were satisfied, and our eyes and hearts were filled (with tears of gladness), and our chest were alight, so that we realized that this is our father, and we are his sons. Rasool Allah sawaw said: “And no one knows the reality except Allah and who are firmly rooted in Knowledge” (Aal-e-Imran, v7), you have (high) status near Him due to taking lead in virtue, and you got rid of Fire. These mentioned companions remained alive until they did Jihad along with Amirul Momineen asws in Jamal and Siffeen, and got martyrdom, Allah’s Blessing on them. Nabi Akram sawaw gave them good news of Jannah and told: You will be martyred with Ali ibne Abi Talib asws. (al-Burhan, v2, p83)</w:t>
      </w:r>
    </w:p>
    <w:p w:rsidR="001A403D" w:rsidRDefault="001A403D" w:rsidP="00E36567">
      <w:pPr>
        <w:pStyle w:val="libNormal"/>
      </w:pPr>
      <w:r>
        <w:t xml:space="preserve">2-One day Rasool Allah sawaw was sitting in the mosque with the companions and said: One person from the companions of Paradise is about to come to you, will ask his desire from me. So one tall man from the men of Mazar came, advanced and said Salam to Rasool Allah sawaw, and after sitting said: Ya Rasool Allah sawaw, I have heard that Allah Azza wa Jalla </w:t>
      </w:r>
      <w:r>
        <w:lastRenderedPageBreak/>
        <w:t>has revealed, “And hold fast the Habl (rope) of Allah all together, and do not disunite” what is that Habl about which Allah commanded to hold fast, and warned not to leave it? Rasool Allah sawaw stood up swiftly and raised his head and pointed towards Ali ibne Abi Talib asws, and said: This is Hablullah to keep in touch (adherent) and hold fast in the world, and due to it you will not go astray in the Hereafter. So that man quickly went to Ali asws and embraced Maola from the back and said: I have held Hablullah and Habl of His Rasool sawaw. Then he stood up went away. Rasool Allah sawaw said: Who wants to be glad that he has seen a man from the companions of the Paradise, then he should see this man. One person stood up from the gathering, took permission and went behind him, to ask him to supplicate to get forgiveness for him, and after meeting said to him: Make Dua for me to Allah for forgiveness. He answered: Did not you understand what Rasool Allah sawaw said to me, but did not tell you? That if you become adherent to Habl, Allah will forgive you, and if not then will not forgive you. (Imam Zainul Abideen asws) (al-Burhan, v2, p85)</w:t>
      </w:r>
    </w:p>
    <w:p w:rsidR="001A403D" w:rsidRDefault="001A403D" w:rsidP="00E36567">
      <w:pPr>
        <w:pStyle w:val="libNormal"/>
      </w:pPr>
      <w:r>
        <w:t>3-When Rasool Allah sawaw was not feeling well, said: Call my uncle Abbas (a.s.). Then came out with support of him and Ali asws, and lead the prayer. Then they made him (sawaw) sit on the pulpit. And all the people of Madina were gathered, Muhajireen and Ansaar, and sounds of lamenting were raised. Nabi sawaw was addressing for a short while and then keeping quiet, and said in the sermon: O group of Muhajireen and Ansaar, whoever human and jinn is present today and this time, who are present among you must convey the message to those who are absent. Beware certainly I am leaving the Book of Allah among you, in which is Noor and guidance, and whatever Allah has made obligatory, it is narrated, it is proof of Allah, my proof and my Wali’s proof. And I am leaving among you the great Standard, Standard of Deen, Noor of guidance, and light, and he is Ali ibne Abi Talib asws, who is Hablullah, “And hold fast the Habl (rope) of Allah all together, and do not disunite, and remember Allah's Favour upon you, when you were enemies and He brought your hearts together so that you became brothers by His Favour. And you were upon the brink of an abyss of Fire, and He did save you from it. Thus Allah makes clear His Ayaat to you, that perhaps you may be guided.” O people, This is Ali asws, who loves him today and in the coming days, and made him Wali (guardian) then Allah will fulfil His promise with him. And who keeps animosity and grudge with him today and in the coming days, he will be raised on the day of Qiyamah as deaf and blind, he will have no excuse for Allah. (Imam Abul Hassan asws) (al-Burhan, v2, p 86)</w:t>
      </w:r>
    </w:p>
    <w:p w:rsidR="001A403D" w:rsidRDefault="001A403D" w:rsidP="00E36567">
      <w:pPr>
        <w:pStyle w:val="libNormal"/>
      </w:pPr>
      <w:r>
        <w:t>4-Imam Mohammad Baqir asws said about the saying of Allah, “And do not disunite”: Allah Tabarak wa Ta’ala knows that they will be disunited after Nabi sawaw and will dispute, so they were forbidden from disunity, as it was forbidden to those who were before them (previous Ummahs) and commanded to gather on Walayat of Aal-e-Mohammad asws and do not depart from it. (al-Burhan, v2, p87)</w:t>
      </w:r>
    </w:p>
    <w:p w:rsidR="001A403D" w:rsidRDefault="001A403D" w:rsidP="00E36567">
      <w:pPr>
        <w:pStyle w:val="libNormal"/>
      </w:pPr>
      <w:r>
        <w:t>5- Imam Jafar Sadiq asws said that Allah says, “And you were upon the brink of an abyss of Fire, and He did save you from it” for the sake of Mohammad sawaw. (al-Burhan, v2, p88)</w:t>
      </w:r>
    </w:p>
    <w:p w:rsidR="001A403D" w:rsidRDefault="001A403D" w:rsidP="009229E3">
      <w:pPr>
        <w:pStyle w:val="libCenterBold1"/>
      </w:pPr>
      <w:r>
        <w:lastRenderedPageBreak/>
        <w:t>Lesson:</w:t>
      </w:r>
    </w:p>
    <w:p w:rsidR="001A403D" w:rsidRDefault="001A403D" w:rsidP="001A403D">
      <w:pPr>
        <w:pStyle w:val="libNormal"/>
      </w:pPr>
      <w:r>
        <w:t>1-Walayat-e-Ali asws is that Strong Handle and Rope of Allah which is guarantee of Salvation, and Allah commands to hold it fast, so that on the day of Qiyamah one should not become deaf &amp; blind, biting his hands in regrets.</w:t>
      </w:r>
    </w:p>
    <w:p w:rsidR="00595365" w:rsidRDefault="001A403D" w:rsidP="001A403D">
      <w:pPr>
        <w:pStyle w:val="libNormal"/>
      </w:pPr>
      <w:r>
        <w:t>2-Unity &amp; harmony only means to get together on Walayat-e-Ali asws. All other slogans of unity are corruption &amp; disunity.</w:t>
      </w:r>
    </w:p>
    <w:p w:rsidR="001A403D" w:rsidRDefault="001A403D" w:rsidP="001A403D">
      <w:pPr>
        <w:pStyle w:val="libNormal"/>
      </w:pPr>
      <w:r>
        <w:t>3-Who leaves adherence to Walayat-e-Ali asws, and goes to fallible Mulla to supplicate for him for pardon, and considers Mulla responsible for his deeds, he will not find anything except regret &amp; disappointment on the day of Qiyamah.</w:t>
      </w:r>
    </w:p>
    <w:p w:rsidR="001A403D" w:rsidRDefault="001A403D" w:rsidP="001A403D">
      <w:pPr>
        <w:pStyle w:val="libNormal"/>
      </w:pPr>
      <w:r>
        <w:t>4-Preaching Walayat-e-Ali asws is obligatory on every human and jin, so that he may save others from falling in the deep ditch of Fire.</w:t>
      </w:r>
    </w:p>
    <w:p w:rsidR="00595365" w:rsidRDefault="001A403D" w:rsidP="00385B48">
      <w:pPr>
        <w:pStyle w:val="libAr"/>
      </w:pPr>
      <w:r>
        <w:rPr>
          <w:rFonts w:hint="eastAsia"/>
          <w:rtl/>
        </w:rPr>
        <w:t>وَلۡتَكُن</w:t>
      </w:r>
      <w:r>
        <w:rPr>
          <w:rtl/>
        </w:rPr>
        <w:t xml:space="preserve"> مِّنكُمۡ أُمَّةٌ۬ يَدۡعُونَ إِلَى </w:t>
      </w:r>
      <w:r>
        <w:rPr>
          <w:rFonts w:hint="cs"/>
          <w:rtl/>
        </w:rPr>
        <w:t>ٱ</w:t>
      </w:r>
      <w:r>
        <w:rPr>
          <w:rFonts w:hint="eastAsia"/>
          <w:rtl/>
        </w:rPr>
        <w:t>لۡخَيۡرِ</w:t>
      </w:r>
      <w:r>
        <w:rPr>
          <w:rtl/>
        </w:rPr>
        <w:t xml:space="preserve"> وَيَأۡمُرُونَ بِ</w:t>
      </w:r>
      <w:r>
        <w:rPr>
          <w:rFonts w:hint="cs"/>
          <w:rtl/>
        </w:rPr>
        <w:t>ٱ</w:t>
      </w:r>
      <w:r>
        <w:rPr>
          <w:rFonts w:hint="eastAsia"/>
          <w:rtl/>
        </w:rPr>
        <w:t>لۡمَعۡرُوفِ</w:t>
      </w:r>
    </w:p>
    <w:p w:rsidR="001A403D" w:rsidRDefault="001A403D" w:rsidP="00385B48">
      <w:pPr>
        <w:pStyle w:val="libAr"/>
      </w:pPr>
      <w:r>
        <w:rPr>
          <w:rFonts w:hint="eastAsia"/>
          <w:rtl/>
        </w:rPr>
        <w:t>وَيَنۡهَوۡنَ</w:t>
      </w:r>
      <w:r>
        <w:rPr>
          <w:rtl/>
        </w:rPr>
        <w:t xml:space="preserve"> عَنِ </w:t>
      </w:r>
      <w:r>
        <w:rPr>
          <w:rFonts w:hint="cs"/>
          <w:rtl/>
        </w:rPr>
        <w:t>ٱ</w:t>
      </w:r>
      <w:r>
        <w:rPr>
          <w:rFonts w:hint="eastAsia"/>
          <w:rtl/>
        </w:rPr>
        <w:t>لۡمُنكَرِ‌ۚ</w:t>
      </w:r>
      <w:r>
        <w:rPr>
          <w:rtl/>
        </w:rPr>
        <w:t xml:space="preserve"> وَأُوْلَـٰٓ</w:t>
      </w:r>
      <w:r>
        <w:rPr>
          <w:rFonts w:hint="cs"/>
          <w:rtl/>
        </w:rPr>
        <w:t>ٮِٕ</w:t>
      </w:r>
      <w:r>
        <w:rPr>
          <w:rFonts w:hint="eastAsia"/>
          <w:rtl/>
        </w:rPr>
        <w:t>كَ</w:t>
      </w:r>
      <w:r>
        <w:rPr>
          <w:rtl/>
        </w:rPr>
        <w:t xml:space="preserve"> هُمُ </w:t>
      </w:r>
      <w:r>
        <w:rPr>
          <w:rFonts w:hint="cs"/>
          <w:rtl/>
        </w:rPr>
        <w:t>ٱ</w:t>
      </w:r>
      <w:r>
        <w:rPr>
          <w:rFonts w:hint="eastAsia"/>
          <w:rtl/>
        </w:rPr>
        <w:t>لۡمُفۡلِحُونَ</w:t>
      </w:r>
      <w:r>
        <w:rPr>
          <w:rtl/>
        </w:rPr>
        <w:t xml:space="preserve"> (١٠٤</w:t>
      </w:r>
      <w:r w:rsidR="009229E3">
        <w:rPr>
          <w:rtl/>
        </w:rPr>
        <w:t>)</w:t>
      </w:r>
    </w:p>
    <w:p w:rsidR="001A403D" w:rsidRDefault="001A403D" w:rsidP="00E36567">
      <w:pPr>
        <w:pStyle w:val="libBoldItalic"/>
      </w:pPr>
      <w:r>
        <w:t>And there is surely a nation (Ummah) among you who invites to goodness (Khair), and commands what is right and forbids what is wrong. And those are they who are successful. (104)</w:t>
      </w:r>
    </w:p>
    <w:p w:rsidR="001A403D" w:rsidRDefault="001A403D" w:rsidP="00E36567">
      <w:pPr>
        <w:pStyle w:val="libNormal"/>
      </w:pPr>
      <w:r>
        <w:t>1-It was asked from Imam Jafar Sadiq asws: Is it obligatory on whole Ummah to command good and forbid wrong? Imam asws said: No, only on him who has the power, who is being obeyed, and who is Alim of all Maroof (good) and all Munkir (wrong), it is not on the weak who can not recognise the way, which is right, of Haqq or Batil, and its proof is in the Book of Allah, His saying, “And there is surely one Ummah among you who commands good and forbids wrong”, this is specific verse not general, as Allah Azza wa Jalla says, “And there was one Ummah among the nation of Musa (a.s.) who used to guide with Haqq and did justice with it” (al-A’raf, v159) and this is not for some of Musa’s (a.s.) nation nor for whole nation, they were different nations, this is only one Ummah with high status, as Allah Azza wa Jalla says, “No doubt, Ibraheem (a.s.) was an Ummah, obedient of Allah” (al-Nahal v120) and this is not for a coward weak that he can be objected that he has neither power (authority) nor proof and nor anyone listens to him. (Imam Jafar Sadiq asws) (al-Burhan, v2, p88)</w:t>
      </w:r>
    </w:p>
    <w:p w:rsidR="001A403D" w:rsidRDefault="001A403D" w:rsidP="00E36567">
      <w:pPr>
        <w:pStyle w:val="libNormal"/>
      </w:pPr>
      <w:r>
        <w:t>2-Imam Jafar Sadiq asws said about this verse: This verse is not about the people of Qibla (Muslims) due to disobedience, because who (Muslim) does not invites towards Khair and does not command good and does not forbid wrong, he is not from among the Ummah whose quality is this, because you think all Muslims are Ummah of Mohammad sawaw. This verse exposed and told the qualities of Ummah of Mohammad sawaw that invites towards Khair, and commands good, and forbids wrong. And who has not got this quality, how he is from among the Ummah, and this is opposite to what Allah has narrated the conditions &amp; qualities of Ummah. (Imam Jafar Sadiq asws) (al-Burhan, v2, p89)</w:t>
      </w:r>
    </w:p>
    <w:p w:rsidR="001A403D" w:rsidRDefault="001A403D" w:rsidP="009229E3">
      <w:pPr>
        <w:pStyle w:val="libCenterBold1"/>
      </w:pPr>
      <w:r>
        <w:t>Lesson:</w:t>
      </w:r>
    </w:p>
    <w:p w:rsidR="001A403D" w:rsidRDefault="001A403D" w:rsidP="001A403D">
      <w:pPr>
        <w:pStyle w:val="libNormal"/>
      </w:pPr>
      <w:r>
        <w:lastRenderedPageBreak/>
        <w:t>1-According to Allah, what is good or bad or Halaal or Haraam, the authority of its decision &amp; command is only with Masumeen asws, who have knowledge of every thing and authority over everything. Fallible Mulla can neither decide about Maroof &amp; Munkir, nor he can change it.</w:t>
      </w:r>
    </w:p>
    <w:p w:rsidR="00595365" w:rsidRDefault="001A403D" w:rsidP="001A403D">
      <w:pPr>
        <w:pStyle w:val="libNormal"/>
      </w:pPr>
      <w:r>
        <w:t>2-For Momineen it is only to remind each other about Khair, Maroof, and good, and to warn about Munkir, wrong and evils.</w:t>
      </w:r>
    </w:p>
    <w:p w:rsidR="001A403D" w:rsidRDefault="001A403D" w:rsidP="001A403D">
      <w:pPr>
        <w:pStyle w:val="libNormal"/>
      </w:pPr>
      <w:r>
        <w:t>Khair, Maroof, Hasana, good, all of them means to keep firm on Walayat-e-Ali asws. And Munkir, wrong, and evils mean to oppose Walayat-e-Ali asws.</w:t>
      </w:r>
    </w:p>
    <w:p w:rsidR="001A403D" w:rsidRDefault="001A403D" w:rsidP="00385B48">
      <w:pPr>
        <w:pStyle w:val="libAr"/>
      </w:pPr>
      <w:r>
        <w:rPr>
          <w:rFonts w:hint="eastAsia"/>
          <w:rtl/>
        </w:rPr>
        <w:t>يَوۡمَ</w:t>
      </w:r>
      <w:r>
        <w:rPr>
          <w:rtl/>
        </w:rPr>
        <w:t xml:space="preserve"> تَبۡيَضُّ وُجُوهٌ۬ وَتَسۡوَدُّ وُجُوهٌ۬‌ۚ فَأَمَّا </w:t>
      </w:r>
      <w:r>
        <w:rPr>
          <w:rFonts w:hint="cs"/>
          <w:rtl/>
        </w:rPr>
        <w:t>ٱ</w:t>
      </w:r>
      <w:r>
        <w:rPr>
          <w:rFonts w:hint="eastAsia"/>
          <w:rtl/>
        </w:rPr>
        <w:t>لَّذِينَ</w:t>
      </w:r>
      <w:r>
        <w:rPr>
          <w:rtl/>
        </w:rPr>
        <w:t xml:space="preserve"> </w:t>
      </w:r>
      <w:r>
        <w:rPr>
          <w:rFonts w:hint="cs"/>
          <w:rtl/>
        </w:rPr>
        <w:t>ٱ</w:t>
      </w:r>
      <w:r>
        <w:rPr>
          <w:rFonts w:hint="eastAsia"/>
          <w:rtl/>
        </w:rPr>
        <w:t>سۡوَدَّتۡ</w:t>
      </w:r>
      <w:r>
        <w:rPr>
          <w:rtl/>
        </w:rPr>
        <w:t xml:space="preserve"> وُجُوهُهُمۡ أَكَفَرۡتُم بَعۡدَ إِيمَـٰنِكُمۡ فَذُوقُواْ </w:t>
      </w:r>
      <w:r>
        <w:rPr>
          <w:rFonts w:hint="cs"/>
          <w:rtl/>
        </w:rPr>
        <w:t>ٱ</w:t>
      </w:r>
      <w:r>
        <w:rPr>
          <w:rFonts w:hint="eastAsia"/>
          <w:rtl/>
        </w:rPr>
        <w:t>لۡعَذَابَ</w:t>
      </w:r>
      <w:r>
        <w:rPr>
          <w:rtl/>
        </w:rPr>
        <w:t xml:space="preserve"> بِمَا كُنتُمۡ تَكۡفُرُونَ (١٠٦</w:t>
      </w:r>
      <w:r w:rsidR="009229E3">
        <w:rPr>
          <w:rtl/>
        </w:rPr>
        <w:t>)</w:t>
      </w:r>
      <w:r>
        <w:rPr>
          <w:rtl/>
        </w:rPr>
        <w:t xml:space="preserve"> وَأَمَّا </w:t>
      </w:r>
      <w:r>
        <w:rPr>
          <w:rFonts w:hint="cs"/>
          <w:rtl/>
        </w:rPr>
        <w:t>ٱ</w:t>
      </w:r>
      <w:r>
        <w:rPr>
          <w:rFonts w:hint="eastAsia"/>
          <w:rtl/>
        </w:rPr>
        <w:t>لَّذِينَ</w:t>
      </w:r>
      <w:r>
        <w:rPr>
          <w:rtl/>
        </w:rPr>
        <w:t xml:space="preserve"> </w:t>
      </w:r>
      <w:r>
        <w:rPr>
          <w:rFonts w:hint="cs"/>
          <w:rtl/>
        </w:rPr>
        <w:t>ٱ</w:t>
      </w:r>
      <w:r>
        <w:rPr>
          <w:rFonts w:hint="eastAsia"/>
          <w:rtl/>
        </w:rPr>
        <w:t>بۡيَضَّتۡ</w:t>
      </w:r>
      <w:r>
        <w:rPr>
          <w:rtl/>
        </w:rPr>
        <w:t xml:space="preserve"> وُجُوهُهُمۡ فَفِى رَحۡمَةِ </w:t>
      </w:r>
      <w:r>
        <w:rPr>
          <w:rFonts w:hint="cs"/>
          <w:rtl/>
        </w:rPr>
        <w:t>ٱ</w:t>
      </w:r>
      <w:r>
        <w:rPr>
          <w:rFonts w:hint="eastAsia"/>
          <w:rtl/>
        </w:rPr>
        <w:t>للَّهِ</w:t>
      </w:r>
      <w:r>
        <w:rPr>
          <w:rtl/>
        </w:rPr>
        <w:t xml:space="preserve"> هُمۡ فِي</w:t>
      </w:r>
      <w:r w:rsidR="001E6BAB" w:rsidRPr="001E6BAB">
        <w:rPr>
          <w:rFonts w:hint="cs"/>
          <w:rtl/>
        </w:rPr>
        <w:t>ه</w:t>
      </w:r>
      <w:r w:rsidRPr="00595365">
        <w:rPr>
          <w:rFonts w:hint="cs"/>
          <w:rtl/>
        </w:rPr>
        <w:t>ا خ</w:t>
      </w:r>
      <w:r>
        <w:rPr>
          <w:rFonts w:hint="eastAsia"/>
          <w:rtl/>
        </w:rPr>
        <w:t>َـٰلِدُونَ</w:t>
      </w:r>
      <w:r>
        <w:rPr>
          <w:rtl/>
        </w:rPr>
        <w:t xml:space="preserve"> (١٠٧</w:t>
      </w:r>
      <w:r w:rsidR="009229E3">
        <w:rPr>
          <w:rtl/>
        </w:rPr>
        <w:t>)</w:t>
      </w:r>
    </w:p>
    <w:p w:rsidR="001A403D" w:rsidRDefault="001A403D" w:rsidP="00E36567">
      <w:pPr>
        <w:pStyle w:val="libBoldItalic"/>
      </w:pPr>
      <w:r>
        <w:t>On the Day when (some) faces will be white and (some) faces will be black; and as for those whose faces have been blackened (it will be said to them): Did you disbelieve after your belief? Then taste the punishment for that you disbelieved. (106) And as for those whose faces have been whitened, (they will be) in the mercy of Allah, they dwell therein for ever. (107)</w:t>
      </w:r>
    </w:p>
    <w:p w:rsidR="001A403D" w:rsidRDefault="001A403D" w:rsidP="00E36567">
      <w:pPr>
        <w:pStyle w:val="libNormal"/>
      </w:pPr>
      <w:r>
        <w:t>1-Rasool Allah sawaw said: On the day of Qiyamah, my Ummah will come to me under five flags. I will ask the people with the flag of the Calf of this Ummah, “How you dealt with Saqalain after me?” They will say: We altered Quran and turned back to it, and kept animosity and grudge to your Itrat asws and did injustice. I will say: Take them towards Hell, thirsty and with black faces. Then those with the flag of Firoun of this Ummah will be presented, then I will ask them: How did you treat Saqalain after me? They will reply: We did alteration in Quran, made pieces of it, opposed it, and kept animosity to your Itrat asws and fought. So I will say: Take them thirsty toward Hell, be their faces black. Then those with the flag of Samri of this Ummah will come, and I will ask them: How did you treat Saqalain after me? They will answer: We disobeyed Quran and left it, and insulted Itrat and weakened it and did all evils against them. Then I will say: Take these black faced ones thirsty towards Hell. Then those with Zu-Sadaya flag will come, with the first and last Kharji, I will ask them: How did you treat Saqalain after me? They will reply: Made pieces of Quran, showed immunity to it, and fought with Itrat and martyred them. So I will say: Take them thirsty with black faces toward Hell. Then those with the flag of Imamul Muttaqeen, Syyedul Wasiyyeen, Qaid Gharrul Mohajjileen and Wasi Rasool e Rabbil Aalameen asws will come, I will ask them: How did you treat Saqalain after me? They will reply: We followed and obeyed Quran, and we loved Itrat, and accepted our guardian, and supported them, helped them, and shed our blood for them. So I will say: Take these bright faced ones toward Jannah after quenching them. Then Rasool Allah sawaw recited these verses (Aal-e-Imran, v106-107) (al-Burhan, v2, p90)</w:t>
      </w:r>
    </w:p>
    <w:p w:rsidR="001A403D" w:rsidRDefault="001A403D" w:rsidP="009229E3">
      <w:pPr>
        <w:pStyle w:val="libCenterBold1"/>
      </w:pPr>
      <w:r>
        <w:t>Lesson:</w:t>
      </w:r>
    </w:p>
    <w:p w:rsidR="001A403D" w:rsidRDefault="001A403D" w:rsidP="001A403D">
      <w:pPr>
        <w:pStyle w:val="libNormal"/>
      </w:pPr>
      <w:r>
        <w:lastRenderedPageBreak/>
        <w:t>1-Beware, Quran &amp; Hadees is for until Qiyamah. Do not worship fallible Muqassir Mulla like Calf, that you accept without proof whatever he says. And do not make him Firoun, that you listen even if he says against Quran &amp; Sunnah. And beware of Samri type people, who misguide the people by doing propaganda in favour of the Calf Mulla. And do not alter Quran in meaning by writing exegesis according to your wishes. Believe in whole Quran, do not make its pieces, by taking only few hundred verses and turn back to others. Do not accept Fatawa which are clearly opposite to Quran, so that you start accepting Zunni Fatawa instead of Quran &amp; Sunnah. And don’t do injustice to Ahlul Bait asws, testify the right of their Walayat. And do not snatch their Alqabaat (agnomen) due to animosity and grudge. Do not talk nonsense about Infallibility &amp; Purity of Masumeen asws. Do not become Kharji by performing deeds without testimony of Walayat, and do not martyr Itrat asws with hands or tongues. After being Momin, do not blacken your face by denying Walayat-e-Ali asws, otherwise you will be cast into the lowest cell of Hell along with the Calf, Firoun, Samri and Kharjis without quenching with Kauser.</w:t>
      </w:r>
    </w:p>
    <w:p w:rsidR="001A403D" w:rsidRDefault="001A403D" w:rsidP="00385B48">
      <w:pPr>
        <w:pStyle w:val="libAr"/>
      </w:pPr>
      <w:r>
        <w:rPr>
          <w:rFonts w:hint="eastAsia"/>
          <w:rtl/>
        </w:rPr>
        <w:t>كُنتُمۡ</w:t>
      </w:r>
      <w:r>
        <w:rPr>
          <w:rtl/>
        </w:rPr>
        <w:t xml:space="preserve"> خَيۡرَ أُمَّةٍ أُخۡرِجَتۡ لِلنَّاسِ تَأۡمُرُونَ بِ</w:t>
      </w:r>
      <w:r>
        <w:rPr>
          <w:rFonts w:hint="cs"/>
          <w:rtl/>
        </w:rPr>
        <w:t>ٱ</w:t>
      </w:r>
      <w:r>
        <w:rPr>
          <w:rFonts w:hint="eastAsia"/>
          <w:rtl/>
        </w:rPr>
        <w:t>لۡمَعۡرُوفِ</w:t>
      </w:r>
      <w:r>
        <w:rPr>
          <w:rtl/>
        </w:rPr>
        <w:t xml:space="preserve"> وَتَنۡهَوۡنَ عَنِ </w:t>
      </w:r>
      <w:r>
        <w:rPr>
          <w:rFonts w:hint="cs"/>
          <w:rtl/>
        </w:rPr>
        <w:t>ٱ</w:t>
      </w:r>
      <w:r>
        <w:rPr>
          <w:rFonts w:hint="eastAsia"/>
          <w:rtl/>
        </w:rPr>
        <w:t>لۡمُن</w:t>
      </w:r>
      <w:r w:rsidR="001E6BAB" w:rsidRPr="001E6BAB">
        <w:rPr>
          <w:rFonts w:hint="cs"/>
          <w:rtl/>
        </w:rPr>
        <w:t>ک</w:t>
      </w:r>
      <w:r>
        <w:rPr>
          <w:rFonts w:hint="eastAsia"/>
          <w:rtl/>
        </w:rPr>
        <w:t>رِ</w:t>
      </w:r>
      <w:r>
        <w:rPr>
          <w:rtl/>
        </w:rPr>
        <w:t xml:space="preserve"> وَتُؤۡمِنُونَ بِ</w:t>
      </w:r>
      <w:r>
        <w:rPr>
          <w:rFonts w:hint="cs"/>
          <w:rtl/>
        </w:rPr>
        <w:t>ٱ</w:t>
      </w:r>
      <w:r>
        <w:rPr>
          <w:rFonts w:hint="eastAsia"/>
          <w:rtl/>
        </w:rPr>
        <w:t>للَّهِ‌ۗ</w:t>
      </w:r>
      <w:r>
        <w:rPr>
          <w:rtl/>
        </w:rPr>
        <w:t xml:space="preserve"> وَلَوۡ ءَامَنَ أَهۡلُ </w:t>
      </w:r>
      <w:r>
        <w:rPr>
          <w:rFonts w:hint="cs"/>
          <w:rtl/>
        </w:rPr>
        <w:t>ٱ</w:t>
      </w:r>
      <w:r>
        <w:rPr>
          <w:rFonts w:hint="eastAsia"/>
          <w:rtl/>
        </w:rPr>
        <w:t>لۡ</w:t>
      </w:r>
      <w:r w:rsidR="001E6BAB" w:rsidRPr="001E6BAB">
        <w:rPr>
          <w:rFonts w:hint="cs"/>
          <w:rtl/>
        </w:rPr>
        <w:t>ک</w:t>
      </w:r>
      <w:r>
        <w:rPr>
          <w:rFonts w:hint="eastAsia"/>
          <w:rtl/>
        </w:rPr>
        <w:t>تَـٰبِ</w:t>
      </w:r>
      <w:r>
        <w:rPr>
          <w:rtl/>
        </w:rPr>
        <w:t xml:space="preserve"> لَكَانَ خَيۡرً۬ا لَّهُم‌ۚ مِّنۡهُمُ </w:t>
      </w:r>
      <w:r>
        <w:rPr>
          <w:rFonts w:hint="cs"/>
          <w:rtl/>
        </w:rPr>
        <w:t>ٱ</w:t>
      </w:r>
      <w:r>
        <w:rPr>
          <w:rFonts w:hint="eastAsia"/>
          <w:rtl/>
        </w:rPr>
        <w:t>لۡمُؤۡمِنُونَ</w:t>
      </w:r>
      <w:r>
        <w:rPr>
          <w:rtl/>
        </w:rPr>
        <w:t xml:space="preserve"> وَأَ</w:t>
      </w:r>
      <w:r w:rsidR="001E6BAB" w:rsidRPr="001E6BAB">
        <w:rPr>
          <w:rFonts w:hint="cs"/>
          <w:rtl/>
        </w:rPr>
        <w:t>ک</w:t>
      </w:r>
      <w:r w:rsidRPr="00595365">
        <w:rPr>
          <w:rFonts w:hint="cs"/>
          <w:rtl/>
        </w:rPr>
        <w:t>ۡ</w:t>
      </w:r>
      <w:r>
        <w:rPr>
          <w:rFonts w:hint="eastAsia"/>
          <w:rtl/>
        </w:rPr>
        <w:t>ثَرُهُمُ</w:t>
      </w:r>
      <w:r>
        <w:rPr>
          <w:rtl/>
        </w:rPr>
        <w:t xml:space="preserve"> </w:t>
      </w:r>
      <w:r>
        <w:rPr>
          <w:rFonts w:hint="cs"/>
          <w:rtl/>
        </w:rPr>
        <w:t>ٱ</w:t>
      </w:r>
      <w:r>
        <w:rPr>
          <w:rFonts w:hint="eastAsia"/>
          <w:rtl/>
        </w:rPr>
        <w:t>لۡفَـٰسِقُونَ</w:t>
      </w:r>
      <w:r>
        <w:rPr>
          <w:rtl/>
        </w:rPr>
        <w:t xml:space="preserve"> (١١٠</w:t>
      </w:r>
      <w:r w:rsidR="009229E3">
        <w:rPr>
          <w:rtl/>
        </w:rPr>
        <w:t>)</w:t>
      </w:r>
      <w:r>
        <w:rPr>
          <w:rtl/>
        </w:rPr>
        <w:t xml:space="preserve"> لَن يَضُر</w:t>
      </w:r>
      <w:r>
        <w:rPr>
          <w:rFonts w:hint="eastAsia"/>
          <w:rtl/>
        </w:rPr>
        <w:t>ُّو</w:t>
      </w:r>
      <w:r w:rsidR="001E6BAB" w:rsidRPr="001E6BAB">
        <w:rPr>
          <w:rFonts w:hint="cs"/>
          <w:rtl/>
        </w:rPr>
        <w:t>ک</w:t>
      </w:r>
      <w:r>
        <w:rPr>
          <w:rFonts w:hint="eastAsia"/>
          <w:rtl/>
        </w:rPr>
        <w:t>مۡ</w:t>
      </w:r>
      <w:r>
        <w:rPr>
          <w:rtl/>
        </w:rPr>
        <w:t xml:space="preserve"> إِلَّآ أَذً۬ى‌ۖ وَإِن يُقَـٰتِلُوكُمۡ يُوَلُّوكُمُ </w:t>
      </w:r>
      <w:r>
        <w:rPr>
          <w:rFonts w:hint="cs"/>
          <w:rtl/>
        </w:rPr>
        <w:t>ٱ</w:t>
      </w:r>
      <w:r>
        <w:rPr>
          <w:rFonts w:hint="eastAsia"/>
          <w:rtl/>
        </w:rPr>
        <w:t>لۡأَدۡبَارَ</w:t>
      </w:r>
      <w:r>
        <w:rPr>
          <w:rtl/>
        </w:rPr>
        <w:t xml:space="preserve"> ثُمَّ لَا يُنصَرُونَ (١١١</w:t>
      </w:r>
      <w:r w:rsidR="009229E3">
        <w:rPr>
          <w:rtl/>
        </w:rPr>
        <w:t>)</w:t>
      </w:r>
      <w:r>
        <w:rPr>
          <w:rtl/>
        </w:rPr>
        <w:t xml:space="preserve"> ضُرِبَتۡ عَلَيۡ</w:t>
      </w:r>
      <w:r w:rsidR="001E6BAB" w:rsidRPr="001E6BAB">
        <w:rPr>
          <w:rFonts w:hint="cs"/>
          <w:rtl/>
        </w:rPr>
        <w:t>ه</w:t>
      </w:r>
      <w:r w:rsidRPr="00595365">
        <w:rPr>
          <w:rFonts w:hint="cs"/>
          <w:rtl/>
        </w:rPr>
        <w:t xml:space="preserve">مُ </w:t>
      </w:r>
      <w:r>
        <w:rPr>
          <w:rFonts w:hint="cs"/>
          <w:rtl/>
        </w:rPr>
        <w:t>ٱ</w:t>
      </w:r>
      <w:r>
        <w:rPr>
          <w:rFonts w:hint="eastAsia"/>
          <w:rtl/>
        </w:rPr>
        <w:t>لذِّلَّةُ</w:t>
      </w:r>
      <w:r>
        <w:rPr>
          <w:rtl/>
        </w:rPr>
        <w:t xml:space="preserve"> أَيۡنَ مَا ثُقِفُوٓاْ إِلَّا بِحَبۡلٍ۬ مِّنَ </w:t>
      </w:r>
      <w:r>
        <w:rPr>
          <w:rFonts w:hint="cs"/>
          <w:rtl/>
        </w:rPr>
        <w:t>ٱ</w:t>
      </w:r>
      <w:r>
        <w:rPr>
          <w:rFonts w:hint="eastAsia"/>
          <w:rtl/>
        </w:rPr>
        <w:t>للَّهِ</w:t>
      </w:r>
      <w:r>
        <w:rPr>
          <w:rtl/>
        </w:rPr>
        <w:t xml:space="preserve"> وَحَبۡلٍ۬ مِّنَ </w:t>
      </w:r>
      <w:r>
        <w:rPr>
          <w:rFonts w:hint="cs"/>
          <w:rtl/>
        </w:rPr>
        <w:t>ٱ</w:t>
      </w:r>
      <w:r>
        <w:rPr>
          <w:rFonts w:hint="eastAsia"/>
          <w:rtl/>
        </w:rPr>
        <w:t>لنَّاسِ</w:t>
      </w:r>
      <w:r>
        <w:rPr>
          <w:rtl/>
        </w:rPr>
        <w:t xml:space="preserve"> وَبَآءُو بِغَضَبٍ۬ مِّنَ </w:t>
      </w:r>
      <w:r>
        <w:rPr>
          <w:rFonts w:hint="cs"/>
          <w:rtl/>
        </w:rPr>
        <w:t>ٱ</w:t>
      </w:r>
      <w:r>
        <w:rPr>
          <w:rFonts w:hint="eastAsia"/>
          <w:rtl/>
        </w:rPr>
        <w:t>للَّهِ</w:t>
      </w:r>
      <w:r>
        <w:rPr>
          <w:rtl/>
        </w:rPr>
        <w:t xml:space="preserve"> وَضُرِبَتۡ عَ</w:t>
      </w:r>
      <w:r>
        <w:rPr>
          <w:rFonts w:hint="eastAsia"/>
          <w:rtl/>
        </w:rPr>
        <w:t>لَيۡ</w:t>
      </w:r>
      <w:r w:rsidR="001E6BAB" w:rsidRPr="001E6BAB">
        <w:rPr>
          <w:rFonts w:hint="cs"/>
          <w:rtl/>
        </w:rPr>
        <w:t>ه</w:t>
      </w:r>
      <w:r w:rsidRPr="00595365">
        <w:rPr>
          <w:rFonts w:hint="cs"/>
          <w:rtl/>
        </w:rPr>
        <w:t>مُ</w:t>
      </w:r>
      <w:r>
        <w:rPr>
          <w:rtl/>
        </w:rPr>
        <w:t xml:space="preserve"> </w:t>
      </w:r>
      <w:r>
        <w:rPr>
          <w:rFonts w:hint="cs"/>
          <w:rtl/>
        </w:rPr>
        <w:t>ٱ</w:t>
      </w:r>
      <w:r>
        <w:rPr>
          <w:rFonts w:hint="eastAsia"/>
          <w:rtl/>
        </w:rPr>
        <w:t>لۡمَسۡكَنَةُ‌ۚ</w:t>
      </w:r>
      <w:r>
        <w:rPr>
          <w:rtl/>
        </w:rPr>
        <w:t xml:space="preserve"> ذَ</w:t>
      </w:r>
      <w:r w:rsidR="005B7B9E" w:rsidRPr="005B7B9E">
        <w:rPr>
          <w:rFonts w:hint="cs"/>
          <w:rtl/>
        </w:rPr>
        <w:t>ا</w:t>
      </w:r>
      <w:r>
        <w:rPr>
          <w:rFonts w:hint="eastAsia"/>
          <w:rtl/>
        </w:rPr>
        <w:t>لِكَ</w:t>
      </w:r>
      <w:r>
        <w:rPr>
          <w:rtl/>
        </w:rPr>
        <w:t xml:space="preserve"> بِأَنَّهُمۡ كَانُواْ يَكۡفُرُونَ بِـَٔايَـٰتِ </w:t>
      </w:r>
      <w:r>
        <w:rPr>
          <w:rFonts w:hint="cs"/>
          <w:rtl/>
        </w:rPr>
        <w:t>ٱ</w:t>
      </w:r>
      <w:r>
        <w:rPr>
          <w:rFonts w:hint="eastAsia"/>
          <w:rtl/>
        </w:rPr>
        <w:t>للَّهِ</w:t>
      </w:r>
      <w:r>
        <w:rPr>
          <w:rtl/>
        </w:rPr>
        <w:t xml:space="preserve"> وَيَقۡتُلُونَ </w:t>
      </w:r>
      <w:r>
        <w:rPr>
          <w:rFonts w:hint="cs"/>
          <w:rtl/>
        </w:rPr>
        <w:t>ٱ</w:t>
      </w:r>
      <w:r>
        <w:rPr>
          <w:rFonts w:hint="eastAsia"/>
          <w:rtl/>
        </w:rPr>
        <w:t>لۡأَنۢبِيَآءَ</w:t>
      </w:r>
      <w:r>
        <w:rPr>
          <w:rtl/>
        </w:rPr>
        <w:t xml:space="preserve"> بِغَيۡرِ حَقٍّ۬‌ۚ ذَ</w:t>
      </w:r>
      <w:r w:rsidR="005B7B9E" w:rsidRPr="005B7B9E">
        <w:rPr>
          <w:rFonts w:hint="cs"/>
          <w:rtl/>
        </w:rPr>
        <w:t>ا</w:t>
      </w:r>
      <w:r>
        <w:rPr>
          <w:rFonts w:hint="eastAsia"/>
          <w:rtl/>
        </w:rPr>
        <w:t>لِكَ</w:t>
      </w:r>
      <w:r>
        <w:rPr>
          <w:rtl/>
        </w:rPr>
        <w:t xml:space="preserve"> بِمَا عَصَواْ وَّكَانُواْ يَعۡتَدُونَ (١١٢</w:t>
      </w:r>
      <w:r w:rsidR="009229E3">
        <w:rPr>
          <w:rtl/>
        </w:rPr>
        <w:t>)</w:t>
      </w:r>
    </w:p>
    <w:p w:rsidR="001A403D" w:rsidRDefault="001A403D" w:rsidP="00E36567">
      <w:pPr>
        <w:pStyle w:val="libBoldItalic"/>
      </w:pPr>
      <w:r>
        <w:t>You are the best Ummah that has been raised for mankind, you command what is right and you forbid from wrong; and you believe in Allah. And if the People of the Book had believed it had been better for them. Some of them are believers, but most of them are corrupt. (110) They will not harm you except for annoyance, and if they fight against you they will show you their backs (turn and flee), then they will not be helped. (111) Disgrace has been struck on them wherever they are found except (where they grasp) a Rope from Allah and a Rope among the people. And they have incurred Anger from their Rabb, and destitution has struck them, that is because they used to disbelieve the Ayaat of Allah, and slew the prophets without right, that is because they disobeyed and used to transgress. (112)</w:t>
      </w:r>
    </w:p>
    <w:p w:rsidR="001A403D" w:rsidRDefault="001A403D" w:rsidP="00E36567">
      <w:pPr>
        <w:pStyle w:val="libNormal"/>
      </w:pPr>
      <w:r>
        <w:t>1-Is that the best Ummah who martyred Amirul Momineen asws and his sons Hassan asws &amp; Hussain asws? Rather the Best Ummah is Imams asws who are raised for the guidance of the people, whom Allah is praising that they command virtues and forbid from evils, and believe in Allah. (Imam Jafar Sadiq asws) (al-Burhan, v2, p91)</w:t>
      </w:r>
    </w:p>
    <w:p w:rsidR="001A403D" w:rsidRDefault="001A403D" w:rsidP="00E36567">
      <w:pPr>
        <w:pStyle w:val="libNormal"/>
      </w:pPr>
      <w:r>
        <w:t>2-Imam Mohammad Baqir asws said (about verse 112): The Rope from Allah is the Book of Allah, and Rope among people is Ali ibne Abi Talib asws. (al-Burhan, v2, p92)</w:t>
      </w:r>
    </w:p>
    <w:p w:rsidR="001A403D" w:rsidRDefault="001A403D" w:rsidP="00E36567">
      <w:pPr>
        <w:pStyle w:val="libNormal"/>
      </w:pPr>
      <w:r>
        <w:t xml:space="preserve">3-About the verse, “that is because they used to disbelieve the Ayaat of Allah, and slew the prophets without right, that is because they disobeyed and used to transgress”, Imam Jafar Sadiq asws said: By Allah, they were </w:t>
      </w:r>
      <w:r>
        <w:lastRenderedPageBreak/>
        <w:t>not killing them with hands and nor murdering them with swords, but they were listening their words and listening their secrets, then they were spreading rumours so that they can capture them and fight against them, so this is murder, transgression, and disobedience. (al-Burhan, v2, p94)</w:t>
      </w:r>
    </w:p>
    <w:p w:rsidR="001A403D" w:rsidRDefault="001A403D" w:rsidP="009229E3">
      <w:pPr>
        <w:pStyle w:val="libCenterBold1"/>
      </w:pPr>
      <w:r>
        <w:t>Lesson:</w:t>
      </w:r>
    </w:p>
    <w:p w:rsidR="001A403D" w:rsidRDefault="001A403D" w:rsidP="001A403D">
      <w:pPr>
        <w:pStyle w:val="libNormal"/>
      </w:pPr>
      <w:r>
        <w:t>1-The Best Ummah is Infallible Imams asws who are the guides for the worlds. If unjust people used to martyr them apparently, there is no loss to them in reality, they are immortal and Hazir Nazir, their authority is unlimited beyond the universe.</w:t>
      </w:r>
    </w:p>
    <w:p w:rsidR="001A403D" w:rsidRDefault="001A403D" w:rsidP="001A403D">
      <w:pPr>
        <w:pStyle w:val="libNormal"/>
      </w:pPr>
      <w:r>
        <w:t>2-Salvation is with Quran and Walayat-e-Ali asws. Whoever denies to recite the testimony of Walayat-e-Ali asws after listening Quran &amp; Hadees, he is counted among the murderers of Masumeen asws.</w:t>
      </w:r>
    </w:p>
    <w:p w:rsidR="001A403D" w:rsidRDefault="001A403D" w:rsidP="00385B48">
      <w:pPr>
        <w:pStyle w:val="libAr"/>
      </w:pPr>
      <w:r>
        <w:rPr>
          <w:rFonts w:hint="eastAsia"/>
          <w:rtl/>
        </w:rPr>
        <w:t>وَلَ</w:t>
      </w:r>
      <w:r>
        <w:rPr>
          <w:rFonts w:hint="cs"/>
          <w:rtl/>
        </w:rPr>
        <w:t>ٮِٕ</w:t>
      </w:r>
      <w:r>
        <w:rPr>
          <w:rFonts w:hint="eastAsia"/>
          <w:rtl/>
        </w:rPr>
        <w:t>ن</w:t>
      </w:r>
      <w:r>
        <w:rPr>
          <w:rtl/>
        </w:rPr>
        <w:t xml:space="preserve"> قُتِلۡتُمۡ فِى سَبِيلِ </w:t>
      </w:r>
      <w:r>
        <w:rPr>
          <w:rFonts w:hint="cs"/>
          <w:rtl/>
        </w:rPr>
        <w:t>ٱ</w:t>
      </w:r>
      <w:r>
        <w:rPr>
          <w:rFonts w:hint="eastAsia"/>
          <w:rtl/>
        </w:rPr>
        <w:t>للَّهِ</w:t>
      </w:r>
      <w:r>
        <w:rPr>
          <w:rtl/>
        </w:rPr>
        <w:t xml:space="preserve"> أَوۡ مُتُّمۡ لَمَغۡفِرَةٌ۬ مِّنَ </w:t>
      </w:r>
      <w:r>
        <w:rPr>
          <w:rFonts w:hint="cs"/>
          <w:rtl/>
        </w:rPr>
        <w:t>ٱ</w:t>
      </w:r>
      <w:r>
        <w:rPr>
          <w:rFonts w:hint="eastAsia"/>
          <w:rtl/>
        </w:rPr>
        <w:t>للَّهِ</w:t>
      </w:r>
      <w:r>
        <w:rPr>
          <w:rtl/>
        </w:rPr>
        <w:t xml:space="preserve"> وَرَحۡمَةٌ خَيۡرٌ۬ مِّمَّا يَجۡمَعُونَ (١٥٧</w:t>
      </w:r>
      <w:r w:rsidR="009229E3">
        <w:rPr>
          <w:rtl/>
        </w:rPr>
        <w:t>)</w:t>
      </w:r>
    </w:p>
    <w:p w:rsidR="001A403D" w:rsidRDefault="001A403D" w:rsidP="00E36567">
      <w:pPr>
        <w:pStyle w:val="libBoldItalic"/>
      </w:pPr>
      <w:r>
        <w:t>And if you are killed in the Sabeel (way) of Allah or die, then surely pardon from Allah and mercy are better than whatever they accumulate (wordly things). (157)</w:t>
      </w:r>
    </w:p>
    <w:p w:rsidR="001A403D" w:rsidRDefault="001A403D" w:rsidP="00E36567">
      <w:pPr>
        <w:pStyle w:val="libNormal"/>
      </w:pPr>
      <w:r>
        <w:t>1-Imam Mohammad Baqir asws said: Sabeel of Allah is Ali asws and his progeny asws. And whoever is killed for the cause of their Walayat he is killed in the way of Allah, and who die on their Walayat he died in the way of Allah. (al-Burhan, v2, p123)</w:t>
      </w:r>
    </w:p>
    <w:p w:rsidR="001A403D" w:rsidRDefault="001A403D" w:rsidP="009229E3">
      <w:pPr>
        <w:pStyle w:val="libCenterBold1"/>
      </w:pPr>
      <w:r>
        <w:t>Lesson:</w:t>
      </w:r>
    </w:p>
    <w:p w:rsidR="001A403D" w:rsidRDefault="001A403D" w:rsidP="001A403D">
      <w:pPr>
        <w:pStyle w:val="libNormal"/>
      </w:pPr>
      <w:r>
        <w:t>1-Who is established on Walayat-e-Ali asws with heart, tongue, and practice, he is blessed &amp; forgiven, then whether dies in bed or is he is murdered, in any case he gave life in the way of Allah.</w:t>
      </w:r>
    </w:p>
    <w:p w:rsidR="001A403D" w:rsidRDefault="001A403D" w:rsidP="00385B48">
      <w:pPr>
        <w:pStyle w:val="libAr"/>
      </w:pPr>
      <w:r>
        <w:rPr>
          <w:rFonts w:hint="eastAsia"/>
          <w:rtl/>
        </w:rPr>
        <w:t>وَمَا</w:t>
      </w:r>
      <w:r>
        <w:rPr>
          <w:rtl/>
        </w:rPr>
        <w:t xml:space="preserve"> كَانَ لِنَبِىٍّ أَن يَغُلَّ‌ۚ وَمَن يَغۡلُلۡ يَأۡتِ بِمَا غَلَّ يَوۡمَ </w:t>
      </w:r>
      <w:r>
        <w:rPr>
          <w:rFonts w:hint="cs"/>
          <w:rtl/>
        </w:rPr>
        <w:t>ٱ</w:t>
      </w:r>
      <w:r>
        <w:rPr>
          <w:rFonts w:hint="eastAsia"/>
          <w:rtl/>
        </w:rPr>
        <w:t>لۡقِيَـٰمَةِ‌ۚ</w:t>
      </w:r>
      <w:r>
        <w:rPr>
          <w:rtl/>
        </w:rPr>
        <w:t xml:space="preserve"> ثُمَّ تُوَفَّىٰ </w:t>
      </w:r>
      <w:r w:rsidR="001E6BAB" w:rsidRPr="001E6BAB">
        <w:rPr>
          <w:rFonts w:hint="cs"/>
          <w:rtl/>
        </w:rPr>
        <w:t>ک</w:t>
      </w:r>
      <w:r>
        <w:rPr>
          <w:rFonts w:hint="eastAsia"/>
          <w:rtl/>
        </w:rPr>
        <w:t>لُّ</w:t>
      </w:r>
      <w:r>
        <w:rPr>
          <w:rtl/>
        </w:rPr>
        <w:t xml:space="preserve"> نَفۡسٍ۬ مَّا كَسَبَتۡ وَهُمۡ لَا يُظۡلَمُونَ (١٦١</w:t>
      </w:r>
      <w:r w:rsidR="009229E3">
        <w:rPr>
          <w:rtl/>
        </w:rPr>
        <w:t>)</w:t>
      </w:r>
    </w:p>
    <w:p w:rsidR="001A403D" w:rsidRDefault="001A403D" w:rsidP="00E36567">
      <w:pPr>
        <w:pStyle w:val="libBoldItalic"/>
      </w:pPr>
      <w:r>
        <w:t>It is not for Nabi to be dishonest. And whoever does dishonesty will bring (what he took with) that dishonesty on the Day of Qiyamah. Then every soul will be paid (compensated in full) what it has earned; and they will not be wronged. (161)</w:t>
      </w:r>
    </w:p>
    <w:p w:rsidR="001A403D" w:rsidRDefault="001A403D" w:rsidP="00E36567">
      <w:pPr>
        <w:pStyle w:val="libNormal"/>
      </w:pPr>
      <w:r>
        <w:t>1-On the day of Badar people put wrong allegation on our Nabi Mohammad sawaw, that he has kept a red velvet cloth for himself from the booty. So Allah Azza wa Jalla exposed that velvet, proved His Nabi sawaw immune (free) from dishonesty, and revealed this verse in His Book. (Imam Jafar Sadiq asws) (al-Burhan, v2, p127)</w:t>
      </w:r>
    </w:p>
    <w:p w:rsidR="001A403D" w:rsidRDefault="001A403D" w:rsidP="009229E3">
      <w:pPr>
        <w:pStyle w:val="libCenterBold1"/>
      </w:pPr>
      <w:r>
        <w:t>Lesson:</w:t>
      </w:r>
    </w:p>
    <w:p w:rsidR="001A403D" w:rsidRDefault="001A403D" w:rsidP="001A403D">
      <w:pPr>
        <w:pStyle w:val="libNormal"/>
      </w:pPr>
      <w:r>
        <w:t xml:space="preserve">1-All non-Muslims believed that Rasool Allah is honest even before the announcement of Risalat, and he was called as Sadiq and Ameen. But one so-called companion hid velvet cloth in the ground for himself and allegated Rasool Allah sawaw, but Allah exposed his hypocrisy. Even today there are some ill-fated so-called Muslims as well who think Rasool Allah sawaw did dishonesty in trust of Allah (Naoozobillah), and that is even the biggest Trust of the universe which is Walayat-e-Ali asws, which Rasool Allah </w:t>
      </w:r>
      <w:r>
        <w:lastRenderedPageBreak/>
        <w:t>sawaw kept conveying to the people from the first day to the last day by repeatedly announcing it, by written statements, recited daily in Azaan, Aqamah, and Salaah, showed in Quran, and commanded to convey this message to the next generations. In spite of all that, still Muqassir Mulla allegates Rasool Allah sawaw that he did not convey such trust to us.</w:t>
      </w:r>
    </w:p>
    <w:p w:rsidR="001A403D" w:rsidRDefault="001A403D" w:rsidP="00385B48">
      <w:pPr>
        <w:pStyle w:val="libAr"/>
      </w:pPr>
      <w:r>
        <w:rPr>
          <w:rFonts w:hint="eastAsia"/>
          <w:rtl/>
        </w:rPr>
        <w:t>أَفَمَنِ</w:t>
      </w:r>
      <w:r>
        <w:rPr>
          <w:rtl/>
        </w:rPr>
        <w:t xml:space="preserve"> </w:t>
      </w:r>
      <w:r>
        <w:rPr>
          <w:rFonts w:hint="cs"/>
          <w:rtl/>
        </w:rPr>
        <w:t>ٱ</w:t>
      </w:r>
      <w:r>
        <w:rPr>
          <w:rFonts w:hint="eastAsia"/>
          <w:rtl/>
        </w:rPr>
        <w:t>تَّبَعَ</w:t>
      </w:r>
      <w:r>
        <w:rPr>
          <w:rtl/>
        </w:rPr>
        <w:t xml:space="preserve"> رِضۡوَ</w:t>
      </w:r>
      <w:r w:rsidR="005B7B9E" w:rsidRPr="005B7B9E">
        <w:rPr>
          <w:rFonts w:hint="cs"/>
          <w:rtl/>
        </w:rPr>
        <w:t>ا</w:t>
      </w:r>
      <w:r>
        <w:rPr>
          <w:rFonts w:hint="eastAsia"/>
          <w:rtl/>
        </w:rPr>
        <w:t>نَ</w:t>
      </w:r>
      <w:r>
        <w:rPr>
          <w:rtl/>
        </w:rPr>
        <w:t xml:space="preserve"> </w:t>
      </w:r>
      <w:r>
        <w:rPr>
          <w:rFonts w:hint="cs"/>
          <w:rtl/>
        </w:rPr>
        <w:t>ٱ</w:t>
      </w:r>
      <w:r>
        <w:rPr>
          <w:rFonts w:hint="eastAsia"/>
          <w:rtl/>
        </w:rPr>
        <w:t>للَّهِ</w:t>
      </w:r>
      <w:r>
        <w:rPr>
          <w:rtl/>
        </w:rPr>
        <w:t xml:space="preserve"> كَمَنۢ بَآءَ بِسَخَطٍ۬ مِّنَ </w:t>
      </w:r>
      <w:r>
        <w:rPr>
          <w:rFonts w:hint="cs"/>
          <w:rtl/>
        </w:rPr>
        <w:t>ٱ</w:t>
      </w:r>
      <w:r>
        <w:rPr>
          <w:rFonts w:hint="eastAsia"/>
          <w:rtl/>
        </w:rPr>
        <w:t>للَّهِ</w:t>
      </w:r>
      <w:r>
        <w:rPr>
          <w:rtl/>
        </w:rPr>
        <w:t xml:space="preserve"> وَمَأۡوَ</w:t>
      </w:r>
      <w:r>
        <w:rPr>
          <w:rFonts w:hint="cs"/>
          <w:rtl/>
        </w:rPr>
        <w:t>ٮٰ</w:t>
      </w:r>
      <w:r>
        <w:rPr>
          <w:rFonts w:hint="eastAsia"/>
          <w:rtl/>
        </w:rPr>
        <w:t>هُ</w:t>
      </w:r>
      <w:r>
        <w:rPr>
          <w:rtl/>
        </w:rPr>
        <w:t xml:space="preserve"> جَهَنَّمُ‌ۚ وَبِئۡسَ </w:t>
      </w:r>
      <w:r>
        <w:rPr>
          <w:rFonts w:hint="cs"/>
          <w:rtl/>
        </w:rPr>
        <w:t>ٱ</w:t>
      </w:r>
      <w:r>
        <w:rPr>
          <w:rFonts w:hint="eastAsia"/>
          <w:rtl/>
        </w:rPr>
        <w:t>لۡمَصِيرُ</w:t>
      </w:r>
      <w:r>
        <w:rPr>
          <w:rtl/>
        </w:rPr>
        <w:t xml:space="preserve"> (١٦٢</w:t>
      </w:r>
      <w:r w:rsidR="009229E3">
        <w:rPr>
          <w:rtl/>
        </w:rPr>
        <w:t>)</w:t>
      </w:r>
      <w:r>
        <w:rPr>
          <w:rtl/>
        </w:rPr>
        <w:t xml:space="preserve"> هُمۡ دَرَجَـٰتٌ عِندَ </w:t>
      </w:r>
      <w:r>
        <w:rPr>
          <w:rFonts w:hint="cs"/>
          <w:rtl/>
        </w:rPr>
        <w:t>ٱ</w:t>
      </w:r>
      <w:r>
        <w:rPr>
          <w:rFonts w:hint="eastAsia"/>
          <w:rtl/>
        </w:rPr>
        <w:t>للَّهِ‌ۗ</w:t>
      </w:r>
      <w:r>
        <w:rPr>
          <w:rtl/>
        </w:rPr>
        <w:t xml:space="preserve"> وَ</w:t>
      </w:r>
      <w:r>
        <w:rPr>
          <w:rFonts w:hint="cs"/>
          <w:rtl/>
        </w:rPr>
        <w:t>ٱ</w:t>
      </w:r>
      <w:r>
        <w:rPr>
          <w:rFonts w:hint="eastAsia"/>
          <w:rtl/>
        </w:rPr>
        <w:t>للَّهُ</w:t>
      </w:r>
      <w:r>
        <w:rPr>
          <w:rtl/>
        </w:rPr>
        <w:t xml:space="preserve"> بَصِيرُۢ بِمَا يَعۡمَلُونَ (١٦٣</w:t>
      </w:r>
      <w:r w:rsidR="009229E3">
        <w:rPr>
          <w:rtl/>
        </w:rPr>
        <w:t>)</w:t>
      </w:r>
    </w:p>
    <w:p w:rsidR="001A403D" w:rsidRDefault="001A403D" w:rsidP="00E36567">
      <w:pPr>
        <w:pStyle w:val="libBoldItalic"/>
      </w:pPr>
      <w:r>
        <w:t>Is one who follows the Pleasure of Allah like one who has earned Anger from Allah, whose habitation is the Hell, what an evil destination? (162) There are degrees with Allah for them, and Allah is Seer of whatever they do. (163)</w:t>
      </w:r>
    </w:p>
    <w:p w:rsidR="001A403D" w:rsidRDefault="001A403D" w:rsidP="00E36567">
      <w:pPr>
        <w:pStyle w:val="libNormal"/>
      </w:pPr>
      <w:r>
        <w:t>1-Imam Jafar Sadiq asws said about this saying of Allah Ta’ala: Those who follow the Pleasure of Allah are pure Imams asws, and by Allah only they are (i.e. Mashiyat-e-Elahi are only 14 Masumeen asws). And those having degrees are Momineen, and Allah increases their virtues for the sake of Walayat &amp; Marifat of Imams asws, and for their sake raises their degrees to high. And O Ammar! Who is surrounded in the Anger of Allah, and his abode is Hell, and it is worst destination, by Allah, they are those people who deny the right of Ali ibne Abi Talib asws and the right of us Imams the Ahlul Bait asws, so due to this reason Wrath of Allah is on them. (al-Burhan, v2, p128)</w:t>
      </w:r>
    </w:p>
    <w:p w:rsidR="001A403D" w:rsidRDefault="001A403D" w:rsidP="009229E3">
      <w:pPr>
        <w:pStyle w:val="libCenterBold1"/>
      </w:pPr>
      <w:r>
        <w:t>Lesson:</w:t>
      </w:r>
    </w:p>
    <w:p w:rsidR="001A403D" w:rsidRDefault="001A403D" w:rsidP="001A403D">
      <w:pPr>
        <w:pStyle w:val="libNormal"/>
      </w:pPr>
      <w:r>
        <w:t>1-Momineen who have Marifat of Mashiyat-e-Elahi Masumeen asws and testify their Walayat, for them Allah has high degrees which keep increasing as Momin goes further in the ocean of Marifat. The destination of the opponents of Walayat-e-Masumeen asws is Hell.</w:t>
      </w:r>
    </w:p>
    <w:p w:rsidR="001A403D" w:rsidRDefault="001A403D" w:rsidP="00385B48">
      <w:pPr>
        <w:pStyle w:val="libAr"/>
      </w:pPr>
      <w:r>
        <w:rPr>
          <w:rFonts w:hint="eastAsia"/>
          <w:rtl/>
        </w:rPr>
        <w:t>يَـٰٓأَيُّهَا</w:t>
      </w:r>
      <w:r>
        <w:rPr>
          <w:rtl/>
        </w:rPr>
        <w:t xml:space="preserve"> </w:t>
      </w:r>
      <w:r>
        <w:rPr>
          <w:rFonts w:hint="cs"/>
          <w:rtl/>
        </w:rPr>
        <w:t>ٱ</w:t>
      </w:r>
      <w:r>
        <w:rPr>
          <w:rFonts w:hint="eastAsia"/>
          <w:rtl/>
        </w:rPr>
        <w:t>لَّذِينَ</w:t>
      </w:r>
      <w:r>
        <w:rPr>
          <w:rtl/>
        </w:rPr>
        <w:t xml:space="preserve"> ءَامَنُواْ </w:t>
      </w:r>
      <w:r>
        <w:rPr>
          <w:rFonts w:hint="cs"/>
          <w:rtl/>
        </w:rPr>
        <w:t>ٱ</w:t>
      </w:r>
      <w:r>
        <w:rPr>
          <w:rFonts w:hint="eastAsia"/>
          <w:rtl/>
        </w:rPr>
        <w:t>صۡبِرُواْ</w:t>
      </w:r>
      <w:r>
        <w:rPr>
          <w:rtl/>
        </w:rPr>
        <w:t xml:space="preserve"> وَصَابِرُواْ وَرَابِطُواْ وَ</w:t>
      </w:r>
      <w:r>
        <w:rPr>
          <w:rFonts w:hint="cs"/>
          <w:rtl/>
        </w:rPr>
        <w:t>ٱ</w:t>
      </w:r>
      <w:r>
        <w:rPr>
          <w:rFonts w:hint="eastAsia"/>
          <w:rtl/>
        </w:rPr>
        <w:t>تَّقُواْ</w:t>
      </w:r>
      <w:r>
        <w:rPr>
          <w:rtl/>
        </w:rPr>
        <w:t xml:space="preserve"> </w:t>
      </w:r>
      <w:r>
        <w:rPr>
          <w:rFonts w:hint="cs"/>
          <w:rtl/>
        </w:rPr>
        <w:t>ٱ</w:t>
      </w:r>
      <w:r>
        <w:rPr>
          <w:rFonts w:hint="eastAsia"/>
          <w:rtl/>
        </w:rPr>
        <w:t>للَّهَ</w:t>
      </w:r>
      <w:r>
        <w:rPr>
          <w:rtl/>
        </w:rPr>
        <w:t xml:space="preserve"> لَعَلَّكُمۡ تُفۡلِحُونَ (٢٠٠</w:t>
      </w:r>
      <w:r w:rsidR="009229E3">
        <w:rPr>
          <w:rtl/>
        </w:rPr>
        <w:t>)</w:t>
      </w:r>
    </w:p>
    <w:p w:rsidR="001A403D" w:rsidRDefault="001A403D" w:rsidP="00E36567">
      <w:pPr>
        <w:pStyle w:val="libBoldItalic"/>
      </w:pPr>
      <w:r>
        <w:t>O you who believe! Be patient and persevere and keep contact and fear Allah that you may be successful. (200)</w:t>
      </w:r>
    </w:p>
    <w:p w:rsidR="001A403D" w:rsidRDefault="001A403D" w:rsidP="00E36567">
      <w:pPr>
        <w:pStyle w:val="libNormal"/>
      </w:pPr>
      <w:r>
        <w:t>1-Imam Jafar Sadiq asws said: Be patient on obligations, and persevere during hardships, and keep in contact with Imams asws. (al-Burhan, v2, p149)</w:t>
      </w:r>
    </w:p>
    <w:p w:rsidR="001A403D" w:rsidRDefault="001A403D" w:rsidP="00E36567">
      <w:pPr>
        <w:pStyle w:val="libNormal"/>
      </w:pPr>
      <w:r>
        <w:t>2-Imam Mohammad Baqir asws said: Be patient in performing obligations, and steadfast in front of your enemies, and keep in contact with Imam-e-Muntazar asws. (al-Burhan, v2, p149)</w:t>
      </w:r>
    </w:p>
    <w:p w:rsidR="001A403D" w:rsidRDefault="001A403D" w:rsidP="009229E3">
      <w:pPr>
        <w:pStyle w:val="libCenterBold1"/>
      </w:pPr>
      <w:r>
        <w:t>Lesson:</w:t>
      </w:r>
    </w:p>
    <w:p w:rsidR="001A403D" w:rsidRDefault="001A403D" w:rsidP="001A403D">
      <w:pPr>
        <w:pStyle w:val="libNormal"/>
      </w:pPr>
      <w:r>
        <w:t>1-Walayat-e-Masumeen asws is inevitable Obligation, keep preaching it with patience and perseverance, and face the hardships from the enemies of Walayat with patience and steadfastness, and do not keep contact with any Muqassir Mulla but all Momineen should keep contact themselves with Imam Qaim asws, and fear Allah i.e. do only what Allah &amp; Masumeen asws command, and avoid Zunni Fatawa of fallible Mulla.</w:t>
      </w:r>
    </w:p>
    <w:p w:rsidR="00EB2345" w:rsidRDefault="00EB2345" w:rsidP="00FC02E7">
      <w:pPr>
        <w:pStyle w:val="libNormal"/>
        <w:rPr>
          <w:rtl/>
        </w:rPr>
      </w:pPr>
      <w:r>
        <w:rPr>
          <w:rFonts w:hint="eastAsia"/>
        </w:rPr>
        <w:br w:type="page"/>
      </w:r>
    </w:p>
    <w:p w:rsidR="001A403D" w:rsidRDefault="00EB2345" w:rsidP="00EB2345">
      <w:pPr>
        <w:pStyle w:val="Heading1Center"/>
      </w:pPr>
      <w:bookmarkStart w:id="5" w:name="_Toc449789398"/>
      <w:r>
        <w:rPr>
          <w:rFonts w:hint="eastAsia"/>
          <w:rtl/>
        </w:rPr>
        <w:lastRenderedPageBreak/>
        <w:t>سُوۡرَةُ</w:t>
      </w:r>
      <w:r>
        <w:rPr>
          <w:rtl/>
        </w:rPr>
        <w:t xml:space="preserve"> </w:t>
      </w:r>
      <w:r w:rsidR="001A403D">
        <w:rPr>
          <w:rtl/>
        </w:rPr>
        <w:t>النِّسَاء</w:t>
      </w:r>
      <w:bookmarkEnd w:id="5"/>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يَـٰٓأَيُّ</w:t>
      </w:r>
      <w:r w:rsidR="001E6BAB" w:rsidRPr="001E6BAB">
        <w:rPr>
          <w:rFonts w:hint="cs"/>
          <w:rtl/>
        </w:rPr>
        <w:t>ه</w:t>
      </w:r>
      <w:r w:rsidRPr="00595365">
        <w:rPr>
          <w:rFonts w:hint="cs"/>
          <w:rtl/>
        </w:rPr>
        <w:t>ا</w:t>
      </w:r>
      <w:r>
        <w:rPr>
          <w:rtl/>
        </w:rPr>
        <w:t xml:space="preserve"> </w:t>
      </w:r>
      <w:r>
        <w:rPr>
          <w:rFonts w:hint="cs"/>
          <w:rtl/>
        </w:rPr>
        <w:t>ٱ</w:t>
      </w:r>
      <w:r>
        <w:rPr>
          <w:rFonts w:hint="eastAsia"/>
          <w:rtl/>
        </w:rPr>
        <w:t>لنَّاسُ</w:t>
      </w:r>
      <w:r>
        <w:rPr>
          <w:rtl/>
        </w:rPr>
        <w:t xml:space="preserve"> </w:t>
      </w:r>
      <w:r>
        <w:rPr>
          <w:rFonts w:hint="cs"/>
          <w:rtl/>
        </w:rPr>
        <w:t>ٱ</w:t>
      </w:r>
      <w:r>
        <w:rPr>
          <w:rFonts w:hint="eastAsia"/>
          <w:rtl/>
        </w:rPr>
        <w:t>تَّقُواْ</w:t>
      </w:r>
      <w:r>
        <w:rPr>
          <w:rtl/>
        </w:rPr>
        <w:t xml:space="preserve"> رَبَّكُمُ </w:t>
      </w:r>
      <w:r>
        <w:rPr>
          <w:rFonts w:hint="cs"/>
          <w:rtl/>
        </w:rPr>
        <w:t>ٱ</w:t>
      </w:r>
      <w:r>
        <w:rPr>
          <w:rFonts w:hint="eastAsia"/>
          <w:rtl/>
        </w:rPr>
        <w:t>لَّذِى</w:t>
      </w:r>
      <w:r>
        <w:rPr>
          <w:rtl/>
        </w:rPr>
        <w:t xml:space="preserve"> خَلَقَكُم مِّن نَّفۡسٍ۬ وَ</w:t>
      </w:r>
      <w:r w:rsidR="005B7B9E" w:rsidRPr="005B7B9E">
        <w:rPr>
          <w:rFonts w:hint="cs"/>
          <w:rtl/>
        </w:rPr>
        <w:t>ا</w:t>
      </w:r>
      <w:r>
        <w:rPr>
          <w:rFonts w:hint="eastAsia"/>
          <w:rtl/>
        </w:rPr>
        <w:t>حِدَةٍ۬</w:t>
      </w:r>
      <w:r>
        <w:rPr>
          <w:rtl/>
        </w:rPr>
        <w:t xml:space="preserve"> وَخَلَقَ مِنۡ</w:t>
      </w:r>
      <w:r w:rsidR="001E6BAB" w:rsidRPr="001E6BAB">
        <w:rPr>
          <w:rFonts w:hint="cs"/>
          <w:rtl/>
        </w:rPr>
        <w:t>ه</w:t>
      </w:r>
      <w:r w:rsidRPr="00595365">
        <w:rPr>
          <w:rFonts w:hint="cs"/>
          <w:rtl/>
        </w:rPr>
        <w:t>ا زَوۡجَهَا وَبَثَّ مِنۡ</w:t>
      </w:r>
      <w:r w:rsidR="001E6BAB" w:rsidRPr="001E6BAB">
        <w:rPr>
          <w:rFonts w:hint="cs"/>
          <w:rtl/>
        </w:rPr>
        <w:t>ه</w:t>
      </w:r>
      <w:r w:rsidRPr="00595365">
        <w:rPr>
          <w:rFonts w:hint="cs"/>
          <w:rtl/>
        </w:rPr>
        <w:t>مَا رِجَالاً۬ كَثِيرً۬ا وَنِسَآءً۬‌ۚ وَ</w:t>
      </w:r>
      <w:r>
        <w:rPr>
          <w:rFonts w:hint="cs"/>
          <w:rtl/>
        </w:rPr>
        <w:t>ٱ</w:t>
      </w:r>
      <w:r>
        <w:rPr>
          <w:rFonts w:hint="eastAsia"/>
          <w:rtl/>
        </w:rPr>
        <w:t>تَّقُواْ</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لَّذِى</w:t>
      </w:r>
      <w:r>
        <w:rPr>
          <w:rtl/>
        </w:rPr>
        <w:t xml:space="preserve"> تَسَآءَلُونَ بِهِ</w:t>
      </w:r>
      <w:r>
        <w:rPr>
          <w:rFonts w:hint="cs"/>
          <w:rtl/>
        </w:rPr>
        <w:t>ۦ</w:t>
      </w:r>
      <w:r>
        <w:rPr>
          <w:rtl/>
        </w:rPr>
        <w:t xml:space="preserve"> وَ</w:t>
      </w:r>
      <w:r>
        <w:rPr>
          <w:rFonts w:hint="cs"/>
          <w:rtl/>
        </w:rPr>
        <w:t>ٱ</w:t>
      </w:r>
      <w:r>
        <w:rPr>
          <w:rFonts w:hint="eastAsia"/>
          <w:rtl/>
        </w:rPr>
        <w:t>لۡأَرۡحَامَ‌ۚ</w:t>
      </w:r>
      <w:r>
        <w:rPr>
          <w:rtl/>
        </w:rPr>
        <w:t xml:space="preserve"> إِنَّ </w:t>
      </w:r>
      <w:r>
        <w:rPr>
          <w:rFonts w:hint="cs"/>
          <w:rtl/>
        </w:rPr>
        <w:t>ٱ</w:t>
      </w:r>
      <w:r>
        <w:rPr>
          <w:rFonts w:hint="eastAsia"/>
          <w:rtl/>
        </w:rPr>
        <w:t>للَّهَ</w:t>
      </w:r>
      <w:r>
        <w:rPr>
          <w:rtl/>
        </w:rPr>
        <w:t xml:space="preserve"> كَانَ عَلَيۡ</w:t>
      </w:r>
      <w:r>
        <w:rPr>
          <w:rFonts w:hint="eastAsia"/>
          <w:rtl/>
        </w:rPr>
        <w:t>كُمۡ</w:t>
      </w:r>
      <w:r>
        <w:rPr>
          <w:rtl/>
        </w:rPr>
        <w:t xml:space="preserve"> رَقِيبً۬ا (١</w:t>
      </w:r>
      <w:r w:rsidR="009229E3">
        <w:rPr>
          <w:rtl/>
        </w:rPr>
        <w:t>)</w:t>
      </w:r>
    </w:p>
    <w:p w:rsidR="001A403D" w:rsidRDefault="001A403D" w:rsidP="00E36567">
      <w:pPr>
        <w:pStyle w:val="libBoldItalic"/>
      </w:pPr>
      <w:r>
        <w:t>O mankind! Fear your Rabb Who created you from a single soul and from it (the rest of earth) created his spouse and spread from both of many men and women. And fear Allah through Whom you ask one another, and (avoid cutting) relations, indeed Allah is ever an Observer over you. (1)</w:t>
      </w:r>
    </w:p>
    <w:p w:rsidR="001A403D" w:rsidRDefault="001A403D" w:rsidP="001A403D">
      <w:pPr>
        <w:pStyle w:val="libNormal"/>
      </w:pPr>
      <w:r>
        <w:t>1-Zarara asked Imam Jafar Sadiq asws: People say that Allah Ta’ala revealed to Adam (a.s.) to marry his daughters to his sons, and all this mankind is from brother &amp; sister? And Hawa (s.a.) as well was created from the last left rib of Adam (a.s.)? Imam asws said: Allah Ta’ala is much higher than what they say that Allah Azza wa Jalla created from Haraam His chosen people, friends, Prophets, Messengers, Momin and Muslim men &amp; women; and Allah had no Power that He would have created them from Halaal; while Allah took covenant from them about Halaal, pure, good, and clean. And did Allah not had the Power that He would have created the spouse of Adam (a.s.) from anything else than rib, and Adam (a.s.) was married one part of his body with the other part, meaning Hawa (s.a.) was created from his rib? Allah Ta’ala created Hawa (s.a.) from the rest of the earth from Adam (a.s.). Allah Azza wa Jalla commanded the Pen to write on the Guarded Tablet whatever has to happen until Qiyamah, one thousand years before the creation of Adam (a.s.). And which things were made Haraam, it was included in them that sisters are Haraam on brothers, and we see it in the four famous Books in this world, Taurat, Zaboor, Injeel, and Quran which Allah sent down on His Rasools (a.s.) from the Guarded Tablet. Taurat on Musa (a.s.), Zaboor on Dawood (a.s.), Injeel on Eesa (a.s.), and Furqan on Mohammad Mustafa sawaw, not any of these things are declared Halaal in these (Books). Who says this or similar things, his intention is only to strengthen the opinion of Majoosi people, why Allah should not perish them!</w:t>
      </w:r>
    </w:p>
    <w:p w:rsidR="001A403D" w:rsidRDefault="001A403D" w:rsidP="00E36567">
      <w:pPr>
        <w:pStyle w:val="libNormal"/>
      </w:pPr>
      <w:r>
        <w:t>After murder of Habeel (a.s.), Adam (a.s.) remained in severe grief and sadness. Then Allah gave him Shees Hibbatullah (a.s.), and he was the first vicegerent. Then Yafis (a.s.) was born. When Allah wanted to propagate their generation, then on Thursday at the time of Asr sent down a Hoor from Paradise whose name was Barakah. And Allah Azza wa Jalla commanded Adam (a.s.) to marry her with Shees (a.s.). Then next day after Asr sent down a Hoor Nazalah from Paradise, and commanded to marry her to Yafis (a.s.). Then a son was born to Shees (a.s.), and a daughter to Yafis (a.s.). When they grew up, Allah commanded to marry the daughter of Yafis (a.s.) to son of Shees (a.s.), so in this way the generation propagated, and chosen Anmbiya (a.s.) &amp; Mursaleen (a.s.) came in their progeny. And Allah forbid from that what they say that generation started from brother &amp; sister. (Imam Jafar Sadiq asws) (al-Burhan, v2, p155)</w:t>
      </w:r>
    </w:p>
    <w:p w:rsidR="001A403D" w:rsidRDefault="001A403D" w:rsidP="00E36567">
      <w:pPr>
        <w:pStyle w:val="libNormal"/>
      </w:pPr>
      <w:r>
        <w:lastRenderedPageBreak/>
        <w:t>2-No doubt, kind relation is about Aal-e-Mohammad Imams asws which is hanging on Arsh of Allah, and it says: Ya Allah, keep relation to that who keeps relation to me, and cut off relation to that who cuts off relation to me. After that kind relation is applicable to Momineen as well. (Imam Ali Raza asws) (al-Burhan, v2, p159)</w:t>
      </w:r>
    </w:p>
    <w:p w:rsidR="001A403D" w:rsidRDefault="001A403D" w:rsidP="009229E3">
      <w:pPr>
        <w:pStyle w:val="libCenterBold1"/>
      </w:pPr>
      <w:r>
        <w:t>Lesson:</w:t>
      </w:r>
    </w:p>
    <w:p w:rsidR="001A403D" w:rsidRDefault="001A403D" w:rsidP="001A403D">
      <w:pPr>
        <w:pStyle w:val="libNormal"/>
      </w:pPr>
      <w:r>
        <w:t>1-It is a habit of the enemies of Haqq to attack the infallibility of Anmbiya (a.s.) &amp; Mursaleen (a.s.), verbally trying to decrease their status, then they declare themselves higher than Anmbiya (a.s.). They try to prove Allah helpless that He had to start mankind with Haraam (Naoozobillah).</w:t>
      </w:r>
    </w:p>
    <w:p w:rsidR="001A403D" w:rsidRDefault="001A403D" w:rsidP="001A403D">
      <w:pPr>
        <w:pStyle w:val="libNormal"/>
      </w:pPr>
      <w:r>
        <w:t>2-There is never any change &amp; alteration in the Sunnah of Allah. Allah Ta’ala recorded Halaal, Haraam, and other commandments of Shariah on the Guarded Tablet one thousand years before the creation of Adam (a.s.), and all the heavenly Books narrated the same laws of Shariah. Imam asws stated that this is the faith of Majoosi nation that Halaal &amp; Haraam can change. The children of Majoos are openly issuing Fatawa that Muqassir Mulla has the right to change Halaal &amp; Haraam, e.g. they have declared step-mother-in-law Halaal, while Allah has clearly mentioned it Haraam in verse 23 of this Sura. Imam asws has forbidden to support Majoosi faith.</w:t>
      </w:r>
    </w:p>
    <w:p w:rsidR="001A403D" w:rsidRDefault="001A403D" w:rsidP="001A403D">
      <w:pPr>
        <w:pStyle w:val="libNormal"/>
      </w:pPr>
      <w:r>
        <w:t>3-It is commanded to cut off with the enemies of Walayat, and to keep relation with Aal-e-Mohammad asws. Because all relationships &amp; family trees will finish on the day of Qiyamah except the relationship and family tree of Rasool Allah sawaw. Muqassir leaders and their Muqallideen who neglect Janbullah (asws) and belittle his rights, their relations, hopes, and ties will break on the day of Qiyamah, then they will curse on each other. Therefore it is commanded to embrace the unbreakable Habl-e-Walayat of Maola Ali asws.</w:t>
      </w:r>
    </w:p>
    <w:p w:rsidR="001A403D" w:rsidRDefault="001A403D" w:rsidP="00385B48">
      <w:pPr>
        <w:pStyle w:val="libAr"/>
      </w:pPr>
      <w:r>
        <w:rPr>
          <w:rFonts w:hint="eastAsia"/>
          <w:rtl/>
        </w:rPr>
        <w:t>إِن</w:t>
      </w:r>
      <w:r>
        <w:rPr>
          <w:rtl/>
        </w:rPr>
        <w:t xml:space="preserve"> تَجۡتَنِبُواْ </w:t>
      </w:r>
      <w:r w:rsidR="001E6BAB" w:rsidRPr="001E6BAB">
        <w:rPr>
          <w:rFonts w:hint="cs"/>
          <w:rtl/>
        </w:rPr>
        <w:t>ک</w:t>
      </w:r>
      <w:r>
        <w:rPr>
          <w:rFonts w:hint="eastAsia"/>
          <w:rtl/>
        </w:rPr>
        <w:t>بَآ</w:t>
      </w:r>
      <w:r>
        <w:rPr>
          <w:rFonts w:hint="cs"/>
          <w:rtl/>
        </w:rPr>
        <w:t>ٮِٕ</w:t>
      </w:r>
      <w:r>
        <w:rPr>
          <w:rFonts w:hint="eastAsia"/>
          <w:rtl/>
        </w:rPr>
        <w:t>رَ</w:t>
      </w:r>
      <w:r>
        <w:rPr>
          <w:rtl/>
        </w:rPr>
        <w:t xml:space="preserve"> مَا تُنۡ</w:t>
      </w:r>
      <w:r w:rsidR="001E6BAB" w:rsidRPr="001E6BAB">
        <w:rPr>
          <w:rFonts w:hint="cs"/>
          <w:rtl/>
        </w:rPr>
        <w:t>ه</w:t>
      </w:r>
      <w:r w:rsidRPr="00595365">
        <w:rPr>
          <w:rFonts w:hint="cs"/>
          <w:rtl/>
        </w:rPr>
        <w:t>وۡنَ عَنۡهُ نُكَفِّرۡ عَنكُمۡ سَيِّـَٔاتِكُمۡ وَنُدۡخِلۡ</w:t>
      </w:r>
      <w:r w:rsidR="001E6BAB" w:rsidRPr="001E6BAB">
        <w:rPr>
          <w:rFonts w:hint="cs"/>
          <w:rtl/>
        </w:rPr>
        <w:t>ک</w:t>
      </w:r>
      <w:r>
        <w:rPr>
          <w:rFonts w:hint="eastAsia"/>
          <w:rtl/>
        </w:rPr>
        <w:t>م</w:t>
      </w:r>
      <w:r>
        <w:rPr>
          <w:rtl/>
        </w:rPr>
        <w:t xml:space="preserve"> مُّدۡخَلاً۬ كَرِيمً۬ا (٣١</w:t>
      </w:r>
      <w:r w:rsidR="009229E3">
        <w:rPr>
          <w:rtl/>
        </w:rPr>
        <w:t>)</w:t>
      </w:r>
    </w:p>
    <w:p w:rsidR="001A403D" w:rsidRDefault="001A403D" w:rsidP="00E36567">
      <w:pPr>
        <w:pStyle w:val="libBoldItalic"/>
      </w:pPr>
      <w:r>
        <w:t>If you avoid the great (sins) which you are forbidden, We will remove from you your (lesser) sins and make you enter a noble entrance (to Paradise). (31)</w:t>
      </w:r>
    </w:p>
    <w:p w:rsidR="001A403D" w:rsidRDefault="001A403D" w:rsidP="00E36567">
      <w:pPr>
        <w:pStyle w:val="libNormal"/>
      </w:pPr>
      <w:r>
        <w:t>1-Imam Jafar Sadiq asws said about this verse: Kaba’ir (great sins) means those by doing them Allah has made Hell obligatory. (al-Burhan, v2, p214)</w:t>
      </w:r>
    </w:p>
    <w:p w:rsidR="001A403D" w:rsidRDefault="001A403D" w:rsidP="001A403D">
      <w:pPr>
        <w:pStyle w:val="libNormal"/>
      </w:pPr>
      <w:r>
        <w:t>2-Kaba’ir are seven which are revealed about us and they are concerning us, and these are the great sins: Partnership with Allah, and to murder that soul which Allah has declared Haraam, and disobedience of parents, and allegation on honoured ladies, and to swallow wealth of orphan, and to flee from Jihad, and to deny the right of us Ahlul Bait asws.</w:t>
      </w:r>
    </w:p>
    <w:p w:rsidR="001A403D" w:rsidRDefault="001A403D" w:rsidP="00E36567">
      <w:pPr>
        <w:pStyle w:val="libNormal"/>
      </w:pPr>
      <w:r>
        <w:t xml:space="preserve">As the partnership with Allah is concerned, it is that whatever Allah has revealed in our favour and whatever Rasool Allah sawaw has narrated, to belie Allah in that and to belie His Rasool sawaw. And about which soul there is forbiddance of Allah to murder, so they martyred Hussain bin Ali asws and his companions (a.s.). And what is disobedience of parents, so Allah says in His Book that the Nabi sawaw has the right on Momineen more than their lives and his wives are your mothers (al-Ahzab v6) and he </w:t>
      </w:r>
      <w:r>
        <w:lastRenderedPageBreak/>
        <w:t>(sawaw) is their father, so they disobeyed Rasool Allah sawaw concerning his Deen and his Ahlul Bait asws. And as the insult in the honour of the infallible ladies is concerned, that is to belie Syyeda Fatima asws from their pulpits. And what is to swallow the wealth of orphan, that is what is our right in wealth in the Book of Allah, to snatch it away. And what is to flee from the battle field, that is to pay allegiance to Amirul Momineen willingly and then to run away from it and to leave it. And what is to deny our right, that is not to accept it (Walayat). (Imam Jafar Sadiq asws) (al-Burhan, v2, p214)</w:t>
      </w:r>
    </w:p>
    <w:p w:rsidR="001A403D" w:rsidRDefault="001A403D" w:rsidP="009229E3">
      <w:pPr>
        <w:pStyle w:val="libCenterBold1"/>
      </w:pPr>
      <w:r>
        <w:t>Lesson:</w:t>
      </w:r>
    </w:p>
    <w:p w:rsidR="001A403D" w:rsidRDefault="001A403D" w:rsidP="001A403D">
      <w:pPr>
        <w:pStyle w:val="libNormal"/>
      </w:pPr>
      <w:r>
        <w:t>1-Those who avoid these great sins, Allah Ta’ala will enter them in the honoured Paradise, i.e. those who do not make any fallible partner in Walayat-e-Elahi, and do not murder Masumeen asws with their tongues by denying to recite testimony of Walayat-e-Ali asws, and do not disobey the Spiritual Fathers (Maola Mohammad asws &amp; Ali asws) and Syyeda Khadija-tul-Kubra asws, and do not belie the message of Walayat which they (asws) conveyed, and curses on such Muqassir Mulla who issues insulting Fatawa e.g. Fadak was not the right of Syyeda asws, and do not give the wealth of Imam asws to Muqassir Mulla, and after announcing Walayat-e-Ali asws in Azan keep steadfast on it and testifies it in the Presence of Allah, and keep firm with heart, tongue and practice about the right of Walayat of Masumeen asws.</w:t>
      </w:r>
    </w:p>
    <w:p w:rsidR="001A403D" w:rsidRDefault="001A403D" w:rsidP="001A403D">
      <w:pPr>
        <w:pStyle w:val="libNormal"/>
      </w:pPr>
      <w:r>
        <w:t>2-By avoiding the above mentioned great sins, Allah Ghfoor-o-Raheem will delete all other sins, and will give place in the honoured Paradise. Nowadays Muqassir Mulla is openly inviting to commit these great sins and forbids to avoid minor sins, misguiding the weak faith people.</w:t>
      </w:r>
    </w:p>
    <w:p w:rsidR="001A403D" w:rsidRDefault="001A403D" w:rsidP="00385B48">
      <w:pPr>
        <w:pStyle w:val="libAr"/>
      </w:pPr>
      <w:r>
        <w:rPr>
          <w:rFonts w:hint="eastAsia"/>
          <w:rtl/>
        </w:rPr>
        <w:t>وَ</w:t>
      </w:r>
      <w:r>
        <w:rPr>
          <w:rFonts w:hint="cs"/>
          <w:rtl/>
        </w:rPr>
        <w:t>ٱ</w:t>
      </w:r>
      <w:r>
        <w:rPr>
          <w:rFonts w:hint="eastAsia"/>
          <w:rtl/>
        </w:rPr>
        <w:t>عۡبُدُواْ</w:t>
      </w:r>
      <w:r>
        <w:rPr>
          <w:rtl/>
        </w:rPr>
        <w:t xml:space="preserve"> </w:t>
      </w:r>
      <w:r>
        <w:rPr>
          <w:rFonts w:hint="cs"/>
          <w:rtl/>
        </w:rPr>
        <w:t>ٱ</w:t>
      </w:r>
      <w:r>
        <w:rPr>
          <w:rFonts w:hint="eastAsia"/>
          <w:rtl/>
        </w:rPr>
        <w:t>للَّهَ</w:t>
      </w:r>
      <w:r>
        <w:rPr>
          <w:rtl/>
        </w:rPr>
        <w:t xml:space="preserve"> وَلَا تُشۡرِكُواْ بِهِ</w:t>
      </w:r>
      <w:r>
        <w:rPr>
          <w:rFonts w:hint="cs"/>
          <w:rtl/>
        </w:rPr>
        <w:t>ۦ</w:t>
      </w:r>
      <w:r>
        <w:rPr>
          <w:rtl/>
        </w:rPr>
        <w:t xml:space="preserve"> شَيۡـًٔ۬ا‌ۖ وَبِ</w:t>
      </w:r>
      <w:r>
        <w:rPr>
          <w:rFonts w:hint="cs"/>
          <w:rtl/>
        </w:rPr>
        <w:t>ٱ</w:t>
      </w:r>
      <w:r>
        <w:rPr>
          <w:rFonts w:hint="eastAsia"/>
          <w:rtl/>
        </w:rPr>
        <w:t>لۡوَ</w:t>
      </w:r>
      <w:r w:rsidR="005B7B9E" w:rsidRPr="005B7B9E">
        <w:rPr>
          <w:rFonts w:hint="cs"/>
          <w:rtl/>
        </w:rPr>
        <w:t>ا</w:t>
      </w:r>
      <w:r>
        <w:rPr>
          <w:rFonts w:hint="eastAsia"/>
          <w:rtl/>
        </w:rPr>
        <w:t>لِدَيۡنِ</w:t>
      </w:r>
      <w:r>
        <w:rPr>
          <w:rtl/>
        </w:rPr>
        <w:t xml:space="preserve"> إِحۡسَـٰنً۬ا (٣٦</w:t>
      </w:r>
      <w:r w:rsidR="009229E3">
        <w:rPr>
          <w:rtl/>
        </w:rPr>
        <w:t>)</w:t>
      </w:r>
      <w:r>
        <w:t>---</w:t>
      </w:r>
    </w:p>
    <w:p w:rsidR="001A403D" w:rsidRDefault="001A403D" w:rsidP="00E36567">
      <w:pPr>
        <w:pStyle w:val="libBoldItalic"/>
      </w:pPr>
      <w:r>
        <w:t>And worship Allah and associate nothing with Him and to parents do good, ...(36)</w:t>
      </w:r>
    </w:p>
    <w:p w:rsidR="001A403D" w:rsidRDefault="001A403D" w:rsidP="00E36567">
      <w:pPr>
        <w:pStyle w:val="libNormal"/>
      </w:pPr>
      <w:r>
        <w:t>1-I and Ali (asws) are the Fathers of this Ummah, thus Curse of Allah is on the disobedient of parents. (Rasool Allah sawaw) (al-Burhan, v2, p225)</w:t>
      </w:r>
    </w:p>
    <w:p w:rsidR="001A403D" w:rsidRDefault="001A403D" w:rsidP="001A403D">
      <w:pPr>
        <w:pStyle w:val="libNormal"/>
      </w:pPr>
      <w:r>
        <w:t>2-Rasool Allah sawaw said to Maola Ali asws: Go out and announce: Beware, who does injustice in the reward of a worker Curse of Allah on him. Beware, who made anyone else guardian other than his own guardian Curse of Allah on him. Beware, who said bad about his father Curse of Allah on him. Maola Ali asws announced it, one person came with his companions to Nabi Akram sawaw and asked that what was the explanation of that announcement? He (sawaw) said: Yes, listen, no doubt Allah says, “I do not ask any reward for it (task of Risalat) except devotion of my Qurba” (al-Sura, v23), thus who did injustice to us Curse of Allah on him, and Allah says, “Nabi has more right on Momineen than their souls” (al-Ahzab, v6), and whomever I am the guardian Ali (asws) is his guardian, so whoever made guardian other than him (asws) and made guardian other than his progeny asws then Curse of Allah on him, and I bear witness in front of you that I and Ali (asws) are the Fathers of Momineen, so who speaks bad about any one of us Curse of Allah on him. (Rasool Allah sawaw)</w:t>
      </w:r>
    </w:p>
    <w:p w:rsidR="001A403D" w:rsidRDefault="001A403D" w:rsidP="00E36567">
      <w:pPr>
        <w:pStyle w:val="libNormal"/>
      </w:pPr>
      <w:r>
        <w:lastRenderedPageBreak/>
        <w:t>That person came out and said: O companions of Mohammad sawaw! Nabi Akram sawaw has not stressed Walayat-e-Ali asws so much in Ghadeer-e-Khum or any other occasion as he did today. This incident is seventeen days before the martyrdom of Rasool Allah sawaw. (al-Burhan, v2, p225)</w:t>
      </w:r>
    </w:p>
    <w:p w:rsidR="001A403D" w:rsidRDefault="001A403D" w:rsidP="009229E3">
      <w:pPr>
        <w:pStyle w:val="libCenterBold1"/>
      </w:pPr>
      <w:r>
        <w:t>Lesson:</w:t>
      </w:r>
    </w:p>
    <w:p w:rsidR="00595365" w:rsidRDefault="001A403D" w:rsidP="001A403D">
      <w:pPr>
        <w:pStyle w:val="libNormal"/>
      </w:pPr>
      <w:r>
        <w:t>1-It is clearly forbidden to make anyone guardian other than Maola Ali asws and his holy progeny asws. Any fallible Muqassir Mulla who claims Walayat, then that Zalim is denier of Ajr-e-Risalat, disobedient of parents, and he exits from humanity. To turn away from Quran &amp; Sunnah is habbit of Muqassireen.</w:t>
      </w:r>
    </w:p>
    <w:p w:rsidR="00595365" w:rsidRDefault="001A403D" w:rsidP="00385B48">
      <w:pPr>
        <w:pStyle w:val="libAr"/>
      </w:pPr>
      <w:r>
        <w:rPr>
          <w:rFonts w:hint="eastAsia"/>
          <w:rtl/>
        </w:rPr>
        <w:t>فَكَيۡفَ</w:t>
      </w:r>
      <w:r>
        <w:rPr>
          <w:rtl/>
        </w:rPr>
        <w:t xml:space="preserve"> إِذَا جِئۡنَا مِن كُلِّ أُمَّةِۭ بِشَهِيدٍ۬ وَجِئۡنَا بِكَ عَلَىٰ هَـٰٓؤُلَآءِ شَ</w:t>
      </w:r>
      <w:r w:rsidR="001E6BAB" w:rsidRPr="001E6BAB">
        <w:rPr>
          <w:rFonts w:hint="cs"/>
          <w:rtl/>
        </w:rPr>
        <w:t>ه</w:t>
      </w:r>
      <w:r w:rsidRPr="00595365">
        <w:rPr>
          <w:rFonts w:hint="cs"/>
          <w:rtl/>
        </w:rPr>
        <w:t>يدً۬ا (٤١</w:t>
      </w:r>
      <w:r w:rsidR="009229E3">
        <w:rPr>
          <w:rtl/>
        </w:rPr>
        <w:t>)</w:t>
      </w:r>
    </w:p>
    <w:p w:rsidR="001A403D" w:rsidRDefault="001A403D" w:rsidP="00E36567">
      <w:pPr>
        <w:pStyle w:val="libBoldItalic"/>
      </w:pPr>
      <w:r>
        <w:t>So how (will it be) when We bring from every nation a witness, and We bring you (O Muhammad) a witness over these? (41)</w:t>
      </w:r>
    </w:p>
    <w:p w:rsidR="001A403D" w:rsidRDefault="001A403D" w:rsidP="00E36567">
      <w:pPr>
        <w:pStyle w:val="libNormal"/>
      </w:pPr>
      <w:r>
        <w:t>1-Aosiya (Vicegerents) are those who are the owners of Sirat and will be standing on it, no one will be able to enter Paradise except him who has their (asws) Marifat, and they (asws) will be knowing him. And no one will enter Hell except him who had denied them (asws) and they (asws) will not recognise him. Because they know Allah Azza wa Jalla and He knows them, when took covenant from them, and narrated their attributes in His Book. Allah Azza wa Jalla says, “they will recognise everyone from their foreheads” (al-A’raf, v46), and they (asws) will be witness over their lovers, and Nabi Akram sawaw will be witness over them (asws). Allah took covenant of their (asws) obedience from His servants, and took covenant of obedience for Nabi sawaw, so task of Nabuwat continued in them, and same is the saying of Allah Azza wa Jalla, “So how (will it be) when We bring from every nation a witness, and We bring you (O Muhammad) a witness over these?” (Maola Ali asws) (al-Burhan, v2, p226)</w:t>
      </w:r>
    </w:p>
    <w:p w:rsidR="001A403D" w:rsidRDefault="001A403D" w:rsidP="00E36567">
      <w:pPr>
        <w:pStyle w:val="libNormal"/>
      </w:pPr>
      <w:r>
        <w:t>2-Imam Jafar Sadiq asws said about this verse: It was specifically revealed about Ummah of Mohammad Mustafa sawaw that in every period there is one Imam from us among them who is witness over them, and Mohammad sawaw is witness over us for all periods (times). (al-Burhan, v2, p226)</w:t>
      </w:r>
    </w:p>
    <w:p w:rsidR="001A403D" w:rsidRDefault="001A403D" w:rsidP="009229E3">
      <w:pPr>
        <w:pStyle w:val="libCenterBold1"/>
      </w:pPr>
      <w:r>
        <w:t>Lesson:</w:t>
      </w:r>
    </w:p>
    <w:p w:rsidR="001A403D" w:rsidRDefault="001A403D" w:rsidP="001A403D">
      <w:pPr>
        <w:pStyle w:val="libNormal"/>
      </w:pPr>
      <w:r>
        <w:t>1-Who avoids testimony of Walayat-e-Ali asws in this world, what will be his condition on Sirat on the day of Qiyamah that Imams asws will not recognise him. These are the same ill-fated people who did not testify Walayat-e-Ali asws willingly in Alam-e-Zarr (state of particles).</w:t>
      </w:r>
    </w:p>
    <w:p w:rsidR="00595365" w:rsidRDefault="001A403D" w:rsidP="001A403D">
      <w:pPr>
        <w:pStyle w:val="libNormal"/>
      </w:pPr>
      <w:r>
        <w:t>2-Masumeen asws are witness over the task of Risalat of all the Prophets (a.s.) and Messengers (a.s.), and Mohammad Mustafa sawaw is the chief Witness over them. Masumeen asws are not only witness of every era but they are witness before time and space was created.</w:t>
      </w:r>
    </w:p>
    <w:p w:rsidR="00595365" w:rsidRDefault="001A403D" w:rsidP="00385B48">
      <w:pPr>
        <w:pStyle w:val="libAr"/>
      </w:pPr>
      <w:r>
        <w:rPr>
          <w:rFonts w:hint="eastAsia"/>
          <w:rtl/>
        </w:rPr>
        <w:t>يَوۡمَ</w:t>
      </w:r>
      <w:r>
        <w:rPr>
          <w:rFonts w:hint="cs"/>
          <w:rtl/>
        </w:rPr>
        <w:t>ٮِٕ</w:t>
      </w:r>
      <w:r>
        <w:rPr>
          <w:rFonts w:hint="eastAsia"/>
          <w:rtl/>
        </w:rPr>
        <w:t>ذٍ۬</w:t>
      </w:r>
      <w:r>
        <w:rPr>
          <w:rtl/>
        </w:rPr>
        <w:t xml:space="preserve"> يَوَدُّ </w:t>
      </w:r>
      <w:r>
        <w:rPr>
          <w:rFonts w:hint="cs"/>
          <w:rtl/>
        </w:rPr>
        <w:t>ٱ</w:t>
      </w:r>
      <w:r>
        <w:rPr>
          <w:rFonts w:hint="eastAsia"/>
          <w:rtl/>
        </w:rPr>
        <w:t>لَّذِينَ</w:t>
      </w:r>
      <w:r>
        <w:rPr>
          <w:rtl/>
        </w:rPr>
        <w:t xml:space="preserve"> كَفَرُواْ وَعَصَوُاْ </w:t>
      </w:r>
      <w:r>
        <w:rPr>
          <w:rFonts w:hint="cs"/>
          <w:rtl/>
        </w:rPr>
        <w:t>ٱ</w:t>
      </w:r>
      <w:r>
        <w:rPr>
          <w:rFonts w:hint="eastAsia"/>
          <w:rtl/>
        </w:rPr>
        <w:t>لرَّسُولَ</w:t>
      </w:r>
      <w:r>
        <w:rPr>
          <w:rtl/>
        </w:rPr>
        <w:t xml:space="preserve"> لَوۡ تُسَوَّىٰ بِ</w:t>
      </w:r>
      <w:r w:rsidR="001E6BAB" w:rsidRPr="001E6BAB">
        <w:rPr>
          <w:rFonts w:hint="cs"/>
          <w:rtl/>
        </w:rPr>
        <w:t>ه</w:t>
      </w:r>
      <w:r w:rsidRPr="00595365">
        <w:rPr>
          <w:rFonts w:hint="cs"/>
          <w:rtl/>
        </w:rPr>
        <w:t xml:space="preserve">مُ </w:t>
      </w:r>
      <w:r>
        <w:rPr>
          <w:rFonts w:hint="cs"/>
          <w:rtl/>
        </w:rPr>
        <w:t>ٱ</w:t>
      </w:r>
      <w:r>
        <w:rPr>
          <w:rFonts w:hint="eastAsia"/>
          <w:rtl/>
        </w:rPr>
        <w:t>لۡأَرۡضُ</w:t>
      </w:r>
      <w:r>
        <w:rPr>
          <w:rtl/>
        </w:rPr>
        <w:t xml:space="preserve"> وَلَا يَكۡتُمُونَ </w:t>
      </w:r>
      <w:r>
        <w:rPr>
          <w:rFonts w:hint="cs"/>
          <w:rtl/>
        </w:rPr>
        <w:t>ٱ</w:t>
      </w:r>
      <w:r>
        <w:rPr>
          <w:rFonts w:hint="eastAsia"/>
          <w:rtl/>
        </w:rPr>
        <w:t>للَّهَ</w:t>
      </w:r>
      <w:r>
        <w:rPr>
          <w:rtl/>
        </w:rPr>
        <w:t xml:space="preserve"> حَدِيثً۬ا (٤٢</w:t>
      </w:r>
      <w:r w:rsidR="009229E3">
        <w:rPr>
          <w:rtl/>
        </w:rPr>
        <w:t>)</w:t>
      </w:r>
    </w:p>
    <w:p w:rsidR="001A403D" w:rsidRDefault="001A403D" w:rsidP="00E36567">
      <w:pPr>
        <w:pStyle w:val="libBoldItalic"/>
      </w:pPr>
      <w:r>
        <w:lastRenderedPageBreak/>
        <w:t>On that day those who disbelieved and disobeyed the Rasool will wish that they were level with the ground, and they will not (be able to) conceal any statement from Allah. (42)</w:t>
      </w:r>
    </w:p>
    <w:p w:rsidR="001A403D" w:rsidRDefault="001A403D" w:rsidP="00E36567">
      <w:pPr>
        <w:pStyle w:val="libNormal"/>
      </w:pPr>
      <w:r>
        <w:t>1-Those who took (plundered) the right of Amirul Momineen asws will wish that earth should be levelled on them on that day when they will be gathered together due to plundering the right, and they will not be able to hide what Rasool Allah sawaw had said about it. (Imam asws) (al-Burhan, v2, p 227)</w:t>
      </w:r>
    </w:p>
    <w:p w:rsidR="001A403D" w:rsidRDefault="001A403D" w:rsidP="00E36567">
      <w:pPr>
        <w:pStyle w:val="libNormal"/>
      </w:pPr>
      <w:r>
        <w:t>2-Amirul Momineen asws said while narrating the condition of Qiyamah: Mouth will be sealed that it should not speak, so hands will speak, and feet will give witness, and skin will speak that what deeds were performed, and will not be able to conceal anything from Allah. (al-Burhan, v2, p227)</w:t>
      </w:r>
    </w:p>
    <w:p w:rsidR="001A403D" w:rsidRDefault="001A403D" w:rsidP="009229E3">
      <w:pPr>
        <w:pStyle w:val="libCenterBold1"/>
      </w:pPr>
      <w:r>
        <w:t>Lesson:</w:t>
      </w:r>
    </w:p>
    <w:p w:rsidR="001A403D" w:rsidRDefault="001A403D" w:rsidP="001A403D">
      <w:pPr>
        <w:pStyle w:val="libNormal"/>
      </w:pPr>
      <w:r>
        <w:t>1-Those who concealed the Ahadees of Rasool Allah sawaw concerning Walayat of Maola Ali asws in this world, sometimes saying this Hadees is Ahaad, this is Shaaz, this is not Matwater, it is not Mutafiq Alay, and did not testify Walayat-e-Ali asws in the court of Allah (Namaz), on the day of Qiyamah their mouths will be sealed, then their hands &amp; feet will tell their evil deeds.</w:t>
      </w:r>
    </w:p>
    <w:p w:rsidR="001A403D" w:rsidRDefault="001A403D" w:rsidP="001A403D">
      <w:pPr>
        <w:pStyle w:val="libNormal"/>
      </w:pPr>
      <w:r>
        <w:t>2-To conceal the Ahadees of Rasool Allah sawaw by different tricks, and to disobey Rasool Allah sawaw by not preaching Walayat, makes punishment obligatory.</w:t>
      </w:r>
    </w:p>
    <w:p w:rsidR="001A403D" w:rsidRDefault="001A403D" w:rsidP="00385B48">
      <w:pPr>
        <w:pStyle w:val="libAr"/>
      </w:pPr>
      <w:r>
        <w:rPr>
          <w:rFonts w:hint="eastAsia"/>
          <w:rtl/>
        </w:rPr>
        <w:t>يَـٰٓأَيُّ</w:t>
      </w:r>
      <w:r w:rsidR="001E6BAB" w:rsidRPr="001E6BAB">
        <w:rPr>
          <w:rFonts w:hint="cs"/>
          <w:rtl/>
        </w:rPr>
        <w:t>ه</w:t>
      </w:r>
      <w:r w:rsidRPr="00595365">
        <w:rPr>
          <w:rFonts w:hint="cs"/>
          <w:rtl/>
        </w:rPr>
        <w:t>ا</w:t>
      </w:r>
      <w:r>
        <w:rPr>
          <w:rtl/>
        </w:rPr>
        <w:t xml:space="preserve"> </w:t>
      </w:r>
      <w:r>
        <w:rPr>
          <w:rFonts w:hint="cs"/>
          <w:rtl/>
        </w:rPr>
        <w:t>ٱ</w:t>
      </w:r>
      <w:r>
        <w:rPr>
          <w:rFonts w:hint="eastAsia"/>
          <w:rtl/>
        </w:rPr>
        <w:t>لَّذِينَ</w:t>
      </w:r>
      <w:r>
        <w:rPr>
          <w:rtl/>
        </w:rPr>
        <w:t xml:space="preserve"> ءَامَنُواْ لَا تَقۡرَبُواْ </w:t>
      </w:r>
      <w:r>
        <w:rPr>
          <w:rFonts w:hint="cs"/>
          <w:rtl/>
        </w:rPr>
        <w:t>ٱ</w:t>
      </w:r>
      <w:r>
        <w:rPr>
          <w:rFonts w:hint="eastAsia"/>
          <w:rtl/>
        </w:rPr>
        <w:t>لصَّلَوٰةَ</w:t>
      </w:r>
      <w:r>
        <w:rPr>
          <w:rtl/>
        </w:rPr>
        <w:t xml:space="preserve"> وَأَنتُمۡ سُكَـٰرَىٰ حَتَّىٰ تَعۡلَمُواْ مَا تَقُولُونَ (٤٣</w:t>
      </w:r>
      <w:r w:rsidR="009229E3">
        <w:rPr>
          <w:rtl/>
        </w:rPr>
        <w:t>)</w:t>
      </w:r>
    </w:p>
    <w:p w:rsidR="001A403D" w:rsidRDefault="001A403D" w:rsidP="00E36567">
      <w:pPr>
        <w:pStyle w:val="libBoldItalic"/>
      </w:pPr>
      <w:r>
        <w:t>O you who believe! Do not approach prayer when you are drowsy, until you know what you are saying,... (43)</w:t>
      </w:r>
    </w:p>
    <w:p w:rsidR="001A403D" w:rsidRDefault="001A403D" w:rsidP="00E36567">
      <w:pPr>
        <w:pStyle w:val="libNormal"/>
      </w:pPr>
      <w:r>
        <w:t>1-Masoom asws said about this verse: Do not approach prayer when you are dowsy, it means drowsiness of sleep. And you are forbidden in the drowsiness of sleep so that you should know what you are saying in your Rakooh, Sajdah and Takbeer. And it is not like that as majority of people think that Momin is intoxicated by alcohol, rather Momin does not drink any intoxicant, nor he is intoxicated. (al-Burhan, v2, p228)</w:t>
      </w:r>
    </w:p>
    <w:p w:rsidR="001A403D" w:rsidRDefault="001A403D" w:rsidP="009229E3">
      <w:pPr>
        <w:pStyle w:val="libCenterBold1"/>
      </w:pPr>
      <w:r>
        <w:t>Lesson:</w:t>
      </w:r>
    </w:p>
    <w:p w:rsidR="001A403D" w:rsidRDefault="001A403D" w:rsidP="001A403D">
      <w:pPr>
        <w:pStyle w:val="libNormal"/>
      </w:pPr>
      <w:r>
        <w:t>1-Some enemies of Walayat Muqassireen are still trying their best to find some benefits in those things which are clearly declared Haraam by Allah, to make them useful, e.g. they discuss the benefits of alcohol and to what extent it is Haraam, they think chess is beneficial for brain. They are telling the meanings of holy Quran according to their wishes by translating the apparent wording of Quran without guidance of Masumeen asws. They twist and narrate Ahadees and Ayaat without context to suit their aims, like Yazid (l.u.) was only saying, “Do not approach prayer”</w:t>
      </w:r>
    </w:p>
    <w:p w:rsidR="001A403D" w:rsidRDefault="001A403D" w:rsidP="00385B48">
      <w:pPr>
        <w:pStyle w:val="libAr"/>
      </w:pPr>
      <w:r>
        <w:rPr>
          <w:rFonts w:hint="eastAsia"/>
          <w:rtl/>
        </w:rPr>
        <w:t>أَلَمۡ</w:t>
      </w:r>
      <w:r>
        <w:rPr>
          <w:rtl/>
        </w:rPr>
        <w:t xml:space="preserve"> تَرَ إِلَى </w:t>
      </w:r>
      <w:r>
        <w:rPr>
          <w:rFonts w:hint="cs"/>
          <w:rtl/>
        </w:rPr>
        <w:t>ٱ</w:t>
      </w:r>
      <w:r>
        <w:rPr>
          <w:rFonts w:hint="eastAsia"/>
          <w:rtl/>
        </w:rPr>
        <w:t>لَّذِينَ</w:t>
      </w:r>
      <w:r>
        <w:rPr>
          <w:rtl/>
        </w:rPr>
        <w:t xml:space="preserve"> أُوتُواْ نَصِيبً۬ا مِّنَ </w:t>
      </w:r>
      <w:r>
        <w:rPr>
          <w:rFonts w:hint="cs"/>
          <w:rtl/>
        </w:rPr>
        <w:t>ٱ</w:t>
      </w:r>
      <w:r>
        <w:rPr>
          <w:rFonts w:hint="eastAsia"/>
          <w:rtl/>
        </w:rPr>
        <w:t>لۡكِتَـٰبِ</w:t>
      </w:r>
      <w:r>
        <w:rPr>
          <w:rtl/>
        </w:rPr>
        <w:t xml:space="preserve"> يَشۡتَرُونَ </w:t>
      </w:r>
      <w:r>
        <w:rPr>
          <w:rFonts w:hint="cs"/>
          <w:rtl/>
        </w:rPr>
        <w:t>ٱ</w:t>
      </w:r>
      <w:r>
        <w:rPr>
          <w:rFonts w:hint="eastAsia"/>
          <w:rtl/>
        </w:rPr>
        <w:t>لضَّلَـٰلَةَ</w:t>
      </w:r>
      <w:r>
        <w:rPr>
          <w:rtl/>
        </w:rPr>
        <w:t xml:space="preserve"> وَيُرِيدُونَ أَن تَضِلُّواْ </w:t>
      </w:r>
      <w:r>
        <w:rPr>
          <w:rFonts w:hint="cs"/>
          <w:rtl/>
        </w:rPr>
        <w:t>ٱ</w:t>
      </w:r>
      <w:r>
        <w:rPr>
          <w:rFonts w:hint="eastAsia"/>
          <w:rtl/>
        </w:rPr>
        <w:t>لسَّبِيلَ</w:t>
      </w:r>
      <w:r>
        <w:rPr>
          <w:rtl/>
        </w:rPr>
        <w:t xml:space="preserve"> (٤٤</w:t>
      </w:r>
      <w:r w:rsidR="009229E3">
        <w:rPr>
          <w:rtl/>
        </w:rPr>
        <w:t>)</w:t>
      </w:r>
    </w:p>
    <w:p w:rsidR="001A403D" w:rsidRDefault="001A403D" w:rsidP="00E36567">
      <w:pPr>
        <w:pStyle w:val="libBoldItalic"/>
      </w:pPr>
      <w:r>
        <w:t>Don’t you see those whom a portion of the Scripture was given, they purchase error, and they wish that you would lose the Sabeel. (44)</w:t>
      </w:r>
    </w:p>
    <w:p w:rsidR="001A403D" w:rsidRDefault="001A403D" w:rsidP="00E36567">
      <w:pPr>
        <w:pStyle w:val="libNormal"/>
      </w:pPr>
      <w:r>
        <w:t xml:space="preserve">1-They purchase misguidance, meaning that they lost Amirul Momineen asws, and they wish that you should also lose Sabeel meaning that they want </w:t>
      </w:r>
      <w:r>
        <w:lastRenderedPageBreak/>
        <w:t>to take the people out of Walayat of Amirul Momineen asws, and he (Ali asws) is Sirat-e-Mustaqeem. (Tafseer Qummi, p133)</w:t>
      </w:r>
    </w:p>
    <w:p w:rsidR="001A403D" w:rsidRDefault="001A403D" w:rsidP="009229E3">
      <w:pPr>
        <w:pStyle w:val="libCenterBold1"/>
      </w:pPr>
      <w:r>
        <w:t>Lesson:</w:t>
      </w:r>
    </w:p>
    <w:p w:rsidR="001A403D" w:rsidRDefault="001A403D" w:rsidP="001A403D">
      <w:pPr>
        <w:pStyle w:val="libNormal"/>
      </w:pPr>
      <w:r>
        <w:t>1-Even today all Muqassireen are trying their best like in the past that somehow Momineen should exit from Walayat-e-Ali asws. Majoosi people have taken many steps for it, they have institutions &amp; scholarships for the future Kharjies, even they call it Madressa of Kharjies, then they teach Majoosi language in that Madressa, which is the language of the companions of the Hell. Then they give them a chance to attend Dars-e-Kharij, so no effort should be left to make them exit from Walayat-e-Ali asws.</w:t>
      </w:r>
    </w:p>
    <w:p w:rsidR="001A403D" w:rsidRDefault="001A403D" w:rsidP="00385B48">
      <w:pPr>
        <w:pStyle w:val="libAr"/>
      </w:pPr>
      <w:r>
        <w:rPr>
          <w:rFonts w:hint="eastAsia"/>
          <w:rtl/>
        </w:rPr>
        <w:t>يَـٰٓأَيُّ</w:t>
      </w:r>
      <w:r w:rsidR="001E6BAB" w:rsidRPr="001E6BAB">
        <w:rPr>
          <w:rFonts w:hint="cs"/>
          <w:rtl/>
        </w:rPr>
        <w:t>ه</w:t>
      </w:r>
      <w:r w:rsidRPr="00595365">
        <w:rPr>
          <w:rFonts w:hint="cs"/>
          <w:rtl/>
        </w:rPr>
        <w:t>ا</w:t>
      </w:r>
      <w:r>
        <w:rPr>
          <w:rtl/>
        </w:rPr>
        <w:t xml:space="preserve"> </w:t>
      </w:r>
      <w:r>
        <w:rPr>
          <w:rFonts w:hint="cs"/>
          <w:rtl/>
        </w:rPr>
        <w:t>ٱ</w:t>
      </w:r>
      <w:r>
        <w:rPr>
          <w:rFonts w:hint="eastAsia"/>
          <w:rtl/>
        </w:rPr>
        <w:t>لَّذِينَ</w:t>
      </w:r>
      <w:r>
        <w:rPr>
          <w:rtl/>
        </w:rPr>
        <w:t xml:space="preserve"> أُوتُواْ </w:t>
      </w:r>
      <w:r>
        <w:rPr>
          <w:rFonts w:hint="cs"/>
          <w:rtl/>
        </w:rPr>
        <w:t>ٱ</w:t>
      </w:r>
      <w:r>
        <w:rPr>
          <w:rFonts w:hint="eastAsia"/>
          <w:rtl/>
        </w:rPr>
        <w:t>لۡكِتَـٰبَ</w:t>
      </w:r>
      <w:r>
        <w:rPr>
          <w:rtl/>
        </w:rPr>
        <w:t xml:space="preserve"> ءَامِنُواْ بِمَا نَزَّلۡنَا مُصَدِّقً۬ا لِّمَا مَعَكُم مِّن قَبۡلِ أَن نَّطۡمِسَ وُجُوهً۬ا فَنَرُدَّهَا عَلَىٰٓ أَدۡبَارِهَآ أَوۡ نَلۡعَنَ</w:t>
      </w:r>
      <w:r w:rsidR="001E6BAB" w:rsidRPr="001E6BAB">
        <w:rPr>
          <w:rFonts w:hint="cs"/>
          <w:rtl/>
        </w:rPr>
        <w:t>ه</w:t>
      </w:r>
      <w:r w:rsidRPr="00595365">
        <w:rPr>
          <w:rFonts w:hint="cs"/>
          <w:rtl/>
        </w:rPr>
        <w:t xml:space="preserve">مۡ كَمَا لَعَنَّآ أَصۡحَـٰبَ </w:t>
      </w:r>
      <w:r>
        <w:rPr>
          <w:rFonts w:hint="cs"/>
          <w:rtl/>
        </w:rPr>
        <w:t>ٱ</w:t>
      </w:r>
      <w:r>
        <w:rPr>
          <w:rFonts w:hint="eastAsia"/>
          <w:rtl/>
        </w:rPr>
        <w:t>لسَّبۡتِ‌ۚ</w:t>
      </w:r>
      <w:r>
        <w:rPr>
          <w:rtl/>
        </w:rPr>
        <w:t xml:space="preserve"> وَكَانَ أَمۡرُ </w:t>
      </w:r>
      <w:r>
        <w:rPr>
          <w:rFonts w:hint="cs"/>
          <w:rtl/>
        </w:rPr>
        <w:t>ٱ</w:t>
      </w:r>
      <w:r>
        <w:rPr>
          <w:rFonts w:hint="eastAsia"/>
          <w:rtl/>
        </w:rPr>
        <w:t>للَّهِ</w:t>
      </w:r>
      <w:r>
        <w:rPr>
          <w:rtl/>
        </w:rPr>
        <w:t xml:space="preserve"> مَفۡع</w:t>
      </w:r>
      <w:r>
        <w:rPr>
          <w:rFonts w:hint="eastAsia"/>
          <w:rtl/>
        </w:rPr>
        <w:t>ُولاً</w:t>
      </w:r>
      <w:r>
        <w:rPr>
          <w:rtl/>
        </w:rPr>
        <w:t xml:space="preserve"> (٤٧</w:t>
      </w:r>
      <w:r w:rsidR="009229E3">
        <w:rPr>
          <w:rtl/>
        </w:rPr>
        <w:t>)</w:t>
      </w:r>
    </w:p>
    <w:p w:rsidR="001A403D" w:rsidRDefault="001A403D" w:rsidP="00E36567">
      <w:pPr>
        <w:pStyle w:val="libBoldItalic"/>
      </w:pPr>
      <w:r>
        <w:t>O you whom the book was given! Believe in what We have sent down confirming that what is with you, before We disfigure faces then turn them towards their backs, or curse them as We cursed the Sabbat-breakers. And the commandment of Allah is always executed. (47)</w:t>
      </w:r>
    </w:p>
    <w:p w:rsidR="001A403D" w:rsidRDefault="001A403D" w:rsidP="00E36567">
      <w:pPr>
        <w:pStyle w:val="libNormal"/>
      </w:pPr>
      <w:r>
        <w:t>1-O you whom the book has been given! Believe in what Allah has sent down about Ali asws, who is clear Noor, and confirms Rasool Allah sawaw, who is with you already, before that your faces are disfigured and turned towards backs. As the army of Sufyani the enemy of Imam Qaim (asws) will sink in the earth at the place of Baida except three men whose faces will be turned towards the back. (Hadees-e-Masoom asws) (al-Burhan, v2, p237)</w:t>
      </w:r>
    </w:p>
    <w:p w:rsidR="001A403D" w:rsidRDefault="001A403D" w:rsidP="009229E3">
      <w:pPr>
        <w:pStyle w:val="libCenterBold1"/>
      </w:pPr>
      <w:r>
        <w:t>Lesson:</w:t>
      </w:r>
    </w:p>
    <w:p w:rsidR="001A403D" w:rsidRDefault="001A403D" w:rsidP="001A403D">
      <w:pPr>
        <w:pStyle w:val="libNormal"/>
      </w:pPr>
      <w:r>
        <w:t>1-Allah turns the faces towards backs who oppose and turn away from Walayat-e-Masumeen asws, and curses on them like He cursed the companions of Sabbat, who changed the law of Saturday using ilmul-usul to suit their needs. Similarly Muqassireen are trying to change the law of Walayat to suit their needs. These Muqassireen do not like Zahoor of Imam Qaim asws, they will issue Fatawa against Imam asws, and some will keep silent due to fear of Zulfiqar.</w:t>
      </w:r>
    </w:p>
    <w:p w:rsidR="001A403D" w:rsidRDefault="001A403D" w:rsidP="00385B48">
      <w:pPr>
        <w:pStyle w:val="libAr"/>
      </w:pPr>
      <w:r>
        <w:rPr>
          <w:rFonts w:hint="eastAsia"/>
          <w:rtl/>
        </w:rPr>
        <w:t>إِنَّ</w:t>
      </w:r>
      <w:r>
        <w:rPr>
          <w:rtl/>
        </w:rPr>
        <w:t xml:space="preserve"> </w:t>
      </w:r>
      <w:r>
        <w:rPr>
          <w:rFonts w:hint="cs"/>
          <w:rtl/>
        </w:rPr>
        <w:t>ٱ</w:t>
      </w:r>
      <w:r>
        <w:rPr>
          <w:rFonts w:hint="eastAsia"/>
          <w:rtl/>
        </w:rPr>
        <w:t>للَّهَ</w:t>
      </w:r>
      <w:r>
        <w:rPr>
          <w:rtl/>
        </w:rPr>
        <w:t xml:space="preserve"> لَا يَغۡفِرُ أَن يُشۡرَكَ بِهِ</w:t>
      </w:r>
      <w:r>
        <w:rPr>
          <w:rFonts w:hint="cs"/>
          <w:rtl/>
        </w:rPr>
        <w:t>ۦ</w:t>
      </w:r>
      <w:r>
        <w:rPr>
          <w:rtl/>
        </w:rPr>
        <w:t xml:space="preserve"> وَيَغۡفِرُ مَا دُونَ ذَ</w:t>
      </w:r>
      <w:r w:rsidR="005B7B9E" w:rsidRPr="005B7B9E">
        <w:rPr>
          <w:rFonts w:hint="cs"/>
          <w:rtl/>
        </w:rPr>
        <w:t>ا</w:t>
      </w:r>
      <w:r>
        <w:rPr>
          <w:rFonts w:hint="eastAsia"/>
          <w:rtl/>
        </w:rPr>
        <w:t>لِكَ</w:t>
      </w:r>
      <w:r>
        <w:rPr>
          <w:rtl/>
        </w:rPr>
        <w:t xml:space="preserve"> لِمَن يَشَآءُ‌ۚ وَمَن يُشۡرِكۡ بِ</w:t>
      </w:r>
      <w:r>
        <w:rPr>
          <w:rFonts w:hint="cs"/>
          <w:rtl/>
        </w:rPr>
        <w:t>ٱ</w:t>
      </w:r>
      <w:r>
        <w:rPr>
          <w:rFonts w:hint="eastAsia"/>
          <w:rtl/>
        </w:rPr>
        <w:t>للَّهِ</w:t>
      </w:r>
      <w:r>
        <w:rPr>
          <w:rtl/>
        </w:rPr>
        <w:t xml:space="preserve"> فَقَدِ </w:t>
      </w:r>
      <w:r>
        <w:rPr>
          <w:rFonts w:hint="cs"/>
          <w:rtl/>
        </w:rPr>
        <w:t>ٱ</w:t>
      </w:r>
      <w:r>
        <w:rPr>
          <w:rFonts w:hint="eastAsia"/>
          <w:rtl/>
        </w:rPr>
        <w:t>فۡتَرَىٰٓ</w:t>
      </w:r>
      <w:r>
        <w:rPr>
          <w:rtl/>
        </w:rPr>
        <w:t xml:space="preserve"> إِثۡمًا عَظِيمًا (٤٨</w:t>
      </w:r>
      <w:r w:rsidR="009229E3">
        <w:rPr>
          <w:rtl/>
        </w:rPr>
        <w:t>)</w:t>
      </w:r>
    </w:p>
    <w:p w:rsidR="001A403D" w:rsidRDefault="001A403D" w:rsidP="00E36567">
      <w:pPr>
        <w:pStyle w:val="libBoldItalic"/>
      </w:pPr>
      <w:r>
        <w:t>No doubt, Allah does not forgive that a partner should be ascribed to Him. And He forgives (all) except that to whom He wills. And he who ascribes partners to Allah, has certainly fabricated a great sin. (48)</w:t>
      </w:r>
    </w:p>
    <w:p w:rsidR="001A403D" w:rsidRDefault="001A403D" w:rsidP="001A403D">
      <w:pPr>
        <w:pStyle w:val="libNormal"/>
      </w:pPr>
      <w:r>
        <w:t xml:space="preserve">1-Amirul Momineen asws said: When Momin dies in any condition and the day he dies and the moment his spirit is captured, he is Siddeeq Shaheed, and certainly I heard my Habeeb Rasool Allah sawaw saying, “If a Momin leaves this world and he has sins equal to that of all the people of the world, then death becomes the compensation of those sins, who said “La ilaha illallah” with sincerity, thus he became free from Shirk, and who left the world in a condition that he did not do Shirk with Allah in anything, so </w:t>
      </w:r>
      <w:r>
        <w:lastRenderedPageBreak/>
        <w:t>he entered Paradise”, then recited this verse, “No doubt, Allah does not forgive that a partner should be ascribed to Him, and He forgives (all) except that to whom He wills” O Ali asws! those who are your lovers and your Shias.</w:t>
      </w:r>
    </w:p>
    <w:p w:rsidR="001A403D" w:rsidRDefault="001A403D" w:rsidP="00E36567">
      <w:pPr>
        <w:pStyle w:val="libNormal"/>
      </w:pPr>
      <w:r>
        <w:t>Amirul Momineen asws said: I asked, “Ya Rasool Allah sawaw, this is for my Shias?” Said: Them, by my Rabb, they are only your Shias, and on the day of Qiyamah they will exit from their graves saying, “La ilaha illallah Mohammadur Rasool Allah Ali bin Abi Talib Hujjatullah”, then they will be given green dresses from the Paradise and garlands of Paradise and crowns of Paradise, and best ridings of Paradise. Thus everyone of them will be dressed with green robe and a royal crown will be put on his head and garland of honour, then they will be made to ride on a carriage taking them to Paradise flying, “Great hardship will not bother them and angels will receive them (saying) this is your day which was promised with you” (al-Anmbiya, v103) (al-Burhan, v2, p238)</w:t>
      </w:r>
      <w:r>
        <w:cr/>
      </w:r>
    </w:p>
    <w:p w:rsidR="001A403D" w:rsidRDefault="001A403D" w:rsidP="00E36567">
      <w:pPr>
        <w:pStyle w:val="libNormal"/>
      </w:pPr>
      <w:r>
        <w:t>2-Saying of Allah, “No doubt, Allah does not forgive that a partner should be ascribed to Him” means that Allah does not forgive who denies Walayat-e-Ali asws, and His saying, “And He forgives (all) except that to whom He wills” means those who made Ali asws Guardian. (Imam Mohammad Baqir asws) (al-Burhan, v2, p239)</w:t>
      </w:r>
    </w:p>
    <w:p w:rsidR="001A403D" w:rsidRDefault="001A403D" w:rsidP="009229E3">
      <w:pPr>
        <w:pStyle w:val="libCenterBold1"/>
      </w:pPr>
      <w:r>
        <w:t>Lesson:</w:t>
      </w:r>
    </w:p>
    <w:p w:rsidR="001A403D" w:rsidRDefault="001A403D" w:rsidP="001A403D">
      <w:pPr>
        <w:pStyle w:val="libNormal"/>
      </w:pPr>
      <w:r>
        <w:t>1-Shirk with Allah clearly means to oppose Wali made by Allah, to avoid testimony of his Walayat, and to make small small false Wali in opposition (man-made Wali-e-Amr-al-Muslimeen). Allah will never forgive this Shirk.</w:t>
      </w:r>
    </w:p>
    <w:p w:rsidR="001A403D" w:rsidRDefault="001A403D" w:rsidP="001A403D">
      <w:pPr>
        <w:pStyle w:val="libNormal"/>
      </w:pPr>
      <w:r>
        <w:t>2-From the graves only those Shias will rise reciting the complete Kalima who used to recite it completely in the Presence of Allah in this world, and who believed it (Ali-un-Waliullah) part of Kalima and base of Deen. Who does not believe “Ali-un-Waliullah” part of Kalima, his tongue will be dumb on the day of Qiyamah, mouth will be sealed, ears will be deaf, and eyes will be blind.</w:t>
      </w:r>
    </w:p>
    <w:p w:rsidR="001A403D" w:rsidRDefault="001A403D" w:rsidP="001A403D">
      <w:pPr>
        <w:pStyle w:val="libNormal"/>
      </w:pPr>
      <w:r>
        <w:t>3-Who truly testifies Walayat of Allah, Walayat of His Rasool sawaw, and Walayat of His Imam asws, he is the Siddeeq and leaves this world as Shaheed.</w:t>
      </w:r>
    </w:p>
    <w:p w:rsidR="001A403D" w:rsidRDefault="001A403D" w:rsidP="001A403D">
      <w:pPr>
        <w:pStyle w:val="libNormal"/>
      </w:pPr>
      <w:r>
        <w:t>4-Allah forgives all the sins of Momineen with His Mercy for the sake of Masumeen asws. But Shirk (partnership) in Walayat of Masumeen asws is the cause of punishment.</w:t>
      </w:r>
    </w:p>
    <w:p w:rsidR="001A403D" w:rsidRDefault="001A403D" w:rsidP="00385B48">
      <w:pPr>
        <w:pStyle w:val="libAr"/>
      </w:pPr>
      <w:r>
        <w:rPr>
          <w:rFonts w:hint="eastAsia"/>
          <w:rtl/>
        </w:rPr>
        <w:t>أَمۡ</w:t>
      </w:r>
      <w:r>
        <w:rPr>
          <w:rtl/>
        </w:rPr>
        <w:t xml:space="preserve"> يَحۡسُدُونَ </w:t>
      </w:r>
      <w:r>
        <w:rPr>
          <w:rFonts w:hint="cs"/>
          <w:rtl/>
        </w:rPr>
        <w:t>ٱ</w:t>
      </w:r>
      <w:r>
        <w:rPr>
          <w:rFonts w:hint="eastAsia"/>
          <w:rtl/>
        </w:rPr>
        <w:t>لنَّاسَ</w:t>
      </w:r>
      <w:r>
        <w:rPr>
          <w:rtl/>
        </w:rPr>
        <w:t xml:space="preserve"> عَلَىٰ مَآ ءَاتَ</w:t>
      </w:r>
      <w:r>
        <w:rPr>
          <w:rFonts w:hint="cs"/>
          <w:rtl/>
        </w:rPr>
        <w:t>ٮٰ</w:t>
      </w:r>
      <w:r>
        <w:rPr>
          <w:rFonts w:hint="eastAsia"/>
          <w:rtl/>
        </w:rPr>
        <w:t>هُمُ</w:t>
      </w:r>
      <w:r>
        <w:rPr>
          <w:rtl/>
        </w:rPr>
        <w:t xml:space="preserve"> </w:t>
      </w:r>
      <w:r>
        <w:rPr>
          <w:rFonts w:hint="cs"/>
          <w:rtl/>
        </w:rPr>
        <w:t>ٱ</w:t>
      </w:r>
      <w:r>
        <w:rPr>
          <w:rFonts w:hint="eastAsia"/>
          <w:rtl/>
        </w:rPr>
        <w:t>للَّهُ</w:t>
      </w:r>
      <w:r>
        <w:rPr>
          <w:rtl/>
        </w:rPr>
        <w:t xml:space="preserve"> مِن فَضۡلِهِ</w:t>
      </w:r>
      <w:r>
        <w:rPr>
          <w:rFonts w:hint="cs"/>
          <w:rtl/>
        </w:rPr>
        <w:t>ۦ‌ۖ</w:t>
      </w:r>
      <w:r>
        <w:rPr>
          <w:rtl/>
        </w:rPr>
        <w:t xml:space="preserve"> فَقَدۡ ءَاتَيۡنَآ ءَالَ إِبۡرَ</w:t>
      </w:r>
      <w:r w:rsidR="005B7B9E" w:rsidRPr="005B7B9E">
        <w:rPr>
          <w:rFonts w:hint="cs"/>
          <w:rtl/>
        </w:rPr>
        <w:t>ا</w:t>
      </w:r>
      <w:r>
        <w:rPr>
          <w:rFonts w:hint="eastAsia"/>
          <w:rtl/>
        </w:rPr>
        <w:t>هِيمَ</w:t>
      </w:r>
      <w:r>
        <w:rPr>
          <w:rtl/>
        </w:rPr>
        <w:t xml:space="preserve"> </w:t>
      </w:r>
      <w:r>
        <w:rPr>
          <w:rFonts w:hint="cs"/>
          <w:rtl/>
        </w:rPr>
        <w:t>ٱ</w:t>
      </w:r>
      <w:r>
        <w:rPr>
          <w:rFonts w:hint="eastAsia"/>
          <w:rtl/>
        </w:rPr>
        <w:t>لۡكِتَـٰبَ</w:t>
      </w:r>
      <w:r>
        <w:rPr>
          <w:rtl/>
        </w:rPr>
        <w:t xml:space="preserve"> وَ</w:t>
      </w:r>
      <w:r>
        <w:rPr>
          <w:rFonts w:hint="cs"/>
          <w:rtl/>
        </w:rPr>
        <w:t>ٱ</w:t>
      </w:r>
      <w:r>
        <w:rPr>
          <w:rFonts w:hint="eastAsia"/>
          <w:rtl/>
        </w:rPr>
        <w:t>لۡحِكۡمَةَ</w:t>
      </w:r>
      <w:r>
        <w:rPr>
          <w:rtl/>
        </w:rPr>
        <w:t xml:space="preserve"> وَءَاتَيۡنَـٰهُم مُّلۡكًا عَظِيمً۬ا (٥٤</w:t>
      </w:r>
      <w:r w:rsidR="009229E3">
        <w:rPr>
          <w:rtl/>
        </w:rPr>
        <w:t>)</w:t>
      </w:r>
    </w:p>
    <w:p w:rsidR="001A403D" w:rsidRDefault="001A403D" w:rsidP="00E36567">
      <w:pPr>
        <w:pStyle w:val="libBoldItalic"/>
      </w:pPr>
      <w:r>
        <w:t>Or are they jealous of people because of that which Allah has bestowed upon them of His Bounty? Certainly We already bestowed upon the family of Ibraheem the Book and wisdom, and We bestowed on them a mighty kingdom. (54)</w:t>
      </w:r>
    </w:p>
    <w:p w:rsidR="001A403D" w:rsidRDefault="001A403D" w:rsidP="00E36567">
      <w:pPr>
        <w:pStyle w:val="libNormal"/>
      </w:pPr>
      <w:r>
        <w:t xml:space="preserve">1-“We bestowed upon the family of Ibraheem (a.s.) the Book and wisdom” means raised Rasool, Nabi, and Imam from them. Then how they testify Aal-e-Ibraheem (a.s.) and deny Aal-e-Mohammad asws? And the </w:t>
      </w:r>
      <w:r>
        <w:lastRenderedPageBreak/>
        <w:t>mighty kingdom means raised Imams asws from them, whose obedience is the obedience of Allah, and whose disobedience is the disobedience of Allah. (Imam Mohammad Baqir asws) (al-Burhan, v2, p241)</w:t>
      </w:r>
    </w:p>
    <w:p w:rsidR="001A403D" w:rsidRDefault="001A403D" w:rsidP="00E36567">
      <w:pPr>
        <w:pStyle w:val="libNormal"/>
      </w:pPr>
      <w:r>
        <w:t>2-Imam Jafar Sadiq asws said about this verse: By Allah, we are those people who are being envied, and we are the owner of that kingdom where you have to return. (al-Burhan, v2, p244)</w:t>
      </w:r>
    </w:p>
    <w:p w:rsidR="001A403D" w:rsidRDefault="001A403D" w:rsidP="001A403D">
      <w:pPr>
        <w:pStyle w:val="libNormal"/>
      </w:pPr>
      <w:r>
        <w:t>3-Imam Mohammad Baqir asws said: We are Insaan, and Shias are like us (similitude) Insaan, and all the rest are Nasnaas.</w:t>
      </w:r>
    </w:p>
    <w:p w:rsidR="001A403D" w:rsidRDefault="001A403D" w:rsidP="009229E3">
      <w:pPr>
        <w:pStyle w:val="libCenterBold1"/>
      </w:pPr>
      <w:r>
        <w:t>Lesson:</w:t>
      </w:r>
    </w:p>
    <w:p w:rsidR="001A403D" w:rsidRDefault="001A403D" w:rsidP="001A403D">
      <w:pPr>
        <w:pStyle w:val="libNormal"/>
      </w:pPr>
      <w:r>
        <w:t>1-Muqassireen Mullas are full of jealousy from Masumeen asws, they consider themselves superior to the infallible Prophets (a.s.) of Bani Israeel, and they are persuading people to leave obedience of Masumeen asws and put noose of their Taqleed in necks.</w:t>
      </w:r>
    </w:p>
    <w:p w:rsidR="001A403D" w:rsidRDefault="001A403D" w:rsidP="001A403D">
      <w:pPr>
        <w:pStyle w:val="libNormal"/>
      </w:pPr>
      <w:r>
        <w:t>2-Aal-e-Ibraheem (a.s.) i.e. forefathers (a.s.) of Rasool Allah sawaw are praised in this verse, they were Hujjat of Allah and possessed the Book and wisdom.</w:t>
      </w:r>
    </w:p>
    <w:p w:rsidR="001A403D" w:rsidRDefault="001A403D" w:rsidP="001A403D">
      <w:pPr>
        <w:pStyle w:val="libNormal"/>
      </w:pPr>
      <w:r>
        <w:t>3-Real perfect Insaan are only Masumeen asws, Momineen are model (similitude) of them, and opponents of Walayat-e-Ali asws are Nasnaas. Countenance of Adam (a.s.) was like Maola Ali asws, it means Maola Ali asws made Adam (a.s.) like himself.</w:t>
      </w:r>
    </w:p>
    <w:p w:rsidR="001A403D" w:rsidRDefault="001A403D" w:rsidP="00385B48">
      <w:pPr>
        <w:pStyle w:val="libAr"/>
      </w:pPr>
      <w:r>
        <w:rPr>
          <w:rFonts w:hint="eastAsia"/>
          <w:rtl/>
        </w:rPr>
        <w:t>يَـٰٓأَيُّ</w:t>
      </w:r>
      <w:r w:rsidR="001E6BAB" w:rsidRPr="001E6BAB">
        <w:rPr>
          <w:rFonts w:hint="cs"/>
          <w:rtl/>
        </w:rPr>
        <w:t>ه</w:t>
      </w:r>
      <w:r w:rsidRPr="00595365">
        <w:rPr>
          <w:rFonts w:hint="cs"/>
          <w:rtl/>
        </w:rPr>
        <w:t>ا</w:t>
      </w:r>
      <w:r>
        <w:rPr>
          <w:rtl/>
        </w:rPr>
        <w:t xml:space="preserve"> </w:t>
      </w:r>
      <w:r>
        <w:rPr>
          <w:rFonts w:hint="cs"/>
          <w:rtl/>
        </w:rPr>
        <w:t>ٱ</w:t>
      </w:r>
      <w:r>
        <w:rPr>
          <w:rFonts w:hint="eastAsia"/>
          <w:rtl/>
        </w:rPr>
        <w:t>لَّذِينَ</w:t>
      </w:r>
      <w:r>
        <w:rPr>
          <w:rtl/>
        </w:rPr>
        <w:t xml:space="preserve"> ءَامَنُوٓاْ أَطِيعُواْ </w:t>
      </w:r>
      <w:r>
        <w:rPr>
          <w:rFonts w:hint="cs"/>
          <w:rtl/>
        </w:rPr>
        <w:t>ٱ</w:t>
      </w:r>
      <w:r>
        <w:rPr>
          <w:rFonts w:hint="eastAsia"/>
          <w:rtl/>
        </w:rPr>
        <w:t>للَّهَ</w:t>
      </w:r>
      <w:r>
        <w:rPr>
          <w:rtl/>
        </w:rPr>
        <w:t xml:space="preserve"> وَأَطِيعُواْ </w:t>
      </w:r>
      <w:r>
        <w:rPr>
          <w:rFonts w:hint="cs"/>
          <w:rtl/>
        </w:rPr>
        <w:t>ٱ</w:t>
      </w:r>
      <w:r>
        <w:rPr>
          <w:rFonts w:hint="eastAsia"/>
          <w:rtl/>
        </w:rPr>
        <w:t>لرَّسُولَ</w:t>
      </w:r>
      <w:r>
        <w:rPr>
          <w:rtl/>
        </w:rPr>
        <w:t xml:space="preserve"> وَأُوْلِى </w:t>
      </w:r>
      <w:r>
        <w:rPr>
          <w:rFonts w:hint="cs"/>
          <w:rtl/>
        </w:rPr>
        <w:t>ٱ</w:t>
      </w:r>
      <w:r>
        <w:rPr>
          <w:rFonts w:hint="eastAsia"/>
          <w:rtl/>
        </w:rPr>
        <w:t>لۡأَمۡرِ</w:t>
      </w:r>
      <w:r>
        <w:rPr>
          <w:rtl/>
        </w:rPr>
        <w:t xml:space="preserve"> مِنكُمۡ‌ۖ فَإِن تَنَـٰزَعۡتُمۡ فِى شَىۡءٍ۬ فَرُدُّوهُ إِلَى </w:t>
      </w:r>
      <w:r>
        <w:rPr>
          <w:rFonts w:hint="cs"/>
          <w:rtl/>
        </w:rPr>
        <w:t>ٱ</w:t>
      </w:r>
      <w:r>
        <w:rPr>
          <w:rFonts w:hint="eastAsia"/>
          <w:rtl/>
        </w:rPr>
        <w:t>للَّهِ</w:t>
      </w:r>
      <w:r>
        <w:rPr>
          <w:rtl/>
        </w:rPr>
        <w:t xml:space="preserve"> وَ</w:t>
      </w:r>
      <w:r>
        <w:rPr>
          <w:rFonts w:hint="cs"/>
          <w:rtl/>
        </w:rPr>
        <w:t>ٱ</w:t>
      </w:r>
      <w:r>
        <w:rPr>
          <w:rFonts w:hint="eastAsia"/>
          <w:rtl/>
        </w:rPr>
        <w:t>لرَّسُولِ</w:t>
      </w:r>
      <w:r>
        <w:rPr>
          <w:rtl/>
        </w:rPr>
        <w:t xml:space="preserve"> إِن كُنتُمۡ تُؤۡمِنُونَ بِ</w:t>
      </w:r>
      <w:r>
        <w:rPr>
          <w:rFonts w:hint="cs"/>
          <w:rtl/>
        </w:rPr>
        <w:t>ٱ</w:t>
      </w:r>
      <w:r>
        <w:rPr>
          <w:rFonts w:hint="eastAsia"/>
          <w:rtl/>
        </w:rPr>
        <w:t>للَّهِ</w:t>
      </w:r>
      <w:r>
        <w:rPr>
          <w:rtl/>
        </w:rPr>
        <w:t xml:space="preserve"> وَ</w:t>
      </w:r>
      <w:r>
        <w:rPr>
          <w:rFonts w:hint="cs"/>
          <w:rtl/>
        </w:rPr>
        <w:t>ٱ</w:t>
      </w:r>
      <w:r>
        <w:rPr>
          <w:rFonts w:hint="eastAsia"/>
          <w:rtl/>
        </w:rPr>
        <w:t>لۡيَوۡمِ</w:t>
      </w:r>
      <w:r>
        <w:rPr>
          <w:rtl/>
        </w:rPr>
        <w:t xml:space="preserve"> </w:t>
      </w:r>
      <w:r>
        <w:rPr>
          <w:rFonts w:hint="cs"/>
          <w:rtl/>
        </w:rPr>
        <w:t>ٱ</w:t>
      </w:r>
      <w:r>
        <w:rPr>
          <w:rFonts w:hint="eastAsia"/>
          <w:rtl/>
        </w:rPr>
        <w:t>لۡأَخِرِ‌ۚ</w:t>
      </w:r>
      <w:r>
        <w:rPr>
          <w:rtl/>
        </w:rPr>
        <w:t xml:space="preserve"> ذَ</w:t>
      </w:r>
      <w:r w:rsidR="005B7B9E" w:rsidRPr="005B7B9E">
        <w:rPr>
          <w:rFonts w:hint="cs"/>
          <w:rtl/>
        </w:rPr>
        <w:t>ا</w:t>
      </w:r>
      <w:r>
        <w:rPr>
          <w:rFonts w:hint="eastAsia"/>
          <w:rtl/>
        </w:rPr>
        <w:t>لِكَ</w:t>
      </w:r>
      <w:r>
        <w:rPr>
          <w:rtl/>
        </w:rPr>
        <w:t xml:space="preserve"> خَيۡرٌ۬ وَ</w:t>
      </w:r>
      <w:r>
        <w:rPr>
          <w:rFonts w:hint="eastAsia"/>
          <w:rtl/>
        </w:rPr>
        <w:t>أَحۡسَنُ</w:t>
      </w:r>
      <w:r>
        <w:rPr>
          <w:rtl/>
        </w:rPr>
        <w:t xml:space="preserve"> تَأۡوِيلاً (٥٩</w:t>
      </w:r>
      <w:r w:rsidR="009229E3">
        <w:rPr>
          <w:rtl/>
        </w:rPr>
        <w:t>)</w:t>
      </w:r>
    </w:p>
    <w:p w:rsidR="001A403D" w:rsidRDefault="001A403D" w:rsidP="00E36567">
      <w:pPr>
        <w:pStyle w:val="libBoldItalic"/>
      </w:pPr>
      <w:r>
        <w:t>O you who believe! Obey Allah, and obey the Rasool and Olil Amr present among you, and if you dispute concerning any matter, refer it to Allah and the Rasool if you (truly) believe in Allah and the Last Day. That is better and best in the end. (59)</w:t>
      </w:r>
    </w:p>
    <w:p w:rsidR="001A403D" w:rsidRDefault="001A403D" w:rsidP="00E36567">
      <w:pPr>
        <w:pStyle w:val="libNormal"/>
      </w:pPr>
      <w:r>
        <w:t xml:space="preserve">1-When this verse was revealed, Jabir (a.s.) asked: Ya Rasool Allah, we know Allah and His Rasool sawaw but who is Olil Amr (vested with Authority) whose obedience Allah has combined with your obedience? Said: They are my Khulafa, and after me they are Imams (asws) of Muslims, the first among them is Ali ibne Abi Talib asws, then Hassan asws, then Hussain asws, then Ali bin Hussain asws, then Mohammad bin Ali asws who is famous in Taurat with name of Baqir asws, you will meet him, O Jabir! When you meet him, say my Salam to him, then Jafar Sadiq bin Mohammad asws, then Musa bin Jafar asws, then Ali bin Musa asws, then Mohammad bin Ali asws, then Ali bin Mohammad asws, then Hassan bin Ali asws, then who has my name and agnomen, Hujjatullah on earth and upon people, Baqiatullah ibnul Hassan bin Ali asws, he is him by whose hands the Zikr of Allah Ta’ala will spread in the easts &amp; wests of the earth, he will be Ghaib from the Shias and the lovers, so long Ghaibah that people will not keep steadfast on his Imamat except those whose heart Allah has examined with Emaan. Jabir asked: How Shias will benefit from him during his Ghaibah? Said: I swear by Him Who raised me with Nabuwat, they will get light from his Noor, and will benefit from his Walayat during the time of Ghaibah, just like people benefit from the sun when it is behind the clouds. O Jabir, this is from the hidden secrets of Allah, and from the treasures of </w:t>
      </w:r>
      <w:r>
        <w:lastRenderedPageBreak/>
        <w:t>Knowledge of Allah, so keep it secret except from those who are worthy of it. (al-Burhan, v2, p252)</w:t>
      </w:r>
    </w:p>
    <w:p w:rsidR="001A403D" w:rsidRDefault="001A403D" w:rsidP="00E36567">
      <w:pPr>
        <w:pStyle w:val="libNormal"/>
      </w:pPr>
      <w:r>
        <w:t>2-Imam Mohammad Baqir asws said about this verse: We are specifically meant by it. All Momineen are commanded to obey us until Qiyamah, and if you dispute over any matter then refer it to Allah and Rasool sawaw and Olil Amr asws among you. How it is possible that Allah commands people to obey Olil Amr asws but at the time of their dispute gives him leave? (al-Burhan, v2, p253)</w:t>
      </w:r>
    </w:p>
    <w:p w:rsidR="001A403D" w:rsidRDefault="001A403D" w:rsidP="00E36567">
      <w:pPr>
        <w:pStyle w:val="libNormal"/>
      </w:pPr>
      <w:r>
        <w:t>3-We are Ghalib Hizbullah (prevailing party of Allah), and Itrat-e-Qurba asws of His Rasool sawaw, and his good &amp; pure Ahlul Bait asws, and Saqlain which Rasool Allah sawaw left among Ummah we are one of them and the second is the Book of Allah in which detail of everything is present, in which Batil can not enter from the front nor from the back, and we are made responsible for its Tafseer (exegesis) and we do not tell its Taweel with Zunn (conjecture) rather we narrate its reality with Yaqeen (certainty). Thus obey us because our obedience is made obligatory like the obedience of Allah and His Rasool sawaw. Allah Azza wa Jalla says: O you who believe! Obey Allah, and obey the Rasool and Olil Amr present among you, and if you dispute concerning any matter, refer it to Allah and the Rasool. And if you refer it to Rasool sawaw and Olil Amr asws who is present among you, then those people will definitely get knowledge who deduce among you. And be afraid to listen what Shaitan says because he is your open enemy, and do not be like the friends of Shaitan to whom he said “No one among the people is going to prevail you today and I am your supporter”, but when both parties confronted each other, he turned back on his heels and said “I am immune to you, I am seeing that what you can not see” (al-Anfal, v48) Thus they will face heavy spears, cutting swords, killing maces, and arrows which strike the exact aim. Then no one will be able to benefit from his Emaan (newly acknowledged) who did not believe before or who did not earn any good in his Emaan. (al-An’am, v158) (Imam Hassan asws) (al-Burhan, v2, p258)</w:t>
      </w:r>
    </w:p>
    <w:p w:rsidR="001A403D" w:rsidRDefault="001A403D" w:rsidP="009229E3">
      <w:pPr>
        <w:pStyle w:val="libCenterBold1"/>
      </w:pPr>
      <w:r>
        <w:t>Lesson:</w:t>
      </w:r>
    </w:p>
    <w:p w:rsidR="001A403D" w:rsidRDefault="001A403D" w:rsidP="001A403D">
      <w:pPr>
        <w:pStyle w:val="libNormal"/>
      </w:pPr>
      <w:r>
        <w:t>1-Obedience is only for Allah, Rasool sawaw, and infallible Imams asws, we have to refer (Rajooh) every matter to them as well. Not any fallible Mulla has the right of Marja’iyat, nor Allah commanded any fourth obedience.</w:t>
      </w:r>
    </w:p>
    <w:p w:rsidR="001A403D" w:rsidRDefault="001A403D" w:rsidP="001A403D">
      <w:pPr>
        <w:pStyle w:val="libNormal"/>
      </w:pPr>
      <w:r>
        <w:t>2-During the time of Ghaibah, Imam Qaim asws himself is continuously guiding from behind the curtain of Ghaibah. Momineen does not need any advice of Muqassir Mulla. Until Qiyamah only we have to do Ata’at and Taqleed of Masumeen asws, and solution of all the problems we have to get from them (asws) as well.</w:t>
      </w:r>
    </w:p>
    <w:p w:rsidR="001A403D" w:rsidRDefault="001A403D" w:rsidP="001A403D">
      <w:pPr>
        <w:pStyle w:val="libNormal"/>
      </w:pPr>
      <w:r>
        <w:t>3-Solution of every problem is present in detail in Quran and Hadees.</w:t>
      </w:r>
    </w:p>
    <w:p w:rsidR="001A403D" w:rsidRDefault="001A403D" w:rsidP="001A403D">
      <w:pPr>
        <w:pStyle w:val="libNormal"/>
      </w:pPr>
      <w:r>
        <w:t>4-Zunn and Rai have no connection with Tafseer or any aspect of Deen. The base of Deen of Allah is on Yaqeen and with proof.</w:t>
      </w:r>
    </w:p>
    <w:p w:rsidR="001A403D" w:rsidRDefault="001A403D" w:rsidP="001A403D">
      <w:pPr>
        <w:pStyle w:val="libNormal"/>
      </w:pPr>
      <w:r>
        <w:t xml:space="preserve">5-Do not be trapped by the stories of Muqassir Mulla that he will be responsible &amp; answerable for your deeds and is your supporter, because on </w:t>
      </w:r>
      <w:r>
        <w:lastRenderedPageBreak/>
        <w:t>the day of Qiyamah he will curse on you and will turn back on his heels leaving you alone.</w:t>
      </w:r>
    </w:p>
    <w:p w:rsidR="001A403D" w:rsidRDefault="001A403D" w:rsidP="001A403D">
      <w:pPr>
        <w:pStyle w:val="libNormal"/>
      </w:pPr>
      <w:r>
        <w:t>6-Believe in Walayat-e-Ali asws before Azaab comes, and earn good for the sake of Walayat, and leave the friendship of Muqassir Mulla the enemy of Walayat.</w:t>
      </w:r>
    </w:p>
    <w:p w:rsidR="001A403D" w:rsidRDefault="001A403D" w:rsidP="00385B48">
      <w:pPr>
        <w:pStyle w:val="libAr"/>
      </w:pPr>
      <w:r>
        <w:rPr>
          <w:rFonts w:hint="eastAsia"/>
          <w:rtl/>
        </w:rPr>
        <w:t>وَلَوۡ</w:t>
      </w:r>
      <w:r>
        <w:rPr>
          <w:rtl/>
        </w:rPr>
        <w:t xml:space="preserve"> أَنَّا كَتَبۡنَا عَلَيۡ</w:t>
      </w:r>
      <w:r w:rsidR="001E6BAB" w:rsidRPr="001E6BAB">
        <w:rPr>
          <w:rFonts w:hint="cs"/>
          <w:rtl/>
        </w:rPr>
        <w:t>ه</w:t>
      </w:r>
      <w:r w:rsidRPr="00595365">
        <w:rPr>
          <w:rFonts w:hint="cs"/>
          <w:rtl/>
        </w:rPr>
        <w:t xml:space="preserve">مۡ أَنِ </w:t>
      </w:r>
      <w:r>
        <w:rPr>
          <w:rFonts w:hint="cs"/>
          <w:rtl/>
        </w:rPr>
        <w:t>ٱ</w:t>
      </w:r>
      <w:r>
        <w:rPr>
          <w:rFonts w:hint="eastAsia"/>
          <w:rtl/>
        </w:rPr>
        <w:t>قۡتُلُوٓاْ</w:t>
      </w:r>
      <w:r>
        <w:rPr>
          <w:rtl/>
        </w:rPr>
        <w:t xml:space="preserve"> أَنفُسَكُمۡ أَوِ </w:t>
      </w:r>
      <w:r>
        <w:rPr>
          <w:rFonts w:hint="cs"/>
          <w:rtl/>
        </w:rPr>
        <w:t>ٱ</w:t>
      </w:r>
      <w:r>
        <w:rPr>
          <w:rFonts w:hint="eastAsia"/>
          <w:rtl/>
        </w:rPr>
        <w:t>خۡرُجُواْ</w:t>
      </w:r>
      <w:r>
        <w:rPr>
          <w:rtl/>
        </w:rPr>
        <w:t xml:space="preserve"> مِن دِيَـٰرِكُم مَّا فَعَلُوهُ إِلَّا قَلِيلٌ۬ مِّنۡ</w:t>
      </w:r>
      <w:r w:rsidR="001E6BAB" w:rsidRPr="001E6BAB">
        <w:rPr>
          <w:rFonts w:hint="cs"/>
          <w:rtl/>
        </w:rPr>
        <w:t>ه</w:t>
      </w:r>
      <w:r w:rsidRPr="00595365">
        <w:rPr>
          <w:rFonts w:hint="cs"/>
          <w:rtl/>
        </w:rPr>
        <w:t>مۡ‌ۖ وَلَوۡ أَنَّ</w:t>
      </w:r>
      <w:r w:rsidR="001E6BAB" w:rsidRPr="001E6BAB">
        <w:rPr>
          <w:rFonts w:hint="cs"/>
          <w:rtl/>
        </w:rPr>
        <w:t>ه</w:t>
      </w:r>
      <w:r w:rsidRPr="00595365">
        <w:rPr>
          <w:rFonts w:hint="cs"/>
          <w:rtl/>
        </w:rPr>
        <w:t>مۡ فَعَلُواْ مَا يُوعَظُونَ بِهِ</w:t>
      </w:r>
      <w:r>
        <w:rPr>
          <w:rFonts w:hint="cs"/>
          <w:rtl/>
        </w:rPr>
        <w:t>ۦ</w:t>
      </w:r>
      <w:r>
        <w:rPr>
          <w:rtl/>
        </w:rPr>
        <w:t xml:space="preserve"> لَكَانَ خَيۡرً۬ا لَّهُمۡ وَأَشَدَّ تَثۡبِيتً۬ا (٦٦</w:t>
      </w:r>
      <w:r w:rsidR="009229E3">
        <w:rPr>
          <w:rtl/>
        </w:rPr>
        <w:t>)</w:t>
      </w:r>
    </w:p>
    <w:p w:rsidR="001A403D" w:rsidRDefault="001A403D" w:rsidP="00E36567">
      <w:pPr>
        <w:pStyle w:val="libBoldItalic"/>
      </w:pPr>
      <w:r>
        <w:t>And if We had prescribed for them, “Kill yourselves or leave your homes”, they would not have done it except for a few of them; but if they have done it what they are advised, it would have been better for them, and more strengthening; (66)</w:t>
      </w:r>
    </w:p>
    <w:p w:rsidR="001A403D" w:rsidRDefault="001A403D" w:rsidP="00E36567">
      <w:pPr>
        <w:pStyle w:val="libNormal"/>
      </w:pPr>
      <w:r>
        <w:t>1-If We had prescribed for them to kill yourselves by accepting Imam as it should be accepted, or leave your homes for sake of the pleasure of Imam, they would not have done it except for a few of them. If the opposers would have done what they are advised concerning Ali asws, it would have been better for them and make them more steadfast. And then whatever Wali-e-Amr gives decree, they should not feel any straitness in their hearts about it, and for Allah they should accept their obedience as is the right to accept. (Imam Jafar Sadiq asws) (al-Burhan, v2, p273)</w:t>
      </w:r>
    </w:p>
    <w:p w:rsidR="001A403D" w:rsidRDefault="001A403D" w:rsidP="009229E3">
      <w:pPr>
        <w:pStyle w:val="libCenterBold1"/>
      </w:pPr>
      <w:r>
        <w:t>Lesson:</w:t>
      </w:r>
    </w:p>
    <w:p w:rsidR="001A403D" w:rsidRDefault="001A403D" w:rsidP="001A403D">
      <w:pPr>
        <w:pStyle w:val="libNormal"/>
      </w:pPr>
      <w:r>
        <w:t>1-When Imam Qaim asws will order to leave homes to sacrifice lives to combat with Batil forces, then who will accept the call? Those who declare it Haraam to do hard Matam in the grief of Imam Hussain asws or those who do not care their lives while shedding blood with Zanjeer and Qama? Those people whose feet are staggering due to leaving Walayat-e-Ali asws and their chests feel tight by listening Zikr-e-Ali asws and heart comes to mouth, how they can obey Haqq?</w:t>
      </w:r>
    </w:p>
    <w:p w:rsidR="001A403D" w:rsidRDefault="001A403D" w:rsidP="00385B48">
      <w:pPr>
        <w:pStyle w:val="libAr"/>
      </w:pPr>
      <w:r>
        <w:rPr>
          <w:rFonts w:hint="eastAsia"/>
          <w:rtl/>
        </w:rPr>
        <w:t>أَفَلَا</w:t>
      </w:r>
      <w:r>
        <w:rPr>
          <w:rtl/>
        </w:rPr>
        <w:t xml:space="preserve"> يَتَدَبَّرُونَ </w:t>
      </w:r>
      <w:r>
        <w:rPr>
          <w:rFonts w:hint="cs"/>
          <w:rtl/>
        </w:rPr>
        <w:t>ٱ</w:t>
      </w:r>
      <w:r>
        <w:rPr>
          <w:rFonts w:hint="eastAsia"/>
          <w:rtl/>
        </w:rPr>
        <w:t>لۡقُرۡءَانَ‌ۚ</w:t>
      </w:r>
      <w:r>
        <w:rPr>
          <w:rtl/>
        </w:rPr>
        <w:t xml:space="preserve"> وَلَوۡ كَانَ مِنۡ عِندِ غَيۡرِ </w:t>
      </w:r>
      <w:r>
        <w:rPr>
          <w:rFonts w:hint="cs"/>
          <w:rtl/>
        </w:rPr>
        <w:t>ٱ</w:t>
      </w:r>
      <w:r>
        <w:rPr>
          <w:rFonts w:hint="eastAsia"/>
          <w:rtl/>
        </w:rPr>
        <w:t>للَّهِ</w:t>
      </w:r>
      <w:r>
        <w:rPr>
          <w:rtl/>
        </w:rPr>
        <w:t xml:space="preserve"> لَوَجَدُواْ فِيهِ </w:t>
      </w:r>
      <w:r>
        <w:rPr>
          <w:rFonts w:hint="cs"/>
          <w:rtl/>
        </w:rPr>
        <w:t>ٱ</w:t>
      </w:r>
      <w:r>
        <w:rPr>
          <w:rFonts w:hint="eastAsia"/>
          <w:rtl/>
        </w:rPr>
        <w:t>خۡتِلَـٰفً۬ا</w:t>
      </w:r>
      <w:r>
        <w:rPr>
          <w:rtl/>
        </w:rPr>
        <w:t xml:space="preserve"> </w:t>
      </w:r>
      <w:r w:rsidR="001E6BAB" w:rsidRPr="001E6BAB">
        <w:rPr>
          <w:rFonts w:hint="cs"/>
          <w:rtl/>
        </w:rPr>
        <w:t>ک</w:t>
      </w:r>
      <w:r>
        <w:rPr>
          <w:rFonts w:hint="eastAsia"/>
          <w:rtl/>
        </w:rPr>
        <w:t>ثِيرً۬ا</w:t>
      </w:r>
      <w:r>
        <w:rPr>
          <w:rtl/>
        </w:rPr>
        <w:t xml:space="preserve"> (٨٢</w:t>
      </w:r>
      <w:r w:rsidR="009229E3">
        <w:rPr>
          <w:rtl/>
        </w:rPr>
        <w:t>)</w:t>
      </w:r>
    </w:p>
    <w:p w:rsidR="001A403D" w:rsidRDefault="001A403D" w:rsidP="00E36567">
      <w:pPr>
        <w:pStyle w:val="libBoldItalic"/>
      </w:pPr>
      <w:r>
        <w:t>Then do they not ponder on the Quran? If it had been from other than Allah they would have found within it much contradiction. (82)</w:t>
      </w:r>
    </w:p>
    <w:p w:rsidR="001A403D" w:rsidRDefault="001A403D" w:rsidP="00E36567">
      <w:pPr>
        <w:pStyle w:val="libNormal"/>
      </w:pPr>
      <w:r>
        <w:t>1-Allah Subhanahu says, “We did not leave any shortfall in the Book about anything” and “Everything is narrated in it” and “And one part of this Book confirms the other part” and that there is no contradiction in it, so Allah Subhanahu says, “If it had been from other than Allah they would have found within it much contradiction” And certainly the outlook of Quran is much magnificent, and its inside is very deep, and its wonders are never finishing, and its marvels are never ending, and darknesses can not be finished except with it. (Amirul Momineen asws) (al-Burhan, v2, p284)</w:t>
      </w:r>
    </w:p>
    <w:p w:rsidR="001A403D" w:rsidRDefault="001A403D" w:rsidP="009229E3">
      <w:pPr>
        <w:pStyle w:val="libCenterBold1"/>
      </w:pPr>
      <w:r>
        <w:t>Lesson:</w:t>
      </w:r>
    </w:p>
    <w:p w:rsidR="001A403D" w:rsidRDefault="001A403D" w:rsidP="001A403D">
      <w:pPr>
        <w:pStyle w:val="libNormal"/>
      </w:pPr>
      <w:r>
        <w:t>1-It is commanded to ponder in Quran in the light of Ahadees, everything is present in Quran. According to Muqassir Mulla only four or five hundred verses are pertaining to Shariah, so that people should avoid pondering &amp; reflecting upon the holy Quran, and by considering Quran insufficient they should start buying Zunni Fatawa of Mulla!</w:t>
      </w:r>
    </w:p>
    <w:p w:rsidR="001A403D" w:rsidRDefault="001A403D" w:rsidP="001A403D">
      <w:pPr>
        <w:pStyle w:val="libNormal"/>
      </w:pPr>
      <w:r>
        <w:lastRenderedPageBreak/>
        <w:t>2-The cause of so much differences between the Fatawa of different Mullas is told as enormous knowledge of Mullas! Although differences finish after gaining knowledge. Therefore there is no contradiction in the narrations of Allah (Quran &amp; Ahadees) which are the source of ultimate knowledge.</w:t>
      </w:r>
    </w:p>
    <w:p w:rsidR="001A403D" w:rsidRDefault="001A403D" w:rsidP="001A403D">
      <w:pPr>
        <w:pStyle w:val="libNormal"/>
      </w:pPr>
      <w:r>
        <w:t>3-Darkness and misguidance can only be finished with Quran &amp; Hadees, but not with Zunni Fatawa.</w:t>
      </w:r>
    </w:p>
    <w:p w:rsidR="001A403D" w:rsidRDefault="001A403D" w:rsidP="00385B48">
      <w:pPr>
        <w:pStyle w:val="libAr"/>
      </w:pPr>
      <w:r>
        <w:rPr>
          <w:rFonts w:hint="eastAsia"/>
          <w:rtl/>
        </w:rPr>
        <w:t>إِن</w:t>
      </w:r>
      <w:r>
        <w:rPr>
          <w:rtl/>
        </w:rPr>
        <w:t xml:space="preserve"> يَدۡعُونَ مِن دُونِهِ</w:t>
      </w:r>
      <w:r>
        <w:rPr>
          <w:rFonts w:hint="cs"/>
          <w:rtl/>
        </w:rPr>
        <w:t>ۦۤ</w:t>
      </w:r>
      <w:r>
        <w:rPr>
          <w:rtl/>
        </w:rPr>
        <w:t xml:space="preserve"> إِلَّآ إِنَـٰثً۬ا وَإِن يَدۡعُونَ إِلَّا شَيۡطَـٰنً۬ا مَّرِيدً۬ا (١١٧</w:t>
      </w:r>
      <w:r w:rsidR="009229E3">
        <w:rPr>
          <w:rtl/>
        </w:rPr>
        <w:t>)</w:t>
      </w:r>
    </w:p>
    <w:p w:rsidR="001A403D" w:rsidRDefault="001A403D" w:rsidP="00E36567">
      <w:pPr>
        <w:pStyle w:val="libBoldItalic"/>
      </w:pPr>
      <w:r>
        <w:t>They call upon instead of Him none but females (deities); they call upon none but Shaitan, a rebel. (117)</w:t>
      </w:r>
    </w:p>
    <w:p w:rsidR="001A403D" w:rsidRDefault="001A403D" w:rsidP="00E36567">
      <w:pPr>
        <w:pStyle w:val="libNormal"/>
      </w:pPr>
      <w:r>
        <w:t>1-One person came to Imam Jafar Sadiq asws and said: Assalamo Alaika Ya Amirul Momineen. Imam asws stood up and said: Be quiet, this title is only right for Amirul Momineen Ali asws, Allah bestowed him this title, and no one should be called with this title; who agrees with it he is woman, and caught in hardship, and this is the saying of Allah in His Book, “They call upon instead of Him none but females (deities); they call upon none but Shaitan, a rebel.” That person asked: Then how to call your Qaim asws? Imam asws said: Assalamo Alaika Ya Baqiatullah, Assalamo Alaika Yabna Rasool Allah asws. (al-Burhan, v2, p328)</w:t>
      </w:r>
    </w:p>
    <w:p w:rsidR="001A403D" w:rsidRDefault="001A403D" w:rsidP="009229E3">
      <w:pPr>
        <w:pStyle w:val="libCenterBold1"/>
      </w:pPr>
      <w:r>
        <w:t>Lesson:</w:t>
      </w:r>
    </w:p>
    <w:p w:rsidR="001A403D" w:rsidRDefault="001A403D" w:rsidP="001A403D">
      <w:pPr>
        <w:pStyle w:val="libNormal"/>
      </w:pPr>
      <w:r>
        <w:t>1-Fourteen Infallibles asws are from One Noor, even then Imam asws did not tolerate that he should be called with the title (agnomen) of Maola Ali asws. Then how a Muqassir Mulla can declare titles of Masumeen asws permissible for him? Ayatullah al-Uzma and Ayatullah al-Kubra are agnomens of Maola Ali asws. Such opponents of Walayat who adopt titles of Masumeen asws are not real men, rather they are Shaitan surrounded in hardship.</w:t>
      </w:r>
    </w:p>
    <w:p w:rsidR="001A403D" w:rsidRDefault="001A403D" w:rsidP="00385B48">
      <w:pPr>
        <w:pStyle w:val="libAr"/>
      </w:pPr>
      <w:r>
        <w:rPr>
          <w:rFonts w:hint="eastAsia"/>
          <w:rtl/>
        </w:rPr>
        <w:t>وَ</w:t>
      </w:r>
      <w:r>
        <w:rPr>
          <w:rFonts w:hint="cs"/>
          <w:rtl/>
        </w:rPr>
        <w:t>ٱ</w:t>
      </w:r>
      <w:r>
        <w:rPr>
          <w:rFonts w:hint="eastAsia"/>
          <w:rtl/>
        </w:rPr>
        <w:t>تَّخَذَ</w:t>
      </w:r>
      <w:r>
        <w:rPr>
          <w:rtl/>
        </w:rPr>
        <w:t xml:space="preserve"> </w:t>
      </w:r>
      <w:r>
        <w:rPr>
          <w:rFonts w:hint="cs"/>
          <w:rtl/>
        </w:rPr>
        <w:t>ٱ</w:t>
      </w:r>
      <w:r>
        <w:rPr>
          <w:rFonts w:hint="eastAsia"/>
          <w:rtl/>
        </w:rPr>
        <w:t>للَّهُ</w:t>
      </w:r>
      <w:r>
        <w:rPr>
          <w:rtl/>
        </w:rPr>
        <w:t xml:space="preserve"> إِبۡرَ</w:t>
      </w:r>
      <w:r w:rsidR="005B7B9E" w:rsidRPr="005B7B9E">
        <w:rPr>
          <w:rFonts w:hint="cs"/>
          <w:rtl/>
        </w:rPr>
        <w:t>ا</w:t>
      </w:r>
      <w:r>
        <w:rPr>
          <w:rFonts w:hint="eastAsia"/>
          <w:rtl/>
        </w:rPr>
        <w:t>هِيمَ</w:t>
      </w:r>
      <w:r>
        <w:rPr>
          <w:rtl/>
        </w:rPr>
        <w:t xml:space="preserve"> خَلِيلاً۬ (١٢٥</w:t>
      </w:r>
      <w:r w:rsidR="009229E3">
        <w:rPr>
          <w:rtl/>
        </w:rPr>
        <w:t>)</w:t>
      </w:r>
      <w:r>
        <w:t xml:space="preserve"> --</w:t>
      </w:r>
    </w:p>
    <w:p w:rsidR="001A403D" w:rsidRDefault="001A403D" w:rsidP="00E36567">
      <w:pPr>
        <w:pStyle w:val="libBoldItalic"/>
      </w:pPr>
      <w:r>
        <w:t>And Allah took Ibraheem as friend. (125)</w:t>
      </w:r>
    </w:p>
    <w:p w:rsidR="001A403D" w:rsidRDefault="001A403D" w:rsidP="00E36567">
      <w:pPr>
        <w:pStyle w:val="libNormal"/>
      </w:pPr>
      <w:r>
        <w:t>1-Imam Ali Naqi asws said: Allah Azza wa Jalla made Ibraheem (a.s.) friend due to abundantly reciting Salawat on Mohammad sawaw and his Ahlul Bait asws. (al-Burhan, v2, p331)</w:t>
      </w:r>
    </w:p>
    <w:p w:rsidR="001A403D" w:rsidRDefault="001A403D" w:rsidP="009229E3">
      <w:pPr>
        <w:pStyle w:val="libCenterBold1"/>
      </w:pPr>
      <w:r>
        <w:t>Lesson:</w:t>
      </w:r>
    </w:p>
    <w:p w:rsidR="001A403D" w:rsidRDefault="001A403D" w:rsidP="001A403D">
      <w:pPr>
        <w:pStyle w:val="libNormal"/>
      </w:pPr>
      <w:r>
        <w:t>1-Nearness of Allah can only be gained by severity in devotion to Mohammad-o-Aal-e-Mohammad asws. And denial to testify Walayat of Masumeen asws invokes Wrath of Allah.</w:t>
      </w:r>
    </w:p>
    <w:p w:rsidR="001A403D" w:rsidRDefault="001A403D" w:rsidP="00385B48">
      <w:pPr>
        <w:pStyle w:val="libAr"/>
      </w:pPr>
      <w:r>
        <w:rPr>
          <w:rFonts w:hint="eastAsia"/>
          <w:rtl/>
        </w:rPr>
        <w:t>إِنَّ</w:t>
      </w:r>
      <w:r>
        <w:rPr>
          <w:rtl/>
        </w:rPr>
        <w:t xml:space="preserve"> </w:t>
      </w:r>
      <w:r>
        <w:rPr>
          <w:rFonts w:hint="cs"/>
          <w:rtl/>
        </w:rPr>
        <w:t>ٱ</w:t>
      </w:r>
      <w:r>
        <w:rPr>
          <w:rFonts w:hint="eastAsia"/>
          <w:rtl/>
        </w:rPr>
        <w:t>لَّذِينَ</w:t>
      </w:r>
      <w:r>
        <w:rPr>
          <w:rtl/>
        </w:rPr>
        <w:t xml:space="preserve"> ءَامَنُواْ ثُمَّ كَفَرُواْ ثُمَّ ءَامَنُواْ ثُمَّ كَفَرُواْ ثُمَّ </w:t>
      </w:r>
      <w:r>
        <w:rPr>
          <w:rFonts w:hint="cs"/>
          <w:rtl/>
        </w:rPr>
        <w:t>ٱ</w:t>
      </w:r>
      <w:r>
        <w:rPr>
          <w:rFonts w:hint="eastAsia"/>
          <w:rtl/>
        </w:rPr>
        <w:t>زۡدَادُواْ</w:t>
      </w:r>
      <w:r>
        <w:rPr>
          <w:rtl/>
        </w:rPr>
        <w:t xml:space="preserve"> كُفۡرً۬ا لَّمۡ يَكُنِ </w:t>
      </w:r>
      <w:r>
        <w:rPr>
          <w:rFonts w:hint="cs"/>
          <w:rtl/>
        </w:rPr>
        <w:t>ٱ</w:t>
      </w:r>
      <w:r>
        <w:rPr>
          <w:rFonts w:hint="eastAsia"/>
          <w:rtl/>
        </w:rPr>
        <w:t>للَّهُ</w:t>
      </w:r>
      <w:r>
        <w:rPr>
          <w:rtl/>
        </w:rPr>
        <w:t xml:space="preserve"> لِيَغۡفِرَ لَهُمۡ وَلَا لِيَ</w:t>
      </w:r>
      <w:r w:rsidR="001E6BAB" w:rsidRPr="001E6BAB">
        <w:rPr>
          <w:rFonts w:hint="cs"/>
          <w:rtl/>
        </w:rPr>
        <w:t>ه</w:t>
      </w:r>
      <w:r w:rsidRPr="00595365">
        <w:rPr>
          <w:rFonts w:hint="cs"/>
          <w:rtl/>
        </w:rPr>
        <w:t>ۡدِيَ</w:t>
      </w:r>
      <w:r w:rsidR="001E6BAB" w:rsidRPr="001E6BAB">
        <w:rPr>
          <w:rFonts w:hint="cs"/>
          <w:rtl/>
        </w:rPr>
        <w:t>ه</w:t>
      </w:r>
      <w:r w:rsidRPr="00595365">
        <w:rPr>
          <w:rFonts w:hint="cs"/>
          <w:rtl/>
        </w:rPr>
        <w:t>مۡ سَبِيلاَۢ (١٣٧</w:t>
      </w:r>
      <w:r w:rsidR="009229E3">
        <w:rPr>
          <w:rtl/>
        </w:rPr>
        <w:t>)</w:t>
      </w:r>
    </w:p>
    <w:p w:rsidR="001A403D" w:rsidRDefault="001A403D" w:rsidP="00E36567">
      <w:pPr>
        <w:pStyle w:val="libBoldItalic"/>
      </w:pPr>
      <w:r>
        <w:t>No doubt, those who believed then disbelieved, then (again) believed then disbelieved, and then increased in disbelief, Allah will never pardon them, nor will He guide them to Sabeel (right path). (137)</w:t>
      </w:r>
    </w:p>
    <w:p w:rsidR="001A403D" w:rsidRDefault="001A403D" w:rsidP="00E36567">
      <w:pPr>
        <w:pStyle w:val="libNormal"/>
      </w:pPr>
      <w:r>
        <w:t>1-Some people first believed on the invitation of Rasool Allah sawaw. When Walayat was presented by saying “Mun kunto Maola-ho fa haza Ali-</w:t>
      </w:r>
      <w:r>
        <w:lastRenderedPageBreak/>
        <w:t>un Maola-ho” then they disbelieved. When Rasool Allah sawaw commanded to pay allegiance while saying Amirul Momineen by the order of Allah and himself, then they believed and paid allegiance. And when Rasool Allah sawaw left the world, then they disbelieved and did not stay firm on allegiance and increased in disbelief, instead of keeping steadfast on allegiance of Maola Ali asws, started taking allegiance for themselves, and nothing was left in them from Emaan. (Imam Jafar Sadiq asws) (al-Burhan, v2, p340)</w:t>
      </w:r>
    </w:p>
    <w:p w:rsidR="001A403D" w:rsidRDefault="001A403D" w:rsidP="00E36567">
      <w:pPr>
        <w:pStyle w:val="libNormal"/>
      </w:pPr>
      <w:r>
        <w:t>2-Rasool Allah sawaw sent Maola Ali asws and Ammar Yasir (a.s.) toward the people of Makkah. Some Muslims tried to make them afraid of Abu Sufyan, Abdullah bin Amir, and braves of Makkah. Maola Ali asws said: “Hasbonallaha wa Nemal Wakeel”, so Allah made it a verse (Aal-e-Imaran, v173) and revealed to Rasool Allah sawaw. This verse (v137) is about those Muslims who tried to make afraid and this was their first disbelief. And the second time disbelief, when Rasool Allah sawaw said to companions, “One man is about to come to you from this door and will show you his face, so his similitude is like Eesa near Allah.” Everyone wished that someone from his relatives should come, so at that moment Maola Ali asws came and showed his face. They stood up and went away in anger and said: This is him, nothing was left except it that made him Nabi as well, by God worship of our idols was better than that we listen the merits of son (asws) of his uncle (asws), and if it remains like that we will fight Ali asws. At that moment Allah revealed this verse, “And when similitude of son of Mariyam was presented the people of your nation started quarrelling at once” (al-Zukhraf, v57), so this was second disbelief. And their disbelief increased, when Allah said, “No doubt, who believed and performed good deeds, they are Khairul Bariya” (al-Bayyina, v7), so Nabi Akram sawaw said: Ya Ali asws, you are Khairul Bariya (the best of creations) for ever. Then those people asked: Is he better than Adam (a.s.) and Nuh (a.s.) and Ibraheem (a.s.) and the Prophets (a.s.)? Then Allah revealed the verses of Sura Aal-e-Imran (v33-34) in favour of Aal-e-Mohammad asws. Then those people asked: Ya Mohammad sawaw, is he better than you as well? Then Allah said: Say, O people, I am Rasool of Allah toward all of you (al-A’raf, v58), but he (Ali asws) is superior to all of you, and his progeny (asws) is superior to your progenies; and who obeyed them (asws) are better than them who obeyed you. Then those people went away in anger, and moreover said: We like more to refer to Kufr than that what he says about the son of his uncle. And this is the saying of Allah, “then they increased in disbelief.” (al-Burhan, v2, p340)</w:t>
      </w:r>
    </w:p>
    <w:p w:rsidR="001A403D" w:rsidRDefault="001A403D" w:rsidP="009229E3">
      <w:pPr>
        <w:pStyle w:val="libCenterBold1"/>
      </w:pPr>
      <w:r>
        <w:t>Lesson:</w:t>
      </w:r>
    </w:p>
    <w:p w:rsidR="001A403D" w:rsidRDefault="001A403D" w:rsidP="001A403D">
      <w:pPr>
        <w:pStyle w:val="libNormal"/>
      </w:pPr>
      <w:r>
        <w:t xml:space="preserve">1-History repeats itself. Even today there are people who declare Emaan by saying “La ilaha illallah Mohammadur Rasool Allah Aliun Waliullah”, then they disbelief by saying: In fact “Aliun Waliullah” is not part of Kalima. Then again they show Emaan when they say Azaan, and invite people to Walayat by reciting testimony of Walayat-e-Ali asws in Azaan, but when people get together in the mosque, then they disbelieve by saying: Namaz becomes Batil by reciting testimony of Walayat-e-Ali asws. And </w:t>
      </w:r>
      <w:r>
        <w:lastRenderedPageBreak/>
        <w:t>then they increase in Kufr, and prevent others from Walayat-e-Ali asws, and persuade towards their own allegiance that people should act on their Fatawa.</w:t>
      </w:r>
    </w:p>
    <w:p w:rsidR="001A403D" w:rsidRDefault="001A403D" w:rsidP="001A403D">
      <w:pPr>
        <w:pStyle w:val="libNormal"/>
      </w:pPr>
      <w:r>
        <w:t>2-Such people are tired of listening merits of Maola Ali asws like their forefathers, and then they say: We are superior to the Prophets of Bani Israeel ourselves; and ilmul-usool of Shafi’e and Greek philosophy is better for us than Quran &amp; Hadees which is full of merits of Ali asws; we will make it vogue in our Madaris. Mohammad Mustafa sawaw and his believers does not think anything else than merits of Ali asws.</w:t>
      </w:r>
    </w:p>
    <w:p w:rsidR="00595365" w:rsidRDefault="001A403D" w:rsidP="00385B48">
      <w:pPr>
        <w:pStyle w:val="libAr"/>
      </w:pPr>
      <w:r>
        <w:rPr>
          <w:rFonts w:hint="eastAsia"/>
          <w:rtl/>
        </w:rPr>
        <w:t>وَقَدۡ</w:t>
      </w:r>
      <w:r>
        <w:rPr>
          <w:rtl/>
        </w:rPr>
        <w:t xml:space="preserve"> نَزَّلَ عَلَيۡ</w:t>
      </w:r>
      <w:r w:rsidR="001E6BAB" w:rsidRPr="001E6BAB">
        <w:rPr>
          <w:rFonts w:hint="cs"/>
          <w:rtl/>
        </w:rPr>
        <w:t>ک</w:t>
      </w:r>
      <w:r>
        <w:rPr>
          <w:rFonts w:hint="eastAsia"/>
          <w:rtl/>
        </w:rPr>
        <w:t>مۡ</w:t>
      </w:r>
      <w:r>
        <w:rPr>
          <w:rtl/>
        </w:rPr>
        <w:t xml:space="preserve"> فِى </w:t>
      </w:r>
      <w:r>
        <w:rPr>
          <w:rFonts w:hint="cs"/>
          <w:rtl/>
        </w:rPr>
        <w:t>ٱ</w:t>
      </w:r>
      <w:r>
        <w:rPr>
          <w:rFonts w:hint="eastAsia"/>
          <w:rtl/>
        </w:rPr>
        <w:t>لۡكِتَـٰبِ</w:t>
      </w:r>
      <w:r>
        <w:rPr>
          <w:rtl/>
        </w:rPr>
        <w:t xml:space="preserve"> أَنۡ إِذَا سَمِعۡتُمۡ ءَايَـٰتِ </w:t>
      </w:r>
      <w:r>
        <w:rPr>
          <w:rFonts w:hint="cs"/>
          <w:rtl/>
        </w:rPr>
        <w:t>ٱ</w:t>
      </w:r>
      <w:r>
        <w:rPr>
          <w:rFonts w:hint="eastAsia"/>
          <w:rtl/>
        </w:rPr>
        <w:t>للَّهِ</w:t>
      </w:r>
      <w:r>
        <w:rPr>
          <w:rtl/>
        </w:rPr>
        <w:t xml:space="preserve"> يُكۡفَرُ بِ</w:t>
      </w:r>
      <w:r w:rsidR="001E6BAB" w:rsidRPr="001E6BAB">
        <w:rPr>
          <w:rFonts w:hint="cs"/>
          <w:rtl/>
        </w:rPr>
        <w:t>ه</w:t>
      </w:r>
      <w:r w:rsidRPr="00595365">
        <w:rPr>
          <w:rFonts w:hint="cs"/>
          <w:rtl/>
        </w:rPr>
        <w:t>ا وَيُسۡتَ</w:t>
      </w:r>
      <w:r w:rsidR="001E6BAB" w:rsidRPr="001E6BAB">
        <w:rPr>
          <w:rFonts w:hint="cs"/>
          <w:rtl/>
        </w:rPr>
        <w:t>ه</w:t>
      </w:r>
      <w:r w:rsidRPr="00595365">
        <w:rPr>
          <w:rFonts w:hint="cs"/>
          <w:rtl/>
        </w:rPr>
        <w:t>ۡزَأُ بِ</w:t>
      </w:r>
      <w:r w:rsidR="001E6BAB" w:rsidRPr="001E6BAB">
        <w:rPr>
          <w:rFonts w:hint="cs"/>
          <w:rtl/>
        </w:rPr>
        <w:t>ه</w:t>
      </w:r>
      <w:r w:rsidRPr="00595365">
        <w:rPr>
          <w:rFonts w:hint="cs"/>
          <w:rtl/>
        </w:rPr>
        <w:t>ا فَلَا تَقۡعُدُواْ مَعَهُمۡ حَتَّىٰ يَخُوضُواْ فِى حَدِيثٍ غَيۡرِهِ</w:t>
      </w:r>
      <w:r>
        <w:rPr>
          <w:rFonts w:hint="cs"/>
          <w:rtl/>
        </w:rPr>
        <w:t>ۦۤ‌ۚ</w:t>
      </w:r>
      <w:r>
        <w:rPr>
          <w:rtl/>
        </w:rPr>
        <w:t xml:space="preserve"> إِنَّكُمۡ إِذً۬ا مِّثۡلُهُمۡ‌ۗ إِنَّ </w:t>
      </w:r>
      <w:r>
        <w:rPr>
          <w:rFonts w:hint="cs"/>
          <w:rtl/>
        </w:rPr>
        <w:t>ٱ</w:t>
      </w:r>
      <w:r>
        <w:rPr>
          <w:rFonts w:hint="eastAsia"/>
          <w:rtl/>
        </w:rPr>
        <w:t>للَّهَ</w:t>
      </w:r>
      <w:r>
        <w:rPr>
          <w:rtl/>
        </w:rPr>
        <w:t xml:space="preserve"> جَامِعُ </w:t>
      </w:r>
      <w:r>
        <w:rPr>
          <w:rFonts w:hint="cs"/>
          <w:rtl/>
        </w:rPr>
        <w:t>ٱ</w:t>
      </w:r>
      <w:r>
        <w:rPr>
          <w:rFonts w:hint="eastAsia"/>
          <w:rtl/>
        </w:rPr>
        <w:t>لۡمُنَـٰفِقِينَ</w:t>
      </w:r>
      <w:r>
        <w:rPr>
          <w:rtl/>
        </w:rPr>
        <w:t xml:space="preserve"> وَ</w:t>
      </w:r>
      <w:r>
        <w:rPr>
          <w:rFonts w:hint="cs"/>
          <w:rtl/>
        </w:rPr>
        <w:t>ٱ</w:t>
      </w:r>
      <w:r>
        <w:rPr>
          <w:rFonts w:hint="eastAsia"/>
          <w:rtl/>
        </w:rPr>
        <w:t>لۡكَـٰفِرِينَ</w:t>
      </w:r>
      <w:r>
        <w:rPr>
          <w:rtl/>
        </w:rPr>
        <w:t xml:space="preserve"> فِى جَهَنَّمَ جَمِيعًا (١٤٠</w:t>
      </w:r>
      <w:r w:rsidR="009229E3">
        <w:rPr>
          <w:rtl/>
        </w:rPr>
        <w:t>)</w:t>
      </w:r>
    </w:p>
    <w:p w:rsidR="001A403D" w:rsidRDefault="001A403D" w:rsidP="00E36567">
      <w:pPr>
        <w:pStyle w:val="libBoldItalic"/>
      </w:pPr>
      <w:r>
        <w:t>And it has already revealed to you in the Book that, when you hear the Ayaat of Allah are being denied and ridiculed, so do not sit with them (who disbelieve and mock) until they engage in some other conversation. Otherwise you would be like them. Certainly Allah will gather hypocrites and disbelievers, all together, into hell. (140)</w:t>
      </w:r>
    </w:p>
    <w:p w:rsidR="001A403D" w:rsidRDefault="001A403D" w:rsidP="00E36567">
      <w:pPr>
        <w:pStyle w:val="libNormal"/>
      </w:pPr>
      <w:r>
        <w:t>1-It is narrated in Tafseer Qummi that Ayaat Ullah means pure Imams asws. (al-Burhan, v2, p342)</w:t>
      </w:r>
    </w:p>
    <w:p w:rsidR="001A403D" w:rsidRDefault="001A403D" w:rsidP="00E36567">
      <w:pPr>
        <w:pStyle w:val="libNormal"/>
      </w:pPr>
      <w:r>
        <w:t>2-Imam Jafar Sadiq asws said about this verse: It is about us, when you hear that someone is denying Haqq and belying it and fabricating about Imams (asws) without any fear, then go away from him and do not sit with him anymore. (al-Burhan, v2, p343)</w:t>
      </w:r>
    </w:p>
    <w:p w:rsidR="001A403D" w:rsidRDefault="001A403D" w:rsidP="00E36567">
      <w:pPr>
        <w:pStyle w:val="libNormal"/>
      </w:pPr>
      <w:r>
        <w:t>3-Allah has made it obligatory on the sense of hearing that those things which Allah has declared Haraam, to keep hearing away from those, and those things which are not Halaal which Allah Azza wa Jalla has forbidden, do not pay attention to them, and by which things Allah becomes Angry, do not hear them, and Allah says about it, “And it has already revealed to you in the Book that, when you hear the Ayaat of Allah are being denied and ridiculed, so do not sit with them (who disbelieve and mock) until they engage in some other conversation.” But Allah Azza wa Jalla has exempted unintentional mistake, Allah says, “And if Shaitan makes you to forget, then when you remember do not sit with unjust ones” (al-An’am, v68) (Imam Jafar Sadiq asws) (al-Burhan, v2, p343)</w:t>
      </w:r>
    </w:p>
    <w:p w:rsidR="001A403D" w:rsidRDefault="001A403D" w:rsidP="009229E3">
      <w:pPr>
        <w:pStyle w:val="libCenterBold1"/>
      </w:pPr>
      <w:r>
        <w:t>Lesson:</w:t>
      </w:r>
    </w:p>
    <w:p w:rsidR="001A403D" w:rsidRDefault="001A403D" w:rsidP="001A403D">
      <w:pPr>
        <w:pStyle w:val="libNormal"/>
      </w:pPr>
      <w:r>
        <w:t>1-Infallible Imams asws are Ayaat Ullah. Partnership in their right of Walayat is Shirk with Allah.</w:t>
      </w:r>
    </w:p>
    <w:p w:rsidR="001A403D" w:rsidRDefault="001A403D" w:rsidP="001A403D">
      <w:pPr>
        <w:pStyle w:val="libNormal"/>
      </w:pPr>
      <w:r>
        <w:t>2-If anyone says that his Rahber or Peer or Marjah Mulla is also an Ayatullah and he has the right of Walayat as well, then this is clearly denying and mocking Haqq. To meet and sit with such people is forbidden. Allah has forbidden to listen to those who do injustice concerning the right of Infallible Imams asws.</w:t>
      </w:r>
    </w:p>
    <w:p w:rsidR="001A403D" w:rsidRDefault="001A403D" w:rsidP="001A403D">
      <w:pPr>
        <w:pStyle w:val="libNormal"/>
      </w:pPr>
      <w:r>
        <w:t xml:space="preserve">3-Allah has given us ears to listen to the merits of Mohammad-o-Ala-e-Mohammad asws, feet &amp; eyes to visit &amp; see the holy places of Masumeen </w:t>
      </w:r>
      <w:r>
        <w:lastRenderedPageBreak/>
        <w:t>asws, hand to pick up Sha’airullah, tongue to preach Walayat-e-Ali asws, so whole body parts and organs are to obey Masumeen asws.</w:t>
      </w:r>
    </w:p>
    <w:p w:rsidR="00595365" w:rsidRDefault="001A403D" w:rsidP="00385B48">
      <w:pPr>
        <w:pStyle w:val="libAr"/>
      </w:pPr>
      <w:r>
        <w:rPr>
          <w:rFonts w:hint="eastAsia"/>
          <w:rtl/>
        </w:rPr>
        <w:t>إِنَّ</w:t>
      </w:r>
      <w:r>
        <w:rPr>
          <w:rtl/>
        </w:rPr>
        <w:t xml:space="preserve"> </w:t>
      </w:r>
      <w:r>
        <w:rPr>
          <w:rFonts w:hint="cs"/>
          <w:rtl/>
        </w:rPr>
        <w:t>ٱ</w:t>
      </w:r>
      <w:r>
        <w:rPr>
          <w:rFonts w:hint="eastAsia"/>
          <w:rtl/>
        </w:rPr>
        <w:t>لۡمُنَـٰفِقِينَ</w:t>
      </w:r>
      <w:r>
        <w:rPr>
          <w:rtl/>
        </w:rPr>
        <w:t xml:space="preserve"> يُخَـٰدِعُونَ </w:t>
      </w:r>
      <w:r>
        <w:rPr>
          <w:rFonts w:hint="cs"/>
          <w:rtl/>
        </w:rPr>
        <w:t>ٱ</w:t>
      </w:r>
      <w:r>
        <w:rPr>
          <w:rFonts w:hint="eastAsia"/>
          <w:rtl/>
        </w:rPr>
        <w:t>للَّهَ</w:t>
      </w:r>
      <w:r>
        <w:rPr>
          <w:rtl/>
        </w:rPr>
        <w:t xml:space="preserve"> وَهُوَ خَـٰدِعُهُمۡ وَإِذَا قَامُوٓاْ إِلَى </w:t>
      </w:r>
      <w:r>
        <w:rPr>
          <w:rFonts w:hint="cs"/>
          <w:rtl/>
        </w:rPr>
        <w:t>ٱ</w:t>
      </w:r>
      <w:r>
        <w:rPr>
          <w:rFonts w:hint="eastAsia"/>
          <w:rtl/>
        </w:rPr>
        <w:t>لصَّلَوٰةِ</w:t>
      </w:r>
      <w:r>
        <w:rPr>
          <w:rtl/>
        </w:rPr>
        <w:t xml:space="preserve"> قَامُواْ كُسَالَىٰ يُرَآءُونَ </w:t>
      </w:r>
      <w:r>
        <w:rPr>
          <w:rFonts w:hint="cs"/>
          <w:rtl/>
        </w:rPr>
        <w:t>ٱ</w:t>
      </w:r>
      <w:r>
        <w:rPr>
          <w:rFonts w:hint="eastAsia"/>
          <w:rtl/>
        </w:rPr>
        <w:t>لنَّاسَ</w:t>
      </w:r>
      <w:r>
        <w:rPr>
          <w:rtl/>
        </w:rPr>
        <w:t xml:space="preserve"> وَلَا يَذۡكُرُونَ </w:t>
      </w:r>
      <w:r>
        <w:rPr>
          <w:rFonts w:hint="cs"/>
          <w:rtl/>
        </w:rPr>
        <w:t>ٱ</w:t>
      </w:r>
      <w:r>
        <w:rPr>
          <w:rFonts w:hint="eastAsia"/>
          <w:rtl/>
        </w:rPr>
        <w:t>للَّهَ</w:t>
      </w:r>
      <w:r>
        <w:rPr>
          <w:rtl/>
        </w:rPr>
        <w:t xml:space="preserve"> إِلَّا قَلِيلاً۬ (١٤٢</w:t>
      </w:r>
      <w:r w:rsidR="009229E3">
        <w:rPr>
          <w:rtl/>
        </w:rPr>
        <w:t>)</w:t>
      </w:r>
      <w:r>
        <w:rPr>
          <w:rtl/>
        </w:rPr>
        <w:t xml:space="preserve"> مُّذَبۡذَبِينَ بَيۡنَ ذَ</w:t>
      </w:r>
      <w:r w:rsidR="005B7B9E" w:rsidRPr="005B7B9E">
        <w:rPr>
          <w:rFonts w:hint="cs"/>
          <w:rtl/>
        </w:rPr>
        <w:t>ا</w:t>
      </w:r>
      <w:r>
        <w:rPr>
          <w:rFonts w:hint="eastAsia"/>
          <w:rtl/>
        </w:rPr>
        <w:t>لِكَ</w:t>
      </w:r>
      <w:r>
        <w:rPr>
          <w:rtl/>
        </w:rPr>
        <w:t xml:space="preserve"> لَآ إِلَىٰ هَـٰٓؤُلَآءِ وَلَآ إِل</w:t>
      </w:r>
      <w:r>
        <w:rPr>
          <w:rFonts w:hint="eastAsia"/>
          <w:rtl/>
        </w:rPr>
        <w:t>َىٰ</w:t>
      </w:r>
      <w:r>
        <w:rPr>
          <w:rtl/>
        </w:rPr>
        <w:t xml:space="preserve"> هَـٰٓؤُلَآءِ‌ۚ وَمَن يُضۡلِلِ </w:t>
      </w:r>
      <w:r>
        <w:rPr>
          <w:rFonts w:hint="cs"/>
          <w:rtl/>
        </w:rPr>
        <w:t>ٱ</w:t>
      </w:r>
      <w:r>
        <w:rPr>
          <w:rFonts w:hint="eastAsia"/>
          <w:rtl/>
        </w:rPr>
        <w:t>للَّهُ</w:t>
      </w:r>
      <w:r>
        <w:rPr>
          <w:rtl/>
        </w:rPr>
        <w:t xml:space="preserve"> فَلَن تَجِدَ لَهُ </w:t>
      </w:r>
      <w:r>
        <w:rPr>
          <w:rFonts w:hint="cs"/>
          <w:rtl/>
        </w:rPr>
        <w:t>ۥ</w:t>
      </w:r>
      <w:r>
        <w:rPr>
          <w:rtl/>
        </w:rPr>
        <w:t xml:space="preserve"> سَبِيلاً۬ (١٤٣</w:t>
      </w:r>
      <w:r w:rsidR="009229E3">
        <w:rPr>
          <w:rtl/>
        </w:rPr>
        <w:t>)</w:t>
      </w:r>
    </w:p>
    <w:p w:rsidR="001A403D" w:rsidRDefault="001A403D" w:rsidP="00E36567">
      <w:pPr>
        <w:pStyle w:val="libBoldItalic"/>
      </w:pPr>
      <w:r>
        <w:t>Indeed the hypocrites (think to) deceive Allah, and He gives them penalty of deceiving. And when they stand for prayer they stand lethargically, showing to the people, and they don’t do Zikr of Allah but little; (142) Swaying between this (and that), (belonging) neither to these nor to those. And whom Allah leaves astray, you will not find Sabeel (right way) for him. (143)</w:t>
      </w:r>
    </w:p>
    <w:p w:rsidR="001A403D" w:rsidRDefault="001A403D" w:rsidP="00E36567">
      <w:pPr>
        <w:pStyle w:val="libNormal"/>
      </w:pPr>
      <w:r>
        <w:t>1-Imam Ali Raza asws said: Allah Tabarak wa Ta’ala does not deceive but He punishes them for deceiving. (al-Burhan, v2, p346)</w:t>
      </w:r>
    </w:p>
    <w:p w:rsidR="001A403D" w:rsidRDefault="001A403D" w:rsidP="00E36567">
      <w:pPr>
        <w:pStyle w:val="libNormal"/>
      </w:pPr>
      <w:r>
        <w:t>2-Indeed the hypocrites think to deceive Allah, and He gives them punishment as reward of deceiving, and hypocrites used to stand behind Rasool Allah sawaw for prayer but lazily just to show Momineen, and they do not do Zikr of Allah but little and they keep in uncertainty whether to be on this side or that side i.e. whether to become Momineen or remain Jews. (Tafseer Qummi, p150)</w:t>
      </w:r>
    </w:p>
    <w:p w:rsidR="001A403D" w:rsidRDefault="001A403D" w:rsidP="009229E3">
      <w:pPr>
        <w:pStyle w:val="libCenterBold1"/>
      </w:pPr>
      <w:r>
        <w:t>Lesson:</w:t>
      </w:r>
    </w:p>
    <w:p w:rsidR="001A403D" w:rsidRDefault="001A403D" w:rsidP="001A403D">
      <w:pPr>
        <w:pStyle w:val="libNormal"/>
      </w:pPr>
      <w:r>
        <w:t>1-No doubt, Zikr of Allah and Sabeel means Maola Ali asws.</w:t>
      </w:r>
    </w:p>
    <w:p w:rsidR="001A403D" w:rsidRDefault="001A403D" w:rsidP="001A403D">
      <w:pPr>
        <w:pStyle w:val="libNormal"/>
      </w:pPr>
      <w:r>
        <w:t>2-Hypocrites read many prayers half-heartedly just to show off people, but they do not do Zikr of Allah i.e. Zikr of Ali asws in their prayers. They show off to people that they are pious Momin but they are rebellions to Amirul Momineen asws, so Allah Ta’ala gives them reward of rebellion that they can not find Sabeel (Siraat-e-Mustaqeem) anymore. Such hypocrites are swaying in uncertainty whether to come towards Maola (asws) or to stay with Mulla?</w:t>
      </w:r>
    </w:p>
    <w:p w:rsidR="001A403D" w:rsidRDefault="001A403D" w:rsidP="00385B48">
      <w:pPr>
        <w:pStyle w:val="libAr"/>
      </w:pPr>
      <w:r>
        <w:rPr>
          <w:rFonts w:hint="eastAsia"/>
          <w:rtl/>
        </w:rPr>
        <w:t>يَـٰٓأَيُّ</w:t>
      </w:r>
      <w:r w:rsidR="001E6BAB" w:rsidRPr="001E6BAB">
        <w:rPr>
          <w:rFonts w:hint="cs"/>
          <w:rtl/>
        </w:rPr>
        <w:t>ه</w:t>
      </w:r>
      <w:r w:rsidRPr="00595365">
        <w:rPr>
          <w:rFonts w:hint="cs"/>
          <w:rtl/>
        </w:rPr>
        <w:t>ا</w:t>
      </w:r>
      <w:r>
        <w:rPr>
          <w:rtl/>
        </w:rPr>
        <w:t xml:space="preserve"> </w:t>
      </w:r>
      <w:r>
        <w:rPr>
          <w:rFonts w:hint="cs"/>
          <w:rtl/>
        </w:rPr>
        <w:t>ٱ</w:t>
      </w:r>
      <w:r>
        <w:rPr>
          <w:rFonts w:hint="eastAsia"/>
          <w:rtl/>
        </w:rPr>
        <w:t>لَّذِينَ</w:t>
      </w:r>
      <w:r>
        <w:rPr>
          <w:rtl/>
        </w:rPr>
        <w:t xml:space="preserve"> ءَامَنُواْ لَا تَتَّخِذُواْ </w:t>
      </w:r>
      <w:r>
        <w:rPr>
          <w:rFonts w:hint="cs"/>
          <w:rtl/>
        </w:rPr>
        <w:t>ٱ</w:t>
      </w:r>
      <w:r>
        <w:rPr>
          <w:rFonts w:hint="eastAsia"/>
          <w:rtl/>
        </w:rPr>
        <w:t>لۡكَـٰفِرِينَ</w:t>
      </w:r>
      <w:r>
        <w:rPr>
          <w:rtl/>
        </w:rPr>
        <w:t xml:space="preserve"> أَوۡلِيَآءَ مِن دُونِ </w:t>
      </w:r>
      <w:r>
        <w:rPr>
          <w:rFonts w:hint="cs"/>
          <w:rtl/>
        </w:rPr>
        <w:t>ٱ</w:t>
      </w:r>
      <w:r>
        <w:rPr>
          <w:rFonts w:hint="eastAsia"/>
          <w:rtl/>
        </w:rPr>
        <w:t>لۡمُؤۡمِنِينَ‌ۚ</w:t>
      </w:r>
      <w:r>
        <w:rPr>
          <w:rtl/>
        </w:rPr>
        <w:t xml:space="preserve"> أَتُرِيدُونَ أَن تَجۡعَلُواْ لِلَّهِ عَلَيۡ</w:t>
      </w:r>
      <w:r w:rsidR="001E6BAB" w:rsidRPr="001E6BAB">
        <w:rPr>
          <w:rFonts w:hint="cs"/>
          <w:rtl/>
        </w:rPr>
        <w:t>ک</w:t>
      </w:r>
      <w:r>
        <w:rPr>
          <w:rFonts w:hint="eastAsia"/>
          <w:rtl/>
        </w:rPr>
        <w:t>مۡ</w:t>
      </w:r>
      <w:r>
        <w:rPr>
          <w:rtl/>
        </w:rPr>
        <w:t xml:space="preserve"> سُلۡطَـٰنً۬ا مُّبِينًا (١٤٤</w:t>
      </w:r>
      <w:r w:rsidR="009229E3">
        <w:rPr>
          <w:rtl/>
        </w:rPr>
        <w:t>)</w:t>
      </w:r>
      <w:r>
        <w:rPr>
          <w:rtl/>
        </w:rPr>
        <w:t xml:space="preserve"> إِنَّ </w:t>
      </w:r>
      <w:r>
        <w:rPr>
          <w:rFonts w:hint="cs"/>
          <w:rtl/>
        </w:rPr>
        <w:t>ٱ</w:t>
      </w:r>
      <w:r>
        <w:rPr>
          <w:rFonts w:hint="eastAsia"/>
          <w:rtl/>
        </w:rPr>
        <w:t>لۡمُنَـٰفِقِينَ</w:t>
      </w:r>
      <w:r>
        <w:rPr>
          <w:rtl/>
        </w:rPr>
        <w:t xml:space="preserve"> فِى </w:t>
      </w:r>
      <w:r>
        <w:rPr>
          <w:rFonts w:hint="cs"/>
          <w:rtl/>
        </w:rPr>
        <w:t>ٱ</w:t>
      </w:r>
      <w:r>
        <w:rPr>
          <w:rFonts w:hint="eastAsia"/>
          <w:rtl/>
        </w:rPr>
        <w:t>لدَّرۡكِ</w:t>
      </w:r>
      <w:r>
        <w:rPr>
          <w:rtl/>
        </w:rPr>
        <w:t xml:space="preserve"> </w:t>
      </w:r>
      <w:r>
        <w:rPr>
          <w:rFonts w:hint="cs"/>
          <w:rtl/>
        </w:rPr>
        <w:t>ٱ</w:t>
      </w:r>
      <w:r>
        <w:rPr>
          <w:rFonts w:hint="eastAsia"/>
          <w:rtl/>
        </w:rPr>
        <w:t>لۡأَسۡفَلِ</w:t>
      </w:r>
      <w:r>
        <w:rPr>
          <w:rtl/>
        </w:rPr>
        <w:t xml:space="preserve"> مِنَ </w:t>
      </w:r>
      <w:r>
        <w:rPr>
          <w:rFonts w:hint="cs"/>
          <w:rtl/>
        </w:rPr>
        <w:t>ٱ</w:t>
      </w:r>
      <w:r>
        <w:rPr>
          <w:rFonts w:hint="eastAsia"/>
          <w:rtl/>
        </w:rPr>
        <w:t>لنَّارِ</w:t>
      </w:r>
      <w:r>
        <w:rPr>
          <w:rtl/>
        </w:rPr>
        <w:t xml:space="preserve"> وَلَن تَج</w:t>
      </w:r>
      <w:r>
        <w:rPr>
          <w:rFonts w:hint="eastAsia"/>
          <w:rtl/>
        </w:rPr>
        <w:t>ِدَ</w:t>
      </w:r>
      <w:r>
        <w:rPr>
          <w:rtl/>
        </w:rPr>
        <w:t xml:space="preserve"> لَهُمۡ نَصِيرًا (١٤٥</w:t>
      </w:r>
      <w:r w:rsidR="009229E3">
        <w:rPr>
          <w:rtl/>
        </w:rPr>
        <w:t>)</w:t>
      </w:r>
    </w:p>
    <w:p w:rsidR="001A403D" w:rsidRDefault="001A403D" w:rsidP="00E36567">
      <w:pPr>
        <w:pStyle w:val="libBoldItalic"/>
      </w:pPr>
      <w:r>
        <w:t>O you who believe! Do not make disbelievers guardians instead of believers. Do you wish to give Allah a clear proof against you? (144) No doubt, the hypocrites (will be) in the lowest depth of the Fire, and you will never find a helper for them. (145)</w:t>
      </w:r>
    </w:p>
    <w:p w:rsidR="001A403D" w:rsidRDefault="001A403D" w:rsidP="00E36567">
      <w:pPr>
        <w:pStyle w:val="libNormal"/>
      </w:pPr>
      <w:r>
        <w:t>1-O you who believe, do not make disbelievers i.e. enemies of Maola Ali asws as guardians (Wali) instead of Momineen i.e. Ali ibne Abi Talib asws. (Imam Mohammad Baqir asws) (al-Burhan, v2, p347)</w:t>
      </w:r>
    </w:p>
    <w:p w:rsidR="001A403D" w:rsidRDefault="001A403D" w:rsidP="009229E3">
      <w:pPr>
        <w:pStyle w:val="libCenterBold1"/>
      </w:pPr>
      <w:r>
        <w:t>Lesson:</w:t>
      </w:r>
    </w:p>
    <w:p w:rsidR="001A403D" w:rsidRDefault="001A403D" w:rsidP="001A403D">
      <w:pPr>
        <w:pStyle w:val="libNormal"/>
      </w:pPr>
      <w:r>
        <w:t xml:space="preserve">1-It is clearly forbidden to make the opponents of Walayat-e-Ali asws as your guardian instead of Aal-e-Mohammad asws. Whoever accepted any opponent of Walayat-e-Ali asws as his Wali, he established a clear proof of </w:t>
      </w:r>
      <w:r>
        <w:lastRenderedPageBreak/>
        <w:t>Azaab of Allah on him. The hypocrites about the Walayat of Masumeen asws will be in the lowest depths of Hell and they will not find any helper, it is obvious who is denier of Ya Ali asws Maddad in this world, will not get help of Sultan-e-Naseer (asws) in the Hereafter as well.</w:t>
      </w:r>
    </w:p>
    <w:p w:rsidR="001A403D" w:rsidRDefault="001A403D" w:rsidP="00385B48">
      <w:pPr>
        <w:pStyle w:val="libAr"/>
      </w:pPr>
      <w:r>
        <w:rPr>
          <w:rFonts w:hint="eastAsia"/>
          <w:rtl/>
        </w:rPr>
        <w:t>إِنَّ</w:t>
      </w:r>
      <w:r>
        <w:rPr>
          <w:rtl/>
        </w:rPr>
        <w:t xml:space="preserve"> </w:t>
      </w:r>
      <w:r>
        <w:rPr>
          <w:rFonts w:hint="cs"/>
          <w:rtl/>
        </w:rPr>
        <w:t>ٱ</w:t>
      </w:r>
      <w:r>
        <w:rPr>
          <w:rFonts w:hint="eastAsia"/>
          <w:rtl/>
        </w:rPr>
        <w:t>لَّذِينَ</w:t>
      </w:r>
      <w:r>
        <w:rPr>
          <w:rtl/>
        </w:rPr>
        <w:t xml:space="preserve"> يَكۡفُرُونَ بِ</w:t>
      </w:r>
      <w:r>
        <w:rPr>
          <w:rFonts w:hint="cs"/>
          <w:rtl/>
        </w:rPr>
        <w:t>ٱ</w:t>
      </w:r>
      <w:r>
        <w:rPr>
          <w:rFonts w:hint="eastAsia"/>
          <w:rtl/>
        </w:rPr>
        <w:t>للَّهِ</w:t>
      </w:r>
      <w:r>
        <w:rPr>
          <w:rtl/>
        </w:rPr>
        <w:t xml:space="preserve"> وَرُسُلِهِ</w:t>
      </w:r>
      <w:r>
        <w:rPr>
          <w:rFonts w:hint="cs"/>
          <w:rtl/>
        </w:rPr>
        <w:t>ۦ</w:t>
      </w:r>
      <w:r>
        <w:rPr>
          <w:rtl/>
        </w:rPr>
        <w:t xml:space="preserve"> وَيُرِيدُونَ أَن يُفَرِّقُواْ بَيۡنَ </w:t>
      </w:r>
      <w:r>
        <w:rPr>
          <w:rFonts w:hint="cs"/>
          <w:rtl/>
        </w:rPr>
        <w:t>ٱ</w:t>
      </w:r>
      <w:r>
        <w:rPr>
          <w:rFonts w:hint="eastAsia"/>
          <w:rtl/>
        </w:rPr>
        <w:t>للَّهِ</w:t>
      </w:r>
      <w:r>
        <w:rPr>
          <w:rtl/>
        </w:rPr>
        <w:t xml:space="preserve"> وَرُسُلِهِ</w:t>
      </w:r>
      <w:r>
        <w:rPr>
          <w:rFonts w:hint="cs"/>
          <w:rtl/>
        </w:rPr>
        <w:t>ۦ</w:t>
      </w:r>
      <w:r>
        <w:rPr>
          <w:rtl/>
        </w:rPr>
        <w:t xml:space="preserve"> وَيَقُولُونَ نُؤۡمِنُ بِبَعۡضٍ۬ وَنَ</w:t>
      </w:r>
      <w:r w:rsidR="001E6BAB" w:rsidRPr="001E6BAB">
        <w:rPr>
          <w:rFonts w:hint="cs"/>
          <w:rtl/>
        </w:rPr>
        <w:t>ک</w:t>
      </w:r>
      <w:r w:rsidRPr="00595365">
        <w:rPr>
          <w:rFonts w:hint="cs"/>
          <w:rtl/>
        </w:rPr>
        <w:t>ۡ</w:t>
      </w:r>
      <w:r>
        <w:rPr>
          <w:rFonts w:hint="eastAsia"/>
          <w:rtl/>
        </w:rPr>
        <w:t>فُرُ</w:t>
      </w:r>
      <w:r>
        <w:rPr>
          <w:rtl/>
        </w:rPr>
        <w:t xml:space="preserve"> بِبَعۡضٍ۬ وَيُرِيدُونَ أَن يَتَّخِذُواْ بَيۡنَ ذَ</w:t>
      </w:r>
      <w:r w:rsidR="005B7B9E" w:rsidRPr="005B7B9E">
        <w:rPr>
          <w:rFonts w:hint="cs"/>
          <w:rtl/>
        </w:rPr>
        <w:t>ا</w:t>
      </w:r>
      <w:r>
        <w:rPr>
          <w:rFonts w:hint="eastAsia"/>
          <w:rtl/>
        </w:rPr>
        <w:t>لِكَ</w:t>
      </w:r>
      <w:r>
        <w:rPr>
          <w:rtl/>
        </w:rPr>
        <w:t xml:space="preserve"> سَبِيلاً (١٥٠</w:t>
      </w:r>
      <w:r w:rsidR="009229E3">
        <w:rPr>
          <w:rtl/>
        </w:rPr>
        <w:t>)</w:t>
      </w:r>
      <w:r>
        <w:rPr>
          <w:rtl/>
        </w:rPr>
        <w:t xml:space="preserve"> أُوْلَـٰٓ</w:t>
      </w:r>
      <w:r>
        <w:rPr>
          <w:rFonts w:hint="cs"/>
          <w:rtl/>
        </w:rPr>
        <w:t>ٮِٕ</w:t>
      </w:r>
      <w:r>
        <w:rPr>
          <w:rFonts w:hint="eastAsia"/>
          <w:rtl/>
        </w:rPr>
        <w:t>كَ</w:t>
      </w:r>
      <w:r>
        <w:rPr>
          <w:rtl/>
        </w:rPr>
        <w:t xml:space="preserve"> هُمُ </w:t>
      </w:r>
      <w:r>
        <w:rPr>
          <w:rFonts w:hint="cs"/>
          <w:rtl/>
        </w:rPr>
        <w:t>ٱ</w:t>
      </w:r>
      <w:r>
        <w:rPr>
          <w:rFonts w:hint="eastAsia"/>
          <w:rtl/>
        </w:rPr>
        <w:t>لۡكَـٰفِرُونَ</w:t>
      </w:r>
      <w:r>
        <w:rPr>
          <w:rtl/>
        </w:rPr>
        <w:t xml:space="preserve"> ح</w:t>
      </w:r>
      <w:r>
        <w:rPr>
          <w:rFonts w:hint="eastAsia"/>
          <w:rtl/>
        </w:rPr>
        <w:t>َقًّ۬ا‌ۚ</w:t>
      </w:r>
      <w:r>
        <w:rPr>
          <w:rtl/>
        </w:rPr>
        <w:t xml:space="preserve"> وَأَعۡتَدۡنَا لِلۡكَـٰفِرِينَ عَذَابً۬ا مُّهِينً۬ا (١٥١</w:t>
      </w:r>
      <w:r w:rsidR="009229E3">
        <w:rPr>
          <w:rtl/>
        </w:rPr>
        <w:t>)</w:t>
      </w:r>
    </w:p>
    <w:p w:rsidR="001A403D" w:rsidRDefault="001A403D" w:rsidP="00E36567">
      <w:pPr>
        <w:pStyle w:val="libBoldItalic"/>
      </w:pPr>
      <w:r>
        <w:t>Indeed, those who disbelieve in Allah and His Messengers, and wish to discriminate between Allah and His Messengers, and say, “We believe in some and disbelieve in others”, and wish to choose a way in between; (150) Those are the disbelievers in truth; and for disbelievers We have prepared a humiliating punishment. (151)</w:t>
      </w:r>
    </w:p>
    <w:p w:rsidR="001A403D" w:rsidRDefault="001A403D" w:rsidP="00E36567">
      <w:pPr>
        <w:pStyle w:val="libNormal"/>
      </w:pPr>
      <w:r>
        <w:t>1-They are those who testify Rasool Allah sawaw but deny (to testify) Amirul Momineen asws, and they think that they have chosen the middle way i.e. got Khair (good). (Tafseer Qummi, p151)</w:t>
      </w:r>
    </w:p>
    <w:p w:rsidR="001A403D" w:rsidRDefault="001A403D" w:rsidP="009229E3">
      <w:pPr>
        <w:pStyle w:val="libCenterBold1"/>
      </w:pPr>
      <w:r>
        <w:t>Lesson:</w:t>
      </w:r>
    </w:p>
    <w:p w:rsidR="001A403D" w:rsidRDefault="001A403D" w:rsidP="001A403D">
      <w:pPr>
        <w:pStyle w:val="libNormal"/>
      </w:pPr>
      <w:r>
        <w:t>1-Angel, Nabi, Rasool, and Imam sent by Allah is called Messenger. Some people testify Syyedul Anmbiya (sawaw) but avoid to testify Syyedul Aosiya (asws), i.e. they believe in some and disbelieve others, they believe in first part of Kalima and do not consider the second its part, and they think that they have chosen the middle path and earned much virtues. But near Allah he is true Kafir, Mushrik, and Munafiq who refuses testimony of Walayat-e-Ali asws. They make fallible Mullas partners in Walayat-e-Elahi (i.e. Walayat-e-Masumeen asws) and then act on their Zunni Fatawa considering it as command of Allah.</w:t>
      </w:r>
    </w:p>
    <w:p w:rsidR="001A403D" w:rsidRDefault="001A403D" w:rsidP="00385B48">
      <w:pPr>
        <w:pStyle w:val="libAr"/>
      </w:pPr>
      <w:r>
        <w:rPr>
          <w:rFonts w:hint="eastAsia"/>
          <w:rtl/>
        </w:rPr>
        <w:t>لَّـٰكِنِ</w:t>
      </w:r>
      <w:r>
        <w:rPr>
          <w:rtl/>
        </w:rPr>
        <w:t xml:space="preserve"> </w:t>
      </w:r>
      <w:r>
        <w:rPr>
          <w:rFonts w:hint="cs"/>
          <w:rtl/>
        </w:rPr>
        <w:t>ٱ</w:t>
      </w:r>
      <w:r>
        <w:rPr>
          <w:rFonts w:hint="eastAsia"/>
          <w:rtl/>
        </w:rPr>
        <w:t>للَّهُ</w:t>
      </w:r>
      <w:r>
        <w:rPr>
          <w:rtl/>
        </w:rPr>
        <w:t xml:space="preserve"> يَشۡ</w:t>
      </w:r>
      <w:r w:rsidR="001E6BAB" w:rsidRPr="001E6BAB">
        <w:rPr>
          <w:rFonts w:hint="cs"/>
          <w:rtl/>
        </w:rPr>
        <w:t>ه</w:t>
      </w:r>
      <w:r w:rsidRPr="00595365">
        <w:rPr>
          <w:rFonts w:hint="cs"/>
          <w:rtl/>
        </w:rPr>
        <w:t xml:space="preserve">دُ بِمَآ أَنزَلَ إِلَيۡكَ‌ۖ أَنزَلَهُ </w:t>
      </w:r>
      <w:r>
        <w:rPr>
          <w:rFonts w:hint="cs"/>
          <w:rtl/>
        </w:rPr>
        <w:t>ۥ</w:t>
      </w:r>
      <w:r>
        <w:rPr>
          <w:rtl/>
        </w:rPr>
        <w:t xml:space="preserve"> بِعِلۡمِهِ</w:t>
      </w:r>
      <w:r>
        <w:rPr>
          <w:rFonts w:hint="cs"/>
          <w:rtl/>
        </w:rPr>
        <w:t>ۦ‌ۖ</w:t>
      </w:r>
      <w:r>
        <w:rPr>
          <w:rtl/>
        </w:rPr>
        <w:t xml:space="preserve"> وَ</w:t>
      </w:r>
      <w:r>
        <w:rPr>
          <w:rFonts w:hint="cs"/>
          <w:rtl/>
        </w:rPr>
        <w:t>ٱ</w:t>
      </w:r>
      <w:r>
        <w:rPr>
          <w:rFonts w:hint="eastAsia"/>
          <w:rtl/>
        </w:rPr>
        <w:t>لۡمَلَـٰٓ</w:t>
      </w:r>
      <w:r>
        <w:rPr>
          <w:rFonts w:hint="cs"/>
          <w:rtl/>
        </w:rPr>
        <w:t>ٮِٕ</w:t>
      </w:r>
      <w:r>
        <w:rPr>
          <w:rFonts w:hint="eastAsia"/>
          <w:rtl/>
        </w:rPr>
        <w:t>كَةُ</w:t>
      </w:r>
      <w:r>
        <w:rPr>
          <w:rtl/>
        </w:rPr>
        <w:t xml:space="preserve"> يَشۡهَدُونَ‌ۚ وَكَفَىٰ بِ</w:t>
      </w:r>
      <w:r>
        <w:rPr>
          <w:rFonts w:hint="cs"/>
          <w:rtl/>
        </w:rPr>
        <w:t>ٱ</w:t>
      </w:r>
      <w:r>
        <w:rPr>
          <w:rFonts w:hint="eastAsia"/>
          <w:rtl/>
        </w:rPr>
        <w:t>للَّهِ</w:t>
      </w:r>
      <w:r>
        <w:rPr>
          <w:rtl/>
        </w:rPr>
        <w:t xml:space="preserve"> شَ</w:t>
      </w:r>
      <w:r w:rsidR="001E6BAB" w:rsidRPr="001E6BAB">
        <w:rPr>
          <w:rFonts w:hint="cs"/>
          <w:rtl/>
        </w:rPr>
        <w:t>ه</w:t>
      </w:r>
      <w:r w:rsidRPr="00595365">
        <w:rPr>
          <w:rFonts w:hint="cs"/>
          <w:rtl/>
        </w:rPr>
        <w:t>يدًا (١٦٦</w:t>
      </w:r>
      <w:r w:rsidR="009229E3">
        <w:rPr>
          <w:rFonts w:hint="cs"/>
          <w:rtl/>
        </w:rPr>
        <w:t>)</w:t>
      </w:r>
      <w:r w:rsidRPr="00595365">
        <w:rPr>
          <w:rFonts w:hint="cs"/>
          <w:rtl/>
        </w:rPr>
        <w:t xml:space="preserve"> إِنَّ </w:t>
      </w:r>
      <w:r>
        <w:rPr>
          <w:rFonts w:hint="cs"/>
          <w:rtl/>
        </w:rPr>
        <w:t>ٱ</w:t>
      </w:r>
      <w:r>
        <w:rPr>
          <w:rFonts w:hint="eastAsia"/>
          <w:rtl/>
        </w:rPr>
        <w:t>لَّذِينَ</w:t>
      </w:r>
      <w:r>
        <w:rPr>
          <w:rtl/>
        </w:rPr>
        <w:t xml:space="preserve"> كَفَرُواْ وَصَدُّواْ عَن سَبِيلِ </w:t>
      </w:r>
      <w:r>
        <w:rPr>
          <w:rFonts w:hint="cs"/>
          <w:rtl/>
        </w:rPr>
        <w:t>ٱ</w:t>
      </w:r>
      <w:r>
        <w:rPr>
          <w:rFonts w:hint="eastAsia"/>
          <w:rtl/>
        </w:rPr>
        <w:t>للَّهِ</w:t>
      </w:r>
      <w:r>
        <w:rPr>
          <w:rtl/>
        </w:rPr>
        <w:t xml:space="preserve"> قَدۡ ضَلُّواْ ضَلَـٰلاَۢ بَعِيدًا (١٦٧</w:t>
      </w:r>
      <w:r w:rsidR="009229E3">
        <w:rPr>
          <w:rtl/>
        </w:rPr>
        <w:t>)</w:t>
      </w:r>
      <w:r>
        <w:rPr>
          <w:rtl/>
        </w:rPr>
        <w:t xml:space="preserve"> إِنَّ </w:t>
      </w:r>
      <w:r>
        <w:rPr>
          <w:rFonts w:hint="cs"/>
          <w:rtl/>
        </w:rPr>
        <w:t>ٱ</w:t>
      </w:r>
      <w:r>
        <w:rPr>
          <w:rFonts w:hint="eastAsia"/>
          <w:rtl/>
        </w:rPr>
        <w:t>لَّذِينَ</w:t>
      </w:r>
      <w:r>
        <w:rPr>
          <w:rtl/>
        </w:rPr>
        <w:t xml:space="preserve"> كَفَرُواْ وَظَلَمُواْ لَمۡ يَكُنِ </w:t>
      </w:r>
      <w:r>
        <w:rPr>
          <w:rFonts w:hint="cs"/>
          <w:rtl/>
        </w:rPr>
        <w:t>ٱ</w:t>
      </w:r>
      <w:r>
        <w:rPr>
          <w:rFonts w:hint="eastAsia"/>
          <w:rtl/>
        </w:rPr>
        <w:t>للَّهُ</w:t>
      </w:r>
      <w:r>
        <w:rPr>
          <w:rtl/>
        </w:rPr>
        <w:t xml:space="preserve"> لِيَغۡفِرَ لَهُمۡ وَلَا لِيَ</w:t>
      </w:r>
      <w:r w:rsidR="001E6BAB" w:rsidRPr="001E6BAB">
        <w:rPr>
          <w:rFonts w:hint="cs"/>
          <w:rtl/>
        </w:rPr>
        <w:t>ه</w:t>
      </w:r>
      <w:r w:rsidRPr="00595365">
        <w:rPr>
          <w:rFonts w:hint="cs"/>
          <w:rtl/>
        </w:rPr>
        <w:t>ۡدِيَهُمۡ طَرِيقًا (١٦٨</w:t>
      </w:r>
      <w:r w:rsidR="009229E3">
        <w:rPr>
          <w:rFonts w:hint="cs"/>
          <w:rtl/>
        </w:rPr>
        <w:t>)</w:t>
      </w:r>
      <w:r w:rsidRPr="00595365">
        <w:rPr>
          <w:rFonts w:hint="cs"/>
          <w:rtl/>
        </w:rPr>
        <w:t xml:space="preserve"> إِلَّا طَرِيقَ جَهَنَّمَ خَـٰلِدِينَ فِي</w:t>
      </w:r>
      <w:r w:rsidR="001E6BAB" w:rsidRPr="001E6BAB">
        <w:rPr>
          <w:rFonts w:hint="cs"/>
          <w:rtl/>
        </w:rPr>
        <w:t>ه</w:t>
      </w:r>
      <w:r w:rsidRPr="00595365">
        <w:rPr>
          <w:rFonts w:hint="cs"/>
          <w:rtl/>
        </w:rPr>
        <w:t>آ أَبَدً۬ا‌ۚ وَكَانَ ذَ</w:t>
      </w:r>
      <w:r w:rsidR="005B7B9E" w:rsidRPr="005B7B9E">
        <w:rPr>
          <w:rFonts w:hint="cs"/>
          <w:rtl/>
        </w:rPr>
        <w:t>ا</w:t>
      </w:r>
      <w:r>
        <w:rPr>
          <w:rFonts w:hint="eastAsia"/>
          <w:rtl/>
        </w:rPr>
        <w:t>لِكَ</w:t>
      </w:r>
      <w:r>
        <w:rPr>
          <w:rtl/>
        </w:rPr>
        <w:t xml:space="preserve"> عَلَى </w:t>
      </w:r>
      <w:r>
        <w:rPr>
          <w:rFonts w:hint="cs"/>
          <w:rtl/>
        </w:rPr>
        <w:t>ٱ</w:t>
      </w:r>
      <w:r>
        <w:rPr>
          <w:rFonts w:hint="eastAsia"/>
          <w:rtl/>
        </w:rPr>
        <w:t>للَّهِ</w:t>
      </w:r>
      <w:r>
        <w:rPr>
          <w:rtl/>
        </w:rPr>
        <w:t xml:space="preserve"> يَسِيرً۬ا (١٦٩</w:t>
      </w:r>
      <w:r w:rsidR="009229E3">
        <w:rPr>
          <w:rtl/>
        </w:rPr>
        <w:t>)</w:t>
      </w:r>
      <w:r>
        <w:rPr>
          <w:rtl/>
        </w:rPr>
        <w:t xml:space="preserve"> يَـٰٓأَيُّ</w:t>
      </w:r>
      <w:r w:rsidR="001E6BAB" w:rsidRPr="001E6BAB">
        <w:rPr>
          <w:rFonts w:hint="cs"/>
          <w:rtl/>
        </w:rPr>
        <w:t>ه</w:t>
      </w:r>
      <w:r w:rsidRPr="00595365">
        <w:rPr>
          <w:rFonts w:hint="cs"/>
          <w:rtl/>
        </w:rPr>
        <w:t xml:space="preserve">ا </w:t>
      </w:r>
      <w:r>
        <w:rPr>
          <w:rFonts w:hint="cs"/>
          <w:rtl/>
        </w:rPr>
        <w:t>ٱ</w:t>
      </w:r>
      <w:r>
        <w:rPr>
          <w:rFonts w:hint="eastAsia"/>
          <w:rtl/>
        </w:rPr>
        <w:t>لنَّاسُ</w:t>
      </w:r>
      <w:r>
        <w:rPr>
          <w:rtl/>
        </w:rPr>
        <w:t xml:space="preserve"> قَدۡ جَآءَكُمُ </w:t>
      </w:r>
      <w:r>
        <w:rPr>
          <w:rFonts w:hint="cs"/>
          <w:rtl/>
        </w:rPr>
        <w:t>ٱ</w:t>
      </w:r>
      <w:r>
        <w:rPr>
          <w:rFonts w:hint="eastAsia"/>
          <w:rtl/>
        </w:rPr>
        <w:t>لرَّسُولُ</w:t>
      </w:r>
      <w:r>
        <w:rPr>
          <w:rtl/>
        </w:rPr>
        <w:t xml:space="preserve"> بِ</w:t>
      </w:r>
      <w:r>
        <w:rPr>
          <w:rFonts w:hint="cs"/>
          <w:rtl/>
        </w:rPr>
        <w:t>ٱ</w:t>
      </w:r>
      <w:r>
        <w:rPr>
          <w:rFonts w:hint="eastAsia"/>
          <w:rtl/>
        </w:rPr>
        <w:t>ل</w:t>
      </w:r>
      <w:r>
        <w:rPr>
          <w:rtl/>
        </w:rPr>
        <w:t xml:space="preserve">ۡحَقِّ مِن رَّبِّكُمۡ فَـَٔامِنُواْ خَيۡرً۬ا لَّكُمۡ‌ۚ وَإِن تَكۡفُرُواْ فَإِنَّ لِلَّهِ مَا فِى </w:t>
      </w:r>
      <w:r>
        <w:rPr>
          <w:rFonts w:hint="cs"/>
          <w:rtl/>
        </w:rPr>
        <w:t>ٱ</w:t>
      </w:r>
      <w:r>
        <w:rPr>
          <w:rFonts w:hint="eastAsia"/>
          <w:rtl/>
        </w:rPr>
        <w:t>لسَّمَـٰوَ</w:t>
      </w:r>
      <w:r w:rsidR="005B7B9E" w:rsidRPr="005B7B9E">
        <w:rPr>
          <w:rFonts w:hint="cs"/>
          <w:rtl/>
        </w:rPr>
        <w:t>ا</w:t>
      </w:r>
      <w:r>
        <w:rPr>
          <w:rFonts w:hint="eastAsia"/>
          <w:rtl/>
        </w:rPr>
        <w:t>تِ</w:t>
      </w:r>
      <w:r>
        <w:rPr>
          <w:rtl/>
        </w:rPr>
        <w:t xml:space="preserve"> وَ</w:t>
      </w:r>
      <w:r>
        <w:rPr>
          <w:rFonts w:hint="cs"/>
          <w:rtl/>
        </w:rPr>
        <w:t>ٱ</w:t>
      </w:r>
      <w:r>
        <w:rPr>
          <w:rFonts w:hint="eastAsia"/>
          <w:rtl/>
        </w:rPr>
        <w:t>لۡأَرۡضِ‌ۚ</w:t>
      </w:r>
      <w:r>
        <w:rPr>
          <w:rtl/>
        </w:rPr>
        <w:t xml:space="preserve"> وَكَانَ </w:t>
      </w:r>
      <w:r>
        <w:rPr>
          <w:rFonts w:hint="cs"/>
          <w:rtl/>
        </w:rPr>
        <w:t>ٱ</w:t>
      </w:r>
      <w:r>
        <w:rPr>
          <w:rFonts w:hint="eastAsia"/>
          <w:rtl/>
        </w:rPr>
        <w:t>للَّهُ</w:t>
      </w:r>
      <w:r>
        <w:rPr>
          <w:rtl/>
        </w:rPr>
        <w:t xml:space="preserve"> عَلِيمًا حَكِيمً۬ا (١٧٠</w:t>
      </w:r>
      <w:r w:rsidR="009229E3">
        <w:rPr>
          <w:rtl/>
        </w:rPr>
        <w:t>)</w:t>
      </w:r>
    </w:p>
    <w:p w:rsidR="001A403D" w:rsidRDefault="001A403D" w:rsidP="00E36567">
      <w:pPr>
        <w:pStyle w:val="libBoldItalic"/>
      </w:pPr>
      <w:r>
        <w:t>But Allah (Himself) testifies that which He has revealed to you, He has revealed it with His knowledge, and the Angels also testify, and Allah is sufficient as Witness. (166) Indeed, those who disbelieve and hinder (others) from the Sabeel (way) of Allah, they verily have wandered far astray. (167) Indeed, those who disbelieve and do wrong (injustice), Allah will never forgive them, neither will He guide them to a path, (168) Except the path of Hell, wherein they will abide forever, and that is ever easy for Allah. (169) O mankind! The Rasool has come to you with the Haqq (Truth) from your Rabb. Therefore believe, it is better for you. But if you disbelieve – then indeed to Allah belongs whatever is in the heavens and the earth. And Allah is ever Knower, Wise. (170)</w:t>
      </w:r>
    </w:p>
    <w:p w:rsidR="001A403D" w:rsidRDefault="001A403D" w:rsidP="00E36567">
      <w:pPr>
        <w:pStyle w:val="libNormal"/>
      </w:pPr>
      <w:r>
        <w:lastRenderedPageBreak/>
        <w:t>1-Imam Mohammad Baqir asws said: Allah testifies that whatever He has revealed to you about Ali asws, revealed with His Knowledge, and Angels (a.s.) also testify it, and Allah is sufficient as Witness. Those who disbelieve and did injustice concerning the right of Aal-e-Mohammad asws, Allah will never forgive them, nor will guide them the (right) path except the path of Hell, in which they will abide forever, and this is easy for Allah. O people! This Rasool (sawaw) has come to you with the Haqq (truth) about Walayat-e-Ali asws from you Rabb. Therefore believe, it is better for you. And if you deny Walayat-e-Ali asws – then whatever is in the heavens and the earth belongs to Allah. (al-Burhan, v2, p356)</w:t>
      </w:r>
    </w:p>
    <w:p w:rsidR="001A403D" w:rsidRDefault="001A403D" w:rsidP="009229E3">
      <w:pPr>
        <w:pStyle w:val="libCenterBold1"/>
      </w:pPr>
      <w:r>
        <w:t>Lesson:</w:t>
      </w:r>
    </w:p>
    <w:p w:rsidR="001A403D" w:rsidRDefault="001A403D" w:rsidP="001A403D">
      <w:pPr>
        <w:pStyle w:val="libNormal"/>
      </w:pPr>
      <w:r>
        <w:t>1-Walayat-e-Ali asws is sent down from the Treasures of Knowledge of Allah. Infallible Angels (a.s.) also testify Walayat-e-Ali asws. Allah does not care (is needless) whether one testifies Walayat-e-Ali asws or not, He is Needless and Omnipotent that He will throw straight into Hell who does injustice with Walayat-e-Masumeen asws. If one believes in Walayat-e-Ali asws, it is his own benefit, and if he turns away then he is disloyal &amp; treacherous because he consumes all types of His provisions and still disobeys.</w:t>
      </w:r>
    </w:p>
    <w:p w:rsidR="001A403D" w:rsidRDefault="001A403D" w:rsidP="00385B48">
      <w:pPr>
        <w:pStyle w:val="libAr"/>
      </w:pPr>
      <w:r>
        <w:rPr>
          <w:rFonts w:hint="eastAsia"/>
          <w:rtl/>
        </w:rPr>
        <w:t>يَـٰٓأَيُّ</w:t>
      </w:r>
      <w:r w:rsidR="001E6BAB" w:rsidRPr="001E6BAB">
        <w:rPr>
          <w:rFonts w:hint="cs"/>
          <w:rtl/>
        </w:rPr>
        <w:t>ه</w:t>
      </w:r>
      <w:r w:rsidRPr="00595365">
        <w:rPr>
          <w:rFonts w:hint="cs"/>
          <w:rtl/>
        </w:rPr>
        <w:t>ا</w:t>
      </w:r>
      <w:r>
        <w:rPr>
          <w:rtl/>
        </w:rPr>
        <w:t xml:space="preserve"> </w:t>
      </w:r>
      <w:r>
        <w:rPr>
          <w:rFonts w:hint="cs"/>
          <w:rtl/>
        </w:rPr>
        <w:t>ٱ</w:t>
      </w:r>
      <w:r>
        <w:rPr>
          <w:rFonts w:hint="eastAsia"/>
          <w:rtl/>
        </w:rPr>
        <w:t>لنَّاسُ</w:t>
      </w:r>
      <w:r>
        <w:rPr>
          <w:rtl/>
        </w:rPr>
        <w:t xml:space="preserve"> قَدۡ جَآءَكُم بُرۡهَـٰنٌ۬ مِّن رَّبِّكُمۡ وَأَنزَلۡنَآ إِلَيۡكُمۡ نُورً۬ا مُّبِينً۬ا (١٧٤</w:t>
      </w:r>
      <w:r w:rsidR="009229E3">
        <w:rPr>
          <w:rtl/>
        </w:rPr>
        <w:t>)</w:t>
      </w:r>
      <w:r>
        <w:rPr>
          <w:rtl/>
        </w:rPr>
        <w:t xml:space="preserve"> فَأَمَّا </w:t>
      </w:r>
      <w:r>
        <w:rPr>
          <w:rFonts w:hint="cs"/>
          <w:rtl/>
        </w:rPr>
        <w:t>ٱ</w:t>
      </w:r>
      <w:r>
        <w:rPr>
          <w:rFonts w:hint="eastAsia"/>
          <w:rtl/>
        </w:rPr>
        <w:t>لَّذِينَ</w:t>
      </w:r>
      <w:r>
        <w:rPr>
          <w:rtl/>
        </w:rPr>
        <w:t xml:space="preserve"> ءَامَنُواْ بِ</w:t>
      </w:r>
      <w:r>
        <w:rPr>
          <w:rFonts w:hint="cs"/>
          <w:rtl/>
        </w:rPr>
        <w:t>ٱ</w:t>
      </w:r>
      <w:r>
        <w:rPr>
          <w:rFonts w:hint="eastAsia"/>
          <w:rtl/>
        </w:rPr>
        <w:t>للَّهِ</w:t>
      </w:r>
      <w:r>
        <w:rPr>
          <w:rtl/>
        </w:rPr>
        <w:t xml:space="preserve"> وَ</w:t>
      </w:r>
      <w:r>
        <w:rPr>
          <w:rFonts w:hint="cs"/>
          <w:rtl/>
        </w:rPr>
        <w:t>ٱ</w:t>
      </w:r>
      <w:r>
        <w:rPr>
          <w:rFonts w:hint="eastAsia"/>
          <w:rtl/>
        </w:rPr>
        <w:t>عۡتَصَمُواْ</w:t>
      </w:r>
      <w:r>
        <w:rPr>
          <w:rtl/>
        </w:rPr>
        <w:t xml:space="preserve"> بِهِ</w:t>
      </w:r>
      <w:r>
        <w:rPr>
          <w:rFonts w:hint="cs"/>
          <w:rtl/>
        </w:rPr>
        <w:t>ۦ</w:t>
      </w:r>
      <w:r>
        <w:rPr>
          <w:rtl/>
        </w:rPr>
        <w:t xml:space="preserve"> فَسَيُدۡخِلُهُمۡ فِى رَحۡمَةٍ۬ مِّنۡهُ وَفَضۡلٍ۬ وَيَ</w:t>
      </w:r>
      <w:r w:rsidR="001E6BAB" w:rsidRPr="001E6BAB">
        <w:rPr>
          <w:rFonts w:hint="cs"/>
          <w:rtl/>
        </w:rPr>
        <w:t>ه</w:t>
      </w:r>
      <w:r w:rsidRPr="00595365">
        <w:rPr>
          <w:rFonts w:hint="cs"/>
          <w:rtl/>
        </w:rPr>
        <w:t>ۡدِي</w:t>
      </w:r>
      <w:r w:rsidR="001E6BAB" w:rsidRPr="001E6BAB">
        <w:rPr>
          <w:rFonts w:hint="cs"/>
          <w:rtl/>
        </w:rPr>
        <w:t>ه</w:t>
      </w:r>
      <w:r w:rsidRPr="00595365">
        <w:rPr>
          <w:rFonts w:hint="cs"/>
          <w:rtl/>
        </w:rPr>
        <w:t>مۡ إِلَيۡهِ صِرَ</w:t>
      </w:r>
      <w:r w:rsidR="005B7B9E" w:rsidRPr="005B7B9E">
        <w:rPr>
          <w:rFonts w:hint="cs"/>
          <w:rtl/>
        </w:rPr>
        <w:t>ا</w:t>
      </w:r>
      <w:r>
        <w:rPr>
          <w:rFonts w:hint="eastAsia"/>
          <w:rtl/>
        </w:rPr>
        <w:t>طً</w:t>
      </w:r>
      <w:r>
        <w:rPr>
          <w:rtl/>
        </w:rPr>
        <w:t>۬ا مُّسۡتَقِيمً۬ا (١٧٥</w:t>
      </w:r>
      <w:r w:rsidR="009229E3">
        <w:rPr>
          <w:rtl/>
        </w:rPr>
        <w:t>)</w:t>
      </w:r>
    </w:p>
    <w:p w:rsidR="001A403D" w:rsidRDefault="001A403D" w:rsidP="00E36567">
      <w:pPr>
        <w:pStyle w:val="libBoldItalic"/>
      </w:pPr>
      <w:r>
        <w:t>O mankind! Burhan has come to you from your Rabb, and We have sent down to you a clear Noor; (174) As for those who believe in Allah, and hold fast unto Him, He will cause them to enter into His Mercy and Grace, and will guide them to Himself on Siraat-e-Mustaqeem (straight path). (175)</w:t>
      </w:r>
    </w:p>
    <w:p w:rsidR="001A403D" w:rsidRDefault="001A403D" w:rsidP="00E36567">
      <w:pPr>
        <w:pStyle w:val="libNormal"/>
      </w:pPr>
      <w:r>
        <w:t>1-Imam Jafar Sadiq asws said about this verse: Al-Burhan is Mohammad Mustafa sawaw, and Al-Noor is Ali Murtaza asws, and Siraat-e-Mustaqeem is Ali asws. (al-Burhan, v2, p358)</w:t>
      </w:r>
    </w:p>
    <w:p w:rsidR="001A403D" w:rsidRDefault="001A403D" w:rsidP="00E36567">
      <w:pPr>
        <w:pStyle w:val="libNormal"/>
      </w:pPr>
      <w:r>
        <w:t>2-Noor is Imamat of Amirul Momineen Ali asws. As for those who believe in Allah and hold fast to Him, He will admit them to His Mercy and Grace, it means those people who adhere to Walayat of Amirul Momineen asws &amp; Imams asws. (Tafseer Qummi) (al-Burhan, v2, p358)</w:t>
      </w:r>
    </w:p>
    <w:p w:rsidR="001A403D" w:rsidRDefault="001A403D" w:rsidP="009229E3">
      <w:pPr>
        <w:pStyle w:val="libCenterBold1"/>
      </w:pPr>
      <w:r>
        <w:t>Lesson:</w:t>
      </w:r>
    </w:p>
    <w:p w:rsidR="001A403D" w:rsidRDefault="001A403D" w:rsidP="001A403D">
      <w:pPr>
        <w:pStyle w:val="libNormal"/>
      </w:pPr>
      <w:r>
        <w:t>1-Allah has sent down clear Burhan (Proof) sawaw and bright Noor (guidance) asws, so that people can go on Siraat-e-Mustaqeem of Walayat-e-Ali asws to gain nearness of Allah, to stay forever in the shadow of His Mercy and Grace.</w:t>
      </w:r>
    </w:p>
    <w:p w:rsidR="001A403D" w:rsidRDefault="001A403D" w:rsidP="001A403D">
      <w:pPr>
        <w:pStyle w:val="libNormal"/>
      </w:pPr>
      <w:r>
        <w:t>On the contrary, Muqassir Mulla is inviting to Blind Taqleed without demanding proof. Shaitan wants to break the connection to Walayat-e-Ali asws, and wants to take out from the Noor of Walayat to cause people sink into the ocean of Darkness of ignorance.</w:t>
      </w:r>
      <w:r>
        <w:cr/>
      </w:r>
    </w:p>
    <w:p w:rsidR="00EB2345" w:rsidRDefault="00EB2345" w:rsidP="00FC02E7">
      <w:pPr>
        <w:pStyle w:val="libNormal"/>
        <w:rPr>
          <w:rtl/>
        </w:rPr>
      </w:pPr>
      <w:r>
        <w:rPr>
          <w:rFonts w:hint="eastAsia"/>
        </w:rPr>
        <w:br w:type="page"/>
      </w:r>
    </w:p>
    <w:p w:rsidR="001A403D" w:rsidRDefault="00EB2345" w:rsidP="00EB2345">
      <w:pPr>
        <w:pStyle w:val="Heading1Center"/>
      </w:pPr>
      <w:bookmarkStart w:id="6" w:name="_Toc449789399"/>
      <w:r>
        <w:rPr>
          <w:rFonts w:hint="eastAsia"/>
          <w:rtl/>
        </w:rPr>
        <w:lastRenderedPageBreak/>
        <w:t>سُوۡرَةُ</w:t>
      </w:r>
      <w:r>
        <w:rPr>
          <w:rtl/>
        </w:rPr>
        <w:t xml:space="preserve"> </w:t>
      </w:r>
      <w:r w:rsidR="001A403D">
        <w:rPr>
          <w:rtl/>
        </w:rPr>
        <w:t>المَائدة</w:t>
      </w:r>
      <w:bookmarkEnd w:id="6"/>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يَـٰٓأَيُّهَا</w:t>
      </w:r>
      <w:r>
        <w:rPr>
          <w:rtl/>
        </w:rPr>
        <w:t xml:space="preserve"> </w:t>
      </w:r>
      <w:r>
        <w:rPr>
          <w:rFonts w:hint="cs"/>
          <w:rtl/>
        </w:rPr>
        <w:t>ٱ</w:t>
      </w:r>
      <w:r>
        <w:rPr>
          <w:rFonts w:hint="eastAsia"/>
          <w:rtl/>
        </w:rPr>
        <w:t>لَّذِينَ</w:t>
      </w:r>
      <w:r>
        <w:rPr>
          <w:rtl/>
        </w:rPr>
        <w:t xml:space="preserve"> ءَامَنُوٓاْ أَوۡفُواْ بِ</w:t>
      </w:r>
      <w:r>
        <w:rPr>
          <w:rFonts w:hint="cs"/>
          <w:rtl/>
        </w:rPr>
        <w:t>ٱ</w:t>
      </w:r>
      <w:r>
        <w:rPr>
          <w:rFonts w:hint="eastAsia"/>
          <w:rtl/>
        </w:rPr>
        <w:t>لۡعُقُودِ‌ۚ</w:t>
      </w:r>
      <w:r>
        <w:rPr>
          <w:rtl/>
        </w:rPr>
        <w:t xml:space="preserve"> (١</w:t>
      </w:r>
      <w:r w:rsidR="009229E3">
        <w:rPr>
          <w:rtl/>
        </w:rPr>
        <w:t>)</w:t>
      </w:r>
    </w:p>
    <w:p w:rsidR="001A403D" w:rsidRDefault="001A403D" w:rsidP="00E36567">
      <w:pPr>
        <w:pStyle w:val="libBoldItalic"/>
      </w:pPr>
      <w:r>
        <w:t>O you who believe! Fulfil your undertakings.. (1)</w:t>
      </w:r>
    </w:p>
    <w:p w:rsidR="001A403D" w:rsidRDefault="001A403D" w:rsidP="00E36567">
      <w:pPr>
        <w:pStyle w:val="libNormal"/>
      </w:pPr>
      <w:r>
        <w:t>1-About this verse, “O you who believe, fulfil your contracts”, Imam Jafar Sadiq asws said it means Covenant. (al-Burhan, v2, p363)</w:t>
      </w:r>
    </w:p>
    <w:p w:rsidR="001A403D" w:rsidRDefault="001A403D" w:rsidP="00E36567">
      <w:pPr>
        <w:pStyle w:val="libNormal"/>
      </w:pPr>
      <w:r>
        <w:t>2-Imam Mohammad Taqi asws said about this verse: Certainly, Rasool Allah sawaw took firm covenant about Khilafat of Ali asws from the companions on ten occasions, then this verse was revealed, O who believe fulfil your covenant that covenant which was firmly taken from you about Amirul Momineen asws. (al-Burhan, v2, p364)</w:t>
      </w:r>
    </w:p>
    <w:p w:rsidR="001A403D" w:rsidRDefault="001A403D" w:rsidP="00E36567">
      <w:pPr>
        <w:pStyle w:val="libNormal"/>
      </w:pPr>
      <w:r>
        <w:t>3-Anywhere in Quran Allah addressed the believers, their honourable chief and lord is Ali ibne Abi Talib asws. (Ibne Abbas r.a.) (al-Burhan, v2, p363)</w:t>
      </w:r>
    </w:p>
    <w:p w:rsidR="001A403D" w:rsidRDefault="001A403D" w:rsidP="009229E3">
      <w:pPr>
        <w:pStyle w:val="libCenterBold1"/>
      </w:pPr>
      <w:r>
        <w:t>Lesson:</w:t>
      </w:r>
    </w:p>
    <w:p w:rsidR="001A403D" w:rsidRDefault="001A403D" w:rsidP="001A403D">
      <w:pPr>
        <w:pStyle w:val="libNormal"/>
      </w:pPr>
      <w:r>
        <w:t>1-Allah Ta’ala made the covenant &amp; undertaking of Walayat-e-Ali asws very strong, only Momineen keep steadfast on it.</w:t>
      </w:r>
    </w:p>
    <w:p w:rsidR="001A403D" w:rsidRDefault="001A403D" w:rsidP="00385B48">
      <w:pPr>
        <w:pStyle w:val="libAr"/>
      </w:pPr>
      <w:r>
        <w:rPr>
          <w:rFonts w:hint="cs"/>
          <w:rtl/>
        </w:rPr>
        <w:t>ٱ</w:t>
      </w:r>
      <w:r>
        <w:rPr>
          <w:rFonts w:hint="eastAsia"/>
          <w:rtl/>
        </w:rPr>
        <w:t>لۡيَوۡمَ</w:t>
      </w:r>
      <w:r>
        <w:rPr>
          <w:rtl/>
        </w:rPr>
        <w:t xml:space="preserve"> يَ</w:t>
      </w:r>
      <w:r>
        <w:rPr>
          <w:rFonts w:hint="cs"/>
          <w:rtl/>
        </w:rPr>
        <w:t>ٮِٕ</w:t>
      </w:r>
      <w:r>
        <w:rPr>
          <w:rFonts w:hint="eastAsia"/>
          <w:rtl/>
        </w:rPr>
        <w:t>سَ</w:t>
      </w:r>
      <w:r>
        <w:rPr>
          <w:rtl/>
        </w:rPr>
        <w:t xml:space="preserve"> </w:t>
      </w:r>
      <w:r>
        <w:rPr>
          <w:rFonts w:hint="cs"/>
          <w:rtl/>
        </w:rPr>
        <w:t>ٱ</w:t>
      </w:r>
      <w:r>
        <w:rPr>
          <w:rFonts w:hint="eastAsia"/>
          <w:rtl/>
        </w:rPr>
        <w:t>لَّذِينَ</w:t>
      </w:r>
      <w:r>
        <w:rPr>
          <w:rtl/>
        </w:rPr>
        <w:t xml:space="preserve"> كَفَرُواْ مِن دِينِكُمۡ فَلَا تَخۡشَوۡهُمۡ وَ</w:t>
      </w:r>
      <w:r>
        <w:rPr>
          <w:rFonts w:hint="cs"/>
          <w:rtl/>
        </w:rPr>
        <w:t>ٱ</w:t>
      </w:r>
      <w:r>
        <w:rPr>
          <w:rFonts w:hint="eastAsia"/>
          <w:rtl/>
        </w:rPr>
        <w:t>خۡشَوۡنِ‌ۚ</w:t>
      </w:r>
      <w:r>
        <w:rPr>
          <w:rtl/>
        </w:rPr>
        <w:t xml:space="preserve"> </w:t>
      </w:r>
      <w:r>
        <w:rPr>
          <w:rFonts w:hint="cs"/>
          <w:rtl/>
        </w:rPr>
        <w:t>ٱ</w:t>
      </w:r>
      <w:r>
        <w:rPr>
          <w:rFonts w:hint="eastAsia"/>
          <w:rtl/>
        </w:rPr>
        <w:t>لۡيَوۡمَ</w:t>
      </w:r>
      <w:r>
        <w:rPr>
          <w:rtl/>
        </w:rPr>
        <w:t xml:space="preserve"> أَكۡمَلۡتُ لَكُمۡ دِينَكُمۡ وَأَتۡمَمۡتُ عَلَيۡكُمۡ نِعۡمَتِى وَرَضِيتُ لَكُمُ </w:t>
      </w:r>
      <w:r>
        <w:rPr>
          <w:rFonts w:hint="cs"/>
          <w:rtl/>
        </w:rPr>
        <w:t>ٱ</w:t>
      </w:r>
      <w:r>
        <w:rPr>
          <w:rFonts w:hint="eastAsia"/>
          <w:rtl/>
        </w:rPr>
        <w:t>لۡإِسۡلَـٰمَ</w:t>
      </w:r>
      <w:r>
        <w:rPr>
          <w:rtl/>
        </w:rPr>
        <w:t xml:space="preserve"> دِينً۬ا‌ۚ (٣</w:t>
      </w:r>
      <w:r w:rsidR="009229E3">
        <w:rPr>
          <w:rtl/>
        </w:rPr>
        <w:t>)</w:t>
      </w:r>
    </w:p>
    <w:p w:rsidR="001A403D" w:rsidRDefault="001A403D" w:rsidP="00E36567">
      <w:pPr>
        <w:pStyle w:val="libBoldItalic"/>
      </w:pPr>
      <w:r>
        <w:t>.. This day are those who disbelieve are despaired from your religion; so fear them not, but fear Me! This day I have perfected your religion for you and completed My Favour upon you, and have chosen for you Islam as religion... (3)</w:t>
      </w:r>
    </w:p>
    <w:p w:rsidR="001A403D" w:rsidRDefault="001A403D" w:rsidP="00E36567">
      <w:pPr>
        <w:pStyle w:val="libNormal"/>
      </w:pPr>
      <w:r>
        <w:t>1-Nation is in ignorance and being deceived in its Deen. No doubt, Allah Azza wa Jalla did not call His Nabi sawaw back until perfected Deen for the people, and revealed Quran to him in which there is detail of everything, and Halaal &amp; Haraam is clearly mentioned in it, and limits &amp; orders as well, and completely all those things which humans can need, thus Allah Azza wa Jalla says, “We did not leave any shortfall about anything in the Book” (al-An’am, v38), and revealed during the Last Hajj which was the last Hajj of Rasool Allah sawaw, “This day I have perfected your religion for you and completed My Favour upon you, and have chosen for you Islam as religion.” So it is the Amr (commandment) of Imamat which perfected the Deen. And Rasool Allah sawaw did not leave this world until told the pillars of Deen clearly and made Sabeel clear for the people, and left them on the path of Haqq, and appointed Ali asws flag of guidance and Imam for them, and did not leave anything which was not explained which they can be in need of. So who thinks that Allah Azza wa Jalla did not complete His Deen, he rejected the Book of Allah Azza wa Jalla, and who rejected the Book of Allah Ta’ala, he is Kafir. (Imam Ali Raza asws) (al-Burhan, v2, p372)</w:t>
      </w:r>
    </w:p>
    <w:p w:rsidR="001A403D" w:rsidRDefault="001A403D" w:rsidP="00E36567">
      <w:pPr>
        <w:pStyle w:val="libNormal"/>
      </w:pPr>
      <w:r>
        <w:t xml:space="preserve">2-When this verse was revealed, Rasool Allah sawaw said: Allah o Akbar, the completion of Deen and perfection of Favour and Pleasure of </w:t>
      </w:r>
      <w:r>
        <w:lastRenderedPageBreak/>
        <w:t>Allah is with my Risalat and Walayat of Ali ibne Abi Talib asws. (al-Burhan, v2, p373)</w:t>
      </w:r>
    </w:p>
    <w:p w:rsidR="001A403D" w:rsidRDefault="001A403D" w:rsidP="001A403D">
      <w:pPr>
        <w:pStyle w:val="libNormal"/>
      </w:pPr>
      <w:r>
        <w:t>3-Some extracts from the sermon of Rasool Allah sawaw at Ghadeer-e-Khum:</w:t>
      </w:r>
    </w:p>
    <w:p w:rsidR="001A403D" w:rsidRDefault="001A403D" w:rsidP="00E36567">
      <w:pPr>
        <w:pStyle w:val="libBoldItalic"/>
      </w:pPr>
      <w:r>
        <w:t>...I testify for Him from my self because I am His Abd, and testify His Lordship, and I convey whatever He reveals to me, with the realization that if I do not do it such a hardship would come down on me which no one could repel from me even if he is bestower of big favour and friendly character, because there is no God except Him. Certainly He has informed me that which commandment is revealed to me, if I do not convey it then it is as I did not convey His Risalat, and Allah has given me surety that He will protect me from the evil of people, and Allah Himself is Sufficient and Generous, and He has revealed to me, “With the Ism of Allah the Gracious the Merciful, Ya Rasool, what has been sent down upon you from your Rabb convey it, and if you do not do it, then it is as you never conveyed Risalat, and Allah will protect you from the evil of the people” (al-Ma’ida, v67)</w:t>
      </w:r>
    </w:p>
    <w:p w:rsidR="001A403D" w:rsidRDefault="001A403D" w:rsidP="001A403D">
      <w:pPr>
        <w:pStyle w:val="libNormal"/>
      </w:pPr>
      <w:r>
        <w:t>...And I expressed to Jibraeel (a.s.) that Allah Ta’ala should excuse me from conveying this message to you people. Because, O people, I certainly know that there is lack of Muttaqeen (pious ones) and hypocrites are in majority, and there is deceits &amp; deception of sinners, and there are plots of mockers of Islam, whom Allah mentioned in His Book, “Whatever they say from their tongues, it is not in their hearts” and they consider it trivial, whereas it is very hard thing near Allah. And these people have tortured me again and again, so much so that they called me “Ear” and thought that I am like that, only due to this reason that I mostly keep Ali asws with me, and keep attention to him. So Allah Ta’ala revealed about it, “Those people who torture Nabi (sawaw) and say that he is only Ear, you say in reply to those people who consider you such that him being Ear is better for you people”, and if I wish to tell the names of those who say so, I can tell, and if I want to point towards them, I can do, and if I want to introduce (expose) them, I can do, but I am dealing these matters in honourable behaviour. And concerning this matter Allah is not pleased with me at all except that what order He has sent down to me, I should convey it, so Allah says, “Ya Rasool, what has been sent down upon you from your Rabb convey it, and if you do not do it, then it is as you never conveyed Risalat, and Allah will protect you from the evil of the people.”</w:t>
      </w:r>
    </w:p>
    <w:p w:rsidR="001A403D" w:rsidRDefault="001A403D" w:rsidP="001A403D">
      <w:pPr>
        <w:pStyle w:val="libNormal"/>
      </w:pPr>
      <w:r>
        <w:t>O people, know and understand that certainly Allah has appointed Ali asws as Wali and Imam for you, his obedience is made obligatory on Muhajireen &amp; Ansaar, and on those who follow him in virtue, and on inhabitants of villages and cities, and on non-Arabians &amp; Arabians, and on free and slave, and on every small &amp; big, and on every white and black, and this order is applicable to all monotheists, and to accept his words is obligatory, his command will be executed. Whoever will oppose him, he is accursed (Mal</w:t>
      </w:r>
      <w:r>
        <w:rPr>
          <w:rFonts w:hint="eastAsia"/>
        </w:rPr>
        <w:t>’</w:t>
      </w:r>
      <w:r>
        <w:t>oon). Whoever will obey him, he is blessed, whoever will testify him, he is Momin, surely Allah forgave him (his sins) who listened and obeyed him.</w:t>
      </w:r>
    </w:p>
    <w:p w:rsidR="001A403D" w:rsidRDefault="001A403D" w:rsidP="001A403D">
      <w:pPr>
        <w:pStyle w:val="libNormal"/>
      </w:pPr>
      <w:r>
        <w:lastRenderedPageBreak/>
        <w:t>O people, this is the last occasion &amp; place that I am appointing Ali asws. So listen and obey, and accept the order of your Rabb, because Allah Azza wa Jalla is your God and your Wali (Guardian), after Him His Rasool Mohammad (sawaw) is your Wali who is addressing to you while standing, then after me with the order of Allah Who is your Rabb, Ali asws is your Wali and your Imam. Then Imamat is in those who are from his progeny until the day of Meeting with Allah and His Rasool (sawaw). Nothing is Halaal except which Allah has declared Halaal, and nothing is Haraam except which Allah has declared Haraam. Allah has given me the knowledge of Halaal &amp; Haraam, and I have given it to Ali asws the knowledge of the Book which my Rabb has bestowed me and the knowledge of Halaal and Haraam. O people, there is no such knowledge which Allah has not enclosed in my soul, and I have not given that to Imam-ul-Muttaqeen Ali asws, there is no such knowledge which I have not taught Ali asws, and he is the Imam-e-Mubeen asws.</w:t>
      </w:r>
    </w:p>
    <w:p w:rsidR="001A403D" w:rsidRDefault="001A403D" w:rsidP="001A403D">
      <w:pPr>
        <w:pStyle w:val="libNormal"/>
      </w:pPr>
      <w:r>
        <w:t>O people, accept his superiority because Allah has bestowed him superiority, and accept his Walayat because Allah has appointed him.</w:t>
      </w:r>
    </w:p>
    <w:p w:rsidR="001A403D" w:rsidRDefault="001A403D" w:rsidP="001A403D">
      <w:pPr>
        <w:pStyle w:val="libNormal"/>
      </w:pPr>
      <w:r>
        <w:t>O people, he is Imam from Allah, and Allah does not accept anyone’s repentance who denies his Walayat, and will never forgive him. And this is the right of Allah that who opposes His order should deal with him in such way that to give him severe of severest punishment forever and for all the times. So avoid His opposition lest you go in Fire whose fuel is the people and stones which is prepared for the deniers.</w:t>
      </w:r>
    </w:p>
    <w:p w:rsidR="001A403D" w:rsidRDefault="001A403D" w:rsidP="001A403D">
      <w:pPr>
        <w:pStyle w:val="libNormal"/>
      </w:pPr>
      <w:r>
        <w:t>O people, by Allah, previous Prophets (a.s.) and Messengers (a.s.) were given good news about me, and I am the Last of the Prophets (a.s.) &amp; Messengers (a.s.), and I am the Hujjat upon all the creations in the heavens and the earths, thus whoever doubts about it is Kafir, Kafir of previous ignorance. And whoever doubted about my this saying (Walayat-e-Ali asws) he doubted in my Risalat, and doubtful about it will go to Fire.</w:t>
      </w:r>
    </w:p>
    <w:p w:rsidR="001A403D" w:rsidRDefault="001A403D" w:rsidP="001A403D">
      <w:pPr>
        <w:pStyle w:val="libNormal"/>
      </w:pPr>
      <w:r>
        <w:t>O people, believe Ali asws superior because after me he is superior to all whether they are men or women. For our sake Allah sends down provisions (Rizq) and creations perpetuate for our sake as well. He is accursed, accursed, wrathed one, wrathed one who rejects my this saying and does not agree with it. Beware, Jibraeel (a.s.) has conveyed this news from Allah that who keeps animosity with Ali asws and does not keep friendship with him, My Curse and My Wrath is on him. So every soul should ponder what he sends forward for tomorrow. Fear Allah and do not oppose Him, lest your feet slip after being steadfast. No doubt whatever you are doing Allah is Knowing.</w:t>
      </w:r>
    </w:p>
    <w:p w:rsidR="001A403D" w:rsidRDefault="001A403D" w:rsidP="001A403D">
      <w:pPr>
        <w:pStyle w:val="libNormal"/>
      </w:pPr>
      <w:r>
        <w:t>O people, he (Ali asws) is Janbullah, whom Allah has mentioned in His Book, “Alas, why I did shortfall concerning Janbullah”</w:t>
      </w:r>
    </w:p>
    <w:p w:rsidR="001A403D" w:rsidRDefault="001A403D" w:rsidP="001A403D">
      <w:pPr>
        <w:pStyle w:val="libNormal"/>
      </w:pPr>
      <w:r>
        <w:t>By Allah, no one will explain to you correctly the warnings in Quran and will not make clear its Tafseer for you except this personality whose hand I am holding and whom I am lifting and whose arm I am holding and am teaching you that for whomever I am Maola, for him is this Ali asws Maola, and he is Ali ibne Abi Talib asws, my brother and my Wasi, and his being Wali is from Allah Azza wa Jalla, and He has sent down this commandment upon me.</w:t>
      </w:r>
    </w:p>
    <w:p w:rsidR="001A403D" w:rsidRDefault="001A403D" w:rsidP="001A403D">
      <w:pPr>
        <w:pStyle w:val="libNormal"/>
      </w:pPr>
      <w:r>
        <w:lastRenderedPageBreak/>
        <w:t>Then Rasool Allah sawaw raised Ali asws more high by holding his arm, so much that his feet came at the level of his knees. Although he was holding the hand of Amirul Momineen asws since that time when he mounted the pulpit.</w:t>
      </w:r>
    </w:p>
    <w:p w:rsidR="001A403D" w:rsidRDefault="001A403D" w:rsidP="001A403D">
      <w:pPr>
        <w:pStyle w:val="libNormal"/>
      </w:pPr>
      <w:r>
        <w:t>O Allah, You keep friendship with him who keeps friendship with him, and keep animosity to him who keeps animosity to him, and curse on him who denies him and opposes his right, and be wrathful to him who fights with him.</w:t>
      </w:r>
    </w:p>
    <w:p w:rsidR="001A403D" w:rsidRDefault="001A403D" w:rsidP="001A403D">
      <w:pPr>
        <w:pStyle w:val="libNormal"/>
      </w:pPr>
      <w:r>
        <w:t>O Allah, You have revealed it to me that Imamat is for Your Wali Ali asws, and when I announced his superiority openly with which You perfected the Deen of Your servants and completed Your Favour upon them and chose Islam as Deen for them, then You said, “And who will adopt instead of Islam any Deen then nothing will be accepted from him and he will be among the losers in the Hereafter” (Aal-e-Imran, v85), Ya Allah, I make You Witness that I have conveyed Your message.</w:t>
      </w:r>
    </w:p>
    <w:p w:rsidR="001A403D" w:rsidRDefault="001A403D" w:rsidP="001A403D">
      <w:pPr>
        <w:pStyle w:val="libNormal"/>
      </w:pPr>
      <w:r>
        <w:t>O people, this Ali asws helps me more than you all together, and is more rightful than you all near me, and is more near &amp; beloved to me than you all, and Allah Azza wa Jalla and I both are pleased with him, and there is no verse related to Pleasure of Allah revealed which is not about him, and Allah did not address Momineen in any place but its real addressee is him, and there is no praising verse in Quran revealed which is not in his favour, and in Sura Hal Ata Allah has confirmed Jannah specifically for him, and did not reveal that Sura in any other’s favour except him, nor praised any one else in it except him.</w:t>
      </w:r>
    </w:p>
    <w:p w:rsidR="001A403D" w:rsidRDefault="001A403D" w:rsidP="001A403D">
      <w:pPr>
        <w:pStyle w:val="libNormal"/>
      </w:pPr>
      <w:r>
        <w:t>O people, every Nabi’s progeny is from himself, but my progeny (asws) is from Ali asws.</w:t>
      </w:r>
    </w:p>
    <w:p w:rsidR="001A403D" w:rsidRDefault="001A403D" w:rsidP="001A403D">
      <w:pPr>
        <w:pStyle w:val="libNormal"/>
      </w:pPr>
      <w:r>
        <w:t>O people, Iblees caused Adam (a.s.) to exit from Paradise due to enviousness. Thus you must not be jealous to Ali asws, otherwise your all deeds will be nullified, and your feet will stagger. Adam (a.s.) was sent down on the earth due to one mistake, though he was chosen of Allah, then what will be your condition if you slip while you are only servant of Allah? No one keeps grudge with Ali asws except evil hearted, and no one loves Ali asws except pious one, and no one believes in him except pure Momin, and by Allah, He revealed Sura al-Asr only in favour of Ali asws.</w:t>
      </w:r>
    </w:p>
    <w:p w:rsidR="001A403D" w:rsidRDefault="001A403D" w:rsidP="001A403D">
      <w:pPr>
        <w:pStyle w:val="libNormal"/>
      </w:pPr>
      <w:r>
        <w:t>O people, believe in Allah and His Rasool sawaw and that Noor which came down with him, before that We disfigure your faces then turn them toward back.</w:t>
      </w:r>
    </w:p>
    <w:p w:rsidR="001A403D" w:rsidRDefault="001A403D" w:rsidP="001A403D">
      <w:pPr>
        <w:pStyle w:val="libNormal"/>
      </w:pPr>
      <w:r>
        <w:t>O people, Noor from Allah Azza wa Jalla is in my self, then it is transferred to Ali asws, then in his progeny until al-Qaim al-Mahdi asws who will take revenge for the right of Allah and for the right of all Momineen, because Allah has made us Hujjat on Muqassireen, enemies, opponents, usurpers, sinfuls, and unjust ones of all the worlds.</w:t>
      </w:r>
    </w:p>
    <w:p w:rsidR="001A403D" w:rsidRDefault="001A403D" w:rsidP="001A403D">
      <w:pPr>
        <w:pStyle w:val="libNormal"/>
      </w:pPr>
      <w:r>
        <w:t>O people, you do not show favour to us by accepting Islam otherwise Allah will be Wrathful upon you, and then punishment will strike you from Him, and He is looking for such people.</w:t>
      </w:r>
    </w:p>
    <w:p w:rsidR="001A403D" w:rsidRDefault="001A403D" w:rsidP="001A403D">
      <w:pPr>
        <w:pStyle w:val="libNormal"/>
      </w:pPr>
      <w:r>
        <w:t xml:space="preserve">O people, just after me there will be such Imams who will invite toward Fire, and they will not be helped on the day of Qiyamah. O people, no doubt, Allah and I both are immune to them. O people, certainly those </w:t>
      </w:r>
      <w:r>
        <w:lastRenderedPageBreak/>
        <w:t>Imams and their supporters and their Shias and their Muqallideen (followers) will be in the lowest level of the Hell, such is the evil residence of the arrogant ones.</w:t>
      </w:r>
    </w:p>
    <w:p w:rsidR="001A403D" w:rsidRDefault="001A403D" w:rsidP="001A403D">
      <w:pPr>
        <w:pStyle w:val="libNormal"/>
      </w:pPr>
      <w:r>
        <w:t>O people, I leave Imamat &amp; Warasat (inheritor &amp; owner of Deen) in my progeny asws until Qiyamah, and which thing I was commanded to convey that I have conveyed which is Hujjat (proof, authority) on every present and absent, and on everyone who is present here or is not present, and on everyone who has been born or who is not yet born. Thus who is present should convey it to the absent, and every father should preach (convey, Tableegh) Walayat to his son, this chain should continue until Qiyamah. And soon people will make a state by usurping. Beware, Curse of Allah is on usurpers and their companions. And O both parties, We will be free quickly to take your account (Hisaab) that time, then on both engulfing Fire and molten copper will be sent, so you both will not be able to stop it.</w:t>
      </w:r>
    </w:p>
    <w:p w:rsidR="001A403D" w:rsidRDefault="001A403D" w:rsidP="001A403D">
      <w:pPr>
        <w:pStyle w:val="libNormal"/>
      </w:pPr>
      <w:r>
        <w:t>O people, there is no such habitat (dwelling) which is not destroyed due to belying him (Ali asws), and similarly every habitat will be destroyed which does injustice, as Allah Azza wa Jalla has mentioned. And this Ali asws is your Imam and your Wali, and those are promises (covenants) of Allah and Allah fulfils His promise.</w:t>
      </w:r>
    </w:p>
    <w:p w:rsidR="001A403D" w:rsidRDefault="001A403D" w:rsidP="001A403D">
      <w:pPr>
        <w:pStyle w:val="libNormal"/>
      </w:pPr>
      <w:r>
        <w:t>O people, offer prayer and give Zakat as Allah Azza wa Jalla has commanded. If your time is extended and you do a mistake then this Ali asws is your Wali (Guardian), he will make (truth) clear for you, whom Allah Azza wa Jalla has appointed.</w:t>
      </w:r>
    </w:p>
    <w:p w:rsidR="001A403D" w:rsidRDefault="001A403D" w:rsidP="001A403D">
      <w:pPr>
        <w:pStyle w:val="libNormal"/>
      </w:pPr>
      <w:r>
        <w:t>O people, every Halaal which I have told you, and every Haraam from which I have forbidden you, certainly I will not step back from it nor will change it, so you remember it, guard it, and advise each other about it, and never change it nor alter it. Beware, I again repeat this thing. Beware, establish prayer and give Zakat, and command good and forbid evil. Beware, important thing about Amr-bil-Maroof and Nahi-anil-Munkir is that it should be done according to my words (saying, order), and convey this message to him who is not present here, and command him to accept my order, and forbid him to oppose my words, because this is command of Allah Azza wa Jalla and mine, and without Imam (asws) neither is Amr-bil-Maroof nor Nahi-anil-Munkir.</w:t>
      </w:r>
    </w:p>
    <w:p w:rsidR="001A403D" w:rsidRDefault="001A403D" w:rsidP="001A403D">
      <w:pPr>
        <w:pStyle w:val="libNormal"/>
      </w:pPr>
      <w:r>
        <w:t xml:space="preserve">O people, your number is more than that you pay allegiance to me one by one at this moment, but Allah has commanded me take testimony from your tongues for this matter that I have taken firm covenant of Ali asws being Amirul Momineen, and after him for those Imams asws who are from mine &amp; his progeny, I have told you already that my progeny is from him (Ali asws). So you testify all together, “Whatever You (sawaw) have conveyed to us from our Rabb &amp; your Rabb concerning Ali asws and concerning those Imams asws who are from his family and from his progeny, we have listened and we are happy with it, ready to obey. We pay allegiance to it with our heart, with soul, with tongue and with hand, we will live with it and die on it as well, and will be raised on it as well, and we will not make any change &amp; alteration in it, nor will we doubt &amp; suspect about it, and we will never turn away from this covenant, nor will break this undertaking (Pact), and we will obey Allah and you (sawaw) and obey Amirul </w:t>
      </w:r>
      <w:r>
        <w:lastRenderedPageBreak/>
        <w:t>Momineen Ali asws and Imams asws who are from his progeny, and whom you (sawaw) have mentioned that they are from your progeny and from him (Ali asws) after Hassan asws and Hussain asws.</w:t>
      </w:r>
    </w:p>
    <w:p w:rsidR="001A403D" w:rsidRDefault="001A403D" w:rsidP="001A403D">
      <w:pPr>
        <w:pStyle w:val="libNormal"/>
      </w:pPr>
      <w:r>
        <w:t>O people, say that what I am telling you, and say Salam to Ali asws while addressing him Amirul Momineen, and say that as well, “We listen and obey, O our Rabb forgive us, and we will return only to You” and say this as well, “Every Praise is only for Allah Who guided us to this matter, and if Allah would not have guided us then we would not have been guided.</w:t>
      </w:r>
    </w:p>
    <w:p w:rsidR="001A403D" w:rsidRDefault="001A403D" w:rsidP="001A403D">
      <w:pPr>
        <w:pStyle w:val="libNormal"/>
      </w:pPr>
      <w:r>
        <w:t>O people, there are abundant merits of Ali ibne Abi Talib asws near Allah, and what He has revealed in Quran it is much more than that I could narrate in my one sermon at one place. Thus anyone who tells you those merits and make you understand then you should confirm it.</w:t>
      </w:r>
    </w:p>
    <w:p w:rsidR="001A403D" w:rsidRDefault="001A403D" w:rsidP="00E36567">
      <w:pPr>
        <w:pStyle w:val="libNormal"/>
      </w:pPr>
      <w:r>
        <w:t>O people, say only that thing, by saying which Allah is pleased with you. Then if you and all the inhabitants of earth become Kafir (denier of Walayat-e-Ali asws), you will not be able to cause any loss to Allah. Ya Allah, You pardon all Momineen, and send down Your Wrath on all Kafirs, and every Praise is for Allah the Rabb of the worlds. (al-Burhan, v2, p376)</w:t>
      </w:r>
    </w:p>
    <w:p w:rsidR="001A403D" w:rsidRDefault="001A403D" w:rsidP="00E36567">
      <w:pPr>
        <w:pStyle w:val="libNormal"/>
      </w:pPr>
      <w:r>
        <w:t>4-When Rasool Allah sawaw finished his sermon, then people saw a handsome man whose smell was pleasing and he was saying, “By Allah, as we saw Mohammad Mustafa sawaw never saw (in this condition) before, he was advising about (Walayat of) his uncle’s son with so much severity, and made so strong covenant that no body can break it except who is denier of Allah the Azeem and His Rasool sawaw, who will break this firm covenant, everlasting destruction is for him.” When a person heard these words and saw his handsome face, he came to Nabi Akram sawaw and said: Did you hear what this man is saying, he is saying so and so. Rasool Allah sawaw said: Do you know who is this man? He is Roohul Ameen Jibraeel (a.s.). His addressee are you, that do not break the covenant and if you do that then Allah and His Rasool sawaw and His Angels and Momineen are immune to you. (Imam Jafar Sadiq asws) (al-Burhan, v2, p391)</w:t>
      </w:r>
    </w:p>
    <w:p w:rsidR="00595365" w:rsidRDefault="001A403D" w:rsidP="00E36567">
      <w:pPr>
        <w:pStyle w:val="libNormal"/>
      </w:pPr>
      <w:r>
        <w:t>5-On Friday when Rasool Allah sawaw came down from Arafat, Jibraeel (a.s.) came and gave message, “Ya Mohammad sawaw, Allah says Salam to you, and says to you: Tell your Ummah, ‘This day I have perfected your Deen for you with Walayat of Ali ibne Abi Talib asws and completed My Favour upon you and chose Islam as Deen for you and after this no further command will be revealed, Salaah, Zakat, Saom, and Hajj was revealed and this (Walayat) is the fifth one, and these (first) four will never be accepted with out this (Walayat-e-Ali asws).’ (Imam Jafar Sadiq asws) (al-Burhan, v2, p391)</w:t>
      </w:r>
    </w:p>
    <w:p w:rsidR="001A403D" w:rsidRDefault="001A403D" w:rsidP="009229E3">
      <w:pPr>
        <w:pStyle w:val="libCenterBold1"/>
      </w:pPr>
      <w:r>
        <w:t>Lesson:</w:t>
      </w:r>
    </w:p>
    <w:p w:rsidR="001A403D" w:rsidRDefault="001A403D" w:rsidP="001A403D">
      <w:pPr>
        <w:pStyle w:val="libNormal"/>
      </w:pPr>
      <w:r>
        <w:t>1-The commandment of Allah and sermon of Rasool Allah sawaw is so clear and comprehensive that whole Deen is understood. If Walayat-e-Ali asws would not be in Islam then Allah the Needless (al-Samad) is not pleased with such Islam. And He does not accept even good deeds performed in Islam without Walayat-e-Ali asws.</w:t>
      </w:r>
    </w:p>
    <w:p w:rsidR="001A403D" w:rsidRDefault="001A403D" w:rsidP="001A403D">
      <w:pPr>
        <w:pStyle w:val="libNormal"/>
      </w:pPr>
      <w:r>
        <w:t xml:space="preserve">2-Allah Ta’ala perfected Deen, the solution of each and every problem is present in Quran &amp; Hadees, and Qaim Hujjat asws of Allah is also Hazir </w:t>
      </w:r>
      <w:r>
        <w:lastRenderedPageBreak/>
        <w:t>Nazir. Not any Muqassir Mulla is allowed to personally interfere with Deen. Halaal and Haraam in Deen are made clear by Rasool Allah sawaw, nothing can be changed or altered in them until Qiyamah.</w:t>
      </w:r>
    </w:p>
    <w:p w:rsidR="001A403D" w:rsidRDefault="001A403D" w:rsidP="001A403D">
      <w:pPr>
        <w:pStyle w:val="libNormal"/>
      </w:pPr>
      <w:r>
        <w:t>3-Allah has given surety of protection, who preaches Walayat-e-Ali asws. And who hinders the preaching, he is surrounded by Wrath of Allah. Whole his life Rasool Allah sawaw heard taunting of people and endured tortures due to his devotion to Maola Ali asws. But Rahmatul-lil-Aalameen sawaw kept lenient lest Muslims should not become Murtad.</w:t>
      </w:r>
    </w:p>
    <w:p w:rsidR="00595365" w:rsidRDefault="001A403D" w:rsidP="001A403D">
      <w:pPr>
        <w:pStyle w:val="libNormal"/>
      </w:pPr>
      <w:r>
        <w:t>4-It is only the right of Masumeen asws to do translation, Tafseer &amp; Taweel of Quran. Quran is the praise of Masumeen asws, and news of punishment for their enemies.</w:t>
      </w:r>
    </w:p>
    <w:p w:rsidR="00595365" w:rsidRDefault="001A403D" w:rsidP="001A403D">
      <w:pPr>
        <w:pStyle w:val="libNormal"/>
      </w:pPr>
      <w:r>
        <w:t>5-At Ghadeer-e-Khum Maola Mohammad Mustafa sawaw was holding Natiq (speaking) Quran (Maola Ali asws) in his holy hands.</w:t>
      </w:r>
    </w:p>
    <w:p w:rsidR="001A403D" w:rsidRDefault="001A403D" w:rsidP="001A403D">
      <w:pPr>
        <w:pStyle w:val="libNormal"/>
      </w:pPr>
      <w:r>
        <w:t>6-Maola Ali asws and Infallible Imams asws are Hujjat on Muqassireen and unjust ones. If they do not accept undeniable proof and evidence, their faces will be disfigured and turned toward backs.</w:t>
      </w:r>
    </w:p>
    <w:p w:rsidR="001A403D" w:rsidRDefault="001A403D" w:rsidP="001A403D">
      <w:pPr>
        <w:pStyle w:val="libNormal"/>
      </w:pPr>
      <w:r>
        <w:t>7-Not any Muqassir Mulla has the right to show that he did a big favour to Allah by accepting Islam and Islam is saved and spread by Muqassireen. Rather a person’s respect &amp; honour is due to Islam.</w:t>
      </w:r>
    </w:p>
    <w:p w:rsidR="001A403D" w:rsidRDefault="001A403D" w:rsidP="001A403D">
      <w:pPr>
        <w:pStyle w:val="libNormal"/>
      </w:pPr>
      <w:r>
        <w:t>8-Self-made Imams who are proud that they are Ayatollah al-Uzma and Hujjatul Islam (i.e. who are openly usurping the Alqabaat of Masumeen asws) and their Shias who are opponents of Walayat-e-Ali asws will remain in Hell forever.</w:t>
      </w:r>
    </w:p>
    <w:p w:rsidR="001A403D" w:rsidRDefault="001A403D" w:rsidP="001A403D">
      <w:pPr>
        <w:pStyle w:val="libNormal"/>
      </w:pPr>
      <w:r>
        <w:t>9-It is obligatory on all to convey the message of Walayat-e-Ali asws to the next generation, and it is must for the parents to preach Walayat-e-Ali asws to their children. Walayat-e-Ali asws means Walayat of Fourteen Infallibles asws which is Walayat-e-Elahia.</w:t>
      </w:r>
    </w:p>
    <w:p w:rsidR="001A403D" w:rsidRDefault="001A403D" w:rsidP="001A403D">
      <w:pPr>
        <w:pStyle w:val="libNormal"/>
      </w:pPr>
      <w:r>
        <w:t>10-Salaah, Saom, Zakat, Hajj should be performed according to the order of Allah and Masumeen asws. Nothing should be accepted from Muqassir Mulla who thinks that he has the authority to change Halaal and Haraam.</w:t>
      </w:r>
    </w:p>
    <w:p w:rsidR="001A403D" w:rsidRDefault="001A403D" w:rsidP="001A403D">
      <w:pPr>
        <w:pStyle w:val="libNormal"/>
      </w:pPr>
      <w:r>
        <w:t>11-Testimony of Walayat-e-Ali asws has to be given in the Presence of Allah and His Rasool sawaw, and it is obligatory to live and die for Walayat-e-Ali asws. To doubt about Walayat-e-Ali asws or to make any Muqassir Mulla partner in Walayat is invoking Azaab.</w:t>
      </w:r>
    </w:p>
    <w:p w:rsidR="001A403D" w:rsidRDefault="001A403D" w:rsidP="001A403D">
      <w:pPr>
        <w:pStyle w:val="libNormal"/>
      </w:pPr>
      <w:r>
        <w:t>12-Merits of Maola Ali asws are infinite. If all the inhabitants of earth become Muqassir and denier of Walayat, Allah and Masumeen asws does not care about it. Walayat-e-Ali asws is for one’s own benefit and success.</w:t>
      </w:r>
    </w:p>
    <w:p w:rsidR="001A403D" w:rsidRDefault="001A403D" w:rsidP="00385B48">
      <w:pPr>
        <w:pStyle w:val="libAr"/>
      </w:pPr>
      <w:r>
        <w:rPr>
          <w:rFonts w:hint="eastAsia"/>
          <w:rtl/>
        </w:rPr>
        <w:t>وَمَن</w:t>
      </w:r>
      <w:r>
        <w:rPr>
          <w:rtl/>
        </w:rPr>
        <w:t xml:space="preserve"> يَكۡفُرۡ بِ</w:t>
      </w:r>
      <w:r>
        <w:rPr>
          <w:rFonts w:hint="cs"/>
          <w:rtl/>
        </w:rPr>
        <w:t>ٱ</w:t>
      </w:r>
      <w:r>
        <w:rPr>
          <w:rFonts w:hint="eastAsia"/>
          <w:rtl/>
        </w:rPr>
        <w:t>لۡإِيمَـٰنِ</w:t>
      </w:r>
      <w:r>
        <w:rPr>
          <w:rtl/>
        </w:rPr>
        <w:t xml:space="preserve"> فَقَدۡ حَبِطَ عَمَلُهُ </w:t>
      </w:r>
      <w:r>
        <w:rPr>
          <w:rFonts w:hint="cs"/>
          <w:rtl/>
        </w:rPr>
        <w:t>ۥ</w:t>
      </w:r>
      <w:r>
        <w:rPr>
          <w:rtl/>
        </w:rPr>
        <w:t xml:space="preserve"> وَهُوَ فِى </w:t>
      </w:r>
      <w:r>
        <w:rPr>
          <w:rFonts w:hint="cs"/>
          <w:rtl/>
        </w:rPr>
        <w:t>ٱ</w:t>
      </w:r>
      <w:r>
        <w:rPr>
          <w:rFonts w:hint="eastAsia"/>
          <w:rtl/>
        </w:rPr>
        <w:t>لۡأَخِرَةِ</w:t>
      </w:r>
      <w:r>
        <w:rPr>
          <w:rtl/>
        </w:rPr>
        <w:t xml:space="preserve"> مِنَ </w:t>
      </w:r>
      <w:r>
        <w:rPr>
          <w:rFonts w:hint="cs"/>
          <w:rtl/>
        </w:rPr>
        <w:t>ٱ</w:t>
      </w:r>
      <w:r>
        <w:rPr>
          <w:rFonts w:hint="eastAsia"/>
          <w:rtl/>
        </w:rPr>
        <w:t>لۡخَـٰسِرِينَ</w:t>
      </w:r>
      <w:r>
        <w:rPr>
          <w:rtl/>
        </w:rPr>
        <w:t xml:space="preserve"> (٥</w:t>
      </w:r>
      <w:r w:rsidR="009229E3">
        <w:rPr>
          <w:rtl/>
        </w:rPr>
        <w:t>)</w:t>
      </w:r>
    </w:p>
    <w:p w:rsidR="001A403D" w:rsidRDefault="001A403D" w:rsidP="00E36567">
      <w:pPr>
        <w:pStyle w:val="libBoldItalic"/>
      </w:pPr>
      <w:r>
        <w:t>And whoever denies Emaan (faith), verily his work has becom vain (worthless) and he will be among the losers in the Hereafter. (5)</w:t>
      </w:r>
    </w:p>
    <w:p w:rsidR="001A403D" w:rsidRDefault="001A403D" w:rsidP="00E36567">
      <w:pPr>
        <w:pStyle w:val="libNormal"/>
      </w:pPr>
      <w:r>
        <w:t>1-Imam Mohammad Baqir asws said about this verse: It means who denied Walayat-e-Ali asws, and Ali asws is the Emaan. (al-Burhan, v2, p405)</w:t>
      </w:r>
    </w:p>
    <w:p w:rsidR="001A403D" w:rsidRDefault="001A403D" w:rsidP="009229E3">
      <w:pPr>
        <w:pStyle w:val="libCenterBold1"/>
      </w:pPr>
      <w:r>
        <w:t>Lesson:</w:t>
      </w:r>
    </w:p>
    <w:p w:rsidR="001A403D" w:rsidRDefault="001A403D" w:rsidP="001A403D">
      <w:pPr>
        <w:pStyle w:val="libNormal"/>
      </w:pPr>
      <w:r>
        <w:t xml:space="preserve">1-If any ignorant person claims to believe in Walayat-e-Ali asws and he does Taqleed of Muqassir Mulla as well who issues Fatawa against Azadari </w:t>
      </w:r>
      <w:r>
        <w:lastRenderedPageBreak/>
        <w:t>&amp; Walayat, then that ignorant is riding two boats at a time. He will definitely drown. The boat of salvation (Safeena-e-Nijaat) is only one.</w:t>
      </w:r>
    </w:p>
    <w:p w:rsidR="001A403D" w:rsidRDefault="001A403D" w:rsidP="00385B48">
      <w:pPr>
        <w:pStyle w:val="libAr"/>
      </w:pPr>
      <w:r>
        <w:rPr>
          <w:rFonts w:hint="eastAsia"/>
          <w:rtl/>
        </w:rPr>
        <w:t>وَ</w:t>
      </w:r>
      <w:r>
        <w:rPr>
          <w:rFonts w:hint="cs"/>
          <w:rtl/>
        </w:rPr>
        <w:t>ٱ</w:t>
      </w:r>
      <w:r>
        <w:rPr>
          <w:rFonts w:hint="eastAsia"/>
          <w:rtl/>
        </w:rPr>
        <w:t>ذۡ</w:t>
      </w:r>
      <w:r w:rsidR="001E6BAB" w:rsidRPr="001E6BAB">
        <w:rPr>
          <w:rFonts w:hint="cs"/>
          <w:rtl/>
        </w:rPr>
        <w:t>ک</w:t>
      </w:r>
      <w:r>
        <w:rPr>
          <w:rFonts w:hint="eastAsia"/>
          <w:rtl/>
        </w:rPr>
        <w:t>رُواْ</w:t>
      </w:r>
      <w:r>
        <w:rPr>
          <w:rtl/>
        </w:rPr>
        <w:t xml:space="preserve"> نِعۡمَةَ </w:t>
      </w:r>
      <w:r>
        <w:rPr>
          <w:rFonts w:hint="cs"/>
          <w:rtl/>
        </w:rPr>
        <w:t>ٱ</w:t>
      </w:r>
      <w:r>
        <w:rPr>
          <w:rFonts w:hint="eastAsia"/>
          <w:rtl/>
        </w:rPr>
        <w:t>للَّهِ</w:t>
      </w:r>
      <w:r>
        <w:rPr>
          <w:rtl/>
        </w:rPr>
        <w:t xml:space="preserve"> عَلَيۡكُمۡ وَمِيثَـٰقَهُ </w:t>
      </w:r>
      <w:r>
        <w:rPr>
          <w:rFonts w:hint="cs"/>
          <w:rtl/>
        </w:rPr>
        <w:t>ٱ</w:t>
      </w:r>
      <w:r>
        <w:rPr>
          <w:rFonts w:hint="eastAsia"/>
          <w:rtl/>
        </w:rPr>
        <w:t>لَّذِى</w:t>
      </w:r>
      <w:r>
        <w:rPr>
          <w:rtl/>
        </w:rPr>
        <w:t xml:space="preserve"> وَاثَقَكُم بِهِ</w:t>
      </w:r>
      <w:r>
        <w:rPr>
          <w:rFonts w:hint="cs"/>
          <w:rtl/>
        </w:rPr>
        <w:t>ۦۤ</w:t>
      </w:r>
      <w:r>
        <w:rPr>
          <w:rtl/>
        </w:rPr>
        <w:t xml:space="preserve"> إِذۡ قُلۡتُمۡ سَمِعۡنَا وَأَطَعۡنَا‌ۖ وَ</w:t>
      </w:r>
      <w:r>
        <w:rPr>
          <w:rFonts w:hint="cs"/>
          <w:rtl/>
        </w:rPr>
        <w:t>ٱ</w:t>
      </w:r>
      <w:r>
        <w:rPr>
          <w:rFonts w:hint="eastAsia"/>
          <w:rtl/>
        </w:rPr>
        <w:t>تَّقُواْ</w:t>
      </w:r>
      <w:r>
        <w:rPr>
          <w:rtl/>
        </w:rPr>
        <w:t xml:space="preserve"> </w:t>
      </w:r>
      <w:r>
        <w:rPr>
          <w:rFonts w:hint="cs"/>
          <w:rtl/>
        </w:rPr>
        <w:t>ٱ</w:t>
      </w:r>
      <w:r>
        <w:rPr>
          <w:rFonts w:hint="eastAsia"/>
          <w:rtl/>
        </w:rPr>
        <w:t>للَّهَ‌ۚ</w:t>
      </w:r>
      <w:r>
        <w:rPr>
          <w:rtl/>
        </w:rPr>
        <w:t xml:space="preserve"> إِنَّ </w:t>
      </w:r>
      <w:r>
        <w:rPr>
          <w:rFonts w:hint="cs"/>
          <w:rtl/>
        </w:rPr>
        <w:t>ٱ</w:t>
      </w:r>
      <w:r>
        <w:rPr>
          <w:rFonts w:hint="eastAsia"/>
          <w:rtl/>
        </w:rPr>
        <w:t>للَّهَ</w:t>
      </w:r>
      <w:r>
        <w:rPr>
          <w:rtl/>
        </w:rPr>
        <w:t xml:space="preserve"> عَلِيمُۢ بِذَاتِ </w:t>
      </w:r>
      <w:r>
        <w:rPr>
          <w:rFonts w:hint="cs"/>
          <w:rtl/>
        </w:rPr>
        <w:t>ٱ</w:t>
      </w:r>
      <w:r>
        <w:rPr>
          <w:rFonts w:hint="eastAsia"/>
          <w:rtl/>
        </w:rPr>
        <w:t>لصُّدُورِ</w:t>
      </w:r>
      <w:r>
        <w:rPr>
          <w:rtl/>
        </w:rPr>
        <w:t xml:space="preserve"> (٧</w:t>
      </w:r>
      <w:r w:rsidR="009229E3">
        <w:rPr>
          <w:rtl/>
        </w:rPr>
        <w:t>)</w:t>
      </w:r>
    </w:p>
    <w:p w:rsidR="001A403D" w:rsidRDefault="001A403D" w:rsidP="00E36567">
      <w:pPr>
        <w:pStyle w:val="libBoldItalic"/>
      </w:pPr>
      <w:r>
        <w:t>And remember (do Zikr of) Allah's Favour upon you and His covenant with which He bound you when you said, “We hear and we obey”, and fear Allah. No doubt Allah is Knower what is in the chests (hearts). (7)</w:t>
      </w:r>
    </w:p>
    <w:p w:rsidR="001A403D" w:rsidRDefault="001A403D" w:rsidP="00E36567">
      <w:pPr>
        <w:pStyle w:val="libNormal"/>
      </w:pPr>
      <w:r>
        <w:t>1-When Rasool Allah sawaw took covenant of Walayat, then they said, “We hear and we obey”, then they broke their covenant. (Tafseer Qummi) (al-Burhan, v2, p415)</w:t>
      </w:r>
    </w:p>
    <w:p w:rsidR="001A403D" w:rsidRDefault="001A403D" w:rsidP="009229E3">
      <w:pPr>
        <w:pStyle w:val="libCenterBold1"/>
      </w:pPr>
      <w:r>
        <w:t>Lesson:</w:t>
      </w:r>
    </w:p>
    <w:p w:rsidR="001A403D" w:rsidRDefault="001A403D" w:rsidP="001A403D">
      <w:pPr>
        <w:pStyle w:val="libNormal"/>
      </w:pPr>
      <w:r>
        <w:t>1-The biggest Favour (Ne’mat) of Allah is Walayat-e-Ali asws, and the great Zikr of Allah is Maola Ali asws. Muqassireen say in front of people, “We also believe in Walayat-e-Ali asws” but when they stand in the presence of Allah, they neither mention Favour of Allah (Walayat) nor they do Zikr of Allah (Ali asws), but Allah knows the hidden grudge of Masumeen asws in their hearts.</w:t>
      </w:r>
    </w:p>
    <w:p w:rsidR="001A403D" w:rsidRDefault="001A403D" w:rsidP="00385B48">
      <w:pPr>
        <w:pStyle w:val="libAr"/>
      </w:pPr>
      <w:r>
        <w:rPr>
          <w:rFonts w:hint="eastAsia"/>
          <w:rtl/>
        </w:rPr>
        <w:t>وَلَقَدۡ</w:t>
      </w:r>
      <w:r>
        <w:rPr>
          <w:rtl/>
        </w:rPr>
        <w:t xml:space="preserve"> أَخَذَ </w:t>
      </w:r>
      <w:r>
        <w:rPr>
          <w:rFonts w:hint="cs"/>
          <w:rtl/>
        </w:rPr>
        <w:t>ٱ</w:t>
      </w:r>
      <w:r>
        <w:rPr>
          <w:rFonts w:hint="eastAsia"/>
          <w:rtl/>
        </w:rPr>
        <w:t>للَّهُ</w:t>
      </w:r>
      <w:r>
        <w:rPr>
          <w:rtl/>
        </w:rPr>
        <w:t xml:space="preserve"> مِيثَـٰقَ بَنِىٓ إِسۡرَ</w:t>
      </w:r>
      <w:r w:rsidR="005B7B9E" w:rsidRPr="005B7B9E">
        <w:rPr>
          <w:rFonts w:hint="cs"/>
          <w:rtl/>
        </w:rPr>
        <w:t>ا</w:t>
      </w:r>
      <w:r w:rsidRPr="00595365">
        <w:rPr>
          <w:rFonts w:hint="cs"/>
          <w:rtl/>
        </w:rPr>
        <w:t>ٓ</w:t>
      </w:r>
      <w:r>
        <w:rPr>
          <w:rFonts w:hint="eastAsia"/>
          <w:rtl/>
        </w:rPr>
        <w:t>ءِيلَ</w:t>
      </w:r>
      <w:r>
        <w:rPr>
          <w:rtl/>
        </w:rPr>
        <w:t xml:space="preserve"> وَبَعَثۡنَا مِنۡهُمُ </w:t>
      </w:r>
      <w:r>
        <w:rPr>
          <w:rFonts w:hint="cs"/>
          <w:rtl/>
        </w:rPr>
        <w:t>ٱ</w:t>
      </w:r>
      <w:r>
        <w:rPr>
          <w:rFonts w:hint="eastAsia"/>
          <w:rtl/>
        </w:rPr>
        <w:t>ثۡنَىۡ</w:t>
      </w:r>
      <w:r>
        <w:rPr>
          <w:rtl/>
        </w:rPr>
        <w:t xml:space="preserve"> عَشَرَ نَقِيبً۬ا‌ۖ وَقَالَ </w:t>
      </w:r>
      <w:r>
        <w:rPr>
          <w:rFonts w:hint="cs"/>
          <w:rtl/>
        </w:rPr>
        <w:t>ٱ</w:t>
      </w:r>
      <w:r>
        <w:rPr>
          <w:rFonts w:hint="eastAsia"/>
          <w:rtl/>
        </w:rPr>
        <w:t>للَّهُ</w:t>
      </w:r>
      <w:r>
        <w:rPr>
          <w:rtl/>
        </w:rPr>
        <w:t xml:space="preserve"> إِنِّى مَعَ</w:t>
      </w:r>
      <w:r w:rsidR="001E6BAB" w:rsidRPr="001E6BAB">
        <w:rPr>
          <w:rFonts w:hint="cs"/>
          <w:rtl/>
        </w:rPr>
        <w:t>ک</w:t>
      </w:r>
      <w:r>
        <w:rPr>
          <w:rFonts w:hint="eastAsia"/>
          <w:rtl/>
        </w:rPr>
        <w:t>مۡ‌ۖ</w:t>
      </w:r>
      <w:r>
        <w:rPr>
          <w:rtl/>
        </w:rPr>
        <w:t xml:space="preserve"> لَ</w:t>
      </w:r>
      <w:r>
        <w:rPr>
          <w:rFonts w:hint="cs"/>
          <w:rtl/>
        </w:rPr>
        <w:t>ٮِٕ</w:t>
      </w:r>
      <w:r>
        <w:rPr>
          <w:rFonts w:hint="eastAsia"/>
          <w:rtl/>
        </w:rPr>
        <w:t>نۡ</w:t>
      </w:r>
      <w:r>
        <w:rPr>
          <w:rtl/>
        </w:rPr>
        <w:t xml:space="preserve"> أَقَمۡتُمُ </w:t>
      </w:r>
      <w:r>
        <w:rPr>
          <w:rFonts w:hint="cs"/>
          <w:rtl/>
        </w:rPr>
        <w:t>ٱ</w:t>
      </w:r>
      <w:r>
        <w:rPr>
          <w:rFonts w:hint="eastAsia"/>
          <w:rtl/>
        </w:rPr>
        <w:t>لصَّلَوٰةَ</w:t>
      </w:r>
      <w:r>
        <w:rPr>
          <w:rtl/>
        </w:rPr>
        <w:t xml:space="preserve"> وَءَاتَيۡتُمُ </w:t>
      </w:r>
      <w:r>
        <w:rPr>
          <w:rFonts w:hint="cs"/>
          <w:rtl/>
        </w:rPr>
        <w:t>ٱ</w:t>
      </w:r>
      <w:r>
        <w:rPr>
          <w:rFonts w:hint="eastAsia"/>
          <w:rtl/>
        </w:rPr>
        <w:t>لزَّ</w:t>
      </w:r>
      <w:r w:rsidR="001E6BAB" w:rsidRPr="001E6BAB">
        <w:rPr>
          <w:rFonts w:hint="cs"/>
          <w:rtl/>
        </w:rPr>
        <w:t>ک</w:t>
      </w:r>
      <w:r>
        <w:rPr>
          <w:rFonts w:hint="eastAsia"/>
          <w:rtl/>
        </w:rPr>
        <w:t>وٰةَ</w:t>
      </w:r>
      <w:r>
        <w:rPr>
          <w:rtl/>
        </w:rPr>
        <w:t xml:space="preserve"> وَءَامَنتُم بِرُسُلِى وَعَزَّرۡتُمُوهُمۡ وَأَقۡرَضۡتُمُ </w:t>
      </w:r>
      <w:r>
        <w:rPr>
          <w:rFonts w:hint="cs"/>
          <w:rtl/>
        </w:rPr>
        <w:t>ٱ</w:t>
      </w:r>
      <w:r>
        <w:rPr>
          <w:rFonts w:hint="eastAsia"/>
          <w:rtl/>
        </w:rPr>
        <w:t>للَّهَ</w:t>
      </w:r>
      <w:r>
        <w:rPr>
          <w:rtl/>
        </w:rPr>
        <w:t xml:space="preserve"> قَرۡضًا حَسَنً۬ا لَّأُ</w:t>
      </w:r>
      <w:r w:rsidR="001E6BAB" w:rsidRPr="001E6BAB">
        <w:rPr>
          <w:rFonts w:hint="cs"/>
          <w:rtl/>
        </w:rPr>
        <w:t>ک</w:t>
      </w:r>
      <w:r>
        <w:rPr>
          <w:rFonts w:hint="eastAsia"/>
          <w:rtl/>
        </w:rPr>
        <w:t>فِّرَنَّ</w:t>
      </w:r>
      <w:r>
        <w:rPr>
          <w:rtl/>
        </w:rPr>
        <w:t xml:space="preserve"> عَنكُمۡ سَيِّـَٔاتِكُمۡ وَلَأُدۡخِلَنَّ</w:t>
      </w:r>
      <w:r w:rsidR="001E6BAB" w:rsidRPr="001E6BAB">
        <w:rPr>
          <w:rFonts w:hint="cs"/>
          <w:rtl/>
        </w:rPr>
        <w:t>ک</w:t>
      </w:r>
      <w:r>
        <w:rPr>
          <w:rFonts w:hint="eastAsia"/>
          <w:rtl/>
        </w:rPr>
        <w:t>مۡ</w:t>
      </w:r>
      <w:r>
        <w:rPr>
          <w:rtl/>
        </w:rPr>
        <w:t xml:space="preserve"> جَنَّـٰتٍ۬ تَجۡرِى مِن تَحۡتِهَا </w:t>
      </w:r>
      <w:r>
        <w:rPr>
          <w:rFonts w:hint="cs"/>
          <w:rtl/>
        </w:rPr>
        <w:t>ٱ</w:t>
      </w:r>
      <w:r>
        <w:rPr>
          <w:rFonts w:hint="eastAsia"/>
          <w:rtl/>
        </w:rPr>
        <w:t>لۡأَنۡهَـٰرُ‌ۚ</w:t>
      </w:r>
      <w:r>
        <w:rPr>
          <w:rtl/>
        </w:rPr>
        <w:t xml:space="preserve"> فَمَن </w:t>
      </w:r>
      <w:r w:rsidR="001E6BAB" w:rsidRPr="001E6BAB">
        <w:rPr>
          <w:rFonts w:hint="cs"/>
          <w:rtl/>
        </w:rPr>
        <w:t>ک</w:t>
      </w:r>
      <w:r>
        <w:rPr>
          <w:rFonts w:hint="eastAsia"/>
          <w:rtl/>
        </w:rPr>
        <w:t>فَرَ</w:t>
      </w:r>
      <w:r>
        <w:rPr>
          <w:rtl/>
        </w:rPr>
        <w:t xml:space="preserve"> بَعۡدَ ذَ</w:t>
      </w:r>
      <w:r w:rsidR="005B7B9E" w:rsidRPr="005B7B9E">
        <w:rPr>
          <w:rFonts w:hint="cs"/>
          <w:rtl/>
        </w:rPr>
        <w:t>ا</w:t>
      </w:r>
      <w:r>
        <w:rPr>
          <w:rFonts w:hint="eastAsia"/>
          <w:rtl/>
        </w:rPr>
        <w:t>لِكَ</w:t>
      </w:r>
      <w:r>
        <w:rPr>
          <w:rtl/>
        </w:rPr>
        <w:t xml:space="preserve"> مِن</w:t>
      </w:r>
      <w:r w:rsidR="001E6BAB" w:rsidRPr="001E6BAB">
        <w:rPr>
          <w:rFonts w:hint="cs"/>
          <w:rtl/>
        </w:rPr>
        <w:t>ک</w:t>
      </w:r>
      <w:r>
        <w:rPr>
          <w:rFonts w:hint="eastAsia"/>
          <w:rtl/>
        </w:rPr>
        <w:t>مۡ</w:t>
      </w:r>
      <w:r>
        <w:rPr>
          <w:rtl/>
        </w:rPr>
        <w:t xml:space="preserve"> فَقَدۡ ضَلَّ سَوَآءَ </w:t>
      </w:r>
      <w:r>
        <w:rPr>
          <w:rFonts w:hint="cs"/>
          <w:rtl/>
        </w:rPr>
        <w:t>ٱ</w:t>
      </w:r>
      <w:r>
        <w:rPr>
          <w:rFonts w:hint="eastAsia"/>
          <w:rtl/>
        </w:rPr>
        <w:t>لسَّبِيلِ</w:t>
      </w:r>
      <w:r>
        <w:rPr>
          <w:rtl/>
        </w:rPr>
        <w:t xml:space="preserve"> (١٢</w:t>
      </w:r>
      <w:r w:rsidR="009229E3">
        <w:rPr>
          <w:rtl/>
        </w:rPr>
        <w:t>)</w:t>
      </w:r>
    </w:p>
    <w:p w:rsidR="001A403D" w:rsidRDefault="001A403D" w:rsidP="00E36567">
      <w:pPr>
        <w:pStyle w:val="libBoldItalic"/>
      </w:pPr>
      <w:r>
        <w:t>And certainly Allah took a covenant from the Children of Israel and We raised among them twelve Chiefs, and Allah said: Indeed I am with you, if you establish Salaah and you give Zakat, and you believe in My Messengers and support them, and lend unto Allah a goodly loan, surely I will remove your sins from you, and surely I will admit you into Paradises underneath which rivers flow. Whoever among you disbelieves after this, will surely go astray from a right path. (12)</w:t>
      </w:r>
    </w:p>
    <w:p w:rsidR="001A403D" w:rsidRDefault="001A403D" w:rsidP="00E36567">
      <w:pPr>
        <w:pStyle w:val="libNormal"/>
      </w:pPr>
      <w:r>
        <w:t>Rasool Allah sawaw said: O people, who wishes that he should meet Allah in such condition that He should be pleased with him, then he should make Imams (asws) his Wali whose number is known. Jabir asked: Who are those numbered Imams asws? Said: Allah bless you, you asked about whole Islam, their number is equal to the number of the months, and those are twelve months near Allah which are present in the Book of Allah from the day skies and earth were created, and their number is equal to those fountains which gushed forth for Musa bin Imran (a.s.) when he stroke his staff on the stone and twelve fountains gushed forth from it, and their number is equal to the chiefs of Bani Israeel, Allah says, “And certainly Allah took covenant from Bani Israeel and raised twelve chiefs among them” and O Jabir, Imams are twelve, among them first is Ali ibne Abi Talib asws and last is Qaim asws. (al-Burhan, v2, p416)</w:t>
      </w:r>
    </w:p>
    <w:p w:rsidR="001A403D" w:rsidRDefault="001A403D" w:rsidP="009229E3">
      <w:pPr>
        <w:pStyle w:val="libCenterBold1"/>
      </w:pPr>
      <w:r>
        <w:t>Lesson:</w:t>
      </w:r>
    </w:p>
    <w:p w:rsidR="001A403D" w:rsidRDefault="001A403D" w:rsidP="001A403D">
      <w:pPr>
        <w:pStyle w:val="libNormal"/>
      </w:pPr>
      <w:r>
        <w:lastRenderedPageBreak/>
        <w:t>1-From every nation Allah took the covenant of Walayat-e-Ali asws. Who establishes Salaah and gives Zakat while being steadfast on this covenant, Allah will pardon his sins. And who denied the covenant of Walayat, he lost the Sabeel, i.e. he went astray from Sirat-e-Mustaqeem of Walayat-e-Ali asws.</w:t>
      </w:r>
    </w:p>
    <w:p w:rsidR="001A403D" w:rsidRDefault="001A403D" w:rsidP="001A403D">
      <w:pPr>
        <w:pStyle w:val="libNormal"/>
      </w:pPr>
      <w:r>
        <w:t>2-Imams asws are only twelve from Allah. Syyeda Fatima Zahra asws is the holy mother of eleven Imams asws. And if she would have one thousand Imam sons, even then her status was higher than all of them, and that is the meaning of “Laila-tul-Qadr is better than one thousand months”</w:t>
      </w:r>
    </w:p>
    <w:p w:rsidR="001A403D" w:rsidRDefault="001A403D" w:rsidP="00385B48">
      <w:pPr>
        <w:pStyle w:val="libAr"/>
      </w:pPr>
      <w:r>
        <w:rPr>
          <w:rFonts w:hint="eastAsia"/>
          <w:rtl/>
        </w:rPr>
        <w:t>فَبِمَا</w:t>
      </w:r>
      <w:r>
        <w:rPr>
          <w:rtl/>
        </w:rPr>
        <w:t xml:space="preserve"> نَقۡضِ</w:t>
      </w:r>
      <w:r w:rsidR="001E6BAB" w:rsidRPr="001E6BAB">
        <w:rPr>
          <w:rFonts w:hint="cs"/>
          <w:rtl/>
        </w:rPr>
        <w:t>ه</w:t>
      </w:r>
      <w:r w:rsidRPr="00595365">
        <w:rPr>
          <w:rFonts w:hint="cs"/>
          <w:rtl/>
        </w:rPr>
        <w:t xml:space="preserve">م مِّيثَـٰقَهُمۡ لَعَنَّـٰهُمۡ وَجَعَلۡنَا قُلُوبَهُمۡ قَـٰسِيَةً۬‌ۖ يُحَرِّفُونَ </w:t>
      </w:r>
      <w:r>
        <w:rPr>
          <w:rFonts w:hint="cs"/>
          <w:rtl/>
        </w:rPr>
        <w:t>ٱ</w:t>
      </w:r>
      <w:r>
        <w:rPr>
          <w:rFonts w:hint="eastAsia"/>
          <w:rtl/>
        </w:rPr>
        <w:t>لۡ</w:t>
      </w:r>
      <w:r w:rsidR="001E6BAB" w:rsidRPr="001E6BAB">
        <w:rPr>
          <w:rFonts w:hint="cs"/>
          <w:rtl/>
        </w:rPr>
        <w:t>ک</w:t>
      </w:r>
      <w:r>
        <w:rPr>
          <w:rFonts w:hint="eastAsia"/>
          <w:rtl/>
        </w:rPr>
        <w:t>لِمَ</w:t>
      </w:r>
      <w:r>
        <w:rPr>
          <w:rtl/>
        </w:rPr>
        <w:t xml:space="preserve"> عَن مَّوَاضِعِهِ</w:t>
      </w:r>
      <w:r>
        <w:rPr>
          <w:rFonts w:hint="cs"/>
          <w:rtl/>
        </w:rPr>
        <w:t>ۦ‌ۙ</w:t>
      </w:r>
      <w:r>
        <w:rPr>
          <w:rtl/>
        </w:rPr>
        <w:t xml:space="preserve"> وَنَسُواْ حَظًّ۬ا مِّمَّا ذُكِّرُواْ بِهِ</w:t>
      </w:r>
      <w:r>
        <w:rPr>
          <w:rFonts w:hint="cs"/>
          <w:rtl/>
        </w:rPr>
        <w:t>ۦ‌ۚ</w:t>
      </w:r>
      <w:r>
        <w:rPr>
          <w:rtl/>
        </w:rPr>
        <w:t xml:space="preserve"> وَلَا تَزَالُ تَطَّلِعُ عَلَىٰ خَآ</w:t>
      </w:r>
      <w:r>
        <w:rPr>
          <w:rFonts w:hint="cs"/>
          <w:rtl/>
        </w:rPr>
        <w:t>ٮِٕ</w:t>
      </w:r>
      <w:r>
        <w:rPr>
          <w:rFonts w:hint="eastAsia"/>
          <w:rtl/>
        </w:rPr>
        <w:t>نَةٍ۬</w:t>
      </w:r>
      <w:r>
        <w:rPr>
          <w:rtl/>
        </w:rPr>
        <w:t xml:space="preserve"> مِّنۡ</w:t>
      </w:r>
      <w:r w:rsidR="001E6BAB" w:rsidRPr="001E6BAB">
        <w:rPr>
          <w:rFonts w:hint="cs"/>
          <w:rtl/>
        </w:rPr>
        <w:t>ه</w:t>
      </w:r>
      <w:r w:rsidRPr="00595365">
        <w:rPr>
          <w:rFonts w:hint="cs"/>
          <w:rtl/>
        </w:rPr>
        <w:t>مۡ إِلَّا قَلِيلاً۬ مِّنۡ</w:t>
      </w:r>
      <w:r w:rsidR="001E6BAB" w:rsidRPr="001E6BAB">
        <w:rPr>
          <w:rFonts w:hint="cs"/>
          <w:rtl/>
        </w:rPr>
        <w:t>ه</w:t>
      </w:r>
      <w:r w:rsidRPr="00595365">
        <w:rPr>
          <w:rFonts w:hint="cs"/>
          <w:rtl/>
        </w:rPr>
        <w:t>مۡ‌ۖ</w:t>
      </w:r>
      <w:r>
        <w:rPr>
          <w:rtl/>
        </w:rPr>
        <w:t xml:space="preserve"> </w:t>
      </w:r>
      <w:r>
        <w:rPr>
          <w:rFonts w:hint="eastAsia"/>
          <w:rtl/>
        </w:rPr>
        <w:t>فَ</w:t>
      </w:r>
      <w:r>
        <w:rPr>
          <w:rFonts w:hint="cs"/>
          <w:rtl/>
        </w:rPr>
        <w:t>ٱ</w:t>
      </w:r>
      <w:r>
        <w:rPr>
          <w:rFonts w:hint="eastAsia"/>
          <w:rtl/>
        </w:rPr>
        <w:t>عۡفُ</w:t>
      </w:r>
      <w:r>
        <w:rPr>
          <w:rtl/>
        </w:rPr>
        <w:t xml:space="preserve"> عَنۡ</w:t>
      </w:r>
      <w:r w:rsidR="001E6BAB" w:rsidRPr="001E6BAB">
        <w:rPr>
          <w:rFonts w:hint="cs"/>
          <w:rtl/>
        </w:rPr>
        <w:t>ه</w:t>
      </w:r>
      <w:r w:rsidRPr="00595365">
        <w:rPr>
          <w:rFonts w:hint="cs"/>
          <w:rtl/>
        </w:rPr>
        <w:t>مۡ وَ</w:t>
      </w:r>
      <w:r>
        <w:rPr>
          <w:rFonts w:hint="cs"/>
          <w:rtl/>
        </w:rPr>
        <w:t>ٱ</w:t>
      </w:r>
      <w:r>
        <w:rPr>
          <w:rFonts w:hint="eastAsia"/>
          <w:rtl/>
        </w:rPr>
        <w:t>صۡفَحۡ‌ۚ</w:t>
      </w:r>
      <w:r>
        <w:rPr>
          <w:rtl/>
        </w:rPr>
        <w:t xml:space="preserve"> إِنَّ </w:t>
      </w:r>
      <w:r>
        <w:rPr>
          <w:rFonts w:hint="cs"/>
          <w:rtl/>
        </w:rPr>
        <w:t>ٱ</w:t>
      </w:r>
      <w:r>
        <w:rPr>
          <w:rFonts w:hint="eastAsia"/>
          <w:rtl/>
        </w:rPr>
        <w:t>للَّهَ</w:t>
      </w:r>
      <w:r>
        <w:rPr>
          <w:rtl/>
        </w:rPr>
        <w:t xml:space="preserve"> يُحِبُّ </w:t>
      </w:r>
      <w:r>
        <w:rPr>
          <w:rFonts w:hint="cs"/>
          <w:rtl/>
        </w:rPr>
        <w:t>ٱ</w:t>
      </w:r>
      <w:r>
        <w:rPr>
          <w:rFonts w:hint="eastAsia"/>
          <w:rtl/>
        </w:rPr>
        <w:t>لۡمُحۡسِنِينَ</w:t>
      </w:r>
      <w:r>
        <w:rPr>
          <w:rtl/>
        </w:rPr>
        <w:t xml:space="preserve"> (١٣</w:t>
      </w:r>
      <w:r w:rsidR="009229E3">
        <w:rPr>
          <w:rtl/>
        </w:rPr>
        <w:t>)</w:t>
      </w:r>
    </w:p>
    <w:p w:rsidR="001A403D" w:rsidRDefault="001A403D" w:rsidP="00E36567">
      <w:pPr>
        <w:pStyle w:val="libBoldItalic"/>
      </w:pPr>
      <w:r>
        <w:t>So because of their breaking their covenant We cursed them and We made hard their hearts. They change words from their context and forget a part of that of which they were reminded. You will not cease to discover treachery from all except a few of them. But bear with them and turn away from them. Indeed Allah loves the doers of good. (13)</w:t>
      </w:r>
    </w:p>
    <w:p w:rsidR="001A403D" w:rsidRDefault="001A403D" w:rsidP="00E36567">
      <w:pPr>
        <w:pStyle w:val="libNormal"/>
      </w:pPr>
      <w:r>
        <w:t>1-“So We cursed them due to their breaking of their covenant” means due to breaking the covenant of Amirul Momineen asws. “And We made their hearts hardened, they changed the words (Kalima) from their places” means who removed Amirul Momineen asws from his place, and Amirul Momineen asws is Kalima, its proof is Allah’s saying, “And made this Kalima remaining so that (people) should return (approach to get guidance) to him” (al-Zukhraf, v28) means Imamat. (Tafseer Qummi, p157)</w:t>
      </w:r>
    </w:p>
    <w:p w:rsidR="001A403D" w:rsidRDefault="001A403D" w:rsidP="009229E3">
      <w:pPr>
        <w:pStyle w:val="libCenterBold1"/>
      </w:pPr>
      <w:r>
        <w:t>Lesson:</w:t>
      </w:r>
    </w:p>
    <w:p w:rsidR="001A403D" w:rsidRDefault="001A403D" w:rsidP="001A403D">
      <w:pPr>
        <w:pStyle w:val="libNormal"/>
      </w:pPr>
      <w:r>
        <w:t>1-Allah gave the great Amanat (Trust) of Walayat-e-Ali asws to people, and took a firm covenant about it, and commanded do its Zikr repeatedly. In this verse those deceivers are mentioned who purposely forget a big part “Ali-un-Waliullah” of Kalima and changed its place saying that it is not a part of Kalima while they know that it is a big part of Kalima. While Allah has written this complete Kalima on everything of the universe. The deceits of such people are slowly exposing i.e. Fatawa are coming one by one against Masumeen asws. But Allah wants to keep His Kalima remaining for ever, and Muqassireen can not blow off this Noor with the blows of their evil mouths. “Certainly Noor and clear Book has come to you from Allah” (al-Ma’ida, v15) This Noor is fourteen Infallibles asws.</w:t>
      </w:r>
    </w:p>
    <w:p w:rsidR="001A403D" w:rsidRDefault="001A403D" w:rsidP="00385B48">
      <w:pPr>
        <w:pStyle w:val="libAr"/>
      </w:pPr>
      <w:r>
        <w:rPr>
          <w:rFonts w:hint="eastAsia"/>
          <w:rtl/>
        </w:rPr>
        <w:t>مِنۡ</w:t>
      </w:r>
      <w:r>
        <w:rPr>
          <w:rtl/>
        </w:rPr>
        <w:t xml:space="preserve"> أَجۡلِ ذَ</w:t>
      </w:r>
      <w:r w:rsidR="005B7B9E" w:rsidRPr="005B7B9E">
        <w:rPr>
          <w:rFonts w:hint="cs"/>
          <w:rtl/>
        </w:rPr>
        <w:t>ا</w:t>
      </w:r>
      <w:r>
        <w:rPr>
          <w:rFonts w:hint="eastAsia"/>
          <w:rtl/>
        </w:rPr>
        <w:t>لِكَ</w:t>
      </w:r>
      <w:r>
        <w:rPr>
          <w:rtl/>
        </w:rPr>
        <w:t xml:space="preserve"> </w:t>
      </w:r>
      <w:r w:rsidR="001E6BAB" w:rsidRPr="001E6BAB">
        <w:rPr>
          <w:rFonts w:hint="cs"/>
          <w:rtl/>
        </w:rPr>
        <w:t>ک</w:t>
      </w:r>
      <w:r>
        <w:rPr>
          <w:rFonts w:hint="eastAsia"/>
          <w:rtl/>
        </w:rPr>
        <w:t>تَبۡنَا</w:t>
      </w:r>
      <w:r>
        <w:rPr>
          <w:rtl/>
        </w:rPr>
        <w:t xml:space="preserve"> عَلَىٰ بَنِىٓ إِسۡرَ</w:t>
      </w:r>
      <w:r w:rsidR="005B7B9E" w:rsidRPr="005B7B9E">
        <w:rPr>
          <w:rFonts w:hint="cs"/>
          <w:rtl/>
        </w:rPr>
        <w:t>ا</w:t>
      </w:r>
      <w:r w:rsidRPr="00595365">
        <w:rPr>
          <w:rFonts w:hint="cs"/>
          <w:rtl/>
        </w:rPr>
        <w:t>ٓ</w:t>
      </w:r>
      <w:r>
        <w:rPr>
          <w:rFonts w:hint="eastAsia"/>
          <w:rtl/>
        </w:rPr>
        <w:t>ءِيلَ</w:t>
      </w:r>
      <w:r>
        <w:rPr>
          <w:rtl/>
        </w:rPr>
        <w:t xml:space="preserve"> أَنَّهُ </w:t>
      </w:r>
      <w:r>
        <w:rPr>
          <w:rFonts w:hint="cs"/>
          <w:rtl/>
        </w:rPr>
        <w:t>ۥ</w:t>
      </w:r>
      <w:r>
        <w:rPr>
          <w:rtl/>
        </w:rPr>
        <w:t xml:space="preserve"> مَن قَتَلَ نَفۡسَۢا بِغَيۡرِ نَفۡسٍ أَوۡ فَسَادٍ۬ فِى </w:t>
      </w:r>
      <w:r>
        <w:rPr>
          <w:rFonts w:hint="cs"/>
          <w:rtl/>
        </w:rPr>
        <w:t>ٱ</w:t>
      </w:r>
      <w:r>
        <w:rPr>
          <w:rFonts w:hint="eastAsia"/>
          <w:rtl/>
        </w:rPr>
        <w:t>لۡأَرۡضِ</w:t>
      </w:r>
      <w:r>
        <w:rPr>
          <w:rtl/>
        </w:rPr>
        <w:t xml:space="preserve"> فَ</w:t>
      </w:r>
      <w:r w:rsidR="001E6BAB" w:rsidRPr="001E6BAB">
        <w:rPr>
          <w:rFonts w:hint="cs"/>
          <w:rtl/>
        </w:rPr>
        <w:t>ک</w:t>
      </w:r>
      <w:r>
        <w:rPr>
          <w:rFonts w:hint="eastAsia"/>
          <w:rtl/>
        </w:rPr>
        <w:t>أَنَّمَا</w:t>
      </w:r>
      <w:r>
        <w:rPr>
          <w:rtl/>
        </w:rPr>
        <w:t xml:space="preserve"> قَتَلَ </w:t>
      </w:r>
      <w:r>
        <w:rPr>
          <w:rFonts w:hint="cs"/>
          <w:rtl/>
        </w:rPr>
        <w:t>ٱ</w:t>
      </w:r>
      <w:r>
        <w:rPr>
          <w:rFonts w:hint="eastAsia"/>
          <w:rtl/>
        </w:rPr>
        <w:t>لنَّاسَ</w:t>
      </w:r>
      <w:r>
        <w:rPr>
          <w:rtl/>
        </w:rPr>
        <w:t xml:space="preserve"> جَمِيعً۬ا وَمَنۡ أَحۡيَاهَا فَ</w:t>
      </w:r>
      <w:r w:rsidR="001E6BAB" w:rsidRPr="001E6BAB">
        <w:rPr>
          <w:rFonts w:hint="cs"/>
          <w:rtl/>
        </w:rPr>
        <w:t>ک</w:t>
      </w:r>
      <w:r>
        <w:rPr>
          <w:rFonts w:hint="eastAsia"/>
          <w:rtl/>
        </w:rPr>
        <w:t>أَنَّمَآ</w:t>
      </w:r>
      <w:r>
        <w:rPr>
          <w:rtl/>
        </w:rPr>
        <w:t xml:space="preserve"> أَحۡيَا </w:t>
      </w:r>
      <w:r>
        <w:rPr>
          <w:rFonts w:hint="cs"/>
          <w:rtl/>
        </w:rPr>
        <w:t>ٱ</w:t>
      </w:r>
      <w:r>
        <w:rPr>
          <w:rFonts w:hint="eastAsia"/>
          <w:rtl/>
        </w:rPr>
        <w:t>لنَّاسَ</w:t>
      </w:r>
      <w:r>
        <w:rPr>
          <w:rtl/>
        </w:rPr>
        <w:t xml:space="preserve"> جَمِيعً۬ا‌ۚ وَلَقَدۡ جَآءَتۡهُمۡ رُ</w:t>
      </w:r>
      <w:r>
        <w:rPr>
          <w:rFonts w:hint="eastAsia"/>
          <w:rtl/>
        </w:rPr>
        <w:t>سُلُنَا</w:t>
      </w:r>
      <w:r>
        <w:rPr>
          <w:rtl/>
        </w:rPr>
        <w:t xml:space="preserve"> بِ</w:t>
      </w:r>
      <w:r>
        <w:rPr>
          <w:rFonts w:hint="cs"/>
          <w:rtl/>
        </w:rPr>
        <w:t>ٱ</w:t>
      </w:r>
      <w:r>
        <w:rPr>
          <w:rFonts w:hint="eastAsia"/>
          <w:rtl/>
        </w:rPr>
        <w:t>لۡبَيِّنَـٰتِ</w:t>
      </w:r>
      <w:r>
        <w:rPr>
          <w:rtl/>
        </w:rPr>
        <w:t xml:space="preserve"> ثُمَّ إِنَّ كَثِيرً۬ا مِّنۡهُم بَعۡدَ ذَ</w:t>
      </w:r>
      <w:r w:rsidR="005B7B9E" w:rsidRPr="005B7B9E">
        <w:rPr>
          <w:rFonts w:hint="cs"/>
          <w:rtl/>
        </w:rPr>
        <w:t>ا</w:t>
      </w:r>
      <w:r>
        <w:rPr>
          <w:rFonts w:hint="eastAsia"/>
          <w:rtl/>
        </w:rPr>
        <w:t>لِكَ</w:t>
      </w:r>
      <w:r>
        <w:rPr>
          <w:rtl/>
        </w:rPr>
        <w:t xml:space="preserve"> فِى </w:t>
      </w:r>
      <w:r>
        <w:rPr>
          <w:rFonts w:hint="cs"/>
          <w:rtl/>
        </w:rPr>
        <w:t>ٱ</w:t>
      </w:r>
      <w:r>
        <w:rPr>
          <w:rFonts w:hint="eastAsia"/>
          <w:rtl/>
        </w:rPr>
        <w:t>لۡأَرۡضِ</w:t>
      </w:r>
      <w:r>
        <w:rPr>
          <w:rtl/>
        </w:rPr>
        <w:t xml:space="preserve"> لَمُسۡرِفُونَ (٣٢</w:t>
      </w:r>
      <w:r w:rsidR="009229E3">
        <w:rPr>
          <w:rtl/>
        </w:rPr>
        <w:t>)</w:t>
      </w:r>
    </w:p>
    <w:p w:rsidR="001A403D" w:rsidRDefault="001A403D" w:rsidP="00E36567">
      <w:pPr>
        <w:pStyle w:val="libBoldItalic"/>
      </w:pPr>
      <w:r>
        <w:t xml:space="preserve">For that cause We prescribed for the Children of Israeel that whoever kills a soul for other than a soul (murdered) or corruption in the earth, it is as if he had killed entire mankind, and whoever saves (revives) one (soul), it is as if he had saved (revived) entire mankind. And certainly Our </w:t>
      </w:r>
      <w:r>
        <w:lastRenderedPageBreak/>
        <w:t>Messengers came to them with clear proofs, then indeed many of them, even after that, were definitely transgressors in the earth. (32)</w:t>
      </w:r>
    </w:p>
    <w:p w:rsidR="001A403D" w:rsidRDefault="001A403D" w:rsidP="00E36567">
      <w:pPr>
        <w:pStyle w:val="libNormal"/>
      </w:pPr>
      <w:r>
        <w:t>1-Who took out any person from misguidance toward guidance, it is as he made him alive. And who leads anyone from guidance to misguidance, then certainly he killed him. (Imam Jafar Sadiq asws) (al-Burhan, v2, p438)</w:t>
      </w:r>
    </w:p>
    <w:p w:rsidR="00595365" w:rsidRDefault="001A403D" w:rsidP="00E36567">
      <w:pPr>
        <w:pStyle w:val="libNormal"/>
      </w:pPr>
      <w:r>
        <w:t>2-Transgressors (Musrifoon) are those who declare Haraam as Halaal, and shed blood (of others). (Imam Mohammad Baqir asws) (al-Burhan, v2, p440)</w:t>
      </w:r>
    </w:p>
    <w:p w:rsidR="001A403D" w:rsidRDefault="001A403D" w:rsidP="009229E3">
      <w:pPr>
        <w:pStyle w:val="libCenterBold1"/>
      </w:pPr>
      <w:r>
        <w:t>Lesson:</w:t>
      </w:r>
    </w:p>
    <w:p w:rsidR="001A403D" w:rsidRDefault="001A403D" w:rsidP="001A403D">
      <w:pPr>
        <w:pStyle w:val="libNormal"/>
      </w:pPr>
      <w:r>
        <w:t>1-Preaching Walayat-e-Ali asws causes revival of humanity.</w:t>
      </w:r>
    </w:p>
    <w:p w:rsidR="001A403D" w:rsidRDefault="001A403D" w:rsidP="001A403D">
      <w:pPr>
        <w:pStyle w:val="libNormal"/>
      </w:pPr>
      <w:r>
        <w:t>2-Muqassir Mulla is murderer of entire mankind because he takes away people from Sirat-e-Mustaqeem of Walayat-e-Ali asws, prevents from Azadari. And Muqassir Mulla is the transgressor (Musrif) who declares Haraam e Mohammadi as Halaal, and martyres Masumeen asws by denying to testify their Walayat.</w:t>
      </w:r>
    </w:p>
    <w:p w:rsidR="00595365" w:rsidRDefault="001A403D" w:rsidP="001A403D">
      <w:pPr>
        <w:pStyle w:val="libNormal"/>
      </w:pPr>
      <w:r>
        <w:t>3-Masoom asws commanded to revive their Amr, but Muqassireen are trying their best to finish Amr of Masumeen asws by blows (Fatawa) of their mouths.</w:t>
      </w:r>
    </w:p>
    <w:p w:rsidR="001A403D" w:rsidRDefault="001A403D" w:rsidP="00385B48">
      <w:pPr>
        <w:pStyle w:val="libAr"/>
      </w:pPr>
      <w:r>
        <w:rPr>
          <w:rFonts w:hint="eastAsia"/>
          <w:rtl/>
        </w:rPr>
        <w:t>يَـٰٓأَيُّهَا</w:t>
      </w:r>
      <w:r>
        <w:rPr>
          <w:rtl/>
        </w:rPr>
        <w:t xml:space="preserve"> </w:t>
      </w:r>
      <w:r>
        <w:rPr>
          <w:rFonts w:hint="cs"/>
          <w:rtl/>
        </w:rPr>
        <w:t>ٱ</w:t>
      </w:r>
      <w:r>
        <w:rPr>
          <w:rFonts w:hint="eastAsia"/>
          <w:rtl/>
        </w:rPr>
        <w:t>لَّذِينَ</w:t>
      </w:r>
      <w:r>
        <w:rPr>
          <w:rtl/>
        </w:rPr>
        <w:t xml:space="preserve"> ءَامَنُواْ </w:t>
      </w:r>
      <w:r>
        <w:rPr>
          <w:rFonts w:hint="cs"/>
          <w:rtl/>
        </w:rPr>
        <w:t>ٱ</w:t>
      </w:r>
      <w:r>
        <w:rPr>
          <w:rFonts w:hint="eastAsia"/>
          <w:rtl/>
        </w:rPr>
        <w:t>تَّقُواْ</w:t>
      </w:r>
      <w:r>
        <w:rPr>
          <w:rtl/>
        </w:rPr>
        <w:t xml:space="preserve"> </w:t>
      </w:r>
      <w:r>
        <w:rPr>
          <w:rFonts w:hint="cs"/>
          <w:rtl/>
        </w:rPr>
        <w:t>ٱ</w:t>
      </w:r>
      <w:r>
        <w:rPr>
          <w:rFonts w:hint="eastAsia"/>
          <w:rtl/>
        </w:rPr>
        <w:t>للَّهَ</w:t>
      </w:r>
      <w:r>
        <w:rPr>
          <w:rtl/>
        </w:rPr>
        <w:t xml:space="preserve"> وَ</w:t>
      </w:r>
      <w:r>
        <w:rPr>
          <w:rFonts w:hint="cs"/>
          <w:rtl/>
        </w:rPr>
        <w:t>ٱ</w:t>
      </w:r>
      <w:r>
        <w:rPr>
          <w:rFonts w:hint="eastAsia"/>
          <w:rtl/>
        </w:rPr>
        <w:t>بۡتَغُوٓاْ</w:t>
      </w:r>
      <w:r>
        <w:rPr>
          <w:rtl/>
        </w:rPr>
        <w:t xml:space="preserve"> إِلَيۡهِ </w:t>
      </w:r>
      <w:r>
        <w:rPr>
          <w:rFonts w:hint="cs"/>
          <w:rtl/>
        </w:rPr>
        <w:t>ٱ</w:t>
      </w:r>
      <w:r>
        <w:rPr>
          <w:rFonts w:hint="eastAsia"/>
          <w:rtl/>
        </w:rPr>
        <w:t>لۡوَسِيلَةَ</w:t>
      </w:r>
      <w:r>
        <w:rPr>
          <w:rtl/>
        </w:rPr>
        <w:t xml:space="preserve"> وَجَـٰهِدُواْ فِى سَبِيلِهِ</w:t>
      </w:r>
      <w:r>
        <w:rPr>
          <w:rFonts w:hint="cs"/>
          <w:rtl/>
        </w:rPr>
        <w:t>ۦ</w:t>
      </w:r>
      <w:r>
        <w:rPr>
          <w:rtl/>
        </w:rPr>
        <w:t xml:space="preserve"> لَعَلَّ</w:t>
      </w:r>
      <w:r w:rsidR="001E6BAB" w:rsidRPr="001E6BAB">
        <w:rPr>
          <w:rFonts w:hint="cs"/>
          <w:rtl/>
        </w:rPr>
        <w:t>ک</w:t>
      </w:r>
      <w:r>
        <w:rPr>
          <w:rFonts w:hint="eastAsia"/>
          <w:rtl/>
        </w:rPr>
        <w:t>مۡ</w:t>
      </w:r>
      <w:r>
        <w:rPr>
          <w:rtl/>
        </w:rPr>
        <w:t xml:space="preserve"> تُفۡلِحُونَ (٣٥</w:t>
      </w:r>
      <w:r w:rsidR="009229E3">
        <w:rPr>
          <w:rtl/>
        </w:rPr>
        <w:t>)</w:t>
      </w:r>
    </w:p>
    <w:p w:rsidR="001A403D" w:rsidRDefault="001A403D" w:rsidP="00E36567">
      <w:pPr>
        <w:pStyle w:val="libBoldItalic"/>
      </w:pPr>
      <w:r>
        <w:t>O you who believe! Fear Allah, and seek Waselah (means of approach) to Him, and strive in His Sabeel (path) so that you may succeed. (35)</w:t>
      </w:r>
    </w:p>
    <w:p w:rsidR="001A403D" w:rsidRDefault="001A403D" w:rsidP="00E36567">
      <w:pPr>
        <w:pStyle w:val="libNormal"/>
      </w:pPr>
      <w:r>
        <w:t>1-Maola Ali asws said about this verse: I am Waselah. (al-Burhan, v2, p449)</w:t>
      </w:r>
    </w:p>
    <w:p w:rsidR="001A403D" w:rsidRDefault="001A403D" w:rsidP="00E36567">
      <w:pPr>
        <w:pStyle w:val="libNormal"/>
      </w:pPr>
      <w:r>
        <w:t>2-This verse means that gain nearness of Allah by means of Imam asws. (Tafseer Qummi, p161)</w:t>
      </w:r>
    </w:p>
    <w:p w:rsidR="001A403D" w:rsidRDefault="001A403D" w:rsidP="009229E3">
      <w:pPr>
        <w:pStyle w:val="libCenterBold1"/>
      </w:pPr>
      <w:r>
        <w:t>Lesson:</w:t>
      </w:r>
    </w:p>
    <w:p w:rsidR="001A403D" w:rsidRDefault="001A403D" w:rsidP="001A403D">
      <w:pPr>
        <w:pStyle w:val="libNormal"/>
      </w:pPr>
      <w:r>
        <w:t>1-It is forbidden to make yourself Waselah, Imam, Ayatullah, or Hujjatullah. Rather it is commanded to hold fast that who is appointed by Allah. It is ordered to do Jihad (preaching Walayat) in Path of Allah (Sabeel).</w:t>
      </w:r>
    </w:p>
    <w:p w:rsidR="001A403D" w:rsidRDefault="001A403D" w:rsidP="001A403D">
      <w:pPr>
        <w:pStyle w:val="libNormal"/>
      </w:pPr>
      <w:r>
        <w:t>2-The secret of nearness of Allah and salvation &amp; success is Walayat of Masumeen asws.</w:t>
      </w:r>
    </w:p>
    <w:p w:rsidR="001A403D" w:rsidRDefault="001A403D" w:rsidP="00385B48">
      <w:pPr>
        <w:pStyle w:val="libAr"/>
      </w:pPr>
      <w:r>
        <w:rPr>
          <w:rFonts w:hint="eastAsia"/>
          <w:rtl/>
        </w:rPr>
        <w:t>يُرِيدُونَ</w:t>
      </w:r>
      <w:r>
        <w:rPr>
          <w:rtl/>
        </w:rPr>
        <w:t xml:space="preserve"> أَن يَخۡرُجُواْ مِنَ </w:t>
      </w:r>
      <w:r>
        <w:rPr>
          <w:rFonts w:hint="cs"/>
          <w:rtl/>
        </w:rPr>
        <w:t>ٱ</w:t>
      </w:r>
      <w:r>
        <w:rPr>
          <w:rFonts w:hint="eastAsia"/>
          <w:rtl/>
        </w:rPr>
        <w:t>لنَّارِ</w:t>
      </w:r>
      <w:r>
        <w:rPr>
          <w:rtl/>
        </w:rPr>
        <w:t xml:space="preserve"> وَمَا هُم بِخَـٰرِجِينَ مِنۡ</w:t>
      </w:r>
      <w:r w:rsidR="001E6BAB" w:rsidRPr="001E6BAB">
        <w:rPr>
          <w:rFonts w:hint="cs"/>
          <w:rtl/>
        </w:rPr>
        <w:t>ه</w:t>
      </w:r>
      <w:r w:rsidRPr="00595365">
        <w:rPr>
          <w:rFonts w:hint="cs"/>
          <w:rtl/>
        </w:rPr>
        <w:t>ا‌ۖ وَلَهُمۡ عَذَابٌ۬ مُّقِيمٌ۬ (٣٧</w:t>
      </w:r>
      <w:r w:rsidR="009229E3">
        <w:rPr>
          <w:rtl/>
        </w:rPr>
        <w:t>)</w:t>
      </w:r>
    </w:p>
    <w:p w:rsidR="001A403D" w:rsidRDefault="001A403D" w:rsidP="00E36567">
      <w:pPr>
        <w:pStyle w:val="libBoldItalic"/>
      </w:pPr>
      <w:r>
        <w:t>They will wish to get out of the Fire, but they will never get out from it, and for them is a lasting punishment. (37)</w:t>
      </w:r>
    </w:p>
    <w:p w:rsidR="001A403D" w:rsidRDefault="001A403D" w:rsidP="00E36567">
      <w:pPr>
        <w:pStyle w:val="libNormal"/>
      </w:pPr>
      <w:r>
        <w:t>1-Imam Mohammad Baqir asws said: Enemies of Ali asws will remain in Hell forever as Allah says, “they will never get out of Fire” (al-Burhan, v2, p452)</w:t>
      </w:r>
    </w:p>
    <w:p w:rsidR="001A403D" w:rsidRDefault="001A403D" w:rsidP="009229E3">
      <w:pPr>
        <w:pStyle w:val="libCenterBold1"/>
      </w:pPr>
      <w:r>
        <w:t>Lesson:</w:t>
      </w:r>
    </w:p>
    <w:p w:rsidR="001A403D" w:rsidRDefault="001A403D" w:rsidP="001A403D">
      <w:pPr>
        <w:pStyle w:val="libNormal"/>
      </w:pPr>
      <w:r>
        <w:t xml:space="preserve">1-If deniers of Walayat would give double of whole treasures of the world as ransom to get rid of Fire on the day of Qiyamah, it will not be </w:t>
      </w:r>
      <w:r>
        <w:lastRenderedPageBreak/>
        <w:t>accepted. To oppose Walayat-e-Ali asws in the greed of wealth and power in the few days life of this world results in Azaab forever.</w:t>
      </w:r>
    </w:p>
    <w:p w:rsidR="001A403D" w:rsidRDefault="001A403D" w:rsidP="00385B48">
      <w:pPr>
        <w:pStyle w:val="libAr"/>
      </w:pPr>
      <w:r>
        <w:rPr>
          <w:rFonts w:hint="eastAsia"/>
          <w:rtl/>
        </w:rPr>
        <w:t>فَلَا</w:t>
      </w:r>
      <w:r>
        <w:rPr>
          <w:rtl/>
        </w:rPr>
        <w:t xml:space="preserve"> تَخۡشَوُاْ </w:t>
      </w:r>
      <w:r>
        <w:rPr>
          <w:rFonts w:hint="cs"/>
          <w:rtl/>
        </w:rPr>
        <w:t>ٱ</w:t>
      </w:r>
      <w:r>
        <w:rPr>
          <w:rFonts w:hint="eastAsia"/>
          <w:rtl/>
        </w:rPr>
        <w:t>لنَّاسَ</w:t>
      </w:r>
      <w:r>
        <w:rPr>
          <w:rtl/>
        </w:rPr>
        <w:t xml:space="preserve"> وَ</w:t>
      </w:r>
      <w:r>
        <w:rPr>
          <w:rFonts w:hint="cs"/>
          <w:rtl/>
        </w:rPr>
        <w:t>ٱ</w:t>
      </w:r>
      <w:r>
        <w:rPr>
          <w:rFonts w:hint="eastAsia"/>
          <w:rtl/>
        </w:rPr>
        <w:t>خۡشَوۡنِ</w:t>
      </w:r>
      <w:r>
        <w:rPr>
          <w:rtl/>
        </w:rPr>
        <w:t xml:space="preserve"> وَلَا تَشۡتَرُواْ بِـَٔايَـٰتِى ثَمَنً۬ا قَلِيلاً۬‌ۚ وَمَن لَّمۡ يَحۡكُم بِمَآ أَنزَلَ </w:t>
      </w:r>
      <w:r>
        <w:rPr>
          <w:rFonts w:hint="cs"/>
          <w:rtl/>
        </w:rPr>
        <w:t>ٱ</w:t>
      </w:r>
      <w:r>
        <w:rPr>
          <w:rFonts w:hint="eastAsia"/>
          <w:rtl/>
        </w:rPr>
        <w:t>للَّهُ</w:t>
      </w:r>
      <w:r>
        <w:rPr>
          <w:rtl/>
        </w:rPr>
        <w:t xml:space="preserve"> فَأُوْلَـٰٓ</w:t>
      </w:r>
      <w:r>
        <w:rPr>
          <w:rFonts w:hint="cs"/>
          <w:rtl/>
        </w:rPr>
        <w:t>ٮِٕ</w:t>
      </w:r>
      <w:r>
        <w:rPr>
          <w:rFonts w:hint="eastAsia"/>
          <w:rtl/>
        </w:rPr>
        <w:t>كَ</w:t>
      </w:r>
      <w:r>
        <w:rPr>
          <w:rtl/>
        </w:rPr>
        <w:t xml:space="preserve"> هُمُ </w:t>
      </w:r>
      <w:r>
        <w:rPr>
          <w:rFonts w:hint="cs"/>
          <w:rtl/>
        </w:rPr>
        <w:t>ٱ</w:t>
      </w:r>
      <w:r>
        <w:rPr>
          <w:rFonts w:hint="eastAsia"/>
          <w:rtl/>
        </w:rPr>
        <w:t>لۡكَـٰفِرُونَ</w:t>
      </w:r>
      <w:r>
        <w:rPr>
          <w:rtl/>
        </w:rPr>
        <w:t xml:space="preserve"> (٤٤</w:t>
      </w:r>
      <w:r w:rsidR="009229E3">
        <w:rPr>
          <w:rtl/>
        </w:rPr>
        <w:t>)</w:t>
      </w:r>
    </w:p>
    <w:p w:rsidR="001A403D" w:rsidRDefault="001A403D" w:rsidP="00E36567">
      <w:pPr>
        <w:pStyle w:val="libBoldItalic"/>
      </w:pPr>
      <w:r>
        <w:t>So do not fear the people, but fear Me, and do not barter (exchange) My verses for a little price. And whoever does not judge by that which Allah has revealed, then it is those who are disbelievers. (44)</w:t>
      </w:r>
    </w:p>
    <w:p w:rsidR="001A403D" w:rsidRDefault="001A403D" w:rsidP="00E36567">
      <w:pPr>
        <w:pStyle w:val="libNormal"/>
      </w:pPr>
      <w:r>
        <w:t>1-Imam Jafar Sadiq asws said: Who does not give judgement according what Allah has revealed even in a case of two Dirhams, then certainly he did Kufr. It was asked: Kufr (denial) of what Allah revealed or that what was revealed to Mohammad sawaw? Imam asws said: Destruction for you! Is the denial of what was revealed to Mohammad sawaw not the denial of what Allah has revealed? (al-Burhan, v2, p467)</w:t>
      </w:r>
    </w:p>
    <w:p w:rsidR="001A403D" w:rsidRDefault="001A403D" w:rsidP="009229E3">
      <w:pPr>
        <w:pStyle w:val="libCenterBold1"/>
      </w:pPr>
      <w:r>
        <w:t>Lesson:</w:t>
      </w:r>
    </w:p>
    <w:p w:rsidR="001A403D" w:rsidRDefault="001A403D" w:rsidP="001A403D">
      <w:pPr>
        <w:pStyle w:val="libNormal"/>
      </w:pPr>
      <w:r>
        <w:t>1-Quran and Hadees are complementary and interdependent. It is destruction to discriminate between them. Whoever does judgement by leaving Quran &amp; Hadees, and by making use of Zunn-e-ijtihadi and Aqal-o-Mantiq, he is Kafir near Allah.</w:t>
      </w:r>
    </w:p>
    <w:p w:rsidR="001A403D" w:rsidRDefault="001A403D" w:rsidP="001A403D">
      <w:pPr>
        <w:pStyle w:val="libNormal"/>
      </w:pPr>
      <w:r>
        <w:t>2-Rasool Allah sawaw also said: Who does judgement with injustice even concerning two Dirhams, and executes it by force, this verse will be applied to him.</w:t>
      </w:r>
    </w:p>
    <w:p w:rsidR="001A403D" w:rsidRDefault="001A403D" w:rsidP="001A403D">
      <w:pPr>
        <w:pStyle w:val="libNormal"/>
      </w:pPr>
      <w:r>
        <w:t>3-For Muqassir Mulla two Dirhams are trivial, they are busy changing Haraam-e-Mohammadi to Halaal, and declaring what is inevitable obligation (Walayat) as nullifying Namaz. They accept only few hundred verses from Quran and declare others having no relation with Shariah, i.e. they openly mocking Deen.</w:t>
      </w:r>
    </w:p>
    <w:p w:rsidR="00595365" w:rsidRDefault="001A403D" w:rsidP="00385B48">
      <w:pPr>
        <w:pStyle w:val="libAr"/>
      </w:pPr>
      <w:r>
        <w:rPr>
          <w:rFonts w:hint="eastAsia"/>
          <w:rtl/>
        </w:rPr>
        <w:t>يَـٰٓأَيُّ</w:t>
      </w:r>
      <w:r w:rsidR="001E6BAB" w:rsidRPr="001E6BAB">
        <w:rPr>
          <w:rFonts w:hint="cs"/>
          <w:rtl/>
        </w:rPr>
        <w:t>ه</w:t>
      </w:r>
      <w:r w:rsidRPr="00595365">
        <w:rPr>
          <w:rFonts w:hint="cs"/>
          <w:rtl/>
        </w:rPr>
        <w:t>ا</w:t>
      </w:r>
      <w:r>
        <w:rPr>
          <w:rtl/>
        </w:rPr>
        <w:t xml:space="preserve"> </w:t>
      </w:r>
      <w:r>
        <w:rPr>
          <w:rFonts w:hint="cs"/>
          <w:rtl/>
        </w:rPr>
        <w:t>ٱ</w:t>
      </w:r>
      <w:r>
        <w:rPr>
          <w:rFonts w:hint="eastAsia"/>
          <w:rtl/>
        </w:rPr>
        <w:t>لَّذِينَ</w:t>
      </w:r>
      <w:r>
        <w:rPr>
          <w:rtl/>
        </w:rPr>
        <w:t xml:space="preserve"> ءَامَنُواْ مَن يَرۡتَدَّ مِنكُمۡ عَن دِينِهِ</w:t>
      </w:r>
      <w:r>
        <w:rPr>
          <w:rFonts w:hint="cs"/>
          <w:rtl/>
        </w:rPr>
        <w:t>ۦ</w:t>
      </w:r>
      <w:r>
        <w:rPr>
          <w:rtl/>
        </w:rPr>
        <w:t xml:space="preserve"> فَسَوۡفَ يَأۡتِى </w:t>
      </w:r>
      <w:r>
        <w:rPr>
          <w:rFonts w:hint="cs"/>
          <w:rtl/>
        </w:rPr>
        <w:t>ٱ</w:t>
      </w:r>
      <w:r>
        <w:rPr>
          <w:rFonts w:hint="eastAsia"/>
          <w:rtl/>
        </w:rPr>
        <w:t>للَّهُ</w:t>
      </w:r>
      <w:r>
        <w:rPr>
          <w:rtl/>
        </w:rPr>
        <w:t xml:space="preserve"> بِقَوۡمٍ۬ يُحِبُّ</w:t>
      </w:r>
      <w:r w:rsidR="001E6BAB" w:rsidRPr="001E6BAB">
        <w:rPr>
          <w:rFonts w:hint="cs"/>
          <w:rtl/>
        </w:rPr>
        <w:t>ه</w:t>
      </w:r>
      <w:r w:rsidRPr="00595365">
        <w:rPr>
          <w:rFonts w:hint="cs"/>
          <w:rtl/>
        </w:rPr>
        <w:t xml:space="preserve">مۡ وَيُحِبُّونَهُ </w:t>
      </w:r>
      <w:r>
        <w:rPr>
          <w:rFonts w:hint="cs"/>
          <w:rtl/>
        </w:rPr>
        <w:t>ۥۤ</w:t>
      </w:r>
      <w:r>
        <w:rPr>
          <w:rtl/>
        </w:rPr>
        <w:t xml:space="preserve"> أَذِلَّةٍ عَلَى </w:t>
      </w:r>
      <w:r>
        <w:rPr>
          <w:rFonts w:hint="cs"/>
          <w:rtl/>
        </w:rPr>
        <w:t>ٱ</w:t>
      </w:r>
      <w:r>
        <w:rPr>
          <w:rFonts w:hint="eastAsia"/>
          <w:rtl/>
        </w:rPr>
        <w:t>لۡمُؤۡمِنِينَ</w:t>
      </w:r>
      <w:r>
        <w:rPr>
          <w:rtl/>
        </w:rPr>
        <w:t xml:space="preserve"> أَعِزَّةٍ عَلَى </w:t>
      </w:r>
      <w:r>
        <w:rPr>
          <w:rFonts w:hint="cs"/>
          <w:rtl/>
        </w:rPr>
        <w:t>ٱ</w:t>
      </w:r>
      <w:r>
        <w:rPr>
          <w:rFonts w:hint="eastAsia"/>
          <w:rtl/>
        </w:rPr>
        <w:t>لۡكَـٰفِرِينَ</w:t>
      </w:r>
      <w:r>
        <w:rPr>
          <w:rtl/>
        </w:rPr>
        <w:t xml:space="preserve"> يُجَـٰهِدُونَ فِى سَبِيلِ </w:t>
      </w:r>
      <w:r>
        <w:rPr>
          <w:rFonts w:hint="cs"/>
          <w:rtl/>
        </w:rPr>
        <w:t>ٱ</w:t>
      </w:r>
      <w:r>
        <w:rPr>
          <w:rFonts w:hint="eastAsia"/>
          <w:rtl/>
        </w:rPr>
        <w:t>للَّهِ</w:t>
      </w:r>
      <w:r>
        <w:rPr>
          <w:rtl/>
        </w:rPr>
        <w:t xml:space="preserve"> وَلَا يَخَافُونَ لَوۡمَةَ لَآ</w:t>
      </w:r>
      <w:r>
        <w:rPr>
          <w:rFonts w:hint="cs"/>
          <w:rtl/>
        </w:rPr>
        <w:t>ٮِٕ</w:t>
      </w:r>
      <w:r>
        <w:rPr>
          <w:rFonts w:hint="eastAsia"/>
          <w:rtl/>
        </w:rPr>
        <w:t>مٍ۬‌ۚ</w:t>
      </w:r>
      <w:r>
        <w:rPr>
          <w:rtl/>
        </w:rPr>
        <w:t xml:space="preserve"> ذَ</w:t>
      </w:r>
      <w:r w:rsidR="005B7B9E" w:rsidRPr="005B7B9E">
        <w:rPr>
          <w:rFonts w:hint="cs"/>
          <w:rtl/>
        </w:rPr>
        <w:t>ا</w:t>
      </w:r>
      <w:r>
        <w:rPr>
          <w:rFonts w:hint="eastAsia"/>
          <w:rtl/>
        </w:rPr>
        <w:t>لِكَ</w:t>
      </w:r>
      <w:r>
        <w:rPr>
          <w:rtl/>
        </w:rPr>
        <w:t xml:space="preserve"> فَضۡلُ </w:t>
      </w:r>
      <w:r>
        <w:rPr>
          <w:rFonts w:hint="cs"/>
          <w:rtl/>
        </w:rPr>
        <w:t>ٱ</w:t>
      </w:r>
      <w:r>
        <w:rPr>
          <w:rFonts w:hint="eastAsia"/>
          <w:rtl/>
        </w:rPr>
        <w:t>للَّهِ</w:t>
      </w:r>
      <w:r>
        <w:rPr>
          <w:rtl/>
        </w:rPr>
        <w:t xml:space="preserve"> يُؤۡتِيهِ مَن يَشَآءُ‌ۚ وَ</w:t>
      </w:r>
      <w:r>
        <w:rPr>
          <w:rFonts w:hint="cs"/>
          <w:rtl/>
        </w:rPr>
        <w:t>ٱ</w:t>
      </w:r>
      <w:r>
        <w:rPr>
          <w:rFonts w:hint="eastAsia"/>
          <w:rtl/>
        </w:rPr>
        <w:t>للَّهُ</w:t>
      </w:r>
      <w:r>
        <w:rPr>
          <w:rtl/>
        </w:rPr>
        <w:t xml:space="preserve"> وَ</w:t>
      </w:r>
      <w:r w:rsidR="005B7B9E" w:rsidRPr="005B7B9E">
        <w:rPr>
          <w:rFonts w:hint="cs"/>
          <w:rtl/>
        </w:rPr>
        <w:t>ا</w:t>
      </w:r>
      <w:r>
        <w:rPr>
          <w:rFonts w:hint="eastAsia"/>
          <w:rtl/>
        </w:rPr>
        <w:t>سِعٌ</w:t>
      </w:r>
      <w:r>
        <w:rPr>
          <w:rtl/>
        </w:rPr>
        <w:t xml:space="preserve"> عَلِيمٌ (٥٤</w:t>
      </w:r>
      <w:r w:rsidR="009229E3">
        <w:rPr>
          <w:rtl/>
        </w:rPr>
        <w:t>)</w:t>
      </w:r>
    </w:p>
    <w:p w:rsidR="001A403D" w:rsidRDefault="001A403D" w:rsidP="00E36567">
      <w:pPr>
        <w:pStyle w:val="libBoldItalic"/>
      </w:pPr>
      <w:r>
        <w:t>O you who believe! Whoever among you becomes a renegade from his religion, then soon Allah will bring a nation whom He loves and who love Him, humble toward believers, stern toward disbelievers, striving in the Sabeel (way) of Allah, and fearing not the blame of any blamer. That is the Grace of Allah which He gives to whom He wills. And Allah is All-Encompassing, All-Knowing. (54)</w:t>
      </w:r>
    </w:p>
    <w:p w:rsidR="001A403D" w:rsidRDefault="001A403D" w:rsidP="00E36567">
      <w:pPr>
        <w:pStyle w:val="libNormal"/>
      </w:pPr>
      <w:r>
        <w:t>1-Imam Mohammad Baqir asws and Jafar Sadiq asws said: This verse was revealed about Imam Ali asws. (al-Burhan, v2, p474)</w:t>
      </w:r>
    </w:p>
    <w:p w:rsidR="001A403D" w:rsidRDefault="001A403D" w:rsidP="00E36567">
      <w:pPr>
        <w:pStyle w:val="libNormal"/>
      </w:pPr>
      <w:r>
        <w:t>2-Address is to the usurpers of the right of Aal-e-Mohammad asws, who became renegades from the Deen of Allah, then Allah will bring such nation whom Allah loves and they love Allah, i.e. Imam Qaim asws and his companions (a.s.) who strive (do Jihad) in the Sabeel of Allah, and are not afraid of blames of blamers. (Tafseer Qummi, p163)</w:t>
      </w:r>
    </w:p>
    <w:p w:rsidR="001A403D" w:rsidRDefault="001A403D" w:rsidP="009229E3">
      <w:pPr>
        <w:pStyle w:val="libCenterBold1"/>
      </w:pPr>
      <w:r>
        <w:t>Lesson:</w:t>
      </w:r>
    </w:p>
    <w:p w:rsidR="001A403D" w:rsidRDefault="001A403D" w:rsidP="001A403D">
      <w:pPr>
        <w:pStyle w:val="libNormal"/>
      </w:pPr>
      <w:r>
        <w:lastRenderedPageBreak/>
        <w:t>1-Maola Ali asws is called as Nation in this verse. If all Muslims become renegades, then Maola Ali asws is enough to help Rasool Allah sawaw.</w:t>
      </w:r>
    </w:p>
    <w:p w:rsidR="001A403D" w:rsidRDefault="001A403D" w:rsidP="001A403D">
      <w:pPr>
        <w:pStyle w:val="libNormal"/>
      </w:pPr>
      <w:r>
        <w:t>According to saying of Masoom asws, the announcement of Rasool Allah sawaw on the day of Khaiber comfirms that this verse is about Maola Ali asws, “I will definitely give flag tomorrow to a man who loves Allah and His Rasool sawaw, and Allah and His Rasool sawaw love him, who attacks again and again, never flees, never returns until Allah bestows victory in his hands.”</w:t>
      </w:r>
    </w:p>
    <w:p w:rsidR="001A403D" w:rsidRDefault="001A403D" w:rsidP="001A403D">
      <w:pPr>
        <w:pStyle w:val="libNormal"/>
      </w:pPr>
      <w:r>
        <w:t>2-This verse is also about Imam al-Asr asws and his companions. Muqassir Mullas will issue Fatawa for their murder but they will not care, and will do Jihad in the Sabeel of Allah. Then some of those Muqassireen will pay allegiance due to fear of Zulfiqar and will accept the order of Imam asws unwillingly like hypocrites.</w:t>
      </w:r>
    </w:p>
    <w:p w:rsidR="001A403D" w:rsidRDefault="001A403D" w:rsidP="00385B48">
      <w:pPr>
        <w:pStyle w:val="libAr"/>
      </w:pPr>
      <w:r>
        <w:rPr>
          <w:rFonts w:hint="eastAsia"/>
          <w:rtl/>
        </w:rPr>
        <w:t>إِنَّمَا</w:t>
      </w:r>
      <w:r>
        <w:rPr>
          <w:rtl/>
        </w:rPr>
        <w:t xml:space="preserve"> وَلِيُّكُمُ </w:t>
      </w:r>
      <w:r>
        <w:rPr>
          <w:rFonts w:hint="cs"/>
          <w:rtl/>
        </w:rPr>
        <w:t>ٱ</w:t>
      </w:r>
      <w:r>
        <w:rPr>
          <w:rFonts w:hint="eastAsia"/>
          <w:rtl/>
        </w:rPr>
        <w:t>للَّهُ</w:t>
      </w:r>
      <w:r>
        <w:rPr>
          <w:rtl/>
        </w:rPr>
        <w:t xml:space="preserve"> وَرَسُولُهُ </w:t>
      </w:r>
      <w:r>
        <w:rPr>
          <w:rFonts w:hint="cs"/>
          <w:rtl/>
        </w:rPr>
        <w:t>ۥ</w:t>
      </w:r>
      <w:r>
        <w:rPr>
          <w:rtl/>
        </w:rPr>
        <w:t xml:space="preserve"> وَ</w:t>
      </w:r>
      <w:r>
        <w:rPr>
          <w:rFonts w:hint="cs"/>
          <w:rtl/>
        </w:rPr>
        <w:t>ٱ</w:t>
      </w:r>
      <w:r>
        <w:rPr>
          <w:rFonts w:hint="eastAsia"/>
          <w:rtl/>
        </w:rPr>
        <w:t>لَّذِينَ</w:t>
      </w:r>
      <w:r>
        <w:rPr>
          <w:rtl/>
        </w:rPr>
        <w:t xml:space="preserve"> ءَامَنُواْ </w:t>
      </w:r>
      <w:r>
        <w:rPr>
          <w:rFonts w:hint="cs"/>
          <w:rtl/>
        </w:rPr>
        <w:t>ٱ</w:t>
      </w:r>
      <w:r>
        <w:rPr>
          <w:rFonts w:hint="eastAsia"/>
          <w:rtl/>
        </w:rPr>
        <w:t>لَّذِينَ</w:t>
      </w:r>
      <w:r>
        <w:rPr>
          <w:rtl/>
        </w:rPr>
        <w:t xml:space="preserve"> يُقِيمُونَ </w:t>
      </w:r>
      <w:r>
        <w:rPr>
          <w:rFonts w:hint="cs"/>
          <w:rtl/>
        </w:rPr>
        <w:t>ٱ</w:t>
      </w:r>
      <w:r>
        <w:rPr>
          <w:rFonts w:hint="eastAsia"/>
          <w:rtl/>
        </w:rPr>
        <w:t>لصَّلَوٰةَ</w:t>
      </w:r>
      <w:r>
        <w:rPr>
          <w:rtl/>
        </w:rPr>
        <w:t xml:space="preserve"> وَيُؤۡتُونَ </w:t>
      </w:r>
      <w:r>
        <w:rPr>
          <w:rFonts w:hint="cs"/>
          <w:rtl/>
        </w:rPr>
        <w:t>ٱ</w:t>
      </w:r>
      <w:r>
        <w:rPr>
          <w:rFonts w:hint="eastAsia"/>
          <w:rtl/>
        </w:rPr>
        <w:t>لزَّكَوٰةَ</w:t>
      </w:r>
      <w:r>
        <w:rPr>
          <w:rtl/>
        </w:rPr>
        <w:t xml:space="preserve"> وَهُمۡ رَ</w:t>
      </w:r>
      <w:r w:rsidR="005B7B9E" w:rsidRPr="005B7B9E">
        <w:rPr>
          <w:rFonts w:hint="cs"/>
          <w:rtl/>
        </w:rPr>
        <w:t>ا</w:t>
      </w:r>
      <w:r>
        <w:rPr>
          <w:rFonts w:hint="eastAsia"/>
          <w:rtl/>
        </w:rPr>
        <w:t>كِعُونَ</w:t>
      </w:r>
      <w:r>
        <w:rPr>
          <w:rtl/>
        </w:rPr>
        <w:t xml:space="preserve"> (٥٥</w:t>
      </w:r>
      <w:r w:rsidR="009229E3">
        <w:rPr>
          <w:rtl/>
        </w:rPr>
        <w:t>)</w:t>
      </w:r>
    </w:p>
    <w:p w:rsidR="001A403D" w:rsidRDefault="001A403D" w:rsidP="00E36567">
      <w:pPr>
        <w:pStyle w:val="libBoldItalic"/>
      </w:pPr>
      <w:r>
        <w:t>Only and only your Wali (Guardian) is Allah and His Rasool and those who believe, who establish Salaah and give Zakat while doing Rakooh (in prayer). (55)</w:t>
      </w:r>
    </w:p>
    <w:p w:rsidR="001A403D" w:rsidRDefault="001A403D" w:rsidP="00E36567">
      <w:pPr>
        <w:pStyle w:val="libNormal"/>
      </w:pPr>
      <w:r>
        <w:t>1-When this verse was revealed, some people gathered in the mosque of Madina and said to each other: What do you say about this verse? Some said: If we deny this verse then it is as we deny everything, and if we believe in it then it is disgrace for us, because then Ali ibne Abi Talib asws dominates upon us. And some said: We know with certainty that Mohammad sawaw speaks the truth whatever he says, but we will not make him (Ali asws) Wali, and will never obey Ali asws in any matter. Then this verse was revealed, “They know the Favour of Allah, even then they deny him” (al-Nahal, v83) it means they have the knowledge of Walayat of Ali ibne Abi Talib asws, and majority of them deny Walayat. (Imam Hussain asws) (al-Burhan, v2, p475)</w:t>
      </w:r>
    </w:p>
    <w:p w:rsidR="001A403D" w:rsidRDefault="001A403D" w:rsidP="00E36567">
      <w:pPr>
        <w:pStyle w:val="libNormal"/>
      </w:pPr>
      <w:r>
        <w:t xml:space="preserve">2-Imam Mohammad Baqir asws said about this verse: Some Jews became Muslims, Abdullah bin Salam and Asad and Sa’lba and ibne Yameen and ibne Soorya were included in them as well. They came to Nabi Akram sawaw and said: Ya Nabi Allah sawaw, no doubt Musa (a.s.) appointed Yousha bin Noon (a.s.) as Wasi (vicegerent); Ya Rasool Allah sawaw, who is your Wasi? And who is our Wali after you? Thus this verse (al-Ma’ida, 55) was revealed, so Rasool Allah sawaw said: Get up. So they got up and came towards Masjid, and a begger was coming out. Rasool Allah sawaw asked him: O begger, did someone give you anything? He said: Yes, this ring. Asked: Who gave it? He answered: That man gave it to me who is offering Salaah. Asked: In which condition he gave? He said: While he was in Rakooh. So Nabi Akram sawaw raised Takbeer, and people in the mosque also said, “Allah-o-Akbar” Then Nabi Akram sawaw said: After me Ali ibne Abi Talib asws is your Wali. They said: We are pleased with Allah being Rabb, and Islam being Deen, and Mohammad sawaw being our Nabi, and Ali ibne Abi Talib asws being our Wali. So Allah Azza wa Jalla revealed this verse, “Who make Allah, His Rasool and Momineen </w:t>
      </w:r>
      <w:r>
        <w:lastRenderedPageBreak/>
        <w:t>their Wali, thus the party of Allah is prevailing” (al-Ma’ida, v56) (al-Burhan, v2, p477)</w:t>
      </w:r>
    </w:p>
    <w:p w:rsidR="001A403D" w:rsidRDefault="001A403D" w:rsidP="009229E3">
      <w:pPr>
        <w:pStyle w:val="libCenterBold1"/>
      </w:pPr>
      <w:r>
        <w:t>Lesson:</w:t>
      </w:r>
    </w:p>
    <w:p w:rsidR="001A403D" w:rsidRDefault="001A403D" w:rsidP="001A403D">
      <w:pPr>
        <w:pStyle w:val="libNormal"/>
      </w:pPr>
      <w:r>
        <w:t>1-According to Kalamullah only and only (Kalima Hasr) Allah, Rasool Allah sawaw and Infallible Imams asws are Wali. There is no place for any Muqassir Mulla to share Walayat.</w:t>
      </w:r>
    </w:p>
    <w:p w:rsidR="001A403D" w:rsidRDefault="001A403D" w:rsidP="001A403D">
      <w:pPr>
        <w:pStyle w:val="libNormal"/>
      </w:pPr>
      <w:r>
        <w:t>2-Muqassir Mulla is exactly following the Sunnah of his forefathers, avoiding to accept whole Quran, because then Maola Ali asws and his progeny asws prevails him. Then he has to issue decrees according to what Allah has revealed, and business of Zunni Fatawa will close down.</w:t>
      </w:r>
    </w:p>
    <w:p w:rsidR="001A403D" w:rsidRDefault="001A403D" w:rsidP="001A403D">
      <w:pPr>
        <w:pStyle w:val="libNormal"/>
      </w:pPr>
      <w:r>
        <w:t>3-About verse 56 of Sura Ma’ida, the summary of saying of Masoom asws is that who love Allah, and His Rasool sawaw and Momineen meaing Ali asws, they are Hizbullah (Party of Allah) i.e. they are Shias of Allah and His Rasool sawaw and His Wali asws, and they are prevailing on all the people. Allah started this verse with Himself, then mentioned His Nabi sawaw and then His Wali asws.</w:t>
      </w:r>
    </w:p>
    <w:p w:rsidR="001A403D" w:rsidRDefault="001A403D" w:rsidP="00385B48">
      <w:pPr>
        <w:pStyle w:val="libAr"/>
      </w:pPr>
      <w:r>
        <w:rPr>
          <w:rFonts w:hint="eastAsia"/>
          <w:rtl/>
        </w:rPr>
        <w:t>يَـٰٓأَيُّ</w:t>
      </w:r>
      <w:r w:rsidR="001E6BAB" w:rsidRPr="001E6BAB">
        <w:rPr>
          <w:rFonts w:hint="cs"/>
          <w:rtl/>
        </w:rPr>
        <w:t>ه</w:t>
      </w:r>
      <w:r w:rsidRPr="00595365">
        <w:rPr>
          <w:rFonts w:hint="cs"/>
          <w:rtl/>
        </w:rPr>
        <w:t>ا</w:t>
      </w:r>
      <w:r>
        <w:rPr>
          <w:rtl/>
        </w:rPr>
        <w:t xml:space="preserve"> </w:t>
      </w:r>
      <w:r>
        <w:rPr>
          <w:rFonts w:hint="cs"/>
          <w:rtl/>
        </w:rPr>
        <w:t>ٱ</w:t>
      </w:r>
      <w:r>
        <w:rPr>
          <w:rFonts w:hint="eastAsia"/>
          <w:rtl/>
        </w:rPr>
        <w:t>لرَّسُولُ</w:t>
      </w:r>
      <w:r>
        <w:rPr>
          <w:rtl/>
        </w:rPr>
        <w:t xml:space="preserve"> بَلِّغۡ مَآ أُنزِلَ إِلَيۡكَ مِن رَّبِّكَ‌ۖ وَإِن لَّمۡ تَفۡعَلۡ فَمَا بَلَّغۡتَ رِسَالَتَهُ </w:t>
      </w:r>
      <w:r>
        <w:rPr>
          <w:rFonts w:hint="cs"/>
          <w:rtl/>
        </w:rPr>
        <w:t>ۥ‌ۚ</w:t>
      </w:r>
      <w:r>
        <w:rPr>
          <w:rtl/>
        </w:rPr>
        <w:t xml:space="preserve"> وَ</w:t>
      </w:r>
      <w:r>
        <w:rPr>
          <w:rFonts w:hint="cs"/>
          <w:rtl/>
        </w:rPr>
        <w:t>ٱ</w:t>
      </w:r>
      <w:r>
        <w:rPr>
          <w:rFonts w:hint="eastAsia"/>
          <w:rtl/>
        </w:rPr>
        <w:t>للَّهُ</w:t>
      </w:r>
      <w:r>
        <w:rPr>
          <w:rtl/>
        </w:rPr>
        <w:t xml:space="preserve"> يَعۡصِمُكَ مِنَ </w:t>
      </w:r>
      <w:r>
        <w:rPr>
          <w:rFonts w:hint="cs"/>
          <w:rtl/>
        </w:rPr>
        <w:t>ٱ</w:t>
      </w:r>
      <w:r>
        <w:rPr>
          <w:rFonts w:hint="eastAsia"/>
          <w:rtl/>
        </w:rPr>
        <w:t>لنَّاسِ‌ۗ</w:t>
      </w:r>
      <w:r>
        <w:rPr>
          <w:rtl/>
        </w:rPr>
        <w:t xml:space="preserve"> إِنَّ </w:t>
      </w:r>
      <w:r>
        <w:rPr>
          <w:rFonts w:hint="cs"/>
          <w:rtl/>
        </w:rPr>
        <w:t>ٱ</w:t>
      </w:r>
      <w:r>
        <w:rPr>
          <w:rFonts w:hint="eastAsia"/>
          <w:rtl/>
        </w:rPr>
        <w:t>للَّهَ</w:t>
      </w:r>
      <w:r>
        <w:rPr>
          <w:rtl/>
        </w:rPr>
        <w:t xml:space="preserve"> لَا يَ</w:t>
      </w:r>
      <w:r w:rsidR="001E6BAB" w:rsidRPr="001E6BAB">
        <w:rPr>
          <w:rFonts w:hint="cs"/>
          <w:rtl/>
        </w:rPr>
        <w:t>ه</w:t>
      </w:r>
      <w:r w:rsidRPr="00595365">
        <w:rPr>
          <w:rFonts w:hint="cs"/>
          <w:rtl/>
        </w:rPr>
        <w:t xml:space="preserve">ۡدِى </w:t>
      </w:r>
      <w:r>
        <w:rPr>
          <w:rFonts w:hint="cs"/>
          <w:rtl/>
        </w:rPr>
        <w:t>ٱ</w:t>
      </w:r>
      <w:r>
        <w:rPr>
          <w:rFonts w:hint="eastAsia"/>
          <w:rtl/>
        </w:rPr>
        <w:t>لۡقَوۡمَ</w:t>
      </w:r>
      <w:r>
        <w:rPr>
          <w:rtl/>
        </w:rPr>
        <w:t xml:space="preserve"> </w:t>
      </w:r>
      <w:r>
        <w:rPr>
          <w:rFonts w:hint="cs"/>
          <w:rtl/>
        </w:rPr>
        <w:t>ٱ</w:t>
      </w:r>
      <w:r>
        <w:rPr>
          <w:rFonts w:hint="eastAsia"/>
          <w:rtl/>
        </w:rPr>
        <w:t>لۡكَـٰفِرِينَ</w:t>
      </w:r>
      <w:r>
        <w:rPr>
          <w:rtl/>
        </w:rPr>
        <w:t xml:space="preserve"> (٦٧</w:t>
      </w:r>
      <w:r w:rsidR="009229E3">
        <w:rPr>
          <w:rtl/>
        </w:rPr>
        <w:t>)</w:t>
      </w:r>
    </w:p>
    <w:p w:rsidR="001A403D" w:rsidRDefault="001A403D" w:rsidP="00E36567">
      <w:pPr>
        <w:pStyle w:val="libBoldItalic"/>
      </w:pPr>
      <w:r>
        <w:t>O Rasool! Convey that which has been revealed to you from your Rabb, and if you don’t do it, then you have not conveyed His Risalat (message). And Allah will protect you from the people. No doubt, Allah does not guide the disbelieving nation. (67)</w:t>
      </w:r>
    </w:p>
    <w:p w:rsidR="001A403D" w:rsidRDefault="001A403D" w:rsidP="00E36567">
      <w:pPr>
        <w:pStyle w:val="libNormal"/>
      </w:pPr>
      <w:r>
        <w:t xml:space="preserve">1-One day Rasool Allah sawaw came out (of city) and he was riding. And Maola Ali asws also came out and he was on foot. Rasool Allah sawaw said: O Abul Hassan asws! Either you ride (as well) or return back, because Allah Azza wa Jalla has commanded me that you should also ride when I ride, and you should be on foot when I am on foot, and you should sit when I am sitting, this is a law from the laws of Allah, which is necessary for your sitting and adjourning. And Allah has not bestowed me any honour from His honours but bestowed you a similar honour to you as well. And Allah specified me with Nabuwat and Risalat, and made you my Wali in that, you are who establishes the limits (laws) of Allah and stands in hardships. And I swear by Him Who raised Mohammad (sawaw) as Nabi with Haqq, he does not believe in me who denies you, and he does not testify me who opposes you, and he does not believe in Allah at all who denies you. And no doubt, your Fazal (merit, favour, superiority) is my Fazal, and no doubt my Fazal is Fazal of Allah, and this is the saying of Allah, “O Rasool say: This is due to Fazal of Allah and His Rahmat, be happy on that, this is better than whatever they (people) accumulate (worldy things) (Yunus, v58) meaning that Fazal of Allah is Nabuwat of your Nabi sawaw, and His Rahmat is Walayat of Ali ibne Abi Talib asws, and Shias become happy with Nabuwat and Walayat, and this is better than what they accumulate i.e. their opponents have wealth and children in this world. By Allah, Ya Ali asws! You are only created that your Rabb’s worship should be established, and pillars of Deen should be recognised by your soul, and worn off path should be repaired by you. He is surely misguided who lost you, and he can never </w:t>
      </w:r>
      <w:r>
        <w:lastRenderedPageBreak/>
        <w:t>be guided toward Allah Azza wa Jalla who is not guided toward you and your Walayat, and this is the saying of my Rabb Azza wa Jalla, “And no doubt I am Forgiving, who repents and believes and do good deeds then walks on straight path” i.e. towards your Walayat. And certainly my Rabb Tabarak wa Ta’ala has commanded me that your right is exactly as obligatory as my right is obligatory, and no doubt your right is inevitable obligation for him who believe in me. And if you were not there, Hizbullah (Allah’s Party) would not be known. And due to you enemies of Allah were exposed. And who does not have your Walayat, he does not have anything. And no doubt, Allah Azza wa Jalla has revealed to me, O Rasool convey that what has been revealed to you from your Rabb i.e. Ya Ali (asws) about your Walayat, and if you don’t do it then you did not convey My Risalat, and that order which was given about your Walayat, if I would not conveyed then my deeds (task of Risalat) would have been finished. And whoever meets Allah without your Walayat his deeds are nullified. And I have to fulfil my promise, and I speak nothing except what my Rabb Tabarak wa Ta’ala says, and no doubt whatever I say about you, it is revealed from Allah Azza wa Jalla. (al-Burhan, v2, p495)</w:t>
      </w:r>
    </w:p>
    <w:p w:rsidR="001A403D" w:rsidRDefault="001A403D" w:rsidP="009229E3">
      <w:pPr>
        <w:pStyle w:val="libCenterBold1"/>
      </w:pPr>
      <w:r>
        <w:t>Lesson:</w:t>
      </w:r>
    </w:p>
    <w:p w:rsidR="001A403D" w:rsidRDefault="001A403D" w:rsidP="001A403D">
      <w:pPr>
        <w:pStyle w:val="libNormal"/>
      </w:pPr>
      <w:r>
        <w:t>1-The detailed Tafseer of this verse has been narrated under the verse number 3 of Sura Ma’ida.</w:t>
      </w:r>
    </w:p>
    <w:p w:rsidR="001A403D" w:rsidRDefault="001A403D" w:rsidP="001A403D">
      <w:pPr>
        <w:pStyle w:val="libNormal"/>
      </w:pPr>
      <w:r>
        <w:t>People took Salaah, Saom, Zakat, and Hajj but the most important obligation Walayat.</w:t>
      </w:r>
    </w:p>
    <w:p w:rsidR="001A403D" w:rsidRDefault="001A403D" w:rsidP="001A403D">
      <w:pPr>
        <w:pStyle w:val="libNormal"/>
      </w:pPr>
      <w:r>
        <w:t>2-Preaching Walayat is not only verbal announcement but it is a practicle task, as it is commanded to perform practically in the verse, and Rasool Allah sawaw did preaching of Walayat by holding high Maola Ali asws with his hands in front of 125000 pilgirms.</w:t>
      </w:r>
    </w:p>
    <w:p w:rsidR="001A403D" w:rsidRDefault="001A403D" w:rsidP="001A403D">
      <w:pPr>
        <w:pStyle w:val="libNormal"/>
      </w:pPr>
      <w:r>
        <w:t>3-Allah Azza wa Jalla does not like that His one beloved should ride and other beloved goes on foot. Then how Aziz al-Jabbaar can tolerate that one beloved is mentioned in Salaah and other beloved is exited, or consider one as part of Kalima and deny other as its part due to grudge and jealousy. Who denies Walayat-e-Ali asws, he has no faith in Tauheed and Risalat as well. Walayat-e-Ali asws is better than all the treasures of the world.</w:t>
      </w:r>
    </w:p>
    <w:p w:rsidR="00595365" w:rsidRDefault="001A403D" w:rsidP="001A403D">
      <w:pPr>
        <w:pStyle w:val="libNormal"/>
      </w:pPr>
      <w:r>
        <w:t>4-At Ghadeer-e-Khum Rasool Allah sawaw announced for congregational Salaah and gave lengthy Sermon about Walayat-e-Ali asws. So congregational Salaah is only that in which Walayat is mentioned from Imam Ali asws to Qaim asws.</w:t>
      </w:r>
    </w:p>
    <w:p w:rsidR="001A403D" w:rsidRDefault="001A403D" w:rsidP="00385B48">
      <w:pPr>
        <w:pStyle w:val="libAr"/>
      </w:pPr>
      <w:r>
        <w:rPr>
          <w:rFonts w:hint="eastAsia"/>
          <w:rtl/>
        </w:rPr>
        <w:t>قُلۡ</w:t>
      </w:r>
      <w:r>
        <w:rPr>
          <w:rtl/>
        </w:rPr>
        <w:t xml:space="preserve"> يَـٰٓأَهۡلَ </w:t>
      </w:r>
      <w:r>
        <w:rPr>
          <w:rFonts w:hint="cs"/>
          <w:rtl/>
        </w:rPr>
        <w:t>ٱ</w:t>
      </w:r>
      <w:r>
        <w:rPr>
          <w:rFonts w:hint="eastAsia"/>
          <w:rtl/>
        </w:rPr>
        <w:t>لۡكِتَـٰبِ</w:t>
      </w:r>
      <w:r>
        <w:rPr>
          <w:rtl/>
        </w:rPr>
        <w:t xml:space="preserve"> لَسۡتُمۡ عَلَىٰ شَىۡءٍ حَتَّىٰ تُقِيمُواْ </w:t>
      </w:r>
      <w:r>
        <w:rPr>
          <w:rFonts w:hint="cs"/>
          <w:rtl/>
        </w:rPr>
        <w:t>ٱ</w:t>
      </w:r>
      <w:r>
        <w:rPr>
          <w:rFonts w:hint="eastAsia"/>
          <w:rtl/>
        </w:rPr>
        <w:t>لتَّوۡرَ</w:t>
      </w:r>
      <w:r>
        <w:rPr>
          <w:rFonts w:hint="cs"/>
          <w:rtl/>
        </w:rPr>
        <w:t>ٮٰ</w:t>
      </w:r>
      <w:r>
        <w:rPr>
          <w:rFonts w:hint="eastAsia"/>
          <w:rtl/>
        </w:rPr>
        <w:t>ةَ</w:t>
      </w:r>
      <w:r>
        <w:rPr>
          <w:rtl/>
        </w:rPr>
        <w:t xml:space="preserve"> وَ</w:t>
      </w:r>
      <w:r>
        <w:rPr>
          <w:rFonts w:hint="cs"/>
          <w:rtl/>
        </w:rPr>
        <w:t>ٱ</w:t>
      </w:r>
      <w:r>
        <w:rPr>
          <w:rFonts w:hint="eastAsia"/>
          <w:rtl/>
        </w:rPr>
        <w:t>لۡإِنجِيلَ</w:t>
      </w:r>
      <w:r>
        <w:rPr>
          <w:rtl/>
        </w:rPr>
        <w:t xml:space="preserve"> وَمَآ أُنزِلَ إِلَيۡكُم مِّن رَّبِّكُمۡ‌ۗ وَلَيَزِيدَنَّ كَثِيرً۬ا مِّنۡ</w:t>
      </w:r>
      <w:r w:rsidR="001E6BAB" w:rsidRPr="001E6BAB">
        <w:rPr>
          <w:rFonts w:hint="cs"/>
          <w:rtl/>
        </w:rPr>
        <w:t>ه</w:t>
      </w:r>
      <w:r w:rsidRPr="00595365">
        <w:rPr>
          <w:rFonts w:hint="cs"/>
          <w:rtl/>
        </w:rPr>
        <w:t>م مَّآ أُنزِلَ إِلَيۡكَ مِن رَّبِّكَ طُغۡيَـٰنً۬ا وَكُفۡرً۬ا‌ۖ فَلَا تَأۡسَ عَلَى</w:t>
      </w:r>
      <w:r>
        <w:rPr>
          <w:rtl/>
        </w:rPr>
        <w:t xml:space="preserve"> </w:t>
      </w:r>
      <w:r>
        <w:rPr>
          <w:rFonts w:hint="cs"/>
          <w:rtl/>
        </w:rPr>
        <w:t>ٱ</w:t>
      </w:r>
      <w:r>
        <w:rPr>
          <w:rFonts w:hint="eastAsia"/>
          <w:rtl/>
        </w:rPr>
        <w:t>لۡقَوۡمِ</w:t>
      </w:r>
      <w:r>
        <w:rPr>
          <w:rtl/>
        </w:rPr>
        <w:t xml:space="preserve"> </w:t>
      </w:r>
      <w:r>
        <w:rPr>
          <w:rFonts w:hint="cs"/>
          <w:rtl/>
        </w:rPr>
        <w:t>ٱ</w:t>
      </w:r>
      <w:r>
        <w:rPr>
          <w:rFonts w:hint="eastAsia"/>
          <w:rtl/>
        </w:rPr>
        <w:t>لۡكَـٰفِرِينَ</w:t>
      </w:r>
      <w:r>
        <w:rPr>
          <w:rtl/>
        </w:rPr>
        <w:t xml:space="preserve"> (٦٨</w:t>
      </w:r>
      <w:r w:rsidR="009229E3">
        <w:rPr>
          <w:rtl/>
        </w:rPr>
        <w:t>)</w:t>
      </w:r>
    </w:p>
    <w:p w:rsidR="001A403D" w:rsidRDefault="001A403D" w:rsidP="00E36567">
      <w:pPr>
        <w:pStyle w:val="libBoldItalic"/>
      </w:pPr>
      <w:r>
        <w:t>Say: O People of the Scripture! You are on nothing (of guidance) until you uphold (observe) the Taurat and the Injeel and that which was revealed to you from your Rabb. And that which is revealed to you (Mohammad sawaw) from your Rabb is certainly increasing the contumacy (rebelliousness) and disbelief of majority of them. But do not grieve over the disbelieving nation. (68)</w:t>
      </w:r>
    </w:p>
    <w:p w:rsidR="001A403D" w:rsidRDefault="001A403D" w:rsidP="00E36567">
      <w:pPr>
        <w:pStyle w:val="libNormal"/>
      </w:pPr>
      <w:r>
        <w:lastRenderedPageBreak/>
        <w:t>1-According to the saying of Imam Mohammad Baqir asws “What has been revealed to you from your Rabb” means Walayat of Amirul Momineen asws and Walayat of pure Imams asws. (al-Burhan, v2, p500)</w:t>
      </w:r>
    </w:p>
    <w:p w:rsidR="001A403D" w:rsidRDefault="001A403D" w:rsidP="009229E3">
      <w:pPr>
        <w:pStyle w:val="libCenterBold1"/>
      </w:pPr>
      <w:r>
        <w:t>Lesson:</w:t>
      </w:r>
    </w:p>
    <w:p w:rsidR="001A403D" w:rsidRDefault="001A403D" w:rsidP="001A403D">
      <w:pPr>
        <w:pStyle w:val="libNormal"/>
      </w:pPr>
      <w:r>
        <w:t>1-Walayat-e-Ali asws was sent down on all nations (Ummahs) as obligation. When verses about Walayat-e-Ali asws are recited, transgression (Tughyan) and denial (Kufr) of Muqassireen increases more and more, and then they say with shameless arrogance that they rely on Fatwa of Mulla more than Quran &amp; Sunnah. We must not grieve over the ignorance &amp; misguidance of Kafir Nation (the deniers of Walayat) because they rejected Walayat-e-Ali asws willingly in Alam-e-Zarr. That is why Quran &amp; Hadees does not affect them.</w:t>
      </w:r>
    </w:p>
    <w:p w:rsidR="001A403D" w:rsidRDefault="001A403D" w:rsidP="00385B48">
      <w:pPr>
        <w:pStyle w:val="libAr"/>
      </w:pPr>
      <w:r>
        <w:rPr>
          <w:rFonts w:hint="eastAsia"/>
          <w:rtl/>
        </w:rPr>
        <w:t>وَحَسِبُوٓاْ</w:t>
      </w:r>
      <w:r>
        <w:rPr>
          <w:rtl/>
        </w:rPr>
        <w:t xml:space="preserve"> أَلَّا تَكُونَ فِتۡنَةٌ۬ فَعَمُواْ وَصَمُّواْ ثُمَّ تَابَ </w:t>
      </w:r>
      <w:r>
        <w:rPr>
          <w:rFonts w:hint="cs"/>
          <w:rtl/>
        </w:rPr>
        <w:t>ٱ</w:t>
      </w:r>
      <w:r>
        <w:rPr>
          <w:rFonts w:hint="eastAsia"/>
          <w:rtl/>
        </w:rPr>
        <w:t>للَّهُ</w:t>
      </w:r>
      <w:r>
        <w:rPr>
          <w:rtl/>
        </w:rPr>
        <w:t xml:space="preserve"> عَلَيۡهِمۡ ثُمَّ عَمُواْ وَصَمُّواْ </w:t>
      </w:r>
      <w:r w:rsidR="001E6BAB" w:rsidRPr="001E6BAB">
        <w:rPr>
          <w:rFonts w:hint="cs"/>
          <w:rtl/>
        </w:rPr>
        <w:t>ک</w:t>
      </w:r>
      <w:r>
        <w:rPr>
          <w:rFonts w:hint="eastAsia"/>
          <w:rtl/>
        </w:rPr>
        <w:t>ثِيرٌ۬</w:t>
      </w:r>
      <w:r>
        <w:rPr>
          <w:rtl/>
        </w:rPr>
        <w:t xml:space="preserve"> مِّنۡ</w:t>
      </w:r>
      <w:r w:rsidR="001E6BAB" w:rsidRPr="001E6BAB">
        <w:rPr>
          <w:rFonts w:hint="cs"/>
          <w:rtl/>
        </w:rPr>
        <w:t>ه</w:t>
      </w:r>
      <w:r w:rsidRPr="00595365">
        <w:rPr>
          <w:rFonts w:hint="cs"/>
          <w:rtl/>
        </w:rPr>
        <w:t>مۡ‌ۚ وَ</w:t>
      </w:r>
      <w:r>
        <w:rPr>
          <w:rFonts w:hint="cs"/>
          <w:rtl/>
        </w:rPr>
        <w:t>ٱ</w:t>
      </w:r>
      <w:r>
        <w:rPr>
          <w:rFonts w:hint="eastAsia"/>
          <w:rtl/>
        </w:rPr>
        <w:t>للَّهُ</w:t>
      </w:r>
      <w:r>
        <w:rPr>
          <w:rtl/>
        </w:rPr>
        <w:t xml:space="preserve"> بَصِيرُۢ بِمَا يَعۡمَلُونَ (٧١</w:t>
      </w:r>
      <w:r w:rsidR="009229E3">
        <w:rPr>
          <w:rtl/>
        </w:rPr>
        <w:t>)</w:t>
      </w:r>
    </w:p>
    <w:p w:rsidR="001A403D" w:rsidRDefault="001A403D" w:rsidP="00E36567">
      <w:pPr>
        <w:pStyle w:val="libBoldItalic"/>
      </w:pPr>
      <w:r>
        <w:t>And they thought that there would be no Fitna (mutiny, corruption, test), so they became (wilfully) blind and deaf. Then Allah turned (in mercy) toward them. Then (again) many of them became (wilfully) blind and deaf. And Allah is Seer of what they do. (71)</w:t>
      </w:r>
    </w:p>
    <w:p w:rsidR="001A403D" w:rsidRDefault="001A403D" w:rsidP="00E36567">
      <w:pPr>
        <w:pStyle w:val="libNormal"/>
      </w:pPr>
      <w:r>
        <w:t>1-And they thought that there would be no Fitna, when Nabi Akram sawaw was present among them. When Rasool Allah sawaw went back then they became blind and deaf. And when Amirul Momineen asws established (government) then Allah accepted their repentance. After that again they became blind and deaf until Sa’at (Time of Zahoor of Qaim asws) (Imam Jafar Sadiq asws) (al-Burhan, v2, p501)</w:t>
      </w:r>
    </w:p>
    <w:p w:rsidR="001A403D" w:rsidRDefault="001A403D" w:rsidP="009229E3">
      <w:pPr>
        <w:pStyle w:val="libCenterBold1"/>
      </w:pPr>
      <w:r>
        <w:t>Lesson:</w:t>
      </w:r>
    </w:p>
    <w:p w:rsidR="001A403D" w:rsidRDefault="001A403D" w:rsidP="001A403D">
      <w:pPr>
        <w:pStyle w:val="libNormal"/>
      </w:pPr>
      <w:r>
        <w:t>1-They thought during the apparent life of Rasool Allah sawaw that there would be no test for Ummah, but just after the martyrdom of Rasool Allah sawaw they forgot everything, could not see verses about Walayat in Quran, nor sermon of Ghadeer echoed in their ears. When people forced Maola Ali asws to take the government, then Allah accepted their repentance, but after than again majority forgot the obligation of Walayat, and until Zahoor of Qaim asws majority will keep blind and deaf willingly, Muqassireen can not see all verses of Quran, nor Ahadees affect their ears.</w:t>
      </w:r>
    </w:p>
    <w:p w:rsidR="001A403D" w:rsidRDefault="001A403D" w:rsidP="00385B48">
      <w:pPr>
        <w:pStyle w:val="libAr"/>
      </w:pPr>
      <w:r>
        <w:rPr>
          <w:rFonts w:hint="eastAsia"/>
          <w:rtl/>
        </w:rPr>
        <w:t>لُعِنَ</w:t>
      </w:r>
      <w:r>
        <w:rPr>
          <w:rtl/>
        </w:rPr>
        <w:t xml:space="preserve"> </w:t>
      </w:r>
      <w:r>
        <w:rPr>
          <w:rFonts w:hint="cs"/>
          <w:rtl/>
        </w:rPr>
        <w:t>ٱ</w:t>
      </w:r>
      <w:r>
        <w:rPr>
          <w:rFonts w:hint="eastAsia"/>
          <w:rtl/>
        </w:rPr>
        <w:t>لَّذِينَ</w:t>
      </w:r>
      <w:r>
        <w:rPr>
          <w:rtl/>
        </w:rPr>
        <w:t xml:space="preserve"> </w:t>
      </w:r>
      <w:r w:rsidR="001E6BAB" w:rsidRPr="001E6BAB">
        <w:rPr>
          <w:rFonts w:hint="cs"/>
          <w:rtl/>
        </w:rPr>
        <w:t>ک</w:t>
      </w:r>
      <w:r>
        <w:rPr>
          <w:rFonts w:hint="eastAsia"/>
          <w:rtl/>
        </w:rPr>
        <w:t>فَرُواْ</w:t>
      </w:r>
      <w:r>
        <w:rPr>
          <w:rtl/>
        </w:rPr>
        <w:t xml:space="preserve"> مِنۢ بَنِىٓ إِسۡرَ</w:t>
      </w:r>
      <w:r w:rsidR="005B7B9E" w:rsidRPr="005B7B9E">
        <w:rPr>
          <w:rFonts w:hint="cs"/>
          <w:rtl/>
        </w:rPr>
        <w:t>ا</w:t>
      </w:r>
      <w:r w:rsidRPr="00595365">
        <w:rPr>
          <w:rFonts w:hint="cs"/>
          <w:rtl/>
        </w:rPr>
        <w:t>ٓ</w:t>
      </w:r>
      <w:r>
        <w:rPr>
          <w:rFonts w:hint="eastAsia"/>
          <w:rtl/>
        </w:rPr>
        <w:t>ءِيلَ</w:t>
      </w:r>
      <w:r>
        <w:rPr>
          <w:rtl/>
        </w:rPr>
        <w:t xml:space="preserve"> عَلَىٰ لِسَانِ دَاوُ </w:t>
      </w:r>
      <w:r>
        <w:rPr>
          <w:rFonts w:hint="cs"/>
          <w:rtl/>
        </w:rPr>
        <w:t>ۥ</w:t>
      </w:r>
      <w:r>
        <w:rPr>
          <w:rFonts w:hint="eastAsia"/>
          <w:rtl/>
        </w:rPr>
        <w:t>دَ</w:t>
      </w:r>
      <w:r>
        <w:rPr>
          <w:rtl/>
        </w:rPr>
        <w:t xml:space="preserve"> وَعِيسَى </w:t>
      </w:r>
      <w:r>
        <w:rPr>
          <w:rFonts w:hint="cs"/>
          <w:rtl/>
        </w:rPr>
        <w:t>ٱ</w:t>
      </w:r>
      <w:r>
        <w:rPr>
          <w:rFonts w:hint="eastAsia"/>
          <w:rtl/>
        </w:rPr>
        <w:t>بۡنِ</w:t>
      </w:r>
      <w:r>
        <w:rPr>
          <w:rtl/>
        </w:rPr>
        <w:t xml:space="preserve"> مَرۡيَمَ‌ۚ ذَ</w:t>
      </w:r>
      <w:r w:rsidR="005B7B9E" w:rsidRPr="005B7B9E">
        <w:rPr>
          <w:rFonts w:hint="cs"/>
          <w:rtl/>
        </w:rPr>
        <w:t>ا</w:t>
      </w:r>
      <w:r>
        <w:rPr>
          <w:rFonts w:hint="eastAsia"/>
          <w:rtl/>
        </w:rPr>
        <w:t>لِكَ</w:t>
      </w:r>
      <w:r>
        <w:rPr>
          <w:rtl/>
        </w:rPr>
        <w:t xml:space="preserve"> بِمَا عَصَواْ وَّ</w:t>
      </w:r>
      <w:r w:rsidR="001E6BAB" w:rsidRPr="001E6BAB">
        <w:rPr>
          <w:rFonts w:hint="cs"/>
          <w:rtl/>
        </w:rPr>
        <w:t>ک</w:t>
      </w:r>
      <w:r>
        <w:rPr>
          <w:rFonts w:hint="eastAsia"/>
          <w:rtl/>
        </w:rPr>
        <w:t>انُواْ</w:t>
      </w:r>
      <w:r>
        <w:rPr>
          <w:rtl/>
        </w:rPr>
        <w:t xml:space="preserve"> يَعۡتَدُونَ (٧٨</w:t>
      </w:r>
      <w:r w:rsidR="009229E3">
        <w:rPr>
          <w:rtl/>
        </w:rPr>
        <w:t>)</w:t>
      </w:r>
      <w:r>
        <w:rPr>
          <w:rtl/>
        </w:rPr>
        <w:t xml:space="preserve"> </w:t>
      </w:r>
      <w:r w:rsidR="001E6BAB" w:rsidRPr="001E6BAB">
        <w:rPr>
          <w:rFonts w:hint="cs"/>
          <w:rtl/>
        </w:rPr>
        <w:t>ک</w:t>
      </w:r>
      <w:r>
        <w:rPr>
          <w:rFonts w:hint="eastAsia"/>
          <w:rtl/>
        </w:rPr>
        <w:t>انُواْ</w:t>
      </w:r>
      <w:r>
        <w:rPr>
          <w:rtl/>
        </w:rPr>
        <w:t xml:space="preserve"> لَا يَتَنَاهَوۡنَ عَن مُّن</w:t>
      </w:r>
      <w:r w:rsidR="001E6BAB" w:rsidRPr="001E6BAB">
        <w:rPr>
          <w:rFonts w:hint="cs"/>
          <w:rtl/>
        </w:rPr>
        <w:t>ک</w:t>
      </w:r>
      <w:r>
        <w:rPr>
          <w:rFonts w:hint="eastAsia"/>
          <w:rtl/>
        </w:rPr>
        <w:t>رٍ۬</w:t>
      </w:r>
      <w:r>
        <w:rPr>
          <w:rtl/>
        </w:rPr>
        <w:t xml:space="preserve"> فَعَلُوهُ‌ۚ لَبِئۡسَ مَا </w:t>
      </w:r>
      <w:r w:rsidR="001E6BAB" w:rsidRPr="001E6BAB">
        <w:rPr>
          <w:rFonts w:hint="cs"/>
          <w:rtl/>
        </w:rPr>
        <w:t>ک</w:t>
      </w:r>
      <w:r>
        <w:rPr>
          <w:rFonts w:hint="eastAsia"/>
          <w:rtl/>
        </w:rPr>
        <w:t>انُواْ</w:t>
      </w:r>
      <w:r>
        <w:rPr>
          <w:rtl/>
        </w:rPr>
        <w:t xml:space="preserve"> يَفۡعَلُونَ (٧٩</w:t>
      </w:r>
      <w:r w:rsidR="009229E3">
        <w:rPr>
          <w:rtl/>
        </w:rPr>
        <w:t>)</w:t>
      </w:r>
      <w:r>
        <w:rPr>
          <w:rtl/>
        </w:rPr>
        <w:t xml:space="preserve"> تَرَىٰ </w:t>
      </w:r>
      <w:r w:rsidR="001E6BAB" w:rsidRPr="001E6BAB">
        <w:rPr>
          <w:rFonts w:hint="cs"/>
          <w:rtl/>
        </w:rPr>
        <w:t>ک</w:t>
      </w:r>
      <w:r>
        <w:rPr>
          <w:rtl/>
        </w:rPr>
        <w:t xml:space="preserve">ثِيرً۬ا مِّنۡهُمۡ يَتَوَلَّوۡنَ </w:t>
      </w:r>
      <w:r>
        <w:rPr>
          <w:rFonts w:hint="cs"/>
          <w:rtl/>
        </w:rPr>
        <w:t>ٱ</w:t>
      </w:r>
      <w:r>
        <w:rPr>
          <w:rFonts w:hint="eastAsia"/>
          <w:rtl/>
        </w:rPr>
        <w:t>لَّذِينَ</w:t>
      </w:r>
      <w:r>
        <w:rPr>
          <w:rtl/>
        </w:rPr>
        <w:t xml:space="preserve"> </w:t>
      </w:r>
      <w:r w:rsidR="001E6BAB" w:rsidRPr="001E6BAB">
        <w:rPr>
          <w:rFonts w:hint="cs"/>
          <w:rtl/>
        </w:rPr>
        <w:t>ک</w:t>
      </w:r>
      <w:r>
        <w:rPr>
          <w:rFonts w:hint="eastAsia"/>
          <w:rtl/>
        </w:rPr>
        <w:t>فَرُواْ‌ۚ</w:t>
      </w:r>
      <w:r>
        <w:rPr>
          <w:rtl/>
        </w:rPr>
        <w:t xml:space="preserve"> لَبِئۡسَ مَا قَدَّمَتۡ لَهُمۡ أَنفُسُ</w:t>
      </w:r>
      <w:r w:rsidR="001E6BAB" w:rsidRPr="001E6BAB">
        <w:rPr>
          <w:rFonts w:hint="cs"/>
          <w:rtl/>
        </w:rPr>
        <w:t>ه</w:t>
      </w:r>
      <w:r w:rsidRPr="00595365">
        <w:rPr>
          <w:rFonts w:hint="cs"/>
          <w:rtl/>
        </w:rPr>
        <w:t xml:space="preserve">مۡ أَن سَخِطَ </w:t>
      </w:r>
      <w:r>
        <w:rPr>
          <w:rFonts w:hint="cs"/>
          <w:rtl/>
        </w:rPr>
        <w:t>ٱ</w:t>
      </w:r>
      <w:r>
        <w:rPr>
          <w:rFonts w:hint="eastAsia"/>
          <w:rtl/>
        </w:rPr>
        <w:t>للَّهُ</w:t>
      </w:r>
      <w:r>
        <w:rPr>
          <w:rtl/>
        </w:rPr>
        <w:t xml:space="preserve"> عَلَيۡهِمۡ وَفِى </w:t>
      </w:r>
      <w:r>
        <w:rPr>
          <w:rFonts w:hint="cs"/>
          <w:rtl/>
        </w:rPr>
        <w:t>ٱ</w:t>
      </w:r>
      <w:r>
        <w:rPr>
          <w:rFonts w:hint="eastAsia"/>
          <w:rtl/>
        </w:rPr>
        <w:t>لۡعَذَابِ</w:t>
      </w:r>
      <w:r>
        <w:rPr>
          <w:rtl/>
        </w:rPr>
        <w:t xml:space="preserve"> هُمۡ خَـٰلِدُونَ (٨٠</w:t>
      </w:r>
      <w:r w:rsidR="009229E3">
        <w:rPr>
          <w:rtl/>
        </w:rPr>
        <w:t>)</w:t>
      </w:r>
      <w:r>
        <w:rPr>
          <w:rtl/>
        </w:rPr>
        <w:t xml:space="preserve"> وَلَوۡ </w:t>
      </w:r>
      <w:r w:rsidR="001E6BAB" w:rsidRPr="001E6BAB">
        <w:rPr>
          <w:rFonts w:hint="cs"/>
          <w:rtl/>
        </w:rPr>
        <w:t>ک</w:t>
      </w:r>
      <w:r>
        <w:rPr>
          <w:rFonts w:hint="eastAsia"/>
          <w:rtl/>
        </w:rPr>
        <w:t>انُواْ</w:t>
      </w:r>
      <w:r>
        <w:rPr>
          <w:rtl/>
        </w:rPr>
        <w:t xml:space="preserve"> يُؤۡمِنُونَ بِ</w:t>
      </w:r>
      <w:r>
        <w:rPr>
          <w:rFonts w:hint="cs"/>
          <w:rtl/>
        </w:rPr>
        <w:t>ٱ</w:t>
      </w:r>
      <w:r>
        <w:rPr>
          <w:rFonts w:hint="eastAsia"/>
          <w:rtl/>
        </w:rPr>
        <w:t>للَّهِ</w:t>
      </w:r>
      <w:r>
        <w:rPr>
          <w:rtl/>
        </w:rPr>
        <w:t xml:space="preserve"> وَ</w:t>
      </w:r>
      <w:r>
        <w:rPr>
          <w:rFonts w:hint="cs"/>
          <w:rtl/>
        </w:rPr>
        <w:t>ٱ</w:t>
      </w:r>
      <w:r>
        <w:rPr>
          <w:rFonts w:hint="eastAsia"/>
          <w:rtl/>
        </w:rPr>
        <w:t>لنَّبِىِّ</w:t>
      </w:r>
      <w:r>
        <w:rPr>
          <w:rtl/>
        </w:rPr>
        <w:t xml:space="preserve"> وَمَآ أُنزِلَ إِلَيۡهِ مَا </w:t>
      </w:r>
      <w:r>
        <w:rPr>
          <w:rFonts w:hint="cs"/>
          <w:rtl/>
        </w:rPr>
        <w:t>ٱ</w:t>
      </w:r>
      <w:r>
        <w:rPr>
          <w:rFonts w:hint="eastAsia"/>
          <w:rtl/>
        </w:rPr>
        <w:t>تَّخَذُوهُم</w:t>
      </w:r>
      <w:r>
        <w:rPr>
          <w:rtl/>
        </w:rPr>
        <w:t xml:space="preserve">ۡ أَوۡلِيَآءَ وَلَـٰكِنَّ </w:t>
      </w:r>
      <w:r w:rsidR="001E6BAB" w:rsidRPr="001E6BAB">
        <w:rPr>
          <w:rFonts w:hint="cs"/>
          <w:rtl/>
        </w:rPr>
        <w:t>ک</w:t>
      </w:r>
      <w:r>
        <w:rPr>
          <w:rFonts w:hint="eastAsia"/>
          <w:rtl/>
        </w:rPr>
        <w:t>ثِيرً۬ا</w:t>
      </w:r>
      <w:r>
        <w:rPr>
          <w:rtl/>
        </w:rPr>
        <w:t xml:space="preserve"> مِّنۡ</w:t>
      </w:r>
      <w:r w:rsidR="001E6BAB" w:rsidRPr="001E6BAB">
        <w:rPr>
          <w:rFonts w:hint="cs"/>
          <w:rtl/>
        </w:rPr>
        <w:t>ه</w:t>
      </w:r>
      <w:r w:rsidRPr="00595365">
        <w:rPr>
          <w:rFonts w:hint="cs"/>
          <w:rtl/>
        </w:rPr>
        <w:t>مۡ فَـ</w:t>
      </w:r>
      <w:r>
        <w:rPr>
          <w:rtl/>
        </w:rPr>
        <w:t>ٰسِقُونَ (٨١</w:t>
      </w:r>
      <w:r w:rsidR="009229E3">
        <w:rPr>
          <w:rtl/>
        </w:rPr>
        <w:t>)</w:t>
      </w:r>
    </w:p>
    <w:p w:rsidR="001A403D" w:rsidRDefault="001A403D" w:rsidP="00E36567">
      <w:pPr>
        <w:pStyle w:val="libBoldItalic"/>
      </w:pPr>
      <w:r>
        <w:t xml:space="preserve">Those among the Children of Israel who disbelieved were cursed by the tongue of Dawood and Eesa son of Mariyam. That was because they disobeyed and used to transgress. (78) They did not stop from wrongdoing </w:t>
      </w:r>
      <w:r>
        <w:lastRenderedPageBreak/>
        <w:t>which they were doing. Verily evil was that they used to do! (79) You see majority of them making Wali (guardian) those who disbelieve. Surely bad is what they send forward for themselves, therefore Allah is wroth with them and they will abide in punishment eternally. (80) And if they believed in Allah and the Nabi (sawaw) and that which is revealed to him (sawaw), they would not choose them (disbelievers) as their guardians, but majority of them are defiantly disobedient. (81)</w:t>
      </w:r>
    </w:p>
    <w:p w:rsidR="001A403D" w:rsidRDefault="001A403D" w:rsidP="00E36567">
      <w:pPr>
        <w:pStyle w:val="libNormal"/>
      </w:pPr>
      <w:r>
        <w:t>1-Among Shias some people become workers (agents) of Sultan (governor) and work for them and love them and make them their guardian (Wali). A person asked about such people from Imam Jafar Sadiq asws, and Imam asws said: They are not from among Shias (anymore) but they are from them. Then Imam asws recited verse number 78 to 81 of Sura Ma’ida and said: (they are cursed as) pigs from the tongue of Dawood (a.s.) and monkeys from the tongue of Eesa (a.s.). (al-Burhan, v2, p503)</w:t>
      </w:r>
    </w:p>
    <w:p w:rsidR="001A403D" w:rsidRDefault="001A403D" w:rsidP="00E36567">
      <w:pPr>
        <w:pStyle w:val="libNormal"/>
      </w:pPr>
      <w:r>
        <w:t>2-About saying of Allah, “You see majority of them make disbelievers as guardian” Imam Mohammad Baqir asws said: They make oppressor kings as guardians and they (people) declare their (kings) personal wishes beautiful (nice, lawful) for them, so that they can get some share of the world. (al-Burhan, v2, p504)</w:t>
      </w:r>
    </w:p>
    <w:p w:rsidR="001A403D" w:rsidRDefault="001A403D" w:rsidP="009229E3">
      <w:pPr>
        <w:pStyle w:val="libCenterBold1"/>
      </w:pPr>
      <w:r>
        <w:t>Lesson:</w:t>
      </w:r>
    </w:p>
    <w:p w:rsidR="001A403D" w:rsidRDefault="001A403D" w:rsidP="001A403D">
      <w:pPr>
        <w:pStyle w:val="libNormal"/>
      </w:pPr>
      <w:r>
        <w:t>1-Deniers of Walayat who are oppressor kings, it is forbidden to become Wakeel (agent) of such self-made Walis. Such Wakeel are not Shia but they are from among the same Majoosi nation for whom they work, and they snatch monies from the weak-faith Shias in the name of Imam asws and get unlawful commission from it as well. Such Wakeel workers announce and adore personal wishes of oppressor guardians, e.g. you are Hujjatullah, Fatawa based on your Rai &amp; Zunn is exactly like the command of Allah, and you are absolute authority (Wali-e-Mutliq = oppressor) so it is obligatory on everyone to accept your Fatawa without asking any proof.</w:t>
      </w:r>
    </w:p>
    <w:p w:rsidR="001A403D" w:rsidRDefault="001A403D" w:rsidP="001A403D">
      <w:pPr>
        <w:pStyle w:val="libNormal"/>
      </w:pPr>
      <w:r>
        <w:t>2-If Shia nation calls any denier of Walayat-e-Ali asws as pig (Khinzeer), they act on Sunnah of Hazrat Dawood (a.s.).</w:t>
      </w:r>
    </w:p>
    <w:p w:rsidR="001A403D" w:rsidRDefault="001A403D" w:rsidP="00385B48">
      <w:pPr>
        <w:pStyle w:val="libAr"/>
      </w:pPr>
      <w:r>
        <w:rPr>
          <w:rFonts w:hint="eastAsia"/>
          <w:rtl/>
        </w:rPr>
        <w:t>يَـٰٓأَيُّ</w:t>
      </w:r>
      <w:r w:rsidR="001E6BAB" w:rsidRPr="001E6BAB">
        <w:rPr>
          <w:rFonts w:hint="cs"/>
          <w:rtl/>
        </w:rPr>
        <w:t>ه</w:t>
      </w:r>
      <w:r w:rsidRPr="00595365">
        <w:rPr>
          <w:rFonts w:hint="cs"/>
          <w:rtl/>
        </w:rPr>
        <w:t>ا</w:t>
      </w:r>
      <w:r>
        <w:rPr>
          <w:rtl/>
        </w:rPr>
        <w:t xml:space="preserve"> </w:t>
      </w:r>
      <w:r>
        <w:rPr>
          <w:rFonts w:hint="cs"/>
          <w:rtl/>
        </w:rPr>
        <w:t>ٱ</w:t>
      </w:r>
      <w:r>
        <w:rPr>
          <w:rFonts w:hint="eastAsia"/>
          <w:rtl/>
        </w:rPr>
        <w:t>لَّذِينَ</w:t>
      </w:r>
      <w:r>
        <w:rPr>
          <w:rtl/>
        </w:rPr>
        <w:t xml:space="preserve"> ءَامَنُواْ لَا تَسۡـَٔلُواْ عَنۡ أَشۡيَآءَ إِن تُبۡدَ لَكُمۡ تَسُؤۡكُمۡ وَإِن تَسۡـَٔلُواْ عَنۡ</w:t>
      </w:r>
      <w:r w:rsidR="001E6BAB" w:rsidRPr="001E6BAB">
        <w:rPr>
          <w:rFonts w:hint="cs"/>
          <w:rtl/>
        </w:rPr>
        <w:t>ه</w:t>
      </w:r>
      <w:r w:rsidRPr="00595365">
        <w:rPr>
          <w:rFonts w:hint="cs"/>
          <w:rtl/>
        </w:rPr>
        <w:t xml:space="preserve">ا حِينَ يُنَزَّلُ </w:t>
      </w:r>
      <w:r>
        <w:rPr>
          <w:rFonts w:hint="cs"/>
          <w:rtl/>
        </w:rPr>
        <w:t>ٱ</w:t>
      </w:r>
      <w:r>
        <w:rPr>
          <w:rFonts w:hint="eastAsia"/>
          <w:rtl/>
        </w:rPr>
        <w:t>لۡقُرۡءَانُ</w:t>
      </w:r>
      <w:r>
        <w:rPr>
          <w:rtl/>
        </w:rPr>
        <w:t xml:space="preserve"> تُبۡدَ لَكُمۡ عَفَا </w:t>
      </w:r>
      <w:r>
        <w:rPr>
          <w:rFonts w:hint="cs"/>
          <w:rtl/>
        </w:rPr>
        <w:t>ٱ</w:t>
      </w:r>
      <w:r>
        <w:rPr>
          <w:rFonts w:hint="eastAsia"/>
          <w:rtl/>
        </w:rPr>
        <w:t>للَّهُ</w:t>
      </w:r>
      <w:r>
        <w:rPr>
          <w:rtl/>
        </w:rPr>
        <w:t xml:space="preserve"> عَنۡ</w:t>
      </w:r>
      <w:r w:rsidR="001E6BAB" w:rsidRPr="001E6BAB">
        <w:rPr>
          <w:rFonts w:hint="cs"/>
          <w:rtl/>
        </w:rPr>
        <w:t>ه</w:t>
      </w:r>
      <w:r w:rsidRPr="00595365">
        <w:rPr>
          <w:rFonts w:hint="cs"/>
          <w:rtl/>
        </w:rPr>
        <w:t>ا‌ۗ وَ</w:t>
      </w:r>
      <w:r>
        <w:rPr>
          <w:rFonts w:hint="cs"/>
          <w:rtl/>
        </w:rPr>
        <w:t>ٱ</w:t>
      </w:r>
      <w:r>
        <w:rPr>
          <w:rFonts w:hint="eastAsia"/>
          <w:rtl/>
        </w:rPr>
        <w:t>للَّهُ</w:t>
      </w:r>
      <w:r>
        <w:rPr>
          <w:rtl/>
        </w:rPr>
        <w:t xml:space="preserve"> غَفُورٌ حَلِيمٌ۬ (١٠١</w:t>
      </w:r>
      <w:r w:rsidR="009229E3">
        <w:rPr>
          <w:rtl/>
        </w:rPr>
        <w:t>)</w:t>
      </w:r>
      <w:r>
        <w:rPr>
          <w:rtl/>
        </w:rPr>
        <w:t xml:space="preserve"> قَدۡ سَأَلَهَا قَوۡمٌ۬ مِّن قَبۡ</w:t>
      </w:r>
      <w:r>
        <w:rPr>
          <w:rFonts w:hint="eastAsia"/>
          <w:rtl/>
        </w:rPr>
        <w:t>لِ</w:t>
      </w:r>
      <w:r w:rsidR="001E6BAB" w:rsidRPr="001E6BAB">
        <w:rPr>
          <w:rFonts w:hint="cs"/>
          <w:rtl/>
        </w:rPr>
        <w:t>ک</w:t>
      </w:r>
      <w:r>
        <w:rPr>
          <w:rFonts w:hint="eastAsia"/>
          <w:rtl/>
        </w:rPr>
        <w:t>مۡ</w:t>
      </w:r>
      <w:r>
        <w:rPr>
          <w:rtl/>
        </w:rPr>
        <w:t xml:space="preserve"> ثُمَّ أَصۡبَحُواْ بِ</w:t>
      </w:r>
      <w:r w:rsidR="001E6BAB" w:rsidRPr="001E6BAB">
        <w:rPr>
          <w:rFonts w:hint="cs"/>
          <w:rtl/>
        </w:rPr>
        <w:t>ه</w:t>
      </w:r>
      <w:r w:rsidRPr="00595365">
        <w:rPr>
          <w:rFonts w:hint="cs"/>
          <w:rtl/>
        </w:rPr>
        <w:t xml:space="preserve">ا كَـٰفِرِينَ </w:t>
      </w:r>
      <w:r>
        <w:rPr>
          <w:rtl/>
        </w:rPr>
        <w:t>(١٠٢</w:t>
      </w:r>
      <w:r w:rsidR="009229E3">
        <w:rPr>
          <w:rtl/>
        </w:rPr>
        <w:t>)</w:t>
      </w:r>
    </w:p>
    <w:p w:rsidR="001A403D" w:rsidRDefault="001A403D" w:rsidP="00E36567">
      <w:pPr>
        <w:pStyle w:val="libBoldItalic"/>
      </w:pPr>
      <w:r>
        <w:t>O you who believe! Do not ask about things which, if they are made known to you, will distress you; but if you ask of them when the Qur'an is being revealed, they will be made known to you. Allah has pardoned it, for Allah is Forgiving, Forbearing. (101) A nation before you asked (such questions), then they became disbelievers about that. (102)</w:t>
      </w:r>
    </w:p>
    <w:p w:rsidR="001A403D" w:rsidRDefault="001A403D" w:rsidP="00E36567">
      <w:pPr>
        <w:pStyle w:val="libNormal"/>
      </w:pPr>
      <w:r>
        <w:t xml:space="preserve">1-One son of Safia binte Abdul Muttalib (a.s.) passed away and she was coming, on the way a person said: Hide your ear-rings, because relationship with Rasool Allah sawaw will not benefit you. Lady Safia (s.a.) replied: O illegitimate! You are looking my ear-rings. Then she came to Rasool Allah sawaw and narrated the incident while weeping. Rasool Allah sawaw came out, and commanded for congregational prayer, so people gathered and he </w:t>
      </w:r>
      <w:r>
        <w:lastRenderedPageBreak/>
        <w:t>(sawaw) said: What has happened to the people that they think that relationship with me will not benefit? When I will be standing on Maqam-e-Mahmood (Praised Station), (leave aside my own relatives) I will intercede for who are needy among you. Anyone can ask about his father today, I will tell. A person stood up and asked: Ya Rasool Allah sawaw, who is my father? Said: Your father is not that whom you call, your father is Fulan (that) bin Fulan. Another person stood up and asked: Ya Rasool Allah sawaw, who is my father? Said: Your father is same whom you call. Then Rasool Allah sawaw said: What happened to that person, who thinks that relationship with me will not benefit, why he does not ask about his father? Then that person stood up and said: I seek refuge in Allah, Ya Rasool Allah sawaw, from the Wroth of Allah and wroth of His Rasool sawaw, please forgive me. That time Allah Ta’ala revealed these verses. (al-Burhan, v2, p534)</w:t>
      </w:r>
    </w:p>
    <w:p w:rsidR="001A403D" w:rsidRDefault="001A403D" w:rsidP="00E36567">
      <w:pPr>
        <w:pStyle w:val="libNormal"/>
      </w:pPr>
      <w:r>
        <w:t>2-Imam Mohammad Baqir asws said: Rasool Allah sawaw forbade from heated argument and to destroy wealth (in Haraam) and to ask questions to much. It was asked: Where it is in the Book of Allah? Then Imam asws recited verse number 114 and 5 of Sura al-Nisa and verse number 101 of Sura Ma’ida. (al-Burhan, v2, p534)</w:t>
      </w:r>
    </w:p>
    <w:p w:rsidR="001A403D" w:rsidRDefault="001A403D" w:rsidP="00E36567">
      <w:pPr>
        <w:pStyle w:val="libNormal"/>
      </w:pPr>
      <w:r>
        <w:t>3-Maola Ali asws said that in a sermon Rasool Allah sawaw said: Allah has made Hajj obligatory for you. A person (Akasha or Saraqa) asked: Ya Rasool Allah sawaw, is it for every year? He (sawaw) turned his face on hearing it. Questioner asked two three times, then he (sawaw) said: If I say yes, then what will happen! By Allah, if I would have said “yes” then Hajj would have become obligatory for every year, and if it was obligatory then you would not have made it, and if you would not have made it then you would have become disbelievers. Therefore unless I want to explain any matter myself, you should not pursue it. Because, people before you were destroyed due to asking too many questions and differing with their Anmbiya (a.s.). Therefore which thing I command you to do, perform it as much as possible, and from which thing I forbid you, avoid it definitely and absolutely. (Tafseer Safi, v1, p454)</w:t>
      </w:r>
    </w:p>
    <w:p w:rsidR="001A403D" w:rsidRDefault="001A403D" w:rsidP="009229E3">
      <w:pPr>
        <w:pStyle w:val="libCenterBold1"/>
      </w:pPr>
      <w:r>
        <w:t>Lesson:</w:t>
      </w:r>
    </w:p>
    <w:p w:rsidR="001A403D" w:rsidRDefault="001A403D" w:rsidP="001A403D">
      <w:pPr>
        <w:pStyle w:val="libNormal"/>
      </w:pPr>
      <w:r>
        <w:t>1-Islam is easy and Deen of Nature. Rasool Allah sawaw explained clearly all obligations, Halaal &amp; Haraam, and limits &amp; commandments. There is no need of further arguments and questions at all. Actually to divert the attention from the base of Deen, Muqassir Mulla turned the face to weak-faith public toward so-called modern problems and other unimportant issues. Muqassir Mulla wants to dislodge people from Devotion of Qurba of Rasool Allah sawaw and to put noose of his own Taqleed in the neck of people. As human being, our task is only to hear and obey Masumeen asws.</w:t>
      </w:r>
    </w:p>
    <w:p w:rsidR="00EB2345" w:rsidRDefault="00EB2345" w:rsidP="00FC02E7">
      <w:pPr>
        <w:pStyle w:val="libNormal"/>
        <w:rPr>
          <w:rtl/>
        </w:rPr>
      </w:pPr>
      <w:r>
        <w:rPr>
          <w:rFonts w:hint="eastAsia"/>
        </w:rPr>
        <w:br w:type="page"/>
      </w:r>
    </w:p>
    <w:p w:rsidR="001A403D" w:rsidRDefault="00EB2345" w:rsidP="00EB2345">
      <w:pPr>
        <w:pStyle w:val="Heading1Center"/>
      </w:pPr>
      <w:bookmarkStart w:id="7" w:name="_Toc449789400"/>
      <w:r>
        <w:rPr>
          <w:rFonts w:hint="eastAsia"/>
          <w:rtl/>
        </w:rPr>
        <w:lastRenderedPageBreak/>
        <w:t>سُوۡرَةُ</w:t>
      </w:r>
      <w:r>
        <w:rPr>
          <w:rtl/>
        </w:rPr>
        <w:t xml:space="preserve"> </w:t>
      </w:r>
      <w:r w:rsidR="001A403D">
        <w:rPr>
          <w:rtl/>
        </w:rPr>
        <w:t>الا</w:t>
      </w:r>
      <w:r w:rsidR="001A403D">
        <w:rPr>
          <w:rFonts w:hint="cs"/>
          <w:rtl/>
        </w:rPr>
        <w:t>ٴ</w:t>
      </w:r>
      <w:r w:rsidR="001A403D">
        <w:rPr>
          <w:rFonts w:hint="eastAsia"/>
          <w:rtl/>
        </w:rPr>
        <w:t>نعَام</w:t>
      </w:r>
      <w:bookmarkEnd w:id="7"/>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وَيَوۡمَ</w:t>
      </w:r>
      <w:r>
        <w:rPr>
          <w:rtl/>
        </w:rPr>
        <w:t xml:space="preserve"> نَحۡشُرُهُمۡ جَمِيعً۬ا ثُمَّ نَقُولُ لِلَّذِينَ أَشۡرَكُوٓاْ أَيۡنَ شُرَكَآؤُكُمُ </w:t>
      </w:r>
      <w:r>
        <w:rPr>
          <w:rFonts w:hint="cs"/>
          <w:rtl/>
        </w:rPr>
        <w:t>ٱ</w:t>
      </w:r>
      <w:r>
        <w:rPr>
          <w:rFonts w:hint="eastAsia"/>
          <w:rtl/>
        </w:rPr>
        <w:t>لَّذِينَ</w:t>
      </w:r>
      <w:r>
        <w:rPr>
          <w:rtl/>
        </w:rPr>
        <w:t xml:space="preserve"> كُنتُمۡ تَزۡعُمُونَ (٢٢</w:t>
      </w:r>
      <w:r w:rsidR="009229E3">
        <w:rPr>
          <w:rtl/>
        </w:rPr>
        <w:t>)</w:t>
      </w:r>
      <w:r>
        <w:rPr>
          <w:rtl/>
        </w:rPr>
        <w:t xml:space="preserve"> ثُمَّ لَمۡ تَكُن فِتۡنَتُ</w:t>
      </w:r>
      <w:r w:rsidR="001E6BAB" w:rsidRPr="001E6BAB">
        <w:rPr>
          <w:rFonts w:hint="cs"/>
          <w:rtl/>
        </w:rPr>
        <w:t>ه</w:t>
      </w:r>
      <w:r w:rsidRPr="00595365">
        <w:rPr>
          <w:rFonts w:hint="cs"/>
          <w:rtl/>
        </w:rPr>
        <w:t>مۡ إِلَّآ أَن قَالُواْ وَ</w:t>
      </w:r>
      <w:r>
        <w:rPr>
          <w:rFonts w:hint="cs"/>
          <w:rtl/>
        </w:rPr>
        <w:t>ٱ</w:t>
      </w:r>
      <w:r>
        <w:rPr>
          <w:rFonts w:hint="eastAsia"/>
          <w:rtl/>
        </w:rPr>
        <w:t>للَّهِ</w:t>
      </w:r>
      <w:r>
        <w:rPr>
          <w:rtl/>
        </w:rPr>
        <w:t xml:space="preserve"> رَبِّنَا مَا كُنَّا مُشۡرِكِينَ (٢٣</w:t>
      </w:r>
      <w:r w:rsidR="009229E3">
        <w:rPr>
          <w:rtl/>
        </w:rPr>
        <w:t>)</w:t>
      </w:r>
    </w:p>
    <w:p w:rsidR="001A403D" w:rsidRDefault="001A403D" w:rsidP="00E36567">
      <w:pPr>
        <w:pStyle w:val="libBoldItalic"/>
      </w:pPr>
      <w:r>
        <w:t>And the day We will gather them all together, then We will say to those who did Shirk: Where are your partners which you used to claim? (22) Then they will have no contention (excuse) except that they will say: By Allah, our Rabb, we never were Mushrikeen (polytheists). (23)</w:t>
      </w:r>
    </w:p>
    <w:p w:rsidR="001A403D" w:rsidRDefault="001A403D" w:rsidP="00E36567">
      <w:pPr>
        <w:pStyle w:val="libNormal"/>
      </w:pPr>
      <w:r>
        <w:t>1-About the saying of Allah Azza wa Jalla, “By Allah, our Rabb! We were never Mushrikeen” Imam Mohammad Baqir asws said: They will mean, about Walayat-e-Ali asws. (al-Burhan, v3, p19)</w:t>
      </w:r>
    </w:p>
    <w:p w:rsidR="001A403D" w:rsidRDefault="001A403D" w:rsidP="00E36567">
      <w:pPr>
        <w:pStyle w:val="libNormal"/>
      </w:pPr>
      <w:r>
        <w:t>2-As the guided Momin sect is concerned, which is true Muslim guided one, that is which believes in me, accepts my order, obeys me, believes me as Wali, is immune to my enemies, loves me, keeps grudge to my enemies, keeps knowledge of my right and Imamat and my obedience which is made obligatory in the Book of Allah and Sunnah of His Rasool sawaw, and never doubts and never suspects because Allah has lightened their hearts with the knowledge of our right, and have given them knowledge of our merits and have inspired (ilham) to them and have entered them among our Shias by holding their hair on heads, until their hearts are content and faith is firm, they do not doubt that after me my Aosiya asws are Hadi guiding until Qiyamah, whom Allah has mentioned in numerous verses in Quran with Himself and His Nabi sawaw, and made us pure and infallible, and made us witness over His creations, and made His Hujjat on His earth, and made treasurer of His Knowledge, and made mine of His Wisdom, and made translator of His Wahi, and kept us with Quran, and kept Quran with us, neither we will depart from it nor it will depart from us, until we both will arrive on Ha’oz to Rasool Allah sawaw, as Rasool Allah sawaw has said already. And this is one sect from seventy three which will get rid from Fire and is free from all rebellions and misguidances and doubts, and these are truly rightfully among the companions of Paradise, and among them seventy thousand will enter Paradise without account (Hisaab). And all (the rest) seventy two sects whose Deen is other than Haqq, help the Deen of Shaitan, which they have taken from Iblees and his friends, they are the enemies of Allah and enemies of His Rasool sawaw, and they have forgotton Allah and His Rasool sawaw, and they do Shirk with Allah and His Rasool sawaw, and deny Him, and worship other than Allah in such a way that they do not know it, but they think that they are doing very good deed, they will say on the day of Qiyamah, “By Allah, our Rabb! We were not Mushrikeen”, “so they will swear in front of Him as they swear in front of you, and they assume that they are on something (right), beware they are the liars” (Mujadila, v18) (al-Burhan, v3, p20)</w:t>
      </w:r>
    </w:p>
    <w:p w:rsidR="001A403D" w:rsidRDefault="001A403D" w:rsidP="009229E3">
      <w:pPr>
        <w:pStyle w:val="libCenterBold1"/>
      </w:pPr>
      <w:r>
        <w:t>Lesson:</w:t>
      </w:r>
    </w:p>
    <w:p w:rsidR="001A403D" w:rsidRDefault="001A403D" w:rsidP="001A403D">
      <w:pPr>
        <w:pStyle w:val="libNormal"/>
      </w:pPr>
      <w:r>
        <w:lastRenderedPageBreak/>
        <w:t>1-Successful (in this world &amp; Hereafter) Momineen are those, in whose Deen there is no doubt and they don’t do Shirk. They have complete faith in Walayat-e-Elahia, therefore they do not need Fatawa of any fallible Mulla, and they do not make any fallible Mullah partner in Walayat.</w:t>
      </w:r>
    </w:p>
    <w:p w:rsidR="001A403D" w:rsidRDefault="001A403D" w:rsidP="001A403D">
      <w:pPr>
        <w:pStyle w:val="libNormal"/>
      </w:pPr>
      <w:r>
        <w:t>2-And other people who will swear by Allah and say, “We were not polytheists”, they will mean from it that they considered Walayat, Khilafat, and Imamat right of Ali asws and his progeny asws, and were not considering anyone else partner in it. In spite of knowing that it (hypocritical statement) will not benefit them, still those ill-fated people will lie in front of Allah due to fear, and moreover they will swear by Allah.</w:t>
      </w:r>
    </w:p>
    <w:p w:rsidR="001A403D" w:rsidRDefault="001A403D" w:rsidP="001A403D">
      <w:pPr>
        <w:pStyle w:val="libNormal"/>
      </w:pPr>
      <w:r>
        <w:t>It means that only to accept Walayat-e-Ali asws verbally, and instead of clear Ayaat &amp; Ahadees to accept Fatawa of Muqassir Mulla is Shirk. Moreover it is injustice that Muqassir Mulla says that public should accept his Fatawa and act upon them considering it an order of Allah.</w:t>
      </w:r>
    </w:p>
    <w:p w:rsidR="001A403D" w:rsidRDefault="001A403D" w:rsidP="00385B48">
      <w:pPr>
        <w:pStyle w:val="libAr"/>
      </w:pPr>
      <w:r>
        <w:rPr>
          <w:rFonts w:hint="eastAsia"/>
          <w:rtl/>
        </w:rPr>
        <w:t>وَلَوۡ</w:t>
      </w:r>
      <w:r>
        <w:rPr>
          <w:rtl/>
        </w:rPr>
        <w:t xml:space="preserve"> تَرَىٰٓ إِذۡ وُقِفُواْ عَلَى </w:t>
      </w:r>
      <w:r>
        <w:rPr>
          <w:rFonts w:hint="cs"/>
          <w:rtl/>
        </w:rPr>
        <w:t>ٱ</w:t>
      </w:r>
      <w:r>
        <w:rPr>
          <w:rFonts w:hint="eastAsia"/>
          <w:rtl/>
        </w:rPr>
        <w:t>لنَّارِ</w:t>
      </w:r>
      <w:r>
        <w:rPr>
          <w:rtl/>
        </w:rPr>
        <w:t xml:space="preserve"> فَقَالُواْ يَـٰلَيۡتَنَا نُرَدُّ وَلَا نُكَذِّبَ بِـَٔايَـٰتِ رَبِّنَا وَنَكُونَ مِنَ </w:t>
      </w:r>
      <w:r>
        <w:rPr>
          <w:rFonts w:hint="cs"/>
          <w:rtl/>
        </w:rPr>
        <w:t>ٱ</w:t>
      </w:r>
      <w:r>
        <w:rPr>
          <w:rFonts w:hint="eastAsia"/>
          <w:rtl/>
        </w:rPr>
        <w:t>لۡمُؤۡمِنِينَ</w:t>
      </w:r>
      <w:r>
        <w:rPr>
          <w:rtl/>
        </w:rPr>
        <w:t xml:space="preserve"> (٢٧</w:t>
      </w:r>
      <w:r w:rsidR="009229E3">
        <w:rPr>
          <w:rtl/>
        </w:rPr>
        <w:t>)</w:t>
      </w:r>
      <w:r>
        <w:rPr>
          <w:rtl/>
        </w:rPr>
        <w:t xml:space="preserve"> بَلۡ بَدَا لَهُم مَّا كَانُواْ يُخۡفُونَ مِن قَبۡلُ‌ۖ وَلَوۡ رُدُّواْ لَعَادُواْ لِمَا نُ</w:t>
      </w:r>
      <w:r w:rsidR="001E6BAB" w:rsidRPr="001E6BAB">
        <w:rPr>
          <w:rFonts w:hint="cs"/>
          <w:rtl/>
        </w:rPr>
        <w:t>ه</w:t>
      </w:r>
      <w:r w:rsidRPr="00595365">
        <w:rPr>
          <w:rFonts w:hint="cs"/>
          <w:rtl/>
        </w:rPr>
        <w:t>واْ عَنۡهُ وَإ</w:t>
      </w:r>
      <w:r>
        <w:rPr>
          <w:rFonts w:hint="eastAsia"/>
          <w:rtl/>
        </w:rPr>
        <w:t>ِنَّ</w:t>
      </w:r>
      <w:r w:rsidR="001E6BAB" w:rsidRPr="001E6BAB">
        <w:rPr>
          <w:rFonts w:hint="cs"/>
          <w:rtl/>
        </w:rPr>
        <w:t>ه</w:t>
      </w:r>
      <w:r w:rsidRPr="00595365">
        <w:rPr>
          <w:rFonts w:hint="cs"/>
          <w:rtl/>
        </w:rPr>
        <w:t>مۡ</w:t>
      </w:r>
      <w:r>
        <w:rPr>
          <w:rtl/>
        </w:rPr>
        <w:t xml:space="preserve"> لَكَـٰذِبُونَ (٢٨</w:t>
      </w:r>
      <w:r w:rsidR="009229E3">
        <w:rPr>
          <w:rtl/>
        </w:rPr>
        <w:t>)</w:t>
      </w:r>
    </w:p>
    <w:p w:rsidR="001A403D" w:rsidRDefault="001A403D" w:rsidP="00E36567">
      <w:pPr>
        <w:pStyle w:val="libBoldItalic"/>
      </w:pPr>
      <w:r>
        <w:t>And if you could see when they are made to stand before the Fire, so they will say: Oh, would that we could be returned (to worldly life), and we would not belie the Ayaat of our Rabb and we would be among the believers! (27) But that (reality) has become clear to them which they used to hide before. And if they were sent back they would return to that which they are forbidden. And surely they are liars. (28)</w:t>
      </w:r>
    </w:p>
    <w:p w:rsidR="001A403D" w:rsidRDefault="001A403D" w:rsidP="00E36567">
      <w:pPr>
        <w:pStyle w:val="libNormal"/>
      </w:pPr>
      <w:r>
        <w:t xml:space="preserve">1-Jabir bin Abdullah saw Amirul Momineen Ali ibne Abi Talib asws outside Kufa and he followed him. Imam asws reached the graveyard of Jews and stood in its middle, and called: O Jews, O Jews! Reply came from the graves: Labbaik, O our Chief. Imam asws said: How you find punishment? They answered: Your disobedience is like disobedience of Haroon (a.s.), so we and those who disobey you will remain in punishment until Qiyamah. Then Imam asws raised so much loud voice that it seemed that the skies will split. Jabir said: I became unconscious due to what I saw, when I recovered, I saw that Amirul Momineen asws is sitting on a throne made of red ruby, and a crown with gems is on his head, and he has green &amp; yellow robes, and face is like moon of 14th night. I said: O my Syyed, this is a big kingdom. Imam asws said: Yes, O Jabir, no doubt our kingdom is greater than the kingdom of Sulaiman bin Dawood (a.s.), and our authority &amp; government is much greater than his authority. Then Imam asws returned and we entered Kufa, and I entered in the mosque behind him, and he was taking slow steps and was saying: No, by Allah I will not do that, no, by Allah it will never happen. I asked: O my Maola asws, to whom you was speaking, and to whom you was addressing, while I see no body? Imam asws said: O Jabir, I was shown Barhoot, and I am seeing my enemies that they are getting punishment closed up in a box (Taboot) in Barhoot and calling me: Ya Abul Hassan asws, Ya Amirul Momineen, call us back in the world, we will testify your superiority (merits) and will testify your Walayat. So I said: No, by Allah I will not do that, no, by Allah it will never happen. Then Imam asws recited this verse, “And if they were sent back, they would return to that which they were forbidden, and they are definitely </w:t>
      </w:r>
      <w:r>
        <w:lastRenderedPageBreak/>
        <w:t>liars.” O Jabir! Whoever will oppose the Wasi (asws) of Nabi (sawaw), he will be raised blind on the day of Qiyamah, and will be dragged on face in the plain of Qiyamah. (al-Burhan, v3, p23)</w:t>
      </w:r>
    </w:p>
    <w:p w:rsidR="001A403D" w:rsidRDefault="001A403D" w:rsidP="009229E3">
      <w:pPr>
        <w:pStyle w:val="libCenterBold1"/>
      </w:pPr>
      <w:r>
        <w:t>Lesson:</w:t>
      </w:r>
    </w:p>
    <w:p w:rsidR="001A403D" w:rsidRDefault="001A403D" w:rsidP="001A403D">
      <w:pPr>
        <w:pStyle w:val="libNormal"/>
      </w:pPr>
      <w:r>
        <w:t>1-There is only one way to avoid death like Jews, and punishment of grave &amp; Qiyamah that one should testify Faza’il &amp; Walayat of Maola Ali asws with heart &amp; tongue in front of Allah.</w:t>
      </w:r>
    </w:p>
    <w:p w:rsidR="001A403D" w:rsidRDefault="001A403D" w:rsidP="001A403D">
      <w:pPr>
        <w:pStyle w:val="libNormal"/>
      </w:pPr>
      <w:r>
        <w:t>2-It is necessary to avoid belying Ayaat of Allah, and to avoid respecting self-made Ayatollahs.</w:t>
      </w:r>
    </w:p>
    <w:p w:rsidR="001A403D" w:rsidRDefault="001A403D" w:rsidP="00385B48">
      <w:pPr>
        <w:pStyle w:val="libAr"/>
      </w:pPr>
      <w:r>
        <w:rPr>
          <w:rFonts w:hint="eastAsia"/>
          <w:rtl/>
        </w:rPr>
        <w:t>وَمَا</w:t>
      </w:r>
      <w:r>
        <w:rPr>
          <w:rtl/>
        </w:rPr>
        <w:t xml:space="preserve"> مِن دَآبَّةٍ۬ فِى </w:t>
      </w:r>
      <w:r>
        <w:rPr>
          <w:rFonts w:hint="cs"/>
          <w:rtl/>
        </w:rPr>
        <w:t>ٱ</w:t>
      </w:r>
      <w:r>
        <w:rPr>
          <w:rFonts w:hint="eastAsia"/>
          <w:rtl/>
        </w:rPr>
        <w:t>لۡأَرۡضِ</w:t>
      </w:r>
      <w:r>
        <w:rPr>
          <w:rtl/>
        </w:rPr>
        <w:t xml:space="preserve"> وَلَا طَـٰٓ</w:t>
      </w:r>
      <w:r>
        <w:rPr>
          <w:rFonts w:hint="cs"/>
          <w:rtl/>
        </w:rPr>
        <w:t>ٮِٕ</w:t>
      </w:r>
      <w:r>
        <w:rPr>
          <w:rFonts w:hint="eastAsia"/>
          <w:rtl/>
        </w:rPr>
        <w:t>رٍ۬</w:t>
      </w:r>
      <w:r>
        <w:rPr>
          <w:rtl/>
        </w:rPr>
        <w:t xml:space="preserve"> يَطِيرُ بِجَنَاحَيۡهِ إِلَّآ أُمَمٌ أَمۡثَالُكُم‌ۚ مَّا فَرَّطۡنَا فِى </w:t>
      </w:r>
      <w:r>
        <w:rPr>
          <w:rFonts w:hint="cs"/>
          <w:rtl/>
        </w:rPr>
        <w:t>ٱ</w:t>
      </w:r>
      <w:r>
        <w:rPr>
          <w:rFonts w:hint="eastAsia"/>
          <w:rtl/>
        </w:rPr>
        <w:t>لۡكِتَـٰبِ</w:t>
      </w:r>
      <w:r>
        <w:rPr>
          <w:rtl/>
        </w:rPr>
        <w:t xml:space="preserve"> مِن شَىۡءٍ۬‌ۚ ثُمَّ إِلَىٰ رَبِّ</w:t>
      </w:r>
      <w:r w:rsidR="001E6BAB" w:rsidRPr="001E6BAB">
        <w:rPr>
          <w:rFonts w:hint="cs"/>
          <w:rtl/>
        </w:rPr>
        <w:t>ه</w:t>
      </w:r>
      <w:r w:rsidRPr="00595365">
        <w:rPr>
          <w:rFonts w:hint="cs"/>
          <w:rtl/>
        </w:rPr>
        <w:t>مۡ يُحۡشَرُونَ (٣٨</w:t>
      </w:r>
      <w:r w:rsidR="009229E3">
        <w:rPr>
          <w:rFonts w:hint="cs"/>
          <w:rtl/>
        </w:rPr>
        <w:t>)</w:t>
      </w:r>
      <w:r w:rsidRPr="00595365">
        <w:rPr>
          <w:rFonts w:hint="cs"/>
          <w:rtl/>
        </w:rPr>
        <w:t xml:space="preserve"> وَ</w:t>
      </w:r>
      <w:r>
        <w:rPr>
          <w:rFonts w:hint="cs"/>
          <w:rtl/>
        </w:rPr>
        <w:t>ٱ</w:t>
      </w:r>
      <w:r>
        <w:rPr>
          <w:rFonts w:hint="eastAsia"/>
          <w:rtl/>
        </w:rPr>
        <w:t>لَّذِينَ</w:t>
      </w:r>
      <w:r>
        <w:rPr>
          <w:rtl/>
        </w:rPr>
        <w:t xml:space="preserve"> كَذَّبُواْ بِـَٔايَـٰتِنَا صُمٌّ۬ وَبُكۡمٌ۬ فِى </w:t>
      </w:r>
      <w:r>
        <w:rPr>
          <w:rFonts w:hint="cs"/>
          <w:rtl/>
        </w:rPr>
        <w:t>ٱ</w:t>
      </w:r>
      <w:r>
        <w:rPr>
          <w:rFonts w:hint="eastAsia"/>
          <w:rtl/>
        </w:rPr>
        <w:t>لظُّلُمَـٰتِ‌ۗ</w:t>
      </w:r>
      <w:r>
        <w:rPr>
          <w:rtl/>
        </w:rPr>
        <w:t xml:space="preserve"> مَن يَشَإِ </w:t>
      </w:r>
      <w:r>
        <w:rPr>
          <w:rFonts w:hint="cs"/>
          <w:rtl/>
        </w:rPr>
        <w:t>ٱ</w:t>
      </w:r>
      <w:r>
        <w:rPr>
          <w:rFonts w:hint="eastAsia"/>
          <w:rtl/>
        </w:rPr>
        <w:t>للَّهُ</w:t>
      </w:r>
      <w:r>
        <w:rPr>
          <w:rtl/>
        </w:rPr>
        <w:t xml:space="preserve"> يُضۡلِلۡهُ وَمَن يَشَأۡ يَجۡعَلۡهُ عَلَىٰ صِرَ</w:t>
      </w:r>
      <w:r w:rsidR="005B7B9E" w:rsidRPr="005B7B9E">
        <w:rPr>
          <w:rFonts w:hint="cs"/>
          <w:rtl/>
        </w:rPr>
        <w:t>ا</w:t>
      </w:r>
      <w:r>
        <w:rPr>
          <w:rFonts w:hint="eastAsia"/>
          <w:rtl/>
        </w:rPr>
        <w:t>طٍ۬</w:t>
      </w:r>
      <w:r>
        <w:rPr>
          <w:rtl/>
        </w:rPr>
        <w:t xml:space="preserve"> مُّسۡتَقِيمٍ۬ (٣٩</w:t>
      </w:r>
      <w:r w:rsidR="009229E3">
        <w:rPr>
          <w:rtl/>
        </w:rPr>
        <w:t>)</w:t>
      </w:r>
      <w:r>
        <w:rPr>
          <w:rtl/>
        </w:rPr>
        <w:t xml:space="preserve"> قُلۡ أَرَءَيۡتَكُمۡ إِنۡ أَتَ</w:t>
      </w:r>
      <w:r>
        <w:rPr>
          <w:rFonts w:hint="cs"/>
          <w:rtl/>
        </w:rPr>
        <w:t>ٮٰ</w:t>
      </w:r>
      <w:r>
        <w:rPr>
          <w:rFonts w:hint="eastAsia"/>
          <w:rtl/>
        </w:rPr>
        <w:t>كُمۡ</w:t>
      </w:r>
      <w:r>
        <w:rPr>
          <w:rtl/>
        </w:rPr>
        <w:t xml:space="preserve"> عَذَابُ </w:t>
      </w:r>
      <w:r>
        <w:rPr>
          <w:rFonts w:hint="cs"/>
          <w:rtl/>
        </w:rPr>
        <w:t>ٱ</w:t>
      </w:r>
      <w:r>
        <w:rPr>
          <w:rFonts w:hint="eastAsia"/>
          <w:rtl/>
        </w:rPr>
        <w:t>للَّهِ</w:t>
      </w:r>
      <w:r>
        <w:rPr>
          <w:rtl/>
        </w:rPr>
        <w:t xml:space="preserve"> أَوۡ أَتَتۡكُمُ </w:t>
      </w:r>
      <w:r>
        <w:rPr>
          <w:rFonts w:hint="cs"/>
          <w:rtl/>
        </w:rPr>
        <w:t>ٱ</w:t>
      </w:r>
      <w:r>
        <w:rPr>
          <w:rFonts w:hint="eastAsia"/>
          <w:rtl/>
        </w:rPr>
        <w:t>لسَّاعَةُ</w:t>
      </w:r>
      <w:r>
        <w:rPr>
          <w:rtl/>
        </w:rPr>
        <w:t xml:space="preserve"> أَغَيۡرَ </w:t>
      </w:r>
      <w:r>
        <w:rPr>
          <w:rFonts w:hint="cs"/>
          <w:rtl/>
        </w:rPr>
        <w:t>ٱ</w:t>
      </w:r>
      <w:r>
        <w:rPr>
          <w:rFonts w:hint="eastAsia"/>
          <w:rtl/>
        </w:rPr>
        <w:t>للَّهِ</w:t>
      </w:r>
      <w:r>
        <w:rPr>
          <w:rtl/>
        </w:rPr>
        <w:t xml:space="preserve"> تَدۡعُونَ إِن كُنتُمۡ صَـٰدِقِينَ (٤٠</w:t>
      </w:r>
      <w:r w:rsidR="009229E3">
        <w:rPr>
          <w:rtl/>
        </w:rPr>
        <w:t>)</w:t>
      </w:r>
      <w:r>
        <w:rPr>
          <w:rtl/>
        </w:rPr>
        <w:t xml:space="preserve"> بَلۡ إِيَّاهُ تَدۡعُو</w:t>
      </w:r>
      <w:r>
        <w:rPr>
          <w:rFonts w:hint="eastAsia"/>
          <w:rtl/>
        </w:rPr>
        <w:t>نَ</w:t>
      </w:r>
      <w:r>
        <w:rPr>
          <w:rtl/>
        </w:rPr>
        <w:t xml:space="preserve"> فَيَكۡشِفُ مَا تَدۡعُونَ إِلَيۡهِ إِن شَآءَ وَتَنسَوۡنَ مَا تُشۡرِكُونَ (٤١</w:t>
      </w:r>
      <w:r w:rsidR="009229E3">
        <w:rPr>
          <w:rtl/>
        </w:rPr>
        <w:t>)</w:t>
      </w:r>
      <w:r>
        <w:rPr>
          <w:rtl/>
        </w:rPr>
        <w:t xml:space="preserve"> وَلَقَدۡ أَرۡسَلۡنَآ إِلَىٰٓ أُمَمٍ۬ مِّن قَبۡلِكَ فَأَخَذۡنَـٰهُم بِ</w:t>
      </w:r>
      <w:r>
        <w:rPr>
          <w:rFonts w:hint="cs"/>
          <w:rtl/>
        </w:rPr>
        <w:t>ٱ</w:t>
      </w:r>
      <w:r>
        <w:rPr>
          <w:rFonts w:hint="eastAsia"/>
          <w:rtl/>
        </w:rPr>
        <w:t>لۡبَأۡسَآءِ</w:t>
      </w:r>
      <w:r>
        <w:rPr>
          <w:rtl/>
        </w:rPr>
        <w:t xml:space="preserve"> وَ</w:t>
      </w:r>
      <w:r>
        <w:rPr>
          <w:rFonts w:hint="cs"/>
          <w:rtl/>
        </w:rPr>
        <w:t>ٱ</w:t>
      </w:r>
      <w:r>
        <w:rPr>
          <w:rFonts w:hint="eastAsia"/>
          <w:rtl/>
        </w:rPr>
        <w:t>لضَّرَّآءِ</w:t>
      </w:r>
      <w:r>
        <w:rPr>
          <w:rtl/>
        </w:rPr>
        <w:t xml:space="preserve"> لَعَلَّهُمۡ يَتَضَرَّعُونَ (٤٢</w:t>
      </w:r>
      <w:r w:rsidR="009229E3">
        <w:rPr>
          <w:rtl/>
        </w:rPr>
        <w:t>)</w:t>
      </w:r>
      <w:r>
        <w:rPr>
          <w:rtl/>
        </w:rPr>
        <w:t xml:space="preserve"> فَلَوۡلَآ إِذۡ جَآءَهُم بَأۡسُنَا تَضَرَّع</w:t>
      </w:r>
      <w:r>
        <w:rPr>
          <w:rFonts w:hint="eastAsia"/>
          <w:rtl/>
        </w:rPr>
        <w:t>ُواْ</w:t>
      </w:r>
      <w:r>
        <w:rPr>
          <w:rtl/>
        </w:rPr>
        <w:t xml:space="preserve"> وَلَـٰكِن قَسَتۡ قُلُوبُ</w:t>
      </w:r>
      <w:r w:rsidR="001E6BAB" w:rsidRPr="001E6BAB">
        <w:rPr>
          <w:rFonts w:hint="cs"/>
          <w:rtl/>
        </w:rPr>
        <w:t>ه</w:t>
      </w:r>
      <w:r w:rsidRPr="00595365">
        <w:rPr>
          <w:rFonts w:hint="cs"/>
          <w:rtl/>
        </w:rPr>
        <w:t xml:space="preserve">مۡ وَزَيَّنَ لَهُمُ </w:t>
      </w:r>
      <w:r>
        <w:rPr>
          <w:rFonts w:hint="cs"/>
          <w:rtl/>
        </w:rPr>
        <w:t>ٱ</w:t>
      </w:r>
      <w:r>
        <w:rPr>
          <w:rFonts w:hint="eastAsia"/>
          <w:rtl/>
        </w:rPr>
        <w:t>لشَّيۡطَـٰنُ</w:t>
      </w:r>
      <w:r>
        <w:rPr>
          <w:rtl/>
        </w:rPr>
        <w:t xml:space="preserve"> مَا </w:t>
      </w:r>
      <w:r w:rsidR="001E6BAB" w:rsidRPr="001E6BAB">
        <w:rPr>
          <w:rFonts w:hint="cs"/>
          <w:rtl/>
        </w:rPr>
        <w:t>ک</w:t>
      </w:r>
      <w:r>
        <w:rPr>
          <w:rFonts w:hint="eastAsia"/>
          <w:rtl/>
        </w:rPr>
        <w:t>انُواْ</w:t>
      </w:r>
      <w:r>
        <w:rPr>
          <w:rtl/>
        </w:rPr>
        <w:t xml:space="preserve"> يَعۡمَلُونَ (٤٣</w:t>
      </w:r>
      <w:r w:rsidR="009229E3">
        <w:rPr>
          <w:rtl/>
        </w:rPr>
        <w:t>)</w:t>
      </w:r>
    </w:p>
    <w:p w:rsidR="001A403D" w:rsidRDefault="001A403D" w:rsidP="00E36567">
      <w:pPr>
        <w:pStyle w:val="libBoldItalic"/>
      </w:pPr>
      <w:r>
        <w:t>There is no walking creature on the earth, nor a flying creature that flies with its wings, but they are nations like you. We have not neglected anything in the Book. Then unto their Rabb they will be gathered. (38) Those who belie Our Ayaat are deaf and dumb in darkness. Whom Allah wills - He leaves astray, and whom He wills - He puts him on Sirat-e-Mustaqeem. (39) Say: Can you see, if the punishment of Allah comes upon you or the Hour comes upon you, do you then call to any other than Allah? (Answer that) if you are truthful. (40) But unto Him you call, and He removes that for which you call Him if He wills, and you forget what you associate (with Him). (41) And We have sent (Messengers) already to nations before you, and We seized them with poverty and hardship, that perhaps they might become humble. (42) So, when Our hardship came on them, why they did not become humble? But their hearts became hardened and Shaitan made attractive to them that which they were doing. (43)</w:t>
      </w:r>
    </w:p>
    <w:p w:rsidR="001A403D" w:rsidRDefault="001A403D" w:rsidP="00E36567">
      <w:pPr>
        <w:pStyle w:val="libNormal"/>
      </w:pPr>
      <w:r>
        <w:t>1-Certainly Allah Azza wa Jalla did not call our Nabi sawaw back to Him until completed Deen for him, and revealed Quran to him in which everything is mentioned, Halaal &amp; Haraam, and limits &amp; commandments are mentioned in it, and all those things which man can need are completely mentioned in it, therefore Allah says: We did not neglected anything in the Book. (Imam Ali Raza asws) (al-Burhan, v3, p28)</w:t>
      </w:r>
    </w:p>
    <w:p w:rsidR="001A403D" w:rsidRDefault="001A403D" w:rsidP="00E36567">
      <w:pPr>
        <w:pStyle w:val="libNormal"/>
      </w:pPr>
      <w:r>
        <w:t xml:space="preserve">2-About the saying of Allah, “Those who belie Our Ayaat are deaf and dumb” Imam Mohammad Baqir asws said: They do not hear anything about guidance and dumb do not talk anything good (Walayat), “in the darkness” means the darknesses of Kufr (denial), “Whom Allah wills, He leaves him astray, and whom He wills, He puts him on Sirat-e-Mustaqeem” and this is </w:t>
      </w:r>
      <w:r>
        <w:lastRenderedPageBreak/>
        <w:t>rejection of Qadria sect of this Ummah, Allah will raise them with star worshipers and Christians and Majoosi on the day of Qiyamah, and they will say, “By Allah, O our Rabb, we were not polytheists”, Allah will say, “See, how they are telling lie about themselves, and whatever lies they used to tell, all that will be lost” (al-An’am, v24). And Rasool Allah sawaw said: Beware, in every Ummah there are Majoosi people, and Majoosi of this Ummah are those who say, “There is no Taqdeer (fate), and they suppose that Mashiyat (Will) and Qudrat (Authority) is toward them and for them. (al-Burhan, v3, p29)</w:t>
      </w:r>
    </w:p>
    <w:p w:rsidR="001A403D" w:rsidRDefault="001A403D" w:rsidP="00E36567">
      <w:pPr>
        <w:pStyle w:val="libNormal"/>
      </w:pPr>
      <w:r>
        <w:t>3-Imam Mohammad Baqir asws said about this verse: It was revealed about those who belied Aosiya (a.s.), they are deaf and dumb as Allah has said, they are in the darkness of misguidance, who is from the progeny of Iblees he does not testify Aosiya (a.s.), nor believes in them, and these are the people whom Allah left in misguidance. And who are progeny of Adam (a.s.), they believe in Aosiya (a.s.), thus they are on Sirat-e-Mustaqeem. (al-Burhan, v3, p29)</w:t>
      </w:r>
    </w:p>
    <w:p w:rsidR="001A403D" w:rsidRDefault="001A403D" w:rsidP="009229E3">
      <w:pPr>
        <w:pStyle w:val="libCenterBold1"/>
      </w:pPr>
      <w:r>
        <w:t>Lesson:</w:t>
      </w:r>
    </w:p>
    <w:p w:rsidR="001A403D" w:rsidRDefault="001A403D" w:rsidP="001A403D">
      <w:pPr>
        <w:pStyle w:val="libNormal"/>
      </w:pPr>
      <w:r>
        <w:t>1-According to the Knowledge of Allah, which things mankind can be in need until Qiyamah, they are mentioned in Quran &amp; Hadees. Therefore any Muqassir Mulla is not allowed to interfere with Deen. Omnipotent Allah has completed and perfected Deen with Walayat-e-Ali asws.</w:t>
      </w:r>
    </w:p>
    <w:p w:rsidR="001A403D" w:rsidRDefault="001A403D" w:rsidP="001A403D">
      <w:pPr>
        <w:pStyle w:val="libNormal"/>
      </w:pPr>
      <w:r>
        <w:t>2-Those people who do not want to hear Ayaat &amp; Ahadees about Walayat, nor they testify Walayat with their tongues, they are the deaf &amp; dumb wandering the darkness of misguidance. Allan the Needless does not care about them and leaves them in Darkness.</w:t>
      </w:r>
    </w:p>
    <w:p w:rsidR="001A403D" w:rsidRDefault="001A403D" w:rsidP="001A403D">
      <w:pPr>
        <w:pStyle w:val="libNormal"/>
      </w:pPr>
      <w:r>
        <w:t>3-Saying of Masoom asws is Haqq that who does Shirk in Walayat-e-Ali asws is Majoosi, who will take false oaths on the day of Qiyamah that they were not polytheists. Although they have taken Mashiyat and Qudrat openly in their hands, i.e. they can make any changes in Deen according to their wishes, to change Halaal Haraam is trivial for them, and they show their Qudrat as well that they consider themselves superior to the Prophets (a.s.) of Bani Israeel, and declare themselves responsible for the deeds of their Muqallideen.</w:t>
      </w:r>
    </w:p>
    <w:p w:rsidR="001A403D" w:rsidRDefault="001A403D" w:rsidP="001A403D">
      <w:pPr>
        <w:pStyle w:val="libNormal"/>
      </w:pPr>
      <w:r>
        <w:t>4-Saying of Masoom asws is Haqq that children of Shaitan neither believes in Walayat-e-Ali asws nor they give its testimony by their tongues. Children of Hazrat Adam (a.s.) with pure births are only on Sirat-e-Mustaqeem of Walayat. The hearts of Muqassireen are becoming harder and harder day by day.</w:t>
      </w:r>
    </w:p>
    <w:p w:rsidR="001A403D" w:rsidRDefault="001A403D" w:rsidP="00385B48">
      <w:pPr>
        <w:pStyle w:val="libAr"/>
      </w:pPr>
      <w:r>
        <w:rPr>
          <w:rFonts w:hint="eastAsia"/>
          <w:rtl/>
        </w:rPr>
        <w:t>فَلَمَّا</w:t>
      </w:r>
      <w:r>
        <w:rPr>
          <w:rtl/>
        </w:rPr>
        <w:t xml:space="preserve"> نَسُواْ مَا ذُ</w:t>
      </w:r>
      <w:r w:rsidR="001E6BAB" w:rsidRPr="001E6BAB">
        <w:rPr>
          <w:rFonts w:hint="cs"/>
          <w:rtl/>
        </w:rPr>
        <w:t>ک</w:t>
      </w:r>
      <w:r>
        <w:rPr>
          <w:rFonts w:hint="eastAsia"/>
          <w:rtl/>
        </w:rPr>
        <w:t>رُواْ</w:t>
      </w:r>
      <w:r>
        <w:rPr>
          <w:rtl/>
        </w:rPr>
        <w:t xml:space="preserve"> بِهِ</w:t>
      </w:r>
      <w:r>
        <w:rPr>
          <w:rFonts w:hint="cs"/>
          <w:rtl/>
        </w:rPr>
        <w:t>ۦ</w:t>
      </w:r>
      <w:r>
        <w:rPr>
          <w:rtl/>
        </w:rPr>
        <w:t xml:space="preserve"> فَتَحۡنَا عَلَيۡهِمۡ أَبۡوَ</w:t>
      </w:r>
      <w:r w:rsidR="005B7B9E" w:rsidRPr="005B7B9E">
        <w:rPr>
          <w:rFonts w:hint="cs"/>
          <w:rtl/>
        </w:rPr>
        <w:t>ا</w:t>
      </w:r>
      <w:r>
        <w:rPr>
          <w:rFonts w:hint="eastAsia"/>
          <w:rtl/>
        </w:rPr>
        <w:t>بَ</w:t>
      </w:r>
      <w:r>
        <w:rPr>
          <w:rtl/>
        </w:rPr>
        <w:t xml:space="preserve"> </w:t>
      </w:r>
      <w:r w:rsidR="001E6BAB" w:rsidRPr="001E6BAB">
        <w:rPr>
          <w:rFonts w:hint="cs"/>
          <w:rtl/>
        </w:rPr>
        <w:t>ک</w:t>
      </w:r>
      <w:r>
        <w:rPr>
          <w:rFonts w:hint="eastAsia"/>
          <w:rtl/>
        </w:rPr>
        <w:t>لِّ</w:t>
      </w:r>
      <w:r>
        <w:rPr>
          <w:rtl/>
        </w:rPr>
        <w:t xml:space="preserve"> شَىۡءٍ حَتَّىٰٓ إِذَا فَرِحُواْ بِمَآ أُوتُوٓاْ أَخَذۡنَـٰهُم بَغۡتَةً۬ فَإِذَا هُم مُّبۡلِسُونَ (٤٤</w:t>
      </w:r>
      <w:r w:rsidR="009229E3">
        <w:rPr>
          <w:rtl/>
        </w:rPr>
        <w:t>)</w:t>
      </w:r>
      <w:r>
        <w:rPr>
          <w:rtl/>
        </w:rPr>
        <w:t xml:space="preserve"> فَقُطِعَ دَابِرُ </w:t>
      </w:r>
      <w:r>
        <w:rPr>
          <w:rFonts w:hint="cs"/>
          <w:rtl/>
        </w:rPr>
        <w:t>ٱ</w:t>
      </w:r>
      <w:r>
        <w:rPr>
          <w:rFonts w:hint="eastAsia"/>
          <w:rtl/>
        </w:rPr>
        <w:t>لۡقَوۡمِ</w:t>
      </w:r>
      <w:r>
        <w:rPr>
          <w:rtl/>
        </w:rPr>
        <w:t xml:space="preserve"> </w:t>
      </w:r>
      <w:r>
        <w:rPr>
          <w:rFonts w:hint="cs"/>
          <w:rtl/>
        </w:rPr>
        <w:t>ٱ</w:t>
      </w:r>
      <w:r>
        <w:rPr>
          <w:rFonts w:hint="eastAsia"/>
          <w:rtl/>
        </w:rPr>
        <w:t>لَّذِينَ</w:t>
      </w:r>
      <w:r>
        <w:rPr>
          <w:rtl/>
        </w:rPr>
        <w:t xml:space="preserve"> ظَلَمُواْ‌ۚ وَ</w:t>
      </w:r>
      <w:r>
        <w:rPr>
          <w:rFonts w:hint="cs"/>
          <w:rtl/>
        </w:rPr>
        <w:t>ٱ</w:t>
      </w:r>
      <w:r>
        <w:rPr>
          <w:rFonts w:hint="eastAsia"/>
          <w:rtl/>
        </w:rPr>
        <w:t>لۡحَمۡدُ</w:t>
      </w:r>
      <w:r>
        <w:rPr>
          <w:rtl/>
        </w:rPr>
        <w:t xml:space="preserve"> لِلَّهِ رَبِّ </w:t>
      </w:r>
      <w:r>
        <w:rPr>
          <w:rFonts w:hint="cs"/>
          <w:rtl/>
        </w:rPr>
        <w:t>ٱ</w:t>
      </w:r>
      <w:r>
        <w:rPr>
          <w:rFonts w:hint="eastAsia"/>
          <w:rtl/>
        </w:rPr>
        <w:t>لۡعَـٰلَمِينَ</w:t>
      </w:r>
      <w:r>
        <w:rPr>
          <w:rtl/>
        </w:rPr>
        <w:t xml:space="preserve"> (٤٥</w:t>
      </w:r>
      <w:r w:rsidR="009229E3">
        <w:rPr>
          <w:rtl/>
        </w:rPr>
        <w:t>)</w:t>
      </w:r>
    </w:p>
    <w:p w:rsidR="001A403D" w:rsidRDefault="001A403D" w:rsidP="00E36567">
      <w:pPr>
        <w:pStyle w:val="libBoldItalic"/>
      </w:pPr>
      <w:r>
        <w:t>So, when they forgot that by which they had been reminded, We opened to them the doors of all things until, when they were rejoicing in that which they were given, We seized them suddenly, so then they were in despair. (44) So the people who did wrong were uprooted. And every Praise to Allah, Rabb of the Worlds! (45)</w:t>
      </w:r>
    </w:p>
    <w:p w:rsidR="001A403D" w:rsidRDefault="001A403D" w:rsidP="00E36567">
      <w:pPr>
        <w:pStyle w:val="libNormal"/>
      </w:pPr>
      <w:r>
        <w:lastRenderedPageBreak/>
        <w:t>1-Imam Mohammad Baqir asws said about this verse: The saying of Allah Ta’ala, “So when they forgot that by which they had been reminded” means when they left Walayat-e-Ali Amirul Momineen asws, although they were commanded about that, “We opened to them the doors of all things” means wealth of the world and whatever is provided in it for them, and the saying of Allah, “until when they were rejoicing in that which they were given, We seized them suddenly, so they were in despair” means by rising (Qiyam) of Qaim asws, that there will be no helper for them at all, and this is the sudden capture. (al-Burhan, v3, p30)</w:t>
      </w:r>
    </w:p>
    <w:p w:rsidR="001A403D" w:rsidRDefault="001A403D" w:rsidP="00E36567">
      <w:pPr>
        <w:pStyle w:val="libNormal"/>
      </w:pPr>
      <w:r>
        <w:t>2-Servant of Amirul Momineen asws, Hazrat Qanmber (a.s.) was taken (arrested) in front of Hujjaj bin Yousaf (l.u.), he asked: What you was doing for Ali ibne Abi Talib (asws)? He replied: I used to bring water for Wazu for him. He asked: What he was saying after finishing Wazu? Replied: He used to recite these verses (44-45 of al-An’am). Hujjaj (l.u.) asked: He was meaning these verses against us? Replied: Yes. He said: If I behead you, what you will do? Replied: Then I will get Blessing and you will be evil hearted. So he ordered to kill Hazrat Qanmber (a.s.). (Imam Ali Naqi asws) (al-Burhan, v3, p32)</w:t>
      </w:r>
    </w:p>
    <w:p w:rsidR="001A403D" w:rsidRDefault="001A403D" w:rsidP="009229E3">
      <w:pPr>
        <w:pStyle w:val="libCenterBold1"/>
      </w:pPr>
      <w:r>
        <w:t>Lesson:</w:t>
      </w:r>
    </w:p>
    <w:p w:rsidR="001A403D" w:rsidRDefault="001A403D" w:rsidP="001A403D">
      <w:pPr>
        <w:pStyle w:val="libNormal"/>
      </w:pPr>
      <w:r>
        <w:t>1-Who are leaving the Zikr (mentioning) of Walayat-e-Ali asws, and are busy collecting wealth from weak Shias and rejoicing it, Imam Qaim asws is about to capture them suddenly, and then Imam asws will uproot them because they are hindering people from Walayat-e-Ali asws.</w:t>
      </w:r>
    </w:p>
    <w:p w:rsidR="001A403D" w:rsidRDefault="001A403D" w:rsidP="001A403D">
      <w:pPr>
        <w:pStyle w:val="libNormal"/>
      </w:pPr>
      <w:r>
        <w:t>2-The followers of Salman, Abu Zarr, Mesam, and Qanmber are not afraid of the dictatorship of Majoosi progeny of Iblees, and they continue preaching Walayat.</w:t>
      </w:r>
    </w:p>
    <w:p w:rsidR="001A403D" w:rsidRDefault="001A403D" w:rsidP="00385B48">
      <w:pPr>
        <w:pStyle w:val="libAr"/>
      </w:pPr>
      <w:r>
        <w:rPr>
          <w:rFonts w:hint="eastAsia"/>
          <w:rtl/>
        </w:rPr>
        <w:t>وَإِذَا</w:t>
      </w:r>
      <w:r>
        <w:rPr>
          <w:rtl/>
        </w:rPr>
        <w:t xml:space="preserve"> رَأَيۡتَ </w:t>
      </w:r>
      <w:r>
        <w:rPr>
          <w:rFonts w:hint="cs"/>
          <w:rtl/>
        </w:rPr>
        <w:t>ٱ</w:t>
      </w:r>
      <w:r>
        <w:rPr>
          <w:rFonts w:hint="eastAsia"/>
          <w:rtl/>
        </w:rPr>
        <w:t>لَّذِينَ</w:t>
      </w:r>
      <w:r>
        <w:rPr>
          <w:rtl/>
        </w:rPr>
        <w:t xml:space="preserve"> يَخُوضُونَ فِىٓ ءَايَـٰتِنَا فَأَعۡرِضۡ عَنۡ</w:t>
      </w:r>
      <w:r w:rsidR="001E6BAB" w:rsidRPr="001E6BAB">
        <w:rPr>
          <w:rFonts w:hint="cs"/>
          <w:rtl/>
        </w:rPr>
        <w:t>ه</w:t>
      </w:r>
      <w:r w:rsidRPr="00595365">
        <w:rPr>
          <w:rFonts w:hint="cs"/>
          <w:rtl/>
        </w:rPr>
        <w:t>مۡ حَتّ</w:t>
      </w:r>
      <w:r>
        <w:rPr>
          <w:rtl/>
        </w:rPr>
        <w:t>َىٰ يَخُوضُواْ فِى حَدِيثٍ غَيۡرِهِ</w:t>
      </w:r>
      <w:r>
        <w:rPr>
          <w:rFonts w:hint="cs"/>
          <w:rtl/>
        </w:rPr>
        <w:t>ۦ‌ۚ</w:t>
      </w:r>
      <w:r>
        <w:rPr>
          <w:rtl/>
        </w:rPr>
        <w:t xml:space="preserve"> وَإِمَّا يُنسِيَنَّكَ </w:t>
      </w:r>
      <w:r>
        <w:rPr>
          <w:rFonts w:hint="cs"/>
          <w:rtl/>
        </w:rPr>
        <w:t>ٱ</w:t>
      </w:r>
      <w:r>
        <w:rPr>
          <w:rFonts w:hint="eastAsia"/>
          <w:rtl/>
        </w:rPr>
        <w:t>لشَّيۡطَـٰنُ</w:t>
      </w:r>
      <w:r>
        <w:rPr>
          <w:rtl/>
        </w:rPr>
        <w:t xml:space="preserve"> فَلَا تَقۡعُدۡ بَعۡدَ </w:t>
      </w:r>
      <w:r>
        <w:rPr>
          <w:rFonts w:hint="cs"/>
          <w:rtl/>
        </w:rPr>
        <w:t>ٱ</w:t>
      </w:r>
      <w:r>
        <w:rPr>
          <w:rFonts w:hint="eastAsia"/>
          <w:rtl/>
        </w:rPr>
        <w:t>لذِّ</w:t>
      </w:r>
      <w:r w:rsidR="001E6BAB" w:rsidRPr="001E6BAB">
        <w:rPr>
          <w:rFonts w:hint="cs"/>
          <w:rtl/>
        </w:rPr>
        <w:t>ک</w:t>
      </w:r>
      <w:r w:rsidRPr="00595365">
        <w:rPr>
          <w:rFonts w:hint="cs"/>
          <w:rtl/>
        </w:rPr>
        <w:t>ۡ</w:t>
      </w:r>
      <w:r>
        <w:rPr>
          <w:rFonts w:hint="eastAsia"/>
          <w:rtl/>
        </w:rPr>
        <w:t>رَىٰ</w:t>
      </w:r>
      <w:r>
        <w:rPr>
          <w:rtl/>
        </w:rPr>
        <w:t xml:space="preserve"> مَعَ </w:t>
      </w:r>
      <w:r>
        <w:rPr>
          <w:rFonts w:hint="cs"/>
          <w:rtl/>
        </w:rPr>
        <w:t>ٱ</w:t>
      </w:r>
      <w:r>
        <w:rPr>
          <w:rFonts w:hint="eastAsia"/>
          <w:rtl/>
        </w:rPr>
        <w:t>لۡقَوۡمِ</w:t>
      </w:r>
      <w:r>
        <w:rPr>
          <w:rtl/>
        </w:rPr>
        <w:t xml:space="preserve"> </w:t>
      </w:r>
      <w:r>
        <w:rPr>
          <w:rFonts w:hint="cs"/>
          <w:rtl/>
        </w:rPr>
        <w:t>ٱ</w:t>
      </w:r>
      <w:r>
        <w:rPr>
          <w:rFonts w:hint="eastAsia"/>
          <w:rtl/>
        </w:rPr>
        <w:t>لظَّـٰلِمِينَ</w:t>
      </w:r>
      <w:r>
        <w:rPr>
          <w:rtl/>
        </w:rPr>
        <w:t xml:space="preserve"> (٦٨</w:t>
      </w:r>
      <w:r w:rsidR="009229E3">
        <w:rPr>
          <w:rtl/>
        </w:rPr>
        <w:t>)</w:t>
      </w:r>
    </w:p>
    <w:p w:rsidR="001A403D" w:rsidRDefault="001A403D" w:rsidP="00E36567">
      <w:pPr>
        <w:pStyle w:val="libBoldItalic"/>
      </w:pPr>
      <w:r>
        <w:t>And when you see those who criticize Our Ayaat, then turn away from them until they discuss another topic. And if Shaitan causes you to forget, then do not sit after the remembrance, with the wrong-doing nation. (68)</w:t>
      </w:r>
    </w:p>
    <w:p w:rsidR="001A403D" w:rsidRDefault="001A403D" w:rsidP="00E36567">
      <w:pPr>
        <w:pStyle w:val="libNormal"/>
      </w:pPr>
      <w:r>
        <w:t>1-Who believes in Allah and the Last Day, he does not sit in that meeting (gathering) in which Imam asws is criticized or in which backbiting of a Muslim is done. No doubt Allah says in His Book: And when you see those who criticize Our Ayaat, then turn away from them until they discuss another topic. And if Shaitan causes you to forget, then do not sit after the remembrance, with the wrong-doing nation. (Rasool Allah sawaw) (al-Burhan, v3, p41)</w:t>
      </w:r>
    </w:p>
    <w:p w:rsidR="001A403D" w:rsidRDefault="001A403D" w:rsidP="009229E3">
      <w:pPr>
        <w:pStyle w:val="libCenterBold1"/>
      </w:pPr>
      <w:r>
        <w:t>Lesson:</w:t>
      </w:r>
    </w:p>
    <w:p w:rsidR="001A403D" w:rsidRDefault="001A403D" w:rsidP="001A403D">
      <w:pPr>
        <w:pStyle w:val="libNormal"/>
      </w:pPr>
      <w:r>
        <w:t>1-So called Shia, Muqassir Mulla arranges such meetings (Majalis) in which they talk nonsense about infallibility, splendor, authority, knowledge, and wisdom of Masumeen asws and their being Noor and omnipresent. Allah Ta’ala and His Rasool sawaw clearly forbid to attend Majalis of such unjust people.</w:t>
      </w:r>
    </w:p>
    <w:p w:rsidR="001A403D" w:rsidRDefault="001A403D" w:rsidP="00385B48">
      <w:pPr>
        <w:pStyle w:val="libAr"/>
      </w:pPr>
      <w:r>
        <w:rPr>
          <w:rFonts w:hint="cs"/>
          <w:rtl/>
        </w:rPr>
        <w:lastRenderedPageBreak/>
        <w:t>ٱ</w:t>
      </w:r>
      <w:r>
        <w:rPr>
          <w:rFonts w:hint="eastAsia"/>
          <w:rtl/>
        </w:rPr>
        <w:t>لَّذِينَ</w:t>
      </w:r>
      <w:r>
        <w:rPr>
          <w:rtl/>
        </w:rPr>
        <w:t xml:space="preserve"> ءَامَنُواْ وَلَمۡ يَلۡبِسُوٓاْ إِيمَـٰنَهُم بِظُلۡمٍ أُوْلَـٰٓ</w:t>
      </w:r>
      <w:r>
        <w:rPr>
          <w:rFonts w:hint="cs"/>
          <w:rtl/>
        </w:rPr>
        <w:t>ٮِٕ</w:t>
      </w:r>
      <w:r>
        <w:rPr>
          <w:rFonts w:hint="eastAsia"/>
          <w:rtl/>
        </w:rPr>
        <w:t>كَ</w:t>
      </w:r>
      <w:r>
        <w:rPr>
          <w:rtl/>
        </w:rPr>
        <w:t xml:space="preserve"> لَهُمُ </w:t>
      </w:r>
      <w:r>
        <w:rPr>
          <w:rFonts w:hint="cs"/>
          <w:rtl/>
        </w:rPr>
        <w:t>ٱ</w:t>
      </w:r>
      <w:r>
        <w:rPr>
          <w:rFonts w:hint="eastAsia"/>
          <w:rtl/>
        </w:rPr>
        <w:t>لۡأَمۡنُ</w:t>
      </w:r>
      <w:r>
        <w:rPr>
          <w:rtl/>
        </w:rPr>
        <w:t xml:space="preserve"> وَهُم مُّهۡتَدُونَ (٨٢</w:t>
      </w:r>
      <w:r w:rsidR="009229E3">
        <w:rPr>
          <w:rtl/>
        </w:rPr>
        <w:t>)</w:t>
      </w:r>
    </w:p>
    <w:p w:rsidR="001A403D" w:rsidRDefault="001A403D" w:rsidP="00E36567">
      <w:pPr>
        <w:pStyle w:val="libBoldItalic"/>
      </w:pPr>
      <w:r>
        <w:t>Those who believe and do not mix their belief with injustice, they are those for whom is the peace (safety) and they are rightly guided. (82)</w:t>
      </w:r>
    </w:p>
    <w:p w:rsidR="001A403D" w:rsidRDefault="001A403D" w:rsidP="00E36567">
      <w:pPr>
        <w:pStyle w:val="libNormal"/>
      </w:pPr>
      <w:r>
        <w:t>1-About the saying of Allah Azza wa Jalla, “Those who believe and do not mix their belief with injustice” Imam Jafar Sadiq asws said: Whatever Mohammad Mustafa sawaw brought about Walayat, did not mix it with Walayat of others (Fulana &amp; Fulana), and this is the mixing with injustice (Zulm). (al-Burhan, v3, p58)</w:t>
      </w:r>
    </w:p>
    <w:p w:rsidR="001A403D" w:rsidRDefault="001A403D" w:rsidP="00E36567">
      <w:pPr>
        <w:pStyle w:val="libNormal"/>
      </w:pPr>
      <w:r>
        <w:t>2-Imam Jafar Sadiq asws has told its meaning as doubt and Shirk as well while doing Tafseer of this verse. (al-Burhan, v3, p58)</w:t>
      </w:r>
    </w:p>
    <w:p w:rsidR="001A403D" w:rsidRDefault="001A403D" w:rsidP="009229E3">
      <w:pPr>
        <w:pStyle w:val="libCenterBold1"/>
      </w:pPr>
      <w:r>
        <w:t>Lesson:</w:t>
      </w:r>
    </w:p>
    <w:p w:rsidR="001A403D" w:rsidRDefault="001A403D" w:rsidP="001A403D">
      <w:pPr>
        <w:pStyle w:val="libNormal"/>
      </w:pPr>
      <w:r>
        <w:t>1-To doubt in Walayat-e-Ali asws or to make Muqassir Mulla partner in Walayat quietly is clearly Shirk and Zulm. Walayat is only for Allah and fourteen Masumeen asws.</w:t>
      </w:r>
    </w:p>
    <w:p w:rsidR="001A403D" w:rsidRDefault="001A403D" w:rsidP="00385B48">
      <w:pPr>
        <w:pStyle w:val="libAr"/>
      </w:pPr>
      <w:r>
        <w:rPr>
          <w:rFonts w:hint="eastAsia"/>
          <w:rtl/>
        </w:rPr>
        <w:t>وَهَـٰذَا</w:t>
      </w:r>
      <w:r>
        <w:rPr>
          <w:rtl/>
        </w:rPr>
        <w:t xml:space="preserve"> كِتَـٰبٌ أَنزَلۡنَـٰهُ مُبَارَكٌ۬ مُّصَدِّقُ </w:t>
      </w:r>
      <w:r>
        <w:rPr>
          <w:rFonts w:hint="cs"/>
          <w:rtl/>
        </w:rPr>
        <w:t>ٱ</w:t>
      </w:r>
      <w:r>
        <w:rPr>
          <w:rFonts w:hint="eastAsia"/>
          <w:rtl/>
        </w:rPr>
        <w:t>لَّذِى</w:t>
      </w:r>
      <w:r>
        <w:rPr>
          <w:rtl/>
        </w:rPr>
        <w:t xml:space="preserve"> بَيۡنَ يَدَيۡهِ وَلِتُنذِرَ أُمَّ </w:t>
      </w:r>
      <w:r>
        <w:rPr>
          <w:rFonts w:hint="cs"/>
          <w:rtl/>
        </w:rPr>
        <w:t>ٱ</w:t>
      </w:r>
      <w:r>
        <w:rPr>
          <w:rFonts w:hint="eastAsia"/>
          <w:rtl/>
        </w:rPr>
        <w:t>لۡقُرَىٰ</w:t>
      </w:r>
      <w:r>
        <w:rPr>
          <w:rtl/>
        </w:rPr>
        <w:t xml:space="preserve"> وَمَنۡ حَوۡلَهَا‌ۚ وَ</w:t>
      </w:r>
      <w:r>
        <w:rPr>
          <w:rFonts w:hint="cs"/>
          <w:rtl/>
        </w:rPr>
        <w:t>ٱ</w:t>
      </w:r>
      <w:r>
        <w:rPr>
          <w:rFonts w:hint="eastAsia"/>
          <w:rtl/>
        </w:rPr>
        <w:t>لَّذِينَ</w:t>
      </w:r>
      <w:r>
        <w:rPr>
          <w:rtl/>
        </w:rPr>
        <w:t xml:space="preserve"> يُؤۡمِنُونَ بِ</w:t>
      </w:r>
      <w:r>
        <w:rPr>
          <w:rFonts w:hint="cs"/>
          <w:rtl/>
        </w:rPr>
        <w:t>ٱ</w:t>
      </w:r>
      <w:r>
        <w:rPr>
          <w:rFonts w:hint="eastAsia"/>
          <w:rtl/>
        </w:rPr>
        <w:t>لۡأَخِرَةِ</w:t>
      </w:r>
      <w:r>
        <w:rPr>
          <w:rtl/>
        </w:rPr>
        <w:t xml:space="preserve"> يُؤۡمِنُونَ بِهِ</w:t>
      </w:r>
      <w:r>
        <w:rPr>
          <w:rFonts w:hint="cs"/>
          <w:rtl/>
        </w:rPr>
        <w:t>ۦ‌ۖ</w:t>
      </w:r>
      <w:r>
        <w:rPr>
          <w:rtl/>
        </w:rPr>
        <w:t xml:space="preserve"> وَهُمۡ عَلَىٰ صَلَاتِ</w:t>
      </w:r>
      <w:r w:rsidR="001E6BAB" w:rsidRPr="001E6BAB">
        <w:rPr>
          <w:rFonts w:hint="cs"/>
          <w:rtl/>
        </w:rPr>
        <w:t>ه</w:t>
      </w:r>
      <w:r w:rsidRPr="00595365">
        <w:rPr>
          <w:rFonts w:hint="cs"/>
          <w:rtl/>
        </w:rPr>
        <w:t>مۡ يُحَافِظُونَ (٩٢</w:t>
      </w:r>
      <w:r w:rsidR="009229E3">
        <w:rPr>
          <w:rtl/>
        </w:rPr>
        <w:t>)</w:t>
      </w:r>
    </w:p>
    <w:p w:rsidR="001A403D" w:rsidRDefault="001A403D" w:rsidP="00E36567">
      <w:pPr>
        <w:pStyle w:val="libBoldItalic"/>
      </w:pPr>
      <w:r>
        <w:t>And this is a Book which We have revealed, Blessed and confirming that which was before it, so that you may warn Ummul Qura (the Mother of cities, Makkah) and those around it (the rest of the world). And those who believe in the Hereafter believe in it, and they guard their Salaah. (92)</w:t>
      </w:r>
    </w:p>
    <w:p w:rsidR="001A403D" w:rsidRDefault="001A403D" w:rsidP="00E36567">
      <w:pPr>
        <w:pStyle w:val="libNormal"/>
      </w:pPr>
      <w:r>
        <w:t>1-It was asked from Imam Mohammad Taqi asws: Why Nabi Akram sawaw was given the name “al-Ummi”? Imam asws said: What people say? Replied: They suppose that, he was called Ummi because he did not know how to read. Imam asws said: They lie, Curse of Allah be on them, by Allah, it is because He says in His decisive Book, “He is Him Who raised a Rasool in Ummiyeen from among them, who recites Ayaat to them, and makes their souls clean, and teaches them Book and wisdom” (al-Jum’a, v2), so how he could teach them if he did not know (anything himself)? By Allah, Rasool Allah sawaw could read and write in seventy three languages. And he was called “Ummi” only because he was among the inhabitants of Makkah, and Makkah is among the mothers of the cities, and this is the saying of Allah, “so that you may warn Ummul Qura and those around it” (al-Burhan, v3, p66)</w:t>
      </w:r>
    </w:p>
    <w:p w:rsidR="001A403D" w:rsidRDefault="001A403D" w:rsidP="009229E3">
      <w:pPr>
        <w:pStyle w:val="libCenterBold1"/>
      </w:pPr>
      <w:r>
        <w:t>Lesson:</w:t>
      </w:r>
    </w:p>
    <w:p w:rsidR="001A403D" w:rsidRDefault="001A403D" w:rsidP="001A403D">
      <w:pPr>
        <w:pStyle w:val="libNormal"/>
      </w:pPr>
      <w:r>
        <w:t>1-The figure of 72 and 73 is used to numerous or majority. So it means that Masumeen asws know all the languages of Jinnat, humans, Angels, animals, plants, inanimates, and all those creations which we do not know even; and Masumeen asws are Rahmat for all of them, and they are treasurer of the Knowledge of Allah.</w:t>
      </w:r>
    </w:p>
    <w:p w:rsidR="001A403D" w:rsidRDefault="001A403D" w:rsidP="001A403D">
      <w:pPr>
        <w:pStyle w:val="libNormal"/>
      </w:pPr>
      <w:r>
        <w:t xml:space="preserve">2-Who believes in the Hereafter, he believes completely on Quran that its every verse is guidance, but not only five hundred verses. And Momineen guard their Salaah from Muqassireen. Fans of Majoosi language ignorant Muqassireen can not know the splendor of Masumeen asws, therefore they </w:t>
      </w:r>
      <w:r>
        <w:lastRenderedPageBreak/>
        <w:t>do not come out of their rat-holes (burrows) so that their fake knowledge (scholarship) should not be exposed.</w:t>
      </w:r>
    </w:p>
    <w:p w:rsidR="001A403D" w:rsidRDefault="001A403D" w:rsidP="00385B48">
      <w:pPr>
        <w:pStyle w:val="libAr"/>
      </w:pPr>
      <w:r>
        <w:rPr>
          <w:rFonts w:hint="eastAsia"/>
          <w:rtl/>
        </w:rPr>
        <w:t>وَلَا</w:t>
      </w:r>
      <w:r>
        <w:rPr>
          <w:rtl/>
        </w:rPr>
        <w:t xml:space="preserve"> تَسُبُّواْ </w:t>
      </w:r>
      <w:r>
        <w:rPr>
          <w:rFonts w:hint="cs"/>
          <w:rtl/>
        </w:rPr>
        <w:t>ٱ</w:t>
      </w:r>
      <w:r>
        <w:rPr>
          <w:rFonts w:hint="eastAsia"/>
          <w:rtl/>
        </w:rPr>
        <w:t>لَّذِينَ</w:t>
      </w:r>
      <w:r>
        <w:rPr>
          <w:rtl/>
        </w:rPr>
        <w:t xml:space="preserve"> يَدۡعُونَ مِن دُونِ </w:t>
      </w:r>
      <w:r>
        <w:rPr>
          <w:rFonts w:hint="cs"/>
          <w:rtl/>
        </w:rPr>
        <w:t>ٱ</w:t>
      </w:r>
      <w:r>
        <w:rPr>
          <w:rFonts w:hint="eastAsia"/>
          <w:rtl/>
        </w:rPr>
        <w:t>للَّهِ</w:t>
      </w:r>
      <w:r>
        <w:rPr>
          <w:rtl/>
        </w:rPr>
        <w:t xml:space="preserve"> فَيَسُبُّواْ </w:t>
      </w:r>
      <w:r>
        <w:rPr>
          <w:rFonts w:hint="cs"/>
          <w:rtl/>
        </w:rPr>
        <w:t>ٱ</w:t>
      </w:r>
      <w:r>
        <w:rPr>
          <w:rFonts w:hint="eastAsia"/>
          <w:rtl/>
        </w:rPr>
        <w:t>للَّهَ</w:t>
      </w:r>
      <w:r>
        <w:rPr>
          <w:rtl/>
        </w:rPr>
        <w:t xml:space="preserve"> عَدۡوَۢا بِغَيۡرِ عِلۡمٍ۬‌ۗ كَذَ</w:t>
      </w:r>
      <w:r w:rsidR="005B7B9E" w:rsidRPr="005B7B9E">
        <w:rPr>
          <w:rFonts w:hint="cs"/>
          <w:rtl/>
        </w:rPr>
        <w:t>ا</w:t>
      </w:r>
      <w:r>
        <w:rPr>
          <w:rFonts w:hint="eastAsia"/>
          <w:rtl/>
        </w:rPr>
        <w:t>لِكَ</w:t>
      </w:r>
      <w:r>
        <w:rPr>
          <w:rtl/>
        </w:rPr>
        <w:t xml:space="preserve"> زَيَّنَّا لِكُلِّ أُمَّةٍ عَمَلَهُمۡ ثُمَّ إِلَىٰ رَبِّ</w:t>
      </w:r>
      <w:r w:rsidR="001E6BAB" w:rsidRPr="001E6BAB">
        <w:rPr>
          <w:rFonts w:hint="cs"/>
          <w:rtl/>
        </w:rPr>
        <w:t>ه</w:t>
      </w:r>
      <w:r w:rsidRPr="00595365">
        <w:rPr>
          <w:rFonts w:hint="cs"/>
          <w:rtl/>
        </w:rPr>
        <w:t>م مَّرۡجِعُهُمۡ فَيُنَبِّئُهُم بِمَا كَانُواْ يَعۡمَلُونَ (١٠٨</w:t>
      </w:r>
      <w:r w:rsidR="009229E3">
        <w:rPr>
          <w:rtl/>
        </w:rPr>
        <w:t>)</w:t>
      </w:r>
    </w:p>
    <w:p w:rsidR="001A403D" w:rsidRDefault="001A403D" w:rsidP="00E36567">
      <w:pPr>
        <w:pStyle w:val="libBoldItalic"/>
      </w:pPr>
      <w:r>
        <w:t>And do not insult (abuse, revile) those to whom they invoke beside Allah lest they revile Allah transgressing without knowledge. Thus We have made pleasing to every nation their deeds. Then to their Rabb is their return, then He will tell them what they used to do. (108)</w:t>
      </w:r>
    </w:p>
    <w:p w:rsidR="001A403D" w:rsidRDefault="001A403D" w:rsidP="00E36567">
      <w:pPr>
        <w:pStyle w:val="libNormal"/>
      </w:pPr>
      <w:r>
        <w:t>1-It was asked about this verse then Imam Jafar Sadiq asws said: Have you seen anyone abusing Allah? Replied: May Allah sacrifice us on you, then what? Imam asws said: Whoever insulted Wali (asws) of Allah, certainly he insulted Allah. (al-Burhan, v3, p84)</w:t>
      </w:r>
    </w:p>
    <w:p w:rsidR="001A403D" w:rsidRDefault="001A403D" w:rsidP="009229E3">
      <w:pPr>
        <w:pStyle w:val="libCenterBold1"/>
      </w:pPr>
      <w:r>
        <w:t>Lesson:</w:t>
      </w:r>
    </w:p>
    <w:p w:rsidR="001A403D" w:rsidRDefault="001A403D" w:rsidP="001A403D">
      <w:pPr>
        <w:pStyle w:val="libNormal"/>
      </w:pPr>
      <w:r>
        <w:t>1-Those who criticize and talk nonsense about Walayat-e-Ali asws, infact they abuse Allah, and they suppose that their deeds are very good, but they will only know on the day of Qiyamah, how they neglected Janbullah, then they will bite their hands.</w:t>
      </w:r>
    </w:p>
    <w:p w:rsidR="001A403D" w:rsidRDefault="001A403D" w:rsidP="00385B48">
      <w:pPr>
        <w:pStyle w:val="libAr"/>
      </w:pPr>
      <w:r>
        <w:rPr>
          <w:rFonts w:hint="eastAsia"/>
          <w:rtl/>
        </w:rPr>
        <w:t>وَتَمَّتۡ</w:t>
      </w:r>
      <w:r>
        <w:rPr>
          <w:rtl/>
        </w:rPr>
        <w:t xml:space="preserve"> كَلِمَتُ رَبِّكَ صِدۡقً۬ا وَعَدۡلاً۬‌ۚ لَّا مُبَدِّلَ لِكَلِمَـٰتِهِ</w:t>
      </w:r>
      <w:r>
        <w:rPr>
          <w:rFonts w:hint="cs"/>
          <w:rtl/>
        </w:rPr>
        <w:t>ۦ‌ۚ</w:t>
      </w:r>
      <w:r>
        <w:rPr>
          <w:rtl/>
        </w:rPr>
        <w:t xml:space="preserve"> وَهُوَ </w:t>
      </w:r>
      <w:r>
        <w:rPr>
          <w:rFonts w:hint="cs"/>
          <w:rtl/>
        </w:rPr>
        <w:t>ٱ</w:t>
      </w:r>
      <w:r>
        <w:rPr>
          <w:rFonts w:hint="eastAsia"/>
          <w:rtl/>
        </w:rPr>
        <w:t>لسَّمِيعُ</w:t>
      </w:r>
      <w:r>
        <w:rPr>
          <w:rtl/>
        </w:rPr>
        <w:t xml:space="preserve"> </w:t>
      </w:r>
      <w:r>
        <w:rPr>
          <w:rFonts w:hint="cs"/>
          <w:rtl/>
        </w:rPr>
        <w:t>ٱ</w:t>
      </w:r>
      <w:r>
        <w:rPr>
          <w:rFonts w:hint="eastAsia"/>
          <w:rtl/>
        </w:rPr>
        <w:t>لۡعَلِيمُ</w:t>
      </w:r>
      <w:r>
        <w:rPr>
          <w:rtl/>
        </w:rPr>
        <w:t xml:space="preserve"> (١١٥</w:t>
      </w:r>
      <w:r w:rsidR="009229E3">
        <w:rPr>
          <w:rtl/>
        </w:rPr>
        <w:t>)</w:t>
      </w:r>
      <w:r>
        <w:rPr>
          <w:rtl/>
        </w:rPr>
        <w:t xml:space="preserve"> وَإِن تُطِعۡ أَ</w:t>
      </w:r>
      <w:r w:rsidR="001E6BAB" w:rsidRPr="001E6BAB">
        <w:rPr>
          <w:rFonts w:hint="cs"/>
          <w:rtl/>
        </w:rPr>
        <w:t>ک</w:t>
      </w:r>
      <w:r w:rsidRPr="00595365">
        <w:rPr>
          <w:rFonts w:hint="cs"/>
          <w:rtl/>
        </w:rPr>
        <w:t>ۡ</w:t>
      </w:r>
      <w:r>
        <w:rPr>
          <w:rFonts w:hint="eastAsia"/>
          <w:rtl/>
        </w:rPr>
        <w:t>ثَرَ</w:t>
      </w:r>
      <w:r>
        <w:rPr>
          <w:rtl/>
        </w:rPr>
        <w:t xml:space="preserve"> مَن فِى </w:t>
      </w:r>
      <w:r>
        <w:rPr>
          <w:rFonts w:hint="cs"/>
          <w:rtl/>
        </w:rPr>
        <w:t>ٱ</w:t>
      </w:r>
      <w:r>
        <w:rPr>
          <w:rFonts w:hint="eastAsia"/>
          <w:rtl/>
        </w:rPr>
        <w:t>لۡأَرۡضِ</w:t>
      </w:r>
      <w:r>
        <w:rPr>
          <w:rtl/>
        </w:rPr>
        <w:t xml:space="preserve"> يُضِلُّوكَ عَن سَبِيلِ </w:t>
      </w:r>
      <w:r>
        <w:rPr>
          <w:rFonts w:hint="cs"/>
          <w:rtl/>
        </w:rPr>
        <w:t>ٱ</w:t>
      </w:r>
      <w:r>
        <w:rPr>
          <w:rFonts w:hint="eastAsia"/>
          <w:rtl/>
        </w:rPr>
        <w:t>للَّهِ‌ۚ</w:t>
      </w:r>
      <w:r>
        <w:rPr>
          <w:rtl/>
        </w:rPr>
        <w:t xml:space="preserve"> إِن يَتَّبِعُونَ إِلَّا </w:t>
      </w:r>
      <w:r>
        <w:rPr>
          <w:rFonts w:hint="cs"/>
          <w:rtl/>
        </w:rPr>
        <w:t>ٱ</w:t>
      </w:r>
      <w:r>
        <w:rPr>
          <w:rFonts w:hint="eastAsia"/>
          <w:rtl/>
        </w:rPr>
        <w:t>لظَّنَّ</w:t>
      </w:r>
      <w:r>
        <w:rPr>
          <w:rtl/>
        </w:rPr>
        <w:t xml:space="preserve"> وَإِنۡ هُمۡ إِلَّا يَخۡرُصُونَ (١١٦</w:t>
      </w:r>
      <w:r w:rsidR="009229E3">
        <w:rPr>
          <w:rtl/>
        </w:rPr>
        <w:t>)</w:t>
      </w:r>
    </w:p>
    <w:p w:rsidR="001A403D" w:rsidRDefault="001A403D" w:rsidP="00E36567">
      <w:pPr>
        <w:pStyle w:val="libBoldItalic"/>
      </w:pPr>
      <w:r>
        <w:t>Perfected is the Kalima (Word) of your Rabb in truth and justice. No one can change His Kalimaat. And He is the Hearer, the Knower. (115) If you obey majority of those on the earth they will mislead you from Allah's Sabeel (way). They follow nothing but Zunn (conjecture, opinion), and they are not but guessing (Qiyas). (116)</w:t>
      </w:r>
    </w:p>
    <w:p w:rsidR="001A403D" w:rsidRDefault="001A403D" w:rsidP="00E36567">
      <w:pPr>
        <w:pStyle w:val="libNormal"/>
      </w:pPr>
      <w:r>
        <w:t>1-When Imam’s Noor is with his holy mother, even then he hears, and when appears in this world then it is written in between his shoulders, “Perfected is the Kalima of your Rabb in truth and justice. No one can change His Kalimaat. And He is the Hearer, the Knower.” And when he takes over the authority, then Allah appoints a tower of Noor by which he sees the deeds of the inhabitants of all the cities. (Imam Jafar Sadiq asws) (al-Burhan, v3, p90)</w:t>
      </w:r>
    </w:p>
    <w:p w:rsidR="001A403D" w:rsidRDefault="001A403D" w:rsidP="009229E3">
      <w:pPr>
        <w:pStyle w:val="libCenterBold1"/>
      </w:pPr>
      <w:r>
        <w:t>Lesson:</w:t>
      </w:r>
    </w:p>
    <w:p w:rsidR="001A403D" w:rsidRDefault="001A403D" w:rsidP="001A403D">
      <w:pPr>
        <w:pStyle w:val="libNormal"/>
      </w:pPr>
      <w:r>
        <w:t>1-Kalimaat and Ayaat of Allah are Masumeen asws, who are perfect according to the standards of Allah’s Truth and Justice. If someone is hearing and looking at the whole world by telecommunication tower and satellite, then no one frowns or becomes astonished. But if we say Imam asws is Hazir Nazir who is appointed by Allah, and whole universe is like palm of hand in front of Imam asws, then face of Muqassir Mulla becomes black.</w:t>
      </w:r>
    </w:p>
    <w:p w:rsidR="001A403D" w:rsidRDefault="001A403D" w:rsidP="001A403D">
      <w:pPr>
        <w:pStyle w:val="libNormal"/>
      </w:pPr>
      <w:r>
        <w:t xml:space="preserve">2-There is no need to be impressed by Mullas with big turbans (Majoosi style), because thay suppose that it is Deen what they deduce by Zunn-e-ijtihadi and human reasoning &amp; guess work. Clearly Allah and Masumeen asws has strongly forbidden to obey Zunn (conjecture), Qiyas (guess), and </w:t>
      </w:r>
      <w:r>
        <w:lastRenderedPageBreak/>
        <w:t>Rai (opinion by reasoning). Muqassir Mulla wants to mislead people away from Sabeel of Allah (Walayat-e-Ali asws).</w:t>
      </w:r>
    </w:p>
    <w:p w:rsidR="001A403D" w:rsidRDefault="001A403D" w:rsidP="00385B48">
      <w:pPr>
        <w:pStyle w:val="libAr"/>
      </w:pPr>
      <w:r>
        <w:rPr>
          <w:rFonts w:hint="eastAsia"/>
          <w:rtl/>
        </w:rPr>
        <w:t>أَوَمَن</w:t>
      </w:r>
      <w:r>
        <w:rPr>
          <w:rtl/>
        </w:rPr>
        <w:t xml:space="preserve"> كَانَ مَيۡتً۬ا فَأَحۡيَيۡنَـٰهُ وَجَعَلۡنَا لَهُ </w:t>
      </w:r>
      <w:r>
        <w:rPr>
          <w:rFonts w:hint="cs"/>
          <w:rtl/>
        </w:rPr>
        <w:t>ۥ</w:t>
      </w:r>
      <w:r>
        <w:rPr>
          <w:rtl/>
        </w:rPr>
        <w:t xml:space="preserve"> نُورً۬ا يَمۡشِى بِهِ</w:t>
      </w:r>
      <w:r>
        <w:rPr>
          <w:rFonts w:hint="cs"/>
          <w:rtl/>
        </w:rPr>
        <w:t>ۦ</w:t>
      </w:r>
      <w:r>
        <w:rPr>
          <w:rtl/>
        </w:rPr>
        <w:t xml:space="preserve"> فِى </w:t>
      </w:r>
      <w:r>
        <w:rPr>
          <w:rFonts w:hint="cs"/>
          <w:rtl/>
        </w:rPr>
        <w:t>ٱ</w:t>
      </w:r>
      <w:r>
        <w:rPr>
          <w:rFonts w:hint="eastAsia"/>
          <w:rtl/>
        </w:rPr>
        <w:t>لنَّاسِ</w:t>
      </w:r>
      <w:r>
        <w:rPr>
          <w:rtl/>
        </w:rPr>
        <w:t xml:space="preserve"> كَمَن مَّثَلُهُ </w:t>
      </w:r>
      <w:r>
        <w:rPr>
          <w:rFonts w:hint="cs"/>
          <w:rtl/>
        </w:rPr>
        <w:t>ۥ</w:t>
      </w:r>
      <w:r>
        <w:rPr>
          <w:rtl/>
        </w:rPr>
        <w:t xml:space="preserve"> فِى </w:t>
      </w:r>
      <w:r>
        <w:rPr>
          <w:rFonts w:hint="cs"/>
          <w:rtl/>
        </w:rPr>
        <w:t>ٱ</w:t>
      </w:r>
      <w:r>
        <w:rPr>
          <w:rFonts w:hint="eastAsia"/>
          <w:rtl/>
        </w:rPr>
        <w:t>لظُّلُمَـٰتِ</w:t>
      </w:r>
      <w:r>
        <w:rPr>
          <w:rtl/>
        </w:rPr>
        <w:t xml:space="preserve"> لَيۡسَ بِخَارِجٍ۬ مِّنۡ</w:t>
      </w:r>
      <w:r w:rsidR="001E6BAB" w:rsidRPr="001E6BAB">
        <w:rPr>
          <w:rFonts w:hint="cs"/>
          <w:rtl/>
        </w:rPr>
        <w:t>ه</w:t>
      </w:r>
      <w:r w:rsidRPr="00595365">
        <w:rPr>
          <w:rFonts w:hint="cs"/>
          <w:rtl/>
        </w:rPr>
        <w:t>ا‌ۚ كَذَ</w:t>
      </w:r>
      <w:r w:rsidR="005B7B9E" w:rsidRPr="005B7B9E">
        <w:rPr>
          <w:rFonts w:hint="cs"/>
          <w:rtl/>
        </w:rPr>
        <w:t>ا</w:t>
      </w:r>
      <w:r>
        <w:rPr>
          <w:rFonts w:hint="eastAsia"/>
          <w:rtl/>
        </w:rPr>
        <w:t>لِكَ</w:t>
      </w:r>
      <w:r>
        <w:rPr>
          <w:rtl/>
        </w:rPr>
        <w:t xml:space="preserve"> زُيِّنَ لِلۡكَـٰفِرِينَ مَا كَانُواْ يَعۡمَلُونَ (١٢٢</w:t>
      </w:r>
      <w:r w:rsidR="009229E3">
        <w:rPr>
          <w:rtl/>
        </w:rPr>
        <w:t>)</w:t>
      </w:r>
    </w:p>
    <w:p w:rsidR="001A403D" w:rsidRDefault="001A403D" w:rsidP="00E36567">
      <w:pPr>
        <w:pStyle w:val="libBoldItalic"/>
      </w:pPr>
      <w:r>
        <w:t>Is he who was dead and We gave him life, and appointed for him a Noor by which he walks among the people, is he like him who is in darkness, never to  emerge from it? Similarly it has been made pleasing for the disbelievers what they were doing. (122)</w:t>
      </w:r>
    </w:p>
    <w:p w:rsidR="001A403D" w:rsidRDefault="001A403D" w:rsidP="00E36567">
      <w:pPr>
        <w:pStyle w:val="libNormal"/>
      </w:pPr>
      <w:r>
        <w:t>1-“Is he who was dead and We made him alive” means that he was ignorant of Haqq and Walayat, then We guided him towards that, “and appointed for him Noor by which he walks among the people” means Noor of Walayat, “is he like him who is in Darkness, never to exit from it” means he is in Walayat of someone else other than pure Imams asws, “It has been made pleasing for the disbelievers what they were doing.” (Tafseer Qummi, p203)</w:t>
      </w:r>
    </w:p>
    <w:p w:rsidR="001A403D" w:rsidRDefault="001A403D" w:rsidP="009229E3">
      <w:pPr>
        <w:pStyle w:val="libCenterBold1"/>
      </w:pPr>
      <w:r>
        <w:t>Lesson:</w:t>
      </w:r>
    </w:p>
    <w:p w:rsidR="001A403D" w:rsidRDefault="001A403D" w:rsidP="001A403D">
      <w:pPr>
        <w:pStyle w:val="libNormal"/>
      </w:pPr>
      <w:r>
        <w:t>1-Opponents of Walayat-e-Ali asws are dead who are surrounded in the Darknesses of misguidance, and they consider that their Salaah, Saom, Zakat, and Hajj without testimony of Walayat-e-Ali asws are very pleasing and pure Khalisi.</w:t>
      </w:r>
    </w:p>
    <w:p w:rsidR="001A403D" w:rsidRDefault="001A403D" w:rsidP="001A403D">
      <w:pPr>
        <w:pStyle w:val="libNormal"/>
      </w:pPr>
      <w:r>
        <w:t>2-Noor of knowledge of Walayat-e-Ali asws is the real life, success, pleasure of Allah, nearness of Allah, never ending wealth and Ne’mat of this world and Hereafter.</w:t>
      </w:r>
    </w:p>
    <w:p w:rsidR="001A403D" w:rsidRDefault="001A403D" w:rsidP="00385B48">
      <w:pPr>
        <w:pStyle w:val="libAr"/>
      </w:pPr>
      <w:r>
        <w:rPr>
          <w:rFonts w:hint="eastAsia"/>
          <w:rtl/>
        </w:rPr>
        <w:t>فَمَن</w:t>
      </w:r>
      <w:r>
        <w:rPr>
          <w:rtl/>
        </w:rPr>
        <w:t xml:space="preserve"> يُرِدِ </w:t>
      </w:r>
      <w:r>
        <w:rPr>
          <w:rFonts w:hint="cs"/>
          <w:rtl/>
        </w:rPr>
        <w:t>ٱ</w:t>
      </w:r>
      <w:r>
        <w:rPr>
          <w:rFonts w:hint="eastAsia"/>
          <w:rtl/>
        </w:rPr>
        <w:t>للَّهُ</w:t>
      </w:r>
      <w:r>
        <w:rPr>
          <w:rtl/>
        </w:rPr>
        <w:t xml:space="preserve"> أَن يَهۡدِيَهُ </w:t>
      </w:r>
      <w:r>
        <w:rPr>
          <w:rFonts w:hint="cs"/>
          <w:rtl/>
        </w:rPr>
        <w:t>ۥ</w:t>
      </w:r>
      <w:r>
        <w:rPr>
          <w:rtl/>
        </w:rPr>
        <w:t xml:space="preserve"> يَشۡرَحۡ صَدۡرَهُ </w:t>
      </w:r>
      <w:r>
        <w:rPr>
          <w:rFonts w:hint="cs"/>
          <w:rtl/>
        </w:rPr>
        <w:t>ۥ</w:t>
      </w:r>
      <w:r>
        <w:rPr>
          <w:rtl/>
        </w:rPr>
        <w:t xml:space="preserve"> لِلۡإِسۡلَـٰمِ‌ۖ وَمَن يُرِدۡ أَن يُضِلَّهُ </w:t>
      </w:r>
      <w:r>
        <w:rPr>
          <w:rFonts w:hint="cs"/>
          <w:rtl/>
        </w:rPr>
        <w:t>ۥ</w:t>
      </w:r>
      <w:r>
        <w:rPr>
          <w:rtl/>
        </w:rPr>
        <w:t xml:space="preserve"> يَجۡعَلۡ صَدۡرَهُ </w:t>
      </w:r>
      <w:r>
        <w:rPr>
          <w:rFonts w:hint="cs"/>
          <w:rtl/>
        </w:rPr>
        <w:t>ۥ</w:t>
      </w:r>
      <w:r>
        <w:rPr>
          <w:rtl/>
        </w:rPr>
        <w:t xml:space="preserve"> ضَيِّقًا حَرَجً۬ا </w:t>
      </w:r>
      <w:r w:rsidR="001E6BAB" w:rsidRPr="001E6BAB">
        <w:rPr>
          <w:rFonts w:hint="cs"/>
          <w:rtl/>
        </w:rPr>
        <w:t>ک</w:t>
      </w:r>
      <w:r>
        <w:rPr>
          <w:rFonts w:hint="eastAsia"/>
          <w:rtl/>
        </w:rPr>
        <w:t>أَنَّمَا</w:t>
      </w:r>
      <w:r>
        <w:rPr>
          <w:rtl/>
        </w:rPr>
        <w:t xml:space="preserve"> يَصَّعَّدُ فِى </w:t>
      </w:r>
      <w:r>
        <w:rPr>
          <w:rFonts w:hint="cs"/>
          <w:rtl/>
        </w:rPr>
        <w:t>ٱ</w:t>
      </w:r>
      <w:r>
        <w:rPr>
          <w:rFonts w:hint="eastAsia"/>
          <w:rtl/>
        </w:rPr>
        <w:t>لسَّمَآءِ‌ۚ</w:t>
      </w:r>
      <w:r>
        <w:rPr>
          <w:rtl/>
        </w:rPr>
        <w:t xml:space="preserve"> </w:t>
      </w:r>
      <w:r w:rsidR="001E6BAB" w:rsidRPr="001E6BAB">
        <w:rPr>
          <w:rFonts w:hint="cs"/>
          <w:rtl/>
        </w:rPr>
        <w:t>ک</w:t>
      </w:r>
      <w:r>
        <w:rPr>
          <w:rFonts w:hint="eastAsia"/>
          <w:rtl/>
        </w:rPr>
        <w:t>ذَ</w:t>
      </w:r>
      <w:r w:rsidR="005B7B9E" w:rsidRPr="005B7B9E">
        <w:rPr>
          <w:rFonts w:hint="cs"/>
          <w:rtl/>
        </w:rPr>
        <w:t>ا</w:t>
      </w:r>
      <w:r>
        <w:rPr>
          <w:rFonts w:hint="eastAsia"/>
          <w:rtl/>
        </w:rPr>
        <w:t>لِكَ</w:t>
      </w:r>
      <w:r>
        <w:rPr>
          <w:rtl/>
        </w:rPr>
        <w:t xml:space="preserve"> يَجۡعَلُ </w:t>
      </w:r>
      <w:r>
        <w:rPr>
          <w:rFonts w:hint="cs"/>
          <w:rtl/>
        </w:rPr>
        <w:t>ٱ</w:t>
      </w:r>
      <w:r>
        <w:rPr>
          <w:rFonts w:hint="eastAsia"/>
          <w:rtl/>
        </w:rPr>
        <w:t>للَّهُ</w:t>
      </w:r>
      <w:r>
        <w:rPr>
          <w:rtl/>
        </w:rPr>
        <w:t xml:space="preserve"> </w:t>
      </w:r>
      <w:r>
        <w:rPr>
          <w:rFonts w:hint="cs"/>
          <w:rtl/>
        </w:rPr>
        <w:t>ٱ</w:t>
      </w:r>
      <w:r>
        <w:rPr>
          <w:rFonts w:hint="eastAsia"/>
          <w:rtl/>
        </w:rPr>
        <w:t>لرِّجۡسَ</w:t>
      </w:r>
      <w:r>
        <w:rPr>
          <w:rtl/>
        </w:rPr>
        <w:t xml:space="preserve"> عَلَى </w:t>
      </w:r>
      <w:r>
        <w:rPr>
          <w:rFonts w:hint="cs"/>
          <w:rtl/>
        </w:rPr>
        <w:t>ٱ</w:t>
      </w:r>
      <w:r>
        <w:rPr>
          <w:rFonts w:hint="eastAsia"/>
          <w:rtl/>
        </w:rPr>
        <w:t>لَّذِينَ</w:t>
      </w:r>
      <w:r>
        <w:rPr>
          <w:rtl/>
        </w:rPr>
        <w:t xml:space="preserve"> لَا يُؤۡمِنُونَ (١٢٥</w:t>
      </w:r>
      <w:r w:rsidR="009229E3">
        <w:rPr>
          <w:rtl/>
        </w:rPr>
        <w:t>)</w:t>
      </w:r>
    </w:p>
    <w:p w:rsidR="001A403D" w:rsidRDefault="001A403D" w:rsidP="00E36567">
      <w:pPr>
        <w:pStyle w:val="libBoldItalic"/>
      </w:pPr>
      <w:r>
        <w:t>So whoever Allah wants to guide, He expands (opens) his chest for Islam, and whoever He wants to leave in misguidance, He makes his chest close (tight) and narrow (constricted) as if he were ascending in the skies. Similarly Allah puts Rijs (filth, defilement) upon those who do not believe. (125)</w:t>
      </w:r>
    </w:p>
    <w:p w:rsidR="001A403D" w:rsidRDefault="001A403D" w:rsidP="00E36567">
      <w:pPr>
        <w:pStyle w:val="libNormal"/>
      </w:pPr>
      <w:r>
        <w:t>1-When Allah wants well-being of any servant, He put a dot of Noor in his heart, and opens the doors of his heart, and appoints an angel (a.s.) to guard him, who saves him. And when it is bad-luck of anyone, then puts a black dot in his heart, and the doors of his heart close, and Shaitan occupies him to misguide him. Then Imam asws recited this verse. (Imam Jafar Sadiq asws) (al-Burhan, v3, p94)</w:t>
      </w:r>
    </w:p>
    <w:p w:rsidR="001A403D" w:rsidRDefault="001A403D" w:rsidP="00E36567">
      <w:pPr>
        <w:pStyle w:val="libNormal"/>
      </w:pPr>
      <w:r>
        <w:t>2-About the saying of Allah, “Similarly Allah puts Rijs upon those who do not believe” Imam Jafar Sadiq asws said: That is doubt. (al-Burhan, v3, p96)</w:t>
      </w:r>
    </w:p>
    <w:p w:rsidR="001A403D" w:rsidRDefault="001A403D" w:rsidP="009229E3">
      <w:pPr>
        <w:pStyle w:val="libCenterBold1"/>
      </w:pPr>
      <w:r>
        <w:t>Lesson:</w:t>
      </w:r>
    </w:p>
    <w:p w:rsidR="001A403D" w:rsidRDefault="001A403D" w:rsidP="001A403D">
      <w:pPr>
        <w:pStyle w:val="libNormal"/>
      </w:pPr>
      <w:r>
        <w:t xml:space="preserve">1-No doubt Noor means the knowledge of Walayat-e-Ali asws. Those who request Allah for guidance, Allah plants the Noor of love of Walayat-e-Ali asws in their hearts, then Angels (a.s.) protect him, then he listens and </w:t>
      </w:r>
      <w:r>
        <w:lastRenderedPageBreak/>
        <w:t>bears happily Faza’il of Maola Ali asws, then he sees Noor of Walayat emerging from verses of Holy Quran. Then he does not think that only 500 verses are enough.</w:t>
      </w:r>
    </w:p>
    <w:p w:rsidR="001A403D" w:rsidRDefault="001A403D" w:rsidP="001A403D">
      <w:pPr>
        <w:pStyle w:val="libNormal"/>
      </w:pPr>
      <w:r>
        <w:t>2-And an ill-fated who already decides that he will only hear what Majoosi Mulla says, and he does not rely on Quran &amp; Hadees, then Allah makes his heart black, and all the pores of his heart close, then nothing from Haqq can enter it, and Allah places Rijs (filth of doubt) on him, and then he doubt in Walayat-e-Elahi, and then Shaitan who occupies him shows Walayat of Majoosi Mulla pleasing to him. So due to their own Rijs and Nijasat such people go far away from Masumeen asws, because Allah keeps Rijs far away from Masumeen asws.</w:t>
      </w:r>
    </w:p>
    <w:p w:rsidR="001A403D" w:rsidRDefault="001A403D" w:rsidP="00385B48">
      <w:pPr>
        <w:pStyle w:val="libAr"/>
      </w:pPr>
      <w:r>
        <w:rPr>
          <w:rFonts w:hint="eastAsia"/>
          <w:rtl/>
        </w:rPr>
        <w:t>وَأَنَّ</w:t>
      </w:r>
      <w:r>
        <w:rPr>
          <w:rtl/>
        </w:rPr>
        <w:t xml:space="preserve"> هَـٰذَا صِرَ</w:t>
      </w:r>
      <w:r w:rsidR="005B7B9E" w:rsidRPr="005B7B9E">
        <w:rPr>
          <w:rFonts w:hint="cs"/>
          <w:rtl/>
        </w:rPr>
        <w:t>ا</w:t>
      </w:r>
      <w:r>
        <w:rPr>
          <w:rFonts w:hint="eastAsia"/>
          <w:rtl/>
        </w:rPr>
        <w:t>طِى</w:t>
      </w:r>
      <w:r>
        <w:rPr>
          <w:rtl/>
        </w:rPr>
        <w:t xml:space="preserve"> مُسۡتَقِيمً۬ا فَ</w:t>
      </w:r>
      <w:r>
        <w:rPr>
          <w:rFonts w:hint="cs"/>
          <w:rtl/>
        </w:rPr>
        <w:t>ٱ</w:t>
      </w:r>
      <w:r>
        <w:rPr>
          <w:rFonts w:hint="eastAsia"/>
          <w:rtl/>
        </w:rPr>
        <w:t>تَّبِعُوهُ‌ۖ</w:t>
      </w:r>
      <w:r>
        <w:rPr>
          <w:rtl/>
        </w:rPr>
        <w:t xml:space="preserve"> وَلَا تَتَّبِعُواْ </w:t>
      </w:r>
      <w:r>
        <w:rPr>
          <w:rFonts w:hint="cs"/>
          <w:rtl/>
        </w:rPr>
        <w:t>ٱ</w:t>
      </w:r>
      <w:r>
        <w:rPr>
          <w:rFonts w:hint="eastAsia"/>
          <w:rtl/>
        </w:rPr>
        <w:t>لسُّبُلَ</w:t>
      </w:r>
      <w:r>
        <w:rPr>
          <w:rtl/>
        </w:rPr>
        <w:t xml:space="preserve"> فَتَفَرَّقَ بِكُمۡ عَن سَبِيلِهِ</w:t>
      </w:r>
      <w:r>
        <w:rPr>
          <w:rFonts w:hint="cs"/>
          <w:rtl/>
        </w:rPr>
        <w:t>ۦ‌ۚ</w:t>
      </w:r>
      <w:r>
        <w:rPr>
          <w:rtl/>
        </w:rPr>
        <w:t xml:space="preserve"> ذَ</w:t>
      </w:r>
      <w:r w:rsidR="005B7B9E" w:rsidRPr="005B7B9E">
        <w:rPr>
          <w:rFonts w:hint="cs"/>
          <w:rtl/>
        </w:rPr>
        <w:t>ا</w:t>
      </w:r>
      <w:r>
        <w:rPr>
          <w:rFonts w:hint="eastAsia"/>
          <w:rtl/>
        </w:rPr>
        <w:t>لِكُمۡ</w:t>
      </w:r>
      <w:r>
        <w:rPr>
          <w:rtl/>
        </w:rPr>
        <w:t xml:space="preserve"> وَصَّ</w:t>
      </w:r>
      <w:r>
        <w:rPr>
          <w:rFonts w:hint="cs"/>
          <w:rtl/>
        </w:rPr>
        <w:t>ٮٰ</w:t>
      </w:r>
      <w:r>
        <w:rPr>
          <w:rFonts w:hint="eastAsia"/>
          <w:rtl/>
        </w:rPr>
        <w:t>كُم</w:t>
      </w:r>
      <w:r>
        <w:rPr>
          <w:rtl/>
        </w:rPr>
        <w:t xml:space="preserve"> بِهِ</w:t>
      </w:r>
      <w:r>
        <w:rPr>
          <w:rFonts w:hint="cs"/>
          <w:rtl/>
        </w:rPr>
        <w:t>ۦ</w:t>
      </w:r>
      <w:r>
        <w:rPr>
          <w:rtl/>
        </w:rPr>
        <w:t xml:space="preserve"> لَعَلَّ</w:t>
      </w:r>
      <w:r w:rsidR="001E6BAB" w:rsidRPr="001E6BAB">
        <w:rPr>
          <w:rFonts w:hint="cs"/>
          <w:rtl/>
        </w:rPr>
        <w:t>ک</w:t>
      </w:r>
      <w:r>
        <w:rPr>
          <w:rFonts w:hint="eastAsia"/>
          <w:rtl/>
        </w:rPr>
        <w:t>مۡ</w:t>
      </w:r>
      <w:r>
        <w:rPr>
          <w:rtl/>
        </w:rPr>
        <w:t xml:space="preserve"> تَتَّقُونَ (١٥٣</w:t>
      </w:r>
      <w:r w:rsidR="009229E3">
        <w:rPr>
          <w:rtl/>
        </w:rPr>
        <w:t>)</w:t>
      </w:r>
    </w:p>
    <w:p w:rsidR="001A403D" w:rsidRDefault="001A403D" w:rsidP="00E36567">
      <w:pPr>
        <w:pStyle w:val="libBoldItalic"/>
      </w:pPr>
      <w:r>
        <w:t>And surely this is My Sirat-e-Mustaqeem (straight path), so follow it. And do not follow other paths, because you will be separated from His Sabeel (way). This has He instructed you, that you may ward off (evil). (153)</w:t>
      </w:r>
    </w:p>
    <w:p w:rsidR="001A403D" w:rsidRDefault="001A403D" w:rsidP="00E36567">
      <w:pPr>
        <w:pStyle w:val="libNormal"/>
      </w:pPr>
      <w:r>
        <w:t>1-Companions were sitting with Nabi Akram sawaw, and he (sawaw) said pointing toward Maola Ali asws with his hand: And surely this is My Sirat-e-Mustaqeem, so follow it. And do not follow other paths, because you will be separated from His Sabeel. (al-Burhan, v3, p120)</w:t>
      </w:r>
    </w:p>
    <w:p w:rsidR="001A403D" w:rsidRDefault="001A403D" w:rsidP="00E36567">
      <w:pPr>
        <w:pStyle w:val="libNormal"/>
      </w:pPr>
      <w:r>
        <w:t>2- About the saying of Allah, “And surely this is My Sirat-e-Mustaqeem, so follow it” Imam Mohammad Baqir asws said: Aal-e-Mohammad asws is that Sirat (path) which Allah means. (al-Burhan, v3, p119)</w:t>
      </w:r>
    </w:p>
    <w:p w:rsidR="001A403D" w:rsidRDefault="001A403D" w:rsidP="00E36567">
      <w:pPr>
        <w:pStyle w:val="libNormal"/>
      </w:pPr>
      <w:r>
        <w:t>3-Imam Jafar Sadiq asws said about this saying of Allah: By Allah, that is Ali asws, and by Allah, he is the Sirat and Mezaan (Scale for deeds). (al-Burhan, v3, p119)</w:t>
      </w:r>
    </w:p>
    <w:p w:rsidR="001A403D" w:rsidRDefault="001A403D" w:rsidP="00E36567">
      <w:pPr>
        <w:pStyle w:val="libNormal"/>
      </w:pPr>
      <w:r>
        <w:t>4-Imam Mohammad Baqir asws said to Bareed Ajali about this verse: Do you know what “My Sirat-e-Mustaqeem” means? He replied: No. Said: Walayat of Ali asws and his Aosiya asws. Then said: And do you know what means “so follow it”? He replied: No. Said: It means Ali ibne Abi Talib asws. And said: And do you know what means, “and do not follow other paths because they will separate you from His Sabeel”? He replied: No. Said: By Allah, it means Walayat of Fulana (others, so and so). And Said: And do you know what means, “They will separate you from His Sabeel”? Replied: No. Said: It means Sabeel of Ali asws. (al-Burhan, v3, p119)</w:t>
      </w:r>
    </w:p>
    <w:p w:rsidR="001A403D" w:rsidRDefault="001A403D" w:rsidP="009229E3">
      <w:pPr>
        <w:pStyle w:val="libCenterBold1"/>
      </w:pPr>
      <w:r>
        <w:t>Lesson:</w:t>
      </w:r>
    </w:p>
    <w:p w:rsidR="001A403D" w:rsidRDefault="001A403D" w:rsidP="001A403D">
      <w:pPr>
        <w:pStyle w:val="libNormal"/>
      </w:pPr>
      <w:r>
        <w:t xml:space="preserve">1-Everyone knows that Sabeel of Allah is Ali asws, Sirat-e-Mustaqeem of Rasool Allah sawaw is Ali asws. Whoever does Taqleed (follow) of Muqassir the enemy of Walayat &amp; Azadari, he separated from the path of Allah and His Rasool sawaw. Allah is Rahman &amp; Raheem, He wants to save people with Walayat-e-Ali asws from punishment, it is beneficial for the creations themselves, Allah is Needless, sins of people does not make any loss to Him, nor obedience of people gives Him any benefit, and Masumeen </w:t>
      </w:r>
      <w:r>
        <w:lastRenderedPageBreak/>
        <w:t>asws also does not need anything except they want well-being &amp; goodness of the creations.</w:t>
      </w:r>
    </w:p>
    <w:p w:rsidR="001A403D" w:rsidRDefault="001A403D" w:rsidP="00385B48">
      <w:pPr>
        <w:pStyle w:val="libAr"/>
      </w:pPr>
      <w:r>
        <w:rPr>
          <w:rFonts w:hint="eastAsia"/>
          <w:rtl/>
        </w:rPr>
        <w:t>هَلۡ</w:t>
      </w:r>
      <w:r>
        <w:rPr>
          <w:rtl/>
        </w:rPr>
        <w:t xml:space="preserve"> يَنظُرُونَ إِلَّآ أَن تَأۡتِيَهُمُ </w:t>
      </w:r>
      <w:r>
        <w:rPr>
          <w:rFonts w:hint="cs"/>
          <w:rtl/>
        </w:rPr>
        <w:t>ٱ</w:t>
      </w:r>
      <w:r>
        <w:rPr>
          <w:rFonts w:hint="eastAsia"/>
          <w:rtl/>
        </w:rPr>
        <w:t>لۡمَلَـٰٓ</w:t>
      </w:r>
      <w:r>
        <w:rPr>
          <w:rFonts w:hint="cs"/>
          <w:rtl/>
        </w:rPr>
        <w:t>ٮِٕ</w:t>
      </w:r>
      <w:r>
        <w:rPr>
          <w:rFonts w:hint="eastAsia"/>
          <w:rtl/>
        </w:rPr>
        <w:t>كَةُ</w:t>
      </w:r>
      <w:r>
        <w:rPr>
          <w:rtl/>
        </w:rPr>
        <w:t xml:space="preserve"> أَوۡ يَأۡتِىَ رَبُّكَ أَوۡ يَأۡتِىَ بَعۡضُ ءَايَـٰتِ رَبِّكَ‌ۗ يَوۡمَ يَأۡتِى بَعۡضُ ءَايَـٰتِ رَبِّكَ لَا يَنفَعُ نَفۡسًا إِيمَـٰنُ</w:t>
      </w:r>
      <w:r w:rsidR="001E6BAB" w:rsidRPr="001E6BAB">
        <w:rPr>
          <w:rFonts w:hint="cs"/>
          <w:rtl/>
        </w:rPr>
        <w:t>ه</w:t>
      </w:r>
      <w:r w:rsidRPr="00595365">
        <w:rPr>
          <w:rFonts w:hint="cs"/>
          <w:rtl/>
        </w:rPr>
        <w:t>ا لَمۡ تَكُنۡ ءَامَنَتۡ مِن قَبۡلُ أَوۡ كَسَبَتۡ فِىٓ إِيمَـٰنِ</w:t>
      </w:r>
      <w:r w:rsidR="001E6BAB" w:rsidRPr="001E6BAB">
        <w:rPr>
          <w:rFonts w:hint="cs"/>
          <w:rtl/>
        </w:rPr>
        <w:t>ه</w:t>
      </w:r>
      <w:r w:rsidRPr="00595365">
        <w:rPr>
          <w:rFonts w:hint="cs"/>
          <w:rtl/>
        </w:rPr>
        <w:t>ا</w:t>
      </w:r>
      <w:r>
        <w:rPr>
          <w:rtl/>
        </w:rPr>
        <w:t xml:space="preserve"> خَيۡرً۬ا‌ۗ قُلِ </w:t>
      </w:r>
      <w:r>
        <w:rPr>
          <w:rFonts w:hint="cs"/>
          <w:rtl/>
        </w:rPr>
        <w:t>ٱ</w:t>
      </w:r>
      <w:r>
        <w:rPr>
          <w:rFonts w:hint="eastAsia"/>
          <w:rtl/>
        </w:rPr>
        <w:t>نتَظِرُوٓاْ</w:t>
      </w:r>
      <w:r>
        <w:rPr>
          <w:rtl/>
        </w:rPr>
        <w:t xml:space="preserve"> إِنَّا مُنتَظِرُونَ (١٥٨</w:t>
      </w:r>
      <w:r w:rsidR="009229E3">
        <w:rPr>
          <w:rtl/>
        </w:rPr>
        <w:t>)</w:t>
      </w:r>
    </w:p>
    <w:p w:rsidR="001A403D" w:rsidRDefault="001A403D" w:rsidP="00E36567">
      <w:pPr>
        <w:pStyle w:val="libBoldItalic"/>
      </w:pPr>
      <w:r>
        <w:t>Do they wait for anything except that the angels should come to them, or your Rabb should come, or some Ayaat of your Rabb should come? The day when some Ayaat of your Rabb will come, no soul will benefit from its faith who did not believe before or earned Khair (good) in his faith. Say: You wait!  We are waiting (as well). (158)</w:t>
      </w:r>
    </w:p>
    <w:p w:rsidR="001A403D" w:rsidRDefault="001A403D" w:rsidP="00E36567">
      <w:pPr>
        <w:pStyle w:val="libNormal"/>
      </w:pPr>
      <w:r>
        <w:t>1-Imam Mohammad Baqir asws said about this verse: When sun will rise from the west, who will believe on that day, their faith will not benefit them. (al-Burhan, v3, p121)</w:t>
      </w:r>
    </w:p>
    <w:p w:rsidR="001A403D" w:rsidRDefault="001A403D" w:rsidP="00E36567">
      <w:pPr>
        <w:pStyle w:val="libNormal"/>
      </w:pPr>
      <w:r>
        <w:t>2-About the saying of Allah, “No soul will benefit from its faith who did not believe before” Imam Jafar Sadiq asws said: It means at covenant (of Walayat in Alam-e-Zarr), “or did not earn good in his faith” means testifying Anmbiya and Aosiya and specifically Amirul Momineen asws. Imam asws said “no soul will benefit from its faith” because it (faith) will be confiscated. (al-Burhan, v3, p121)</w:t>
      </w:r>
    </w:p>
    <w:p w:rsidR="001A403D" w:rsidRDefault="001A403D" w:rsidP="00E36567">
      <w:pPr>
        <w:pStyle w:val="libNormal"/>
      </w:pPr>
      <w:r>
        <w:t>3-About this verse Imam Jafar Sadiq asws said: Ayaat are Imams asws, and the Awaited Ayat is al-Qaim asws. So on that day (of Zahoor) it will not benefit anyone to believe except that who believed before Qiyam with sword, and believed in his forefathers (asws) as well before him (asws). (al-Burhan, v3, p122)</w:t>
      </w:r>
    </w:p>
    <w:p w:rsidR="001A403D" w:rsidRDefault="001A403D" w:rsidP="009229E3">
      <w:pPr>
        <w:pStyle w:val="libCenterBold1"/>
      </w:pPr>
      <w:r>
        <w:t>Lesson:</w:t>
      </w:r>
    </w:p>
    <w:p w:rsidR="001A403D" w:rsidRDefault="001A403D" w:rsidP="001A403D">
      <w:pPr>
        <w:pStyle w:val="libNormal"/>
      </w:pPr>
      <w:r>
        <w:t>1-Be steadfast on the Walayat of Masumeen asws before Zahoor of Imam Qaim asws. After Zahoor reciting complete Kalima will not benefit as Firoun believed while drowning. Zulfiqar also knows the exact family tree of opponents of Maola Ali asws, it will find every hidden Muqassir to quench its thirst.</w:t>
      </w:r>
    </w:p>
    <w:p w:rsidR="001A403D" w:rsidRDefault="001A403D" w:rsidP="001A403D">
      <w:pPr>
        <w:pStyle w:val="libNormal"/>
      </w:pPr>
      <w:r>
        <w:t>2-Momineen are lucky that they do what Allah and His Angels (a.s.) do, i.e. Salawat on Masumeen asws, curse on enemies of Ahlul Bait asws, pleased with Walayat-e-Ali asws, and waiting for Imam Qaim’s (asws) Zahoor. Khair (Walayat-e-Ali asws) is in their Deen.</w:t>
      </w:r>
    </w:p>
    <w:p w:rsidR="001A403D" w:rsidRDefault="001A403D" w:rsidP="00385B48">
      <w:pPr>
        <w:pStyle w:val="libAr"/>
      </w:pPr>
      <w:r>
        <w:rPr>
          <w:rFonts w:hint="eastAsia"/>
          <w:rtl/>
        </w:rPr>
        <w:t>إِنَّ</w:t>
      </w:r>
      <w:r>
        <w:rPr>
          <w:rtl/>
        </w:rPr>
        <w:t xml:space="preserve"> </w:t>
      </w:r>
      <w:r>
        <w:rPr>
          <w:rFonts w:hint="cs"/>
          <w:rtl/>
        </w:rPr>
        <w:t>ٱ</w:t>
      </w:r>
      <w:r>
        <w:rPr>
          <w:rFonts w:hint="eastAsia"/>
          <w:rtl/>
        </w:rPr>
        <w:t>لَّذِينَ</w:t>
      </w:r>
      <w:r>
        <w:rPr>
          <w:rtl/>
        </w:rPr>
        <w:t xml:space="preserve"> فَرَّقُواْ دِينَ</w:t>
      </w:r>
      <w:r w:rsidR="001E6BAB" w:rsidRPr="001E6BAB">
        <w:rPr>
          <w:rFonts w:hint="cs"/>
          <w:rtl/>
        </w:rPr>
        <w:t>ه</w:t>
      </w:r>
      <w:r w:rsidRPr="00595365">
        <w:rPr>
          <w:rFonts w:hint="cs"/>
          <w:rtl/>
        </w:rPr>
        <w:t>مۡ وَكَانُواْ شِيَعً۬ا لَّسۡتَ مِنۡ</w:t>
      </w:r>
      <w:r w:rsidR="001E6BAB" w:rsidRPr="001E6BAB">
        <w:rPr>
          <w:rFonts w:hint="cs"/>
          <w:rtl/>
        </w:rPr>
        <w:t>ه</w:t>
      </w:r>
      <w:r w:rsidRPr="00595365">
        <w:rPr>
          <w:rFonts w:hint="cs"/>
          <w:rtl/>
        </w:rPr>
        <w:t xml:space="preserve">مۡ فِى شَىۡءٍ‌ۚ إِنَّمَآ أَمۡرُهُمۡ إِلَى </w:t>
      </w:r>
      <w:r>
        <w:rPr>
          <w:rFonts w:hint="cs"/>
          <w:rtl/>
        </w:rPr>
        <w:t>ٱ</w:t>
      </w:r>
      <w:r>
        <w:rPr>
          <w:rFonts w:hint="eastAsia"/>
          <w:rtl/>
        </w:rPr>
        <w:t>للَّهِ</w:t>
      </w:r>
      <w:r>
        <w:rPr>
          <w:rtl/>
        </w:rPr>
        <w:t xml:space="preserve"> ثُمَّ يُنَبِّئُ</w:t>
      </w:r>
      <w:r w:rsidR="001E6BAB" w:rsidRPr="001E6BAB">
        <w:rPr>
          <w:rFonts w:hint="cs"/>
          <w:rtl/>
        </w:rPr>
        <w:t>ه</w:t>
      </w:r>
      <w:r w:rsidRPr="00595365">
        <w:rPr>
          <w:rFonts w:hint="cs"/>
          <w:rtl/>
        </w:rPr>
        <w:t>م بِمَا كَانُواْ يَفۡعَلُونَ (١٥٩</w:t>
      </w:r>
      <w:r w:rsidR="009229E3">
        <w:rPr>
          <w:rtl/>
        </w:rPr>
        <w:t>)</w:t>
      </w:r>
    </w:p>
    <w:p w:rsidR="001A403D" w:rsidRDefault="001A403D" w:rsidP="00E36567">
      <w:pPr>
        <w:pStyle w:val="libBoldItalic"/>
      </w:pPr>
      <w:r>
        <w:t>Certainly those who divided their religion and became schismatics (sects), you (Mohammad sawaw) have nothing to do with them. Their case will only go to Allah, Who then will tell them what they used to do. (159)</w:t>
      </w:r>
    </w:p>
    <w:p w:rsidR="001A403D" w:rsidRDefault="001A403D" w:rsidP="00E36567">
      <w:pPr>
        <w:pStyle w:val="libNormal"/>
      </w:pPr>
      <w:r>
        <w:t>1-Imam asws said about this verse: They separated from Amirul Momineen asws and divided into sects. (Tafseer Qummi, p209)</w:t>
      </w:r>
    </w:p>
    <w:p w:rsidR="001A403D" w:rsidRDefault="001A403D" w:rsidP="00E36567">
      <w:pPr>
        <w:pStyle w:val="libNormal"/>
      </w:pPr>
      <w:r>
        <w:t>2-Imam Jafar Sadiq asws said about this verse: They departed from their Deen, by Allah, nation separated from its Deen. (al-Burhan, v3, p124)</w:t>
      </w:r>
    </w:p>
    <w:p w:rsidR="001A403D" w:rsidRDefault="001A403D" w:rsidP="009229E3">
      <w:pPr>
        <w:pStyle w:val="libCenterBold1"/>
      </w:pPr>
      <w:r>
        <w:lastRenderedPageBreak/>
        <w:t>Lesson:</w:t>
      </w:r>
    </w:p>
    <w:p w:rsidR="001A403D" w:rsidRDefault="001A403D" w:rsidP="001A403D">
      <w:pPr>
        <w:pStyle w:val="libNormal"/>
      </w:pPr>
      <w:r>
        <w:t>1-Real Deen is only and only with Shias of Maola Ali asws, which is Deen of Hazrat Ibraheem (a.s.) and Deen of Mohammad Mustafa sawaw, which is chosen Deen of Allah. Wherever we mention Walayat-e-Ali asws it means Walayat of fourteen Masumeen asws.</w:t>
      </w:r>
    </w:p>
    <w:p w:rsidR="001A403D" w:rsidRDefault="001A403D" w:rsidP="001A403D">
      <w:pPr>
        <w:pStyle w:val="libNormal"/>
      </w:pPr>
      <w:r>
        <w:t>In the Deen of Allah, faith of some Shias staggered, so they accepted Walayat of some Imams asws and turned away from other Imams asws. So they separated from Deen and made their own sects e.g. Kaisania, Zaidia, Qatbia, Ismaelia, Waqifa, Qatia, etc. Then in 4th Century Hijri some Shia scholars announced their own Walayat instead of Walayat of the Imam-e-Zamana asws, so they separated from Deen-e-Haqq and made Usuli sect, and started injustice &amp; oppression of original Shias, and slowly occupied all religious institutions (Madaris), destroyed four hundred books comprising of Ahadees of Masumeen asws, killed many Shia scholars and whoever spoke against their injustice. Nowadays this Usuli sect is openly issuing Fatawa against Walayat-e-Ali asws and Azadari, although they still call themselves Shias. They consider themselves all in all authority in religion. Their matter is with Allah, insha-Allah Imam Qaim asws is coming soon to tell them what they are doing.</w:t>
      </w:r>
    </w:p>
    <w:p w:rsidR="001A403D" w:rsidRDefault="001A403D" w:rsidP="00385B48">
      <w:pPr>
        <w:pStyle w:val="libAr"/>
      </w:pPr>
      <w:r>
        <w:rPr>
          <w:rFonts w:hint="eastAsia"/>
          <w:rtl/>
        </w:rPr>
        <w:t>مَن</w:t>
      </w:r>
      <w:r>
        <w:rPr>
          <w:rtl/>
        </w:rPr>
        <w:t xml:space="preserve"> جَآءَ بِ</w:t>
      </w:r>
      <w:r>
        <w:rPr>
          <w:rFonts w:hint="cs"/>
          <w:rtl/>
        </w:rPr>
        <w:t>ٱ</w:t>
      </w:r>
      <w:r>
        <w:rPr>
          <w:rFonts w:hint="eastAsia"/>
          <w:rtl/>
        </w:rPr>
        <w:t>لۡحَسَنَةِ</w:t>
      </w:r>
      <w:r>
        <w:rPr>
          <w:rtl/>
        </w:rPr>
        <w:t xml:space="preserve"> فَلَهُ </w:t>
      </w:r>
      <w:r>
        <w:rPr>
          <w:rFonts w:hint="cs"/>
          <w:rtl/>
        </w:rPr>
        <w:t>ۥ</w:t>
      </w:r>
      <w:r>
        <w:rPr>
          <w:rtl/>
        </w:rPr>
        <w:t xml:space="preserve"> عَشۡرُ أَمۡثَالِهَا‌ۖ وَمَن جَآءَ بِ</w:t>
      </w:r>
      <w:r>
        <w:rPr>
          <w:rFonts w:hint="cs"/>
          <w:rtl/>
        </w:rPr>
        <w:t>ٱ</w:t>
      </w:r>
      <w:r>
        <w:rPr>
          <w:rFonts w:hint="eastAsia"/>
          <w:rtl/>
        </w:rPr>
        <w:t>لسَّيِّئَةِ</w:t>
      </w:r>
      <w:r>
        <w:rPr>
          <w:rtl/>
        </w:rPr>
        <w:t xml:space="preserve"> فَلَا يُجۡزَىٰٓ إِلَّا مِثۡلَهَا وَهُمۡ لَا يُظۡلَمُونَ (١٦٠</w:t>
      </w:r>
      <w:r w:rsidR="009229E3">
        <w:rPr>
          <w:rtl/>
        </w:rPr>
        <w:t>)</w:t>
      </w:r>
    </w:p>
    <w:p w:rsidR="001A403D" w:rsidRDefault="001A403D" w:rsidP="00E36567">
      <w:pPr>
        <w:pStyle w:val="libBoldItalic"/>
      </w:pPr>
      <w:r>
        <w:t>Whoever comes with a good deed (Hasana) will have tenfold the like thereof, and whoever comes with an evil deed (Sayyi’at) will not be awarded but the like thereof; and they will not be wronged. (160)</w:t>
      </w:r>
    </w:p>
    <w:p w:rsidR="001A403D" w:rsidRDefault="001A403D" w:rsidP="00E36567">
      <w:pPr>
        <w:pStyle w:val="libNormal"/>
      </w:pPr>
      <w:r>
        <w:t>1-Imam Mohammad Baqir asws said: Hasana means Walayat of us, the Ahlul Bait asws, and Sayyi’at is animosity of us, the Ahlul Bait asws. (al-Burhan, v3, p126)</w:t>
      </w:r>
    </w:p>
    <w:p w:rsidR="001A403D" w:rsidRDefault="001A403D" w:rsidP="009229E3">
      <w:pPr>
        <w:pStyle w:val="libCenterBold1"/>
      </w:pPr>
      <w:r>
        <w:t>Lesson:</w:t>
      </w:r>
    </w:p>
    <w:p w:rsidR="001A403D" w:rsidRDefault="001A403D" w:rsidP="001A403D">
      <w:pPr>
        <w:pStyle w:val="libNormal"/>
      </w:pPr>
      <w:r>
        <w:t>1-Those whose deeds are based on Walayat of Masumeen asws, Allah will give them at least ten times reward on the day of Qiyamah. And whose deeds are based on Fatawa of such Mulla who issues Fatawa aginst Walayat and Azadari, the punishment which will be given to them will be equal to their wrong deeds, so they should not think that punishment will be injustice to them.</w:t>
      </w:r>
    </w:p>
    <w:p w:rsidR="001A403D" w:rsidRDefault="001A403D" w:rsidP="001A403D">
      <w:pPr>
        <w:pStyle w:val="libNormal"/>
      </w:pPr>
      <w:r>
        <w:t>Whoever practices according the commandments of Maola asws, will get reward from Allah, and whoever practices according to the instructions of Muqassir Mulla will get punishment.</w:t>
      </w:r>
    </w:p>
    <w:p w:rsidR="001A403D" w:rsidRDefault="001A403D" w:rsidP="00385B48">
      <w:pPr>
        <w:pStyle w:val="libAr"/>
      </w:pPr>
      <w:r>
        <w:rPr>
          <w:rFonts w:hint="eastAsia"/>
          <w:rtl/>
        </w:rPr>
        <w:t>قُلۡ</w:t>
      </w:r>
      <w:r>
        <w:rPr>
          <w:rtl/>
        </w:rPr>
        <w:t xml:space="preserve"> أَغَيۡرَ </w:t>
      </w:r>
      <w:r>
        <w:rPr>
          <w:rFonts w:hint="cs"/>
          <w:rtl/>
        </w:rPr>
        <w:t>ٱ</w:t>
      </w:r>
      <w:r>
        <w:rPr>
          <w:rFonts w:hint="eastAsia"/>
          <w:rtl/>
        </w:rPr>
        <w:t>للَّهِ</w:t>
      </w:r>
      <w:r>
        <w:rPr>
          <w:rtl/>
        </w:rPr>
        <w:t xml:space="preserve"> أَبۡغِى رَبًّ۬ا وَهُوَ رَبُّ كُلِّ شَىۡءٍ۬‌ۚ وَلَا تَكۡسِبُ </w:t>
      </w:r>
      <w:r w:rsidR="001E6BAB" w:rsidRPr="001E6BAB">
        <w:rPr>
          <w:rFonts w:hint="cs"/>
          <w:rtl/>
        </w:rPr>
        <w:t>ک</w:t>
      </w:r>
      <w:r>
        <w:rPr>
          <w:rFonts w:hint="eastAsia"/>
          <w:rtl/>
        </w:rPr>
        <w:t>لُّ</w:t>
      </w:r>
      <w:r>
        <w:rPr>
          <w:rtl/>
        </w:rPr>
        <w:t xml:space="preserve"> نَفۡسٍ إِلَّا عَلَيۡ</w:t>
      </w:r>
      <w:r w:rsidR="001E6BAB" w:rsidRPr="001E6BAB">
        <w:rPr>
          <w:rFonts w:hint="cs"/>
          <w:rtl/>
        </w:rPr>
        <w:t>ه</w:t>
      </w:r>
      <w:r w:rsidRPr="00595365">
        <w:rPr>
          <w:rFonts w:hint="cs"/>
          <w:rtl/>
        </w:rPr>
        <w:t>ا‌ۚ وَلَا تَزِرُ وَازِرَةٌ۬ وِزۡرَ أُخۡرَىٰ‌ۚ ثُمَّ إِلَىٰ رَبِّكُم مَّرۡجِعُكُمۡ فَيُنَبِّئُكُم بِمَا كُنتُمۡ فِيهِ تَخۡتَلِفُونَ (١٦٤</w:t>
      </w:r>
      <w:r w:rsidR="009229E3">
        <w:rPr>
          <w:rtl/>
        </w:rPr>
        <w:t>)</w:t>
      </w:r>
    </w:p>
    <w:p w:rsidR="001A403D" w:rsidRDefault="001A403D" w:rsidP="00E36567">
      <w:pPr>
        <w:pStyle w:val="libBoldItalic"/>
      </w:pPr>
      <w:r>
        <w:t>Say: Should I seek another than Allah as Rabb, while He is Rabb of all things? And every soul earns not except (its responsibility is) upon itself, and no bearer of burdens will bear the burden of another. Then to your Rabb is your return, then He will tell you about that over which you used to differ. (164)</w:t>
      </w:r>
    </w:p>
    <w:p w:rsidR="001A403D" w:rsidRDefault="001A403D" w:rsidP="00E36567">
      <w:pPr>
        <w:pStyle w:val="libNormal"/>
      </w:pPr>
      <w:r>
        <w:lastRenderedPageBreak/>
        <w:t>1-Abdul-Salam asked Imam Ali Raza asws: What do you say about Hadees of Imam Sadiq asws, “When Imam Qaim asws will re-appear, then he will kill the progenies of those who martyred Imam Hussain asws due to the (evil) deed of their forefathers.” Imam asws said: It will happen exactly. He said: Then what is the meaning of the saying of Allah Azza wa Jalla, “no bearer of burdens will bear the burden of another”? Imam asws said: Allah Ta’ala is Truthful in all His sayings, but the progenies of those who martyred Imam Hussain asws are happy on the deed of their forefathers, and they are proud about it. And who is happy about some incident, then he is like him who did it. And if a person is murdered in the east, then a person in the west is happy about his murder, then who is happy is partner of murderer near Allah. And when Qaim asws will appear, then he will kill them due to being happy about the deed of their forefathers. (al-Burhan, v3, p130)</w:t>
      </w:r>
    </w:p>
    <w:p w:rsidR="001A403D" w:rsidRDefault="001A403D" w:rsidP="009229E3">
      <w:pPr>
        <w:pStyle w:val="libCenterBold1"/>
      </w:pPr>
      <w:r>
        <w:t>Lesson:</w:t>
      </w:r>
    </w:p>
    <w:p w:rsidR="001A403D" w:rsidRDefault="001A403D" w:rsidP="001A403D">
      <w:pPr>
        <w:pStyle w:val="libNormal"/>
      </w:pPr>
      <w:r>
        <w:t>1-There are conspiracies, plots, Fatawa to slowly finish or make meaningless Azadari of Imam Hussain asws, Muqassireen are trying to hide or decrease Masa’ib. Such people and their followers are worse than the army of Yazid (l.u.) according to the saying of Imam Hassan Askari asws.</w:t>
      </w:r>
    </w:p>
    <w:p w:rsidR="001A403D" w:rsidRDefault="001A403D" w:rsidP="001A403D">
      <w:pPr>
        <w:pStyle w:val="libNormal"/>
      </w:pPr>
      <w:r>
        <w:t>2-Whoever will follow (do Taqleed) of Muaqassir Mulla, he can not be free from responsibility (answerability) of his deeds, as Muqassir Mulla claims to take responsibility of followers’ deeds. In fact Mulla and his Muqallideen both will be answerable for their evil deeds. And whatever differences they are creating in Deen by talking nonsense about Walayat and Azadari, Allah will expose and punish them.</w:t>
      </w:r>
    </w:p>
    <w:p w:rsidR="00EB2345" w:rsidRDefault="00EB2345" w:rsidP="00FC02E7">
      <w:pPr>
        <w:pStyle w:val="libNormal"/>
        <w:rPr>
          <w:rtl/>
        </w:rPr>
      </w:pPr>
      <w:r>
        <w:rPr>
          <w:rFonts w:hint="eastAsia"/>
        </w:rPr>
        <w:br w:type="page"/>
      </w:r>
    </w:p>
    <w:p w:rsidR="001A403D" w:rsidRDefault="00EB2345" w:rsidP="00EB2345">
      <w:pPr>
        <w:pStyle w:val="Heading1Center"/>
      </w:pPr>
      <w:bookmarkStart w:id="8" w:name="_Toc449789401"/>
      <w:r>
        <w:rPr>
          <w:rFonts w:hint="eastAsia"/>
          <w:rtl/>
        </w:rPr>
        <w:lastRenderedPageBreak/>
        <w:t>سُوۡرَةُ</w:t>
      </w:r>
      <w:r>
        <w:rPr>
          <w:rtl/>
        </w:rPr>
        <w:t xml:space="preserve"> </w:t>
      </w:r>
      <w:r w:rsidR="001A403D">
        <w:rPr>
          <w:rtl/>
        </w:rPr>
        <w:t>الا</w:t>
      </w:r>
      <w:r w:rsidR="001A403D">
        <w:rPr>
          <w:rFonts w:hint="cs"/>
          <w:rtl/>
        </w:rPr>
        <w:t>ٴ</w:t>
      </w:r>
      <w:r w:rsidR="001A403D">
        <w:rPr>
          <w:rFonts w:hint="eastAsia"/>
          <w:rtl/>
        </w:rPr>
        <w:t>عرَاف</w:t>
      </w:r>
      <w:bookmarkEnd w:id="8"/>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FC02E7" w:rsidRDefault="001A403D" w:rsidP="00385B48">
      <w:pPr>
        <w:pStyle w:val="libAr"/>
      </w:pPr>
      <w:r>
        <w:rPr>
          <w:rFonts w:hint="eastAsia"/>
          <w:rtl/>
        </w:rPr>
        <w:t>قَالَ</w:t>
      </w:r>
      <w:r>
        <w:rPr>
          <w:rtl/>
        </w:rPr>
        <w:t xml:space="preserve"> مَا مَنَعَكَ أَلَّا تَسۡجُدَ إِذۡ أَمَرۡتُكَ‌ۖ قَالَ أَنَا۟ خَيۡرٌ۬ مِّنۡهُ خَلَقۡتَنِى مِن نَّارٍ۬ وَخَلَقۡتَهُ </w:t>
      </w:r>
      <w:r>
        <w:rPr>
          <w:rFonts w:hint="cs"/>
          <w:rtl/>
        </w:rPr>
        <w:t>ۥ</w:t>
      </w:r>
      <w:r>
        <w:rPr>
          <w:rtl/>
        </w:rPr>
        <w:t xml:space="preserve"> مِن طِينٍ۬ (١٢</w:t>
      </w:r>
      <w:r w:rsidR="009229E3">
        <w:rPr>
          <w:rtl/>
        </w:rPr>
        <w:t>)</w:t>
      </w:r>
    </w:p>
    <w:p w:rsidR="001A403D" w:rsidRDefault="001A403D" w:rsidP="00E36567">
      <w:pPr>
        <w:pStyle w:val="libBoldItalic"/>
      </w:pPr>
      <w:r>
        <w:t>Said He: What prevented you from doing Sajdah when I commanded you? (Iblees) said: I am better than him, You created me from fire and created him from clay. (12)</w:t>
      </w:r>
    </w:p>
    <w:p w:rsidR="001A403D" w:rsidRDefault="001A403D" w:rsidP="00E36567">
      <w:pPr>
        <w:pStyle w:val="libNormal"/>
      </w:pPr>
      <w:r>
        <w:t>1-Numan came to Imam Jafar Sadiq asws, Imam asws asked him: I came to know that you do Qiyas (guess)? He said: Yes. Imam asws said: Never do Qiyas because who did Qiyas first of all, he is Iblees. And if he would have done Qiyas on Nooraniat of Adam (a.s.) and Nariat of Naar, then he would have known the superiority &amp; purity of Noor and Naar on each other. (al-Burhan, v3, p138)</w:t>
      </w:r>
    </w:p>
    <w:p w:rsidR="001A403D" w:rsidRDefault="001A403D" w:rsidP="009229E3">
      <w:pPr>
        <w:pStyle w:val="libCenterBold1"/>
      </w:pPr>
      <w:r>
        <w:t>Lesson:</w:t>
      </w:r>
    </w:p>
    <w:p w:rsidR="001A403D" w:rsidRDefault="001A403D" w:rsidP="001A403D">
      <w:pPr>
        <w:pStyle w:val="libNormal"/>
      </w:pPr>
      <w:r>
        <w:t>1-After placing the Noor of Mohammad-o-Aal-e-Mohammad asws in the forehead of Adam (a.s.), Allah commanded infallible Angels (a.s.) to do Sajdah. Shaitan deduced from Qiyas &amp; Ijtihad that he is superior himself. Qiyas (guess), Rai (opinion of scholar), Zunn-e-ijtihadi (conjecture with Ijtihad), Daleel-e-Aqli (logical reasoning), deducing with Ilmul-Usul &amp; Mantiq, etc. is all playing game with words to occupy different factions, otherwise all of them means the same and are forbidden in Deen of Allah.</w:t>
      </w:r>
    </w:p>
    <w:p w:rsidR="001A403D" w:rsidRDefault="001A403D" w:rsidP="001A403D">
      <w:pPr>
        <w:pStyle w:val="libNormal"/>
      </w:pPr>
      <w:r>
        <w:t>2-Sajdah is superior part of Salaah, children of Iblees are also busy in the same task to prevent people to do Zikr of Aal-e-Mohammad asws in Salaah. Moreover Muqassir Mulla is acting on Sunnah of Iblees i.e. by his Zunn &amp; Qiyas he thinks that he is superior to the Prophets (a.s.) of Bani Israeel.</w:t>
      </w:r>
    </w:p>
    <w:p w:rsidR="001A403D" w:rsidRDefault="001A403D" w:rsidP="001A403D">
      <w:pPr>
        <w:pStyle w:val="libNormal"/>
      </w:pPr>
      <w:r>
        <w:t>3-Iblees preferred his Qiyas and rejected the commandment of Allah, similarly children of Iblees are rejecting Quran &amp; Hadees but accept Fatawa of Harisi Mulla.</w:t>
      </w:r>
    </w:p>
    <w:p w:rsidR="001A403D" w:rsidRDefault="001A403D" w:rsidP="00385B48">
      <w:pPr>
        <w:pStyle w:val="libAr"/>
      </w:pPr>
      <w:r>
        <w:rPr>
          <w:rFonts w:hint="eastAsia"/>
          <w:rtl/>
        </w:rPr>
        <w:t>قَالَ</w:t>
      </w:r>
      <w:r>
        <w:rPr>
          <w:rtl/>
        </w:rPr>
        <w:t xml:space="preserve"> فَبِمَآ أَغۡوَيۡتَنِى لَأَقۡعُدَنَّ لَهُمۡ صِرَ</w:t>
      </w:r>
      <w:r w:rsidR="005B7B9E" w:rsidRPr="005B7B9E">
        <w:rPr>
          <w:rFonts w:hint="cs"/>
          <w:rtl/>
        </w:rPr>
        <w:t>ا</w:t>
      </w:r>
      <w:r>
        <w:rPr>
          <w:rFonts w:hint="eastAsia"/>
          <w:rtl/>
        </w:rPr>
        <w:t>طَكَ</w:t>
      </w:r>
      <w:r>
        <w:rPr>
          <w:rtl/>
        </w:rPr>
        <w:t xml:space="preserve"> </w:t>
      </w:r>
      <w:r>
        <w:rPr>
          <w:rFonts w:hint="cs"/>
          <w:rtl/>
        </w:rPr>
        <w:t>ٱ</w:t>
      </w:r>
      <w:r>
        <w:rPr>
          <w:rFonts w:hint="eastAsia"/>
          <w:rtl/>
        </w:rPr>
        <w:t>لۡمُسۡتَقِيمَ</w:t>
      </w:r>
      <w:r>
        <w:rPr>
          <w:rtl/>
        </w:rPr>
        <w:t xml:space="preserve"> (١٦</w:t>
      </w:r>
      <w:r w:rsidR="009229E3">
        <w:rPr>
          <w:rtl/>
        </w:rPr>
        <w:t>)</w:t>
      </w:r>
      <w:r>
        <w:rPr>
          <w:rtl/>
        </w:rPr>
        <w:t xml:space="preserve"> ثُمَّ لَأَتِيَنَّهُم مِّنۢ بَيۡنِ أَيۡدِي</w:t>
      </w:r>
      <w:r w:rsidR="001E6BAB" w:rsidRPr="001E6BAB">
        <w:rPr>
          <w:rFonts w:hint="cs"/>
          <w:rtl/>
        </w:rPr>
        <w:t>ه</w:t>
      </w:r>
      <w:r w:rsidRPr="00595365">
        <w:rPr>
          <w:rFonts w:hint="cs"/>
          <w:rtl/>
        </w:rPr>
        <w:t>مۡ وَمِنۡ خَلۡفِهِمۡ وَعَنۡ أَيۡمَـٰنِ</w:t>
      </w:r>
      <w:r w:rsidR="001E6BAB" w:rsidRPr="001E6BAB">
        <w:rPr>
          <w:rFonts w:hint="cs"/>
          <w:rtl/>
        </w:rPr>
        <w:t>ه</w:t>
      </w:r>
      <w:r w:rsidRPr="00595365">
        <w:rPr>
          <w:rFonts w:hint="cs"/>
          <w:rtl/>
        </w:rPr>
        <w:t>مۡ وَعَن شَمَآ</w:t>
      </w:r>
      <w:r>
        <w:rPr>
          <w:rFonts w:hint="cs"/>
          <w:rtl/>
        </w:rPr>
        <w:t>ٮِٕ</w:t>
      </w:r>
      <w:r>
        <w:rPr>
          <w:rFonts w:hint="eastAsia"/>
          <w:rtl/>
        </w:rPr>
        <w:t>لِهِمۡ‌ۖ</w:t>
      </w:r>
      <w:r>
        <w:rPr>
          <w:rtl/>
        </w:rPr>
        <w:t xml:space="preserve"> وَلَا تَجِدُ أَكۡثَرَهُمۡ شَـٰكِرِينَ (١٧</w:t>
      </w:r>
      <w:r w:rsidR="009229E3">
        <w:rPr>
          <w:rtl/>
        </w:rPr>
        <w:t>)</w:t>
      </w:r>
      <w:r>
        <w:rPr>
          <w:rtl/>
        </w:rPr>
        <w:t xml:space="preserve"> قَالَ </w:t>
      </w:r>
      <w:r>
        <w:rPr>
          <w:rFonts w:hint="cs"/>
          <w:rtl/>
        </w:rPr>
        <w:t>ٱ</w:t>
      </w:r>
      <w:r>
        <w:rPr>
          <w:rFonts w:hint="eastAsia"/>
          <w:rtl/>
        </w:rPr>
        <w:t>خۡرُجۡ</w:t>
      </w:r>
      <w:r>
        <w:rPr>
          <w:rtl/>
        </w:rPr>
        <w:t xml:space="preserve"> مِنۡ</w:t>
      </w:r>
      <w:r w:rsidR="001E6BAB" w:rsidRPr="001E6BAB">
        <w:rPr>
          <w:rFonts w:hint="cs"/>
          <w:rtl/>
        </w:rPr>
        <w:t>ه</w:t>
      </w:r>
      <w:r w:rsidRPr="00595365">
        <w:rPr>
          <w:rFonts w:hint="cs"/>
          <w:rtl/>
        </w:rPr>
        <w:t>ا م</w:t>
      </w:r>
      <w:r>
        <w:rPr>
          <w:rFonts w:hint="eastAsia"/>
          <w:rtl/>
        </w:rPr>
        <w:t>َذۡءُومً۬ا</w:t>
      </w:r>
      <w:r>
        <w:rPr>
          <w:rtl/>
        </w:rPr>
        <w:t xml:space="preserve"> مَّدۡحُورً۬ا‌ۖ لَّمَن تَبِعَكَ مِنۡ</w:t>
      </w:r>
      <w:r w:rsidR="001E6BAB" w:rsidRPr="001E6BAB">
        <w:rPr>
          <w:rFonts w:hint="cs"/>
          <w:rtl/>
        </w:rPr>
        <w:t>ه</w:t>
      </w:r>
      <w:r w:rsidRPr="00595365">
        <w:rPr>
          <w:rFonts w:hint="cs"/>
          <w:rtl/>
        </w:rPr>
        <w:t>مۡ لَأَمۡلَأَنَّ جَهَنَّمَ مِنكُمۡ أَجۡمَعِينَ (١٨</w:t>
      </w:r>
      <w:r w:rsidR="00FC02E7">
        <w:t>(</w:t>
      </w:r>
    </w:p>
    <w:p w:rsidR="001A403D" w:rsidRDefault="001A403D" w:rsidP="00E36567">
      <w:pPr>
        <w:pStyle w:val="libBoldItalic"/>
      </w:pPr>
      <w:r>
        <w:t>(Shaitan) said: Now, because You have sent me astray, I will surely sit in ambush for them (mankind) on Your Straight Path. (16) Then I will come upon them (to attack) from before them and from behind them and from their right  and from their left, and You will not find most of them grateful (to You). (17) Said He: Get out from here, degraded, banished. Whoever follows you among them, surely I will fill hell with you all together. (18)</w:t>
      </w:r>
    </w:p>
    <w:p w:rsidR="001A403D" w:rsidRDefault="001A403D" w:rsidP="00E36567">
      <w:pPr>
        <w:pStyle w:val="libNormal"/>
      </w:pPr>
      <w:r>
        <w:t>1-Companion Zarara asked about this verse, then Imam Mohammad Baqir asws said: O Zarara, he is only and only sitting to prevent you and your companions, because he has finished his job with the others. (al-Burhan, v3, p138)</w:t>
      </w:r>
    </w:p>
    <w:p w:rsidR="001A403D" w:rsidRDefault="001A403D" w:rsidP="009229E3">
      <w:pPr>
        <w:pStyle w:val="libCenterBold1"/>
      </w:pPr>
      <w:r>
        <w:lastRenderedPageBreak/>
        <w:t>Lesson:</w:t>
      </w:r>
    </w:p>
    <w:p w:rsidR="001A403D" w:rsidRDefault="001A403D" w:rsidP="001A403D">
      <w:pPr>
        <w:pStyle w:val="libNormal"/>
      </w:pPr>
      <w:r>
        <w:t>1-Straight Path is path of Walayat-e-Ali asws, and Shaitan is only sitting in ambush for Shias of Maola Ali asws, because they are only on Sirat-e-Mustaqeem. Who is opposing Walayat-e-Ali asws from any aspect, Shaitan has already finished his job on him. Will Shaitan come to Shias to attack with his real face? No! He will come as reformer, as Imam Hassan Askari asws explained that they (agents of Iblees) will gain some of our knowledge from Shia Madaris, then they will earn fame among our weak-faith Shias, then they will start decreasing splendor of Masumeen asws and tell lies about them. Shian-e-Ali asws should be aware of such Shaitans, who disguise by wearing turban and cloak, and then misguide people from Sirat-e-Mustaqeem of Walayat-e-Ali asws. Majority will be trapped in their net, and will not be able to escape Azaab.</w:t>
      </w:r>
    </w:p>
    <w:p w:rsidR="00595365" w:rsidRDefault="001A403D" w:rsidP="001A403D">
      <w:pPr>
        <w:pStyle w:val="libNormal"/>
      </w:pPr>
      <w:r>
        <w:t>2-Iblees attacks from the front i.e. he makes Hereafter lighter in their sight, e.g. to get paradise on the basis of good deeds like Salaah and Saom without Walayat-e-Ali asws, and to ignore intercession of Masumeen asws. He attacks from behind e.g. to snatch wealth from weak-faith Shias in the name of Deen to spend in luxury and vulgarity. Attack from right e.g. to ruin the affairs &amp; matters of Deen by excluding Walayat-e-Ali asws from them, and to show misguidance as pleasing to them, for example the solution of so-called modern issues (immorality) is very attractive for Usuli Muqallideen. To make public doubtful and suspicious by including Walayat-e-Faqeh in Walayat-e-Masumeen asws. Attack from the left e.g. to make personal desires and pleasures prevailing like declaring Haraam things &amp; deeds as Halaal.</w:t>
      </w:r>
    </w:p>
    <w:p w:rsidR="001A403D" w:rsidRDefault="001A403D" w:rsidP="00385B48">
      <w:pPr>
        <w:pStyle w:val="libAr"/>
      </w:pPr>
      <w:r>
        <w:rPr>
          <w:rFonts w:hint="eastAsia"/>
          <w:rtl/>
        </w:rPr>
        <w:t>قُلۡ</w:t>
      </w:r>
      <w:r>
        <w:rPr>
          <w:rtl/>
        </w:rPr>
        <w:t xml:space="preserve"> أَمَرَ رَبِّى بِ</w:t>
      </w:r>
      <w:r>
        <w:rPr>
          <w:rFonts w:hint="cs"/>
          <w:rtl/>
        </w:rPr>
        <w:t>ٱ</w:t>
      </w:r>
      <w:r>
        <w:rPr>
          <w:rFonts w:hint="eastAsia"/>
          <w:rtl/>
        </w:rPr>
        <w:t>لۡقِسۡطِ‌ۖ</w:t>
      </w:r>
      <w:r>
        <w:rPr>
          <w:rtl/>
        </w:rPr>
        <w:t xml:space="preserve"> وَأَقِيمُواْ وُجُوهَكُمۡ عِندَ </w:t>
      </w:r>
      <w:r w:rsidR="001E6BAB" w:rsidRPr="001E6BAB">
        <w:rPr>
          <w:rFonts w:hint="cs"/>
          <w:rtl/>
        </w:rPr>
        <w:t>ک</w:t>
      </w:r>
      <w:r>
        <w:rPr>
          <w:rFonts w:hint="eastAsia"/>
          <w:rtl/>
        </w:rPr>
        <w:t>لِّ</w:t>
      </w:r>
      <w:r>
        <w:rPr>
          <w:rtl/>
        </w:rPr>
        <w:t xml:space="preserve"> مَسۡجِدٍ۬ وَ</w:t>
      </w:r>
      <w:r>
        <w:rPr>
          <w:rFonts w:hint="cs"/>
          <w:rtl/>
        </w:rPr>
        <w:t>ٱ</w:t>
      </w:r>
      <w:r>
        <w:rPr>
          <w:rFonts w:hint="eastAsia"/>
          <w:rtl/>
        </w:rPr>
        <w:t>دۡعُوهُ</w:t>
      </w:r>
      <w:r>
        <w:rPr>
          <w:rtl/>
        </w:rPr>
        <w:t xml:space="preserve"> مُخۡلِصِينَ لَهُ </w:t>
      </w:r>
      <w:r>
        <w:rPr>
          <w:rFonts w:hint="cs"/>
          <w:rtl/>
        </w:rPr>
        <w:t>ٱ</w:t>
      </w:r>
      <w:r>
        <w:rPr>
          <w:rFonts w:hint="eastAsia"/>
          <w:rtl/>
        </w:rPr>
        <w:t>لدِّينَ‌ۚ</w:t>
      </w:r>
      <w:r>
        <w:rPr>
          <w:rtl/>
        </w:rPr>
        <w:t xml:space="preserve"> كَمَا بَدَأَكُمۡ تَعُودُونَ (٢٩</w:t>
      </w:r>
      <w:r w:rsidR="009229E3">
        <w:rPr>
          <w:rtl/>
        </w:rPr>
        <w:t>)</w:t>
      </w:r>
      <w:r>
        <w:rPr>
          <w:rtl/>
        </w:rPr>
        <w:t xml:space="preserve"> فَرِيقًا هَدَىٰ وَفَرِيقًا حَقَّ عَلَيۡ</w:t>
      </w:r>
      <w:r w:rsidR="001E6BAB" w:rsidRPr="001E6BAB">
        <w:rPr>
          <w:rFonts w:hint="cs"/>
          <w:rtl/>
        </w:rPr>
        <w:t>ه</w:t>
      </w:r>
      <w:r w:rsidRPr="00595365">
        <w:rPr>
          <w:rFonts w:hint="cs"/>
          <w:rtl/>
        </w:rPr>
        <w:t xml:space="preserve">مُ </w:t>
      </w:r>
      <w:r>
        <w:rPr>
          <w:rFonts w:hint="cs"/>
          <w:rtl/>
        </w:rPr>
        <w:t>ٱ</w:t>
      </w:r>
      <w:r>
        <w:rPr>
          <w:rFonts w:hint="eastAsia"/>
          <w:rtl/>
        </w:rPr>
        <w:t>لضَّلَـٰلَةُ‌ۗ</w:t>
      </w:r>
      <w:r>
        <w:rPr>
          <w:rtl/>
        </w:rPr>
        <w:t xml:space="preserve"> إِنَّهُمُ </w:t>
      </w:r>
      <w:r>
        <w:rPr>
          <w:rFonts w:hint="cs"/>
          <w:rtl/>
        </w:rPr>
        <w:t>ٱ</w:t>
      </w:r>
      <w:r>
        <w:rPr>
          <w:rFonts w:hint="eastAsia"/>
          <w:rtl/>
        </w:rPr>
        <w:t>تَّخَذُواْ</w:t>
      </w:r>
      <w:r>
        <w:rPr>
          <w:rtl/>
        </w:rPr>
        <w:t xml:space="preserve"> </w:t>
      </w:r>
      <w:r>
        <w:rPr>
          <w:rFonts w:hint="cs"/>
          <w:rtl/>
        </w:rPr>
        <w:t>ٱ</w:t>
      </w:r>
      <w:r>
        <w:rPr>
          <w:rFonts w:hint="eastAsia"/>
          <w:rtl/>
        </w:rPr>
        <w:t>لشَّيَـٰطِينَ</w:t>
      </w:r>
      <w:r>
        <w:rPr>
          <w:rtl/>
        </w:rPr>
        <w:t xml:space="preserve"> أَوۡلِي</w:t>
      </w:r>
      <w:r>
        <w:rPr>
          <w:rFonts w:hint="eastAsia"/>
          <w:rtl/>
        </w:rPr>
        <w:t>َآءَ</w:t>
      </w:r>
      <w:r>
        <w:rPr>
          <w:rtl/>
        </w:rPr>
        <w:t xml:space="preserve"> مِن دُونِ </w:t>
      </w:r>
      <w:r>
        <w:rPr>
          <w:rFonts w:hint="cs"/>
          <w:rtl/>
        </w:rPr>
        <w:t>ٱ</w:t>
      </w:r>
      <w:r>
        <w:rPr>
          <w:rFonts w:hint="eastAsia"/>
          <w:rtl/>
        </w:rPr>
        <w:t>للَّهِ</w:t>
      </w:r>
      <w:r>
        <w:rPr>
          <w:rtl/>
        </w:rPr>
        <w:t xml:space="preserve"> وَيَحۡسَبُونَ أَنَّ</w:t>
      </w:r>
      <w:r w:rsidR="001E6BAB" w:rsidRPr="001E6BAB">
        <w:rPr>
          <w:rFonts w:hint="cs"/>
          <w:rtl/>
        </w:rPr>
        <w:t>ه</w:t>
      </w:r>
      <w:r w:rsidRPr="00595365">
        <w:rPr>
          <w:rFonts w:hint="cs"/>
          <w:rtl/>
        </w:rPr>
        <w:t>م مُّهۡتَدُونَ (٣٠</w:t>
      </w:r>
      <w:r w:rsidR="009229E3">
        <w:rPr>
          <w:rtl/>
        </w:rPr>
        <w:t>)</w:t>
      </w:r>
    </w:p>
    <w:p w:rsidR="001A403D" w:rsidRDefault="001A403D" w:rsidP="00E36567">
      <w:pPr>
        <w:pStyle w:val="libBoldItalic"/>
      </w:pPr>
      <w:r>
        <w:t>Say: My Rabb commands justice. And direct your faces upright at every Masjid and call upon Him, making Deen pure for Him (only). Just as He originated you, you will return (to Him). (29) A group He guided, and a group deserved (to be in) error, because surely they choose Shaitans as guardians instead of Allah and they suppose that they are guided. (30)</w:t>
      </w:r>
    </w:p>
    <w:p w:rsidR="001A403D" w:rsidRDefault="001A403D" w:rsidP="00E36567">
      <w:pPr>
        <w:pStyle w:val="libNormal"/>
      </w:pPr>
      <w:r>
        <w:t xml:space="preserve">1-About the saying of Allah, “Just as He originated you, you will return, a group He guided and a group deserved error” Imam Mohammad Baqir asws said: When Allah created them, created them Momin &amp; Kafir, Shaqi &amp; Saeed, and similarly they will return on the day of Qiyamah guided &amp; misguided ones. Allah says, “surely they chose Shaitans as guardians instead of Allah and they think that they are guided” and they are Qadria sect who say that there is no Qadr (fate) and they think that they have control over guidance and misguidance, and it depends on them whether they become guided ones or adopt misguidance, and they are the Majoosi of this Ummah, and these enemies of Allah has belied Mashiyat &amp; Qudrat of Allah. “As He originated you, you will return” means who was created Shaqi (evil hearted) on the day of creation, same he will return Shaqi to Him, and who was created Saeed (blessed) on the day of creation, same he </w:t>
      </w:r>
      <w:r>
        <w:lastRenderedPageBreak/>
        <w:t>will return Saeed to Him. Rasool Allah sawaw said: Shaqi is him who is Shaqi in his mother’s womb as well. (al-Burhan, v3, p147)</w:t>
      </w:r>
    </w:p>
    <w:p w:rsidR="001A403D" w:rsidRDefault="001A403D" w:rsidP="00E36567">
      <w:pPr>
        <w:pStyle w:val="libNormal"/>
      </w:pPr>
      <w:r>
        <w:t>2-About the saying of Allah, “Because they chose Shaitans as guardians (Aoliya) instead of Allah” Imam Mohammad Baqir asws said: It means chose unjust Imams as guardians instead of Haqq Imams asws, and they suppose that they are the guided ones. (al-Burhan, v3, p147)</w:t>
      </w:r>
    </w:p>
    <w:p w:rsidR="001A403D" w:rsidRDefault="001A403D" w:rsidP="009229E3">
      <w:pPr>
        <w:pStyle w:val="libCenterBold1"/>
      </w:pPr>
      <w:r>
        <w:t>Lesson:</w:t>
      </w:r>
    </w:p>
    <w:p w:rsidR="001A403D" w:rsidRDefault="001A403D" w:rsidP="001A403D">
      <w:pPr>
        <w:pStyle w:val="libNormal"/>
      </w:pPr>
      <w:r>
        <w:t>1-Pure Deen is only from Allah which Allah has perfected in the form of Quran and Hadees. Not any Muqassir Mulla has right to interfere with Deen and declare Zunni Fatawa as Deen.</w:t>
      </w:r>
    </w:p>
    <w:p w:rsidR="001A403D" w:rsidRDefault="001A403D" w:rsidP="001A403D">
      <w:pPr>
        <w:pStyle w:val="libNormal"/>
      </w:pPr>
      <w:r>
        <w:t>2-Those who have chosen not only one but many Shaitans as their guardians instead of Walayat of Allah (Walayat-e-Masumeen asws), they are doing Shirk in Walayat-e-Elahi, they are Qadria &amp; Majoosi people. They are Shaitans because they become partners with Masumeen by using their Qiyas &amp; Zunn and become Wali of people themselves. And they tell lies about Masumeen asws who are Mashiyat &amp; Qudrat of Allah. They interfere with Deen according to their wishes by interchanging Halaal and Haraam, and suppose that they have control over themselves to become superior to Prophets, and take responsibility of public deeds. They are obviously Majoosi of this Ummah, who leave Walayat of Haqq Imams asws and appoint self-made Imams, who does injustice by issuing Fatawa against Masumeen asws, and moreover consider themselves as Rahber and Hadi of Muslims.</w:t>
      </w:r>
    </w:p>
    <w:p w:rsidR="001A403D" w:rsidRDefault="001A403D" w:rsidP="001A403D">
      <w:pPr>
        <w:pStyle w:val="libNormal"/>
      </w:pPr>
      <w:r>
        <w:t>3-As explained above Qadria faith is not right, similarly Jabria faith is not right that man is compelled to do good and bad. Then reward and punishment becomes meaningless. Reality is in between that man gets guidance due to blessing of Allah &amp; guidance of Masumeen asws, for which we should be grateful. While misguidance prevails and surrounds a man due to his own bad deeds, i.e. those who denied Walayat-e-Ali asws willingly in Alam-e-Zarr, they are the Shaqi in this world.</w:t>
      </w:r>
    </w:p>
    <w:p w:rsidR="001A403D" w:rsidRDefault="001A403D" w:rsidP="00385B48">
      <w:pPr>
        <w:pStyle w:val="libAr"/>
      </w:pPr>
      <w:r>
        <w:rPr>
          <w:rFonts w:hint="eastAsia"/>
          <w:rtl/>
        </w:rPr>
        <w:t>يَـٰبَنِىٓ</w:t>
      </w:r>
      <w:r>
        <w:rPr>
          <w:rtl/>
        </w:rPr>
        <w:t xml:space="preserve"> ءَادَمَ خُذُواْ زِينَتَكُمۡ عِندَ كُلِّ مَسۡجِدٍ۬ وَ</w:t>
      </w:r>
      <w:r w:rsidR="001E6BAB" w:rsidRPr="001E6BAB">
        <w:rPr>
          <w:rFonts w:hint="cs"/>
          <w:rtl/>
        </w:rPr>
        <w:t>ک</w:t>
      </w:r>
      <w:r>
        <w:rPr>
          <w:rFonts w:hint="eastAsia"/>
          <w:rtl/>
        </w:rPr>
        <w:t>لُواْ</w:t>
      </w:r>
      <w:r>
        <w:rPr>
          <w:rtl/>
        </w:rPr>
        <w:t xml:space="preserve"> وَ</w:t>
      </w:r>
      <w:r>
        <w:rPr>
          <w:rFonts w:hint="cs"/>
          <w:rtl/>
        </w:rPr>
        <w:t>ٱ</w:t>
      </w:r>
      <w:r>
        <w:rPr>
          <w:rFonts w:hint="eastAsia"/>
          <w:rtl/>
        </w:rPr>
        <w:t>شۡرَبُواْ</w:t>
      </w:r>
      <w:r>
        <w:rPr>
          <w:rtl/>
        </w:rPr>
        <w:t xml:space="preserve"> وَلَا تُسۡرِفُوٓاْ‌ۚ إِنَّهُ </w:t>
      </w:r>
      <w:r>
        <w:rPr>
          <w:rFonts w:hint="cs"/>
          <w:rtl/>
        </w:rPr>
        <w:t>ۥ</w:t>
      </w:r>
      <w:r>
        <w:rPr>
          <w:rtl/>
        </w:rPr>
        <w:t xml:space="preserve"> لَا يُحِبُّ </w:t>
      </w:r>
      <w:r>
        <w:rPr>
          <w:rFonts w:hint="cs"/>
          <w:rtl/>
        </w:rPr>
        <w:t>ٱ</w:t>
      </w:r>
      <w:r>
        <w:rPr>
          <w:rFonts w:hint="eastAsia"/>
          <w:rtl/>
        </w:rPr>
        <w:t>لۡمُسۡرِفِينَ</w:t>
      </w:r>
      <w:r>
        <w:rPr>
          <w:rtl/>
        </w:rPr>
        <w:t xml:space="preserve"> (٣١</w:t>
      </w:r>
      <w:r w:rsidR="009229E3">
        <w:rPr>
          <w:rtl/>
        </w:rPr>
        <w:t>)</w:t>
      </w:r>
    </w:p>
    <w:p w:rsidR="001A403D" w:rsidRDefault="001A403D" w:rsidP="00E36567">
      <w:pPr>
        <w:pStyle w:val="libBoldItalic"/>
      </w:pPr>
      <w:r>
        <w:t>O Children of Adam! Take your adornment at every Masjid, and eat and drink, but be not extravagant (wasteful). Certainly He does not like extravagants. (31)</w:t>
      </w:r>
    </w:p>
    <w:p w:rsidR="001A403D" w:rsidRDefault="001A403D" w:rsidP="00E36567">
      <w:pPr>
        <w:pStyle w:val="libNormal"/>
      </w:pPr>
      <w:r>
        <w:t>1-About the saying of Allah, “Take your adornment at every Masjid” Imam Jafar Sadiq asws said: It means Imams asws. (al-Burhan, v3, p149)</w:t>
      </w:r>
    </w:p>
    <w:p w:rsidR="001A403D" w:rsidRDefault="001A403D" w:rsidP="009229E3">
      <w:pPr>
        <w:pStyle w:val="libCenterBold1"/>
      </w:pPr>
      <w:r>
        <w:t>Lesson:</w:t>
      </w:r>
    </w:p>
    <w:p w:rsidR="001A403D" w:rsidRDefault="001A403D" w:rsidP="001A403D">
      <w:pPr>
        <w:pStyle w:val="libNormal"/>
      </w:pPr>
      <w:r>
        <w:t>1-Rasool Allah sawaw said: Adorn your Majalis by Zikr-e-Ali asws. So adornment means Zikr of Ali asws and Zikr of Imams asws. It means the adornment of all Ibadaat and Majalis is Zikr of Masumeen asws. Therefore any Ibadat which does not contain Zikr of Ali asws, is ugly and unacceptable.</w:t>
      </w:r>
    </w:p>
    <w:p w:rsidR="001A403D" w:rsidRDefault="001A403D" w:rsidP="001A403D">
      <w:pPr>
        <w:pStyle w:val="libNormal"/>
      </w:pPr>
      <w:r>
        <w:lastRenderedPageBreak/>
        <w:t>2-Masjid mean Imam asws. Zeenat (adornment) also means children and Halaal wealth. So it is recommended to request Masumeen asws to bestow sons, well-being, guidance and all other things.</w:t>
      </w:r>
    </w:p>
    <w:p w:rsidR="001A403D" w:rsidRDefault="001A403D" w:rsidP="00385B48">
      <w:pPr>
        <w:pStyle w:val="libAr"/>
      </w:pPr>
      <w:r>
        <w:rPr>
          <w:rFonts w:hint="eastAsia"/>
          <w:rtl/>
        </w:rPr>
        <w:t>إِنَّ</w:t>
      </w:r>
      <w:r>
        <w:rPr>
          <w:rtl/>
        </w:rPr>
        <w:t xml:space="preserve"> </w:t>
      </w:r>
      <w:r>
        <w:rPr>
          <w:rFonts w:hint="cs"/>
          <w:rtl/>
        </w:rPr>
        <w:t>ٱ</w:t>
      </w:r>
      <w:r>
        <w:rPr>
          <w:rFonts w:hint="eastAsia"/>
          <w:rtl/>
        </w:rPr>
        <w:t>لَّذِينَ</w:t>
      </w:r>
      <w:r>
        <w:rPr>
          <w:rtl/>
        </w:rPr>
        <w:t xml:space="preserve"> كَذَّبُواْ بِـَٔايَـٰتِنَا وَ</w:t>
      </w:r>
      <w:r>
        <w:rPr>
          <w:rFonts w:hint="cs"/>
          <w:rtl/>
        </w:rPr>
        <w:t>ٱ</w:t>
      </w:r>
      <w:r>
        <w:rPr>
          <w:rFonts w:hint="eastAsia"/>
          <w:rtl/>
        </w:rPr>
        <w:t>سۡتَكۡبَرُواْ</w:t>
      </w:r>
      <w:r>
        <w:rPr>
          <w:rtl/>
        </w:rPr>
        <w:t xml:space="preserve"> عَنۡ</w:t>
      </w:r>
      <w:r w:rsidR="001E6BAB" w:rsidRPr="001E6BAB">
        <w:rPr>
          <w:rFonts w:hint="cs"/>
          <w:rtl/>
        </w:rPr>
        <w:t>ه</w:t>
      </w:r>
      <w:r w:rsidRPr="00595365">
        <w:rPr>
          <w:rFonts w:hint="cs"/>
          <w:rtl/>
        </w:rPr>
        <w:t>ا لَا تُفَتَّحُ لَهُمۡ أَبۡوَ</w:t>
      </w:r>
      <w:r w:rsidR="005B7B9E" w:rsidRPr="005B7B9E">
        <w:rPr>
          <w:rFonts w:hint="cs"/>
          <w:rtl/>
        </w:rPr>
        <w:t>ا</w:t>
      </w:r>
      <w:r>
        <w:rPr>
          <w:rFonts w:hint="eastAsia"/>
          <w:rtl/>
        </w:rPr>
        <w:t>بُ</w:t>
      </w:r>
      <w:r>
        <w:rPr>
          <w:rtl/>
        </w:rPr>
        <w:t xml:space="preserve"> </w:t>
      </w:r>
      <w:r>
        <w:rPr>
          <w:rFonts w:hint="cs"/>
          <w:rtl/>
        </w:rPr>
        <w:t>ٱ</w:t>
      </w:r>
      <w:r>
        <w:rPr>
          <w:rFonts w:hint="eastAsia"/>
          <w:rtl/>
        </w:rPr>
        <w:t>لسَّمَآءِ</w:t>
      </w:r>
      <w:r>
        <w:rPr>
          <w:rtl/>
        </w:rPr>
        <w:t xml:space="preserve"> وَلَا يَدۡخُلُونَ </w:t>
      </w:r>
      <w:r>
        <w:rPr>
          <w:rFonts w:hint="cs"/>
          <w:rtl/>
        </w:rPr>
        <w:t>ٱ</w:t>
      </w:r>
      <w:r>
        <w:rPr>
          <w:rFonts w:hint="eastAsia"/>
          <w:rtl/>
        </w:rPr>
        <w:t>لۡجَنَّةَ</w:t>
      </w:r>
      <w:r>
        <w:rPr>
          <w:rtl/>
        </w:rPr>
        <w:t xml:space="preserve"> حَتَّىٰ يَلِجَ </w:t>
      </w:r>
      <w:r>
        <w:rPr>
          <w:rFonts w:hint="cs"/>
          <w:rtl/>
        </w:rPr>
        <w:t>ٱ</w:t>
      </w:r>
      <w:r>
        <w:rPr>
          <w:rFonts w:hint="eastAsia"/>
          <w:rtl/>
        </w:rPr>
        <w:t>لۡجَمَلُ</w:t>
      </w:r>
      <w:r>
        <w:rPr>
          <w:rtl/>
        </w:rPr>
        <w:t xml:space="preserve"> فِى سَمِّ </w:t>
      </w:r>
      <w:r>
        <w:rPr>
          <w:rFonts w:hint="cs"/>
          <w:rtl/>
        </w:rPr>
        <w:t>ٱ</w:t>
      </w:r>
      <w:r>
        <w:rPr>
          <w:rFonts w:hint="eastAsia"/>
          <w:rtl/>
        </w:rPr>
        <w:t>لۡخِيَاطِ‌ۚ</w:t>
      </w:r>
      <w:r>
        <w:rPr>
          <w:rtl/>
        </w:rPr>
        <w:t xml:space="preserve"> وَ</w:t>
      </w:r>
      <w:r w:rsidR="001E6BAB" w:rsidRPr="001E6BAB">
        <w:rPr>
          <w:rFonts w:hint="cs"/>
          <w:rtl/>
        </w:rPr>
        <w:t>ک</w:t>
      </w:r>
      <w:r>
        <w:rPr>
          <w:rFonts w:hint="eastAsia"/>
          <w:rtl/>
        </w:rPr>
        <w:t>ذَ</w:t>
      </w:r>
      <w:r w:rsidR="005B7B9E" w:rsidRPr="005B7B9E">
        <w:rPr>
          <w:rFonts w:hint="cs"/>
          <w:rtl/>
        </w:rPr>
        <w:t>ا</w:t>
      </w:r>
      <w:r>
        <w:rPr>
          <w:rFonts w:hint="eastAsia"/>
          <w:rtl/>
        </w:rPr>
        <w:t>لِكَ</w:t>
      </w:r>
      <w:r>
        <w:rPr>
          <w:rtl/>
        </w:rPr>
        <w:t xml:space="preserve"> نَجۡزِى </w:t>
      </w:r>
      <w:r>
        <w:rPr>
          <w:rFonts w:hint="cs"/>
          <w:rtl/>
        </w:rPr>
        <w:t>ٱ</w:t>
      </w:r>
      <w:r>
        <w:rPr>
          <w:rFonts w:hint="eastAsia"/>
          <w:rtl/>
        </w:rPr>
        <w:t>لۡمُجۡرِمِينَ</w:t>
      </w:r>
      <w:r>
        <w:rPr>
          <w:rtl/>
        </w:rPr>
        <w:t xml:space="preserve"> (٤٠</w:t>
      </w:r>
      <w:r w:rsidR="009229E3">
        <w:rPr>
          <w:rtl/>
        </w:rPr>
        <w:t>)</w:t>
      </w:r>
      <w:r>
        <w:rPr>
          <w:rtl/>
        </w:rPr>
        <w:t xml:space="preserve"> لَهُم مِّن جَهَنَّمَ مِهَادٌ۬ وَمِن فَوۡقِهِمۡ غَوَاشٍ۬‌ۚ وَكَذَ</w:t>
      </w:r>
      <w:r w:rsidR="005B7B9E" w:rsidRPr="005B7B9E">
        <w:rPr>
          <w:rFonts w:hint="cs"/>
          <w:rtl/>
        </w:rPr>
        <w:t>ا</w:t>
      </w:r>
      <w:r>
        <w:rPr>
          <w:rFonts w:hint="eastAsia"/>
          <w:rtl/>
        </w:rPr>
        <w:t>لِكَ</w:t>
      </w:r>
      <w:r>
        <w:rPr>
          <w:rtl/>
        </w:rPr>
        <w:t xml:space="preserve"> نَجۡزِى </w:t>
      </w:r>
      <w:r>
        <w:rPr>
          <w:rFonts w:hint="cs"/>
          <w:rtl/>
        </w:rPr>
        <w:t>ٱ</w:t>
      </w:r>
      <w:r>
        <w:rPr>
          <w:rFonts w:hint="eastAsia"/>
          <w:rtl/>
        </w:rPr>
        <w:t>لظَّـٰلِمِينَ</w:t>
      </w:r>
      <w:r>
        <w:rPr>
          <w:rtl/>
        </w:rPr>
        <w:t xml:space="preserve"> (٤١</w:t>
      </w:r>
      <w:r w:rsidR="009229E3">
        <w:rPr>
          <w:rtl/>
        </w:rPr>
        <w:t>)</w:t>
      </w:r>
      <w:r>
        <w:rPr>
          <w:rtl/>
        </w:rPr>
        <w:t xml:space="preserve"> وَ</w:t>
      </w:r>
      <w:r>
        <w:rPr>
          <w:rFonts w:hint="cs"/>
          <w:rtl/>
        </w:rPr>
        <w:t>ٱ</w:t>
      </w:r>
      <w:r>
        <w:rPr>
          <w:rFonts w:hint="eastAsia"/>
          <w:rtl/>
        </w:rPr>
        <w:t>لَّذِينَ</w:t>
      </w:r>
      <w:r>
        <w:rPr>
          <w:rtl/>
        </w:rPr>
        <w:t xml:space="preserve"> ءَامَنُواْ وَعَمِلُواْ </w:t>
      </w:r>
      <w:r>
        <w:rPr>
          <w:rFonts w:hint="cs"/>
          <w:rtl/>
        </w:rPr>
        <w:t>ٱ</w:t>
      </w:r>
      <w:r>
        <w:rPr>
          <w:rFonts w:hint="eastAsia"/>
          <w:rtl/>
        </w:rPr>
        <w:t>لصَّـٰلِحَـٰتِ</w:t>
      </w:r>
      <w:r>
        <w:rPr>
          <w:rtl/>
        </w:rPr>
        <w:t xml:space="preserve"> لَا نُكَلِّفُ نَفۡسًا إِلَّا وُسۡعَهَآ أُوْلَـٰٓ</w:t>
      </w:r>
      <w:r>
        <w:rPr>
          <w:rFonts w:hint="cs"/>
          <w:rtl/>
        </w:rPr>
        <w:t>ٮِٕ</w:t>
      </w:r>
      <w:r>
        <w:rPr>
          <w:rFonts w:hint="eastAsia"/>
          <w:rtl/>
        </w:rPr>
        <w:t>كَ</w:t>
      </w:r>
      <w:r>
        <w:rPr>
          <w:rtl/>
        </w:rPr>
        <w:t xml:space="preserve"> أَصۡحَـٰبُ </w:t>
      </w:r>
      <w:r>
        <w:rPr>
          <w:rFonts w:hint="cs"/>
          <w:rtl/>
        </w:rPr>
        <w:t>ٱ</w:t>
      </w:r>
      <w:r>
        <w:rPr>
          <w:rFonts w:hint="eastAsia"/>
          <w:rtl/>
        </w:rPr>
        <w:t>لۡجَنَّةِ‌ۖ</w:t>
      </w:r>
      <w:r>
        <w:rPr>
          <w:rtl/>
        </w:rPr>
        <w:t xml:space="preserve"> هُمۡ فِي</w:t>
      </w:r>
      <w:r w:rsidR="001E6BAB" w:rsidRPr="001E6BAB">
        <w:rPr>
          <w:rFonts w:hint="cs"/>
          <w:rtl/>
        </w:rPr>
        <w:t>ه</w:t>
      </w:r>
      <w:r w:rsidRPr="00595365">
        <w:rPr>
          <w:rFonts w:hint="cs"/>
          <w:rtl/>
        </w:rPr>
        <w:t>ا خَـٰلِدُونَ (٤٢</w:t>
      </w:r>
      <w:r w:rsidR="009229E3">
        <w:rPr>
          <w:rFonts w:hint="cs"/>
          <w:rtl/>
        </w:rPr>
        <w:t>)</w:t>
      </w:r>
      <w:r w:rsidRPr="00595365">
        <w:rPr>
          <w:rFonts w:hint="cs"/>
          <w:rtl/>
        </w:rPr>
        <w:t xml:space="preserve"> وَنَزَعۡنَا مَا فِى صُدُورِ</w:t>
      </w:r>
      <w:r>
        <w:rPr>
          <w:rFonts w:hint="eastAsia"/>
          <w:rtl/>
        </w:rPr>
        <w:t>هِم</w:t>
      </w:r>
      <w:r>
        <w:rPr>
          <w:rtl/>
        </w:rPr>
        <w:t xml:space="preserve"> مِّنۡ غِلٍّ۬ تَجۡرِى مِن تَحۡتِ</w:t>
      </w:r>
      <w:r w:rsidR="001E6BAB" w:rsidRPr="001E6BAB">
        <w:rPr>
          <w:rFonts w:hint="cs"/>
          <w:rtl/>
        </w:rPr>
        <w:t>ه</w:t>
      </w:r>
      <w:r w:rsidRPr="00595365">
        <w:rPr>
          <w:rFonts w:hint="cs"/>
          <w:rtl/>
        </w:rPr>
        <w:t xml:space="preserve">مُ </w:t>
      </w:r>
      <w:r>
        <w:rPr>
          <w:rFonts w:hint="cs"/>
          <w:rtl/>
        </w:rPr>
        <w:t>ٱ</w:t>
      </w:r>
      <w:r>
        <w:rPr>
          <w:rFonts w:hint="eastAsia"/>
          <w:rtl/>
        </w:rPr>
        <w:t>لۡأَنۡ</w:t>
      </w:r>
      <w:r w:rsidR="001E6BAB" w:rsidRPr="001E6BAB">
        <w:rPr>
          <w:rFonts w:hint="cs"/>
          <w:rtl/>
        </w:rPr>
        <w:t>ه</w:t>
      </w:r>
      <w:r w:rsidRPr="00595365">
        <w:rPr>
          <w:rFonts w:hint="cs"/>
          <w:rtl/>
        </w:rPr>
        <w:t>ـٰرُ‌ۖ</w:t>
      </w:r>
      <w:r>
        <w:rPr>
          <w:rtl/>
        </w:rPr>
        <w:t xml:space="preserve"> وَقَالُواْ </w:t>
      </w:r>
      <w:r>
        <w:rPr>
          <w:rFonts w:hint="cs"/>
          <w:rtl/>
        </w:rPr>
        <w:t>ٱ</w:t>
      </w:r>
      <w:r>
        <w:rPr>
          <w:rFonts w:hint="eastAsia"/>
          <w:rtl/>
        </w:rPr>
        <w:t>لۡحَمۡدُ</w:t>
      </w:r>
      <w:r>
        <w:rPr>
          <w:rtl/>
        </w:rPr>
        <w:t xml:space="preserve"> لِلَّهِ </w:t>
      </w:r>
      <w:r>
        <w:rPr>
          <w:rFonts w:hint="cs"/>
          <w:rtl/>
        </w:rPr>
        <w:t>ٱ</w:t>
      </w:r>
      <w:r>
        <w:rPr>
          <w:rFonts w:hint="eastAsia"/>
          <w:rtl/>
        </w:rPr>
        <w:t>لَّذِى</w:t>
      </w:r>
      <w:r>
        <w:rPr>
          <w:rtl/>
        </w:rPr>
        <w:t xml:space="preserve"> هَدَ</w:t>
      </w:r>
      <w:r>
        <w:rPr>
          <w:rFonts w:hint="cs"/>
          <w:rtl/>
        </w:rPr>
        <w:t>ٮٰ</w:t>
      </w:r>
      <w:r>
        <w:rPr>
          <w:rFonts w:hint="eastAsia"/>
          <w:rtl/>
        </w:rPr>
        <w:t>نَا</w:t>
      </w:r>
      <w:r>
        <w:rPr>
          <w:rtl/>
        </w:rPr>
        <w:t xml:space="preserve"> لِهَـٰذَا وَمَا كُنَّا لِنَ</w:t>
      </w:r>
      <w:r w:rsidR="001E6BAB" w:rsidRPr="001E6BAB">
        <w:rPr>
          <w:rFonts w:hint="cs"/>
          <w:rtl/>
        </w:rPr>
        <w:t>ه</w:t>
      </w:r>
      <w:r w:rsidRPr="00595365">
        <w:rPr>
          <w:rFonts w:hint="cs"/>
          <w:rtl/>
        </w:rPr>
        <w:t>ۡتَدِىَ لَوۡلَآ أَنۡ هَدَ</w:t>
      </w:r>
      <w:r>
        <w:rPr>
          <w:rFonts w:hint="cs"/>
          <w:rtl/>
        </w:rPr>
        <w:t>ٮٰ</w:t>
      </w:r>
      <w:r>
        <w:rPr>
          <w:rFonts w:hint="eastAsia"/>
          <w:rtl/>
        </w:rPr>
        <w:t>نَا</w:t>
      </w:r>
      <w:r>
        <w:rPr>
          <w:rtl/>
        </w:rPr>
        <w:t xml:space="preserve"> </w:t>
      </w:r>
      <w:r>
        <w:rPr>
          <w:rFonts w:hint="cs"/>
          <w:rtl/>
        </w:rPr>
        <w:t>ٱ</w:t>
      </w:r>
      <w:r>
        <w:rPr>
          <w:rFonts w:hint="eastAsia"/>
          <w:rtl/>
        </w:rPr>
        <w:t>للَّهُ‌ۖ</w:t>
      </w:r>
      <w:r>
        <w:rPr>
          <w:rtl/>
        </w:rPr>
        <w:t xml:space="preserve"> لَقَدۡ جَآءَتۡ رُسُلُ رَبِّنَا بِ</w:t>
      </w:r>
      <w:r>
        <w:rPr>
          <w:rFonts w:hint="cs"/>
          <w:rtl/>
        </w:rPr>
        <w:t>ٱ</w:t>
      </w:r>
      <w:r>
        <w:rPr>
          <w:rFonts w:hint="eastAsia"/>
          <w:rtl/>
        </w:rPr>
        <w:t>لۡحَقِّ‌ۖ</w:t>
      </w:r>
      <w:r>
        <w:rPr>
          <w:rtl/>
        </w:rPr>
        <w:t xml:space="preserve"> وَنُودُوٓاْ أَن تِلۡكُمُ </w:t>
      </w:r>
      <w:r>
        <w:rPr>
          <w:rFonts w:hint="cs"/>
          <w:rtl/>
        </w:rPr>
        <w:t>ٱ</w:t>
      </w:r>
      <w:r>
        <w:rPr>
          <w:rFonts w:hint="eastAsia"/>
          <w:rtl/>
        </w:rPr>
        <w:t>لۡجَنَّةُ</w:t>
      </w:r>
      <w:r>
        <w:rPr>
          <w:rtl/>
        </w:rPr>
        <w:t xml:space="preserve"> أُ</w:t>
      </w:r>
      <w:r>
        <w:rPr>
          <w:rFonts w:hint="eastAsia"/>
          <w:rtl/>
        </w:rPr>
        <w:t>ورِثۡتُمُوهَا</w:t>
      </w:r>
      <w:r>
        <w:rPr>
          <w:rtl/>
        </w:rPr>
        <w:t xml:space="preserve"> بِمَا كُنتُمۡ تَعۡمَلُونَ (٤٣</w:t>
      </w:r>
      <w:r w:rsidR="009229E3">
        <w:rPr>
          <w:rtl/>
        </w:rPr>
        <w:t>)</w:t>
      </w:r>
    </w:p>
    <w:p w:rsidR="001A403D" w:rsidRDefault="001A403D" w:rsidP="00E36567">
      <w:pPr>
        <w:pStyle w:val="libBoldItalic"/>
      </w:pPr>
      <w:r>
        <w:t>Indeed, those who belie Our Ayaat and are arrogant toward them, for them the gates of heavens will not be opened, nor will they enter Paradise until a camel enters the eye of a needle, and thus We recompense the criminals. (40) For them will be a bed of Hell, and over them coverings (of Fire), and thus We recompense the wrong-doers. (41) And those who believe and do good works - We charge not any soul except its capacity - those are the companions of Paradise, they will abide therein eternally. (42) And We remove whatever malice may be in their hearts, rivers flow beneath them, and they say: The praise to Allah, Who has guided us to this, and surely we could not have been guided if Allah had not guided us. Verily the Messengers of our Rabb came with Haqq (Truth). And they will be called: This Paradise which you inherited is because of what you used to do. (43)</w:t>
      </w:r>
    </w:p>
    <w:p w:rsidR="001A403D" w:rsidRDefault="001A403D" w:rsidP="00E36567">
      <w:pPr>
        <w:pStyle w:val="libNormal"/>
      </w:pPr>
      <w:r>
        <w:t>1-About the saying of Allah, “Every praise to Allah, Who has guided us to this, and surely we could not have been guided if Allah had not guided us” Imam Jafar Sadiq asws said: When it will be the day of Qiyamah then Nabi Akram sawaw and Amirul Momineen asws and Imams asws who are from their progeny will be called, and they will be seated in front of the people. When their Shias will see them, then they will say, “Every praise to Allah, Who has guided us to this, and surely we could not have been guided if Allah had not guided us” meaning that Allah guided us to the Walayat of Amirul Momineen asws and Imams asws who are from his progeny. (al-Burhan, v3, p163)</w:t>
      </w:r>
    </w:p>
    <w:p w:rsidR="001A403D" w:rsidRDefault="001A403D" w:rsidP="009229E3">
      <w:pPr>
        <w:pStyle w:val="libCenterBold1"/>
      </w:pPr>
      <w:r>
        <w:t>Lesson:</w:t>
      </w:r>
    </w:p>
    <w:p w:rsidR="001A403D" w:rsidRDefault="001A403D" w:rsidP="001A403D">
      <w:pPr>
        <w:pStyle w:val="libNormal"/>
      </w:pPr>
      <w:r>
        <w:t>1-According to Ahadees, who belie Ayaat of Allah and are arrogant towards them, are those people who oppose Walayat-e-Ali asws. It means that who issue Fatawa against Ayatul-Kubra &amp; Ayatul-Uzma of Allah, and then being arrogant and transgressor declare themselves Ayatollah, for them the gates of heavens never open, even if they repent and ask forgiveness weepingly in congregation every Thursday. Salvation is only possible if they leave opposition of Walayat-e-Ali asws and Azadari of Imam-e-Mazloom asws.</w:t>
      </w:r>
    </w:p>
    <w:p w:rsidR="001A403D" w:rsidRDefault="001A403D" w:rsidP="001A403D">
      <w:pPr>
        <w:pStyle w:val="libNormal"/>
      </w:pPr>
      <w:r>
        <w:lastRenderedPageBreak/>
        <w:t>2-Walayat-e-Ali asws is not a difficult task because Allah charges a person only according to his capacity. Only one has to leave the beliefs of Shak, Zunn, and Rijs; and to adopt Deen-e-Walayat of Taqwa and Yaqeen.</w:t>
      </w:r>
    </w:p>
    <w:p w:rsidR="00595365" w:rsidRDefault="001A403D" w:rsidP="001A403D">
      <w:pPr>
        <w:pStyle w:val="libNormal"/>
      </w:pPr>
      <w:r>
        <w:t>3-On the day of Qiyamah when Shias will see Masumeen asws, they will spontaneously praise &amp; glorify Allah, Who bestowed them the Ne’mat of Walayat. Shian-e-Ali asws are not proud about their Ibadaat. The minimum reward of Walayat-e-Ali asws is inheritance of Paradise, which is the result of deeds performed on the basis on Walayat-e-Ali asws.</w:t>
      </w:r>
    </w:p>
    <w:p w:rsidR="00595365" w:rsidRDefault="001A403D" w:rsidP="00385B48">
      <w:pPr>
        <w:pStyle w:val="libAr"/>
      </w:pPr>
      <w:r>
        <w:rPr>
          <w:rFonts w:hint="eastAsia"/>
          <w:rtl/>
        </w:rPr>
        <w:t>وَنَادَىٰٓ</w:t>
      </w:r>
      <w:r>
        <w:rPr>
          <w:rtl/>
        </w:rPr>
        <w:t xml:space="preserve"> أَصۡحَـٰبُ </w:t>
      </w:r>
      <w:r>
        <w:rPr>
          <w:rFonts w:hint="cs"/>
          <w:rtl/>
        </w:rPr>
        <w:t>ٱ</w:t>
      </w:r>
      <w:r>
        <w:rPr>
          <w:rFonts w:hint="eastAsia"/>
          <w:rtl/>
        </w:rPr>
        <w:t>لۡجَنَّةِ</w:t>
      </w:r>
      <w:r>
        <w:rPr>
          <w:rtl/>
        </w:rPr>
        <w:t xml:space="preserve"> أَصۡحَـٰبَ </w:t>
      </w:r>
      <w:r>
        <w:rPr>
          <w:rFonts w:hint="cs"/>
          <w:rtl/>
        </w:rPr>
        <w:t>ٱ</w:t>
      </w:r>
      <w:r>
        <w:rPr>
          <w:rFonts w:hint="eastAsia"/>
          <w:rtl/>
        </w:rPr>
        <w:t>لنَّارِ</w:t>
      </w:r>
      <w:r>
        <w:rPr>
          <w:rtl/>
        </w:rPr>
        <w:t xml:space="preserve"> أَن قَدۡ وَجَدۡنَا مَا وَعَدَنَا رَبُّنَا حَقًّ۬ا فَهَلۡ وَجَدتُّم مَّا وَعَدَ رَبُّكُمۡ حَقًّ۬ا‌ۖ قَالُواْ نَعَمۡ‌ۚ فَأَذَّنَ مُؤَذِّنُۢ بَيۡنَ</w:t>
      </w:r>
      <w:r w:rsidR="001E6BAB" w:rsidRPr="001E6BAB">
        <w:rPr>
          <w:rFonts w:hint="cs"/>
          <w:rtl/>
        </w:rPr>
        <w:t>ه</w:t>
      </w:r>
      <w:r w:rsidRPr="00595365">
        <w:rPr>
          <w:rFonts w:hint="cs"/>
          <w:rtl/>
        </w:rPr>
        <w:t xml:space="preserve">مۡ أَن لَّعۡنَةُ </w:t>
      </w:r>
      <w:r>
        <w:rPr>
          <w:rFonts w:hint="cs"/>
          <w:rtl/>
        </w:rPr>
        <w:t>ٱ</w:t>
      </w:r>
      <w:r>
        <w:rPr>
          <w:rFonts w:hint="eastAsia"/>
          <w:rtl/>
        </w:rPr>
        <w:t>للَّهِ</w:t>
      </w:r>
      <w:r>
        <w:rPr>
          <w:rtl/>
        </w:rPr>
        <w:t xml:space="preserve"> عَلَى </w:t>
      </w:r>
      <w:r>
        <w:rPr>
          <w:rFonts w:hint="cs"/>
          <w:rtl/>
        </w:rPr>
        <w:t>ٱ</w:t>
      </w:r>
      <w:r>
        <w:rPr>
          <w:rFonts w:hint="eastAsia"/>
          <w:rtl/>
        </w:rPr>
        <w:t>لظَّـٰلِمِينَ</w:t>
      </w:r>
      <w:r>
        <w:rPr>
          <w:rtl/>
        </w:rPr>
        <w:t xml:space="preserve"> (٤٤</w:t>
      </w:r>
      <w:r w:rsidR="009229E3">
        <w:rPr>
          <w:rtl/>
        </w:rPr>
        <w:t>)</w:t>
      </w:r>
      <w:r>
        <w:rPr>
          <w:rtl/>
        </w:rPr>
        <w:t xml:space="preserve"> </w:t>
      </w:r>
      <w:r>
        <w:rPr>
          <w:rFonts w:hint="cs"/>
          <w:rtl/>
        </w:rPr>
        <w:t>ٱ</w:t>
      </w:r>
      <w:r>
        <w:rPr>
          <w:rFonts w:hint="eastAsia"/>
          <w:rtl/>
        </w:rPr>
        <w:t>لَّذِينَ</w:t>
      </w:r>
      <w:r>
        <w:rPr>
          <w:rtl/>
        </w:rPr>
        <w:t xml:space="preserve"> يَصُدُّونَ عَن سَبِيلِ </w:t>
      </w:r>
      <w:r>
        <w:rPr>
          <w:rFonts w:hint="cs"/>
          <w:rtl/>
        </w:rPr>
        <w:t>ٱ</w:t>
      </w:r>
      <w:r>
        <w:rPr>
          <w:rFonts w:hint="eastAsia"/>
          <w:rtl/>
        </w:rPr>
        <w:t>للَّهِ</w:t>
      </w:r>
      <w:r>
        <w:rPr>
          <w:rtl/>
        </w:rPr>
        <w:t xml:space="preserve"> وَيَبۡغُونَ</w:t>
      </w:r>
      <w:r w:rsidR="001E6BAB" w:rsidRPr="001E6BAB">
        <w:rPr>
          <w:rFonts w:hint="cs"/>
          <w:rtl/>
        </w:rPr>
        <w:t>ه</w:t>
      </w:r>
      <w:r w:rsidRPr="00595365">
        <w:rPr>
          <w:rFonts w:hint="cs"/>
          <w:rtl/>
        </w:rPr>
        <w:t>ا عِ</w:t>
      </w:r>
      <w:r>
        <w:rPr>
          <w:rtl/>
        </w:rPr>
        <w:t>وَجً۬ا وَهُم بِ</w:t>
      </w:r>
      <w:r>
        <w:rPr>
          <w:rFonts w:hint="cs"/>
          <w:rtl/>
        </w:rPr>
        <w:t>ٱ</w:t>
      </w:r>
      <w:r>
        <w:rPr>
          <w:rFonts w:hint="eastAsia"/>
          <w:rtl/>
        </w:rPr>
        <w:t>لۡأَخِرَةِ</w:t>
      </w:r>
      <w:r>
        <w:rPr>
          <w:rtl/>
        </w:rPr>
        <w:t xml:space="preserve"> كَـٰفِرُونَ (٤٥</w:t>
      </w:r>
      <w:r w:rsidR="009229E3">
        <w:rPr>
          <w:rtl/>
        </w:rPr>
        <w:t>)</w:t>
      </w:r>
    </w:p>
    <w:p w:rsidR="001A403D" w:rsidRDefault="001A403D" w:rsidP="00E36567">
      <w:pPr>
        <w:pStyle w:val="libBoldItalic"/>
      </w:pPr>
      <w:r>
        <w:t>And the companions of the Paradise will call out to the companions of the Fire: Certainly we have found what our Rabb promised us to be True, have you found what your Rabb promised to be True? They will say: Yes. Then an announcer will announce in between them: The curse of Allah is on evil-doers, (44) Who prevent (people) from Sabeel (path) of Allah and sought to make it (seem) crooked (deviated), and they are disbelievers in the Hereafter. (45)</w:t>
      </w:r>
    </w:p>
    <w:p w:rsidR="001A403D" w:rsidRDefault="001A403D" w:rsidP="00E36567">
      <w:pPr>
        <w:pStyle w:val="libNormal"/>
      </w:pPr>
      <w:r>
        <w:t>1-While returning from battle of Neharwan, Maola Ali asws delivered a sermon: I am the Announcer (Mo’azzin) in the world and Hereafter, Allah Azza wa Jalla says, “Then a Mo’azzin will announce in between them: The curse of Allah is on Zalimeen” I am that Mo’azzin. And Allah says, “And it is Azaan from Allah and His Rasool” and that Azaan is me. (al-Burhan, v3, p164)</w:t>
      </w:r>
    </w:p>
    <w:p w:rsidR="001A403D" w:rsidRDefault="001A403D" w:rsidP="00E36567">
      <w:pPr>
        <w:pStyle w:val="libNormal"/>
      </w:pPr>
      <w:r>
        <w:t>2-Ibne Abbas narrated: There are many names of Ali asws in the Book of Allah, which people do not know. Saying of Allah, “Then a Mo’azzin will announce in between them” so that Mo’azzin is Ali asws, who will say in between them, “Beware, Curse of Allah on them who belied my Walayat, and considered my right trivial.” (al-Burhan, v3, p165)</w:t>
      </w:r>
    </w:p>
    <w:p w:rsidR="001A403D" w:rsidRDefault="001A403D" w:rsidP="009229E3">
      <w:pPr>
        <w:pStyle w:val="libCenterBold1"/>
      </w:pPr>
      <w:r>
        <w:t>Lesson:</w:t>
      </w:r>
    </w:p>
    <w:p w:rsidR="001A403D" w:rsidRDefault="001A403D" w:rsidP="001A403D">
      <w:pPr>
        <w:pStyle w:val="libNormal"/>
      </w:pPr>
      <w:r>
        <w:t>1-The Azaan of Momineen is Ali asws, Mo’azzin is also Ali asws, every deed is Ali Ali asws. After announcing Walalyat in Azaan, then who prevents people from Sabeel (Walayat-e-Ali asws), considering it lighter than Namaz, that Zalim is denier of Hereafter, who will be cursed by Maola Ali asws himself even after going to Hell.</w:t>
      </w:r>
    </w:p>
    <w:p w:rsidR="001A403D" w:rsidRDefault="001A403D" w:rsidP="00385B48">
      <w:pPr>
        <w:pStyle w:val="libAr"/>
      </w:pPr>
      <w:r>
        <w:rPr>
          <w:rFonts w:hint="eastAsia"/>
          <w:rtl/>
        </w:rPr>
        <w:t>وَبَيۡنَ</w:t>
      </w:r>
      <w:r w:rsidR="001E6BAB" w:rsidRPr="001E6BAB">
        <w:rPr>
          <w:rFonts w:hint="cs"/>
          <w:rtl/>
        </w:rPr>
        <w:t>ه</w:t>
      </w:r>
      <w:r w:rsidRPr="00595365">
        <w:rPr>
          <w:rFonts w:hint="cs"/>
          <w:rtl/>
        </w:rPr>
        <w:t>مَا</w:t>
      </w:r>
      <w:r>
        <w:rPr>
          <w:rtl/>
        </w:rPr>
        <w:t xml:space="preserve"> حِجَابٌ۬‌ۚ وَعَلَى </w:t>
      </w:r>
      <w:r>
        <w:rPr>
          <w:rFonts w:hint="cs"/>
          <w:rtl/>
        </w:rPr>
        <w:t>ٱ</w:t>
      </w:r>
      <w:r>
        <w:rPr>
          <w:rFonts w:hint="eastAsia"/>
          <w:rtl/>
        </w:rPr>
        <w:t>لۡأَعۡرَافِ</w:t>
      </w:r>
      <w:r>
        <w:rPr>
          <w:rtl/>
        </w:rPr>
        <w:t xml:space="preserve"> رِجَالٌ۬ يَعۡرِفُونَ كُلاَّۢ بِسِيمَ</w:t>
      </w:r>
      <w:r>
        <w:rPr>
          <w:rFonts w:hint="cs"/>
          <w:rtl/>
        </w:rPr>
        <w:t>ٮٰ</w:t>
      </w:r>
      <w:r>
        <w:rPr>
          <w:rFonts w:hint="eastAsia"/>
          <w:rtl/>
        </w:rPr>
        <w:t>هُمۡ‌ۚ</w:t>
      </w:r>
      <w:r>
        <w:rPr>
          <w:rtl/>
        </w:rPr>
        <w:t xml:space="preserve"> وَنَادَوۡاْ أَصۡحَـٰبَ </w:t>
      </w:r>
      <w:r>
        <w:rPr>
          <w:rFonts w:hint="cs"/>
          <w:rtl/>
        </w:rPr>
        <w:t>ٱ</w:t>
      </w:r>
      <w:r>
        <w:rPr>
          <w:rFonts w:hint="eastAsia"/>
          <w:rtl/>
        </w:rPr>
        <w:t>لۡجَنَّةِ</w:t>
      </w:r>
      <w:r>
        <w:rPr>
          <w:rtl/>
        </w:rPr>
        <w:t xml:space="preserve"> أَن سَلَـٰمٌ عَلَيۡكُمۡ‌ۚ لَمۡ يَدۡخُلُوهَا وَهُمۡ يَطۡمَعُونَ (٤٦</w:t>
      </w:r>
      <w:r w:rsidR="009229E3">
        <w:rPr>
          <w:rtl/>
        </w:rPr>
        <w:t>)</w:t>
      </w:r>
      <w:r>
        <w:rPr>
          <w:rtl/>
        </w:rPr>
        <w:t xml:space="preserve"> ۞ وَإِذَا صُرِفَتۡ أَبۡصَـٰرُهُمۡ تِلۡقَآءَ أَصۡحَـٰبِ </w:t>
      </w:r>
      <w:r>
        <w:rPr>
          <w:rFonts w:hint="cs"/>
          <w:rtl/>
        </w:rPr>
        <w:t>ٱ</w:t>
      </w:r>
      <w:r>
        <w:rPr>
          <w:rFonts w:hint="eastAsia"/>
          <w:rtl/>
        </w:rPr>
        <w:t>لنَّارِ</w:t>
      </w:r>
      <w:r>
        <w:rPr>
          <w:rtl/>
        </w:rPr>
        <w:t xml:space="preserve"> قَالُواْ رَبَّنَا لَا تَجۡعَلۡنَا مَعَ </w:t>
      </w:r>
      <w:r>
        <w:rPr>
          <w:rFonts w:hint="cs"/>
          <w:rtl/>
        </w:rPr>
        <w:t>ٱ</w:t>
      </w:r>
      <w:r>
        <w:rPr>
          <w:rFonts w:hint="eastAsia"/>
          <w:rtl/>
        </w:rPr>
        <w:t>لۡقَوۡمِ</w:t>
      </w:r>
      <w:r>
        <w:rPr>
          <w:rtl/>
        </w:rPr>
        <w:t xml:space="preserve"> </w:t>
      </w:r>
      <w:r>
        <w:rPr>
          <w:rFonts w:hint="cs"/>
          <w:rtl/>
        </w:rPr>
        <w:t>ٱ</w:t>
      </w:r>
      <w:r>
        <w:rPr>
          <w:rFonts w:hint="eastAsia"/>
          <w:rtl/>
        </w:rPr>
        <w:t>لظَّـٰلِمِينَ</w:t>
      </w:r>
      <w:r>
        <w:rPr>
          <w:rtl/>
        </w:rPr>
        <w:t xml:space="preserve"> (٤٧</w:t>
      </w:r>
      <w:r w:rsidR="009229E3">
        <w:rPr>
          <w:rtl/>
        </w:rPr>
        <w:t>)</w:t>
      </w:r>
      <w:r>
        <w:rPr>
          <w:rtl/>
        </w:rPr>
        <w:t xml:space="preserve"> وَنَادَىٰٓ أَصۡحَـٰبُ </w:t>
      </w:r>
      <w:r>
        <w:rPr>
          <w:rFonts w:hint="cs"/>
          <w:rtl/>
        </w:rPr>
        <w:t>ٱ</w:t>
      </w:r>
      <w:r>
        <w:rPr>
          <w:rFonts w:hint="eastAsia"/>
          <w:rtl/>
        </w:rPr>
        <w:t>لۡأَعۡرَافِ</w:t>
      </w:r>
      <w:r>
        <w:rPr>
          <w:rtl/>
        </w:rPr>
        <w:t xml:space="preserve"> رِجَالاً۬ يَعۡرِفُونَ</w:t>
      </w:r>
      <w:r w:rsidR="001E6BAB" w:rsidRPr="001E6BAB">
        <w:rPr>
          <w:rFonts w:hint="cs"/>
          <w:rtl/>
        </w:rPr>
        <w:t>ه</w:t>
      </w:r>
      <w:r w:rsidRPr="00595365">
        <w:rPr>
          <w:rFonts w:hint="cs"/>
          <w:rtl/>
        </w:rPr>
        <w:t>م بِسِيمَ</w:t>
      </w:r>
      <w:r>
        <w:rPr>
          <w:rFonts w:hint="cs"/>
          <w:rtl/>
        </w:rPr>
        <w:t>ٮٰ</w:t>
      </w:r>
      <w:r>
        <w:rPr>
          <w:rFonts w:hint="eastAsia"/>
          <w:rtl/>
        </w:rPr>
        <w:t>هُمۡ</w:t>
      </w:r>
      <w:r>
        <w:rPr>
          <w:rtl/>
        </w:rPr>
        <w:t xml:space="preserve"> قَالُواْ مَآ أَغۡنَىٰ عَنكُمۡ جَمۡعُكُمۡ وَمَا كُنتُمۡ تَسۡتَكۡبِرُونَ (٤٨</w:t>
      </w:r>
      <w:r w:rsidR="009229E3">
        <w:rPr>
          <w:rtl/>
        </w:rPr>
        <w:t>)</w:t>
      </w:r>
      <w:r>
        <w:rPr>
          <w:rtl/>
        </w:rPr>
        <w:t xml:space="preserve"> أَهَـٰٓؤُلَآءِ </w:t>
      </w:r>
      <w:r>
        <w:rPr>
          <w:rFonts w:hint="cs"/>
          <w:rtl/>
        </w:rPr>
        <w:t>ٱ</w:t>
      </w:r>
      <w:r>
        <w:rPr>
          <w:rFonts w:hint="eastAsia"/>
          <w:rtl/>
        </w:rPr>
        <w:t>لَّذِينَ</w:t>
      </w:r>
      <w:r>
        <w:rPr>
          <w:rtl/>
        </w:rPr>
        <w:t xml:space="preserve"> أَقۡسَمۡ</w:t>
      </w:r>
      <w:r>
        <w:rPr>
          <w:rFonts w:hint="eastAsia"/>
          <w:rtl/>
        </w:rPr>
        <w:t>تُمۡ</w:t>
      </w:r>
      <w:r>
        <w:rPr>
          <w:rtl/>
        </w:rPr>
        <w:t xml:space="preserve"> لَا يَنَالُهُمُ </w:t>
      </w:r>
      <w:r>
        <w:rPr>
          <w:rFonts w:hint="cs"/>
          <w:rtl/>
        </w:rPr>
        <w:t>ٱ</w:t>
      </w:r>
      <w:r>
        <w:rPr>
          <w:rFonts w:hint="eastAsia"/>
          <w:rtl/>
        </w:rPr>
        <w:t>للَّهُ</w:t>
      </w:r>
      <w:r>
        <w:rPr>
          <w:rtl/>
        </w:rPr>
        <w:t xml:space="preserve"> بِرَحۡمَةٍ‌ۚ </w:t>
      </w:r>
      <w:r>
        <w:rPr>
          <w:rFonts w:hint="cs"/>
          <w:rtl/>
        </w:rPr>
        <w:t>ٱ</w:t>
      </w:r>
      <w:r>
        <w:rPr>
          <w:rFonts w:hint="eastAsia"/>
          <w:rtl/>
        </w:rPr>
        <w:t>دۡخُلُواْ</w:t>
      </w:r>
      <w:r>
        <w:rPr>
          <w:rtl/>
        </w:rPr>
        <w:t xml:space="preserve"> </w:t>
      </w:r>
      <w:r>
        <w:rPr>
          <w:rFonts w:hint="cs"/>
          <w:rtl/>
        </w:rPr>
        <w:t>ٱ</w:t>
      </w:r>
      <w:r>
        <w:rPr>
          <w:rFonts w:hint="eastAsia"/>
          <w:rtl/>
        </w:rPr>
        <w:t>لۡجَنَّةَ</w:t>
      </w:r>
      <w:r>
        <w:rPr>
          <w:rtl/>
        </w:rPr>
        <w:t xml:space="preserve"> لَا خَوۡفٌ عَلَيۡكُمۡ وَلَآ أَنتُمۡ تَحۡزَنُونَ (٤٩</w:t>
      </w:r>
      <w:r w:rsidR="009229E3">
        <w:rPr>
          <w:rtl/>
        </w:rPr>
        <w:t>)</w:t>
      </w:r>
      <w:r>
        <w:rPr>
          <w:rtl/>
        </w:rPr>
        <w:t xml:space="preserve"> وَنَادَىٰٓ أَصۡحَـٰبُ </w:t>
      </w:r>
      <w:r>
        <w:rPr>
          <w:rFonts w:hint="cs"/>
          <w:rtl/>
        </w:rPr>
        <w:t>ٱ</w:t>
      </w:r>
      <w:r>
        <w:rPr>
          <w:rFonts w:hint="eastAsia"/>
          <w:rtl/>
        </w:rPr>
        <w:t>لنَّارِ</w:t>
      </w:r>
      <w:r>
        <w:rPr>
          <w:rtl/>
        </w:rPr>
        <w:t xml:space="preserve"> </w:t>
      </w:r>
      <w:r>
        <w:rPr>
          <w:rtl/>
        </w:rPr>
        <w:lastRenderedPageBreak/>
        <w:t xml:space="preserve">أَصۡحَـٰبَ </w:t>
      </w:r>
      <w:r>
        <w:rPr>
          <w:rFonts w:hint="cs"/>
          <w:rtl/>
        </w:rPr>
        <w:t>ٱ</w:t>
      </w:r>
      <w:r>
        <w:rPr>
          <w:rFonts w:hint="eastAsia"/>
          <w:rtl/>
        </w:rPr>
        <w:t>لۡجَنَّةِ</w:t>
      </w:r>
      <w:r>
        <w:rPr>
          <w:rtl/>
        </w:rPr>
        <w:t xml:space="preserve"> أَنۡ أَفِيضُواْ عَلَيۡنَا مِنَ </w:t>
      </w:r>
      <w:r>
        <w:rPr>
          <w:rFonts w:hint="cs"/>
          <w:rtl/>
        </w:rPr>
        <w:t>ٱ</w:t>
      </w:r>
      <w:r>
        <w:rPr>
          <w:rFonts w:hint="eastAsia"/>
          <w:rtl/>
        </w:rPr>
        <w:t>لۡمَآءِ</w:t>
      </w:r>
      <w:r>
        <w:rPr>
          <w:rtl/>
        </w:rPr>
        <w:t xml:space="preserve"> أَوۡ مِمَّا رَزَقَ</w:t>
      </w:r>
      <w:r w:rsidR="001E6BAB" w:rsidRPr="001E6BAB">
        <w:rPr>
          <w:rFonts w:hint="cs"/>
          <w:rtl/>
        </w:rPr>
        <w:t>ک</w:t>
      </w:r>
      <w:r>
        <w:rPr>
          <w:rFonts w:hint="eastAsia"/>
          <w:rtl/>
        </w:rPr>
        <w:t>مُ</w:t>
      </w:r>
      <w:r>
        <w:rPr>
          <w:rtl/>
        </w:rPr>
        <w:t xml:space="preserve"> </w:t>
      </w:r>
      <w:r>
        <w:rPr>
          <w:rFonts w:hint="cs"/>
          <w:rtl/>
        </w:rPr>
        <w:t>ٱ</w:t>
      </w:r>
      <w:r>
        <w:rPr>
          <w:rFonts w:hint="eastAsia"/>
          <w:rtl/>
        </w:rPr>
        <w:t>للَّهُ‌ۚ</w:t>
      </w:r>
      <w:r>
        <w:rPr>
          <w:rtl/>
        </w:rPr>
        <w:t xml:space="preserve"> قَالُوٓاْ إ</w:t>
      </w:r>
      <w:r>
        <w:rPr>
          <w:rFonts w:hint="eastAsia"/>
          <w:rtl/>
        </w:rPr>
        <w:t>ِنَّ</w:t>
      </w:r>
      <w:r>
        <w:rPr>
          <w:rtl/>
        </w:rPr>
        <w:t xml:space="preserve"> </w:t>
      </w:r>
      <w:r>
        <w:rPr>
          <w:rFonts w:hint="cs"/>
          <w:rtl/>
        </w:rPr>
        <w:t>ٱ</w:t>
      </w:r>
      <w:r>
        <w:rPr>
          <w:rFonts w:hint="eastAsia"/>
          <w:rtl/>
        </w:rPr>
        <w:t>للَّهَ</w:t>
      </w:r>
      <w:r>
        <w:rPr>
          <w:rtl/>
        </w:rPr>
        <w:t xml:space="preserve"> حَرَّمَهُمَا عَلَى </w:t>
      </w:r>
      <w:r>
        <w:rPr>
          <w:rFonts w:hint="cs"/>
          <w:rtl/>
        </w:rPr>
        <w:t>ٱ</w:t>
      </w:r>
      <w:r>
        <w:rPr>
          <w:rFonts w:hint="eastAsia"/>
          <w:rtl/>
        </w:rPr>
        <w:t>لۡكَـٰفِرِينَ</w:t>
      </w:r>
      <w:r>
        <w:rPr>
          <w:rtl/>
        </w:rPr>
        <w:t xml:space="preserve"> (٥٠</w:t>
      </w:r>
      <w:r w:rsidR="009229E3">
        <w:rPr>
          <w:rtl/>
        </w:rPr>
        <w:t>)</w:t>
      </w:r>
    </w:p>
    <w:p w:rsidR="001A403D" w:rsidRDefault="001A403D" w:rsidP="00E36567">
      <w:pPr>
        <w:pStyle w:val="libBoldItalic"/>
      </w:pPr>
      <w:r>
        <w:t>And between them is a veil, and on the A’raf (Heights) are men who recognize all by their marks, and they will call to the companions of Paradise: Peace be upon you! They have not (yet) entered it but they hope (to enter). (46) And when their eyes are turned toward the companions of the Fire, they say: Our Rabb! Do not place us with the wrong-doing nation. (47) And the companions of the Heights call to men (within Hell) whom they recognize by their marks, (saying): Of no avail to you was your gathering and about what you were proud? (48) Are these (Shias) the ones about whom you swore that Allah would not bestow them mercy? (To Shias it will be said): Enter the Paradise, no fear shall come upon you nor will you grieve. (49) And the companions of the Fire call out to the companions of the Paradise: Pour on us some water or from whatever Allah has provided you. They will say: Indeed, Allah has forbidden both to the disbelievers. (50)</w:t>
      </w:r>
    </w:p>
    <w:p w:rsidR="001A403D" w:rsidRDefault="001A403D" w:rsidP="001A403D">
      <w:pPr>
        <w:pStyle w:val="libNormal"/>
      </w:pPr>
      <w:r>
        <w:t>1-It was asked about A’raf, then Amirul Momineen asws said: We will be on A’raf, and we recognize our supporters by their marks. And we are A’raf (Heights), Allah Azza wa Jalla is not known but by the way of our Marifat (knowledge), and we are A’raf, Allah Azza wa Jalla will stand us on Sirat on the day of Qiyamah, thus no one will enter Paradise except who would recognize us and we will be recognizing him, and no one will enter Hell as well except that who would not recognize us and we will not be recognizing him.</w:t>
      </w:r>
    </w:p>
    <w:p w:rsidR="001A403D" w:rsidRDefault="001A403D" w:rsidP="00E36567">
      <w:pPr>
        <w:pStyle w:val="libNormal"/>
      </w:pPr>
      <w:r>
        <w:t>If Allah Tabarak wa Ta’ala would have wished that people would get Marifat of Him (by any other means) then they would have gained Marifat and come to His door, but He had made us His Doors and Sirat and Sabeel, and that Door through which one has to come toward Him, so who turned away from our Walayat and preferred anyone else than us he departed Sirat. Those people who held them (asws) are not equal to those who go to dirty fountains who end on each other. And who was destined to come to us, went to the clear fountains which are flowing with the order of Allah which are never ending nor becoming less. (al-Burhan, v3, p166)</w:t>
      </w:r>
    </w:p>
    <w:p w:rsidR="001A403D" w:rsidRDefault="001A403D" w:rsidP="00E36567">
      <w:pPr>
        <w:pStyle w:val="libNormal"/>
      </w:pPr>
      <w:r>
        <w:t xml:space="preserve">2-Imam Jafar Sadiq asws said: A’raf are Heights between Paradise and Hell, and Rijal (Men) are Imams asws who will be standing on A’raf with their Shias. And pious Shias will be gone already to Paradise without account. Then Imams asws will say to their sinful Shias: Look towards your brothers in Paradise who have gone in it without account. And this is the saying of Allah Tabarak wa Ta’ala, “Peace be upon you. They would not have entered it but they hope it.” Then it will be said to them, “Look toward your enemies in the Hell” and this is the saying of Allah, “And when their eyes are turned toward the companions of the Fire, they say: Our Rabb! Do not place us with the wrong-doing nation. And the companions of the Heights call to men whom they recognize by their marks” in the Hell, will call and say, “Of no avail to you was your gathering” in the world, “and about what you were proud”, then will say to their enemies in the Hell, “Are these our Shias and brothers about whom you used to swear in the world </w:t>
      </w:r>
      <w:r>
        <w:lastRenderedPageBreak/>
        <w:t>that they will never get Mercy of Allah?” Then Imams asws will say to their Shias, “Enter Paradise, there is no fear for you nor will you grieve”, then, “the companions of Hell will say to the companions of Paradise: Pour on us some water or from whatever Allah has provided you.” (al-Burhan, v3, p171)</w:t>
      </w:r>
    </w:p>
    <w:p w:rsidR="001A403D" w:rsidRDefault="001A403D" w:rsidP="009229E3">
      <w:pPr>
        <w:pStyle w:val="libCenterBold1"/>
      </w:pPr>
      <w:r>
        <w:t>Lesson:</w:t>
      </w:r>
    </w:p>
    <w:p w:rsidR="001A403D" w:rsidRDefault="001A403D" w:rsidP="001A403D">
      <w:pPr>
        <w:pStyle w:val="libNormal"/>
      </w:pPr>
      <w:r>
        <w:t>1-The whole holy family of Risalat will be seated on the Hieghts including Syyeda Fatima Zahra asws and Syyeda Khadijatul Kubra asws. Shias like Salman and Abu Zarr will enter Paradise without account. Masumeen asws will be standing on A’raf for sinful but lovers like us. Those who have made big gatherings and organizations, and have occupied all Masajid by using money and power, so that no one should do Zikr of Maola Ali asws in mosques, and they have established factories for making Ayatollahs and Hujjatollahs, and they are proud about it. So they taunt and tease the lovers of Maola Ali asws and Azadars of Imam-e-Mazloom asws, saying: O you without good deeds, you will not get anything in the Hereafter because you only stress on Walayat-e-Ali asws, Matam and Zanjeer Zani. But they do not realise that why lover of Imam Ali asws should offer prayer behind Muqassir Mulla to earn Azaab. Lover of Ali asws prefers to offer congregational Salaah with the Angels (a.s.) at home adorned with Walayat-e-Ali asws. Nasibi Muqassireen are proud about their so-called good deeds, while lovers of Ali asws rely with certainty on intercession of Masumeen asws.</w:t>
      </w:r>
    </w:p>
    <w:p w:rsidR="001A403D" w:rsidRDefault="001A403D" w:rsidP="00385B48">
      <w:pPr>
        <w:pStyle w:val="libAr"/>
      </w:pPr>
      <w:r>
        <w:rPr>
          <w:rFonts w:hint="cs"/>
          <w:rtl/>
        </w:rPr>
        <w:t>ٱ</w:t>
      </w:r>
      <w:r>
        <w:rPr>
          <w:rFonts w:hint="eastAsia"/>
          <w:rtl/>
        </w:rPr>
        <w:t>دۡعُواْ</w:t>
      </w:r>
      <w:r>
        <w:rPr>
          <w:rtl/>
        </w:rPr>
        <w:t xml:space="preserve"> رَبَّكُمۡ تَضَرُّعً۬ا وَخُفۡيَةً‌ۚ إِنَّهُ </w:t>
      </w:r>
      <w:r>
        <w:rPr>
          <w:rFonts w:hint="cs"/>
          <w:rtl/>
        </w:rPr>
        <w:t>ۥ</w:t>
      </w:r>
      <w:r>
        <w:rPr>
          <w:rtl/>
        </w:rPr>
        <w:t xml:space="preserve"> لَا يُحِبُّ </w:t>
      </w:r>
      <w:r>
        <w:rPr>
          <w:rFonts w:hint="cs"/>
          <w:rtl/>
        </w:rPr>
        <w:t>ٱ</w:t>
      </w:r>
      <w:r>
        <w:rPr>
          <w:rFonts w:hint="eastAsia"/>
          <w:rtl/>
        </w:rPr>
        <w:t>لۡمُعۡتَدِينَ</w:t>
      </w:r>
      <w:r>
        <w:rPr>
          <w:rtl/>
        </w:rPr>
        <w:t xml:space="preserve"> (٥٥</w:t>
      </w:r>
      <w:r w:rsidR="009229E3">
        <w:rPr>
          <w:rtl/>
        </w:rPr>
        <w:t>)</w:t>
      </w:r>
      <w:r>
        <w:rPr>
          <w:rtl/>
        </w:rPr>
        <w:t xml:space="preserve"> وَلَا تُفۡسِدُواْ فِى </w:t>
      </w:r>
      <w:r>
        <w:rPr>
          <w:rFonts w:hint="cs"/>
          <w:rtl/>
        </w:rPr>
        <w:t>ٱ</w:t>
      </w:r>
      <w:r>
        <w:rPr>
          <w:rFonts w:hint="eastAsia"/>
          <w:rtl/>
        </w:rPr>
        <w:t>لۡأَرۡضِ</w:t>
      </w:r>
      <w:r>
        <w:rPr>
          <w:rtl/>
        </w:rPr>
        <w:t xml:space="preserve"> بَعۡدَ إِصۡلَـٰحِهَا وَ</w:t>
      </w:r>
      <w:r>
        <w:rPr>
          <w:rFonts w:hint="cs"/>
          <w:rtl/>
        </w:rPr>
        <w:t>ٱ</w:t>
      </w:r>
      <w:r>
        <w:rPr>
          <w:rFonts w:hint="eastAsia"/>
          <w:rtl/>
        </w:rPr>
        <w:t>دۡعُوهُ</w:t>
      </w:r>
      <w:r>
        <w:rPr>
          <w:rtl/>
        </w:rPr>
        <w:t xml:space="preserve"> خَوۡفً۬ا وَطَمَعًا‌ۚ إِنَّ رَحۡمَتَ </w:t>
      </w:r>
      <w:r>
        <w:rPr>
          <w:rFonts w:hint="cs"/>
          <w:rtl/>
        </w:rPr>
        <w:t>ٱ</w:t>
      </w:r>
      <w:r>
        <w:rPr>
          <w:rFonts w:hint="eastAsia"/>
          <w:rtl/>
        </w:rPr>
        <w:t>للَّهِ</w:t>
      </w:r>
      <w:r>
        <w:rPr>
          <w:rtl/>
        </w:rPr>
        <w:t xml:space="preserve"> قَرِيبٌ۬ مِّنَ </w:t>
      </w:r>
      <w:r>
        <w:rPr>
          <w:rFonts w:hint="cs"/>
          <w:rtl/>
        </w:rPr>
        <w:t>ٱ</w:t>
      </w:r>
      <w:r>
        <w:rPr>
          <w:rFonts w:hint="eastAsia"/>
          <w:rtl/>
        </w:rPr>
        <w:t>لۡمُحۡسِنِينَ</w:t>
      </w:r>
      <w:r>
        <w:rPr>
          <w:rtl/>
        </w:rPr>
        <w:t xml:space="preserve"> (٥٦</w:t>
      </w:r>
      <w:r w:rsidR="009229E3">
        <w:rPr>
          <w:rtl/>
        </w:rPr>
        <w:t>)</w:t>
      </w:r>
    </w:p>
    <w:p w:rsidR="001A403D" w:rsidRDefault="001A403D" w:rsidP="00E36567">
      <w:pPr>
        <w:pStyle w:val="libBoldItalic"/>
      </w:pPr>
      <w:r>
        <w:t>Call upon your Rabb humbly and secretly, certainly He does not like transgressors. (55) And cause not corruption in the earth after its reformation, and call on Him in fear and hope. Indeed, the mercy of Allah is near to the good doers. (56)</w:t>
      </w:r>
    </w:p>
    <w:p w:rsidR="001A403D" w:rsidRDefault="001A403D" w:rsidP="00E36567">
      <w:pPr>
        <w:pStyle w:val="libNormal"/>
      </w:pPr>
      <w:r>
        <w:t>1-Said that saying of Allah, “Call upon your Rabb humbly and secretly” means openly and in private and “cause not corruption in the earth after its reformation” means that Allah reformed earth through Rasool Allah sawaw and Amirul Momineen asws. Then it was corrupted when people turned away from Amirul Momineen asws and his progeny asws. (Tafseer Qummi, p 219)</w:t>
      </w:r>
    </w:p>
    <w:p w:rsidR="001A403D" w:rsidRDefault="001A403D" w:rsidP="009229E3">
      <w:pPr>
        <w:pStyle w:val="libCenterBold1"/>
      </w:pPr>
      <w:r>
        <w:t>Lesson:</w:t>
      </w:r>
    </w:p>
    <w:p w:rsidR="001A403D" w:rsidRDefault="001A403D" w:rsidP="001A403D">
      <w:pPr>
        <w:pStyle w:val="libNormal"/>
      </w:pPr>
      <w:r>
        <w:t>1-Corruption is to leave Walayat-e-Ali asws, to oppose it or to become partner in it. It is migration away from Speaking Quran.</w:t>
      </w:r>
    </w:p>
    <w:p w:rsidR="001A403D" w:rsidRDefault="001A403D" w:rsidP="001A403D">
      <w:pPr>
        <w:pStyle w:val="libNormal"/>
      </w:pPr>
      <w:r>
        <w:t>2-Mohsin (good doer) is that who adopts Walayat-e-Ali asws practically, who is in the Mercy of Allah, who preaches Walayat-e-Ali asws openly &amp; privately, with words &amp; practice, and with speech and writing.</w:t>
      </w:r>
    </w:p>
    <w:p w:rsidR="001A403D" w:rsidRDefault="001A403D" w:rsidP="00385B48">
      <w:pPr>
        <w:pStyle w:val="libAr"/>
      </w:pPr>
      <w:r>
        <w:rPr>
          <w:rFonts w:hint="eastAsia"/>
          <w:rtl/>
        </w:rPr>
        <w:t>أَوَعَجِبۡتُمۡ</w:t>
      </w:r>
      <w:r>
        <w:rPr>
          <w:rtl/>
        </w:rPr>
        <w:t xml:space="preserve"> أَن جَآءَكُمۡ ذِ</w:t>
      </w:r>
      <w:r w:rsidR="001E6BAB" w:rsidRPr="001E6BAB">
        <w:rPr>
          <w:rFonts w:hint="cs"/>
          <w:rtl/>
        </w:rPr>
        <w:t>ک</w:t>
      </w:r>
      <w:r w:rsidRPr="00595365">
        <w:rPr>
          <w:rFonts w:hint="cs"/>
          <w:rtl/>
        </w:rPr>
        <w:t>ۡ</w:t>
      </w:r>
      <w:r>
        <w:rPr>
          <w:rFonts w:hint="eastAsia"/>
          <w:rtl/>
        </w:rPr>
        <w:t>رٌ۬</w:t>
      </w:r>
      <w:r>
        <w:rPr>
          <w:rtl/>
        </w:rPr>
        <w:t xml:space="preserve"> مِّن رَّبِّكُمۡ عَلَىٰ رَجُلٍ۬ مِّنكُمۡ لِيُنذِرَ</w:t>
      </w:r>
      <w:r w:rsidR="001E6BAB" w:rsidRPr="001E6BAB">
        <w:rPr>
          <w:rFonts w:hint="cs"/>
          <w:rtl/>
        </w:rPr>
        <w:t>ک</w:t>
      </w:r>
      <w:r>
        <w:rPr>
          <w:rFonts w:hint="eastAsia"/>
          <w:rtl/>
        </w:rPr>
        <w:t>مۡ‌ۚ</w:t>
      </w:r>
      <w:r>
        <w:rPr>
          <w:rtl/>
        </w:rPr>
        <w:t xml:space="preserve"> وَ</w:t>
      </w:r>
      <w:r>
        <w:rPr>
          <w:rFonts w:hint="cs"/>
          <w:rtl/>
        </w:rPr>
        <w:t>ٱ</w:t>
      </w:r>
      <w:r>
        <w:rPr>
          <w:rFonts w:hint="eastAsia"/>
          <w:rtl/>
        </w:rPr>
        <w:t>ذۡ</w:t>
      </w:r>
      <w:r w:rsidR="001E6BAB" w:rsidRPr="001E6BAB">
        <w:rPr>
          <w:rFonts w:hint="cs"/>
          <w:rtl/>
        </w:rPr>
        <w:t>ک</w:t>
      </w:r>
      <w:r>
        <w:rPr>
          <w:rFonts w:hint="eastAsia"/>
          <w:rtl/>
        </w:rPr>
        <w:t>رُوٓاْ</w:t>
      </w:r>
      <w:r>
        <w:rPr>
          <w:rtl/>
        </w:rPr>
        <w:t xml:space="preserve"> إِذۡ جَعَلَكُمۡ خُلَفَآءَ مِنۢ بَعۡدِ قَوۡمِ نُوحٍ۬ وَزَادَكُمۡ فِى </w:t>
      </w:r>
      <w:r>
        <w:rPr>
          <w:rFonts w:hint="cs"/>
          <w:rtl/>
        </w:rPr>
        <w:t>ٱ</w:t>
      </w:r>
      <w:r>
        <w:rPr>
          <w:rFonts w:hint="eastAsia"/>
          <w:rtl/>
        </w:rPr>
        <w:t>لۡخَلۡقِ</w:t>
      </w:r>
      <w:r>
        <w:rPr>
          <w:rtl/>
        </w:rPr>
        <w:t xml:space="preserve"> بَصۜۡطَةً۬‌ۖ فَ</w:t>
      </w:r>
      <w:r>
        <w:rPr>
          <w:rFonts w:hint="cs"/>
          <w:rtl/>
        </w:rPr>
        <w:t>ٱ</w:t>
      </w:r>
      <w:r>
        <w:rPr>
          <w:rFonts w:hint="eastAsia"/>
          <w:rtl/>
        </w:rPr>
        <w:t>ذۡ</w:t>
      </w:r>
      <w:r w:rsidR="001E6BAB" w:rsidRPr="001E6BAB">
        <w:rPr>
          <w:rFonts w:hint="cs"/>
          <w:rtl/>
        </w:rPr>
        <w:t>ک</w:t>
      </w:r>
      <w:r>
        <w:rPr>
          <w:rFonts w:hint="eastAsia"/>
          <w:rtl/>
        </w:rPr>
        <w:t>رُوٓاْ</w:t>
      </w:r>
      <w:r>
        <w:rPr>
          <w:rtl/>
        </w:rPr>
        <w:t xml:space="preserve"> ءَالَآءَ </w:t>
      </w:r>
      <w:r>
        <w:rPr>
          <w:rFonts w:hint="cs"/>
          <w:rtl/>
        </w:rPr>
        <w:t>ٱ</w:t>
      </w:r>
      <w:r>
        <w:rPr>
          <w:rFonts w:hint="eastAsia"/>
          <w:rtl/>
        </w:rPr>
        <w:t>للَّهِ</w:t>
      </w:r>
      <w:r>
        <w:rPr>
          <w:rtl/>
        </w:rPr>
        <w:t xml:space="preserve"> لَعَلَّكُمۡ تُفۡلِحُونَ (٦٩</w:t>
      </w:r>
      <w:r w:rsidR="009229E3">
        <w:rPr>
          <w:rtl/>
        </w:rPr>
        <w:t>)</w:t>
      </w:r>
    </w:p>
    <w:p w:rsidR="001A403D" w:rsidRDefault="001A403D" w:rsidP="00E36567">
      <w:pPr>
        <w:pStyle w:val="libBoldItalic"/>
      </w:pPr>
      <w:r>
        <w:lastRenderedPageBreak/>
        <w:t>Do you wonder that there has come to you a Reminder from your Rabb through a man among you, that he may warn you? Remember how He made you successors after Nuh's nation, and increased you in stature extensively. So remember the bounties of Allah, that perhaps  you may be successful. (69)</w:t>
      </w:r>
    </w:p>
    <w:p w:rsidR="001A403D" w:rsidRDefault="001A403D" w:rsidP="00E36567">
      <w:pPr>
        <w:pStyle w:val="libNormal"/>
      </w:pPr>
      <w:r>
        <w:t>1-After reciting this verse, “So remember the bounties of Allah” Imam Jafar Sadiq asws asked Abu Yousuf Bazzaz: Do you know what are bounties of Allah? He replied: No. Imam asws said: That is the greatest bounty on the creation of Allah, and that is our Walayat. (al-Burhan,v3, p181)</w:t>
      </w:r>
    </w:p>
    <w:p w:rsidR="001A403D" w:rsidRDefault="001A403D" w:rsidP="009229E3">
      <w:pPr>
        <w:pStyle w:val="libCenterBold1"/>
      </w:pPr>
      <w:r>
        <w:t>Lesson:</w:t>
      </w:r>
    </w:p>
    <w:p w:rsidR="001A403D" w:rsidRDefault="001A403D" w:rsidP="001A403D">
      <w:pPr>
        <w:pStyle w:val="libNormal"/>
      </w:pPr>
      <w:r>
        <w:t>1-Every Prophet (a.s.) stressed on Emaan on Walayat of Masumeen asws and to keep mentioning it and advised to wait for Zahoor of Qaim asws (mentioned in verse 71), and told that the key of salvation is mentioning the bounty of Walayat-e-Ali asws. So if any Mulla wants to hinder people from doing Zikr of the greatest Bounty of Allah by different tricks, then in reality he wants to make people ungrateful and misguided.</w:t>
      </w:r>
    </w:p>
    <w:p w:rsidR="001A403D" w:rsidRDefault="001A403D" w:rsidP="00385B48">
      <w:pPr>
        <w:pStyle w:val="libAr"/>
      </w:pPr>
      <w:r>
        <w:rPr>
          <w:rFonts w:hint="cs"/>
          <w:rtl/>
        </w:rPr>
        <w:t>ٱ</w:t>
      </w:r>
      <w:r>
        <w:rPr>
          <w:rFonts w:hint="eastAsia"/>
          <w:rtl/>
        </w:rPr>
        <w:t>لَّذِينَ</w:t>
      </w:r>
      <w:r>
        <w:rPr>
          <w:rtl/>
        </w:rPr>
        <w:t xml:space="preserve"> يَتَّبِعُونَ </w:t>
      </w:r>
      <w:r>
        <w:rPr>
          <w:rFonts w:hint="cs"/>
          <w:rtl/>
        </w:rPr>
        <w:t>ٱ</w:t>
      </w:r>
      <w:r>
        <w:rPr>
          <w:rFonts w:hint="eastAsia"/>
          <w:rtl/>
        </w:rPr>
        <w:t>لرَّسُولَ</w:t>
      </w:r>
      <w:r>
        <w:rPr>
          <w:rtl/>
        </w:rPr>
        <w:t xml:space="preserve"> </w:t>
      </w:r>
      <w:r>
        <w:rPr>
          <w:rFonts w:hint="cs"/>
          <w:rtl/>
        </w:rPr>
        <w:t>ٱ</w:t>
      </w:r>
      <w:r>
        <w:rPr>
          <w:rFonts w:hint="eastAsia"/>
          <w:rtl/>
        </w:rPr>
        <w:t>لنَّبِىَّ</w:t>
      </w:r>
      <w:r>
        <w:rPr>
          <w:rtl/>
        </w:rPr>
        <w:t xml:space="preserve"> </w:t>
      </w:r>
      <w:r>
        <w:rPr>
          <w:rFonts w:hint="cs"/>
          <w:rtl/>
        </w:rPr>
        <w:t>ٱ</w:t>
      </w:r>
      <w:r>
        <w:rPr>
          <w:rFonts w:hint="eastAsia"/>
          <w:rtl/>
        </w:rPr>
        <w:t>لۡأُمِّىَّ</w:t>
      </w:r>
      <w:r>
        <w:rPr>
          <w:rtl/>
        </w:rPr>
        <w:t xml:space="preserve"> </w:t>
      </w:r>
      <w:r>
        <w:rPr>
          <w:rFonts w:hint="cs"/>
          <w:rtl/>
        </w:rPr>
        <w:t>ٱ</w:t>
      </w:r>
      <w:r>
        <w:rPr>
          <w:rFonts w:hint="eastAsia"/>
          <w:rtl/>
        </w:rPr>
        <w:t>لَّذِى</w:t>
      </w:r>
      <w:r>
        <w:rPr>
          <w:rtl/>
        </w:rPr>
        <w:t xml:space="preserve"> يَجِدُونَهُ </w:t>
      </w:r>
      <w:r>
        <w:rPr>
          <w:rFonts w:hint="cs"/>
          <w:rtl/>
        </w:rPr>
        <w:t>ۥ</w:t>
      </w:r>
      <w:r>
        <w:rPr>
          <w:rtl/>
        </w:rPr>
        <w:t xml:space="preserve"> مَكۡتُوبًا عِندَهُمۡ فِى </w:t>
      </w:r>
      <w:r>
        <w:rPr>
          <w:rFonts w:hint="cs"/>
          <w:rtl/>
        </w:rPr>
        <w:t>ٱ</w:t>
      </w:r>
      <w:r>
        <w:rPr>
          <w:rFonts w:hint="eastAsia"/>
          <w:rtl/>
        </w:rPr>
        <w:t>لتَّوۡرَ</w:t>
      </w:r>
      <w:r>
        <w:rPr>
          <w:rFonts w:hint="cs"/>
          <w:rtl/>
        </w:rPr>
        <w:t>ٮٰ</w:t>
      </w:r>
      <w:r>
        <w:rPr>
          <w:rFonts w:hint="eastAsia"/>
          <w:rtl/>
        </w:rPr>
        <w:t>ةِ</w:t>
      </w:r>
      <w:r>
        <w:rPr>
          <w:rtl/>
        </w:rPr>
        <w:t xml:space="preserve"> وَ</w:t>
      </w:r>
      <w:r>
        <w:rPr>
          <w:rFonts w:hint="cs"/>
          <w:rtl/>
        </w:rPr>
        <w:t>ٱ</w:t>
      </w:r>
      <w:r>
        <w:rPr>
          <w:rFonts w:hint="eastAsia"/>
          <w:rtl/>
        </w:rPr>
        <w:t>لۡإِنجِيلِ</w:t>
      </w:r>
      <w:r>
        <w:rPr>
          <w:rtl/>
        </w:rPr>
        <w:t xml:space="preserve"> يَأۡمُرُهُم بِ</w:t>
      </w:r>
      <w:r>
        <w:rPr>
          <w:rFonts w:hint="cs"/>
          <w:rtl/>
        </w:rPr>
        <w:t>ٱ</w:t>
      </w:r>
      <w:r>
        <w:rPr>
          <w:rFonts w:hint="eastAsia"/>
          <w:rtl/>
        </w:rPr>
        <w:t>لۡمَعۡرُوفِ</w:t>
      </w:r>
      <w:r>
        <w:rPr>
          <w:rtl/>
        </w:rPr>
        <w:t xml:space="preserve"> وَيَنۡ</w:t>
      </w:r>
      <w:r w:rsidR="001E6BAB" w:rsidRPr="001E6BAB">
        <w:rPr>
          <w:rFonts w:hint="cs"/>
          <w:rtl/>
        </w:rPr>
        <w:t>ه</w:t>
      </w:r>
      <w:r>
        <w:rPr>
          <w:rFonts w:hint="cs"/>
          <w:rtl/>
        </w:rPr>
        <w:t>ٮٰ</w:t>
      </w:r>
      <w:r>
        <w:rPr>
          <w:rFonts w:hint="eastAsia"/>
          <w:rtl/>
        </w:rPr>
        <w:t>هُمۡ</w:t>
      </w:r>
      <w:r>
        <w:rPr>
          <w:rtl/>
        </w:rPr>
        <w:t xml:space="preserve"> عَنِ </w:t>
      </w:r>
      <w:r>
        <w:rPr>
          <w:rFonts w:hint="cs"/>
          <w:rtl/>
        </w:rPr>
        <w:t>ٱ</w:t>
      </w:r>
      <w:r>
        <w:rPr>
          <w:rFonts w:hint="eastAsia"/>
          <w:rtl/>
        </w:rPr>
        <w:t>لۡمُن</w:t>
      </w:r>
      <w:r w:rsidR="001E6BAB" w:rsidRPr="001E6BAB">
        <w:rPr>
          <w:rFonts w:hint="cs"/>
          <w:rtl/>
        </w:rPr>
        <w:t>ک</w:t>
      </w:r>
      <w:r>
        <w:rPr>
          <w:rFonts w:hint="eastAsia"/>
          <w:rtl/>
        </w:rPr>
        <w:t>رِ</w:t>
      </w:r>
      <w:r>
        <w:rPr>
          <w:rtl/>
        </w:rPr>
        <w:t xml:space="preserve"> وَيُحِلُّ لَهُمُ </w:t>
      </w:r>
      <w:r>
        <w:rPr>
          <w:rFonts w:hint="cs"/>
          <w:rtl/>
        </w:rPr>
        <w:t>ٱ</w:t>
      </w:r>
      <w:r>
        <w:rPr>
          <w:rFonts w:hint="eastAsia"/>
          <w:rtl/>
        </w:rPr>
        <w:t>لطَّيِّبَـٰتِ</w:t>
      </w:r>
      <w:r>
        <w:rPr>
          <w:rtl/>
        </w:rPr>
        <w:t xml:space="preserve"> وَيُحَرِّمُ عَلَيۡهِمُ </w:t>
      </w:r>
      <w:r>
        <w:rPr>
          <w:rFonts w:hint="cs"/>
          <w:rtl/>
        </w:rPr>
        <w:t>ٱ</w:t>
      </w:r>
      <w:r>
        <w:rPr>
          <w:rFonts w:hint="eastAsia"/>
          <w:rtl/>
        </w:rPr>
        <w:t>لۡخَبَـٰٓ</w:t>
      </w:r>
      <w:r>
        <w:rPr>
          <w:rFonts w:hint="cs"/>
          <w:rtl/>
        </w:rPr>
        <w:t>ٮ</w:t>
      </w:r>
      <w:r>
        <w:rPr>
          <w:rtl/>
        </w:rPr>
        <w:t>ِٕثَ وَيَضَعُ عَنۡهُمۡ إِصۡرَهُمۡ وَ</w:t>
      </w:r>
      <w:r>
        <w:rPr>
          <w:rFonts w:hint="cs"/>
          <w:rtl/>
        </w:rPr>
        <w:t>ٱ</w:t>
      </w:r>
      <w:r>
        <w:rPr>
          <w:rFonts w:hint="eastAsia"/>
          <w:rtl/>
        </w:rPr>
        <w:t>لۡأَغۡلَـٰلَ</w:t>
      </w:r>
      <w:r>
        <w:rPr>
          <w:rtl/>
        </w:rPr>
        <w:t xml:space="preserve"> </w:t>
      </w:r>
      <w:r>
        <w:rPr>
          <w:rFonts w:hint="cs"/>
          <w:rtl/>
        </w:rPr>
        <w:t>ٱ</w:t>
      </w:r>
      <w:r>
        <w:rPr>
          <w:rFonts w:hint="eastAsia"/>
          <w:rtl/>
        </w:rPr>
        <w:t>لَّتِى</w:t>
      </w:r>
      <w:r>
        <w:rPr>
          <w:rtl/>
        </w:rPr>
        <w:t xml:space="preserve"> كَانَتۡ عَلَيۡهِمۡ‌ۚ فَ</w:t>
      </w:r>
      <w:r>
        <w:rPr>
          <w:rFonts w:hint="cs"/>
          <w:rtl/>
        </w:rPr>
        <w:t>ٱ</w:t>
      </w:r>
      <w:r>
        <w:rPr>
          <w:rFonts w:hint="eastAsia"/>
          <w:rtl/>
        </w:rPr>
        <w:t>لَّذِينَ</w:t>
      </w:r>
      <w:r>
        <w:rPr>
          <w:rtl/>
        </w:rPr>
        <w:t xml:space="preserve"> ءَامَنُواْ بِهِ</w:t>
      </w:r>
      <w:r>
        <w:rPr>
          <w:rFonts w:hint="cs"/>
          <w:rtl/>
        </w:rPr>
        <w:t>ۦ</w:t>
      </w:r>
      <w:r>
        <w:rPr>
          <w:rtl/>
        </w:rPr>
        <w:t xml:space="preserve"> وَعَزَّرُوهُ وَنَصَرُوهُ وَ</w:t>
      </w:r>
      <w:r>
        <w:rPr>
          <w:rFonts w:hint="cs"/>
          <w:rtl/>
        </w:rPr>
        <w:t>ٱ</w:t>
      </w:r>
      <w:r>
        <w:rPr>
          <w:rFonts w:hint="eastAsia"/>
          <w:rtl/>
        </w:rPr>
        <w:t>تَّبَعُواْ</w:t>
      </w:r>
      <w:r>
        <w:rPr>
          <w:rtl/>
        </w:rPr>
        <w:t xml:space="preserve"> </w:t>
      </w:r>
      <w:r>
        <w:rPr>
          <w:rFonts w:hint="cs"/>
          <w:rtl/>
        </w:rPr>
        <w:t>ٱ</w:t>
      </w:r>
      <w:r>
        <w:rPr>
          <w:rFonts w:hint="eastAsia"/>
          <w:rtl/>
        </w:rPr>
        <w:t>لنُّورَ</w:t>
      </w:r>
      <w:r>
        <w:rPr>
          <w:rtl/>
        </w:rPr>
        <w:t xml:space="preserve"> </w:t>
      </w:r>
      <w:r>
        <w:rPr>
          <w:rFonts w:hint="cs"/>
          <w:rtl/>
        </w:rPr>
        <w:t>ٱ</w:t>
      </w:r>
      <w:r>
        <w:rPr>
          <w:rFonts w:hint="eastAsia"/>
          <w:rtl/>
        </w:rPr>
        <w:t>لَّذِىٓ</w:t>
      </w:r>
      <w:r>
        <w:rPr>
          <w:rtl/>
        </w:rPr>
        <w:t xml:space="preserve"> أُنزِلَ مَعَهُ </w:t>
      </w:r>
      <w:r>
        <w:rPr>
          <w:rFonts w:hint="cs"/>
          <w:rtl/>
        </w:rPr>
        <w:t>ۥۤ‌ۙ</w:t>
      </w:r>
      <w:r>
        <w:rPr>
          <w:rtl/>
        </w:rPr>
        <w:t xml:space="preserve"> أُوْلَـٰٓ</w:t>
      </w:r>
      <w:r>
        <w:rPr>
          <w:rFonts w:hint="cs"/>
          <w:rtl/>
        </w:rPr>
        <w:t>ٮِٕ</w:t>
      </w:r>
      <w:r>
        <w:rPr>
          <w:rFonts w:hint="eastAsia"/>
          <w:rtl/>
        </w:rPr>
        <w:t>كَ</w:t>
      </w:r>
      <w:r>
        <w:rPr>
          <w:rtl/>
        </w:rPr>
        <w:t xml:space="preserve"> هُمُ </w:t>
      </w:r>
      <w:r>
        <w:rPr>
          <w:rFonts w:hint="cs"/>
          <w:rtl/>
        </w:rPr>
        <w:t>ٱ</w:t>
      </w:r>
      <w:r>
        <w:rPr>
          <w:rFonts w:hint="eastAsia"/>
          <w:rtl/>
        </w:rPr>
        <w:t>لۡمُفۡلِحُونَ</w:t>
      </w:r>
      <w:r>
        <w:rPr>
          <w:rtl/>
        </w:rPr>
        <w:t xml:space="preserve"> (١٥٧</w:t>
      </w:r>
      <w:r w:rsidR="009229E3">
        <w:rPr>
          <w:rtl/>
        </w:rPr>
        <w:t>)</w:t>
      </w:r>
    </w:p>
    <w:p w:rsidR="001A403D" w:rsidRDefault="001A403D" w:rsidP="00E36567">
      <w:pPr>
        <w:pStyle w:val="libBoldItalic"/>
      </w:pPr>
      <w:r>
        <w:t>Those who follow the Rasool, the Nabi al-Ummi, whom they find written in Taurat and Injeel with them. He commands them what is right and forbid them what is wrong and he makes Halaal for them the good things and makes Haraam for them the bad things; and he relieves them of their burden and the shackles which were upon them. Then those who believe in him, and honour him, and help him, and follow the Noor which came down with him, they are those who are successful. (157)</w:t>
      </w:r>
    </w:p>
    <w:p w:rsidR="001A403D" w:rsidRDefault="001A403D" w:rsidP="00E36567">
      <w:pPr>
        <w:pStyle w:val="libNormal"/>
      </w:pPr>
      <w:r>
        <w:t>1-Imam Jafar Sadiq asws said about this verse: On this place Noor means Amirul Momineen asws and Imams asws. (al-Burhan, v3, p221)</w:t>
      </w:r>
    </w:p>
    <w:p w:rsidR="001A403D" w:rsidRDefault="001A403D" w:rsidP="00E36567">
      <w:pPr>
        <w:pStyle w:val="libNormal"/>
      </w:pPr>
      <w:r>
        <w:t xml:space="preserve">2-Abu Obaida asked Imam Mohammad Baqir asws about capacity and what people say about it, Imam asws said: “They will not cease to differ except whom your Rabb has given mercy, and for that He created them” (Hood, v118-119) O Abu Obaida, people differ in the meaning of the saying, and they all are going to be destroyed, “Except those whom your Rabb has given mercy” those are our Shias, and Allah has created them for His mercy and “for that He created them” means that for obedience of Imam asws, and about that mercy Allah says, “And My mercy is encompassing everything” (al-A’raf, v156) means knowledge of Imam asws and His Knowledge is comprehensive, everything is in that knowledge, and they are our Shias (in mercy). “Whom they find written in Taurat and Injeel with them” means Nabi Akram sawaw and Wasi asws and al-Qaim asws, who command them good, when they rise, and they forbid them from Munkir (bad, denier), and Munkir is that who denies merit of Imam asws and </w:t>
      </w:r>
      <w:r>
        <w:lastRenderedPageBreak/>
        <w:t>oppose him, “and makes Halaal for them the good things” means to gain knowledge from its owner, “and makes Haraam for them the bad things” bad are the sayings (words) of their opponents, “and he removes from them their burdens” these are those sins which were on them before knowing the merits of Imam asws, “and the shackles which were on them” and shackles means that they rejected superiority of Imam asws that what was commanded, did not do it. Thus when they gained the Marifat of superiority (merits) of Imam asws, burden was removed from them, and burden is sin, and these are those burdens. “So those who believe in him” means in Imam asws, “and honour him and help him, and obey that Noor which came down with him, they are those who are successful” means those who avoided Jabat and Taghoot and did not worship them. Jabat and Taghoot are all opponents of Walayat-e-Ali asws, and worship means that people should obey them. Then said, “Return to your Rabb and be obedient to Him” (al-Zumar, v54) then their reward is, “for them is good news in the worldly life and the Hereafter” (Younus, v64) and Imam asws gives them good news of Qiyam of Qaim asws and his Zahoor, and their enemies being killed, and salvation in the Hereafter, and to come to Mohammad sawas and his truthful Aal asws on Hawz-e-Kauser. (al-Burhan, v3, p222)</w:t>
      </w:r>
    </w:p>
    <w:p w:rsidR="001A403D" w:rsidRDefault="001A403D" w:rsidP="009229E3">
      <w:pPr>
        <w:pStyle w:val="libCenterBold1"/>
      </w:pPr>
      <w:r>
        <w:t>Lesson:</w:t>
      </w:r>
    </w:p>
    <w:p w:rsidR="001A403D" w:rsidRDefault="001A403D" w:rsidP="001A403D">
      <w:pPr>
        <w:pStyle w:val="libNormal"/>
      </w:pPr>
      <w:r>
        <w:t>1-It is commanded to obey Noor, that Noor which is infinite treasure of Knowledge of Allah, the Noor of fourteen Masumeen asws which is written in all heavenly books. It is ordered to take Deen and knowledge from him who is Maroof. Muqassir Mulla who considers Noor like himself, his saying is Khabees (bad), who opposes superiority and Walayat of Imams asws. Opposition of Walayat and merits of Imam asws is burden of sins and shackles. Who listens to Muqassir Mulla, it is as he is worshiping him. To avoid every Jabati and Taghooti Mulla is obligatory.</w:t>
      </w:r>
    </w:p>
    <w:p w:rsidR="001A403D" w:rsidRDefault="001A403D" w:rsidP="00385B48">
      <w:pPr>
        <w:pStyle w:val="libAr"/>
      </w:pPr>
      <w:r>
        <w:rPr>
          <w:rFonts w:hint="eastAsia"/>
          <w:rtl/>
        </w:rPr>
        <w:t>وَسۡـَٔلۡهُمۡ</w:t>
      </w:r>
      <w:r>
        <w:rPr>
          <w:rtl/>
        </w:rPr>
        <w:t xml:space="preserve"> عَنِ </w:t>
      </w:r>
      <w:r>
        <w:rPr>
          <w:rFonts w:hint="cs"/>
          <w:rtl/>
        </w:rPr>
        <w:t>ٱ</w:t>
      </w:r>
      <w:r>
        <w:rPr>
          <w:rFonts w:hint="eastAsia"/>
          <w:rtl/>
        </w:rPr>
        <w:t>لۡقَرۡيَةِ</w:t>
      </w:r>
      <w:r>
        <w:rPr>
          <w:rtl/>
        </w:rPr>
        <w:t xml:space="preserve"> </w:t>
      </w:r>
      <w:r>
        <w:rPr>
          <w:rFonts w:hint="cs"/>
          <w:rtl/>
        </w:rPr>
        <w:t>ٱ</w:t>
      </w:r>
      <w:r>
        <w:rPr>
          <w:rFonts w:hint="eastAsia"/>
          <w:rtl/>
        </w:rPr>
        <w:t>لَّتِى</w:t>
      </w:r>
      <w:r>
        <w:rPr>
          <w:rtl/>
        </w:rPr>
        <w:t xml:space="preserve"> </w:t>
      </w:r>
      <w:r w:rsidR="001E6BAB" w:rsidRPr="001E6BAB">
        <w:rPr>
          <w:rFonts w:hint="cs"/>
          <w:rtl/>
        </w:rPr>
        <w:t>ک</w:t>
      </w:r>
      <w:r>
        <w:rPr>
          <w:rFonts w:hint="eastAsia"/>
          <w:rtl/>
        </w:rPr>
        <w:t>انَتۡ</w:t>
      </w:r>
      <w:r>
        <w:rPr>
          <w:rtl/>
        </w:rPr>
        <w:t xml:space="preserve"> حَاضِرَةَ </w:t>
      </w:r>
      <w:r>
        <w:rPr>
          <w:rFonts w:hint="cs"/>
          <w:rtl/>
        </w:rPr>
        <w:t>ٱ</w:t>
      </w:r>
      <w:r>
        <w:rPr>
          <w:rFonts w:hint="eastAsia"/>
          <w:rtl/>
        </w:rPr>
        <w:t>لۡبَحۡرِ</w:t>
      </w:r>
      <w:r>
        <w:rPr>
          <w:rtl/>
        </w:rPr>
        <w:t xml:space="preserve"> إِذۡ يَعۡدُونَ فِى </w:t>
      </w:r>
      <w:r>
        <w:rPr>
          <w:rFonts w:hint="cs"/>
          <w:rtl/>
        </w:rPr>
        <w:t>ٱ</w:t>
      </w:r>
      <w:r>
        <w:rPr>
          <w:rFonts w:hint="eastAsia"/>
          <w:rtl/>
        </w:rPr>
        <w:t>لسَّبۡتِ</w:t>
      </w:r>
      <w:r>
        <w:rPr>
          <w:rtl/>
        </w:rPr>
        <w:t xml:space="preserve"> إِذۡ تَأۡتِيهِمۡ حِيتَانُهُمۡ يَوۡمَ سَبۡتِهِمۡ شُرَّعً۬ا وَيَوۡمَ لَا يَسۡبِتُونَ‌ۙ لَا تَأۡتِيهِمۡ‌ۚ </w:t>
      </w:r>
      <w:r w:rsidR="001E6BAB" w:rsidRPr="001E6BAB">
        <w:rPr>
          <w:rFonts w:hint="cs"/>
          <w:rtl/>
        </w:rPr>
        <w:t>ک</w:t>
      </w:r>
      <w:r>
        <w:rPr>
          <w:rFonts w:hint="eastAsia"/>
          <w:rtl/>
        </w:rPr>
        <w:t>ذَ</w:t>
      </w:r>
      <w:r w:rsidR="005B7B9E" w:rsidRPr="005B7B9E">
        <w:rPr>
          <w:rFonts w:hint="cs"/>
          <w:rtl/>
        </w:rPr>
        <w:t>ا</w:t>
      </w:r>
      <w:r>
        <w:rPr>
          <w:rFonts w:hint="eastAsia"/>
          <w:rtl/>
        </w:rPr>
        <w:t>لِكَ</w:t>
      </w:r>
      <w:r>
        <w:rPr>
          <w:rtl/>
        </w:rPr>
        <w:t xml:space="preserve"> نَبۡلُوهُم بِمَا كَانُواْ يَفۡسُقُونَ (١٦٣</w:t>
      </w:r>
      <w:r w:rsidR="009229E3">
        <w:rPr>
          <w:rtl/>
        </w:rPr>
        <w:t>)</w:t>
      </w:r>
      <w:r>
        <w:rPr>
          <w:rtl/>
        </w:rPr>
        <w:t xml:space="preserve"> وَإ</w:t>
      </w:r>
      <w:r>
        <w:rPr>
          <w:rFonts w:hint="eastAsia"/>
          <w:rtl/>
        </w:rPr>
        <w:t>ِذۡ</w:t>
      </w:r>
      <w:r>
        <w:rPr>
          <w:rtl/>
        </w:rPr>
        <w:t xml:space="preserve"> قَالَتۡ أُمَّةٌ۬ مِّنۡ</w:t>
      </w:r>
      <w:r w:rsidR="001E6BAB" w:rsidRPr="001E6BAB">
        <w:rPr>
          <w:rFonts w:hint="cs"/>
          <w:rtl/>
        </w:rPr>
        <w:t>ه</w:t>
      </w:r>
      <w:r w:rsidRPr="00595365">
        <w:rPr>
          <w:rFonts w:hint="cs"/>
          <w:rtl/>
        </w:rPr>
        <w:t xml:space="preserve">مۡ لِمَ تَعِظُونَ قَوۡمًا‌ۙ </w:t>
      </w:r>
      <w:r>
        <w:rPr>
          <w:rFonts w:hint="cs"/>
          <w:rtl/>
        </w:rPr>
        <w:t>ٱ</w:t>
      </w:r>
      <w:r>
        <w:rPr>
          <w:rFonts w:hint="eastAsia"/>
          <w:rtl/>
        </w:rPr>
        <w:t>للَّهُ</w:t>
      </w:r>
      <w:r>
        <w:rPr>
          <w:rtl/>
        </w:rPr>
        <w:t xml:space="preserve"> مُهۡلِكُهُمۡ أَوۡ مُعَذِّبُ</w:t>
      </w:r>
      <w:r w:rsidR="001E6BAB" w:rsidRPr="001E6BAB">
        <w:rPr>
          <w:rFonts w:hint="cs"/>
          <w:rtl/>
        </w:rPr>
        <w:t>ه</w:t>
      </w:r>
      <w:r w:rsidRPr="00595365">
        <w:rPr>
          <w:rFonts w:hint="cs"/>
          <w:rtl/>
        </w:rPr>
        <w:t>مۡ</w:t>
      </w:r>
      <w:r>
        <w:rPr>
          <w:rtl/>
        </w:rPr>
        <w:t xml:space="preserve"> عَذَابً۬ا شَدِيدً۬ا‌ۖ قَالُواْ مَعۡذِرَةً إِلَىٰ رَبِّكُمۡ وَلَعَلَّهُمۡ يَتَّقُونَ (١٦٤</w:t>
      </w:r>
      <w:r w:rsidR="009229E3">
        <w:rPr>
          <w:rtl/>
        </w:rPr>
        <w:t>)</w:t>
      </w:r>
      <w:r>
        <w:rPr>
          <w:rtl/>
        </w:rPr>
        <w:t xml:space="preserve"> فَلَمَّا نَسُواْ مَا ذُ</w:t>
      </w:r>
      <w:r w:rsidR="001E6BAB" w:rsidRPr="001E6BAB">
        <w:rPr>
          <w:rFonts w:hint="cs"/>
          <w:rtl/>
        </w:rPr>
        <w:t>ک</w:t>
      </w:r>
      <w:r>
        <w:rPr>
          <w:rFonts w:hint="eastAsia"/>
          <w:rtl/>
        </w:rPr>
        <w:t>رُواْ</w:t>
      </w:r>
      <w:r>
        <w:rPr>
          <w:rtl/>
        </w:rPr>
        <w:t xml:space="preserve"> بِهِ</w:t>
      </w:r>
      <w:r>
        <w:rPr>
          <w:rFonts w:hint="cs"/>
          <w:rtl/>
        </w:rPr>
        <w:t>ۦۤ</w:t>
      </w:r>
      <w:r>
        <w:rPr>
          <w:rtl/>
        </w:rPr>
        <w:t xml:space="preserve"> أَنجَيۡنَا </w:t>
      </w:r>
      <w:r>
        <w:rPr>
          <w:rFonts w:hint="cs"/>
          <w:rtl/>
        </w:rPr>
        <w:t>ٱ</w:t>
      </w:r>
      <w:r>
        <w:rPr>
          <w:rFonts w:hint="eastAsia"/>
          <w:rtl/>
        </w:rPr>
        <w:t>لَّذِينَ</w:t>
      </w:r>
      <w:r>
        <w:rPr>
          <w:rtl/>
        </w:rPr>
        <w:t xml:space="preserve"> يَنۡ</w:t>
      </w:r>
      <w:r w:rsidR="001E6BAB" w:rsidRPr="001E6BAB">
        <w:rPr>
          <w:rFonts w:hint="cs"/>
          <w:rtl/>
        </w:rPr>
        <w:t>ه</w:t>
      </w:r>
      <w:r w:rsidRPr="00595365">
        <w:rPr>
          <w:rFonts w:hint="cs"/>
          <w:rtl/>
        </w:rPr>
        <w:t>وۡنَ</w:t>
      </w:r>
      <w:r>
        <w:rPr>
          <w:rtl/>
        </w:rPr>
        <w:t xml:space="preserve"> عَنِ </w:t>
      </w:r>
      <w:r>
        <w:rPr>
          <w:rFonts w:hint="cs"/>
          <w:rtl/>
        </w:rPr>
        <w:t>ٱ</w:t>
      </w:r>
      <w:r>
        <w:rPr>
          <w:rFonts w:hint="eastAsia"/>
          <w:rtl/>
        </w:rPr>
        <w:t>لسُّوٓءِ</w:t>
      </w:r>
      <w:r>
        <w:rPr>
          <w:rtl/>
        </w:rPr>
        <w:t xml:space="preserve"> وَأَخَذۡنَا </w:t>
      </w:r>
      <w:r>
        <w:rPr>
          <w:rFonts w:hint="cs"/>
          <w:rtl/>
        </w:rPr>
        <w:t>ٱ</w:t>
      </w:r>
      <w:r>
        <w:rPr>
          <w:rFonts w:hint="eastAsia"/>
          <w:rtl/>
        </w:rPr>
        <w:t>لَّذِينَ</w:t>
      </w:r>
      <w:r>
        <w:rPr>
          <w:rtl/>
        </w:rPr>
        <w:t xml:space="preserve"> ظَلَمُواْ بِعَذَابِۭ بَـِٔيسِۭ بِمَا كَانُواْ يَفۡسُقُونَ (١٦٥</w:t>
      </w:r>
      <w:r w:rsidR="009229E3">
        <w:rPr>
          <w:rtl/>
        </w:rPr>
        <w:t>)</w:t>
      </w:r>
      <w:r>
        <w:rPr>
          <w:rtl/>
        </w:rPr>
        <w:t xml:space="preserve"> فَلَمَّا عَتَوۡاْ عَن مَّا نُ</w:t>
      </w:r>
      <w:r w:rsidR="001E6BAB" w:rsidRPr="001E6BAB">
        <w:rPr>
          <w:rFonts w:hint="cs"/>
          <w:rtl/>
        </w:rPr>
        <w:t>ه</w:t>
      </w:r>
      <w:r w:rsidRPr="00595365">
        <w:rPr>
          <w:rFonts w:hint="cs"/>
          <w:rtl/>
        </w:rPr>
        <w:t>واْ عَنۡهُ قُلۡنَا لَهُمۡ كُونُواْ قِرَدَةً خَـٰسِـِٔينَ (١٦٦</w:t>
      </w:r>
      <w:r w:rsidR="009229E3">
        <w:rPr>
          <w:rtl/>
        </w:rPr>
        <w:t>)</w:t>
      </w:r>
    </w:p>
    <w:p w:rsidR="001A403D" w:rsidRDefault="001A403D" w:rsidP="00E36567">
      <w:pPr>
        <w:pStyle w:val="libBoldItalic"/>
      </w:pPr>
      <w:r>
        <w:t xml:space="preserve">And ask them about the town that was by the sea, when they transgressed in the Sabbat, when their fish came to them visibly (openly) on their Sabbat day (Saturday) and the day when they did not have Sabbat they did not come to them. Thus did We try (test) them because they were defiantly disobedient. (163) And when a community among them said: Why do you advise to a folk whom Allah is about to destroy or punish with a severe punishment, they said: In order to be free from guilt before your Rabb, and that perhaps they may fear Allah.(164) And when they forgot that about which they had been reminded, We rescued those who forbade </w:t>
      </w:r>
      <w:r>
        <w:lastRenderedPageBreak/>
        <w:t>wrong, and captured those who did wrong with dreadful punishment because they were defiantly disobedient. (165) So when they transgressed in that which they had been forbidden, We said to them: Be you apes despised! (166)</w:t>
      </w:r>
    </w:p>
    <w:p w:rsidR="001A403D" w:rsidRDefault="001A403D" w:rsidP="00E36567">
      <w:pPr>
        <w:pStyle w:val="libNormal"/>
      </w:pPr>
      <w:r>
        <w:t>1-Some people asked Imam Ali asws: Ya Amirul Momineen asws! These fish which come to our bazaars? Amirul Momineen asws said smiling: Get up, let me show you some thing wonderful, and do not say anything except good about Wasi asws. So got up and came with them on the shore, and spit his saliva in it (sea) and said something, at that time a specific type of fish raised its head and opened mouth. Amirul Momineen asws said: Who are you, destruction on you and your nation? It replied: We are from the inhabitants of the town who used to live on the shore of sea, as Allah has said in His Book, ”when their fish came to them openly on their Sabbat day....” so Allah presented your Walayat in front of us, but we turned back from it, then Allah disfigured us, some of us are on land and some of us in the water. Who are in water are fish and who are in the land are rats. Then Amirul Momineen asws turned to us and said: Did you hear their talk. People said: Yes. (al-Burhan, v3, p231)</w:t>
      </w:r>
    </w:p>
    <w:p w:rsidR="001A403D" w:rsidRDefault="001A403D" w:rsidP="00E36567">
      <w:pPr>
        <w:pStyle w:val="libNormal"/>
      </w:pPr>
      <w:r>
        <w:t>2-Imam Zainul Abideen asws said: No doubt, Allah disfigured those who caught those fish. So near Allah, what will be the bad condition of those who martyred the pure progeny asws of Rasool Allah sawaw and were disrespectful to his holy ladies asws. Certainly if Allah has not disfigured them in this world, then He has prepared many folds more punishment for them than the disfigured ones. (al-Burhan, v3, p229)</w:t>
      </w:r>
    </w:p>
    <w:p w:rsidR="001A403D" w:rsidRDefault="001A403D" w:rsidP="009229E3">
      <w:pPr>
        <w:pStyle w:val="libCenterBold1"/>
      </w:pPr>
      <w:r>
        <w:t>Lesson:</w:t>
      </w:r>
    </w:p>
    <w:p w:rsidR="001A403D" w:rsidRDefault="001A403D" w:rsidP="001A403D">
      <w:pPr>
        <w:pStyle w:val="libNormal"/>
      </w:pPr>
      <w:r>
        <w:t>1-That nation who was forbidden to catch fish on Saturday, they deduced a solution with Zunn &amp; Qiyas with the advice of Shaitan, they made small ponds on the shore of sea. Ponds were connected with the sea in such a way that fish could easily enter the ponds but could not go back to sea. Then they were going on Sunday to get the fish from the ponds, and they were considering that they did not disobey by this trick, moreover those people rejected to testify Walayat-e-Ali asws. When some people advised them, they did not listen. So those who advised, went out of the town due to fear of Azaab. When they returned in the morning, no one was opening the door of the town, then they climbed on the city wall and saw that they all were disfigured as monkies. Disfigured people used to stay alive for three days and then died. So they died and rain flowed them to sea.</w:t>
      </w:r>
    </w:p>
    <w:p w:rsidR="001A403D" w:rsidRDefault="001A403D" w:rsidP="001A403D">
      <w:pPr>
        <w:pStyle w:val="libNormal"/>
      </w:pPr>
      <w:r>
        <w:t>All the nations which Allah destroyed, in fact they rejected Walayat-e-Ali asws, different types of punishments came upon such nations. Allah disfigured them as monkies, pigs, rats, and strange types of fish, then they used to die after few days. Azaab does not come on the deniers of Walayat-e-Ali asws in this Ummah because Masumeen asws are Hazir Nazir, so they are given respite. But if someone invokes Azaab like Haris bin Numan Fehri, he can get it.</w:t>
      </w:r>
    </w:p>
    <w:p w:rsidR="001A403D" w:rsidRDefault="001A403D" w:rsidP="00385B48">
      <w:pPr>
        <w:pStyle w:val="libAr"/>
      </w:pPr>
      <w:r>
        <w:rPr>
          <w:rFonts w:hint="eastAsia"/>
          <w:rtl/>
        </w:rPr>
        <w:t>وَ</w:t>
      </w:r>
      <w:r>
        <w:rPr>
          <w:rFonts w:hint="cs"/>
          <w:rtl/>
        </w:rPr>
        <w:t>ٱ</w:t>
      </w:r>
      <w:r>
        <w:rPr>
          <w:rFonts w:hint="eastAsia"/>
          <w:rtl/>
        </w:rPr>
        <w:t>لَّذِينَ</w:t>
      </w:r>
      <w:r>
        <w:rPr>
          <w:rtl/>
        </w:rPr>
        <w:t xml:space="preserve"> يُمَسِّكُونَ بِ</w:t>
      </w:r>
      <w:r>
        <w:rPr>
          <w:rFonts w:hint="cs"/>
          <w:rtl/>
        </w:rPr>
        <w:t>ٱ</w:t>
      </w:r>
      <w:r>
        <w:rPr>
          <w:rFonts w:hint="eastAsia"/>
          <w:rtl/>
        </w:rPr>
        <w:t>لۡكِتَـٰبِ</w:t>
      </w:r>
      <w:r>
        <w:rPr>
          <w:rtl/>
        </w:rPr>
        <w:t xml:space="preserve"> وَأَقَامُواْ </w:t>
      </w:r>
      <w:r>
        <w:rPr>
          <w:rFonts w:hint="cs"/>
          <w:rtl/>
        </w:rPr>
        <w:t>ٱ</w:t>
      </w:r>
      <w:r>
        <w:rPr>
          <w:rFonts w:hint="eastAsia"/>
          <w:rtl/>
        </w:rPr>
        <w:t>لصَّلَوٰةَ</w:t>
      </w:r>
      <w:r>
        <w:rPr>
          <w:rtl/>
        </w:rPr>
        <w:t xml:space="preserve"> إِنَّا لَا نُضِيعُ أَجۡرَ </w:t>
      </w:r>
      <w:r>
        <w:rPr>
          <w:rFonts w:hint="cs"/>
          <w:rtl/>
        </w:rPr>
        <w:t>ٱ</w:t>
      </w:r>
      <w:r>
        <w:rPr>
          <w:rFonts w:hint="eastAsia"/>
          <w:rtl/>
        </w:rPr>
        <w:t>لۡمُصۡلِحِينَ</w:t>
      </w:r>
      <w:r>
        <w:rPr>
          <w:rtl/>
        </w:rPr>
        <w:t xml:space="preserve"> (١٧٠</w:t>
      </w:r>
      <w:r w:rsidR="009229E3">
        <w:rPr>
          <w:rtl/>
        </w:rPr>
        <w:t>)</w:t>
      </w:r>
    </w:p>
    <w:p w:rsidR="001A403D" w:rsidRDefault="001A403D" w:rsidP="00E36567">
      <w:pPr>
        <w:pStyle w:val="libBoldItalic"/>
      </w:pPr>
      <w:r>
        <w:lastRenderedPageBreak/>
        <w:t>And those who hold fast the Book, and establish Salaah - certainly We do not waste the reward of reformers. (170)</w:t>
      </w:r>
    </w:p>
    <w:p w:rsidR="001A403D" w:rsidRDefault="001A403D" w:rsidP="00E36567">
      <w:pPr>
        <w:pStyle w:val="libNormal"/>
      </w:pPr>
      <w:r>
        <w:t>1-Imam Mohammad Baqir asws said about this verse: It was revealed about Aal-e-Mohammad asws and their Shias. (al-Burhan, v3, p233)</w:t>
      </w:r>
    </w:p>
    <w:p w:rsidR="001A403D" w:rsidRDefault="001A403D" w:rsidP="009229E3">
      <w:pPr>
        <w:pStyle w:val="libCenterBold1"/>
      </w:pPr>
      <w:r>
        <w:t>Lesson:</w:t>
      </w:r>
    </w:p>
    <w:p w:rsidR="001A403D" w:rsidRDefault="001A403D" w:rsidP="001A403D">
      <w:pPr>
        <w:pStyle w:val="libNormal"/>
      </w:pPr>
      <w:r>
        <w:t>1-Those who hold fast the Book of Allah, in which everything is mentioned, they keep in contact with it and get guidance from it, and they do not say that only four or five hundren verses are about Shariah in it. Pious people do not even touch the books of fallible Mulla based on Zunn, Qiyas and Rai. Pious people do not read Salaah like parrot but they establish Salaah with testimony of Walayat-e-Ali asws, Allah does not waste reward of such reformers.</w:t>
      </w:r>
    </w:p>
    <w:p w:rsidR="001A403D" w:rsidRDefault="001A403D" w:rsidP="00385B48">
      <w:pPr>
        <w:pStyle w:val="libAr"/>
      </w:pPr>
      <w:r>
        <w:rPr>
          <w:rFonts w:hint="eastAsia"/>
          <w:rtl/>
        </w:rPr>
        <w:t>وَإِذۡ</w:t>
      </w:r>
      <w:r>
        <w:rPr>
          <w:rtl/>
        </w:rPr>
        <w:t xml:space="preserve"> أَخَذَ رَبُّكَ مِنۢ بَنِىٓ ءَادَمَ مِن ظُهُورِهِمۡ ذُرِّيَّتَ</w:t>
      </w:r>
      <w:r w:rsidR="001E6BAB" w:rsidRPr="001E6BAB">
        <w:rPr>
          <w:rFonts w:hint="cs"/>
          <w:rtl/>
        </w:rPr>
        <w:t>ه</w:t>
      </w:r>
      <w:r w:rsidRPr="00595365">
        <w:rPr>
          <w:rFonts w:hint="cs"/>
          <w:rtl/>
        </w:rPr>
        <w:t>مۡ وَأَشۡ</w:t>
      </w:r>
      <w:r w:rsidR="001E6BAB" w:rsidRPr="001E6BAB">
        <w:rPr>
          <w:rFonts w:hint="cs"/>
          <w:rtl/>
        </w:rPr>
        <w:t>ه</w:t>
      </w:r>
      <w:r w:rsidRPr="00595365">
        <w:rPr>
          <w:rFonts w:hint="cs"/>
          <w:rtl/>
        </w:rPr>
        <w:t>دَهُمۡ عَلَىٰٓ أَ</w:t>
      </w:r>
      <w:r>
        <w:rPr>
          <w:rtl/>
        </w:rPr>
        <w:t>نفُسِ</w:t>
      </w:r>
      <w:r w:rsidR="001E6BAB" w:rsidRPr="001E6BAB">
        <w:rPr>
          <w:rFonts w:hint="cs"/>
          <w:rtl/>
        </w:rPr>
        <w:t>ه</w:t>
      </w:r>
      <w:r w:rsidRPr="00595365">
        <w:rPr>
          <w:rFonts w:hint="cs"/>
          <w:rtl/>
        </w:rPr>
        <w:t xml:space="preserve">مۡ أَلَسۡتُ بِرَبِّكُمۡ‌ۖ قَالُواْ بَلَىٰ‌ۛ شَهِدۡنَآ‌ۛ أَن تَقُولُواْ يَوۡمَ </w:t>
      </w:r>
      <w:r>
        <w:rPr>
          <w:rFonts w:hint="cs"/>
          <w:rtl/>
        </w:rPr>
        <w:t>ٱ</w:t>
      </w:r>
      <w:r>
        <w:rPr>
          <w:rFonts w:hint="eastAsia"/>
          <w:rtl/>
        </w:rPr>
        <w:t>لۡقِيَـٰمَةِ</w:t>
      </w:r>
      <w:r>
        <w:rPr>
          <w:rtl/>
        </w:rPr>
        <w:t xml:space="preserve"> إِنَّا </w:t>
      </w:r>
      <w:r w:rsidR="001E6BAB" w:rsidRPr="001E6BAB">
        <w:rPr>
          <w:rFonts w:hint="cs"/>
          <w:rtl/>
        </w:rPr>
        <w:t>ک</w:t>
      </w:r>
      <w:r>
        <w:rPr>
          <w:rFonts w:hint="eastAsia"/>
          <w:rtl/>
        </w:rPr>
        <w:t>نَّا</w:t>
      </w:r>
      <w:r>
        <w:rPr>
          <w:rtl/>
        </w:rPr>
        <w:t xml:space="preserve"> عَنۡ هَـٰذَا غَـٰفِلِينَ (١٧٢</w:t>
      </w:r>
      <w:r w:rsidR="009229E3">
        <w:rPr>
          <w:rtl/>
        </w:rPr>
        <w:t>)</w:t>
      </w:r>
    </w:p>
    <w:p w:rsidR="001A403D" w:rsidRDefault="001A403D" w:rsidP="00E36567">
      <w:pPr>
        <w:pStyle w:val="libBoldItalic"/>
      </w:pPr>
      <w:r>
        <w:t>And (remember My beloved sawaw) when your Rabb took from the Children of Adam, from their backs, their descendants, and made them testify upon themselves, (saying): Am I not your Rabb? They said: Yes, we testify. (That was) lest you should say on the day of Qiyamah: Indeed,  we were unaware of this. (172)</w:t>
      </w:r>
    </w:p>
    <w:p w:rsidR="001A403D" w:rsidRDefault="001A403D" w:rsidP="00E36567">
      <w:pPr>
        <w:pStyle w:val="libNormal"/>
      </w:pPr>
      <w:r>
        <w:t xml:space="preserve">1-When Allah Tabarak wa Ta’ala intended to create Adam (a.s.), then created sweet water, and created salty sour water, and took a handful dust from the stratum of earth, and mixed sweet water in it, then left it for forty days, then mixed salty sour water in it, then left it for forty days, when his matter fermented then took it and squeezed it with force, so particles exited from it from the right and left. Then said to the companions of the right (As’habul Yameen): Go toward Paradise with peace. And the companions of the left (As’habul Shimal) toward Fire, I do not care. Then said: Am I not your Rabb? They said: Yes, we testify. In order that you should not say on the day of Qiyamah, “Certainly we were unaware of this.” Then took covenant from Anmbiya (a.s.) and said: Am I not your Rabb, and this Mohammad sawaw My Rasool, and this Ali asws Amirul Momineen? They said: Yes. Then prescribed Nabuwat for them. And took covenant from Olil Azm (a.s.): No doubt, I am your Rabb, and Mohammad sawaw is My Rasool, and Ali asws Amirul Momineen, and after him Aosiya asws are my Aoliya al-Amr and treasurer of My Knowledge, and that I will help My Deen through Mahdi asws, and will purify My earth through him, and will reveal My Government through him, and will revenge My enemies through him, and will establish Ibadat willingly or unwillingly through him. They (a.s.) said: O our Rabb, we testify and witness. At that moment, Adam (a.s.) neither denied nor testified, then only for these five (Prophets a.s.) Azm (firm resolution) was prescribed about Mahdi asws, and Adam (a.s.) did not do firm intention to testify, and this is the saying of Allah, “Before this We gave a command to Adam but he forgot and We did not find Azm in him” (Ta Ha, v115). Then ordered Fire to burn with intensity, and said to As’hab al-Shimal: Enter into it. They became afraid of it. And said to As’hab al-Yameen: Enter into it. So they entered, and it became cool (extinguished) on </w:t>
      </w:r>
      <w:r>
        <w:lastRenderedPageBreak/>
        <w:t>them and became peaceful. Then As’hab al-Shimal said: O Rabb, You disgraced us. Certainly, you disgraced yourselves, when it was ordered to you to enter then you should have entered but you became afraid. So in this way, obedience, Walayat, and disobedience was prescribed. (Imam Mohammad Baqir asws) (al-Burhan, v3, p235)</w:t>
      </w:r>
    </w:p>
    <w:p w:rsidR="001A403D" w:rsidRDefault="001A403D" w:rsidP="001A403D">
      <w:pPr>
        <w:pStyle w:val="libNormal"/>
      </w:pPr>
      <w:r>
        <w:t>2-The second caliph of Muslims went to Hajj during his government, when he started Tawaf, kissed Hajar-e-Aswad by touching and said: I kissed you but I know that you are a stone neither can harm nor benefit, but Rasool Allah sawaw advised to respect you, and if I would not have seen him kissing you then I would not have kissed you.</w:t>
      </w:r>
    </w:p>
    <w:p w:rsidR="001A403D" w:rsidRDefault="001A403D" w:rsidP="00E36567">
      <w:pPr>
        <w:pStyle w:val="libNormal"/>
      </w:pPr>
      <w:r>
        <w:t>Maola Ali ibne Abi Talib asws was also among the pilgrims, he said: Why not? By Allah, it can give harm and benefit as well. He said: O Abul Hassan asws, why you say this? Said: From the Book of Allah. He said: I testify that you have the knowledge of the Book of Allah, so where it is in the Book? Said: Saying of Allah Azza wa Jalla, “And when your Rabb took from the Children of Adam, from their backs, their descendants, and made them testify upon themselves, (saying): Am I not your Rabb? They said: Yes, we testify” and I inform you that when Allah Subhanahu created Adam (a.s.) then touched his back, then from his back his descendants came out in the form of particles, and gave them intellect (wisdom), and took testimony from them that He is Rabb and they are His servants. So they testified His Lordship, and witnessed about themselves being servants, and Allah Azza wa Jalla knew that they are on different stages in this matter. So He wrote the names of His servants on a paper, and on that day this stone had two eyes and two lips and a tongue. Then Allah said: Open mouth. When it opened mouth, He put that paper in it. Then said to it: Give witness on the day of Qiyamah, who fulfils his promise. Then when Adam (a.s.) came down (on earth), then this stone also came down with, so place it on this place on this corner where you see. And Angels (a.s.) used to do Hajj of this Bait (House) before Allah created Adam (a.s.), then Adam (a.s.) did its Hajj, then after him Nuh (a.s.), then it razed down and its foundations became old, so it (Hajar-e-Aswad) was placed in Mount Abi Qubais. Then when Ibraheem (a.s.) and Ismaeel (a.s.) built this House again and made its foundations, and took out the stone from Mount Abu Qubais with the revelation of Allah Azza wa Jalla and fixed on this place where it is today on this corner (Rukan), and this is from among the stones of Paradise, and when it was sent down, its colour was white like a pearl, and was clear &amp; bright like Yaqoot, then became black with the hands of disbelievers, and polytheists used to touch the animals of sacrifice with it. Caliph said: There is no life in that Ummah, in which you are not present, O Abul Hassan asws. (al-Burhan, v3, p240)</w:t>
      </w:r>
    </w:p>
    <w:p w:rsidR="001A403D" w:rsidRDefault="001A403D" w:rsidP="009229E3">
      <w:pPr>
        <w:pStyle w:val="libCenterBold1"/>
      </w:pPr>
      <w:r>
        <w:t>Lesson:</w:t>
      </w:r>
    </w:p>
    <w:p w:rsidR="001A403D" w:rsidRDefault="001A403D" w:rsidP="001A403D">
      <w:pPr>
        <w:pStyle w:val="libNormal"/>
      </w:pPr>
      <w:r>
        <w:t xml:space="preserve">1-In Alam-e-Zarr (state of particles) deniers accepted Allah as Rabb willingly without compulsion but did not obey Him and objected that why He made them for Hell? So Allah proved them in Alam-e-Zarr immediately that As’hab-e-Yameen entered into Fire by accepting His order without hesitation, and Fire was extinguished. But As’hab-e-Shimal refused to enter </w:t>
      </w:r>
      <w:r>
        <w:lastRenderedPageBreak/>
        <w:t>into Fire. Allah is Just, He does not compel or do injustice. Deniers of Walayat are deniers since the time of Alam-e-Zarr willingly, so their birth is Najis. As the devotion of Masumeen asws intensifies, the grade near Allah increases.</w:t>
      </w:r>
    </w:p>
    <w:p w:rsidR="001A403D" w:rsidRDefault="001A403D" w:rsidP="001A403D">
      <w:pPr>
        <w:pStyle w:val="libNormal"/>
      </w:pPr>
      <w:r>
        <w:t>2-Allah took promise for Hajj of Baitullah in Alam-e-Zarr, who promised their names were written and given to Hajar-e-Aswad, so that it can give witness on the day of Qiyamah who fulfilled his promise from among those people.</w:t>
      </w:r>
    </w:p>
    <w:p w:rsidR="001A403D" w:rsidRDefault="001A403D" w:rsidP="001A403D">
      <w:pPr>
        <w:pStyle w:val="libNormal"/>
      </w:pPr>
      <w:r>
        <w:t>As Hajar-e-Aswad can harm and benefit, similarly Sha’air-al-Hussainia benefit people. To consider Sha’airullah as innovation (Bid’ah) is Sunnah of Sani.</w:t>
      </w:r>
    </w:p>
    <w:p w:rsidR="001A403D" w:rsidRDefault="001A403D" w:rsidP="00385B48">
      <w:pPr>
        <w:pStyle w:val="libAr"/>
      </w:pPr>
      <w:r>
        <w:rPr>
          <w:rFonts w:hint="eastAsia"/>
          <w:rtl/>
        </w:rPr>
        <w:t>وَ</w:t>
      </w:r>
      <w:r>
        <w:rPr>
          <w:rFonts w:hint="cs"/>
          <w:rtl/>
        </w:rPr>
        <w:t>ٱ</w:t>
      </w:r>
      <w:r>
        <w:rPr>
          <w:rFonts w:hint="eastAsia"/>
          <w:rtl/>
        </w:rPr>
        <w:t>تۡلُ</w:t>
      </w:r>
      <w:r>
        <w:rPr>
          <w:rtl/>
        </w:rPr>
        <w:t xml:space="preserve"> عَلَيۡهِمۡ نَبَأَ </w:t>
      </w:r>
      <w:r>
        <w:rPr>
          <w:rFonts w:hint="cs"/>
          <w:rtl/>
        </w:rPr>
        <w:t>ٱ</w:t>
      </w:r>
      <w:r>
        <w:rPr>
          <w:rFonts w:hint="eastAsia"/>
          <w:rtl/>
        </w:rPr>
        <w:t>لَّذِىٓ</w:t>
      </w:r>
      <w:r>
        <w:rPr>
          <w:rtl/>
        </w:rPr>
        <w:t xml:space="preserve"> ءَاتَيۡنَـٰهُ ءَايَـٰتِنَا فَ</w:t>
      </w:r>
      <w:r>
        <w:rPr>
          <w:rFonts w:hint="cs"/>
          <w:rtl/>
        </w:rPr>
        <w:t>ٱ</w:t>
      </w:r>
      <w:r>
        <w:rPr>
          <w:rFonts w:hint="eastAsia"/>
          <w:rtl/>
        </w:rPr>
        <w:t>نسَلَخَ</w:t>
      </w:r>
      <w:r>
        <w:rPr>
          <w:rtl/>
        </w:rPr>
        <w:t xml:space="preserve"> مِنۡهَا فَأَتۡبَعَهُ </w:t>
      </w:r>
      <w:r>
        <w:rPr>
          <w:rFonts w:hint="cs"/>
          <w:rtl/>
        </w:rPr>
        <w:t>ٱ</w:t>
      </w:r>
      <w:r>
        <w:rPr>
          <w:rFonts w:hint="eastAsia"/>
          <w:rtl/>
        </w:rPr>
        <w:t>لشَّيۡطَـٰنُ</w:t>
      </w:r>
      <w:r>
        <w:rPr>
          <w:rtl/>
        </w:rPr>
        <w:t xml:space="preserve"> فَكَانَ مِنَ </w:t>
      </w:r>
      <w:r>
        <w:rPr>
          <w:rFonts w:hint="cs"/>
          <w:rtl/>
        </w:rPr>
        <w:t>ٱ</w:t>
      </w:r>
      <w:r>
        <w:rPr>
          <w:rFonts w:hint="eastAsia"/>
          <w:rtl/>
        </w:rPr>
        <w:t>لۡغَاوِينَ</w:t>
      </w:r>
      <w:r>
        <w:rPr>
          <w:rtl/>
        </w:rPr>
        <w:t xml:space="preserve"> (١٧٥</w:t>
      </w:r>
      <w:r w:rsidR="009229E3">
        <w:rPr>
          <w:rtl/>
        </w:rPr>
        <w:t>)</w:t>
      </w:r>
      <w:r>
        <w:rPr>
          <w:rtl/>
        </w:rPr>
        <w:t xml:space="preserve"> وَلَوۡ شِئۡنَا لَرَفَعۡنَـٰهُ بِ</w:t>
      </w:r>
      <w:r w:rsidR="001E6BAB" w:rsidRPr="001E6BAB">
        <w:rPr>
          <w:rFonts w:hint="cs"/>
          <w:rtl/>
        </w:rPr>
        <w:t>ه</w:t>
      </w:r>
      <w:r w:rsidRPr="00595365">
        <w:rPr>
          <w:rFonts w:hint="cs"/>
          <w:rtl/>
        </w:rPr>
        <w:t xml:space="preserve">ا وَلَـٰكِنَّهُ </w:t>
      </w:r>
      <w:r>
        <w:rPr>
          <w:rFonts w:hint="cs"/>
          <w:rtl/>
        </w:rPr>
        <w:t>ۥۤ</w:t>
      </w:r>
      <w:r>
        <w:rPr>
          <w:rtl/>
        </w:rPr>
        <w:t xml:space="preserve"> أَخۡلَدَ إِلَى </w:t>
      </w:r>
      <w:r>
        <w:rPr>
          <w:rFonts w:hint="cs"/>
          <w:rtl/>
        </w:rPr>
        <w:t>ٱ</w:t>
      </w:r>
      <w:r>
        <w:rPr>
          <w:rFonts w:hint="eastAsia"/>
          <w:rtl/>
        </w:rPr>
        <w:t>لۡأَرۡضِ</w:t>
      </w:r>
      <w:r>
        <w:rPr>
          <w:rtl/>
        </w:rPr>
        <w:t xml:space="preserve"> وَ</w:t>
      </w:r>
      <w:r>
        <w:rPr>
          <w:rFonts w:hint="cs"/>
          <w:rtl/>
        </w:rPr>
        <w:t>ٱ</w:t>
      </w:r>
      <w:r>
        <w:rPr>
          <w:rFonts w:hint="eastAsia"/>
          <w:rtl/>
        </w:rPr>
        <w:t>تَّبَعَ</w:t>
      </w:r>
      <w:r>
        <w:rPr>
          <w:rtl/>
        </w:rPr>
        <w:t xml:space="preserve"> هَوَ</w:t>
      </w:r>
      <w:r>
        <w:rPr>
          <w:rFonts w:hint="cs"/>
          <w:rtl/>
        </w:rPr>
        <w:t>ٮٰ</w:t>
      </w:r>
      <w:r>
        <w:rPr>
          <w:rFonts w:hint="eastAsia"/>
          <w:rtl/>
        </w:rPr>
        <w:t>هُ‌ۚ</w:t>
      </w:r>
      <w:r>
        <w:rPr>
          <w:rtl/>
        </w:rPr>
        <w:t xml:space="preserve"> فَمَثَلُهُ </w:t>
      </w:r>
      <w:r>
        <w:rPr>
          <w:rFonts w:hint="cs"/>
          <w:rtl/>
        </w:rPr>
        <w:t>ۥ</w:t>
      </w:r>
      <w:r>
        <w:rPr>
          <w:rtl/>
        </w:rPr>
        <w:t xml:space="preserve"> كَمَ</w:t>
      </w:r>
      <w:r>
        <w:rPr>
          <w:rFonts w:hint="eastAsia"/>
          <w:rtl/>
        </w:rPr>
        <w:t>ثَلِ</w:t>
      </w:r>
      <w:r>
        <w:rPr>
          <w:rtl/>
        </w:rPr>
        <w:t xml:space="preserve"> </w:t>
      </w:r>
      <w:r>
        <w:rPr>
          <w:rFonts w:hint="cs"/>
          <w:rtl/>
        </w:rPr>
        <w:t>ٱ</w:t>
      </w:r>
      <w:r>
        <w:rPr>
          <w:rFonts w:hint="eastAsia"/>
          <w:rtl/>
        </w:rPr>
        <w:t>لۡ</w:t>
      </w:r>
      <w:r w:rsidR="001E6BAB" w:rsidRPr="001E6BAB">
        <w:rPr>
          <w:rFonts w:hint="cs"/>
          <w:rtl/>
        </w:rPr>
        <w:t>ک</w:t>
      </w:r>
      <w:r>
        <w:rPr>
          <w:rFonts w:hint="eastAsia"/>
          <w:rtl/>
        </w:rPr>
        <w:t>لۡبِ</w:t>
      </w:r>
      <w:r>
        <w:rPr>
          <w:rtl/>
        </w:rPr>
        <w:t xml:space="preserve"> إِن تَحۡمِلۡ عَلَيۡهِ يَلۡهَثۡ أَوۡ تَتۡرُ</w:t>
      </w:r>
      <w:r w:rsidR="001E6BAB" w:rsidRPr="001E6BAB">
        <w:rPr>
          <w:rFonts w:hint="cs"/>
          <w:rtl/>
        </w:rPr>
        <w:t>ک</w:t>
      </w:r>
      <w:r w:rsidRPr="00595365">
        <w:rPr>
          <w:rFonts w:hint="cs"/>
          <w:rtl/>
        </w:rPr>
        <w:t>ۡ</w:t>
      </w:r>
      <w:r>
        <w:rPr>
          <w:rFonts w:hint="eastAsia"/>
          <w:rtl/>
        </w:rPr>
        <w:t>هُ</w:t>
      </w:r>
      <w:r>
        <w:rPr>
          <w:rtl/>
        </w:rPr>
        <w:t xml:space="preserve"> يَلۡهَث‌ۚ ذَّ</w:t>
      </w:r>
      <w:r w:rsidR="005B7B9E" w:rsidRPr="005B7B9E">
        <w:rPr>
          <w:rFonts w:hint="cs"/>
          <w:rtl/>
        </w:rPr>
        <w:t>ا</w:t>
      </w:r>
      <w:r>
        <w:rPr>
          <w:rFonts w:hint="eastAsia"/>
          <w:rtl/>
        </w:rPr>
        <w:t>لِكَ</w:t>
      </w:r>
      <w:r>
        <w:rPr>
          <w:rtl/>
        </w:rPr>
        <w:t xml:space="preserve"> مَثَلُ </w:t>
      </w:r>
      <w:r>
        <w:rPr>
          <w:rFonts w:hint="cs"/>
          <w:rtl/>
        </w:rPr>
        <w:t>ٱ</w:t>
      </w:r>
      <w:r>
        <w:rPr>
          <w:rFonts w:hint="eastAsia"/>
          <w:rtl/>
        </w:rPr>
        <w:t>لۡقَوۡمِ</w:t>
      </w:r>
      <w:r>
        <w:rPr>
          <w:rtl/>
        </w:rPr>
        <w:t xml:space="preserve"> </w:t>
      </w:r>
      <w:r>
        <w:rPr>
          <w:rFonts w:hint="cs"/>
          <w:rtl/>
        </w:rPr>
        <w:t>ٱ</w:t>
      </w:r>
      <w:r>
        <w:rPr>
          <w:rFonts w:hint="eastAsia"/>
          <w:rtl/>
        </w:rPr>
        <w:t>لَّذِينَ</w:t>
      </w:r>
      <w:r>
        <w:rPr>
          <w:rtl/>
        </w:rPr>
        <w:t xml:space="preserve"> كَذَّبُواْ بِـَٔايَـٰتِنَا‌ۚ فَ</w:t>
      </w:r>
      <w:r>
        <w:rPr>
          <w:rFonts w:hint="cs"/>
          <w:rtl/>
        </w:rPr>
        <w:t>ٱ</w:t>
      </w:r>
      <w:r>
        <w:rPr>
          <w:rFonts w:hint="eastAsia"/>
          <w:rtl/>
        </w:rPr>
        <w:t>قۡصُصِ</w:t>
      </w:r>
      <w:r>
        <w:rPr>
          <w:rtl/>
        </w:rPr>
        <w:t xml:space="preserve"> </w:t>
      </w:r>
      <w:r>
        <w:rPr>
          <w:rFonts w:hint="cs"/>
          <w:rtl/>
        </w:rPr>
        <w:t>ٱ</w:t>
      </w:r>
      <w:r>
        <w:rPr>
          <w:rFonts w:hint="eastAsia"/>
          <w:rtl/>
        </w:rPr>
        <w:t>لۡقَصَصَ</w:t>
      </w:r>
      <w:r>
        <w:rPr>
          <w:rtl/>
        </w:rPr>
        <w:t xml:space="preserve"> لَعَلَّهُمۡ يَتَفَكَّرُونَ (١٧٦</w:t>
      </w:r>
      <w:r w:rsidR="009229E3">
        <w:rPr>
          <w:rtl/>
        </w:rPr>
        <w:t>)</w:t>
      </w:r>
    </w:p>
    <w:p w:rsidR="001A403D" w:rsidRDefault="001A403D" w:rsidP="00E36567">
      <w:pPr>
        <w:pStyle w:val="libBoldItalic"/>
      </w:pPr>
      <w:r>
        <w:t>Recite to them the news of him to whom We gave Our signs, but he detached himself from them, so Shaitan overtook him, so he became from among the deviators. (175) And if We had willed We could have raised him by their (signs) means, but he clung to the earth and followed his own lust. Therefore his example is as the example of a dog: if you chase him he pants with his tongue out, and if you leave him he pants with his tongue out. Such is the example of the people who belie Our Ayaat. So narrate the stories that pehaps they may ponder. (176)</w:t>
      </w:r>
    </w:p>
    <w:p w:rsidR="001A403D" w:rsidRDefault="001A403D" w:rsidP="00E36567">
      <w:pPr>
        <w:pStyle w:val="libNormal"/>
      </w:pPr>
      <w:r>
        <w:t xml:space="preserve">1-Bal’am bin Ba’oor was given Ism-e-Azam (the great name), and he used to make Dua with it which was accepted. He became inclined toward Firoun. When Firoun came out to hunt Musa (a.s.) and his companions, then Firoun called Bal’am that he can invoke on Musa (a.s.) and his companions, so that they can be captured as prisoners. So he mounted his donkey in search of Musa (a.s.) and his companions, but his donkey refused to walk. So he started beating him, thus Allah Azza wa Jalla gave him power to speak and he said: Destruction on you, why you beat me, you want that I should come with you to invoke upon Prophet of Allah, Musa (a.s.) and Momin people? And he kept beating him until he died. And that Ism vanished from his tongue, and this is the saying of Allah, </w:t>
      </w:r>
      <w:r>
        <w:rPr>
          <w:rFonts w:hint="eastAsia"/>
        </w:rPr>
        <w:t>“</w:t>
      </w:r>
      <w:r>
        <w:t>but he detached himself from them, so Shaitan overtook him, so he became from among the deviators. And if We had willed We could have raised him by their (signs) means, but he clung to the earth and followed his own lust. Therefore his example is as the example of a dog: if you chase him he pants, and if you leave him he pants” and Allah has presented this example. (Imam Ali Raza asws) (al-Burhan, v3, p246)</w:t>
      </w:r>
    </w:p>
    <w:p w:rsidR="001A403D" w:rsidRDefault="001A403D" w:rsidP="00E36567">
      <w:pPr>
        <w:pStyle w:val="libNormal"/>
      </w:pPr>
      <w:r>
        <w:t>2-Imam Mohammad Baqir asws said about this verse: Originally it is about Bal’am, then Allah has given example for all those among the people of Qiblah (Muslims) who follow their own lust instead of guidance of Allah. (al-Burhan, v3, p247)</w:t>
      </w:r>
    </w:p>
    <w:p w:rsidR="001A403D" w:rsidRDefault="001A403D" w:rsidP="009229E3">
      <w:pPr>
        <w:pStyle w:val="libCenterBold1"/>
      </w:pPr>
      <w:r>
        <w:lastRenderedPageBreak/>
        <w:t>Lesson:</w:t>
      </w:r>
    </w:p>
    <w:p w:rsidR="001A403D" w:rsidRDefault="001A403D" w:rsidP="001A403D">
      <w:pPr>
        <w:pStyle w:val="libNormal"/>
      </w:pPr>
      <w:r>
        <w:t>1-Muqassir Mullah has no value, even if someone has Ism-e-Azam, Shaitan can still occupy him if he opposes Masoom asws. It is not strange that in spite of knowledge if a Muqassir Mulla inclines toward the Firoun of this time in greed of power, wealth, and lust, he chose disgrace himself. While one can gain higher grades near Allah through Ism-e-Azam, which is fourteen Masumeen asws.</w:t>
      </w:r>
    </w:p>
    <w:p w:rsidR="001A403D" w:rsidRDefault="001A403D" w:rsidP="001A403D">
      <w:pPr>
        <w:pStyle w:val="libNormal"/>
      </w:pPr>
      <w:r>
        <w:t>2-Allah declares him like dog who opposes Masumeen asws, that he talks nonsense in spite of prohibiting. Moreover he does injustice to others by persuading them to be on his side.</w:t>
      </w:r>
    </w:p>
    <w:p w:rsidR="001A403D" w:rsidRDefault="001A403D" w:rsidP="001A403D">
      <w:pPr>
        <w:pStyle w:val="libNormal"/>
      </w:pPr>
      <w:r>
        <w:t>3-Those who leave guidance of Masumeen asws (Quran &amp; Hadees), and follow Zunn &amp; Qiyas, these verses are applicable to them.</w:t>
      </w:r>
    </w:p>
    <w:p w:rsidR="001A403D" w:rsidRDefault="001A403D" w:rsidP="001A403D">
      <w:pPr>
        <w:pStyle w:val="libNormal"/>
      </w:pPr>
      <w:r>
        <w:t>4-Even the animals will go to Paradise who take side of pious people, even if it is Najis animal. Donkey of Bal’am bin Ba’oor, dog of As’hab-e-Kahf, wolf of Yousuf (a.s.), she camel of Saleh (a.s.), and Zuljanah will be in Paradise. Who mock Sha’air-ul-Hussainia and declare them Bid’ah, don’t they ponder in Quran? Whoever is on the side of Masumeen asws is successful.</w:t>
      </w:r>
    </w:p>
    <w:p w:rsidR="001A403D" w:rsidRDefault="001A403D" w:rsidP="00385B48">
      <w:pPr>
        <w:pStyle w:val="libAr"/>
      </w:pPr>
      <w:r>
        <w:rPr>
          <w:rFonts w:hint="eastAsia"/>
          <w:rtl/>
        </w:rPr>
        <w:t>وَلِلَّهِ</w:t>
      </w:r>
      <w:r>
        <w:rPr>
          <w:rtl/>
        </w:rPr>
        <w:t xml:space="preserve"> </w:t>
      </w:r>
      <w:r>
        <w:rPr>
          <w:rFonts w:hint="cs"/>
          <w:rtl/>
        </w:rPr>
        <w:t>ٱ</w:t>
      </w:r>
      <w:r>
        <w:rPr>
          <w:rFonts w:hint="eastAsia"/>
          <w:rtl/>
        </w:rPr>
        <w:t>لۡأَسۡمَآءُ</w:t>
      </w:r>
      <w:r>
        <w:rPr>
          <w:rtl/>
        </w:rPr>
        <w:t xml:space="preserve"> </w:t>
      </w:r>
      <w:r>
        <w:rPr>
          <w:rFonts w:hint="cs"/>
          <w:rtl/>
        </w:rPr>
        <w:t>ٱ</w:t>
      </w:r>
      <w:r>
        <w:rPr>
          <w:rFonts w:hint="eastAsia"/>
          <w:rtl/>
        </w:rPr>
        <w:t>لۡحُسۡنَىٰ</w:t>
      </w:r>
      <w:r>
        <w:rPr>
          <w:rtl/>
        </w:rPr>
        <w:t xml:space="preserve"> فَ</w:t>
      </w:r>
      <w:r>
        <w:rPr>
          <w:rFonts w:hint="cs"/>
          <w:rtl/>
        </w:rPr>
        <w:t>ٱ</w:t>
      </w:r>
      <w:r>
        <w:rPr>
          <w:rFonts w:hint="eastAsia"/>
          <w:rtl/>
        </w:rPr>
        <w:t>دۡعُوهُ</w:t>
      </w:r>
      <w:r>
        <w:rPr>
          <w:rtl/>
        </w:rPr>
        <w:t xml:space="preserve"> بِ</w:t>
      </w:r>
      <w:r w:rsidR="001E6BAB" w:rsidRPr="001E6BAB">
        <w:rPr>
          <w:rFonts w:hint="cs"/>
          <w:rtl/>
        </w:rPr>
        <w:t>ه</w:t>
      </w:r>
      <w:r w:rsidRPr="00595365">
        <w:rPr>
          <w:rFonts w:hint="cs"/>
          <w:rtl/>
        </w:rPr>
        <w:t xml:space="preserve">ا‌ۖ وَذَرُواْ </w:t>
      </w:r>
      <w:r>
        <w:rPr>
          <w:rFonts w:hint="cs"/>
          <w:rtl/>
        </w:rPr>
        <w:t>ٱ</w:t>
      </w:r>
      <w:r>
        <w:rPr>
          <w:rFonts w:hint="eastAsia"/>
          <w:rtl/>
        </w:rPr>
        <w:t>لَّذِينَ</w:t>
      </w:r>
      <w:r>
        <w:rPr>
          <w:rtl/>
        </w:rPr>
        <w:t xml:space="preserve"> يُلۡحِدُونَ فِىٓ أَسۡمَـٰٓ</w:t>
      </w:r>
      <w:r>
        <w:rPr>
          <w:rFonts w:hint="cs"/>
          <w:rtl/>
        </w:rPr>
        <w:t>ٮِٕ</w:t>
      </w:r>
      <w:r>
        <w:rPr>
          <w:rFonts w:hint="eastAsia"/>
          <w:rtl/>
        </w:rPr>
        <w:t>هِ</w:t>
      </w:r>
      <w:r>
        <w:rPr>
          <w:rFonts w:hint="cs"/>
          <w:rtl/>
        </w:rPr>
        <w:t>ۦ‌ۚ</w:t>
      </w:r>
      <w:r>
        <w:rPr>
          <w:rtl/>
        </w:rPr>
        <w:t xml:space="preserve"> سَيُجۡزَوۡنَ مَا كَانُواْ يَعۡمَلُونَ (١٨٠</w:t>
      </w:r>
      <w:r w:rsidR="009229E3">
        <w:rPr>
          <w:rtl/>
        </w:rPr>
        <w:t>)</w:t>
      </w:r>
    </w:p>
    <w:p w:rsidR="001A403D" w:rsidRDefault="001A403D" w:rsidP="00E36567">
      <w:pPr>
        <w:pStyle w:val="libBoldItalic"/>
      </w:pPr>
      <w:r>
        <w:t>And to Allah belong Asma-al-Husna (the Best Names). So call upon Him by them, and leave those who practice Ilhad (deviation) in His Names. Soon they will be recompensed for what they have been doing. (180)</w:t>
      </w:r>
    </w:p>
    <w:p w:rsidR="001A403D" w:rsidRDefault="001A403D" w:rsidP="00E36567">
      <w:pPr>
        <w:pStyle w:val="libNormal"/>
      </w:pPr>
      <w:r>
        <w:t>1-Imam Jafar Sadiq asws said about this verse: By Allah, we are Asma-al-Husna, without whose Marifat (knowledge) Allah does not accept any deed of servants. (al-Burhan, v3, p249)</w:t>
      </w:r>
    </w:p>
    <w:p w:rsidR="001A403D" w:rsidRDefault="001A403D" w:rsidP="00E36567">
      <w:pPr>
        <w:pStyle w:val="libNormal"/>
      </w:pPr>
      <w:r>
        <w:t>2-Imam Ali Raza asws said: When a hardship strikes you, then for our sake ask help from Allah Azza wa Jalla, and this is His saying, “And to Allah belong Asma-al-Husna, so call upon Him by them” (al-Burhan, v3, p249)</w:t>
      </w:r>
    </w:p>
    <w:p w:rsidR="001A403D" w:rsidRDefault="001A403D" w:rsidP="00E36567">
      <w:pPr>
        <w:pStyle w:val="libNormal"/>
      </w:pPr>
      <w:r>
        <w:t>3-Jabir bin Abdullah asked: Ya Rasool Allah sawaw, what do you say about Ali ibne Abi Talib asws? Said: He is my Nafs (soul, self). Asked: What do you say about Hassan asws and Hussain asws? Said: They both are my Rooh (spirit), and Fatima asws is mother of my these two sons, he grieved me who grieved her, and he pleased me who pleased her, Allah is Witness that he fought with me who fought with them, and he reconciled with me who reconciled with them. O Jabir, when you wish to make Dua to Allah and it should be accepted for you, then call Him with their (asws) names, because near Allah they are favourite names. (al-Burhan, v3, p249)</w:t>
      </w:r>
    </w:p>
    <w:p w:rsidR="001A403D" w:rsidRDefault="001A403D" w:rsidP="009229E3">
      <w:pPr>
        <w:pStyle w:val="libCenterBold1"/>
      </w:pPr>
      <w:r>
        <w:t>Lesson:</w:t>
      </w:r>
    </w:p>
    <w:p w:rsidR="001A403D" w:rsidRDefault="001A403D" w:rsidP="001A403D">
      <w:pPr>
        <w:pStyle w:val="libNormal"/>
      </w:pPr>
      <w:r>
        <w:t>1-If a name is used in other than its original place, it is Ilhad (deviation). The Best (Beautiful) Names of Allah are fourteen Masumeen asws, their Alqabaat (agnomen, title) are not permissible for anyone else, and those who does that they practice deviation, Allah orders to keep away from them.</w:t>
      </w:r>
    </w:p>
    <w:p w:rsidR="00595365" w:rsidRDefault="001A403D" w:rsidP="001A403D">
      <w:pPr>
        <w:pStyle w:val="libNormal"/>
      </w:pPr>
      <w:r>
        <w:lastRenderedPageBreak/>
        <w:t>2-Allah commands to call upon Him with Marifat of Masumeen asws, and with their holy names. So when a Muqassir says that Namaz nullifies by mentioning name of Maola Ali asws, then no doubt he is Mulhid (deviator) who is doing Ilhad with Ism-e-Azam of Allah.</w:t>
      </w:r>
    </w:p>
    <w:p w:rsidR="001A403D" w:rsidRDefault="001A403D" w:rsidP="00385B48">
      <w:pPr>
        <w:pStyle w:val="libAr"/>
      </w:pPr>
      <w:r>
        <w:rPr>
          <w:rFonts w:hint="eastAsia"/>
          <w:rtl/>
        </w:rPr>
        <w:t>وَمِمَّنۡ</w:t>
      </w:r>
      <w:r>
        <w:rPr>
          <w:rtl/>
        </w:rPr>
        <w:t xml:space="preserve"> خَلَقۡنَآ أُمَّةٌ۬ يَ</w:t>
      </w:r>
      <w:r w:rsidR="001E6BAB" w:rsidRPr="001E6BAB">
        <w:rPr>
          <w:rFonts w:hint="cs"/>
          <w:rtl/>
        </w:rPr>
        <w:t>ه</w:t>
      </w:r>
      <w:r w:rsidRPr="00595365">
        <w:rPr>
          <w:rFonts w:hint="cs"/>
          <w:rtl/>
        </w:rPr>
        <w:t>ۡدُونَ بِ</w:t>
      </w:r>
      <w:r>
        <w:rPr>
          <w:rFonts w:hint="cs"/>
          <w:rtl/>
        </w:rPr>
        <w:t>ٱ</w:t>
      </w:r>
      <w:r>
        <w:rPr>
          <w:rFonts w:hint="eastAsia"/>
          <w:rtl/>
        </w:rPr>
        <w:t>لۡحَقِّ</w:t>
      </w:r>
      <w:r>
        <w:rPr>
          <w:rtl/>
        </w:rPr>
        <w:t xml:space="preserve"> وَبِهِ</w:t>
      </w:r>
      <w:r>
        <w:rPr>
          <w:rFonts w:hint="cs"/>
          <w:rtl/>
        </w:rPr>
        <w:t>ۦ</w:t>
      </w:r>
      <w:r>
        <w:rPr>
          <w:rtl/>
        </w:rPr>
        <w:t xml:space="preserve"> يَعۡدِلُونَ (١٨١</w:t>
      </w:r>
      <w:r w:rsidR="009229E3">
        <w:rPr>
          <w:rtl/>
        </w:rPr>
        <w:t>)</w:t>
      </w:r>
    </w:p>
    <w:p w:rsidR="001A403D" w:rsidRDefault="001A403D" w:rsidP="00E36567">
      <w:pPr>
        <w:pStyle w:val="libBoldItalic"/>
      </w:pPr>
      <w:r>
        <w:t>And among those whom We created there is a nation who guides with the Truth and establishes justice with it. (181)</w:t>
      </w:r>
    </w:p>
    <w:p w:rsidR="001A403D" w:rsidRDefault="001A403D" w:rsidP="00E36567">
      <w:pPr>
        <w:pStyle w:val="libNormal"/>
      </w:pPr>
      <w:r>
        <w:t>1-Imam Jafar Sadiq asws said about this verse: They are Imams asws. Imam Mohammad Baqir asws said the same. (al-Burhan, v3, p250)</w:t>
      </w:r>
    </w:p>
    <w:p w:rsidR="001A403D" w:rsidRDefault="001A403D" w:rsidP="00E36567">
      <w:pPr>
        <w:pStyle w:val="libNormal"/>
      </w:pPr>
      <w:r>
        <w:t>2-Ibne Abbas narrated that in this verse Ummah of Mohammad sawaw means Ali ibne Abi Talib asws. (al-Burhan, v3, p250)</w:t>
      </w:r>
    </w:p>
    <w:p w:rsidR="001A403D" w:rsidRDefault="001A403D" w:rsidP="009229E3">
      <w:pPr>
        <w:pStyle w:val="libCenterBold1"/>
      </w:pPr>
      <w:r>
        <w:t>Lesson:</w:t>
      </w:r>
    </w:p>
    <w:p w:rsidR="001A403D" w:rsidRDefault="001A403D" w:rsidP="001A403D">
      <w:pPr>
        <w:pStyle w:val="libNormal"/>
      </w:pPr>
      <w:r>
        <w:t>1-Allah and His fourteen Beloved Masumeen asws are our Wali, and they are Haqq (Truth) and guide toward Haqq, and do justice with Haqq. Whoever took guidance from someone else, went astray.</w:t>
      </w:r>
    </w:p>
    <w:p w:rsidR="00595365" w:rsidRDefault="001A403D" w:rsidP="00E36567">
      <w:pPr>
        <w:pStyle w:val="libBoldItalic"/>
      </w:pPr>
      <w:r>
        <w:t>2-Infallible Imams asws are the Hadi of Ummah, and they are the Ulma of Ummah who are superior to Anmbiya (a.s.). Guided scholars are Shia students, they are not Ulma. Word Ummah is applicable to one Masoom asws as well, e.g. Allah called Ibraheem (a.s.) as Ummah. (al-Nahal, v120)</w:t>
      </w:r>
    </w:p>
    <w:p w:rsidR="001A403D" w:rsidRDefault="001A403D" w:rsidP="00385B48">
      <w:pPr>
        <w:pStyle w:val="libAr"/>
      </w:pPr>
      <w:r>
        <w:rPr>
          <w:rFonts w:hint="eastAsia"/>
          <w:rtl/>
        </w:rPr>
        <w:t>خُذِ</w:t>
      </w:r>
      <w:r>
        <w:rPr>
          <w:rtl/>
        </w:rPr>
        <w:t xml:space="preserve"> </w:t>
      </w:r>
      <w:r>
        <w:rPr>
          <w:rFonts w:hint="cs"/>
          <w:rtl/>
        </w:rPr>
        <w:t>ٱ</w:t>
      </w:r>
      <w:r>
        <w:rPr>
          <w:rFonts w:hint="eastAsia"/>
          <w:rtl/>
        </w:rPr>
        <w:t>لۡعَفۡوَ</w:t>
      </w:r>
      <w:r>
        <w:rPr>
          <w:rtl/>
        </w:rPr>
        <w:t xml:space="preserve"> وَأۡمُرۡ بِ</w:t>
      </w:r>
      <w:r>
        <w:rPr>
          <w:rFonts w:hint="cs"/>
          <w:rtl/>
        </w:rPr>
        <w:t>ٱ</w:t>
      </w:r>
      <w:r>
        <w:rPr>
          <w:rFonts w:hint="eastAsia"/>
          <w:rtl/>
        </w:rPr>
        <w:t>لۡعُرۡفِ</w:t>
      </w:r>
      <w:r>
        <w:rPr>
          <w:rtl/>
        </w:rPr>
        <w:t xml:space="preserve"> وَأَعۡرِضۡ عَنِ </w:t>
      </w:r>
      <w:r>
        <w:rPr>
          <w:rFonts w:hint="cs"/>
          <w:rtl/>
        </w:rPr>
        <w:t>ٱ</w:t>
      </w:r>
      <w:r>
        <w:rPr>
          <w:rFonts w:hint="eastAsia"/>
          <w:rtl/>
        </w:rPr>
        <w:t>لۡجَـٰهِلِينَ</w:t>
      </w:r>
      <w:r>
        <w:rPr>
          <w:rtl/>
        </w:rPr>
        <w:t xml:space="preserve"> (١٩٩</w:t>
      </w:r>
      <w:r w:rsidR="009229E3">
        <w:rPr>
          <w:rtl/>
        </w:rPr>
        <w:t>)</w:t>
      </w:r>
    </w:p>
    <w:p w:rsidR="001A403D" w:rsidRDefault="001A403D" w:rsidP="00E36567">
      <w:pPr>
        <w:pStyle w:val="libBoldItalic"/>
      </w:pPr>
      <w:r>
        <w:t>Adopt forgiveness and command good, and turn away from the ignorant. (199)</w:t>
      </w:r>
    </w:p>
    <w:p w:rsidR="001A403D" w:rsidRDefault="001A403D" w:rsidP="00E36567">
      <w:pPr>
        <w:pStyle w:val="libNormal"/>
      </w:pPr>
      <w:r>
        <w:t>1-No Momin can be Momin until he has three qualities: Sunnah of his Rabb, Sunnah of His Nabi sawaw, and Sunnah of His Wali asws. As Sunnah of his Rabb is concerned that is to keep secret, Allah Azza wa Jallah says, “He is the Knower of Ghaib, does not reveal His Ghaib to anyone except that Rasool whom He chose” (al-Jinn, v26-27). And as Sunnah of His Nabi sawaw is concerned that is to deal people with kindness, so Allah Azza wa Jalla told His Nabi sawaw to deal people with kindness and said, “Adopt forgiveness and command good and turn away from the ignorant” And as Sunnah of His Wali asws is concerned, that is patience in hardship and adversity, Allah Azza wa Jalla says, “Those who are patient in hardship and adversity and during battle, those are the ones who are truthful, and it is those who are the righteous” (al-Baqarah, v177) (Imam Ali Raza asws) (al-Burhan, v3, p257)</w:t>
      </w:r>
    </w:p>
    <w:p w:rsidR="001A403D" w:rsidRDefault="001A403D" w:rsidP="001A403D">
      <w:pPr>
        <w:pStyle w:val="libNormal"/>
      </w:pPr>
      <w:r>
        <w:t>2- Imam Jafar Sadiq asws said about the saying of Allah, “Adopt forgiveness and command good”  means (command) Walayat, “and turn away from the ignorant” means (ignorant) of Walayat.</w:t>
      </w:r>
    </w:p>
    <w:p w:rsidR="001A403D" w:rsidRDefault="001A403D" w:rsidP="009229E3">
      <w:pPr>
        <w:pStyle w:val="libCenterBold1"/>
      </w:pPr>
      <w:r>
        <w:t>Lesson:</w:t>
      </w:r>
    </w:p>
    <w:p w:rsidR="001A403D" w:rsidRDefault="001A403D" w:rsidP="001A403D">
      <w:pPr>
        <w:pStyle w:val="libNormal"/>
      </w:pPr>
      <w:r>
        <w:t>1-“Shahadah” means what has happened, and “Ghaib” means what has not yet happened. Masumeen asws are the treasurer of the Knowledge of Allah. It is not beneficial to tell public the time of death, Qiyam of Qaim asws, and Qiyamah.</w:t>
      </w:r>
    </w:p>
    <w:p w:rsidR="001A403D" w:rsidRDefault="001A403D" w:rsidP="001A403D">
      <w:pPr>
        <w:pStyle w:val="libNormal"/>
      </w:pPr>
      <w:r>
        <w:lastRenderedPageBreak/>
        <w:t>2-Momineen do not tell the secrets of Masumeen asws to those who are not worthy of it. They invite toward Walayat-e-Ali asws with proof and in a good manner, but turn away from arrogant ignorant Muqassireen because they have lost the capacity to absorb Haqq due to Rijs in their hearts. Momineen keep patient &amp; steadfast in hardships &amp; adversities which come while preaching Walayat-e-Ali asws. This is the truth and piety.</w:t>
      </w:r>
    </w:p>
    <w:p w:rsidR="00EB2345" w:rsidRDefault="00EB2345" w:rsidP="00FC02E7">
      <w:pPr>
        <w:pStyle w:val="libNormal"/>
        <w:rPr>
          <w:rtl/>
        </w:rPr>
      </w:pPr>
      <w:r>
        <w:rPr>
          <w:rFonts w:hint="eastAsia"/>
        </w:rPr>
        <w:br w:type="page"/>
      </w:r>
    </w:p>
    <w:p w:rsidR="001A403D" w:rsidRDefault="00EB2345" w:rsidP="00EB2345">
      <w:pPr>
        <w:pStyle w:val="Heading1Center"/>
      </w:pPr>
      <w:bookmarkStart w:id="9" w:name="_Toc449789402"/>
      <w:r>
        <w:rPr>
          <w:rFonts w:hint="eastAsia"/>
          <w:rtl/>
        </w:rPr>
        <w:lastRenderedPageBreak/>
        <w:t>سُوۡرَةُ</w:t>
      </w:r>
      <w:r>
        <w:rPr>
          <w:rtl/>
        </w:rPr>
        <w:t xml:space="preserve"> </w:t>
      </w:r>
      <w:r w:rsidR="001A403D">
        <w:rPr>
          <w:rtl/>
        </w:rPr>
        <w:t>الا</w:t>
      </w:r>
      <w:r w:rsidR="001A403D">
        <w:rPr>
          <w:rFonts w:hint="cs"/>
          <w:rtl/>
        </w:rPr>
        <w:t>ٴ</w:t>
      </w:r>
      <w:r w:rsidR="001A403D">
        <w:rPr>
          <w:rFonts w:hint="eastAsia"/>
          <w:rtl/>
        </w:rPr>
        <w:t>نفَال</w:t>
      </w:r>
      <w:bookmarkEnd w:id="9"/>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وَإِذۡ</w:t>
      </w:r>
      <w:r>
        <w:rPr>
          <w:rtl/>
        </w:rPr>
        <w:t xml:space="preserve"> يَعِدُكُمُ </w:t>
      </w:r>
      <w:r>
        <w:rPr>
          <w:rFonts w:hint="cs"/>
          <w:rtl/>
        </w:rPr>
        <w:t>ٱ</w:t>
      </w:r>
      <w:r>
        <w:rPr>
          <w:rFonts w:hint="eastAsia"/>
          <w:rtl/>
        </w:rPr>
        <w:t>للَّهُ</w:t>
      </w:r>
      <w:r>
        <w:rPr>
          <w:rtl/>
        </w:rPr>
        <w:t xml:space="preserve"> إِحۡدَى </w:t>
      </w:r>
      <w:r>
        <w:rPr>
          <w:rFonts w:hint="cs"/>
          <w:rtl/>
        </w:rPr>
        <w:t>ٱ</w:t>
      </w:r>
      <w:r>
        <w:rPr>
          <w:rFonts w:hint="eastAsia"/>
          <w:rtl/>
        </w:rPr>
        <w:t>لطَّآ</w:t>
      </w:r>
      <w:r>
        <w:rPr>
          <w:rFonts w:hint="cs"/>
          <w:rtl/>
        </w:rPr>
        <w:t>ٮِٕ</w:t>
      </w:r>
      <w:r>
        <w:rPr>
          <w:rFonts w:hint="eastAsia"/>
          <w:rtl/>
        </w:rPr>
        <w:t>فَتَيۡنِ</w:t>
      </w:r>
      <w:r>
        <w:rPr>
          <w:rtl/>
        </w:rPr>
        <w:t xml:space="preserve"> أَنَّ</w:t>
      </w:r>
      <w:r w:rsidR="001E6BAB" w:rsidRPr="001E6BAB">
        <w:rPr>
          <w:rFonts w:hint="cs"/>
          <w:rtl/>
        </w:rPr>
        <w:t>ه</w:t>
      </w:r>
      <w:r w:rsidRPr="00595365">
        <w:rPr>
          <w:rFonts w:hint="cs"/>
          <w:rtl/>
        </w:rPr>
        <w:t xml:space="preserve">ا لَكُمۡ وَتَوَدُّونَ أَنَّ غَيۡرَ ذَاتِ </w:t>
      </w:r>
      <w:r>
        <w:rPr>
          <w:rFonts w:hint="cs"/>
          <w:rtl/>
        </w:rPr>
        <w:t>ٱ</w:t>
      </w:r>
      <w:r>
        <w:rPr>
          <w:rFonts w:hint="eastAsia"/>
          <w:rtl/>
        </w:rPr>
        <w:t>لشَّوۡ</w:t>
      </w:r>
      <w:r w:rsidR="001E6BAB" w:rsidRPr="001E6BAB">
        <w:rPr>
          <w:rFonts w:hint="cs"/>
          <w:rtl/>
        </w:rPr>
        <w:t>ک</w:t>
      </w:r>
      <w:r>
        <w:rPr>
          <w:rFonts w:hint="eastAsia"/>
          <w:rtl/>
        </w:rPr>
        <w:t>ةِ</w:t>
      </w:r>
      <w:r>
        <w:rPr>
          <w:rtl/>
        </w:rPr>
        <w:t xml:space="preserve"> تَكُونُ لَكُمۡ وَيُرِيدُ </w:t>
      </w:r>
      <w:r>
        <w:rPr>
          <w:rFonts w:hint="cs"/>
          <w:rtl/>
        </w:rPr>
        <w:t>ٱ</w:t>
      </w:r>
      <w:r>
        <w:rPr>
          <w:rFonts w:hint="eastAsia"/>
          <w:rtl/>
        </w:rPr>
        <w:t>للَّهُ</w:t>
      </w:r>
      <w:r>
        <w:rPr>
          <w:rtl/>
        </w:rPr>
        <w:t xml:space="preserve"> أَن يُحِقَّ </w:t>
      </w:r>
      <w:r>
        <w:rPr>
          <w:rFonts w:hint="cs"/>
          <w:rtl/>
        </w:rPr>
        <w:t>ٱ</w:t>
      </w:r>
      <w:r>
        <w:rPr>
          <w:rFonts w:hint="eastAsia"/>
          <w:rtl/>
        </w:rPr>
        <w:t>لۡحَقَّ</w:t>
      </w:r>
      <w:r>
        <w:rPr>
          <w:rtl/>
        </w:rPr>
        <w:t xml:space="preserve"> بِكَلِمَـٰتِهِ</w:t>
      </w:r>
      <w:r>
        <w:rPr>
          <w:rFonts w:hint="cs"/>
          <w:rtl/>
        </w:rPr>
        <w:t>ۦ</w:t>
      </w:r>
      <w:r>
        <w:rPr>
          <w:rtl/>
        </w:rPr>
        <w:t xml:space="preserve"> وَيَقۡطَعَ دَابِرَ </w:t>
      </w:r>
      <w:r>
        <w:rPr>
          <w:rFonts w:hint="cs"/>
          <w:rtl/>
        </w:rPr>
        <w:t>ٱ</w:t>
      </w:r>
      <w:r>
        <w:rPr>
          <w:rFonts w:hint="eastAsia"/>
          <w:rtl/>
        </w:rPr>
        <w:t>لۡكَـٰفِرِينَ</w:t>
      </w:r>
      <w:r>
        <w:rPr>
          <w:rtl/>
        </w:rPr>
        <w:t xml:space="preserve"> (٧</w:t>
      </w:r>
      <w:r w:rsidR="009229E3">
        <w:rPr>
          <w:rtl/>
        </w:rPr>
        <w:t>)</w:t>
      </w:r>
      <w:r>
        <w:rPr>
          <w:rtl/>
        </w:rPr>
        <w:t xml:space="preserve"> لِيُحِقَّ </w:t>
      </w:r>
      <w:r>
        <w:rPr>
          <w:rFonts w:hint="cs"/>
          <w:rtl/>
        </w:rPr>
        <w:t>ٱ</w:t>
      </w:r>
      <w:r>
        <w:rPr>
          <w:rFonts w:hint="eastAsia"/>
          <w:rtl/>
        </w:rPr>
        <w:t>لۡحَقَّ</w:t>
      </w:r>
      <w:r>
        <w:rPr>
          <w:rtl/>
        </w:rPr>
        <w:t xml:space="preserve"> وَيُبۡطِلَ </w:t>
      </w:r>
      <w:r>
        <w:rPr>
          <w:rFonts w:hint="cs"/>
          <w:rtl/>
        </w:rPr>
        <w:t>ٱ</w:t>
      </w:r>
      <w:r>
        <w:rPr>
          <w:rFonts w:hint="eastAsia"/>
          <w:rtl/>
        </w:rPr>
        <w:t>لۡبَـٰطِلَ</w:t>
      </w:r>
      <w:r>
        <w:rPr>
          <w:rtl/>
        </w:rPr>
        <w:t xml:space="preserve"> وَلَوۡ كَرِهَ </w:t>
      </w:r>
      <w:r>
        <w:rPr>
          <w:rFonts w:hint="cs"/>
          <w:rtl/>
        </w:rPr>
        <w:t>ٱ</w:t>
      </w:r>
      <w:r>
        <w:rPr>
          <w:rFonts w:hint="eastAsia"/>
          <w:rtl/>
        </w:rPr>
        <w:t>لۡمُجۡرِمُونَ</w:t>
      </w:r>
      <w:r>
        <w:rPr>
          <w:rtl/>
        </w:rPr>
        <w:t xml:space="preserve"> (٨</w:t>
      </w:r>
      <w:r w:rsidR="009229E3">
        <w:rPr>
          <w:rtl/>
        </w:rPr>
        <w:t>)</w:t>
      </w:r>
    </w:p>
    <w:p w:rsidR="001A403D" w:rsidRDefault="001A403D" w:rsidP="00E36567">
      <w:pPr>
        <w:pStyle w:val="libBoldItalic"/>
      </w:pPr>
      <w:r>
        <w:t>And when Allah promised you one of the two groups (of the enemy) that it would be yours, and you wished that other than the armed one should be yours. And Allah intended to establish the Truth by His Kalimat (words), and cut the root of the disbelievers; (7) That He should establish Haqq (Truth) and abolish Batil (falsehood), even if the criminals dislike it. (8)</w:t>
      </w:r>
    </w:p>
    <w:p w:rsidR="001A403D" w:rsidRDefault="001A403D" w:rsidP="00E36567">
      <w:pPr>
        <w:pStyle w:val="libNormal"/>
      </w:pPr>
      <w:r>
        <w:t>1-Imam Mohammad Baqir asws said explaining these verses, “Allah intended to establish the Truth by His Kalimat” means to prove the right of Aal-e-Mohammad asws to be True, and “by His Kalimat” means Kalimat of Allah is Ali asws in reality, he is Kalimatullah in reality. And saying, “and to cut the root of disbelievers” they are Bani Umayya, they are the disbelievers, Allah cut their root, and “that He should establish Haqq” it means when Qaim asws will rise then he will establish the right of Aal-e-Mohammad asws. And “abolish Batil” means that when Qaim asws will rise, then he will abolish Batil of Bani Umayya, and this is the saying of Allah, “That He should establish Haqq and abolish Batil, even if the criminals dislike it” (al-Burhan, v3, p287)</w:t>
      </w:r>
    </w:p>
    <w:p w:rsidR="001A403D" w:rsidRDefault="001A403D" w:rsidP="009229E3">
      <w:pPr>
        <w:pStyle w:val="libCenterBold1"/>
      </w:pPr>
      <w:r>
        <w:t>Lesson:</w:t>
      </w:r>
    </w:p>
    <w:p w:rsidR="001A403D" w:rsidRDefault="001A403D" w:rsidP="001A403D">
      <w:pPr>
        <w:pStyle w:val="libNormal"/>
      </w:pPr>
      <w:r>
        <w:t>1-The High Kalima of Allah is Maola Ali asws. Zikr of Ali asws is necessary to establish Haqq. By Zikr-e-Ali asws the root of deniers of Walayat-e-Ali asws is cut, and Haqq establishes. Therefore the basis of every deed of Momin is Walayat-e-Ali asws.</w:t>
      </w:r>
    </w:p>
    <w:p w:rsidR="001A403D" w:rsidRDefault="001A403D" w:rsidP="00385B48">
      <w:pPr>
        <w:pStyle w:val="libAr"/>
      </w:pPr>
      <w:r>
        <w:rPr>
          <w:rFonts w:hint="eastAsia"/>
          <w:rtl/>
        </w:rPr>
        <w:t>إِذۡ</w:t>
      </w:r>
      <w:r>
        <w:rPr>
          <w:rtl/>
        </w:rPr>
        <w:t xml:space="preserve"> يُغَشِّيكُمُ </w:t>
      </w:r>
      <w:r>
        <w:rPr>
          <w:rFonts w:hint="cs"/>
          <w:rtl/>
        </w:rPr>
        <w:t>ٱ</w:t>
      </w:r>
      <w:r>
        <w:rPr>
          <w:rFonts w:hint="eastAsia"/>
          <w:rtl/>
        </w:rPr>
        <w:t>لنُّعَاسَ</w:t>
      </w:r>
      <w:r>
        <w:rPr>
          <w:rtl/>
        </w:rPr>
        <w:t xml:space="preserve"> أَمَنَةً۬ مِّنۡهُ وَيُنَزِّلُ عَلَيۡكُم مِّنَ </w:t>
      </w:r>
      <w:r>
        <w:rPr>
          <w:rFonts w:hint="cs"/>
          <w:rtl/>
        </w:rPr>
        <w:t>ٱ</w:t>
      </w:r>
      <w:r>
        <w:rPr>
          <w:rFonts w:hint="eastAsia"/>
          <w:rtl/>
        </w:rPr>
        <w:t>لسَّمَآءِ</w:t>
      </w:r>
      <w:r>
        <w:rPr>
          <w:rtl/>
        </w:rPr>
        <w:t xml:space="preserve"> مَآءً۬ لِّيُطَهِّرَكُم بِهِ</w:t>
      </w:r>
      <w:r>
        <w:rPr>
          <w:rFonts w:hint="cs"/>
          <w:rtl/>
        </w:rPr>
        <w:t>ۦ</w:t>
      </w:r>
      <w:r>
        <w:rPr>
          <w:rtl/>
        </w:rPr>
        <w:t xml:space="preserve"> وَيُذۡهِبَ عَنكُمۡ رِجۡزَ </w:t>
      </w:r>
      <w:r>
        <w:rPr>
          <w:rFonts w:hint="cs"/>
          <w:rtl/>
        </w:rPr>
        <w:t>ٱ</w:t>
      </w:r>
      <w:r>
        <w:rPr>
          <w:rFonts w:hint="eastAsia"/>
          <w:rtl/>
        </w:rPr>
        <w:t>لشَّيۡطَـٰنِ</w:t>
      </w:r>
      <w:r>
        <w:rPr>
          <w:rtl/>
        </w:rPr>
        <w:t xml:space="preserve"> وَلِيَرۡبِطَ عَلَىٰ قُلُوبِ</w:t>
      </w:r>
      <w:r w:rsidR="001E6BAB" w:rsidRPr="001E6BAB">
        <w:rPr>
          <w:rFonts w:hint="cs"/>
          <w:rtl/>
        </w:rPr>
        <w:t>ک</w:t>
      </w:r>
      <w:r>
        <w:rPr>
          <w:rFonts w:hint="eastAsia"/>
          <w:rtl/>
        </w:rPr>
        <w:t>مۡ</w:t>
      </w:r>
      <w:r>
        <w:rPr>
          <w:rtl/>
        </w:rPr>
        <w:t xml:space="preserve"> وَيُثَبِّتَ بِهِ </w:t>
      </w:r>
      <w:r>
        <w:rPr>
          <w:rFonts w:hint="cs"/>
          <w:rtl/>
        </w:rPr>
        <w:t>ٱ</w:t>
      </w:r>
      <w:r>
        <w:rPr>
          <w:rFonts w:hint="eastAsia"/>
          <w:rtl/>
        </w:rPr>
        <w:t>لۡأَقۡدَامَ</w:t>
      </w:r>
      <w:r>
        <w:rPr>
          <w:rtl/>
        </w:rPr>
        <w:t xml:space="preserve"> (١١</w:t>
      </w:r>
      <w:r w:rsidR="009229E3">
        <w:rPr>
          <w:rtl/>
        </w:rPr>
        <w:t>)</w:t>
      </w:r>
    </w:p>
    <w:p w:rsidR="001A403D" w:rsidRDefault="001A403D" w:rsidP="00E36567">
      <w:pPr>
        <w:pStyle w:val="libBoldItalic"/>
      </w:pPr>
      <w:r>
        <w:t>When He overwhelmed you with slumber as peace from Him and sent down water from the sky upon you, to purify you with it and remove from you the evil of Shaitan and make strong your hearts and firm (your) feet by it. (11)</w:t>
      </w:r>
    </w:p>
    <w:p w:rsidR="001A403D" w:rsidRDefault="001A403D" w:rsidP="00E36567">
      <w:pPr>
        <w:pStyle w:val="libNormal"/>
      </w:pPr>
      <w:r>
        <w:t xml:space="preserve">1-Imam Jafar Sadiq asws said explaining this verse: In reality sky means Rasool Allah sawaw, and water is Ali asws, which Allah declared from Rasool Allah sawaw, and this is His saying that water with which He purify you, and that is Ali asws by which Allah purifies hearts of those who love him. And His saying, “and to remove from you the impurity of Shaitan” means who loved Ali asws, impurity departed him and his heart strengthened, “and make strong your hearts and firm your feet by it” it means Ali asws, who accepted Ali asws as Wali, Allah made his heart </w:t>
      </w:r>
      <w:r>
        <w:lastRenderedPageBreak/>
        <w:t>strong through Ali asws, and made him firm on his (asws) Walayat. (al-Burhan, v3, p289)</w:t>
      </w:r>
    </w:p>
    <w:p w:rsidR="001A403D" w:rsidRDefault="001A403D" w:rsidP="009229E3">
      <w:pPr>
        <w:pStyle w:val="libCenterBold1"/>
      </w:pPr>
      <w:r>
        <w:t>Lesson:</w:t>
      </w:r>
    </w:p>
    <w:p w:rsidR="001A403D" w:rsidRDefault="001A403D" w:rsidP="001A403D">
      <w:pPr>
        <w:pStyle w:val="libNormal"/>
      </w:pPr>
      <w:r>
        <w:t>1-Walayat-e-Ali asws is the source of purity and strength of the hearts. He is steadfast on Deen of Allah who practices Walayat-e-Ali asws. Walayat-e-Ali asws keeps Shaitan, his Wakeels, and their impurities &amp; evils far away. A person is strong &amp; steadfast in this world due to Walayat-e-Ali asws, and his feet will not slip on Sirat in the Hereafter as well.</w:t>
      </w:r>
    </w:p>
    <w:p w:rsidR="001A403D" w:rsidRDefault="001A403D" w:rsidP="00385B48">
      <w:pPr>
        <w:pStyle w:val="libAr"/>
      </w:pPr>
      <w:r>
        <w:rPr>
          <w:rFonts w:hint="eastAsia"/>
          <w:rtl/>
        </w:rPr>
        <w:t>فَلَمۡ</w:t>
      </w:r>
      <w:r>
        <w:rPr>
          <w:rtl/>
        </w:rPr>
        <w:t xml:space="preserve"> تَقۡتُلُوهُمۡ وَلَـٰكِنَّ </w:t>
      </w:r>
      <w:r>
        <w:rPr>
          <w:rFonts w:hint="cs"/>
          <w:rtl/>
        </w:rPr>
        <w:t>ٱ</w:t>
      </w:r>
      <w:r>
        <w:rPr>
          <w:rFonts w:hint="eastAsia"/>
          <w:rtl/>
        </w:rPr>
        <w:t>للَّهَ</w:t>
      </w:r>
      <w:r>
        <w:rPr>
          <w:rtl/>
        </w:rPr>
        <w:t xml:space="preserve"> قَتَلَهُمۡ‌ۚ وَمَا رَمَيۡتَ إِذۡ رَمَيۡتَ وَلَـٰكِنَّ </w:t>
      </w:r>
      <w:r>
        <w:rPr>
          <w:rFonts w:hint="cs"/>
          <w:rtl/>
        </w:rPr>
        <w:t>ٱ</w:t>
      </w:r>
      <w:r>
        <w:rPr>
          <w:rFonts w:hint="eastAsia"/>
          <w:rtl/>
        </w:rPr>
        <w:t>للَّهَ</w:t>
      </w:r>
      <w:r>
        <w:rPr>
          <w:rtl/>
        </w:rPr>
        <w:t xml:space="preserve"> رَمَىٰ‌ۚ وَلِيُبۡلِىَ </w:t>
      </w:r>
      <w:r>
        <w:rPr>
          <w:rFonts w:hint="cs"/>
          <w:rtl/>
        </w:rPr>
        <w:t>ٱ</w:t>
      </w:r>
      <w:r>
        <w:rPr>
          <w:rFonts w:hint="eastAsia"/>
          <w:rtl/>
        </w:rPr>
        <w:t>لۡمُؤۡمِنِينَ</w:t>
      </w:r>
      <w:r>
        <w:rPr>
          <w:rtl/>
        </w:rPr>
        <w:t xml:space="preserve"> مِنۡهُ بَلَآءً حَسَنًا‌ۚ إِنَّ </w:t>
      </w:r>
      <w:r>
        <w:rPr>
          <w:rFonts w:hint="cs"/>
          <w:rtl/>
        </w:rPr>
        <w:t>ٱ</w:t>
      </w:r>
      <w:r>
        <w:rPr>
          <w:rFonts w:hint="eastAsia"/>
          <w:rtl/>
        </w:rPr>
        <w:t>للَّهَ</w:t>
      </w:r>
      <w:r>
        <w:rPr>
          <w:rtl/>
        </w:rPr>
        <w:t xml:space="preserve"> سَمِيعٌ عَلِيمٌ۬ (١٧</w:t>
      </w:r>
      <w:r w:rsidR="009229E3">
        <w:rPr>
          <w:rtl/>
        </w:rPr>
        <w:t>)</w:t>
      </w:r>
    </w:p>
    <w:p w:rsidR="001A403D" w:rsidRDefault="001A403D" w:rsidP="00E36567">
      <w:pPr>
        <w:pStyle w:val="libBoldItalic"/>
      </w:pPr>
      <w:r>
        <w:t>So you did not kill them, but Allah killed them. And you did not throw when you threw, but Allah threw, that He might test the believers by a fair test. Indeed, Allah is Hearer, Knower. (17)</w:t>
      </w:r>
    </w:p>
    <w:p w:rsidR="001A403D" w:rsidRDefault="001A403D" w:rsidP="00E36567">
      <w:pPr>
        <w:pStyle w:val="libNormal"/>
      </w:pPr>
      <w:r>
        <w:t>1-Ibne Abbas narrated about this verse: Nabi Akram sawaw said to Maola Ali asws,”Give me a handful of small pebbles” Imam Ali asws gave, and he (sawaw) threw them on the faces of Quraish. Not a single one was left that he has no pebbles in his eyes. (al-Burhan, v3, p296)</w:t>
      </w:r>
    </w:p>
    <w:p w:rsidR="001A403D" w:rsidRDefault="001A403D" w:rsidP="009229E3">
      <w:pPr>
        <w:pStyle w:val="libCenterBold1"/>
      </w:pPr>
      <w:r>
        <w:t>Lesson:</w:t>
      </w:r>
    </w:p>
    <w:p w:rsidR="001A403D" w:rsidRDefault="001A403D" w:rsidP="001A403D">
      <w:pPr>
        <w:pStyle w:val="libNormal"/>
      </w:pPr>
      <w:r>
        <w:t>1-Allah declares the actions of Mohammad Mustafa sawaw and Ali Murtaza asws as His actions. Masumeen asws are Mashiyat of Allah and expressers of His Attributes. Maola Ali asws killed Kafirs but Allah says that He killed, Rasool Allah sawaw threw pebbles but Allah says that He threw. So whoever denies Masumeen asws being Hazir Nazir, denies their Zikr, denies their help, in fact he denied Allah. Only he succeeds in the test of Allah, who has Walayat-e-Ali asws in his heart.</w:t>
      </w:r>
    </w:p>
    <w:p w:rsidR="001A403D" w:rsidRDefault="001A403D" w:rsidP="00385B48">
      <w:pPr>
        <w:pStyle w:val="libAr"/>
      </w:pPr>
      <w:r>
        <w:rPr>
          <w:rFonts w:hint="eastAsia"/>
          <w:rtl/>
        </w:rPr>
        <w:t>يَـٰٓأَيُّ</w:t>
      </w:r>
      <w:r w:rsidR="001E6BAB" w:rsidRPr="001E6BAB">
        <w:rPr>
          <w:rFonts w:hint="cs"/>
          <w:rtl/>
        </w:rPr>
        <w:t>ه</w:t>
      </w:r>
      <w:r w:rsidRPr="00595365">
        <w:rPr>
          <w:rFonts w:hint="cs"/>
          <w:rtl/>
        </w:rPr>
        <w:t>ا</w:t>
      </w:r>
      <w:r>
        <w:rPr>
          <w:rtl/>
        </w:rPr>
        <w:t xml:space="preserve"> </w:t>
      </w:r>
      <w:r>
        <w:rPr>
          <w:rFonts w:hint="cs"/>
          <w:rtl/>
        </w:rPr>
        <w:t>ٱ</w:t>
      </w:r>
      <w:r>
        <w:rPr>
          <w:rFonts w:hint="eastAsia"/>
          <w:rtl/>
        </w:rPr>
        <w:t>لَّذِينَ</w:t>
      </w:r>
      <w:r>
        <w:rPr>
          <w:rtl/>
        </w:rPr>
        <w:t xml:space="preserve"> ءَامَنُواْ </w:t>
      </w:r>
      <w:r>
        <w:rPr>
          <w:rFonts w:hint="cs"/>
          <w:rtl/>
        </w:rPr>
        <w:t>ٱ</w:t>
      </w:r>
      <w:r>
        <w:rPr>
          <w:rFonts w:hint="eastAsia"/>
          <w:rtl/>
        </w:rPr>
        <w:t>سۡتَجِيبُواْ</w:t>
      </w:r>
      <w:r>
        <w:rPr>
          <w:rtl/>
        </w:rPr>
        <w:t xml:space="preserve"> لِلَّهِ وَلِلرَّسُولِ إِذَا دَعَاكُمۡ لِمَا يُحۡيِي</w:t>
      </w:r>
      <w:r w:rsidR="001E6BAB" w:rsidRPr="001E6BAB">
        <w:rPr>
          <w:rFonts w:hint="cs"/>
          <w:rtl/>
        </w:rPr>
        <w:t>ک</w:t>
      </w:r>
      <w:r>
        <w:rPr>
          <w:rFonts w:hint="eastAsia"/>
          <w:rtl/>
        </w:rPr>
        <w:t>مۡ‌ۖ</w:t>
      </w:r>
      <w:r>
        <w:rPr>
          <w:rtl/>
        </w:rPr>
        <w:t xml:space="preserve"> وَ</w:t>
      </w:r>
      <w:r>
        <w:rPr>
          <w:rFonts w:hint="cs"/>
          <w:rtl/>
        </w:rPr>
        <w:t>ٱ</w:t>
      </w:r>
      <w:r>
        <w:rPr>
          <w:rFonts w:hint="eastAsia"/>
          <w:rtl/>
        </w:rPr>
        <w:t>عۡلَمُوٓاْ</w:t>
      </w:r>
      <w:r>
        <w:rPr>
          <w:rtl/>
        </w:rPr>
        <w:t xml:space="preserve"> أَنَّ </w:t>
      </w:r>
      <w:r>
        <w:rPr>
          <w:rFonts w:hint="cs"/>
          <w:rtl/>
        </w:rPr>
        <w:t>ٱ</w:t>
      </w:r>
      <w:r>
        <w:rPr>
          <w:rFonts w:hint="eastAsia"/>
          <w:rtl/>
        </w:rPr>
        <w:t>للَّهَ</w:t>
      </w:r>
      <w:r>
        <w:rPr>
          <w:rtl/>
        </w:rPr>
        <w:t xml:space="preserve"> يَحُولُ بَيۡنَ </w:t>
      </w:r>
      <w:r>
        <w:rPr>
          <w:rFonts w:hint="cs"/>
          <w:rtl/>
        </w:rPr>
        <w:t>ٱ</w:t>
      </w:r>
      <w:r>
        <w:rPr>
          <w:rFonts w:hint="eastAsia"/>
          <w:rtl/>
        </w:rPr>
        <w:t>لۡمَرۡءِ</w:t>
      </w:r>
      <w:r>
        <w:rPr>
          <w:rtl/>
        </w:rPr>
        <w:t xml:space="preserve"> وَقَلۡبِهِ</w:t>
      </w:r>
      <w:r>
        <w:rPr>
          <w:rFonts w:hint="cs"/>
          <w:rtl/>
        </w:rPr>
        <w:t>ۦ</w:t>
      </w:r>
      <w:r>
        <w:rPr>
          <w:rtl/>
        </w:rPr>
        <w:t xml:space="preserve"> وَأَنَّهُ </w:t>
      </w:r>
      <w:r>
        <w:rPr>
          <w:rFonts w:hint="cs"/>
          <w:rtl/>
        </w:rPr>
        <w:t>ۥۤ</w:t>
      </w:r>
      <w:r>
        <w:rPr>
          <w:rtl/>
        </w:rPr>
        <w:t xml:space="preserve"> إِلَيۡهِ تُحۡشَرُونَ (٢٤</w:t>
      </w:r>
      <w:r w:rsidR="009229E3">
        <w:rPr>
          <w:rtl/>
        </w:rPr>
        <w:t>)</w:t>
      </w:r>
    </w:p>
    <w:p w:rsidR="001A403D" w:rsidRDefault="001A403D" w:rsidP="00E36567">
      <w:pPr>
        <w:pStyle w:val="libBoldItalic"/>
      </w:pPr>
      <w:r>
        <w:t>O you who believe! Respond to Allah and to Rasool when He calls you to that which gives life to you, and know that Allah comes in between the man and his heart, and it is Him to Whom you will be gathered. (24)</w:t>
      </w:r>
    </w:p>
    <w:p w:rsidR="001A403D" w:rsidRDefault="001A403D" w:rsidP="00E36567">
      <w:pPr>
        <w:pStyle w:val="libNormal"/>
      </w:pPr>
      <w:r>
        <w:t>1-About the saying of Allah, “O you who believe! Respond to Allah and to Rasool when He calls you to that which gives life to you” Imam Mohammad Baqir asws said: It is Walayat of Ali ibne Abi Talib asws, and you obey the same, and his Walayat will keep your affairs in order, and justice will remain among you. And His saying, “and know that Allah comes between the man and his heart” means that Allah intervenes between man and his sin, so that it can not take him to Hell. And intervenes between Kafir and his obedience, so that his faith should not be completed, and know that deeds depend on their end. (al-Burhan, v3, p293)</w:t>
      </w:r>
    </w:p>
    <w:p w:rsidR="001A403D" w:rsidRDefault="001A403D" w:rsidP="009229E3">
      <w:pPr>
        <w:pStyle w:val="libCenterBold1"/>
      </w:pPr>
      <w:r>
        <w:t>Lesson:</w:t>
      </w:r>
    </w:p>
    <w:p w:rsidR="001A403D" w:rsidRDefault="001A403D" w:rsidP="001A403D">
      <w:pPr>
        <w:pStyle w:val="libNormal"/>
      </w:pPr>
      <w:r>
        <w:t xml:space="preserve">1-Walayat-e-Ali asws is eternal life, saves from unrest &amp; corruption, establishes on justice. Walayat-e-Ali asws is that Salaah which prevents </w:t>
      </w:r>
      <w:r>
        <w:lastRenderedPageBreak/>
        <w:t>from evils and disobedience of Allah. In whose heart is Walayat-e-Ali asws, Allah does not allow him to commit sin, nor He will let him go to Hell.</w:t>
      </w:r>
    </w:p>
    <w:p w:rsidR="001A403D" w:rsidRDefault="001A403D" w:rsidP="001A403D">
      <w:pPr>
        <w:pStyle w:val="libNormal"/>
      </w:pPr>
      <w:r>
        <w:t>2-Who denies Walayat-e-Ali asws in any aspect, Allah keeps him faithless, neither his faith is complete, nor his Deen, nor his Salaah, nor his Kalima, nor his purity, nor his birth is pure, and he keeps drowned in injustice &amp; disobedience, and his end is also not well.</w:t>
      </w:r>
    </w:p>
    <w:p w:rsidR="001A403D" w:rsidRDefault="001A403D" w:rsidP="00385B48">
      <w:pPr>
        <w:pStyle w:val="libAr"/>
      </w:pPr>
      <w:r>
        <w:rPr>
          <w:rFonts w:hint="eastAsia"/>
          <w:rtl/>
        </w:rPr>
        <w:t>وَ</w:t>
      </w:r>
      <w:r>
        <w:rPr>
          <w:rFonts w:hint="cs"/>
          <w:rtl/>
        </w:rPr>
        <w:t>ٱ</w:t>
      </w:r>
      <w:r>
        <w:rPr>
          <w:rFonts w:hint="eastAsia"/>
          <w:rtl/>
        </w:rPr>
        <w:t>تَّقُواْ</w:t>
      </w:r>
      <w:r>
        <w:rPr>
          <w:rtl/>
        </w:rPr>
        <w:t xml:space="preserve"> فِتۡنَةً۬ لَّا تُصِيبَنَّ </w:t>
      </w:r>
      <w:r>
        <w:rPr>
          <w:rFonts w:hint="cs"/>
          <w:rtl/>
        </w:rPr>
        <w:t>ٱ</w:t>
      </w:r>
      <w:r>
        <w:rPr>
          <w:rFonts w:hint="eastAsia"/>
          <w:rtl/>
        </w:rPr>
        <w:t>لَّذِينَ</w:t>
      </w:r>
      <w:r>
        <w:rPr>
          <w:rtl/>
        </w:rPr>
        <w:t xml:space="preserve"> ظَلَمُواْ مِنكُمۡ خَآصَّةً۬‌ۖ وَ</w:t>
      </w:r>
      <w:r>
        <w:rPr>
          <w:rFonts w:hint="cs"/>
          <w:rtl/>
        </w:rPr>
        <w:t>ٱ</w:t>
      </w:r>
      <w:r>
        <w:rPr>
          <w:rFonts w:hint="eastAsia"/>
          <w:rtl/>
        </w:rPr>
        <w:t>عۡلَمُوٓاْ</w:t>
      </w:r>
      <w:r>
        <w:rPr>
          <w:rtl/>
        </w:rPr>
        <w:t xml:space="preserve"> أَنَّ </w:t>
      </w:r>
      <w:r>
        <w:rPr>
          <w:rFonts w:hint="cs"/>
          <w:rtl/>
        </w:rPr>
        <w:t>ٱ</w:t>
      </w:r>
      <w:r>
        <w:rPr>
          <w:rFonts w:hint="eastAsia"/>
          <w:rtl/>
        </w:rPr>
        <w:t>للَّهَ</w:t>
      </w:r>
      <w:r>
        <w:rPr>
          <w:rtl/>
        </w:rPr>
        <w:t xml:space="preserve"> شَدِيدُ </w:t>
      </w:r>
      <w:r>
        <w:rPr>
          <w:rFonts w:hint="cs"/>
          <w:rtl/>
        </w:rPr>
        <w:t>ٱ</w:t>
      </w:r>
      <w:r>
        <w:rPr>
          <w:rFonts w:hint="eastAsia"/>
          <w:rtl/>
        </w:rPr>
        <w:t>لۡعِقَابِ</w:t>
      </w:r>
      <w:r>
        <w:rPr>
          <w:rtl/>
        </w:rPr>
        <w:t xml:space="preserve"> (٢٥</w:t>
      </w:r>
      <w:r w:rsidR="009229E3">
        <w:rPr>
          <w:rtl/>
        </w:rPr>
        <w:t>)</w:t>
      </w:r>
    </w:p>
    <w:p w:rsidR="001A403D" w:rsidRDefault="001A403D" w:rsidP="00E36567">
      <w:pPr>
        <w:pStyle w:val="libBoldItalic"/>
      </w:pPr>
      <w:r>
        <w:t>And fear a trial (of affliction) which will not exclusively strike those among you who have done injustice, and know that Allah is severe in penalty. (25)</w:t>
      </w:r>
    </w:p>
    <w:p w:rsidR="001A403D" w:rsidRDefault="001A403D" w:rsidP="00E36567">
      <w:pPr>
        <w:pStyle w:val="libNormal"/>
      </w:pPr>
      <w:r>
        <w:t>1-Imam Jafar Sadiq asws said about this saying of Allah: When Allah called His Nabi sawaw back, people were involved in corruption, so much so that they left Ali asws, and paid allegiance to other, and this is trial (Fitna), which was prohibited, although Rasool Allah sawaw commanded them to obey Ali asws and Aosiya asws who are Aal-e-Mohammad asws. (al-Burhan, v3, p295)</w:t>
      </w:r>
    </w:p>
    <w:p w:rsidR="001A403D" w:rsidRDefault="001A403D" w:rsidP="00E36567">
      <w:pPr>
        <w:pStyle w:val="libNormal"/>
      </w:pPr>
      <w:r>
        <w:t>2-When this verse was revealed, Nabi Akram sawaw said: After my departure, who would do injustice to Ali asws concerning my vicegerency, it is as he denied my Nabuwat and Nabuwat of Prophets (a.s.) before me. (al-Burhan, v3, p296)</w:t>
      </w:r>
    </w:p>
    <w:p w:rsidR="001A403D" w:rsidRDefault="001A403D" w:rsidP="009229E3">
      <w:pPr>
        <w:pStyle w:val="libCenterBold1"/>
      </w:pPr>
      <w:r>
        <w:t>Lesson:</w:t>
      </w:r>
    </w:p>
    <w:p w:rsidR="001A403D" w:rsidRDefault="001A403D" w:rsidP="001A403D">
      <w:pPr>
        <w:pStyle w:val="libNormal"/>
      </w:pPr>
      <w:r>
        <w:t>1-Denial from Walayat-e-Ali asws is Fitna and corruption. Walayat-e-Faqeh is that sweet poison which drags a man from Noor &amp; Life, and throws into Darkness and Destruction.</w:t>
      </w:r>
    </w:p>
    <w:p w:rsidR="001A403D" w:rsidRDefault="001A403D" w:rsidP="001A403D">
      <w:pPr>
        <w:pStyle w:val="libNormal"/>
      </w:pPr>
      <w:r>
        <w:t>2-Walayat-e-Ali asws is vicegerent &amp; successor verbally &amp; practically immediately without any distance. Whenever one says “La ilaha illallah Mohammadur Rasool Allah” it is inevitable to say “Ali un Waliullah” immediately. It is applicable to every deed as obligation including Salaah, who denies it he denied the task of Nabuwat of all the Prophets (a.s.), and this is the saying of Allah, “Ya Rasool, convey that what has been revealed to you from your Rabb, and if you don’t do it, then it is as you did not convey His Risalat”</w:t>
      </w:r>
    </w:p>
    <w:p w:rsidR="001A403D" w:rsidRDefault="001A403D" w:rsidP="001A403D">
      <w:pPr>
        <w:pStyle w:val="libNormal"/>
      </w:pPr>
      <w:r>
        <w:t>2-Beware, it is time for Momineen to ponder. Only those will not be afflicted who issues Fatawa against Walayat and Azadari, if Momineen keep silent and do not speak the truth, then all will be engulfed by the Wrath of Allah. It is duty of every Momin to preach Haqq in a nice way according to his capacity, to convey message of Walayat in every Majlis, perform their role in establishing Azadari, and to keep in contact with Imam Qaim asws.</w:t>
      </w:r>
    </w:p>
    <w:p w:rsidR="001A403D" w:rsidRDefault="001A403D" w:rsidP="00385B48">
      <w:pPr>
        <w:pStyle w:val="libAr"/>
      </w:pPr>
      <w:r>
        <w:rPr>
          <w:rFonts w:hint="eastAsia"/>
          <w:rtl/>
        </w:rPr>
        <w:t>وَإِذۡ</w:t>
      </w:r>
      <w:r>
        <w:rPr>
          <w:rtl/>
        </w:rPr>
        <w:t xml:space="preserve"> قَالُواْ </w:t>
      </w:r>
      <w:r>
        <w:rPr>
          <w:rFonts w:hint="cs"/>
          <w:rtl/>
        </w:rPr>
        <w:t>ٱ</w:t>
      </w:r>
      <w:r>
        <w:rPr>
          <w:rFonts w:hint="eastAsia"/>
          <w:rtl/>
        </w:rPr>
        <w:t>للَّهُمَّ</w:t>
      </w:r>
      <w:r>
        <w:rPr>
          <w:rtl/>
        </w:rPr>
        <w:t xml:space="preserve"> إِن كَانَ هَـٰذَا هُوَ </w:t>
      </w:r>
      <w:r>
        <w:rPr>
          <w:rFonts w:hint="cs"/>
          <w:rtl/>
        </w:rPr>
        <w:t>ٱ</w:t>
      </w:r>
      <w:r>
        <w:rPr>
          <w:rFonts w:hint="eastAsia"/>
          <w:rtl/>
        </w:rPr>
        <w:t>لۡحَقَّ</w:t>
      </w:r>
      <w:r>
        <w:rPr>
          <w:rtl/>
        </w:rPr>
        <w:t xml:space="preserve"> مِنۡ عِندِكَ فَأَمۡطِرۡ عَلَيۡنَا حِجَارَةً۬ مِّنَ </w:t>
      </w:r>
      <w:r>
        <w:rPr>
          <w:rFonts w:hint="cs"/>
          <w:rtl/>
        </w:rPr>
        <w:t>ٱ</w:t>
      </w:r>
      <w:r>
        <w:rPr>
          <w:rFonts w:hint="eastAsia"/>
          <w:rtl/>
        </w:rPr>
        <w:t>لسَّمَآءِ</w:t>
      </w:r>
      <w:r>
        <w:rPr>
          <w:rtl/>
        </w:rPr>
        <w:t xml:space="preserve"> أَوِ </w:t>
      </w:r>
      <w:r>
        <w:rPr>
          <w:rFonts w:hint="cs"/>
          <w:rtl/>
        </w:rPr>
        <w:t>ٱ</w:t>
      </w:r>
      <w:r>
        <w:rPr>
          <w:rFonts w:hint="eastAsia"/>
          <w:rtl/>
        </w:rPr>
        <w:t>ئۡتِنَا</w:t>
      </w:r>
      <w:r>
        <w:rPr>
          <w:rtl/>
        </w:rPr>
        <w:t xml:space="preserve"> بِعَذَابٍ أَلِيمٍ۬ (٣٢</w:t>
      </w:r>
      <w:r w:rsidR="009229E3">
        <w:rPr>
          <w:rtl/>
        </w:rPr>
        <w:t>)</w:t>
      </w:r>
      <w:r>
        <w:rPr>
          <w:rtl/>
        </w:rPr>
        <w:t xml:space="preserve"> وَمَا </w:t>
      </w:r>
      <w:r w:rsidR="001E6BAB" w:rsidRPr="001E6BAB">
        <w:rPr>
          <w:rFonts w:hint="cs"/>
          <w:rtl/>
        </w:rPr>
        <w:t>ک</w:t>
      </w:r>
      <w:r>
        <w:rPr>
          <w:rFonts w:hint="eastAsia"/>
          <w:rtl/>
        </w:rPr>
        <w:t>انَ</w:t>
      </w:r>
      <w:r>
        <w:rPr>
          <w:rtl/>
        </w:rPr>
        <w:t xml:space="preserve"> </w:t>
      </w:r>
      <w:r>
        <w:rPr>
          <w:rFonts w:hint="cs"/>
          <w:rtl/>
        </w:rPr>
        <w:t>ٱ</w:t>
      </w:r>
      <w:r>
        <w:rPr>
          <w:rFonts w:hint="eastAsia"/>
          <w:rtl/>
        </w:rPr>
        <w:t>للَّهُ</w:t>
      </w:r>
      <w:r>
        <w:rPr>
          <w:rtl/>
        </w:rPr>
        <w:t xml:space="preserve"> لِيُعَذِّبَهُمۡ وَأَنتَ فِي</w:t>
      </w:r>
      <w:r w:rsidR="001E6BAB" w:rsidRPr="001E6BAB">
        <w:rPr>
          <w:rFonts w:hint="cs"/>
          <w:rtl/>
        </w:rPr>
        <w:t>ه</w:t>
      </w:r>
      <w:r w:rsidRPr="00595365">
        <w:rPr>
          <w:rFonts w:hint="cs"/>
          <w:rtl/>
        </w:rPr>
        <w:t xml:space="preserve">مۡ‌ۚ وَمَا كَانَ </w:t>
      </w:r>
      <w:r>
        <w:rPr>
          <w:rFonts w:hint="cs"/>
          <w:rtl/>
        </w:rPr>
        <w:t>ٱ</w:t>
      </w:r>
      <w:r>
        <w:rPr>
          <w:rFonts w:hint="eastAsia"/>
          <w:rtl/>
        </w:rPr>
        <w:t>للَّهُ</w:t>
      </w:r>
      <w:r>
        <w:rPr>
          <w:rtl/>
        </w:rPr>
        <w:t xml:space="preserve"> مُعَذِّبَهُمۡ وَهُمۡ ي</w:t>
      </w:r>
      <w:r>
        <w:rPr>
          <w:rFonts w:hint="eastAsia"/>
          <w:rtl/>
        </w:rPr>
        <w:t>َسۡتَغۡفِرُونَ</w:t>
      </w:r>
      <w:r>
        <w:rPr>
          <w:rtl/>
        </w:rPr>
        <w:t xml:space="preserve"> (٣٣</w:t>
      </w:r>
      <w:r w:rsidR="009229E3">
        <w:rPr>
          <w:rtl/>
        </w:rPr>
        <w:t>)</w:t>
      </w:r>
    </w:p>
    <w:p w:rsidR="001A403D" w:rsidRDefault="001A403D" w:rsidP="00E36567">
      <w:pPr>
        <w:pStyle w:val="libBoldItalic"/>
      </w:pPr>
      <w:r>
        <w:t xml:space="preserve">And when they said: O Allah! If this is indeed the truth from You, then rain down stones on us from the sky or bring on us a painful punishment! </w:t>
      </w:r>
      <w:r>
        <w:lastRenderedPageBreak/>
        <w:t>(32) But Allah would not punish them while you are among them, nor Allah would punish them while they seek forgiveness. (33)</w:t>
      </w:r>
    </w:p>
    <w:p w:rsidR="001A403D" w:rsidRDefault="001A403D" w:rsidP="00E36567">
      <w:pPr>
        <w:pStyle w:val="libNormal"/>
      </w:pPr>
      <w:r>
        <w:t>1-One day Rasool Allah sawaw was sitting and Amirul Momineen asws came, then Rasool Allah sawaw said: No doubt, you are similitude of Eesa bin Mariyam (a.s.) and if some people among my Ummah would not say that what Christians say about Eesa bin Mariyam (a.s.), then I should say something in your favour, then majority of people would not go away without taking dust from under your feet, so that they can blessing from it. At that time Arabi, Mughera bin Shuba and some Quraish became angry, and said: He is not pleased until he made the son of his uncle similitude of Eesa bin Mariyam (a.s.). So Allah Ta’ala revealed verses of Sura Zukhraf (v57-60) to His Nabi sawaw. Haris bin Amru Fehri said in anger: Ya Allah, if this is Haqq from You that Bani Hashim (a.s.) should remain inheritors like king after king, then rain stones on us from the sky, bring painful punishment upon us. Then at that time Allah revealed the saying of Haris, and revealed this verse as well, “And Allah would not punish them while you are among them, nor Allah would punish them while they seek forgiveness” Then said to him: O ibne Amru! Either you repent or leave from here. He said: Ya Mohammad sawaw! Whatever is in your authority, make all Quraish something, so that Banu Hashim can be superior (honoured) to Arabs and non-Arabs. Nabi Akram sawaw said to him: It is not from me, it is from Allah Tabarak wa Ta’ala. He said: Ya Mohammad sawaw! My heart does not repent by listening you, but I am going away from you. Then he called his conveyance and rode on it. When he reached outside Madina, a big stone came and smashed him to death. At that time revelation came to Nabi Akram sawaw, “A begger begged Azaab which come upon the deniers of Walayat-e-Ali, which no one can stop, which is from Allah Who is the Owner of the steps of Arooj.” So Rasool Allah sawaw said to the hypocrites sitting around: Go to your companion, that decree has come (executed) what was begged. Allah Azza wa Jalla says, “and they asked for decree, and all opressors and enemies of Haqq failed” (al-Burhan, v3, p311)</w:t>
      </w:r>
    </w:p>
    <w:p w:rsidR="001A403D" w:rsidRDefault="001A403D" w:rsidP="00E36567">
      <w:pPr>
        <w:pStyle w:val="libNormal"/>
      </w:pPr>
      <w:r>
        <w:t xml:space="preserve">2-Nazar bin Haris came and said Salam to Nabi Akram sawaw, and he replied. Then he said: Ya Rasool Allah sawaw, you are chief of all the children of Adam (a.s.), and your brother is chief of Arab, and your daughter Fatima is Syyeda tun Nisa al Aalameen, and your sons Hassan asws and Hussain asws are the chief of the youth of the companions of the Paradise, and your uncle Hamza asws is Syyed al-Shuhada, and son of your uncle is with two wings with them he flies in Paradise wherever he wishes, and your uncle Abbas is skin between your eyes and is brother of your father and Bani Shaiba serves him, then what is for the rest of Quraish and whole Arab? You told us in the beginning of Islam that if we would believe what you say, then same will be for us what is for you, and same on us what is on you? Rasool Allah sawaw kept silent for a moment, then raised his head and said: By Allah, I did not do this with them, but Allah did this to them, then what is my fault? Then Nazar bin Haris turned his back and went saying: O Allah, if this is Haqq from You, then rain stones on us from sky or bring painful punishment. So Allah revealed the saying of Nazar bin </w:t>
      </w:r>
      <w:r>
        <w:lastRenderedPageBreak/>
        <w:t>Haris. Then Rasool Allah sawaw called Nazar bin Haris and recited these verses to him. He said: Ya Rasool Allah sawaw, you certainly came to know all hidden talks of mine and those whom that is not given whatever is bestowed to you and your Ahlul Bait asws from the honour &amp; favour of the world and Hereafter, and no doubt Allah has exposed our hidden secrets. As for as I am concerned, I beg you permission to go out of Madina, because I have no capacity to stay here. Nabi Akram sawaw advised him: Your Rabb is generous, if you would be patient, then Allah would not have kept you empty handed from his blessing due to your patience, so accept and submit, because Allah tries his creation by different ways, and whatever He wills keeps secret from them, for Him is command and creation, His blessings are great, and His favours are comprehensive. But Nazar bin Haris denied and wanted permission. Then Rasool Allah sawaw gave him permission. So he reached his home and prepared his conveyance, and mounted with much pride and he said: O Allah, if this is Haqq from You then rain stones on us from the sky or bring painful punishment on us. When he reached outside Madina, a bird was having a stone in his claw, it threw the stone spinning and send to him. So it hit on his head, then entered his brain, and exited from his back traversing through his abdomen. And then hit the back of his conveyance and exited spinning through its abdomen, so conveyance became restless and fell, and Nazar bin Haris also fell, and both died. So Allah revealed: A begger begged Azaab which comes down on the deniers of Ali asws and Fatima asws and Hassan asws and Hussain asws, which no one can postpone, which is from Allah the Owner of the steps of Arooj. At that moment Rasool Allah sawaw called those hypocrites who were gathered with Nazar bin Haris at night, and recited these verses to them and said: Go out to your companion so that you can see his condition. When they went and see him, started sweating and weeping, and said: Who keeps grudge with Ali asws and reveals his grudge, then Ali asws kills him with his sword, and who goes out of Madina in grudge of Ali asws, then Allah sends down on him what you are seeing. (Imam Jafar Sadiq asws) (al-Burhan, v3, p313)</w:t>
      </w:r>
    </w:p>
    <w:p w:rsidR="001A403D" w:rsidRDefault="001A403D" w:rsidP="009229E3">
      <w:pPr>
        <w:pStyle w:val="libCenterBold1"/>
      </w:pPr>
      <w:r>
        <w:t>Lesson:</w:t>
      </w:r>
    </w:p>
    <w:p w:rsidR="001A403D" w:rsidRDefault="001A403D" w:rsidP="001A403D">
      <w:pPr>
        <w:pStyle w:val="libNormal"/>
      </w:pPr>
      <w:r>
        <w:t>1-Haris bin Amru, Nazar bin Haris, and Numan bin Haras were such renegades on whom Allah sent Azaab of stones because they openly opposed Walayat-e-Ali asws in spite of Rasool Allah’s sawaw advice. They also wanted partnership in Walayat like Muqassir Mulla.</w:t>
      </w:r>
    </w:p>
    <w:p w:rsidR="001A403D" w:rsidRDefault="001A403D" w:rsidP="001A403D">
      <w:pPr>
        <w:pStyle w:val="libNormal"/>
      </w:pPr>
      <w:r>
        <w:t>2-Renegades opponents of Walayat-e-Ali asws knew that Azaab does not come down in the presence of Rasool Allah sawaw, therefore they went out of Madina to get Azaab but did not accept Walayat. Opponents of Walayat-e-Ali asws, jealous Muqassir Mullas live around holy mausoleums and do not go away from them lest Azaab come down on them.</w:t>
      </w:r>
    </w:p>
    <w:p w:rsidR="001A403D" w:rsidRDefault="001A403D" w:rsidP="001A403D">
      <w:pPr>
        <w:pStyle w:val="libNormal"/>
      </w:pPr>
      <w:r>
        <w:t>3-There is only one way of Salvation for all the creations which Rasool Allah sawaw has told: To believe in Walayat-e-Ali asws and completely submit to it.</w:t>
      </w:r>
    </w:p>
    <w:p w:rsidR="001A403D" w:rsidRDefault="001A403D" w:rsidP="00385B48">
      <w:pPr>
        <w:pStyle w:val="libAr"/>
      </w:pPr>
      <w:r>
        <w:rPr>
          <w:rFonts w:hint="eastAsia"/>
          <w:rtl/>
        </w:rPr>
        <w:lastRenderedPageBreak/>
        <w:t>وَقَـٰتِلُوهُمۡ</w:t>
      </w:r>
      <w:r>
        <w:rPr>
          <w:rtl/>
        </w:rPr>
        <w:t xml:space="preserve"> حَتَّىٰ لَا تَكُونَ فِتۡنَةٌ۬ وَيَ</w:t>
      </w:r>
      <w:r w:rsidR="001E6BAB" w:rsidRPr="001E6BAB">
        <w:rPr>
          <w:rFonts w:hint="cs"/>
          <w:rtl/>
        </w:rPr>
        <w:t>ک</w:t>
      </w:r>
      <w:r>
        <w:rPr>
          <w:rFonts w:hint="eastAsia"/>
          <w:rtl/>
        </w:rPr>
        <w:t>ونَ</w:t>
      </w:r>
      <w:r>
        <w:rPr>
          <w:rtl/>
        </w:rPr>
        <w:t xml:space="preserve"> </w:t>
      </w:r>
      <w:r>
        <w:rPr>
          <w:rFonts w:hint="cs"/>
          <w:rtl/>
        </w:rPr>
        <w:t>ٱ</w:t>
      </w:r>
      <w:r>
        <w:rPr>
          <w:rFonts w:hint="eastAsia"/>
          <w:rtl/>
        </w:rPr>
        <w:t>لدِّينُ</w:t>
      </w:r>
      <w:r>
        <w:rPr>
          <w:rtl/>
        </w:rPr>
        <w:t xml:space="preserve"> </w:t>
      </w:r>
      <w:r w:rsidR="001E6BAB" w:rsidRPr="001E6BAB">
        <w:rPr>
          <w:rFonts w:hint="cs"/>
          <w:rtl/>
        </w:rPr>
        <w:t>ک</w:t>
      </w:r>
      <w:r>
        <w:rPr>
          <w:rFonts w:hint="eastAsia"/>
          <w:rtl/>
        </w:rPr>
        <w:t>لُّهُ</w:t>
      </w:r>
      <w:r>
        <w:rPr>
          <w:rtl/>
        </w:rPr>
        <w:t xml:space="preserve"> </w:t>
      </w:r>
      <w:r>
        <w:rPr>
          <w:rFonts w:hint="cs"/>
          <w:rtl/>
        </w:rPr>
        <w:t>ۥ</w:t>
      </w:r>
      <w:r>
        <w:rPr>
          <w:rtl/>
        </w:rPr>
        <w:t xml:space="preserve"> لِلَّهِ‌ۚ فَإِنِ </w:t>
      </w:r>
      <w:r>
        <w:rPr>
          <w:rFonts w:hint="cs"/>
          <w:rtl/>
        </w:rPr>
        <w:t>ٱ</w:t>
      </w:r>
      <w:r>
        <w:rPr>
          <w:rFonts w:hint="eastAsia"/>
          <w:rtl/>
        </w:rPr>
        <w:t>نتَهَوۡاْ</w:t>
      </w:r>
      <w:r>
        <w:rPr>
          <w:rtl/>
        </w:rPr>
        <w:t xml:space="preserve"> فَإِنَّ </w:t>
      </w:r>
      <w:r>
        <w:rPr>
          <w:rFonts w:hint="cs"/>
          <w:rtl/>
        </w:rPr>
        <w:t>ٱ</w:t>
      </w:r>
      <w:r>
        <w:rPr>
          <w:rFonts w:hint="eastAsia"/>
          <w:rtl/>
        </w:rPr>
        <w:t>للَّهَ</w:t>
      </w:r>
      <w:r>
        <w:rPr>
          <w:rtl/>
        </w:rPr>
        <w:t xml:space="preserve"> بِمَا يَعۡمَلُونَ بَصِيرٌ۬ (٣٩</w:t>
      </w:r>
      <w:r w:rsidR="009229E3">
        <w:rPr>
          <w:rtl/>
        </w:rPr>
        <w:t>)</w:t>
      </w:r>
    </w:p>
    <w:p w:rsidR="001A403D" w:rsidRDefault="001A403D" w:rsidP="00E36567">
      <w:pPr>
        <w:pStyle w:val="libBoldItalic"/>
      </w:pPr>
      <w:r>
        <w:t>And fight against them until there is no Fitna (corruption) and the religion is entirely for Allah. Then if they cease, then indeed Allah is Seer of what they do. (39)</w:t>
      </w:r>
    </w:p>
    <w:p w:rsidR="001A403D" w:rsidRDefault="001A403D" w:rsidP="00E36567">
      <w:pPr>
        <w:pStyle w:val="libNormal"/>
      </w:pPr>
      <w:r>
        <w:t>1-Imam Mohammad Baqir asws was asked about this verse and he said: Taweel of this verse has not come yet, and when our Qaim asws will rise later on, so who will be in that time, he will see Taweel of this verse as well, and certainly Deen of Mohammad Mustafa sawaw will spread until there will be no Shirk in the whole world as Allah has said. (al-Burhan, v3, p317)</w:t>
      </w:r>
    </w:p>
    <w:p w:rsidR="001A403D" w:rsidRDefault="001A403D" w:rsidP="00E36567">
      <w:pPr>
        <w:pStyle w:val="libNormal"/>
      </w:pPr>
      <w:r>
        <w:t>2-In a lengthy Hadees about Zahoor of Qaim asws, Imam Mohammad Baqir asws said: Imam-e-Zamana asws will invite people to the Book of Allah and Sunnah of His Nabi sawaw and Walayat of Ali ibne Abi Talib asws and immunity to his enemies. (al-Burhan, v3, p318)</w:t>
      </w:r>
    </w:p>
    <w:p w:rsidR="001A403D" w:rsidRDefault="001A403D" w:rsidP="009229E3">
      <w:pPr>
        <w:pStyle w:val="libCenterBold1"/>
      </w:pPr>
      <w:r>
        <w:t>Lesson:</w:t>
      </w:r>
    </w:p>
    <w:p w:rsidR="001A403D" w:rsidRDefault="001A403D" w:rsidP="001A403D">
      <w:pPr>
        <w:pStyle w:val="libNormal"/>
      </w:pPr>
      <w:r>
        <w:t>1-With the blessing of Allah, Momineen are on the same Deen which Imam Qaim asws will spread in the whole world, i.e. Quran-e-Hakeem, Sunnah of Rasool Allah sawaw, Walayat-e-Ali asws, and curse on their enemies. But Taghoot is giving lesson that Quran &amp; Sunnah are insufficient, so Fatawa of Muqassir Mulla based on Qiyas &amp; Zunn are necessary, and deeds are nullified by Zikr-e-Walayat, and it is Haraam to say bad to the enemies of Ahlul Bait asws! In fact, Taghoot is recruiting the army of Sufyani.</w:t>
      </w:r>
    </w:p>
    <w:p w:rsidR="001A403D" w:rsidRDefault="001A403D" w:rsidP="00385B48">
      <w:pPr>
        <w:pStyle w:val="libAr"/>
      </w:pPr>
      <w:r>
        <w:rPr>
          <w:rFonts w:hint="eastAsia"/>
          <w:rtl/>
        </w:rPr>
        <w:t>وَإِمَّا</w:t>
      </w:r>
      <w:r>
        <w:rPr>
          <w:rtl/>
        </w:rPr>
        <w:t xml:space="preserve"> تَخَافَنَّ مِن قَوۡمٍ خِيَانَةً۬ فَ</w:t>
      </w:r>
      <w:r>
        <w:rPr>
          <w:rFonts w:hint="cs"/>
          <w:rtl/>
        </w:rPr>
        <w:t>ٱ</w:t>
      </w:r>
      <w:r>
        <w:rPr>
          <w:rFonts w:hint="eastAsia"/>
          <w:rtl/>
        </w:rPr>
        <w:t>نۢبِذۡ</w:t>
      </w:r>
      <w:r>
        <w:rPr>
          <w:rtl/>
        </w:rPr>
        <w:t xml:space="preserve"> إِلَيۡهِمۡ عَلَىٰ سَوَآءٍ‌ۚ إِنَّ </w:t>
      </w:r>
      <w:r>
        <w:rPr>
          <w:rFonts w:hint="cs"/>
          <w:rtl/>
        </w:rPr>
        <w:t>ٱ</w:t>
      </w:r>
      <w:r>
        <w:rPr>
          <w:rFonts w:hint="eastAsia"/>
          <w:rtl/>
        </w:rPr>
        <w:t>للَّهَ</w:t>
      </w:r>
      <w:r>
        <w:rPr>
          <w:rtl/>
        </w:rPr>
        <w:t xml:space="preserve"> لَا يُحِبُّ </w:t>
      </w:r>
      <w:r>
        <w:rPr>
          <w:rFonts w:hint="cs"/>
          <w:rtl/>
        </w:rPr>
        <w:t>ٱ</w:t>
      </w:r>
      <w:r>
        <w:rPr>
          <w:rFonts w:hint="eastAsia"/>
          <w:rtl/>
        </w:rPr>
        <w:t>لۡخَآ</w:t>
      </w:r>
      <w:r>
        <w:rPr>
          <w:rFonts w:hint="cs"/>
          <w:rtl/>
        </w:rPr>
        <w:t>ٮِٕ</w:t>
      </w:r>
      <w:r>
        <w:rPr>
          <w:rFonts w:hint="eastAsia"/>
          <w:rtl/>
        </w:rPr>
        <w:t>نِينَ</w:t>
      </w:r>
      <w:r>
        <w:rPr>
          <w:rtl/>
        </w:rPr>
        <w:t xml:space="preserve"> (٥٨</w:t>
      </w:r>
      <w:r w:rsidR="009229E3">
        <w:rPr>
          <w:rtl/>
        </w:rPr>
        <w:t>)</w:t>
      </w:r>
    </w:p>
    <w:p w:rsidR="001A403D" w:rsidRDefault="001A403D" w:rsidP="00E36567">
      <w:pPr>
        <w:pStyle w:val="libBoldItalic"/>
      </w:pPr>
      <w:r>
        <w:t>And if you fear treachery from a nation, then throw back to them (their treaty) similarly (as they did). Indeed Allah does not like the treacherous (betrayers). (58)</w:t>
      </w:r>
    </w:p>
    <w:p w:rsidR="001A403D" w:rsidRDefault="001A403D" w:rsidP="00E36567">
      <w:pPr>
        <w:pStyle w:val="libNormal"/>
      </w:pPr>
      <w:r>
        <w:t>1-It is narrated in Tafseer Qummi that this verse is about those who betrayed Imam Ali asws. (al-Burhan, v3, p339)</w:t>
      </w:r>
    </w:p>
    <w:p w:rsidR="001A403D" w:rsidRDefault="001A403D" w:rsidP="00E36567">
      <w:pPr>
        <w:pStyle w:val="libNormal"/>
      </w:pPr>
      <w:r>
        <w:t>2-Rasool Allah sawaw said: Who has three habits, he is hypocrite whether he keeps fasts and prays and consider himself Muslim: If he is given a trust (Amanat) to keep but he does dishonesty (treachery), and when speaks tells lie, and when promises does not fulfil. No doubt Allah Azza wa Jalla says in His Book, “Certainly Allah does not like betrayers” and says, “No doubt Curse of Allah is on them who are liars” and His saying, “And mention Ismaeel in the Book that he was true in his promise and was Rasool Nabi” (al-Burhan, v3, p339)</w:t>
      </w:r>
    </w:p>
    <w:p w:rsidR="001A403D" w:rsidRDefault="001A403D" w:rsidP="009229E3">
      <w:pPr>
        <w:pStyle w:val="libCenterBold1"/>
      </w:pPr>
      <w:r>
        <w:t>Lesson:</w:t>
      </w:r>
    </w:p>
    <w:p w:rsidR="001A403D" w:rsidRDefault="001A403D" w:rsidP="001A403D">
      <w:pPr>
        <w:pStyle w:val="libNormal"/>
      </w:pPr>
      <w:r>
        <w:t xml:space="preserve">1-Dishonesty in trust, tell lies, and not to fulfil the promise are three traits which are narrated about those who oppose Walayat-e-Ali asws, whether they pray to much, keep fasts, or suppose themselves very pious and big Muslim. Allah hates such people and curses them. It means Allah is not looking at their prayers &amp; fasts but He pays attention to three things: First, the great Trust of Walayat was given, is there dishonesty about that, so they </w:t>
      </w:r>
      <w:r>
        <w:lastRenderedPageBreak/>
        <w:t>usurped His Walayat and announced their own Walayat. Secondly to tell lies, misguiding people by telling lies that Rasool Allah sawaw never gave testimony of Walayat-e-Ali asws. While Rasool Allah sawaw used to give testimony of Walayat-e-Ali asws daily even in Namaz, which is narrated under the Tafseer of verse110 of Sura Bani Israeel, and wording of Tashahud of Rasool Allah sawaw is also documented in the books of Ahadees. In fact, Rasool Allah sawaw preached Walayat-e-Ali asws during his whole apparent life in this world, and tolerated taunting of the enemies of Walayat. Thirdly not to fulfil the promise - means that promise which was done with Allah about Walayat that we will obey Allah, His Rasool sawaw and Olil Amr asws, and will execute their orders - to leave it and start doing Taqleed of opponents of Walayat-e-Ali asws, and to leave Quran &amp; Sunnah and accept Zunni Fatawa of Muqassir Mulla.</w:t>
      </w:r>
    </w:p>
    <w:p w:rsidR="001A403D" w:rsidRDefault="001A403D" w:rsidP="00385B48">
      <w:pPr>
        <w:pStyle w:val="libAr"/>
      </w:pPr>
      <w:r>
        <w:rPr>
          <w:rFonts w:hint="eastAsia"/>
          <w:rtl/>
        </w:rPr>
        <w:t>وَإِن</w:t>
      </w:r>
      <w:r>
        <w:rPr>
          <w:rtl/>
        </w:rPr>
        <w:t xml:space="preserve"> يُرِيدُوٓاْ أَن يَخۡدَعُوكَ فَإِنَّ حَسۡبَكَ </w:t>
      </w:r>
      <w:r>
        <w:rPr>
          <w:rFonts w:hint="cs"/>
          <w:rtl/>
        </w:rPr>
        <w:t>ٱ</w:t>
      </w:r>
      <w:r>
        <w:rPr>
          <w:rFonts w:hint="eastAsia"/>
          <w:rtl/>
        </w:rPr>
        <w:t>للَّهُ‌ۚ</w:t>
      </w:r>
      <w:r>
        <w:rPr>
          <w:rtl/>
        </w:rPr>
        <w:t xml:space="preserve"> هُوَ </w:t>
      </w:r>
      <w:r>
        <w:rPr>
          <w:rFonts w:hint="cs"/>
          <w:rtl/>
        </w:rPr>
        <w:t>ٱ</w:t>
      </w:r>
      <w:r>
        <w:rPr>
          <w:rFonts w:hint="eastAsia"/>
          <w:rtl/>
        </w:rPr>
        <w:t>لَّذِىٓ</w:t>
      </w:r>
      <w:r>
        <w:rPr>
          <w:rtl/>
        </w:rPr>
        <w:t xml:space="preserve"> أَيَّدَكَ بِنَصۡرِهِ</w:t>
      </w:r>
      <w:r>
        <w:rPr>
          <w:rFonts w:hint="cs"/>
          <w:rtl/>
        </w:rPr>
        <w:t>ۦ</w:t>
      </w:r>
      <w:r>
        <w:rPr>
          <w:rtl/>
        </w:rPr>
        <w:t xml:space="preserve"> وَبِ</w:t>
      </w:r>
      <w:r>
        <w:rPr>
          <w:rFonts w:hint="cs"/>
          <w:rtl/>
        </w:rPr>
        <w:t>ٱ</w:t>
      </w:r>
      <w:r>
        <w:rPr>
          <w:rFonts w:hint="eastAsia"/>
          <w:rtl/>
        </w:rPr>
        <w:t>لۡمُؤۡمِنِينَ</w:t>
      </w:r>
      <w:r>
        <w:rPr>
          <w:rtl/>
        </w:rPr>
        <w:t xml:space="preserve"> (٦٢</w:t>
      </w:r>
      <w:r w:rsidR="009229E3">
        <w:rPr>
          <w:rtl/>
        </w:rPr>
        <w:t>)</w:t>
      </w:r>
      <w:r>
        <w:rPr>
          <w:rtl/>
        </w:rPr>
        <w:t xml:space="preserve"> وَأَلَّفَ بَيۡنَ قُلُوبِ</w:t>
      </w:r>
      <w:r w:rsidR="001E6BAB" w:rsidRPr="001E6BAB">
        <w:rPr>
          <w:rFonts w:hint="cs"/>
          <w:rtl/>
        </w:rPr>
        <w:t>ه</w:t>
      </w:r>
      <w:r w:rsidRPr="00595365">
        <w:rPr>
          <w:rFonts w:hint="cs"/>
          <w:rtl/>
        </w:rPr>
        <w:t xml:space="preserve">مۡ‌ۚ لَوۡ أَنفَقۡتَ مَا فِى </w:t>
      </w:r>
      <w:r>
        <w:rPr>
          <w:rFonts w:hint="cs"/>
          <w:rtl/>
        </w:rPr>
        <w:t>ٱ</w:t>
      </w:r>
      <w:r>
        <w:rPr>
          <w:rFonts w:hint="eastAsia"/>
          <w:rtl/>
        </w:rPr>
        <w:t>لۡأَرۡضِ</w:t>
      </w:r>
      <w:r>
        <w:rPr>
          <w:rtl/>
        </w:rPr>
        <w:t xml:space="preserve"> جَمِيعً۬ا مَّآ أَلَّفۡتَ بَيۡنَ قُلُوبِهِمۡ وَلَـٰ</w:t>
      </w:r>
      <w:r w:rsidR="001E6BAB" w:rsidRPr="001E6BAB">
        <w:rPr>
          <w:rFonts w:hint="cs"/>
          <w:rtl/>
        </w:rPr>
        <w:t>ک</w:t>
      </w:r>
      <w:r>
        <w:rPr>
          <w:rFonts w:hint="eastAsia"/>
          <w:rtl/>
        </w:rPr>
        <w:t>نَّ</w:t>
      </w:r>
      <w:r>
        <w:rPr>
          <w:rtl/>
        </w:rPr>
        <w:t xml:space="preserve"> </w:t>
      </w:r>
      <w:r>
        <w:rPr>
          <w:rFonts w:hint="cs"/>
          <w:rtl/>
        </w:rPr>
        <w:t>ٱ</w:t>
      </w:r>
      <w:r>
        <w:rPr>
          <w:rFonts w:hint="eastAsia"/>
          <w:rtl/>
        </w:rPr>
        <w:t>للَّهَ</w:t>
      </w:r>
      <w:r>
        <w:rPr>
          <w:rtl/>
        </w:rPr>
        <w:t xml:space="preserve"> أَلَّف</w:t>
      </w:r>
      <w:r>
        <w:rPr>
          <w:rFonts w:hint="eastAsia"/>
          <w:rtl/>
        </w:rPr>
        <w:t>َ</w:t>
      </w:r>
      <w:r>
        <w:rPr>
          <w:rtl/>
        </w:rPr>
        <w:t xml:space="preserve"> بَيۡنَ</w:t>
      </w:r>
      <w:r w:rsidR="001E6BAB" w:rsidRPr="001E6BAB">
        <w:rPr>
          <w:rFonts w:hint="cs"/>
          <w:rtl/>
        </w:rPr>
        <w:t>ه</w:t>
      </w:r>
      <w:r w:rsidRPr="00595365">
        <w:rPr>
          <w:rFonts w:hint="cs"/>
          <w:rtl/>
        </w:rPr>
        <w:t xml:space="preserve">مۡ‌ۚ إِنَّهُ </w:t>
      </w:r>
      <w:r>
        <w:rPr>
          <w:rFonts w:hint="cs"/>
          <w:rtl/>
        </w:rPr>
        <w:t>ۥ</w:t>
      </w:r>
      <w:r>
        <w:rPr>
          <w:rtl/>
        </w:rPr>
        <w:t xml:space="preserve"> عَزِيزٌ حَكِيمٌ۬ (٦٣</w:t>
      </w:r>
      <w:r w:rsidR="009229E3">
        <w:rPr>
          <w:rtl/>
        </w:rPr>
        <w:t>)</w:t>
      </w:r>
      <w:r>
        <w:rPr>
          <w:rtl/>
        </w:rPr>
        <w:t xml:space="preserve"> يَـٰٓأَيُّ</w:t>
      </w:r>
      <w:r w:rsidR="001E6BAB" w:rsidRPr="001E6BAB">
        <w:rPr>
          <w:rFonts w:hint="cs"/>
          <w:rtl/>
        </w:rPr>
        <w:t>ه</w:t>
      </w:r>
      <w:r w:rsidRPr="00595365">
        <w:rPr>
          <w:rFonts w:hint="cs"/>
          <w:rtl/>
        </w:rPr>
        <w:t xml:space="preserve">ا </w:t>
      </w:r>
      <w:r>
        <w:rPr>
          <w:rFonts w:hint="cs"/>
          <w:rtl/>
        </w:rPr>
        <w:t>ٱ</w:t>
      </w:r>
      <w:r>
        <w:rPr>
          <w:rFonts w:hint="eastAsia"/>
          <w:rtl/>
        </w:rPr>
        <w:t>لنَّبِىُّ</w:t>
      </w:r>
      <w:r>
        <w:rPr>
          <w:rtl/>
        </w:rPr>
        <w:t xml:space="preserve"> حَسۡبُكَ </w:t>
      </w:r>
      <w:r>
        <w:rPr>
          <w:rFonts w:hint="cs"/>
          <w:rtl/>
        </w:rPr>
        <w:t>ٱ</w:t>
      </w:r>
      <w:r>
        <w:rPr>
          <w:rFonts w:hint="eastAsia"/>
          <w:rtl/>
        </w:rPr>
        <w:t>للَّهُ</w:t>
      </w:r>
      <w:r>
        <w:rPr>
          <w:rtl/>
        </w:rPr>
        <w:t xml:space="preserve"> وَمَنِ </w:t>
      </w:r>
      <w:r>
        <w:rPr>
          <w:rFonts w:hint="cs"/>
          <w:rtl/>
        </w:rPr>
        <w:t>ٱ</w:t>
      </w:r>
      <w:r>
        <w:rPr>
          <w:rFonts w:hint="eastAsia"/>
          <w:rtl/>
        </w:rPr>
        <w:t>تَّبَعَكَ</w:t>
      </w:r>
      <w:r>
        <w:rPr>
          <w:rtl/>
        </w:rPr>
        <w:t xml:space="preserve"> مِنَ </w:t>
      </w:r>
      <w:r>
        <w:rPr>
          <w:rFonts w:hint="cs"/>
          <w:rtl/>
        </w:rPr>
        <w:t>ٱ</w:t>
      </w:r>
      <w:r>
        <w:rPr>
          <w:rFonts w:hint="eastAsia"/>
          <w:rtl/>
        </w:rPr>
        <w:t>لۡمُؤۡمِنِينَ</w:t>
      </w:r>
      <w:r>
        <w:rPr>
          <w:rtl/>
        </w:rPr>
        <w:t xml:space="preserve"> (٦٤</w:t>
      </w:r>
      <w:r w:rsidR="009229E3">
        <w:rPr>
          <w:rtl/>
        </w:rPr>
        <w:t>)</w:t>
      </w:r>
    </w:p>
    <w:p w:rsidR="001A403D" w:rsidRDefault="001A403D" w:rsidP="00E36567">
      <w:pPr>
        <w:pStyle w:val="libBoldItalic"/>
      </w:pPr>
      <w:r>
        <w:t>And if they intend to deceive you, then certainly Allah is Sufficient for you. He it is Who supported you with His Nasr (help) and with the believers, (62) And brought together their hearts. If you had spent all that is in the earth you could not have brought their hearts together, but Allah brought them together. Indeed He is Mighty, Wise. (63) O (My beloved) Nabi! Allah is Sufficient for you and those who follow you of the believers. (64)</w:t>
      </w:r>
    </w:p>
    <w:p w:rsidR="001A403D" w:rsidRDefault="001A403D" w:rsidP="00E36567">
      <w:pPr>
        <w:pStyle w:val="libNormal"/>
      </w:pPr>
      <w:r>
        <w:t>1-Rasool Allah sawaw said: It is written on Arsh: I am Allah there is no God except Me, I am Wahid, I have no partner, and Mohammad is My Abd and My Rasool, and I supported (strengthened) him through Ali. So Allah Azza wa Jalla revealed, “It is He Who supported you with Nasr and Momineen” and that Nasr is Ali asws, and he (Ali asws) is included in Momineen as well, thus he is included completely from both aspects. (al-Burhan, v3, p341)</w:t>
      </w:r>
    </w:p>
    <w:p w:rsidR="001A403D" w:rsidRDefault="001A403D" w:rsidP="00E36567">
      <w:pPr>
        <w:pStyle w:val="libNormal"/>
      </w:pPr>
      <w:r>
        <w:t>2-It is narrated in Hadees that verse no:64 was revealed in favour of Ali ibne Abi Talib asws, and Momineen means him. (al-Burhan, v3, p341)</w:t>
      </w:r>
    </w:p>
    <w:p w:rsidR="001A403D" w:rsidRDefault="001A403D" w:rsidP="009229E3">
      <w:pPr>
        <w:pStyle w:val="libCenterBold1"/>
      </w:pPr>
      <w:r>
        <w:t>Lesson:</w:t>
      </w:r>
    </w:p>
    <w:p w:rsidR="001A403D" w:rsidRDefault="001A403D" w:rsidP="001A403D">
      <w:pPr>
        <w:pStyle w:val="libNormal"/>
      </w:pPr>
      <w:r>
        <w:t>1-Allah Azza wa Jalla has put a signboard of “Ya Ali asws Maddad” on His Arsh, so that lovers &amp; devotees should be happy, and opponents of Walayat-e-Ali asws should burn in this world and in Hereafter as well in Hell. Denier of “Ya Ali asws Adrikni” is denier of Help (Nasr) of Allah.</w:t>
      </w:r>
    </w:p>
    <w:p w:rsidR="001A403D" w:rsidRDefault="001A403D" w:rsidP="001A403D">
      <w:pPr>
        <w:pStyle w:val="libNormal"/>
      </w:pPr>
      <w:r>
        <w:t>2-Walayat-e-Ali asws is that power with which Allah brings the hearts of Momineen together, this is that Habl (Rope) which prevents disunity.</w:t>
      </w:r>
    </w:p>
    <w:p w:rsidR="001A403D" w:rsidRDefault="001A403D" w:rsidP="001A403D">
      <w:pPr>
        <w:pStyle w:val="libNormal"/>
      </w:pPr>
      <w:r>
        <w:t>3-For Rasool Allah sawaw, Allah &amp; Momineen (Ali asws) who obey him are sufficient. Allah and Momineen wish that all humans should be guided, but if willingly anyone denies Walayat of Masumeen asws, then he does his own loss knowingly.</w:t>
      </w:r>
    </w:p>
    <w:p w:rsidR="001A403D" w:rsidRDefault="001A403D" w:rsidP="00385B48">
      <w:pPr>
        <w:pStyle w:val="libAr"/>
      </w:pPr>
      <w:r>
        <w:rPr>
          <w:rFonts w:hint="eastAsia"/>
          <w:rtl/>
        </w:rPr>
        <w:lastRenderedPageBreak/>
        <w:t>وَ</w:t>
      </w:r>
      <w:r>
        <w:rPr>
          <w:rFonts w:hint="cs"/>
          <w:rtl/>
        </w:rPr>
        <w:t>ٱ</w:t>
      </w:r>
      <w:r>
        <w:rPr>
          <w:rFonts w:hint="eastAsia"/>
          <w:rtl/>
        </w:rPr>
        <w:t>لَّذِينَ</w:t>
      </w:r>
      <w:r>
        <w:rPr>
          <w:rtl/>
        </w:rPr>
        <w:t xml:space="preserve"> ءَامَنُواْ وَهَاجَرُواْ وَجَـٰهَدُواْ فِى سَبِيلِ </w:t>
      </w:r>
      <w:r>
        <w:rPr>
          <w:rFonts w:hint="cs"/>
          <w:rtl/>
        </w:rPr>
        <w:t>ٱ</w:t>
      </w:r>
      <w:r>
        <w:rPr>
          <w:rFonts w:hint="eastAsia"/>
          <w:rtl/>
        </w:rPr>
        <w:t>للَّهِ</w:t>
      </w:r>
      <w:r>
        <w:rPr>
          <w:rtl/>
        </w:rPr>
        <w:t xml:space="preserve"> وَ</w:t>
      </w:r>
      <w:r>
        <w:rPr>
          <w:rFonts w:hint="cs"/>
          <w:rtl/>
        </w:rPr>
        <w:t>ٱ</w:t>
      </w:r>
      <w:r>
        <w:rPr>
          <w:rFonts w:hint="eastAsia"/>
          <w:rtl/>
        </w:rPr>
        <w:t>لَّذِينَ</w:t>
      </w:r>
      <w:r>
        <w:rPr>
          <w:rtl/>
        </w:rPr>
        <w:t xml:space="preserve"> ءَاوَواْ وَّنَصَرُوٓاْ أُوْلَـٰٓ</w:t>
      </w:r>
      <w:r>
        <w:rPr>
          <w:rFonts w:hint="cs"/>
          <w:rtl/>
        </w:rPr>
        <w:t>ٮِٕ</w:t>
      </w:r>
      <w:r>
        <w:rPr>
          <w:rFonts w:hint="eastAsia"/>
          <w:rtl/>
        </w:rPr>
        <w:t>كَ</w:t>
      </w:r>
      <w:r>
        <w:rPr>
          <w:rtl/>
        </w:rPr>
        <w:t xml:space="preserve"> هُمُ </w:t>
      </w:r>
      <w:r>
        <w:rPr>
          <w:rFonts w:hint="cs"/>
          <w:rtl/>
        </w:rPr>
        <w:t>ٱ</w:t>
      </w:r>
      <w:r>
        <w:rPr>
          <w:rFonts w:hint="eastAsia"/>
          <w:rtl/>
        </w:rPr>
        <w:t>لۡمُؤۡمِنُونَ</w:t>
      </w:r>
      <w:r>
        <w:rPr>
          <w:rtl/>
        </w:rPr>
        <w:t xml:space="preserve"> حَقًّ۬ا‌ۚ لَّهُم مَّغۡفِرَةٌ۬ وَرِزۡقٌ۬ كَرِيمٌ۬ (٧٤</w:t>
      </w:r>
      <w:r w:rsidR="009229E3">
        <w:rPr>
          <w:rtl/>
        </w:rPr>
        <w:t>)</w:t>
      </w:r>
      <w:r>
        <w:rPr>
          <w:rtl/>
        </w:rPr>
        <w:t xml:space="preserve"> وَ</w:t>
      </w:r>
      <w:r>
        <w:rPr>
          <w:rFonts w:hint="cs"/>
          <w:rtl/>
        </w:rPr>
        <w:t>ٱ</w:t>
      </w:r>
      <w:r>
        <w:rPr>
          <w:rFonts w:hint="eastAsia"/>
          <w:rtl/>
        </w:rPr>
        <w:t>لَّذِينَ</w:t>
      </w:r>
      <w:r>
        <w:rPr>
          <w:rtl/>
        </w:rPr>
        <w:t xml:space="preserve"> ءَامَنُواْ مِنۢ بَعۡدُ وَهَاجَرُواْ وَجَـٰهَدُواْ </w:t>
      </w:r>
      <w:r>
        <w:rPr>
          <w:rFonts w:hint="eastAsia"/>
          <w:rtl/>
        </w:rPr>
        <w:t>مَعَكُمۡ</w:t>
      </w:r>
      <w:r>
        <w:rPr>
          <w:rtl/>
        </w:rPr>
        <w:t xml:space="preserve"> فَأُوْلَـٰٓ</w:t>
      </w:r>
      <w:r>
        <w:rPr>
          <w:rFonts w:hint="cs"/>
          <w:rtl/>
        </w:rPr>
        <w:t>ٮِٕ</w:t>
      </w:r>
      <w:r>
        <w:rPr>
          <w:rFonts w:hint="eastAsia"/>
          <w:rtl/>
        </w:rPr>
        <w:t>كَ</w:t>
      </w:r>
      <w:r>
        <w:rPr>
          <w:rtl/>
        </w:rPr>
        <w:t xml:space="preserve"> مِنكُمۡ‌ۚ وَأُوْلُواْ </w:t>
      </w:r>
      <w:r>
        <w:rPr>
          <w:rFonts w:hint="cs"/>
          <w:rtl/>
        </w:rPr>
        <w:t>ٱ</w:t>
      </w:r>
      <w:r>
        <w:rPr>
          <w:rFonts w:hint="eastAsia"/>
          <w:rtl/>
        </w:rPr>
        <w:t>لۡأَرۡحَامِ</w:t>
      </w:r>
      <w:r>
        <w:rPr>
          <w:rtl/>
        </w:rPr>
        <w:t xml:space="preserve"> بَعۡضُ</w:t>
      </w:r>
      <w:r w:rsidR="001E6BAB" w:rsidRPr="001E6BAB">
        <w:rPr>
          <w:rFonts w:hint="cs"/>
          <w:rtl/>
        </w:rPr>
        <w:t>ه</w:t>
      </w:r>
      <w:r w:rsidRPr="00595365">
        <w:rPr>
          <w:rFonts w:hint="cs"/>
          <w:rtl/>
        </w:rPr>
        <w:t xml:space="preserve">مۡ أَوۡلَىٰ بِبَعۡضٍ۬ فِى كِتَـٰبِ </w:t>
      </w:r>
      <w:r>
        <w:rPr>
          <w:rFonts w:hint="cs"/>
          <w:rtl/>
        </w:rPr>
        <w:t>ٱ</w:t>
      </w:r>
      <w:r>
        <w:rPr>
          <w:rFonts w:hint="eastAsia"/>
          <w:rtl/>
        </w:rPr>
        <w:t>للَّهِ‌ۗ</w:t>
      </w:r>
      <w:r>
        <w:rPr>
          <w:rtl/>
        </w:rPr>
        <w:t xml:space="preserve"> إِنَّ </w:t>
      </w:r>
      <w:r>
        <w:rPr>
          <w:rFonts w:hint="cs"/>
          <w:rtl/>
        </w:rPr>
        <w:t>ٱ</w:t>
      </w:r>
      <w:r>
        <w:rPr>
          <w:rFonts w:hint="eastAsia"/>
          <w:rtl/>
        </w:rPr>
        <w:t>للَّهَ</w:t>
      </w:r>
      <w:r>
        <w:rPr>
          <w:rtl/>
        </w:rPr>
        <w:t xml:space="preserve"> بِكُلِّ شَىۡءٍ عَلِيمُۢ (٧٥</w:t>
      </w:r>
      <w:r w:rsidR="009229E3">
        <w:rPr>
          <w:rtl/>
        </w:rPr>
        <w:t>)</w:t>
      </w:r>
    </w:p>
    <w:p w:rsidR="001A403D" w:rsidRDefault="001A403D" w:rsidP="00E36567">
      <w:pPr>
        <w:pStyle w:val="libBoldItalic"/>
      </w:pPr>
      <w:r>
        <w:t>Those who believed and migrated and strove (did Jihad) for the Sabeel (Path) of Allah, and those who gave shelter and helped them – it is those who are truly believers, for them is pardon, and noble provision. (74) And those who believed afterwards and migrated and strove along with you, they are of you (as well); and those of (blood) relationship are nearer one to another in the Book of Allah. Indeed Allah is Knower of all things. (75)</w:t>
      </w:r>
    </w:p>
    <w:p w:rsidR="00595365" w:rsidRDefault="001A403D" w:rsidP="00E36567">
      <w:pPr>
        <w:pStyle w:val="libNormal"/>
      </w:pPr>
      <w:r>
        <w:t>1-Rasool Allah sawaw was not feeling well and he was resting that Maola Ali asws entered. And his (sawaw) head was in the lap of Jibraeel (a.s.), and Jibraeel (a.s.) was in the form of Dahia Kalbi at that time. When Imam Ali asws entered, Jibraeel (a.s.) said to him: You hold the head of son of your uncle because you have more right than me because Allah says in His Book, “Those of blood relationship are nearer (rightful) to one another.” So Maola Ali asws sat down and took the head of Rasool Allah sawaw and put in his lap, and kept the head of Rasool Allah sawaw in his lap until sun has set. And Rasool Allah sawaw felt a bit better and raised his head and said looking towards Ali asws: Ya Ali asws, where is Jibraeel (a.s.)? He said: I saw only Dahia Kalbi that he gave your head to me and said: Ya Ali asws, hold the head of son of your uncle because you are more rightful than me because Allah says in His Book, “those of blood relationship are more rightful to each other in the Book of Allah”, so I sat and took your head, and remained in my lap until sun set. Then Rasool Allah sawaw said: Did you read Asr? Imam Ali asws replied: No. Said: What prevented you from offering Salaah? Replied: You was sleeping and your head was in my lap, I did not consider it appropriate to trouble you, Ya Rasool Allah sawaw I did not like (Karahat) to stand up and offer Salaah and put down your head. Thus Rasool Allah sawaw said: Ya Allah, certainly he (Ali asws) was in Your obedience and obedience of Your Rasool sawaw until his Asr was gone, Ya Allah, return sun for him so that he can offer Asr in time. So sun rose back and was shining clearly like Asr time, and people of Madina saw it, and Ali asws did Qiyam and offered Salaah, when he finished sun set (again) and they offered Maghrib. (Hadees-e-Masoom asws) (al-Burhan, v3, p356)</w:t>
      </w:r>
    </w:p>
    <w:p w:rsidR="001A403D" w:rsidRDefault="001A403D" w:rsidP="00E36567">
      <w:pPr>
        <w:pStyle w:val="libNormal"/>
      </w:pPr>
      <w:r>
        <w:t>2-Allah has proved Walayat-e-Ali asws in verse 75, because Ali asws is more rightful to Rasool Allah sawaw than anyone else, because he is his brother, as he (sawaw) said, “in this world and in the Hereafter as well” and no doubt he inherited his inheritance, his arms, his belongings and his mule “Shehba” and all that what he left, and after him became inheritor of his Book. Allah Ta’ala says, “Then we made them inheritors of the Book whom we chose from among our servants” and that (Book) is whole Quran which was revealed to Rasool Allah sawaw, and after Nabi Akram sawaw he was teaching people and no one taught him (Ali asws), and people asked him questions, and he did not ask anyone question about any matter in Deen of Allah. (Hadees-e-Masoom asws) (al-Burhan, v3, p357)</w:t>
      </w:r>
    </w:p>
    <w:p w:rsidR="001A403D" w:rsidRDefault="001A403D" w:rsidP="009229E3">
      <w:pPr>
        <w:pStyle w:val="libCenterBold1"/>
      </w:pPr>
      <w:r>
        <w:lastRenderedPageBreak/>
        <w:t>Lesson:</w:t>
      </w:r>
    </w:p>
    <w:p w:rsidR="001A403D" w:rsidRDefault="001A403D" w:rsidP="001A403D">
      <w:pPr>
        <w:pStyle w:val="libNormal"/>
      </w:pPr>
      <w:r>
        <w:t>1-Allah has created whole universe in the love of fourteen Masumeen asws, and Salaah is a deed in this universe. Masumeen asws do not offer Qaza of Salaah. For the sake of Masoom asws sun &amp; time has to come back. Ill-fated Muqassir considers his Salaah superior to Masoom asws. To take care of rest &amp; pleasure of Masoom asws is obedience of Allah. Maola Ali asws left Salaah for the sake of rest of his brother Mohammad Mustafa sawaw. Salaah is Farooh, and Masumeen asws are Usool (Root, Basis) of Deen, Mashiyat of Allah, and most superior in the whole universe after Allah.</w:t>
      </w:r>
    </w:p>
    <w:p w:rsidR="001A403D" w:rsidRDefault="001A403D" w:rsidP="001A403D">
      <w:pPr>
        <w:pStyle w:val="libNormal"/>
      </w:pPr>
      <w:r>
        <w:t>2-This verse proves Walayat (Authority) of Ali asws that everything &amp; time (Zaman o Makan) of Universe is in obedience of Masumeen asws. Masumeen asws are the treasure of the Knowledge of Allah, and bestow knowledge &amp; guidance to whole universe.</w:t>
      </w:r>
    </w:p>
    <w:p w:rsidR="00EB2345" w:rsidRDefault="00EB2345" w:rsidP="00FC02E7">
      <w:pPr>
        <w:pStyle w:val="libNormal"/>
        <w:rPr>
          <w:rtl/>
        </w:rPr>
      </w:pPr>
      <w:r>
        <w:rPr>
          <w:rFonts w:hint="eastAsia"/>
        </w:rPr>
        <w:br w:type="page"/>
      </w:r>
    </w:p>
    <w:p w:rsidR="001A403D" w:rsidRDefault="00EB2345" w:rsidP="00EB2345">
      <w:pPr>
        <w:pStyle w:val="Heading1Center"/>
      </w:pPr>
      <w:bookmarkStart w:id="10" w:name="_Toc449789403"/>
      <w:r>
        <w:rPr>
          <w:rFonts w:hint="eastAsia"/>
          <w:rtl/>
        </w:rPr>
        <w:lastRenderedPageBreak/>
        <w:t>سُوۡرَةُ</w:t>
      </w:r>
      <w:r>
        <w:rPr>
          <w:rtl/>
        </w:rPr>
        <w:t xml:space="preserve"> </w:t>
      </w:r>
      <w:r w:rsidR="001A403D">
        <w:rPr>
          <w:rtl/>
        </w:rPr>
        <w:t>التّوبَة</w:t>
      </w:r>
      <w:bookmarkEnd w:id="10"/>
    </w:p>
    <w:p w:rsidR="001A403D" w:rsidRDefault="001A403D" w:rsidP="00385B48">
      <w:pPr>
        <w:pStyle w:val="libAr"/>
      </w:pPr>
      <w:r>
        <w:rPr>
          <w:rFonts w:hint="eastAsia"/>
          <w:rtl/>
        </w:rPr>
        <w:t>بَرَآءَةٌ۬</w:t>
      </w:r>
      <w:r>
        <w:rPr>
          <w:rtl/>
        </w:rPr>
        <w:t xml:space="preserve"> مِّنَ </w:t>
      </w:r>
      <w:r>
        <w:rPr>
          <w:rFonts w:hint="cs"/>
          <w:rtl/>
        </w:rPr>
        <w:t>ٱ</w:t>
      </w:r>
      <w:r>
        <w:rPr>
          <w:rFonts w:hint="eastAsia"/>
          <w:rtl/>
        </w:rPr>
        <w:t>للَّهِ</w:t>
      </w:r>
      <w:r>
        <w:rPr>
          <w:rtl/>
        </w:rPr>
        <w:t xml:space="preserve"> وَرَسُولِهِ</w:t>
      </w:r>
      <w:r>
        <w:rPr>
          <w:rFonts w:hint="cs"/>
          <w:rtl/>
        </w:rPr>
        <w:t>ۦۤ</w:t>
      </w:r>
      <w:r>
        <w:rPr>
          <w:rtl/>
        </w:rPr>
        <w:t xml:space="preserve"> إِلَى </w:t>
      </w:r>
      <w:r>
        <w:rPr>
          <w:rFonts w:hint="cs"/>
          <w:rtl/>
        </w:rPr>
        <w:t>ٱ</w:t>
      </w:r>
      <w:r>
        <w:rPr>
          <w:rFonts w:hint="eastAsia"/>
          <w:rtl/>
        </w:rPr>
        <w:t>لَّذِينَ</w:t>
      </w:r>
      <w:r>
        <w:rPr>
          <w:rtl/>
        </w:rPr>
        <w:t xml:space="preserve"> عَـٰهَدتُّم مِّنَ </w:t>
      </w:r>
      <w:r>
        <w:rPr>
          <w:rFonts w:hint="cs"/>
          <w:rtl/>
        </w:rPr>
        <w:t>ٱ</w:t>
      </w:r>
      <w:r>
        <w:rPr>
          <w:rFonts w:hint="eastAsia"/>
          <w:rtl/>
        </w:rPr>
        <w:t>لۡمُشۡرِكِينَ</w:t>
      </w:r>
      <w:r>
        <w:rPr>
          <w:rtl/>
        </w:rPr>
        <w:t xml:space="preserve"> (١</w:t>
      </w:r>
      <w:r w:rsidR="009229E3">
        <w:rPr>
          <w:rtl/>
        </w:rPr>
        <w:t>)</w:t>
      </w:r>
      <w:r>
        <w:rPr>
          <w:rtl/>
        </w:rPr>
        <w:t xml:space="preserve"> فَسِيحُواْ فِى </w:t>
      </w:r>
      <w:r>
        <w:rPr>
          <w:rFonts w:hint="cs"/>
          <w:rtl/>
        </w:rPr>
        <w:t>ٱ</w:t>
      </w:r>
      <w:r>
        <w:rPr>
          <w:rFonts w:hint="eastAsia"/>
          <w:rtl/>
        </w:rPr>
        <w:t>لۡأَرۡضِ</w:t>
      </w:r>
      <w:r>
        <w:rPr>
          <w:rtl/>
        </w:rPr>
        <w:t xml:space="preserve"> أَرۡبَعَةَ أَشۡ</w:t>
      </w:r>
      <w:r w:rsidR="001E6BAB" w:rsidRPr="001E6BAB">
        <w:rPr>
          <w:rFonts w:hint="cs"/>
          <w:rtl/>
        </w:rPr>
        <w:t>ه</w:t>
      </w:r>
      <w:r w:rsidRPr="00595365">
        <w:rPr>
          <w:rFonts w:hint="cs"/>
          <w:rtl/>
        </w:rPr>
        <w:t>رٍ۬ وَ</w:t>
      </w:r>
      <w:r>
        <w:rPr>
          <w:rFonts w:hint="cs"/>
          <w:rtl/>
        </w:rPr>
        <w:t>ٱ</w:t>
      </w:r>
      <w:r>
        <w:rPr>
          <w:rFonts w:hint="eastAsia"/>
          <w:rtl/>
        </w:rPr>
        <w:t>عۡلَمُوٓاْ</w:t>
      </w:r>
      <w:r>
        <w:rPr>
          <w:rtl/>
        </w:rPr>
        <w:t xml:space="preserve"> أَنَّكُمۡ غَيۡرُ مُعۡجِزِى </w:t>
      </w:r>
      <w:r>
        <w:rPr>
          <w:rFonts w:hint="cs"/>
          <w:rtl/>
        </w:rPr>
        <w:t>ٱ</w:t>
      </w:r>
      <w:r>
        <w:rPr>
          <w:rFonts w:hint="eastAsia"/>
          <w:rtl/>
        </w:rPr>
        <w:t>للَّهِ‌ۙ</w:t>
      </w:r>
      <w:r>
        <w:rPr>
          <w:rtl/>
        </w:rPr>
        <w:t xml:space="preserve"> وَأَنَّ </w:t>
      </w:r>
      <w:r>
        <w:rPr>
          <w:rFonts w:hint="cs"/>
          <w:rtl/>
        </w:rPr>
        <w:t>ٱ</w:t>
      </w:r>
      <w:r>
        <w:rPr>
          <w:rFonts w:hint="eastAsia"/>
          <w:rtl/>
        </w:rPr>
        <w:t>للَّهَ</w:t>
      </w:r>
      <w:r>
        <w:rPr>
          <w:rtl/>
        </w:rPr>
        <w:t xml:space="preserve"> مُخۡزِى </w:t>
      </w:r>
      <w:r>
        <w:rPr>
          <w:rFonts w:hint="cs"/>
          <w:rtl/>
        </w:rPr>
        <w:t>ٱ</w:t>
      </w:r>
      <w:r>
        <w:rPr>
          <w:rFonts w:hint="eastAsia"/>
          <w:rtl/>
        </w:rPr>
        <w:t>لۡكَـٰفِرِينَ</w:t>
      </w:r>
      <w:r>
        <w:rPr>
          <w:rtl/>
        </w:rPr>
        <w:t xml:space="preserve"> (٢</w:t>
      </w:r>
      <w:r w:rsidR="009229E3">
        <w:rPr>
          <w:rtl/>
        </w:rPr>
        <w:t>)</w:t>
      </w:r>
      <w:r>
        <w:rPr>
          <w:rtl/>
        </w:rPr>
        <w:t xml:space="preserve"> وَأَذَ</w:t>
      </w:r>
      <w:r w:rsidR="005B7B9E" w:rsidRPr="005B7B9E">
        <w:rPr>
          <w:rFonts w:hint="cs"/>
          <w:rtl/>
        </w:rPr>
        <w:t>ا</w:t>
      </w:r>
      <w:r>
        <w:rPr>
          <w:rFonts w:hint="eastAsia"/>
          <w:rtl/>
        </w:rPr>
        <w:t>نٌ۬</w:t>
      </w:r>
      <w:r>
        <w:rPr>
          <w:rtl/>
        </w:rPr>
        <w:t xml:space="preserve"> مِّنَ </w:t>
      </w:r>
      <w:r>
        <w:rPr>
          <w:rFonts w:hint="cs"/>
          <w:rtl/>
        </w:rPr>
        <w:t>ٱ</w:t>
      </w:r>
      <w:r>
        <w:rPr>
          <w:rFonts w:hint="eastAsia"/>
          <w:rtl/>
        </w:rPr>
        <w:t>للَّهِ</w:t>
      </w:r>
      <w:r>
        <w:rPr>
          <w:rtl/>
        </w:rPr>
        <w:t xml:space="preserve"> وَرَسُولِهِ</w:t>
      </w:r>
      <w:r>
        <w:rPr>
          <w:rFonts w:hint="cs"/>
          <w:rtl/>
        </w:rPr>
        <w:t>ۦۤ</w:t>
      </w:r>
      <w:r>
        <w:rPr>
          <w:rtl/>
        </w:rPr>
        <w:t xml:space="preserve"> إِلَى </w:t>
      </w:r>
      <w:r>
        <w:rPr>
          <w:rFonts w:hint="cs"/>
          <w:rtl/>
        </w:rPr>
        <w:t>ٱ</w:t>
      </w:r>
      <w:r>
        <w:rPr>
          <w:rFonts w:hint="eastAsia"/>
          <w:rtl/>
        </w:rPr>
        <w:t>لنَّاسِ</w:t>
      </w:r>
      <w:r>
        <w:rPr>
          <w:rtl/>
        </w:rPr>
        <w:t xml:space="preserve"> يَوۡمَ </w:t>
      </w:r>
      <w:r>
        <w:rPr>
          <w:rFonts w:hint="cs"/>
          <w:rtl/>
        </w:rPr>
        <w:t>ٱ</w:t>
      </w:r>
      <w:r>
        <w:rPr>
          <w:rFonts w:hint="eastAsia"/>
          <w:rtl/>
        </w:rPr>
        <w:t>لۡحَجِّ</w:t>
      </w:r>
      <w:r>
        <w:rPr>
          <w:rtl/>
        </w:rPr>
        <w:t xml:space="preserve"> </w:t>
      </w:r>
      <w:r>
        <w:rPr>
          <w:rFonts w:hint="cs"/>
          <w:rtl/>
        </w:rPr>
        <w:t>ٱ</w:t>
      </w:r>
      <w:r>
        <w:rPr>
          <w:rFonts w:hint="eastAsia"/>
          <w:rtl/>
        </w:rPr>
        <w:t>لۡأَ</w:t>
      </w:r>
      <w:r w:rsidR="001E6BAB" w:rsidRPr="001E6BAB">
        <w:rPr>
          <w:rFonts w:hint="cs"/>
          <w:rtl/>
        </w:rPr>
        <w:t>ک</w:t>
      </w:r>
      <w:r w:rsidRPr="00595365">
        <w:rPr>
          <w:rFonts w:hint="cs"/>
          <w:rtl/>
        </w:rPr>
        <w:t>ۡ</w:t>
      </w:r>
      <w:r>
        <w:rPr>
          <w:rFonts w:hint="eastAsia"/>
          <w:rtl/>
        </w:rPr>
        <w:t>بَرِ</w:t>
      </w:r>
      <w:r>
        <w:rPr>
          <w:rtl/>
        </w:rPr>
        <w:t xml:space="preserve"> أَنَّ </w:t>
      </w:r>
      <w:r>
        <w:rPr>
          <w:rFonts w:hint="cs"/>
          <w:rtl/>
        </w:rPr>
        <w:t>ٱ</w:t>
      </w:r>
      <w:r>
        <w:rPr>
          <w:rFonts w:hint="eastAsia"/>
          <w:rtl/>
        </w:rPr>
        <w:t>للَّهَ</w:t>
      </w:r>
      <w:r>
        <w:rPr>
          <w:rtl/>
        </w:rPr>
        <w:t xml:space="preserve"> بَرِىٓءٌ۬ مِّنَ </w:t>
      </w:r>
      <w:r>
        <w:rPr>
          <w:rFonts w:hint="cs"/>
          <w:rtl/>
        </w:rPr>
        <w:t>ٱ</w:t>
      </w:r>
      <w:r>
        <w:rPr>
          <w:rFonts w:hint="eastAsia"/>
          <w:rtl/>
        </w:rPr>
        <w:t>لۡمُشۡرِكِينَ‌ۙ</w:t>
      </w:r>
      <w:r>
        <w:rPr>
          <w:rtl/>
        </w:rPr>
        <w:t xml:space="preserve"> وَرَسُولُهُ </w:t>
      </w:r>
      <w:r>
        <w:rPr>
          <w:rFonts w:hint="cs"/>
          <w:rtl/>
        </w:rPr>
        <w:t>ۥ‌ۚ</w:t>
      </w:r>
      <w:r>
        <w:rPr>
          <w:rtl/>
        </w:rPr>
        <w:t xml:space="preserve"> فَإِن تُبۡتُمۡ فَهُوَ خَيۡرٌ۬ لَّ</w:t>
      </w:r>
      <w:r w:rsidR="001E6BAB" w:rsidRPr="001E6BAB">
        <w:rPr>
          <w:rFonts w:hint="cs"/>
          <w:rtl/>
        </w:rPr>
        <w:t>ک</w:t>
      </w:r>
      <w:r>
        <w:rPr>
          <w:rFonts w:hint="eastAsia"/>
          <w:rtl/>
        </w:rPr>
        <w:t>مۡ‌ۖ</w:t>
      </w:r>
      <w:r>
        <w:rPr>
          <w:rtl/>
        </w:rPr>
        <w:t xml:space="preserve"> وَإِن تَوَلَّيۡتُمۡ فَ</w:t>
      </w:r>
      <w:r>
        <w:rPr>
          <w:rFonts w:hint="cs"/>
          <w:rtl/>
        </w:rPr>
        <w:t>ٱ</w:t>
      </w:r>
      <w:r>
        <w:rPr>
          <w:rFonts w:hint="eastAsia"/>
          <w:rtl/>
        </w:rPr>
        <w:t>عۡلَمُوٓاْ</w:t>
      </w:r>
      <w:r>
        <w:rPr>
          <w:rtl/>
        </w:rPr>
        <w:t xml:space="preserve"> أَنَّكُمۡ غَيۡرُ مُعۡجِزِى </w:t>
      </w:r>
      <w:r>
        <w:rPr>
          <w:rFonts w:hint="cs"/>
          <w:rtl/>
        </w:rPr>
        <w:t>ٱ</w:t>
      </w:r>
      <w:r>
        <w:rPr>
          <w:rFonts w:hint="eastAsia"/>
          <w:rtl/>
        </w:rPr>
        <w:t>للَّهِ‌ۗ</w:t>
      </w:r>
      <w:r>
        <w:rPr>
          <w:rtl/>
        </w:rPr>
        <w:t xml:space="preserve"> وَبَشِّرِ </w:t>
      </w:r>
      <w:r>
        <w:rPr>
          <w:rFonts w:hint="cs"/>
          <w:rtl/>
        </w:rPr>
        <w:t>ٱ</w:t>
      </w:r>
      <w:r>
        <w:rPr>
          <w:rFonts w:hint="eastAsia"/>
          <w:rtl/>
        </w:rPr>
        <w:t>لَّذِينَ</w:t>
      </w:r>
      <w:r>
        <w:rPr>
          <w:rtl/>
        </w:rPr>
        <w:t xml:space="preserve"> كَف</w:t>
      </w:r>
      <w:r>
        <w:rPr>
          <w:rFonts w:hint="eastAsia"/>
          <w:rtl/>
        </w:rPr>
        <w:t>َرُواْ</w:t>
      </w:r>
      <w:r>
        <w:rPr>
          <w:rtl/>
        </w:rPr>
        <w:t xml:space="preserve"> بِعَذَابٍ أَلِيمٍ (٣</w:t>
      </w:r>
      <w:r w:rsidR="009229E3">
        <w:rPr>
          <w:rtl/>
        </w:rPr>
        <w:t>)</w:t>
      </w:r>
    </w:p>
    <w:p w:rsidR="001A403D" w:rsidRDefault="001A403D" w:rsidP="00E36567">
      <w:pPr>
        <w:pStyle w:val="libBoldItalic"/>
      </w:pPr>
      <w:r>
        <w:t>(This is a declaration of) disassociation (immunity), from Allah and His Rasool toward those with whom you had made a treaty among the polytheists. (1) So travel freely in the land for four months, and know that you cannot subdue Allah and that Allah will disgrace the disbelievers. (2) And Azaan (proclamation) is from Allah and His Rasool to the people on the day of the Great Pilgrimage that Allah is immune to polytheists, and His Rasool (as well). So, if you repent, then that is better for you; but if you turn away, then know that you cannot subdue Allah. Give tidings of a painful punishment to those who disbelieve, (3)</w:t>
      </w:r>
    </w:p>
    <w:p w:rsidR="001A403D" w:rsidRDefault="001A403D" w:rsidP="001A403D">
      <w:pPr>
        <w:pStyle w:val="libNormal"/>
      </w:pPr>
      <w:r>
        <w:t>1-The initial verses of Sura Tauba were revealed in 9 Hijri after Rasool Allah sawaw returned from battle of Tabook. Rasool Allah sawaw gave those verses to a companion and ordered him to go to Makkah and announce by reciting to people on the day of slaughtering in Mina. When that companion left, Jibraeel (a.s.) came to Rasool Allah sawaw and said: Ya Mohammad sawaw, no one can execute this task except that man who is from you. So Rasool Allah sawaw sent Amirul Momineen asws behind that companion, so he met him at the place of Roha and took away verses from him. That companion came back to Rasool Allah sawaw and asked: Ya Rasool Allah sawaw, did Allah reveal something about me? Said: No, but Allah has commanded me that no one can execute any task from Allah except me or a man who is from me.</w:t>
      </w:r>
    </w:p>
    <w:p w:rsidR="001A403D" w:rsidRDefault="001A403D" w:rsidP="00E36567">
      <w:pPr>
        <w:pStyle w:val="libNormal"/>
      </w:pPr>
      <w:r>
        <w:t>On the day of Great Hajj (Hajj-e-Akbar) addressed after Zuhar on the day of slaughter: No doubt I am Messenger of Rasool Allah sawaw toward you, then recited these verses to the people, and said, after this year not any man or woman can do naked Tawaf of Baitullah, nor any polytheist man or woman. (Imam Jafar Sadiq asws) (al-Burhan, v3, p360)</w:t>
      </w:r>
    </w:p>
    <w:p w:rsidR="001A403D" w:rsidRDefault="001A403D" w:rsidP="00E36567">
      <w:pPr>
        <w:pStyle w:val="libNormal"/>
      </w:pPr>
      <w:r>
        <w:t>2-About the saying of Allah, “And Azaan is from Allah and His Rasool to the people on the day of Hajj-e-Akbar” Imam Mohammad Baqir asws said: It means Zahoor of Qaim asws, and Azaan means his invitation to people toward himself. (al-Burhan, v3, p364)</w:t>
      </w:r>
    </w:p>
    <w:p w:rsidR="001A403D" w:rsidRDefault="001A403D" w:rsidP="00E36567">
      <w:pPr>
        <w:pStyle w:val="libNormal"/>
      </w:pPr>
      <w:r>
        <w:t xml:space="preserve">3-Imam Jafar Sadiq asws was asked about the saying of Allah, “And Azaan is from Allah and His Rasool to the people on the day of Hajj-e-Akbar” and he said: No doubt, Allah has given name Azaan to Ali asws from heaven because he is that who executes task of immunity from Rasool Allah sawaw. Although first one companion was sent with the verses, then Jibraeel (a.s.) came down and said: Ya Mohammad sawaw, no doubt Allah is saying to you: No one can convey from you except you yourself or that man who is from you. At that moment, Rasool Allah sawaw sent Ali asws, and he reached the companion and took away scripture from his hand and </w:t>
      </w:r>
      <w:r>
        <w:lastRenderedPageBreak/>
        <w:t>went to Makkah. Thus Allah has given him name from Him, no doubt this name Allah revealed from heavens for Ali asws. (al-Burhan, v3, p365)</w:t>
      </w:r>
    </w:p>
    <w:p w:rsidR="001A403D" w:rsidRDefault="001A403D" w:rsidP="00E36567">
      <w:pPr>
        <w:pStyle w:val="libNormal"/>
      </w:pPr>
      <w:r>
        <w:t>4-While returning from Neharwan, Imam Ali asws said in his sermon: And I am Mo’azzin in the world and Hereafter, Allah Azza wa Jalla says, “So Mo’azzin will give Azaan in between them that curse of Allah on unjust ones” (al-A’raf, v44) I am that Mo’azzin, and Allah says, “And Azaan is from Allah and His Rasool” so I am that Azaan. (al-Burhan, v3, p367)</w:t>
      </w:r>
    </w:p>
    <w:p w:rsidR="001A403D" w:rsidRDefault="001A403D" w:rsidP="009229E3">
      <w:pPr>
        <w:pStyle w:val="libCenterBold1"/>
      </w:pPr>
      <w:r>
        <w:t>Lesson:</w:t>
      </w:r>
    </w:p>
    <w:p w:rsidR="001A403D" w:rsidRDefault="001A403D" w:rsidP="001A403D">
      <w:pPr>
        <w:pStyle w:val="libNormal"/>
      </w:pPr>
      <w:r>
        <w:t>1-When Allah wants to declare immunity to polytheists, covenant breakers, vulgar &amp; immodest, and unjust, then He does not start verses with “Bismillah”, so Surah Tauba does not start with “Bismillah.” Similarly when Shias curse on those shameless who do Shirk in Walayat-e-Ali asws, break covenant of Walayat, do injustice to the right of Masumeen asws, then they start cursing without any introduction.</w:t>
      </w:r>
    </w:p>
    <w:p w:rsidR="001A403D" w:rsidRDefault="001A403D" w:rsidP="001A403D">
      <w:pPr>
        <w:pStyle w:val="libNormal"/>
      </w:pPr>
      <w:r>
        <w:t>2-Translation, Tafseer, Taweel, and Tableegh of verses should be only done with Ahadees of Masumeen asws. Azaan and Salaah is the Proclamation and Renewal of Walayat-e-Ali asws. Curse is on the enemies of Walayat. The day of Qiyamah will start with the Azaan of Maola Ali asws in which he will curse on the opponents of his Walayat.</w:t>
      </w:r>
    </w:p>
    <w:p w:rsidR="001A403D" w:rsidRDefault="001A403D" w:rsidP="001A403D">
      <w:pPr>
        <w:pStyle w:val="libNormal"/>
      </w:pPr>
      <w:r>
        <w:t>3-Azaan means invitation to Walayat of Masumeen asws and their obedience. The day of rising of Qaim asws will be Hajj-e-Akbar and Friday, when Imam asws will invite people toward himself. Masoom asws is real Salaah &amp; Zikrullah, “When you are called for Salaah from Friday, then run toward Zikrullah”</w:t>
      </w:r>
    </w:p>
    <w:p w:rsidR="001A403D" w:rsidRDefault="001A403D" w:rsidP="00385B48">
      <w:pPr>
        <w:pStyle w:val="libAr"/>
      </w:pPr>
      <w:r>
        <w:rPr>
          <w:rFonts w:hint="eastAsia"/>
          <w:rtl/>
        </w:rPr>
        <w:t>وَإِن</w:t>
      </w:r>
      <w:r>
        <w:rPr>
          <w:rtl/>
        </w:rPr>
        <w:t xml:space="preserve"> نَّكَثُوٓاْ أَيۡمَـٰنَهُم مِّنۢ بَعۡدِ عَهۡدِهِمۡ وَطَعَنُواْ فِى دِينِ</w:t>
      </w:r>
      <w:r w:rsidR="001E6BAB" w:rsidRPr="001E6BAB">
        <w:rPr>
          <w:rFonts w:hint="cs"/>
          <w:rtl/>
        </w:rPr>
        <w:t>ک</w:t>
      </w:r>
      <w:r>
        <w:rPr>
          <w:rFonts w:hint="eastAsia"/>
          <w:rtl/>
        </w:rPr>
        <w:t>مۡ</w:t>
      </w:r>
      <w:r>
        <w:rPr>
          <w:rtl/>
        </w:rPr>
        <w:t xml:space="preserve"> فَقَـٰتِلُوٓاْ أَ</w:t>
      </w:r>
      <w:r>
        <w:rPr>
          <w:rFonts w:hint="cs"/>
          <w:rtl/>
        </w:rPr>
        <w:t>ٮِٕ</w:t>
      </w:r>
      <w:r>
        <w:rPr>
          <w:rFonts w:hint="eastAsia"/>
          <w:rtl/>
        </w:rPr>
        <w:t>مَّةَ</w:t>
      </w:r>
      <w:r>
        <w:rPr>
          <w:rtl/>
        </w:rPr>
        <w:t xml:space="preserve"> </w:t>
      </w:r>
      <w:r>
        <w:rPr>
          <w:rFonts w:hint="cs"/>
          <w:rtl/>
        </w:rPr>
        <w:t>ٱ</w:t>
      </w:r>
      <w:r>
        <w:rPr>
          <w:rFonts w:hint="eastAsia"/>
          <w:rtl/>
        </w:rPr>
        <w:t>لۡ</w:t>
      </w:r>
      <w:r w:rsidR="001E6BAB" w:rsidRPr="001E6BAB">
        <w:rPr>
          <w:rFonts w:hint="cs"/>
          <w:rtl/>
        </w:rPr>
        <w:t>ک</w:t>
      </w:r>
      <w:r>
        <w:rPr>
          <w:rFonts w:hint="eastAsia"/>
          <w:rtl/>
        </w:rPr>
        <w:t>فۡرِ‌ۙ</w:t>
      </w:r>
      <w:r>
        <w:rPr>
          <w:rtl/>
        </w:rPr>
        <w:t xml:space="preserve"> إِنَّهُمۡ لَآ أَيۡمَـٰنَ لَهُمۡ لَعَلَّهُمۡ يَنتَهُونَ (١٢</w:t>
      </w:r>
      <w:r w:rsidR="009229E3">
        <w:rPr>
          <w:rtl/>
        </w:rPr>
        <w:t>)</w:t>
      </w:r>
    </w:p>
    <w:p w:rsidR="001A403D" w:rsidRDefault="001A403D" w:rsidP="00E36567">
      <w:pPr>
        <w:pStyle w:val="libBoldItalic"/>
      </w:pPr>
      <w:r>
        <w:t>And if they break their oaths after their treaty and taunt (abuse) your religion, then fight the leaders of disbelief, indeed they have no (reliable) oaths, in order that they may cease. (12)</w:t>
      </w:r>
    </w:p>
    <w:p w:rsidR="001A403D" w:rsidRDefault="001A403D" w:rsidP="00E36567">
      <w:pPr>
        <w:pStyle w:val="libNormal"/>
      </w:pPr>
      <w:r>
        <w:t>1-On the day of battle of Jamal, Imam Ali asws recited this verse and said after swearing by Allah: No one has fought with the people who are addressed in this verse since its revelation until today (it will be acted upon) (al-Burhan, v3, p375)</w:t>
      </w:r>
    </w:p>
    <w:p w:rsidR="001A403D" w:rsidRDefault="001A403D" w:rsidP="00E36567">
      <w:pPr>
        <w:pStyle w:val="libNormal"/>
      </w:pPr>
      <w:r>
        <w:t>2-After Jamal, Maola Ali asws went on pulpit and delivered a sermon, after praise &amp; glory of Allah and Salawat-e-Salam on Rasool Allah sawaw he said: O people, by Allah, I did not fight with those people yesterday but on the basis of one verse in the Book of Allah, which was left (not acted upon). No doubt Allah says, “And if they break their oaths after their treaty and taunt your religion, then fight against the Imams of Kufr, indeed they have no (reliable) oaths, in order that they may desist” And by Allah, Rasool Allah sawaw ordered me and said to me: Ya Ali asws! You will definitely fight against the group of rebellions and group of Nakiseen (who break covenant) and group of Mariqeen (who consider Walayat trivial/light). (al-Burhan, v3, p376)</w:t>
      </w:r>
    </w:p>
    <w:p w:rsidR="001A403D" w:rsidRDefault="001A403D" w:rsidP="009229E3">
      <w:pPr>
        <w:pStyle w:val="libCenterBold1"/>
      </w:pPr>
      <w:r>
        <w:t>Lesson:</w:t>
      </w:r>
    </w:p>
    <w:p w:rsidR="001A403D" w:rsidRDefault="001A403D" w:rsidP="001A403D">
      <w:pPr>
        <w:pStyle w:val="libNormal"/>
      </w:pPr>
      <w:r>
        <w:lastRenderedPageBreak/>
        <w:t>1-This verse was revealed about those people who first paid allegiance to Maola Ali asws willingly themselves, then they broke allegiance and joined the group of opponents of Walayat-e-Ali asws, because they were in greed of government for themselves.</w:t>
      </w:r>
    </w:p>
    <w:p w:rsidR="001A403D" w:rsidRDefault="001A403D" w:rsidP="001A403D">
      <w:pPr>
        <w:pStyle w:val="libNormal"/>
      </w:pPr>
      <w:r>
        <w:t>Similar is the case of Muqassir Mulla, first he shows himself Shia of Maola Ali asws, then he learns some so-called knowledge and becomes one-eyed king among the blind in greed of power &amp; wealth, and declares his own Walayat-e-Faqeh. Such are the people who are Rebellions of Walayat-e-Ali asws, break the covenant of Walayat with Allah (Nakiseen), then they make Walayat a common thing (Raqeeq) and divide it (Qasiteen) and distribute among themselves, so all Muqassir Mullas become Guardians (Wali) of blind Muqallideen. Then they taunt Momineen: We Usulis are pious, follow ilmul-usul, clever in sorting out Ayaat &amp; Ahadees with our logical reasoning. You Shias are old fashioned, only believing in fourteen Masumeen asws and get guidance from only Quran &amp; Hadees.</w:t>
      </w:r>
      <w:r>
        <w:cr/>
      </w:r>
    </w:p>
    <w:p w:rsidR="00595365" w:rsidRDefault="001A403D" w:rsidP="001A403D">
      <w:pPr>
        <w:pStyle w:val="libNormal"/>
      </w:pPr>
      <w:r>
        <w:t>2-It is Sunnah of Imams asws to prove the right of Masumeen asws with proof &amp; reason to those who break the covenant of Walayat-e-Ali asws. The leader and Rahber of opponents of Walayat-e-Ali asws is Imam of Kufr. Shias must not rely on the apparent get-up, sweet words, and oaths of such Imams of Kufr, who issue Fatawa against Walayat and Azadari.</w:t>
      </w:r>
    </w:p>
    <w:p w:rsidR="001A403D" w:rsidRDefault="001A403D" w:rsidP="00385B48">
      <w:pPr>
        <w:pStyle w:val="libAr"/>
      </w:pPr>
      <w:r>
        <w:rPr>
          <w:rFonts w:hint="eastAsia"/>
          <w:rtl/>
        </w:rPr>
        <w:t>أَجَعَلۡتُمۡ</w:t>
      </w:r>
      <w:r>
        <w:rPr>
          <w:rtl/>
        </w:rPr>
        <w:t xml:space="preserve"> سِقَايَةَ </w:t>
      </w:r>
      <w:r>
        <w:rPr>
          <w:rFonts w:hint="cs"/>
          <w:rtl/>
        </w:rPr>
        <w:t>ٱ</w:t>
      </w:r>
      <w:r>
        <w:rPr>
          <w:rFonts w:hint="eastAsia"/>
          <w:rtl/>
        </w:rPr>
        <w:t>لۡحَآجِّ</w:t>
      </w:r>
      <w:r>
        <w:rPr>
          <w:rtl/>
        </w:rPr>
        <w:t xml:space="preserve"> وَعِمَارَةَ </w:t>
      </w:r>
      <w:r>
        <w:rPr>
          <w:rFonts w:hint="cs"/>
          <w:rtl/>
        </w:rPr>
        <w:t>ٱ</w:t>
      </w:r>
      <w:r>
        <w:rPr>
          <w:rFonts w:hint="eastAsia"/>
          <w:rtl/>
        </w:rPr>
        <w:t>لۡمَسۡجِدِ</w:t>
      </w:r>
      <w:r>
        <w:rPr>
          <w:rtl/>
        </w:rPr>
        <w:t xml:space="preserve"> </w:t>
      </w:r>
      <w:r>
        <w:rPr>
          <w:rFonts w:hint="cs"/>
          <w:rtl/>
        </w:rPr>
        <w:t>ٱ</w:t>
      </w:r>
      <w:r>
        <w:rPr>
          <w:rFonts w:hint="eastAsia"/>
          <w:rtl/>
        </w:rPr>
        <w:t>لۡحَرَامِ</w:t>
      </w:r>
      <w:r>
        <w:rPr>
          <w:rtl/>
        </w:rPr>
        <w:t xml:space="preserve"> كَمَنۡ ءَامَنَ بِ</w:t>
      </w:r>
      <w:r>
        <w:rPr>
          <w:rFonts w:hint="cs"/>
          <w:rtl/>
        </w:rPr>
        <w:t>ٱ</w:t>
      </w:r>
      <w:r>
        <w:rPr>
          <w:rFonts w:hint="eastAsia"/>
          <w:rtl/>
        </w:rPr>
        <w:t>للَّهِ</w:t>
      </w:r>
      <w:r>
        <w:rPr>
          <w:rtl/>
        </w:rPr>
        <w:t xml:space="preserve"> وَ</w:t>
      </w:r>
      <w:r>
        <w:rPr>
          <w:rFonts w:hint="cs"/>
          <w:rtl/>
        </w:rPr>
        <w:t>ٱ</w:t>
      </w:r>
      <w:r>
        <w:rPr>
          <w:rFonts w:hint="eastAsia"/>
          <w:rtl/>
        </w:rPr>
        <w:t>لۡيَوۡمِ</w:t>
      </w:r>
      <w:r>
        <w:rPr>
          <w:rtl/>
        </w:rPr>
        <w:t xml:space="preserve"> </w:t>
      </w:r>
      <w:r>
        <w:rPr>
          <w:rFonts w:hint="cs"/>
          <w:rtl/>
        </w:rPr>
        <w:t>ٱ</w:t>
      </w:r>
      <w:r>
        <w:rPr>
          <w:rFonts w:hint="eastAsia"/>
          <w:rtl/>
        </w:rPr>
        <w:t>لۡأَخِرِ</w:t>
      </w:r>
      <w:r>
        <w:rPr>
          <w:rtl/>
        </w:rPr>
        <w:t xml:space="preserve"> وَجَـٰهَدَ فِى سَبِيلِ </w:t>
      </w:r>
      <w:r>
        <w:rPr>
          <w:rFonts w:hint="cs"/>
          <w:rtl/>
        </w:rPr>
        <w:t>ٱ</w:t>
      </w:r>
      <w:r>
        <w:rPr>
          <w:rFonts w:hint="eastAsia"/>
          <w:rtl/>
        </w:rPr>
        <w:t>للَّهِ‌ۚ</w:t>
      </w:r>
      <w:r>
        <w:rPr>
          <w:rtl/>
        </w:rPr>
        <w:t xml:space="preserve"> لَا يَسۡتَوُ </w:t>
      </w:r>
      <w:r>
        <w:rPr>
          <w:rFonts w:hint="cs"/>
          <w:rtl/>
        </w:rPr>
        <w:t>ۥ</w:t>
      </w:r>
      <w:r>
        <w:rPr>
          <w:rFonts w:hint="eastAsia"/>
          <w:rtl/>
        </w:rPr>
        <w:t>نَ</w:t>
      </w:r>
      <w:r>
        <w:rPr>
          <w:rtl/>
        </w:rPr>
        <w:t xml:space="preserve"> عِندَ </w:t>
      </w:r>
      <w:r>
        <w:rPr>
          <w:rFonts w:hint="cs"/>
          <w:rtl/>
        </w:rPr>
        <w:t>ٱ</w:t>
      </w:r>
      <w:r>
        <w:rPr>
          <w:rFonts w:hint="eastAsia"/>
          <w:rtl/>
        </w:rPr>
        <w:t>للَّهِ‌ۗ</w:t>
      </w:r>
      <w:r>
        <w:rPr>
          <w:rtl/>
        </w:rPr>
        <w:t xml:space="preserve"> وَ</w:t>
      </w:r>
      <w:r>
        <w:rPr>
          <w:rFonts w:hint="cs"/>
          <w:rtl/>
        </w:rPr>
        <w:t>ٱ</w:t>
      </w:r>
      <w:r>
        <w:rPr>
          <w:rFonts w:hint="eastAsia"/>
          <w:rtl/>
        </w:rPr>
        <w:t>للَّهُ</w:t>
      </w:r>
      <w:r>
        <w:rPr>
          <w:rtl/>
        </w:rPr>
        <w:t xml:space="preserve"> لَا يَ</w:t>
      </w:r>
      <w:r w:rsidR="001E6BAB" w:rsidRPr="001E6BAB">
        <w:rPr>
          <w:rFonts w:hint="cs"/>
          <w:rtl/>
        </w:rPr>
        <w:t>ه</w:t>
      </w:r>
      <w:r w:rsidRPr="00595365">
        <w:rPr>
          <w:rFonts w:hint="cs"/>
          <w:rtl/>
        </w:rPr>
        <w:t xml:space="preserve">ۡدِى </w:t>
      </w:r>
      <w:r>
        <w:rPr>
          <w:rFonts w:hint="cs"/>
          <w:rtl/>
        </w:rPr>
        <w:t>ٱ</w:t>
      </w:r>
      <w:r>
        <w:rPr>
          <w:rFonts w:hint="eastAsia"/>
          <w:rtl/>
        </w:rPr>
        <w:t>لۡقَوۡمَ</w:t>
      </w:r>
      <w:r>
        <w:rPr>
          <w:rtl/>
        </w:rPr>
        <w:t xml:space="preserve"> </w:t>
      </w:r>
      <w:r>
        <w:rPr>
          <w:rFonts w:hint="cs"/>
          <w:rtl/>
        </w:rPr>
        <w:t>ٱ</w:t>
      </w:r>
      <w:r>
        <w:rPr>
          <w:rFonts w:hint="eastAsia"/>
          <w:rtl/>
        </w:rPr>
        <w:t>لظَّـٰلِمِينَ</w:t>
      </w:r>
      <w:r>
        <w:rPr>
          <w:rtl/>
        </w:rPr>
        <w:t xml:space="preserve"> (١٩</w:t>
      </w:r>
      <w:r w:rsidR="009229E3">
        <w:rPr>
          <w:rtl/>
        </w:rPr>
        <w:t>)</w:t>
      </w:r>
      <w:r>
        <w:rPr>
          <w:rtl/>
        </w:rPr>
        <w:t xml:space="preserve"> </w:t>
      </w:r>
      <w:r>
        <w:rPr>
          <w:rFonts w:hint="cs"/>
          <w:rtl/>
        </w:rPr>
        <w:t>ٱ</w:t>
      </w:r>
      <w:r>
        <w:rPr>
          <w:rFonts w:hint="eastAsia"/>
          <w:rtl/>
        </w:rPr>
        <w:t>لَّذِينَ</w:t>
      </w:r>
      <w:r>
        <w:rPr>
          <w:rtl/>
        </w:rPr>
        <w:t xml:space="preserve"> ءَامَنُواْ و</w:t>
      </w:r>
      <w:r>
        <w:rPr>
          <w:rFonts w:hint="eastAsia"/>
          <w:rtl/>
        </w:rPr>
        <w:t>َهَاجَرُواْ</w:t>
      </w:r>
      <w:r>
        <w:rPr>
          <w:rtl/>
        </w:rPr>
        <w:t xml:space="preserve"> وَجَـٰهَدُواْ فِى سَبِيلِ </w:t>
      </w:r>
      <w:r>
        <w:rPr>
          <w:rFonts w:hint="cs"/>
          <w:rtl/>
        </w:rPr>
        <w:t>ٱ</w:t>
      </w:r>
      <w:r>
        <w:rPr>
          <w:rFonts w:hint="eastAsia"/>
          <w:rtl/>
        </w:rPr>
        <w:t>للَّهِ</w:t>
      </w:r>
      <w:r>
        <w:rPr>
          <w:rtl/>
        </w:rPr>
        <w:t xml:space="preserve"> بِأَمۡوَ</w:t>
      </w:r>
      <w:r w:rsidR="005B7B9E" w:rsidRPr="005B7B9E">
        <w:rPr>
          <w:rFonts w:hint="cs"/>
          <w:rtl/>
        </w:rPr>
        <w:t>ا</w:t>
      </w:r>
      <w:r>
        <w:rPr>
          <w:rFonts w:hint="eastAsia"/>
          <w:rtl/>
        </w:rPr>
        <w:t>لِهِمۡ</w:t>
      </w:r>
      <w:r>
        <w:rPr>
          <w:rtl/>
        </w:rPr>
        <w:t xml:space="preserve"> وَأَنفُسِ</w:t>
      </w:r>
      <w:r w:rsidR="001E6BAB" w:rsidRPr="001E6BAB">
        <w:rPr>
          <w:rFonts w:hint="cs"/>
          <w:rtl/>
        </w:rPr>
        <w:t>ه</w:t>
      </w:r>
      <w:r w:rsidRPr="00595365">
        <w:rPr>
          <w:rFonts w:hint="cs"/>
          <w:rtl/>
        </w:rPr>
        <w:t xml:space="preserve">مۡ أَعۡظَمُ دَرَجَةً عِندَ </w:t>
      </w:r>
      <w:r>
        <w:rPr>
          <w:rFonts w:hint="cs"/>
          <w:rtl/>
        </w:rPr>
        <w:t>ٱ</w:t>
      </w:r>
      <w:r>
        <w:rPr>
          <w:rFonts w:hint="eastAsia"/>
          <w:rtl/>
        </w:rPr>
        <w:t>للَّهِ‌ۚ</w:t>
      </w:r>
      <w:r>
        <w:rPr>
          <w:rtl/>
        </w:rPr>
        <w:t xml:space="preserve"> وَأُوْلَـٰٓ</w:t>
      </w:r>
      <w:r>
        <w:rPr>
          <w:rFonts w:hint="cs"/>
          <w:rtl/>
        </w:rPr>
        <w:t>ٮِٕ</w:t>
      </w:r>
      <w:r>
        <w:rPr>
          <w:rFonts w:hint="eastAsia"/>
          <w:rtl/>
        </w:rPr>
        <w:t>كَ</w:t>
      </w:r>
      <w:r>
        <w:rPr>
          <w:rtl/>
        </w:rPr>
        <w:t xml:space="preserve"> هُمُ </w:t>
      </w:r>
      <w:r>
        <w:rPr>
          <w:rFonts w:hint="cs"/>
          <w:rtl/>
        </w:rPr>
        <w:t>ٱ</w:t>
      </w:r>
      <w:r>
        <w:rPr>
          <w:rFonts w:hint="eastAsia"/>
          <w:rtl/>
        </w:rPr>
        <w:t>لۡفَآ</w:t>
      </w:r>
      <w:r>
        <w:rPr>
          <w:rFonts w:hint="cs"/>
          <w:rtl/>
        </w:rPr>
        <w:t>ٮِٕ</w:t>
      </w:r>
      <w:r>
        <w:rPr>
          <w:rFonts w:hint="eastAsia"/>
          <w:rtl/>
        </w:rPr>
        <w:t>زُونَ</w:t>
      </w:r>
      <w:r>
        <w:rPr>
          <w:rtl/>
        </w:rPr>
        <w:t xml:space="preserve"> (٢٠</w:t>
      </w:r>
      <w:r w:rsidR="009229E3">
        <w:rPr>
          <w:rtl/>
        </w:rPr>
        <w:t>)</w:t>
      </w:r>
      <w:r>
        <w:rPr>
          <w:rtl/>
        </w:rPr>
        <w:t xml:space="preserve"> يُبَشِّرُهُمۡ رَبُّهُم بِرَحۡمَةٍ۬ مِّنۡهُ وَرِضۡوَ</w:t>
      </w:r>
      <w:r w:rsidR="005B7B9E" w:rsidRPr="005B7B9E">
        <w:rPr>
          <w:rFonts w:hint="cs"/>
          <w:rtl/>
        </w:rPr>
        <w:t>ا</w:t>
      </w:r>
      <w:r>
        <w:rPr>
          <w:rFonts w:hint="eastAsia"/>
          <w:rtl/>
        </w:rPr>
        <w:t>نٍ۬</w:t>
      </w:r>
      <w:r>
        <w:rPr>
          <w:rtl/>
        </w:rPr>
        <w:t xml:space="preserve"> وَجَنَّـٰتٍ۬ لَّهُمۡ فِي</w:t>
      </w:r>
      <w:r w:rsidR="001E6BAB" w:rsidRPr="001E6BAB">
        <w:rPr>
          <w:rFonts w:hint="cs"/>
          <w:rtl/>
        </w:rPr>
        <w:t>ه</w:t>
      </w:r>
      <w:r>
        <w:rPr>
          <w:rtl/>
        </w:rPr>
        <w:t>ا نَعِيمٌ۬ مُّقِيمٌ (٢١</w:t>
      </w:r>
      <w:r w:rsidR="009229E3">
        <w:rPr>
          <w:rtl/>
        </w:rPr>
        <w:t>)</w:t>
      </w:r>
      <w:r>
        <w:rPr>
          <w:rtl/>
        </w:rPr>
        <w:t xml:space="preserve"> خَـٰلِدِينَ فِي</w:t>
      </w:r>
      <w:r w:rsidR="001E6BAB" w:rsidRPr="001E6BAB">
        <w:rPr>
          <w:rFonts w:hint="cs"/>
          <w:rtl/>
        </w:rPr>
        <w:t>ه</w:t>
      </w:r>
      <w:r w:rsidRPr="00595365">
        <w:rPr>
          <w:rFonts w:hint="cs"/>
          <w:rtl/>
        </w:rPr>
        <w:t xml:space="preserve">آ أَبَدًا‌ۚ إِنَّ </w:t>
      </w:r>
      <w:r>
        <w:rPr>
          <w:rFonts w:hint="cs"/>
          <w:rtl/>
        </w:rPr>
        <w:t>ٱ</w:t>
      </w:r>
      <w:r>
        <w:rPr>
          <w:rFonts w:hint="eastAsia"/>
          <w:rtl/>
        </w:rPr>
        <w:t>للَّهَ</w:t>
      </w:r>
      <w:r>
        <w:rPr>
          <w:rtl/>
        </w:rPr>
        <w:t xml:space="preserve"> عِندَهُ </w:t>
      </w:r>
      <w:r>
        <w:rPr>
          <w:rFonts w:hint="cs"/>
          <w:rtl/>
        </w:rPr>
        <w:t>ۥۤ</w:t>
      </w:r>
      <w:r>
        <w:rPr>
          <w:rtl/>
        </w:rPr>
        <w:t xml:space="preserve"> أَجۡرٌ عَظِيمٌ۬ (٢٢</w:t>
      </w:r>
      <w:r w:rsidR="009229E3">
        <w:rPr>
          <w:rtl/>
        </w:rPr>
        <w:t>)</w:t>
      </w:r>
    </w:p>
    <w:p w:rsidR="001A403D" w:rsidRDefault="001A403D" w:rsidP="00E36567">
      <w:pPr>
        <w:pStyle w:val="libBoldItalic"/>
      </w:pPr>
      <w:r>
        <w:t>Have you made the providing of water to the pilgrims and the maintenance of Masjid al-Haraam equal to him who believes in Allah and the Last Day, and strives in the way of Allah? They are not equal near Allah. And Allah does not guide wrongdoing nation. (19) Those who believe, and migrated and strove in the path of Allah with their wealth and their lives, have greater rank near Allah. These are they who are achievers. (20) Their Rabb gives them good tidings of mercy from Him, and (His) pleasure, and Paradise for them wherein is everlasting favour. (21) There they will abide eternally. No doubt, Allah has great reward with Him. (22)</w:t>
      </w:r>
    </w:p>
    <w:p w:rsidR="001A403D" w:rsidRDefault="001A403D" w:rsidP="00E36567">
      <w:pPr>
        <w:pStyle w:val="libNormal"/>
      </w:pPr>
      <w:r>
        <w:t>1-These verses were revealed about Imam Ali asws, and Hamza and Abbas and Shaiba. Abbas (a.s.) said: I am superior because I give water (to quench thirst) to pilgrims myself. And Shaiba said: I am superior because I am guard of Baitullah. And Hamza (a.s.) said: I am superior because I look after Masjid al-Haraam with my hands. And Maola Ali asws said: I am superior because I believed first than all of you, then migrated and did Jihad. Thus they agreed to go to Rasool Allah sawaw for judgement, and Allah revealed these verses. (Imam Mohammad Baqir asws) (al-Burhan, v3, p382)</w:t>
      </w:r>
    </w:p>
    <w:p w:rsidR="001A403D" w:rsidRDefault="001A403D" w:rsidP="009229E3">
      <w:pPr>
        <w:pStyle w:val="libCenterBold1"/>
      </w:pPr>
      <w:r>
        <w:lastRenderedPageBreak/>
        <w:t>Lesson:</w:t>
      </w:r>
    </w:p>
    <w:p w:rsidR="001A403D" w:rsidRDefault="001A403D" w:rsidP="001A403D">
      <w:pPr>
        <w:pStyle w:val="libNormal"/>
      </w:pPr>
      <w:r>
        <w:t>1-There is no equal of children of Abu Talib asws near Allah. Survival of every thing – Hajj, Salaah, Tawaf, Ka’ba, Zam Zam, Masajid, Muslims, Islam, knowledge of Tauheed -  is due to Maola Ali asws. Muqassir Mulla must not think that he is taking care of Islam and he is maintenance contractor of Islam, so he can interfere with Shariah. The saviours of Islam are only infallible sons and infallible daughters of Maola Ali asws.</w:t>
      </w:r>
    </w:p>
    <w:p w:rsidR="001A403D" w:rsidRDefault="001A403D" w:rsidP="001A403D">
      <w:pPr>
        <w:pStyle w:val="libNormal"/>
      </w:pPr>
      <w:r>
        <w:t>2-Those who believe in Walayat-e-Ali asws, and migrate permanently from Taghoot (Walayat-e-Faqeh) to Walayat-e-Ali asws, and do Jihad by preaching Walayat in the Sabeel of Allah with their wealth and lives, those are successful.</w:t>
      </w:r>
    </w:p>
    <w:p w:rsidR="001A403D" w:rsidRDefault="001A403D" w:rsidP="00385B48">
      <w:pPr>
        <w:pStyle w:val="libAr"/>
      </w:pPr>
      <w:r>
        <w:rPr>
          <w:rFonts w:hint="eastAsia"/>
          <w:rtl/>
        </w:rPr>
        <w:t>يَـٰٓأَيُّ</w:t>
      </w:r>
      <w:r w:rsidR="001E6BAB" w:rsidRPr="001E6BAB">
        <w:rPr>
          <w:rFonts w:hint="cs"/>
          <w:rtl/>
        </w:rPr>
        <w:t>ه</w:t>
      </w:r>
      <w:r w:rsidRPr="00595365">
        <w:rPr>
          <w:rFonts w:hint="cs"/>
          <w:rtl/>
        </w:rPr>
        <w:t>ا</w:t>
      </w:r>
      <w:r>
        <w:rPr>
          <w:rtl/>
        </w:rPr>
        <w:t xml:space="preserve"> </w:t>
      </w:r>
      <w:r>
        <w:rPr>
          <w:rFonts w:hint="cs"/>
          <w:rtl/>
        </w:rPr>
        <w:t>ٱ</w:t>
      </w:r>
      <w:r>
        <w:rPr>
          <w:rFonts w:hint="eastAsia"/>
          <w:rtl/>
        </w:rPr>
        <w:t>لَّذِينَ</w:t>
      </w:r>
      <w:r>
        <w:rPr>
          <w:rtl/>
        </w:rPr>
        <w:t xml:space="preserve"> ءَامَنُواْ لَا تَتَّخِذُوٓاْ ءَابَآءَكُمۡ وَإِخۡوَ</w:t>
      </w:r>
      <w:r w:rsidR="005B7B9E" w:rsidRPr="005B7B9E">
        <w:rPr>
          <w:rFonts w:hint="cs"/>
          <w:rtl/>
        </w:rPr>
        <w:t>ا</w:t>
      </w:r>
      <w:r>
        <w:rPr>
          <w:rFonts w:hint="eastAsia"/>
          <w:rtl/>
        </w:rPr>
        <w:t>نَكُمۡ</w:t>
      </w:r>
      <w:r>
        <w:rPr>
          <w:rtl/>
        </w:rPr>
        <w:t xml:space="preserve"> أَوۡلِيَآءَ إِنِ </w:t>
      </w:r>
      <w:r>
        <w:rPr>
          <w:rFonts w:hint="cs"/>
          <w:rtl/>
        </w:rPr>
        <w:t>ٱ</w:t>
      </w:r>
      <w:r>
        <w:rPr>
          <w:rFonts w:hint="eastAsia"/>
          <w:rtl/>
        </w:rPr>
        <w:t>سۡتَحَبُّواْ</w:t>
      </w:r>
      <w:r>
        <w:rPr>
          <w:rtl/>
        </w:rPr>
        <w:t xml:space="preserve"> </w:t>
      </w:r>
      <w:r>
        <w:rPr>
          <w:rFonts w:hint="cs"/>
          <w:rtl/>
        </w:rPr>
        <w:t>ٱ</w:t>
      </w:r>
      <w:r>
        <w:rPr>
          <w:rFonts w:hint="eastAsia"/>
          <w:rtl/>
        </w:rPr>
        <w:t>لۡ</w:t>
      </w:r>
      <w:r w:rsidR="001E6BAB" w:rsidRPr="001E6BAB">
        <w:rPr>
          <w:rFonts w:hint="cs"/>
          <w:rtl/>
        </w:rPr>
        <w:t>ک</w:t>
      </w:r>
      <w:r>
        <w:rPr>
          <w:rFonts w:hint="eastAsia"/>
          <w:rtl/>
        </w:rPr>
        <w:t>فۡرَ</w:t>
      </w:r>
      <w:r>
        <w:rPr>
          <w:rtl/>
        </w:rPr>
        <w:t xml:space="preserve"> عَلَى </w:t>
      </w:r>
      <w:r>
        <w:rPr>
          <w:rFonts w:hint="cs"/>
          <w:rtl/>
        </w:rPr>
        <w:t>ٱ</w:t>
      </w:r>
      <w:r>
        <w:rPr>
          <w:rFonts w:hint="eastAsia"/>
          <w:rtl/>
        </w:rPr>
        <w:t>لۡإِيمَـٰنِ‌ۚ</w:t>
      </w:r>
      <w:r>
        <w:rPr>
          <w:rtl/>
        </w:rPr>
        <w:t xml:space="preserve"> وَمَن يَتَوَلَّهُم مِّنكُمۡ فَأُوْلَـٰٓ</w:t>
      </w:r>
      <w:r>
        <w:rPr>
          <w:rFonts w:hint="cs"/>
          <w:rtl/>
        </w:rPr>
        <w:t>ٮِٕ</w:t>
      </w:r>
      <w:r>
        <w:rPr>
          <w:rFonts w:hint="eastAsia"/>
          <w:rtl/>
        </w:rPr>
        <w:t>كَ</w:t>
      </w:r>
      <w:r>
        <w:rPr>
          <w:rtl/>
        </w:rPr>
        <w:t xml:space="preserve"> هُمُ </w:t>
      </w:r>
      <w:r>
        <w:rPr>
          <w:rFonts w:hint="cs"/>
          <w:rtl/>
        </w:rPr>
        <w:t>ٱ</w:t>
      </w:r>
      <w:r>
        <w:rPr>
          <w:rFonts w:hint="eastAsia"/>
          <w:rtl/>
        </w:rPr>
        <w:t>لظَّـٰلِمُونَ</w:t>
      </w:r>
      <w:r>
        <w:rPr>
          <w:rtl/>
        </w:rPr>
        <w:t xml:space="preserve"> (٢٣</w:t>
      </w:r>
      <w:r w:rsidR="009229E3">
        <w:rPr>
          <w:rtl/>
        </w:rPr>
        <w:t>)</w:t>
      </w:r>
      <w:r>
        <w:rPr>
          <w:rtl/>
        </w:rPr>
        <w:t xml:space="preserve"> قُلۡ إِن كَانَ ءَابَآؤُكُمۡ وَأَبۡنَآؤ</w:t>
      </w:r>
      <w:r>
        <w:rPr>
          <w:rFonts w:hint="eastAsia"/>
          <w:rtl/>
        </w:rPr>
        <w:t>ُ</w:t>
      </w:r>
      <w:r w:rsidR="001E6BAB" w:rsidRPr="001E6BAB">
        <w:rPr>
          <w:rFonts w:hint="cs"/>
          <w:rtl/>
        </w:rPr>
        <w:t>ک</w:t>
      </w:r>
      <w:r>
        <w:rPr>
          <w:rFonts w:hint="eastAsia"/>
          <w:rtl/>
        </w:rPr>
        <w:t>مۡ</w:t>
      </w:r>
      <w:r>
        <w:rPr>
          <w:rtl/>
        </w:rPr>
        <w:t xml:space="preserve"> وَإِخۡوَ</w:t>
      </w:r>
      <w:r w:rsidR="005B7B9E" w:rsidRPr="005B7B9E">
        <w:rPr>
          <w:rFonts w:hint="cs"/>
          <w:rtl/>
        </w:rPr>
        <w:t>ا</w:t>
      </w:r>
      <w:r>
        <w:rPr>
          <w:rFonts w:hint="eastAsia"/>
          <w:rtl/>
        </w:rPr>
        <w:t>نُكُمۡ</w:t>
      </w:r>
      <w:r>
        <w:rPr>
          <w:rtl/>
        </w:rPr>
        <w:t xml:space="preserve"> وَأَزۡوَ</w:t>
      </w:r>
      <w:r w:rsidR="005B7B9E" w:rsidRPr="005B7B9E">
        <w:rPr>
          <w:rFonts w:hint="cs"/>
          <w:rtl/>
        </w:rPr>
        <w:t>ا</w:t>
      </w:r>
      <w:r>
        <w:rPr>
          <w:rFonts w:hint="eastAsia"/>
          <w:rtl/>
        </w:rPr>
        <w:t>جُكُمۡ</w:t>
      </w:r>
      <w:r>
        <w:rPr>
          <w:rtl/>
        </w:rPr>
        <w:t xml:space="preserve"> وَعَشِيرَتُكُمۡ وَأَمۡوَ</w:t>
      </w:r>
      <w:r w:rsidR="005B7B9E" w:rsidRPr="005B7B9E">
        <w:rPr>
          <w:rFonts w:hint="cs"/>
          <w:rtl/>
        </w:rPr>
        <w:t>ا</w:t>
      </w:r>
      <w:r>
        <w:rPr>
          <w:rFonts w:hint="eastAsia"/>
          <w:rtl/>
        </w:rPr>
        <w:t>لٌ</w:t>
      </w:r>
      <w:r>
        <w:rPr>
          <w:rtl/>
        </w:rPr>
        <w:t xml:space="preserve"> </w:t>
      </w:r>
      <w:r>
        <w:rPr>
          <w:rFonts w:hint="cs"/>
          <w:rtl/>
        </w:rPr>
        <w:t>ٱ</w:t>
      </w:r>
      <w:r>
        <w:rPr>
          <w:rFonts w:hint="eastAsia"/>
          <w:rtl/>
        </w:rPr>
        <w:t>قۡتَرَفۡتُمُوهَا</w:t>
      </w:r>
      <w:r>
        <w:rPr>
          <w:rtl/>
        </w:rPr>
        <w:t xml:space="preserve"> وَتِجَـٰرَةٌ۬ تَخۡشَوۡنَ كَسَادَهَا وَمَسَـٰكِنُ تَرۡضَوۡنَهَآ أَحَبَّ إِلَيۡ</w:t>
      </w:r>
      <w:r w:rsidR="001E6BAB" w:rsidRPr="001E6BAB">
        <w:rPr>
          <w:rFonts w:hint="cs"/>
          <w:rtl/>
        </w:rPr>
        <w:t>ک</w:t>
      </w:r>
      <w:r>
        <w:rPr>
          <w:rFonts w:hint="eastAsia"/>
          <w:rtl/>
        </w:rPr>
        <w:t>م</w:t>
      </w:r>
      <w:r>
        <w:rPr>
          <w:rtl/>
        </w:rPr>
        <w:t xml:space="preserve"> مِّنَ </w:t>
      </w:r>
      <w:r>
        <w:rPr>
          <w:rFonts w:hint="cs"/>
          <w:rtl/>
        </w:rPr>
        <w:t>ٱ</w:t>
      </w:r>
      <w:r>
        <w:rPr>
          <w:rFonts w:hint="eastAsia"/>
          <w:rtl/>
        </w:rPr>
        <w:t>للَّهِ</w:t>
      </w:r>
      <w:r>
        <w:rPr>
          <w:rtl/>
        </w:rPr>
        <w:t xml:space="preserve"> وَرَسُولِهِ</w:t>
      </w:r>
      <w:r>
        <w:rPr>
          <w:rFonts w:hint="cs"/>
          <w:rtl/>
        </w:rPr>
        <w:t>ۦ</w:t>
      </w:r>
      <w:r>
        <w:rPr>
          <w:rtl/>
        </w:rPr>
        <w:t xml:space="preserve"> وَجِهَادٍ۬ فِى سَبِيلِهِ</w:t>
      </w:r>
      <w:r>
        <w:rPr>
          <w:rFonts w:hint="cs"/>
          <w:rtl/>
        </w:rPr>
        <w:t>ۦ</w:t>
      </w:r>
      <w:r>
        <w:rPr>
          <w:rtl/>
        </w:rPr>
        <w:t xml:space="preserve"> فَتَرَبَّصُواْ حَتَّىٰ يَأۡتِىَ </w:t>
      </w:r>
      <w:r>
        <w:rPr>
          <w:rFonts w:hint="cs"/>
          <w:rtl/>
        </w:rPr>
        <w:t>ٱ</w:t>
      </w:r>
      <w:r>
        <w:rPr>
          <w:rFonts w:hint="eastAsia"/>
          <w:rtl/>
        </w:rPr>
        <w:t>للَّهُ</w:t>
      </w:r>
      <w:r>
        <w:rPr>
          <w:rtl/>
        </w:rPr>
        <w:t xml:space="preserve"> بِأَمۡرِهِ</w:t>
      </w:r>
      <w:r>
        <w:rPr>
          <w:rFonts w:hint="cs"/>
          <w:rtl/>
        </w:rPr>
        <w:t>ۦ‌ۗ</w:t>
      </w:r>
      <w:r>
        <w:rPr>
          <w:rtl/>
        </w:rPr>
        <w:t xml:space="preserve"> وَ</w:t>
      </w:r>
      <w:r>
        <w:rPr>
          <w:rFonts w:hint="cs"/>
          <w:rtl/>
        </w:rPr>
        <w:t>ٱ</w:t>
      </w:r>
      <w:r>
        <w:rPr>
          <w:rFonts w:hint="eastAsia"/>
          <w:rtl/>
        </w:rPr>
        <w:t>للَّهُ</w:t>
      </w:r>
      <w:r>
        <w:rPr>
          <w:rtl/>
        </w:rPr>
        <w:t xml:space="preserve"> لَا يَ</w:t>
      </w:r>
      <w:r w:rsidR="001E6BAB" w:rsidRPr="001E6BAB">
        <w:rPr>
          <w:rFonts w:hint="cs"/>
          <w:rtl/>
        </w:rPr>
        <w:t>ه</w:t>
      </w:r>
      <w:r w:rsidRPr="00595365">
        <w:rPr>
          <w:rFonts w:hint="cs"/>
          <w:rtl/>
        </w:rPr>
        <w:t>ۡدِ</w:t>
      </w:r>
      <w:r>
        <w:rPr>
          <w:rtl/>
        </w:rPr>
        <w:t xml:space="preserve">ى </w:t>
      </w:r>
      <w:r>
        <w:rPr>
          <w:rFonts w:hint="cs"/>
          <w:rtl/>
        </w:rPr>
        <w:t>ٱ</w:t>
      </w:r>
      <w:r>
        <w:rPr>
          <w:rFonts w:hint="eastAsia"/>
          <w:rtl/>
        </w:rPr>
        <w:t>لۡقَوۡمَ</w:t>
      </w:r>
      <w:r>
        <w:rPr>
          <w:rtl/>
        </w:rPr>
        <w:t xml:space="preserve"> </w:t>
      </w:r>
      <w:r>
        <w:rPr>
          <w:rFonts w:hint="cs"/>
          <w:rtl/>
        </w:rPr>
        <w:t>ٱ</w:t>
      </w:r>
      <w:r>
        <w:rPr>
          <w:rFonts w:hint="eastAsia"/>
          <w:rtl/>
        </w:rPr>
        <w:t>لۡفَـٰسِقِينَ</w:t>
      </w:r>
      <w:r>
        <w:rPr>
          <w:rtl/>
        </w:rPr>
        <w:t xml:space="preserve"> (٢٤</w:t>
      </w:r>
      <w:r w:rsidR="009229E3">
        <w:rPr>
          <w:rtl/>
        </w:rPr>
        <w:t>)</w:t>
      </w:r>
    </w:p>
    <w:p w:rsidR="001A403D" w:rsidRDefault="001A403D" w:rsidP="00E36567">
      <w:pPr>
        <w:pStyle w:val="libBoldItalic"/>
      </w:pPr>
      <w:r>
        <w:t>O you who believe! Do not choose your fathers or your brothers as guardians if they love Kufr (disbelief) rather than Emaan (faith). And whoever among you takes them as guardian, then it is those who are wrong-doers. (23) Say: If your fathers, and your sons, and your brothers, and your wives, and your relatives, and the wealth you have acquired, and the business for which you fear its decline, and residences which you like are dearer to you than Allah and His Rasool and striving in His way: then wait until Allah executes His command. And Allah does not guide the defiantly disobedient nation. (24)</w:t>
      </w:r>
    </w:p>
    <w:p w:rsidR="001A403D" w:rsidRDefault="001A403D" w:rsidP="00E36567">
      <w:pPr>
        <w:pStyle w:val="libNormal"/>
      </w:pPr>
      <w:r>
        <w:t>1-Imam Mohammad Baqir asws was asked about these verses and he said: The real meaning of Kufr is Walayat of opponents of Ali asws, and that is Kufr. And saying of Allah “Emaan” means Walayat of Ali ibne Abi Talib asws. (al-Burhan, v3, p385)</w:t>
      </w:r>
    </w:p>
    <w:p w:rsidR="001A403D" w:rsidRDefault="001A403D" w:rsidP="009229E3">
      <w:pPr>
        <w:pStyle w:val="libCenterBold1"/>
      </w:pPr>
      <w:r>
        <w:t>Lesson:</w:t>
      </w:r>
    </w:p>
    <w:p w:rsidR="001A403D" w:rsidRDefault="001A403D" w:rsidP="001A403D">
      <w:pPr>
        <w:pStyle w:val="libNormal"/>
      </w:pPr>
      <w:r>
        <w:t>1-To take opponents of Walayat-e-Ali asws as Wali (guardian) is injustice, disobedience and corruption. E.g. if  Muqassir Mulla says that “Ali un Waliullah” is not a part of Kalima, but on the other hand if at the end of Kalima that Muqassir Mulla’s name is written with addition “Hujjatullah-e-Alal-Khalq” and Darood is read loud when his name is mentioned then he does not mind at all. Such are the unjust people whom Allah has given respite until Zahoor of Qaim asws, they must wait for Zulfiqaar, because such defiantly disobedient deniers of Walayat are not worthy of guidance.</w:t>
      </w:r>
    </w:p>
    <w:p w:rsidR="00595365" w:rsidRDefault="001A403D" w:rsidP="001A403D">
      <w:pPr>
        <w:pStyle w:val="libNormal"/>
      </w:pPr>
      <w:r>
        <w:t xml:space="preserve">2-Father, grandfather, brother, sister, son, wife, relatives, the criterion of all these relationships should be Walayat-e-Ali asws. And moreover, we should not be afraid that Muqassireen can cause damage to my service, my business, my wealth, and my nice residence due to Walayat-e-Ali asws. </w:t>
      </w:r>
      <w:r>
        <w:lastRenderedPageBreak/>
        <w:t>Allah wishes that Momineen should do Jihad in the Sabeel (Walayat-e-Ali asws) for the sake of Allah and Rasool sawaw, and Momineen must not love their Muqassir relatives who are opponents of Walayat &amp; Azadari, and turn away from them. Keep connection and relation with Imam-e-Zamana asws continuously.</w:t>
      </w:r>
    </w:p>
    <w:p w:rsidR="001A403D" w:rsidRDefault="001A403D" w:rsidP="00385B48">
      <w:pPr>
        <w:pStyle w:val="libAr"/>
      </w:pPr>
      <w:r>
        <w:rPr>
          <w:rFonts w:hint="cs"/>
          <w:rtl/>
        </w:rPr>
        <w:t>ٱ</w:t>
      </w:r>
      <w:r>
        <w:rPr>
          <w:rFonts w:hint="eastAsia"/>
          <w:rtl/>
        </w:rPr>
        <w:t>تَّخَذُوٓاْ</w:t>
      </w:r>
      <w:r>
        <w:rPr>
          <w:rtl/>
        </w:rPr>
        <w:t xml:space="preserve"> أَحۡبَارَهُمۡ وَرُهۡبَـٰنَهُمۡ أَرۡبَابً۬ا مِّن دُونِ </w:t>
      </w:r>
      <w:r>
        <w:rPr>
          <w:rFonts w:hint="cs"/>
          <w:rtl/>
        </w:rPr>
        <w:t>ٱ</w:t>
      </w:r>
      <w:r>
        <w:rPr>
          <w:rFonts w:hint="eastAsia"/>
          <w:rtl/>
        </w:rPr>
        <w:t>للَّهِ</w:t>
      </w:r>
      <w:r>
        <w:rPr>
          <w:rtl/>
        </w:rPr>
        <w:t xml:space="preserve"> وَ</w:t>
      </w:r>
      <w:r>
        <w:rPr>
          <w:rFonts w:hint="cs"/>
          <w:rtl/>
        </w:rPr>
        <w:t>ٱ</w:t>
      </w:r>
      <w:r>
        <w:rPr>
          <w:rFonts w:hint="eastAsia"/>
          <w:rtl/>
        </w:rPr>
        <w:t>لۡمَسِيحَ</w:t>
      </w:r>
      <w:r>
        <w:rPr>
          <w:rtl/>
        </w:rPr>
        <w:t xml:space="preserve"> </w:t>
      </w:r>
      <w:r>
        <w:rPr>
          <w:rFonts w:hint="cs"/>
          <w:rtl/>
        </w:rPr>
        <w:t>ٱ</w:t>
      </w:r>
      <w:r>
        <w:rPr>
          <w:rFonts w:hint="eastAsia"/>
          <w:rtl/>
        </w:rPr>
        <w:t>بۡنَ</w:t>
      </w:r>
      <w:r>
        <w:rPr>
          <w:rtl/>
        </w:rPr>
        <w:t xml:space="preserve"> مَرۡيَمَ وَمَآ أُمِرُوٓاْ إِلَّا لِيَعۡبُدُوٓاْ إِلَـٰهً۬ا وَ</w:t>
      </w:r>
      <w:r w:rsidR="005B7B9E" w:rsidRPr="005B7B9E">
        <w:rPr>
          <w:rFonts w:hint="cs"/>
          <w:rtl/>
        </w:rPr>
        <w:t>ا</w:t>
      </w:r>
      <w:r>
        <w:rPr>
          <w:rFonts w:hint="eastAsia"/>
          <w:rtl/>
        </w:rPr>
        <w:t>حِدً۬ا‌ۖ</w:t>
      </w:r>
      <w:r>
        <w:rPr>
          <w:rtl/>
        </w:rPr>
        <w:t xml:space="preserve"> لَّآ إِلَـٰهَ إِلَّا هُوَ‌ۚ سُبۡحَـٰنَهُ </w:t>
      </w:r>
      <w:r>
        <w:rPr>
          <w:rFonts w:hint="cs"/>
          <w:rtl/>
        </w:rPr>
        <w:t>ۥ</w:t>
      </w:r>
      <w:r>
        <w:rPr>
          <w:rtl/>
        </w:rPr>
        <w:t xml:space="preserve"> عَمَّا يُشۡرِ</w:t>
      </w:r>
      <w:r w:rsidR="001E6BAB" w:rsidRPr="001E6BAB">
        <w:rPr>
          <w:rFonts w:hint="cs"/>
          <w:rtl/>
        </w:rPr>
        <w:t>ک</w:t>
      </w:r>
      <w:r>
        <w:rPr>
          <w:rFonts w:hint="eastAsia"/>
          <w:rtl/>
        </w:rPr>
        <w:t>ونَ</w:t>
      </w:r>
      <w:r>
        <w:rPr>
          <w:rtl/>
        </w:rPr>
        <w:t xml:space="preserve"> (٣١</w:t>
      </w:r>
      <w:r w:rsidR="009229E3">
        <w:rPr>
          <w:rtl/>
        </w:rPr>
        <w:t>)</w:t>
      </w:r>
    </w:p>
    <w:p w:rsidR="001A403D" w:rsidRDefault="001A403D" w:rsidP="00E36567">
      <w:pPr>
        <w:pStyle w:val="libBoldItalic"/>
      </w:pPr>
      <w:r>
        <w:t>They have taken as Rabbs beside Allah their rabbis and their monks and the Masiha son of Mariyam. And they were not commanded to worship except one God. There is no God except Him. Exalted is He above whatever they associate with Him. (31)</w:t>
      </w:r>
    </w:p>
    <w:p w:rsidR="001A403D" w:rsidRDefault="001A403D" w:rsidP="00E36567">
      <w:pPr>
        <w:pStyle w:val="libNormal"/>
      </w:pPr>
      <w:r>
        <w:t>1-It was asked about this verse, then Imam Jafar Sadiq asws said: By Allah, they did not invite people to worship their souls, if they would have invited to worship them (rabbi &amp; monk) then people would not have accepted. But they used to make Haraam as Halaal for them, and used to declare Halaal as Haraam on them, so in this way they used to worship them without realization. (al-Burhan, v3, p405)</w:t>
      </w:r>
    </w:p>
    <w:p w:rsidR="001A403D" w:rsidRDefault="001A403D" w:rsidP="009229E3">
      <w:pPr>
        <w:pStyle w:val="libCenterBold1"/>
      </w:pPr>
      <w:r>
        <w:t>Lesson:</w:t>
      </w:r>
    </w:p>
    <w:p w:rsidR="001A403D" w:rsidRDefault="001A403D" w:rsidP="001A403D">
      <w:pPr>
        <w:pStyle w:val="libNormal"/>
      </w:pPr>
      <w:r>
        <w:t>1-Saying of Masoom asws is always Haqq, this Ummah will follow the previous Ummahs exactly step by step. Previous Ummahs left the books sent down by Allah, and started doing blind Taqleed of their scholars, accepted every Fatwa of them as word of God, their scholars became authority to interchange Halaal &amp; Haraam, and they made Eesa Roohullah their God, their scholars devised books for them in which name of Mohammad-o-Aal-e-Mohammad asws was not mentioned. Any scholar who interferes with Deen, to listen to him is equal to his worship, and that is Shirk.</w:t>
      </w:r>
    </w:p>
    <w:p w:rsidR="001A403D" w:rsidRDefault="001A403D" w:rsidP="001A403D">
      <w:pPr>
        <w:pStyle w:val="libNormal"/>
      </w:pPr>
      <w:r>
        <w:t>This Ummah did the same, they have left Quran &amp; Sunnah, and adopted books devised by scholars comprising of their personal Zunni Fatawa. They have left Walayat of Masumeen asws and turned away from it and raised the slogan of Walayat-e-Faqeh. They say without hesitation that Faqeh has the authority over Halaal and Haraam. Allah is immune to such Mushrikeen-e-Walayat.</w:t>
      </w:r>
    </w:p>
    <w:p w:rsidR="001A403D" w:rsidRDefault="001A403D" w:rsidP="001A403D">
      <w:pPr>
        <w:pStyle w:val="libNormal"/>
      </w:pPr>
      <w:r>
        <w:t>2-Halaal-e-Mohammadi is Halaal until Qiyamah, and Haraam-e-Mohammadi is Haraam until Qiyamah. No one has power &amp; capacity to change them.</w:t>
      </w:r>
    </w:p>
    <w:p w:rsidR="001A403D" w:rsidRDefault="001A403D" w:rsidP="00385B48">
      <w:pPr>
        <w:pStyle w:val="libAr"/>
      </w:pPr>
      <w:r>
        <w:rPr>
          <w:rFonts w:hint="eastAsia"/>
          <w:rtl/>
        </w:rPr>
        <w:t>إِنَّ</w:t>
      </w:r>
      <w:r>
        <w:rPr>
          <w:rtl/>
        </w:rPr>
        <w:t xml:space="preserve"> عِدَّةَ </w:t>
      </w:r>
      <w:r>
        <w:rPr>
          <w:rFonts w:hint="cs"/>
          <w:rtl/>
        </w:rPr>
        <w:t>ٱ</w:t>
      </w:r>
      <w:r>
        <w:rPr>
          <w:rFonts w:hint="eastAsia"/>
          <w:rtl/>
        </w:rPr>
        <w:t>لشُّ</w:t>
      </w:r>
      <w:r w:rsidR="001E6BAB" w:rsidRPr="001E6BAB">
        <w:rPr>
          <w:rFonts w:hint="cs"/>
          <w:rtl/>
        </w:rPr>
        <w:t>ه</w:t>
      </w:r>
      <w:r w:rsidRPr="00595365">
        <w:rPr>
          <w:rFonts w:hint="cs"/>
          <w:rtl/>
        </w:rPr>
        <w:t>ورِ</w:t>
      </w:r>
      <w:r>
        <w:rPr>
          <w:rtl/>
        </w:rPr>
        <w:t xml:space="preserve"> عِندَ </w:t>
      </w:r>
      <w:r>
        <w:rPr>
          <w:rFonts w:hint="cs"/>
          <w:rtl/>
        </w:rPr>
        <w:t>ٱ</w:t>
      </w:r>
      <w:r>
        <w:rPr>
          <w:rFonts w:hint="eastAsia"/>
          <w:rtl/>
        </w:rPr>
        <w:t>للَّهِ</w:t>
      </w:r>
      <w:r>
        <w:rPr>
          <w:rtl/>
        </w:rPr>
        <w:t xml:space="preserve"> </w:t>
      </w:r>
      <w:r>
        <w:rPr>
          <w:rFonts w:hint="cs"/>
          <w:rtl/>
        </w:rPr>
        <w:t>ٱ</w:t>
      </w:r>
      <w:r>
        <w:rPr>
          <w:rFonts w:hint="eastAsia"/>
          <w:rtl/>
        </w:rPr>
        <w:t>ثۡنَا</w:t>
      </w:r>
      <w:r>
        <w:rPr>
          <w:rtl/>
        </w:rPr>
        <w:t xml:space="preserve"> عَشَرَ شَ</w:t>
      </w:r>
      <w:r w:rsidR="001E6BAB" w:rsidRPr="001E6BAB">
        <w:rPr>
          <w:rFonts w:hint="cs"/>
          <w:rtl/>
        </w:rPr>
        <w:t>ه</w:t>
      </w:r>
      <w:r w:rsidRPr="00595365">
        <w:rPr>
          <w:rFonts w:hint="cs"/>
          <w:rtl/>
        </w:rPr>
        <w:t xml:space="preserve">ۡرً۬ا فِى </w:t>
      </w:r>
      <w:r w:rsidR="001E6BAB" w:rsidRPr="001E6BAB">
        <w:rPr>
          <w:rFonts w:hint="cs"/>
          <w:rtl/>
        </w:rPr>
        <w:t>ک</w:t>
      </w:r>
      <w:r>
        <w:rPr>
          <w:rFonts w:hint="eastAsia"/>
          <w:rtl/>
        </w:rPr>
        <w:t>تَـٰبِ</w:t>
      </w:r>
      <w:r>
        <w:rPr>
          <w:rtl/>
        </w:rPr>
        <w:t xml:space="preserve"> </w:t>
      </w:r>
      <w:r>
        <w:rPr>
          <w:rFonts w:hint="cs"/>
          <w:rtl/>
        </w:rPr>
        <w:t>ٱ</w:t>
      </w:r>
      <w:r>
        <w:rPr>
          <w:rFonts w:hint="eastAsia"/>
          <w:rtl/>
        </w:rPr>
        <w:t>للَّهِ</w:t>
      </w:r>
      <w:r>
        <w:rPr>
          <w:rtl/>
        </w:rPr>
        <w:t xml:space="preserve"> يَوۡمَ خَلَقَ </w:t>
      </w:r>
      <w:r>
        <w:rPr>
          <w:rFonts w:hint="cs"/>
          <w:rtl/>
        </w:rPr>
        <w:t>ٱ</w:t>
      </w:r>
      <w:r>
        <w:rPr>
          <w:rFonts w:hint="eastAsia"/>
          <w:rtl/>
        </w:rPr>
        <w:t>لسَّمَـٰوَ</w:t>
      </w:r>
      <w:r w:rsidR="005B7B9E" w:rsidRPr="005B7B9E">
        <w:rPr>
          <w:rFonts w:hint="cs"/>
          <w:rtl/>
        </w:rPr>
        <w:t>ا</w:t>
      </w:r>
      <w:r>
        <w:rPr>
          <w:rFonts w:hint="eastAsia"/>
          <w:rtl/>
        </w:rPr>
        <w:t>تِ</w:t>
      </w:r>
      <w:r>
        <w:rPr>
          <w:rtl/>
        </w:rPr>
        <w:t xml:space="preserve"> وَ</w:t>
      </w:r>
      <w:r>
        <w:rPr>
          <w:rFonts w:hint="cs"/>
          <w:rtl/>
        </w:rPr>
        <w:t>ٱ</w:t>
      </w:r>
      <w:r>
        <w:rPr>
          <w:rFonts w:hint="eastAsia"/>
          <w:rtl/>
        </w:rPr>
        <w:t>لۡأَرۡضَ</w:t>
      </w:r>
      <w:r>
        <w:rPr>
          <w:rtl/>
        </w:rPr>
        <w:t xml:space="preserve"> مِنۡ</w:t>
      </w:r>
      <w:r w:rsidR="001E6BAB" w:rsidRPr="001E6BAB">
        <w:rPr>
          <w:rFonts w:hint="cs"/>
          <w:rtl/>
        </w:rPr>
        <w:t>ه</w:t>
      </w:r>
      <w:r w:rsidRPr="00595365">
        <w:rPr>
          <w:rFonts w:hint="cs"/>
          <w:rtl/>
        </w:rPr>
        <w:t>آ أَرۡبَعَةٌ حُرُمٌ۬‌ۚ ذَ</w:t>
      </w:r>
      <w:r w:rsidR="005B7B9E" w:rsidRPr="005B7B9E">
        <w:rPr>
          <w:rFonts w:hint="cs"/>
          <w:rtl/>
        </w:rPr>
        <w:t>ا</w:t>
      </w:r>
      <w:r>
        <w:rPr>
          <w:rFonts w:hint="eastAsia"/>
          <w:rtl/>
        </w:rPr>
        <w:t>لِكَ</w:t>
      </w:r>
      <w:r>
        <w:rPr>
          <w:rtl/>
        </w:rPr>
        <w:t xml:space="preserve"> </w:t>
      </w:r>
      <w:r>
        <w:rPr>
          <w:rFonts w:hint="cs"/>
          <w:rtl/>
        </w:rPr>
        <w:t>ٱ</w:t>
      </w:r>
      <w:r>
        <w:rPr>
          <w:rFonts w:hint="eastAsia"/>
          <w:rtl/>
        </w:rPr>
        <w:t>لدِّينُ</w:t>
      </w:r>
      <w:r>
        <w:rPr>
          <w:rtl/>
        </w:rPr>
        <w:t xml:space="preserve"> </w:t>
      </w:r>
      <w:r>
        <w:rPr>
          <w:rFonts w:hint="cs"/>
          <w:rtl/>
        </w:rPr>
        <w:t>ٱ</w:t>
      </w:r>
      <w:r>
        <w:rPr>
          <w:rFonts w:hint="eastAsia"/>
          <w:rtl/>
        </w:rPr>
        <w:t>لۡقَيِّمُ‌ۚ</w:t>
      </w:r>
      <w:r>
        <w:rPr>
          <w:rtl/>
        </w:rPr>
        <w:t xml:space="preserve"> فَلَا تَظۡلِمُواْ فِي</w:t>
      </w:r>
      <w:r w:rsidR="001E6BAB" w:rsidRPr="001E6BAB">
        <w:rPr>
          <w:rFonts w:hint="cs"/>
          <w:rtl/>
        </w:rPr>
        <w:t>ه</w:t>
      </w:r>
      <w:r w:rsidRPr="00595365">
        <w:rPr>
          <w:rFonts w:hint="cs"/>
          <w:rtl/>
        </w:rPr>
        <w:t>نَّ أَنفُسَ</w:t>
      </w:r>
      <w:r w:rsidR="001E6BAB" w:rsidRPr="001E6BAB">
        <w:rPr>
          <w:rFonts w:hint="cs"/>
          <w:rtl/>
        </w:rPr>
        <w:t>ک</w:t>
      </w:r>
      <w:r>
        <w:rPr>
          <w:rFonts w:hint="eastAsia"/>
          <w:rtl/>
        </w:rPr>
        <w:t>مۡ‌ۚ</w:t>
      </w:r>
      <w:r>
        <w:rPr>
          <w:rtl/>
        </w:rPr>
        <w:t xml:space="preserve"> وَقَـٰتِلُواْ </w:t>
      </w:r>
      <w:r>
        <w:rPr>
          <w:rFonts w:hint="cs"/>
          <w:rtl/>
        </w:rPr>
        <w:t>ٱ</w:t>
      </w:r>
      <w:r>
        <w:rPr>
          <w:rFonts w:hint="eastAsia"/>
          <w:rtl/>
        </w:rPr>
        <w:t>لۡمُشۡرِ</w:t>
      </w:r>
      <w:r w:rsidR="001E6BAB" w:rsidRPr="001E6BAB">
        <w:rPr>
          <w:rFonts w:hint="cs"/>
          <w:rtl/>
        </w:rPr>
        <w:t>ک</w:t>
      </w:r>
      <w:r>
        <w:rPr>
          <w:rFonts w:hint="eastAsia"/>
          <w:rtl/>
        </w:rPr>
        <w:t>ينَ</w:t>
      </w:r>
      <w:r>
        <w:rPr>
          <w:rtl/>
        </w:rPr>
        <w:t xml:space="preserve"> كَ</w:t>
      </w:r>
      <w:r>
        <w:rPr>
          <w:rFonts w:hint="eastAsia"/>
          <w:rtl/>
        </w:rPr>
        <w:t>آفَّةً۬</w:t>
      </w:r>
      <w:r>
        <w:rPr>
          <w:rtl/>
        </w:rPr>
        <w:t xml:space="preserve"> </w:t>
      </w:r>
      <w:r w:rsidR="001E6BAB" w:rsidRPr="001E6BAB">
        <w:rPr>
          <w:rFonts w:hint="cs"/>
          <w:rtl/>
        </w:rPr>
        <w:t>ک</w:t>
      </w:r>
      <w:r>
        <w:rPr>
          <w:rFonts w:hint="eastAsia"/>
          <w:rtl/>
        </w:rPr>
        <w:t>مَا</w:t>
      </w:r>
      <w:r>
        <w:rPr>
          <w:rtl/>
        </w:rPr>
        <w:t xml:space="preserve"> يُقَـٰتِلُونَكُمۡ </w:t>
      </w:r>
      <w:r w:rsidR="001E6BAB" w:rsidRPr="001E6BAB">
        <w:rPr>
          <w:rFonts w:hint="cs"/>
          <w:rtl/>
        </w:rPr>
        <w:t>ک</w:t>
      </w:r>
      <w:r>
        <w:rPr>
          <w:rFonts w:hint="eastAsia"/>
          <w:rtl/>
        </w:rPr>
        <w:t>آفَّةً۬‌ۚ</w:t>
      </w:r>
      <w:r>
        <w:rPr>
          <w:rtl/>
        </w:rPr>
        <w:t xml:space="preserve"> وَ</w:t>
      </w:r>
      <w:r>
        <w:rPr>
          <w:rFonts w:hint="cs"/>
          <w:rtl/>
        </w:rPr>
        <w:t>ٱ</w:t>
      </w:r>
      <w:r>
        <w:rPr>
          <w:rFonts w:hint="eastAsia"/>
          <w:rtl/>
        </w:rPr>
        <w:t>عۡلَمُوٓاْ</w:t>
      </w:r>
      <w:r>
        <w:rPr>
          <w:rtl/>
        </w:rPr>
        <w:t xml:space="preserve"> أَنَّ </w:t>
      </w:r>
      <w:r>
        <w:rPr>
          <w:rFonts w:hint="cs"/>
          <w:rtl/>
        </w:rPr>
        <w:t>ٱ</w:t>
      </w:r>
      <w:r>
        <w:rPr>
          <w:rFonts w:hint="eastAsia"/>
          <w:rtl/>
        </w:rPr>
        <w:t>للَّهَ</w:t>
      </w:r>
      <w:r>
        <w:rPr>
          <w:rtl/>
        </w:rPr>
        <w:t xml:space="preserve"> مَعَ </w:t>
      </w:r>
      <w:r>
        <w:rPr>
          <w:rFonts w:hint="cs"/>
          <w:rtl/>
        </w:rPr>
        <w:t>ٱ</w:t>
      </w:r>
      <w:r>
        <w:rPr>
          <w:rFonts w:hint="eastAsia"/>
          <w:rtl/>
        </w:rPr>
        <w:t>لۡمُتَّقِينَ</w:t>
      </w:r>
      <w:r>
        <w:rPr>
          <w:rtl/>
        </w:rPr>
        <w:t xml:space="preserve"> (٣٦</w:t>
      </w:r>
      <w:r w:rsidR="009229E3">
        <w:rPr>
          <w:rtl/>
        </w:rPr>
        <w:t>)</w:t>
      </w:r>
    </w:p>
    <w:p w:rsidR="001A403D" w:rsidRDefault="001A403D" w:rsidP="00E36567">
      <w:pPr>
        <w:pStyle w:val="libBoldItalic"/>
      </w:pPr>
      <w:r>
        <w:t xml:space="preserve">No doubt, the number of the months with Allah is twelve months in the Book of Allah since the day He created the heavens and the earth, four of them are sacred: that is the established Deen. So do not wrong yourselves in them. And fight against the polytheists collectively as they fight against </w:t>
      </w:r>
      <w:r>
        <w:lastRenderedPageBreak/>
        <w:t>you collectively. And know that Allah is with the righteous (who fear Him). (36)</w:t>
      </w:r>
    </w:p>
    <w:p w:rsidR="001A403D" w:rsidRDefault="001A403D" w:rsidP="00E36567">
      <w:pPr>
        <w:pStyle w:val="libNormal"/>
      </w:pPr>
      <w:r>
        <w:t>1-Imam Mohammad Baqir asws told Taweel of this verse: Year (San) means our holy grand-father Rasool Allah sawaw, and it has twelve months, and they are Amirul Momineen asws, and then Hassan asws, and the Hussain asws, and then my father Ali Zainul Abideen asws, and then I am, and then my son Jafar asws, and his son Musa asws, and his son Ali asws, and his son Mohammad asws and his son Ali asws, and his son Hassan asws, and then his son Mohammad Hadi Mahdi asws, twelve Imams, Hujjatullah on the creation of Allah, and trustees of Revalation &amp; Knowledge of Allah, and four are Sacred who are Established Deen, and four of them have emerged from the same one Name: Ali Amirul Momineen asws, and my father Ali bin Hussain asws, and Ali bin Musa asws, and Ali bin Mohammad asws, so their Testimony is the Established Deen, so do not do injustice to yourself concerning them, and all get guidance from them. (al-Burhan, v3, p412)</w:t>
      </w:r>
    </w:p>
    <w:p w:rsidR="001A403D" w:rsidRDefault="001A403D" w:rsidP="009229E3">
      <w:pPr>
        <w:pStyle w:val="libCenterBold1"/>
      </w:pPr>
      <w:r>
        <w:t>Lesson:</w:t>
      </w:r>
    </w:p>
    <w:p w:rsidR="001A403D" w:rsidRDefault="001A403D" w:rsidP="001A403D">
      <w:pPr>
        <w:pStyle w:val="libNormal"/>
      </w:pPr>
      <w:r>
        <w:t>1-From before the creation of the universe, only these twelve Imams asws are Hadi from Allah Ta’ala, only they are Hujjatullah-alull-Khalq. Allah is All-Knower, He knows the best, how many Imams asws are necessary until Qiyamah. So institution has the right to start manufacturing Imams, Hujjatulllahs, Ayatollahs, and Wali-al-Amr.</w:t>
      </w:r>
    </w:p>
    <w:p w:rsidR="001A403D" w:rsidRDefault="001A403D" w:rsidP="001A403D">
      <w:pPr>
        <w:pStyle w:val="libNormal"/>
      </w:pPr>
      <w:r>
        <w:t>2-Among the twelve Imams asws, the holy name of four is derived from the Name of Allah, and the rest of Imams asws declare them Sacred, and this is the saying of Allah as well. And testification of these Four Ali’s is the straight established Deen of Allah. The father of all pure Imams asws is Maola Ali asws, Muqassireen do injustice to themselves by opposing Walayat-e-Ali asws.</w:t>
      </w:r>
    </w:p>
    <w:p w:rsidR="001A403D" w:rsidRDefault="001A403D" w:rsidP="00385B48">
      <w:pPr>
        <w:pStyle w:val="libAr"/>
      </w:pPr>
      <w:r>
        <w:rPr>
          <w:rFonts w:hint="eastAsia"/>
          <w:rtl/>
        </w:rPr>
        <w:t>قُلۡ</w:t>
      </w:r>
      <w:r>
        <w:rPr>
          <w:rtl/>
        </w:rPr>
        <w:t xml:space="preserve"> أَنفِقُواْ طَوۡعًا أَوۡ كَرۡهً۬ا لَّن يُتَقَبَّلَ مِنكُمۡ‌ۖ إِنَّكُمۡ </w:t>
      </w:r>
      <w:r w:rsidR="001E6BAB" w:rsidRPr="001E6BAB">
        <w:rPr>
          <w:rFonts w:hint="cs"/>
          <w:rtl/>
        </w:rPr>
        <w:t>ک</w:t>
      </w:r>
      <w:r>
        <w:rPr>
          <w:rFonts w:hint="eastAsia"/>
          <w:rtl/>
        </w:rPr>
        <w:t>نتُمۡ</w:t>
      </w:r>
      <w:r>
        <w:rPr>
          <w:rtl/>
        </w:rPr>
        <w:t xml:space="preserve"> قَوۡمً۬ا فَـٰسِقِينَ (٥٣</w:t>
      </w:r>
      <w:r w:rsidR="009229E3">
        <w:rPr>
          <w:rtl/>
        </w:rPr>
        <w:t>)</w:t>
      </w:r>
      <w:r>
        <w:rPr>
          <w:rtl/>
        </w:rPr>
        <w:t xml:space="preserve"> وَمَا مَنَعَهُمۡ أَن تُقۡبَلَ مِنۡ</w:t>
      </w:r>
      <w:r w:rsidR="001E6BAB" w:rsidRPr="001E6BAB">
        <w:rPr>
          <w:rFonts w:hint="cs"/>
          <w:rtl/>
        </w:rPr>
        <w:t>ه</w:t>
      </w:r>
      <w:r w:rsidRPr="00595365">
        <w:rPr>
          <w:rFonts w:hint="cs"/>
          <w:rtl/>
        </w:rPr>
        <w:t xml:space="preserve">مۡ نَفَقَـٰتُهُمۡ إِلَّآ أَنَّهُمۡ </w:t>
      </w:r>
      <w:r w:rsidR="001E6BAB" w:rsidRPr="001E6BAB">
        <w:rPr>
          <w:rFonts w:hint="cs"/>
          <w:rtl/>
        </w:rPr>
        <w:t>ک</w:t>
      </w:r>
      <w:r>
        <w:rPr>
          <w:rFonts w:hint="eastAsia"/>
          <w:rtl/>
        </w:rPr>
        <w:t>فَرُواْ</w:t>
      </w:r>
      <w:r>
        <w:rPr>
          <w:rtl/>
        </w:rPr>
        <w:t xml:space="preserve"> بِ</w:t>
      </w:r>
      <w:r>
        <w:rPr>
          <w:rFonts w:hint="cs"/>
          <w:rtl/>
        </w:rPr>
        <w:t>ٱ</w:t>
      </w:r>
      <w:r>
        <w:rPr>
          <w:rFonts w:hint="eastAsia"/>
          <w:rtl/>
        </w:rPr>
        <w:t>للَّهِ</w:t>
      </w:r>
      <w:r>
        <w:rPr>
          <w:rtl/>
        </w:rPr>
        <w:t xml:space="preserve"> وَبِرَسُولِهِ</w:t>
      </w:r>
      <w:r>
        <w:rPr>
          <w:rFonts w:hint="cs"/>
          <w:rtl/>
        </w:rPr>
        <w:t>ۦ</w:t>
      </w:r>
      <w:r>
        <w:rPr>
          <w:rtl/>
        </w:rPr>
        <w:t xml:space="preserve"> وَلَا يَأۡتُونَ </w:t>
      </w:r>
      <w:r>
        <w:rPr>
          <w:rFonts w:hint="cs"/>
          <w:rtl/>
        </w:rPr>
        <w:t>ٱ</w:t>
      </w:r>
      <w:r>
        <w:rPr>
          <w:rFonts w:hint="eastAsia"/>
          <w:rtl/>
        </w:rPr>
        <w:t>لصَّلَوٰةَ</w:t>
      </w:r>
      <w:r>
        <w:rPr>
          <w:rtl/>
        </w:rPr>
        <w:t xml:space="preserve"> إِلَّا وَهُمۡ </w:t>
      </w:r>
      <w:r w:rsidR="001E6BAB" w:rsidRPr="001E6BAB">
        <w:rPr>
          <w:rFonts w:hint="cs"/>
          <w:rtl/>
        </w:rPr>
        <w:t>ک</w:t>
      </w:r>
      <w:r>
        <w:rPr>
          <w:rFonts w:hint="eastAsia"/>
          <w:rtl/>
        </w:rPr>
        <w:t>سَالَىٰ</w:t>
      </w:r>
      <w:r>
        <w:rPr>
          <w:rtl/>
        </w:rPr>
        <w:t xml:space="preserve"> وَلَا يُنفِقُونَ إِلَّا وَهُمۡ كَـٰرِهُونَ (٥٤</w:t>
      </w:r>
      <w:r w:rsidR="009229E3">
        <w:rPr>
          <w:rtl/>
        </w:rPr>
        <w:t>)</w:t>
      </w:r>
      <w:r>
        <w:rPr>
          <w:rtl/>
        </w:rPr>
        <w:t xml:space="preserve"> فَلَا تُعۡجِبۡكَ أَمۡوَ</w:t>
      </w:r>
      <w:r w:rsidR="005B7B9E" w:rsidRPr="005B7B9E">
        <w:rPr>
          <w:rFonts w:hint="cs"/>
          <w:rtl/>
        </w:rPr>
        <w:t>ا</w:t>
      </w:r>
      <w:r>
        <w:rPr>
          <w:rFonts w:hint="eastAsia"/>
          <w:rtl/>
        </w:rPr>
        <w:t>لُهُمۡ</w:t>
      </w:r>
      <w:r>
        <w:rPr>
          <w:rtl/>
        </w:rPr>
        <w:t xml:space="preserve"> وَلَآ أَوۡلَـٰدُهُمۡ‌ۚ إِنَّمَا يُرِيدُ </w:t>
      </w:r>
      <w:r>
        <w:rPr>
          <w:rFonts w:hint="cs"/>
          <w:rtl/>
        </w:rPr>
        <w:t>ٱ</w:t>
      </w:r>
      <w:r>
        <w:rPr>
          <w:rFonts w:hint="eastAsia"/>
          <w:rtl/>
        </w:rPr>
        <w:t>للَّهُ</w:t>
      </w:r>
      <w:r>
        <w:rPr>
          <w:rtl/>
        </w:rPr>
        <w:t xml:space="preserve"> لِيُعَذِّبَ</w:t>
      </w:r>
      <w:r w:rsidR="001E6BAB" w:rsidRPr="001E6BAB">
        <w:rPr>
          <w:rFonts w:hint="cs"/>
          <w:rtl/>
        </w:rPr>
        <w:t>ه</w:t>
      </w:r>
      <w:r w:rsidRPr="00595365">
        <w:rPr>
          <w:rFonts w:hint="cs"/>
          <w:rtl/>
        </w:rPr>
        <w:t>م بِ</w:t>
      </w:r>
      <w:r w:rsidR="001E6BAB" w:rsidRPr="001E6BAB">
        <w:rPr>
          <w:rFonts w:hint="cs"/>
          <w:rtl/>
        </w:rPr>
        <w:t>ه</w:t>
      </w:r>
      <w:r w:rsidRPr="00595365">
        <w:rPr>
          <w:rFonts w:hint="cs"/>
          <w:rtl/>
        </w:rPr>
        <w:t xml:space="preserve">ا فِى </w:t>
      </w:r>
      <w:r>
        <w:rPr>
          <w:rFonts w:hint="cs"/>
          <w:rtl/>
        </w:rPr>
        <w:t>ٱ</w:t>
      </w:r>
      <w:r>
        <w:rPr>
          <w:rFonts w:hint="eastAsia"/>
          <w:rtl/>
        </w:rPr>
        <w:t>لۡحَيَوٰةِ</w:t>
      </w:r>
      <w:r>
        <w:rPr>
          <w:rtl/>
        </w:rPr>
        <w:t xml:space="preserve"> </w:t>
      </w:r>
      <w:r>
        <w:rPr>
          <w:rFonts w:hint="cs"/>
          <w:rtl/>
        </w:rPr>
        <w:t>ٱ</w:t>
      </w:r>
      <w:r>
        <w:rPr>
          <w:rFonts w:hint="eastAsia"/>
          <w:rtl/>
        </w:rPr>
        <w:t>لدُّنۡيَا</w:t>
      </w:r>
      <w:r>
        <w:rPr>
          <w:rtl/>
        </w:rPr>
        <w:t xml:space="preserve"> وَتَزۡهَقَ أَنفُسُ</w:t>
      </w:r>
      <w:r w:rsidR="001E6BAB" w:rsidRPr="001E6BAB">
        <w:rPr>
          <w:rFonts w:hint="cs"/>
          <w:rtl/>
        </w:rPr>
        <w:t>ه</w:t>
      </w:r>
      <w:r w:rsidRPr="00595365">
        <w:rPr>
          <w:rFonts w:hint="cs"/>
          <w:rtl/>
        </w:rPr>
        <w:t>مۡ وَهُمۡ كَـٰفِرُونَ (٥٥</w:t>
      </w:r>
      <w:r w:rsidR="009229E3">
        <w:rPr>
          <w:rtl/>
        </w:rPr>
        <w:t>)</w:t>
      </w:r>
    </w:p>
    <w:p w:rsidR="001A403D" w:rsidRDefault="001A403D" w:rsidP="00E36567">
      <w:pPr>
        <w:pStyle w:val="libBoldItalic"/>
      </w:pPr>
      <w:r>
        <w:t>Say: Spend willingly or unwillingly, it will never be accepted from you, indeed you have been a defiantly disobedient nation. (53) And nothing prevents that their expenditures should be accepted from them except that they have disbelieved in Allah and in His Rasool, and they come not for Salaah except while they are lazy, and they do not spend except while they are unwilling. (54) So let not their wealth nor their children impress you. Allah only intends to punish them through them in the life of the world and that their souls should depart while they are disbelievers. (55)</w:t>
      </w:r>
    </w:p>
    <w:p w:rsidR="001A403D" w:rsidRDefault="001A403D" w:rsidP="00E36567">
      <w:pPr>
        <w:pStyle w:val="libNormal"/>
      </w:pPr>
      <w:r>
        <w:t xml:space="preserve">1-Who loves us, will be with us on the day of Qiyamah. Then said: By Allah, if a person keeps fast during the day, stands in Ibadat at night, then meets Allah Azza wa Jalla without Walayat of us the Ahlul Bait asws, the He will be Angry in that meeting and will be Wroth on him, and this is the </w:t>
      </w:r>
      <w:r>
        <w:lastRenderedPageBreak/>
        <w:t>saying of Allah (recited verses 53 to 55), then said: Similarly with Emaan nothing harms, and similarly no (good) deed benefits with Kufr. (Imam Jafar Sadiq asws) (al-Burhan, v3, p433)</w:t>
      </w:r>
    </w:p>
    <w:p w:rsidR="001A403D" w:rsidRDefault="001A403D" w:rsidP="009229E3">
      <w:pPr>
        <w:pStyle w:val="libCenterBold1"/>
      </w:pPr>
      <w:r>
        <w:t>Lesson:</w:t>
      </w:r>
    </w:p>
    <w:p w:rsidR="001A403D" w:rsidRDefault="001A403D" w:rsidP="001A403D">
      <w:pPr>
        <w:pStyle w:val="libNormal"/>
      </w:pPr>
      <w:r>
        <w:t>1-Without Walayat-e-Masumeen asws, money spent in the way of Deen, Namaz, Roza, Tahajjud, Hajj, etc, are not acceptable at all. Allah Ta’ala declares Fasiq (defiantly disobedient) to those people who oppose Walayat-e-Ali asws. And He is warning Momineen, do not be impressed by the power, government, majority, and wealth snatched from the poor in the name of Deen, of that nation who denies to recite testimony of Walayat-e-Ali asws. They will die while Wrath of Allah will be surrounding them. Who loves Maola asws and listens to Maola asws, he will be with his Maola asws on the day of Qiyamah. And who listens to Muqassir Mulla he will go with him wherever Mulla will go.</w:t>
      </w:r>
    </w:p>
    <w:p w:rsidR="001A403D" w:rsidRDefault="001A403D" w:rsidP="001A403D">
      <w:pPr>
        <w:pStyle w:val="libNormal"/>
      </w:pPr>
      <w:r>
        <w:t>2-Walayat-e-Ali asws is Emaan, nothing can harm with it. Denial and opposition of Walayat-e-Ali asws is Kufr &amp; Shirk, then even good deeds can not benefit with it.</w:t>
      </w:r>
    </w:p>
    <w:p w:rsidR="001A403D" w:rsidRDefault="001A403D" w:rsidP="00385B48">
      <w:pPr>
        <w:pStyle w:val="libAr"/>
      </w:pPr>
      <w:r>
        <w:rPr>
          <w:rFonts w:hint="eastAsia"/>
          <w:rtl/>
        </w:rPr>
        <w:t>يَحۡذَرُ</w:t>
      </w:r>
      <w:r>
        <w:rPr>
          <w:rtl/>
        </w:rPr>
        <w:t xml:space="preserve"> </w:t>
      </w:r>
      <w:r>
        <w:rPr>
          <w:rFonts w:hint="cs"/>
          <w:rtl/>
        </w:rPr>
        <w:t>ٱ</w:t>
      </w:r>
      <w:r>
        <w:rPr>
          <w:rFonts w:hint="eastAsia"/>
          <w:rtl/>
        </w:rPr>
        <w:t>لۡمُنَـٰفِقُونَ</w:t>
      </w:r>
      <w:r>
        <w:rPr>
          <w:rtl/>
        </w:rPr>
        <w:t xml:space="preserve"> أَن تُنَزَّلَ عَلَيۡهِمۡ سُورَةٌ۬ تُنَبِّئُهُم بِمَا فِى قُلُوبِ</w:t>
      </w:r>
      <w:r w:rsidR="001E6BAB" w:rsidRPr="001E6BAB">
        <w:rPr>
          <w:rFonts w:hint="cs"/>
          <w:rtl/>
        </w:rPr>
        <w:t>ه</w:t>
      </w:r>
      <w:r w:rsidRPr="00595365">
        <w:rPr>
          <w:rFonts w:hint="cs"/>
          <w:rtl/>
        </w:rPr>
        <w:t xml:space="preserve">مۡ‌ۚ قُلِ </w:t>
      </w:r>
      <w:r>
        <w:rPr>
          <w:rFonts w:hint="cs"/>
          <w:rtl/>
        </w:rPr>
        <w:t>ٱ</w:t>
      </w:r>
      <w:r>
        <w:rPr>
          <w:rFonts w:hint="eastAsia"/>
          <w:rtl/>
        </w:rPr>
        <w:t>سۡتَ</w:t>
      </w:r>
      <w:r w:rsidR="001E6BAB" w:rsidRPr="001E6BAB">
        <w:rPr>
          <w:rFonts w:hint="cs"/>
          <w:rtl/>
        </w:rPr>
        <w:t>ه</w:t>
      </w:r>
      <w:r w:rsidRPr="00595365">
        <w:rPr>
          <w:rFonts w:hint="cs"/>
          <w:rtl/>
        </w:rPr>
        <w:t>ۡزِءُوٓاْ</w:t>
      </w:r>
      <w:r>
        <w:rPr>
          <w:rtl/>
        </w:rPr>
        <w:t xml:space="preserve"> إِنَّ </w:t>
      </w:r>
      <w:r>
        <w:rPr>
          <w:rFonts w:hint="cs"/>
          <w:rtl/>
        </w:rPr>
        <w:t>ٱ</w:t>
      </w:r>
      <w:r>
        <w:rPr>
          <w:rFonts w:hint="eastAsia"/>
          <w:rtl/>
        </w:rPr>
        <w:t>للَّهَ</w:t>
      </w:r>
      <w:r>
        <w:rPr>
          <w:rtl/>
        </w:rPr>
        <w:t xml:space="preserve"> مُخۡرِجٌ۬ مَّا تَحۡذَرُونَ (٦٤</w:t>
      </w:r>
      <w:r w:rsidR="009229E3">
        <w:rPr>
          <w:rtl/>
        </w:rPr>
        <w:t>)</w:t>
      </w:r>
      <w:r>
        <w:rPr>
          <w:rtl/>
        </w:rPr>
        <w:t xml:space="preserve"> وَلَ</w:t>
      </w:r>
      <w:r>
        <w:rPr>
          <w:rFonts w:hint="cs"/>
          <w:rtl/>
        </w:rPr>
        <w:t>ٮِٕ</w:t>
      </w:r>
      <w:r>
        <w:rPr>
          <w:rFonts w:hint="eastAsia"/>
          <w:rtl/>
        </w:rPr>
        <w:t>ن</w:t>
      </w:r>
      <w:r>
        <w:rPr>
          <w:rtl/>
        </w:rPr>
        <w:t xml:space="preserve"> سَأَلۡتَهُمۡ لَيَقُولُنَّ إِنَّمَا </w:t>
      </w:r>
      <w:r w:rsidR="001E6BAB" w:rsidRPr="001E6BAB">
        <w:rPr>
          <w:rFonts w:hint="cs"/>
          <w:rtl/>
        </w:rPr>
        <w:t>ک</w:t>
      </w:r>
      <w:r>
        <w:rPr>
          <w:rFonts w:hint="eastAsia"/>
          <w:rtl/>
        </w:rPr>
        <w:t>نَّا</w:t>
      </w:r>
      <w:r>
        <w:rPr>
          <w:rtl/>
        </w:rPr>
        <w:t xml:space="preserve"> نَخُوضُ وَنَلۡعَبُ‌ۚ قُلۡ أَبِ</w:t>
      </w:r>
      <w:r>
        <w:rPr>
          <w:rFonts w:hint="cs"/>
          <w:rtl/>
        </w:rPr>
        <w:t>ٱ</w:t>
      </w:r>
      <w:r>
        <w:rPr>
          <w:rFonts w:hint="eastAsia"/>
          <w:rtl/>
        </w:rPr>
        <w:t>للَّهِ</w:t>
      </w:r>
      <w:r>
        <w:rPr>
          <w:rtl/>
        </w:rPr>
        <w:t xml:space="preserve"> وَء</w:t>
      </w:r>
      <w:r>
        <w:rPr>
          <w:rFonts w:hint="eastAsia"/>
          <w:rtl/>
        </w:rPr>
        <w:t>َايَـٰتِهِ</w:t>
      </w:r>
      <w:r>
        <w:rPr>
          <w:rFonts w:hint="cs"/>
          <w:rtl/>
        </w:rPr>
        <w:t>ۦ</w:t>
      </w:r>
      <w:r>
        <w:rPr>
          <w:rtl/>
        </w:rPr>
        <w:t xml:space="preserve"> وَرَسُولِهِ</w:t>
      </w:r>
      <w:r>
        <w:rPr>
          <w:rFonts w:hint="cs"/>
          <w:rtl/>
        </w:rPr>
        <w:t>ۦ</w:t>
      </w:r>
      <w:r>
        <w:rPr>
          <w:rtl/>
        </w:rPr>
        <w:t xml:space="preserve"> كُنتُمۡ تَسۡتَ</w:t>
      </w:r>
      <w:r w:rsidR="001E6BAB" w:rsidRPr="001E6BAB">
        <w:rPr>
          <w:rFonts w:hint="cs"/>
          <w:rtl/>
        </w:rPr>
        <w:t>ه</w:t>
      </w:r>
      <w:r w:rsidRPr="00595365">
        <w:rPr>
          <w:rFonts w:hint="cs"/>
          <w:rtl/>
        </w:rPr>
        <w:t>ۡزِءُونَ (٦٥</w:t>
      </w:r>
      <w:r w:rsidR="009229E3">
        <w:rPr>
          <w:rFonts w:hint="cs"/>
          <w:rtl/>
        </w:rPr>
        <w:t>)</w:t>
      </w:r>
      <w:r w:rsidRPr="00595365">
        <w:rPr>
          <w:rFonts w:hint="cs"/>
          <w:rtl/>
        </w:rPr>
        <w:t xml:space="preserve"> لَا تَعۡتَذِرُواْ قَدۡ كَفَرۡتُم بَعۡدَ إِيمَـٰنِكُمۡ‌ۚ إِن نَّعۡفُ عَن طَآ</w:t>
      </w:r>
      <w:r>
        <w:rPr>
          <w:rFonts w:hint="cs"/>
          <w:rtl/>
        </w:rPr>
        <w:t>ٮِٕ</w:t>
      </w:r>
      <w:r>
        <w:rPr>
          <w:rFonts w:hint="eastAsia"/>
          <w:rtl/>
        </w:rPr>
        <w:t>فَةٍ۬</w:t>
      </w:r>
      <w:r>
        <w:rPr>
          <w:rtl/>
        </w:rPr>
        <w:t xml:space="preserve"> مِّنكُمۡ نُعَذِّبۡ طَآ</w:t>
      </w:r>
      <w:r>
        <w:rPr>
          <w:rFonts w:hint="cs"/>
          <w:rtl/>
        </w:rPr>
        <w:t>ٮِٕ</w:t>
      </w:r>
      <w:r>
        <w:rPr>
          <w:rFonts w:hint="eastAsia"/>
          <w:rtl/>
        </w:rPr>
        <w:t>فَةَۢ</w:t>
      </w:r>
      <w:r>
        <w:rPr>
          <w:rtl/>
        </w:rPr>
        <w:t xml:space="preserve"> بِأَنَّ</w:t>
      </w:r>
      <w:r w:rsidR="001E6BAB" w:rsidRPr="001E6BAB">
        <w:rPr>
          <w:rFonts w:hint="cs"/>
          <w:rtl/>
        </w:rPr>
        <w:t>ه</w:t>
      </w:r>
      <w:r w:rsidRPr="00595365">
        <w:rPr>
          <w:rFonts w:hint="cs"/>
          <w:rtl/>
        </w:rPr>
        <w:t xml:space="preserve">مۡ </w:t>
      </w:r>
      <w:r w:rsidR="001E6BAB" w:rsidRPr="001E6BAB">
        <w:rPr>
          <w:rFonts w:hint="cs"/>
          <w:rtl/>
        </w:rPr>
        <w:t>ک</w:t>
      </w:r>
      <w:r>
        <w:rPr>
          <w:rFonts w:hint="eastAsia"/>
          <w:rtl/>
        </w:rPr>
        <w:t>انُواْ</w:t>
      </w:r>
      <w:r>
        <w:rPr>
          <w:rtl/>
        </w:rPr>
        <w:t xml:space="preserve"> مُجۡرِمِينَ (٦٦</w:t>
      </w:r>
      <w:r w:rsidR="009229E3">
        <w:rPr>
          <w:rtl/>
        </w:rPr>
        <w:t>)</w:t>
      </w:r>
    </w:p>
    <w:p w:rsidR="001A403D" w:rsidRDefault="001A403D" w:rsidP="00E36567">
      <w:pPr>
        <w:pStyle w:val="libBoldItalic"/>
      </w:pPr>
      <w:r>
        <w:t>The hypocrites fear lest a surah be revealed about them, informing them what is in their hearts. Say: Mock you (more)! Indeed Allah is disclosing what you fear. (64) And if you ask them, they will surely say: We were only conversing and playing. Say: Were you mocking with Allah and His Ayaat and His Rasool? (65) Make no excuse, certainly you have disbelieved after your (confession of) belief. If We forgive a group of you, We will punish the other group because they were criminals. (66)</w:t>
      </w:r>
    </w:p>
    <w:p w:rsidR="001A403D" w:rsidRDefault="001A403D" w:rsidP="001A403D">
      <w:pPr>
        <w:pStyle w:val="libNormal"/>
      </w:pPr>
      <w:r>
        <w:t>1-Defiantly disobedient &amp; corrupt people made a plot to martyr Rasool Allah sawaw during the night of Uqbah, and the other hypocrite men made a plot to martyr Imam Ali asws in Madina, but Allah did not let them succeed. Jealousy to Rasool Allah sawaw was occupying them due to Imam Ali asws, when he (sawaw) announced the splendour of his (asws) Amr (Walayat), his high rank and status.</w:t>
      </w:r>
    </w:p>
    <w:p w:rsidR="001A403D" w:rsidRDefault="001A403D" w:rsidP="001A403D">
      <w:pPr>
        <w:pStyle w:val="libNormal"/>
      </w:pPr>
      <w:r>
        <w:t xml:space="preserve">When Rasool Allah sawaw left Madina for Tabook, Jibraeel (a.s.) came down and said: Ya Mohammad sawaw! Ali al-A’la is saying Salam to you and is saying to you: If you go then Ali asws should remain behind, and if you remain then let Ali asws go. After Rasool Allah sawaw left, hypocrites taunted Ali asws: Rasool Allah sawaw is unhappy with you, does not want you to keep with. Imam Ali asws reached Rasool Allah sawaw, and told him, then he (sawaw) said: Are you not happy that you are on the same status to me, as Haroon (a.s.) was to Musa (a.s.), but there is no Nabi after me. Maola Ali asws returned to Madina. Hypocrites made a plot to martyr Imam Ali asws, and dug a 50 hands (about 75 feet) long ditch in his way, </w:t>
      </w:r>
      <w:r>
        <w:lastRenderedPageBreak/>
        <w:t>covered it with a mat and put earth on it that mat was concealed. Their intention was that Imam asws and his conveyance would fall in it and then they will martyr him by hitting with stones. When Imam Ali asws reached the ditch, horse stopped and said to Maola Ali asws: Here is a ditch and made a plot to aim at you, but you know all. Imam asws made Dua for good reward for the horse and ordered him to walk over it, and it became hard like earth, and Imam asws crossed it with his companions. After crossing, he (asws) ordered his companions, they opened and ditch was exposed, companions were astonished to see it. Maola Ali asws commanded his horse: You can tell them how it is, and who did it? Horse narrated (all) and told the names of fourteen people as well who were with Rasool Allah sawaw to martyr him in Uqbah. Companions said: We should inform Rasool Allah sawaw soon about the conspiracy against him. Maola Ali asws said: Allah Ta’ala has informed him (as well). After reaching Uqbah, Rasool Allah sawaw gathered people and informed them about plot against Imam Ali asws, the hypocrites became afraid lest they would be exposed, so they came to congratulate Rasool Allah sawaw about the safety of Imam Ali asws. And asked: Ya Rasool Allah sawaw, Ali asws is superior or courtier Angels (a.s.)? Rasool Allah sawaw explained them in detail that Angels (a.s.) get honour and ranks due to love of Mohammad sawaw and Ali asws, and by accepting their Walayat, and there is not even a single lover of Ali asws who is not made more pure and superior to Angels (a.s.) by cleaning his heart from deceit, dirt of malice &amp; jealousy, and filth of sins, and Allah commanded the Angels (a.s.) to do Sajdah to Adam (a.s.) only that time when He place their (asws) Noor in him. And narrated complete story of Adam (a.s.) and Angels (a.s.)</w:t>
      </w:r>
    </w:p>
    <w:p w:rsidR="001A403D" w:rsidRDefault="001A403D" w:rsidP="001A403D">
      <w:pPr>
        <w:pStyle w:val="libNormal"/>
      </w:pPr>
      <w:r>
        <w:t>Then commanded the army to move and told that no one should go up to Uqbah (Pass) before Rasool Allah sawaw, ordered Huzaifa (a.s.) to sit at the bottom of up-hill path. Those hypocrites climbed the Pass, some on right and left and some on hill-top, so that when conveyance of Rasool Allah sawaw will pass, then stones will be rolled down. Hypocrites were wearing veils. Huzaifa (a.s.) came and told Rasool Allah sawaw about all of them.</w:t>
      </w:r>
    </w:p>
    <w:p w:rsidR="001A403D" w:rsidRDefault="001A403D" w:rsidP="00E36567">
      <w:pPr>
        <w:pStyle w:val="libNormal"/>
      </w:pPr>
      <w:r>
        <w:t>Then Rasool Allah sawaw moved, Huzaifa (a.s.) and Salman (a.s.) were walking in front and behind the she-camel and Ammar (a.s.) on one side. On reaching the Pass, Rasool Allah sawaw commanded Ammar (a.s.), and he made the conveyances of hypocrites run away by hitting their faces with the staff, and injured them severely. In this way, Allah failed their both plots. (Imam Hassan Askari asws) (al-Burhan, v3, p451)</w:t>
      </w:r>
    </w:p>
    <w:p w:rsidR="001A403D" w:rsidRDefault="001A403D" w:rsidP="009229E3">
      <w:pPr>
        <w:pStyle w:val="libCenterBold1"/>
      </w:pPr>
      <w:r>
        <w:t>Lesson:</w:t>
      </w:r>
    </w:p>
    <w:p w:rsidR="001A403D" w:rsidRDefault="001A403D" w:rsidP="001A403D">
      <w:pPr>
        <w:pStyle w:val="libNormal"/>
      </w:pPr>
      <w:r>
        <w:t>1-The enemies of Walayat can not hear Faza’il of Maola Ali asws nor tolerate his Walayat, and they are against Rasool Allah sawaw because he preached whole life Walayat-e-Ali asws, therefore Muqassireen avoid Ahadees-e-Rasool sawaw. Muqassir progeny of those Munafiqeen martyres Maola Ali asws with their tongues, and denies the testimony of Walayat like Iblees, but in front of public say in hypocritical way, “we also believe in Walayat”</w:t>
      </w:r>
    </w:p>
    <w:p w:rsidR="001A403D" w:rsidRDefault="001A403D" w:rsidP="00385B48">
      <w:pPr>
        <w:pStyle w:val="libAr"/>
      </w:pPr>
      <w:r>
        <w:rPr>
          <w:rFonts w:hint="eastAsia"/>
          <w:rtl/>
        </w:rPr>
        <w:lastRenderedPageBreak/>
        <w:t>يَحۡلِفُونَ</w:t>
      </w:r>
      <w:r>
        <w:rPr>
          <w:rtl/>
        </w:rPr>
        <w:t xml:space="preserve"> بِ</w:t>
      </w:r>
      <w:r>
        <w:rPr>
          <w:rFonts w:hint="cs"/>
          <w:rtl/>
        </w:rPr>
        <w:t>ٱ</w:t>
      </w:r>
      <w:r>
        <w:rPr>
          <w:rFonts w:hint="eastAsia"/>
          <w:rtl/>
        </w:rPr>
        <w:t>للَّهِ</w:t>
      </w:r>
      <w:r>
        <w:rPr>
          <w:rtl/>
        </w:rPr>
        <w:t xml:space="preserve"> مَا قَالُواْ وَلَقَدۡ قَالُواْ كَلِمَةَ </w:t>
      </w:r>
      <w:r>
        <w:rPr>
          <w:rFonts w:hint="cs"/>
          <w:rtl/>
        </w:rPr>
        <w:t>ٱ</w:t>
      </w:r>
      <w:r>
        <w:rPr>
          <w:rFonts w:hint="eastAsia"/>
          <w:rtl/>
        </w:rPr>
        <w:t>لۡكُفۡرِ</w:t>
      </w:r>
      <w:r>
        <w:rPr>
          <w:rtl/>
        </w:rPr>
        <w:t xml:space="preserve"> وَ</w:t>
      </w:r>
      <w:r w:rsidR="001E6BAB" w:rsidRPr="001E6BAB">
        <w:rPr>
          <w:rFonts w:hint="cs"/>
          <w:rtl/>
        </w:rPr>
        <w:t>ک</w:t>
      </w:r>
      <w:r>
        <w:rPr>
          <w:rFonts w:hint="eastAsia"/>
          <w:rtl/>
        </w:rPr>
        <w:t>فَرُواْ</w:t>
      </w:r>
      <w:r>
        <w:rPr>
          <w:rtl/>
        </w:rPr>
        <w:t xml:space="preserve"> بَعۡدَ إِسۡلَـٰمِهِمۡ وَهَمُّواْ بِمَا لَمۡ يَنَالُواْ‌ۚ وَمَا نَقَمُوٓاْ إِلَّآ أَنۡ أَغۡنَ</w:t>
      </w:r>
      <w:r>
        <w:rPr>
          <w:rFonts w:hint="cs"/>
          <w:rtl/>
        </w:rPr>
        <w:t>ٮٰ</w:t>
      </w:r>
      <w:r>
        <w:rPr>
          <w:rFonts w:hint="eastAsia"/>
          <w:rtl/>
        </w:rPr>
        <w:t>هُمُ</w:t>
      </w:r>
      <w:r>
        <w:rPr>
          <w:rtl/>
        </w:rPr>
        <w:t xml:space="preserve"> </w:t>
      </w:r>
      <w:r>
        <w:rPr>
          <w:rFonts w:hint="cs"/>
          <w:rtl/>
        </w:rPr>
        <w:t>ٱ</w:t>
      </w:r>
      <w:r>
        <w:rPr>
          <w:rFonts w:hint="eastAsia"/>
          <w:rtl/>
        </w:rPr>
        <w:t>للَّهُ</w:t>
      </w:r>
      <w:r>
        <w:rPr>
          <w:rtl/>
        </w:rPr>
        <w:t xml:space="preserve"> وَرَسُولُهُ </w:t>
      </w:r>
      <w:r>
        <w:rPr>
          <w:rFonts w:hint="cs"/>
          <w:rtl/>
        </w:rPr>
        <w:t>ۥ</w:t>
      </w:r>
      <w:r>
        <w:rPr>
          <w:rtl/>
        </w:rPr>
        <w:t xml:space="preserve"> مِن فَضۡلِهِ</w:t>
      </w:r>
      <w:r>
        <w:rPr>
          <w:rFonts w:hint="cs"/>
          <w:rtl/>
        </w:rPr>
        <w:t>ۦ‌ۚ</w:t>
      </w:r>
      <w:r>
        <w:rPr>
          <w:rtl/>
        </w:rPr>
        <w:t xml:space="preserve"> فَإِن يَتُوبُواْ يَكُ خَيۡرً۬ا لَّ</w:t>
      </w:r>
      <w:r>
        <w:rPr>
          <w:rFonts w:hint="eastAsia"/>
          <w:rtl/>
        </w:rPr>
        <w:t>هُمۡ‌ۖ</w:t>
      </w:r>
      <w:r>
        <w:rPr>
          <w:rtl/>
        </w:rPr>
        <w:t xml:space="preserve"> وَإِن يَتَوَلَّوۡاْ يُعَذِّبۡ</w:t>
      </w:r>
      <w:r w:rsidR="001E6BAB" w:rsidRPr="001E6BAB">
        <w:rPr>
          <w:rFonts w:hint="cs"/>
          <w:rtl/>
        </w:rPr>
        <w:t>ه</w:t>
      </w:r>
      <w:r w:rsidRPr="00595365">
        <w:rPr>
          <w:rFonts w:hint="cs"/>
          <w:rtl/>
        </w:rPr>
        <w:t xml:space="preserve">مُ </w:t>
      </w:r>
      <w:r>
        <w:rPr>
          <w:rFonts w:hint="cs"/>
          <w:rtl/>
        </w:rPr>
        <w:t>ٱ</w:t>
      </w:r>
      <w:r>
        <w:rPr>
          <w:rFonts w:hint="eastAsia"/>
          <w:rtl/>
        </w:rPr>
        <w:t>للَّهُ</w:t>
      </w:r>
      <w:r>
        <w:rPr>
          <w:rtl/>
        </w:rPr>
        <w:t xml:space="preserve"> عَذَابًا أَلِيمً۬ا فِى </w:t>
      </w:r>
      <w:r>
        <w:rPr>
          <w:rFonts w:hint="cs"/>
          <w:rtl/>
        </w:rPr>
        <w:t>ٱ</w:t>
      </w:r>
      <w:r>
        <w:rPr>
          <w:rFonts w:hint="eastAsia"/>
          <w:rtl/>
        </w:rPr>
        <w:t>لدُّنۡيَا</w:t>
      </w:r>
      <w:r>
        <w:rPr>
          <w:rtl/>
        </w:rPr>
        <w:t xml:space="preserve"> وَ</w:t>
      </w:r>
      <w:r>
        <w:rPr>
          <w:rFonts w:hint="cs"/>
          <w:rtl/>
        </w:rPr>
        <w:t>ٱ</w:t>
      </w:r>
      <w:r>
        <w:rPr>
          <w:rFonts w:hint="eastAsia"/>
          <w:rtl/>
        </w:rPr>
        <w:t>لۡأَخِرَةِ‌ۚ</w:t>
      </w:r>
      <w:r>
        <w:rPr>
          <w:rtl/>
        </w:rPr>
        <w:t xml:space="preserve"> وَمَا لَهُمۡ فِى </w:t>
      </w:r>
      <w:r>
        <w:rPr>
          <w:rFonts w:hint="cs"/>
          <w:rtl/>
        </w:rPr>
        <w:t>ٱ</w:t>
      </w:r>
      <w:r>
        <w:rPr>
          <w:rFonts w:hint="eastAsia"/>
          <w:rtl/>
        </w:rPr>
        <w:t>لۡأَرۡضِ</w:t>
      </w:r>
      <w:r>
        <w:rPr>
          <w:rtl/>
        </w:rPr>
        <w:t xml:space="preserve"> مِن وَلِىٍّ۬ وَلَا نَصِيرٍ۬ (٧٤</w:t>
      </w:r>
      <w:r w:rsidR="009229E3">
        <w:rPr>
          <w:rtl/>
        </w:rPr>
        <w:t>)</w:t>
      </w:r>
    </w:p>
    <w:p w:rsidR="001A403D" w:rsidRDefault="001A403D" w:rsidP="00E36567">
      <w:pPr>
        <w:pStyle w:val="libBoldItalic"/>
      </w:pPr>
      <w:r>
        <w:t>They swear by Allah that they did not say (anything wrong), but they did say the word of disbelief, and disbelieved after their (pretense of) Islam. And they strived for what they could not attain, and they did not revenge except that Allah and His Rasool had enriched them of His bounty. If they repent it will be better for them; and if they turn away, Allah will give them a painful punishment in the world and the Hereafter, and there will not be for them on earth any Wali (guardian) or Naseer (helper). (74)</w:t>
      </w:r>
    </w:p>
    <w:p w:rsidR="001A403D" w:rsidRDefault="001A403D" w:rsidP="00E36567">
      <w:pPr>
        <w:pStyle w:val="libNormal"/>
      </w:pPr>
      <w:r>
        <w:t>1-On the place of Ghadeer-e-Khum, Rasool Allah sawaw ordered to make a pulpit with litters (Kajawa, cabins) after cleaning the place in severe heat. Then after putting a cloth on it, stood on it and delivered a lengthy sermon and proclaimed Walayat of Imam Ali asws. After that people went back to their places. Huzaifa bin Yaman (a.s.) heard three men in a tent severely insulting Rasool Allah sawaw that why he made Ali asws as Wali, they will not let it happen. Then Huzaifa (a.s.) told them: I will tell Rasool Allah sawaw and Allah will also tell. They said: Do what you like, we will deny that we did not say it and you are allegating us and you are telling a lie that you are truthful and we are liars, and we are three. Huzaifa (a.s.) went and told Rasool Allah sawaw, then Rasool Allah sawaw called them and aksed, then they answered: By Allah, we did not say anything, whatever has been told to you, it is lie about us. Jibraeel (a.s.) came down with these verses at that time. (Tafseer Ayashi) (al-Burhan, v3, p462)</w:t>
      </w:r>
    </w:p>
    <w:p w:rsidR="001A403D" w:rsidRDefault="001A403D" w:rsidP="009229E3">
      <w:pPr>
        <w:pStyle w:val="libCenterBold1"/>
      </w:pPr>
      <w:r>
        <w:t>Lesson:</w:t>
      </w:r>
    </w:p>
    <w:p w:rsidR="001A403D" w:rsidRDefault="001A403D" w:rsidP="001A403D">
      <w:pPr>
        <w:pStyle w:val="libNormal"/>
      </w:pPr>
      <w:r>
        <w:t>1-There are more similar Ahadees and narrations about hypocrites that after the announcement of Ghadeer-e-Khum people went into their tents, then Miqdad (a.s.) heard some people saying: By Allah, if we would have been companions of Qaiser &amp; Kisra, we would have been wearing robes of silk &amp; brocade and embroidered printed,  but we are trapped in those who eat hard food, and wear thick clothes, and when death has approached, days are finished and time has come, then decided firmly to appoint Ali asws as Wali after himself. Miqdad (a.s.) told Rasool Allah sawaw, but they denied by taking oaths.</w:t>
      </w:r>
    </w:p>
    <w:p w:rsidR="001A403D" w:rsidRDefault="001A403D" w:rsidP="001A403D">
      <w:pPr>
        <w:pStyle w:val="libNormal"/>
      </w:pPr>
      <w:r>
        <w:t>Similarly Abu Zarr (a.s.) heard that some were saying: Would that, he would have made something else Wali instead of Ali asws. They also denied by taking oaths. Then Rasool Allah sawaw said: Neither sky shaded nor earth carried anyone more truthful than Abu Zarr (a.s.).</w:t>
      </w:r>
    </w:p>
    <w:p w:rsidR="001A403D" w:rsidRDefault="001A403D" w:rsidP="001A403D">
      <w:pPr>
        <w:pStyle w:val="libNormal"/>
      </w:pPr>
      <w:r>
        <w:t>Those hypocrites made a plot to revenge Walayat-e-Ali asws by martyring Rasool Allah sawaw in Uqbah and Imam Ali asws in Madina. Though these people were very poor, and became rich by accumulating war booties with conquests of Maola Ali asws.</w:t>
      </w:r>
    </w:p>
    <w:p w:rsidR="001A403D" w:rsidRDefault="001A403D" w:rsidP="001A403D">
      <w:pPr>
        <w:pStyle w:val="libNormal"/>
      </w:pPr>
      <w:r>
        <w:t xml:space="preserve">Similar people has entered Shia nation in disguise and they are opposing Walayat-e-Ali asws, and they suppose themselves Qaiser &amp; Kisra by </w:t>
      </w:r>
      <w:r>
        <w:lastRenderedPageBreak/>
        <w:t>proclaiming their own Walayat, and such rich-beggers are accumulating wealth of weak-faith Shias. Maola Ali asws is neither their Wali &amp; Naseer in this world nor in the Hereafter.</w:t>
      </w:r>
    </w:p>
    <w:p w:rsidR="001A403D" w:rsidRDefault="001A403D" w:rsidP="00385B48">
      <w:pPr>
        <w:pStyle w:val="libAr"/>
      </w:pPr>
      <w:r>
        <w:rPr>
          <w:rFonts w:hint="cs"/>
          <w:rtl/>
        </w:rPr>
        <w:t>ٱ</w:t>
      </w:r>
      <w:r>
        <w:rPr>
          <w:rFonts w:hint="eastAsia"/>
          <w:rtl/>
        </w:rPr>
        <w:t>سۡتَغۡفِرۡ</w:t>
      </w:r>
      <w:r>
        <w:rPr>
          <w:rtl/>
        </w:rPr>
        <w:t xml:space="preserve"> لَهُمۡ أَوۡ لَا تَسۡتَغۡفِرۡ لَهُمۡ إِن تَسۡتَغۡفِرۡ لَهُمۡ سَبۡعِينَ مَرَّةً۬ فَلَن يَغۡفِرَ </w:t>
      </w:r>
      <w:r>
        <w:rPr>
          <w:rFonts w:hint="cs"/>
          <w:rtl/>
        </w:rPr>
        <w:t>ٱ</w:t>
      </w:r>
      <w:r>
        <w:rPr>
          <w:rFonts w:hint="eastAsia"/>
          <w:rtl/>
        </w:rPr>
        <w:t>للَّهُ</w:t>
      </w:r>
      <w:r>
        <w:rPr>
          <w:rtl/>
        </w:rPr>
        <w:t xml:space="preserve"> لَهُمۡ‌ۚ ذَ</w:t>
      </w:r>
      <w:r w:rsidR="005B7B9E" w:rsidRPr="005B7B9E">
        <w:rPr>
          <w:rFonts w:hint="cs"/>
          <w:rtl/>
        </w:rPr>
        <w:t>ا</w:t>
      </w:r>
      <w:r>
        <w:rPr>
          <w:rFonts w:hint="eastAsia"/>
          <w:rtl/>
        </w:rPr>
        <w:t>لِكَ</w:t>
      </w:r>
      <w:r>
        <w:rPr>
          <w:rtl/>
        </w:rPr>
        <w:t xml:space="preserve"> بِأَنَّ</w:t>
      </w:r>
      <w:r w:rsidR="001E6BAB" w:rsidRPr="001E6BAB">
        <w:rPr>
          <w:rFonts w:hint="cs"/>
          <w:rtl/>
        </w:rPr>
        <w:t>ه</w:t>
      </w:r>
      <w:r w:rsidRPr="00595365">
        <w:rPr>
          <w:rFonts w:hint="cs"/>
          <w:rtl/>
        </w:rPr>
        <w:t xml:space="preserve">مۡ </w:t>
      </w:r>
      <w:r w:rsidR="001E6BAB" w:rsidRPr="001E6BAB">
        <w:rPr>
          <w:rFonts w:hint="cs"/>
          <w:rtl/>
        </w:rPr>
        <w:t>ک</w:t>
      </w:r>
      <w:r>
        <w:rPr>
          <w:rFonts w:hint="eastAsia"/>
          <w:rtl/>
        </w:rPr>
        <w:t>فَرُواْ</w:t>
      </w:r>
      <w:r>
        <w:rPr>
          <w:rtl/>
        </w:rPr>
        <w:t xml:space="preserve"> بِ</w:t>
      </w:r>
      <w:r>
        <w:rPr>
          <w:rFonts w:hint="cs"/>
          <w:rtl/>
        </w:rPr>
        <w:t>ٱ</w:t>
      </w:r>
      <w:r>
        <w:rPr>
          <w:rFonts w:hint="eastAsia"/>
          <w:rtl/>
        </w:rPr>
        <w:t>للَّهِ</w:t>
      </w:r>
      <w:r>
        <w:rPr>
          <w:rtl/>
        </w:rPr>
        <w:t xml:space="preserve"> وَرَسُولِهِ</w:t>
      </w:r>
      <w:r>
        <w:rPr>
          <w:rFonts w:hint="cs"/>
          <w:rtl/>
        </w:rPr>
        <w:t>ۦ‌ۗ</w:t>
      </w:r>
      <w:r>
        <w:rPr>
          <w:rtl/>
        </w:rPr>
        <w:t xml:space="preserve"> وَ</w:t>
      </w:r>
      <w:r>
        <w:rPr>
          <w:rFonts w:hint="cs"/>
          <w:rtl/>
        </w:rPr>
        <w:t>ٱ</w:t>
      </w:r>
      <w:r>
        <w:rPr>
          <w:rFonts w:hint="eastAsia"/>
          <w:rtl/>
        </w:rPr>
        <w:t>للَّهُ</w:t>
      </w:r>
      <w:r>
        <w:rPr>
          <w:rtl/>
        </w:rPr>
        <w:t xml:space="preserve"> لَا يَ</w:t>
      </w:r>
      <w:r w:rsidR="001E6BAB" w:rsidRPr="001E6BAB">
        <w:rPr>
          <w:rFonts w:hint="cs"/>
          <w:rtl/>
        </w:rPr>
        <w:t>ه</w:t>
      </w:r>
      <w:r w:rsidRPr="00595365">
        <w:rPr>
          <w:rFonts w:hint="cs"/>
          <w:rtl/>
        </w:rPr>
        <w:t xml:space="preserve">ۡدِى </w:t>
      </w:r>
      <w:r>
        <w:rPr>
          <w:rFonts w:hint="cs"/>
          <w:rtl/>
        </w:rPr>
        <w:t>ٱ</w:t>
      </w:r>
      <w:r>
        <w:rPr>
          <w:rFonts w:hint="eastAsia"/>
          <w:rtl/>
        </w:rPr>
        <w:t>لۡقَوۡمَ</w:t>
      </w:r>
      <w:r>
        <w:rPr>
          <w:rtl/>
        </w:rPr>
        <w:t xml:space="preserve"> </w:t>
      </w:r>
      <w:r>
        <w:rPr>
          <w:rFonts w:hint="cs"/>
          <w:rtl/>
        </w:rPr>
        <w:t>ٱ</w:t>
      </w:r>
      <w:r>
        <w:rPr>
          <w:rFonts w:hint="eastAsia"/>
          <w:rtl/>
        </w:rPr>
        <w:t>لۡفَـٰسِقِينَ</w:t>
      </w:r>
      <w:r>
        <w:rPr>
          <w:rtl/>
        </w:rPr>
        <w:t xml:space="preserve"> (٨٠</w:t>
      </w:r>
      <w:r w:rsidR="009229E3">
        <w:rPr>
          <w:rtl/>
        </w:rPr>
        <w:t>)</w:t>
      </w:r>
    </w:p>
    <w:p w:rsidR="001A403D" w:rsidRDefault="001A403D" w:rsidP="00E36567">
      <w:pPr>
        <w:pStyle w:val="libBoldItalic"/>
      </w:pPr>
      <w:r>
        <w:t>Ask forgiveness for them, or do not ask forgiveness for them; if you ask forgiveness for them seventy times Allah will not forgive them at all. That is because they disbelieved in Allah and His Rasool, and Allah does not guide the defiantly disobedient people. (80)</w:t>
      </w:r>
    </w:p>
    <w:p w:rsidR="00595365" w:rsidRDefault="001A403D" w:rsidP="001A403D">
      <w:pPr>
        <w:pStyle w:val="libNormal"/>
      </w:pPr>
      <w:r>
        <w:t>1-This verse was revealed when Rasool Allah sawaw returned Madina, and Abdullah bin Obai (hypocrite) was ill, and his son Abdullah bin Abdullah who was Momin came to Rasool Allah sawaw, his father was moribund, he said: Ya Rasool Allah sawaw! My parents sacrificed for you, if you would not come to my father, then it will be dishonour for us. So Rasool Allah sawaw went to him, and hypocrites were sitting next to him, so his son Abdullah bin Abdullah said: Ya Rasool Allah sawaw! Make Dua for his forgiveness, so he did Dua for forgiveness. A person said: Ya Rasool Allah sawaw! Did Allah not forbid you that neither say (Janazah) prayer for them nor make Dua for their forgiveness? Rasool Allah sawaw avoided him, but he said the same again, then said to him: Destruction on you! I have been given the authority, so I am practicing my authority, no doubt Allah says, “Ask forgiveness for them, or do not ask forgiveness for them; if you ask forgiveness for them seventy times Allah will not forgive them at all.”</w:t>
      </w:r>
    </w:p>
    <w:p w:rsidR="001A403D" w:rsidRDefault="001A403D" w:rsidP="00E36567">
      <w:pPr>
        <w:pStyle w:val="libNormal"/>
      </w:pPr>
      <w:r>
        <w:t>Then when Abdullah bin Obai died, his son came to Rasool Allah sawaw and said: Ya Rasool Allah sawaw, my parents sacrificed on you, if you consider it appropriate, then come to his Janazah. So Rasool Allah sawaw went and stood on his grave, then again the same person said: Ya Rasool Allah sawaw! Did Allah not forbid you that who dies among them (hypocrites) then never say (Janazah) prayer for them or stand on their grave? Then Rasool Allah sawaw said: You may perish, do you know that what I said? I am saying this that Ya Allah, fill his grave with Fire, fill his abdomen with Fire, and send him to Hell. In this way that was exposed what Khulq-e-Azeem Rasool Allah sawaw did not wished. Then Rasool Allah sawaw said: Because his son is Momin man, and he has right on us, I have paid his right. Then that person said: I seek refuge in Allah from Wrath of Allah and your wrath, Ya Rasool Allah sawaw. (al-Burhan, v3, p468)</w:t>
      </w:r>
    </w:p>
    <w:p w:rsidR="001A403D" w:rsidRDefault="001A403D" w:rsidP="009229E3">
      <w:pPr>
        <w:pStyle w:val="libCenterBold1"/>
      </w:pPr>
      <w:r>
        <w:t>Lesson:</w:t>
      </w:r>
    </w:p>
    <w:p w:rsidR="001A403D" w:rsidRDefault="001A403D" w:rsidP="001A403D">
      <w:pPr>
        <w:pStyle w:val="libNormal"/>
      </w:pPr>
      <w:r>
        <w:t>1- People doing Ijtihad in Deen were present at that time as well who used to deduce results with Ijtihad that what Rasool Allah sawaw  should do and what should not do! Ijtihadi folk could not understand that Deen is only name of obedience of Masumeen asws.</w:t>
      </w:r>
    </w:p>
    <w:p w:rsidR="001A403D" w:rsidRDefault="001A403D" w:rsidP="001A403D">
      <w:pPr>
        <w:pStyle w:val="libNormal"/>
      </w:pPr>
      <w:r>
        <w:t xml:space="preserve">2-If a Momin goes to visit a sick Muqassir or attends his Janazah ethically, then Muqassir does not get any reward for that. Who are neglecting Walayat-e-Ali asws by turning away from the order of Allah and His Rasool sawaw, even if they ask for forgiveness weepingly for seventy </w:t>
      </w:r>
      <w:r>
        <w:lastRenderedPageBreak/>
        <w:t>years while reading Dua-e-Kumail, they can not get any benefit. Allah does not guide Fasiq who disobey about Walayat-e-Ali asws.</w:t>
      </w:r>
    </w:p>
    <w:p w:rsidR="001A403D" w:rsidRDefault="001A403D" w:rsidP="00385B48">
      <w:pPr>
        <w:pStyle w:val="libAr"/>
      </w:pPr>
      <w:r>
        <w:rPr>
          <w:rFonts w:hint="eastAsia"/>
          <w:rtl/>
        </w:rPr>
        <w:t>وَقُلِ</w:t>
      </w:r>
      <w:r>
        <w:rPr>
          <w:rtl/>
        </w:rPr>
        <w:t xml:space="preserve"> </w:t>
      </w:r>
      <w:r>
        <w:rPr>
          <w:rFonts w:hint="cs"/>
          <w:rtl/>
        </w:rPr>
        <w:t>ٱ</w:t>
      </w:r>
      <w:r>
        <w:rPr>
          <w:rFonts w:hint="eastAsia"/>
          <w:rtl/>
        </w:rPr>
        <w:t>عۡمَلُواْ</w:t>
      </w:r>
      <w:r>
        <w:rPr>
          <w:rtl/>
        </w:rPr>
        <w:t xml:space="preserve"> فَسَيَرَى </w:t>
      </w:r>
      <w:r>
        <w:rPr>
          <w:rFonts w:hint="cs"/>
          <w:rtl/>
        </w:rPr>
        <w:t>ٱ</w:t>
      </w:r>
      <w:r>
        <w:rPr>
          <w:rFonts w:hint="eastAsia"/>
          <w:rtl/>
        </w:rPr>
        <w:t>للَّهُ</w:t>
      </w:r>
      <w:r>
        <w:rPr>
          <w:rtl/>
        </w:rPr>
        <w:t xml:space="preserve"> عَمَلَكُمۡ وَرَسُولُهُ </w:t>
      </w:r>
      <w:r>
        <w:rPr>
          <w:rFonts w:hint="cs"/>
          <w:rtl/>
        </w:rPr>
        <w:t>ۥ</w:t>
      </w:r>
      <w:r>
        <w:rPr>
          <w:rtl/>
        </w:rPr>
        <w:t xml:space="preserve"> وَ</w:t>
      </w:r>
      <w:r>
        <w:rPr>
          <w:rFonts w:hint="cs"/>
          <w:rtl/>
        </w:rPr>
        <w:t>ٱ</w:t>
      </w:r>
      <w:r>
        <w:rPr>
          <w:rFonts w:hint="eastAsia"/>
          <w:rtl/>
        </w:rPr>
        <w:t>لۡمُؤۡمِنُونَ‌ۖ</w:t>
      </w:r>
      <w:r>
        <w:rPr>
          <w:rtl/>
        </w:rPr>
        <w:t xml:space="preserve"> وَسَتُرَدُّونَ إِلَىٰ عَـٰلِمِ </w:t>
      </w:r>
      <w:r>
        <w:rPr>
          <w:rFonts w:hint="cs"/>
          <w:rtl/>
        </w:rPr>
        <w:t>ٱ</w:t>
      </w:r>
      <w:r>
        <w:rPr>
          <w:rFonts w:hint="eastAsia"/>
          <w:rtl/>
        </w:rPr>
        <w:t>لۡغَيۡبِ</w:t>
      </w:r>
      <w:r>
        <w:rPr>
          <w:rtl/>
        </w:rPr>
        <w:t xml:space="preserve"> وَ</w:t>
      </w:r>
      <w:r>
        <w:rPr>
          <w:rFonts w:hint="cs"/>
          <w:rtl/>
        </w:rPr>
        <w:t>ٱ</w:t>
      </w:r>
      <w:r>
        <w:rPr>
          <w:rFonts w:hint="eastAsia"/>
          <w:rtl/>
        </w:rPr>
        <w:t>لشَّ</w:t>
      </w:r>
      <w:r w:rsidR="001E6BAB" w:rsidRPr="001E6BAB">
        <w:rPr>
          <w:rFonts w:hint="cs"/>
          <w:rtl/>
        </w:rPr>
        <w:t>ه</w:t>
      </w:r>
      <w:r w:rsidRPr="00595365">
        <w:rPr>
          <w:rFonts w:hint="cs"/>
          <w:rtl/>
        </w:rPr>
        <w:t>ـٰدَةِ</w:t>
      </w:r>
      <w:r>
        <w:rPr>
          <w:rtl/>
        </w:rPr>
        <w:t xml:space="preserve"> فَيُنَبِّئُكُم بِمَا كُنتُمۡ تَعۡمَلُونَ (١٠٥</w:t>
      </w:r>
      <w:r w:rsidR="009229E3">
        <w:rPr>
          <w:rtl/>
        </w:rPr>
        <w:t>)</w:t>
      </w:r>
    </w:p>
    <w:p w:rsidR="001A403D" w:rsidRDefault="001A403D" w:rsidP="00E36567">
      <w:pPr>
        <w:pStyle w:val="libBoldItalic"/>
      </w:pPr>
      <w:r>
        <w:t>And say: Act!  Then Allah sees your deeds, and His Rasool and Mominoon (believers), and you will be brought back to the Knower of the Ghaib (Unseen) and Shahadah (witnessed), then He will tell you what you used to do. (105)</w:t>
      </w:r>
    </w:p>
    <w:p w:rsidR="001A403D" w:rsidRDefault="001A403D" w:rsidP="00E36567">
      <w:pPr>
        <w:pStyle w:val="libNormal"/>
      </w:pPr>
      <w:r>
        <w:t>1-Every morning good &amp; bad deeds of all the servants are presented to Rasool Allah sawaw, so fear and be shy that one’s bad deeds are not presented to Nabi Akram sawaw. Whenever a Momin passes away or a disbeliever is placed in grave, his deeds are presented to Rasool Allah sawaw and Amirul Momineen Ali asws and similarly presented until to the Last (Qaim asws), whose obedience Allah has made obligatory, and this is the saying of Allah, “Say: Perform deeds, so Allah is looking your deeds, and His Rasool and Mominoon” and said that Mominoon means Imams asws. (Imam Jafar Sadiq asws) (al-Burhan, v3, p488)</w:t>
      </w:r>
    </w:p>
    <w:p w:rsidR="001A403D" w:rsidRDefault="001A403D" w:rsidP="00E36567">
      <w:pPr>
        <w:pStyle w:val="libNormal"/>
      </w:pPr>
      <w:r>
        <w:t>2-Ali asws is Babul Huda (door of guidance), who went in front of him, became Kafir, and who is left behind him, he is also Kafir. When it will be the day of Qiyamah, a pulpit will be put on the right side of Arsh, it will have twenty four steps, Maola Ali asws will come with Lawai Hamd (Flag of Praise) in his hand, and will sit on it. And then creations will be presented to him, so whom he knows, will enter the Paradise, and whom he does not know, will throw him in Hell. It was asked: Is there any verse about it in the Quran? Said: Yes, Allah Tabarak wa Ta’ala says, “So Allah, His Rasool and Mominoon see your deeds”, by Allah, he is Ali ibne Abi Talib asws. (Imam Jafar Sadiq asws) (al-Burhan, v3, p488)</w:t>
      </w:r>
    </w:p>
    <w:p w:rsidR="001A403D" w:rsidRDefault="001A403D" w:rsidP="009229E3">
      <w:pPr>
        <w:pStyle w:val="libCenterBold1"/>
      </w:pPr>
      <w:r>
        <w:t>Lesson:</w:t>
      </w:r>
    </w:p>
    <w:p w:rsidR="001A403D" w:rsidRDefault="001A403D" w:rsidP="001A403D">
      <w:pPr>
        <w:pStyle w:val="libNormal"/>
      </w:pPr>
      <w:r>
        <w:t>1-Allah says that Rasool Allah sawaw and infallible Imams asws are Hazir Nazir, whole universe is in their sight, watching deeds of every creature. But Muqassir Mulla denies to accept them omni-present, then Allah will inform them their evil deeds on the day of Qiyamah.</w:t>
      </w:r>
    </w:p>
    <w:p w:rsidR="001A403D" w:rsidRDefault="001A403D" w:rsidP="001A403D">
      <w:pPr>
        <w:pStyle w:val="libNormal"/>
      </w:pPr>
      <w:r>
        <w:t>2-Who went far in front of Babul Huda and started saying Allah to Maola Ali asws, he became Kafir. And who is left behind that he considers Maola asws a human like himself, and left Walayat of Maola asws and pursued Walayat of Mulla, he also became Kafir and Mushrik.</w:t>
      </w:r>
    </w:p>
    <w:p w:rsidR="001A403D" w:rsidRDefault="001A403D" w:rsidP="001A403D">
      <w:pPr>
        <w:pStyle w:val="libNormal"/>
      </w:pPr>
      <w:r>
        <w:t>3-Shian-e-Maola Ali asws avoid sins and bad deeds, because they know Masumeen asws are watching, and deeds are presented daily to them.</w:t>
      </w:r>
    </w:p>
    <w:p w:rsidR="001A403D" w:rsidRDefault="001A403D" w:rsidP="00385B48">
      <w:pPr>
        <w:pStyle w:val="libAr"/>
      </w:pPr>
      <w:r>
        <w:rPr>
          <w:rFonts w:hint="eastAsia"/>
          <w:rtl/>
        </w:rPr>
        <w:t>وَ</w:t>
      </w:r>
      <w:r>
        <w:rPr>
          <w:rFonts w:hint="cs"/>
          <w:rtl/>
        </w:rPr>
        <w:t>ٱ</w:t>
      </w:r>
      <w:r>
        <w:rPr>
          <w:rFonts w:hint="eastAsia"/>
          <w:rtl/>
        </w:rPr>
        <w:t>لَّذِينَ</w:t>
      </w:r>
      <w:r>
        <w:rPr>
          <w:rtl/>
        </w:rPr>
        <w:t xml:space="preserve"> </w:t>
      </w:r>
      <w:r>
        <w:rPr>
          <w:rFonts w:hint="cs"/>
          <w:rtl/>
        </w:rPr>
        <w:t>ٱ</w:t>
      </w:r>
      <w:r>
        <w:rPr>
          <w:rFonts w:hint="eastAsia"/>
          <w:rtl/>
        </w:rPr>
        <w:t>تَّخَذُواْ</w:t>
      </w:r>
      <w:r>
        <w:rPr>
          <w:rtl/>
        </w:rPr>
        <w:t xml:space="preserve"> مَسۡجِدً۬ا ضِرَارً۬ا وَ</w:t>
      </w:r>
      <w:r w:rsidR="001E6BAB" w:rsidRPr="001E6BAB">
        <w:rPr>
          <w:rFonts w:hint="cs"/>
          <w:rtl/>
        </w:rPr>
        <w:t>ک</w:t>
      </w:r>
      <w:r>
        <w:rPr>
          <w:rFonts w:hint="eastAsia"/>
          <w:rtl/>
        </w:rPr>
        <w:t>فۡرً۬ا</w:t>
      </w:r>
      <w:r>
        <w:rPr>
          <w:rtl/>
        </w:rPr>
        <w:t xml:space="preserve"> وَتَفۡرِيقَۢا بَيۡنَ </w:t>
      </w:r>
      <w:r>
        <w:rPr>
          <w:rFonts w:hint="cs"/>
          <w:rtl/>
        </w:rPr>
        <w:t>ٱ</w:t>
      </w:r>
      <w:r>
        <w:rPr>
          <w:rFonts w:hint="eastAsia"/>
          <w:rtl/>
        </w:rPr>
        <w:t>لۡمُؤۡمِنِينَ</w:t>
      </w:r>
      <w:r>
        <w:rPr>
          <w:rtl/>
        </w:rPr>
        <w:t xml:space="preserve"> وَإِرۡصَادً۬ا لِّمَنۡ حَارَبَ </w:t>
      </w:r>
      <w:r>
        <w:rPr>
          <w:rFonts w:hint="cs"/>
          <w:rtl/>
        </w:rPr>
        <w:t>ٱ</w:t>
      </w:r>
      <w:r>
        <w:rPr>
          <w:rFonts w:hint="eastAsia"/>
          <w:rtl/>
        </w:rPr>
        <w:t>للَّهَ</w:t>
      </w:r>
      <w:r>
        <w:rPr>
          <w:rtl/>
        </w:rPr>
        <w:t xml:space="preserve"> وَرَسُولَهُ </w:t>
      </w:r>
      <w:r>
        <w:rPr>
          <w:rFonts w:hint="cs"/>
          <w:rtl/>
        </w:rPr>
        <w:t>ۥ</w:t>
      </w:r>
      <w:r>
        <w:rPr>
          <w:rtl/>
        </w:rPr>
        <w:t xml:space="preserve"> مِن قَبۡلُ‌ۚ وَلَيَحۡلِفُنَّ إِنۡ أَرَدۡنَآ إِلَّا </w:t>
      </w:r>
      <w:r>
        <w:rPr>
          <w:rFonts w:hint="cs"/>
          <w:rtl/>
        </w:rPr>
        <w:t>ٱ</w:t>
      </w:r>
      <w:r>
        <w:rPr>
          <w:rFonts w:hint="eastAsia"/>
          <w:rtl/>
        </w:rPr>
        <w:t>لۡحُسۡنَىٰ‌ۖ</w:t>
      </w:r>
      <w:r>
        <w:rPr>
          <w:rtl/>
        </w:rPr>
        <w:t xml:space="preserve"> وَ</w:t>
      </w:r>
      <w:r>
        <w:rPr>
          <w:rFonts w:hint="cs"/>
          <w:rtl/>
        </w:rPr>
        <w:t>ٱ</w:t>
      </w:r>
      <w:r>
        <w:rPr>
          <w:rFonts w:hint="eastAsia"/>
          <w:rtl/>
        </w:rPr>
        <w:t>للَّهُ</w:t>
      </w:r>
      <w:r>
        <w:rPr>
          <w:rtl/>
        </w:rPr>
        <w:t xml:space="preserve"> يَشۡ</w:t>
      </w:r>
      <w:r w:rsidR="001E6BAB" w:rsidRPr="001E6BAB">
        <w:rPr>
          <w:rFonts w:hint="cs"/>
          <w:rtl/>
        </w:rPr>
        <w:t>ه</w:t>
      </w:r>
      <w:r w:rsidRPr="00595365">
        <w:rPr>
          <w:rFonts w:hint="cs"/>
          <w:rtl/>
        </w:rPr>
        <w:t>دُ إِنَّ</w:t>
      </w:r>
      <w:r w:rsidR="001E6BAB" w:rsidRPr="001E6BAB">
        <w:rPr>
          <w:rFonts w:hint="cs"/>
          <w:rtl/>
        </w:rPr>
        <w:t>ه</w:t>
      </w:r>
      <w:r w:rsidRPr="00595365">
        <w:rPr>
          <w:rFonts w:hint="cs"/>
          <w:rtl/>
        </w:rPr>
        <w:t>مۡ لَكَـٰذِبُونَ (١٠٧</w:t>
      </w:r>
      <w:r w:rsidR="009229E3">
        <w:rPr>
          <w:rtl/>
        </w:rPr>
        <w:t>)</w:t>
      </w:r>
      <w:r>
        <w:rPr>
          <w:rtl/>
        </w:rPr>
        <w:t xml:space="preserve"> لَا تَقُمۡ فِيهِ أَبَدً۬ا‌ۚ لَّمَسۡجِدٌ أُسِّسَ عَلَى </w:t>
      </w:r>
      <w:r>
        <w:rPr>
          <w:rFonts w:hint="cs"/>
          <w:rtl/>
        </w:rPr>
        <w:t>ٱ</w:t>
      </w:r>
      <w:r>
        <w:rPr>
          <w:rFonts w:hint="eastAsia"/>
          <w:rtl/>
        </w:rPr>
        <w:t>لتَّقۡوَىٰ</w:t>
      </w:r>
      <w:r>
        <w:rPr>
          <w:rtl/>
        </w:rPr>
        <w:t xml:space="preserve"> مِنۡ أَوَّلِ يَوۡمٍ أَحَقُّ أَن تَقُومَ فِيهِ‌ۚ فِيهِ رِجَالٌ۬ يُحِبُّونَ أَن يَتَطَهَّرُواْ‌ۚ وَ</w:t>
      </w:r>
      <w:r>
        <w:rPr>
          <w:rFonts w:hint="cs"/>
          <w:rtl/>
        </w:rPr>
        <w:t>ٱ</w:t>
      </w:r>
      <w:r>
        <w:rPr>
          <w:rFonts w:hint="eastAsia"/>
          <w:rtl/>
        </w:rPr>
        <w:t>للَّهُ</w:t>
      </w:r>
      <w:r>
        <w:rPr>
          <w:rtl/>
        </w:rPr>
        <w:t xml:space="preserve"> </w:t>
      </w:r>
      <w:r>
        <w:rPr>
          <w:rtl/>
        </w:rPr>
        <w:lastRenderedPageBreak/>
        <w:t xml:space="preserve">يُحِبُّ </w:t>
      </w:r>
      <w:r>
        <w:rPr>
          <w:rFonts w:hint="cs"/>
          <w:rtl/>
        </w:rPr>
        <w:t>ٱ</w:t>
      </w:r>
      <w:r>
        <w:rPr>
          <w:rFonts w:hint="eastAsia"/>
          <w:rtl/>
        </w:rPr>
        <w:t>لۡمُطَّهِّرِينَ</w:t>
      </w:r>
      <w:r>
        <w:rPr>
          <w:rtl/>
        </w:rPr>
        <w:t xml:space="preserve"> (١٠٨</w:t>
      </w:r>
      <w:r w:rsidR="009229E3">
        <w:rPr>
          <w:rtl/>
        </w:rPr>
        <w:t>)</w:t>
      </w:r>
      <w:r>
        <w:rPr>
          <w:rtl/>
        </w:rPr>
        <w:t xml:space="preserve"> أَفَمَنۡ أَسَّسَ بُنۡيَـٰنَهُ </w:t>
      </w:r>
      <w:r>
        <w:rPr>
          <w:rFonts w:hint="cs"/>
          <w:rtl/>
        </w:rPr>
        <w:t>ۥ</w:t>
      </w:r>
      <w:r>
        <w:rPr>
          <w:rtl/>
        </w:rPr>
        <w:t xml:space="preserve"> عَلَىٰ تَقۡوَىٰ مِن</w:t>
      </w:r>
      <w:r>
        <w:rPr>
          <w:rFonts w:hint="eastAsia"/>
          <w:rtl/>
        </w:rPr>
        <w:t>َ</w:t>
      </w:r>
      <w:r>
        <w:rPr>
          <w:rtl/>
        </w:rPr>
        <w:t xml:space="preserve"> </w:t>
      </w:r>
      <w:r>
        <w:rPr>
          <w:rFonts w:hint="cs"/>
          <w:rtl/>
        </w:rPr>
        <w:t>ٱ</w:t>
      </w:r>
      <w:r>
        <w:rPr>
          <w:rFonts w:hint="eastAsia"/>
          <w:rtl/>
        </w:rPr>
        <w:t>للَّهِ</w:t>
      </w:r>
      <w:r>
        <w:rPr>
          <w:rtl/>
        </w:rPr>
        <w:t xml:space="preserve"> وَرِضۡوَ</w:t>
      </w:r>
      <w:r w:rsidR="005B7B9E" w:rsidRPr="005B7B9E">
        <w:rPr>
          <w:rFonts w:hint="cs"/>
          <w:rtl/>
        </w:rPr>
        <w:t>ا</w:t>
      </w:r>
      <w:r>
        <w:rPr>
          <w:rFonts w:hint="eastAsia"/>
          <w:rtl/>
        </w:rPr>
        <w:t>نٍ</w:t>
      </w:r>
      <w:r>
        <w:rPr>
          <w:rtl/>
        </w:rPr>
        <w:t xml:space="preserve"> خَيۡرٌ أَم مَّنۡ أَسَّسَ بُنۡيَـٰنَهُ </w:t>
      </w:r>
      <w:r>
        <w:rPr>
          <w:rFonts w:hint="cs"/>
          <w:rtl/>
        </w:rPr>
        <w:t>ۥ</w:t>
      </w:r>
      <w:r>
        <w:rPr>
          <w:rtl/>
        </w:rPr>
        <w:t xml:space="preserve"> عَلَىٰ شَفَا جُرُفٍ هَارٍ۬ فَ</w:t>
      </w:r>
      <w:r>
        <w:rPr>
          <w:rFonts w:hint="cs"/>
          <w:rtl/>
        </w:rPr>
        <w:t>ٱ</w:t>
      </w:r>
      <w:r>
        <w:rPr>
          <w:rFonts w:hint="eastAsia"/>
          <w:rtl/>
        </w:rPr>
        <w:t>نۡ</w:t>
      </w:r>
      <w:r w:rsidR="001E6BAB" w:rsidRPr="001E6BAB">
        <w:rPr>
          <w:rFonts w:hint="cs"/>
          <w:rtl/>
        </w:rPr>
        <w:t>ه</w:t>
      </w:r>
      <w:r w:rsidRPr="00595365">
        <w:rPr>
          <w:rFonts w:hint="cs"/>
          <w:rtl/>
        </w:rPr>
        <w:t>ارَ</w:t>
      </w:r>
      <w:r>
        <w:rPr>
          <w:rtl/>
        </w:rPr>
        <w:t xml:space="preserve"> بِهِ</w:t>
      </w:r>
      <w:r>
        <w:rPr>
          <w:rFonts w:hint="cs"/>
          <w:rtl/>
        </w:rPr>
        <w:t>ۦ</w:t>
      </w:r>
      <w:r>
        <w:rPr>
          <w:rtl/>
        </w:rPr>
        <w:t xml:space="preserve"> فِى نَارِ جَهَنَّمَ‌ۗ وَ</w:t>
      </w:r>
      <w:r>
        <w:rPr>
          <w:rFonts w:hint="cs"/>
          <w:rtl/>
        </w:rPr>
        <w:t>ٱ</w:t>
      </w:r>
      <w:r>
        <w:rPr>
          <w:rFonts w:hint="eastAsia"/>
          <w:rtl/>
        </w:rPr>
        <w:t>للَّهُ</w:t>
      </w:r>
      <w:r>
        <w:rPr>
          <w:rtl/>
        </w:rPr>
        <w:t xml:space="preserve"> لَا يَ</w:t>
      </w:r>
      <w:r w:rsidR="001E6BAB" w:rsidRPr="001E6BAB">
        <w:rPr>
          <w:rFonts w:hint="cs"/>
          <w:rtl/>
        </w:rPr>
        <w:t>ه</w:t>
      </w:r>
      <w:r w:rsidRPr="00595365">
        <w:rPr>
          <w:rFonts w:hint="cs"/>
          <w:rtl/>
        </w:rPr>
        <w:t xml:space="preserve">ۡدِى </w:t>
      </w:r>
      <w:r>
        <w:rPr>
          <w:rFonts w:hint="cs"/>
          <w:rtl/>
        </w:rPr>
        <w:t>ٱ</w:t>
      </w:r>
      <w:r>
        <w:rPr>
          <w:rFonts w:hint="eastAsia"/>
          <w:rtl/>
        </w:rPr>
        <w:t>لۡقَوۡمَ</w:t>
      </w:r>
      <w:r>
        <w:rPr>
          <w:rtl/>
        </w:rPr>
        <w:t xml:space="preserve"> </w:t>
      </w:r>
      <w:r>
        <w:rPr>
          <w:rFonts w:hint="cs"/>
          <w:rtl/>
        </w:rPr>
        <w:t>ٱ</w:t>
      </w:r>
      <w:r>
        <w:rPr>
          <w:rFonts w:hint="eastAsia"/>
          <w:rtl/>
        </w:rPr>
        <w:t>لظَّـٰلِمِينَ</w:t>
      </w:r>
      <w:r>
        <w:rPr>
          <w:rtl/>
        </w:rPr>
        <w:t xml:space="preserve"> (١٠٩</w:t>
      </w:r>
      <w:r w:rsidR="009229E3">
        <w:rPr>
          <w:rtl/>
        </w:rPr>
        <w:t>)</w:t>
      </w:r>
    </w:p>
    <w:p w:rsidR="001A403D" w:rsidRDefault="001A403D" w:rsidP="00E36567">
      <w:pPr>
        <w:pStyle w:val="libBoldItalic"/>
      </w:pPr>
      <w:r>
        <w:t>And those who made a mosque for causing harm and disbelief, and division among the believers, and as a station for those who battled against Allah and His Rasool  before. And they will surely swear, “We intend nothing except good” Allah bears witness that certainly they are liars. (107) Never stand within it. The Masjid which was founded on piety from the first day is more worthy that you should stand in it, in it are men who love to purify themselves, and Allah loves the purifiers. (108) Then is he who laid the foundation his building upon piety to Allah and His pleasure better; or he who laid foundation of his building on the brink of a crumbling ditch, so it collapsed with him into the fire of Hell? And Allah does not guide the wrongdoing nation. (109)</w:t>
      </w:r>
    </w:p>
    <w:p w:rsidR="001A403D" w:rsidRDefault="001A403D" w:rsidP="00E36567">
      <w:pPr>
        <w:pStyle w:val="libNormal"/>
      </w:pPr>
      <w:r>
        <w:t>1-Hypocrites built a mosque in Mohalla Bani Salim with the reason that sick in the rainy nights and very old can pray in it. And they requested Rasool Allah sawaw to come and pray Salaah in it. He said: Now I am going on journey but when I will come back, if Allah wills, then will come to pray in it. But when Rasool Allah sawaw came back from Tabook, these verses about Masjid-e-Zarrar and Abu Amir Rahib were revealed. But hypocrites swore in front of Rasool Allah sawaw that they built it for reform and welfare. Abu Amir Rahib had opposed Rasool Allah sawaw before, and fought battle as well. (Tafseer Qummi) (al-Burhan, v3, p497)</w:t>
      </w:r>
    </w:p>
    <w:p w:rsidR="001A403D" w:rsidRDefault="001A403D" w:rsidP="009229E3">
      <w:pPr>
        <w:pStyle w:val="libCenterBold1"/>
      </w:pPr>
      <w:r>
        <w:t>Lesson:</w:t>
      </w:r>
    </w:p>
    <w:p w:rsidR="001A403D" w:rsidRDefault="001A403D" w:rsidP="001A403D">
      <w:pPr>
        <w:pStyle w:val="libNormal"/>
      </w:pPr>
      <w:r>
        <w:t>1-Hypocrites buit Masjid-e-Zarrar in competition with Masjid-e-Quba. Masjid-e-Quba is on that place outside Madina where Rasool Allah sawaw waited for Imam Ali asws after migration, and did not enter Madina until Maola Ali asws came. Therefore the foundation of this Masjid is on piety and pleasure of Allah. And the builders of Masjid-e-Zarrar are those hypocrites who plotted a plot to martyr Rasool Allah sawaw and Maola Ali asws due to grudge of Walayat-e-Ali asws, and tried hard to divide Momineen, i.e. opponents of Walayat-e-Ali asws only create disunity &amp; corruption. Rasool Allah sawaw commanded to burn &amp; demolish that mosque built on the basis of opposition of Walayat-e-Ali asws, and honourable companions (r.a.) executed the job.</w:t>
      </w:r>
    </w:p>
    <w:p w:rsidR="001A403D" w:rsidRDefault="001A403D" w:rsidP="001A403D">
      <w:pPr>
        <w:pStyle w:val="libNormal"/>
      </w:pPr>
      <w:r>
        <w:t>2-Mosques built on the basis of opposition of Walayat-e-Ali asws are on the edge of Hell, which collapses into the Fire with its Muqassir Namazi. In this way, men and stones become the fuel of Hell Fire.</w:t>
      </w:r>
    </w:p>
    <w:p w:rsidR="001A403D" w:rsidRDefault="001A403D" w:rsidP="001A403D">
      <w:pPr>
        <w:pStyle w:val="libNormal"/>
      </w:pPr>
      <w:r>
        <w:t>3-The hypocrites of today behave in the same manner, they say: Do not raise slogan of “Ya Ali asws” in the mosque, do not do Zikr of Ali asws and Hussain asws in the mosque, do not give testimony of Walayat-e-Ali asws in the mosque. Momineen should indicate such mosques, so that other Momineen should avoid such places of Wrath of Allah, because Allah has forbidden to stand in such mosques.</w:t>
      </w:r>
    </w:p>
    <w:p w:rsidR="001A403D" w:rsidRDefault="001A403D" w:rsidP="00385B48">
      <w:pPr>
        <w:pStyle w:val="libAr"/>
      </w:pPr>
      <w:r>
        <w:rPr>
          <w:rFonts w:hint="eastAsia"/>
          <w:rtl/>
        </w:rPr>
        <w:t>يَـٰٓأَيُّ</w:t>
      </w:r>
      <w:r w:rsidR="001E6BAB" w:rsidRPr="001E6BAB">
        <w:rPr>
          <w:rFonts w:hint="cs"/>
          <w:rtl/>
        </w:rPr>
        <w:t>ه</w:t>
      </w:r>
      <w:r w:rsidRPr="00595365">
        <w:rPr>
          <w:rFonts w:hint="cs"/>
          <w:rtl/>
        </w:rPr>
        <w:t>ا</w:t>
      </w:r>
      <w:r>
        <w:rPr>
          <w:rtl/>
        </w:rPr>
        <w:t xml:space="preserve"> </w:t>
      </w:r>
      <w:r>
        <w:rPr>
          <w:rFonts w:hint="cs"/>
          <w:rtl/>
        </w:rPr>
        <w:t>ٱ</w:t>
      </w:r>
      <w:r>
        <w:rPr>
          <w:rFonts w:hint="eastAsia"/>
          <w:rtl/>
        </w:rPr>
        <w:t>لَّذِينَ</w:t>
      </w:r>
      <w:r>
        <w:rPr>
          <w:rtl/>
        </w:rPr>
        <w:t xml:space="preserve"> ءَامَنُواْ </w:t>
      </w:r>
      <w:r>
        <w:rPr>
          <w:rFonts w:hint="cs"/>
          <w:rtl/>
        </w:rPr>
        <w:t>ٱ</w:t>
      </w:r>
      <w:r>
        <w:rPr>
          <w:rFonts w:hint="eastAsia"/>
          <w:rtl/>
        </w:rPr>
        <w:t>تَّقُواْ</w:t>
      </w:r>
      <w:r>
        <w:rPr>
          <w:rtl/>
        </w:rPr>
        <w:t xml:space="preserve"> </w:t>
      </w:r>
      <w:r>
        <w:rPr>
          <w:rFonts w:hint="cs"/>
          <w:rtl/>
        </w:rPr>
        <w:t>ٱ</w:t>
      </w:r>
      <w:r>
        <w:rPr>
          <w:rFonts w:hint="eastAsia"/>
          <w:rtl/>
        </w:rPr>
        <w:t>للَّهَ</w:t>
      </w:r>
      <w:r>
        <w:rPr>
          <w:rtl/>
        </w:rPr>
        <w:t xml:space="preserve"> وَكُونُواْ مَعَ </w:t>
      </w:r>
      <w:r>
        <w:rPr>
          <w:rFonts w:hint="cs"/>
          <w:rtl/>
        </w:rPr>
        <w:t>ٱ</w:t>
      </w:r>
      <w:r>
        <w:rPr>
          <w:rFonts w:hint="eastAsia"/>
          <w:rtl/>
        </w:rPr>
        <w:t>لصَّـٰدِقِينَ</w:t>
      </w:r>
      <w:r>
        <w:rPr>
          <w:rtl/>
        </w:rPr>
        <w:t xml:space="preserve"> (١١٩</w:t>
      </w:r>
      <w:r w:rsidR="009229E3">
        <w:rPr>
          <w:rtl/>
        </w:rPr>
        <w:t>)</w:t>
      </w:r>
    </w:p>
    <w:p w:rsidR="001A403D" w:rsidRDefault="001A403D" w:rsidP="00E36567">
      <w:pPr>
        <w:pStyle w:val="libBoldItalic"/>
      </w:pPr>
      <w:r>
        <w:t>O you who believe! Fear Allah, and be with the truthful. (119)</w:t>
      </w:r>
    </w:p>
    <w:p w:rsidR="001A403D" w:rsidRDefault="001A403D" w:rsidP="00E36567">
      <w:pPr>
        <w:pStyle w:val="libNormal"/>
      </w:pPr>
      <w:r>
        <w:lastRenderedPageBreak/>
        <w:t>1-When this verse was revealed, Salman (a.s.) asked: Ya Rasool Allah sawaw! This verse is general or specific? Said: Momineen are general, because the group of Momineen are commanded about it, and Sadiqeen (Truthful ones) are specific, who are my brother Ali asws and after him Aosiya asws until Qiyamah. (Maola Ali asws) (al-Burhan, v3, p516)</w:t>
      </w:r>
    </w:p>
    <w:p w:rsidR="001A403D" w:rsidRDefault="001A403D" w:rsidP="00E36567">
      <w:pPr>
        <w:pStyle w:val="libNormal"/>
      </w:pPr>
      <w:r>
        <w:t>2-Imam Mohammad Baqir asws said to Abu Hamza Sumali: O Abu Hamza! Only he worshiped Allah, who has gained Marifat (knowledge) of Allah; and who did not gain Marifat of Allah, it is as he worshiped someone else, and it is misguidance. He said: What is Marifat of Allah? Said: Testimony of Allah &amp; testimony of Rasool Allah sawaw concerning Walayat-e-Ali asws, and to obey him and guiding Imams asws after him, and to dissociate from their enemies for the sake of Allah, and this is Irfan (knowledge) of Allah. He said: Which is that thing by practicing that the reality of my faith can be completed? Said: Love the Aoliya asws of Allah, and animosity toward the enemies of Allah, and be with the Sadiqeen asws, as Allah has commanded. He said: Who are Aoliya asws of Allah, and who are enemies of Allah? Said: Aoliya of Allah are Mohammad Rasool Allah sawaw, and Ali asws, and Hassan asws, and Hussain asws, and Ali bin Hussain asws, then matter is for me, then my son Jafar asws (and pointed toward Maola Jafar asws, who was sitting), so who loves them, he loved Allah, and is with Sadiqeen asws, as Allah has commanded. He said: Who are enemies of Allah? Said: Those are idols. And after telling those people’s names, said: Who took Deen from them and who turned toward them, the he is among the enemies of Allah. (al-Burhan, v3, p516)</w:t>
      </w:r>
    </w:p>
    <w:p w:rsidR="001A403D" w:rsidRDefault="001A403D" w:rsidP="009229E3">
      <w:pPr>
        <w:pStyle w:val="libCenterBold1"/>
      </w:pPr>
      <w:r>
        <w:t>Lesson:</w:t>
      </w:r>
    </w:p>
    <w:p w:rsidR="001A403D" w:rsidRDefault="001A403D" w:rsidP="001A403D">
      <w:pPr>
        <w:pStyle w:val="libNormal"/>
      </w:pPr>
      <w:r>
        <w:t>1-Allah is commanding to be with His Truthful Guardians asws appointed by Him. Muqassir Mulla is self-made guardian, it is forbidden to take Deen form him, and it is ordered to dissociate from such enemies of Walayat-e-Ali asws. The opponents of Walayat-e-Ali asws are idols, which blind people (Muqallideen) are worshiping.</w:t>
      </w:r>
    </w:p>
    <w:p w:rsidR="001A403D" w:rsidRDefault="001A403D" w:rsidP="001A403D">
      <w:pPr>
        <w:pStyle w:val="libNormal"/>
      </w:pPr>
      <w:r>
        <w:t>2-According to Imam asws, Ibadat without Marifat of Allah is like worshiping someone else, i.e. Shirk; and Marifat of Allah is testimony of Walayat-e-Ali asws &amp; his obedience. It means that without testimony of Walayat-e-Ali asws Ibadat is Shirk.</w:t>
      </w:r>
    </w:p>
    <w:p w:rsidR="001A403D" w:rsidRDefault="001A403D" w:rsidP="00385B48">
      <w:pPr>
        <w:pStyle w:val="libAr"/>
      </w:pPr>
      <w:r>
        <w:rPr>
          <w:rFonts w:hint="eastAsia"/>
          <w:rtl/>
        </w:rPr>
        <w:t>وَمَا</w:t>
      </w:r>
      <w:r>
        <w:rPr>
          <w:rtl/>
        </w:rPr>
        <w:t xml:space="preserve"> كَانَ </w:t>
      </w:r>
      <w:r>
        <w:rPr>
          <w:rFonts w:hint="cs"/>
          <w:rtl/>
        </w:rPr>
        <w:t>ٱ</w:t>
      </w:r>
      <w:r>
        <w:rPr>
          <w:rFonts w:hint="eastAsia"/>
          <w:rtl/>
        </w:rPr>
        <w:t>لۡمُؤۡمِنُونَ</w:t>
      </w:r>
      <w:r>
        <w:rPr>
          <w:rtl/>
        </w:rPr>
        <w:t xml:space="preserve"> لِيَنفِرُواْ </w:t>
      </w:r>
      <w:r w:rsidR="001E6BAB" w:rsidRPr="001E6BAB">
        <w:rPr>
          <w:rFonts w:hint="cs"/>
          <w:rtl/>
        </w:rPr>
        <w:t>ک</w:t>
      </w:r>
      <w:r>
        <w:rPr>
          <w:rFonts w:hint="eastAsia"/>
          <w:rtl/>
        </w:rPr>
        <w:t>آفَّةً۬‌ۚ</w:t>
      </w:r>
      <w:r>
        <w:rPr>
          <w:rtl/>
        </w:rPr>
        <w:t xml:space="preserve"> فَلَوۡلَا نَفَرَ مِن كُلِّ فِرۡقَةٍ۬ مِّنۡ</w:t>
      </w:r>
      <w:r w:rsidR="001E6BAB" w:rsidRPr="001E6BAB">
        <w:rPr>
          <w:rFonts w:hint="cs"/>
          <w:rtl/>
        </w:rPr>
        <w:t>ه</w:t>
      </w:r>
      <w:r w:rsidRPr="00595365">
        <w:rPr>
          <w:rFonts w:hint="cs"/>
          <w:rtl/>
        </w:rPr>
        <w:t>مۡ طَآ</w:t>
      </w:r>
      <w:r>
        <w:rPr>
          <w:rFonts w:hint="cs"/>
          <w:rtl/>
        </w:rPr>
        <w:t>ٮِٕ</w:t>
      </w:r>
      <w:r>
        <w:rPr>
          <w:rFonts w:hint="eastAsia"/>
          <w:rtl/>
        </w:rPr>
        <w:t>فَةٌ۬</w:t>
      </w:r>
      <w:r>
        <w:rPr>
          <w:rtl/>
        </w:rPr>
        <w:t xml:space="preserve"> لِّيَتَفَقَّهُواْ فِى </w:t>
      </w:r>
      <w:r>
        <w:rPr>
          <w:rFonts w:hint="cs"/>
          <w:rtl/>
        </w:rPr>
        <w:t>ٱ</w:t>
      </w:r>
      <w:r>
        <w:rPr>
          <w:rFonts w:hint="eastAsia"/>
          <w:rtl/>
        </w:rPr>
        <w:t>لدِّينِ</w:t>
      </w:r>
      <w:r>
        <w:rPr>
          <w:rtl/>
        </w:rPr>
        <w:t xml:space="preserve"> وَلِيُنذِرُواْ قَوۡمَهُمۡ إِذَا رَجَعُوٓاْ إِلَيۡ</w:t>
      </w:r>
      <w:r w:rsidR="001E6BAB" w:rsidRPr="001E6BAB">
        <w:rPr>
          <w:rFonts w:hint="cs"/>
          <w:rtl/>
        </w:rPr>
        <w:t>ه</w:t>
      </w:r>
      <w:r w:rsidRPr="00595365">
        <w:rPr>
          <w:rFonts w:hint="cs"/>
          <w:rtl/>
        </w:rPr>
        <w:t>مۡ لَعَلَّهُمۡ يَحۡذَ</w:t>
      </w:r>
      <w:r>
        <w:rPr>
          <w:rtl/>
        </w:rPr>
        <w:t>رُونَ (١٢٢</w:t>
      </w:r>
      <w:r w:rsidR="009229E3">
        <w:rPr>
          <w:rtl/>
        </w:rPr>
        <w:t>)</w:t>
      </w:r>
    </w:p>
    <w:p w:rsidR="001A403D" w:rsidRDefault="001A403D" w:rsidP="00E36567">
      <w:pPr>
        <w:pStyle w:val="libBoldItalic"/>
      </w:pPr>
      <w:r>
        <w:t>And it is not for the believers to go forth all togather. So why some people from every group does not go forth to gain understanding in Deen, and that they may warn their people when they return to them, so that they may be cautious. (122)</w:t>
      </w:r>
    </w:p>
    <w:p w:rsidR="001A403D" w:rsidRDefault="001A403D" w:rsidP="00E36567">
      <w:pPr>
        <w:pStyle w:val="libNormal"/>
      </w:pPr>
      <w:r>
        <w:t xml:space="preserve">1-Abdul Momin Ansari asked: People say that Rasool Allah sawaw said: Difference of Ummah is blessing. Imam Jafar Sadiq asws said: They speak the truth. He said: If there difference is blessing, then their unity is punishment? Said: Not that, where your thought went, and their thought went, only his intention was the saying of Allah, “So why some people from every group does not go forth to gain understanding in Deen, and that they </w:t>
      </w:r>
      <w:r>
        <w:lastRenderedPageBreak/>
        <w:t>may warn their people when they return to them, so that they may be cautious”, so Allah is commanding to go out toward Rasool Allah sawaw, and should come from different areas to gain knowledge from him, then go back to their nation, and give them education. His meaning was only to come &amp; go from different cities, but not the difference in Deen. Deen is only and only one, Deen is only one. (al-Burhan, v3, p521)</w:t>
      </w:r>
    </w:p>
    <w:p w:rsidR="001A403D" w:rsidRDefault="001A403D" w:rsidP="00E36567">
      <w:pPr>
        <w:pStyle w:val="libNormal"/>
      </w:pPr>
      <w:r>
        <w:t>2-It was asked from Imam Jafar Sadiq asws: If the leader (scholar) of a nation dies, then what they should do? Said: Don’t you recite the Book of Allah, “So why some people from every group does not go forth to gain understanding in Deen, and that they may warn their people when they return to them, so that they may be cautious”? It was asked: What will happen to the waiting people until those who gain understanding come back? Said: Allah bless you, don’t you know that there were five hundred years between Mohammad Mustafa sawaw and Eesa (a.s.), so those people who died on Deen-e-Eesa (a.s.) waiting for Deen-e-Mohammad sawaw, Allah will give them double reward. (al-Burhan, v3, p522)</w:t>
      </w:r>
    </w:p>
    <w:p w:rsidR="001A403D" w:rsidRDefault="001A403D" w:rsidP="00E36567">
      <w:pPr>
        <w:pStyle w:val="libNormal"/>
      </w:pPr>
      <w:r>
        <w:t>3-No doubt, our Shias are those who obey us, and never oppose us, they are sad in our hardship, and happy in our happiness, Allah says, “So ask Ahluz-Zikr (family of Zikr sawaw) if you do not know” “So why some people from every group does not go forth......may be cautious” so certainly Allah made obligatory for you to ask question and to return (Rajooh) to us, but it is not obligatory on us to answer (every question). (Imam Ali Raza asws) (al-Burhan, v3, p522)</w:t>
      </w:r>
    </w:p>
    <w:p w:rsidR="001A403D" w:rsidRDefault="001A403D" w:rsidP="009229E3">
      <w:pPr>
        <w:pStyle w:val="libCenterBold1"/>
      </w:pPr>
      <w:r>
        <w:t>Lesson:</w:t>
      </w:r>
    </w:p>
    <w:p w:rsidR="001A403D" w:rsidRDefault="001A403D" w:rsidP="001A403D">
      <w:pPr>
        <w:pStyle w:val="libNormal"/>
      </w:pPr>
      <w:r>
        <w:t>1-Ignorant Muqassireen also say that difference among Ummah is blessing, meaning that difference in Fatawa of different Mullas about a single issue is blessing, while there can not be difference in Deen.</w:t>
      </w:r>
    </w:p>
    <w:p w:rsidR="001A403D" w:rsidRDefault="001A403D" w:rsidP="001A403D">
      <w:pPr>
        <w:pStyle w:val="libNormal"/>
      </w:pPr>
      <w:r>
        <w:t>2-Some assume that Deen is conveyed to the people through Muqassir Mullas! But reality is if some area has no religious scholar, it is better than having Muqassir Mulla, because those people will get double reward by waiting for Zahoor of Imam Qaim asws, instead of that a Muqassir Mulla should misguide &amp; destroy them by departing them from Walayat-e-Ali asws.</w:t>
      </w:r>
    </w:p>
    <w:p w:rsidR="00595365" w:rsidRDefault="001A403D" w:rsidP="001A403D">
      <w:pPr>
        <w:pStyle w:val="libNormal"/>
      </w:pPr>
      <w:r>
        <w:t>3-It is obligatory on Momineen to keep in contact with Imam Qaim asws, and tell him their problems, but Imam asws knows the best what is better for us, when &amp; how to solve problems. Imam asws is not obliged to answer each and every question of Muqassireen, useless questioning and not to obey is wrong.</w:t>
      </w:r>
    </w:p>
    <w:p w:rsidR="00EB2345" w:rsidRDefault="00EB2345" w:rsidP="00FC02E7">
      <w:pPr>
        <w:pStyle w:val="libNormal"/>
        <w:rPr>
          <w:rtl/>
        </w:rPr>
      </w:pPr>
      <w:r>
        <w:rPr>
          <w:rFonts w:hint="eastAsia"/>
        </w:rPr>
        <w:br w:type="page"/>
      </w:r>
    </w:p>
    <w:p w:rsidR="001A403D" w:rsidRDefault="00EB2345" w:rsidP="00EB2345">
      <w:pPr>
        <w:pStyle w:val="Heading1Center"/>
      </w:pPr>
      <w:bookmarkStart w:id="11" w:name="_Toc449789404"/>
      <w:r>
        <w:rPr>
          <w:rFonts w:hint="eastAsia"/>
          <w:rtl/>
        </w:rPr>
        <w:lastRenderedPageBreak/>
        <w:t>سُوۡرَةُ</w:t>
      </w:r>
      <w:r>
        <w:rPr>
          <w:rtl/>
        </w:rPr>
        <w:t xml:space="preserve"> </w:t>
      </w:r>
      <w:r w:rsidR="001A403D">
        <w:rPr>
          <w:rFonts w:hint="cs"/>
          <w:rtl/>
        </w:rPr>
        <w:t>یُ</w:t>
      </w:r>
      <w:r w:rsidR="001A403D">
        <w:rPr>
          <w:rFonts w:hint="eastAsia"/>
          <w:rtl/>
        </w:rPr>
        <w:t>ونس</w:t>
      </w:r>
      <w:bookmarkEnd w:id="11"/>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أَكَانَ</w:t>
      </w:r>
      <w:r>
        <w:rPr>
          <w:rtl/>
        </w:rPr>
        <w:t xml:space="preserve"> لِلنَّاسِ عَجَبًا أَنۡ أَوۡحَيۡنَآ إِلَىٰ رَجُلٍ۬ مِّنۡ</w:t>
      </w:r>
      <w:r w:rsidR="001E6BAB" w:rsidRPr="001E6BAB">
        <w:rPr>
          <w:rFonts w:hint="cs"/>
          <w:rtl/>
        </w:rPr>
        <w:t>ه</w:t>
      </w:r>
      <w:r w:rsidRPr="00595365">
        <w:rPr>
          <w:rFonts w:hint="cs"/>
          <w:rtl/>
        </w:rPr>
        <w:t xml:space="preserve">مۡ أَنۡ أَنذِرِ </w:t>
      </w:r>
      <w:r>
        <w:rPr>
          <w:rFonts w:hint="cs"/>
          <w:rtl/>
        </w:rPr>
        <w:t>ٱ</w:t>
      </w:r>
      <w:r>
        <w:rPr>
          <w:rFonts w:hint="eastAsia"/>
          <w:rtl/>
        </w:rPr>
        <w:t>لنَّاسَ</w:t>
      </w:r>
      <w:r>
        <w:rPr>
          <w:rtl/>
        </w:rPr>
        <w:t xml:space="preserve"> وَبَشِّرِ </w:t>
      </w:r>
      <w:r>
        <w:rPr>
          <w:rFonts w:hint="cs"/>
          <w:rtl/>
        </w:rPr>
        <w:t>ٱ</w:t>
      </w:r>
      <w:r>
        <w:rPr>
          <w:rFonts w:hint="eastAsia"/>
          <w:rtl/>
        </w:rPr>
        <w:t>لَّذِينَ</w:t>
      </w:r>
      <w:r>
        <w:rPr>
          <w:rtl/>
        </w:rPr>
        <w:t xml:space="preserve"> ءَامَنُوٓاْ أَنَّ لَهُمۡ قَدَمَ صِدۡقٍ عِندَ رَبِّ</w:t>
      </w:r>
      <w:r w:rsidR="001E6BAB" w:rsidRPr="001E6BAB">
        <w:rPr>
          <w:rFonts w:hint="cs"/>
          <w:rtl/>
        </w:rPr>
        <w:t>ه</w:t>
      </w:r>
      <w:r w:rsidRPr="00595365">
        <w:rPr>
          <w:rFonts w:hint="cs"/>
          <w:rtl/>
        </w:rPr>
        <w:t xml:space="preserve">مۡ‌ۗ قَالَ </w:t>
      </w:r>
      <w:r>
        <w:rPr>
          <w:rFonts w:hint="cs"/>
          <w:rtl/>
        </w:rPr>
        <w:t>ٱ</w:t>
      </w:r>
      <w:r>
        <w:rPr>
          <w:rFonts w:hint="eastAsia"/>
          <w:rtl/>
        </w:rPr>
        <w:t>لۡ</w:t>
      </w:r>
      <w:r w:rsidR="001E6BAB" w:rsidRPr="001E6BAB">
        <w:rPr>
          <w:rFonts w:hint="cs"/>
          <w:rtl/>
        </w:rPr>
        <w:t>ک</w:t>
      </w:r>
      <w:r>
        <w:rPr>
          <w:rFonts w:hint="eastAsia"/>
          <w:rtl/>
        </w:rPr>
        <w:t>ـٰفِرُونَ</w:t>
      </w:r>
      <w:r>
        <w:rPr>
          <w:rtl/>
        </w:rPr>
        <w:t xml:space="preserve"> إِنَّ هَـٰذَا لَسَـٰحِرٌ۬ مُّبِينٌ (٢</w:t>
      </w:r>
      <w:r w:rsidR="009229E3">
        <w:rPr>
          <w:rtl/>
        </w:rPr>
        <w:t>)</w:t>
      </w:r>
    </w:p>
    <w:p w:rsidR="001A403D" w:rsidRDefault="001A403D" w:rsidP="00E36567">
      <w:pPr>
        <w:pStyle w:val="libBoldItalic"/>
      </w:pPr>
      <w:r>
        <w:t>Is it amazing for the people that We revealed to a man among them, (saying): Warn mankind and give good tidings to those who believe that they have a true rank (sure footing) with their Rabb? The disbelievers say: Surely this is an obvious magician. (2)</w:t>
      </w:r>
    </w:p>
    <w:p w:rsidR="001A403D" w:rsidRDefault="001A403D" w:rsidP="00E36567">
      <w:pPr>
        <w:pStyle w:val="libNormal"/>
      </w:pPr>
      <w:r>
        <w:t>1-About the saying of Allah, “and give good tidings to those who believe that they have a true rank (sure footing) with their Rabb” Imam Jafar Sadiq asws said: This is Walayat of Amirul Momineen asws. (al-Burhan, v4, p7)</w:t>
      </w:r>
    </w:p>
    <w:p w:rsidR="001A403D" w:rsidRDefault="001A403D" w:rsidP="009229E3">
      <w:pPr>
        <w:pStyle w:val="libCenterBold1"/>
      </w:pPr>
      <w:r>
        <w:t>Lesson:</w:t>
      </w:r>
    </w:p>
    <w:p w:rsidR="001A403D" w:rsidRDefault="001A403D" w:rsidP="001A403D">
      <w:pPr>
        <w:pStyle w:val="libNormal"/>
      </w:pPr>
      <w:r>
        <w:t>1-“Qadam a Sidqin” (True Step) means intercession of Rasool Allah sawaw as well. Who does not believe in Walayat-e-Ali asws, Rasool Allah sawaw will not intercede for him. Whose deeds are not based on Walayat-e-Ali asws, Allah has nothing for them with Him.</w:t>
      </w:r>
    </w:p>
    <w:p w:rsidR="001A403D" w:rsidRDefault="001A403D" w:rsidP="001A403D">
      <w:pPr>
        <w:pStyle w:val="libNormal"/>
      </w:pPr>
      <w:r>
        <w:t>2-Deniers of Walayat-e-Ali asws tortured Rasool Allah sawaw too much due to preaching of Walayat, called him magician, insane, ears, etc, (Naoozobillah). Rasool Allah sawaw sacrificed his life but did not leave preaching Walayat. Progeny of deniers is doing the same today.</w:t>
      </w:r>
    </w:p>
    <w:p w:rsidR="001A403D" w:rsidRDefault="001A403D" w:rsidP="00385B48">
      <w:pPr>
        <w:pStyle w:val="libAr"/>
      </w:pPr>
      <w:r>
        <w:rPr>
          <w:rFonts w:hint="eastAsia"/>
          <w:rtl/>
        </w:rPr>
        <w:t>إِنَّ</w:t>
      </w:r>
      <w:r>
        <w:rPr>
          <w:rtl/>
        </w:rPr>
        <w:t xml:space="preserve"> </w:t>
      </w:r>
      <w:r>
        <w:rPr>
          <w:rFonts w:hint="cs"/>
          <w:rtl/>
        </w:rPr>
        <w:t>ٱ</w:t>
      </w:r>
      <w:r>
        <w:rPr>
          <w:rFonts w:hint="eastAsia"/>
          <w:rtl/>
        </w:rPr>
        <w:t>لَّذِينَ</w:t>
      </w:r>
      <w:r>
        <w:rPr>
          <w:rtl/>
        </w:rPr>
        <w:t xml:space="preserve"> لَا يَرۡجُونَ لِقَآءَنَا وَرَضُواْ بِ</w:t>
      </w:r>
      <w:r>
        <w:rPr>
          <w:rFonts w:hint="cs"/>
          <w:rtl/>
        </w:rPr>
        <w:t>ٱ</w:t>
      </w:r>
      <w:r>
        <w:rPr>
          <w:rFonts w:hint="eastAsia"/>
          <w:rtl/>
        </w:rPr>
        <w:t>لۡحَيَوٰةِ</w:t>
      </w:r>
      <w:r>
        <w:rPr>
          <w:rtl/>
        </w:rPr>
        <w:t xml:space="preserve"> </w:t>
      </w:r>
      <w:r>
        <w:rPr>
          <w:rFonts w:hint="cs"/>
          <w:rtl/>
        </w:rPr>
        <w:t>ٱ</w:t>
      </w:r>
      <w:r>
        <w:rPr>
          <w:rFonts w:hint="eastAsia"/>
          <w:rtl/>
        </w:rPr>
        <w:t>لدُّنۡيَا</w:t>
      </w:r>
      <w:r>
        <w:rPr>
          <w:rtl/>
        </w:rPr>
        <w:t xml:space="preserve"> وَ</w:t>
      </w:r>
      <w:r>
        <w:rPr>
          <w:rFonts w:hint="cs"/>
          <w:rtl/>
        </w:rPr>
        <w:t>ٱ</w:t>
      </w:r>
      <w:r>
        <w:rPr>
          <w:rFonts w:hint="eastAsia"/>
          <w:rtl/>
        </w:rPr>
        <w:t>طۡمَأَنُّواْ</w:t>
      </w:r>
      <w:r>
        <w:rPr>
          <w:rtl/>
        </w:rPr>
        <w:t xml:space="preserve"> بِ</w:t>
      </w:r>
      <w:r w:rsidR="001E6BAB" w:rsidRPr="001E6BAB">
        <w:rPr>
          <w:rFonts w:hint="cs"/>
          <w:rtl/>
        </w:rPr>
        <w:t>ه</w:t>
      </w:r>
      <w:r w:rsidRPr="00595365">
        <w:rPr>
          <w:rFonts w:hint="cs"/>
          <w:rtl/>
        </w:rPr>
        <w:t>ا وَ</w:t>
      </w:r>
      <w:r>
        <w:rPr>
          <w:rFonts w:hint="cs"/>
          <w:rtl/>
        </w:rPr>
        <w:t>ٱ</w:t>
      </w:r>
      <w:r>
        <w:rPr>
          <w:rFonts w:hint="eastAsia"/>
          <w:rtl/>
        </w:rPr>
        <w:t>لَّذِينَ</w:t>
      </w:r>
      <w:r>
        <w:rPr>
          <w:rtl/>
        </w:rPr>
        <w:t xml:space="preserve"> هُمۡ عَنۡ ءَايَـٰتِنَا غَـٰفِلُونَ (٧</w:t>
      </w:r>
      <w:r w:rsidR="009229E3">
        <w:rPr>
          <w:rtl/>
        </w:rPr>
        <w:t>)</w:t>
      </w:r>
      <w:r>
        <w:rPr>
          <w:rtl/>
        </w:rPr>
        <w:t xml:space="preserve"> أُوْلَـٰٓ</w:t>
      </w:r>
      <w:r>
        <w:rPr>
          <w:rFonts w:hint="cs"/>
          <w:rtl/>
        </w:rPr>
        <w:t>ٮِٕ</w:t>
      </w:r>
      <w:r>
        <w:rPr>
          <w:rFonts w:hint="eastAsia"/>
          <w:rtl/>
        </w:rPr>
        <w:t>كَ</w:t>
      </w:r>
      <w:r>
        <w:rPr>
          <w:rtl/>
        </w:rPr>
        <w:t xml:space="preserve"> مَأۡوَ</w:t>
      </w:r>
      <w:r>
        <w:rPr>
          <w:rFonts w:hint="cs"/>
          <w:rtl/>
        </w:rPr>
        <w:t>ٮٰ</w:t>
      </w:r>
      <w:r>
        <w:rPr>
          <w:rFonts w:hint="eastAsia"/>
          <w:rtl/>
        </w:rPr>
        <w:t>هُمُ</w:t>
      </w:r>
      <w:r>
        <w:rPr>
          <w:rtl/>
        </w:rPr>
        <w:t xml:space="preserve"> </w:t>
      </w:r>
      <w:r>
        <w:rPr>
          <w:rFonts w:hint="cs"/>
          <w:rtl/>
        </w:rPr>
        <w:t>ٱ</w:t>
      </w:r>
      <w:r>
        <w:rPr>
          <w:rFonts w:hint="eastAsia"/>
          <w:rtl/>
        </w:rPr>
        <w:t>لنَّارُ</w:t>
      </w:r>
      <w:r>
        <w:rPr>
          <w:rtl/>
        </w:rPr>
        <w:t xml:space="preserve"> بِمَا </w:t>
      </w:r>
      <w:r w:rsidR="001E6BAB" w:rsidRPr="001E6BAB">
        <w:rPr>
          <w:rFonts w:hint="cs"/>
          <w:rtl/>
        </w:rPr>
        <w:t>ک</w:t>
      </w:r>
      <w:r>
        <w:rPr>
          <w:rFonts w:hint="eastAsia"/>
          <w:rtl/>
        </w:rPr>
        <w:t>انُواْ</w:t>
      </w:r>
      <w:r>
        <w:rPr>
          <w:rtl/>
        </w:rPr>
        <w:t xml:space="preserve"> يَكۡسِبُونَ (٨</w:t>
      </w:r>
      <w:r w:rsidR="009229E3">
        <w:rPr>
          <w:rtl/>
        </w:rPr>
        <w:t>)</w:t>
      </w:r>
    </w:p>
    <w:p w:rsidR="001A403D" w:rsidRDefault="001A403D" w:rsidP="001A403D">
      <w:pPr>
        <w:pStyle w:val="libNormal"/>
      </w:pPr>
      <w:r>
        <w:t>Indeed, those who do not expect the meeting with Us and are pleased with the life of the world and feel satisfied therein, and those who are negligent of Our Ayaat, (7) They are those whose residence will be the Fire because of what they used to earn. (8)</w:t>
      </w:r>
      <w:r>
        <w:cr/>
      </w:r>
    </w:p>
    <w:p w:rsidR="001A403D" w:rsidRDefault="001A403D" w:rsidP="00E36567">
      <w:pPr>
        <w:pStyle w:val="libNormal"/>
      </w:pPr>
      <w:r>
        <w:t>1-Amirul Momineen asws said: There is no Ayat of Allah Azza wa Jalla which is greater than me, nor there is news (Naba) of Allah greater than me. (al-Burhan, v4, p10)</w:t>
      </w:r>
    </w:p>
    <w:p w:rsidR="001A403D" w:rsidRDefault="001A403D" w:rsidP="009229E3">
      <w:pPr>
        <w:pStyle w:val="libCenterBold1"/>
      </w:pPr>
      <w:r>
        <w:t>Lesson:</w:t>
      </w:r>
    </w:p>
    <w:p w:rsidR="001A403D" w:rsidRDefault="001A403D" w:rsidP="001A403D">
      <w:pPr>
        <w:pStyle w:val="libNormal"/>
      </w:pPr>
      <w:r>
        <w:t>1-Ayatul Kubra, Ayatul Uzma, Naba-al-Azeem are titles (agnomen) of Maola Ali asws, which are not permissible for anyone else. To neglect the duties toward Walayat-e-Ali asws in the greed of few days life of this world is to destroy the Hereafter. In fact, such people do not believe in the Hereafter.</w:t>
      </w:r>
    </w:p>
    <w:p w:rsidR="001A403D" w:rsidRDefault="001A403D" w:rsidP="00385B48">
      <w:pPr>
        <w:pStyle w:val="libAr"/>
      </w:pPr>
      <w:r>
        <w:rPr>
          <w:rFonts w:hint="eastAsia"/>
          <w:rtl/>
        </w:rPr>
        <w:t>وَإِذَا</w:t>
      </w:r>
      <w:r>
        <w:rPr>
          <w:rtl/>
        </w:rPr>
        <w:t xml:space="preserve"> تُتۡلَىٰ عَلَيۡهِمۡ ءَايَاتُنَا بَيِّنَـٰتٍ۬‌ۙ قَالَ </w:t>
      </w:r>
      <w:r>
        <w:rPr>
          <w:rFonts w:hint="cs"/>
          <w:rtl/>
        </w:rPr>
        <w:t>ٱ</w:t>
      </w:r>
      <w:r>
        <w:rPr>
          <w:rFonts w:hint="eastAsia"/>
          <w:rtl/>
        </w:rPr>
        <w:t>لَّذِينَ</w:t>
      </w:r>
      <w:r>
        <w:rPr>
          <w:rtl/>
        </w:rPr>
        <w:t xml:space="preserve"> لَا يَرۡجُونَ لِقَآءَنَا </w:t>
      </w:r>
      <w:r>
        <w:rPr>
          <w:rFonts w:hint="cs"/>
          <w:rtl/>
        </w:rPr>
        <w:t>ٱ</w:t>
      </w:r>
      <w:r>
        <w:rPr>
          <w:rFonts w:hint="eastAsia"/>
          <w:rtl/>
        </w:rPr>
        <w:t>ئۡتِ</w:t>
      </w:r>
      <w:r>
        <w:rPr>
          <w:rtl/>
        </w:rPr>
        <w:t xml:space="preserve"> بِقُرۡءَانٍ غَيۡرِ هَـٰذَآ أَوۡ بَدِّلۡهُ‌ۚ قُلۡ مَا يَكُونُ لِىٓ أَنۡ أُبَدِّلَهُ </w:t>
      </w:r>
      <w:r>
        <w:rPr>
          <w:rFonts w:hint="cs"/>
          <w:rtl/>
        </w:rPr>
        <w:t>ۥ</w:t>
      </w:r>
      <w:r>
        <w:rPr>
          <w:rtl/>
        </w:rPr>
        <w:t xml:space="preserve"> مِن تِلۡقَآىِٕ نَفۡسِىٓ‌ۖ إِنۡ أَتَّبِعُ إِلَّا مَا يُوحَىٰٓ إِلَى</w:t>
      </w:r>
      <w:r>
        <w:rPr>
          <w:rFonts w:hint="eastAsia"/>
          <w:rtl/>
        </w:rPr>
        <w:t>َّ‌ۖ</w:t>
      </w:r>
      <w:r>
        <w:rPr>
          <w:rtl/>
        </w:rPr>
        <w:t xml:space="preserve"> إِنِّىٓ أَخَافُ إِنۡ عَصَيۡتُ رَبِّى عَذَابَ يَوۡمٍ عَظِيمٍ۬ (١٥</w:t>
      </w:r>
      <w:r w:rsidR="009229E3">
        <w:rPr>
          <w:rtl/>
        </w:rPr>
        <w:t>)</w:t>
      </w:r>
    </w:p>
    <w:p w:rsidR="001A403D" w:rsidRDefault="001A403D" w:rsidP="00E36567">
      <w:pPr>
        <w:pStyle w:val="libBoldItalic"/>
      </w:pPr>
      <w:r>
        <w:lastRenderedPageBreak/>
        <w:t>And when Our clear verses are recited to them, those who do not expect the meeting with Us say: Bring a Quran other than this, or change it. Say: It is not for me to change it of my own accord, I only follow that which is revealed to me, certainly if I disobey my Rabb I fear the punishment of the Great Day. (15)</w:t>
      </w:r>
    </w:p>
    <w:p w:rsidR="001A403D" w:rsidRDefault="001A403D" w:rsidP="00E36567">
      <w:pPr>
        <w:pStyle w:val="libNormal"/>
      </w:pPr>
      <w:r>
        <w:t>1-About the saying of Allah, “Bring a Quran other than this or change it” Imam Jafar Sadiq asws said: It means Amirul Momineen Ali ibne Abi Talib asws, and “Say: It is not for me to change it of my own accord, I only follow that which is revealed to me” means about Ali ibne Abi Talib Amirul Momineen asws. (al-Burhan, v4, p15)</w:t>
      </w:r>
    </w:p>
    <w:p w:rsidR="001A403D" w:rsidRDefault="001A403D" w:rsidP="009229E3">
      <w:pPr>
        <w:pStyle w:val="libCenterBold1"/>
      </w:pPr>
      <w:r>
        <w:t>Lesson:</w:t>
      </w:r>
    </w:p>
    <w:p w:rsidR="001A403D" w:rsidRDefault="001A403D" w:rsidP="001A403D">
      <w:pPr>
        <w:pStyle w:val="libNormal"/>
      </w:pPr>
      <w:r>
        <w:t>1-Deniers of Walayat-e-Ali asws at that time demanded that they do not want Quran which is filled with Walayat-e-Ali asws, or make someone else Wali other than Imam Ali asws, or change the verses about Walayat. But Allah made it clear that Walayat-e-Ali asws is commandment of Allah, no one can interfere with it.</w:t>
      </w:r>
    </w:p>
    <w:p w:rsidR="001A403D" w:rsidRDefault="001A403D" w:rsidP="001A403D">
      <w:pPr>
        <w:pStyle w:val="libNormal"/>
      </w:pPr>
      <w:r>
        <w:t>2-Muqassireen of today also demand the same, but they can not subdue Allah. Mulla says that there are only five hundred useful verses in Quran about Shariah, in order to divert attention of public from Quran and to persuade them to accept his Fatawa, and people should forget Walayat which is the foundation of Deen. Mulla wants that people should raise slogans and sing songs of his Walayat-e-Faqeh instead of Walayat-e-Ali asws. Muqassireen are also changing the meanings of verses which are clearly about Masumeen asws, but Mulla is attributing those verses to himself, e.g. verse 5 of Sura al-Qassas.</w:t>
      </w:r>
    </w:p>
    <w:p w:rsidR="001A403D" w:rsidRDefault="001A403D" w:rsidP="00385B48">
      <w:pPr>
        <w:pStyle w:val="libAr"/>
      </w:pPr>
      <w:r>
        <w:rPr>
          <w:rFonts w:hint="eastAsia"/>
          <w:rtl/>
        </w:rPr>
        <w:t>وَيَقُولُونَ</w:t>
      </w:r>
      <w:r>
        <w:rPr>
          <w:rtl/>
        </w:rPr>
        <w:t xml:space="preserve"> لَوۡلَآ أُنزِلَ عَلَيۡهِ ءَايَةٌ۬ مِّن رَّبِّهِ</w:t>
      </w:r>
      <w:r>
        <w:rPr>
          <w:rFonts w:hint="cs"/>
          <w:rtl/>
        </w:rPr>
        <w:t>ۦ‌ۖ</w:t>
      </w:r>
      <w:r>
        <w:rPr>
          <w:rtl/>
        </w:rPr>
        <w:t xml:space="preserve"> فَقُلۡ إِنَّمَا </w:t>
      </w:r>
      <w:r>
        <w:rPr>
          <w:rFonts w:hint="cs"/>
          <w:rtl/>
        </w:rPr>
        <w:t>ٱ</w:t>
      </w:r>
      <w:r>
        <w:rPr>
          <w:rFonts w:hint="eastAsia"/>
          <w:rtl/>
        </w:rPr>
        <w:t>لۡغَيۡبُ</w:t>
      </w:r>
      <w:r>
        <w:rPr>
          <w:rtl/>
        </w:rPr>
        <w:t xml:space="preserve"> لِلَّهِ فَ</w:t>
      </w:r>
      <w:r>
        <w:rPr>
          <w:rFonts w:hint="cs"/>
          <w:rtl/>
        </w:rPr>
        <w:t>ٱ</w:t>
      </w:r>
      <w:r>
        <w:rPr>
          <w:rFonts w:hint="eastAsia"/>
          <w:rtl/>
        </w:rPr>
        <w:t>نتَظِرُوٓاْ</w:t>
      </w:r>
      <w:r>
        <w:rPr>
          <w:rtl/>
        </w:rPr>
        <w:t xml:space="preserve"> إِنِّى مَعَكُم مِّنَ </w:t>
      </w:r>
      <w:r>
        <w:rPr>
          <w:rFonts w:hint="cs"/>
          <w:rtl/>
        </w:rPr>
        <w:t>ٱ</w:t>
      </w:r>
      <w:r>
        <w:rPr>
          <w:rFonts w:hint="eastAsia"/>
          <w:rtl/>
        </w:rPr>
        <w:t>لۡمُنتَظِرِينَ</w:t>
      </w:r>
      <w:r>
        <w:rPr>
          <w:rtl/>
        </w:rPr>
        <w:t xml:space="preserve"> (٢٠</w:t>
      </w:r>
      <w:r w:rsidR="009229E3">
        <w:rPr>
          <w:rtl/>
        </w:rPr>
        <w:t>)</w:t>
      </w:r>
    </w:p>
    <w:p w:rsidR="001A403D" w:rsidRDefault="001A403D" w:rsidP="00E36567">
      <w:pPr>
        <w:pStyle w:val="libBoldItalic"/>
      </w:pPr>
      <w:r>
        <w:t>And they say: Why a sign not sent down upon him from his Rabb? Then say: The Ghaib (Unseen) is only for Allah. So wait! Certainly I am with you among those who wait. (20)</w:t>
      </w:r>
    </w:p>
    <w:p w:rsidR="001A403D" w:rsidRDefault="001A403D" w:rsidP="00E36567">
      <w:pPr>
        <w:pStyle w:val="libNormal"/>
      </w:pPr>
      <w:r>
        <w:t>1-It was asked from Imam Jafar Sadiq asws about the saying of Allah, “Alif Laam Meem, that book there is no doubt in it, guidance for the pious ones, those who believe in Ghaib”, then he said: Muttaqeen (pious) are Shias of Ali asws, and Ghaib is Hujjat Qaim asws, and this saying of Allah testifies it, “And they say: Why a sign not sent down upon him from his Rabb? Then say: The Ghaib (Unseen) is only for Allah. So wait! Certainly I am with you among those who wait.” (al-Burhan, v4, p16)</w:t>
      </w:r>
    </w:p>
    <w:p w:rsidR="001A403D" w:rsidRDefault="001A403D" w:rsidP="009229E3">
      <w:pPr>
        <w:pStyle w:val="libCenterBold1"/>
      </w:pPr>
      <w:r>
        <w:t>Lesson:</w:t>
      </w:r>
    </w:p>
    <w:p w:rsidR="001A403D" w:rsidRDefault="001A403D" w:rsidP="001A403D">
      <w:pPr>
        <w:pStyle w:val="libNormal"/>
      </w:pPr>
      <w:r>
        <w:t>1-According to Hadees-e-Nabwi to wait for Imam Qaim asws is superior Ibadat. Habitual of issuing Fatawa against Walayat &amp; Azadari, Muqassir Mulla will also issue Fatwa against Imam Qaim asws, but the heads of Majoosi Ayatollahs will bend down in front of Ayat of Allah Azza wa Jallah.</w:t>
      </w:r>
    </w:p>
    <w:p w:rsidR="001A403D" w:rsidRDefault="001A403D" w:rsidP="001A403D">
      <w:pPr>
        <w:pStyle w:val="libNormal"/>
      </w:pPr>
      <w:r>
        <w:t xml:space="preserve">2-Aal-e-Mohammad asws &amp; Quran Hakeem are that Book which give guidance only to Muttaqeen. Walayat-e-Elahi does not go down the throat </w:t>
      </w:r>
      <w:r>
        <w:lastRenderedPageBreak/>
        <w:t>of Muqassireen, nor these blind of wisdom understand the Book of Allah. Whole Quran is guidance &amp; blessing, cure for the hearts.</w:t>
      </w:r>
    </w:p>
    <w:p w:rsidR="001A403D" w:rsidRDefault="001A403D" w:rsidP="00385B48">
      <w:pPr>
        <w:pStyle w:val="libAr"/>
      </w:pPr>
      <w:r>
        <w:rPr>
          <w:rFonts w:hint="eastAsia"/>
          <w:rtl/>
        </w:rPr>
        <w:t>وَ</w:t>
      </w:r>
      <w:r>
        <w:rPr>
          <w:rFonts w:hint="cs"/>
          <w:rtl/>
        </w:rPr>
        <w:t>ٱ</w:t>
      </w:r>
      <w:r>
        <w:rPr>
          <w:rFonts w:hint="eastAsia"/>
          <w:rtl/>
        </w:rPr>
        <w:t>للَّهُ</w:t>
      </w:r>
      <w:r>
        <w:rPr>
          <w:rtl/>
        </w:rPr>
        <w:t xml:space="preserve"> يَدۡعُوٓاْ إِلَىٰ دَارِ </w:t>
      </w:r>
      <w:r>
        <w:rPr>
          <w:rFonts w:hint="cs"/>
          <w:rtl/>
        </w:rPr>
        <w:t>ٱ</w:t>
      </w:r>
      <w:r>
        <w:rPr>
          <w:rFonts w:hint="eastAsia"/>
          <w:rtl/>
        </w:rPr>
        <w:t>لسَّلَـٰمِ</w:t>
      </w:r>
      <w:r>
        <w:rPr>
          <w:rtl/>
        </w:rPr>
        <w:t xml:space="preserve"> وَيَ</w:t>
      </w:r>
      <w:r w:rsidR="001E6BAB" w:rsidRPr="001E6BAB">
        <w:rPr>
          <w:rFonts w:hint="cs"/>
          <w:rtl/>
        </w:rPr>
        <w:t>ه</w:t>
      </w:r>
      <w:r w:rsidRPr="00595365">
        <w:rPr>
          <w:rFonts w:hint="cs"/>
          <w:rtl/>
        </w:rPr>
        <w:t>ۡدِى مَن يَشَآءُ إِلَىٰ صِرَ</w:t>
      </w:r>
      <w:r w:rsidR="005B7B9E" w:rsidRPr="005B7B9E">
        <w:rPr>
          <w:rFonts w:hint="cs"/>
          <w:rtl/>
        </w:rPr>
        <w:t>ا</w:t>
      </w:r>
      <w:r>
        <w:rPr>
          <w:rFonts w:hint="eastAsia"/>
          <w:rtl/>
        </w:rPr>
        <w:t>طٍ۬</w:t>
      </w:r>
      <w:r>
        <w:rPr>
          <w:rtl/>
        </w:rPr>
        <w:t xml:space="preserve"> مُّسۡتَقِيمٍ۬ (٢٥</w:t>
      </w:r>
      <w:r w:rsidR="009229E3">
        <w:rPr>
          <w:rtl/>
        </w:rPr>
        <w:t>)</w:t>
      </w:r>
    </w:p>
    <w:p w:rsidR="001A403D" w:rsidRDefault="001A403D" w:rsidP="00E36567">
      <w:pPr>
        <w:pStyle w:val="libBoldItalic"/>
      </w:pPr>
      <w:r>
        <w:t>And Allah invites to the House of Peace, and guides whom He wills to Sirat-e-Mustaqeem (straight path). (25)</w:t>
      </w:r>
    </w:p>
    <w:p w:rsidR="001A403D" w:rsidRDefault="001A403D" w:rsidP="00E36567">
      <w:pPr>
        <w:pStyle w:val="libNormal"/>
      </w:pPr>
      <w:r>
        <w:t>1-Zaid bin Imam Zainul Abideen asws narrated: Saying of Allah Ta’ala, “And Allah invites to Dar-al-Salam” means Paradise, and “to whom He wills guides to Sirat-e-Mustaqeem” means Walayat-e-Ali ibne Abi Talib asws. (al-Burhan, v4, p20)</w:t>
      </w:r>
    </w:p>
    <w:p w:rsidR="001A403D" w:rsidRDefault="001A403D" w:rsidP="009229E3">
      <w:pPr>
        <w:pStyle w:val="libCenterBold1"/>
      </w:pPr>
      <w:r>
        <w:t>Lesson:</w:t>
      </w:r>
    </w:p>
    <w:p w:rsidR="001A403D" w:rsidRDefault="001A403D" w:rsidP="001A403D">
      <w:pPr>
        <w:pStyle w:val="libNormal"/>
      </w:pPr>
      <w:r>
        <w:t>1-Wish &amp; Will of Allah Ta’ala is Walayat-e-Ali asws, toward which Allah invites, so that people can get the House of eternal Peace &amp; Safety. Momineen should be thankful to Allah each &amp; every moment for the greatest Favour (Ne’mat) of Walayat-e-Ali asws, and should supplicate to Allah that He should keep us steadfast on it, and keep us far away from Walayat of Mulla, which deviates one from Sirat-e-Mustaqeem and leads to Dar-ul-Bawaar.</w:t>
      </w:r>
    </w:p>
    <w:p w:rsidR="001A403D" w:rsidRDefault="001A403D" w:rsidP="00385B48">
      <w:pPr>
        <w:pStyle w:val="libAr"/>
      </w:pPr>
      <w:r>
        <w:rPr>
          <w:rFonts w:hint="eastAsia"/>
          <w:rtl/>
        </w:rPr>
        <w:t>قُلۡ</w:t>
      </w:r>
      <w:r>
        <w:rPr>
          <w:rtl/>
        </w:rPr>
        <w:t xml:space="preserve"> هَلۡ مِن شُرَكَآ</w:t>
      </w:r>
      <w:r>
        <w:rPr>
          <w:rFonts w:hint="cs"/>
          <w:rtl/>
        </w:rPr>
        <w:t>ٮِٕ</w:t>
      </w:r>
      <w:r>
        <w:rPr>
          <w:rFonts w:hint="eastAsia"/>
          <w:rtl/>
        </w:rPr>
        <w:t>كُم</w:t>
      </w:r>
      <w:r>
        <w:rPr>
          <w:rtl/>
        </w:rPr>
        <w:t xml:space="preserve"> مَّن يَ</w:t>
      </w:r>
      <w:r w:rsidR="001E6BAB" w:rsidRPr="001E6BAB">
        <w:rPr>
          <w:rFonts w:hint="cs"/>
          <w:rtl/>
        </w:rPr>
        <w:t>ه</w:t>
      </w:r>
      <w:r w:rsidRPr="00595365">
        <w:rPr>
          <w:rFonts w:hint="cs"/>
          <w:rtl/>
        </w:rPr>
        <w:t xml:space="preserve">ۡدِىٓ إِلَى </w:t>
      </w:r>
      <w:r>
        <w:rPr>
          <w:rFonts w:hint="cs"/>
          <w:rtl/>
        </w:rPr>
        <w:t>ٱ</w:t>
      </w:r>
      <w:r>
        <w:rPr>
          <w:rFonts w:hint="eastAsia"/>
          <w:rtl/>
        </w:rPr>
        <w:t>لۡحَقِّ‌ۚ</w:t>
      </w:r>
      <w:r>
        <w:rPr>
          <w:rtl/>
        </w:rPr>
        <w:t xml:space="preserve"> قُلِ </w:t>
      </w:r>
      <w:r>
        <w:rPr>
          <w:rFonts w:hint="cs"/>
          <w:rtl/>
        </w:rPr>
        <w:t>ٱ</w:t>
      </w:r>
      <w:r>
        <w:rPr>
          <w:rFonts w:hint="eastAsia"/>
          <w:rtl/>
        </w:rPr>
        <w:t>للَّهُ</w:t>
      </w:r>
      <w:r>
        <w:rPr>
          <w:rtl/>
        </w:rPr>
        <w:t xml:space="preserve"> يَ</w:t>
      </w:r>
      <w:r w:rsidR="001E6BAB" w:rsidRPr="001E6BAB">
        <w:rPr>
          <w:rFonts w:hint="cs"/>
          <w:rtl/>
        </w:rPr>
        <w:t>ه</w:t>
      </w:r>
      <w:r w:rsidRPr="00595365">
        <w:rPr>
          <w:rFonts w:hint="cs"/>
          <w:rtl/>
        </w:rPr>
        <w:t>ۡدِى لِلۡحَقِّ‌ۗ أَفَمَن يَ</w:t>
      </w:r>
      <w:r w:rsidR="001E6BAB" w:rsidRPr="001E6BAB">
        <w:rPr>
          <w:rFonts w:hint="cs"/>
          <w:rtl/>
        </w:rPr>
        <w:t>ه</w:t>
      </w:r>
      <w:r w:rsidRPr="00595365">
        <w:rPr>
          <w:rFonts w:hint="cs"/>
          <w:rtl/>
        </w:rPr>
        <w:t xml:space="preserve">ۡدِىٓ إِلَى </w:t>
      </w:r>
      <w:r>
        <w:rPr>
          <w:rFonts w:hint="cs"/>
          <w:rtl/>
        </w:rPr>
        <w:t>ٱ</w:t>
      </w:r>
      <w:r>
        <w:rPr>
          <w:rFonts w:hint="eastAsia"/>
          <w:rtl/>
        </w:rPr>
        <w:t>لۡحَقِّ</w:t>
      </w:r>
      <w:r>
        <w:rPr>
          <w:rtl/>
        </w:rPr>
        <w:t xml:space="preserve"> أَحَقُّ أَن يُتَّبَعَ أَمَّن لَّا يَ</w:t>
      </w:r>
      <w:r w:rsidR="001E6BAB" w:rsidRPr="001E6BAB">
        <w:rPr>
          <w:rFonts w:hint="cs"/>
          <w:rtl/>
        </w:rPr>
        <w:t>ه</w:t>
      </w:r>
      <w:r w:rsidRPr="00595365">
        <w:rPr>
          <w:rFonts w:hint="cs"/>
          <w:rtl/>
        </w:rPr>
        <w:t>دِّىٓ إِلَّآ أَن يُ</w:t>
      </w:r>
      <w:r w:rsidR="001E6BAB" w:rsidRPr="001E6BAB">
        <w:rPr>
          <w:rFonts w:hint="cs"/>
          <w:rtl/>
        </w:rPr>
        <w:t>ه</w:t>
      </w:r>
      <w:r w:rsidRPr="00595365">
        <w:rPr>
          <w:rFonts w:hint="cs"/>
          <w:rtl/>
        </w:rPr>
        <w:t>ۡدَىٰ‌ۖ فَمَا لَكُمۡ كَيۡفَ تَحۡ</w:t>
      </w:r>
      <w:r>
        <w:rPr>
          <w:rtl/>
        </w:rPr>
        <w:t>كُمُونَ (٣٥</w:t>
      </w:r>
      <w:r w:rsidR="009229E3">
        <w:rPr>
          <w:rtl/>
        </w:rPr>
        <w:t>)</w:t>
      </w:r>
      <w:r>
        <w:rPr>
          <w:rtl/>
        </w:rPr>
        <w:t xml:space="preserve"> وَمَا يَتَّبِعُ أَكۡثَرُهُمۡ إِلَّا ظَنًّا‌ۚ إِنَّ </w:t>
      </w:r>
      <w:r>
        <w:rPr>
          <w:rFonts w:hint="cs"/>
          <w:rtl/>
        </w:rPr>
        <w:t>ٱ</w:t>
      </w:r>
      <w:r>
        <w:rPr>
          <w:rFonts w:hint="eastAsia"/>
          <w:rtl/>
        </w:rPr>
        <w:t>لظَّنَّ</w:t>
      </w:r>
      <w:r>
        <w:rPr>
          <w:rtl/>
        </w:rPr>
        <w:t xml:space="preserve"> لَا يُغۡنِى مِنَ </w:t>
      </w:r>
      <w:r>
        <w:rPr>
          <w:rFonts w:hint="cs"/>
          <w:rtl/>
        </w:rPr>
        <w:t>ٱ</w:t>
      </w:r>
      <w:r>
        <w:rPr>
          <w:rFonts w:hint="eastAsia"/>
          <w:rtl/>
        </w:rPr>
        <w:t>لۡحَقِّ</w:t>
      </w:r>
      <w:r>
        <w:rPr>
          <w:rtl/>
        </w:rPr>
        <w:t xml:space="preserve"> شَيۡـًٔا‌ۚ إِنَّ </w:t>
      </w:r>
      <w:r>
        <w:rPr>
          <w:rFonts w:hint="cs"/>
          <w:rtl/>
        </w:rPr>
        <w:t>ٱ</w:t>
      </w:r>
      <w:r>
        <w:rPr>
          <w:rFonts w:hint="eastAsia"/>
          <w:rtl/>
        </w:rPr>
        <w:t>للَّهَ</w:t>
      </w:r>
      <w:r>
        <w:rPr>
          <w:rtl/>
        </w:rPr>
        <w:t xml:space="preserve"> عَلِيمُۢ بِمَا يَفۡعَلُونَ (٣٦</w:t>
      </w:r>
      <w:r w:rsidR="009229E3">
        <w:rPr>
          <w:rtl/>
        </w:rPr>
        <w:t>)</w:t>
      </w:r>
    </w:p>
    <w:p w:rsidR="001A403D" w:rsidRDefault="001A403D" w:rsidP="00E36567">
      <w:pPr>
        <w:pStyle w:val="libBoldItalic"/>
      </w:pPr>
      <w:r>
        <w:t>Say: Is there among your partners one who guides to the Truth? Say: Allah guides to the Truth. Is he who guides to the Truth more deserving that he should be followed, or he who is not guided unless he (himself) is guided. Then what is (wrong) with you? How (wrong) do you judge? (35) And most of them follow not except Zunn (conjecture). No doubt, Zunn does not fulfil any need of Haqq (Truth). Certainly Allah is Knower of what they do. (36)</w:t>
      </w:r>
    </w:p>
    <w:p w:rsidR="001A403D" w:rsidRDefault="001A403D" w:rsidP="00E36567">
      <w:pPr>
        <w:pStyle w:val="libNormal"/>
      </w:pPr>
      <w:r>
        <w:t>1-No doubt, Allah acquaints and bestows Prophets (a.s.) and Imams asws from the treasures of His Knowledge and Wisdom, which He does not bestow anyone else. Thus their (asws) knowledge is more than the knowledge of all the people of the time (earth), which is in the saying of Allah, “Is he who guides to the Truth more deserving that he should be followed, or he who is not guided unless he (himself) is guided. Then what is (wrong) with you? How (wrong) do you judge?” (Imam Ali Raza asws) (al-Burhan, v4, p24)</w:t>
      </w:r>
    </w:p>
    <w:p w:rsidR="001A403D" w:rsidRDefault="001A403D" w:rsidP="009229E3">
      <w:pPr>
        <w:pStyle w:val="libCenterBold1"/>
      </w:pPr>
      <w:r>
        <w:t>Lesson:</w:t>
      </w:r>
    </w:p>
    <w:p w:rsidR="001A403D" w:rsidRDefault="001A403D" w:rsidP="001A403D">
      <w:pPr>
        <w:pStyle w:val="libNormal"/>
      </w:pPr>
      <w:r>
        <w:t>1-All people are born without knowledge, and are dependent on the guidance of Masumeen asws, even if one is known as great scholar. Collective knowledge of all creations is nothing in front of the knowledge of Masoom asws. Therefore Ata’at &amp; Taqleed (Obedience &amp; following) is only to Masumeen asws, who is the treasure of the Knowledge of Allah and he is Hadi (guide). Who is in need of guidance himself can not be Rahber (guide).</w:t>
      </w:r>
    </w:p>
    <w:p w:rsidR="001A403D" w:rsidRDefault="001A403D" w:rsidP="001A403D">
      <w:pPr>
        <w:pStyle w:val="libNormal"/>
      </w:pPr>
      <w:r>
        <w:lastRenderedPageBreak/>
        <w:t>2-Allah forbids to issue wrong judgements (Fatawa) after learning Serf-e-Nahw, Greek philosophy &amp; reasoning, and Shami politics for few days. Decrees &amp; deductions based on Zunn-e-ijtihadi helps &amp; supports Batil, but does not fulfil any need of Haqq.</w:t>
      </w:r>
    </w:p>
    <w:p w:rsidR="001A403D" w:rsidRDefault="001A403D" w:rsidP="00385B48">
      <w:pPr>
        <w:pStyle w:val="libAr"/>
      </w:pPr>
      <w:r>
        <w:rPr>
          <w:rFonts w:hint="eastAsia"/>
          <w:rtl/>
        </w:rPr>
        <w:t>أَثُمَّ</w:t>
      </w:r>
      <w:r>
        <w:rPr>
          <w:rtl/>
        </w:rPr>
        <w:t xml:space="preserve"> إِذَا مَا وَقَعَ ءَامَنتُم بِهِ</w:t>
      </w:r>
      <w:r>
        <w:rPr>
          <w:rFonts w:hint="cs"/>
          <w:rtl/>
        </w:rPr>
        <w:t>ۦۤ‌ۚ</w:t>
      </w:r>
      <w:r>
        <w:rPr>
          <w:rtl/>
        </w:rPr>
        <w:t xml:space="preserve"> ءَآلۡـَٔـٰنَ وَقَدۡ كُنتُم بِهِ</w:t>
      </w:r>
      <w:r>
        <w:rPr>
          <w:rFonts w:hint="cs"/>
          <w:rtl/>
        </w:rPr>
        <w:t>ۦ</w:t>
      </w:r>
      <w:r>
        <w:rPr>
          <w:rtl/>
        </w:rPr>
        <w:t xml:space="preserve"> تَسۡتَعۡجِلُونَ (٥١</w:t>
      </w:r>
      <w:r w:rsidR="009229E3">
        <w:rPr>
          <w:rtl/>
        </w:rPr>
        <w:t>)</w:t>
      </w:r>
      <w:r>
        <w:rPr>
          <w:rtl/>
        </w:rPr>
        <w:t xml:space="preserve"> ثُمَّ قِيلَ لِلَّذِينَ ظَلَمُواْ ذُوقُواْ عَذَابَ </w:t>
      </w:r>
      <w:r>
        <w:rPr>
          <w:rFonts w:hint="cs"/>
          <w:rtl/>
        </w:rPr>
        <w:t>ٱ</w:t>
      </w:r>
      <w:r>
        <w:rPr>
          <w:rFonts w:hint="eastAsia"/>
          <w:rtl/>
        </w:rPr>
        <w:t>لۡخُلۡدِ</w:t>
      </w:r>
      <w:r>
        <w:rPr>
          <w:rtl/>
        </w:rPr>
        <w:t xml:space="preserve"> هَلۡ تُجۡزَوۡنَ إِلَّا بِمَا كُنتُمۡ تَكۡسِبُونَ (٥٢</w:t>
      </w:r>
      <w:r w:rsidR="009229E3">
        <w:rPr>
          <w:rtl/>
        </w:rPr>
        <w:t>)</w:t>
      </w:r>
      <w:r>
        <w:rPr>
          <w:rtl/>
        </w:rPr>
        <w:t xml:space="preserve"> ۞ وَيَسۡتَنۢبِـُٔونَكَ أَحَقٌّ هُوَ‌ۖ قُلۡ </w:t>
      </w:r>
      <w:r>
        <w:rPr>
          <w:rFonts w:hint="eastAsia"/>
          <w:rtl/>
        </w:rPr>
        <w:t>إِى</w:t>
      </w:r>
      <w:r>
        <w:rPr>
          <w:rtl/>
        </w:rPr>
        <w:t xml:space="preserve"> وَرَبِّىٓ إِنَّهُ </w:t>
      </w:r>
      <w:r>
        <w:rPr>
          <w:rFonts w:hint="cs"/>
          <w:rtl/>
        </w:rPr>
        <w:t>ۥ</w:t>
      </w:r>
      <w:r>
        <w:rPr>
          <w:rtl/>
        </w:rPr>
        <w:t xml:space="preserve"> لَحَقٌّ۬‌ۖ وَمَآ أَنتُم بِمُعۡجِزِينَ (٥٣</w:t>
      </w:r>
      <w:r w:rsidR="009229E3">
        <w:rPr>
          <w:rtl/>
        </w:rPr>
        <w:t>)</w:t>
      </w:r>
    </w:p>
    <w:p w:rsidR="001A403D" w:rsidRDefault="001A403D" w:rsidP="00E36567">
      <w:pPr>
        <w:pStyle w:val="libBoldItalic"/>
      </w:pPr>
      <w:r>
        <w:t>Is it (only) then, when it has befallen you, that you will believe? What now! And you were impatient for it. (51) Then it will be said to those who did injustice: Taste the punishment of eternity, are you being recompensed except for what you used to earn? (52) And they ask you to tell: Is he Haqq (true)? Say: Yes, by my Rabb, verily he is Haqq (true), and you cannot subdue him. (53)</w:t>
      </w:r>
    </w:p>
    <w:p w:rsidR="001A403D" w:rsidRDefault="001A403D" w:rsidP="00E36567">
      <w:pPr>
        <w:pStyle w:val="libNormal"/>
      </w:pPr>
      <w:r>
        <w:t>1-“Is it then when it has occurred on you, that you will believe?” means will you testify after Raj’at? Then they will be said: Do you believe in Amirul Momineen asws now, although before this you were in a hurry about it. Then it will be said to those who did injustice concerning the right of Aal-e-Mohammad asws: Taste the eternal punishment, should you be recompensed for other than what you used to earn? Then said He, “and they ask you, Ya Mohammad sawaw, the people of Makkah, about Ali asws: Is he Haqq, meaning is he Imam? Say: Yes, by my Rabb, he is the Haqq Imam.” (Tafseer Qummi) (al-Burhan, v4, p30)</w:t>
      </w:r>
    </w:p>
    <w:p w:rsidR="001A403D" w:rsidRDefault="001A403D" w:rsidP="00E36567">
      <w:pPr>
        <w:pStyle w:val="libNormal"/>
      </w:pPr>
      <w:r>
        <w:t>2-About the saying of Allah, “and they ask you: Is he Haqq?” Imam Mohammad Baqir asws said: They ask you: Ya Mohammad sawaw! Is Ali asws your Wasi? Say: Yes, by my Rabb, certainly he is my Wasi. (al-Burhan, v4, p30)</w:t>
      </w:r>
    </w:p>
    <w:p w:rsidR="001A403D" w:rsidRDefault="001A403D" w:rsidP="009229E3">
      <w:pPr>
        <w:pStyle w:val="libCenterBold1"/>
      </w:pPr>
      <w:r>
        <w:t>Lesson:</w:t>
      </w:r>
    </w:p>
    <w:p w:rsidR="001A403D" w:rsidRDefault="001A403D" w:rsidP="001A403D">
      <w:pPr>
        <w:pStyle w:val="libNormal"/>
      </w:pPr>
      <w:r>
        <w:t>1-To give the testimony of Walayat-e-Ali asws after the Zahoor of Qaim asws will not benefit. The Muqassir progeny of Deniers of Walayat-e-Ali asws keep asking Mulla impatiently: Is testimony of Walayat-e-Ali asws Haqq (true), or it nullifies deeds? What else Imam Qaim asws can give other than punishment to those who are doing injustice concerning Walayat of Masumeen asws, and then Allah will give them eternal punishment. Muqassireen will not be able to subdue Imam Qaim asws, certainly Haqq will prevail all over the world.</w:t>
      </w:r>
    </w:p>
    <w:p w:rsidR="001A403D" w:rsidRDefault="001A403D" w:rsidP="00385B48">
      <w:pPr>
        <w:pStyle w:val="libAr"/>
      </w:pPr>
      <w:r>
        <w:rPr>
          <w:rFonts w:hint="eastAsia"/>
          <w:rtl/>
        </w:rPr>
        <w:t>قُلۡ</w:t>
      </w:r>
      <w:r>
        <w:rPr>
          <w:rtl/>
        </w:rPr>
        <w:t xml:space="preserve"> بِفَضۡلِ </w:t>
      </w:r>
      <w:r>
        <w:rPr>
          <w:rFonts w:hint="cs"/>
          <w:rtl/>
        </w:rPr>
        <w:t>ٱ</w:t>
      </w:r>
      <w:r>
        <w:rPr>
          <w:rFonts w:hint="eastAsia"/>
          <w:rtl/>
        </w:rPr>
        <w:t>للَّهِ</w:t>
      </w:r>
      <w:r>
        <w:rPr>
          <w:rtl/>
        </w:rPr>
        <w:t xml:space="preserve"> وَبِرَحۡمَتِهِ</w:t>
      </w:r>
      <w:r>
        <w:rPr>
          <w:rFonts w:hint="cs"/>
          <w:rtl/>
        </w:rPr>
        <w:t>ۦ</w:t>
      </w:r>
      <w:r>
        <w:rPr>
          <w:rtl/>
        </w:rPr>
        <w:t xml:space="preserve"> فَبِذَ</w:t>
      </w:r>
      <w:r w:rsidR="005B7B9E" w:rsidRPr="005B7B9E">
        <w:rPr>
          <w:rFonts w:hint="cs"/>
          <w:rtl/>
        </w:rPr>
        <w:t>ا</w:t>
      </w:r>
      <w:r>
        <w:rPr>
          <w:rFonts w:hint="eastAsia"/>
          <w:rtl/>
        </w:rPr>
        <w:t>لِكَ</w:t>
      </w:r>
      <w:r>
        <w:rPr>
          <w:rtl/>
        </w:rPr>
        <w:t xml:space="preserve"> فَلۡيَفۡرَحُواْ هُوَ خَيۡرٌ۬ مِّمَّا يَجۡمَعُونَ (٥٨</w:t>
      </w:r>
      <w:r w:rsidR="009229E3">
        <w:rPr>
          <w:rtl/>
        </w:rPr>
        <w:t>)</w:t>
      </w:r>
    </w:p>
    <w:p w:rsidR="001A403D" w:rsidRDefault="001A403D" w:rsidP="00E36567">
      <w:pPr>
        <w:pStyle w:val="libBoldItalic"/>
      </w:pPr>
      <w:r>
        <w:t>Say: In the Fazal (bounty) of Allah and in His Rahmat (mercy): in that let them rejoice. It is better than what they accumulate. (58)</w:t>
      </w:r>
    </w:p>
    <w:p w:rsidR="001A403D" w:rsidRDefault="001A403D" w:rsidP="00E36567">
      <w:pPr>
        <w:pStyle w:val="libNormal"/>
      </w:pPr>
      <w:r>
        <w:t xml:space="preserve">1-By Him Who raised Mohammad sawaw as Nabi with Haqq, he has no belief in me who denied you (Ali asws), and he does not testify me who opposes you (Ali asws), and he did not believe in me who denied you (Ali asws), and no doubt your Fazal is from my Fazal, and my Fazal is from Fazal (Splendor, Superiority) of Allah, and this is the saying of Allah, “Say: Due to Fazal of Allah and His Rahmat, so be happy on that, that is better </w:t>
      </w:r>
      <w:r>
        <w:lastRenderedPageBreak/>
        <w:t>than what they accumulate” thus Fazal of Allah is Nabuwat of your Nabi sawaw, and His Rahmat is Walayat of Ali ibne Abi Talib asws, so due to that, meaning due to Nabuwat and Walayat Shias should rejoice, and that is better than what they accumulate, means that what their opponents accumulate children and wealth in the world. (Rasool Allah sawaw) (al-Burhan, v4, p32)</w:t>
      </w:r>
    </w:p>
    <w:p w:rsidR="001A403D" w:rsidRDefault="001A403D" w:rsidP="009229E3">
      <w:pPr>
        <w:pStyle w:val="libCenterBold1"/>
      </w:pPr>
      <w:r>
        <w:t>Lesson:</w:t>
      </w:r>
    </w:p>
    <w:p w:rsidR="00595365" w:rsidRDefault="001A403D" w:rsidP="001A403D">
      <w:pPr>
        <w:pStyle w:val="libNormal"/>
      </w:pPr>
      <w:r>
        <w:t>1-Momineen who follow Walayat-e-Ali asws by accepting the order of Allah and His Rasool sawaw, they are very lucky because they have that wealth &amp; riches of Walayat of Masumeen asws which is better than all the treasures of the universe. Instead of snatching wealth from weak-faith Shias, Ne’mat of Walayat should be spread, so that all can benefit from the Noor of Walayat, in order to be successful in the world and Hereafter.</w:t>
      </w:r>
    </w:p>
    <w:p w:rsidR="001A403D" w:rsidRDefault="001A403D" w:rsidP="00385B48">
      <w:pPr>
        <w:pStyle w:val="libAr"/>
      </w:pPr>
      <w:r>
        <w:rPr>
          <w:rFonts w:hint="eastAsia"/>
          <w:rtl/>
        </w:rPr>
        <w:t>أَلَآ</w:t>
      </w:r>
      <w:r>
        <w:rPr>
          <w:rtl/>
        </w:rPr>
        <w:t xml:space="preserve"> إِنَّ أَوۡلِيَآءَ </w:t>
      </w:r>
      <w:r>
        <w:rPr>
          <w:rFonts w:hint="cs"/>
          <w:rtl/>
        </w:rPr>
        <w:t>ٱ</w:t>
      </w:r>
      <w:r>
        <w:rPr>
          <w:rFonts w:hint="eastAsia"/>
          <w:rtl/>
        </w:rPr>
        <w:t>للَّهِ</w:t>
      </w:r>
      <w:r>
        <w:rPr>
          <w:rtl/>
        </w:rPr>
        <w:t xml:space="preserve"> لَا خَوۡفٌ عَلَيۡهِمۡ وَلَا هُمۡ يَحۡزَنُونَ (٦٢</w:t>
      </w:r>
      <w:r w:rsidR="009229E3">
        <w:rPr>
          <w:rtl/>
        </w:rPr>
        <w:t>)</w:t>
      </w:r>
      <w:r>
        <w:rPr>
          <w:rtl/>
        </w:rPr>
        <w:t xml:space="preserve"> </w:t>
      </w:r>
      <w:r>
        <w:rPr>
          <w:rFonts w:hint="cs"/>
          <w:rtl/>
        </w:rPr>
        <w:t>ٱ</w:t>
      </w:r>
      <w:r>
        <w:rPr>
          <w:rFonts w:hint="eastAsia"/>
          <w:rtl/>
        </w:rPr>
        <w:t>لَّذِينَ</w:t>
      </w:r>
      <w:r>
        <w:rPr>
          <w:rtl/>
        </w:rPr>
        <w:t xml:space="preserve"> ءَامَنُواْ وَ</w:t>
      </w:r>
      <w:r w:rsidR="001E6BAB" w:rsidRPr="001E6BAB">
        <w:rPr>
          <w:rFonts w:hint="cs"/>
          <w:rtl/>
        </w:rPr>
        <w:t>ک</w:t>
      </w:r>
      <w:r>
        <w:rPr>
          <w:rFonts w:hint="eastAsia"/>
          <w:rtl/>
        </w:rPr>
        <w:t>انُواْ</w:t>
      </w:r>
      <w:r>
        <w:rPr>
          <w:rtl/>
        </w:rPr>
        <w:t xml:space="preserve"> يَتَّقُونَ (٦٣</w:t>
      </w:r>
      <w:r w:rsidR="009229E3">
        <w:rPr>
          <w:rtl/>
        </w:rPr>
        <w:t>)</w:t>
      </w:r>
      <w:r>
        <w:rPr>
          <w:rtl/>
        </w:rPr>
        <w:t xml:space="preserve"> لَهُمُ </w:t>
      </w:r>
      <w:r>
        <w:rPr>
          <w:rFonts w:hint="cs"/>
          <w:rtl/>
        </w:rPr>
        <w:t>ٱ</w:t>
      </w:r>
      <w:r>
        <w:rPr>
          <w:rFonts w:hint="eastAsia"/>
          <w:rtl/>
        </w:rPr>
        <w:t>لۡبُشۡرَىٰ</w:t>
      </w:r>
      <w:r>
        <w:rPr>
          <w:rtl/>
        </w:rPr>
        <w:t xml:space="preserve"> فِى </w:t>
      </w:r>
      <w:r>
        <w:rPr>
          <w:rFonts w:hint="cs"/>
          <w:rtl/>
        </w:rPr>
        <w:t>ٱ</w:t>
      </w:r>
      <w:r>
        <w:rPr>
          <w:rFonts w:hint="eastAsia"/>
          <w:rtl/>
        </w:rPr>
        <w:t>لۡحَيَوٰةِ</w:t>
      </w:r>
      <w:r>
        <w:rPr>
          <w:rtl/>
        </w:rPr>
        <w:t xml:space="preserve"> </w:t>
      </w:r>
      <w:r>
        <w:rPr>
          <w:rFonts w:hint="cs"/>
          <w:rtl/>
        </w:rPr>
        <w:t>ٱ</w:t>
      </w:r>
      <w:r>
        <w:rPr>
          <w:rFonts w:hint="eastAsia"/>
          <w:rtl/>
        </w:rPr>
        <w:t>لدُّنۡيَا</w:t>
      </w:r>
      <w:r>
        <w:rPr>
          <w:rtl/>
        </w:rPr>
        <w:t xml:space="preserve"> وَفِى </w:t>
      </w:r>
      <w:r>
        <w:rPr>
          <w:rFonts w:hint="cs"/>
          <w:rtl/>
        </w:rPr>
        <w:t>ٱ</w:t>
      </w:r>
      <w:r>
        <w:rPr>
          <w:rFonts w:hint="eastAsia"/>
          <w:rtl/>
        </w:rPr>
        <w:t>لۡأَخِرَةِ‌ۚ</w:t>
      </w:r>
      <w:r>
        <w:rPr>
          <w:rtl/>
        </w:rPr>
        <w:t xml:space="preserve"> لَا تَبۡدِيلَ لِ</w:t>
      </w:r>
      <w:r w:rsidR="001E6BAB" w:rsidRPr="001E6BAB">
        <w:rPr>
          <w:rFonts w:hint="cs"/>
          <w:rtl/>
        </w:rPr>
        <w:t>ک</w:t>
      </w:r>
      <w:r>
        <w:rPr>
          <w:rFonts w:hint="eastAsia"/>
          <w:rtl/>
        </w:rPr>
        <w:t>لِمَـٰتِ</w:t>
      </w:r>
      <w:r>
        <w:rPr>
          <w:rtl/>
        </w:rPr>
        <w:t xml:space="preserve"> </w:t>
      </w:r>
      <w:r>
        <w:rPr>
          <w:rFonts w:hint="cs"/>
          <w:rtl/>
        </w:rPr>
        <w:t>ٱ</w:t>
      </w:r>
      <w:r>
        <w:rPr>
          <w:rFonts w:hint="eastAsia"/>
          <w:rtl/>
        </w:rPr>
        <w:t>للَّهِ‌ۚ</w:t>
      </w:r>
      <w:r>
        <w:rPr>
          <w:rtl/>
        </w:rPr>
        <w:t xml:space="preserve"> ذَ</w:t>
      </w:r>
      <w:r w:rsidR="005B7B9E" w:rsidRPr="005B7B9E">
        <w:rPr>
          <w:rFonts w:hint="cs"/>
          <w:rtl/>
        </w:rPr>
        <w:t>ا</w:t>
      </w:r>
      <w:r>
        <w:rPr>
          <w:rFonts w:hint="eastAsia"/>
          <w:rtl/>
        </w:rPr>
        <w:t>لِكَ</w:t>
      </w:r>
      <w:r>
        <w:rPr>
          <w:rtl/>
        </w:rPr>
        <w:t xml:space="preserve"> هُوَ </w:t>
      </w:r>
      <w:r>
        <w:rPr>
          <w:rFonts w:hint="cs"/>
          <w:rtl/>
        </w:rPr>
        <w:t>ٱ</w:t>
      </w:r>
      <w:r>
        <w:rPr>
          <w:rFonts w:hint="eastAsia"/>
          <w:rtl/>
        </w:rPr>
        <w:t>لۡفَوۡزُ</w:t>
      </w:r>
      <w:r>
        <w:rPr>
          <w:rtl/>
        </w:rPr>
        <w:t xml:space="preserve"> </w:t>
      </w:r>
      <w:r>
        <w:rPr>
          <w:rFonts w:hint="cs"/>
          <w:rtl/>
        </w:rPr>
        <w:t>ٱ</w:t>
      </w:r>
      <w:r>
        <w:rPr>
          <w:rFonts w:hint="eastAsia"/>
          <w:rtl/>
        </w:rPr>
        <w:t>لۡعَظِيمُ</w:t>
      </w:r>
      <w:r>
        <w:rPr>
          <w:rtl/>
        </w:rPr>
        <w:t xml:space="preserve"> (٦٤</w:t>
      </w:r>
      <w:r w:rsidR="009229E3">
        <w:rPr>
          <w:rtl/>
        </w:rPr>
        <w:t>)</w:t>
      </w:r>
    </w:p>
    <w:p w:rsidR="001A403D" w:rsidRDefault="001A403D" w:rsidP="00E36567">
      <w:pPr>
        <w:pStyle w:val="libBoldItalic"/>
      </w:pPr>
      <w:r>
        <w:t>Beware, verily there will be nor fear upon the friends of Allah, nor will they grieve. (62) Those who believe and were fearing Allah (63) For them are good tidings in the life of the world and in the Hereafter. There is no changing the Kalimaat (Words) of Allah; that is the great attainment. (64)</w:t>
      </w:r>
    </w:p>
    <w:p w:rsidR="001A403D" w:rsidRDefault="001A403D" w:rsidP="00E36567">
      <w:pPr>
        <w:pStyle w:val="libNormal"/>
      </w:pPr>
      <w:r>
        <w:t>1-Not any Momin dies until he sees Rasool Allah sawaw and Ali asws. When they come to Momin, then Rasool Allah sawaw stands on his head side, and Ali asws on other side. Rasool Allah sawaw pays attention to him and says: O friend of Allah, good news to you that I am Rasool Allah sawaw, I am better for you than what you are leaving in the world. Then Rasool Allah sawaw steps back, and Ali asws stands to pay attention to him and says: O friend of Allah, good news to you, I am Ali ibne Abi Talib asws, to whom you love, I will surely benefit you. Then Imam Jafar Sadiq asws said: This is in the Book of Allah Azza wa Jalla, in Sura Younus, “Those who believe and were fearing Allah, for them are good tidings in the life of the world and in the Hereafter. There is no changing the Kalimaat (Words) of Allah; that is the great attainment.” (Imam Jafar Sadiq asws) (al-Burhan, v4, p34)</w:t>
      </w:r>
    </w:p>
    <w:p w:rsidR="001A403D" w:rsidRDefault="001A403D" w:rsidP="009229E3">
      <w:pPr>
        <w:pStyle w:val="libCenterBold1"/>
      </w:pPr>
      <w:r>
        <w:t>Lesson:</w:t>
      </w:r>
    </w:p>
    <w:p w:rsidR="001A403D" w:rsidRDefault="001A403D" w:rsidP="001A403D">
      <w:pPr>
        <w:pStyle w:val="libNormal"/>
      </w:pPr>
      <w:r>
        <w:t>1-Due to devotion of Masumeen asws and testimony of unchangeable Kalima, Momin meets Masumeen asws in this world and will keep benefiting from their Ziyarat in the Hereafter for ever. Ziyarat of Masumeen asws is superior to all the bounties of the universe. Ziyarat of Masoom asws is Ziyarat of Allah Azza wa Jalla.</w:t>
      </w:r>
    </w:p>
    <w:p w:rsidR="001A403D" w:rsidRDefault="001A403D" w:rsidP="001A403D">
      <w:pPr>
        <w:pStyle w:val="libNormal"/>
      </w:pPr>
      <w:r>
        <w:t xml:space="preserve">2-Kalimaat of Allah never change. From Azal (beginning) Kalima is same, which Allah stamped on everything of the universe for blessing: La ilaha illallah Mohammadur Rasool Allah Ali un Waliullah. It is a great attainment if one can understand this reality. This highest Kalima is the success of the world and Hereafter. Wakeels of Shaitan are trying to make people slip by saying that “Ali un Waliullah” is not a part of Kalima, so that people can be misguided and then follow the footsteps of Shaitan. Allah </w:t>
      </w:r>
      <w:r>
        <w:lastRenderedPageBreak/>
        <w:t>wrote this complete Kalima on all high and pure things of the universe, what is the reason? So that the people of wisdom can know: What Maola wants and what is the plot of Mulla?</w:t>
      </w:r>
    </w:p>
    <w:p w:rsidR="001A403D" w:rsidRDefault="001A403D" w:rsidP="00385B48">
      <w:pPr>
        <w:pStyle w:val="libAr"/>
      </w:pPr>
      <w:r>
        <w:rPr>
          <w:rFonts w:hint="eastAsia"/>
          <w:rtl/>
        </w:rPr>
        <w:t>ثُمَّ</w:t>
      </w:r>
      <w:r>
        <w:rPr>
          <w:rtl/>
        </w:rPr>
        <w:t xml:space="preserve"> بَعَثۡنَا مِنۢ بَعۡدِهِ</w:t>
      </w:r>
      <w:r>
        <w:rPr>
          <w:rFonts w:hint="cs"/>
          <w:rtl/>
        </w:rPr>
        <w:t>ۦ</w:t>
      </w:r>
      <w:r>
        <w:rPr>
          <w:rtl/>
        </w:rPr>
        <w:t xml:space="preserve"> رُسُلاً إِلَىٰ قَوۡمِهِمۡ فَجَآءُوهُم بِ</w:t>
      </w:r>
      <w:r>
        <w:rPr>
          <w:rFonts w:hint="cs"/>
          <w:rtl/>
        </w:rPr>
        <w:t>ٱ</w:t>
      </w:r>
      <w:r>
        <w:rPr>
          <w:rFonts w:hint="eastAsia"/>
          <w:rtl/>
        </w:rPr>
        <w:t>لۡبَيِّنَـٰتِ</w:t>
      </w:r>
      <w:r>
        <w:rPr>
          <w:rtl/>
        </w:rPr>
        <w:t xml:space="preserve"> فَمَا كَانُواْ لِيُؤۡمِنُواْ بِمَا كَذَّبُواْ بِهِ</w:t>
      </w:r>
      <w:r>
        <w:rPr>
          <w:rFonts w:hint="cs"/>
          <w:rtl/>
        </w:rPr>
        <w:t>ۦ</w:t>
      </w:r>
      <w:r>
        <w:rPr>
          <w:rtl/>
        </w:rPr>
        <w:t xml:space="preserve"> مِن قَبۡلُ‌ۚ كَذَ</w:t>
      </w:r>
      <w:r w:rsidR="005B7B9E" w:rsidRPr="005B7B9E">
        <w:rPr>
          <w:rFonts w:hint="cs"/>
          <w:rtl/>
        </w:rPr>
        <w:t>ا</w:t>
      </w:r>
      <w:r>
        <w:rPr>
          <w:rFonts w:hint="eastAsia"/>
          <w:rtl/>
        </w:rPr>
        <w:t>لِكَ</w:t>
      </w:r>
      <w:r>
        <w:rPr>
          <w:rtl/>
        </w:rPr>
        <w:t xml:space="preserve"> نَطۡبَعُ عَلَىٰ قُلُوبِ </w:t>
      </w:r>
      <w:r>
        <w:rPr>
          <w:rFonts w:hint="cs"/>
          <w:rtl/>
        </w:rPr>
        <w:t>ٱ</w:t>
      </w:r>
      <w:r>
        <w:rPr>
          <w:rFonts w:hint="eastAsia"/>
          <w:rtl/>
        </w:rPr>
        <w:t>لۡمُعۡتَدِينَ</w:t>
      </w:r>
      <w:r>
        <w:rPr>
          <w:rtl/>
        </w:rPr>
        <w:t xml:space="preserve"> (٧٤</w:t>
      </w:r>
      <w:r w:rsidR="009229E3">
        <w:rPr>
          <w:rtl/>
        </w:rPr>
        <w:t>)</w:t>
      </w:r>
    </w:p>
    <w:p w:rsidR="001A403D" w:rsidRDefault="001A403D" w:rsidP="00E36567">
      <w:pPr>
        <w:pStyle w:val="libBoldItalic"/>
      </w:pPr>
      <w:r>
        <w:t>Then, after him, We sent Messengers to their peoples, and they brought them clear proofs. But they were not ready to believe in that which they had denied before. Thus We print on the hearts of the transgressors. (74)</w:t>
      </w:r>
    </w:p>
    <w:p w:rsidR="001A403D" w:rsidRDefault="001A403D" w:rsidP="00E36567">
      <w:pPr>
        <w:pStyle w:val="libNormal"/>
      </w:pPr>
      <w:r>
        <w:t>1-When Allah Azza wa Jalla created the creation, then who were loving created them from loving matter, and created the lovers from the material of Paradise. And who were jealous created them from jealous matter, and created the jealous from the material of Fire. Then made them to appear in the form of shadows. Uqbah asked: What thing is shadows? Imam Mohammad Baqir asws said: Don’t you see your shadow in the sun, that it looks like something, but it is nothing. Then raised Prophets (a.s.) among them, so they invited them to testify Allah Azza wa Jalla, and this is the saying of Allah Azza wa Jalla, “If you ask them: Who created you? Certainly they will say: Allah.” (al-Zukhraf, v87) Then invited to testify Prophets (a.s.), then some testified and some denied. Then they were invited to our Walayat, then by Allah, lovers testified, and jealous denied, and this is the saying of Allah, “But what they had denied before, they were not going to believe in it.” Then said: This was their denial there. Then they were sent in the second form (human shape in the world), then only those believed who had believed in Alam-e-Zallaal (state of shadows), and those oppose who had opposed that day, thus this is the saying of Allah. (Imam Mohammad Baqir asws) (al-Burhan, v4, p41)</w:t>
      </w:r>
      <w:r>
        <w:cr/>
      </w:r>
    </w:p>
    <w:p w:rsidR="001A403D" w:rsidRDefault="001A403D" w:rsidP="009229E3">
      <w:pPr>
        <w:pStyle w:val="libCenterBold1"/>
      </w:pPr>
      <w:r>
        <w:t>Lesson:</w:t>
      </w:r>
    </w:p>
    <w:p w:rsidR="001A403D" w:rsidRDefault="001A403D" w:rsidP="001A403D">
      <w:pPr>
        <w:pStyle w:val="libNormal"/>
      </w:pPr>
      <w:r>
        <w:t>1-It is Alam-e-Arwah or Alam-e-Zarr or Alam-e-Zallaal, who testified Tauheed, Nabuwat, and Walayat in these states, only they testify in this world as well. Allah has made preaching of Walayat-e-Ali asws obligatory until Qiyamah, and Rasool Allah sawaw conveyed this order clearly at Ghadeer-e-Khum, so that lovers should rejoice by listening Tableegh-e-Walayat, and enemies of Allah should burn in the world and Hereafter. The last verse of Sura Fat’ha confirms it, “...it pleases the cultivator, so that Kafirs should burn due to them...”</w:t>
      </w:r>
    </w:p>
    <w:p w:rsidR="001A403D" w:rsidRDefault="001A403D" w:rsidP="00385B48">
      <w:pPr>
        <w:pStyle w:val="libAr"/>
      </w:pPr>
      <w:r>
        <w:rPr>
          <w:rFonts w:hint="eastAsia"/>
          <w:rtl/>
        </w:rPr>
        <w:t>وَأَوۡحَيۡنَآ</w:t>
      </w:r>
      <w:r>
        <w:rPr>
          <w:rtl/>
        </w:rPr>
        <w:t xml:space="preserve"> إِلَىٰ مُوسَىٰ وَأَخِيهِ أَن تَبَوَّءَا لِقَوۡمِكُمَا بِمِصۡرَ بُيُوتً۬ا وَ</w:t>
      </w:r>
      <w:r>
        <w:rPr>
          <w:rFonts w:hint="cs"/>
          <w:rtl/>
        </w:rPr>
        <w:t>ٱ</w:t>
      </w:r>
      <w:r>
        <w:rPr>
          <w:rFonts w:hint="eastAsia"/>
          <w:rtl/>
        </w:rPr>
        <w:t>جۡعَلُواْ</w:t>
      </w:r>
      <w:r>
        <w:rPr>
          <w:rtl/>
        </w:rPr>
        <w:t xml:space="preserve"> بُيُوتَ</w:t>
      </w:r>
      <w:r w:rsidR="001E6BAB" w:rsidRPr="001E6BAB">
        <w:rPr>
          <w:rFonts w:hint="cs"/>
          <w:rtl/>
        </w:rPr>
        <w:t>ک</w:t>
      </w:r>
      <w:r>
        <w:rPr>
          <w:rFonts w:hint="eastAsia"/>
          <w:rtl/>
        </w:rPr>
        <w:t>مۡ</w:t>
      </w:r>
      <w:r>
        <w:rPr>
          <w:rtl/>
        </w:rPr>
        <w:t xml:space="preserve"> قِبۡلَةً۬ وَأَقِيمُواْ </w:t>
      </w:r>
      <w:r>
        <w:rPr>
          <w:rFonts w:hint="cs"/>
          <w:rtl/>
        </w:rPr>
        <w:t>ٱ</w:t>
      </w:r>
      <w:r>
        <w:rPr>
          <w:rFonts w:hint="eastAsia"/>
          <w:rtl/>
        </w:rPr>
        <w:t>لصَّلَوٰةَ‌ۗ</w:t>
      </w:r>
      <w:r>
        <w:rPr>
          <w:rtl/>
        </w:rPr>
        <w:t xml:space="preserve"> وَبَشِّرِ </w:t>
      </w:r>
      <w:r>
        <w:rPr>
          <w:rFonts w:hint="cs"/>
          <w:rtl/>
        </w:rPr>
        <w:t>ٱ</w:t>
      </w:r>
      <w:r>
        <w:rPr>
          <w:rFonts w:hint="eastAsia"/>
          <w:rtl/>
        </w:rPr>
        <w:t>لۡمُؤۡمِنِينَ</w:t>
      </w:r>
      <w:r>
        <w:rPr>
          <w:rtl/>
        </w:rPr>
        <w:t xml:space="preserve"> (٨٧</w:t>
      </w:r>
      <w:r w:rsidR="009229E3">
        <w:rPr>
          <w:rtl/>
        </w:rPr>
        <w:t>)</w:t>
      </w:r>
    </w:p>
    <w:p w:rsidR="001A403D" w:rsidRDefault="001A403D" w:rsidP="00E36567">
      <w:pPr>
        <w:pStyle w:val="libBoldItalic"/>
      </w:pPr>
      <w:r>
        <w:t>And We revealed to Musa and his brother, (saying): Build houses for your people in Egypt and make your houses Qiblah, and establish Salaah, and give good news to the believers. (87)</w:t>
      </w:r>
    </w:p>
    <w:p w:rsidR="001A403D" w:rsidRDefault="001A403D" w:rsidP="001A403D">
      <w:pPr>
        <w:pStyle w:val="libNormal"/>
      </w:pPr>
      <w:r>
        <w:t xml:space="preserve">1-Imam Ali Raza asws was in the court of Mamunur Rashid. And there was a gathering of scholars, jurists, and speakers in his court, and scholars asked Imam asws the difference between pure progeny (asws) and Ummah, </w:t>
      </w:r>
      <w:r>
        <w:lastRenderedPageBreak/>
        <w:t>what is the honour of Itrat (holy progeny asws)? Imam asws mentioned twelve occasions in holy Quran according to Tafseer of Masumeen asws, then said: Mohammad Mustafa sawaw exited all people from his Masjid except Itrat (asws),  so much so that people started talking about it. And Abbas (r.a.) said: Ya Rasool Allah sawaw! Why you kept Ali asws and expelled us all? Then Rasool Allah sawaw said: Neither I kept him, nor I expelled you, but Allah Azza wa Jalla kept him and expelled you. And for Ali asws, the saying of Rasool Allah sawaw explains about it, “You are on the same status to me, on which Haroon (a.s.) was to Musa (a.s.)”</w:t>
      </w:r>
    </w:p>
    <w:p w:rsidR="001A403D" w:rsidRDefault="001A403D" w:rsidP="001A403D">
      <w:pPr>
        <w:pStyle w:val="libNormal"/>
      </w:pPr>
      <w:r>
        <w:t>Scholars asked: Where it is in Quran? Said: It is saying of Allah Azza wa Jalla, “And We revealed to Musa and his brother, (saying): Build houses for your people in Egypt and make your houses Qiblah” so this verse shows the status (position) of Haroon (a.s.) to Musa (a.s.), and in the same status of Ali asws to Rasool Allah sawaw is clear, and with it the saying of Rasool Allah sawaw is a clear proof as well, when said: Beware, no one can enter this Masjid without Taharat (purification) except Mohammad sawaw and his Aal asws (because they are pure infallible all the time).</w:t>
      </w:r>
    </w:p>
    <w:p w:rsidR="001A403D" w:rsidRDefault="001A403D" w:rsidP="00E36567">
      <w:pPr>
        <w:pStyle w:val="libNormal"/>
      </w:pPr>
      <w:r>
        <w:t>Scholars said: Ya Abul Hassan asws! such explanation and narration can not be found from anywhere except you, who is Ahlul Bait asws of Rasool sawaw. Imam asws said: Who deny us in this matter, then Rasool Allah sawaw said, “I am the city of knowledge and Ali asws is its door”, so who intends for the city, he has to come through the door. And in it is the detail and explanation of our splendour, honour, priority, selection, and purification, which no one can deny except enemy of Allah. (al-Burhan, v4, p43)</w:t>
      </w:r>
      <w:r>
        <w:cr/>
      </w:r>
    </w:p>
    <w:p w:rsidR="001A403D" w:rsidRDefault="001A403D" w:rsidP="00E36567">
      <w:pPr>
        <w:pStyle w:val="libNormal"/>
      </w:pPr>
      <w:r>
        <w:t>2-Rasool Allah sawaw came to Masjid and said: No doubt, Allah revealed to His Nabi Musa (a.s.) that keep Masjid pure for Me, and no one can live in it except you and Haroon (a.s.) and children of Haroon (a.s.). And no doubt, Allah has revealed to me that keep Masjid pure, no one can live in it except me and Ali asws and Fatima asws and progeny of Ali asws. (al-Burhan, v4, p45)</w:t>
      </w:r>
    </w:p>
    <w:p w:rsidR="001A403D" w:rsidRDefault="001A403D" w:rsidP="009229E3">
      <w:pPr>
        <w:pStyle w:val="libCenterBold1"/>
      </w:pPr>
      <w:r>
        <w:t>Lesson:</w:t>
      </w:r>
    </w:p>
    <w:p w:rsidR="001A403D" w:rsidRDefault="001A403D" w:rsidP="001A403D">
      <w:pPr>
        <w:pStyle w:val="libNormal"/>
      </w:pPr>
      <w:r>
        <w:t>1-Allah Ta’ala explains the infallibility &amp; purity and honour &amp; splendour of Masumeen asws that the house of Masoom asws is Masjid, and the house of Masoom asws is Qibla as well. But ill-fated unjust Muqassir Mulla is trying to exit Zikr of Maola Ali asws from Masjid and Namaz. But he does not realize that he exits himself from Islam by issuing such Fatawa, as when an arrow exits from the bow, it can not come back.</w:t>
      </w:r>
    </w:p>
    <w:p w:rsidR="001A403D" w:rsidRDefault="001A403D" w:rsidP="001A403D">
      <w:pPr>
        <w:pStyle w:val="libNormal"/>
      </w:pPr>
      <w:r>
        <w:t>2-For any need or problem Ahluz-Zikr Babul-ilm (asws) should be contacted, it is disgrace &amp; misguidance and animosity to Allah to ask anything from denier of Walayat Muqassir Mulla.</w:t>
      </w:r>
    </w:p>
    <w:p w:rsidR="001A403D" w:rsidRDefault="001A403D" w:rsidP="00385B48">
      <w:pPr>
        <w:pStyle w:val="libAr"/>
      </w:pPr>
      <w:r>
        <w:rPr>
          <w:rFonts w:hint="eastAsia"/>
          <w:rtl/>
        </w:rPr>
        <w:t>فَإِن</w:t>
      </w:r>
      <w:r>
        <w:rPr>
          <w:rtl/>
        </w:rPr>
        <w:t xml:space="preserve"> كُنتَ فِى شَكٍّ۬ مِّمَّآ أَنزَلۡنَآ إِلَيۡكَ فَسۡـَٔلِ </w:t>
      </w:r>
      <w:r>
        <w:rPr>
          <w:rFonts w:hint="cs"/>
          <w:rtl/>
        </w:rPr>
        <w:t>ٱ</w:t>
      </w:r>
      <w:r>
        <w:rPr>
          <w:rFonts w:hint="eastAsia"/>
          <w:rtl/>
        </w:rPr>
        <w:t>لَّذِينَ</w:t>
      </w:r>
      <w:r>
        <w:rPr>
          <w:rtl/>
        </w:rPr>
        <w:t xml:space="preserve"> يَقۡرَءُونَ </w:t>
      </w:r>
      <w:r>
        <w:rPr>
          <w:rFonts w:hint="cs"/>
          <w:rtl/>
        </w:rPr>
        <w:t>ٱ</w:t>
      </w:r>
      <w:r>
        <w:rPr>
          <w:rFonts w:hint="eastAsia"/>
          <w:rtl/>
        </w:rPr>
        <w:t>لۡ</w:t>
      </w:r>
      <w:r w:rsidR="001E6BAB" w:rsidRPr="001E6BAB">
        <w:rPr>
          <w:rFonts w:hint="cs"/>
          <w:rtl/>
        </w:rPr>
        <w:t>ک</w:t>
      </w:r>
      <w:r>
        <w:rPr>
          <w:rFonts w:hint="eastAsia"/>
          <w:rtl/>
        </w:rPr>
        <w:t>تَـٰبَ</w:t>
      </w:r>
      <w:r>
        <w:rPr>
          <w:rtl/>
        </w:rPr>
        <w:t xml:space="preserve"> مِن قَبۡلِكَ‌ۚ لَقَدۡ جَآءَكَ </w:t>
      </w:r>
      <w:r>
        <w:rPr>
          <w:rFonts w:hint="cs"/>
          <w:rtl/>
        </w:rPr>
        <w:t>ٱ</w:t>
      </w:r>
      <w:r>
        <w:rPr>
          <w:rFonts w:hint="eastAsia"/>
          <w:rtl/>
        </w:rPr>
        <w:t>لۡحَقُّ</w:t>
      </w:r>
      <w:r>
        <w:rPr>
          <w:rtl/>
        </w:rPr>
        <w:t xml:space="preserve"> مِن رَّبِّكَ فَلَا تَكُونَنَّ مِنَ </w:t>
      </w:r>
      <w:r>
        <w:rPr>
          <w:rFonts w:hint="cs"/>
          <w:rtl/>
        </w:rPr>
        <w:t>ٱ</w:t>
      </w:r>
      <w:r>
        <w:rPr>
          <w:rFonts w:hint="eastAsia"/>
          <w:rtl/>
        </w:rPr>
        <w:t>لۡمُمۡتَرِينَ</w:t>
      </w:r>
      <w:r>
        <w:rPr>
          <w:rtl/>
        </w:rPr>
        <w:t xml:space="preserve"> (٩٤</w:t>
      </w:r>
      <w:r w:rsidR="009229E3">
        <w:rPr>
          <w:rtl/>
        </w:rPr>
        <w:t>)</w:t>
      </w:r>
    </w:p>
    <w:p w:rsidR="001A403D" w:rsidRDefault="001A403D" w:rsidP="00E36567">
      <w:pPr>
        <w:pStyle w:val="libBoldItalic"/>
      </w:pPr>
      <w:r>
        <w:lastRenderedPageBreak/>
        <w:t>So if you are in doubt concerning that which We reveal to you, then question those who read the Book before you. Verily the Haqq (Truth) from your Rabb has come to you. So never be among the doubters. (94)</w:t>
      </w:r>
    </w:p>
    <w:p w:rsidR="001A403D" w:rsidRDefault="001A403D" w:rsidP="00E36567">
      <w:pPr>
        <w:pStyle w:val="libNormal"/>
      </w:pPr>
      <w:r>
        <w:t xml:space="preserve">1-When Rasool Allah sawaw went to heavens to visit, then Allah revealed to him about Ali asws, whatever He revealed about his honour &amp; splendor which is near Allah. Then Rasool Allah sawaw came back to Baitul-Ma’moor, and Prophets (a.s.) were gathered for him so that they can pray behind him. And Rasool Allah sawaw was thinking in his heart that how great Allah has revealed about Ali asws. Then Allah revealed this verse, “So if you are in doubt concerning that which We reveal to you, then question those who read the Book before you” meaning Prophets (a.s.), certainly We have revealed to them in their books as well about his (Ali asws) splendour, as We revealed in your Book, “Verily the Haqq from your Rabb has come to you. So never be among the doubters” and </w:t>
      </w:r>
      <w:r>
        <w:rPr>
          <w:rFonts w:hint="eastAsia"/>
        </w:rPr>
        <w:t>“</w:t>
      </w:r>
      <w:r>
        <w:t>do not be among those who belie Ayaat of Allah, otherwise you will be from among the losers” Then Imam Jafar Sadiq asws said: By Allah, neither he (sawaw) doubted, nor he (sawaw) questioned. (Imam Jafar Sadiq asws) (al-Burhan, v4, p53)</w:t>
      </w:r>
    </w:p>
    <w:p w:rsidR="001A403D" w:rsidRDefault="001A403D" w:rsidP="00E36567">
      <w:pPr>
        <w:pStyle w:val="libNormal"/>
      </w:pPr>
      <w:r>
        <w:t>2-It was asked from Imam Mohammad Baqir asws about the saying of Allah, “then question those who read the Book before you” and Imam asws said: Rasool Allah sawaw said: When I went to fourth sky, then Jibraeel (a.s.) said Azaan and Aqamat. And Prophets (a.s.) and Truthful (a.s.) and Martyres (a.s.) and Angels (a.s.) gathered, then I stepped forward and lead Salaah for them, after finishing Jibraeel (a.s.) said to me, “Ask them: What testimony you give?” They said: We testify that “La ilaha illallah wa annaka Rasool Allah wa anna Aliyan Amirul Momineen” (al-Burhan, v4, p55)</w:t>
      </w:r>
    </w:p>
    <w:p w:rsidR="001A403D" w:rsidRDefault="001A403D" w:rsidP="009229E3">
      <w:pPr>
        <w:pStyle w:val="libCenterBold1"/>
      </w:pPr>
      <w:r>
        <w:t>Lesson:</w:t>
      </w:r>
    </w:p>
    <w:p w:rsidR="001A403D" w:rsidRDefault="001A403D" w:rsidP="001A403D">
      <w:pPr>
        <w:pStyle w:val="libNormal"/>
      </w:pPr>
      <w:r>
        <w:t>1-This verse was revealed during Mai’raj, so it is addressed to Rasool Allah sawaw but aim is towards the people that: Never doubt about the great Walayat of Ali asws, exactly same was mentioned about Walayat-e-Ali asws in the books of previous Prophets (a.s.), all Prophets (a.s.) used to preach Walayat of Masumeen asws and Zahoor of Qaim to their nations, and also took covenant from them.</w:t>
      </w:r>
    </w:p>
    <w:p w:rsidR="001A403D" w:rsidRDefault="001A403D" w:rsidP="001A403D">
      <w:pPr>
        <w:pStyle w:val="libNormal"/>
      </w:pPr>
      <w:r>
        <w:t>So now Muqassir Mulla can not misguide people that Walayat-e-Ali asws was implemented after Ghadeer-e-Khum and it was included in Deen. Walayat-e-Ali asws is applicable from ever (Azal), and it is Haqq from Allah, there is no chance of doubt in it.</w:t>
      </w:r>
    </w:p>
    <w:p w:rsidR="001A403D" w:rsidRDefault="001A403D" w:rsidP="001A403D">
      <w:pPr>
        <w:pStyle w:val="libNormal"/>
      </w:pPr>
      <w:r>
        <w:t>2-As in verse of Mubahila, Christians were invited that curse will be invoked upon the liars, although Nabi Akram sawaw knew that he is Truthful Nabi and Christians are liars, but dealt with justice. Similarly this verse is addressed to Rasool Allah sawaw but it is meant to make the people understand, as there is a proverb, “I am talking to you but intention is to make neighbour understand.” And Rasool Allah sawaw also said: Neither I doubted nor I questioned (about Walayat-e-Ali asws).</w:t>
      </w:r>
    </w:p>
    <w:p w:rsidR="001A403D" w:rsidRDefault="001A403D" w:rsidP="001A403D">
      <w:pPr>
        <w:pStyle w:val="libNormal"/>
      </w:pPr>
      <w:r>
        <w:t xml:space="preserve">3-Jibraeel (a.s.) is the biggest lover of Ali asws among the Angels (a.s.), he saw the chance and said as soon as Rasool Allah sawaw finished the Tashahud: Ask all Prophets (a.s.) and Angels (a.s.) that what Tashahud they </w:t>
      </w:r>
      <w:r>
        <w:lastRenderedPageBreak/>
        <w:t>recite? So that it can become clear to Shias that from Azal Tashahud is the same in which there is testimony of Tauheed, Risalat and Imamat.</w:t>
      </w:r>
    </w:p>
    <w:p w:rsidR="001A403D" w:rsidRDefault="001A403D" w:rsidP="001A403D">
      <w:pPr>
        <w:pStyle w:val="libNormal"/>
      </w:pPr>
      <w:r>
        <w:t>4-Jew and Christian Ulma &amp; Fuqaha (scholars &amp; jurists) devised some books for the public to depart them from Zikr-e-Masumeen asws and accumulate wealth, so that public should keep distance to the heavenly Books, because there is guidance and mentioning of Walayat of Masumeen asws. Muqassir Mulla has done the same work today, each of them has provided to the people their personal Tauzihul Masa’il, in order that their followers should keep distance from Quran &amp; Sunnah which is full of guidance and Zikr of Walayat-e-Ali asws. Then they misguide the public more by saying that only five hundred verses are about Shariah in Quran, and majority of Ahadees are unreliable (Naoozobillah), so that Mulla can ride on the minds of people like Shaitan.</w:t>
      </w:r>
    </w:p>
    <w:p w:rsidR="001A403D" w:rsidRDefault="001A403D" w:rsidP="001A403D">
      <w:pPr>
        <w:pStyle w:val="libNormal"/>
      </w:pPr>
      <w:r>
        <w:t>3-Shajarah Tayyibah, Kalima Tayyibah, Qawl-e-Sabit, Kalimatul Uliya, Kalima Shahadat, Tashahud, Mesaaq, Ahad (promise): all of them mean the same, they are not different things, all of them mean mentioning/testifying/reciting Tauheed, Risalat, and Walayat of Masumeen asws.</w:t>
      </w:r>
    </w:p>
    <w:p w:rsidR="001A403D" w:rsidRDefault="001A403D" w:rsidP="00385B48">
      <w:pPr>
        <w:pStyle w:val="libAr"/>
      </w:pPr>
      <w:r>
        <w:rPr>
          <w:rFonts w:hint="eastAsia"/>
          <w:rtl/>
        </w:rPr>
        <w:t>إِنَّ</w:t>
      </w:r>
      <w:r>
        <w:rPr>
          <w:rtl/>
        </w:rPr>
        <w:t xml:space="preserve"> </w:t>
      </w:r>
      <w:r>
        <w:rPr>
          <w:rFonts w:hint="cs"/>
          <w:rtl/>
        </w:rPr>
        <w:t>ٱ</w:t>
      </w:r>
      <w:r>
        <w:rPr>
          <w:rFonts w:hint="eastAsia"/>
          <w:rtl/>
        </w:rPr>
        <w:t>لَّذِينَ</w:t>
      </w:r>
      <w:r>
        <w:rPr>
          <w:rtl/>
        </w:rPr>
        <w:t xml:space="preserve"> حَقَّتۡ عَلَيۡ</w:t>
      </w:r>
      <w:r w:rsidR="001E6BAB" w:rsidRPr="001E6BAB">
        <w:rPr>
          <w:rFonts w:hint="cs"/>
          <w:rtl/>
        </w:rPr>
        <w:t>ه</w:t>
      </w:r>
      <w:r w:rsidRPr="00595365">
        <w:rPr>
          <w:rFonts w:hint="cs"/>
          <w:rtl/>
        </w:rPr>
        <w:t xml:space="preserve">مۡ </w:t>
      </w:r>
      <w:r w:rsidR="001E6BAB" w:rsidRPr="001E6BAB">
        <w:rPr>
          <w:rFonts w:hint="cs"/>
          <w:rtl/>
        </w:rPr>
        <w:t>ک</w:t>
      </w:r>
      <w:r>
        <w:rPr>
          <w:rFonts w:hint="eastAsia"/>
          <w:rtl/>
        </w:rPr>
        <w:t>لِمَتُ</w:t>
      </w:r>
      <w:r>
        <w:rPr>
          <w:rtl/>
        </w:rPr>
        <w:t xml:space="preserve"> رَبِّكَ لَا يُؤۡمِنُونَ (٩٦</w:t>
      </w:r>
      <w:r w:rsidR="009229E3">
        <w:rPr>
          <w:rtl/>
        </w:rPr>
        <w:t>)</w:t>
      </w:r>
      <w:r>
        <w:rPr>
          <w:rtl/>
        </w:rPr>
        <w:t xml:space="preserve"> وَلَوۡ جَآءَتۡ</w:t>
      </w:r>
      <w:r w:rsidR="001E6BAB" w:rsidRPr="001E6BAB">
        <w:rPr>
          <w:rFonts w:hint="cs"/>
          <w:rtl/>
        </w:rPr>
        <w:t>ه</w:t>
      </w:r>
      <w:r w:rsidRPr="00595365">
        <w:rPr>
          <w:rFonts w:hint="cs"/>
          <w:rtl/>
        </w:rPr>
        <w:t xml:space="preserve">مۡ </w:t>
      </w:r>
      <w:r w:rsidR="001E6BAB" w:rsidRPr="001E6BAB">
        <w:rPr>
          <w:rFonts w:hint="cs"/>
          <w:rtl/>
        </w:rPr>
        <w:t>ک</w:t>
      </w:r>
      <w:r>
        <w:rPr>
          <w:rFonts w:hint="eastAsia"/>
          <w:rtl/>
        </w:rPr>
        <w:t>لُّ</w:t>
      </w:r>
      <w:r>
        <w:rPr>
          <w:rtl/>
        </w:rPr>
        <w:t xml:space="preserve"> ءَايَةٍ حَتَّىٰ يَرَوُاْ </w:t>
      </w:r>
      <w:r>
        <w:rPr>
          <w:rFonts w:hint="cs"/>
          <w:rtl/>
        </w:rPr>
        <w:t>ٱ</w:t>
      </w:r>
      <w:r>
        <w:rPr>
          <w:rFonts w:hint="eastAsia"/>
          <w:rtl/>
        </w:rPr>
        <w:t>لۡعَذَابَ</w:t>
      </w:r>
      <w:r>
        <w:rPr>
          <w:rtl/>
        </w:rPr>
        <w:t xml:space="preserve"> </w:t>
      </w:r>
      <w:r>
        <w:rPr>
          <w:rFonts w:hint="cs"/>
          <w:rtl/>
        </w:rPr>
        <w:t>ٱ</w:t>
      </w:r>
      <w:r>
        <w:rPr>
          <w:rFonts w:hint="eastAsia"/>
          <w:rtl/>
        </w:rPr>
        <w:t>لۡأَلِيمَ</w:t>
      </w:r>
      <w:r>
        <w:rPr>
          <w:rtl/>
        </w:rPr>
        <w:t xml:space="preserve"> (٩٧</w:t>
      </w:r>
      <w:r w:rsidR="009229E3">
        <w:rPr>
          <w:rtl/>
        </w:rPr>
        <w:t>)</w:t>
      </w:r>
    </w:p>
    <w:p w:rsidR="001A403D" w:rsidRDefault="001A403D" w:rsidP="00E36567">
      <w:pPr>
        <w:pStyle w:val="libBoldItalic"/>
      </w:pPr>
      <w:r>
        <w:t>No doubt, those upon whom the word (decree) of your Rabb has come into effect, they will not believe, (96)  Even if all Ayaat should come to them, until they see the painful punishment. (97)</w:t>
      </w:r>
    </w:p>
    <w:p w:rsidR="001A403D" w:rsidRDefault="001A403D" w:rsidP="00E36567">
      <w:pPr>
        <w:pStyle w:val="libNormal"/>
      </w:pPr>
      <w:r>
        <w:t>1-Those who oppose Amirul Momineen asws, and the saying of Allah, “In fact, those upon whom the word of your Rabb has come into effect, they will not believe” means Walayat was presented to them, and certainly Allah made obligatory on them as well to believe in it, but they did not believe. (Tafseer Qummi, p 294)</w:t>
      </w:r>
    </w:p>
    <w:p w:rsidR="001A403D" w:rsidRDefault="001A403D" w:rsidP="009229E3">
      <w:pPr>
        <w:pStyle w:val="libCenterBold1"/>
      </w:pPr>
      <w:r>
        <w:t>Lesson:</w:t>
      </w:r>
    </w:p>
    <w:p w:rsidR="001A403D" w:rsidRDefault="001A403D" w:rsidP="001A403D">
      <w:pPr>
        <w:pStyle w:val="libNormal"/>
      </w:pPr>
      <w:r>
        <w:t>1-Evil hearted filthy people are such that even if all Masumeen asws (Ayaat) come together, still they will not testify Walayat. Although verses &amp; Ahadees about Walayat are being recited in front of them, but after listening &amp; understanding all of it, still they say: We only listen to our Mujtahid (Muqassir Mulla). But after Zahoor of Qaim asws when they will see Zulfiqaar (as painful punishment), then they will start shouting like Firoun: We testify “Ali un Waliullah” Ya Imam asws please do not kill us.</w:t>
      </w:r>
    </w:p>
    <w:p w:rsidR="00595365" w:rsidRDefault="001A403D" w:rsidP="00385B48">
      <w:pPr>
        <w:pStyle w:val="libAr"/>
      </w:pPr>
      <w:r>
        <w:rPr>
          <w:rFonts w:hint="eastAsia"/>
          <w:rtl/>
        </w:rPr>
        <w:t>وَلَوۡ</w:t>
      </w:r>
      <w:r>
        <w:rPr>
          <w:rtl/>
        </w:rPr>
        <w:t xml:space="preserve"> شَآءَ رَبُّكَ لَأَمَنَ مَن فِى </w:t>
      </w:r>
      <w:r>
        <w:rPr>
          <w:rFonts w:hint="cs"/>
          <w:rtl/>
        </w:rPr>
        <w:t>ٱ</w:t>
      </w:r>
      <w:r>
        <w:rPr>
          <w:rFonts w:hint="eastAsia"/>
          <w:rtl/>
        </w:rPr>
        <w:t>لۡأَرۡضِ</w:t>
      </w:r>
      <w:r>
        <w:rPr>
          <w:rtl/>
        </w:rPr>
        <w:t xml:space="preserve"> </w:t>
      </w:r>
      <w:r w:rsidR="001E6BAB" w:rsidRPr="001E6BAB">
        <w:rPr>
          <w:rFonts w:hint="cs"/>
          <w:rtl/>
        </w:rPr>
        <w:t>ک</w:t>
      </w:r>
      <w:r>
        <w:rPr>
          <w:rFonts w:hint="eastAsia"/>
          <w:rtl/>
        </w:rPr>
        <w:t>لُّهُمۡ</w:t>
      </w:r>
      <w:r>
        <w:rPr>
          <w:rtl/>
        </w:rPr>
        <w:t xml:space="preserve"> جَمِيعًا‌ۚ أَفَأَنتَ تُكۡرِهُ </w:t>
      </w:r>
      <w:r>
        <w:rPr>
          <w:rFonts w:hint="cs"/>
          <w:rtl/>
        </w:rPr>
        <w:t>ٱ</w:t>
      </w:r>
      <w:r>
        <w:rPr>
          <w:rFonts w:hint="eastAsia"/>
          <w:rtl/>
        </w:rPr>
        <w:t>لنَّاسَ</w:t>
      </w:r>
      <w:r>
        <w:rPr>
          <w:rtl/>
        </w:rPr>
        <w:t xml:space="preserve"> حَتَّىٰ يَكُونُواْ مُؤۡمِنِينَ (٩٩</w:t>
      </w:r>
      <w:r w:rsidR="009229E3">
        <w:rPr>
          <w:rtl/>
        </w:rPr>
        <w:t>)</w:t>
      </w:r>
      <w:r>
        <w:rPr>
          <w:rtl/>
        </w:rPr>
        <w:t xml:space="preserve"> وَمَا كَانَ لِنَفۡسٍ أَن تُؤۡمِنَ إِلَّا بِإِذۡنِ </w:t>
      </w:r>
      <w:r>
        <w:rPr>
          <w:rFonts w:hint="cs"/>
          <w:rtl/>
        </w:rPr>
        <w:t>ٱ</w:t>
      </w:r>
      <w:r>
        <w:rPr>
          <w:rFonts w:hint="eastAsia"/>
          <w:rtl/>
        </w:rPr>
        <w:t>للَّهِ‌ۚ</w:t>
      </w:r>
      <w:r>
        <w:rPr>
          <w:rtl/>
        </w:rPr>
        <w:t xml:space="preserve"> وَيَجۡعَلُ </w:t>
      </w:r>
      <w:r>
        <w:rPr>
          <w:rFonts w:hint="cs"/>
          <w:rtl/>
        </w:rPr>
        <w:t>ٱ</w:t>
      </w:r>
      <w:r>
        <w:rPr>
          <w:rFonts w:hint="eastAsia"/>
          <w:rtl/>
        </w:rPr>
        <w:t>لرِّجۡسَ</w:t>
      </w:r>
      <w:r>
        <w:rPr>
          <w:rtl/>
        </w:rPr>
        <w:t xml:space="preserve"> عَلَى </w:t>
      </w:r>
      <w:r>
        <w:rPr>
          <w:rFonts w:hint="cs"/>
          <w:rtl/>
        </w:rPr>
        <w:t>ٱ</w:t>
      </w:r>
      <w:r>
        <w:rPr>
          <w:rFonts w:hint="eastAsia"/>
          <w:rtl/>
        </w:rPr>
        <w:t>لَّذِينَ</w:t>
      </w:r>
      <w:r>
        <w:rPr>
          <w:rtl/>
        </w:rPr>
        <w:t xml:space="preserve"> لَا يَعۡقِلُونَ (١٠٠</w:t>
      </w:r>
      <w:r w:rsidR="009229E3">
        <w:rPr>
          <w:rtl/>
        </w:rPr>
        <w:t>)</w:t>
      </w:r>
    </w:p>
    <w:p w:rsidR="001A403D" w:rsidRDefault="001A403D" w:rsidP="00E36567">
      <w:pPr>
        <w:pStyle w:val="libBoldItalic"/>
      </w:pPr>
      <w:r>
        <w:t>And if your Rabb willed, those who are in the earth would have believed all together. Then would you compel the people until they become believers? (99) It is not for any soul to believe except by the permission of Allah. And He puts Rijs (uncleanness, defilement, doubt) upon those who have no sense. (100)</w:t>
      </w:r>
    </w:p>
    <w:p w:rsidR="001A403D" w:rsidRDefault="001A403D" w:rsidP="00E36567">
      <w:pPr>
        <w:pStyle w:val="libNormal"/>
      </w:pPr>
      <w:r>
        <w:lastRenderedPageBreak/>
        <w:t>1-Imam Mohammad Baqir asws said: Rijs is doubt. And we never doubt in our Deen. (al-Burhan, v4, p69)</w:t>
      </w:r>
    </w:p>
    <w:p w:rsidR="001A403D" w:rsidRDefault="001A403D" w:rsidP="00E36567">
      <w:pPr>
        <w:pStyle w:val="libNormal"/>
      </w:pPr>
      <w:r>
        <w:t>2-Leave this task for Allah, and do not leave on people because what is for Allah it is for Allah only, and what is on people it does not reach Allah. And do not argue with people about your Deen because argument makes hear ill. No doubt, Allah says to His Nabi sawaw, “Ya Mohammad sawaw, you can not guide whom you want except whom Allah wills gives guidance” and said, “would you compel people until they become believers” leaders of the people. Because people take from the people and you (Shias) take from Rasool Allah sawaw and Ali asws, and both are not equal. (Imam Jafar Sadiq asws) (al-Burhan, v4, p68)</w:t>
      </w:r>
    </w:p>
    <w:p w:rsidR="001A403D" w:rsidRDefault="001A403D" w:rsidP="00E36567">
      <w:pPr>
        <w:pStyle w:val="libNormal"/>
      </w:pPr>
      <w:r>
        <w:t>3-Some Muslims said to Rasool Allah sawaw: Ya Rasool Allah sawaw! Those people whom you occupy (capture, conquer), if you enter them in Islam by force, then our number and power will be more than our enemies. Then Rasool Allah sawaw said: I do not want to meet Allah being the founder of any Bid’ah (innovation), and I will never compel anyone. Then Allah revealed this to him, Ya Mohammad sawaw “If your Rabb willed, all those who are on the earth would have believed” it means that as they will believe after seeing the punishment of Hereafter, similarly they would have believed in the world after being worried and restless, and if I do that then they would not be worthy of reward and appreciation from Me, but I want from them that they should believe with their own will without any compulsion, so that they can be worthy of My love and honour, and live in eternal Paradise forever, “then would you compel people that they should become believers” and saying of Allah, “it is not for any soul to believe except with the permission of Allah”, it does not mean that Allah prevents anyone from believing, rather it means that whoever believes it is due to Izn (permission, knowledge) of Allah, and Izn means Amr (command, authority). (Amirul Momineen asws) (al-Burhan, v4, p67)</w:t>
      </w:r>
    </w:p>
    <w:p w:rsidR="001A403D" w:rsidRDefault="001A403D" w:rsidP="009229E3">
      <w:pPr>
        <w:pStyle w:val="libCenterBold1"/>
      </w:pPr>
      <w:r>
        <w:t>Lesson:</w:t>
      </w:r>
    </w:p>
    <w:p w:rsidR="001A403D" w:rsidRDefault="001A403D" w:rsidP="001A403D">
      <w:pPr>
        <w:pStyle w:val="libNormal"/>
      </w:pPr>
      <w:r>
        <w:t>1-Allah and Masumeen asws does not compel anyone to believe in Tauheed, Risalt, and Walayat. From Alam-e-Zarr, choice has been given to the creation,  so who denied Walayat there, they are created with Najis Rijs (dirty &amp; doubtful) earth, this is justice of Allah, because in spite of clear undeniable proofs from Quran &amp; Hadees stil they say that whatever Muqassir Mulla says is right. They do not use their own intelligence &amp; wisdom. Deen of such people is full of doubts and suspicions (Rijs) and vulgar immodest Fatawa (Najis), so many differing Fatawa about a single issue.</w:t>
      </w:r>
    </w:p>
    <w:p w:rsidR="001A403D" w:rsidRDefault="001A403D" w:rsidP="001A403D">
      <w:pPr>
        <w:pStyle w:val="libNormal"/>
      </w:pPr>
      <w:r>
        <w:t>2-Everything is in the Knowledge of Allah from ever, and everything happens with His Mashiyat &amp; Irada (Will &amp; Intention). If anyone asks Allah with true heart for guidance that he will believe practically, then Allah will never return empty handed. But Allah knows the secrets of the hearts. Mashiyat of Allah and the treasurers of His Knowledge are Masumeen asws.</w:t>
      </w:r>
    </w:p>
    <w:p w:rsidR="001A403D" w:rsidRDefault="001A403D" w:rsidP="00385B48">
      <w:pPr>
        <w:pStyle w:val="libAr"/>
      </w:pPr>
      <w:r>
        <w:rPr>
          <w:rFonts w:hint="eastAsia"/>
          <w:rtl/>
        </w:rPr>
        <w:lastRenderedPageBreak/>
        <w:t>قُلِ</w:t>
      </w:r>
      <w:r>
        <w:rPr>
          <w:rtl/>
        </w:rPr>
        <w:t xml:space="preserve"> </w:t>
      </w:r>
      <w:r>
        <w:rPr>
          <w:rFonts w:hint="cs"/>
          <w:rtl/>
        </w:rPr>
        <w:t>ٱ</w:t>
      </w:r>
      <w:r>
        <w:rPr>
          <w:rFonts w:hint="eastAsia"/>
          <w:rtl/>
        </w:rPr>
        <w:t>نظُرُواْ</w:t>
      </w:r>
      <w:r>
        <w:rPr>
          <w:rtl/>
        </w:rPr>
        <w:t xml:space="preserve"> مَاذَا فِى </w:t>
      </w:r>
      <w:r>
        <w:rPr>
          <w:rFonts w:hint="cs"/>
          <w:rtl/>
        </w:rPr>
        <w:t>ٱ</w:t>
      </w:r>
      <w:r>
        <w:rPr>
          <w:rFonts w:hint="eastAsia"/>
          <w:rtl/>
        </w:rPr>
        <w:t>لسَّمَـٰوَ</w:t>
      </w:r>
      <w:r w:rsidR="005B7B9E" w:rsidRPr="005B7B9E">
        <w:rPr>
          <w:rFonts w:hint="cs"/>
          <w:rtl/>
        </w:rPr>
        <w:t>ا</w:t>
      </w:r>
      <w:r>
        <w:rPr>
          <w:rFonts w:hint="eastAsia"/>
          <w:rtl/>
        </w:rPr>
        <w:t>تِ</w:t>
      </w:r>
      <w:r>
        <w:rPr>
          <w:rtl/>
        </w:rPr>
        <w:t xml:space="preserve"> وَ</w:t>
      </w:r>
      <w:r>
        <w:rPr>
          <w:rFonts w:hint="cs"/>
          <w:rtl/>
        </w:rPr>
        <w:t>ٱ</w:t>
      </w:r>
      <w:r>
        <w:rPr>
          <w:rFonts w:hint="eastAsia"/>
          <w:rtl/>
        </w:rPr>
        <w:t>لۡأَرۡضِ‌ۚ</w:t>
      </w:r>
      <w:r>
        <w:rPr>
          <w:rtl/>
        </w:rPr>
        <w:t xml:space="preserve"> وَمَا تُغۡنِى </w:t>
      </w:r>
      <w:r>
        <w:rPr>
          <w:rFonts w:hint="cs"/>
          <w:rtl/>
        </w:rPr>
        <w:t>ٱ</w:t>
      </w:r>
      <w:r>
        <w:rPr>
          <w:rFonts w:hint="eastAsia"/>
          <w:rtl/>
        </w:rPr>
        <w:t>لۡأَيَـٰتُ</w:t>
      </w:r>
      <w:r>
        <w:rPr>
          <w:rtl/>
        </w:rPr>
        <w:t xml:space="preserve"> وَ</w:t>
      </w:r>
      <w:r>
        <w:rPr>
          <w:rFonts w:hint="cs"/>
          <w:rtl/>
        </w:rPr>
        <w:t>ٱ</w:t>
      </w:r>
      <w:r>
        <w:rPr>
          <w:rFonts w:hint="eastAsia"/>
          <w:rtl/>
        </w:rPr>
        <w:t>لنُّذُرُ</w:t>
      </w:r>
      <w:r>
        <w:rPr>
          <w:rtl/>
        </w:rPr>
        <w:t xml:space="preserve"> عَن قَوۡمٍ۬ لَّا يُؤۡمِنُونَ (١٠١</w:t>
      </w:r>
      <w:r w:rsidR="009229E3">
        <w:rPr>
          <w:rtl/>
        </w:rPr>
        <w:t>)</w:t>
      </w:r>
    </w:p>
    <w:p w:rsidR="001A403D" w:rsidRDefault="001A403D" w:rsidP="00E36567">
      <w:pPr>
        <w:pStyle w:val="libBoldItalic"/>
      </w:pPr>
      <w:r>
        <w:t>Say: Observe what is in the heavens and the earth! But of no avail will be Ayaat and Nozur (warners) to the people who do not believe. (101)</w:t>
      </w:r>
    </w:p>
    <w:p w:rsidR="001A403D" w:rsidRDefault="001A403D" w:rsidP="00E36567">
      <w:pPr>
        <w:pStyle w:val="libNormal"/>
      </w:pPr>
      <w:r>
        <w:t>1-Imam Jafar Sadiq asws said about this verse of Allah Tabarak wa Ta’ala: Ayaat are Aal-e-Mohammad asws, and warners (Nozur) are Prophets (a.s.) (al-Burhan, v4, p69)</w:t>
      </w:r>
    </w:p>
    <w:p w:rsidR="001A403D" w:rsidRDefault="001A403D" w:rsidP="009229E3">
      <w:pPr>
        <w:pStyle w:val="libCenterBold1"/>
      </w:pPr>
      <w:r>
        <w:t>Lesson:</w:t>
      </w:r>
    </w:p>
    <w:p w:rsidR="001A403D" w:rsidRDefault="001A403D" w:rsidP="001A403D">
      <w:pPr>
        <w:pStyle w:val="libNormal"/>
      </w:pPr>
      <w:r>
        <w:t>1-Rasool Allah sawaw told details about Mairaj. Told the status of Walayat, greatness of Maola Ali asws, and commandments of Allah about Walayat-e-Ali asws, but only a few people believed. Even Qaba Qaosain was decorated with the picture of Maola Ali asws. Name of Maola Ali asws is stamped on every pure and high thing whether it is in the skies or in the earth. But what benefit Imams asws and Prophets (a.s.) can give to such person who does not want to testify Walayat. Deniers have built factories to fabricate Ayaat (Ayatollahs) themselves, and Muqassir Mulla considers himself higher than the warner Prophets (a.s.)! (Naoozobillah)</w:t>
      </w:r>
    </w:p>
    <w:p w:rsidR="00EB2345" w:rsidRDefault="00EB2345" w:rsidP="00FC02E7">
      <w:pPr>
        <w:pStyle w:val="libNormal"/>
        <w:rPr>
          <w:rtl/>
        </w:rPr>
      </w:pPr>
      <w:r>
        <w:rPr>
          <w:rFonts w:hint="eastAsia"/>
        </w:rPr>
        <w:br w:type="page"/>
      </w:r>
    </w:p>
    <w:p w:rsidR="001A403D" w:rsidRDefault="00EB2345" w:rsidP="00EB2345">
      <w:pPr>
        <w:pStyle w:val="Heading1Center"/>
      </w:pPr>
      <w:bookmarkStart w:id="12" w:name="_Toc449789405"/>
      <w:r>
        <w:rPr>
          <w:rFonts w:hint="eastAsia"/>
          <w:rtl/>
        </w:rPr>
        <w:lastRenderedPageBreak/>
        <w:t>سُوۡرَةُ</w:t>
      </w:r>
      <w:r>
        <w:rPr>
          <w:rtl/>
        </w:rPr>
        <w:t xml:space="preserve"> </w:t>
      </w:r>
      <w:r w:rsidR="001A403D">
        <w:rPr>
          <w:rtl/>
        </w:rPr>
        <w:t>هُود</w:t>
      </w:r>
      <w:bookmarkEnd w:id="12"/>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أَلَآ</w:t>
      </w:r>
      <w:r>
        <w:rPr>
          <w:rtl/>
        </w:rPr>
        <w:t xml:space="preserve"> إِنَّ</w:t>
      </w:r>
      <w:r w:rsidR="001E6BAB" w:rsidRPr="001E6BAB">
        <w:rPr>
          <w:rFonts w:hint="cs"/>
          <w:rtl/>
        </w:rPr>
        <w:t>ه</w:t>
      </w:r>
      <w:r w:rsidRPr="00595365">
        <w:rPr>
          <w:rFonts w:hint="cs"/>
          <w:rtl/>
        </w:rPr>
        <w:t xml:space="preserve">مۡ يَثۡنُونَ صُدُورَهُمۡ لِيَسۡتَخۡفُواْ مِنۡهُ‌ۚ أَلَا حِينَ يَسۡتَغۡشُونَ ثِيَابَهُمۡ يَعۡلَمُ مَا يُسِرُّونَ وَمَا يُعۡلِنُونَ‌ۚ إِنَّهُ </w:t>
      </w:r>
      <w:r>
        <w:rPr>
          <w:rFonts w:hint="cs"/>
          <w:rtl/>
        </w:rPr>
        <w:t>ۥ</w:t>
      </w:r>
      <w:r>
        <w:rPr>
          <w:rtl/>
        </w:rPr>
        <w:t xml:space="preserve"> عَلِيمُۢ بِذَاتِ </w:t>
      </w:r>
      <w:r>
        <w:rPr>
          <w:rFonts w:hint="cs"/>
          <w:rtl/>
        </w:rPr>
        <w:t>ٱ</w:t>
      </w:r>
      <w:r>
        <w:rPr>
          <w:rFonts w:hint="eastAsia"/>
          <w:rtl/>
        </w:rPr>
        <w:t>لصُّدُورِ</w:t>
      </w:r>
      <w:r>
        <w:rPr>
          <w:rtl/>
        </w:rPr>
        <w:t xml:space="preserve"> (٥</w:t>
      </w:r>
      <w:r w:rsidR="009229E3">
        <w:rPr>
          <w:rtl/>
        </w:rPr>
        <w:t>)</w:t>
      </w:r>
    </w:p>
    <w:p w:rsidR="001A403D" w:rsidRDefault="001A403D" w:rsidP="00E36567">
      <w:pPr>
        <w:pStyle w:val="libBoldItalic"/>
      </w:pPr>
      <w:r>
        <w:t>Beware! they turn away their chests to hide themselves from him. Beware! when they cover themselves with their clothing, He knows what they conceal and what they declare. No doubt, He is Knower of what is in the chests. (5)</w:t>
      </w:r>
    </w:p>
    <w:p w:rsidR="001A403D" w:rsidRDefault="001A403D" w:rsidP="00E36567">
      <w:pPr>
        <w:pStyle w:val="libNormal"/>
      </w:pPr>
      <w:r>
        <w:t>1-Saying of Allah, “Beware! they turn away their chests to hide themselves from him” means they hide what grudge is in their chests against Ali asws, and Rasool Allah sawaw said, “No doubt, the sign of hypocrite is grudge of Ali asws.” So those people used to show love of Ali asws in front of Nabi Akram sawaw, and conceal jealousy, so Allah said, “Beware! when they cover themselves with their clothing” meaning that when something is narrated from the merits of Ali asws or what Allah has revealed about him is recited, then they shake their clothing and get up, and Allah Ta’ala says, “He knows what they conceal and what they declare” when they stand up, “No doubt, He is Knower of what is in the chests” (Tafseer Qummi, p299)</w:t>
      </w:r>
    </w:p>
    <w:p w:rsidR="001A403D" w:rsidRDefault="001A403D" w:rsidP="009229E3">
      <w:pPr>
        <w:pStyle w:val="libCenterBold1"/>
      </w:pPr>
      <w:r>
        <w:t>Lesson:</w:t>
      </w:r>
    </w:p>
    <w:p w:rsidR="001A403D" w:rsidRDefault="001A403D" w:rsidP="001A403D">
      <w:pPr>
        <w:pStyle w:val="libNormal"/>
      </w:pPr>
      <w:r>
        <w:t>1-Progeny of hypocrites, Muqassireen have the same behaviour. When Faza’il of Maola Ali asws are being narrated in Majalis, they stand up and go out telling lame excuses, and tell in front of people that they believe in Walayat-e-Ali asws as well, but Allah knows the secrets of their hearts.</w:t>
      </w:r>
    </w:p>
    <w:p w:rsidR="001A403D" w:rsidRDefault="001A403D" w:rsidP="00385B48">
      <w:pPr>
        <w:pStyle w:val="libAr"/>
      </w:pPr>
      <w:r>
        <w:rPr>
          <w:rFonts w:hint="eastAsia"/>
          <w:rtl/>
        </w:rPr>
        <w:t>فَلَعَلَّكَ</w:t>
      </w:r>
      <w:r>
        <w:rPr>
          <w:rtl/>
        </w:rPr>
        <w:t xml:space="preserve"> تَارِكُۢ بَعۡضَ مَا يُوحَىٰٓ إِلَيۡكَ وَضَآ</w:t>
      </w:r>
      <w:r>
        <w:rPr>
          <w:rFonts w:hint="cs"/>
          <w:rtl/>
        </w:rPr>
        <w:t>ٮِٕ</w:t>
      </w:r>
      <w:r>
        <w:rPr>
          <w:rFonts w:hint="eastAsia"/>
          <w:rtl/>
        </w:rPr>
        <w:t>قُۢ</w:t>
      </w:r>
      <w:r>
        <w:rPr>
          <w:rtl/>
        </w:rPr>
        <w:t xml:space="preserve"> بِهِ</w:t>
      </w:r>
      <w:r>
        <w:rPr>
          <w:rFonts w:hint="cs"/>
          <w:rtl/>
        </w:rPr>
        <w:t>ۦ</w:t>
      </w:r>
      <w:r>
        <w:rPr>
          <w:rtl/>
        </w:rPr>
        <w:t xml:space="preserve"> صَدۡرُكَ أَن يَقُولُواْ لَوۡلَآ أُنزِلَ عَلَيۡهِ كَنزٌ أَوۡ جَآءَ مَعَهُ </w:t>
      </w:r>
      <w:r>
        <w:rPr>
          <w:rFonts w:hint="cs"/>
          <w:rtl/>
        </w:rPr>
        <w:t>ۥ</w:t>
      </w:r>
      <w:r>
        <w:rPr>
          <w:rtl/>
        </w:rPr>
        <w:t xml:space="preserve"> مَلَكٌ‌ۚ إِنَّمَآ أَنتَ نَذِيرٌ۬‌ۚ وَ</w:t>
      </w:r>
      <w:r>
        <w:rPr>
          <w:rFonts w:hint="cs"/>
          <w:rtl/>
        </w:rPr>
        <w:t>ٱ</w:t>
      </w:r>
      <w:r>
        <w:rPr>
          <w:rFonts w:hint="eastAsia"/>
          <w:rtl/>
        </w:rPr>
        <w:t>للَّهُ</w:t>
      </w:r>
      <w:r>
        <w:rPr>
          <w:rtl/>
        </w:rPr>
        <w:t xml:space="preserve"> عَلَىٰ كُلِّ شَىۡءٍ۬ وَ</w:t>
      </w:r>
      <w:r w:rsidR="001E6BAB" w:rsidRPr="001E6BAB">
        <w:rPr>
          <w:rFonts w:hint="cs"/>
          <w:rtl/>
        </w:rPr>
        <w:t>ک</w:t>
      </w:r>
      <w:r>
        <w:rPr>
          <w:rFonts w:hint="eastAsia"/>
          <w:rtl/>
        </w:rPr>
        <w:t>يلٌ</w:t>
      </w:r>
      <w:r>
        <w:rPr>
          <w:rtl/>
        </w:rPr>
        <w:t xml:space="preserve"> (١٢</w:t>
      </w:r>
      <w:r w:rsidR="009229E3">
        <w:rPr>
          <w:rtl/>
        </w:rPr>
        <w:t>)</w:t>
      </w:r>
    </w:p>
    <w:p w:rsidR="001A403D" w:rsidRDefault="001A403D" w:rsidP="00E36567">
      <w:pPr>
        <w:pStyle w:val="libBoldItalic"/>
      </w:pPr>
      <w:r>
        <w:t>Then would you possibly leave out some of what is revealed to you, and your chest is straitened by it because they say: Why has not a treasure been sent down for him, or an angel come with him? But you are only a warner, and Allah is Protector of all things. (12)</w:t>
      </w:r>
    </w:p>
    <w:p w:rsidR="001A403D" w:rsidRDefault="001A403D" w:rsidP="00E36567">
      <w:pPr>
        <w:pStyle w:val="libNormal"/>
      </w:pPr>
      <w:r>
        <w:t xml:space="preserve">1-Rasool Allah sawaw said to Imam Ali asws: Ya Ali asws! I asked Allah that to make you my Wazir, so He made, and asked Him that to make you my Wasi, so He made, and asked Him that to make you my Khalifa in my Ummah, so He made. Then a person said: I swear by Allah, one Sa’eh (3 kg) dates in an old leather bag are more dearer to us than that what Mohammad sawaw asked his Rabb, why did not ask Angel from Him to help him against his enemies, or a treasure which whould help him in the days of his hunger, by Allah whatever Dua he makes whether it is about Haqq or about Batil, it is surely accepted. On this Allah revealed this verse, “Then would you possibly leave.....Allah is Wakeel of all things” Said: And Rasool Allah sawaw at the end of his Salaah used to pray for Amirul Momineen asws in loud voice that people could hear, “Ya Allah, bestow devotion of Ali asws in the chests of Momineen, and put splendour &amp; </w:t>
      </w:r>
      <w:r>
        <w:lastRenderedPageBreak/>
        <w:t>greatness (of Ali asws) in the chests of hypocrites” on this Allah revealed, “No doubt, those who believe and do good deeds, then Rahman appoints love for them, thus We made easy this Quran in your language, so that you can give good news to the pious and warn the arrogant” (Mariyam, v96-97) (Imam Jafar Sadiq asws) (al-Burhan, v4, p84)</w:t>
      </w:r>
    </w:p>
    <w:p w:rsidR="001A403D" w:rsidRDefault="001A403D" w:rsidP="009229E3">
      <w:pPr>
        <w:pStyle w:val="libCenterBold1"/>
      </w:pPr>
      <w:r>
        <w:t>Lesson:</w:t>
      </w:r>
    </w:p>
    <w:p w:rsidR="001A403D" w:rsidRDefault="001A403D" w:rsidP="001A403D">
      <w:pPr>
        <w:pStyle w:val="libNormal"/>
      </w:pPr>
      <w:r>
        <w:t>1-Nasibi Muqassireen in the time of Rasool Allah sawaw were also fed up that whenever a revelation comes it is about Faza’il-e-Ali asws or Walayat-e-Ali asws, and whenever Nabi Akram sawaw asks something from Allah it is also about Ali asws, whole Deen of Allah is revolving around Walayat-e-Ali asws. Same is the condition of Muqassireen nowadays, they say that is there nothing left in Deen other than Walayat-e-Ali asws, no deed is accepted without Zikr of Ali asws, why they don’t tell in Majalis: how to pray for wealth &amp; health, profit in business, how to chose spouse, how to repent after committing sins, or how to take bath or give bath to the dead. Actually deniers of Walayat are only after Zann, Zarr, Zameen (woman, wealth, power in land).</w:t>
      </w:r>
    </w:p>
    <w:p w:rsidR="001A403D" w:rsidRDefault="001A403D" w:rsidP="001A403D">
      <w:pPr>
        <w:pStyle w:val="libNormal"/>
      </w:pPr>
      <w:r>
        <w:t>2-What Rasool Allah sawaw was praying towards the end of his Namaz: Ya Allah, plant Mawaddat of Ali asws in the chests of Momineen and put (fear &amp; fright from) splendour &amp; greatness (of Ali asws) in the chests of hypocrites. The confirmation of acceptance of this Dua is in verses 96-97 of Sura Mariyam, so the deniers of Walayat-e-Ali asws can not run away. Certainly, beginning and end of Namaz is with Walayat-e-Ali asws.</w:t>
      </w:r>
    </w:p>
    <w:p w:rsidR="001A403D" w:rsidRDefault="001A403D" w:rsidP="001A403D">
      <w:pPr>
        <w:pStyle w:val="libNormal"/>
      </w:pPr>
      <w:r>
        <w:t>3-Quran is guidance and easy and good news for Muttaqeen, but it is very hard and difficult for Muqassireen therefore for centuries until now only they could understand hardly five hundred verses.</w:t>
      </w:r>
    </w:p>
    <w:p w:rsidR="00595365" w:rsidRDefault="001A403D" w:rsidP="001A403D">
      <w:pPr>
        <w:pStyle w:val="libNormal"/>
      </w:pPr>
      <w:r>
        <w:t>4-Verses 12 to 24 of Sura Hood are about the behaviour of deniers and opponents of Walayat-e-Ali asws, that they say: He (sawaw) makes Quran himself about Walayt-e-Ali asws, and they do not accept invitation of Walayat-e-Ali asws, they do not obey what is revealed from the Knowledge of Allah about Walayat-e-Ali asws, and opponents wants share in Walayat-e-Ali asws, those who deny Rasool Allah sawaw and his witness Maola Ali asws whose Zikr is in Taurat as well Hell is promised for them, Walayat-e-Ali asws is Haqq from Allah, Infallible Imams asws will witness that deniers of Walayat are liars and curse of Allah is on them, they were hindering from Walayat-e-Ali asws and in fact they did not believe in the Hereafter, they will get double punishment, deniers of Walayat are blind and deaf.</w:t>
      </w:r>
    </w:p>
    <w:p w:rsidR="001A403D" w:rsidRDefault="001A403D" w:rsidP="00385B48">
      <w:pPr>
        <w:pStyle w:val="libAr"/>
      </w:pPr>
      <w:r>
        <w:rPr>
          <w:rFonts w:hint="eastAsia"/>
          <w:rtl/>
        </w:rPr>
        <w:t>أَفَمَن</w:t>
      </w:r>
      <w:r>
        <w:rPr>
          <w:rtl/>
        </w:rPr>
        <w:t xml:space="preserve"> كَانَ عَلَىٰ بَيِّنَةٍ۬ مِّن رَّبِّهِ</w:t>
      </w:r>
      <w:r>
        <w:rPr>
          <w:rFonts w:hint="cs"/>
          <w:rtl/>
        </w:rPr>
        <w:t>ۦ</w:t>
      </w:r>
      <w:r>
        <w:rPr>
          <w:rtl/>
        </w:rPr>
        <w:t xml:space="preserve"> وَيَتۡلُوهُ شَاهِدٌ۬ مِّنۡهُ وَمِن قَبۡلِهِ</w:t>
      </w:r>
      <w:r>
        <w:rPr>
          <w:rFonts w:hint="cs"/>
          <w:rtl/>
        </w:rPr>
        <w:t>ۦ</w:t>
      </w:r>
      <w:r>
        <w:rPr>
          <w:rtl/>
        </w:rPr>
        <w:t xml:space="preserve"> كِتَـٰبُ مُوسَىٰٓ إِمَامً۬ا وَرَحۡمَةً‌ۚ أُوْلَـٰٓ</w:t>
      </w:r>
      <w:r>
        <w:rPr>
          <w:rFonts w:hint="cs"/>
          <w:rtl/>
        </w:rPr>
        <w:t>ٮِٕ</w:t>
      </w:r>
      <w:r>
        <w:rPr>
          <w:rFonts w:hint="eastAsia"/>
          <w:rtl/>
        </w:rPr>
        <w:t>كَ</w:t>
      </w:r>
      <w:r>
        <w:rPr>
          <w:rtl/>
        </w:rPr>
        <w:t xml:space="preserve"> يُؤۡمِنُونَ بِهِ</w:t>
      </w:r>
      <w:r>
        <w:rPr>
          <w:rFonts w:hint="cs"/>
          <w:rtl/>
        </w:rPr>
        <w:t>ۦ‌ۚ</w:t>
      </w:r>
      <w:r>
        <w:rPr>
          <w:rtl/>
        </w:rPr>
        <w:t xml:space="preserve"> وَمَن يَكۡفُرۡ بِهِ</w:t>
      </w:r>
      <w:r>
        <w:rPr>
          <w:rFonts w:hint="cs"/>
          <w:rtl/>
        </w:rPr>
        <w:t>ۦ</w:t>
      </w:r>
      <w:r>
        <w:rPr>
          <w:rtl/>
        </w:rPr>
        <w:t xml:space="preserve"> مِنَ </w:t>
      </w:r>
      <w:r>
        <w:rPr>
          <w:rFonts w:hint="cs"/>
          <w:rtl/>
        </w:rPr>
        <w:t>ٱ</w:t>
      </w:r>
      <w:r>
        <w:rPr>
          <w:rFonts w:hint="eastAsia"/>
          <w:rtl/>
        </w:rPr>
        <w:t>لۡأَحۡزَابِ</w:t>
      </w:r>
      <w:r>
        <w:rPr>
          <w:rtl/>
        </w:rPr>
        <w:t xml:space="preserve"> فَ</w:t>
      </w:r>
      <w:r>
        <w:rPr>
          <w:rFonts w:hint="cs"/>
          <w:rtl/>
        </w:rPr>
        <w:t>ٱ</w:t>
      </w:r>
      <w:r>
        <w:rPr>
          <w:rFonts w:hint="eastAsia"/>
          <w:rtl/>
        </w:rPr>
        <w:t>لنَّارُ</w:t>
      </w:r>
      <w:r>
        <w:rPr>
          <w:rtl/>
        </w:rPr>
        <w:t xml:space="preserve"> مَوۡعِدُهُ </w:t>
      </w:r>
      <w:r>
        <w:rPr>
          <w:rFonts w:hint="cs"/>
          <w:rtl/>
        </w:rPr>
        <w:t>ۥ‌ۚ</w:t>
      </w:r>
      <w:r>
        <w:rPr>
          <w:rtl/>
        </w:rPr>
        <w:t xml:space="preserve"> فَلَا تَكُ فِى مِرۡيَةٍ۬ مِّنۡهُ‌ۚ إِنَّهُ </w:t>
      </w:r>
      <w:r>
        <w:rPr>
          <w:rFonts w:hint="cs"/>
          <w:rtl/>
        </w:rPr>
        <w:t>ٱ</w:t>
      </w:r>
      <w:r>
        <w:rPr>
          <w:rFonts w:hint="eastAsia"/>
          <w:rtl/>
        </w:rPr>
        <w:t>لۡحَقُّ</w:t>
      </w:r>
      <w:r>
        <w:rPr>
          <w:rtl/>
        </w:rPr>
        <w:t xml:space="preserve"> مِن رَّبِّكَ وَلَـٰكِنَّ أَ</w:t>
      </w:r>
      <w:r w:rsidR="001E6BAB" w:rsidRPr="001E6BAB">
        <w:rPr>
          <w:rFonts w:hint="cs"/>
          <w:rtl/>
        </w:rPr>
        <w:t>ک</w:t>
      </w:r>
      <w:r w:rsidRPr="00595365">
        <w:rPr>
          <w:rFonts w:hint="cs"/>
          <w:rtl/>
        </w:rPr>
        <w:t>ۡ</w:t>
      </w:r>
      <w:r>
        <w:rPr>
          <w:rFonts w:hint="eastAsia"/>
          <w:rtl/>
        </w:rPr>
        <w:t>ثَرَ</w:t>
      </w:r>
      <w:r>
        <w:rPr>
          <w:rtl/>
        </w:rPr>
        <w:t xml:space="preserve"> </w:t>
      </w:r>
      <w:r>
        <w:rPr>
          <w:rFonts w:hint="cs"/>
          <w:rtl/>
        </w:rPr>
        <w:t>ٱ</w:t>
      </w:r>
      <w:r>
        <w:rPr>
          <w:rFonts w:hint="eastAsia"/>
          <w:rtl/>
        </w:rPr>
        <w:t>لنَّاسِ</w:t>
      </w:r>
      <w:r>
        <w:rPr>
          <w:rtl/>
        </w:rPr>
        <w:t xml:space="preserve"> لَا يُؤۡمِنُونَ (١٧</w:t>
      </w:r>
      <w:r w:rsidR="009229E3">
        <w:rPr>
          <w:rtl/>
        </w:rPr>
        <w:t>)</w:t>
      </w:r>
    </w:p>
    <w:p w:rsidR="001A403D" w:rsidRDefault="001A403D" w:rsidP="00E36567">
      <w:pPr>
        <w:pStyle w:val="libBoldItalic"/>
      </w:pPr>
      <w:r>
        <w:t xml:space="preserve">Is he who has a clear proof from his Rabb, and a witness follows him who is from him, and before this the Book of Musa, an Imam and Rahmat, such people believe in him. And whoever disbelieves in him from the tribes, the Fire is his promised place. So do not be in doubt about him. </w:t>
      </w:r>
      <w:r>
        <w:lastRenderedPageBreak/>
        <w:t>No doubt he is Haqq (Truth) from your Rabb; but most of the people do not believe. (17)</w:t>
      </w:r>
    </w:p>
    <w:p w:rsidR="001A403D" w:rsidRDefault="001A403D" w:rsidP="00E36567">
      <w:pPr>
        <w:pStyle w:val="libNormal"/>
      </w:pPr>
      <w:r>
        <w:t>1-Who has clear proof from his Rabb, that is Rasool Allah sawaw, and the witness who follows him, who is from him that is Amirul Momineen asws, then after him his Aosiya asws one after the other. (Imam Mohammad Baqir asws) (al-Burhan, v4, p89)</w:t>
      </w:r>
    </w:p>
    <w:p w:rsidR="001A403D" w:rsidRDefault="001A403D" w:rsidP="001A403D">
      <w:pPr>
        <w:pStyle w:val="libNormal"/>
      </w:pPr>
      <w:r>
        <w:t>2-Abu Zarr (a.s.), Miqdad (a.s.), and Salman (a.s.) narrated: We were sitting with Rasool Allah sawaw, and no one else was with us, that three groups from Badri Muhajireen were coming, then Rasool Allah sawaw said: After me my Ummah will divide in three groups: faction of companions of Haqq, Batil not even equal to a particle will be in it, their example is like gold that when it is checked with fire then its purity &amp; cleanliness increases, and their Imam is one from this third (group) whom Allah declares Imam &amp; Rahmat in His Book. And the second faction is companions of Batil, Haqq not even equal to a particle will be in it, its example is like rust of iron that when it is checked with fire, then its dirtiness increases, and their Imam is one from the second of the three (groups). And the third faction will be companions of misguidance, uncertainty among them, neither from here nor from there, their Imam will be from the third of three (groups).</w:t>
      </w:r>
    </w:p>
    <w:p w:rsidR="001A403D" w:rsidRDefault="001A403D" w:rsidP="00E36567">
      <w:pPr>
        <w:pStyle w:val="libNormal"/>
      </w:pPr>
      <w:r>
        <w:t>Muslim said: I asked Abu Zarr (a.s.), Miqdad (a.s.), and Salman (a.s.) about the companions of Haqq and their Imam, then they said, “He is Imamul Muttaqeen Abli ibne Abi Talib asws” and did not expose about the rest two, I tried hard but they never told the names. (al-Burhan, v4, p95)</w:t>
      </w:r>
    </w:p>
    <w:p w:rsidR="001A403D" w:rsidRDefault="001A403D" w:rsidP="009229E3">
      <w:pPr>
        <w:pStyle w:val="libCenterBold1"/>
      </w:pPr>
      <w:r>
        <w:t>Lesson:</w:t>
      </w:r>
    </w:p>
    <w:p w:rsidR="001A403D" w:rsidRDefault="001A403D" w:rsidP="001A403D">
      <w:pPr>
        <w:pStyle w:val="libNormal"/>
      </w:pPr>
      <w:r>
        <w:t>1-Maola Ali asws is mentioned in all heavenly Books. From Azal, the promised place of deniers of Walayat-e-Ali asws is Hell.</w:t>
      </w:r>
    </w:p>
    <w:p w:rsidR="001A403D" w:rsidRDefault="001A403D" w:rsidP="001A403D">
      <w:pPr>
        <w:pStyle w:val="libNormal"/>
      </w:pPr>
      <w:r>
        <w:t>2-At present time there are three groups as well: Companions of Haqq faction of Momineen, which practices Walayat according to Quran and Sunnah, busy in Azadari of Imam Hussain asws and waiting for Zahoor of Imam Qaim asws all the time, not in lust of power &amp; wealth at all. Second group is opponents of Walayat-e-Ali asws and Azadari of Imam-e-Mazloom asws, which is running after power &amp; wealth through Walayat of Mulla, they are companions of Batil. Third group is silent and they are considering themselves very pious, they are neither with Mulla nor with Maola asws, i.e. neither they take side of Batil nor they favour Haqq, and they think that they are real Shias and Momin sect, while in fact they are misguided because they do not speak in favour of Haqq openly.</w:t>
      </w:r>
    </w:p>
    <w:p w:rsidR="001A403D" w:rsidRDefault="001A403D" w:rsidP="00385B48">
      <w:pPr>
        <w:pStyle w:val="libAr"/>
      </w:pPr>
      <w:r>
        <w:rPr>
          <w:rFonts w:hint="eastAsia"/>
          <w:rtl/>
        </w:rPr>
        <w:t>وَمَنۡ</w:t>
      </w:r>
      <w:r>
        <w:rPr>
          <w:rtl/>
        </w:rPr>
        <w:t xml:space="preserve"> أَظۡلَمُ مِمَّنِ </w:t>
      </w:r>
      <w:r>
        <w:rPr>
          <w:rFonts w:hint="cs"/>
          <w:rtl/>
        </w:rPr>
        <w:t>ٱ</w:t>
      </w:r>
      <w:r>
        <w:rPr>
          <w:rFonts w:hint="eastAsia"/>
          <w:rtl/>
        </w:rPr>
        <w:t>فۡتَرَىٰ</w:t>
      </w:r>
      <w:r>
        <w:rPr>
          <w:rtl/>
        </w:rPr>
        <w:t xml:space="preserve"> عَلَى </w:t>
      </w:r>
      <w:r>
        <w:rPr>
          <w:rFonts w:hint="cs"/>
          <w:rtl/>
        </w:rPr>
        <w:t>ٱ</w:t>
      </w:r>
      <w:r>
        <w:rPr>
          <w:rFonts w:hint="eastAsia"/>
          <w:rtl/>
        </w:rPr>
        <w:t>للَّهِ</w:t>
      </w:r>
      <w:r>
        <w:rPr>
          <w:rtl/>
        </w:rPr>
        <w:t xml:space="preserve"> </w:t>
      </w:r>
      <w:r w:rsidR="001E6BAB" w:rsidRPr="001E6BAB">
        <w:rPr>
          <w:rFonts w:hint="cs"/>
          <w:rtl/>
        </w:rPr>
        <w:t>ک</w:t>
      </w:r>
      <w:r>
        <w:rPr>
          <w:rFonts w:hint="eastAsia"/>
          <w:rtl/>
        </w:rPr>
        <w:t>ذِبًا‌ۚ</w:t>
      </w:r>
      <w:r>
        <w:rPr>
          <w:rtl/>
        </w:rPr>
        <w:t xml:space="preserve"> أُوْلَـٰٓ</w:t>
      </w:r>
      <w:r>
        <w:rPr>
          <w:rFonts w:hint="cs"/>
          <w:rtl/>
        </w:rPr>
        <w:t>ٮِٕ</w:t>
      </w:r>
      <w:r>
        <w:rPr>
          <w:rFonts w:hint="eastAsia"/>
          <w:rtl/>
        </w:rPr>
        <w:t>كَ</w:t>
      </w:r>
      <w:r>
        <w:rPr>
          <w:rtl/>
        </w:rPr>
        <w:t xml:space="preserve"> يُعۡرَضُونَ عَلَىٰ رَبِّهِمۡ وَيَقُولُ </w:t>
      </w:r>
      <w:r>
        <w:rPr>
          <w:rFonts w:hint="cs"/>
          <w:rtl/>
        </w:rPr>
        <w:t>ٱ</w:t>
      </w:r>
      <w:r>
        <w:rPr>
          <w:rFonts w:hint="eastAsia"/>
          <w:rtl/>
        </w:rPr>
        <w:t>لۡأَشۡهَـٰدُ</w:t>
      </w:r>
      <w:r>
        <w:rPr>
          <w:rtl/>
        </w:rPr>
        <w:t xml:space="preserve"> هَـٰٓؤُلَآءِ </w:t>
      </w:r>
      <w:r>
        <w:rPr>
          <w:rFonts w:hint="cs"/>
          <w:rtl/>
        </w:rPr>
        <w:t>ٱ</w:t>
      </w:r>
      <w:r>
        <w:rPr>
          <w:rFonts w:hint="eastAsia"/>
          <w:rtl/>
        </w:rPr>
        <w:t>لَّذِينَ</w:t>
      </w:r>
      <w:r>
        <w:rPr>
          <w:rtl/>
        </w:rPr>
        <w:t xml:space="preserve"> كَذَبُواْ عَلَىٰ رَبِّهِمۡ‌ۚ أَلَا لَعۡنَةُ </w:t>
      </w:r>
      <w:r>
        <w:rPr>
          <w:rFonts w:hint="cs"/>
          <w:rtl/>
        </w:rPr>
        <w:t>ٱ</w:t>
      </w:r>
      <w:r>
        <w:rPr>
          <w:rFonts w:hint="eastAsia"/>
          <w:rtl/>
        </w:rPr>
        <w:t>للَّهِ</w:t>
      </w:r>
      <w:r>
        <w:rPr>
          <w:rtl/>
        </w:rPr>
        <w:t xml:space="preserve"> عَلَى </w:t>
      </w:r>
      <w:r>
        <w:rPr>
          <w:rFonts w:hint="cs"/>
          <w:rtl/>
        </w:rPr>
        <w:t>ٱ</w:t>
      </w:r>
      <w:r>
        <w:rPr>
          <w:rFonts w:hint="eastAsia"/>
          <w:rtl/>
        </w:rPr>
        <w:t>لظَّـٰلِمِينَ</w:t>
      </w:r>
      <w:r>
        <w:rPr>
          <w:rtl/>
        </w:rPr>
        <w:t xml:space="preserve"> (١٨</w:t>
      </w:r>
      <w:r w:rsidR="009229E3">
        <w:rPr>
          <w:rtl/>
        </w:rPr>
        <w:t>)</w:t>
      </w:r>
      <w:r>
        <w:rPr>
          <w:rtl/>
        </w:rPr>
        <w:t xml:space="preserve"> </w:t>
      </w:r>
      <w:r>
        <w:rPr>
          <w:rFonts w:hint="cs"/>
          <w:rtl/>
        </w:rPr>
        <w:t>ٱ</w:t>
      </w:r>
      <w:r>
        <w:rPr>
          <w:rFonts w:hint="eastAsia"/>
          <w:rtl/>
        </w:rPr>
        <w:t>لَّذِينَ</w:t>
      </w:r>
      <w:r>
        <w:rPr>
          <w:rtl/>
        </w:rPr>
        <w:t xml:space="preserve"> يَصُدُّونَ عَن سَب</w:t>
      </w:r>
      <w:r>
        <w:rPr>
          <w:rFonts w:hint="eastAsia"/>
          <w:rtl/>
        </w:rPr>
        <w:t>ِيلِ</w:t>
      </w:r>
      <w:r>
        <w:rPr>
          <w:rtl/>
        </w:rPr>
        <w:t xml:space="preserve"> </w:t>
      </w:r>
      <w:r>
        <w:rPr>
          <w:rFonts w:hint="cs"/>
          <w:rtl/>
        </w:rPr>
        <w:t>ٱ</w:t>
      </w:r>
      <w:r>
        <w:rPr>
          <w:rFonts w:hint="eastAsia"/>
          <w:rtl/>
        </w:rPr>
        <w:t>للَّهِ</w:t>
      </w:r>
      <w:r>
        <w:rPr>
          <w:rtl/>
        </w:rPr>
        <w:t xml:space="preserve"> وَيَبۡغُونَ</w:t>
      </w:r>
      <w:r w:rsidR="001E6BAB" w:rsidRPr="001E6BAB">
        <w:rPr>
          <w:rFonts w:hint="cs"/>
          <w:rtl/>
        </w:rPr>
        <w:t>ه</w:t>
      </w:r>
      <w:r w:rsidRPr="00595365">
        <w:rPr>
          <w:rFonts w:hint="cs"/>
          <w:rtl/>
        </w:rPr>
        <w:t>ا عِوَجً۬ا وَهُم بِ</w:t>
      </w:r>
      <w:r>
        <w:rPr>
          <w:rFonts w:hint="cs"/>
          <w:rtl/>
        </w:rPr>
        <w:t>ٱ</w:t>
      </w:r>
      <w:r>
        <w:rPr>
          <w:rFonts w:hint="eastAsia"/>
          <w:rtl/>
        </w:rPr>
        <w:t>لۡأَخِرَةِ</w:t>
      </w:r>
      <w:r>
        <w:rPr>
          <w:rtl/>
        </w:rPr>
        <w:t xml:space="preserve"> هُمۡ كَـٰفِرُونَ (١٩</w:t>
      </w:r>
      <w:r w:rsidR="009229E3">
        <w:rPr>
          <w:rtl/>
        </w:rPr>
        <w:t>)</w:t>
      </w:r>
      <w:r>
        <w:rPr>
          <w:rtl/>
        </w:rPr>
        <w:t xml:space="preserve"> أُوْلَـٰٓ</w:t>
      </w:r>
      <w:r>
        <w:rPr>
          <w:rFonts w:hint="cs"/>
          <w:rtl/>
        </w:rPr>
        <w:t>ٮِٕ</w:t>
      </w:r>
      <w:r>
        <w:rPr>
          <w:rFonts w:hint="eastAsia"/>
          <w:rtl/>
        </w:rPr>
        <w:t>كَ</w:t>
      </w:r>
      <w:r>
        <w:rPr>
          <w:rtl/>
        </w:rPr>
        <w:t xml:space="preserve"> لَمۡ يَكُونُواْ مُعۡجِزِينَ فِى </w:t>
      </w:r>
      <w:r>
        <w:rPr>
          <w:rFonts w:hint="cs"/>
          <w:rtl/>
        </w:rPr>
        <w:t>ٱ</w:t>
      </w:r>
      <w:r>
        <w:rPr>
          <w:rFonts w:hint="eastAsia"/>
          <w:rtl/>
        </w:rPr>
        <w:t>لۡأَرۡضِ</w:t>
      </w:r>
      <w:r>
        <w:rPr>
          <w:rtl/>
        </w:rPr>
        <w:t xml:space="preserve"> وَمَا كَانَ لَهُم مِّن دُونِ </w:t>
      </w:r>
      <w:r>
        <w:rPr>
          <w:rFonts w:hint="cs"/>
          <w:rtl/>
        </w:rPr>
        <w:t>ٱ</w:t>
      </w:r>
      <w:r>
        <w:rPr>
          <w:rFonts w:hint="eastAsia"/>
          <w:rtl/>
        </w:rPr>
        <w:t>للَّهِ</w:t>
      </w:r>
      <w:r>
        <w:rPr>
          <w:rtl/>
        </w:rPr>
        <w:t xml:space="preserve"> مِنۡ أَوۡلِيَآءَ‌ۘ يُضَـٰعَفُ لَهُمُ </w:t>
      </w:r>
      <w:r>
        <w:rPr>
          <w:rFonts w:hint="cs"/>
          <w:rtl/>
        </w:rPr>
        <w:t>ٱ</w:t>
      </w:r>
      <w:r>
        <w:rPr>
          <w:rFonts w:hint="eastAsia"/>
          <w:rtl/>
        </w:rPr>
        <w:t>لۡعَذَابُ‌ۚ</w:t>
      </w:r>
      <w:r>
        <w:rPr>
          <w:rtl/>
        </w:rPr>
        <w:t xml:space="preserve"> مَا كَانُواْ يَسۡتَطِيعُونَ </w:t>
      </w:r>
      <w:r>
        <w:rPr>
          <w:rFonts w:hint="cs"/>
          <w:rtl/>
        </w:rPr>
        <w:t>ٱ</w:t>
      </w:r>
      <w:r>
        <w:rPr>
          <w:rFonts w:hint="eastAsia"/>
          <w:rtl/>
        </w:rPr>
        <w:t>لسَّمۡعَ</w:t>
      </w:r>
      <w:r>
        <w:rPr>
          <w:rtl/>
        </w:rPr>
        <w:t xml:space="preserve"> وَمَا </w:t>
      </w:r>
      <w:r w:rsidR="001E6BAB" w:rsidRPr="001E6BAB">
        <w:rPr>
          <w:rFonts w:hint="cs"/>
          <w:rtl/>
        </w:rPr>
        <w:t>ک</w:t>
      </w:r>
      <w:r>
        <w:rPr>
          <w:rFonts w:hint="eastAsia"/>
          <w:rtl/>
        </w:rPr>
        <w:t>انُواْ</w:t>
      </w:r>
      <w:r>
        <w:rPr>
          <w:rtl/>
        </w:rPr>
        <w:t xml:space="preserve"> يُبۡصِرُونَ (٢٠</w:t>
      </w:r>
      <w:r w:rsidR="009229E3">
        <w:rPr>
          <w:rtl/>
        </w:rPr>
        <w:t>)</w:t>
      </w:r>
      <w:r>
        <w:rPr>
          <w:rtl/>
        </w:rPr>
        <w:t xml:space="preserve"> أُوْلَـٰٓ</w:t>
      </w:r>
      <w:r>
        <w:rPr>
          <w:rFonts w:hint="cs"/>
          <w:rtl/>
        </w:rPr>
        <w:t>ٮِٕ</w:t>
      </w:r>
      <w:r>
        <w:rPr>
          <w:rFonts w:hint="eastAsia"/>
          <w:rtl/>
        </w:rPr>
        <w:t>كَ</w:t>
      </w:r>
      <w:r>
        <w:rPr>
          <w:rtl/>
        </w:rPr>
        <w:t xml:space="preserve"> </w:t>
      </w:r>
      <w:r>
        <w:rPr>
          <w:rFonts w:hint="cs"/>
          <w:rtl/>
        </w:rPr>
        <w:t>ٱ</w:t>
      </w:r>
      <w:r>
        <w:rPr>
          <w:rFonts w:hint="eastAsia"/>
          <w:rtl/>
        </w:rPr>
        <w:t>لَّذِينَ</w:t>
      </w:r>
      <w:r>
        <w:rPr>
          <w:rtl/>
        </w:rPr>
        <w:t xml:space="preserve"> خَسِرُوٓاْ أَنفُسَ</w:t>
      </w:r>
      <w:r w:rsidR="001E6BAB" w:rsidRPr="001E6BAB">
        <w:rPr>
          <w:rFonts w:hint="cs"/>
          <w:rtl/>
        </w:rPr>
        <w:t>ه</w:t>
      </w:r>
      <w:r w:rsidRPr="00595365">
        <w:rPr>
          <w:rFonts w:hint="cs"/>
          <w:rtl/>
        </w:rPr>
        <w:t>مۡ وَضَلَّ عَنۡ</w:t>
      </w:r>
      <w:r w:rsidR="001E6BAB" w:rsidRPr="001E6BAB">
        <w:rPr>
          <w:rFonts w:hint="cs"/>
          <w:rtl/>
        </w:rPr>
        <w:t>ه</w:t>
      </w:r>
      <w:r w:rsidRPr="00595365">
        <w:rPr>
          <w:rFonts w:hint="cs"/>
          <w:rtl/>
        </w:rPr>
        <w:t xml:space="preserve">م مَّا </w:t>
      </w:r>
      <w:r w:rsidR="001E6BAB" w:rsidRPr="001E6BAB">
        <w:rPr>
          <w:rFonts w:hint="cs"/>
          <w:rtl/>
        </w:rPr>
        <w:t>ک</w:t>
      </w:r>
      <w:r>
        <w:rPr>
          <w:rFonts w:hint="eastAsia"/>
          <w:rtl/>
        </w:rPr>
        <w:t>انُواْ</w:t>
      </w:r>
      <w:r>
        <w:rPr>
          <w:rtl/>
        </w:rPr>
        <w:t xml:space="preserve"> يَفۡتَرُونَ (٢١</w:t>
      </w:r>
      <w:r w:rsidR="009229E3">
        <w:rPr>
          <w:rtl/>
        </w:rPr>
        <w:t>)</w:t>
      </w:r>
    </w:p>
    <w:p w:rsidR="001A403D" w:rsidRDefault="001A403D" w:rsidP="00E36567">
      <w:pPr>
        <w:pStyle w:val="libBoldItalic"/>
      </w:pPr>
      <w:r>
        <w:lastRenderedPageBreak/>
        <w:t>And who is more unjust than he who fabricates a lie about Allah? Such will be presented before their Rabb, and the witnesses will say: These are they who lied about their Rabb. Beware, the curse of Allah is upon wrong-doers, (18) Who prohibited people from the Sabeel (way) of Allah and sought to make it deviant, and they are the disbelievers in the Hereafter. (19) They could not subdue (Allah) in the earth, nor had they any guardians beside Allah. For them the punishment will be multiplied. They were not able to hear, and they used not to see. (20) Such are they who caused loss to themselves, and they lost what they used to fabricate. (21)</w:t>
      </w:r>
    </w:p>
    <w:p w:rsidR="001A403D" w:rsidRDefault="001A403D" w:rsidP="00E36567">
      <w:pPr>
        <w:pStyle w:val="libNormal"/>
      </w:pPr>
      <w:r>
        <w:t>1-No doubt, Allah Ta’ala made five things obligatory on the creations. They took four and left one. It was asked about the four, then Rasool Allah sawaw said: Salaah, Zakat, Hajj, Saom. It was asked: What is that one which was left? Said: Walayat-e-Ali ibne Abi Talib asws. It was asked: Is it obligatory from Allah? Said: Yes, Allah says, “Who is more unjust than he who fabricates a lie about Allah.....” (Rasool Allah sawaw) (al-Burhan, v4, p96)</w:t>
      </w:r>
    </w:p>
    <w:p w:rsidR="001A403D" w:rsidRDefault="001A403D" w:rsidP="00E36567">
      <w:pPr>
        <w:pStyle w:val="libNormal"/>
      </w:pPr>
      <w:r>
        <w:t>2-Ash’had (witnesses) are Imams asws. Beware, Curse of Allah on the unjust ones that they usurped the right of Aal-e-Mohammad asws, those people who prevent others from the Sabeel of Allah, and want to make it crooked, it means they were preventing from the Path of Allah which is Imamat, and wanted to make it deviated, meaning that declared it for others, and they have no ability to hear meaning that they could not hear Zikr of Amirul Momineen asws. Those people put themselves in loss, it means whatever they did proved to be wrong, and what they used to fabricate also lost that, it means whom they were calling other than Amirul Momineen asws, they proved to be Batil as well on the day of Qiyamah. (Tafseer Qummi, p302)</w:t>
      </w:r>
    </w:p>
    <w:p w:rsidR="001A403D" w:rsidRDefault="001A403D" w:rsidP="009229E3">
      <w:pPr>
        <w:pStyle w:val="libCenterBold1"/>
      </w:pPr>
      <w:r>
        <w:t>Lesson:</w:t>
      </w:r>
    </w:p>
    <w:p w:rsidR="001A403D" w:rsidRDefault="001A403D" w:rsidP="001A403D">
      <w:pPr>
        <w:pStyle w:val="libNormal"/>
      </w:pPr>
      <w:r>
        <w:t>1-Masumeen asws are witness, and they are looking how Mulla deleted the most important thing from the things which Allah made obligatory, and that was the foundation of Deen. Mulla classified Usool and Farooh, then calssified Ahadees, so that public should be lost in their maze, and forget the basis of Islam, Walayat-e-Ali asws. In this way, Mulla prevented public from Sabeel of Walayat-e-Ali asws and detoured them to the dirt road of Walayat of Mulla, so they usurped the right of Aal-e-Mohammad asws. But Imams fabricated by Majoosi factories will be exposed on the day of Qiyamah. Deniers of Walayat  have no ability to hear Zikr-e-Ali asws, and they never try to see the Ayaat &amp; Ahadees about Walayat-e-Ali asws.</w:t>
      </w:r>
    </w:p>
    <w:p w:rsidR="00595365" w:rsidRDefault="001A403D" w:rsidP="001A403D">
      <w:pPr>
        <w:pStyle w:val="libNormal"/>
      </w:pPr>
      <w:r>
        <w:t>2-Walayat-e-Ali asws is the highest and greatest Ne’mat of Allah, which is Belief and Deed as well, and base of every good deed, and spirit &amp; foundation of Deen of Allah. If one believes firmly in Walayat-e-Ali asws, 24 hour good deed is being recorded in his register of deeds. Who denies Walayat of Masumeen asws, that unjust fabricates lie about Allah.</w:t>
      </w:r>
    </w:p>
    <w:p w:rsidR="001A403D" w:rsidRDefault="001A403D" w:rsidP="001A403D">
      <w:pPr>
        <w:pStyle w:val="libNormal"/>
      </w:pPr>
      <w:r>
        <w:t>N.B. : The Tafseer of verses no. 118-119 of Sura Hood has been preceded under verse no. 157 of Sura A’raf.</w:t>
      </w:r>
    </w:p>
    <w:p w:rsidR="00EB2345" w:rsidRDefault="00EB2345" w:rsidP="00FC02E7">
      <w:pPr>
        <w:pStyle w:val="libNormal"/>
        <w:rPr>
          <w:rtl/>
        </w:rPr>
      </w:pPr>
      <w:r>
        <w:rPr>
          <w:rFonts w:hint="eastAsia"/>
        </w:rPr>
        <w:br w:type="page"/>
      </w:r>
    </w:p>
    <w:p w:rsidR="001A403D" w:rsidRDefault="00EB2345" w:rsidP="00EB2345">
      <w:pPr>
        <w:pStyle w:val="Heading1Center"/>
      </w:pPr>
      <w:bookmarkStart w:id="13" w:name="_Toc449789406"/>
      <w:r>
        <w:rPr>
          <w:rFonts w:hint="eastAsia"/>
          <w:rtl/>
        </w:rPr>
        <w:lastRenderedPageBreak/>
        <w:t>سُوۡرَةُ</w:t>
      </w:r>
      <w:r>
        <w:rPr>
          <w:rtl/>
        </w:rPr>
        <w:t xml:space="preserve"> </w:t>
      </w:r>
      <w:r w:rsidR="001A403D">
        <w:rPr>
          <w:rFonts w:hint="cs"/>
          <w:rtl/>
        </w:rPr>
        <w:t>یُ</w:t>
      </w:r>
      <w:r w:rsidR="001A403D">
        <w:rPr>
          <w:rFonts w:hint="eastAsia"/>
          <w:rtl/>
        </w:rPr>
        <w:t>وسُف</w:t>
      </w:r>
      <w:bookmarkEnd w:id="13"/>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قُلۡ</w:t>
      </w:r>
      <w:r>
        <w:rPr>
          <w:rtl/>
        </w:rPr>
        <w:t xml:space="preserve"> هَـٰذِهِ</w:t>
      </w:r>
      <w:r>
        <w:rPr>
          <w:rFonts w:hint="cs"/>
          <w:rtl/>
        </w:rPr>
        <w:t>ۦ</w:t>
      </w:r>
      <w:r>
        <w:rPr>
          <w:rtl/>
        </w:rPr>
        <w:t xml:space="preserve"> سَبِيلِىٓ أَدۡعُوٓاْ إِلَى </w:t>
      </w:r>
      <w:r>
        <w:rPr>
          <w:rFonts w:hint="cs"/>
          <w:rtl/>
        </w:rPr>
        <w:t>ٱ</w:t>
      </w:r>
      <w:r>
        <w:rPr>
          <w:rFonts w:hint="eastAsia"/>
          <w:rtl/>
        </w:rPr>
        <w:t>للَّهِ‌ۚ</w:t>
      </w:r>
      <w:r>
        <w:rPr>
          <w:rtl/>
        </w:rPr>
        <w:t xml:space="preserve"> عَلَىٰ بَصِيرَةٍ أَنَا۟ وَمَنِ </w:t>
      </w:r>
      <w:r>
        <w:rPr>
          <w:rFonts w:hint="cs"/>
          <w:rtl/>
        </w:rPr>
        <w:t>ٱ</w:t>
      </w:r>
      <w:r>
        <w:rPr>
          <w:rFonts w:hint="eastAsia"/>
          <w:rtl/>
        </w:rPr>
        <w:t>تَّبَعَنِى‌ۖ</w:t>
      </w:r>
      <w:r>
        <w:rPr>
          <w:rtl/>
        </w:rPr>
        <w:t xml:space="preserve"> وَسُبۡحَـٰنَ </w:t>
      </w:r>
      <w:r>
        <w:rPr>
          <w:rFonts w:hint="cs"/>
          <w:rtl/>
        </w:rPr>
        <w:t>ٱ</w:t>
      </w:r>
      <w:r>
        <w:rPr>
          <w:rFonts w:hint="eastAsia"/>
          <w:rtl/>
        </w:rPr>
        <w:t>للَّهِ</w:t>
      </w:r>
      <w:r>
        <w:rPr>
          <w:rtl/>
        </w:rPr>
        <w:t xml:space="preserve"> وَمَآ أَنَا۟ مِنَ </w:t>
      </w:r>
      <w:r>
        <w:rPr>
          <w:rFonts w:hint="cs"/>
          <w:rtl/>
        </w:rPr>
        <w:t>ٱ</w:t>
      </w:r>
      <w:r>
        <w:rPr>
          <w:rFonts w:hint="eastAsia"/>
          <w:rtl/>
        </w:rPr>
        <w:t>لۡمُشۡرِكِينَ</w:t>
      </w:r>
      <w:r>
        <w:rPr>
          <w:rtl/>
        </w:rPr>
        <w:t xml:space="preserve"> (١٠٨</w:t>
      </w:r>
      <w:r w:rsidR="009229E3">
        <w:rPr>
          <w:rtl/>
        </w:rPr>
        <w:t>)</w:t>
      </w:r>
    </w:p>
    <w:p w:rsidR="001A403D" w:rsidRDefault="001A403D" w:rsidP="00E36567">
      <w:pPr>
        <w:pStyle w:val="libBoldItalic"/>
      </w:pPr>
      <w:r>
        <w:t>Say (My Habeeb sawaw): This is my Sabeel (Way), I invite toward Allah with insight (vision), I and who follows me. And Glory be to Allah! And I am not from among the polytheists. (108)</w:t>
      </w:r>
    </w:p>
    <w:p w:rsidR="001A403D" w:rsidRDefault="001A403D" w:rsidP="00E36567">
      <w:pPr>
        <w:pStyle w:val="libNormal"/>
      </w:pPr>
      <w:r>
        <w:t>1-Imam Mohammad Baqir asws said about this verse: They are Rasool Allah sawaw and Amirul Momineen asws and Aosiya asws after them. (al-Burhan, v4, p235)</w:t>
      </w:r>
    </w:p>
    <w:p w:rsidR="001A403D" w:rsidRDefault="001A403D" w:rsidP="00E36567">
      <w:pPr>
        <w:pStyle w:val="libNormal"/>
      </w:pPr>
      <w:r>
        <w:t>2-Imam Mohammad Baqir asws said: Sabeel means Rasool Allah sawaw and Ali asws, and their followers are Aal-e-Mohammad asws. And said: Sabeel means Ali asws, and whatever is with Allah can not be gained without his Walayat. (al-Burhan, v4, p237)</w:t>
      </w:r>
    </w:p>
    <w:p w:rsidR="001A403D" w:rsidRDefault="001A403D" w:rsidP="00E36567">
      <w:pPr>
        <w:pStyle w:val="libNormal"/>
      </w:pPr>
      <w:r>
        <w:t>3-Hazrat Yaqoob (a.s.) bequeathed his children: O my all children! If you want to come (to Allah) as my children, then fulfil the promise (covenant) with Nabi al-Ummi sawaw who will come in the last era, his Ummah (Aal-e-Mohammad asws) will guide with Haqq, and will do justice with it, his Kalima is great, greater than the heavens and the earth “La ilaha illallah Mohammadur Rasool Allah Ali un Waliullah” he will have a she-camel and a staff, whom Allah has given name “Habeeb”, his face is like moon and bright forehead, owner of Hawz and Kauser, and place is Mash’hood, his uncle’s son’s name is Haider asws, who is husband of his daughter, he is Ali ibne Abi Talib asws, Khalifa in his nation. They will come on the day of Qiyamah and you will be presented, if you want to remain in my progeny (then fulfil the covenant). (al-Burhan, v4, p167)</w:t>
      </w:r>
    </w:p>
    <w:p w:rsidR="001A403D" w:rsidRDefault="001A403D" w:rsidP="009229E3">
      <w:pPr>
        <w:pStyle w:val="libCenterBold1"/>
      </w:pPr>
      <w:r>
        <w:t>Lesson:</w:t>
      </w:r>
    </w:p>
    <w:p w:rsidR="001A403D" w:rsidRDefault="001A403D" w:rsidP="001A403D">
      <w:pPr>
        <w:pStyle w:val="libNormal"/>
      </w:pPr>
      <w:r>
        <w:t>1-Allah Ta’ala, His Habeeb sawaw, and his Aal asws, all of them invite to the path of Walayat-e-Ali asws. And people of intelligence &amp; wisdom are keep saying “Lab’baik” since Alam-e-Zarr with the Blessing of Allah. Deniers of Walayat-e-Ali asws are polytheists in the sight Allah. On the contrary, Mulla says: Who denies Walayat of Mulla is polytheist!</w:t>
      </w:r>
    </w:p>
    <w:p w:rsidR="001A403D" w:rsidRDefault="001A403D" w:rsidP="001A403D">
      <w:pPr>
        <w:pStyle w:val="libNormal"/>
      </w:pPr>
      <w:r>
        <w:t>Now one should listen to Allah or Mulla?</w:t>
      </w:r>
    </w:p>
    <w:p w:rsidR="001A403D" w:rsidRDefault="001A403D" w:rsidP="001A403D">
      <w:pPr>
        <w:pStyle w:val="libNormal"/>
      </w:pPr>
      <w:r>
        <w:t>2-Blind of wisdom Muqassireen could neither find Sabeel until today, nor they could get Kalima Tayyibah, which is greater than the heavens and the earth. All the Prophets (a.s.) kept advising their nations to remember &amp; renew this great Kalima, but Muqassir Mulla shattered it into pieces, and became polytheist by denying “Ali un Waliullah.” Nabi of Allah, Yaqoob (a.s.) said to his sons to keep steadfast on this great Kalima otherwise they will be deleted from the progeny.</w:t>
      </w:r>
    </w:p>
    <w:p w:rsidR="001A403D" w:rsidRDefault="001A403D" w:rsidP="001A403D">
      <w:pPr>
        <w:pStyle w:val="libNormal"/>
      </w:pPr>
      <w:r>
        <w:t>Whoever denies “Ali un Waliullah” from any aspect, he exits from the progeny of Adam (a.s.) and enters into progeny of Shaitan.</w:t>
      </w:r>
    </w:p>
    <w:p w:rsidR="00EB2345" w:rsidRDefault="00EB2345" w:rsidP="00FC02E7">
      <w:pPr>
        <w:pStyle w:val="libNormal"/>
        <w:rPr>
          <w:rtl/>
        </w:rPr>
      </w:pPr>
      <w:r>
        <w:rPr>
          <w:rFonts w:hint="eastAsia"/>
        </w:rPr>
        <w:br w:type="page"/>
      </w:r>
    </w:p>
    <w:p w:rsidR="001A403D" w:rsidRDefault="00EB2345" w:rsidP="00EB2345">
      <w:pPr>
        <w:pStyle w:val="Heading1Center"/>
      </w:pPr>
      <w:bookmarkStart w:id="14" w:name="_Toc449789407"/>
      <w:r>
        <w:rPr>
          <w:rFonts w:hint="eastAsia"/>
          <w:rtl/>
        </w:rPr>
        <w:lastRenderedPageBreak/>
        <w:t>سُوۡرَةُ</w:t>
      </w:r>
      <w:r>
        <w:rPr>
          <w:rtl/>
        </w:rPr>
        <w:t xml:space="preserve"> </w:t>
      </w:r>
      <w:r w:rsidR="001A403D">
        <w:rPr>
          <w:rtl/>
        </w:rPr>
        <w:t>الرّعد</w:t>
      </w:r>
      <w:bookmarkEnd w:id="14"/>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وَيَقُولُ</w:t>
      </w:r>
      <w:r>
        <w:rPr>
          <w:rtl/>
        </w:rPr>
        <w:t xml:space="preserve"> </w:t>
      </w:r>
      <w:r>
        <w:rPr>
          <w:rFonts w:hint="cs"/>
          <w:rtl/>
        </w:rPr>
        <w:t>ٱ</w:t>
      </w:r>
      <w:r>
        <w:rPr>
          <w:rFonts w:hint="eastAsia"/>
          <w:rtl/>
        </w:rPr>
        <w:t>لَّذِينَ</w:t>
      </w:r>
      <w:r>
        <w:rPr>
          <w:rtl/>
        </w:rPr>
        <w:t xml:space="preserve"> كَفَرُواْ لَوۡلَآ أُنزِلَ عَلَيۡهِ ءَايَةٌ۬ مِّن رَّبِّهِ</w:t>
      </w:r>
      <w:r>
        <w:rPr>
          <w:rFonts w:hint="cs"/>
          <w:rtl/>
        </w:rPr>
        <w:t>ۦۤ‌ۗ</w:t>
      </w:r>
      <w:r>
        <w:rPr>
          <w:rtl/>
        </w:rPr>
        <w:t xml:space="preserve"> إِنَّمَآ أَنتَ مُنذِرٌ۬‌ۖ وَلِكُلِّ قَوۡمٍ هَادٍ (٧</w:t>
      </w:r>
      <w:r w:rsidR="009229E3">
        <w:rPr>
          <w:rtl/>
        </w:rPr>
        <w:t>)</w:t>
      </w:r>
    </w:p>
    <w:p w:rsidR="001A403D" w:rsidRDefault="001A403D" w:rsidP="00E36567">
      <w:pPr>
        <w:pStyle w:val="libBoldItalic"/>
      </w:pPr>
      <w:r>
        <w:t>Those who disbelieve say: Why has an Ayat (sign) not been sent down upon him from his Rabb? You are only a warner (Munzir), and for every nation is a guide (Hadi). (7)</w:t>
      </w:r>
    </w:p>
    <w:p w:rsidR="001A403D" w:rsidRDefault="001A403D" w:rsidP="00E36567">
      <w:pPr>
        <w:pStyle w:val="libNormal"/>
      </w:pPr>
      <w:r>
        <w:t>1-Rasool Allah sawaw delivered a sermon about Saqlain, then said: Allah says, “You are only a warner, and for every nation is a Hadi”, so I am Munzir (warner) and Ali asws is Hadi. Then after this told the names and qualities of all Imams asws until Imam Qaim asws, and that the earth can not survive without Hujjatullah asws. (al-Burhan, v4, p246)</w:t>
      </w:r>
    </w:p>
    <w:p w:rsidR="001A403D" w:rsidRDefault="001A403D" w:rsidP="00E36567">
      <w:pPr>
        <w:pStyle w:val="libNormal"/>
      </w:pPr>
      <w:r>
        <w:t>2-Imam Mohammad Baqir asws said: Munzir is Rasool Allah sawaw and Hadi is Ali asws, and in every time and ear there is one Imam asws from us, who guides the people toward that what Rasool Allah sawaw brought. (al-Burhan, v4, p249)</w:t>
      </w:r>
    </w:p>
    <w:p w:rsidR="001A403D" w:rsidRDefault="001A403D" w:rsidP="00E36567">
      <w:pPr>
        <w:pStyle w:val="libNormal"/>
      </w:pPr>
      <w:r>
        <w:t>3-Rasool Allah sawaw said: You were warned through me, and you were guided through Ali ibne Abi Talib asws, “You are only a warner and for every nation is a guide”, and you are favoured through Hassan asws, and you are fortunate (successful) through Hussain asws, and due to him you will be Shaqi (ill-fated, evil hearted). Beware, Hussain asws is a door from the doors of Paradise, who opposed him Allah has made even the smell of Paradise Haraam on him. (al-Burhan, v4, p251)</w:t>
      </w:r>
    </w:p>
    <w:p w:rsidR="001A403D" w:rsidRDefault="001A403D" w:rsidP="009229E3">
      <w:pPr>
        <w:pStyle w:val="libCenterBold1"/>
      </w:pPr>
      <w:r>
        <w:t>Lesson:</w:t>
      </w:r>
    </w:p>
    <w:p w:rsidR="001A403D" w:rsidRDefault="001A403D" w:rsidP="001A403D">
      <w:pPr>
        <w:pStyle w:val="libNormal"/>
      </w:pPr>
      <w:r>
        <w:t>1-Only he get the guidance of Deen-e-Elahi which is brought by Rasool Allah sawaw, who takes Deen from Hadi Imam asws. How that Mulla can guide people who is in need to be guided himself and denies Walayat of Hadi Imam asws. Moreover when Hadi of universe Imam Qaim asws is present among us, then Momineen does not need any baseless Mulla. Mulla who issues Fatawa against Azadari will never even be able to smell Paradise.</w:t>
      </w:r>
    </w:p>
    <w:p w:rsidR="001A403D" w:rsidRDefault="001A403D" w:rsidP="00385B48">
      <w:pPr>
        <w:pStyle w:val="libAr"/>
      </w:pPr>
      <w:r>
        <w:rPr>
          <w:rFonts w:hint="eastAsia"/>
          <w:rtl/>
        </w:rPr>
        <w:t>أَفَمَن</w:t>
      </w:r>
      <w:r>
        <w:rPr>
          <w:rtl/>
        </w:rPr>
        <w:t xml:space="preserve"> يَعۡلَمُ أَنَّمَآ أُنزِلَ إِلَيۡكَ مِن رَّبِّكَ </w:t>
      </w:r>
      <w:r>
        <w:rPr>
          <w:rFonts w:hint="cs"/>
          <w:rtl/>
        </w:rPr>
        <w:t>ٱ</w:t>
      </w:r>
      <w:r>
        <w:rPr>
          <w:rFonts w:hint="eastAsia"/>
          <w:rtl/>
        </w:rPr>
        <w:t>لۡحَقُّ</w:t>
      </w:r>
      <w:r>
        <w:rPr>
          <w:rtl/>
        </w:rPr>
        <w:t xml:space="preserve"> كَمَنۡ هُوَ أَعۡمَىٰٓ‌ۚ إِنَّمَا يَتَذَكَّرُ أُوْلُواْ </w:t>
      </w:r>
      <w:r>
        <w:rPr>
          <w:rFonts w:hint="cs"/>
          <w:rtl/>
        </w:rPr>
        <w:t>ٱ</w:t>
      </w:r>
      <w:r>
        <w:rPr>
          <w:rFonts w:hint="eastAsia"/>
          <w:rtl/>
        </w:rPr>
        <w:t>لۡأَلۡبَـٰبِ</w:t>
      </w:r>
      <w:r>
        <w:rPr>
          <w:rtl/>
        </w:rPr>
        <w:t xml:space="preserve"> (١٩</w:t>
      </w:r>
      <w:r w:rsidR="009229E3">
        <w:rPr>
          <w:rtl/>
        </w:rPr>
        <w:t>)</w:t>
      </w:r>
    </w:p>
    <w:p w:rsidR="001A403D" w:rsidRDefault="001A403D" w:rsidP="00E36567">
      <w:pPr>
        <w:pStyle w:val="libBoldItalic"/>
      </w:pPr>
      <w:r>
        <w:t>Is he who knows that what has been sent down to you from your Rabb is the Haqq (truth) like him who is blind? But only men of understanding heed. (19)</w:t>
      </w:r>
    </w:p>
    <w:p w:rsidR="001A403D" w:rsidRDefault="001A403D" w:rsidP="00E36567">
      <w:pPr>
        <w:pStyle w:val="libNormal"/>
      </w:pPr>
      <w:r>
        <w:t>1-Imam Mohammad Baqir asws said: “Is he who knows that what has been sent down to you from your Rabb is the Haqq” that is Ali ibne Abi Talib asws. (al-Burhan, v4, p264)</w:t>
      </w:r>
    </w:p>
    <w:p w:rsidR="001A403D" w:rsidRDefault="001A403D" w:rsidP="00E36567">
      <w:pPr>
        <w:pStyle w:val="libNormal"/>
      </w:pPr>
      <w:r>
        <w:t>2-Imam Jafar Sadiq asws said to his Shias: You are men of understanding in the Book of Allah, Allah says, “only men of understanding heed (take advice)” (al-Burhan, v4, p265)</w:t>
      </w:r>
    </w:p>
    <w:p w:rsidR="001A403D" w:rsidRDefault="001A403D" w:rsidP="00E36567">
      <w:pPr>
        <w:pStyle w:val="libNormal"/>
      </w:pPr>
      <w:r>
        <w:t>3-Imam Jafar Sadiq asws said: An hour in pondering is better than worship of one year, Allah says, “only men of understanding heed” (al-Burhan, v4, p265)</w:t>
      </w:r>
    </w:p>
    <w:p w:rsidR="001A403D" w:rsidRDefault="001A403D" w:rsidP="009229E3">
      <w:pPr>
        <w:pStyle w:val="libCenterBold1"/>
      </w:pPr>
      <w:r>
        <w:lastRenderedPageBreak/>
        <w:t>Lesson:</w:t>
      </w:r>
    </w:p>
    <w:p w:rsidR="001A403D" w:rsidRDefault="001A403D" w:rsidP="001A403D">
      <w:pPr>
        <w:pStyle w:val="libNormal"/>
      </w:pPr>
      <w:r>
        <w:t>1-The opponents of Maola Ali asws are declared blind in Ahadees, who do not believe in whole holy Quran. It has many reasons, e.g. they want to avoid Ayaat about Walayat and Faza’il. Secondly they are blind of wisdom, so thay have to do blind Taqleed of a Muqassir Mulla.</w:t>
      </w:r>
    </w:p>
    <w:p w:rsidR="001A403D" w:rsidRDefault="001A403D" w:rsidP="001A403D">
      <w:pPr>
        <w:pStyle w:val="libNormal"/>
      </w:pPr>
      <w:r>
        <w:t>2-Momineen have intellect &amp; wisdom, through which they gain Marifat of Allah and His beloved Masumeen asws, and obey only them. Quran &amp; Sunnah is Noor of Guidance for them.</w:t>
      </w:r>
    </w:p>
    <w:p w:rsidR="001A403D" w:rsidRDefault="001A403D" w:rsidP="00385B48">
      <w:pPr>
        <w:pStyle w:val="libAr"/>
      </w:pPr>
      <w:r>
        <w:rPr>
          <w:rFonts w:hint="cs"/>
          <w:rtl/>
        </w:rPr>
        <w:t>ٱ</w:t>
      </w:r>
      <w:r>
        <w:rPr>
          <w:rFonts w:hint="eastAsia"/>
          <w:rtl/>
        </w:rPr>
        <w:t>لَّذِينَ</w:t>
      </w:r>
      <w:r>
        <w:rPr>
          <w:rtl/>
        </w:rPr>
        <w:t xml:space="preserve"> يُوفُونَ بِعَهۡدِ </w:t>
      </w:r>
      <w:r>
        <w:rPr>
          <w:rFonts w:hint="cs"/>
          <w:rtl/>
        </w:rPr>
        <w:t>ٱ</w:t>
      </w:r>
      <w:r>
        <w:rPr>
          <w:rFonts w:hint="eastAsia"/>
          <w:rtl/>
        </w:rPr>
        <w:t>للَّهِ</w:t>
      </w:r>
      <w:r>
        <w:rPr>
          <w:rtl/>
        </w:rPr>
        <w:t xml:space="preserve"> وَلَا يَنقُضُونَ </w:t>
      </w:r>
      <w:r>
        <w:rPr>
          <w:rFonts w:hint="cs"/>
          <w:rtl/>
        </w:rPr>
        <w:t>ٱ</w:t>
      </w:r>
      <w:r>
        <w:rPr>
          <w:rFonts w:hint="eastAsia"/>
          <w:rtl/>
        </w:rPr>
        <w:t>لۡمِيثَـٰقَ</w:t>
      </w:r>
      <w:r>
        <w:rPr>
          <w:rtl/>
        </w:rPr>
        <w:t xml:space="preserve"> (٢٠</w:t>
      </w:r>
      <w:r w:rsidR="009229E3">
        <w:rPr>
          <w:rtl/>
        </w:rPr>
        <w:t>)</w:t>
      </w:r>
      <w:r>
        <w:rPr>
          <w:rtl/>
        </w:rPr>
        <w:t xml:space="preserve"> وَ</w:t>
      </w:r>
      <w:r>
        <w:rPr>
          <w:rFonts w:hint="cs"/>
          <w:rtl/>
        </w:rPr>
        <w:t>ٱ</w:t>
      </w:r>
      <w:r>
        <w:rPr>
          <w:rFonts w:hint="eastAsia"/>
          <w:rtl/>
        </w:rPr>
        <w:t>لَّذِينَ</w:t>
      </w:r>
      <w:r>
        <w:rPr>
          <w:rtl/>
        </w:rPr>
        <w:t xml:space="preserve"> يَصِلُونَ مَآ أَمَرَ </w:t>
      </w:r>
      <w:r>
        <w:rPr>
          <w:rFonts w:hint="cs"/>
          <w:rtl/>
        </w:rPr>
        <w:t>ٱ</w:t>
      </w:r>
      <w:r>
        <w:rPr>
          <w:rFonts w:hint="eastAsia"/>
          <w:rtl/>
        </w:rPr>
        <w:t>للَّهُ</w:t>
      </w:r>
      <w:r>
        <w:rPr>
          <w:rtl/>
        </w:rPr>
        <w:t xml:space="preserve"> بِهِ</w:t>
      </w:r>
      <w:r>
        <w:rPr>
          <w:rFonts w:hint="cs"/>
          <w:rtl/>
        </w:rPr>
        <w:t>ۦۤ</w:t>
      </w:r>
      <w:r>
        <w:rPr>
          <w:rtl/>
        </w:rPr>
        <w:t xml:space="preserve"> أَن يُوصَلَ وَيَخۡشَوۡنَ رَبَّ</w:t>
      </w:r>
      <w:r w:rsidR="001E6BAB" w:rsidRPr="001E6BAB">
        <w:rPr>
          <w:rFonts w:hint="cs"/>
          <w:rtl/>
        </w:rPr>
        <w:t>ه</w:t>
      </w:r>
      <w:r w:rsidRPr="00595365">
        <w:rPr>
          <w:rFonts w:hint="cs"/>
          <w:rtl/>
        </w:rPr>
        <w:t xml:space="preserve">مۡ وَيَخَافُونَ سُوٓءَ </w:t>
      </w:r>
      <w:r>
        <w:rPr>
          <w:rFonts w:hint="cs"/>
          <w:rtl/>
        </w:rPr>
        <w:t>ٱ</w:t>
      </w:r>
      <w:r>
        <w:rPr>
          <w:rFonts w:hint="eastAsia"/>
          <w:rtl/>
        </w:rPr>
        <w:t>لۡحِسَابِ</w:t>
      </w:r>
      <w:r>
        <w:rPr>
          <w:rtl/>
        </w:rPr>
        <w:t xml:space="preserve"> (٢١</w:t>
      </w:r>
      <w:r w:rsidR="009229E3">
        <w:rPr>
          <w:rtl/>
        </w:rPr>
        <w:t>)</w:t>
      </w:r>
    </w:p>
    <w:p w:rsidR="001A403D" w:rsidRDefault="001A403D" w:rsidP="00E36567">
      <w:pPr>
        <w:pStyle w:val="libBoldItalic"/>
      </w:pPr>
      <w:r>
        <w:t>Those who fulfil the Promise of Allah, and do not break the Covenant; (20) And those who join (relation) that which Allah has commanded to be joined, and fear their Rabb, and are afraid of a woeful reckoning; (21)</w:t>
      </w:r>
    </w:p>
    <w:p w:rsidR="001A403D" w:rsidRDefault="001A403D" w:rsidP="00E36567">
      <w:pPr>
        <w:pStyle w:val="libNormal"/>
      </w:pPr>
      <w:r>
        <w:t>1-Imam Musa Kazim asws said: No doubt, the “Relation” of Aal-e-Mohammad asws is hanging on the Arsh, and it says, “Ya Allah, keep relation to him who keeps relation with me, and break relation with him who breaks relation with me.” And this commandment applies to other relationships as well. And this verse is revealed in the favour of Aal-e-Mohammad asws, that which promise has been taken about them, and that covenant taken in Alam-e-Zarr about Walayat of Amirul Momineen asws and Walayat of Imams asws after him, and this is the saying of Allah, “Those who fulfil the promise of Allah and do not break the covenant...” And then mentioned their enemies and said, “And those who break the pact of Allah after its firm contract” meaning about Amirul Momineen asws which Allah took in Alam-e-Zarr, and then Rasool Allah sawaw took (renewal) from them in Ghadeer-e-Khum, then says, “they are those for whom is Curse and the worst home is for them.”(al-R’ad, v25) (al-Burhan, v4, p267)</w:t>
      </w:r>
    </w:p>
    <w:p w:rsidR="001A403D" w:rsidRDefault="001A403D" w:rsidP="009229E3">
      <w:pPr>
        <w:pStyle w:val="libCenterBold1"/>
      </w:pPr>
      <w:r>
        <w:t>Lesson:</w:t>
      </w:r>
    </w:p>
    <w:p w:rsidR="001A403D" w:rsidRDefault="001A403D" w:rsidP="001A403D">
      <w:pPr>
        <w:pStyle w:val="libNormal"/>
      </w:pPr>
      <w:r>
        <w:t>1-Relation (Sila-e-Rahmi) with Masumeen asws is embodied Noor hanging on Arsh. It keeps making Dua for those who adhere to Walayat-e-Ali asws and keeps invoking curse continuously on those who oppose Walayat of Masumeen asws.</w:t>
      </w:r>
    </w:p>
    <w:p w:rsidR="001A403D" w:rsidRDefault="001A403D" w:rsidP="001A403D">
      <w:pPr>
        <w:pStyle w:val="libNormal"/>
      </w:pPr>
      <w:r>
        <w:t>2-Allah and His Rasool sawaw commands to join firmly the Relation, Promise, and Covenant of Walayat-e-Ali asws. But Muqassir Mulla breaks it and step by step deletes it from Kalima, then Azaan, then Namaz. Curse of Allah is on such people and wretched residence in the Hereafter is promised for them. Allah is commanding from Alam-e-Zarr to keep this “Relation” joined firmly all  the time, and Rasool Allah sawaw kept reminding and renewing it from the first day to the last day of preaching Deen.</w:t>
      </w:r>
    </w:p>
    <w:p w:rsidR="001A403D" w:rsidRDefault="001A403D" w:rsidP="00385B48">
      <w:pPr>
        <w:pStyle w:val="libAr"/>
      </w:pPr>
      <w:r>
        <w:rPr>
          <w:rFonts w:hint="eastAsia"/>
          <w:rtl/>
        </w:rPr>
        <w:t>وَ</w:t>
      </w:r>
      <w:r>
        <w:rPr>
          <w:rFonts w:hint="cs"/>
          <w:rtl/>
        </w:rPr>
        <w:t>ٱ</w:t>
      </w:r>
      <w:r>
        <w:rPr>
          <w:rFonts w:hint="eastAsia"/>
          <w:rtl/>
        </w:rPr>
        <w:t>لَّذِينَ</w:t>
      </w:r>
      <w:r>
        <w:rPr>
          <w:rtl/>
        </w:rPr>
        <w:t xml:space="preserve"> يَنقُضُونَ عَهۡدَ </w:t>
      </w:r>
      <w:r>
        <w:rPr>
          <w:rFonts w:hint="cs"/>
          <w:rtl/>
        </w:rPr>
        <w:t>ٱ</w:t>
      </w:r>
      <w:r>
        <w:rPr>
          <w:rFonts w:hint="eastAsia"/>
          <w:rtl/>
        </w:rPr>
        <w:t>للَّهِ</w:t>
      </w:r>
      <w:r>
        <w:rPr>
          <w:rtl/>
        </w:rPr>
        <w:t xml:space="preserve"> مِنۢ بَعۡدِ مِيثَـٰقِهِ</w:t>
      </w:r>
      <w:r>
        <w:rPr>
          <w:rFonts w:hint="cs"/>
          <w:rtl/>
        </w:rPr>
        <w:t>ۦ</w:t>
      </w:r>
      <w:r>
        <w:rPr>
          <w:rtl/>
        </w:rPr>
        <w:t xml:space="preserve"> وَيَقۡطَعُونَ مَآ أَمَرَ </w:t>
      </w:r>
      <w:r>
        <w:rPr>
          <w:rFonts w:hint="cs"/>
          <w:rtl/>
        </w:rPr>
        <w:t>ٱ</w:t>
      </w:r>
      <w:r>
        <w:rPr>
          <w:rFonts w:hint="eastAsia"/>
          <w:rtl/>
        </w:rPr>
        <w:t>للَّهُ</w:t>
      </w:r>
      <w:r>
        <w:rPr>
          <w:rtl/>
        </w:rPr>
        <w:t xml:space="preserve"> بِهِ</w:t>
      </w:r>
      <w:r>
        <w:rPr>
          <w:rFonts w:hint="cs"/>
          <w:rtl/>
        </w:rPr>
        <w:t>ۦۤ</w:t>
      </w:r>
      <w:r>
        <w:rPr>
          <w:rtl/>
        </w:rPr>
        <w:t xml:space="preserve"> أَن يُوصَلَ وَيُفۡسِدُونَ فِى </w:t>
      </w:r>
      <w:r>
        <w:rPr>
          <w:rFonts w:hint="cs"/>
          <w:rtl/>
        </w:rPr>
        <w:t>ٱ</w:t>
      </w:r>
      <w:r>
        <w:rPr>
          <w:rFonts w:hint="eastAsia"/>
          <w:rtl/>
        </w:rPr>
        <w:t>لۡأَرۡضِ‌ۙ</w:t>
      </w:r>
      <w:r>
        <w:rPr>
          <w:rtl/>
        </w:rPr>
        <w:t xml:space="preserve"> أُوْلَـٰٓ</w:t>
      </w:r>
      <w:r>
        <w:rPr>
          <w:rFonts w:hint="cs"/>
          <w:rtl/>
        </w:rPr>
        <w:t>ٮِٕ</w:t>
      </w:r>
      <w:r>
        <w:rPr>
          <w:rFonts w:hint="eastAsia"/>
          <w:rtl/>
        </w:rPr>
        <w:t>كَ</w:t>
      </w:r>
      <w:r>
        <w:rPr>
          <w:rtl/>
        </w:rPr>
        <w:t xml:space="preserve"> لَهُمُ </w:t>
      </w:r>
      <w:r>
        <w:rPr>
          <w:rFonts w:hint="cs"/>
          <w:rtl/>
        </w:rPr>
        <w:t>ٱ</w:t>
      </w:r>
      <w:r>
        <w:rPr>
          <w:rFonts w:hint="eastAsia"/>
          <w:rtl/>
        </w:rPr>
        <w:t>للَّعۡنَةُ</w:t>
      </w:r>
      <w:r>
        <w:rPr>
          <w:rtl/>
        </w:rPr>
        <w:t xml:space="preserve"> وَلَهُمۡ سُوٓءُ </w:t>
      </w:r>
      <w:r>
        <w:rPr>
          <w:rFonts w:hint="cs"/>
          <w:rtl/>
        </w:rPr>
        <w:t>ٱ</w:t>
      </w:r>
      <w:r>
        <w:rPr>
          <w:rFonts w:hint="eastAsia"/>
          <w:rtl/>
        </w:rPr>
        <w:t>لدَّارِ</w:t>
      </w:r>
      <w:r>
        <w:rPr>
          <w:rtl/>
        </w:rPr>
        <w:t xml:space="preserve"> (٢٥</w:t>
      </w:r>
      <w:r w:rsidR="009229E3">
        <w:rPr>
          <w:rtl/>
        </w:rPr>
        <w:t>)</w:t>
      </w:r>
    </w:p>
    <w:p w:rsidR="001A403D" w:rsidRDefault="001A403D" w:rsidP="00E36567">
      <w:pPr>
        <w:pStyle w:val="libBoldItalic"/>
      </w:pPr>
      <w:r>
        <w:t xml:space="preserve">And those who break the covenant of Allah after ratifying it, and sever (relation) that which Allah has commanded to be joined, and make </w:t>
      </w:r>
      <w:r>
        <w:lastRenderedPageBreak/>
        <w:t>mischief in the earth: they are those for whom is the curse and for them is the wretched abode. (25)</w:t>
      </w:r>
    </w:p>
    <w:p w:rsidR="001A403D" w:rsidRDefault="001A403D" w:rsidP="001A403D">
      <w:pPr>
        <w:pStyle w:val="libNormal"/>
      </w:pPr>
      <w:r>
        <w:t>Explanation of this verse has been done under verse no.20-21 of Sura R’ad.</w:t>
      </w:r>
    </w:p>
    <w:p w:rsidR="001A403D" w:rsidRDefault="001A403D" w:rsidP="00385B48">
      <w:pPr>
        <w:pStyle w:val="libAr"/>
      </w:pPr>
      <w:r>
        <w:rPr>
          <w:rFonts w:hint="cs"/>
          <w:rtl/>
        </w:rPr>
        <w:t>ٱ</w:t>
      </w:r>
      <w:r>
        <w:rPr>
          <w:rFonts w:hint="eastAsia"/>
          <w:rtl/>
        </w:rPr>
        <w:t>لَّذِينَ</w:t>
      </w:r>
      <w:r>
        <w:rPr>
          <w:rtl/>
        </w:rPr>
        <w:t xml:space="preserve"> ءَامَنُواْ وَتَطۡمَ</w:t>
      </w:r>
      <w:r>
        <w:rPr>
          <w:rFonts w:hint="cs"/>
          <w:rtl/>
        </w:rPr>
        <w:t>ٮِٕ</w:t>
      </w:r>
      <w:r>
        <w:rPr>
          <w:rFonts w:hint="eastAsia"/>
          <w:rtl/>
        </w:rPr>
        <w:t>نُّ</w:t>
      </w:r>
      <w:r>
        <w:rPr>
          <w:rtl/>
        </w:rPr>
        <w:t xml:space="preserve"> قُلُوبُهُم بِذِكۡرِ </w:t>
      </w:r>
      <w:r>
        <w:rPr>
          <w:rFonts w:hint="cs"/>
          <w:rtl/>
        </w:rPr>
        <w:t>ٱ</w:t>
      </w:r>
      <w:r>
        <w:rPr>
          <w:rFonts w:hint="eastAsia"/>
          <w:rtl/>
        </w:rPr>
        <w:t>للَّهِ‌ۗ</w:t>
      </w:r>
      <w:r>
        <w:rPr>
          <w:rtl/>
        </w:rPr>
        <w:t xml:space="preserve"> أَلَا بِذِ</w:t>
      </w:r>
      <w:r w:rsidR="001E6BAB" w:rsidRPr="001E6BAB">
        <w:rPr>
          <w:rFonts w:hint="cs"/>
          <w:rtl/>
        </w:rPr>
        <w:t>ک</w:t>
      </w:r>
      <w:r w:rsidRPr="00595365">
        <w:rPr>
          <w:rFonts w:hint="cs"/>
          <w:rtl/>
        </w:rPr>
        <w:t>ۡ</w:t>
      </w:r>
      <w:r>
        <w:rPr>
          <w:rFonts w:hint="eastAsia"/>
          <w:rtl/>
        </w:rPr>
        <w:t>رِ</w:t>
      </w:r>
      <w:r>
        <w:rPr>
          <w:rtl/>
        </w:rPr>
        <w:t xml:space="preserve"> </w:t>
      </w:r>
      <w:r>
        <w:rPr>
          <w:rFonts w:hint="cs"/>
          <w:rtl/>
        </w:rPr>
        <w:t>ٱ</w:t>
      </w:r>
      <w:r>
        <w:rPr>
          <w:rFonts w:hint="eastAsia"/>
          <w:rtl/>
        </w:rPr>
        <w:t>للَّهِ</w:t>
      </w:r>
      <w:r>
        <w:rPr>
          <w:rtl/>
        </w:rPr>
        <w:t xml:space="preserve"> تَطۡمَ</w:t>
      </w:r>
      <w:r>
        <w:rPr>
          <w:rFonts w:hint="cs"/>
          <w:rtl/>
        </w:rPr>
        <w:t>ٮِٕ</w:t>
      </w:r>
      <w:r>
        <w:rPr>
          <w:rFonts w:hint="eastAsia"/>
          <w:rtl/>
        </w:rPr>
        <w:t>نُّ</w:t>
      </w:r>
      <w:r>
        <w:rPr>
          <w:rtl/>
        </w:rPr>
        <w:t xml:space="preserve"> </w:t>
      </w:r>
      <w:r>
        <w:rPr>
          <w:rFonts w:hint="cs"/>
          <w:rtl/>
        </w:rPr>
        <w:t>ٱ</w:t>
      </w:r>
      <w:r>
        <w:rPr>
          <w:rFonts w:hint="eastAsia"/>
          <w:rtl/>
        </w:rPr>
        <w:t>لۡقُلُوبُ</w:t>
      </w:r>
      <w:r>
        <w:rPr>
          <w:rtl/>
        </w:rPr>
        <w:t xml:space="preserve"> (٢٨</w:t>
      </w:r>
      <w:r w:rsidR="009229E3">
        <w:rPr>
          <w:rtl/>
        </w:rPr>
        <w:t>)</w:t>
      </w:r>
      <w:r>
        <w:rPr>
          <w:rtl/>
        </w:rPr>
        <w:t xml:space="preserve"> </w:t>
      </w:r>
      <w:r>
        <w:rPr>
          <w:rFonts w:hint="cs"/>
          <w:rtl/>
        </w:rPr>
        <w:t>ٱ</w:t>
      </w:r>
      <w:r>
        <w:rPr>
          <w:rFonts w:hint="eastAsia"/>
          <w:rtl/>
        </w:rPr>
        <w:t>لَّذِينَ</w:t>
      </w:r>
      <w:r>
        <w:rPr>
          <w:rtl/>
        </w:rPr>
        <w:t xml:space="preserve"> ءَامَنُواْ وَعَمِلُواْ </w:t>
      </w:r>
      <w:r>
        <w:rPr>
          <w:rFonts w:hint="cs"/>
          <w:rtl/>
        </w:rPr>
        <w:t>ٱ</w:t>
      </w:r>
      <w:r>
        <w:rPr>
          <w:rFonts w:hint="eastAsia"/>
          <w:rtl/>
        </w:rPr>
        <w:t>لصَّـٰلِحَـٰتِ</w:t>
      </w:r>
      <w:r>
        <w:rPr>
          <w:rtl/>
        </w:rPr>
        <w:t xml:space="preserve"> طُوبَىٰ لَهُمۡ وَحُسۡنُ مَـَٔابٍ۬ (٢٩</w:t>
      </w:r>
      <w:r w:rsidR="009229E3">
        <w:rPr>
          <w:rtl/>
        </w:rPr>
        <w:t>)</w:t>
      </w:r>
    </w:p>
    <w:p w:rsidR="001A403D" w:rsidRDefault="001A403D" w:rsidP="00E36567">
      <w:pPr>
        <w:pStyle w:val="libBoldItalic"/>
      </w:pPr>
      <w:r>
        <w:t>Those who believe and whose hearts are satisfied with the Zikr of Allah, beware by the Zikr of Allah hearts are satisfied. (28) Those who believe and do good deeds, Tooba (joy, good news) is for them, and blissful end. (29)</w:t>
      </w:r>
    </w:p>
    <w:p w:rsidR="001A403D" w:rsidRDefault="001A403D" w:rsidP="00E36567">
      <w:pPr>
        <w:pStyle w:val="libNormal"/>
      </w:pPr>
      <w:r>
        <w:t>1-About the saying of Allah, “Beware, hearts are satisfied with the Zikr of Allah” Imam Jafar Sadiq asws said: Hearts are satisfied with the Zikr (mentioning) of Mohammad Mustafa sawaw, and he is the Zikr of Allah and His Hijab (veil). (al-Burhan, v4, p274)</w:t>
      </w:r>
    </w:p>
    <w:p w:rsidR="001A403D" w:rsidRDefault="001A403D" w:rsidP="00E36567">
      <w:pPr>
        <w:pStyle w:val="libNormal"/>
      </w:pPr>
      <w:r>
        <w:t>2-Imam Jafar Sadiq asws said: Tooba (glad tidings) is for him who adhered to our Amr (command, Walayat) during the time of Ghaibah of our Qaim asws, so after guidance his heart will never deviate. Abu Baseer asked: May I sacrifice on you, what is Tooba? Said: It is a tree in Paradise, its root is in the house of Ali ibne Abi Talib asws, and there is not any Momin that a branch from its branches it not in his house, and this is the saying of Allah, “Tooba is for them and happy end” (al-Burhan, v4, p275)</w:t>
      </w:r>
    </w:p>
    <w:p w:rsidR="001A403D" w:rsidRDefault="001A403D" w:rsidP="00E36567">
      <w:pPr>
        <w:pStyle w:val="libNormal"/>
      </w:pPr>
      <w:r>
        <w:t>3-Imam Mohammad Baqir asws said: Tooba is that tree which grows from Jannat-e-Adn, and our Rabb has planted with His hands. (al-Burhan, v4, p277)</w:t>
      </w:r>
    </w:p>
    <w:p w:rsidR="001A403D" w:rsidRDefault="001A403D" w:rsidP="00E36567">
      <w:pPr>
        <w:pStyle w:val="libNormal"/>
      </w:pPr>
      <w:r>
        <w:t>4-Rasool Allah sawaw was asked about Tooba and he said: That tree whose root is in my house, and its branches are on the companions of Paradise. Then second time it was asked and said that it is in Ali’s asws house. It was asked about it, then said: No doubt, my house and Ali’s asws house is the same in Paradise. (al-Burhan, v4, p278)</w:t>
      </w:r>
    </w:p>
    <w:p w:rsidR="001A403D" w:rsidRDefault="001A403D" w:rsidP="00E36567">
      <w:pPr>
        <w:pStyle w:val="libNormal"/>
      </w:pPr>
      <w:r>
        <w:t>5-Rasool Allah sawaw said: O Fatima asws! No doubt, my Rabb has given me the good news about my brother &amp; son of uncle and my daughter, that Allah Azza wa Jalla has married Ali asws with Fatima asws, and has commanded the treasurer of Paradise, Rizwan to shake Tooba Tree, so letters equal to the lovers of my Ahlul Bait asws came on it, and those Angels (a.s.) who were under it wrote on them with Noor, and gave those letters to all Angels (a.s.). When Qiyamah will occur with the companions of Qiyamah, then those Angels (a.s.) will meet our lovers, and will give them that certificate of rid from Hell. (al-Burhan, v4, p279)</w:t>
      </w:r>
    </w:p>
    <w:p w:rsidR="001A403D" w:rsidRDefault="001A403D" w:rsidP="00E36567">
      <w:pPr>
        <w:pStyle w:val="libNormal"/>
      </w:pPr>
      <w:r>
        <w:t>6-Rasool Allah sawaw said to Imam Ali asws: This Jibraeel (a.s.) is giving me news that Allah Ta’ala has bonded (married) you with Fatima asws, and made forty thousand Angels (a.s.) witness on that, and Allah revealed to Tooba Tree to shower gems on them, so it showered gems on them, and they gave to Hoor-ul-Een which they collected in trays, and they will keep giving gems gifts to each other until Qiyamah, and when they give gift they say, “This is gift of Khairun Nisa (asws)” (al-Burhan, v4, p280)</w:t>
      </w:r>
    </w:p>
    <w:p w:rsidR="001A403D" w:rsidRDefault="001A403D" w:rsidP="009229E3">
      <w:pPr>
        <w:pStyle w:val="libCenterBold1"/>
      </w:pPr>
      <w:r>
        <w:t>Lesson:</w:t>
      </w:r>
    </w:p>
    <w:p w:rsidR="001A403D" w:rsidRDefault="001A403D" w:rsidP="001A403D">
      <w:pPr>
        <w:pStyle w:val="libNormal"/>
      </w:pPr>
      <w:r>
        <w:lastRenderedPageBreak/>
        <w:t>1-Mohammad-o-Aa-e-Mohammad asws are Zikr of Allah, which is base of every good deed, and hearts are satisfied with it, and Allah has repeated it with warning that only due to it hearts are assured, and this is the means of success. Therefore every deed of Momin is adorned with the Zikr of Mohammad-o-Aal-e-Mohammad asws. Complete Zikr of Allah should be in Kalima, Azaan, Salaah, and all other deeds.</w:t>
      </w:r>
    </w:p>
    <w:p w:rsidR="001A403D" w:rsidRDefault="001A403D" w:rsidP="001A403D">
      <w:pPr>
        <w:pStyle w:val="libNormal"/>
      </w:pPr>
      <w:r>
        <w:t>2-During the time of Ghaibah, Imam asws has ordered to adhere to their Amr, so that the hearts should not become crooked after guidance. Hearts become hard and deviated by following Muqassir Mulla, seeker of partnership in Walayat.</w:t>
      </w:r>
    </w:p>
    <w:p w:rsidR="001A403D" w:rsidRDefault="001A403D" w:rsidP="001A403D">
      <w:pPr>
        <w:pStyle w:val="libNormal"/>
      </w:pPr>
      <w:r>
        <w:t>3-Allah Ta’ala has showered the certificates of Salvation on Momineen on the happy occasion of marriage of Maola Ali asws with Syyeda Fatima asws, and in this world Momineen get provisions for the sake of their foot-wear, and this earth is their property, and Jannat is Sadaqa of their children (asws). Those who talk nonsense about Walayat-e-Ali asws and the right of Syyeda Fatima Zahra asws, curse is on such filthy unjust Mulla.</w:t>
      </w:r>
    </w:p>
    <w:p w:rsidR="001A403D" w:rsidRDefault="001A403D" w:rsidP="00385B48">
      <w:pPr>
        <w:pStyle w:val="libAr"/>
      </w:pPr>
      <w:r>
        <w:rPr>
          <w:rFonts w:hint="eastAsia"/>
          <w:rtl/>
        </w:rPr>
        <w:t>وَيَقُولُ</w:t>
      </w:r>
      <w:r>
        <w:rPr>
          <w:rtl/>
        </w:rPr>
        <w:t xml:space="preserve"> </w:t>
      </w:r>
      <w:r>
        <w:rPr>
          <w:rFonts w:hint="cs"/>
          <w:rtl/>
        </w:rPr>
        <w:t>ٱ</w:t>
      </w:r>
      <w:r>
        <w:rPr>
          <w:rFonts w:hint="eastAsia"/>
          <w:rtl/>
        </w:rPr>
        <w:t>لَّذِينَ</w:t>
      </w:r>
      <w:r>
        <w:rPr>
          <w:rtl/>
        </w:rPr>
        <w:t xml:space="preserve"> كَفَرُواْ لَسۡتَ مُرۡسَلاً۬‌ۚ قُلۡ </w:t>
      </w:r>
      <w:r w:rsidR="001E6BAB" w:rsidRPr="001E6BAB">
        <w:rPr>
          <w:rFonts w:hint="cs"/>
          <w:rtl/>
        </w:rPr>
        <w:t>ک</w:t>
      </w:r>
      <w:r>
        <w:rPr>
          <w:rFonts w:hint="eastAsia"/>
          <w:rtl/>
        </w:rPr>
        <w:t>فَىٰ</w:t>
      </w:r>
      <w:r>
        <w:rPr>
          <w:rtl/>
        </w:rPr>
        <w:t xml:space="preserve"> بِ</w:t>
      </w:r>
      <w:r>
        <w:rPr>
          <w:rFonts w:hint="cs"/>
          <w:rtl/>
        </w:rPr>
        <w:t>ٱ</w:t>
      </w:r>
      <w:r>
        <w:rPr>
          <w:rFonts w:hint="eastAsia"/>
          <w:rtl/>
        </w:rPr>
        <w:t>للَّهِ</w:t>
      </w:r>
      <w:r>
        <w:rPr>
          <w:rtl/>
        </w:rPr>
        <w:t xml:space="preserve"> شَهِيدَۢا بَيۡنِى وَبَيۡنَ</w:t>
      </w:r>
      <w:r w:rsidR="001E6BAB" w:rsidRPr="001E6BAB">
        <w:rPr>
          <w:rFonts w:hint="cs"/>
          <w:rtl/>
        </w:rPr>
        <w:t>ک</w:t>
      </w:r>
      <w:r>
        <w:rPr>
          <w:rFonts w:hint="eastAsia"/>
          <w:rtl/>
        </w:rPr>
        <w:t>مۡ</w:t>
      </w:r>
      <w:r>
        <w:rPr>
          <w:rtl/>
        </w:rPr>
        <w:t xml:space="preserve"> وَمَنۡ عِندَهُ </w:t>
      </w:r>
      <w:r>
        <w:rPr>
          <w:rFonts w:hint="cs"/>
          <w:rtl/>
        </w:rPr>
        <w:t>ۥ</w:t>
      </w:r>
      <w:r>
        <w:rPr>
          <w:rtl/>
        </w:rPr>
        <w:t xml:space="preserve"> عِلۡمُ </w:t>
      </w:r>
      <w:r>
        <w:rPr>
          <w:rFonts w:hint="cs"/>
          <w:rtl/>
        </w:rPr>
        <w:t>ٱ</w:t>
      </w:r>
      <w:r>
        <w:rPr>
          <w:rFonts w:hint="eastAsia"/>
          <w:rtl/>
        </w:rPr>
        <w:t>لۡكِتَـٰبِ</w:t>
      </w:r>
      <w:r>
        <w:rPr>
          <w:rtl/>
        </w:rPr>
        <w:t xml:space="preserve"> (٤٣</w:t>
      </w:r>
      <w:r w:rsidR="009229E3">
        <w:rPr>
          <w:rtl/>
        </w:rPr>
        <w:t>)</w:t>
      </w:r>
    </w:p>
    <w:p w:rsidR="001A403D" w:rsidRDefault="001A403D" w:rsidP="00E36567">
      <w:pPr>
        <w:pStyle w:val="libBoldItalic"/>
      </w:pPr>
      <w:r>
        <w:t>And those who disbelieve say: You are not Messenger (of Allah). Say: Allah, and who has the knowledge of the Book, is sufficient witness between me and you. (43)</w:t>
      </w:r>
    </w:p>
    <w:p w:rsidR="001A403D" w:rsidRDefault="001A403D" w:rsidP="00E36567">
      <w:pPr>
        <w:pStyle w:val="libNormal"/>
      </w:pPr>
      <w:r>
        <w:t>1-Imam Mohammad Baqir asws said about this verse: We are meant by it, and after Nabi Akram sawaw Ali asws is first, superior, and best among us. (al-Burhan, v4, p298)</w:t>
      </w:r>
    </w:p>
    <w:p w:rsidR="001A403D" w:rsidRDefault="001A403D" w:rsidP="00E36567">
      <w:pPr>
        <w:pStyle w:val="libNormal"/>
      </w:pPr>
      <w:r>
        <w:t>2-Imam Jafar Sadiq asws said: By Allah, complete knowledge of the Book is with us. (al-Burhan, v4, p300)</w:t>
      </w:r>
    </w:p>
    <w:p w:rsidR="001A403D" w:rsidRDefault="001A403D" w:rsidP="00E36567">
      <w:pPr>
        <w:pStyle w:val="libNormal"/>
      </w:pPr>
      <w:r>
        <w:t>3-Imam Mohammad Baqir asws said: That who has the knowledge of whole Book is Ali ibne Abi Talib asws. (al-Burhan, v4, p300)</w:t>
      </w:r>
    </w:p>
    <w:p w:rsidR="001A403D" w:rsidRDefault="001A403D" w:rsidP="00E36567">
      <w:pPr>
        <w:pStyle w:val="libNormal"/>
      </w:pPr>
      <w:r>
        <w:t>4-Imam Mohammad Baqir asws said about this verse: This was revealed in favour of Ali ibne Abi Talib asws, because he is Alim of this Ummah after Nabi Akram sawaw. (al-Burhan, v4, p302)</w:t>
      </w:r>
    </w:p>
    <w:p w:rsidR="001A403D" w:rsidRDefault="001A403D" w:rsidP="00E36567">
      <w:pPr>
        <w:pStyle w:val="libNormal"/>
      </w:pPr>
      <w:r>
        <w:t>5-Imam Jafar Sadiq asws asked Abdullah: What people say about Olil Azm (Prophets a.s.) and your lord (Amirul Momineen asws)? He said: That no one is greater than Olil Azm. Imam asws said: No doubt Allah Tabarak wa Ta’ala said about Musa (a.s.), “And We wrote advice from every thing for him on the tablets” but never said that “about everything”, and Allah says about Eesa (a.s.), “and so that I explain somethings for you, about which you are differing” but never said, “all things about which you are differing</w:t>
      </w:r>
      <w:r>
        <w:rPr>
          <w:rFonts w:hint="eastAsia"/>
        </w:rPr>
        <w:t>”</w:t>
      </w:r>
      <w:r>
        <w:t>, and Allah Ta’ala says about your lord Amirul Momineen asws, “Say: Allah, and who has the knowledge of the complete Book, is sufficient witness between me and you” and Allah Azza wa Jalla says, “And neither any wet nor any dry but it is in the clear Book</w:t>
      </w:r>
      <w:r>
        <w:rPr>
          <w:rFonts w:hint="eastAsia"/>
        </w:rPr>
        <w:t>”</w:t>
      </w:r>
      <w:r>
        <w:t xml:space="preserve"> and knowledge of that Book is with him (Ali asws). (al-Burhan,v4, p302)</w:t>
      </w:r>
    </w:p>
    <w:p w:rsidR="001A403D" w:rsidRDefault="001A403D" w:rsidP="009229E3">
      <w:pPr>
        <w:pStyle w:val="libCenterBold1"/>
      </w:pPr>
      <w:r>
        <w:t>Lesson:</w:t>
      </w:r>
    </w:p>
    <w:p w:rsidR="001A403D" w:rsidRDefault="001A403D" w:rsidP="001A403D">
      <w:pPr>
        <w:pStyle w:val="libNormal"/>
      </w:pPr>
      <w:r>
        <w:t xml:space="preserve">1-If anyone denies Risalat of Rasool Allah sawaw, then Allah does not care because for Him only His own &amp; Ali’s asws witness is enough, it </w:t>
      </w:r>
      <w:r>
        <w:lastRenderedPageBreak/>
        <w:t>means that words of Maola Ali asws are heavier than whole universe. But doomed Mulla denies to give testimony of Walayat of same Ali asws, because he wants to sit on the seat of Walayat himself, and wants that people should call him Alim, while in fact only Masumeen asws are Alim. Mulla neither knows more than five hundred verses nor can remember them by heart, but still wants to use all titles of Masumeen asws for himself. There is knowledge of every wet &amp; dry (everything) in Quran, but it has to be known through Masumeen asws who are the teachers of holy Quran.</w:t>
      </w:r>
    </w:p>
    <w:p w:rsidR="00EB2345" w:rsidRDefault="00EB2345" w:rsidP="00FC02E7">
      <w:pPr>
        <w:pStyle w:val="libNormal"/>
        <w:rPr>
          <w:rtl/>
        </w:rPr>
      </w:pPr>
      <w:r>
        <w:rPr>
          <w:rFonts w:hint="eastAsia"/>
        </w:rPr>
        <w:br w:type="page"/>
      </w:r>
    </w:p>
    <w:p w:rsidR="001A403D" w:rsidRDefault="00EB2345" w:rsidP="00EB2345">
      <w:pPr>
        <w:pStyle w:val="Heading1Center"/>
      </w:pPr>
      <w:bookmarkStart w:id="15" w:name="_Toc449789408"/>
      <w:r>
        <w:rPr>
          <w:rFonts w:hint="eastAsia"/>
          <w:rtl/>
        </w:rPr>
        <w:lastRenderedPageBreak/>
        <w:t>سُوۡرَةُ</w:t>
      </w:r>
      <w:r>
        <w:rPr>
          <w:rtl/>
        </w:rPr>
        <w:t xml:space="preserve"> </w:t>
      </w:r>
      <w:r w:rsidR="001A403D">
        <w:rPr>
          <w:rtl/>
        </w:rPr>
        <w:t>إبراه</w:t>
      </w:r>
      <w:r w:rsidR="001A403D">
        <w:rPr>
          <w:rFonts w:hint="cs"/>
          <w:rtl/>
        </w:rPr>
        <w:t>ی</w:t>
      </w:r>
      <w:r w:rsidR="001A403D">
        <w:rPr>
          <w:rFonts w:hint="eastAsia"/>
          <w:rtl/>
        </w:rPr>
        <w:t>م</w:t>
      </w:r>
      <w:bookmarkEnd w:id="15"/>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مَّثَلُ</w:t>
      </w:r>
      <w:r>
        <w:rPr>
          <w:rtl/>
        </w:rPr>
        <w:t xml:space="preserve"> </w:t>
      </w:r>
      <w:r>
        <w:rPr>
          <w:rFonts w:hint="cs"/>
          <w:rtl/>
        </w:rPr>
        <w:t>ٱ</w:t>
      </w:r>
      <w:r>
        <w:rPr>
          <w:rFonts w:hint="eastAsia"/>
          <w:rtl/>
        </w:rPr>
        <w:t>لَّذِينَ</w:t>
      </w:r>
      <w:r>
        <w:rPr>
          <w:rtl/>
        </w:rPr>
        <w:t xml:space="preserve"> كَفَرُواْ بِرَبِّهِمۡ‌ۖ أَعۡمَـٰلُهُمۡ كَرَمَادٍ </w:t>
      </w:r>
      <w:r>
        <w:rPr>
          <w:rFonts w:hint="cs"/>
          <w:rtl/>
        </w:rPr>
        <w:t>ٱ</w:t>
      </w:r>
      <w:r>
        <w:rPr>
          <w:rFonts w:hint="eastAsia"/>
          <w:rtl/>
        </w:rPr>
        <w:t>شۡتَدَّتۡ</w:t>
      </w:r>
      <w:r>
        <w:rPr>
          <w:rtl/>
        </w:rPr>
        <w:t xml:space="preserve"> بِهِ </w:t>
      </w:r>
      <w:r>
        <w:rPr>
          <w:rFonts w:hint="cs"/>
          <w:rtl/>
        </w:rPr>
        <w:t>ٱ</w:t>
      </w:r>
      <w:r>
        <w:rPr>
          <w:rFonts w:hint="eastAsia"/>
          <w:rtl/>
        </w:rPr>
        <w:t>لرِّيحُ</w:t>
      </w:r>
      <w:r>
        <w:rPr>
          <w:rtl/>
        </w:rPr>
        <w:t xml:space="preserve"> فِى يَوۡمٍ عَاصِفٍ۬‌ۖ لَّا يَقۡدِرُونَ مِمَّا </w:t>
      </w:r>
      <w:r w:rsidR="001E6BAB" w:rsidRPr="001E6BAB">
        <w:rPr>
          <w:rFonts w:hint="cs"/>
          <w:rtl/>
        </w:rPr>
        <w:t>ک</w:t>
      </w:r>
      <w:r>
        <w:rPr>
          <w:rFonts w:hint="eastAsia"/>
          <w:rtl/>
        </w:rPr>
        <w:t>سَبُواْ</w:t>
      </w:r>
      <w:r>
        <w:rPr>
          <w:rtl/>
        </w:rPr>
        <w:t xml:space="preserve"> عَلَىٰ شَىۡءٍ۬‌ۚ ذَ</w:t>
      </w:r>
      <w:r w:rsidR="005B7B9E" w:rsidRPr="005B7B9E">
        <w:rPr>
          <w:rFonts w:hint="cs"/>
          <w:rtl/>
        </w:rPr>
        <w:t>ا</w:t>
      </w:r>
      <w:r>
        <w:rPr>
          <w:rFonts w:hint="eastAsia"/>
          <w:rtl/>
        </w:rPr>
        <w:t>لِكَ</w:t>
      </w:r>
      <w:r>
        <w:rPr>
          <w:rtl/>
        </w:rPr>
        <w:t xml:space="preserve"> هُوَ </w:t>
      </w:r>
      <w:r>
        <w:rPr>
          <w:rFonts w:hint="cs"/>
          <w:rtl/>
        </w:rPr>
        <w:t>ٱ</w:t>
      </w:r>
      <w:r>
        <w:rPr>
          <w:rFonts w:hint="eastAsia"/>
          <w:rtl/>
        </w:rPr>
        <w:t>لضَّلَـٰلُ</w:t>
      </w:r>
      <w:r>
        <w:rPr>
          <w:rtl/>
        </w:rPr>
        <w:t xml:space="preserve"> </w:t>
      </w:r>
      <w:r>
        <w:rPr>
          <w:rFonts w:hint="cs"/>
          <w:rtl/>
        </w:rPr>
        <w:t>ٱ</w:t>
      </w:r>
      <w:r>
        <w:rPr>
          <w:rFonts w:hint="eastAsia"/>
          <w:rtl/>
        </w:rPr>
        <w:t>لۡبَعِيدُ</w:t>
      </w:r>
      <w:r>
        <w:rPr>
          <w:rtl/>
        </w:rPr>
        <w:t xml:space="preserve"> (١٨</w:t>
      </w:r>
      <w:r w:rsidR="009229E3">
        <w:rPr>
          <w:rtl/>
        </w:rPr>
        <w:t>)</w:t>
      </w:r>
    </w:p>
    <w:p w:rsidR="001A403D" w:rsidRDefault="001A403D" w:rsidP="00E36567">
      <w:pPr>
        <w:pStyle w:val="libBoldItalic"/>
      </w:pPr>
      <w:r>
        <w:t>A similitude of the deeds of those who disbelieve in their Rabb is like ashes which the wind blows forcefully on a stormy day. They have no control of anything from what they have earned. That is what is extreme misguidance. (18)</w:t>
      </w:r>
    </w:p>
    <w:p w:rsidR="001A403D" w:rsidRDefault="001A403D" w:rsidP="00E36567">
      <w:pPr>
        <w:pStyle w:val="libNormal"/>
      </w:pPr>
      <w:r>
        <w:t>1-Saying of Allah, “Those who disbelieve in their Rabb, the example of their deeds is like ashes which harsh wind blows on a stormy day” means that who does not testify Walayat-e-Amirul Momineen asws, his deeds nullify like ashes on which wind blows and blows it away. (Tafseer Qummi, p344)</w:t>
      </w:r>
    </w:p>
    <w:p w:rsidR="001A403D" w:rsidRDefault="001A403D" w:rsidP="00E36567">
      <w:pPr>
        <w:pStyle w:val="libNormal"/>
      </w:pPr>
      <w:r>
        <w:t>2-All those who while obeying Allah, worship Him trying their best in it, but they have no Imam asws from Allah, then their struggle is not accepted, and they are misguided in suspicion, and by Allah their deeds have no value........In this Ummah who does not have obvious just Imam (asws) he is lost misguided, and if dies in the same condition then died the death of disbelief &amp; hypocrisy. And know that unjust Imams and their followers are expellee from Deen of Allah, certainly they are misguided and misguide others as well. So their deeds which they do are ashes which are blown away by the wind of a stormy day. They have no control over anything what they have earned. That is what is extreme misguidance. (Imam Mohammad Baqir asws) (al-Burhan, v4, p316)</w:t>
      </w:r>
    </w:p>
    <w:p w:rsidR="001A403D" w:rsidRDefault="001A403D" w:rsidP="009229E3">
      <w:pPr>
        <w:pStyle w:val="libCenterBold1"/>
      </w:pPr>
      <w:r>
        <w:t>Lesson:</w:t>
      </w:r>
    </w:p>
    <w:p w:rsidR="001A403D" w:rsidRDefault="001A403D" w:rsidP="001A403D">
      <w:pPr>
        <w:pStyle w:val="libNormal"/>
      </w:pPr>
      <w:r>
        <w:t>1-Allah Ta’ala says that who does not testify Walayat-e-Ali asws, his good deeds are nullified and will be blown away like ashes. Muqassir Mulla says in opposition of Allah that who will testify Walayat-e-Ali asws, his Namaz will be nullified.</w:t>
      </w:r>
    </w:p>
    <w:p w:rsidR="001A403D" w:rsidRDefault="001A403D" w:rsidP="001A403D">
      <w:pPr>
        <w:pStyle w:val="libNormal"/>
      </w:pPr>
      <w:r>
        <w:t>2-In spite of the presence of Hazir Nazir just Imam Qaim asws, who will follow Majoosi opponent of Walayat unjust Imam, and does hard labour in worshiping, his worships are unaccepted and of no value, and he is misguided and expellee from Deen of Allah, and he has gone far in misguidance, and if he dies in the same condition then he died as Kafir &amp; Munafiq, and he will have the most regret on the day of Qiyamah that “Alas, would that I was not negligent about Janbullah”</w:t>
      </w:r>
    </w:p>
    <w:p w:rsidR="00595365" w:rsidRDefault="001A403D" w:rsidP="00385B48">
      <w:pPr>
        <w:pStyle w:val="libAr"/>
      </w:pPr>
      <w:r>
        <w:rPr>
          <w:rFonts w:hint="eastAsia"/>
          <w:rtl/>
        </w:rPr>
        <w:t>أَلَمۡ</w:t>
      </w:r>
      <w:r>
        <w:rPr>
          <w:rtl/>
        </w:rPr>
        <w:t xml:space="preserve"> تَرَ كَيۡفَ ضَرَبَ </w:t>
      </w:r>
      <w:r>
        <w:rPr>
          <w:rFonts w:hint="cs"/>
          <w:rtl/>
        </w:rPr>
        <w:t>ٱ</w:t>
      </w:r>
      <w:r>
        <w:rPr>
          <w:rFonts w:hint="eastAsia"/>
          <w:rtl/>
        </w:rPr>
        <w:t>للَّهُ</w:t>
      </w:r>
      <w:r>
        <w:rPr>
          <w:rtl/>
        </w:rPr>
        <w:t xml:space="preserve"> مَثَلاً۬ كَلِمَةً۬ طَيِّبَةً۬ كَشَجَرَةٍ۬ طَيِّبَةٍ أَصۡلُهَا ثَابِتٌ۬ وَفَرۡعُهَا فِى </w:t>
      </w:r>
      <w:r>
        <w:rPr>
          <w:rFonts w:hint="cs"/>
          <w:rtl/>
        </w:rPr>
        <w:t>ٱ</w:t>
      </w:r>
      <w:r>
        <w:rPr>
          <w:rFonts w:hint="eastAsia"/>
          <w:rtl/>
        </w:rPr>
        <w:t>لسَّمَآءِ</w:t>
      </w:r>
      <w:r>
        <w:rPr>
          <w:rtl/>
        </w:rPr>
        <w:t xml:space="preserve"> (٢٤</w:t>
      </w:r>
      <w:r w:rsidR="009229E3">
        <w:rPr>
          <w:rtl/>
        </w:rPr>
        <w:t>)</w:t>
      </w:r>
      <w:r>
        <w:rPr>
          <w:rtl/>
        </w:rPr>
        <w:t xml:space="preserve"> تُؤۡتِىٓ أُ</w:t>
      </w:r>
      <w:r w:rsidR="001E6BAB" w:rsidRPr="001E6BAB">
        <w:rPr>
          <w:rFonts w:hint="cs"/>
          <w:rtl/>
        </w:rPr>
        <w:t>ک</w:t>
      </w:r>
      <w:r>
        <w:rPr>
          <w:rFonts w:hint="eastAsia"/>
          <w:rtl/>
        </w:rPr>
        <w:t>لَهَا</w:t>
      </w:r>
      <w:r>
        <w:rPr>
          <w:rtl/>
        </w:rPr>
        <w:t xml:space="preserve"> كُلَّ حِينِۭ بِإِذۡنِ رَبِّهَا‌ۗ وَيَضۡرِبُ </w:t>
      </w:r>
      <w:r>
        <w:rPr>
          <w:rFonts w:hint="cs"/>
          <w:rtl/>
        </w:rPr>
        <w:t>ٱ</w:t>
      </w:r>
      <w:r>
        <w:rPr>
          <w:rFonts w:hint="eastAsia"/>
          <w:rtl/>
        </w:rPr>
        <w:t>للَّهُ</w:t>
      </w:r>
      <w:r>
        <w:rPr>
          <w:rtl/>
        </w:rPr>
        <w:t xml:space="preserve"> </w:t>
      </w:r>
      <w:r>
        <w:rPr>
          <w:rFonts w:hint="cs"/>
          <w:rtl/>
        </w:rPr>
        <w:t>ٱ</w:t>
      </w:r>
      <w:r>
        <w:rPr>
          <w:rFonts w:hint="eastAsia"/>
          <w:rtl/>
        </w:rPr>
        <w:t>لۡأَمۡثَالَ</w:t>
      </w:r>
      <w:r>
        <w:rPr>
          <w:rtl/>
        </w:rPr>
        <w:t xml:space="preserve"> لِلنَّاسِ لَعَلَّهُمۡ يَتَذَ</w:t>
      </w:r>
      <w:r w:rsidR="001E6BAB" w:rsidRPr="001E6BAB">
        <w:rPr>
          <w:rFonts w:hint="cs"/>
          <w:rtl/>
        </w:rPr>
        <w:t>ک</w:t>
      </w:r>
      <w:r>
        <w:rPr>
          <w:rFonts w:hint="eastAsia"/>
          <w:rtl/>
        </w:rPr>
        <w:t>رُونَ</w:t>
      </w:r>
      <w:r>
        <w:rPr>
          <w:rtl/>
        </w:rPr>
        <w:t xml:space="preserve"> (٢٥</w:t>
      </w:r>
      <w:r w:rsidR="009229E3">
        <w:rPr>
          <w:rtl/>
        </w:rPr>
        <w:t>)</w:t>
      </w:r>
      <w:r>
        <w:rPr>
          <w:rtl/>
        </w:rPr>
        <w:t xml:space="preserve"> وَمَثَلُ كَلِمَةٍ خَبِيثَةٍ۬ كَشَجَرَةٍ خَبِيثَةٍ </w:t>
      </w:r>
      <w:r>
        <w:rPr>
          <w:rFonts w:hint="cs"/>
          <w:rtl/>
        </w:rPr>
        <w:t>ٱ</w:t>
      </w:r>
      <w:r>
        <w:rPr>
          <w:rFonts w:hint="eastAsia"/>
          <w:rtl/>
        </w:rPr>
        <w:t>جۡتُثَّتۡ</w:t>
      </w:r>
      <w:r>
        <w:rPr>
          <w:rtl/>
        </w:rPr>
        <w:t xml:space="preserve"> مِن فَوۡقِ </w:t>
      </w:r>
      <w:r>
        <w:rPr>
          <w:rFonts w:hint="cs"/>
          <w:rtl/>
        </w:rPr>
        <w:t>ٱ</w:t>
      </w:r>
      <w:r>
        <w:rPr>
          <w:rFonts w:hint="eastAsia"/>
          <w:rtl/>
        </w:rPr>
        <w:t>لۡأَرۡضِ</w:t>
      </w:r>
      <w:r>
        <w:rPr>
          <w:rtl/>
        </w:rPr>
        <w:t xml:space="preserve"> مَا لَهَا مِن قَرَارٍ۬ (٢٦</w:t>
      </w:r>
      <w:r w:rsidR="009229E3">
        <w:rPr>
          <w:rtl/>
        </w:rPr>
        <w:t>)</w:t>
      </w:r>
    </w:p>
    <w:p w:rsidR="001A403D" w:rsidRDefault="001A403D" w:rsidP="00E36567">
      <w:pPr>
        <w:pStyle w:val="libBoldItalic"/>
      </w:pPr>
      <w:r>
        <w:t xml:space="preserve">Have you not seen how Allah presents similitude of Kalima Tayyiba like Shajarah Tayyiba (pure tree), its root is firmly fixed, and its branches are in the heavens, (24) Giving its fruit all the time by permission of its </w:t>
      </w:r>
      <w:r>
        <w:lastRenderedPageBreak/>
        <w:t>Rabb. And Allah presents the similitudes for the people that perhaps they may remember. (25) And the similitude of Kalima Khabisa (bad saying) is like a bad tree, uprooted from the surface of the earth, possessing no stability in it. (26)</w:t>
      </w:r>
    </w:p>
    <w:p w:rsidR="001A403D" w:rsidRDefault="001A403D" w:rsidP="00E36567">
      <w:pPr>
        <w:pStyle w:val="libNormal"/>
      </w:pPr>
      <w:r>
        <w:t>1-Imam Jafar Sadiq asws said about the saying of Allah, “Shajarah Tayyiba its root is firmly fixed and its branches are in the heavens”: Rasool Allah sawaw is its root, and Amirul Momineen asws is its stem, and Imams asws who are from their progeny are its branches, and knowledge of Imams asws is its fruit, and Shia Momineen are its leaves. Then said: By Allah, whenever any Momin is born then a leaf sprouts on it, and when any Momin passes away then the leaf falls from it. Then Allah says presenting the example of the enemies of Aal-e-Mohammad asws, “And the example of Kalima Khabisa is like a malicious (impure) tree which is uprooted from the surface of the earth without any stability in it.” (al-Burhan, v4, p318)</w:t>
      </w:r>
    </w:p>
    <w:p w:rsidR="001A403D" w:rsidRDefault="001A403D" w:rsidP="009229E3">
      <w:pPr>
        <w:pStyle w:val="libCenterBold1"/>
      </w:pPr>
      <w:r>
        <w:t>Lesson:</w:t>
      </w:r>
    </w:p>
    <w:p w:rsidR="001A403D" w:rsidRDefault="001A403D" w:rsidP="001A403D">
      <w:pPr>
        <w:pStyle w:val="libNormal"/>
      </w:pPr>
      <w:r>
        <w:t>1-According to Ahadees the fruit of Shajarah Tayyiba means Fatawa (decrees) of Imams asws, which they give to their Shias all the time in every season. It means there isn’t any time or era or season or region which is without Hazir Nazir Imam asws, then what is the need of Fatawa of Mulla? And if that Mulla is even Muqassir and denier of Walayat!</w:t>
      </w:r>
    </w:p>
    <w:p w:rsidR="001A403D" w:rsidRDefault="001A403D" w:rsidP="001A403D">
      <w:pPr>
        <w:pStyle w:val="libNormal"/>
      </w:pPr>
      <w:r>
        <w:t>2-According to the saying of Imam asws, Malicious tree means Kafir and denier, whose deeds does not rise to heavens, and enemies of Aal-e-Mohammad asws like Banu Umayya who don’t do Zikr of Allah in their Majalis and Masajid, their deeds also do not rise to the heavens.</w:t>
      </w:r>
    </w:p>
    <w:p w:rsidR="001A403D" w:rsidRDefault="001A403D" w:rsidP="001A403D">
      <w:pPr>
        <w:pStyle w:val="libNormal"/>
      </w:pPr>
      <w:r>
        <w:t>Everyone knows the fact that Zikr of Allah is Zikr-e-Ali asws. The illegitimate children of Banu Umayya &amp; partnership of Shaitan are prohibiting to raise Na’ra-e-Haideri in the mosques, prohibits Zikr of Ali asws in Namaz, sneak out from Majlis when Faza’il of Maola Ali asws are being narrated.</w:t>
      </w:r>
    </w:p>
    <w:p w:rsidR="00595365" w:rsidRDefault="001A403D" w:rsidP="001A403D">
      <w:pPr>
        <w:pStyle w:val="libNormal"/>
      </w:pPr>
      <w:r>
        <w:t>3-Allah Ta’ala has presented beautiful &amp; comprehensive example of Kalima Tayyiba for the people of wisdom &amp; intelligence, so people can easily understand what is Kalima Tayyiba: Its root is firmly fixed in the land of Tauheed, so land is “La ilaha illallah</w:t>
      </w:r>
      <w:r>
        <w:rPr>
          <w:rFonts w:hint="eastAsia"/>
        </w:rPr>
        <w:t>”</w:t>
      </w:r>
      <w:r>
        <w:t>, and strong root is “Mohammadur Rasool Allah” and stem is “Ali un Waliullah” and branches “wa Aoladahul Masumeena Hujajullah.”</w:t>
      </w:r>
    </w:p>
    <w:p w:rsidR="001A403D" w:rsidRDefault="001A403D" w:rsidP="001A403D">
      <w:pPr>
        <w:pStyle w:val="libNormal"/>
      </w:pPr>
      <w:r>
        <w:t>Now if any blind of wisdom can not see Kalima Tayyiba in Quran, then it is not his fault, it is naughty work of Shaitan.</w:t>
      </w:r>
    </w:p>
    <w:p w:rsidR="001A403D" w:rsidRDefault="001A403D" w:rsidP="001A403D">
      <w:pPr>
        <w:pStyle w:val="libNormal"/>
      </w:pPr>
      <w:r>
        <w:t>Muqassir Mulla wants to cut the stem of the tree, and accepts only its root as complete tree. Such Mulla is misguided himself and is misguiding his blind Muqallideen as well.</w:t>
      </w:r>
    </w:p>
    <w:p w:rsidR="00595365" w:rsidRDefault="001A403D" w:rsidP="00385B48">
      <w:pPr>
        <w:pStyle w:val="libAr"/>
      </w:pPr>
      <w:r>
        <w:rPr>
          <w:rFonts w:hint="eastAsia"/>
          <w:rtl/>
        </w:rPr>
        <w:t>يُثَبِّتُ</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لَّذِينَ</w:t>
      </w:r>
      <w:r>
        <w:rPr>
          <w:rtl/>
        </w:rPr>
        <w:t xml:space="preserve"> ءَامَنُواْ بِ</w:t>
      </w:r>
      <w:r>
        <w:rPr>
          <w:rFonts w:hint="cs"/>
          <w:rtl/>
        </w:rPr>
        <w:t>ٱ</w:t>
      </w:r>
      <w:r>
        <w:rPr>
          <w:rFonts w:hint="eastAsia"/>
          <w:rtl/>
        </w:rPr>
        <w:t>لۡقَوۡلِ</w:t>
      </w:r>
      <w:r>
        <w:rPr>
          <w:rtl/>
        </w:rPr>
        <w:t xml:space="preserve"> </w:t>
      </w:r>
      <w:r>
        <w:rPr>
          <w:rFonts w:hint="cs"/>
          <w:rtl/>
        </w:rPr>
        <w:t>ٱ</w:t>
      </w:r>
      <w:r>
        <w:rPr>
          <w:rFonts w:hint="eastAsia"/>
          <w:rtl/>
        </w:rPr>
        <w:t>لثَّابِتِ</w:t>
      </w:r>
      <w:r>
        <w:rPr>
          <w:rtl/>
        </w:rPr>
        <w:t xml:space="preserve"> فِى </w:t>
      </w:r>
      <w:r>
        <w:rPr>
          <w:rFonts w:hint="cs"/>
          <w:rtl/>
        </w:rPr>
        <w:t>ٱ</w:t>
      </w:r>
      <w:r>
        <w:rPr>
          <w:rFonts w:hint="eastAsia"/>
          <w:rtl/>
        </w:rPr>
        <w:t>لۡحَيَوٰةِ</w:t>
      </w:r>
      <w:r>
        <w:rPr>
          <w:rtl/>
        </w:rPr>
        <w:t xml:space="preserve"> </w:t>
      </w:r>
      <w:r>
        <w:rPr>
          <w:rFonts w:hint="cs"/>
          <w:rtl/>
        </w:rPr>
        <w:t>ٱ</w:t>
      </w:r>
      <w:r>
        <w:rPr>
          <w:rFonts w:hint="eastAsia"/>
          <w:rtl/>
        </w:rPr>
        <w:t>لدُّنۡيَا</w:t>
      </w:r>
      <w:r>
        <w:rPr>
          <w:rtl/>
        </w:rPr>
        <w:t xml:space="preserve"> وَفِى </w:t>
      </w:r>
      <w:r>
        <w:rPr>
          <w:rFonts w:hint="cs"/>
          <w:rtl/>
        </w:rPr>
        <w:t>ٱ</w:t>
      </w:r>
      <w:r>
        <w:rPr>
          <w:rFonts w:hint="eastAsia"/>
          <w:rtl/>
        </w:rPr>
        <w:t>لۡأَخِرَةِ‌ۖ</w:t>
      </w:r>
      <w:r>
        <w:rPr>
          <w:rtl/>
        </w:rPr>
        <w:t xml:space="preserve"> وَيُضِلُّ </w:t>
      </w:r>
      <w:r>
        <w:rPr>
          <w:rFonts w:hint="cs"/>
          <w:rtl/>
        </w:rPr>
        <w:t>ٱ</w:t>
      </w:r>
      <w:r>
        <w:rPr>
          <w:rFonts w:hint="eastAsia"/>
          <w:rtl/>
        </w:rPr>
        <w:t>للَّهُ</w:t>
      </w:r>
      <w:r>
        <w:rPr>
          <w:rtl/>
        </w:rPr>
        <w:t xml:space="preserve"> </w:t>
      </w:r>
      <w:r>
        <w:rPr>
          <w:rFonts w:hint="cs"/>
          <w:rtl/>
        </w:rPr>
        <w:t>ٱ</w:t>
      </w:r>
      <w:r>
        <w:rPr>
          <w:rFonts w:hint="eastAsia"/>
          <w:rtl/>
        </w:rPr>
        <w:t>لظَّـٰلِمِينَ‌ۚ</w:t>
      </w:r>
      <w:r>
        <w:rPr>
          <w:rtl/>
        </w:rPr>
        <w:t xml:space="preserve"> وَيَفۡعَلُ </w:t>
      </w:r>
      <w:r>
        <w:rPr>
          <w:rFonts w:hint="cs"/>
          <w:rtl/>
        </w:rPr>
        <w:t>ٱ</w:t>
      </w:r>
      <w:r>
        <w:rPr>
          <w:rFonts w:hint="eastAsia"/>
          <w:rtl/>
        </w:rPr>
        <w:t>للَّهُ</w:t>
      </w:r>
      <w:r>
        <w:rPr>
          <w:rtl/>
        </w:rPr>
        <w:t xml:space="preserve"> مَا يَشَآءُ (٢٧</w:t>
      </w:r>
      <w:r w:rsidR="009229E3">
        <w:rPr>
          <w:rtl/>
        </w:rPr>
        <w:t>)</w:t>
      </w:r>
      <w:r>
        <w:rPr>
          <w:rtl/>
        </w:rPr>
        <w:t xml:space="preserve"> ۞</w:t>
      </w:r>
    </w:p>
    <w:p w:rsidR="001A403D" w:rsidRDefault="001A403D" w:rsidP="00E36567">
      <w:pPr>
        <w:pStyle w:val="libBoldItalic"/>
      </w:pPr>
      <w:r>
        <w:t>Allah keeps firm (steadfast) those who believe, with the Qawl-e-Sabit (firm word), in the life of the world and in the Hereafter, and Allah sends astray the wrong-doers. And Allah does what He wills. (27)</w:t>
      </w:r>
    </w:p>
    <w:p w:rsidR="001A403D" w:rsidRDefault="001A403D" w:rsidP="00E36567">
      <w:pPr>
        <w:pStyle w:val="libNormal"/>
      </w:pPr>
      <w:r>
        <w:lastRenderedPageBreak/>
        <w:t>1-Ibne Abbas (r.a.) narrated that the saying of Allah, “Allah keeps steadfast those who believe, with the Qawl-e-Sabit...” means Walayat-e-Ali ibne Abi Talib asws. (al-Burhan, v4, p329)</w:t>
      </w:r>
    </w:p>
    <w:p w:rsidR="001A403D" w:rsidRDefault="001A403D" w:rsidP="001A403D">
      <w:pPr>
        <w:pStyle w:val="libNormal"/>
      </w:pPr>
      <w:r>
        <w:t>2-Imam Jafar Sadiq asws said: When dead body of a Momin comes out of his house, then Angels (a.s.) accompany him until his grave, make Dua of blessing for him until he reaches his grave, and earth says to him, “Open welcome, by Allah, I want that people like you should walk on me, I will surely see how the matter will be dealt with you.” Then it becomes spacious for him until the limit of the sight, and the guards of the grave Munkar Nakeer enter to him and enter Rooh in his body and make him sit and question him. Both say to him: Who is your Rabb? He says: Allah. Then both ask: And what is your Deen? So he says: Islam. Then those both ask: And who is your Nabi? So he says: Mohammad sawaw. Then both ask: And who is your Imam? So he says: Ali asws. Then an announcer calls from the heavens: My servant spoke the truth, make a bed from Paradise for him in the grave, and dress him with the clothes of Paradise, and open a door toward Paradise for him in the grave, so that we can bring good things for him which we had for him. Then those both say to him: Sleep like bride, sweet sleep without (disturbing) dreams.</w:t>
      </w:r>
    </w:p>
    <w:p w:rsidR="001A403D" w:rsidRDefault="001A403D" w:rsidP="001A403D">
      <w:pPr>
        <w:pStyle w:val="libNormal"/>
      </w:pPr>
      <w:r>
        <w:t>And if it is Kafir, then the Angels (a.s.) come out to curse on him until his grave when he is put on the ground, then earth says,”Neither space nor welcome for you, but by Allah, I do not like that people like you should walk on me, we will surely see what happens with you today?” So earth squeezes on him that his one side touches the other side, and Angels (a.s.) of the grave enters him, and they are the guards of the grave Munkar Nakeer.</w:t>
      </w:r>
    </w:p>
    <w:p w:rsidR="001A403D" w:rsidRDefault="001A403D" w:rsidP="00E36567">
      <w:pPr>
        <w:pStyle w:val="libNormal"/>
      </w:pPr>
      <w:r>
        <w:t>Abu Baseer asked: Maola, I sacrifice on you, they come to Momin and Kafir in the same form? Said: No, then they make him sit and ask: Who is your Rabb? Then he says: Heard from the people that they say. So both of them say: You do not know, then what is your Deen? He will say: Heard from the people that they say. And his tongue will stutter, so both of them will say: You do not know, then who is your Nabi? So he will say: Heard from the poeple that they say, and his tongue will stutter. So both of them will say: You do not know. Then an announcer will call from the heavens: My servant told a lie, put a bed of Fire for him in the grave, and dress him with the clothes of Fire, and open a door toward Hell for him, so that we can bring for him what bad things we have. Then they will hit him three times with the whip of Fire which they will have, and with every strike the grave will be full of Fire, and if that stroke is struck on the mountain of Tihama it will be razed, and Allah will make the snakes &amp; scorpions to occupy his grave which will bit him with their teeth, and Shaitans will give him pain and grief, creations of Allah can hear his punishment except Jinns and Humans, and he hears them walking and even shaking dust from hands. And this is the saying of Allah, “Allah keeps firm those who believe, with the Qawl-e-Sabit, in the life of the world” means at the time of death, and “in the Hereafter” means in the grave, “and Allah sends astray the wrong-doers. And Allah does what He wills.” (al-Burhan, v4, p326)</w:t>
      </w:r>
      <w:r>
        <w:cr/>
      </w:r>
    </w:p>
    <w:p w:rsidR="001A403D" w:rsidRDefault="001A403D" w:rsidP="009229E3">
      <w:pPr>
        <w:pStyle w:val="libCenterBold1"/>
      </w:pPr>
      <w:r>
        <w:lastRenderedPageBreak/>
        <w:t>Lesson:</w:t>
      </w:r>
    </w:p>
    <w:p w:rsidR="001A403D" w:rsidRDefault="001A403D" w:rsidP="001A403D">
      <w:pPr>
        <w:pStyle w:val="libNormal"/>
      </w:pPr>
      <w:r>
        <w:t>1-Who keeps firm on Qawl-e-Sabit (Testimony of Tauheed, Risalat, and Walayat), and keeps the Qawl (Kalima) of Allah complete (i.e. does not say that Walayat is not its part), then Allah keeps him steadfast &amp; successful in the world &amp; Hereafter.</w:t>
      </w:r>
    </w:p>
    <w:p w:rsidR="001A403D" w:rsidRDefault="001A403D" w:rsidP="001A403D">
      <w:pPr>
        <w:pStyle w:val="libNormal"/>
      </w:pPr>
      <w:r>
        <w:t>2-Who makes pieces of Qawl-e-Sabit of Allah, when he will be asked in the grave that “Who is your Imam?”, then perhaps he will say, “Testimony of Walayat &amp; Imamat is not part of anything, but I heard that people say...” then his tongue will start stuttering. Because who does not testify “Ali un Waliullah” with true heart in this world his tongue will not give him company in the Hereafter. Allah sends unjust people astray in this manner.</w:t>
      </w:r>
    </w:p>
    <w:p w:rsidR="001A403D" w:rsidRDefault="001A403D" w:rsidP="001A403D">
      <w:pPr>
        <w:pStyle w:val="libNormal"/>
      </w:pPr>
      <w:r>
        <w:t>3-The Angels (a.s.) who guard the grave come to Momin as handsome Mubashar and Basheer, and they come to Munkir as furious Munkar and Nakeer.</w:t>
      </w:r>
    </w:p>
    <w:p w:rsidR="001A403D" w:rsidRDefault="001A403D" w:rsidP="00385B48">
      <w:pPr>
        <w:pStyle w:val="libAr"/>
      </w:pPr>
      <w:r>
        <w:rPr>
          <w:rFonts w:hint="eastAsia"/>
          <w:rtl/>
        </w:rPr>
        <w:t>أَلَمۡ</w:t>
      </w:r>
      <w:r>
        <w:rPr>
          <w:rtl/>
        </w:rPr>
        <w:t xml:space="preserve"> تَرَ إِلَى </w:t>
      </w:r>
      <w:r>
        <w:rPr>
          <w:rFonts w:hint="cs"/>
          <w:rtl/>
        </w:rPr>
        <w:t>ٱ</w:t>
      </w:r>
      <w:r>
        <w:rPr>
          <w:rFonts w:hint="eastAsia"/>
          <w:rtl/>
        </w:rPr>
        <w:t>لَّذِينَ</w:t>
      </w:r>
      <w:r>
        <w:rPr>
          <w:rtl/>
        </w:rPr>
        <w:t xml:space="preserve"> بَدَّلُواْ نِعۡمَتَ </w:t>
      </w:r>
      <w:r>
        <w:rPr>
          <w:rFonts w:hint="cs"/>
          <w:rtl/>
        </w:rPr>
        <w:t>ٱ</w:t>
      </w:r>
      <w:r>
        <w:rPr>
          <w:rFonts w:hint="eastAsia"/>
          <w:rtl/>
        </w:rPr>
        <w:t>للَّهِ</w:t>
      </w:r>
      <w:r>
        <w:rPr>
          <w:rtl/>
        </w:rPr>
        <w:t xml:space="preserve"> كُفۡرً۬ا وَأَحَلُّواْ قَوۡمَهُمۡ دَارَ </w:t>
      </w:r>
      <w:r>
        <w:rPr>
          <w:rFonts w:hint="cs"/>
          <w:rtl/>
        </w:rPr>
        <w:t>ٱ</w:t>
      </w:r>
      <w:r>
        <w:rPr>
          <w:rFonts w:hint="eastAsia"/>
          <w:rtl/>
        </w:rPr>
        <w:t>لۡبَوَارِ</w:t>
      </w:r>
      <w:r>
        <w:rPr>
          <w:rtl/>
        </w:rPr>
        <w:t xml:space="preserve"> (٢٨</w:t>
      </w:r>
      <w:r w:rsidR="009229E3">
        <w:rPr>
          <w:rtl/>
        </w:rPr>
        <w:t>)</w:t>
      </w:r>
      <w:r>
        <w:rPr>
          <w:rtl/>
        </w:rPr>
        <w:t xml:space="preserve"> جَهَنَّمَ يَصۡلَوۡنَهَا‌ۖ وَبِئۡسَ </w:t>
      </w:r>
      <w:r>
        <w:rPr>
          <w:rFonts w:hint="cs"/>
          <w:rtl/>
        </w:rPr>
        <w:t>ٱ</w:t>
      </w:r>
      <w:r>
        <w:rPr>
          <w:rFonts w:hint="eastAsia"/>
          <w:rtl/>
        </w:rPr>
        <w:t>لۡقَرَارُ</w:t>
      </w:r>
      <w:r>
        <w:rPr>
          <w:rtl/>
        </w:rPr>
        <w:t xml:space="preserve"> (٢٩</w:t>
      </w:r>
      <w:r w:rsidR="009229E3">
        <w:rPr>
          <w:rtl/>
        </w:rPr>
        <w:t>)</w:t>
      </w:r>
    </w:p>
    <w:p w:rsidR="001A403D" w:rsidRDefault="001A403D" w:rsidP="00E36567">
      <w:pPr>
        <w:pStyle w:val="libBoldItalic"/>
      </w:pPr>
      <w:r>
        <w:t>Have you not seen those who exchanged the Ne’mat (Favour) of Allah for denial (ungratefulness) and led their people to the House of Destruction, (28) (meaning) Hell, they will burn in it, and a wretched settlement (29)</w:t>
      </w:r>
    </w:p>
    <w:p w:rsidR="001A403D" w:rsidRDefault="001A403D" w:rsidP="00E36567">
      <w:pPr>
        <w:pStyle w:val="libNormal"/>
      </w:pPr>
      <w:r>
        <w:t>1-Amirul Momineen asws said: What has happened with the nations that they are changing the Sunnah of Rasool Allah sawaw and they are turning away from his Wasi, and they are not afraid that punishment could come on them. Then recited this verse, “Have you not seen those who exchanged the Ne’mat of Allah for denial and led their people to Darul-Bawaar, the Hell.” Then said: We are that Ne’mat which Allah bestowed to His servants, and whoever will be successful on the day of Qiyamah, he will succeed due to us. (al-Burhan, v4, p330)</w:t>
      </w:r>
    </w:p>
    <w:p w:rsidR="001A403D" w:rsidRDefault="001A403D" w:rsidP="009229E3">
      <w:pPr>
        <w:pStyle w:val="libCenterBold1"/>
      </w:pPr>
      <w:r>
        <w:t>Lesson:</w:t>
      </w:r>
    </w:p>
    <w:p w:rsidR="001A403D" w:rsidRDefault="001A403D" w:rsidP="001A403D">
      <w:pPr>
        <w:pStyle w:val="libNormal"/>
      </w:pPr>
      <w:r>
        <w:t>1-That nation who denies the Ne’mat of Walayat &amp; Imamat of Maola Ali asws by different tricks, and deletes its testimony from Kalima, Azaan, Namaz, and mind &amp; heart, and does not recite its testimony, and instead of this declares &amp; accepts their Mullas as their Wali &amp; Imam, and accepts their any word (decree) right or wrong without asking proof, such nation will go straight to Darul-Bawaar along with their Rahber (self-made Wali and Imam).</w:t>
      </w:r>
    </w:p>
    <w:p w:rsidR="001A403D" w:rsidRDefault="001A403D" w:rsidP="00385B48">
      <w:pPr>
        <w:pStyle w:val="libAr"/>
      </w:pPr>
      <w:r>
        <w:rPr>
          <w:rFonts w:hint="eastAsia"/>
          <w:rtl/>
        </w:rPr>
        <w:t>رَّبَّنَآ</w:t>
      </w:r>
      <w:r>
        <w:rPr>
          <w:rtl/>
        </w:rPr>
        <w:t xml:space="preserve"> إِنِّىٓ أَسۡكَنتُ مِن ذُرِّيَّتِى بِوَادٍ غَيۡرِ ذِى زَرۡعٍ عِندَ بَيۡتِكَ </w:t>
      </w:r>
      <w:r>
        <w:rPr>
          <w:rFonts w:hint="cs"/>
          <w:rtl/>
        </w:rPr>
        <w:t>ٱ</w:t>
      </w:r>
      <w:r>
        <w:rPr>
          <w:rFonts w:hint="eastAsia"/>
          <w:rtl/>
        </w:rPr>
        <w:t>لۡمُحَرَّمِ</w:t>
      </w:r>
      <w:r>
        <w:rPr>
          <w:rtl/>
        </w:rPr>
        <w:t xml:space="preserve"> رَبَّنَا لِيُقِيمُواْ </w:t>
      </w:r>
      <w:r>
        <w:rPr>
          <w:rFonts w:hint="cs"/>
          <w:rtl/>
        </w:rPr>
        <w:t>ٱ</w:t>
      </w:r>
      <w:r>
        <w:rPr>
          <w:rFonts w:hint="eastAsia"/>
          <w:rtl/>
        </w:rPr>
        <w:t>لصَّلَوٰةَ</w:t>
      </w:r>
      <w:r>
        <w:rPr>
          <w:rtl/>
        </w:rPr>
        <w:t xml:space="preserve"> فَ</w:t>
      </w:r>
      <w:r>
        <w:rPr>
          <w:rFonts w:hint="cs"/>
          <w:rtl/>
        </w:rPr>
        <w:t>ٱ</w:t>
      </w:r>
      <w:r>
        <w:rPr>
          <w:rFonts w:hint="eastAsia"/>
          <w:rtl/>
        </w:rPr>
        <w:t>جۡعَلۡ</w:t>
      </w:r>
      <w:r>
        <w:rPr>
          <w:rtl/>
        </w:rPr>
        <w:t xml:space="preserve"> أَفۡـِٔدَةً۬ مِّنَ </w:t>
      </w:r>
      <w:r>
        <w:rPr>
          <w:rFonts w:hint="cs"/>
          <w:rtl/>
        </w:rPr>
        <w:t>ٱ</w:t>
      </w:r>
      <w:r>
        <w:rPr>
          <w:rFonts w:hint="eastAsia"/>
          <w:rtl/>
        </w:rPr>
        <w:t>لنَّاسِ</w:t>
      </w:r>
      <w:r>
        <w:rPr>
          <w:rtl/>
        </w:rPr>
        <w:t xml:space="preserve"> تَ</w:t>
      </w:r>
      <w:r w:rsidR="001E6BAB" w:rsidRPr="001E6BAB">
        <w:rPr>
          <w:rFonts w:hint="cs"/>
          <w:rtl/>
        </w:rPr>
        <w:t>ه</w:t>
      </w:r>
      <w:r w:rsidRPr="00595365">
        <w:rPr>
          <w:rFonts w:hint="cs"/>
          <w:rtl/>
        </w:rPr>
        <w:t>ۡوِىٓ إِلَيۡ</w:t>
      </w:r>
      <w:r w:rsidR="001E6BAB" w:rsidRPr="001E6BAB">
        <w:rPr>
          <w:rFonts w:hint="cs"/>
          <w:rtl/>
        </w:rPr>
        <w:t>ه</w:t>
      </w:r>
      <w:r w:rsidRPr="00595365">
        <w:rPr>
          <w:rFonts w:hint="cs"/>
          <w:rtl/>
        </w:rPr>
        <w:t>مۡ وَ</w:t>
      </w:r>
      <w:r>
        <w:rPr>
          <w:rFonts w:hint="cs"/>
          <w:rtl/>
        </w:rPr>
        <w:t>ٱ</w:t>
      </w:r>
      <w:r>
        <w:rPr>
          <w:rFonts w:hint="eastAsia"/>
          <w:rtl/>
        </w:rPr>
        <w:t>رۡزُقۡهُم</w:t>
      </w:r>
      <w:r>
        <w:rPr>
          <w:rtl/>
        </w:rPr>
        <w:t xml:space="preserve"> مِّنَ </w:t>
      </w:r>
      <w:r>
        <w:rPr>
          <w:rFonts w:hint="cs"/>
          <w:rtl/>
        </w:rPr>
        <w:t>ٱ</w:t>
      </w:r>
      <w:r>
        <w:rPr>
          <w:rFonts w:hint="eastAsia"/>
          <w:rtl/>
        </w:rPr>
        <w:t>لثَّمَرَ</w:t>
      </w:r>
      <w:r w:rsidR="005B7B9E" w:rsidRPr="005B7B9E">
        <w:rPr>
          <w:rFonts w:hint="cs"/>
          <w:rtl/>
        </w:rPr>
        <w:t>ا</w:t>
      </w:r>
      <w:r>
        <w:rPr>
          <w:rFonts w:hint="eastAsia"/>
          <w:rtl/>
        </w:rPr>
        <w:t>تِ</w:t>
      </w:r>
      <w:r>
        <w:rPr>
          <w:rtl/>
        </w:rPr>
        <w:t xml:space="preserve"> لَعَلَّهُمۡ يَشۡكُرُونَ (٣٧</w:t>
      </w:r>
      <w:r w:rsidR="009229E3">
        <w:rPr>
          <w:rtl/>
        </w:rPr>
        <w:t>)</w:t>
      </w:r>
    </w:p>
    <w:p w:rsidR="001A403D" w:rsidRDefault="001A403D" w:rsidP="00E36567">
      <w:pPr>
        <w:pStyle w:val="libBoldItalic"/>
      </w:pPr>
      <w:r>
        <w:t>Our Rabb! No doubt, I have settled some of my descendants in an uncultivable valley near to Your holy House, our Rabb! that they may establish Salaah; so make hearts of some of the people inclined toward them, and provide them from the fruits that they may be thankful to You. (37)</w:t>
      </w:r>
    </w:p>
    <w:p w:rsidR="001A403D" w:rsidRDefault="001A403D" w:rsidP="00E36567">
      <w:pPr>
        <w:pStyle w:val="libNormal"/>
      </w:pPr>
      <w:r>
        <w:lastRenderedPageBreak/>
        <w:t>1-About the saying of Allah, “so make hearts of some of the people inclined toward them” Imam Mohammad Baqir asws said: It does not mean all human beings, but ony you (Shias) and who are like you. Certainly your similitude among the people is like a few white hair on a black bull, or a few black hair on a white bull. It is obligatory on people to perform Hajj of this House, and respect it for the sake of Greatness of Allah, then visit us wherever we are, because we are proof of Allah. (al-Burhan, v4, p339)</w:t>
      </w:r>
      <w:r>
        <w:cr/>
      </w:r>
    </w:p>
    <w:p w:rsidR="001A403D" w:rsidRDefault="001A403D" w:rsidP="00E36567">
      <w:pPr>
        <w:pStyle w:val="libNormal"/>
      </w:pPr>
      <w:r>
        <w:t>2-Imam Mohammad Baqir asws saw people doing Tawaf (circum-ambulating) around Ka’ba and said: So, in this manner they are doing Tawaf like the time of ignorance, because they were commanded to do Tawaf and then come to us, so that we can teach them Walayat, and they should present their support for us. Then he recited this verse “so make hearts of some of the people inclined toward them” means toward Aal-e-Mohammad asws, toward Aal-e-Mohammad asws. Then said: Ours, ours. (al-Burhan, v4, p340)</w:t>
      </w:r>
    </w:p>
    <w:p w:rsidR="001A403D" w:rsidRDefault="001A403D" w:rsidP="009229E3">
      <w:pPr>
        <w:pStyle w:val="libCenterBold1"/>
      </w:pPr>
      <w:r>
        <w:t>Lesson:</w:t>
      </w:r>
    </w:p>
    <w:p w:rsidR="001A403D" w:rsidRDefault="001A403D" w:rsidP="001A403D">
      <w:pPr>
        <w:pStyle w:val="libNormal"/>
      </w:pPr>
      <w:r>
        <w:t>1-Dua of Hazrat Ibraheem (a.s.) and sayings of Masumeen asws are proof that there was not a single idolator in the progeny of Ismaeel (a.s.), and forefathers (a.s.) of Masumeen asws were monotheists, pious, worshipers, and chosen &amp; Hujjat of Allah.</w:t>
      </w:r>
    </w:p>
    <w:p w:rsidR="001A403D" w:rsidRDefault="001A403D" w:rsidP="001A403D">
      <w:pPr>
        <w:pStyle w:val="libNormal"/>
      </w:pPr>
      <w:r>
        <w:t>2-The hearts of Momineen beat in the devotion of Aal-e-Mohammad asws, i.e. their hearts are counting every single moment in the wait of Zahoor of Imam Qaim asws. Such Momineen are like salt in the flour, but they are sufficient near Allah, because quality is important than quantity near Allah. Momineen go for Ziyaraat immediately after Hajj according to the order of Masumeen asws.</w:t>
      </w:r>
    </w:p>
    <w:p w:rsidR="001A403D" w:rsidRDefault="001A403D" w:rsidP="001A403D">
      <w:pPr>
        <w:pStyle w:val="libNormal"/>
      </w:pPr>
      <w:r>
        <w:t>3-If gaining Marifat of Walayat and saying “Lab’baik” in the support of Imam asws is not included in Hajj, then it is merely Tawaf of ignorance and circuits of bad luck. The spirit of all Ibadaat is Walayat-e-Ali asws. It is natural that one hardly sees big leaders of Muqassireen in Hajj.</w:t>
      </w:r>
    </w:p>
    <w:p w:rsidR="00EB2345" w:rsidRDefault="00EB2345" w:rsidP="00FC02E7">
      <w:pPr>
        <w:pStyle w:val="libNormal"/>
        <w:rPr>
          <w:rtl/>
        </w:rPr>
      </w:pPr>
      <w:r>
        <w:rPr>
          <w:rFonts w:hint="eastAsia"/>
        </w:rPr>
        <w:br w:type="page"/>
      </w:r>
    </w:p>
    <w:p w:rsidR="001A403D" w:rsidRDefault="00EB2345" w:rsidP="00EB2345">
      <w:pPr>
        <w:pStyle w:val="Heading1Center"/>
      </w:pPr>
      <w:bookmarkStart w:id="16" w:name="_Toc449789409"/>
      <w:r>
        <w:rPr>
          <w:rFonts w:hint="eastAsia"/>
          <w:rtl/>
        </w:rPr>
        <w:lastRenderedPageBreak/>
        <w:t>سُوۡرَةُ</w:t>
      </w:r>
      <w:r>
        <w:rPr>
          <w:rtl/>
        </w:rPr>
        <w:t xml:space="preserve"> </w:t>
      </w:r>
      <w:r w:rsidR="001A403D">
        <w:rPr>
          <w:rtl/>
        </w:rPr>
        <w:t>الحِجر</w:t>
      </w:r>
      <w:bookmarkEnd w:id="16"/>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الٓر‌ۚ</w:t>
      </w:r>
      <w:r>
        <w:rPr>
          <w:rtl/>
        </w:rPr>
        <w:t xml:space="preserve"> تِلۡكَ ءَايَـٰتُ </w:t>
      </w:r>
      <w:r>
        <w:rPr>
          <w:rFonts w:hint="cs"/>
          <w:rtl/>
        </w:rPr>
        <w:t>ٱ</w:t>
      </w:r>
      <w:r>
        <w:rPr>
          <w:rFonts w:hint="eastAsia"/>
          <w:rtl/>
        </w:rPr>
        <w:t>لۡ</w:t>
      </w:r>
      <w:r w:rsidR="001E6BAB" w:rsidRPr="001E6BAB">
        <w:rPr>
          <w:rFonts w:hint="cs"/>
          <w:rtl/>
        </w:rPr>
        <w:t>ک</w:t>
      </w:r>
      <w:r>
        <w:rPr>
          <w:rFonts w:hint="eastAsia"/>
          <w:rtl/>
        </w:rPr>
        <w:t>تَـٰبِ</w:t>
      </w:r>
      <w:r>
        <w:rPr>
          <w:rtl/>
        </w:rPr>
        <w:t xml:space="preserve"> وَقُرۡءَانٍ۬ مُّبِينٍ۬ (١</w:t>
      </w:r>
      <w:r w:rsidR="009229E3">
        <w:rPr>
          <w:rtl/>
        </w:rPr>
        <w:t>)</w:t>
      </w:r>
      <w:r>
        <w:rPr>
          <w:rtl/>
        </w:rPr>
        <w:t xml:space="preserve"> رُّبَمَا يَوَدُّ </w:t>
      </w:r>
      <w:r>
        <w:rPr>
          <w:rFonts w:hint="cs"/>
          <w:rtl/>
        </w:rPr>
        <w:t>ٱ</w:t>
      </w:r>
      <w:r>
        <w:rPr>
          <w:rFonts w:hint="eastAsia"/>
          <w:rtl/>
        </w:rPr>
        <w:t>لَّذِينَ</w:t>
      </w:r>
      <w:r>
        <w:rPr>
          <w:rtl/>
        </w:rPr>
        <w:t xml:space="preserve"> </w:t>
      </w:r>
      <w:r w:rsidR="001E6BAB" w:rsidRPr="001E6BAB">
        <w:rPr>
          <w:rFonts w:hint="cs"/>
          <w:rtl/>
        </w:rPr>
        <w:t>ک</w:t>
      </w:r>
      <w:r>
        <w:rPr>
          <w:rFonts w:hint="eastAsia"/>
          <w:rtl/>
        </w:rPr>
        <w:t>فَرُواْ</w:t>
      </w:r>
      <w:r>
        <w:rPr>
          <w:rtl/>
        </w:rPr>
        <w:t xml:space="preserve"> لَوۡ كَانُواْ مُسۡلِمِينَ (٢</w:t>
      </w:r>
      <w:r w:rsidR="009229E3">
        <w:rPr>
          <w:rtl/>
        </w:rPr>
        <w:t>)</w:t>
      </w:r>
      <w:r>
        <w:rPr>
          <w:rtl/>
        </w:rPr>
        <w:t xml:space="preserve"> ذَرۡهُمۡ يَأۡ</w:t>
      </w:r>
      <w:r w:rsidR="001E6BAB" w:rsidRPr="001E6BAB">
        <w:rPr>
          <w:rFonts w:hint="cs"/>
          <w:rtl/>
        </w:rPr>
        <w:t>ک</w:t>
      </w:r>
      <w:r>
        <w:rPr>
          <w:rFonts w:hint="eastAsia"/>
          <w:rtl/>
        </w:rPr>
        <w:t>لُواْ</w:t>
      </w:r>
      <w:r>
        <w:rPr>
          <w:rtl/>
        </w:rPr>
        <w:t xml:space="preserve"> وَيَتَمَتَّعُواْ وَيُلۡهِهِمُ </w:t>
      </w:r>
      <w:r>
        <w:rPr>
          <w:rFonts w:hint="cs"/>
          <w:rtl/>
        </w:rPr>
        <w:t>ٱ</w:t>
      </w:r>
      <w:r>
        <w:rPr>
          <w:rFonts w:hint="eastAsia"/>
          <w:rtl/>
        </w:rPr>
        <w:t>لۡأَمَلُ‌ۖ</w:t>
      </w:r>
      <w:r>
        <w:rPr>
          <w:rtl/>
        </w:rPr>
        <w:t xml:space="preserve"> فَسَوۡفَ يَعۡلَمُونَ (٣</w:t>
      </w:r>
      <w:r w:rsidR="009229E3">
        <w:rPr>
          <w:rtl/>
        </w:rPr>
        <w:t>)</w:t>
      </w:r>
    </w:p>
    <w:p w:rsidR="001A403D" w:rsidRDefault="001A403D" w:rsidP="00E36567">
      <w:pPr>
        <w:pStyle w:val="libBoldItalic"/>
      </w:pPr>
      <w:r>
        <w:t>Alif. Lam. Ra. These are verses of the Book and a clear Quran. (1) That time is near that those who disbelieve will wish strongly that they were Muslims (submitting). (2) Leave them to eat and enjoy themsleves, and let (false) hope divert them, because soon they will come to know. (3)</w:t>
      </w:r>
    </w:p>
    <w:p w:rsidR="001A403D" w:rsidRDefault="001A403D" w:rsidP="00E36567">
      <w:pPr>
        <w:pStyle w:val="libNormal"/>
      </w:pPr>
      <w:r>
        <w:t>1-About the saying of Allah Azza wa Jalla, “It is near that those who disbelieve will wish strongly that they were submitting” Amirul Momineen asws said: When I and my Shias will reappear (Zahoor), and my opponent and his Shias will rebel, and we will kill Bani Umayyah, so those who disbelieved &amp; denied will wish strongly at that time that would that they were submitting. (al-Burhan, v4, p350)</w:t>
      </w:r>
    </w:p>
    <w:p w:rsidR="001A403D" w:rsidRDefault="001A403D" w:rsidP="009229E3">
      <w:pPr>
        <w:pStyle w:val="libCenterBold1"/>
      </w:pPr>
      <w:r>
        <w:t>Lesson:</w:t>
      </w:r>
    </w:p>
    <w:p w:rsidR="001A403D" w:rsidRDefault="001A403D" w:rsidP="001A403D">
      <w:pPr>
        <w:pStyle w:val="libNormal"/>
      </w:pPr>
      <w:r>
        <w:t>1-According to Ahadees, on the day of Qiyamah when Momineen will be ordered to enter Paradise, then deniers of Walayat will also wish at that time that would that we were accepting Walayat-e-Ali asws with heart.</w:t>
      </w:r>
    </w:p>
    <w:p w:rsidR="001A403D" w:rsidRDefault="001A403D" w:rsidP="001A403D">
      <w:pPr>
        <w:pStyle w:val="libNormal"/>
      </w:pPr>
      <w:r>
        <w:t>2-Muqassir Munkir-e-Walayat Mulla is now eating and enjoying life, he is misguiding the public by showing green garden of his Walayat, and giving (false) hope of responsibility of salvation. But that time is near that reality will be disclosed on Munkireen-e-Walayat, when Imam Qaim asws will reappear with Zulfiqar, and Maola Ali asws will rise from Najaf-e-Ashraf, and they will behead the Munkireen-e-Walayat.</w:t>
      </w:r>
    </w:p>
    <w:p w:rsidR="001A403D" w:rsidRDefault="001A403D" w:rsidP="00385B48">
      <w:pPr>
        <w:pStyle w:val="libAr"/>
      </w:pPr>
      <w:r>
        <w:rPr>
          <w:rFonts w:hint="eastAsia"/>
          <w:rtl/>
        </w:rPr>
        <w:t>قَالَ</w:t>
      </w:r>
      <w:r>
        <w:rPr>
          <w:rtl/>
        </w:rPr>
        <w:t xml:space="preserve"> رَبِّ فَأَنظِرۡنِىٓ إِلَىٰ يَوۡمِ يُبۡعَثُونَ (٣٦</w:t>
      </w:r>
      <w:r w:rsidR="009229E3">
        <w:rPr>
          <w:rtl/>
        </w:rPr>
        <w:t>)</w:t>
      </w:r>
      <w:r>
        <w:rPr>
          <w:rtl/>
        </w:rPr>
        <w:t xml:space="preserve"> قَالَ فَإِنَّكَ مِنَ </w:t>
      </w:r>
      <w:r>
        <w:rPr>
          <w:rFonts w:hint="cs"/>
          <w:rtl/>
        </w:rPr>
        <w:t>ٱ</w:t>
      </w:r>
      <w:r>
        <w:rPr>
          <w:rFonts w:hint="eastAsia"/>
          <w:rtl/>
        </w:rPr>
        <w:t>لۡمُنظَرِينَ</w:t>
      </w:r>
      <w:r>
        <w:rPr>
          <w:rtl/>
        </w:rPr>
        <w:t xml:space="preserve"> (٣٧</w:t>
      </w:r>
      <w:r w:rsidR="009229E3">
        <w:rPr>
          <w:rtl/>
        </w:rPr>
        <w:t>)</w:t>
      </w:r>
      <w:r>
        <w:rPr>
          <w:rtl/>
        </w:rPr>
        <w:t xml:space="preserve"> إِلَىٰ يَوۡمِ </w:t>
      </w:r>
      <w:r>
        <w:rPr>
          <w:rFonts w:hint="cs"/>
          <w:rtl/>
        </w:rPr>
        <w:t>ٱ</w:t>
      </w:r>
      <w:r>
        <w:rPr>
          <w:rFonts w:hint="eastAsia"/>
          <w:rtl/>
        </w:rPr>
        <w:t>لۡوَقۡتِ</w:t>
      </w:r>
      <w:r>
        <w:rPr>
          <w:rtl/>
        </w:rPr>
        <w:t xml:space="preserve"> </w:t>
      </w:r>
      <w:r>
        <w:rPr>
          <w:rFonts w:hint="cs"/>
          <w:rtl/>
        </w:rPr>
        <w:t>ٱ</w:t>
      </w:r>
      <w:r>
        <w:rPr>
          <w:rFonts w:hint="eastAsia"/>
          <w:rtl/>
        </w:rPr>
        <w:t>لۡمَعۡلُومِ</w:t>
      </w:r>
      <w:r>
        <w:rPr>
          <w:rtl/>
        </w:rPr>
        <w:t xml:space="preserve"> (٣٨</w:t>
      </w:r>
      <w:r w:rsidR="009229E3">
        <w:rPr>
          <w:rtl/>
        </w:rPr>
        <w:t>)</w:t>
      </w:r>
    </w:p>
    <w:p w:rsidR="001A403D" w:rsidRDefault="001A403D" w:rsidP="00E36567">
      <w:pPr>
        <w:pStyle w:val="libBoldItalic"/>
      </w:pPr>
      <w:r>
        <w:t>He said: My Rabb! Give me respite untill the day when they are resurrected. (36) He said: Then certainly you are from the reprieved ones (37) until the day of known time. (38)</w:t>
      </w:r>
    </w:p>
    <w:p w:rsidR="001A403D" w:rsidRDefault="001A403D" w:rsidP="001A403D">
      <w:pPr>
        <w:pStyle w:val="libNormal"/>
      </w:pPr>
      <w:r>
        <w:t>1-Iblees said: Give me reprieve until the day of resurrection. But Allah refused it and said: You are from the reprieved until the day of known time. When it will be the Day of known time, accursed Iblees will appear with all his followers, from the day of creation of Adam (a.s.) to the Day of known time, and Amirul Momineen asws will also reappear for the last time.</w:t>
      </w:r>
    </w:p>
    <w:p w:rsidR="001A403D" w:rsidRDefault="001A403D" w:rsidP="00E36567">
      <w:pPr>
        <w:pStyle w:val="libNormal"/>
      </w:pPr>
      <w:r>
        <w:t xml:space="preserve">Abdul Karim asked: Is to come again and again for him? Imam asws said: Yes, to come again and again is for him. There isn’t any Imam asws who will not come in his time, and good and bad people of that time will come with them, so that Allah can establish proof for Momineen on disbelievers. When it will be the Day of known time, Amirul Momineen asws will come with his companions, and Iblees will come with his companions, and their meeting place is a land in the area of Furat, which is called Roha, which is near your Kufa. So then they will fight, such a fight </w:t>
      </w:r>
      <w:r>
        <w:lastRenderedPageBreak/>
        <w:t>would not have occurred since the creation of the worlds by Allah Azza wa Jalla until now. Thus it is as I am seeing that the companions of Amirul Momineen asws will step backward hundred steps, and it is as I am looking, and certainly feet of some of them will enter Furat. At that time Amr of Allah Jabbar Azza wa Jalla will come down, “behind the shadow of cloud and angels and the matter will be decided”, and Rasool Allah sawaw will be in front of them, and he will have a spear of Noor in his hand. When Iblees will look toward him, he will run backward defeated turning on his heels, then his companions will say to him: Where are you going when we are about to conquer? Then he will say: What I am seeing, you are not seeing, I am afraid of Rabb of the worlds. So Nabi Akram sawaw will seize him and hit the spear in between his shoulders, and he will die, and all of his followers will be killed. So at that time only Allah Azza wa Jalla will be worshiped, and no Shirk will be done with Him, and Amirul Momineen asws will govern forty four thousand years, until one thousand sons will be born in the house of every Shia man of Maola Ali asws, every year one son. And that time “Jannatan al-Mud’hamatan” will appear at Masjid Kufa and its surroundings, as Allah wills. (Imam Jafar Sadiq asws) (al-Burhan, v4, p390)</w:t>
      </w:r>
    </w:p>
    <w:p w:rsidR="001A403D" w:rsidRDefault="001A403D" w:rsidP="00E36567">
      <w:pPr>
        <w:pStyle w:val="libNormal"/>
      </w:pPr>
      <w:r>
        <w:t>2-Who accepted the commandments of his Lord, and did not become arrogant and denier to His order, as Iblees arrogantly denied to do Sajdah to Adam (a.s.), and majority of nations denied to obey their Prophets (a.s.), so then (testimony of) Tauheed did not benefit them, as that lengthy Sajdah did not benefit Iblees, which Sajdah he did for four thousand years which was in the greed of wealth and government of the world. Similarly Salaah and Saom (fasts) will not benefit you but with the guidance of Sabeel of Salvation and Path of Haqq. Allah Ta’ala has surely finished the excuse of servants by narrating His verses and by sending His Rasools (a.s.), so that people have no objection left on Allah after Rasools (a.s.). And He does not keep His earth without an Alim (asws), whom creations need, and he gives education of Sabeel-e-Nijat, and their number is less. (Amirul Momineen asws) (al-Burhan, v4, p392)</w:t>
      </w:r>
    </w:p>
    <w:p w:rsidR="001A403D" w:rsidRDefault="001A403D" w:rsidP="009229E3">
      <w:pPr>
        <w:pStyle w:val="libCenterBold1"/>
      </w:pPr>
      <w:r>
        <w:t>Lesson:</w:t>
      </w:r>
    </w:p>
    <w:p w:rsidR="001A403D" w:rsidRDefault="001A403D" w:rsidP="001A403D">
      <w:pPr>
        <w:pStyle w:val="libNormal"/>
      </w:pPr>
      <w:r>
        <w:t>1-After Zahoor of Imam Qaim asws, Shaitan will be killed along with his Khalisi followers by Masumeen asws. Shaitan is such a Khalisi monotheist that he did one Sajdah for 4000 years purely for Allah, but he did not bend his head in front of Walayat of Masumeen asws, wished to become Wali &amp; Khalifa himself. Similarly all Khalisies with Ibleesi thoughts who do not recite testimony of Walayat-e-Ali asws but propagate their own Walayat-e-Faqeh, will not be able to escape Zulfiqar.</w:t>
      </w:r>
    </w:p>
    <w:p w:rsidR="001A403D" w:rsidRDefault="001A403D" w:rsidP="001A403D">
      <w:pPr>
        <w:pStyle w:val="libNormal"/>
      </w:pPr>
      <w:r>
        <w:t>2-Sabeel-e-Nijat (way of salvation) and Tareeq-e-Haqq (right path) is Walayat-e-Ali asws, without this Salaah &amp; Saom can not benefit. And Alims are only Masumeen asws who are teachers of all creations.</w:t>
      </w:r>
    </w:p>
    <w:p w:rsidR="001A403D" w:rsidRDefault="001A403D" w:rsidP="00385B48">
      <w:pPr>
        <w:pStyle w:val="libAr"/>
      </w:pPr>
      <w:r>
        <w:rPr>
          <w:rFonts w:hint="eastAsia"/>
          <w:rtl/>
        </w:rPr>
        <w:t>قَالَ</w:t>
      </w:r>
      <w:r>
        <w:rPr>
          <w:rtl/>
        </w:rPr>
        <w:t xml:space="preserve"> هَـٰذَا صِرَ</w:t>
      </w:r>
      <w:r w:rsidR="005B7B9E" w:rsidRPr="005B7B9E">
        <w:rPr>
          <w:rFonts w:hint="cs"/>
          <w:rtl/>
        </w:rPr>
        <w:t>ا</w:t>
      </w:r>
      <w:r>
        <w:rPr>
          <w:rFonts w:hint="eastAsia"/>
          <w:rtl/>
        </w:rPr>
        <w:t>طٌ</w:t>
      </w:r>
      <w:r>
        <w:rPr>
          <w:rtl/>
        </w:rPr>
        <w:t xml:space="preserve"> عَلَىَّ مُسۡتَقِيمٌ (٤١</w:t>
      </w:r>
      <w:r w:rsidR="009229E3">
        <w:rPr>
          <w:rtl/>
        </w:rPr>
        <w:t>)</w:t>
      </w:r>
      <w:r>
        <w:rPr>
          <w:rtl/>
        </w:rPr>
        <w:t xml:space="preserve"> إِنَّ عِبَادِى لَيۡسَ لَكَ عَلَيۡ</w:t>
      </w:r>
      <w:r w:rsidR="001E6BAB" w:rsidRPr="001E6BAB">
        <w:rPr>
          <w:rFonts w:hint="cs"/>
          <w:rtl/>
        </w:rPr>
        <w:t>ه</w:t>
      </w:r>
      <w:r w:rsidRPr="00595365">
        <w:rPr>
          <w:rFonts w:hint="cs"/>
          <w:rtl/>
        </w:rPr>
        <w:t xml:space="preserve">مۡ سُلۡطَـٰنٌ إِلَّا مَنِ </w:t>
      </w:r>
      <w:r>
        <w:rPr>
          <w:rFonts w:hint="cs"/>
          <w:rtl/>
        </w:rPr>
        <w:t>ٱ</w:t>
      </w:r>
      <w:r>
        <w:rPr>
          <w:rFonts w:hint="eastAsia"/>
          <w:rtl/>
        </w:rPr>
        <w:t>تَّبَعَكَ</w:t>
      </w:r>
      <w:r>
        <w:rPr>
          <w:rtl/>
        </w:rPr>
        <w:t xml:space="preserve"> مِنَ </w:t>
      </w:r>
      <w:r>
        <w:rPr>
          <w:rFonts w:hint="cs"/>
          <w:rtl/>
        </w:rPr>
        <w:t>ٱ</w:t>
      </w:r>
      <w:r>
        <w:rPr>
          <w:rFonts w:hint="eastAsia"/>
          <w:rtl/>
        </w:rPr>
        <w:t>لۡغَاوِينَ</w:t>
      </w:r>
      <w:r>
        <w:rPr>
          <w:rtl/>
        </w:rPr>
        <w:t xml:space="preserve"> (٤٢</w:t>
      </w:r>
      <w:r w:rsidR="009229E3">
        <w:rPr>
          <w:rtl/>
        </w:rPr>
        <w:t>)</w:t>
      </w:r>
      <w:r>
        <w:rPr>
          <w:rtl/>
        </w:rPr>
        <w:t xml:space="preserve"> وَإِنَّ جَهَنَّمَ لَمَوۡعِدُهُمۡ أَجۡمَعِينَ (٤٣</w:t>
      </w:r>
      <w:r w:rsidR="009229E3">
        <w:rPr>
          <w:rtl/>
        </w:rPr>
        <w:t>)</w:t>
      </w:r>
    </w:p>
    <w:p w:rsidR="001A403D" w:rsidRDefault="001A403D" w:rsidP="00E36567">
      <w:pPr>
        <w:pStyle w:val="libBoldItalic"/>
      </w:pPr>
      <w:r>
        <w:lastRenderedPageBreak/>
        <w:t>He said: This is a path to Me straight: (41) Indeed, as for My servants, you will have no authority over them except who follow you of the deviators. (42) And no doubt Hell is the promised place for all of them. (43)</w:t>
      </w:r>
    </w:p>
    <w:p w:rsidR="001A403D" w:rsidRDefault="001A403D" w:rsidP="00E36567">
      <w:pPr>
        <w:pStyle w:val="libNormal"/>
      </w:pPr>
      <w:r>
        <w:t>1-One person said to Rasool Allah sawaw: You always speak in favour of Ali ibne Abi Talib asws, “You are on the same status to me as Haroon (a.s.) was to Musa (a.s.)”  and Allah has mentioned Haroon (a.s.) in Quran, and He did not mention Ali asws? Nabi Akram sawaw said: O foolish uncivilized! Have you not heard Allah says, “This Path of Ali is Straight” (Haza Siratu Aliyan Mustaqeem) (al-Burhan, v4, p393)</w:t>
      </w:r>
    </w:p>
    <w:p w:rsidR="001A403D" w:rsidRDefault="001A403D" w:rsidP="00E36567">
      <w:pPr>
        <w:pStyle w:val="libBoldItalic"/>
      </w:pPr>
      <w:r>
        <w:t>2-Imam Jafar Sadiq asws was asked about the saying of Allah “Haza siratu aliyan mustaqeem”, and he said: By Allah, that is Ali asws, by Allah he is the Mezaan and Sirat-e-Mustaqeem. (al-Burhan, v4, 393)</w:t>
      </w:r>
    </w:p>
    <w:p w:rsidR="001A403D" w:rsidRDefault="001A403D" w:rsidP="009229E3">
      <w:pPr>
        <w:pStyle w:val="libCenterBold1"/>
      </w:pPr>
      <w:r>
        <w:t>Lesson:</w:t>
      </w:r>
    </w:p>
    <w:p w:rsidR="001A403D" w:rsidRDefault="001A403D" w:rsidP="001A403D">
      <w:pPr>
        <w:pStyle w:val="libNormal"/>
      </w:pPr>
      <w:r>
        <w:t>1-Shaitan can not seize those people who are steadfast on Walayat-e-Ali asws, whose Kalima is Tayyab (pure) and Sabit (complete), whose Tashahud is the same as all the Prophets (a.s.) recite.</w:t>
      </w:r>
    </w:p>
    <w:p w:rsidR="001A403D" w:rsidRDefault="001A403D" w:rsidP="001A403D">
      <w:pPr>
        <w:pStyle w:val="libNormal"/>
      </w:pPr>
      <w:r>
        <w:t>2-Those whose Kalima is half, partial and Sufla (low), and who are firm purely on Tauheed only like Iblees, and does not obey Rasool Allah sawaw, they have grudge with Walayat-e-Ali asws from the time of Rasool Allah sawaw until today. When they can’t find any other objection then they say, “Show us Maola Ali’s asws name in Quran” although they know that Imam Ali asws is mentioned in Quran in more than thousand verses. And moreover, Maola Ali asws is Quran-e-Natiq, superior to Quran-e-Samit. And everything is mentioned in Quran, even those who object Walayat-e-Ali asws are metioned in verse 64 of Sura Bani Israeel.</w:t>
      </w:r>
    </w:p>
    <w:p w:rsidR="001A403D" w:rsidRDefault="001A403D" w:rsidP="00385B48">
      <w:pPr>
        <w:pStyle w:val="libAr"/>
      </w:pPr>
      <w:r>
        <w:rPr>
          <w:rFonts w:hint="eastAsia"/>
          <w:rtl/>
        </w:rPr>
        <w:t>إِنَّ</w:t>
      </w:r>
      <w:r>
        <w:rPr>
          <w:rtl/>
        </w:rPr>
        <w:t xml:space="preserve"> فِى ذَ</w:t>
      </w:r>
      <w:r w:rsidR="005B7B9E" w:rsidRPr="005B7B9E">
        <w:rPr>
          <w:rFonts w:hint="cs"/>
          <w:rtl/>
        </w:rPr>
        <w:t>ا</w:t>
      </w:r>
      <w:r>
        <w:rPr>
          <w:rFonts w:hint="eastAsia"/>
          <w:rtl/>
        </w:rPr>
        <w:t>لِكَ</w:t>
      </w:r>
      <w:r>
        <w:rPr>
          <w:rtl/>
        </w:rPr>
        <w:t xml:space="preserve"> لَأَيَـٰتٍ۬ لِّلۡمُتَوَسِّمِينَ (٧٥</w:t>
      </w:r>
      <w:r w:rsidR="009229E3">
        <w:rPr>
          <w:rtl/>
        </w:rPr>
        <w:t>)</w:t>
      </w:r>
      <w:r>
        <w:rPr>
          <w:rtl/>
        </w:rPr>
        <w:t xml:space="preserve"> وَإِنَّ</w:t>
      </w:r>
      <w:r w:rsidR="001E6BAB" w:rsidRPr="001E6BAB">
        <w:rPr>
          <w:rFonts w:hint="cs"/>
          <w:rtl/>
        </w:rPr>
        <w:t>ه</w:t>
      </w:r>
      <w:r w:rsidRPr="00595365">
        <w:rPr>
          <w:rFonts w:hint="cs"/>
          <w:rtl/>
        </w:rPr>
        <w:t>ا لَبِسَبِيلٍ۬ مُّقِيمٍ (٧٦</w:t>
      </w:r>
      <w:r w:rsidR="009229E3">
        <w:rPr>
          <w:rtl/>
        </w:rPr>
        <w:t>)</w:t>
      </w:r>
    </w:p>
    <w:p w:rsidR="001A403D" w:rsidRDefault="001A403D" w:rsidP="00E36567">
      <w:pPr>
        <w:pStyle w:val="libBoldItalic"/>
      </w:pPr>
      <w:r>
        <w:t>Indeed in that are signs for those who discern. (75) And indeed they are on an established path. (76)</w:t>
      </w:r>
    </w:p>
    <w:p w:rsidR="001A403D" w:rsidRDefault="001A403D" w:rsidP="00E36567">
      <w:pPr>
        <w:pStyle w:val="libNormal"/>
      </w:pPr>
      <w:r>
        <w:t>1-There is not any creature that it is not written in between its eyes: Momin or Kafir. And that is hidden from them, but it is not hidden from the Imams asws from Aal-e-Mohammad asws. When anyone goes to them, they recognize whether he is Momin or Kafir. Then Imam Baqir asws recited this verse, “No doubt in that are signs for those who are Mutawassimeen” so they are the Mutawassimoon. (al-Burhan, v4, p406)</w:t>
      </w:r>
    </w:p>
    <w:p w:rsidR="001A403D" w:rsidRDefault="001A403D" w:rsidP="00E36567">
      <w:pPr>
        <w:pStyle w:val="libNormal"/>
      </w:pPr>
      <w:r>
        <w:t xml:space="preserve">2-Imam Jafar Sadiq asws was going for Hajj, on the way looked toward people from the top of a hill and said: Those who make noise (animals) are too much and those who are doing Hajj are too less. Dawood Riqi said: Yabna Rasool Allah asws, Allah listens to you, show us as well who are gathered here. Said: Certainly Allah will never forgive who does Shirk with Him, no doubt opposer of Walayat-e-Ali asws is like idolator. He said: I sacrifice on you, do you recognize, who is loving you and who is having grudge with you? Said: When anyone is born, it is written between his eyes, “Momin” or “Kafir.” And if any person comes to us with our Walayat and immunity to our enemies, then we see written between his eyes “Momin.” </w:t>
      </w:r>
      <w:r>
        <w:lastRenderedPageBreak/>
        <w:t>Allah Azza wa Jalla says,”No doubt, in that are signs for those who discern” we discern our enemies from our lovers. (al-Burhan, v4, p410)</w:t>
      </w:r>
    </w:p>
    <w:p w:rsidR="001A403D" w:rsidRDefault="001A403D" w:rsidP="009229E3">
      <w:pPr>
        <w:pStyle w:val="libCenterBold1"/>
      </w:pPr>
      <w:r>
        <w:t>Lesson:</w:t>
      </w:r>
    </w:p>
    <w:p w:rsidR="001A403D" w:rsidRDefault="001A403D" w:rsidP="001A403D">
      <w:pPr>
        <w:pStyle w:val="libNormal"/>
      </w:pPr>
      <w:r>
        <w:t>1-Mutawassimeen are Masumeen asws, and Sabeel-e-Muqeem is Imam Qaim asws. Masumeen asws recognize enemies hidden among Shias by the signs on their foreheads. Denier of Walayat-e-Ali asws, whether he goes for Hajj, reads Namaz, or keeps fasts, he is Mushrik and worshiper of idols, because the make partners in Walayat-e-Masumeen asws those human-idols which are made in Majoosastan.</w:t>
      </w:r>
    </w:p>
    <w:p w:rsidR="001A403D" w:rsidRDefault="001A403D" w:rsidP="001A403D">
      <w:pPr>
        <w:pStyle w:val="libNormal"/>
      </w:pPr>
      <w:r>
        <w:t>2-A woman who was opponent of Walayat-e-Ali asws, brought a complaint against her husband, and Maola Ali asws issued the judgement in favour of her husband according to justice. She complained about Maola Ali asws with harsh words. Imam Ali asws looked with angry eyes and said: You tell lies, O you who takes money bad character prostitute Salaqlaqia! Then on the way home she complained more: Imam Ali asws disclosed my hidden secret. A person heard it and came to Maola Ali asws and asked: How you know all this? Then Imam Ali asws said: Between the eyes of every body is written “Momin” or “Kafir”, and then Maola Ali asws recited the above verses and explained as well.</w:t>
      </w:r>
    </w:p>
    <w:p w:rsidR="001A403D" w:rsidRDefault="001A403D" w:rsidP="001A403D">
      <w:pPr>
        <w:pStyle w:val="libNormal"/>
      </w:pPr>
      <w:r>
        <w:t>Any person who does not know the meaning of Salaqlaqia, he can ask any Usuli scholar because they declare it permissible for their women to be practically Salaqlaqia. Any woman who opposes Walayat-e-Ali asws, she is Salaqlaqia. And any man who opposes Walayat-e-Ali asws, he is Shaqi-ul-Qalb and Dayyoos.</w:t>
      </w:r>
    </w:p>
    <w:p w:rsidR="001A403D" w:rsidRDefault="001A403D" w:rsidP="00385B48">
      <w:pPr>
        <w:pStyle w:val="libAr"/>
      </w:pPr>
      <w:r>
        <w:rPr>
          <w:rFonts w:hint="eastAsia"/>
          <w:rtl/>
        </w:rPr>
        <w:t>وَلَقَدۡ</w:t>
      </w:r>
      <w:r>
        <w:rPr>
          <w:rtl/>
        </w:rPr>
        <w:t xml:space="preserve"> ءَاتَيۡنَـٰكَ سَبۡعً۬ا مِّنَ </w:t>
      </w:r>
      <w:r>
        <w:rPr>
          <w:rFonts w:hint="cs"/>
          <w:rtl/>
        </w:rPr>
        <w:t>ٱ</w:t>
      </w:r>
      <w:r>
        <w:rPr>
          <w:rFonts w:hint="eastAsia"/>
          <w:rtl/>
        </w:rPr>
        <w:t>لۡمَثَانِى</w:t>
      </w:r>
      <w:r>
        <w:rPr>
          <w:rtl/>
        </w:rPr>
        <w:t xml:space="preserve"> وَ</w:t>
      </w:r>
      <w:r>
        <w:rPr>
          <w:rFonts w:hint="cs"/>
          <w:rtl/>
        </w:rPr>
        <w:t>ٱ</w:t>
      </w:r>
      <w:r>
        <w:rPr>
          <w:rFonts w:hint="eastAsia"/>
          <w:rtl/>
        </w:rPr>
        <w:t>لۡقُرۡءَانَ</w:t>
      </w:r>
      <w:r>
        <w:rPr>
          <w:rtl/>
        </w:rPr>
        <w:t xml:space="preserve"> </w:t>
      </w:r>
      <w:r>
        <w:rPr>
          <w:rFonts w:hint="cs"/>
          <w:rtl/>
        </w:rPr>
        <w:t>ٱ</w:t>
      </w:r>
      <w:r>
        <w:rPr>
          <w:rFonts w:hint="eastAsia"/>
          <w:rtl/>
        </w:rPr>
        <w:t>لۡعَظِيمَ</w:t>
      </w:r>
      <w:r>
        <w:rPr>
          <w:rtl/>
        </w:rPr>
        <w:t xml:space="preserve"> (٨٧</w:t>
      </w:r>
      <w:r w:rsidR="009229E3">
        <w:rPr>
          <w:rtl/>
        </w:rPr>
        <w:t>)</w:t>
      </w:r>
    </w:p>
    <w:p w:rsidR="001A403D" w:rsidRDefault="001A403D" w:rsidP="00E36567">
      <w:pPr>
        <w:pStyle w:val="libBoldItalic"/>
      </w:pPr>
      <w:r>
        <w:t>And We have certainly given you seven of the often repeated (Ayaat) and the great Qur'an. (87)</w:t>
      </w:r>
    </w:p>
    <w:p w:rsidR="001A403D" w:rsidRDefault="001A403D" w:rsidP="00E36567">
      <w:pPr>
        <w:pStyle w:val="libNormal"/>
      </w:pPr>
      <w:r>
        <w:t>1-Amirul Momineen asws said: “Bismillah ir-Rahman ir-Raheem” is verse of Sura Fatiha, and including “Bismillah ir-Rahman ir-Raheem” completes seven verses. I heard from Rasool Allah sawaw, saying: No doubt Allah Ta’ala said to me, “O Mohammad sawaw, We have certainly given you seven of the often repeated (Ayaat) and the great Qur'an.” So bestowed me special favour by Sura Fatiha, and declared it equal to Quran. (al-Burhan, v4, p413)</w:t>
      </w:r>
    </w:p>
    <w:p w:rsidR="001A403D" w:rsidRDefault="001A403D" w:rsidP="00E36567">
      <w:pPr>
        <w:pStyle w:val="libNormal"/>
      </w:pPr>
      <w:r>
        <w:t>2-Imam Mohammad Baqir asws said: We are that Masani (Ayaat which are repeated) which Allah Ta’ala bestowed to our Nabi sawaw, and we are Wajhullah who walk in front of you on the earth, who keeps our Marifat his leader is Yaqeen (firm faith) and who does not know us (denies) Fire is in fornt of him (as leader). (al-Burhan, v4, p414)</w:t>
      </w:r>
    </w:p>
    <w:p w:rsidR="001A403D" w:rsidRDefault="001A403D" w:rsidP="00E36567">
      <w:pPr>
        <w:pStyle w:val="libNormal"/>
      </w:pPr>
      <w:r>
        <w:t>3-Imam Musa Kazim asws said about this verse: That thing which was not bestowed to any of the Prophets (a.s.) except Mohammad Mustafa sawaw, that are seven Imams asws around whom heavens revolve, and the great Quran is Mohammad Mustafa sawaw. (al-Burhan, v4, p415)</w:t>
      </w:r>
    </w:p>
    <w:p w:rsidR="001A403D" w:rsidRDefault="001A403D" w:rsidP="009229E3">
      <w:pPr>
        <w:pStyle w:val="libCenterBold1"/>
      </w:pPr>
      <w:r>
        <w:t>Lesson:</w:t>
      </w:r>
    </w:p>
    <w:p w:rsidR="001A403D" w:rsidRDefault="001A403D" w:rsidP="001A403D">
      <w:pPr>
        <w:pStyle w:val="libNormal"/>
      </w:pPr>
      <w:r>
        <w:lastRenderedPageBreak/>
        <w:t>1-The seven Ayaat of Allah which are mentioned in Sura Fatiha and Quran-e-Azeem, whose Zikr is Zikr of Allah, whose holy names are Asma-ul-Husna of Allah, they are:</w:t>
      </w:r>
    </w:p>
    <w:p w:rsidR="001A403D" w:rsidRDefault="001A403D" w:rsidP="001A403D">
      <w:pPr>
        <w:pStyle w:val="libNormal"/>
      </w:pPr>
      <w:r>
        <w:t>1)Mohammad sawaw, 2)Ali asws, 3)Fatima asws, 4)Hassan, 5)Hussain asws, 6)Jafar asws, 7)Musa asws.</w:t>
      </w:r>
    </w:p>
    <w:p w:rsidR="001A403D" w:rsidRDefault="001A403D" w:rsidP="001A403D">
      <w:pPr>
        <w:pStyle w:val="libNormal"/>
      </w:pPr>
      <w:r>
        <w:t>Then from these holy names Mohammad is repeated 3 times, Ali 3 times, Hassan 1 time. And if seven is repeated (i.e. doubled) it becomes 14, the number of Masumeen asws.</w:t>
      </w:r>
    </w:p>
    <w:p w:rsidR="001A403D" w:rsidRDefault="001A403D" w:rsidP="001A403D">
      <w:pPr>
        <w:pStyle w:val="libNormal"/>
      </w:pPr>
      <w:r>
        <w:t>2-Who has Marifat of Walayat-e-Masumeen asws, his Deen is based on Yaqeen, i.e. he is certain that Allah is Haqq, Deen is Haqq, Teachers of Deen are Haqq, all verses of Quran are Haqq. He keeps away from doubtful books (ber bina’i ehtiyat, ahwat hay, ashkal hay, etc), because such religion having doubts &amp; suspicions, Rijs &amp; Nijasat, is only leading to Fire &amp; Destruction.</w:t>
      </w:r>
    </w:p>
    <w:p w:rsidR="001A403D" w:rsidRDefault="001A403D" w:rsidP="00385B48">
      <w:pPr>
        <w:pStyle w:val="libAr"/>
      </w:pPr>
      <w:r>
        <w:rPr>
          <w:rFonts w:hint="eastAsia"/>
          <w:rtl/>
        </w:rPr>
        <w:t>فَ</w:t>
      </w:r>
      <w:r>
        <w:rPr>
          <w:rFonts w:hint="cs"/>
          <w:rtl/>
        </w:rPr>
        <w:t>ٱ</w:t>
      </w:r>
      <w:r>
        <w:rPr>
          <w:rFonts w:hint="eastAsia"/>
          <w:rtl/>
        </w:rPr>
        <w:t>صۡدَعۡ</w:t>
      </w:r>
      <w:r>
        <w:rPr>
          <w:rtl/>
        </w:rPr>
        <w:t xml:space="preserve"> بِمَا تُؤۡمَرُ وَأَعۡرِضۡ عَنِ </w:t>
      </w:r>
      <w:r>
        <w:rPr>
          <w:rFonts w:hint="cs"/>
          <w:rtl/>
        </w:rPr>
        <w:t>ٱ</w:t>
      </w:r>
      <w:r>
        <w:rPr>
          <w:rFonts w:hint="eastAsia"/>
          <w:rtl/>
        </w:rPr>
        <w:t>لۡمُشۡرِكِينَ</w:t>
      </w:r>
      <w:r>
        <w:rPr>
          <w:rtl/>
        </w:rPr>
        <w:t xml:space="preserve"> (٩٤</w:t>
      </w:r>
      <w:r w:rsidR="009229E3">
        <w:rPr>
          <w:rtl/>
        </w:rPr>
        <w:t>)</w:t>
      </w:r>
      <w:r>
        <w:rPr>
          <w:rtl/>
        </w:rPr>
        <w:t xml:space="preserve"> إِنَّا كَفَيۡنَـٰكَ </w:t>
      </w:r>
      <w:r>
        <w:rPr>
          <w:rFonts w:hint="cs"/>
          <w:rtl/>
        </w:rPr>
        <w:t>ٱ</w:t>
      </w:r>
      <w:r>
        <w:rPr>
          <w:rFonts w:hint="eastAsia"/>
          <w:rtl/>
        </w:rPr>
        <w:t>لۡمُسۡتَ</w:t>
      </w:r>
      <w:r w:rsidR="001E6BAB" w:rsidRPr="001E6BAB">
        <w:rPr>
          <w:rFonts w:hint="cs"/>
          <w:rtl/>
        </w:rPr>
        <w:t>ه</w:t>
      </w:r>
      <w:r w:rsidRPr="00595365">
        <w:rPr>
          <w:rFonts w:hint="cs"/>
          <w:rtl/>
        </w:rPr>
        <w:t>ۡزِءِينَ</w:t>
      </w:r>
      <w:r>
        <w:rPr>
          <w:rtl/>
        </w:rPr>
        <w:t xml:space="preserve"> (٩٥</w:t>
      </w:r>
      <w:r w:rsidR="009229E3">
        <w:rPr>
          <w:rtl/>
        </w:rPr>
        <w:t>)</w:t>
      </w:r>
    </w:p>
    <w:p w:rsidR="001A403D" w:rsidRDefault="001A403D" w:rsidP="00E36567">
      <w:pPr>
        <w:pStyle w:val="libBoldItalic"/>
      </w:pPr>
      <w:r>
        <w:t>So proclaim that what you are commanded, and turn away from the polytheists. (94) Indeed We are sufficent for you against the mockers. (95)</w:t>
      </w:r>
    </w:p>
    <w:p w:rsidR="001A403D" w:rsidRDefault="001A403D" w:rsidP="00E36567">
      <w:pPr>
        <w:pStyle w:val="libNormal"/>
      </w:pPr>
      <w:r>
        <w:t>1-Imam Mohammad Baqir asws said: Saying of Allah, “And neither say your Salaah in loud voice nor in low voice” was cancelled by “So proclaim that what you are commanded” (al-Burhan, v4, p419)</w:t>
      </w:r>
    </w:p>
    <w:p w:rsidR="001A403D" w:rsidRDefault="001A403D" w:rsidP="009229E3">
      <w:pPr>
        <w:pStyle w:val="libCenterBold1"/>
      </w:pPr>
      <w:r>
        <w:t>Lesson:</w:t>
      </w:r>
    </w:p>
    <w:p w:rsidR="001A403D" w:rsidRDefault="001A403D" w:rsidP="001A403D">
      <w:pPr>
        <w:pStyle w:val="libNormal"/>
      </w:pPr>
      <w:r>
        <w:t>1-Rasool Allah sawaw was reciting the testimony of Walayat-e-Ali asws with such a voice that only Imam Ali asws could hear behind. Then after this verse Walayat-e-Ali asws was announced openly, and Rasool Allah sawaw was reciting it with normal voice in Tashahud. Moreover Rasool Allah sawaw used to say in loud voice in the last part of Salaah, “Ya Allah, plant Mawaddat of Ali asws in the chests of Momineen and put (fear &amp; fright from) splendour &amp; greatness (of Ali asws) in the chests of hypocrites.</w:t>
      </w:r>
    </w:p>
    <w:p w:rsidR="001A403D" w:rsidRDefault="001A403D" w:rsidP="001A403D">
      <w:pPr>
        <w:pStyle w:val="libNormal"/>
      </w:pPr>
      <w:r>
        <w:t>2-Those five persons who mocked Rasool Allah sawaw, Allah Ta’ala killed them all in the same day with five different modes of death, and everyone was saying while dying, “Rabb of Mohammad sawaw killed me.” Waleed bin Mugheera injured his foot with an arrow while walking and an artery was cut and he bled to death. Aas bin Wail went out for something and a rock rolled down, and he was smashed into pieces under it. Aswad bin Abd-e-Yaghoos came out to receive his son and stood under a tree, and Jibraeel (a.s.) killed him by hitting his head with the tree again and again. (According to an other narration Jibraeel a.s. touched a green leaf in his eyes and he became blind and died). Harisa bin Talatla went our and hot wind made him black. When he came home, he said that he was Haris, but they (family) killed him in anger. Aswad bin Mutlib ate fish from salty water, and thirst prevailed him, and his abdomen distended by drinking water and he died. Allah Ta’ala sent all of them to Hell in one time, because they said: Ya Mohammad sawaw! We give you time until Zuhar, you should stop from your claim, otherwise we will kill you.</w:t>
      </w:r>
    </w:p>
    <w:p w:rsidR="001A403D" w:rsidRDefault="001A403D" w:rsidP="001A403D">
      <w:pPr>
        <w:pStyle w:val="libNormal"/>
      </w:pPr>
      <w:r>
        <w:t xml:space="preserve">Whether it is arrogant bigmouth denier of Walayat of Maola Mohammad Mustafa sawaw, or arrogant bigmouth denier of Walayat of Maola Ali </w:t>
      </w:r>
      <w:r>
        <w:lastRenderedPageBreak/>
        <w:t>Murtaza asws, Allah gives him immediate punishment like this. Similarly habitual arrogant bigmouth deniers of Walayat of Maola Qaim asws will issue Fatawa against Imam asws, but Zulfiqar will strike them as punishment of Allah immediately.</w:t>
      </w:r>
    </w:p>
    <w:p w:rsidR="001A403D" w:rsidRDefault="001A403D" w:rsidP="001A403D">
      <w:pPr>
        <w:pStyle w:val="libNormal"/>
      </w:pPr>
      <w:r>
        <w:t>3-It is commanded to proclaim Walayat-e-Ali asws openly, and to turn away from the Mushirkeen of Walayat-e-Ali asws, i.e. blind followers of Walayat-e-Faqeh.</w:t>
      </w:r>
    </w:p>
    <w:p w:rsidR="00EB2345" w:rsidRDefault="00EB2345" w:rsidP="00FC02E7">
      <w:pPr>
        <w:pStyle w:val="libNormal"/>
        <w:rPr>
          <w:rtl/>
        </w:rPr>
      </w:pPr>
      <w:r>
        <w:rPr>
          <w:rFonts w:hint="eastAsia"/>
        </w:rPr>
        <w:br w:type="page"/>
      </w:r>
    </w:p>
    <w:p w:rsidR="001A403D" w:rsidRDefault="00EB2345" w:rsidP="00EB2345">
      <w:pPr>
        <w:pStyle w:val="Heading1Center"/>
      </w:pPr>
      <w:bookmarkStart w:id="17" w:name="_Toc449789410"/>
      <w:r>
        <w:rPr>
          <w:rFonts w:hint="eastAsia"/>
          <w:rtl/>
        </w:rPr>
        <w:lastRenderedPageBreak/>
        <w:t>سُوۡرَةُ</w:t>
      </w:r>
      <w:r>
        <w:rPr>
          <w:rtl/>
        </w:rPr>
        <w:t xml:space="preserve"> </w:t>
      </w:r>
      <w:r w:rsidR="001A403D">
        <w:rPr>
          <w:rtl/>
        </w:rPr>
        <w:t>النّحل</w:t>
      </w:r>
      <w:bookmarkEnd w:id="17"/>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إِلَـٰهُكُمۡ</w:t>
      </w:r>
      <w:r>
        <w:rPr>
          <w:rtl/>
        </w:rPr>
        <w:t xml:space="preserve"> إِلَـٰهٌ۬ وَ</w:t>
      </w:r>
      <w:r w:rsidR="005B7B9E" w:rsidRPr="005B7B9E">
        <w:rPr>
          <w:rFonts w:hint="cs"/>
          <w:rtl/>
        </w:rPr>
        <w:t>ا</w:t>
      </w:r>
      <w:r>
        <w:rPr>
          <w:rFonts w:hint="eastAsia"/>
          <w:rtl/>
        </w:rPr>
        <w:t>حِدٌ۬‌ۚ</w:t>
      </w:r>
      <w:r>
        <w:rPr>
          <w:rtl/>
        </w:rPr>
        <w:t xml:space="preserve"> فَ</w:t>
      </w:r>
      <w:r>
        <w:rPr>
          <w:rFonts w:hint="cs"/>
          <w:rtl/>
        </w:rPr>
        <w:t>ٱ</w:t>
      </w:r>
      <w:r>
        <w:rPr>
          <w:rFonts w:hint="eastAsia"/>
          <w:rtl/>
        </w:rPr>
        <w:t>لَّذِينَ</w:t>
      </w:r>
      <w:r>
        <w:rPr>
          <w:rtl/>
        </w:rPr>
        <w:t xml:space="preserve"> لَا يُؤۡمِنُونَ بِ</w:t>
      </w:r>
      <w:r>
        <w:rPr>
          <w:rFonts w:hint="cs"/>
          <w:rtl/>
        </w:rPr>
        <w:t>ٱ</w:t>
      </w:r>
      <w:r>
        <w:rPr>
          <w:rFonts w:hint="eastAsia"/>
          <w:rtl/>
        </w:rPr>
        <w:t>لۡأَخِرَةِ</w:t>
      </w:r>
      <w:r>
        <w:rPr>
          <w:rtl/>
        </w:rPr>
        <w:t xml:space="preserve"> قُلُوبُ</w:t>
      </w:r>
      <w:r w:rsidR="001E6BAB" w:rsidRPr="001E6BAB">
        <w:rPr>
          <w:rFonts w:hint="cs"/>
          <w:rtl/>
        </w:rPr>
        <w:t>ه</w:t>
      </w:r>
      <w:r w:rsidRPr="00595365">
        <w:rPr>
          <w:rFonts w:hint="cs"/>
          <w:rtl/>
        </w:rPr>
        <w:t>م مُّنكِرَةٌ۬ وَهُم مُّسۡتَكۡبِرُونَ (٢٢</w:t>
      </w:r>
      <w:r w:rsidR="009229E3">
        <w:rPr>
          <w:rFonts w:hint="cs"/>
          <w:rtl/>
        </w:rPr>
        <w:t>)</w:t>
      </w:r>
      <w:r w:rsidRPr="00595365">
        <w:rPr>
          <w:rFonts w:hint="cs"/>
          <w:rtl/>
        </w:rPr>
        <w:t xml:space="preserve"> لَا جَرَمَ أَنَّ </w:t>
      </w:r>
      <w:r>
        <w:rPr>
          <w:rFonts w:hint="cs"/>
          <w:rtl/>
        </w:rPr>
        <w:t>ٱ</w:t>
      </w:r>
      <w:r>
        <w:rPr>
          <w:rFonts w:hint="eastAsia"/>
          <w:rtl/>
        </w:rPr>
        <w:t>للَّهَ</w:t>
      </w:r>
      <w:r>
        <w:rPr>
          <w:rtl/>
        </w:rPr>
        <w:t xml:space="preserve"> يَعۡلَمُ مَا يُسِرُّونَ وَمَا يُعۡلِنُونَ‌ۚ إِنَّهُ </w:t>
      </w:r>
      <w:r>
        <w:rPr>
          <w:rFonts w:hint="cs"/>
          <w:rtl/>
        </w:rPr>
        <w:t>ۥ</w:t>
      </w:r>
      <w:r>
        <w:rPr>
          <w:rtl/>
        </w:rPr>
        <w:t xml:space="preserve"> لَا يُحِبُّ </w:t>
      </w:r>
      <w:r>
        <w:rPr>
          <w:rFonts w:hint="cs"/>
          <w:rtl/>
        </w:rPr>
        <w:t>ٱ</w:t>
      </w:r>
      <w:r>
        <w:rPr>
          <w:rFonts w:hint="eastAsia"/>
          <w:rtl/>
        </w:rPr>
        <w:t>لۡمُسۡتَكۡبِرِينَ</w:t>
      </w:r>
      <w:r>
        <w:rPr>
          <w:rtl/>
        </w:rPr>
        <w:t xml:space="preserve"> (٢٣</w:t>
      </w:r>
      <w:r w:rsidR="009229E3">
        <w:rPr>
          <w:rtl/>
        </w:rPr>
        <w:t>)</w:t>
      </w:r>
      <w:r>
        <w:rPr>
          <w:rtl/>
        </w:rPr>
        <w:t xml:space="preserve"> وَإِذَا قِيلَ </w:t>
      </w:r>
      <w:r>
        <w:rPr>
          <w:rFonts w:hint="eastAsia"/>
          <w:rtl/>
        </w:rPr>
        <w:t>لَهُم</w:t>
      </w:r>
      <w:r>
        <w:rPr>
          <w:rtl/>
        </w:rPr>
        <w:t xml:space="preserve"> مَّاذَآ أَنزَلَ رَبُّكُمۡ‌ۙ قَالُوٓاْ أَسَـٰطِيرُ </w:t>
      </w:r>
      <w:r>
        <w:rPr>
          <w:rFonts w:hint="cs"/>
          <w:rtl/>
        </w:rPr>
        <w:t>ٱ</w:t>
      </w:r>
      <w:r>
        <w:rPr>
          <w:rFonts w:hint="eastAsia"/>
          <w:rtl/>
        </w:rPr>
        <w:t>لۡأَوَّلِينَ</w:t>
      </w:r>
      <w:r>
        <w:rPr>
          <w:rtl/>
        </w:rPr>
        <w:t xml:space="preserve"> (٢٤</w:t>
      </w:r>
      <w:r w:rsidR="009229E3">
        <w:rPr>
          <w:rtl/>
        </w:rPr>
        <w:t>)</w:t>
      </w:r>
      <w:r>
        <w:rPr>
          <w:rtl/>
        </w:rPr>
        <w:t xml:space="preserve"> لِيَحۡمِلُوٓاْ أَوۡزَارَهُمۡ كَامِلَةً۬ يَوۡمَ </w:t>
      </w:r>
      <w:r>
        <w:rPr>
          <w:rFonts w:hint="cs"/>
          <w:rtl/>
        </w:rPr>
        <w:t>ٱ</w:t>
      </w:r>
      <w:r>
        <w:rPr>
          <w:rFonts w:hint="eastAsia"/>
          <w:rtl/>
        </w:rPr>
        <w:t>لۡقِيَـٰمَةِ‌ۙ</w:t>
      </w:r>
      <w:r>
        <w:rPr>
          <w:rtl/>
        </w:rPr>
        <w:t xml:space="preserve"> وَمِنۡ أَوۡزَارِ </w:t>
      </w:r>
      <w:r>
        <w:rPr>
          <w:rFonts w:hint="cs"/>
          <w:rtl/>
        </w:rPr>
        <w:t>ٱ</w:t>
      </w:r>
      <w:r>
        <w:rPr>
          <w:rFonts w:hint="eastAsia"/>
          <w:rtl/>
        </w:rPr>
        <w:t>لَّذِينَ</w:t>
      </w:r>
      <w:r>
        <w:rPr>
          <w:rtl/>
        </w:rPr>
        <w:t xml:space="preserve"> يُضِلُّونَهُم بِغَيۡرِ عِلۡمٍ‌ۗ أَلَا سَآءَ مَا يَزِرُونَ (٢٥</w:t>
      </w:r>
      <w:r w:rsidR="009229E3">
        <w:rPr>
          <w:rtl/>
        </w:rPr>
        <w:t>)</w:t>
      </w:r>
    </w:p>
    <w:p w:rsidR="001A403D" w:rsidRDefault="001A403D" w:rsidP="00E36567">
      <w:pPr>
        <w:pStyle w:val="libBoldItalic"/>
      </w:pPr>
      <w:r>
        <w:t>Your God is One God. But those who do not believe in the Hereafter their hearts refuse, and they are proud (arrogant). (22) Fact is, certainly Allah knows what they conceal and what they proclaim. Indeed He does not like the arrogant. (23) And when it is said to them: What has your Rabb revealed? They say: Stories of the previous peoples. (24) That they may bear their own burdens (of sins) completely on the Day of Qiyamah, and some of the burdens of those whom they misguided without knowledge. Beware, evil is that which they bear! (25)</w:t>
      </w:r>
    </w:p>
    <w:p w:rsidR="001A403D" w:rsidRDefault="001A403D" w:rsidP="00E36567">
      <w:pPr>
        <w:pStyle w:val="libNormal"/>
      </w:pPr>
      <w:r>
        <w:t>1-About the saying of Allah, “But those who do not believe in the Hereafter” Imam Mohammad Baqir asws said: They do not believe in Raj’at that it is Haqq, “their hearts are deniers” meaning are Kafir, “and they are arrogant” means that arrogant to Walayat-e-Ali asws, “Fact is certainly Allah knows what they hide and what they declare, indeed Allah does not like the arrogant” who are arrogant to Walayat-e-Ali asws, and when it is said to them: What has your Rabb revealed about Ali asws? They say: Fables of the former peoples. (al-Burhan, v4, p435)</w:t>
      </w:r>
    </w:p>
    <w:p w:rsidR="001A403D" w:rsidRDefault="001A403D" w:rsidP="009229E3">
      <w:pPr>
        <w:pStyle w:val="libCenterBold1"/>
      </w:pPr>
      <w:r>
        <w:t>Lesson:</w:t>
      </w:r>
    </w:p>
    <w:p w:rsidR="001A403D" w:rsidRDefault="001A403D" w:rsidP="001A403D">
      <w:pPr>
        <w:pStyle w:val="libNormal"/>
      </w:pPr>
      <w:r>
        <w:t>1-Those people who appoint a fallible Mulla as their Wali in spite of Masumeen asws, then they worship them without realization that they accept their every word as word of Allah, such people are walking dead bodies in reality, and in fact they do not believe in Raj’at and Qiyamah, and Allah does not like Kafirs who are arrogant to Walayat-e-Ali asws. Such people hide their real faith &amp; beliefs but Allah knows that they do not like the whole holy Quran, take out only few hundred verses of their interest, and consider Walayat-e-Ali asws a fable. The opponents of Walayat-e-Ali asws will bear their own burdens and the burden of misguidance of their Muqallideen as well. Beware the burden of opposition of Walayat-e-Ali asws is very heavy, it will take its bearer to the lowest level of the Hell.</w:t>
      </w:r>
    </w:p>
    <w:p w:rsidR="001A403D" w:rsidRDefault="001A403D" w:rsidP="00385B48">
      <w:pPr>
        <w:pStyle w:val="libAr"/>
      </w:pPr>
      <w:r>
        <w:rPr>
          <w:rFonts w:hint="eastAsia"/>
          <w:rtl/>
        </w:rPr>
        <w:t>وَلَقَدۡ</w:t>
      </w:r>
      <w:r>
        <w:rPr>
          <w:rtl/>
        </w:rPr>
        <w:t xml:space="preserve"> بَعَثۡنَا فِى </w:t>
      </w:r>
      <w:r w:rsidR="001E6BAB" w:rsidRPr="001E6BAB">
        <w:rPr>
          <w:rFonts w:hint="cs"/>
          <w:rtl/>
        </w:rPr>
        <w:t>ک</w:t>
      </w:r>
      <w:r>
        <w:rPr>
          <w:rFonts w:hint="eastAsia"/>
          <w:rtl/>
        </w:rPr>
        <w:t>لِّ</w:t>
      </w:r>
      <w:r>
        <w:rPr>
          <w:rtl/>
        </w:rPr>
        <w:t xml:space="preserve"> أُمَّةٍ۬ رَّسُولاً أَنِ </w:t>
      </w:r>
      <w:r>
        <w:rPr>
          <w:rFonts w:hint="cs"/>
          <w:rtl/>
        </w:rPr>
        <w:t>ٱ</w:t>
      </w:r>
      <w:r>
        <w:rPr>
          <w:rFonts w:hint="eastAsia"/>
          <w:rtl/>
        </w:rPr>
        <w:t>عۡبُدُواْ</w:t>
      </w:r>
      <w:r>
        <w:rPr>
          <w:rtl/>
        </w:rPr>
        <w:t xml:space="preserve"> </w:t>
      </w:r>
      <w:r>
        <w:rPr>
          <w:rFonts w:hint="cs"/>
          <w:rtl/>
        </w:rPr>
        <w:t>ٱ</w:t>
      </w:r>
      <w:r>
        <w:rPr>
          <w:rFonts w:hint="eastAsia"/>
          <w:rtl/>
        </w:rPr>
        <w:t>للَّهَ</w:t>
      </w:r>
      <w:r>
        <w:rPr>
          <w:rtl/>
        </w:rPr>
        <w:t xml:space="preserve"> وَ</w:t>
      </w:r>
      <w:r>
        <w:rPr>
          <w:rFonts w:hint="cs"/>
          <w:rtl/>
        </w:rPr>
        <w:t>ٱ</w:t>
      </w:r>
      <w:r>
        <w:rPr>
          <w:rFonts w:hint="eastAsia"/>
          <w:rtl/>
        </w:rPr>
        <w:t>جۡتَنِبُواْ</w:t>
      </w:r>
      <w:r>
        <w:rPr>
          <w:rtl/>
        </w:rPr>
        <w:t xml:space="preserve"> </w:t>
      </w:r>
      <w:r>
        <w:rPr>
          <w:rFonts w:hint="cs"/>
          <w:rtl/>
        </w:rPr>
        <w:t>ٱ</w:t>
      </w:r>
      <w:r>
        <w:rPr>
          <w:rFonts w:hint="eastAsia"/>
          <w:rtl/>
        </w:rPr>
        <w:t>لطَّـٰغُوتَ‌ۖ</w:t>
      </w:r>
      <w:r>
        <w:rPr>
          <w:rtl/>
        </w:rPr>
        <w:t xml:space="preserve"> فَمِنۡهُم مَّنۡ هَدَى </w:t>
      </w:r>
      <w:r>
        <w:rPr>
          <w:rFonts w:hint="cs"/>
          <w:rtl/>
        </w:rPr>
        <w:t>ٱ</w:t>
      </w:r>
      <w:r>
        <w:rPr>
          <w:rFonts w:hint="eastAsia"/>
          <w:rtl/>
        </w:rPr>
        <w:t>للَّهُ</w:t>
      </w:r>
      <w:r>
        <w:rPr>
          <w:rtl/>
        </w:rPr>
        <w:t xml:space="preserve"> وَمِنۡهُم مَّنۡ حَقَّتۡ عَلَيۡهِ </w:t>
      </w:r>
      <w:r>
        <w:rPr>
          <w:rFonts w:hint="cs"/>
          <w:rtl/>
        </w:rPr>
        <w:t>ٱ</w:t>
      </w:r>
      <w:r>
        <w:rPr>
          <w:rFonts w:hint="eastAsia"/>
          <w:rtl/>
        </w:rPr>
        <w:t>لضَّلَـٰلَةُ‌ۚ</w:t>
      </w:r>
      <w:r>
        <w:rPr>
          <w:rtl/>
        </w:rPr>
        <w:t xml:space="preserve"> فَسِيرُواْ فِى </w:t>
      </w:r>
      <w:r>
        <w:rPr>
          <w:rFonts w:hint="cs"/>
          <w:rtl/>
        </w:rPr>
        <w:t>ٱ</w:t>
      </w:r>
      <w:r>
        <w:rPr>
          <w:rFonts w:hint="eastAsia"/>
          <w:rtl/>
        </w:rPr>
        <w:t>لۡأَرۡضِ</w:t>
      </w:r>
      <w:r>
        <w:rPr>
          <w:rtl/>
        </w:rPr>
        <w:t xml:space="preserve"> فَ</w:t>
      </w:r>
      <w:r>
        <w:rPr>
          <w:rFonts w:hint="cs"/>
          <w:rtl/>
        </w:rPr>
        <w:t>ٱ</w:t>
      </w:r>
      <w:r>
        <w:rPr>
          <w:rFonts w:hint="eastAsia"/>
          <w:rtl/>
        </w:rPr>
        <w:t>نظُرُواْ</w:t>
      </w:r>
      <w:r>
        <w:rPr>
          <w:rtl/>
        </w:rPr>
        <w:t xml:space="preserve"> كَيۡفَ كَانَ عَـٰقِبَةُ </w:t>
      </w:r>
      <w:r>
        <w:rPr>
          <w:rFonts w:hint="cs"/>
          <w:rtl/>
        </w:rPr>
        <w:t>ٱ</w:t>
      </w:r>
      <w:r>
        <w:rPr>
          <w:rFonts w:hint="eastAsia"/>
          <w:rtl/>
        </w:rPr>
        <w:t>لۡمُكَذِّبِينَ</w:t>
      </w:r>
      <w:r>
        <w:rPr>
          <w:rtl/>
        </w:rPr>
        <w:t xml:space="preserve"> (٣٦</w:t>
      </w:r>
      <w:r w:rsidR="009229E3">
        <w:rPr>
          <w:rtl/>
        </w:rPr>
        <w:t>)</w:t>
      </w:r>
    </w:p>
    <w:p w:rsidR="001A403D" w:rsidRDefault="001A403D" w:rsidP="00E36567">
      <w:pPr>
        <w:pStyle w:val="libBoldItalic"/>
      </w:pPr>
      <w:r>
        <w:t>And verily We have raised in every nation a Messenger, (proclaiming): Worship Allah and avoid Taghoot (false gods). Then among them there were some whom Allah guided, and among them there were some upon whom error was deservingly decreed. So travel on the earth and see how was the end of the deniers! (36)</w:t>
      </w:r>
    </w:p>
    <w:p w:rsidR="001A403D" w:rsidRDefault="001A403D" w:rsidP="00E36567">
      <w:pPr>
        <w:pStyle w:val="libNormal"/>
      </w:pPr>
      <w:r>
        <w:lastRenderedPageBreak/>
        <w:t>1-Imam Jafar Sadiq asws said: All the flags which will be raised before the Qiyam of Qaim asws, its bearer will be Taghoot, worshiping anyone else other than Allah Azza wa Jalla. (al-Burhan, v4, p445)</w:t>
      </w:r>
    </w:p>
    <w:p w:rsidR="001A403D" w:rsidRDefault="001A403D" w:rsidP="009229E3">
      <w:pPr>
        <w:pStyle w:val="libCenterBold1"/>
      </w:pPr>
      <w:r>
        <w:t>Lesson:</w:t>
      </w:r>
    </w:p>
    <w:p w:rsidR="001A403D" w:rsidRDefault="001A403D" w:rsidP="001A403D">
      <w:pPr>
        <w:pStyle w:val="libNormal"/>
      </w:pPr>
      <w:r>
        <w:t>1-Before Zahoor of Imam Qaim asws, all the revolutions which have occurred or still to come, they are all Taghooti, i.e. opponents of Haqq, and Haqq is Maola Ali asws without any doubt. Whoever opposes Walayat-e-Ali asws and Azadari of Imam Hussain asws, that is Taghoot. One should not be impressed by the apparent form &amp; slogans of any revolution, and the design of its flag. So travel and look around in the world, and keep an eye what will be the end of the deniers of Walayat-e-Ali asws by Zulfiqar. Taghoot worships anyone else other than Allah, i.e. does Shirk in Walayat-e-Ali asws, i.e. himself becomes Wali of people and prohibits his followers to recite testimony of Walayat-e-Ali asws.</w:t>
      </w:r>
    </w:p>
    <w:p w:rsidR="001A403D" w:rsidRDefault="001A403D" w:rsidP="00385B48">
      <w:pPr>
        <w:pStyle w:val="libAr"/>
      </w:pPr>
      <w:r>
        <w:rPr>
          <w:rFonts w:hint="eastAsia"/>
          <w:rtl/>
        </w:rPr>
        <w:t>وَأَقۡسَمُواْ</w:t>
      </w:r>
      <w:r>
        <w:rPr>
          <w:rtl/>
        </w:rPr>
        <w:t xml:space="preserve"> بِ</w:t>
      </w:r>
      <w:r>
        <w:rPr>
          <w:rFonts w:hint="cs"/>
          <w:rtl/>
        </w:rPr>
        <w:t>ٱ</w:t>
      </w:r>
      <w:r>
        <w:rPr>
          <w:rFonts w:hint="eastAsia"/>
          <w:rtl/>
        </w:rPr>
        <w:t>للَّهِ</w:t>
      </w:r>
      <w:r>
        <w:rPr>
          <w:rtl/>
        </w:rPr>
        <w:t xml:space="preserve"> جَهۡدَ أَيۡمَـٰنِهِمۡ‌ۙ لَا يَبۡعَثُ </w:t>
      </w:r>
      <w:r>
        <w:rPr>
          <w:rFonts w:hint="cs"/>
          <w:rtl/>
        </w:rPr>
        <w:t>ٱ</w:t>
      </w:r>
      <w:r>
        <w:rPr>
          <w:rFonts w:hint="eastAsia"/>
          <w:rtl/>
        </w:rPr>
        <w:t>للَّهُ</w:t>
      </w:r>
      <w:r>
        <w:rPr>
          <w:rtl/>
        </w:rPr>
        <w:t xml:space="preserve"> مَن يَمُوتُ‌ۚ بَلَىٰ وَعۡدًا عَلَيۡهِ حَقًّ۬ا وَلَـٰكِنَّ أَ</w:t>
      </w:r>
      <w:r w:rsidR="001E6BAB" w:rsidRPr="001E6BAB">
        <w:rPr>
          <w:rFonts w:hint="cs"/>
          <w:rtl/>
        </w:rPr>
        <w:t>ک</w:t>
      </w:r>
      <w:r w:rsidRPr="00595365">
        <w:rPr>
          <w:rFonts w:hint="cs"/>
          <w:rtl/>
        </w:rPr>
        <w:t>ۡ</w:t>
      </w:r>
      <w:r>
        <w:rPr>
          <w:rFonts w:hint="eastAsia"/>
          <w:rtl/>
        </w:rPr>
        <w:t>ثَرَ</w:t>
      </w:r>
      <w:r>
        <w:rPr>
          <w:rtl/>
        </w:rPr>
        <w:t xml:space="preserve"> </w:t>
      </w:r>
      <w:r>
        <w:rPr>
          <w:rFonts w:hint="cs"/>
          <w:rtl/>
        </w:rPr>
        <w:t>ٱ</w:t>
      </w:r>
      <w:r>
        <w:rPr>
          <w:rFonts w:hint="eastAsia"/>
          <w:rtl/>
        </w:rPr>
        <w:t>لنَّاسِ</w:t>
      </w:r>
      <w:r>
        <w:rPr>
          <w:rtl/>
        </w:rPr>
        <w:t xml:space="preserve"> لَا يَعۡلَمُونَ (٣٨</w:t>
      </w:r>
      <w:r w:rsidR="009229E3">
        <w:rPr>
          <w:rtl/>
        </w:rPr>
        <w:t>)</w:t>
      </w:r>
      <w:r>
        <w:rPr>
          <w:rtl/>
        </w:rPr>
        <w:t xml:space="preserve"> لِيُبَيِّنَ لَهُمُ </w:t>
      </w:r>
      <w:r>
        <w:rPr>
          <w:rFonts w:hint="cs"/>
          <w:rtl/>
        </w:rPr>
        <w:t>ٱ</w:t>
      </w:r>
      <w:r>
        <w:rPr>
          <w:rFonts w:hint="eastAsia"/>
          <w:rtl/>
        </w:rPr>
        <w:t>لَّذِى</w:t>
      </w:r>
      <w:r>
        <w:rPr>
          <w:rtl/>
        </w:rPr>
        <w:t xml:space="preserve"> يَخۡتَلِفُونَ فِيهِ وَلِيَعۡلَمَ </w:t>
      </w:r>
      <w:r>
        <w:rPr>
          <w:rFonts w:hint="cs"/>
          <w:rtl/>
        </w:rPr>
        <w:t>ٱ</w:t>
      </w:r>
      <w:r>
        <w:rPr>
          <w:rFonts w:hint="eastAsia"/>
          <w:rtl/>
        </w:rPr>
        <w:t>لَّذِينَ</w:t>
      </w:r>
      <w:r>
        <w:rPr>
          <w:rtl/>
        </w:rPr>
        <w:t xml:space="preserve"> كَفَرُوٓاْ أَنَّ</w:t>
      </w:r>
      <w:r w:rsidR="001E6BAB" w:rsidRPr="001E6BAB">
        <w:rPr>
          <w:rFonts w:hint="cs"/>
          <w:rtl/>
        </w:rPr>
        <w:t>ه</w:t>
      </w:r>
      <w:r w:rsidRPr="00595365">
        <w:rPr>
          <w:rFonts w:hint="cs"/>
          <w:rtl/>
        </w:rPr>
        <w:t>مۡ</w:t>
      </w:r>
      <w:r>
        <w:rPr>
          <w:rtl/>
        </w:rPr>
        <w:t xml:space="preserve"> كَانُواْ </w:t>
      </w:r>
      <w:r w:rsidR="001E6BAB" w:rsidRPr="001E6BAB">
        <w:rPr>
          <w:rFonts w:hint="cs"/>
          <w:rtl/>
        </w:rPr>
        <w:t>ک</w:t>
      </w:r>
      <w:r>
        <w:rPr>
          <w:rFonts w:hint="eastAsia"/>
          <w:rtl/>
        </w:rPr>
        <w:t>ـٰذِبِينَ</w:t>
      </w:r>
      <w:r>
        <w:rPr>
          <w:rtl/>
        </w:rPr>
        <w:t xml:space="preserve"> (٣٩</w:t>
      </w:r>
      <w:r w:rsidR="009229E3">
        <w:rPr>
          <w:rtl/>
        </w:rPr>
        <w:t>)</w:t>
      </w:r>
    </w:p>
    <w:p w:rsidR="001A403D" w:rsidRDefault="001A403D" w:rsidP="00E36567">
      <w:pPr>
        <w:pStyle w:val="libBoldItalic"/>
      </w:pPr>
      <w:r>
        <w:t>And they swear by Allah their strongest oaths (that) Allah will not resurrect him who dies. Why not, it is a true promise (binding) upon Him to be executed, but most of the people do not know, (38) That He may explain to them that (fact, truth) about which they differ, and that those who disbelieved may know that they were liars. (39)</w:t>
      </w:r>
    </w:p>
    <w:p w:rsidR="001A403D" w:rsidRDefault="001A403D" w:rsidP="00E36567">
      <w:pPr>
        <w:pStyle w:val="libNormal"/>
      </w:pPr>
      <w:r>
        <w:t>1-Imam Jafar Sadiq asws asked Abu Baseer about this verse: O Abu Baseer, what people say about this Ayat? He said: Polytheists think and say by swearing by Allah that who dies Allah will not resurrect him. He said: He is destroyed who said this. Do polytheists swear by Allah or Laat &amp; Uzza? He said: I sacrifice on you, you make it clear for me. Imam asws said: O Abu Baseer! When our Qaim asws will rise, then Allah will resurrect a group from among our Shias, they will be holding their swords on their shoulders. This news will reach our those Shias who will be alive at that time, and they will say: That person, that person, that person have been resurrected from their graves, and they are with Imam Qaim asws. When group of our enemies will hear this news, they will say: O Shias! Why you tell lie? Now it is your government, and you tell lies in it as well. By Allah, those people are not resurrected and will not be resurrected until the day of Qiyamah. So Allah narrates the saying of those people, “And they swear by Allah their strongest oaths that who dies Allah will not resurrect him” (al-Burhan, v4, p446)</w:t>
      </w:r>
    </w:p>
    <w:p w:rsidR="001A403D" w:rsidRDefault="001A403D" w:rsidP="00E36567">
      <w:pPr>
        <w:pStyle w:val="libNormal"/>
      </w:pPr>
      <w:r>
        <w:t xml:space="preserve">2-Imam Jafar Sadiq asws asked: What people say about this (verse)? It was replied: They say that it was revealed about Kafirs. Imam asws said: Certainly disbelievers do not swear by Allah, and this is only revealed about a group of Ummah of Mohammad Mustafa sawaw, it was said to them: You will return (Raj’at) after death before Qiyamah. So after swearing they said that they will not return (resurrected), so Allah has rejected their words, “So that He may clear to them that fact about which they differ and that those who disbelieved may know that they were liars” it means about Raj’at, they </w:t>
      </w:r>
      <w:r>
        <w:lastRenderedPageBreak/>
        <w:t>will be resurrected and will be killed, and the hearts of Momineen will be satisfied with it. (al-Burhan, v4, p446)</w:t>
      </w:r>
    </w:p>
    <w:p w:rsidR="001A403D" w:rsidRDefault="001A403D" w:rsidP="009229E3">
      <w:pPr>
        <w:pStyle w:val="libCenterBold1"/>
      </w:pPr>
      <w:r>
        <w:t>Lesson:</w:t>
      </w:r>
    </w:p>
    <w:p w:rsidR="001A403D" w:rsidRDefault="001A403D" w:rsidP="001A403D">
      <w:pPr>
        <w:pStyle w:val="libNormal"/>
      </w:pPr>
      <w:r>
        <w:t>1-From beginning this is the behaviour of the opponents of Walayat-e-Ali asws who are afraid of Zulfiqar, that the verses of Quran should be turned towards Kafirs &amp; Mushrikeen and Jews &amp; Christians, so that public should not be able to understand the commandments. Although Quran is guidance for all mankind. In fact who denies Walayat-e-Ali asws he is Kafir, who claims Walayat for himself he is Mushrik, who issues Fatawa against Walayat-e-Ali asws he is Jew, and who deviates people from Walayat-e-Ali asws he is Christian. Such people do not believe in Raj’at properly and hold controversial discussions: whether only Imam Qaim asws will reappear or all fourteen Masumeen asws will reappear, whether Mahdawiyat is a reality or a concept?</w:t>
      </w:r>
    </w:p>
    <w:p w:rsidR="001A403D" w:rsidRDefault="001A403D" w:rsidP="001A403D">
      <w:pPr>
        <w:pStyle w:val="libNormal"/>
      </w:pPr>
      <w:r>
        <w:t>2-After Qiyam, Imam Qaim asws will invite people toward Walayat-e-Ali asws, and who will oppose will be killed.</w:t>
      </w:r>
    </w:p>
    <w:p w:rsidR="001A403D" w:rsidRDefault="001A403D" w:rsidP="00385B48">
      <w:pPr>
        <w:pStyle w:val="libAr"/>
      </w:pPr>
      <w:r>
        <w:rPr>
          <w:rFonts w:hint="eastAsia"/>
          <w:rtl/>
        </w:rPr>
        <w:t>وَمَآ</w:t>
      </w:r>
      <w:r>
        <w:rPr>
          <w:rtl/>
        </w:rPr>
        <w:t xml:space="preserve"> أَرۡسَلۡنَا مِن قَبۡلِكَ إِلَّا رِجَالاً۬ نُّوحِىٓ إِلَيۡ</w:t>
      </w:r>
      <w:r w:rsidR="001E6BAB" w:rsidRPr="001E6BAB">
        <w:rPr>
          <w:rFonts w:hint="cs"/>
          <w:rtl/>
        </w:rPr>
        <w:t>ه</w:t>
      </w:r>
      <w:r w:rsidRPr="00595365">
        <w:rPr>
          <w:rFonts w:hint="cs"/>
          <w:rtl/>
        </w:rPr>
        <w:t xml:space="preserve">مۡ‌ۚ فَسۡـَٔلُوٓاْ أَهۡلَ </w:t>
      </w:r>
      <w:r>
        <w:rPr>
          <w:rFonts w:hint="cs"/>
          <w:rtl/>
        </w:rPr>
        <w:t>ٱ</w:t>
      </w:r>
      <w:r>
        <w:rPr>
          <w:rFonts w:hint="eastAsia"/>
          <w:rtl/>
        </w:rPr>
        <w:t>لذِّكۡرِ</w:t>
      </w:r>
      <w:r>
        <w:rPr>
          <w:rtl/>
        </w:rPr>
        <w:t xml:space="preserve"> إِن كُنتُمۡ لَا تَعۡلَمُونَ (٤٣</w:t>
      </w:r>
      <w:r w:rsidR="009229E3">
        <w:rPr>
          <w:rtl/>
        </w:rPr>
        <w:t>)</w:t>
      </w:r>
    </w:p>
    <w:p w:rsidR="001A403D" w:rsidRDefault="001A403D" w:rsidP="00E36567">
      <w:pPr>
        <w:pStyle w:val="libBoldItalic"/>
      </w:pPr>
      <w:r>
        <w:t>And We sent not (any Messenger) before you except men to whom We revealed. So ask Ahlul Zikr (family of Zikr sawaw) if you do not know. (43)</w:t>
      </w:r>
    </w:p>
    <w:p w:rsidR="001A403D" w:rsidRDefault="001A403D" w:rsidP="00E36567">
      <w:pPr>
        <w:pStyle w:val="libNormal"/>
      </w:pPr>
      <w:r>
        <w:t>1-Abdul Rahman asked Imam Jafar Sadiq asws about, “So ask Ahlul Zikr if you do not know” and Imam asws said: Zikr is Mohammad Mustafa sawaw, and we are his Ahl, who are being asked. Then he asked about, “And no doubt, Zikr is for you and your nation, and soon you will be asked” then Imam asws said: We are meant by this as well, and we are Ahlul Zikr and we will be asked. (al-Burhan, v4, p449)</w:t>
      </w:r>
    </w:p>
    <w:p w:rsidR="001A403D" w:rsidRDefault="001A403D" w:rsidP="00E36567">
      <w:pPr>
        <w:pStyle w:val="libNormal"/>
      </w:pPr>
      <w:r>
        <w:t>2-Wisha asked Imam Ali Raza asws about this verse, so Imam asws said: We are Ahlul Zikr and we are Mas’ool as well (who will be questioned). He said: You are questioned and we are who put questions? Imam asws said: Yes. He said: It is obligatory on us to question you? Imam asws said: Yes. He said: Is it obligatory on you to answer? Imam asws said: No, that depends on us, if we wish then we answer, and if we wish then we do not answer, have you not heard the saying of Allah Tabarak wa Ta’ala, “This is our bounty, so do favour or hold, there is no account” (Saad, v39) (al-Burhan, v4, p449)</w:t>
      </w:r>
    </w:p>
    <w:p w:rsidR="001A403D" w:rsidRDefault="001A403D" w:rsidP="00E36567">
      <w:pPr>
        <w:pStyle w:val="libNormal"/>
      </w:pPr>
      <w:r>
        <w:t>3-Imam Jafar Sadiq asws said about the saying of Allah, “So, O people of understanding, fear Allah who believe, certainly Allah has sent down to you Zikr Rasool” (al-Talaq, v10-11): Zikr is one of the names of Mohammad Mustafa sawaw, and we are Ahlul Zikr, so ask whatever you wish. (al-Burhan, v4, p452)</w:t>
      </w:r>
    </w:p>
    <w:p w:rsidR="001A403D" w:rsidRDefault="001A403D" w:rsidP="00E36567">
      <w:pPr>
        <w:pStyle w:val="libNormal"/>
      </w:pPr>
      <w:r>
        <w:t xml:space="preserve">4-Iraqi and Khurasani scholars were gathered in the court of Mamoon. Imam Ali Raza asws said in his speech: We are Ahlul Zikr, about whom Allah said in His Book, “So ask Ahlul Zikr if you do not know”, so we are Ahlul Zikr so ask us if you do not know. Then scholars said: Allah means only Jews and Christians from it. Imam asws said: Subhan Allah, and how you declared it acceptable that they (Jews &amp; Christians) invite us to their </w:t>
      </w:r>
      <w:r>
        <w:lastRenderedPageBreak/>
        <w:t>Deen, and when they claim it as well that their Deen is superior to Islam? Mamoon said: What scholars say, what explanation you have against that? Imam asws said: Yes, Zikr is Rasool Allah sawaw and we are his Ahl, and this is narrated clearly in the Book of Allah, in Sura Talaq He says, “So fear Allah O people of intelligence who believe, no doubt Allah has sent down to you Zikr Rasool who recites to you clear explaining verses” so Zikr is Rasool sawaw and we are his Ahl (family). (al-Burhan, v4, p452)</w:t>
      </w:r>
    </w:p>
    <w:p w:rsidR="001A403D" w:rsidRDefault="001A403D" w:rsidP="00E36567">
      <w:pPr>
        <w:pStyle w:val="libNormal"/>
      </w:pPr>
      <w:r>
        <w:t>5-No doubt, Allah has made obligatory on you to question and to return (Rajooh, to consult for all issues) to us, and did not made obligatory on us that we should answer (every question). Have you not been forbidden to ask too many questions, and you deny that you will not be forbidden? You and them (previous) as well. Certainly the people before you were destroyed only and only due to asking too many questions from their Prophets (a.s.), Allah Ta’ala says, “O you who believe, do not ask about those things which if revealed then you will mind” (Imam Ali Raza asws) (al-Burhan, v4, p455)</w:t>
      </w:r>
    </w:p>
    <w:p w:rsidR="001A403D" w:rsidRDefault="001A403D" w:rsidP="009229E3">
      <w:pPr>
        <w:pStyle w:val="libCenterBold1"/>
      </w:pPr>
      <w:r>
        <w:t>Lesson:</w:t>
      </w:r>
    </w:p>
    <w:p w:rsidR="001A403D" w:rsidRDefault="001A403D" w:rsidP="001A403D">
      <w:pPr>
        <w:pStyle w:val="libNormal"/>
      </w:pPr>
      <w:r>
        <w:t>1-Those who bring the message of Tauheed and Risalat, they are Men (Rajul), and who opposes Walayat-e-Ali asws they are impotent with gay qualities.</w:t>
      </w:r>
    </w:p>
    <w:p w:rsidR="001A403D" w:rsidRDefault="001A403D" w:rsidP="001A403D">
      <w:pPr>
        <w:pStyle w:val="libNormal"/>
      </w:pPr>
      <w:r>
        <w:t>2-It is habbit of the opponents of Walayat-e-Ali asws that they distort the meanings of the verses so the public should leave the door of Ahlul Bait asws. As in the presence of Imam asws, Iraqi and Khurasani Mullas said that Ahlul Zikr means Jews and Christians. Similarly today Khurasani Muqassir Mullas say that Ahlul Zikr means us the Usuli Mullas. In order that people should leave Ahadees of Masumeen asws and follow Zunni Fatawa of Mulla</w:t>
      </w:r>
    </w:p>
    <w:p w:rsidR="001A403D" w:rsidRDefault="001A403D" w:rsidP="001A403D">
      <w:pPr>
        <w:pStyle w:val="libNormal"/>
      </w:pPr>
      <w:r>
        <w:t>3-It is forbidden to ask too many questions without any reason, useless, vulgar, just to argue, unrelated to real life and needs. Because Allah has made Deen easy, but Mulla wants to make it complicated so that his business should keep running.</w:t>
      </w:r>
    </w:p>
    <w:p w:rsidR="001A403D" w:rsidRDefault="001A403D" w:rsidP="001A403D">
      <w:pPr>
        <w:pStyle w:val="libNormal"/>
      </w:pPr>
      <w:r>
        <w:t>Man is created that he should obey Allah and His Hujjat asws of that time without questioning. It is forbidden to ask irrelevant without any reason questions. This is the greatest Favour of Allah that He has sent down (not born) His Beloved fourteen Masumeen asws for our guidance, it is not obligatory on them to answer our each &amp; every question, because we do not know what is beneficial for us and what is harmful to us. But ignorant Mulla is ready to answer all questions, rather his office replies without consulting him.</w:t>
      </w:r>
    </w:p>
    <w:p w:rsidR="001A403D" w:rsidRDefault="001A403D" w:rsidP="001A403D">
      <w:pPr>
        <w:pStyle w:val="libNormal"/>
      </w:pPr>
      <w:r>
        <w:t>Many questions are such that their answer is not beneficial for man, e.g. when Imam Qaim asws will do Zahoor? When Qiyamah will occur? When one will die? Who is real father of a Muqassir Mulla? Masumeen asws will not answer such questions, while they know everything and they are Mashiyatullah and treasurer of the Knowledge of Allah, because they know what a man needs and what he does not need to know. Whatever mankind can be in need of until Qiyamah, it has been narrated in Quran and Ahadees, so there is no need of additional Fatawa of Mulla.</w:t>
      </w:r>
    </w:p>
    <w:p w:rsidR="001A403D" w:rsidRDefault="001A403D" w:rsidP="00385B48">
      <w:pPr>
        <w:pStyle w:val="libAr"/>
      </w:pPr>
      <w:r>
        <w:rPr>
          <w:rFonts w:hint="eastAsia"/>
          <w:rtl/>
        </w:rPr>
        <w:lastRenderedPageBreak/>
        <w:t>وَمَآ</w:t>
      </w:r>
      <w:r>
        <w:rPr>
          <w:rtl/>
        </w:rPr>
        <w:t xml:space="preserve"> أَنزَلۡنَا عَلَيۡكَ </w:t>
      </w:r>
      <w:r>
        <w:rPr>
          <w:rFonts w:hint="cs"/>
          <w:rtl/>
        </w:rPr>
        <w:t>ٱ</w:t>
      </w:r>
      <w:r>
        <w:rPr>
          <w:rFonts w:hint="eastAsia"/>
          <w:rtl/>
        </w:rPr>
        <w:t>لۡكِتَـٰبَ</w:t>
      </w:r>
      <w:r>
        <w:rPr>
          <w:rtl/>
        </w:rPr>
        <w:t xml:space="preserve"> إِلَّا لِتُبَيِّنَ لَهُمُ </w:t>
      </w:r>
      <w:r>
        <w:rPr>
          <w:rFonts w:hint="cs"/>
          <w:rtl/>
        </w:rPr>
        <w:t>ٱ</w:t>
      </w:r>
      <w:r>
        <w:rPr>
          <w:rFonts w:hint="eastAsia"/>
          <w:rtl/>
        </w:rPr>
        <w:t>لَّذِى</w:t>
      </w:r>
      <w:r>
        <w:rPr>
          <w:rtl/>
        </w:rPr>
        <w:t xml:space="preserve"> </w:t>
      </w:r>
      <w:r>
        <w:rPr>
          <w:rFonts w:hint="cs"/>
          <w:rtl/>
        </w:rPr>
        <w:t>ٱ</w:t>
      </w:r>
      <w:r>
        <w:rPr>
          <w:rFonts w:hint="eastAsia"/>
          <w:rtl/>
        </w:rPr>
        <w:t>خۡتَلَفُواْ</w:t>
      </w:r>
      <w:r>
        <w:rPr>
          <w:rtl/>
        </w:rPr>
        <w:t xml:space="preserve"> فِيهِ‌ۙ وَهُدً۬ى وَرَحۡمَةً۬ لِّقَوۡمٍ۬ يُؤۡمِنُونَ (٦٤</w:t>
      </w:r>
      <w:r w:rsidR="009229E3">
        <w:rPr>
          <w:rtl/>
        </w:rPr>
        <w:t>)</w:t>
      </w:r>
    </w:p>
    <w:p w:rsidR="001A403D" w:rsidRDefault="001A403D" w:rsidP="00E36567">
      <w:pPr>
        <w:pStyle w:val="libBoldItalic"/>
      </w:pPr>
      <w:r>
        <w:t>And We have not revealed the Book to you except that you explain to them that wherein they differ, and as  guidance and mercy for a people who believe. (64)</w:t>
      </w:r>
    </w:p>
    <w:p w:rsidR="001A403D" w:rsidRDefault="001A403D" w:rsidP="00E36567">
      <w:pPr>
        <w:pStyle w:val="libNormal"/>
      </w:pPr>
      <w:r>
        <w:t>1-One day Rasool Allah sawaw said to Ans: O Ans! Who will come first of all to us now, he is Amirul Momineen and Syyedul Muslimeen and Qaidul Ghural Muhajjileen. Ans said in his heart, “Ya Allah someone from my family should come.” In the meantime the door was knocked at, and he came to open it and it was Ali ibne Abi Talib asws. He entered and Rasool Allah sawaw stood on his feet with happiness, and kept standing until Ali asws came in the house and embraced Rasool Allah sawaw. Ans saw that Rasool Allah sawaw touches his face with his hand and then touches Ali’s asws face with it, and then touches Ali’s asws face with his hand and then touches own face with it. Imam Ali asws said: Ya Rasool Allah sawaw! What you are doing today, never did it before with me. Rasool Allah sawaw said: Who can stop me, because you are my Wasi, my Khalifa, and you are him who will explain people that about which they will differ after me, and you will fulfil my duties, and you will convey the message of my Nabuwat to the people. (al-Burhan, v4, p460)</w:t>
      </w:r>
    </w:p>
    <w:p w:rsidR="001A403D" w:rsidRDefault="001A403D" w:rsidP="009229E3">
      <w:pPr>
        <w:pStyle w:val="libCenterBold1"/>
      </w:pPr>
      <w:r>
        <w:t>Lesson:</w:t>
      </w:r>
    </w:p>
    <w:p w:rsidR="001A403D" w:rsidRDefault="001A403D" w:rsidP="001A403D">
      <w:pPr>
        <w:pStyle w:val="libNormal"/>
      </w:pPr>
      <w:r>
        <w:t>1-Habeeb sawaw of Allah stands up to welcome Wajhullah asws, and after touching face of Wajhullah asws touches his own face. Muqassir Mulla is running away from the Zikr of this Wajhullah asws like wild donkey runs. Walayat-e-Ali asws finishes differences, this Hablullah finishes disunity. While business of Muqassir Mulla runs only by creating differences, Mullah thinks differences are Rahmat. While in fact, guidance and Rahmat is that Quran in which there is no difference at all, and it is praise of Walayat-e-Masumeen asws and curse on their enemies.</w:t>
      </w:r>
    </w:p>
    <w:p w:rsidR="001A403D" w:rsidRDefault="001A403D" w:rsidP="00385B48">
      <w:pPr>
        <w:pStyle w:val="libAr"/>
      </w:pPr>
      <w:r>
        <w:rPr>
          <w:rFonts w:hint="eastAsia"/>
          <w:rtl/>
        </w:rPr>
        <w:t>يَعۡرِفُونَ</w:t>
      </w:r>
      <w:r>
        <w:rPr>
          <w:rtl/>
        </w:rPr>
        <w:t xml:space="preserve"> نِعۡمَتَ </w:t>
      </w:r>
      <w:r>
        <w:rPr>
          <w:rFonts w:hint="cs"/>
          <w:rtl/>
        </w:rPr>
        <w:t>ٱ</w:t>
      </w:r>
      <w:r>
        <w:rPr>
          <w:rFonts w:hint="eastAsia"/>
          <w:rtl/>
        </w:rPr>
        <w:t>للَّهِ</w:t>
      </w:r>
      <w:r>
        <w:rPr>
          <w:rtl/>
        </w:rPr>
        <w:t xml:space="preserve"> ثُمَّ يُن</w:t>
      </w:r>
      <w:r w:rsidR="001E6BAB" w:rsidRPr="001E6BAB">
        <w:rPr>
          <w:rFonts w:hint="cs"/>
          <w:rtl/>
        </w:rPr>
        <w:t>ک</w:t>
      </w:r>
      <w:r>
        <w:rPr>
          <w:rFonts w:hint="eastAsia"/>
          <w:rtl/>
        </w:rPr>
        <w:t>رُونَ</w:t>
      </w:r>
      <w:r w:rsidR="001E6BAB" w:rsidRPr="001E6BAB">
        <w:rPr>
          <w:rFonts w:hint="cs"/>
          <w:rtl/>
        </w:rPr>
        <w:t>ه</w:t>
      </w:r>
      <w:r w:rsidRPr="00595365">
        <w:rPr>
          <w:rFonts w:hint="cs"/>
          <w:rtl/>
        </w:rPr>
        <w:t>ا</w:t>
      </w:r>
      <w:r>
        <w:rPr>
          <w:rtl/>
        </w:rPr>
        <w:t xml:space="preserve"> وَأَ</w:t>
      </w:r>
      <w:r w:rsidR="001E6BAB" w:rsidRPr="001E6BAB">
        <w:rPr>
          <w:rFonts w:hint="cs"/>
          <w:rtl/>
        </w:rPr>
        <w:t>ک</w:t>
      </w:r>
      <w:r w:rsidRPr="00595365">
        <w:rPr>
          <w:rFonts w:hint="cs"/>
          <w:rtl/>
        </w:rPr>
        <w:t>ۡ</w:t>
      </w:r>
      <w:r>
        <w:rPr>
          <w:rFonts w:hint="eastAsia"/>
          <w:rtl/>
        </w:rPr>
        <w:t>ثَرُهُمُ</w:t>
      </w:r>
      <w:r>
        <w:rPr>
          <w:rtl/>
        </w:rPr>
        <w:t xml:space="preserve"> </w:t>
      </w:r>
      <w:r>
        <w:rPr>
          <w:rFonts w:hint="cs"/>
          <w:rtl/>
        </w:rPr>
        <w:t>ٱ</w:t>
      </w:r>
      <w:r>
        <w:rPr>
          <w:rFonts w:hint="eastAsia"/>
          <w:rtl/>
        </w:rPr>
        <w:t>لۡكَـٰفِرُونَ</w:t>
      </w:r>
      <w:r>
        <w:rPr>
          <w:rtl/>
        </w:rPr>
        <w:t xml:space="preserve"> (٨٣</w:t>
      </w:r>
      <w:r w:rsidR="009229E3">
        <w:rPr>
          <w:rtl/>
        </w:rPr>
        <w:t>)</w:t>
      </w:r>
    </w:p>
    <w:p w:rsidR="001A403D" w:rsidRDefault="001A403D" w:rsidP="00E36567">
      <w:pPr>
        <w:pStyle w:val="libBoldItalic"/>
      </w:pPr>
      <w:r>
        <w:t>They know the Ne’mat (Favour) of Allah, then deny him. Most of them are Kafirs (disbelievers). (83)</w:t>
      </w:r>
    </w:p>
    <w:p w:rsidR="001A403D" w:rsidRDefault="001A403D" w:rsidP="001A403D">
      <w:pPr>
        <w:pStyle w:val="libNormal"/>
      </w:pPr>
      <w:r>
        <w:t>The Tafseer of this verse has been done under verse 55 of Sura al-Ma’ida, that in spite of knowing the Ne’mat of Walayat-e-Ali asws, Muqassireen propagate Walayat of Mulla. Real Momineen are in minority and Kafirs of Walayat-e-Ali asws are in majority.</w:t>
      </w:r>
    </w:p>
    <w:p w:rsidR="001A403D" w:rsidRDefault="001A403D" w:rsidP="00385B48">
      <w:pPr>
        <w:pStyle w:val="libAr"/>
      </w:pPr>
      <w:r>
        <w:rPr>
          <w:rFonts w:hint="eastAsia"/>
          <w:rtl/>
        </w:rPr>
        <w:t>وَيَوۡمَ</w:t>
      </w:r>
      <w:r>
        <w:rPr>
          <w:rtl/>
        </w:rPr>
        <w:t xml:space="preserve"> نَبۡعَثُ مِن كُلِّ أُمَّةٍ۬ شَهِيدً۬ا ثُمَّ لَا يُؤۡذَنُ لِلَّذِينَ </w:t>
      </w:r>
      <w:r w:rsidR="001E6BAB" w:rsidRPr="001E6BAB">
        <w:rPr>
          <w:rFonts w:hint="cs"/>
          <w:rtl/>
        </w:rPr>
        <w:t>ک</w:t>
      </w:r>
      <w:r>
        <w:rPr>
          <w:rFonts w:hint="eastAsia"/>
          <w:rtl/>
        </w:rPr>
        <w:t>فَرُواْ</w:t>
      </w:r>
      <w:r>
        <w:rPr>
          <w:rtl/>
        </w:rPr>
        <w:t xml:space="preserve"> وَلَا هُمۡ يُسۡتَعۡتَبُونَ (٨٤</w:t>
      </w:r>
      <w:r w:rsidR="009229E3">
        <w:rPr>
          <w:rtl/>
        </w:rPr>
        <w:t>)</w:t>
      </w:r>
      <w:r>
        <w:rPr>
          <w:rtl/>
        </w:rPr>
        <w:t xml:space="preserve"> وَإِذَا رَءَا </w:t>
      </w:r>
      <w:r>
        <w:rPr>
          <w:rFonts w:hint="cs"/>
          <w:rtl/>
        </w:rPr>
        <w:t>ٱ</w:t>
      </w:r>
      <w:r>
        <w:rPr>
          <w:rFonts w:hint="eastAsia"/>
          <w:rtl/>
        </w:rPr>
        <w:t>لَّذِينَ</w:t>
      </w:r>
      <w:r>
        <w:rPr>
          <w:rtl/>
        </w:rPr>
        <w:t xml:space="preserve"> ظَلَمُواْ </w:t>
      </w:r>
      <w:r>
        <w:rPr>
          <w:rFonts w:hint="cs"/>
          <w:rtl/>
        </w:rPr>
        <w:t>ٱ</w:t>
      </w:r>
      <w:r>
        <w:rPr>
          <w:rFonts w:hint="eastAsia"/>
          <w:rtl/>
        </w:rPr>
        <w:t>لۡعَذَابَ</w:t>
      </w:r>
      <w:r>
        <w:rPr>
          <w:rtl/>
        </w:rPr>
        <w:t xml:space="preserve"> فَلَا يُخَفَّفُ عَنۡ</w:t>
      </w:r>
      <w:r w:rsidR="001E6BAB" w:rsidRPr="001E6BAB">
        <w:rPr>
          <w:rFonts w:hint="cs"/>
          <w:rtl/>
        </w:rPr>
        <w:t>ه</w:t>
      </w:r>
      <w:r w:rsidRPr="00595365">
        <w:rPr>
          <w:rFonts w:hint="cs"/>
          <w:rtl/>
        </w:rPr>
        <w:t>مۡ وَلَا هُمۡ يُنظَرُونَ (٨٥</w:t>
      </w:r>
      <w:r w:rsidR="009229E3">
        <w:rPr>
          <w:rFonts w:hint="cs"/>
          <w:rtl/>
        </w:rPr>
        <w:t>)</w:t>
      </w:r>
      <w:r w:rsidRPr="00595365">
        <w:rPr>
          <w:rFonts w:hint="cs"/>
          <w:rtl/>
        </w:rPr>
        <w:t xml:space="preserve"> وَإِذَا رَءَا </w:t>
      </w:r>
      <w:r>
        <w:rPr>
          <w:rFonts w:hint="cs"/>
          <w:rtl/>
        </w:rPr>
        <w:t>ٱ</w:t>
      </w:r>
      <w:r>
        <w:rPr>
          <w:rFonts w:hint="eastAsia"/>
          <w:rtl/>
        </w:rPr>
        <w:t>لَّذِينَ</w:t>
      </w:r>
      <w:r>
        <w:rPr>
          <w:rtl/>
        </w:rPr>
        <w:t xml:space="preserve"> أَشۡرَكُواْ شُرَ</w:t>
      </w:r>
      <w:r w:rsidR="001E6BAB" w:rsidRPr="001E6BAB">
        <w:rPr>
          <w:rFonts w:hint="cs"/>
          <w:rtl/>
        </w:rPr>
        <w:t>ک</w:t>
      </w:r>
      <w:r>
        <w:rPr>
          <w:rFonts w:hint="eastAsia"/>
          <w:rtl/>
        </w:rPr>
        <w:t>آءَهُمۡ</w:t>
      </w:r>
      <w:r>
        <w:rPr>
          <w:rtl/>
        </w:rPr>
        <w:t xml:space="preserve"> قَالُواْ رَبَّنَا هَـٰٓؤُلَآءِ شُرَ</w:t>
      </w:r>
      <w:r w:rsidR="001E6BAB" w:rsidRPr="001E6BAB">
        <w:rPr>
          <w:rFonts w:hint="cs"/>
          <w:rtl/>
        </w:rPr>
        <w:t>ک</w:t>
      </w:r>
      <w:r>
        <w:rPr>
          <w:rFonts w:hint="eastAsia"/>
          <w:rtl/>
        </w:rPr>
        <w:t>آؤُنَا</w:t>
      </w:r>
      <w:r>
        <w:rPr>
          <w:rtl/>
        </w:rPr>
        <w:t xml:space="preserve"> </w:t>
      </w:r>
      <w:r>
        <w:rPr>
          <w:rFonts w:hint="cs"/>
          <w:rtl/>
        </w:rPr>
        <w:t>ٱ</w:t>
      </w:r>
      <w:r>
        <w:rPr>
          <w:rFonts w:hint="eastAsia"/>
          <w:rtl/>
        </w:rPr>
        <w:t>لَّذِينَ</w:t>
      </w:r>
      <w:r>
        <w:rPr>
          <w:rtl/>
        </w:rPr>
        <w:t xml:space="preserve"> كُنَّا نَدۡعُواْ مِن دُونِكَ‌ۖ فَأَلۡقَوۡاْ إِلَيۡهِمُ </w:t>
      </w:r>
      <w:r>
        <w:rPr>
          <w:rFonts w:hint="cs"/>
          <w:rtl/>
        </w:rPr>
        <w:t>ٱ</w:t>
      </w:r>
      <w:r>
        <w:rPr>
          <w:rFonts w:hint="eastAsia"/>
          <w:rtl/>
        </w:rPr>
        <w:t>لۡقَوۡلَ</w:t>
      </w:r>
      <w:r>
        <w:rPr>
          <w:rtl/>
        </w:rPr>
        <w:t xml:space="preserve"> إِنَّكُمۡ لَ</w:t>
      </w:r>
      <w:r w:rsidR="001E6BAB" w:rsidRPr="001E6BAB">
        <w:rPr>
          <w:rFonts w:hint="cs"/>
          <w:rtl/>
        </w:rPr>
        <w:t>ک</w:t>
      </w:r>
      <w:r>
        <w:rPr>
          <w:rFonts w:hint="eastAsia"/>
          <w:rtl/>
        </w:rPr>
        <w:t>ـٰذِبُونَ</w:t>
      </w:r>
      <w:r>
        <w:rPr>
          <w:rtl/>
        </w:rPr>
        <w:t xml:space="preserve"> (٨٦</w:t>
      </w:r>
      <w:r w:rsidR="009229E3">
        <w:rPr>
          <w:rtl/>
        </w:rPr>
        <w:t>)</w:t>
      </w:r>
      <w:r>
        <w:rPr>
          <w:rtl/>
        </w:rPr>
        <w:t xml:space="preserve"> وَأَلۡقَوۡاْ إِلَى </w:t>
      </w:r>
      <w:r>
        <w:rPr>
          <w:rFonts w:hint="cs"/>
          <w:rtl/>
        </w:rPr>
        <w:t>ٱ</w:t>
      </w:r>
      <w:r>
        <w:rPr>
          <w:rFonts w:hint="eastAsia"/>
          <w:rtl/>
        </w:rPr>
        <w:t>للَّهِ</w:t>
      </w:r>
      <w:r>
        <w:rPr>
          <w:rtl/>
        </w:rPr>
        <w:t xml:space="preserve"> يَوۡمَ</w:t>
      </w:r>
      <w:r>
        <w:rPr>
          <w:rFonts w:hint="cs"/>
          <w:rtl/>
        </w:rPr>
        <w:t>ٮِٕ</w:t>
      </w:r>
      <w:r>
        <w:rPr>
          <w:rFonts w:hint="eastAsia"/>
          <w:rtl/>
        </w:rPr>
        <w:t>ذٍ</w:t>
      </w:r>
      <w:r>
        <w:rPr>
          <w:rtl/>
        </w:rPr>
        <w:t xml:space="preserve"> </w:t>
      </w:r>
      <w:r>
        <w:rPr>
          <w:rFonts w:hint="cs"/>
          <w:rtl/>
        </w:rPr>
        <w:t>ٱ</w:t>
      </w:r>
      <w:r>
        <w:rPr>
          <w:rFonts w:hint="eastAsia"/>
          <w:rtl/>
        </w:rPr>
        <w:t>لسَّلَمَ‌ۖ</w:t>
      </w:r>
      <w:r>
        <w:rPr>
          <w:rtl/>
        </w:rPr>
        <w:t xml:space="preserve"> وَضَلَّ عَنۡهُم مَّا كَانُواْ يَفۡتَرُونَ (٨٧</w:t>
      </w:r>
      <w:r w:rsidR="009229E3">
        <w:rPr>
          <w:rtl/>
        </w:rPr>
        <w:t>)</w:t>
      </w:r>
      <w:r>
        <w:rPr>
          <w:rtl/>
        </w:rPr>
        <w:t xml:space="preserve"> </w:t>
      </w:r>
      <w:r>
        <w:rPr>
          <w:rFonts w:hint="cs"/>
          <w:rtl/>
        </w:rPr>
        <w:t>ٱ</w:t>
      </w:r>
      <w:r>
        <w:rPr>
          <w:rFonts w:hint="eastAsia"/>
          <w:rtl/>
        </w:rPr>
        <w:t>لَّذِينَ</w:t>
      </w:r>
      <w:r>
        <w:rPr>
          <w:rtl/>
        </w:rPr>
        <w:t xml:space="preserve"> كَفَرُواْ وَصَدُّواْ عَن سَبِيلِ </w:t>
      </w:r>
      <w:r>
        <w:rPr>
          <w:rFonts w:hint="cs"/>
          <w:rtl/>
        </w:rPr>
        <w:t>ٱ</w:t>
      </w:r>
      <w:r>
        <w:rPr>
          <w:rFonts w:hint="eastAsia"/>
          <w:rtl/>
        </w:rPr>
        <w:t>للَّهِ</w:t>
      </w:r>
      <w:r>
        <w:rPr>
          <w:rtl/>
        </w:rPr>
        <w:t xml:space="preserve"> زِدۡنَـٰهُمۡ عَذَابً۬ا فَوۡقَ </w:t>
      </w:r>
      <w:r>
        <w:rPr>
          <w:rFonts w:hint="cs"/>
          <w:rtl/>
        </w:rPr>
        <w:t>ٱ</w:t>
      </w:r>
      <w:r>
        <w:rPr>
          <w:rFonts w:hint="eastAsia"/>
          <w:rtl/>
        </w:rPr>
        <w:t>لۡعَذَابِ</w:t>
      </w:r>
      <w:r>
        <w:rPr>
          <w:rtl/>
        </w:rPr>
        <w:t xml:space="preserve"> بِمَا </w:t>
      </w:r>
      <w:r w:rsidR="001E6BAB" w:rsidRPr="001E6BAB">
        <w:rPr>
          <w:rFonts w:hint="cs"/>
          <w:rtl/>
        </w:rPr>
        <w:t>ک</w:t>
      </w:r>
      <w:r>
        <w:rPr>
          <w:rFonts w:hint="eastAsia"/>
          <w:rtl/>
        </w:rPr>
        <w:t>انُواْ</w:t>
      </w:r>
      <w:r>
        <w:rPr>
          <w:rtl/>
        </w:rPr>
        <w:t xml:space="preserve"> يُفۡسِدُونَ (٨٨</w:t>
      </w:r>
      <w:r w:rsidR="009229E3">
        <w:rPr>
          <w:rtl/>
        </w:rPr>
        <w:t>)</w:t>
      </w:r>
      <w:r>
        <w:rPr>
          <w:rtl/>
        </w:rPr>
        <w:t xml:space="preserve"> وَيَوۡمَ نَبۡعَثُ فِى كُلِّ أُمَّةٍ۬ شَهِيدًا عَلَيۡهِم </w:t>
      </w:r>
      <w:r>
        <w:rPr>
          <w:rtl/>
        </w:rPr>
        <w:lastRenderedPageBreak/>
        <w:t>مِّنۡ أَنفُسِ</w:t>
      </w:r>
      <w:r w:rsidR="001E6BAB" w:rsidRPr="001E6BAB">
        <w:rPr>
          <w:rFonts w:hint="cs"/>
          <w:rtl/>
        </w:rPr>
        <w:t>ه</w:t>
      </w:r>
      <w:r w:rsidRPr="00595365">
        <w:rPr>
          <w:rFonts w:hint="cs"/>
          <w:rtl/>
        </w:rPr>
        <w:t>مۡ‌ۖ وَجِئۡنَا بِكَ شَ</w:t>
      </w:r>
      <w:r w:rsidR="001E6BAB" w:rsidRPr="001E6BAB">
        <w:rPr>
          <w:rFonts w:hint="cs"/>
          <w:rtl/>
        </w:rPr>
        <w:t>ه</w:t>
      </w:r>
      <w:r w:rsidRPr="00595365">
        <w:rPr>
          <w:rFonts w:hint="cs"/>
          <w:rtl/>
        </w:rPr>
        <w:t>يدًا عَلَىٰ هَـٰٓؤُلَآءِ‌ۚ وَنَزّ</w:t>
      </w:r>
      <w:r>
        <w:rPr>
          <w:rFonts w:hint="eastAsia"/>
          <w:rtl/>
        </w:rPr>
        <w:t>َلۡنَا</w:t>
      </w:r>
      <w:r>
        <w:rPr>
          <w:rtl/>
        </w:rPr>
        <w:t xml:space="preserve"> عَلَيۡكَ </w:t>
      </w:r>
      <w:r>
        <w:rPr>
          <w:rFonts w:hint="cs"/>
          <w:rtl/>
        </w:rPr>
        <w:t>ٱ</w:t>
      </w:r>
      <w:r>
        <w:rPr>
          <w:rFonts w:hint="eastAsia"/>
          <w:rtl/>
        </w:rPr>
        <w:t>لۡكِتَـٰبَ</w:t>
      </w:r>
      <w:r>
        <w:rPr>
          <w:rtl/>
        </w:rPr>
        <w:t xml:space="preserve"> تِبۡيَـٰنً۬ا لِّكُلِّ شَىۡءٍ۬ وَهُدً۬ى وَرَحۡمَةً۬ وَبُشۡرَىٰ لِلۡمُسۡلِمِينَ (٨٩</w:t>
      </w:r>
      <w:r w:rsidR="009229E3">
        <w:rPr>
          <w:rtl/>
        </w:rPr>
        <w:t>)</w:t>
      </w:r>
    </w:p>
    <w:p w:rsidR="001A403D" w:rsidRDefault="001A403D" w:rsidP="00E36567">
      <w:pPr>
        <w:pStyle w:val="libBoldItalic"/>
      </w:pPr>
      <w:r>
        <w:t>And the day when We will raise from every nation a witness, then those who disbelieved will not be permitted (to excuse) nor they will be allowed to repent. (84) And when those who did wrong will see the punishment, it will not be lightened for them, nor will they be reprieved. (85) And when those who ascribed partners to Allah will see those partners of theirs, they will say: Our Rabb! These are our partners whom we used to invoke instead of You. But they will throw to them the statement: No doubt, you verily are liars! (86) And they will subdue to Allah in submission on that day, and all that they used to fabricate will be lost from them. (87) And those who disbelieved and prevented (others) from the Sabeel (way) of Allah, We will increase punishment on punishment for them because they used to cause corruption, (88) And the day when We will raise in every nation a witness from among them, and We bring you (Mohammad sawaw) as witness over them. And We revealed the Book to you which explains all things, and is guidance and mercy and good tidings for the Muslims (submitting to Alalh). (89)</w:t>
      </w:r>
    </w:p>
    <w:p w:rsidR="001A403D" w:rsidRDefault="001A403D" w:rsidP="00E36567">
      <w:pPr>
        <w:pStyle w:val="libNormal"/>
      </w:pPr>
      <w:r>
        <w:t>1-About the saying of Allah, “And the day We will raise a witness from every nation” said: For every era and every nation there is one Imam, and every nation will be resurrected with its Imam. And the saying of Allah, “those who disbelieved and prevented from the Sabeel of Allah, We will increase punishment on punishment for them” means that they disbelieved after Nabi Akram sawaw and prevented people from Amirul Momineen asws, “We will increase punishment on punishment for them because they used to cause corruption” then said, “and the day when We will raise a witness on every nation from among them” means from among Imams asws, and then said to Nabi Akram sawaw, “and We will bring you” O Mohammad sawaw “witness over them” means over Imams asws, so Rasool Allah sawaw is witness over Imams asws, and Imams asws over all mankind. (Tafseer Qummi, p363)</w:t>
      </w:r>
    </w:p>
    <w:p w:rsidR="001A403D" w:rsidRDefault="001A403D" w:rsidP="00E36567">
      <w:pPr>
        <w:pStyle w:val="libNormal"/>
      </w:pPr>
      <w:r>
        <w:t>2-Imam Jafar Sadiq asws said: No doubt I am son of Rasool Allah sawaw, and I know the Book of Allah more than all (mankind) and starting of creation is in it and whatever has to happen until Qiyamah, and news of heavens is in it and news of the earth and news of Jannah and news of Hell, and news of whatever has happened and news of whatever has to happen yet, I know this (all) as I see my palm, no doubt Allah Azza wa Jalla says, “which explains all things” (al-Burhan, v4, p471)</w:t>
      </w:r>
    </w:p>
    <w:p w:rsidR="001A403D" w:rsidRDefault="001A403D" w:rsidP="00E36567">
      <w:pPr>
        <w:pStyle w:val="libNormal"/>
      </w:pPr>
      <w:r>
        <w:t>3-Imam Jafar Sadiq asws said: No doubt I know what is in the heavens and the earth, and I know all what is in Paradise, and I know all what is in Hell, and I know all what has happened and what has to happen. When Imam asws stopped for a moment, saw that this thing is heavy for some listeners, then said: I know this all from the Book of Allah Azza wa Jalla, that He says, “everything is mentioned clearly in it” (al-Burhan,v4, p471)</w:t>
      </w:r>
    </w:p>
    <w:p w:rsidR="001A403D" w:rsidRDefault="001A403D" w:rsidP="009229E3">
      <w:pPr>
        <w:pStyle w:val="libCenterBold1"/>
      </w:pPr>
      <w:r>
        <w:t>Lesson:</w:t>
      </w:r>
    </w:p>
    <w:p w:rsidR="001A403D" w:rsidRDefault="001A403D" w:rsidP="001A403D">
      <w:pPr>
        <w:pStyle w:val="libNormal"/>
      </w:pPr>
      <w:r>
        <w:lastRenderedPageBreak/>
        <w:t>1-The commandments of Allah are only present in Quran &amp; Sunnah, therefore any excuse of the deniers of Walayat-e-Ali asws will not be accepted that Fulana Mulla was saying this and Fulana Rahber was saying that, i.e. any of their Daleel will not be accepted, who were accepting any word of self-made Wali without asking Daleel and considering it as word of Allah, nor repentance will be accepted from them who used to do injustice about the right of Aal-e-Mohammad asws, and their punishment will not be lessened. When they will see those Mullas whom they were declaring partners in Walayat, then they will inform Allah screaming, “We were doing their Taqleed and were accepting their Fatawa”, but Mullas will reply, “You are liars” i.e. Peer (self-made Marjah) and Mureed (Muqallideen) will curse on each other. But at that day everyone has to bend down head in submission to Alalh’s command, and those fabricated beliefs will be forgotten: e.g. Obedience of Muqassir Mulla is obligatory like obedience of Imam asws, the decree of Muqassir Mulla is like order of Allah, to flout Walayat of Muqassir Mulla is equal to Shirk, Muqassir Mulla is responsible for the deeds of his Muqallideen, etc. Those who denied / opposed Walayat-e-Ali asws and prevented others from the Sabeel-e-Walayat, their punishment will be manifold, because to hinder from Walayat-e-Ali asws is corruption. Infallible Imams asws will be witness over the deeds of all the creations, and Rasool Allah sawaw will be chief witness over Imams asws. Masumeen asws are Hazir Nazir, observing everyone’s deeds, they are looking how Muqassir Mulla is misguiding weak-faith Shias.</w:t>
      </w:r>
    </w:p>
    <w:p w:rsidR="001A403D" w:rsidRDefault="001A403D" w:rsidP="001A403D">
      <w:pPr>
        <w:pStyle w:val="libNormal"/>
      </w:pPr>
      <w:r>
        <w:t>2-Blind of intelligence &amp; wisdom were even present in that time when Imam asws said, “we know everything” i.e. Alimul Ghaib, then this statement was heavy on their ears and minds, then Imam asws made easy for them saying, “that everything is explained in the Book of Allah” then they were satisfied. But Muqassir Mulla of present time has gone two steps futher than his forefathers: He does not believe that Masumeen asws has the knowledge of Ghaib, nor he believes that everything is mentioned in Quran, i.e. he considers Quran &amp; Sunnah imcomplete, ambiguous, and insufficient, and he considers himself as Hujjat &amp; Wali over the mankind.</w:t>
      </w:r>
    </w:p>
    <w:p w:rsidR="00595365" w:rsidRDefault="001A403D" w:rsidP="00385B48">
      <w:pPr>
        <w:pStyle w:val="libAr"/>
      </w:pPr>
      <w:r>
        <w:rPr>
          <w:rFonts w:hint="eastAsia"/>
          <w:rtl/>
        </w:rPr>
        <w:t>إِنَّ</w:t>
      </w:r>
      <w:r>
        <w:rPr>
          <w:rtl/>
        </w:rPr>
        <w:t xml:space="preserve"> </w:t>
      </w:r>
      <w:r>
        <w:rPr>
          <w:rFonts w:hint="cs"/>
          <w:rtl/>
        </w:rPr>
        <w:t>ٱ</w:t>
      </w:r>
      <w:r>
        <w:rPr>
          <w:rFonts w:hint="eastAsia"/>
          <w:rtl/>
        </w:rPr>
        <w:t>للَّهَ</w:t>
      </w:r>
      <w:r>
        <w:rPr>
          <w:rtl/>
        </w:rPr>
        <w:t xml:space="preserve"> يَأۡمُرُ بِ</w:t>
      </w:r>
      <w:r>
        <w:rPr>
          <w:rFonts w:hint="cs"/>
          <w:rtl/>
        </w:rPr>
        <w:t>ٱ</w:t>
      </w:r>
      <w:r>
        <w:rPr>
          <w:rFonts w:hint="eastAsia"/>
          <w:rtl/>
        </w:rPr>
        <w:t>لۡعَدۡلِ</w:t>
      </w:r>
      <w:r>
        <w:rPr>
          <w:rtl/>
        </w:rPr>
        <w:t xml:space="preserve"> وَ</w:t>
      </w:r>
      <w:r>
        <w:rPr>
          <w:rFonts w:hint="cs"/>
          <w:rtl/>
        </w:rPr>
        <w:t>ٱ</w:t>
      </w:r>
      <w:r>
        <w:rPr>
          <w:rFonts w:hint="eastAsia"/>
          <w:rtl/>
        </w:rPr>
        <w:t>لۡإِحۡسَـٰنِ</w:t>
      </w:r>
      <w:r>
        <w:rPr>
          <w:rtl/>
        </w:rPr>
        <w:t xml:space="preserve"> وَإِيتَآىِٕ ذِى </w:t>
      </w:r>
      <w:r>
        <w:rPr>
          <w:rFonts w:hint="cs"/>
          <w:rtl/>
        </w:rPr>
        <w:t>ٱ</w:t>
      </w:r>
      <w:r>
        <w:rPr>
          <w:rFonts w:hint="eastAsia"/>
          <w:rtl/>
        </w:rPr>
        <w:t>لۡقُرۡبَىٰ</w:t>
      </w:r>
      <w:r>
        <w:rPr>
          <w:rtl/>
        </w:rPr>
        <w:t xml:space="preserve"> وَيَنۡهَىٰ عَنِ </w:t>
      </w:r>
      <w:r>
        <w:rPr>
          <w:rFonts w:hint="cs"/>
          <w:rtl/>
        </w:rPr>
        <w:t>ٱ</w:t>
      </w:r>
      <w:r>
        <w:rPr>
          <w:rFonts w:hint="eastAsia"/>
          <w:rtl/>
        </w:rPr>
        <w:t>لۡفَحۡشَآءِ</w:t>
      </w:r>
      <w:r>
        <w:rPr>
          <w:rtl/>
        </w:rPr>
        <w:t xml:space="preserve"> وَ</w:t>
      </w:r>
      <w:r>
        <w:rPr>
          <w:rFonts w:hint="cs"/>
          <w:rtl/>
        </w:rPr>
        <w:t>ٱ</w:t>
      </w:r>
      <w:r>
        <w:rPr>
          <w:rFonts w:hint="eastAsia"/>
          <w:rtl/>
        </w:rPr>
        <w:t>لۡمُن</w:t>
      </w:r>
      <w:r w:rsidR="001E6BAB" w:rsidRPr="001E6BAB">
        <w:rPr>
          <w:rFonts w:hint="cs"/>
          <w:rtl/>
        </w:rPr>
        <w:t>ک</w:t>
      </w:r>
      <w:r>
        <w:rPr>
          <w:rFonts w:hint="eastAsia"/>
          <w:rtl/>
        </w:rPr>
        <w:t>رِ</w:t>
      </w:r>
      <w:r>
        <w:rPr>
          <w:rtl/>
        </w:rPr>
        <w:t xml:space="preserve"> وَ</w:t>
      </w:r>
      <w:r>
        <w:rPr>
          <w:rFonts w:hint="cs"/>
          <w:rtl/>
        </w:rPr>
        <w:t>ٱ</w:t>
      </w:r>
      <w:r>
        <w:rPr>
          <w:rFonts w:hint="eastAsia"/>
          <w:rtl/>
        </w:rPr>
        <w:t>لۡبَغۡىِ‌ۚ</w:t>
      </w:r>
      <w:r>
        <w:rPr>
          <w:rtl/>
        </w:rPr>
        <w:t xml:space="preserve"> يَعِظُكُمۡ لَعَلَّ</w:t>
      </w:r>
      <w:r w:rsidR="001E6BAB" w:rsidRPr="001E6BAB">
        <w:rPr>
          <w:rFonts w:hint="cs"/>
          <w:rtl/>
        </w:rPr>
        <w:t>ک</w:t>
      </w:r>
      <w:r>
        <w:rPr>
          <w:rFonts w:hint="eastAsia"/>
          <w:rtl/>
        </w:rPr>
        <w:t>مۡ</w:t>
      </w:r>
      <w:r>
        <w:rPr>
          <w:rtl/>
        </w:rPr>
        <w:t xml:space="preserve"> تَذَكَّرُونَ (٩٠</w:t>
      </w:r>
      <w:r w:rsidR="009229E3">
        <w:rPr>
          <w:rtl/>
        </w:rPr>
        <w:t>)</w:t>
      </w:r>
    </w:p>
    <w:p w:rsidR="001A403D" w:rsidRDefault="001A403D" w:rsidP="00E36567">
      <w:pPr>
        <w:pStyle w:val="libBoldItalic"/>
      </w:pPr>
      <w:r>
        <w:t>No doubt, Allah commands justice and kindness, and giving to near relatives, and forbids vulgarity and evil and oppression. He instructs you that perhaps you may take heed. (90)</w:t>
      </w:r>
    </w:p>
    <w:p w:rsidR="001A403D" w:rsidRDefault="001A403D" w:rsidP="00E36567">
      <w:pPr>
        <w:pStyle w:val="libNormal"/>
      </w:pPr>
      <w:r>
        <w:t>1-Imam Mohammad Baqir asws said about this verse: No doubt Allah commands Adl (justice) and that is Mohammad Mustafa sawaw, and Ehsan (kindness, favour) is Ali Murtaza asws, right of the near relatives is the right of our near relatives, and Allah commands His servants to fulfil the right of our devotion &amp; right, and forbids them from vulgarity and evil and injustice to Ahlul Bait asws, and to call (for help) anyone else other than us. (al-Burhan, v4, p477)</w:t>
      </w:r>
    </w:p>
    <w:p w:rsidR="001A403D" w:rsidRDefault="001A403D" w:rsidP="00E36567">
      <w:pPr>
        <w:pStyle w:val="libNormal"/>
      </w:pPr>
      <w:r>
        <w:t xml:space="preserve">2-Imam Mohammad Baqir asws said about this verse: Adl (justice) is testimony of Unity (of Allah) and that Mohammad sawaw is Rasool of Allah, and Ehsan is Walayat of Amirul Momineen asws, and to fulfil right is </w:t>
      </w:r>
      <w:r>
        <w:lastRenderedPageBreak/>
        <w:t>the obedience of both of them, and the right of near ones is of Hassan asws and Hussain asws and Imams asws in his progeny, “and forbids vulgarity and evil and injustice” means to do injustice to them and to martyr them and not to fulfil their rights, and to love their enemies and that is very ugly evil and a horrible thing. (al-Burhan, v4, p478)</w:t>
      </w:r>
    </w:p>
    <w:p w:rsidR="001A403D" w:rsidRDefault="001A403D" w:rsidP="009229E3">
      <w:pPr>
        <w:pStyle w:val="libCenterBold1"/>
      </w:pPr>
      <w:r>
        <w:t>Lesson:</w:t>
      </w:r>
    </w:p>
    <w:p w:rsidR="001A403D" w:rsidRDefault="001A403D" w:rsidP="001A403D">
      <w:pPr>
        <w:pStyle w:val="libNormal"/>
      </w:pPr>
      <w:r>
        <w:t>1-Justice of Allah is “La ilaha illallah Mohammadur Rasool Allah” i.e. Allah the Creator, the Lord, the God is Just that He sent down His Habeeb sawaw for the guidance &amp; leadership of the creations. And Ehsan of Allah is “Ali un Waliullah”, and right of the near ones is “wa Aoladahul Masumeen Hujajullah.” And Allah is forbidding not to do injustice by declaring yourself Wali in place of Masumeen asws, and do not martyr Masumeen asws with hand or tongue. And obey Masumeen asws and curse on their enemies. The guarantee of salvation is Ehsan of Allah.</w:t>
      </w:r>
    </w:p>
    <w:p w:rsidR="001A403D" w:rsidRDefault="001A403D" w:rsidP="001A403D">
      <w:pPr>
        <w:pStyle w:val="libNormal"/>
      </w:pPr>
      <w:r>
        <w:t>What Muqassir Mulla is doing is ugly evil and eternal destruction, he could not do anything about the Justice of Allah, but he does not want to take Ehsan of Allah, and does not want to fulfil the right of near ones as well. These vulgar, evil, and unjust people claim to enter Paradise forcefully without taking Ehsan of Allah.</w:t>
      </w:r>
    </w:p>
    <w:p w:rsidR="001A403D" w:rsidRDefault="001A403D" w:rsidP="00385B48">
      <w:pPr>
        <w:pStyle w:val="libAr"/>
      </w:pPr>
      <w:r>
        <w:rPr>
          <w:rFonts w:hint="eastAsia"/>
          <w:rtl/>
        </w:rPr>
        <w:t>وَأَوۡفُواْ</w:t>
      </w:r>
      <w:r>
        <w:rPr>
          <w:rtl/>
        </w:rPr>
        <w:t xml:space="preserve"> بِعَهۡدِ </w:t>
      </w:r>
      <w:r>
        <w:rPr>
          <w:rFonts w:hint="cs"/>
          <w:rtl/>
        </w:rPr>
        <w:t>ٱ</w:t>
      </w:r>
      <w:r>
        <w:rPr>
          <w:rFonts w:hint="eastAsia"/>
          <w:rtl/>
        </w:rPr>
        <w:t>للَّهِ</w:t>
      </w:r>
      <w:r>
        <w:rPr>
          <w:rtl/>
        </w:rPr>
        <w:t xml:space="preserve"> إِذَا عَـٰهَدتُّمۡ وَلَا تَنقُضُواْ </w:t>
      </w:r>
      <w:r>
        <w:rPr>
          <w:rFonts w:hint="cs"/>
          <w:rtl/>
        </w:rPr>
        <w:t>ٱ</w:t>
      </w:r>
      <w:r>
        <w:rPr>
          <w:rFonts w:hint="eastAsia"/>
          <w:rtl/>
        </w:rPr>
        <w:t>لۡأَيۡمَـٰنَ</w:t>
      </w:r>
      <w:r>
        <w:rPr>
          <w:rtl/>
        </w:rPr>
        <w:t xml:space="preserve"> بَعۡدَ تَوۡ</w:t>
      </w:r>
      <w:r w:rsidR="001E6BAB" w:rsidRPr="001E6BAB">
        <w:rPr>
          <w:rFonts w:hint="cs"/>
          <w:rtl/>
        </w:rPr>
        <w:t>ک</w:t>
      </w:r>
      <w:r>
        <w:rPr>
          <w:rFonts w:hint="eastAsia"/>
          <w:rtl/>
        </w:rPr>
        <w:t>يدِهَا</w:t>
      </w:r>
      <w:r>
        <w:rPr>
          <w:rtl/>
        </w:rPr>
        <w:t xml:space="preserve"> وَقَدۡ جَعَلۡتُمُ </w:t>
      </w:r>
      <w:r>
        <w:rPr>
          <w:rFonts w:hint="cs"/>
          <w:rtl/>
        </w:rPr>
        <w:t>ٱ</w:t>
      </w:r>
      <w:r>
        <w:rPr>
          <w:rFonts w:hint="eastAsia"/>
          <w:rtl/>
        </w:rPr>
        <w:t>للَّهَ</w:t>
      </w:r>
      <w:r>
        <w:rPr>
          <w:rtl/>
        </w:rPr>
        <w:t xml:space="preserve"> عَلَيۡ</w:t>
      </w:r>
      <w:r w:rsidR="001E6BAB" w:rsidRPr="001E6BAB">
        <w:rPr>
          <w:rFonts w:hint="cs"/>
          <w:rtl/>
        </w:rPr>
        <w:t>ک</w:t>
      </w:r>
      <w:r>
        <w:rPr>
          <w:rFonts w:hint="eastAsia"/>
          <w:rtl/>
        </w:rPr>
        <w:t>مۡ</w:t>
      </w:r>
      <w:r>
        <w:rPr>
          <w:rtl/>
        </w:rPr>
        <w:t xml:space="preserve"> كَفِيلاً‌ۚ إِنَّ </w:t>
      </w:r>
      <w:r>
        <w:rPr>
          <w:rFonts w:hint="cs"/>
          <w:rtl/>
        </w:rPr>
        <w:t>ٱ</w:t>
      </w:r>
      <w:r>
        <w:rPr>
          <w:rFonts w:hint="eastAsia"/>
          <w:rtl/>
        </w:rPr>
        <w:t>للَّهَ</w:t>
      </w:r>
      <w:r>
        <w:rPr>
          <w:rtl/>
        </w:rPr>
        <w:t xml:space="preserve"> يَعۡلَمُ مَا تَفۡعَلُونَ (٩١</w:t>
      </w:r>
      <w:r w:rsidR="009229E3">
        <w:rPr>
          <w:rtl/>
        </w:rPr>
        <w:t>)</w:t>
      </w:r>
      <w:r>
        <w:rPr>
          <w:rtl/>
        </w:rPr>
        <w:t xml:space="preserve"> وَلَا تَكُونُواْ كَ</w:t>
      </w:r>
      <w:r>
        <w:rPr>
          <w:rFonts w:hint="cs"/>
          <w:rtl/>
        </w:rPr>
        <w:t>ٱ</w:t>
      </w:r>
      <w:r>
        <w:rPr>
          <w:rFonts w:hint="eastAsia"/>
          <w:rtl/>
        </w:rPr>
        <w:t>لَّتِى</w:t>
      </w:r>
      <w:r>
        <w:rPr>
          <w:rtl/>
        </w:rPr>
        <w:t xml:space="preserve"> نَقَضَتۡ غَزۡلَهَا مِنۢ بَعۡدِ قُوَّةٍ أَن</w:t>
      </w:r>
      <w:r w:rsidR="001E6BAB" w:rsidRPr="001E6BAB">
        <w:rPr>
          <w:rFonts w:hint="cs"/>
          <w:rtl/>
        </w:rPr>
        <w:t>ک</w:t>
      </w:r>
      <w:r>
        <w:rPr>
          <w:rFonts w:hint="eastAsia"/>
          <w:rtl/>
        </w:rPr>
        <w:t>ـٰثً۬ا</w:t>
      </w:r>
      <w:r>
        <w:rPr>
          <w:rtl/>
        </w:rPr>
        <w:t xml:space="preserve"> تَتَّخِذُونَ أَيۡمَـٰنَكُمۡ دَخَلاَۢ بَيۡنَكُمۡ أَن تَكُونَ أُمَّةٌ هِىَ أَرۡبَىٰ مِنۡ أُمَّةٍ‌ۚ إِنَّمَا يَبۡلُو</w:t>
      </w:r>
      <w:r w:rsidR="001E6BAB" w:rsidRPr="001E6BAB">
        <w:rPr>
          <w:rFonts w:hint="cs"/>
          <w:rtl/>
        </w:rPr>
        <w:t>ک</w:t>
      </w:r>
      <w:r>
        <w:rPr>
          <w:rFonts w:hint="eastAsia"/>
          <w:rtl/>
        </w:rPr>
        <w:t>مُ</w:t>
      </w:r>
      <w:r>
        <w:rPr>
          <w:rtl/>
        </w:rPr>
        <w:t xml:space="preserve"> </w:t>
      </w:r>
      <w:r>
        <w:rPr>
          <w:rFonts w:hint="cs"/>
          <w:rtl/>
        </w:rPr>
        <w:t>ٱ</w:t>
      </w:r>
      <w:r>
        <w:rPr>
          <w:rFonts w:hint="eastAsia"/>
          <w:rtl/>
        </w:rPr>
        <w:t>للَّهُ</w:t>
      </w:r>
      <w:r>
        <w:rPr>
          <w:rtl/>
        </w:rPr>
        <w:t xml:space="preserve"> بِهِ</w:t>
      </w:r>
      <w:r>
        <w:rPr>
          <w:rFonts w:hint="cs"/>
          <w:rtl/>
        </w:rPr>
        <w:t>ۦ‌ۚ</w:t>
      </w:r>
      <w:r>
        <w:rPr>
          <w:rtl/>
        </w:rPr>
        <w:t xml:space="preserve"> وَلَيُبَيِّنَنَّ لَكُمۡ يَوۡمَ </w:t>
      </w:r>
      <w:r>
        <w:rPr>
          <w:rFonts w:hint="cs"/>
          <w:rtl/>
        </w:rPr>
        <w:t>ٱ</w:t>
      </w:r>
      <w:r>
        <w:rPr>
          <w:rFonts w:hint="eastAsia"/>
          <w:rtl/>
        </w:rPr>
        <w:t>لۡقِيَـٰمَةِ</w:t>
      </w:r>
      <w:r>
        <w:rPr>
          <w:rtl/>
        </w:rPr>
        <w:t xml:space="preserve"> مَا كُنتُمۡ فِيهِ تَخۡتَلِفُونَ (٩٢</w:t>
      </w:r>
      <w:r w:rsidR="009229E3">
        <w:rPr>
          <w:rtl/>
        </w:rPr>
        <w:t>)</w:t>
      </w:r>
      <w:r>
        <w:rPr>
          <w:rtl/>
        </w:rPr>
        <w:t xml:space="preserve"> وَلَوۡ شَآءَ </w:t>
      </w:r>
      <w:r>
        <w:rPr>
          <w:rFonts w:hint="cs"/>
          <w:rtl/>
        </w:rPr>
        <w:t>ٱ</w:t>
      </w:r>
      <w:r>
        <w:rPr>
          <w:rFonts w:hint="eastAsia"/>
          <w:rtl/>
        </w:rPr>
        <w:t>للَّهُ</w:t>
      </w:r>
      <w:r>
        <w:rPr>
          <w:rtl/>
        </w:rPr>
        <w:t xml:space="preserve"> لَجَع</w:t>
      </w:r>
      <w:r>
        <w:rPr>
          <w:rFonts w:hint="eastAsia"/>
          <w:rtl/>
        </w:rPr>
        <w:t>َلَ</w:t>
      </w:r>
      <w:r w:rsidR="001E6BAB" w:rsidRPr="001E6BAB">
        <w:rPr>
          <w:rFonts w:hint="cs"/>
          <w:rtl/>
        </w:rPr>
        <w:t>ک</w:t>
      </w:r>
      <w:r>
        <w:rPr>
          <w:rFonts w:hint="eastAsia"/>
          <w:rtl/>
        </w:rPr>
        <w:t>مۡ</w:t>
      </w:r>
      <w:r>
        <w:rPr>
          <w:rtl/>
        </w:rPr>
        <w:t xml:space="preserve"> أُمَّةً۬ وَ</w:t>
      </w:r>
      <w:r w:rsidR="005B7B9E" w:rsidRPr="005B7B9E">
        <w:rPr>
          <w:rFonts w:hint="cs"/>
          <w:rtl/>
        </w:rPr>
        <w:t>ا</w:t>
      </w:r>
      <w:r>
        <w:rPr>
          <w:rFonts w:hint="eastAsia"/>
          <w:rtl/>
        </w:rPr>
        <w:t>حِدَةً۬</w:t>
      </w:r>
      <w:r>
        <w:rPr>
          <w:rtl/>
        </w:rPr>
        <w:t xml:space="preserve"> وَلَـٰكِن يُضِلُّ مَن يَشَآءُ وَيَهۡدِى مَن يَشَآءُ‌ۚ وَلَتُسۡـَٔلُنَّ عَمَّا كُنتُمۡ تَعۡمَلُونَ (٩٣</w:t>
      </w:r>
      <w:r w:rsidR="009229E3">
        <w:rPr>
          <w:rtl/>
        </w:rPr>
        <w:t>)</w:t>
      </w:r>
      <w:r>
        <w:rPr>
          <w:rtl/>
        </w:rPr>
        <w:t xml:space="preserve"> وَلَا تَتَّخِذُوٓاْ أَيۡمَـٰنَكُمۡ دَخَلاَۢ بَيۡنَ</w:t>
      </w:r>
      <w:r w:rsidR="001E6BAB" w:rsidRPr="001E6BAB">
        <w:rPr>
          <w:rFonts w:hint="cs"/>
          <w:rtl/>
        </w:rPr>
        <w:t>ک</w:t>
      </w:r>
      <w:r>
        <w:rPr>
          <w:rFonts w:hint="eastAsia"/>
          <w:rtl/>
        </w:rPr>
        <w:t>مۡ</w:t>
      </w:r>
      <w:r>
        <w:rPr>
          <w:rtl/>
        </w:rPr>
        <w:t xml:space="preserve"> فَتَزِلَّ قَدَمُۢ بَعۡدَ ثُبُوتِ</w:t>
      </w:r>
      <w:r w:rsidR="001E6BAB" w:rsidRPr="001E6BAB">
        <w:rPr>
          <w:rFonts w:hint="cs"/>
          <w:rtl/>
        </w:rPr>
        <w:t>ه</w:t>
      </w:r>
      <w:r w:rsidRPr="00595365">
        <w:rPr>
          <w:rFonts w:hint="cs"/>
          <w:rtl/>
        </w:rPr>
        <w:t xml:space="preserve">ا وَتَذُوقُواْ </w:t>
      </w:r>
      <w:r>
        <w:rPr>
          <w:rFonts w:hint="cs"/>
          <w:rtl/>
        </w:rPr>
        <w:t>ٱ</w:t>
      </w:r>
      <w:r>
        <w:rPr>
          <w:rFonts w:hint="eastAsia"/>
          <w:rtl/>
        </w:rPr>
        <w:t>لسُّوٓءَ</w:t>
      </w:r>
      <w:r>
        <w:rPr>
          <w:rtl/>
        </w:rPr>
        <w:t xml:space="preserve"> بِمَا صَد</w:t>
      </w:r>
      <w:r>
        <w:rPr>
          <w:rFonts w:hint="eastAsia"/>
          <w:rtl/>
        </w:rPr>
        <w:t>َدتُّمۡ</w:t>
      </w:r>
      <w:r>
        <w:rPr>
          <w:rtl/>
        </w:rPr>
        <w:t xml:space="preserve"> عَن سَبِيلِ </w:t>
      </w:r>
      <w:r>
        <w:rPr>
          <w:rFonts w:hint="cs"/>
          <w:rtl/>
        </w:rPr>
        <w:t>ٱ</w:t>
      </w:r>
      <w:r>
        <w:rPr>
          <w:rFonts w:hint="eastAsia"/>
          <w:rtl/>
        </w:rPr>
        <w:t>للَّهِ‌ۖ</w:t>
      </w:r>
      <w:r>
        <w:rPr>
          <w:rtl/>
        </w:rPr>
        <w:t xml:space="preserve"> وَلَكُمۡ عَذَابٌ عَظِيمٌ۬ (٩٤</w:t>
      </w:r>
      <w:r w:rsidR="009229E3">
        <w:rPr>
          <w:rtl/>
        </w:rPr>
        <w:t>)</w:t>
      </w:r>
      <w:r>
        <w:rPr>
          <w:rtl/>
        </w:rPr>
        <w:t xml:space="preserve"> وَلَا تَشۡتَرُواْ بِعَهۡدِ </w:t>
      </w:r>
      <w:r>
        <w:rPr>
          <w:rFonts w:hint="cs"/>
          <w:rtl/>
        </w:rPr>
        <w:t>ٱ</w:t>
      </w:r>
      <w:r>
        <w:rPr>
          <w:rFonts w:hint="eastAsia"/>
          <w:rtl/>
        </w:rPr>
        <w:t>للَّهِ</w:t>
      </w:r>
      <w:r>
        <w:rPr>
          <w:rtl/>
        </w:rPr>
        <w:t xml:space="preserve"> ثَمَنً۬ا قَلِيلاً‌ۚ إِنَّمَا عِندَ </w:t>
      </w:r>
      <w:r>
        <w:rPr>
          <w:rFonts w:hint="cs"/>
          <w:rtl/>
        </w:rPr>
        <w:t>ٱ</w:t>
      </w:r>
      <w:r>
        <w:rPr>
          <w:rFonts w:hint="eastAsia"/>
          <w:rtl/>
        </w:rPr>
        <w:t>للَّهِ</w:t>
      </w:r>
      <w:r>
        <w:rPr>
          <w:rtl/>
        </w:rPr>
        <w:t xml:space="preserve"> هُوَ خَيۡرٌ۬ لَّكُمۡ إِن </w:t>
      </w:r>
      <w:r w:rsidR="001E6BAB" w:rsidRPr="001E6BAB">
        <w:rPr>
          <w:rFonts w:hint="cs"/>
          <w:rtl/>
        </w:rPr>
        <w:t>ک</w:t>
      </w:r>
      <w:r>
        <w:rPr>
          <w:rFonts w:hint="eastAsia"/>
          <w:rtl/>
        </w:rPr>
        <w:t>نتُمۡ</w:t>
      </w:r>
      <w:r>
        <w:rPr>
          <w:rtl/>
        </w:rPr>
        <w:t xml:space="preserve"> تَعۡلَمُونَ (٩٥</w:t>
      </w:r>
      <w:r w:rsidR="009229E3">
        <w:rPr>
          <w:rtl/>
        </w:rPr>
        <w:t>)</w:t>
      </w:r>
      <w:r>
        <w:rPr>
          <w:rtl/>
        </w:rPr>
        <w:t xml:space="preserve"> مَا عِندَكُمۡ يَنفَدُ‌ۖ وَمَا عِندَ </w:t>
      </w:r>
      <w:r>
        <w:rPr>
          <w:rFonts w:hint="cs"/>
          <w:rtl/>
        </w:rPr>
        <w:t>ٱ</w:t>
      </w:r>
      <w:r>
        <w:rPr>
          <w:rFonts w:hint="eastAsia"/>
          <w:rtl/>
        </w:rPr>
        <w:t>للَّهِ</w:t>
      </w:r>
      <w:r>
        <w:rPr>
          <w:rtl/>
        </w:rPr>
        <w:t xml:space="preserve"> بَاقٍ۬‌ۗ وَلَنَجۡزِيَنّ</w:t>
      </w:r>
      <w:r>
        <w:rPr>
          <w:rFonts w:hint="eastAsia"/>
          <w:rtl/>
        </w:rPr>
        <w:t>َ</w:t>
      </w:r>
      <w:r>
        <w:rPr>
          <w:rtl/>
        </w:rPr>
        <w:t xml:space="preserve"> </w:t>
      </w:r>
      <w:r>
        <w:rPr>
          <w:rFonts w:hint="cs"/>
          <w:rtl/>
        </w:rPr>
        <w:t>ٱ</w:t>
      </w:r>
      <w:r>
        <w:rPr>
          <w:rFonts w:hint="eastAsia"/>
          <w:rtl/>
        </w:rPr>
        <w:t>لَّذِينَ</w:t>
      </w:r>
      <w:r>
        <w:rPr>
          <w:rtl/>
        </w:rPr>
        <w:t xml:space="preserve"> صَبَرُوٓاْ أَجۡرَهُم بِأَحۡسَنِ مَا </w:t>
      </w:r>
      <w:r w:rsidR="001E6BAB" w:rsidRPr="001E6BAB">
        <w:rPr>
          <w:rFonts w:hint="cs"/>
          <w:rtl/>
        </w:rPr>
        <w:t>ک</w:t>
      </w:r>
      <w:r>
        <w:rPr>
          <w:rFonts w:hint="eastAsia"/>
          <w:rtl/>
        </w:rPr>
        <w:t>انُواْ</w:t>
      </w:r>
      <w:r>
        <w:rPr>
          <w:rtl/>
        </w:rPr>
        <w:t xml:space="preserve"> يَعۡمَلُونَ (٩٦</w:t>
      </w:r>
      <w:r w:rsidR="009229E3">
        <w:rPr>
          <w:rtl/>
        </w:rPr>
        <w:t>)</w:t>
      </w:r>
    </w:p>
    <w:p w:rsidR="001A403D" w:rsidRDefault="001A403D" w:rsidP="00E36567">
      <w:pPr>
        <w:pStyle w:val="libBoldItalic"/>
      </w:pPr>
      <w:r>
        <w:t xml:space="preserve">Fulfil the covenant of Allah when you have covenanted, and do not break your oaths after their confirmation, and after you have made Allah security (witness) over you. No doubt Allah knows what you do. (91) And do not be like her who used to break her thread into pieces after she had made it strong (by spinning), making your oaths a deceit between you that a nation should benefit more than the other nation. Allah only tries you thereby, and He verily will explain to you on the day of Qiyamah that over which you used to differ. (92) And if Allah had willed He could have made you (all) one nation, but He sends whom He wills astray, and guides whom He wills, and you will indeed be asked about what you used to do. (93) And do not make your oaths a deceit between you, lest a foot should slip after it is firmly placed and you should taste evil because you prevented (others) from the Sabeel (way) of Allah, and for you is a great punishment. (94) And do not exchange the covenant of Allah for a small </w:t>
      </w:r>
      <w:r>
        <w:lastRenderedPageBreak/>
        <w:t>price. Certainly that what Allah has is better for you, if you could know. (95) That what you have finishes, and that what Allah has remains. And verily We will give to those who are patient a reward better than what they used to do. (96)</w:t>
      </w:r>
    </w:p>
    <w:p w:rsidR="001A403D" w:rsidRDefault="001A403D" w:rsidP="00E36567">
      <w:pPr>
        <w:pStyle w:val="libNormal"/>
      </w:pPr>
      <w:r>
        <w:t>1-When Walayat of Ali ibne Abi Talib asws was revealed, then Rasool Allah sawaw commanded: Say Salam to Ali asws while addressing him as Amirul Momineen asws. And that day Allah stressed for the opponents of Walayat, so Rasool Allah sawaw commanded them: Get up and salute to him saying “Amirul Momineen.” Then they answered: Ya Rasool Allah sawaw, this order is from Allah or from His Rasool sawaw? Then Rasool Allah sawaw said to them: From Allah and from His Rasool sawaw as well. Thus Allah Azza wa Jalla revealed,”and do not break your oaths after their confirmation and after you have made Allah witness over you, certainly Allah knows what you do” it means that what Rasool Allah sawaw commanded them and what they answered that whether this order is from Allah or from His Rasool sawaw? “And do not be like she who used to break into pieces her spun thread after it was strong, making your oaths a means of deceit between you” so that to declare those Imams more pure than your Imams, “Allah only tests you by that” it means by Ali asws, “and He verily will explain to you on the day of Qiyamah that over which you used to differ. And if Allah had willed He could have made you (all) one nation, but He sends whom He wills astray and guides whom He wills, and you will indeed be asked” on the day of Qiyamah, “about what you used to do, and do not make your oaths a deceit between you, lest a foot should slip after it is firmly placed” it means that after the sermon of Rasool Allah sawaw which was in favour of Ali asws, “and you should taste evil because you hindered (others) from the Sabeel of Allah” it means prevented from Ali asws, “and great punishment is for you.” (Imam Jafar Sadiq asws) (al-Burhan, v4, p479)</w:t>
      </w:r>
    </w:p>
    <w:p w:rsidR="001A403D" w:rsidRDefault="001A403D" w:rsidP="009229E3">
      <w:pPr>
        <w:pStyle w:val="libCenterBold1"/>
      </w:pPr>
      <w:r>
        <w:t>Lesson:</w:t>
      </w:r>
    </w:p>
    <w:p w:rsidR="001A403D" w:rsidRDefault="001A403D" w:rsidP="001A403D">
      <w:pPr>
        <w:pStyle w:val="libNormal"/>
      </w:pPr>
      <w:r>
        <w:t>1-These are very clear verses and traditions that do not be like the mad woman Reta of Bani Teem, and do not break the promise and covenant of Walayat-e-Ali asws whose Allah is witness Himself, and be steadfast on it and present its testimony in the presence of Allah. Walayat-e-Ali asws is a trial for you, whether for the sake of some wealth of the world you make Mulla your Guardian, and then try to prove him more pure than the Prophets (a.s.), and prevent others as well from reciting testimony of Walayat-e-Ali asws. The great reward of being steadfast on Walayat-e-Ali asws is never ending and it is ever lasting. The wealth and government of Muqassir Mulla will finish after few days, then you will get the evil taste of eternal punishment due to injustice done about the right of Aal-e-Mohammad asws.</w:t>
      </w:r>
    </w:p>
    <w:p w:rsidR="00EB2345" w:rsidRDefault="00EB2345" w:rsidP="00FC02E7">
      <w:pPr>
        <w:pStyle w:val="libNormal"/>
        <w:rPr>
          <w:rtl/>
        </w:rPr>
      </w:pPr>
      <w:r>
        <w:rPr>
          <w:rFonts w:hint="eastAsia"/>
        </w:rPr>
        <w:br w:type="page"/>
      </w:r>
    </w:p>
    <w:p w:rsidR="001A403D" w:rsidRDefault="00EB2345" w:rsidP="00EB2345">
      <w:pPr>
        <w:pStyle w:val="Heading1Center"/>
      </w:pPr>
      <w:bookmarkStart w:id="18" w:name="_Toc449789411"/>
      <w:r>
        <w:rPr>
          <w:rFonts w:hint="eastAsia"/>
          <w:rtl/>
        </w:rPr>
        <w:lastRenderedPageBreak/>
        <w:t>سُوۡرَةُ</w:t>
      </w:r>
      <w:r>
        <w:rPr>
          <w:rtl/>
        </w:rPr>
        <w:t xml:space="preserve"> </w:t>
      </w:r>
      <w:r w:rsidR="001A403D">
        <w:rPr>
          <w:rtl/>
        </w:rPr>
        <w:t>بن</w:t>
      </w:r>
      <w:r w:rsidR="001A403D">
        <w:rPr>
          <w:rFonts w:hint="cs"/>
          <w:rtl/>
        </w:rPr>
        <w:t>یٓ</w:t>
      </w:r>
      <w:r w:rsidR="001A403D">
        <w:rPr>
          <w:rtl/>
        </w:rPr>
        <w:t xml:space="preserve"> اسرآئ</w:t>
      </w:r>
      <w:r w:rsidR="001A403D">
        <w:rPr>
          <w:rFonts w:hint="cs"/>
          <w:rtl/>
        </w:rPr>
        <w:t>ی</w:t>
      </w:r>
      <w:r w:rsidR="001A403D">
        <w:rPr>
          <w:rFonts w:hint="eastAsia"/>
          <w:rtl/>
        </w:rPr>
        <w:t>ل</w:t>
      </w:r>
      <w:r w:rsidR="001A403D">
        <w:rPr>
          <w:rtl/>
        </w:rPr>
        <w:t xml:space="preserve"> / الإسرَاء</w:t>
      </w:r>
      <w:bookmarkEnd w:id="18"/>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سُبۡحَـٰنَ</w:t>
      </w:r>
      <w:r>
        <w:rPr>
          <w:rtl/>
        </w:rPr>
        <w:t xml:space="preserve"> </w:t>
      </w:r>
      <w:r>
        <w:rPr>
          <w:rFonts w:hint="cs"/>
          <w:rtl/>
        </w:rPr>
        <w:t>ٱ</w:t>
      </w:r>
      <w:r>
        <w:rPr>
          <w:rFonts w:hint="eastAsia"/>
          <w:rtl/>
        </w:rPr>
        <w:t>لَّذِىٓ</w:t>
      </w:r>
      <w:r>
        <w:rPr>
          <w:rtl/>
        </w:rPr>
        <w:t xml:space="preserve"> أَسۡرَىٰ بِعَبۡدِهِ</w:t>
      </w:r>
      <w:r>
        <w:rPr>
          <w:rFonts w:hint="cs"/>
          <w:rtl/>
        </w:rPr>
        <w:t>ۦ</w:t>
      </w:r>
      <w:r>
        <w:rPr>
          <w:rtl/>
        </w:rPr>
        <w:t xml:space="preserve"> لَيۡلاً۬ مِّنَ </w:t>
      </w:r>
      <w:r>
        <w:rPr>
          <w:rFonts w:hint="cs"/>
          <w:rtl/>
        </w:rPr>
        <w:t>ٱ</w:t>
      </w:r>
      <w:r>
        <w:rPr>
          <w:rFonts w:hint="eastAsia"/>
          <w:rtl/>
        </w:rPr>
        <w:t>لۡمَسۡجِدِ</w:t>
      </w:r>
      <w:r>
        <w:rPr>
          <w:rtl/>
        </w:rPr>
        <w:t xml:space="preserve"> </w:t>
      </w:r>
      <w:r>
        <w:rPr>
          <w:rFonts w:hint="cs"/>
          <w:rtl/>
        </w:rPr>
        <w:t>ٱ</w:t>
      </w:r>
      <w:r>
        <w:rPr>
          <w:rFonts w:hint="eastAsia"/>
          <w:rtl/>
        </w:rPr>
        <w:t>لۡحَرَامِ</w:t>
      </w:r>
      <w:r>
        <w:rPr>
          <w:rtl/>
        </w:rPr>
        <w:t xml:space="preserve"> إِلَى </w:t>
      </w:r>
      <w:r>
        <w:rPr>
          <w:rFonts w:hint="cs"/>
          <w:rtl/>
        </w:rPr>
        <w:t>ٱ</w:t>
      </w:r>
      <w:r>
        <w:rPr>
          <w:rFonts w:hint="eastAsia"/>
          <w:rtl/>
        </w:rPr>
        <w:t>لۡمَسۡجِدِ</w:t>
      </w:r>
      <w:r>
        <w:rPr>
          <w:rtl/>
        </w:rPr>
        <w:t xml:space="preserve"> </w:t>
      </w:r>
      <w:r>
        <w:rPr>
          <w:rFonts w:hint="cs"/>
          <w:rtl/>
        </w:rPr>
        <w:t>ٱ</w:t>
      </w:r>
      <w:r>
        <w:rPr>
          <w:rFonts w:hint="eastAsia"/>
          <w:rtl/>
        </w:rPr>
        <w:t>لۡأَقۡصَا</w:t>
      </w:r>
      <w:r>
        <w:rPr>
          <w:rtl/>
        </w:rPr>
        <w:t xml:space="preserve"> </w:t>
      </w:r>
      <w:r>
        <w:rPr>
          <w:rFonts w:hint="cs"/>
          <w:rtl/>
        </w:rPr>
        <w:t>ٱ</w:t>
      </w:r>
      <w:r>
        <w:rPr>
          <w:rFonts w:hint="eastAsia"/>
          <w:rtl/>
        </w:rPr>
        <w:t>لَّذِى</w:t>
      </w:r>
      <w:r>
        <w:rPr>
          <w:rtl/>
        </w:rPr>
        <w:t xml:space="preserve"> بَـٰرَكۡنَا حَوۡلَهُ </w:t>
      </w:r>
      <w:r>
        <w:rPr>
          <w:rFonts w:hint="cs"/>
          <w:rtl/>
        </w:rPr>
        <w:t>ۥ</w:t>
      </w:r>
      <w:r>
        <w:rPr>
          <w:rtl/>
        </w:rPr>
        <w:t xml:space="preserve"> لِنُرِيَهُ </w:t>
      </w:r>
      <w:r>
        <w:rPr>
          <w:rFonts w:hint="cs"/>
          <w:rtl/>
        </w:rPr>
        <w:t>ۥ</w:t>
      </w:r>
      <w:r>
        <w:rPr>
          <w:rtl/>
        </w:rPr>
        <w:t xml:space="preserve"> مِنۡ ءَايَـٰتِنَآ‌ۚ إِنَّهُ </w:t>
      </w:r>
      <w:r>
        <w:rPr>
          <w:rFonts w:hint="cs"/>
          <w:rtl/>
        </w:rPr>
        <w:t>ۥ</w:t>
      </w:r>
      <w:r>
        <w:rPr>
          <w:rtl/>
        </w:rPr>
        <w:t xml:space="preserve"> هُوَ </w:t>
      </w:r>
      <w:r>
        <w:rPr>
          <w:rFonts w:hint="cs"/>
          <w:rtl/>
        </w:rPr>
        <w:t>ٱ</w:t>
      </w:r>
      <w:r>
        <w:rPr>
          <w:rFonts w:hint="eastAsia"/>
          <w:rtl/>
        </w:rPr>
        <w:t>لسَّمِيعُ</w:t>
      </w:r>
      <w:r>
        <w:rPr>
          <w:rtl/>
        </w:rPr>
        <w:t xml:space="preserve"> </w:t>
      </w:r>
      <w:r>
        <w:rPr>
          <w:rFonts w:hint="cs"/>
          <w:rtl/>
        </w:rPr>
        <w:t>ٱ</w:t>
      </w:r>
      <w:r>
        <w:rPr>
          <w:rFonts w:hint="eastAsia"/>
          <w:rtl/>
        </w:rPr>
        <w:t>لۡبَصِيرُ</w:t>
      </w:r>
      <w:r>
        <w:rPr>
          <w:rtl/>
        </w:rPr>
        <w:t xml:space="preserve"> (١</w:t>
      </w:r>
      <w:r w:rsidR="009229E3">
        <w:rPr>
          <w:rtl/>
        </w:rPr>
        <w:t>)</w:t>
      </w:r>
    </w:p>
    <w:p w:rsidR="001A403D" w:rsidRDefault="001A403D" w:rsidP="00E36567">
      <w:pPr>
        <w:pStyle w:val="libBoldItalic"/>
      </w:pPr>
      <w:r>
        <w:t>Exalted is He Who took His Abd by night from Masjid al-Haraam to Masjid al-Aqsa whose surrounding We have blessed, that We show him of Our Ayaat. Indeed He is the Hearer, the Seer. (1)</w:t>
      </w:r>
    </w:p>
    <w:p w:rsidR="001A403D" w:rsidRDefault="001A403D" w:rsidP="00E36567">
      <w:pPr>
        <w:pStyle w:val="libNormal"/>
      </w:pPr>
      <w:r>
        <w:t>1-Imam Jafar Sadiq asws said: Nabi Akram sawaw went to Mairaj for one hundred and twenty times. And there was not any turn that Allah did not advise Nabi Akram sawaw about Walayat of Ali asws &amp; Imams asws after him more than the advice of obligations. (al-Burhan, v4, p506)</w:t>
      </w:r>
    </w:p>
    <w:p w:rsidR="001A403D" w:rsidRDefault="001A403D" w:rsidP="00E36567">
      <w:pPr>
        <w:pStyle w:val="libNormal"/>
      </w:pPr>
      <w:r>
        <w:t>2-Rasool Allah sawaw said: Jibraeel (a.s.) came during the night of Mairaj, and when I came back, then asked: O Jibraeel (a.s.), do you need anything? He replied: My need is that convey Salam of Allah and mine to Syyeda Khadija asws. Nabi Akram sawaw met Syyeda and told what Jibraeel (a.s.) has said, then she replied: No doubt Allah is Salam, and Salam is from Him, and Salam is toward Him, and Salam to Jibraeel (a.s.) as well. (al-Burhan, v4, p521)</w:t>
      </w:r>
    </w:p>
    <w:p w:rsidR="001A403D" w:rsidRDefault="001A403D" w:rsidP="00E36567">
      <w:pPr>
        <w:pStyle w:val="libNormal"/>
      </w:pPr>
      <w:r>
        <w:t>3-Someone asked Imam Jafar Sadiq asws: Which mosques are superior (with high merit)? Said: Masjid al-Haraam, and Masjid al-Rasool. He said: I sacrifice on you, and Masjid Aqsa? Said: That is in the Sky, toward which Rasool Allah sawaw went during the night of Mairaj. He said: People say that is Bait al-Muqaddis? Said: Masjid Kufa is superior to that. (al-Burhan, v4, p522)</w:t>
      </w:r>
    </w:p>
    <w:p w:rsidR="001A403D" w:rsidRDefault="001A403D" w:rsidP="00E36567">
      <w:pPr>
        <w:pStyle w:val="libNormal"/>
      </w:pPr>
      <w:r>
        <w:t>4-During the night of Mairaj, Jibraeel (a.s.) said while sitting in the gathering of Angels (a.s.): Ya Mohammad sawaw, if your Ummah would have gathered on love of Ali asws, then Allah Azza wa Jalla would not have created Hell at all. (al-Burhan, v4, p526)</w:t>
      </w:r>
    </w:p>
    <w:p w:rsidR="001A403D" w:rsidRDefault="001A403D" w:rsidP="00E36567">
      <w:pPr>
        <w:pStyle w:val="libNormal"/>
      </w:pPr>
      <w:r>
        <w:t>5-Rasool Allah sawaw said: When Allah took me toward heavens on Mairaj, and became near to my Rabb Azza wa Jalla, so much so that the distance of two bows or less than that was left, then Allah said: Ya Mohammad sawaw, whom you love among the Khalq? I answered: Ya Rabb, with Ali asws. Allah said: Ya Mohammad sawaw, look there. So I looked toward my left, and Ali ibne Abi Talib asws was present there. (al-Burhan, v4, p528)</w:t>
      </w:r>
    </w:p>
    <w:p w:rsidR="001A403D" w:rsidRDefault="001A403D" w:rsidP="00E36567">
      <w:pPr>
        <w:pStyle w:val="libNormal"/>
      </w:pPr>
      <w:r>
        <w:t>6-No doubt during the night of Mairaj, Nabi Akram sawaw saw Ali asws and Fatima asws and Hassan asws and Hussain asws in the sky and said Salam to them, although he left them on the earth. (Ibne Abbas r.a.) (al-Burhan, v4, p528)</w:t>
      </w:r>
    </w:p>
    <w:p w:rsidR="001A403D" w:rsidRDefault="001A403D" w:rsidP="00E36567">
      <w:pPr>
        <w:pStyle w:val="libNormal"/>
      </w:pPr>
      <w:r>
        <w:t>7-Abdullah bin Masood came to the door of Syyeda Fatima Zahra asws and asked: Where is Maola asws? Syyeda asws said: Went to Sky with Jibraeel (a.s.). He said: For what? Said: Some argument occurred among some groups of Angel (a.s.), then they demanded judge, and Allah revealed to them that they can choose themselves, so they chose Ali ibne Abi Talib asws. (al-Burhan,v4, p528)</w:t>
      </w:r>
    </w:p>
    <w:p w:rsidR="001A403D" w:rsidRDefault="001A403D" w:rsidP="009229E3">
      <w:pPr>
        <w:pStyle w:val="libCenterBold1"/>
      </w:pPr>
      <w:r>
        <w:lastRenderedPageBreak/>
        <w:t>Lesson:</w:t>
      </w:r>
    </w:p>
    <w:p w:rsidR="001A403D" w:rsidRDefault="001A403D" w:rsidP="001A403D">
      <w:pPr>
        <w:pStyle w:val="libNormal"/>
      </w:pPr>
      <w:r>
        <w:t>1-The secrets of Mairaj are like an ocean, from which one drop was told, lives can finish but that drop can not be explained.</w:t>
      </w:r>
    </w:p>
    <w:p w:rsidR="001A403D" w:rsidRDefault="001A403D" w:rsidP="001A403D">
      <w:pPr>
        <w:pStyle w:val="libNormal"/>
      </w:pPr>
      <w:r>
        <w:t>The Noor of Syyeda Fatima asws was not transferred from Adam (a.s.) to Khatam (sawaw) through Prophets (a.s.) and Hujjats (a.s.) of Allah. But Allah Ta’ala bestowed it directly to Rasool Allah sawaw after calling him on Mairaj, when it was time for Syyeda to come down on the earth. And Allah Azza wa Jalla sent Salam to Syyeda Khadijatul Kubra asws as well.</w:t>
      </w:r>
    </w:p>
    <w:p w:rsidR="001A403D" w:rsidRDefault="001A403D" w:rsidP="001A403D">
      <w:pPr>
        <w:pStyle w:val="libNormal"/>
      </w:pPr>
      <w:r>
        <w:t>When Rasool Allah sawaw went to any sky, Angels (a.s.) were saying, “He is like the Noor of our Rabb”, and went into Sajdah immediately, then Jibraeel (a.s.) told them that he is Rasool Allah sawaw. It means that even infallible Angels (a.s.) can not know the reality of Masumeen asws. When Angels (a.s.) were created, at that time also they thought Masumeen asws as their Rabb, then Masumeen asws taught them how to worship Allah. Actullay Angels (a.s.) were falling in Sajdah because they remembered that Allah ordered them to do Sajdah after placing the same Noor in the forehead of Adam (a.s.).</w:t>
      </w:r>
    </w:p>
    <w:p w:rsidR="001A403D" w:rsidRDefault="001A403D" w:rsidP="001A403D">
      <w:pPr>
        <w:pStyle w:val="libNormal"/>
      </w:pPr>
      <w:r>
        <w:t>During Mairaj, Rasool Allah sawaw saw only one &amp; same Kalima written on skies, on Sidratul Muntaha, on Kursi, on Arsh and everywhere, in which Tauheed of Allah, Risalat of Rasool Allah sawaw, and Walayat of Maola Ali asws and him being Helper is mentioned. Kalima Tayyiba, Qawl-e-Sabit, Lazim Kalima-e-Taqwa, Kalima Shahadat, and Kalima Oliya of Momineen is also the same.</w:t>
      </w:r>
    </w:p>
    <w:p w:rsidR="001A403D" w:rsidRDefault="001A403D" w:rsidP="001A403D">
      <w:pPr>
        <w:pStyle w:val="libNormal"/>
      </w:pPr>
      <w:r>
        <w:t>Then on Mairaj, the conversation of Allah was (some of those holy Words): Ya Mohammad sawaw, you are My Abd and I am your Rabb. I am pleased that you are My Abd, Habeeb, Rasool, and Nabi; and I am pleased that your brother Ali asws is My Khalifa, Door, Hujjat on My servants, and Imam of My creations, and through him My friends and enemies are recognised, and through him My party and party of Shaitan is distinguished, and through him My Deen is established, and My limits are protected, and My commandments are executed, and I bestow mercy on My servants &amp; maids for the sake of Imams asws who are from your &amp; his progeny, and My Tasbeh, Tehleel, Taqdees, Takbeer, and Tehmeed will be done on the earth through your Qaim asws, and through him earth will be cleared out from My enemies, and Aoliya (a.s.) will get it in inheritance, and through him Kalima of Munkireen will be low (Sufla) and My Kalima will be high (Oliya), and through him I will resurrect My servants, and (will revive) My cities with My Knowledge through him. And I will uncover the treasures &amp; mines with My Mashiyat for him, and will reveal the secrets &amp; hidden things with My Will through him, and will help with My Angels (a.s.) so that they can help in execution of My Amr and glory of My Deen, and he is My Haqq Wali, and My True Abd is Mahdi asws.</w:t>
      </w:r>
    </w:p>
    <w:p w:rsidR="001A403D" w:rsidRDefault="001A403D" w:rsidP="001A403D">
      <w:pPr>
        <w:pStyle w:val="libNormal"/>
      </w:pPr>
      <w:r>
        <w:t>Then Rasool Allah sawaw lead Salaah for all the Prophets (a.s.) &amp; Angels (a.s.) and asked immediately after Tashahud &amp; Salam, “What do you testify?”, so all of them recited testimony of Tauheed of Allah, Risalat of Mohammad sawaw, and Walayat of Ali asws. Just after Tashahud &amp; Salam this question was asked only to assure and please Momineen that what Tashahud is being read in heavens.</w:t>
      </w:r>
    </w:p>
    <w:p w:rsidR="001A403D" w:rsidRDefault="001A403D" w:rsidP="001A403D">
      <w:pPr>
        <w:pStyle w:val="libNormal"/>
      </w:pPr>
      <w:r>
        <w:lastRenderedPageBreak/>
        <w:t>And then famous Hadees, “Salaah is Mairaj of Momin.” During Mairaj, Rasool Allah sawaw found Walayat-e-Ali asws &amp; his help written in Kalima everywhere, Allah has decorated Qaba Qaosain with the picture of Maola Ali asws, and found Maola Ali asws himself present at Qaba Qaosain as well, and Allah Azza wa Jalla spoke in the accent Imam Ali asws as well. Therefore Salaah of Momin becomes Mairaj when he recites testimony of Walayat of Ali asws &amp; Walayat of all Masumeen asws in Tashahud.</w:t>
      </w:r>
    </w:p>
    <w:p w:rsidR="001A403D" w:rsidRDefault="001A403D" w:rsidP="001A403D">
      <w:pPr>
        <w:pStyle w:val="libNormal"/>
      </w:pPr>
      <w:r>
        <w:t>2-If there is any discussion or argument about any issue among the infallible Angels (a.s.) who live near Allah, but they choose Maola Ali asws as their judge with the permission of Allah. Then those people are doomed who leave Quran &amp; Ahadees of Masumeen asws and ask Fatawa from Muqassir Mulla.</w:t>
      </w:r>
    </w:p>
    <w:p w:rsidR="001A403D" w:rsidRDefault="001A403D" w:rsidP="00385B48">
      <w:pPr>
        <w:pStyle w:val="libAr"/>
      </w:pPr>
      <w:r>
        <w:rPr>
          <w:rFonts w:hint="eastAsia"/>
          <w:rtl/>
        </w:rPr>
        <w:t>إِنۡ</w:t>
      </w:r>
      <w:r>
        <w:rPr>
          <w:rtl/>
        </w:rPr>
        <w:t xml:space="preserve"> أَحۡسَنتُمۡ أَحۡسَنتُمۡ لِأَنفُسِكُمۡ‌ۖ وَإِنۡ أَسَأۡتُمۡ فَلَهَا‌ۚ فَإِذَا جَآءَ وَعۡدُ </w:t>
      </w:r>
      <w:r>
        <w:rPr>
          <w:rFonts w:hint="cs"/>
          <w:rtl/>
        </w:rPr>
        <w:t>ٱ</w:t>
      </w:r>
      <w:r>
        <w:rPr>
          <w:rFonts w:hint="eastAsia"/>
          <w:rtl/>
        </w:rPr>
        <w:t>لۡأَخِرَةِ</w:t>
      </w:r>
      <w:r>
        <w:rPr>
          <w:rtl/>
        </w:rPr>
        <w:t xml:space="preserve"> لِيَسُـ</w:t>
      </w:r>
      <w:r>
        <w:rPr>
          <w:rFonts w:hint="cs"/>
          <w:rtl/>
        </w:rPr>
        <w:t>ۥۤ</w:t>
      </w:r>
      <w:r>
        <w:rPr>
          <w:rFonts w:hint="eastAsia"/>
          <w:rtl/>
        </w:rPr>
        <w:t>ـُٔواْ</w:t>
      </w:r>
      <w:r>
        <w:rPr>
          <w:rtl/>
        </w:rPr>
        <w:t xml:space="preserve"> وُجُوهَ</w:t>
      </w:r>
      <w:r w:rsidR="001E6BAB" w:rsidRPr="001E6BAB">
        <w:rPr>
          <w:rFonts w:hint="cs"/>
          <w:rtl/>
        </w:rPr>
        <w:t>ک</w:t>
      </w:r>
      <w:r>
        <w:rPr>
          <w:rFonts w:hint="eastAsia"/>
          <w:rtl/>
        </w:rPr>
        <w:t>مۡ</w:t>
      </w:r>
      <w:r>
        <w:rPr>
          <w:rtl/>
        </w:rPr>
        <w:t xml:space="preserve"> وَلِيَدۡخُلُواْ </w:t>
      </w:r>
      <w:r>
        <w:rPr>
          <w:rFonts w:hint="cs"/>
          <w:rtl/>
        </w:rPr>
        <w:t>ٱ</w:t>
      </w:r>
      <w:r>
        <w:rPr>
          <w:rFonts w:hint="eastAsia"/>
          <w:rtl/>
        </w:rPr>
        <w:t>لۡمَسۡجِدَ</w:t>
      </w:r>
      <w:r>
        <w:rPr>
          <w:rtl/>
        </w:rPr>
        <w:t xml:space="preserve"> </w:t>
      </w:r>
      <w:r w:rsidR="001E6BAB" w:rsidRPr="001E6BAB">
        <w:rPr>
          <w:rFonts w:hint="cs"/>
          <w:rtl/>
        </w:rPr>
        <w:t>ک</w:t>
      </w:r>
      <w:r>
        <w:rPr>
          <w:rFonts w:hint="eastAsia"/>
          <w:rtl/>
        </w:rPr>
        <w:t>مَا</w:t>
      </w:r>
      <w:r>
        <w:rPr>
          <w:rtl/>
        </w:rPr>
        <w:t xml:space="preserve"> دَخَلُوهُ أَوَّلَ مَرَّةٍ۬ وَلِيُتَبِّرُواْ مَا عَلَوۡاْ تَتۡبِيرًا (٧</w:t>
      </w:r>
      <w:r w:rsidR="009229E3">
        <w:rPr>
          <w:rtl/>
        </w:rPr>
        <w:t>)</w:t>
      </w:r>
      <w:r>
        <w:rPr>
          <w:rtl/>
        </w:rPr>
        <w:t xml:space="preserve"> عَسَىٰ رَبُّكُمۡ أَن يَرۡحَمَكُمۡ‌ۚ وَإِنۡ عُدتُّمۡ عُدۡنَا‌ۘ وَجَعَلۡنَا جَهَنَّمَ لِلۡكَـٰفِرِينَ حَصِيرًا (٨</w:t>
      </w:r>
      <w:r w:rsidR="009229E3">
        <w:rPr>
          <w:rtl/>
        </w:rPr>
        <w:t>)</w:t>
      </w:r>
    </w:p>
    <w:p w:rsidR="001A403D" w:rsidRDefault="001A403D" w:rsidP="00E36567">
      <w:pPr>
        <w:pStyle w:val="libBoldItalic"/>
      </w:pPr>
      <w:r>
        <w:t>If you do good, you do good for yourselves, and if you do evil, it is for yourselves. So, when (the time of) the second promise will come, so that they will spoil your faces, and to enter the Masjid as they entered in it the first time, and to destroy what they occupied with (total) destruction. (7) Hopefully your Rabb will have mercy on you, but if you repeat (the crime) We shall repeat (the punishment), and We have made Hell a prison for the disbelievers. (8)</w:t>
      </w:r>
    </w:p>
    <w:p w:rsidR="001A403D" w:rsidRDefault="001A403D" w:rsidP="00E36567">
      <w:pPr>
        <w:pStyle w:val="libNormal"/>
      </w:pPr>
      <w:r>
        <w:t>1-Imam Ali Raza asws said: Who narrated our Masa’ib and wept or made others to weep, his eye will not weep that Day when other eyes will be weeping, and who arranged Majlis and made alive our Amr, his heart will not die that Day when other hearts will die. And said: Allah’s saying is, “If you do good, you do good for yourselves, and if you do evil, it is for yourselves” (al-Burhan, v4, p538)</w:t>
      </w:r>
    </w:p>
    <w:p w:rsidR="001A403D" w:rsidRDefault="001A403D" w:rsidP="00E36567">
      <w:pPr>
        <w:pStyle w:val="libNormal"/>
      </w:pPr>
      <w:r>
        <w:t>2-Said about the saying of Allah, “so when the time of second promise will come” means Imam Qaim asws and their companions, “to spoil your faces” means to blacken your faces, “and to enter Masjid as they entered in it the first time” means Rasool Allah sawaw, Amirul Momineen asws and their companions, “and to destroy what they occupy as destruction is done” means to overpower you and they will kill you. Then mercy of Allah is on Aal-e-Mohammad asws and says, “Hopefully your Rabb will have mercy on you” means will help you against enemies. Then Allah addresses Bani Umayyah, “if you repeat, We will repeat” means you will come with Sufyani, We will come with Qaim asws of Aal-e-Mohammad asws, “We have made Hell a prison for the disbelievers” means will lock you up in the prison. (Tafseer Qummi, p376)</w:t>
      </w:r>
    </w:p>
    <w:p w:rsidR="001A403D" w:rsidRDefault="001A403D" w:rsidP="009229E3">
      <w:pPr>
        <w:pStyle w:val="libCenterBold1"/>
      </w:pPr>
      <w:r>
        <w:t>Lesson:</w:t>
      </w:r>
    </w:p>
    <w:p w:rsidR="001A403D" w:rsidRDefault="001A403D" w:rsidP="001A403D">
      <w:pPr>
        <w:pStyle w:val="libNormal"/>
      </w:pPr>
      <w:r>
        <w:t>1-Narrators of Masa’ib of Aal-e-Mohammad asws, who weep, and who make others to weep, will be successful on the day of Qiyamah, and those who issue Fatawa against Azadari of Imam Hussain asws and their supporters will be weeping by seeing Azaab.</w:t>
      </w:r>
    </w:p>
    <w:p w:rsidR="001A403D" w:rsidRDefault="001A403D" w:rsidP="001A403D">
      <w:pPr>
        <w:pStyle w:val="libNormal"/>
      </w:pPr>
      <w:r>
        <w:lastRenderedPageBreak/>
        <w:t>2-Imam asws has commanded to make their Amr (commands, Ahadees, Fatawa, Walayat) alive (repeat, convey, and execute) in Majalis. And who will propagate the Fatawa of deniers of Walayat, destruction is for him. If you do good by accepting the order of Maola asws, then it is good for yourself. And if you do evil by accepting the order of Mulla, then it is loss for yourself.</w:t>
      </w:r>
    </w:p>
    <w:p w:rsidR="001A403D" w:rsidRDefault="001A403D" w:rsidP="001A403D">
      <w:pPr>
        <w:pStyle w:val="libNormal"/>
      </w:pPr>
      <w:r>
        <w:t>3-After the Zahoor of Imam Qaim asws, very big opponents of Walayat-e-Ali asws will be crucified. And Imam Hussain asws will come with his companions (a.s.), and will resurrect Yazid (l.u.) and his companions to take revenge. And Imam Ali asws will also come to support Imam Hussain asws. Maola Ali asws will come again and again, last time he will come with Rasool Allah sawaw, then he will be Khalifa-tul-Arz, and all infallible Imams asws will be his governors. And government of Masumeen asws will be such that there will be no example of such government from Azal to Abad. And Allah will prevail His Deen on all religions, even if Mushrikeen (deniers, opponents, competitors of Walayat-e-Ali asws) do not like it.</w:t>
      </w:r>
    </w:p>
    <w:p w:rsidR="001A403D" w:rsidRDefault="001A403D" w:rsidP="00385B48">
      <w:pPr>
        <w:pStyle w:val="libAr"/>
      </w:pPr>
      <w:r>
        <w:rPr>
          <w:rFonts w:hint="eastAsia"/>
          <w:rtl/>
        </w:rPr>
        <w:t>إِنَّ</w:t>
      </w:r>
      <w:r>
        <w:rPr>
          <w:rtl/>
        </w:rPr>
        <w:t xml:space="preserve"> هَـٰذَا </w:t>
      </w:r>
      <w:r>
        <w:rPr>
          <w:rFonts w:hint="cs"/>
          <w:rtl/>
        </w:rPr>
        <w:t>ٱ</w:t>
      </w:r>
      <w:r>
        <w:rPr>
          <w:rFonts w:hint="eastAsia"/>
          <w:rtl/>
        </w:rPr>
        <w:t>لۡقُرۡءَانَ</w:t>
      </w:r>
      <w:r>
        <w:rPr>
          <w:rtl/>
        </w:rPr>
        <w:t xml:space="preserve"> يَ</w:t>
      </w:r>
      <w:r w:rsidR="001E6BAB" w:rsidRPr="001E6BAB">
        <w:rPr>
          <w:rFonts w:hint="cs"/>
          <w:rtl/>
        </w:rPr>
        <w:t>ه</w:t>
      </w:r>
      <w:r w:rsidRPr="00595365">
        <w:rPr>
          <w:rFonts w:hint="cs"/>
          <w:rtl/>
        </w:rPr>
        <w:t xml:space="preserve">ۡدِى لِلَّتِى هِىَ أَقۡوَمُ وَيُبَشِّرُ </w:t>
      </w:r>
      <w:r>
        <w:rPr>
          <w:rFonts w:hint="cs"/>
          <w:rtl/>
        </w:rPr>
        <w:t>ٱ</w:t>
      </w:r>
      <w:r>
        <w:rPr>
          <w:rFonts w:hint="eastAsia"/>
          <w:rtl/>
        </w:rPr>
        <w:t>لۡمُؤۡمِنِينَ</w:t>
      </w:r>
      <w:r>
        <w:rPr>
          <w:rtl/>
        </w:rPr>
        <w:t xml:space="preserve"> </w:t>
      </w:r>
      <w:r>
        <w:rPr>
          <w:rFonts w:hint="cs"/>
          <w:rtl/>
        </w:rPr>
        <w:t>ٱ</w:t>
      </w:r>
      <w:r>
        <w:rPr>
          <w:rFonts w:hint="eastAsia"/>
          <w:rtl/>
        </w:rPr>
        <w:t>لَّذِينَ</w:t>
      </w:r>
      <w:r>
        <w:rPr>
          <w:rtl/>
        </w:rPr>
        <w:t xml:space="preserve"> يَعۡمَلُونَ </w:t>
      </w:r>
      <w:r>
        <w:rPr>
          <w:rFonts w:hint="cs"/>
          <w:rtl/>
        </w:rPr>
        <w:t>ٱ</w:t>
      </w:r>
      <w:r>
        <w:rPr>
          <w:rFonts w:hint="eastAsia"/>
          <w:rtl/>
        </w:rPr>
        <w:t>لصَّـٰلِحَـٰتِ</w:t>
      </w:r>
      <w:r>
        <w:rPr>
          <w:rtl/>
        </w:rPr>
        <w:t xml:space="preserve"> أَنَّ لَهُمۡ أَجۡرً۬ا كَبِيرً۬ا (٩</w:t>
      </w:r>
      <w:r w:rsidR="009229E3">
        <w:rPr>
          <w:rtl/>
        </w:rPr>
        <w:t>)</w:t>
      </w:r>
    </w:p>
    <w:p w:rsidR="001A403D" w:rsidRDefault="001A403D" w:rsidP="00E36567">
      <w:pPr>
        <w:pStyle w:val="libBoldItalic"/>
      </w:pPr>
      <w:r>
        <w:t>Indeed this Quran guides to that which is upright, and gives good tidings to the believers who do good deeds that a great reward is for them. (9)</w:t>
      </w:r>
    </w:p>
    <w:p w:rsidR="001A403D" w:rsidRDefault="001A403D" w:rsidP="00E36567">
      <w:pPr>
        <w:pStyle w:val="libNormal"/>
      </w:pPr>
      <w:r>
        <w:t>1-Imam Jafar Sadiq asws said: The saying of Allah, “No doubt this Quran guides to that which is upright” means that it guides toward Imam asws. (al-Burhan, v4, p539)</w:t>
      </w:r>
    </w:p>
    <w:p w:rsidR="001A403D" w:rsidRDefault="001A403D" w:rsidP="00E36567">
      <w:pPr>
        <w:pStyle w:val="libNormal"/>
      </w:pPr>
      <w:r>
        <w:t>2-Imam Zainul Abideen asws said: Our Imam is infallible, his infallibility is apparent from the day he appears (in the world) from which he is recognized, therefore he is appointed by Allah, and infallible means that he holds Hablullah strongly, and Hablullah is Quran, and they both will not separate until Qiyamah. So Imam asws guides toward Quran and Quran guides toward Imam asws, and this is the saying of Allah Azza wa Jalla, “No doubt this Quran guides to that which is upright.” (al-Burhan, v4, p539)</w:t>
      </w:r>
    </w:p>
    <w:p w:rsidR="001A403D" w:rsidRDefault="001A403D" w:rsidP="00E36567">
      <w:pPr>
        <w:pStyle w:val="libNormal"/>
      </w:pPr>
      <w:r>
        <w:t>3-Imam Mohammad Baqir asws said: “No doubt this Quran guides to that which is upright.” Means that this guides toward Walayat. (al-Burhan, v4, p540)</w:t>
      </w:r>
    </w:p>
    <w:p w:rsidR="001A403D" w:rsidRDefault="001A403D" w:rsidP="009229E3">
      <w:pPr>
        <w:pStyle w:val="libCenterBold1"/>
      </w:pPr>
      <w:r>
        <w:t>Lesson:</w:t>
      </w:r>
    </w:p>
    <w:p w:rsidR="001A403D" w:rsidRDefault="001A403D" w:rsidP="001A403D">
      <w:pPr>
        <w:pStyle w:val="libNormal"/>
      </w:pPr>
      <w:r>
        <w:t>1-Quran-e-Hakeem guides toward Walayat-e-Ali asws, that is the reason Muqassir Mulla runs away from Quran saying, “Only 500 verses are enough, the rest we will do with our Fatawa.”  Muqassir Mulla neither likes Quran-e-Samit nor Quran-e-Natiq, rather he considers himself Khalifa, Hujjat, Ayat, and Wali on the basis of worship in Ibleesi Khalisi manner, and claims to be superior to Prophets (a.s.).</w:t>
      </w:r>
    </w:p>
    <w:p w:rsidR="001A403D" w:rsidRDefault="001A403D" w:rsidP="00385B48">
      <w:pPr>
        <w:pStyle w:val="libAr"/>
      </w:pPr>
      <w:r>
        <w:rPr>
          <w:rFonts w:hint="eastAsia"/>
          <w:rtl/>
        </w:rPr>
        <w:t>وَكُلَّ</w:t>
      </w:r>
      <w:r>
        <w:rPr>
          <w:rtl/>
        </w:rPr>
        <w:t xml:space="preserve"> إِنسَـٰنٍ أَلۡزَمۡنَـٰهُ طَـٰٓ</w:t>
      </w:r>
      <w:r>
        <w:rPr>
          <w:rFonts w:hint="cs"/>
          <w:rtl/>
        </w:rPr>
        <w:t>ٮِٕ</w:t>
      </w:r>
      <w:r>
        <w:rPr>
          <w:rFonts w:hint="eastAsia"/>
          <w:rtl/>
        </w:rPr>
        <w:t>رَهُ</w:t>
      </w:r>
      <w:r>
        <w:rPr>
          <w:rtl/>
        </w:rPr>
        <w:t xml:space="preserve"> </w:t>
      </w:r>
      <w:r>
        <w:rPr>
          <w:rFonts w:hint="cs"/>
          <w:rtl/>
        </w:rPr>
        <w:t>ۥ</w:t>
      </w:r>
      <w:r>
        <w:rPr>
          <w:rtl/>
        </w:rPr>
        <w:t xml:space="preserve"> فِى عُنُقِهِ</w:t>
      </w:r>
      <w:r>
        <w:rPr>
          <w:rFonts w:hint="cs"/>
          <w:rtl/>
        </w:rPr>
        <w:t>ۦ‌ۖ</w:t>
      </w:r>
      <w:r>
        <w:rPr>
          <w:rtl/>
        </w:rPr>
        <w:t xml:space="preserve"> وَنُخۡرِجُ لَهُ </w:t>
      </w:r>
      <w:r>
        <w:rPr>
          <w:rFonts w:hint="cs"/>
          <w:rtl/>
        </w:rPr>
        <w:t>ۥ</w:t>
      </w:r>
      <w:r>
        <w:rPr>
          <w:rtl/>
        </w:rPr>
        <w:t xml:space="preserve"> يَوۡمَ </w:t>
      </w:r>
      <w:r>
        <w:rPr>
          <w:rFonts w:hint="cs"/>
          <w:rtl/>
        </w:rPr>
        <w:t>ٱ</w:t>
      </w:r>
      <w:r>
        <w:rPr>
          <w:rFonts w:hint="eastAsia"/>
          <w:rtl/>
        </w:rPr>
        <w:t>لۡقِيَـٰمَةِ</w:t>
      </w:r>
      <w:r>
        <w:rPr>
          <w:rtl/>
        </w:rPr>
        <w:t xml:space="preserve"> </w:t>
      </w:r>
      <w:r w:rsidR="001E6BAB" w:rsidRPr="001E6BAB">
        <w:rPr>
          <w:rFonts w:hint="cs"/>
          <w:rtl/>
        </w:rPr>
        <w:t>ک</w:t>
      </w:r>
      <w:r>
        <w:rPr>
          <w:rFonts w:hint="eastAsia"/>
          <w:rtl/>
        </w:rPr>
        <w:t>تَـٰبً۬ا</w:t>
      </w:r>
      <w:r>
        <w:rPr>
          <w:rtl/>
        </w:rPr>
        <w:t xml:space="preserve"> يَلۡقَ</w:t>
      </w:r>
      <w:r>
        <w:rPr>
          <w:rFonts w:hint="cs"/>
          <w:rtl/>
        </w:rPr>
        <w:t>ٮٰ</w:t>
      </w:r>
      <w:r>
        <w:rPr>
          <w:rFonts w:hint="eastAsia"/>
          <w:rtl/>
        </w:rPr>
        <w:t>هُ</w:t>
      </w:r>
      <w:r>
        <w:rPr>
          <w:rtl/>
        </w:rPr>
        <w:t xml:space="preserve"> مَنشُورًا (١٣</w:t>
      </w:r>
      <w:r w:rsidR="009229E3">
        <w:rPr>
          <w:rtl/>
        </w:rPr>
        <w:t>)</w:t>
      </w:r>
    </w:p>
    <w:p w:rsidR="001A403D" w:rsidRDefault="001A403D" w:rsidP="00E36567">
      <w:pPr>
        <w:pStyle w:val="libBoldItalic"/>
      </w:pPr>
      <w:r>
        <w:t>And every human's fate have We fastened to his own neck, and We will produce for him on the Day of Qiyamah a book (of deeds) which he will find spread open. (13)</w:t>
      </w:r>
    </w:p>
    <w:p w:rsidR="001A403D" w:rsidRDefault="001A403D" w:rsidP="00E36567">
      <w:pPr>
        <w:pStyle w:val="libNormal"/>
      </w:pPr>
      <w:r>
        <w:lastRenderedPageBreak/>
        <w:t>1-Imam Jafar Sadiq asws said: Allah Ta’ala says, “And every human’s fate, We have fastened to his neck” it means Walayat. (al-Burhan, v4, p543)</w:t>
      </w:r>
    </w:p>
    <w:p w:rsidR="001A403D" w:rsidRDefault="001A403D" w:rsidP="009229E3">
      <w:pPr>
        <w:pStyle w:val="libCenterBold1"/>
      </w:pPr>
      <w:r>
        <w:t>Lesson:</w:t>
      </w:r>
    </w:p>
    <w:p w:rsidR="001A403D" w:rsidRDefault="001A403D" w:rsidP="001A403D">
      <w:pPr>
        <w:pStyle w:val="libNormal"/>
      </w:pPr>
      <w:r>
        <w:t>1-Rasool Allah sawaw said: The title of Sahifa (Deed Book) of Momin is “Love of Ali ibne Abi Talib asws”</w:t>
      </w:r>
    </w:p>
    <w:p w:rsidR="001A403D" w:rsidRDefault="001A403D" w:rsidP="001A403D">
      <w:pPr>
        <w:pStyle w:val="libNormal"/>
      </w:pPr>
      <w:r>
        <w:t>2-And the garland in the neck of Momin will be of Walayat-e-Ali asws, which is called “Ta’ira” (fate, good omen). And Deed Book of Momin will be wide open, there will be no need to hide it, because on every page Walayat-e-Ali asws will be written in bold &amp; bright.</w:t>
      </w:r>
    </w:p>
    <w:p w:rsidR="001A403D" w:rsidRDefault="001A403D" w:rsidP="001A403D">
      <w:pPr>
        <w:pStyle w:val="libNormal"/>
      </w:pPr>
      <w:r>
        <w:t>3-Blind Muqallideen will have noose of Taqleed of Muqassir Mulla in their necks, wherever opponent of Walayat &amp; Azadari Mulla will go, there animal followers will go.</w:t>
      </w:r>
    </w:p>
    <w:p w:rsidR="001A403D" w:rsidRDefault="001A403D" w:rsidP="00385B48">
      <w:pPr>
        <w:pStyle w:val="libAr"/>
      </w:pPr>
      <w:r>
        <w:rPr>
          <w:rFonts w:hint="eastAsia"/>
          <w:rtl/>
        </w:rPr>
        <w:t>وَءَاتِ</w:t>
      </w:r>
      <w:r>
        <w:rPr>
          <w:rtl/>
        </w:rPr>
        <w:t xml:space="preserve"> ذَا </w:t>
      </w:r>
      <w:r>
        <w:rPr>
          <w:rFonts w:hint="cs"/>
          <w:rtl/>
        </w:rPr>
        <w:t>ٱ</w:t>
      </w:r>
      <w:r>
        <w:rPr>
          <w:rFonts w:hint="eastAsia"/>
          <w:rtl/>
        </w:rPr>
        <w:t>لۡقُرۡبَىٰ</w:t>
      </w:r>
      <w:r>
        <w:rPr>
          <w:rtl/>
        </w:rPr>
        <w:t xml:space="preserve"> حَقَّهُ </w:t>
      </w:r>
      <w:r>
        <w:rPr>
          <w:rFonts w:hint="cs"/>
          <w:rtl/>
        </w:rPr>
        <w:t>ۥ</w:t>
      </w:r>
      <w:r>
        <w:rPr>
          <w:rtl/>
        </w:rPr>
        <w:t xml:space="preserve"> وَ</w:t>
      </w:r>
      <w:r>
        <w:rPr>
          <w:rFonts w:hint="cs"/>
          <w:rtl/>
        </w:rPr>
        <w:t>ٱ</w:t>
      </w:r>
      <w:r>
        <w:rPr>
          <w:rFonts w:hint="eastAsia"/>
          <w:rtl/>
        </w:rPr>
        <w:t>لۡمِسۡكِينَ</w:t>
      </w:r>
      <w:r>
        <w:rPr>
          <w:rtl/>
        </w:rPr>
        <w:t xml:space="preserve"> وَ</w:t>
      </w:r>
      <w:r>
        <w:rPr>
          <w:rFonts w:hint="cs"/>
          <w:rtl/>
        </w:rPr>
        <w:t>ٱ</w:t>
      </w:r>
      <w:r>
        <w:rPr>
          <w:rFonts w:hint="eastAsia"/>
          <w:rtl/>
        </w:rPr>
        <w:t>بۡنَ</w:t>
      </w:r>
      <w:r>
        <w:rPr>
          <w:rtl/>
        </w:rPr>
        <w:t xml:space="preserve"> </w:t>
      </w:r>
      <w:r>
        <w:rPr>
          <w:rFonts w:hint="cs"/>
          <w:rtl/>
        </w:rPr>
        <w:t>ٱ</w:t>
      </w:r>
      <w:r>
        <w:rPr>
          <w:rFonts w:hint="eastAsia"/>
          <w:rtl/>
        </w:rPr>
        <w:t>لسَّبِيلِ</w:t>
      </w:r>
      <w:r>
        <w:rPr>
          <w:rtl/>
        </w:rPr>
        <w:t xml:space="preserve"> وَلَا تُبَذِّرۡ تَبۡذِيرًا (٢٦</w:t>
      </w:r>
      <w:r w:rsidR="009229E3">
        <w:rPr>
          <w:rtl/>
        </w:rPr>
        <w:t>)</w:t>
      </w:r>
    </w:p>
    <w:p w:rsidR="001A403D" w:rsidRDefault="001A403D" w:rsidP="00E36567">
      <w:pPr>
        <w:pStyle w:val="libBoldItalic"/>
      </w:pPr>
      <w:r>
        <w:t>And give Qurba (near relative, kinswoman) its right, and the needy, and traveler, and do not spend wastefully. (26)</w:t>
      </w:r>
    </w:p>
    <w:p w:rsidR="001A403D" w:rsidRDefault="001A403D" w:rsidP="00E36567">
      <w:pPr>
        <w:pStyle w:val="libNormal"/>
      </w:pPr>
      <w:r>
        <w:t>1-When this verse was revealed, then Rasool Allah sawaw called Syyeda Fatima Zahra asws and said: Ya Fatima asws! This is Fadak, for which neither horses strove nor soldiers, and this is specific for me instead of Muslims, and I declare it for you because Allah has commanded me for this, so accept it for yourself and for your children. (al-Burhan, v4, p552)</w:t>
      </w:r>
    </w:p>
    <w:p w:rsidR="001A403D" w:rsidRDefault="001A403D" w:rsidP="00E36567">
      <w:pPr>
        <w:pStyle w:val="libNormal"/>
      </w:pPr>
      <w:r>
        <w:t>2-Imam Jafar Sadiq asws said about the saying of Allah, “and do not spend wastefully” means do not lose Walayat-e-Ali asws. (al-Burhan, v4, p554)</w:t>
      </w:r>
    </w:p>
    <w:p w:rsidR="001A403D" w:rsidRDefault="001A403D" w:rsidP="009229E3">
      <w:pPr>
        <w:pStyle w:val="libCenterBold1"/>
      </w:pPr>
      <w:r>
        <w:t>Lesson:</w:t>
      </w:r>
    </w:p>
    <w:p w:rsidR="001A403D" w:rsidRDefault="001A403D" w:rsidP="001A403D">
      <w:pPr>
        <w:pStyle w:val="libNormal"/>
      </w:pPr>
      <w:r>
        <w:t>1-Fadak is not a name of an orchard of date palm trees. Fadak was a big state, it borders were from Madina to Egypt, and Syria to ocean shore. Its income was in millions, which Maola Ali asws and Syyeda Fatima asws were dividing among the poor and needy, that is the reason right of Syyeda asws was usurped. Some Muqassir Mullas are agreeing that usurpation of the right of Syyeda asws was lawful (Naoozobillah). Such people are losing Walayat-e-Ali asws as well willingly and knowingly, it is their own loss.</w:t>
      </w:r>
    </w:p>
    <w:p w:rsidR="001A403D" w:rsidRDefault="001A403D" w:rsidP="001A403D">
      <w:pPr>
        <w:pStyle w:val="libNormal"/>
      </w:pPr>
      <w:r>
        <w:t>2-This verse was specifically revealed in the favour of Syyeda Fatima (Qurba) asws. In this verse needy are also from her progeny and Ibne-Sabeel are also her progeny.</w:t>
      </w:r>
    </w:p>
    <w:p w:rsidR="001A403D" w:rsidRDefault="001A403D" w:rsidP="00385B48">
      <w:pPr>
        <w:pStyle w:val="libAr"/>
      </w:pPr>
      <w:r>
        <w:rPr>
          <w:rFonts w:hint="eastAsia"/>
          <w:rtl/>
        </w:rPr>
        <w:t>وَلَا</w:t>
      </w:r>
      <w:r>
        <w:rPr>
          <w:rtl/>
        </w:rPr>
        <w:t xml:space="preserve"> تَقۡتُلُواْ </w:t>
      </w:r>
      <w:r>
        <w:rPr>
          <w:rFonts w:hint="cs"/>
          <w:rtl/>
        </w:rPr>
        <w:t>ٱ</w:t>
      </w:r>
      <w:r>
        <w:rPr>
          <w:rFonts w:hint="eastAsia"/>
          <w:rtl/>
        </w:rPr>
        <w:t>لنَّفۡسَ</w:t>
      </w:r>
      <w:r>
        <w:rPr>
          <w:rtl/>
        </w:rPr>
        <w:t xml:space="preserve"> </w:t>
      </w:r>
      <w:r>
        <w:rPr>
          <w:rFonts w:hint="cs"/>
          <w:rtl/>
        </w:rPr>
        <w:t>ٱ</w:t>
      </w:r>
      <w:r>
        <w:rPr>
          <w:rFonts w:hint="eastAsia"/>
          <w:rtl/>
        </w:rPr>
        <w:t>لَّتِى</w:t>
      </w:r>
      <w:r>
        <w:rPr>
          <w:rtl/>
        </w:rPr>
        <w:t xml:space="preserve"> حَرَّمَ </w:t>
      </w:r>
      <w:r>
        <w:rPr>
          <w:rFonts w:hint="cs"/>
          <w:rtl/>
        </w:rPr>
        <w:t>ٱ</w:t>
      </w:r>
      <w:r>
        <w:rPr>
          <w:rFonts w:hint="eastAsia"/>
          <w:rtl/>
        </w:rPr>
        <w:t>للَّهُ</w:t>
      </w:r>
      <w:r>
        <w:rPr>
          <w:rtl/>
        </w:rPr>
        <w:t xml:space="preserve"> إِلَّا بِ</w:t>
      </w:r>
      <w:r>
        <w:rPr>
          <w:rFonts w:hint="cs"/>
          <w:rtl/>
        </w:rPr>
        <w:t>ٱ</w:t>
      </w:r>
      <w:r>
        <w:rPr>
          <w:rFonts w:hint="eastAsia"/>
          <w:rtl/>
        </w:rPr>
        <w:t>لۡحَقِّ‌ۗ</w:t>
      </w:r>
      <w:r>
        <w:rPr>
          <w:rtl/>
        </w:rPr>
        <w:t xml:space="preserve"> وَمَن قُتِلَ مَظۡلُومً۬ا فَقَدۡ جَعَلۡنَا لِوَلِيِّهِ</w:t>
      </w:r>
      <w:r>
        <w:rPr>
          <w:rFonts w:hint="cs"/>
          <w:rtl/>
        </w:rPr>
        <w:t>ۦ</w:t>
      </w:r>
      <w:r>
        <w:rPr>
          <w:rtl/>
        </w:rPr>
        <w:t xml:space="preserve"> سُلۡطَـٰنً۬ا فَلَا يُسۡرِف فِّى </w:t>
      </w:r>
      <w:r>
        <w:rPr>
          <w:rFonts w:hint="cs"/>
          <w:rtl/>
        </w:rPr>
        <w:t>ٱ</w:t>
      </w:r>
      <w:r>
        <w:rPr>
          <w:rFonts w:hint="eastAsia"/>
          <w:rtl/>
        </w:rPr>
        <w:t>لۡقَتۡلِ‌ۖ</w:t>
      </w:r>
      <w:r>
        <w:rPr>
          <w:rtl/>
        </w:rPr>
        <w:t xml:space="preserve"> إِنَّهُ </w:t>
      </w:r>
      <w:r>
        <w:rPr>
          <w:rFonts w:hint="cs"/>
          <w:rtl/>
        </w:rPr>
        <w:t>ۥ</w:t>
      </w:r>
      <w:r>
        <w:rPr>
          <w:rtl/>
        </w:rPr>
        <w:t xml:space="preserve"> كَانَ مَنصُورً۬ا (٣٣</w:t>
      </w:r>
      <w:r w:rsidR="009229E3">
        <w:rPr>
          <w:rtl/>
        </w:rPr>
        <w:t>)</w:t>
      </w:r>
    </w:p>
    <w:p w:rsidR="001A403D" w:rsidRDefault="001A403D" w:rsidP="00E36567">
      <w:pPr>
        <w:pStyle w:val="libBoldItalic"/>
      </w:pPr>
      <w:r>
        <w:t>And do not kill the soul which Allah has forbidden except with right. And whoever is killed unjustly, We have given authority to his heir, but he should not exceed the limit in killing. Indeed he will be helped. (33)</w:t>
      </w:r>
    </w:p>
    <w:p w:rsidR="001A403D" w:rsidRDefault="001A403D" w:rsidP="001A403D">
      <w:pPr>
        <w:pStyle w:val="libNormal"/>
      </w:pPr>
      <w:r>
        <w:t xml:space="preserve">1-Imam Jafar Sadiq asws said about the saying of Allah, “And whoever is killed unjustly, We have given authority to his heir, but he should not exceed the limit in killing. Indeed he will be helped” that he is Qaim asws of Aal-e-Mohammad asws, when he will rise, he will take revenge of blood of Hussain asws, and if he would kill all the inhabitants of the earth it would </w:t>
      </w:r>
      <w:r>
        <w:lastRenderedPageBreak/>
        <w:t>not be exceeding limits, and this is the saying of Allah, “he will not exceed the limit” it means whatever he will do it will not be exceeding limits. By Allah, he will kill the children of murderers of Hussain asws due to the deeds of their forefathers.</w:t>
      </w:r>
    </w:p>
    <w:p w:rsidR="001A403D" w:rsidRDefault="001A403D" w:rsidP="00E36567">
      <w:pPr>
        <w:pStyle w:val="libNormal"/>
      </w:pPr>
      <w:r>
        <w:t>On an other occasion, Imam asws explained: If any person is killed in the east, and a person in the west is happy about his murder, then he is partner of murderer near Allah Azza wa Jalla. (al-Burhan, v4, p559)</w:t>
      </w:r>
    </w:p>
    <w:p w:rsidR="001A403D" w:rsidRDefault="001A403D" w:rsidP="009229E3">
      <w:pPr>
        <w:pStyle w:val="libCenterBold1"/>
      </w:pPr>
      <w:r>
        <w:t>Lesson:</w:t>
      </w:r>
    </w:p>
    <w:p w:rsidR="001A403D" w:rsidRDefault="001A403D" w:rsidP="001A403D">
      <w:pPr>
        <w:pStyle w:val="libNormal"/>
      </w:pPr>
      <w:r>
        <w:t>1-If all the people (including good, pious, worshipers, righteous ones) of the world are killed in revenge of Maola Hussain asws, it is not exceeding any limit of Allah and it is not injustice. It means that what injustice was done to Masumeen asws and what is still being done, its complete revenge can not be taken at all. Therefore Imam Qaim asws will take revenge first from unjust, then they will be killed on the day of Qiyamah, and they are getting punishment in the graves already, and then they will get punishment forever in the lowest level of Hell.</w:t>
      </w:r>
    </w:p>
    <w:p w:rsidR="001A403D" w:rsidRDefault="001A403D" w:rsidP="001A403D">
      <w:pPr>
        <w:pStyle w:val="libNormal"/>
      </w:pPr>
      <w:r>
        <w:t>2-So whoever issued Fatwa (e.g. blood shedding for Imam Hussain asws is Haraam, Sha’air-al-Hussainia are Bid’ah, etc.) against Azadari of Imam Mazloom asws, and those who are happy with such Fatawa, they are counted among the army of Yazid (l.u.).</w:t>
      </w:r>
    </w:p>
    <w:p w:rsidR="001A403D" w:rsidRDefault="001A403D" w:rsidP="00385B48">
      <w:pPr>
        <w:pStyle w:val="libAr"/>
      </w:pPr>
      <w:r>
        <w:rPr>
          <w:rFonts w:hint="eastAsia"/>
          <w:rtl/>
        </w:rPr>
        <w:t>وَلَقَدۡ</w:t>
      </w:r>
      <w:r>
        <w:rPr>
          <w:rtl/>
        </w:rPr>
        <w:t xml:space="preserve"> صَرَّفۡنَا فِى هَـٰذَا </w:t>
      </w:r>
      <w:r>
        <w:rPr>
          <w:rFonts w:hint="cs"/>
          <w:rtl/>
        </w:rPr>
        <w:t>ٱ</w:t>
      </w:r>
      <w:r>
        <w:rPr>
          <w:rFonts w:hint="eastAsia"/>
          <w:rtl/>
        </w:rPr>
        <w:t>لۡقُرۡءَانِ</w:t>
      </w:r>
      <w:r>
        <w:rPr>
          <w:rtl/>
        </w:rPr>
        <w:t xml:space="preserve"> لِيَذَّكَّرُواْ وَمَا يَزِيدُهُمۡ إِلَّا نُفُورً۬ا (٤١</w:t>
      </w:r>
      <w:r w:rsidR="009229E3">
        <w:rPr>
          <w:rtl/>
        </w:rPr>
        <w:t>)</w:t>
      </w:r>
    </w:p>
    <w:p w:rsidR="001A403D" w:rsidRDefault="001A403D" w:rsidP="00E36567">
      <w:pPr>
        <w:pStyle w:val="libBoldItalic"/>
      </w:pPr>
      <w:r>
        <w:t>And verily We have explained repeatedly in this Qur'an that they may take heed, but it does not increase them except running away (turning away). (41)</w:t>
      </w:r>
    </w:p>
    <w:p w:rsidR="001A403D" w:rsidRDefault="001A403D" w:rsidP="00E36567">
      <w:pPr>
        <w:pStyle w:val="libNormal"/>
      </w:pPr>
      <w:r>
        <w:t>1-Imam Mohammad Baqir asws said: “And certainly We have narrated again and again in this Quran so that people can do Zikr” means We have certainly mentioned (did Zikr) Ali asws in Quran, and this Zikr does not increase except their running away. (al-Burhan, v4, p567)</w:t>
      </w:r>
    </w:p>
    <w:p w:rsidR="001A403D" w:rsidRDefault="001A403D" w:rsidP="009229E3">
      <w:pPr>
        <w:pStyle w:val="libCenterBold1"/>
      </w:pPr>
      <w:r>
        <w:t>Lesson:</w:t>
      </w:r>
    </w:p>
    <w:p w:rsidR="001A403D" w:rsidRDefault="001A403D" w:rsidP="001A403D">
      <w:pPr>
        <w:pStyle w:val="libNormal"/>
      </w:pPr>
      <w:r>
        <w:t>1-In holy Quran, Allah invites toward Walayat-e-Ali asws in many ways, explained in different manners, but Najis people run as much away from the Quran, and they are writing translations &amp; exegesis themselves according to their needs &amp; wishes instead of conveying the message of the Teachers (asws) of Quran. Tafaseer of Masumeen asws were never translated purposely until recently. Why? So that public should not know what Allah &amp; Masumeen asws want, rather they should only know what Mulla wants?</w:t>
      </w:r>
    </w:p>
    <w:p w:rsidR="001A403D" w:rsidRDefault="001A403D" w:rsidP="00385B48">
      <w:pPr>
        <w:pStyle w:val="libAr"/>
      </w:pPr>
      <w:r>
        <w:rPr>
          <w:rFonts w:hint="eastAsia"/>
          <w:rtl/>
        </w:rPr>
        <w:t>وَإِذۡ</w:t>
      </w:r>
      <w:r>
        <w:rPr>
          <w:rtl/>
        </w:rPr>
        <w:t xml:space="preserve"> قُلۡنَا لَكَ إِنَّ رَبَّكَ أَحَاطَ بِ</w:t>
      </w:r>
      <w:r>
        <w:rPr>
          <w:rFonts w:hint="cs"/>
          <w:rtl/>
        </w:rPr>
        <w:t>ٱ</w:t>
      </w:r>
      <w:r>
        <w:rPr>
          <w:rFonts w:hint="eastAsia"/>
          <w:rtl/>
        </w:rPr>
        <w:t>لنَّاسِ‌ۚ</w:t>
      </w:r>
      <w:r>
        <w:rPr>
          <w:rtl/>
        </w:rPr>
        <w:t xml:space="preserve"> وَمَا جَعَلۡنَا </w:t>
      </w:r>
      <w:r>
        <w:rPr>
          <w:rFonts w:hint="cs"/>
          <w:rtl/>
        </w:rPr>
        <w:t>ٱ</w:t>
      </w:r>
      <w:r>
        <w:rPr>
          <w:rFonts w:hint="eastAsia"/>
          <w:rtl/>
        </w:rPr>
        <w:t>لرُّءۡيَا</w:t>
      </w:r>
      <w:r>
        <w:rPr>
          <w:rtl/>
        </w:rPr>
        <w:t xml:space="preserve"> </w:t>
      </w:r>
      <w:r>
        <w:rPr>
          <w:rFonts w:hint="cs"/>
          <w:rtl/>
        </w:rPr>
        <w:t>ٱ</w:t>
      </w:r>
      <w:r>
        <w:rPr>
          <w:rFonts w:hint="eastAsia"/>
          <w:rtl/>
        </w:rPr>
        <w:t>لَّتِىٓ</w:t>
      </w:r>
      <w:r>
        <w:rPr>
          <w:rtl/>
        </w:rPr>
        <w:t xml:space="preserve"> أَرَيۡنَـٰكَ إِلَّا فِتۡنَةً۬ لِّلنَّاسِ وَ</w:t>
      </w:r>
      <w:r>
        <w:rPr>
          <w:rFonts w:hint="cs"/>
          <w:rtl/>
        </w:rPr>
        <w:t>ٱ</w:t>
      </w:r>
      <w:r>
        <w:rPr>
          <w:rFonts w:hint="eastAsia"/>
          <w:rtl/>
        </w:rPr>
        <w:t>لشَّجَرَةَ</w:t>
      </w:r>
      <w:r>
        <w:rPr>
          <w:rtl/>
        </w:rPr>
        <w:t xml:space="preserve"> </w:t>
      </w:r>
      <w:r>
        <w:rPr>
          <w:rFonts w:hint="cs"/>
          <w:rtl/>
        </w:rPr>
        <w:t>ٱ</w:t>
      </w:r>
      <w:r>
        <w:rPr>
          <w:rFonts w:hint="eastAsia"/>
          <w:rtl/>
        </w:rPr>
        <w:t>لۡمَلۡعُونَةَ</w:t>
      </w:r>
      <w:r>
        <w:rPr>
          <w:rtl/>
        </w:rPr>
        <w:t xml:space="preserve"> فِى </w:t>
      </w:r>
      <w:r>
        <w:rPr>
          <w:rFonts w:hint="cs"/>
          <w:rtl/>
        </w:rPr>
        <w:t>ٱ</w:t>
      </w:r>
      <w:r>
        <w:rPr>
          <w:rFonts w:hint="eastAsia"/>
          <w:rtl/>
        </w:rPr>
        <w:t>لۡقُرۡءَانِ‌ۚ</w:t>
      </w:r>
      <w:r>
        <w:rPr>
          <w:rtl/>
        </w:rPr>
        <w:t xml:space="preserve"> وَنُخَوِّفُهُمۡ فَمَا يَزِيدُهُمۡ إِلَّا طُغۡيَـٰنً۬ا كَبِيرً۬ا (٦٠</w:t>
      </w:r>
      <w:r w:rsidR="009229E3">
        <w:rPr>
          <w:rtl/>
        </w:rPr>
        <w:t>)</w:t>
      </w:r>
    </w:p>
    <w:p w:rsidR="001A403D" w:rsidRDefault="001A403D" w:rsidP="00E36567">
      <w:pPr>
        <w:pStyle w:val="libBoldItalic"/>
      </w:pPr>
      <w:r>
        <w:t>And when we told you: Certainly your Rabb has encompassed (surrounded) the people, and We did not make the sight which We showed you except as a trial for the poeple, the Accursed Tree in the Quran. And We warn them, but it does not increase in them except great transgression. (60)</w:t>
      </w:r>
    </w:p>
    <w:p w:rsidR="001A403D" w:rsidRDefault="001A403D" w:rsidP="00E36567">
      <w:pPr>
        <w:pStyle w:val="libNormal"/>
      </w:pPr>
      <w:r>
        <w:lastRenderedPageBreak/>
        <w:t>1-Imam Jafar Sadiq asws said: One day Rasool Allah sawaw woke up sad and grieved. It was asked: Ya Rasool Allah sawaw, what is the matter? Said: I saw at night, children of Banu Umayyah on my pulpit, then I asked, “O my Rabb, will this happen in front of me?”, Allah said, “No, but it will happen after you.” (al-Burhan, v4, p574)</w:t>
      </w:r>
    </w:p>
    <w:p w:rsidR="001A403D" w:rsidRDefault="001A403D" w:rsidP="00E36567">
      <w:pPr>
        <w:pStyle w:val="libNormal"/>
      </w:pPr>
      <w:r>
        <w:t>2-Rasool Allah sawaw said: I saw in dream that Bani Hakam or Bani Aas are jumping on my pulpit like monkeys jump around. Thus Rasool Allah sawaw was in anger and grief, and then never became happy or smiled. (al-Burhan, v4, p576)</w:t>
      </w:r>
    </w:p>
    <w:p w:rsidR="001A403D" w:rsidRDefault="001A403D" w:rsidP="009229E3">
      <w:pPr>
        <w:pStyle w:val="libCenterBold1"/>
      </w:pPr>
      <w:r>
        <w:t>Lesson:</w:t>
      </w:r>
    </w:p>
    <w:p w:rsidR="001A403D" w:rsidRDefault="001A403D" w:rsidP="001A403D">
      <w:pPr>
        <w:pStyle w:val="libNormal"/>
      </w:pPr>
      <w:r>
        <w:t>1-From his pulpit, Rasool Allah sawaw used to narrate merits &amp; virtues of Maola Ali asws and Aal-e-Mohammad asws, and companions like Hissaan (r.a.) used to recite Qasa’id (laudatory poems) of Maola Ali asws from the pulpit. So the usage of pulpit is to proclaim Walayat of Masumeen asws. So when Rasool Allah sawaw saw the enemies on his pulpit misguiding people, he became sad.</w:t>
      </w:r>
    </w:p>
    <w:p w:rsidR="001A403D" w:rsidRDefault="001A403D" w:rsidP="001A403D">
      <w:pPr>
        <w:pStyle w:val="libNormal"/>
      </w:pPr>
      <w:r>
        <w:t>2-Momineen should be alert, if they see anyone speaking against Walayat, Azadari, or infallibility &amp; authority of Masumeen asws from the pulpit, then they should know for sure that this Mulla on pulpit is a member of the Accursed Tree (Shajarah-tal-Mal’oonah) and he is actually disfigured monkey in the sight of Allah, and his worship is not Ibadat but jumping around like animals. When such members of Mal’oon progeny hear Quranic verses and Ahadees about Walayat, their transgression increases.</w:t>
      </w:r>
    </w:p>
    <w:p w:rsidR="001A403D" w:rsidRDefault="001A403D" w:rsidP="00385B48">
      <w:pPr>
        <w:pStyle w:val="libAr"/>
      </w:pPr>
      <w:r>
        <w:rPr>
          <w:rFonts w:hint="eastAsia"/>
          <w:rtl/>
        </w:rPr>
        <w:t>وَ</w:t>
      </w:r>
      <w:r>
        <w:rPr>
          <w:rFonts w:hint="cs"/>
          <w:rtl/>
        </w:rPr>
        <w:t>ٱ</w:t>
      </w:r>
      <w:r>
        <w:rPr>
          <w:rFonts w:hint="eastAsia"/>
          <w:rtl/>
        </w:rPr>
        <w:t>سۡتَفۡزِزۡ</w:t>
      </w:r>
      <w:r>
        <w:rPr>
          <w:rtl/>
        </w:rPr>
        <w:t xml:space="preserve"> مَنِ </w:t>
      </w:r>
      <w:r>
        <w:rPr>
          <w:rFonts w:hint="cs"/>
          <w:rtl/>
        </w:rPr>
        <w:t>ٱ</w:t>
      </w:r>
      <w:r>
        <w:rPr>
          <w:rFonts w:hint="eastAsia"/>
          <w:rtl/>
        </w:rPr>
        <w:t>سۡتَطَعۡتَ</w:t>
      </w:r>
      <w:r>
        <w:rPr>
          <w:rtl/>
        </w:rPr>
        <w:t xml:space="preserve"> مِنۡ</w:t>
      </w:r>
      <w:r w:rsidR="001E6BAB" w:rsidRPr="001E6BAB">
        <w:rPr>
          <w:rFonts w:hint="cs"/>
          <w:rtl/>
        </w:rPr>
        <w:t>ه</w:t>
      </w:r>
      <w:r w:rsidRPr="00595365">
        <w:rPr>
          <w:rFonts w:hint="cs"/>
          <w:rtl/>
        </w:rPr>
        <w:t>م بِصَوۡتِكَ وَأَجۡلِبۡ عَلَيۡ</w:t>
      </w:r>
      <w:r w:rsidR="001E6BAB" w:rsidRPr="001E6BAB">
        <w:rPr>
          <w:rFonts w:hint="cs"/>
          <w:rtl/>
        </w:rPr>
        <w:t>ه</w:t>
      </w:r>
      <w:r w:rsidRPr="00595365">
        <w:rPr>
          <w:rFonts w:hint="cs"/>
          <w:rtl/>
        </w:rPr>
        <w:t xml:space="preserve">م بِخَيۡلِكَ وَرَجِلِكَ وَشَارِكۡهُمۡ فِى </w:t>
      </w:r>
      <w:r>
        <w:rPr>
          <w:rFonts w:hint="cs"/>
          <w:rtl/>
        </w:rPr>
        <w:t>ٱ</w:t>
      </w:r>
      <w:r>
        <w:rPr>
          <w:rFonts w:hint="eastAsia"/>
          <w:rtl/>
        </w:rPr>
        <w:t>لۡأَمۡوَ</w:t>
      </w:r>
      <w:r w:rsidR="005B7B9E" w:rsidRPr="005B7B9E">
        <w:rPr>
          <w:rFonts w:hint="cs"/>
          <w:rtl/>
        </w:rPr>
        <w:t>ا</w:t>
      </w:r>
      <w:r>
        <w:rPr>
          <w:rFonts w:hint="eastAsia"/>
          <w:rtl/>
        </w:rPr>
        <w:t>لِ</w:t>
      </w:r>
      <w:r>
        <w:rPr>
          <w:rtl/>
        </w:rPr>
        <w:t xml:space="preserve"> وَ</w:t>
      </w:r>
      <w:r>
        <w:rPr>
          <w:rFonts w:hint="cs"/>
          <w:rtl/>
        </w:rPr>
        <w:t>ٱ</w:t>
      </w:r>
      <w:r>
        <w:rPr>
          <w:rFonts w:hint="eastAsia"/>
          <w:rtl/>
        </w:rPr>
        <w:t>لۡأَوۡلَـٰدِ</w:t>
      </w:r>
      <w:r>
        <w:rPr>
          <w:rtl/>
        </w:rPr>
        <w:t xml:space="preserve"> وَعِدۡهُمۡ‌ۚ وَمَا يَعِدُهُمُ </w:t>
      </w:r>
      <w:r>
        <w:rPr>
          <w:rFonts w:hint="cs"/>
          <w:rtl/>
        </w:rPr>
        <w:t>ٱ</w:t>
      </w:r>
      <w:r>
        <w:rPr>
          <w:rFonts w:hint="eastAsia"/>
          <w:rtl/>
        </w:rPr>
        <w:t>لشَّيۡطَـٰنُ</w:t>
      </w:r>
      <w:r>
        <w:rPr>
          <w:rtl/>
        </w:rPr>
        <w:t xml:space="preserve"> إِلَّا غُرُورًا (٦٤</w:t>
      </w:r>
      <w:r w:rsidR="009229E3">
        <w:rPr>
          <w:rtl/>
        </w:rPr>
        <w:t>)</w:t>
      </w:r>
    </w:p>
    <w:p w:rsidR="001A403D" w:rsidRDefault="001A403D" w:rsidP="00E36567">
      <w:pPr>
        <w:pStyle w:val="libBoldItalic"/>
      </w:pPr>
      <w:r>
        <w:t>And excite whoever you can among them with your voice, and attack them with your horses and foot soldiers, and be a partner in their wealth and children, and promise them. And Shaitan does not promise them except  deceit. (64)</w:t>
      </w:r>
    </w:p>
    <w:p w:rsidR="001A403D" w:rsidRDefault="001A403D" w:rsidP="00E36567">
      <w:pPr>
        <w:pStyle w:val="libNormal"/>
      </w:pPr>
      <w:r>
        <w:t>1-Whatever wealth is Haraam, it is (earned) with the partnership of Shaitan, and then a woman is brought with that wealth, and Nikah is done with her, then children are born from her, so that (children) is from the partnership of Shaitan, just as it is his children, and when man is in privacy then Shaitan is with him, so children are from Shaitan &amp; that man, so it is illegitimate. (Tafseer Qummi, p381)</w:t>
      </w:r>
    </w:p>
    <w:p w:rsidR="001A403D" w:rsidRDefault="001A403D" w:rsidP="00E36567">
      <w:pPr>
        <w:pStyle w:val="libNormal"/>
      </w:pPr>
      <w:r>
        <w:t>2-“and be partner in their wealth and children” so Shaitan comes and sit next to the woman like her husband, and converses in the same way as her husband talks, and does Nikah with her as he does. It was asked: Then with which thing it can be known? Imam asws said: With our love and our jealousy, thus who loves us, he is child of his father, and who keeps grudge with us he is child of Shaitan. (Imam Jafar Sadiq asws) (al-Burhan, v4, p577)</w:t>
      </w:r>
    </w:p>
    <w:p w:rsidR="001A403D" w:rsidRDefault="001A403D" w:rsidP="009229E3">
      <w:pPr>
        <w:pStyle w:val="libCenterBold1"/>
      </w:pPr>
      <w:r>
        <w:t>Lesson:</w:t>
      </w:r>
    </w:p>
    <w:p w:rsidR="001A403D" w:rsidRDefault="001A403D" w:rsidP="001A403D">
      <w:pPr>
        <w:pStyle w:val="libNormal"/>
      </w:pPr>
      <w:r>
        <w:t xml:space="preserve">1-Illegitimate progeny of Shajarah-tal-Maloonah product of Iblees &amp; company, can not oppose Aal-e-Mohammad asws openly, so they have </w:t>
      </w:r>
      <w:r>
        <w:lastRenderedPageBreak/>
        <w:t>entered in disguise among Momineen, and now they are exciting weak-faith people to oppose Walayat, Azadari, Jaloos, Sha’airul Hussainia, and paying homage by blood shedding, by using different ways and tricks. When Najis blood of such people is exited, then their transgression increases. So whoever opposes Aal-e-Mohammad asws in any manner, be sure that he is result of partnership of Shaitan.</w:t>
      </w:r>
    </w:p>
    <w:p w:rsidR="001A403D" w:rsidRDefault="001A403D" w:rsidP="00385B48">
      <w:pPr>
        <w:pStyle w:val="libAr"/>
      </w:pPr>
      <w:r>
        <w:rPr>
          <w:rFonts w:hint="eastAsia"/>
          <w:rtl/>
        </w:rPr>
        <w:t>يَوۡمَ</w:t>
      </w:r>
      <w:r>
        <w:rPr>
          <w:rtl/>
        </w:rPr>
        <w:t xml:space="preserve"> نَدۡعُواْ </w:t>
      </w:r>
      <w:r w:rsidR="001E6BAB" w:rsidRPr="001E6BAB">
        <w:rPr>
          <w:rFonts w:hint="cs"/>
          <w:rtl/>
        </w:rPr>
        <w:t>ک</w:t>
      </w:r>
      <w:r>
        <w:rPr>
          <w:rFonts w:hint="eastAsia"/>
          <w:rtl/>
        </w:rPr>
        <w:t>لَّ</w:t>
      </w:r>
      <w:r>
        <w:rPr>
          <w:rtl/>
        </w:rPr>
        <w:t xml:space="preserve"> أُنَاسِۭ بِإِمَـٰمِهِمۡ‌ۖ فَمَنۡ أُوتِىَ </w:t>
      </w:r>
      <w:r w:rsidR="001E6BAB" w:rsidRPr="001E6BAB">
        <w:rPr>
          <w:rFonts w:hint="cs"/>
          <w:rtl/>
        </w:rPr>
        <w:t>ک</w:t>
      </w:r>
      <w:r>
        <w:rPr>
          <w:rFonts w:hint="eastAsia"/>
          <w:rtl/>
        </w:rPr>
        <w:t>تَـٰبَهُ</w:t>
      </w:r>
      <w:r>
        <w:rPr>
          <w:rtl/>
        </w:rPr>
        <w:t xml:space="preserve"> </w:t>
      </w:r>
      <w:r>
        <w:rPr>
          <w:rFonts w:hint="cs"/>
          <w:rtl/>
        </w:rPr>
        <w:t>ۥ</w:t>
      </w:r>
      <w:r>
        <w:rPr>
          <w:rtl/>
        </w:rPr>
        <w:t xml:space="preserve"> بِيَمِينِهِ</w:t>
      </w:r>
      <w:r>
        <w:rPr>
          <w:rFonts w:hint="cs"/>
          <w:rtl/>
        </w:rPr>
        <w:t>ۦ</w:t>
      </w:r>
      <w:r>
        <w:rPr>
          <w:rtl/>
        </w:rPr>
        <w:t xml:space="preserve"> فَأُوْلَـٰٓ</w:t>
      </w:r>
      <w:r>
        <w:rPr>
          <w:rFonts w:hint="cs"/>
          <w:rtl/>
        </w:rPr>
        <w:t>ٮِٕ</w:t>
      </w:r>
      <w:r>
        <w:rPr>
          <w:rFonts w:hint="eastAsia"/>
          <w:rtl/>
        </w:rPr>
        <w:t>كَ</w:t>
      </w:r>
      <w:r>
        <w:rPr>
          <w:rtl/>
        </w:rPr>
        <w:t xml:space="preserve"> يَقۡرَءُونَ </w:t>
      </w:r>
      <w:r w:rsidR="001E6BAB" w:rsidRPr="001E6BAB">
        <w:rPr>
          <w:rFonts w:hint="cs"/>
          <w:rtl/>
        </w:rPr>
        <w:t>ک</w:t>
      </w:r>
      <w:r>
        <w:rPr>
          <w:rFonts w:hint="eastAsia"/>
          <w:rtl/>
        </w:rPr>
        <w:t>تَـٰبَهُمۡ</w:t>
      </w:r>
      <w:r>
        <w:rPr>
          <w:rtl/>
        </w:rPr>
        <w:t xml:space="preserve"> وَلَا يُظۡلَمُونَ فَتِيلاً۬ (٧١</w:t>
      </w:r>
      <w:r w:rsidR="009229E3">
        <w:rPr>
          <w:rtl/>
        </w:rPr>
        <w:t>)</w:t>
      </w:r>
    </w:p>
    <w:p w:rsidR="001A403D" w:rsidRDefault="001A403D" w:rsidP="00E36567">
      <w:pPr>
        <w:pStyle w:val="libBoldItalic"/>
      </w:pPr>
      <w:r>
        <w:t>On the day when We shall summon all people with their Imam, so whoever is given his book in his right hand - those will read their book and injustice will not be done to them even equal to a thread. (71)</w:t>
      </w:r>
    </w:p>
    <w:p w:rsidR="001A403D" w:rsidRDefault="001A403D" w:rsidP="00E36567">
      <w:pPr>
        <w:pStyle w:val="libNormal"/>
      </w:pPr>
      <w:r>
        <w:t>1-Imam Mohammad Baqir asws said: When this verse, “On the day when We will call all peoples with their Imam” was revealed then Muslims asked: Ya Rasool Allah sawaw, are you Imam of all the people? Rasool Allah sawas said: I am Rasool for all mankind, but after me from my Ahlul Bait asws there are Imams asws for the people from Allah, they will rise (do Qiyam) among the people but they will belie them, and Imams of Kufr &amp; misguidance and their Shias will do injustice to them (asws). Thus who loved them and obeyed them, and gave their testimony, he is from me and will be with me, and will meet me. Beware, whoever did injustice to them, and belied them, then he is not from me, and will not be with me, and I am immune to him. (al-Burhan, v4, p583)</w:t>
      </w:r>
    </w:p>
    <w:p w:rsidR="001A403D" w:rsidRDefault="001A403D" w:rsidP="009229E3">
      <w:pPr>
        <w:pStyle w:val="libCenterBold1"/>
      </w:pPr>
      <w:r>
        <w:t>Lesson:</w:t>
      </w:r>
    </w:p>
    <w:p w:rsidR="001A403D" w:rsidRDefault="001A403D" w:rsidP="001A403D">
      <w:pPr>
        <w:pStyle w:val="libNormal"/>
      </w:pPr>
      <w:r>
        <w:t>1-There are many Ahadees in Tafseer of this verse: All the people who die in the time of an Imam, they will come in Qiyamah with the same Imam. Who gained Marifat of Imam Qaim asws, but died before his Zahoor, then he is as he is included in his army, rather under the shadow of his flag or he got martyrdom in the company of Rasool Allah sawaw. Whoever died without Imam (asws), he died the death of ignorance. On the day of Qiyamah Allah will say to infallible Imams asws: Pass your Shias on Sirat and enter them into Paradise without account. Then disobedient corrupt Imams will be summoned, Yazid (l.u.) will be among them as well, and they will be told: Hold the hands of your Shias and enter into Fire without account. Who made lizard his Imam in jealousy of Ali asws, he will come with that lizard on the day of Qiyamah.</w:t>
      </w:r>
    </w:p>
    <w:p w:rsidR="001A403D" w:rsidRDefault="001A403D" w:rsidP="001A403D">
      <w:pPr>
        <w:pStyle w:val="libNormal"/>
      </w:pPr>
      <w:r>
        <w:t>2-It means who made a fallible Mulla his Imam, in spite of Imam Qaim asws being Hazir Nazir, and listened to that Mulla in spite of Quran &amp; Hadees being available, on the day of Qiyamah he will be forced to go behind that Mulla, wherever Mulla will be ordered to go. That day no excuse &amp; reasoning will work, that Mulla was Wakeel &amp; Na’ib of Imam asws. (but who made him? Self-made, home-made, Satan-made designations does not work in the court of Allah)</w:t>
      </w:r>
    </w:p>
    <w:p w:rsidR="001A403D" w:rsidRDefault="001A403D" w:rsidP="001A403D">
      <w:pPr>
        <w:pStyle w:val="libNormal"/>
      </w:pPr>
      <w:r>
        <w:t>How one can make a Mulla as his Rahber &amp; Rah’numa (Hadi &amp; Imam) while Imam Qaim asws is Hazir Nazir. One heart can only have one Love: Love of Maola asws or love of Mulla.</w:t>
      </w:r>
    </w:p>
    <w:p w:rsidR="001A403D" w:rsidRDefault="001A403D" w:rsidP="00385B48">
      <w:pPr>
        <w:pStyle w:val="libAr"/>
      </w:pPr>
      <w:r>
        <w:rPr>
          <w:rFonts w:hint="eastAsia"/>
          <w:rtl/>
        </w:rPr>
        <w:lastRenderedPageBreak/>
        <w:t>وَمَن</w:t>
      </w:r>
      <w:r>
        <w:rPr>
          <w:rtl/>
        </w:rPr>
        <w:t xml:space="preserve"> كَانَ فِى هَـٰذِهِ</w:t>
      </w:r>
      <w:r>
        <w:rPr>
          <w:rFonts w:hint="cs"/>
          <w:rtl/>
        </w:rPr>
        <w:t>ۦۤ</w:t>
      </w:r>
      <w:r>
        <w:rPr>
          <w:rtl/>
        </w:rPr>
        <w:t xml:space="preserve"> أَعۡمَىٰ فَهُوَ فِى </w:t>
      </w:r>
      <w:r>
        <w:rPr>
          <w:rFonts w:hint="cs"/>
          <w:rtl/>
        </w:rPr>
        <w:t>ٱ</w:t>
      </w:r>
      <w:r>
        <w:rPr>
          <w:rFonts w:hint="eastAsia"/>
          <w:rtl/>
        </w:rPr>
        <w:t>لۡأَخِرَةِ</w:t>
      </w:r>
      <w:r>
        <w:rPr>
          <w:rtl/>
        </w:rPr>
        <w:t xml:space="preserve"> أَعۡمَىٰ وَأَضَلُّ سَبِيلاً۬ (٧٢</w:t>
      </w:r>
      <w:r w:rsidR="009229E3">
        <w:rPr>
          <w:rtl/>
        </w:rPr>
        <w:t>)</w:t>
      </w:r>
    </w:p>
    <w:p w:rsidR="001A403D" w:rsidRDefault="001A403D" w:rsidP="00E36567">
      <w:pPr>
        <w:pStyle w:val="libBoldItalic"/>
      </w:pPr>
      <w:r>
        <w:t>And whoever is blind in this (life of world) he will be blind in the Hereafter, and more astray from the Sabeel. (72)</w:t>
      </w:r>
    </w:p>
    <w:p w:rsidR="001A403D" w:rsidRDefault="001A403D" w:rsidP="00E36567">
      <w:pPr>
        <w:pStyle w:val="libNormal"/>
      </w:pPr>
      <w:r>
        <w:t>1-Amirul Momineen asws said: The most blind of all is he who closes eyes from our Faza’il, and stands in our animosity without any crime which we would have done for him. We only invited him to Haqq. And our competitors (who claim equality to infallibles) invited him to corruption and world, so he went towards them, and adopted our animosity, did not keep relation with us. (Tafseer Safi, v2, p366)</w:t>
      </w:r>
    </w:p>
    <w:p w:rsidR="001A403D" w:rsidRDefault="001A403D" w:rsidP="009229E3">
      <w:pPr>
        <w:pStyle w:val="libCenterBold1"/>
      </w:pPr>
      <w:r>
        <w:t>Lesson:</w:t>
      </w:r>
    </w:p>
    <w:p w:rsidR="001A403D" w:rsidRDefault="001A403D" w:rsidP="001A403D">
      <w:pPr>
        <w:pStyle w:val="libNormal"/>
      </w:pPr>
      <w:r>
        <w:t>1-Who conceals the Ayaat &amp; Ahadees about Walayat-e-Ali asws, they are the most blind &amp; misguided, and they will be resurrected blind &amp; deaf on the day of Qiyamah, and they will wander around in the torments of Qiyamah.</w:t>
      </w:r>
    </w:p>
    <w:p w:rsidR="00595365" w:rsidRDefault="001A403D" w:rsidP="00385B48">
      <w:pPr>
        <w:pStyle w:val="libAr"/>
      </w:pPr>
      <w:r>
        <w:rPr>
          <w:rFonts w:hint="eastAsia"/>
          <w:rtl/>
        </w:rPr>
        <w:t>وَقُل</w:t>
      </w:r>
      <w:r>
        <w:rPr>
          <w:rtl/>
        </w:rPr>
        <w:t xml:space="preserve"> رَّبِّ أَدۡخِلۡنِى مُدۡخَلَ صِدۡقٍ۬ وَأَخۡرِجۡنِى مُخۡرَجَ صِدۡقٍ۬ وَ</w:t>
      </w:r>
      <w:r>
        <w:rPr>
          <w:rFonts w:hint="cs"/>
          <w:rtl/>
        </w:rPr>
        <w:t>ٱ</w:t>
      </w:r>
      <w:r>
        <w:rPr>
          <w:rFonts w:hint="eastAsia"/>
          <w:rtl/>
        </w:rPr>
        <w:t>جۡعَل</w:t>
      </w:r>
      <w:r>
        <w:rPr>
          <w:rtl/>
        </w:rPr>
        <w:t xml:space="preserve"> لِّى مِن لَّدُنكَ سُلۡطَـٰنً۬ا نَّصِيرً۬ا (٨٠</w:t>
      </w:r>
      <w:r w:rsidR="009229E3">
        <w:rPr>
          <w:rtl/>
        </w:rPr>
        <w:t>)</w:t>
      </w:r>
    </w:p>
    <w:p w:rsidR="001A403D" w:rsidRDefault="001A403D" w:rsidP="00E36567">
      <w:pPr>
        <w:pStyle w:val="libBoldItalic"/>
      </w:pPr>
      <w:r>
        <w:t>And say: My Rabb! Cause me to enter with true incoming and cause me to exit with true outgoing. And grant me from Your presence a Powerful Helper. (80)</w:t>
      </w:r>
    </w:p>
    <w:p w:rsidR="001A403D" w:rsidRDefault="001A403D" w:rsidP="00E36567">
      <w:pPr>
        <w:pStyle w:val="libNormal"/>
      </w:pPr>
      <w:r>
        <w:t>1-Ibne Abbas (r.a.) narrated about this verse: Certainly Allah accepted Dua of His Nabi sawaw, and granted him Ali ibne Abi Talib asws Sultan (Authoritative powerful), who helped and supported him against enemies. (al-Burhan, v4, p609)</w:t>
      </w:r>
    </w:p>
    <w:p w:rsidR="001A403D" w:rsidRDefault="001A403D" w:rsidP="009229E3">
      <w:pPr>
        <w:pStyle w:val="libCenterBold1"/>
      </w:pPr>
      <w:r>
        <w:t>Lesson:</w:t>
      </w:r>
    </w:p>
    <w:p w:rsidR="001A403D" w:rsidRDefault="001A403D" w:rsidP="001A403D">
      <w:pPr>
        <w:pStyle w:val="libNormal"/>
      </w:pPr>
      <w:r>
        <w:t>1-Rasool Allah sawaw is Habeeb of Qadir-e-Mutliq, Allah Azza wa Jalla himself tells him to ask for Ali asws, so that people should know that Sultan-e-Naseer came from Allah, and a proof &amp; reason should be established until Qiyamah against the deniers of “Ya Ali asws Adrikni” in holy Quran.</w:t>
      </w:r>
    </w:p>
    <w:p w:rsidR="001A403D" w:rsidRDefault="001A403D" w:rsidP="001A403D">
      <w:pPr>
        <w:pStyle w:val="libNormal"/>
      </w:pPr>
      <w:r>
        <w:t>2-Iblees denied to do Sajdah to Adam (a.s.), he was convinced that Sajdah is only purely for Allah. Similarly his followers Muqassireen ask direct help from Allah instead of Sultan-e-Naseer Ali Waliullah asws. Their punishment is that they neither have Wali &amp; Naseer in this world, nor they will have any Wali &amp; Naseer in the Hereafter. For the same reason Allah has written on the Arsh as well, “I have helped My Habeeb Mohammad sawaw through Ali ibne Abi Talib asws”, so that any Zunni Daleel should not be left for the followers of Shaitan. Allah the Powerful &amp; Wise wants to see who obeys His commandment and who wants to teach Tauheed to Allah. In the heavens &amp; the earth, on Kursi &amp; Arsh, at Sidratul-Muntaha &amp; Qaba Qaosain, everywhere Sultan-e-Naseer is only and only Ali asws, who is the expressor of the Attributes of Allah. After the Zahoor of Qaim asws as well, Maola Ali asws is the Helper.</w:t>
      </w:r>
    </w:p>
    <w:p w:rsidR="001A403D" w:rsidRDefault="001A403D" w:rsidP="00385B48">
      <w:pPr>
        <w:pStyle w:val="libAr"/>
      </w:pPr>
      <w:r>
        <w:rPr>
          <w:rFonts w:hint="eastAsia"/>
          <w:rtl/>
        </w:rPr>
        <w:t>وَقُلۡ</w:t>
      </w:r>
      <w:r>
        <w:rPr>
          <w:rtl/>
        </w:rPr>
        <w:t xml:space="preserve"> جَآءَ </w:t>
      </w:r>
      <w:r>
        <w:rPr>
          <w:rFonts w:hint="cs"/>
          <w:rtl/>
        </w:rPr>
        <w:t>ٱ</w:t>
      </w:r>
      <w:r>
        <w:rPr>
          <w:rFonts w:hint="eastAsia"/>
          <w:rtl/>
        </w:rPr>
        <w:t>لۡحَقُّ</w:t>
      </w:r>
      <w:r>
        <w:rPr>
          <w:rtl/>
        </w:rPr>
        <w:t xml:space="preserve"> وَزَهَقَ </w:t>
      </w:r>
      <w:r>
        <w:rPr>
          <w:rFonts w:hint="cs"/>
          <w:rtl/>
        </w:rPr>
        <w:t>ٱ</w:t>
      </w:r>
      <w:r>
        <w:rPr>
          <w:rFonts w:hint="eastAsia"/>
          <w:rtl/>
        </w:rPr>
        <w:t>لۡبَـٰطِلُ‌ۚ</w:t>
      </w:r>
      <w:r>
        <w:rPr>
          <w:rtl/>
        </w:rPr>
        <w:t xml:space="preserve"> إِنَّ </w:t>
      </w:r>
      <w:r>
        <w:rPr>
          <w:rFonts w:hint="cs"/>
          <w:rtl/>
        </w:rPr>
        <w:t>ٱ</w:t>
      </w:r>
      <w:r>
        <w:rPr>
          <w:rFonts w:hint="eastAsia"/>
          <w:rtl/>
        </w:rPr>
        <w:t>لۡبَـٰطِلَ</w:t>
      </w:r>
      <w:r>
        <w:rPr>
          <w:rtl/>
        </w:rPr>
        <w:t xml:space="preserve"> كَانَ زَهُوقً۬ا (٨١</w:t>
      </w:r>
      <w:r w:rsidR="009229E3">
        <w:rPr>
          <w:rtl/>
        </w:rPr>
        <w:t>)</w:t>
      </w:r>
    </w:p>
    <w:p w:rsidR="001A403D" w:rsidRDefault="001A403D" w:rsidP="00E36567">
      <w:pPr>
        <w:pStyle w:val="libBoldItalic"/>
      </w:pPr>
      <w:r>
        <w:lastRenderedPageBreak/>
        <w:t>And say: Haqq (Truth) has come and Batil (falsehood) has vanished away. No doubt, Batil is ever bound to perish. (81)</w:t>
      </w:r>
    </w:p>
    <w:p w:rsidR="001A403D" w:rsidRDefault="001A403D" w:rsidP="00E36567">
      <w:pPr>
        <w:pStyle w:val="libNormal"/>
      </w:pPr>
      <w:r>
        <w:t>1-Imam Mohammad Baqir asws said about the saying of Allah that when Qaim asws will rise, then government of Batil will perish. (al-Burhan, v4, p610)</w:t>
      </w:r>
    </w:p>
    <w:p w:rsidR="001A403D" w:rsidRDefault="001A403D" w:rsidP="009229E3">
      <w:pPr>
        <w:pStyle w:val="libCenterBold1"/>
      </w:pPr>
      <w:r>
        <w:t>Lesson:</w:t>
      </w:r>
    </w:p>
    <w:p w:rsidR="001A403D" w:rsidRDefault="001A403D" w:rsidP="001A403D">
      <w:pPr>
        <w:pStyle w:val="libNormal"/>
      </w:pPr>
      <w:r>
        <w:t>1-It is narrated that on the day of conquest of Makkah, Rasool Allah sawaw and Maola Ali asws were reciting the same verse while breaking the idols, and idols were falling faceward down and were breaking.</w:t>
      </w:r>
    </w:p>
    <w:p w:rsidR="001A403D" w:rsidRDefault="001A403D" w:rsidP="001A403D">
      <w:pPr>
        <w:pStyle w:val="libNormal"/>
      </w:pPr>
      <w:r>
        <w:t>2-When Imam Qaim asws will reappear, he will invite toward Walayat-e-Ali asws, and Haqq will completely prevail. Muqassir Mulla prevents from slogan of “Ya Ali asws” because he feels strangulated by hearing it.</w:t>
      </w:r>
    </w:p>
    <w:p w:rsidR="001A403D" w:rsidRDefault="001A403D" w:rsidP="001A403D">
      <w:pPr>
        <w:pStyle w:val="libNormal"/>
      </w:pPr>
      <w:r>
        <w:t>3-Imam Jafar Sadiq asws was asked about playing chess, he said: This is from Batil things. Just to oppose Imam asws, Majoosi Mulla says that chess increases intelligence &amp; wisdom. Because food for the Khabees Rooh of deniers of Walayat-e-Ali asws is always Haraam, Najis, and Yazidi practices.</w:t>
      </w:r>
    </w:p>
    <w:p w:rsidR="001A403D" w:rsidRDefault="001A403D" w:rsidP="00385B48">
      <w:pPr>
        <w:pStyle w:val="libAr"/>
      </w:pPr>
      <w:r>
        <w:rPr>
          <w:rFonts w:hint="eastAsia"/>
          <w:rtl/>
        </w:rPr>
        <w:t>وَلَقَدۡ</w:t>
      </w:r>
      <w:r>
        <w:rPr>
          <w:rtl/>
        </w:rPr>
        <w:t xml:space="preserve"> صَرَّفۡنَا لِلنَّاسِ فِى هَـٰذَا </w:t>
      </w:r>
      <w:r>
        <w:rPr>
          <w:rFonts w:hint="cs"/>
          <w:rtl/>
        </w:rPr>
        <w:t>ٱ</w:t>
      </w:r>
      <w:r>
        <w:rPr>
          <w:rFonts w:hint="eastAsia"/>
          <w:rtl/>
        </w:rPr>
        <w:t>لۡقُرۡءَانِ</w:t>
      </w:r>
      <w:r>
        <w:rPr>
          <w:rtl/>
        </w:rPr>
        <w:t xml:space="preserve"> مِن كُلِّ مَثَلٍ۬ فَأَبَىٰٓ أَكۡثَرُ </w:t>
      </w:r>
      <w:r>
        <w:rPr>
          <w:rFonts w:hint="cs"/>
          <w:rtl/>
        </w:rPr>
        <w:t>ٱ</w:t>
      </w:r>
      <w:r>
        <w:rPr>
          <w:rFonts w:hint="eastAsia"/>
          <w:rtl/>
        </w:rPr>
        <w:t>لنَّاسِ</w:t>
      </w:r>
      <w:r>
        <w:rPr>
          <w:rtl/>
        </w:rPr>
        <w:t xml:space="preserve"> إِلَّا </w:t>
      </w:r>
      <w:r w:rsidR="001E6BAB" w:rsidRPr="001E6BAB">
        <w:rPr>
          <w:rFonts w:hint="cs"/>
          <w:rtl/>
        </w:rPr>
        <w:t>ک</w:t>
      </w:r>
      <w:r>
        <w:rPr>
          <w:rFonts w:hint="eastAsia"/>
          <w:rtl/>
        </w:rPr>
        <w:t>فُورً۬ا</w:t>
      </w:r>
      <w:r>
        <w:rPr>
          <w:rtl/>
        </w:rPr>
        <w:t xml:space="preserve"> (٨٩</w:t>
      </w:r>
      <w:r w:rsidR="009229E3">
        <w:rPr>
          <w:rtl/>
        </w:rPr>
        <w:t>)</w:t>
      </w:r>
    </w:p>
    <w:p w:rsidR="001A403D" w:rsidRDefault="001A403D" w:rsidP="00E36567">
      <w:pPr>
        <w:pStyle w:val="libBoldItalic"/>
      </w:pPr>
      <w:r>
        <w:t>And verily We have explained repeatedly for the people in this Quran all kinds of similitudes, but most of the people refused except disbelief. (89)</w:t>
      </w:r>
    </w:p>
    <w:p w:rsidR="001A403D" w:rsidRDefault="001A403D" w:rsidP="001A403D">
      <w:pPr>
        <w:pStyle w:val="libNormal"/>
      </w:pPr>
      <w:r>
        <w:t>1-Imam Mohammad Baqir asws said: Most of the people refused except denial of Walayat-e-Ali asws.</w:t>
      </w:r>
    </w:p>
    <w:p w:rsidR="001A403D" w:rsidRDefault="001A403D" w:rsidP="00E36567">
      <w:pPr>
        <w:pStyle w:val="libNormal"/>
      </w:pPr>
      <w:r>
        <w:t>(al-Burhan, v4, p621)</w:t>
      </w:r>
    </w:p>
    <w:p w:rsidR="001A403D" w:rsidRDefault="001A403D" w:rsidP="009229E3">
      <w:pPr>
        <w:pStyle w:val="libCenterBold1"/>
      </w:pPr>
      <w:r>
        <w:t>Lesson:</w:t>
      </w:r>
    </w:p>
    <w:p w:rsidR="001A403D" w:rsidRDefault="001A403D" w:rsidP="001A403D">
      <w:pPr>
        <w:pStyle w:val="libNormal"/>
      </w:pPr>
      <w:r>
        <w:t>1-In verse no.41 of this Sura, Allah also mentioned those who deny and run away from Walayat-e-Ali asws. But for such runners the end point is only in the basement of Hell.</w:t>
      </w:r>
    </w:p>
    <w:p w:rsidR="001A403D" w:rsidRDefault="001A403D" w:rsidP="00385B48">
      <w:pPr>
        <w:pStyle w:val="libAr"/>
      </w:pPr>
      <w:r>
        <w:rPr>
          <w:rFonts w:hint="eastAsia"/>
          <w:rtl/>
        </w:rPr>
        <w:t>قُلِ</w:t>
      </w:r>
      <w:r>
        <w:rPr>
          <w:rtl/>
        </w:rPr>
        <w:t xml:space="preserve"> </w:t>
      </w:r>
      <w:r>
        <w:rPr>
          <w:rFonts w:hint="cs"/>
          <w:rtl/>
        </w:rPr>
        <w:t>ٱ</w:t>
      </w:r>
      <w:r>
        <w:rPr>
          <w:rFonts w:hint="eastAsia"/>
          <w:rtl/>
        </w:rPr>
        <w:t>دۡعُواْ</w:t>
      </w:r>
      <w:r>
        <w:rPr>
          <w:rtl/>
        </w:rPr>
        <w:t xml:space="preserve"> </w:t>
      </w:r>
      <w:r>
        <w:rPr>
          <w:rFonts w:hint="cs"/>
          <w:rtl/>
        </w:rPr>
        <w:t>ٱ</w:t>
      </w:r>
      <w:r>
        <w:rPr>
          <w:rFonts w:hint="eastAsia"/>
          <w:rtl/>
        </w:rPr>
        <w:t>للَّهَ</w:t>
      </w:r>
      <w:r>
        <w:rPr>
          <w:rtl/>
        </w:rPr>
        <w:t xml:space="preserve"> أَوِ </w:t>
      </w:r>
      <w:r>
        <w:rPr>
          <w:rFonts w:hint="cs"/>
          <w:rtl/>
        </w:rPr>
        <w:t>ٱ</w:t>
      </w:r>
      <w:r>
        <w:rPr>
          <w:rFonts w:hint="eastAsia"/>
          <w:rtl/>
        </w:rPr>
        <w:t>دۡعُواْ</w:t>
      </w:r>
      <w:r>
        <w:rPr>
          <w:rtl/>
        </w:rPr>
        <w:t xml:space="preserve"> </w:t>
      </w:r>
      <w:r>
        <w:rPr>
          <w:rFonts w:hint="cs"/>
          <w:rtl/>
        </w:rPr>
        <w:t>ٱ</w:t>
      </w:r>
      <w:r>
        <w:rPr>
          <w:rFonts w:hint="eastAsia"/>
          <w:rtl/>
        </w:rPr>
        <w:t>لرَّحۡمَـٰنَ‌ۖ</w:t>
      </w:r>
      <w:r>
        <w:rPr>
          <w:rtl/>
        </w:rPr>
        <w:t xml:space="preserve"> أَيًّ۬ا مَّا تَدۡعُواْ فَلَهُ </w:t>
      </w:r>
      <w:r>
        <w:rPr>
          <w:rFonts w:hint="cs"/>
          <w:rtl/>
        </w:rPr>
        <w:t>ٱ</w:t>
      </w:r>
      <w:r>
        <w:rPr>
          <w:rFonts w:hint="eastAsia"/>
          <w:rtl/>
        </w:rPr>
        <w:t>لۡأَسۡمَآءُ</w:t>
      </w:r>
      <w:r>
        <w:rPr>
          <w:rtl/>
        </w:rPr>
        <w:t xml:space="preserve"> </w:t>
      </w:r>
      <w:r>
        <w:rPr>
          <w:rFonts w:hint="cs"/>
          <w:rtl/>
        </w:rPr>
        <w:t>ٱ</w:t>
      </w:r>
      <w:r>
        <w:rPr>
          <w:rFonts w:hint="eastAsia"/>
          <w:rtl/>
        </w:rPr>
        <w:t>لۡحُسۡنَىٰ‌ۚ</w:t>
      </w:r>
      <w:r>
        <w:rPr>
          <w:rtl/>
        </w:rPr>
        <w:t xml:space="preserve"> وَلَا تَجۡهَرۡ بِصَلَاتِكَ وَلَا تُخَافِتۡ بِ</w:t>
      </w:r>
      <w:r w:rsidR="001E6BAB" w:rsidRPr="001E6BAB">
        <w:rPr>
          <w:rFonts w:hint="cs"/>
          <w:rtl/>
        </w:rPr>
        <w:t>ه</w:t>
      </w:r>
      <w:r w:rsidRPr="00595365">
        <w:rPr>
          <w:rFonts w:hint="cs"/>
          <w:rtl/>
        </w:rPr>
        <w:t>ا وَ</w:t>
      </w:r>
      <w:r>
        <w:rPr>
          <w:rFonts w:hint="cs"/>
          <w:rtl/>
        </w:rPr>
        <w:t>ٱ</w:t>
      </w:r>
      <w:r>
        <w:rPr>
          <w:rFonts w:hint="eastAsia"/>
          <w:rtl/>
        </w:rPr>
        <w:t>بۡتَغِ</w:t>
      </w:r>
      <w:r>
        <w:rPr>
          <w:rtl/>
        </w:rPr>
        <w:t xml:space="preserve"> بَيۡنَ ذَ</w:t>
      </w:r>
      <w:r w:rsidR="005B7B9E" w:rsidRPr="005B7B9E">
        <w:rPr>
          <w:rFonts w:hint="cs"/>
          <w:rtl/>
        </w:rPr>
        <w:t>ا</w:t>
      </w:r>
      <w:r>
        <w:rPr>
          <w:rFonts w:hint="eastAsia"/>
          <w:rtl/>
        </w:rPr>
        <w:t>لِكَ</w:t>
      </w:r>
      <w:r>
        <w:rPr>
          <w:rtl/>
        </w:rPr>
        <w:t xml:space="preserve"> سَبِيلاً۬ (١١٠</w:t>
      </w:r>
      <w:r w:rsidR="009229E3">
        <w:rPr>
          <w:rtl/>
        </w:rPr>
        <w:t>)</w:t>
      </w:r>
    </w:p>
    <w:p w:rsidR="001A403D" w:rsidRDefault="001A403D" w:rsidP="00E36567">
      <w:pPr>
        <w:pStyle w:val="libBoldItalic"/>
      </w:pPr>
      <w:r>
        <w:t>Say: Call Him Allah, or call Him Rahman, it is same whichever (Name) you call, for Him are Asma-ul-Husna (the Best beautiful Names). And do not recite loudly in your Salaah nor in very low voice, but follow a way in between that. (110)</w:t>
      </w:r>
    </w:p>
    <w:p w:rsidR="001A403D" w:rsidRDefault="001A403D" w:rsidP="00E36567">
      <w:pPr>
        <w:pStyle w:val="libNormal"/>
      </w:pPr>
      <w:r>
        <w:t xml:space="preserve">1-Imam Mohammad Baqir asws was asked about the saying of Allah, “And do not recite very loud in your Salaah or in very low voice, but seek a way in between that”, then he said: Do not mention in your Salaah in loud voice Walayat-e-Ali asws and what honour I have bestowed him until I send down its order, and this is the meaning of His saying, “and do not recite loudly in your Salaah”, and His saying, “and nor in low voice” means do not hide it from Ali asws, tell him what Favour I have bestowed upon him, and His saying, “and seek a way in between that” means keep asking Me that I should permit you to proclaim loudly Amr-e-Walayat of Ali asws. So Allah gave permission to proclaim it on the day of Ghadeer-e-Khum. So that day </w:t>
      </w:r>
      <w:r>
        <w:lastRenderedPageBreak/>
        <w:t>his (sawaw) words were: Ya Allah, for whomever I am Maola, Ali asws is his Maola, Ya Allah love him who loves Ali asws, and keep animosity to him who keeps animosity to Ali asws. (al-Burhan, v4, p639)</w:t>
      </w:r>
    </w:p>
    <w:p w:rsidR="001A403D" w:rsidRDefault="001A403D" w:rsidP="009229E3">
      <w:pPr>
        <w:pStyle w:val="libCenterBold1"/>
      </w:pPr>
      <w:r>
        <w:t>Lesson:</w:t>
      </w:r>
    </w:p>
    <w:p w:rsidR="001A403D" w:rsidRDefault="001A403D" w:rsidP="001A403D">
      <w:pPr>
        <w:pStyle w:val="libNormal"/>
      </w:pPr>
      <w:r>
        <w:t>1-Before the declaration of Ghadeer, Rasool Allah sawaw used to recite testimony of Walayat-e-Ali asws in middle voice, so that Ali asws could hear behind, and not only testimony but as Allah Ta’ala said that narrate his honour as well, so he (sawaw) used to say additionally, “I testify that Ali asws is the best Wasi and best Imam.” And this is also mentioned in Ahadees that at the end of Salaah, Rasool Allah sawaw also used to say loudly, “Ya Allah, bestow Mawaddat of Ali asws in the chests of Momineen, and put (fear &amp; fright from) honour &amp; splendour of Ali asws in the chests of hypocrites.</w:t>
      </w:r>
    </w:p>
    <w:p w:rsidR="001A403D" w:rsidRDefault="001A403D" w:rsidP="001A403D">
      <w:pPr>
        <w:pStyle w:val="libNormal"/>
      </w:pPr>
      <w:r>
        <w:t>2-Denial to recite the testimony of Walayat-e-Ali asws in the presence (Salaah) of Allah is denial of Quran &amp; Sunnah, and breaking the promise &amp; covenant contracted in Alam-e-Zarr. It means who does not recite testimony of Walayat-e-Ali asws in Salaah, he is challenging the Justice of Allah while standing in the Court of Allah.</w:t>
      </w:r>
    </w:p>
    <w:p w:rsidR="00EB2345" w:rsidRDefault="00EB2345" w:rsidP="00FC02E7">
      <w:pPr>
        <w:pStyle w:val="libNormal"/>
        <w:rPr>
          <w:rtl/>
        </w:rPr>
      </w:pPr>
      <w:r>
        <w:rPr>
          <w:rFonts w:hint="eastAsia"/>
        </w:rPr>
        <w:br w:type="page"/>
      </w:r>
    </w:p>
    <w:p w:rsidR="001A403D" w:rsidRDefault="00EB2345" w:rsidP="00EB2345">
      <w:pPr>
        <w:pStyle w:val="Heading1Center"/>
      </w:pPr>
      <w:bookmarkStart w:id="19" w:name="_Toc449789412"/>
      <w:r>
        <w:rPr>
          <w:rFonts w:hint="eastAsia"/>
          <w:rtl/>
        </w:rPr>
        <w:lastRenderedPageBreak/>
        <w:t>سُوۡرَةُ</w:t>
      </w:r>
      <w:r>
        <w:rPr>
          <w:rtl/>
        </w:rPr>
        <w:t xml:space="preserve"> </w:t>
      </w:r>
      <w:r w:rsidR="001A403D">
        <w:rPr>
          <w:rtl/>
        </w:rPr>
        <w:t>الکهف</w:t>
      </w:r>
      <w:bookmarkEnd w:id="19"/>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وَقُلِ</w:t>
      </w:r>
      <w:r>
        <w:rPr>
          <w:rtl/>
        </w:rPr>
        <w:t xml:space="preserve"> </w:t>
      </w:r>
      <w:r>
        <w:rPr>
          <w:rFonts w:hint="cs"/>
          <w:rtl/>
        </w:rPr>
        <w:t>ٱ</w:t>
      </w:r>
      <w:r>
        <w:rPr>
          <w:rFonts w:hint="eastAsia"/>
          <w:rtl/>
        </w:rPr>
        <w:t>لۡحَقُّ</w:t>
      </w:r>
      <w:r>
        <w:rPr>
          <w:rtl/>
        </w:rPr>
        <w:t xml:space="preserve"> مِن رَّبِّكُمۡ‌ۖ فَمَن شَآءَ فَلۡيُؤۡمِن وَمَن شَآءَ فَلۡيَكۡفُرۡ‌ۚ إِنَّآ أَعۡتَدۡنَا لِلظَّـٰلِمِينَ نَارًا أَحَاطَ بِ</w:t>
      </w:r>
      <w:r w:rsidR="001E6BAB" w:rsidRPr="001E6BAB">
        <w:rPr>
          <w:rFonts w:hint="cs"/>
          <w:rtl/>
        </w:rPr>
        <w:t>ه</w:t>
      </w:r>
      <w:r w:rsidRPr="00595365">
        <w:rPr>
          <w:rFonts w:hint="cs"/>
          <w:rtl/>
        </w:rPr>
        <w:t>مۡ سُرَادِقُهَا‌ۚ وَإِن يَسۡتَغِيثُواْ يُغَاثُواْ بِمَآءٍ۬ كَ</w:t>
      </w:r>
      <w:r>
        <w:rPr>
          <w:rFonts w:hint="cs"/>
          <w:rtl/>
        </w:rPr>
        <w:t>ٱ</w:t>
      </w:r>
      <w:r>
        <w:rPr>
          <w:rFonts w:hint="eastAsia"/>
          <w:rtl/>
        </w:rPr>
        <w:t>لۡمُهۡلِ</w:t>
      </w:r>
      <w:r>
        <w:rPr>
          <w:rtl/>
        </w:rPr>
        <w:t xml:space="preserve"> يَشۡوِى </w:t>
      </w:r>
      <w:r>
        <w:rPr>
          <w:rFonts w:hint="cs"/>
          <w:rtl/>
        </w:rPr>
        <w:t>ٱ</w:t>
      </w:r>
      <w:r>
        <w:rPr>
          <w:rFonts w:hint="eastAsia"/>
          <w:rtl/>
        </w:rPr>
        <w:t>لۡوُجُوهَ‌ۚ</w:t>
      </w:r>
      <w:r>
        <w:rPr>
          <w:rtl/>
        </w:rPr>
        <w:t xml:space="preserve"> بِئۡسَ </w:t>
      </w:r>
      <w:r>
        <w:rPr>
          <w:rFonts w:hint="cs"/>
          <w:rtl/>
        </w:rPr>
        <w:t>ٱ</w:t>
      </w:r>
      <w:r>
        <w:rPr>
          <w:rFonts w:hint="eastAsia"/>
          <w:rtl/>
        </w:rPr>
        <w:t>لشَّرَابُ</w:t>
      </w:r>
      <w:r>
        <w:rPr>
          <w:rtl/>
        </w:rPr>
        <w:t xml:space="preserve"> وَسَ</w:t>
      </w:r>
      <w:r>
        <w:rPr>
          <w:rFonts w:hint="eastAsia"/>
          <w:rtl/>
        </w:rPr>
        <w:t>آءَتۡ</w:t>
      </w:r>
      <w:r>
        <w:rPr>
          <w:rtl/>
        </w:rPr>
        <w:t xml:space="preserve"> مُرۡتَفَقًا (٢٩</w:t>
      </w:r>
      <w:r w:rsidR="009229E3">
        <w:rPr>
          <w:rtl/>
        </w:rPr>
        <w:t>)</w:t>
      </w:r>
    </w:p>
    <w:p w:rsidR="001A403D" w:rsidRDefault="001A403D" w:rsidP="00E36567">
      <w:pPr>
        <w:pStyle w:val="libBoldItalic"/>
      </w:pPr>
      <w:r>
        <w:t>And say: The Haqq (truth) is from your Rabb. Then whoever wants, let him believe, and whoever wants, let him disbelieve. Indeed We have prepared for wrongdoers Fire, its walls will surround them. If they ask for drink, they will be given water like murky oil which scalds the faces. Wretched is the drink and evil is the resting place! (29)</w:t>
      </w:r>
    </w:p>
    <w:p w:rsidR="001A403D" w:rsidRDefault="001A403D" w:rsidP="00E36567">
      <w:pPr>
        <w:pStyle w:val="libNormal"/>
      </w:pPr>
      <w:r>
        <w:t>1-Imam Mohammad Baqir asws said: Allah Ta’ala says, “And say about Walayat-e-Ali asws Haqq is from your Rabb, so who wishes (he) can believe and who wishes (he) can disbelieve, no doubt We have prepared such Fire for those who did injustice with the right of Aal-e-Mohammad asws, whose walls will surround them” (al-Burhan, v5, p30)</w:t>
      </w:r>
    </w:p>
    <w:p w:rsidR="001A403D" w:rsidRDefault="001A403D" w:rsidP="009229E3">
      <w:pPr>
        <w:pStyle w:val="libCenterBold1"/>
      </w:pPr>
      <w:r>
        <w:t>Lesson:</w:t>
      </w:r>
    </w:p>
    <w:p w:rsidR="001A403D" w:rsidRDefault="001A403D" w:rsidP="001A403D">
      <w:pPr>
        <w:pStyle w:val="libNormal"/>
      </w:pPr>
      <w:r>
        <w:t>1-Walayat-e-Ali asws is Haqq from Allah Azza wa Jalla. Those unjust who hinder others from testimony of Haqq, they are surrounded by Fire. Now a person has a choice to keep on Sabeel of Haqq &amp; Yaqeen, or to take dark path of Zunn &amp; Qiyas, and doubts &amp; suspicions. But later on, a person has no control at all over the results of Justice of Allah.</w:t>
      </w:r>
    </w:p>
    <w:p w:rsidR="001A403D" w:rsidRDefault="001A403D" w:rsidP="00385B48">
      <w:pPr>
        <w:pStyle w:val="libAr"/>
      </w:pPr>
      <w:r>
        <w:rPr>
          <w:rFonts w:hint="eastAsia"/>
          <w:rtl/>
        </w:rPr>
        <w:t>هُنَالِكَ</w:t>
      </w:r>
      <w:r>
        <w:rPr>
          <w:rtl/>
        </w:rPr>
        <w:t xml:space="preserve"> </w:t>
      </w:r>
      <w:r>
        <w:rPr>
          <w:rFonts w:hint="cs"/>
          <w:rtl/>
        </w:rPr>
        <w:t>ٱ</w:t>
      </w:r>
      <w:r>
        <w:rPr>
          <w:rFonts w:hint="eastAsia"/>
          <w:rtl/>
        </w:rPr>
        <w:t>لۡوَلَـٰيَةُ</w:t>
      </w:r>
      <w:r>
        <w:rPr>
          <w:rtl/>
        </w:rPr>
        <w:t xml:space="preserve"> لِلَّهِ </w:t>
      </w:r>
      <w:r>
        <w:rPr>
          <w:rFonts w:hint="cs"/>
          <w:rtl/>
        </w:rPr>
        <w:t>ٱ</w:t>
      </w:r>
      <w:r>
        <w:rPr>
          <w:rFonts w:hint="eastAsia"/>
          <w:rtl/>
        </w:rPr>
        <w:t>لۡحَقِّ‌ۚ</w:t>
      </w:r>
      <w:r>
        <w:rPr>
          <w:rtl/>
        </w:rPr>
        <w:t xml:space="preserve"> هُوَ خَيۡرٌ۬ ثَوَابً۬ا وَخَيۡرٌ عُقۡبً۬ا (٤٤</w:t>
      </w:r>
      <w:r w:rsidR="009229E3">
        <w:rPr>
          <w:rtl/>
        </w:rPr>
        <w:t>)</w:t>
      </w:r>
    </w:p>
    <w:p w:rsidR="001A403D" w:rsidRDefault="001A403D" w:rsidP="00E36567">
      <w:pPr>
        <w:pStyle w:val="libBoldItalic"/>
      </w:pPr>
      <w:r>
        <w:t>There Walayat (Guardianship) is only for Allah, the Haqq, He is best in reward, and best in consequence. (44)</w:t>
      </w:r>
    </w:p>
    <w:p w:rsidR="001A403D" w:rsidRDefault="001A403D" w:rsidP="00E36567">
      <w:pPr>
        <w:pStyle w:val="libNormal"/>
      </w:pPr>
      <w:r>
        <w:t>1-Imam Mohammad Baqir asws said about this saying of Allah Ta’ala: That is Walayat-e-Ali asws, and the same (Walayat) is best reward and best outcome. (al-Burhan, v5, p38)</w:t>
      </w:r>
    </w:p>
    <w:p w:rsidR="001A403D" w:rsidRDefault="001A403D" w:rsidP="009229E3">
      <w:pPr>
        <w:pStyle w:val="libCenterBold1"/>
      </w:pPr>
      <w:r>
        <w:t>Lesson:</w:t>
      </w:r>
    </w:p>
    <w:p w:rsidR="001A403D" w:rsidRDefault="001A403D" w:rsidP="001A403D">
      <w:pPr>
        <w:pStyle w:val="libNormal"/>
      </w:pPr>
      <w:r>
        <w:t>1-Walayat of Allah is the Walayat of Masumeen asws. Reward &amp; result of Walayat-e-Ali asws is the best.</w:t>
      </w:r>
    </w:p>
    <w:p w:rsidR="001A403D" w:rsidRDefault="001A403D" w:rsidP="00385B48">
      <w:pPr>
        <w:pStyle w:val="libAr"/>
      </w:pPr>
      <w:r>
        <w:rPr>
          <w:rFonts w:hint="cs"/>
          <w:rtl/>
        </w:rPr>
        <w:t>ٱ</w:t>
      </w:r>
      <w:r>
        <w:rPr>
          <w:rFonts w:hint="eastAsia"/>
          <w:rtl/>
        </w:rPr>
        <w:t>لۡمَالُ</w:t>
      </w:r>
      <w:r>
        <w:rPr>
          <w:rtl/>
        </w:rPr>
        <w:t xml:space="preserve"> وَ</w:t>
      </w:r>
      <w:r>
        <w:rPr>
          <w:rFonts w:hint="cs"/>
          <w:rtl/>
        </w:rPr>
        <w:t>ٱ</w:t>
      </w:r>
      <w:r>
        <w:rPr>
          <w:rFonts w:hint="eastAsia"/>
          <w:rtl/>
        </w:rPr>
        <w:t>لۡبَنُونَ</w:t>
      </w:r>
      <w:r>
        <w:rPr>
          <w:rtl/>
        </w:rPr>
        <w:t xml:space="preserve"> زِينَةُ </w:t>
      </w:r>
      <w:r>
        <w:rPr>
          <w:rFonts w:hint="cs"/>
          <w:rtl/>
        </w:rPr>
        <w:t>ٱ</w:t>
      </w:r>
      <w:r>
        <w:rPr>
          <w:rFonts w:hint="eastAsia"/>
          <w:rtl/>
        </w:rPr>
        <w:t>لۡحَيَوٰةِ</w:t>
      </w:r>
      <w:r>
        <w:rPr>
          <w:rtl/>
        </w:rPr>
        <w:t xml:space="preserve"> </w:t>
      </w:r>
      <w:r>
        <w:rPr>
          <w:rFonts w:hint="cs"/>
          <w:rtl/>
        </w:rPr>
        <w:t>ٱ</w:t>
      </w:r>
      <w:r>
        <w:rPr>
          <w:rFonts w:hint="eastAsia"/>
          <w:rtl/>
        </w:rPr>
        <w:t>لدُّنۡيَا‌ۖ</w:t>
      </w:r>
      <w:r>
        <w:rPr>
          <w:rtl/>
        </w:rPr>
        <w:t xml:space="preserve"> وَ</w:t>
      </w:r>
      <w:r>
        <w:rPr>
          <w:rFonts w:hint="cs"/>
          <w:rtl/>
        </w:rPr>
        <w:t>ٱ</w:t>
      </w:r>
      <w:r>
        <w:rPr>
          <w:rFonts w:hint="eastAsia"/>
          <w:rtl/>
        </w:rPr>
        <w:t>لۡبَـٰقِيَـٰتُ</w:t>
      </w:r>
      <w:r>
        <w:rPr>
          <w:rtl/>
        </w:rPr>
        <w:t xml:space="preserve"> </w:t>
      </w:r>
      <w:r>
        <w:rPr>
          <w:rFonts w:hint="cs"/>
          <w:rtl/>
        </w:rPr>
        <w:t>ٱ</w:t>
      </w:r>
      <w:r>
        <w:rPr>
          <w:rFonts w:hint="eastAsia"/>
          <w:rtl/>
        </w:rPr>
        <w:t>لصَّـٰلِحَـٰتُ</w:t>
      </w:r>
      <w:r>
        <w:rPr>
          <w:rtl/>
        </w:rPr>
        <w:t xml:space="preserve"> خَيۡرٌ عِندَ رَبِّكَ ثَوَابً۬ا وَخَيۡرٌ أَمَلاً۬ (٤٦</w:t>
      </w:r>
      <w:r w:rsidR="009229E3">
        <w:rPr>
          <w:rtl/>
        </w:rPr>
        <w:t>)</w:t>
      </w:r>
    </w:p>
    <w:p w:rsidR="001A403D" w:rsidRDefault="001A403D" w:rsidP="00E36567">
      <w:pPr>
        <w:pStyle w:val="libBoldItalic"/>
      </w:pPr>
      <w:r>
        <w:t>Wealth and children are an adornment of the life of the world. But the enduring good deeds are better near your Rabb for reward, and better hope. (46)</w:t>
      </w:r>
    </w:p>
    <w:p w:rsidR="001A403D" w:rsidRDefault="001A403D" w:rsidP="001A403D">
      <w:pPr>
        <w:pStyle w:val="libNormal"/>
      </w:pPr>
      <w:r>
        <w:t>1-Imam Jafar Sadiq asws asked Haseen how he was? He replied: We are all well for the sake of your devotion which Allah bestowed us. Said: O Haseen, never consider our devotion light (trivial) because it is among enduring virtues (Baqiyatus Sali’haat). He said: O son of Rasool Allah sawaw, I do not consider it small, rather I am grateful to Allah for that.</w:t>
      </w:r>
    </w:p>
    <w:p w:rsidR="001A403D" w:rsidRDefault="001A403D" w:rsidP="00E36567">
      <w:pPr>
        <w:pStyle w:val="libNormal"/>
      </w:pPr>
      <w:r>
        <w:lastRenderedPageBreak/>
        <w:t>Masoom asws said: Who wants to thank Allah, should say: Thanks to Allah for the first Ne’mat. It was asked: Which is the first Ne’mat? Said: Walayat of us, the Ahlul Bait asws. (al-Burhan, v5, p41)</w:t>
      </w:r>
    </w:p>
    <w:p w:rsidR="001A403D" w:rsidRDefault="001A403D" w:rsidP="009229E3">
      <w:pPr>
        <w:pStyle w:val="libCenterBold1"/>
      </w:pPr>
      <w:r>
        <w:t>Lesson:</w:t>
      </w:r>
    </w:p>
    <w:p w:rsidR="00595365" w:rsidRDefault="001A403D" w:rsidP="001A403D">
      <w:pPr>
        <w:pStyle w:val="libNormal"/>
      </w:pPr>
      <w:r>
        <w:t>1-Baqiyatus Sali’haat (Lasting Virtue) is Walayat of Masumeen asws. The deed which includes Walayat-e-Ali asws is everlasting, its best reward is with Allah.</w:t>
      </w:r>
    </w:p>
    <w:p w:rsidR="001A403D" w:rsidRDefault="001A403D" w:rsidP="001A403D">
      <w:pPr>
        <w:pStyle w:val="libNormal"/>
      </w:pPr>
      <w:r>
        <w:t>And deeds without Walayat-e-Ali asws, done in the greed of the world will be scattered like hay in the air, which is mentioned in the verse no. 45 of this Sura.</w:t>
      </w:r>
    </w:p>
    <w:p w:rsidR="001A403D" w:rsidRDefault="001A403D" w:rsidP="00385B48">
      <w:pPr>
        <w:pStyle w:val="libAr"/>
      </w:pPr>
      <w:r>
        <w:rPr>
          <w:rFonts w:hint="cs"/>
          <w:rtl/>
        </w:rPr>
        <w:t>ٱ</w:t>
      </w:r>
      <w:r>
        <w:rPr>
          <w:rFonts w:hint="eastAsia"/>
          <w:rtl/>
        </w:rPr>
        <w:t>لَّذِينَ</w:t>
      </w:r>
      <w:r>
        <w:rPr>
          <w:rtl/>
        </w:rPr>
        <w:t xml:space="preserve"> كَانَتۡ أَعۡيُنُ</w:t>
      </w:r>
      <w:r w:rsidR="001E6BAB" w:rsidRPr="001E6BAB">
        <w:rPr>
          <w:rFonts w:hint="cs"/>
          <w:rtl/>
        </w:rPr>
        <w:t>ه</w:t>
      </w:r>
      <w:r w:rsidRPr="00595365">
        <w:rPr>
          <w:rFonts w:hint="cs"/>
          <w:rtl/>
        </w:rPr>
        <w:t>مۡ فِى غِطَآءٍ عَن ذِكۡرِى وَكَانُواْ لَا يَسۡتَطِيعُونَ سَمۡعًا (١٠١</w:t>
      </w:r>
      <w:r w:rsidR="009229E3">
        <w:rPr>
          <w:rFonts w:hint="cs"/>
          <w:rtl/>
        </w:rPr>
        <w:t>)</w:t>
      </w:r>
      <w:r w:rsidRPr="00595365">
        <w:rPr>
          <w:rFonts w:hint="cs"/>
          <w:rtl/>
        </w:rPr>
        <w:t xml:space="preserve"> أَفَحَسِبَ </w:t>
      </w:r>
      <w:r>
        <w:rPr>
          <w:rFonts w:hint="cs"/>
          <w:rtl/>
        </w:rPr>
        <w:t>ٱ</w:t>
      </w:r>
      <w:r>
        <w:rPr>
          <w:rFonts w:hint="eastAsia"/>
          <w:rtl/>
        </w:rPr>
        <w:t>لَّذِينَ</w:t>
      </w:r>
      <w:r>
        <w:rPr>
          <w:rtl/>
        </w:rPr>
        <w:t xml:space="preserve"> كَفَرُوٓاْ أَن يَتَّخِذُواْ عِبَادِى مِن دُونِىٓ أَوۡلِيَآءَ‌ۚ إِنَّآ أَعۡتَدۡنَا جَهَنَّمَ لِلۡكَـٰفِرِينَ نُزُلاً۬ (١٠٢</w:t>
      </w:r>
      <w:r w:rsidR="009229E3">
        <w:rPr>
          <w:rtl/>
        </w:rPr>
        <w:t>)</w:t>
      </w:r>
    </w:p>
    <w:p w:rsidR="001A403D" w:rsidRDefault="001A403D" w:rsidP="00E36567">
      <w:pPr>
        <w:pStyle w:val="libBoldItalic"/>
      </w:pPr>
      <w:r>
        <w:t>Those whose eyes were under cover from My Zikr, and they were not able to hear (as well). (101) Do those who disbelieve think that they can choose My servants as guardians instead of Me? No doubt We have prepared Hell as a welcome for the disbelievers. (102)</w:t>
      </w:r>
    </w:p>
    <w:p w:rsidR="001A403D" w:rsidRDefault="001A403D" w:rsidP="00E36567">
      <w:pPr>
        <w:pStyle w:val="libNormal"/>
      </w:pPr>
      <w:r>
        <w:t>1-Imam Jafar Sadiq asws said: “Those whose eyes were under cover from My Zikr” means from Zikr of Walayat of Ali Amirul Momineen asws, and “My Zikr” means him, “and they were not able to hear” means when Ali asws was mentioned in front of them, then they could not hear his Zikr due to severe jealousy, and due to animosity to him and his Ahlul Bait asws. “Do those who disbelieve think that they can choose My servants as guardians instead of Me? No doubt We have prepared Hell as a reception for the disbelievers” means he (fallible) and his Shias who made him their Wali instead of Allah, and they think that his love will save them from the punishment of Allah, but they have become Kafirs due to his love, “We have prepared Hell for the entertainment for the disbelievers” means the destination which is prepared for them (fallible Wali) and their Shias by Allah, “Nozola” (reception) means destination &amp; station. (al-Burhan, v5, p94)</w:t>
      </w:r>
    </w:p>
    <w:p w:rsidR="001A403D" w:rsidRDefault="001A403D" w:rsidP="009229E3">
      <w:pPr>
        <w:pStyle w:val="libCenterBold1"/>
      </w:pPr>
      <w:r>
        <w:t>Lesson:</w:t>
      </w:r>
    </w:p>
    <w:p w:rsidR="001A403D" w:rsidRDefault="001A403D" w:rsidP="001A403D">
      <w:pPr>
        <w:pStyle w:val="libNormal"/>
      </w:pPr>
      <w:r>
        <w:t>1-Those who have chosen a fallible Mulla as their Wali instead of Hazir Nazir Wali asws, and they think that Muqassir Mulla is responsible for their deeds &amp; salvation, such people have turned their eyes away from Zikr of Ali asws, and their ears are not ready to hear any Ayat or Hadees about Walayat-e-Ali asws, their hearts are full of grudge to Walayat-e-Ali asws, animosity to infallibility, and opposition to Azadari. Allah has full arrangements for their welcome party and residence in Hell.</w:t>
      </w:r>
    </w:p>
    <w:p w:rsidR="001A403D" w:rsidRDefault="001A403D" w:rsidP="00385B48">
      <w:pPr>
        <w:pStyle w:val="libAr"/>
      </w:pPr>
      <w:r>
        <w:rPr>
          <w:rFonts w:hint="eastAsia"/>
          <w:rtl/>
        </w:rPr>
        <w:t>قُل</w:t>
      </w:r>
      <w:r>
        <w:rPr>
          <w:rtl/>
        </w:rPr>
        <w:t xml:space="preserve"> لَّوۡ كَانَ </w:t>
      </w:r>
      <w:r>
        <w:rPr>
          <w:rFonts w:hint="cs"/>
          <w:rtl/>
        </w:rPr>
        <w:t>ٱ</w:t>
      </w:r>
      <w:r>
        <w:rPr>
          <w:rFonts w:hint="eastAsia"/>
          <w:rtl/>
        </w:rPr>
        <w:t>لۡبَحۡرُ</w:t>
      </w:r>
      <w:r>
        <w:rPr>
          <w:rtl/>
        </w:rPr>
        <w:t xml:space="preserve"> مِدَادً۬ا لِّكَلِمَـٰتِ رَبِّى لَنَفِدَ </w:t>
      </w:r>
      <w:r>
        <w:rPr>
          <w:rFonts w:hint="cs"/>
          <w:rtl/>
        </w:rPr>
        <w:t>ٱ</w:t>
      </w:r>
      <w:r>
        <w:rPr>
          <w:rFonts w:hint="eastAsia"/>
          <w:rtl/>
        </w:rPr>
        <w:t>لۡبَحۡرُ</w:t>
      </w:r>
      <w:r>
        <w:rPr>
          <w:rtl/>
        </w:rPr>
        <w:t xml:space="preserve"> قَبۡلَ أَن تَنفَدَ كَلِمَـٰتُ رَبِّى وَلَوۡ جِئۡنَا بِمِثۡلِهِ</w:t>
      </w:r>
      <w:r>
        <w:rPr>
          <w:rFonts w:hint="cs"/>
          <w:rtl/>
        </w:rPr>
        <w:t>ۦ</w:t>
      </w:r>
      <w:r>
        <w:rPr>
          <w:rtl/>
        </w:rPr>
        <w:t xml:space="preserve"> مَدَدً۬ا (١٠٩</w:t>
      </w:r>
      <w:r w:rsidR="009229E3">
        <w:rPr>
          <w:rtl/>
        </w:rPr>
        <w:t>)</w:t>
      </w:r>
      <w:r>
        <w:rPr>
          <w:rtl/>
        </w:rPr>
        <w:t xml:space="preserve"> قُلۡ إِنَّمَآ أَنَا۟ بَشَرٌ۬ مِّثۡلُكُمۡ يُوحَىٰٓ إِلَىَّ أَنَّمَآ إِلَـٰهُكُمۡ إِلَـٰهٌ۬ وَ</w:t>
      </w:r>
      <w:r w:rsidR="005B7B9E" w:rsidRPr="005B7B9E">
        <w:rPr>
          <w:rFonts w:hint="cs"/>
          <w:rtl/>
        </w:rPr>
        <w:t>ا</w:t>
      </w:r>
      <w:r>
        <w:rPr>
          <w:rFonts w:hint="eastAsia"/>
          <w:rtl/>
        </w:rPr>
        <w:t>حِدٌ۬‌</w:t>
      </w:r>
      <w:r>
        <w:rPr>
          <w:rtl/>
        </w:rPr>
        <w:t>ۖ فَمَن كَانَ يَرۡجُواْ لِقَآءَ رَبِّهِ</w:t>
      </w:r>
      <w:r>
        <w:rPr>
          <w:rFonts w:hint="cs"/>
          <w:rtl/>
        </w:rPr>
        <w:t>ۦ</w:t>
      </w:r>
      <w:r>
        <w:rPr>
          <w:rtl/>
        </w:rPr>
        <w:t xml:space="preserve"> فَلۡيَعۡمَلۡ عَمَلاً۬ صَـٰلِحً۬ا وَلَا يُشۡرِكۡ بِعِبَادَةِ رَبِّهِ</w:t>
      </w:r>
      <w:r>
        <w:rPr>
          <w:rFonts w:hint="cs"/>
          <w:rtl/>
        </w:rPr>
        <w:t>ۦۤ</w:t>
      </w:r>
      <w:r>
        <w:rPr>
          <w:rtl/>
        </w:rPr>
        <w:t xml:space="preserve"> أَحَدَۢا (١١٠</w:t>
      </w:r>
      <w:r w:rsidR="009229E3">
        <w:rPr>
          <w:rtl/>
        </w:rPr>
        <w:t>)</w:t>
      </w:r>
    </w:p>
    <w:p w:rsidR="001A403D" w:rsidRDefault="001A403D" w:rsidP="00E36567">
      <w:pPr>
        <w:pStyle w:val="libBoldItalic"/>
      </w:pPr>
      <w:r>
        <w:lastRenderedPageBreak/>
        <w:t>Say: If the sea become ink for (writing) the Kalimaat (Words) of my Rabb, verily the sea would be used up before the Words of my Rabb would be finished, even if We brought the like of it (ink) to supplement. (109) Say: I am only a human like you, revelation comes to me, your God is only One God, so whoever hopes for the meeting with his Rabb, then he should do good deeds, and should not associate (do Shirk) in Ibadat of his Rabb anyone. (110)</w:t>
      </w:r>
    </w:p>
    <w:p w:rsidR="001A403D" w:rsidRDefault="001A403D" w:rsidP="00E36567">
      <w:pPr>
        <w:pStyle w:val="libNormal"/>
      </w:pPr>
      <w:r>
        <w:t>1-About the saying of Allah, “Say: I am only a human like you” Imam Jafar Sadiq asws said: It means in creating he is a creation like them, “revelation comes to me, your God is only One God, so whoever hopes for the meeting with his Rabb, then he should do good deeds, and should not associate (do Shirk) in Ibadat of his Rabb anyone” means should not adopt Walayat of anyone else along with the Walayat of Aal-e-Mohammad asws, and their Walayat is the good deed, so who made partner anyone else in the Ibadat of his Rabb, then he did Shirk in our Walayat and disbelieved &amp; denied it, and opposed the right &amp; Walayat of Amirul Momineen asws. (al-Burhan, v5, p99)</w:t>
      </w:r>
    </w:p>
    <w:p w:rsidR="001A403D" w:rsidRDefault="001A403D" w:rsidP="009229E3">
      <w:pPr>
        <w:pStyle w:val="libCenterBold1"/>
      </w:pPr>
      <w:r>
        <w:t>Lesson:</w:t>
      </w:r>
    </w:p>
    <w:p w:rsidR="001A403D" w:rsidRDefault="001A403D" w:rsidP="001A403D">
      <w:pPr>
        <w:pStyle w:val="libNormal"/>
      </w:pPr>
      <w:r>
        <w:t>1-Fourteen Masumeen asws are Kalimaat of Allah, whose praise is impossible. If all the oceans become ink and all trees pens, and jinns &amp; humans writers, and more oceans of ink are added, even then the praise of Masumeen asws can not finish.</w:t>
      </w:r>
    </w:p>
    <w:p w:rsidR="001A403D" w:rsidRDefault="001A403D" w:rsidP="001A403D">
      <w:pPr>
        <w:pStyle w:val="libNormal"/>
      </w:pPr>
      <w:r>
        <w:t>2-As humans and jinns are creation of Allah, in this sense Masumeen asws are creation of Allah. Masumeen asws are Noor of Allah, whose sight &amp; understanding is beyond the capacity of humans and all other creations as well. Therefore Allah sent down Masumeen asws in the form of humans for the guidance of all the creations, so that creations can have the honour of Ziyarat of Masumeen asws.</w:t>
      </w:r>
    </w:p>
    <w:p w:rsidR="001A403D" w:rsidRDefault="001A403D" w:rsidP="001A403D">
      <w:pPr>
        <w:pStyle w:val="libNormal"/>
      </w:pPr>
      <w:r>
        <w:t>3-Walayat of Masumeen asws is Walayat of Allah, in which Walayat of anyone else can not be included. Who tries to become partner himself or make other partner in Walayat-e-Ali asws, both are polytheist.</w:t>
      </w:r>
    </w:p>
    <w:p w:rsidR="00EB2345" w:rsidRDefault="00EB2345" w:rsidP="00FC02E7">
      <w:pPr>
        <w:pStyle w:val="libNormal"/>
        <w:rPr>
          <w:rtl/>
        </w:rPr>
      </w:pPr>
      <w:r>
        <w:rPr>
          <w:rFonts w:hint="eastAsia"/>
        </w:rPr>
        <w:br w:type="page"/>
      </w:r>
    </w:p>
    <w:p w:rsidR="001A403D" w:rsidRDefault="00EB2345" w:rsidP="00EB2345">
      <w:pPr>
        <w:pStyle w:val="Heading1Center"/>
      </w:pPr>
      <w:bookmarkStart w:id="20" w:name="_Toc449789413"/>
      <w:r>
        <w:rPr>
          <w:rFonts w:hint="eastAsia"/>
          <w:rtl/>
        </w:rPr>
        <w:lastRenderedPageBreak/>
        <w:t>سُوۡرَةُ</w:t>
      </w:r>
      <w:r>
        <w:rPr>
          <w:rtl/>
        </w:rPr>
        <w:t xml:space="preserve"> </w:t>
      </w:r>
      <w:r w:rsidR="001A403D">
        <w:rPr>
          <w:rtl/>
        </w:rPr>
        <w:t>مَر</w:t>
      </w:r>
      <w:r w:rsidR="001A403D">
        <w:rPr>
          <w:rFonts w:hint="cs"/>
          <w:rtl/>
        </w:rPr>
        <w:t>یَ</w:t>
      </w:r>
      <w:r w:rsidR="001A403D">
        <w:rPr>
          <w:rFonts w:hint="eastAsia"/>
          <w:rtl/>
        </w:rPr>
        <w:t>م</w:t>
      </w:r>
      <w:bookmarkEnd w:id="20"/>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Pr="001E6BAB" w:rsidRDefault="001E6BAB" w:rsidP="001E6BAB">
      <w:pPr>
        <w:pStyle w:val="libAr"/>
      </w:pPr>
      <w:r>
        <w:rPr>
          <w:rFonts w:hint="cs"/>
          <w:rtl/>
        </w:rPr>
        <w:t>ک</w:t>
      </w:r>
      <w:r w:rsidR="001A403D" w:rsidRPr="001E6BAB">
        <w:rPr>
          <w:rFonts w:hint="eastAsia"/>
          <w:rtl/>
        </w:rPr>
        <w:t>ه</w:t>
      </w:r>
      <w:r w:rsidRPr="001E6BAB">
        <w:rPr>
          <w:rFonts w:hint="eastAsia"/>
          <w:rtl/>
        </w:rPr>
        <w:t>ٓ</w:t>
      </w:r>
      <w:r w:rsidR="001A403D" w:rsidRPr="001E6BAB">
        <w:rPr>
          <w:rFonts w:hint="eastAsia"/>
          <w:rtl/>
        </w:rPr>
        <w:t>يعٓصٓ</w:t>
      </w:r>
      <w:r w:rsidR="001A403D" w:rsidRPr="001E6BAB">
        <w:rPr>
          <w:rtl/>
        </w:rPr>
        <w:t xml:space="preserve"> (١</w:t>
      </w:r>
      <w:r w:rsidR="009229E3">
        <w:rPr>
          <w:rtl/>
        </w:rPr>
        <w:t>)</w:t>
      </w:r>
    </w:p>
    <w:p w:rsidR="001A403D" w:rsidRDefault="001A403D" w:rsidP="00E36567">
      <w:pPr>
        <w:pStyle w:val="libBoldItalic"/>
      </w:pPr>
      <w:r>
        <w:t>Kaf. Ha. Ya. A'in. Sad. (1)</w:t>
      </w:r>
    </w:p>
    <w:p w:rsidR="001A403D" w:rsidRDefault="001A403D" w:rsidP="00E36567">
      <w:pPr>
        <w:pStyle w:val="libNormal"/>
      </w:pPr>
      <w:r>
        <w:t>1-Imam Hassan Askari asws said about “Kaf Ha Ya Ain Sad” that these alphabets are from the news of Ghaib, about which Allah revealed to His servant Zakariya (a.s.), and narrated to Mohammad Mutafa sawaw as well, that Zakariya (a.s.) asked His Rabb to teach him holy names of Five Anwaar. So Allah sent down Jibraeel (a.s.), so he told him those. Then whenever Zakariya (a.s.) mentioned Mohammad sawaw, Ali asws, Fatima asws, and Hassan asws his heart was happy and sadness &amp; grief vanished. And when used to mention Hussain asws then tears were shedding spontaneously and grief occupied him. So one day he requested: Elahi, what is the reason, when I mention four of them, then my heart is satisfied with their names, and when I mention Hussain asws then my eyes shed tears and I lament? Allah Tabarak wa Ta’ala informed him about the incident that Kaf Ha Ya Ain Sad means that Yazidiyat will be destroyed in Karbala, and holy progeny asws will be martyred, Yazid (l.u.) will do injustice to Hussain asws, they (asws) will be thirsty and patient. When Zakariya (a.s.) heard this, he did not come out of the mosque for three days, and stopped people to come to him, and started weeping &amp; lamenting, and his Naoha (sad poem) was: Elahi, will Your most superior creation (sawaw) be involved in the grief of his son (asws)? Elahi, will hardship stike his home? Elahi, will Ali asws &amp; Fatima asws wear the dress of grief &amp; sadness? Elahi, will this grief &amp; sadness come down in their yard? Then he supplicated: Elahi, give me a son in this oldage, who should be coolness of my eyes, and appoint him my inheritor and my vicegerent, and he should be like Hussain asws to me, and when you bestow him to me, then make me zealous in his love, then involve me in grief as Your Habeeb Mohammad sawaw will be involved in his grief. So Allah granted him Yahya (a.s.), and he was grieved for him. (al-Burhan, v5, p102)</w:t>
      </w:r>
    </w:p>
    <w:p w:rsidR="001A403D" w:rsidRDefault="001A403D" w:rsidP="009229E3">
      <w:pPr>
        <w:pStyle w:val="libCenterBold1"/>
      </w:pPr>
      <w:r>
        <w:t>Lesson:</w:t>
      </w:r>
    </w:p>
    <w:p w:rsidR="001A403D" w:rsidRDefault="001A403D" w:rsidP="001A403D">
      <w:pPr>
        <w:pStyle w:val="libNormal"/>
      </w:pPr>
      <w:r>
        <w:t>1-To mourn for Imam Hussain asws, infallible Nabi Zakariya (a.s.) asked Allah to make an infallible Nabi Yahya (a.s.) as Shabeh (model) of Hussain asws. Nabi Yahya (a.s.) was martyred like Maola Hussain asws. Nabi of Allah was weeping, lamenting and reciting Naoha in the grief of Imam Hussain asws for three days in the Masjid. And made Dua to increase his grief for Hussain asws, and sacrificed his lovely Nabi son Yahya (a.s.) for the sake of Imam Hussain asws. An important point is that this Azadari was before the incident of Karbala. Such a great example of Azadari is impossible. On opposite side, Muqassir Mulla declares it Haraam to harm your body by doing Matam and shedding blood by Zanjeer Zunni. The fact is that if all the humans sacrifice their lives in the grief of Imam Hussain asws, still its right will not be fulfilled.</w:t>
      </w:r>
    </w:p>
    <w:p w:rsidR="001A403D" w:rsidRDefault="001A403D" w:rsidP="001A403D">
      <w:pPr>
        <w:pStyle w:val="libNormal"/>
      </w:pPr>
      <w:r>
        <w:lastRenderedPageBreak/>
        <w:t>2-To weep &amp; lament, reciting Naoha, to shed blood tears, to shed blood in the grief of Imam Hussain asws is Sunnah of Prophets (a.s.) and Masumeen asws. This Azadari with shedding of blood was established by Allah before the tragic sacrifice of Karbala. Hazrat Yahya (a.s.) was made Shabeh of Maola Hussain asws, so he is on the status of brother of Imam Hussain asws in Paradise.</w:t>
      </w:r>
    </w:p>
    <w:p w:rsidR="001A403D" w:rsidRDefault="001A403D" w:rsidP="00385B48">
      <w:pPr>
        <w:pStyle w:val="libAr"/>
      </w:pPr>
      <w:r>
        <w:rPr>
          <w:rFonts w:hint="eastAsia"/>
          <w:rtl/>
        </w:rPr>
        <w:t>فَلَمَّا</w:t>
      </w:r>
      <w:r>
        <w:rPr>
          <w:rtl/>
        </w:rPr>
        <w:t xml:space="preserve"> </w:t>
      </w:r>
      <w:r>
        <w:rPr>
          <w:rFonts w:hint="cs"/>
          <w:rtl/>
        </w:rPr>
        <w:t>ٱ</w:t>
      </w:r>
      <w:r>
        <w:rPr>
          <w:rFonts w:hint="eastAsia"/>
          <w:rtl/>
        </w:rPr>
        <w:t>عۡتَزَلَهُمۡ</w:t>
      </w:r>
      <w:r>
        <w:rPr>
          <w:rtl/>
        </w:rPr>
        <w:t xml:space="preserve"> وَمَا يَعۡبُدُونَ مِن دُونِ </w:t>
      </w:r>
      <w:r>
        <w:rPr>
          <w:rFonts w:hint="cs"/>
          <w:rtl/>
        </w:rPr>
        <w:t>ٱ</w:t>
      </w:r>
      <w:r>
        <w:rPr>
          <w:rFonts w:hint="eastAsia"/>
          <w:rtl/>
        </w:rPr>
        <w:t>للَّهِ</w:t>
      </w:r>
      <w:r>
        <w:rPr>
          <w:rtl/>
        </w:rPr>
        <w:t xml:space="preserve"> وَهَبۡنَا لَهُ </w:t>
      </w:r>
      <w:r>
        <w:rPr>
          <w:rFonts w:hint="cs"/>
          <w:rtl/>
        </w:rPr>
        <w:t>ۥۤ</w:t>
      </w:r>
      <w:r>
        <w:rPr>
          <w:rtl/>
        </w:rPr>
        <w:t xml:space="preserve"> إِسۡحَـٰقَ وَيَعۡقُوبَ‌ۖ وَكُلاًّ۬ جَعَلۡنَا نَبِيًّ۬ا (٤٩</w:t>
      </w:r>
      <w:r w:rsidR="009229E3">
        <w:rPr>
          <w:rtl/>
        </w:rPr>
        <w:t>)</w:t>
      </w:r>
      <w:r>
        <w:rPr>
          <w:rtl/>
        </w:rPr>
        <w:t xml:space="preserve"> وَوَهَبۡنَا لَهُم مِّن رَّحۡمَتِنَا وَجَعَلۡنَا لَهُمۡ لِسَانَ صِدۡقٍ عَلِيًّ۬ا (٥٠</w:t>
      </w:r>
      <w:r w:rsidR="009229E3">
        <w:rPr>
          <w:rtl/>
        </w:rPr>
        <w:t>)</w:t>
      </w:r>
    </w:p>
    <w:p w:rsidR="001A403D" w:rsidRDefault="001A403D" w:rsidP="00E36567">
      <w:pPr>
        <w:pStyle w:val="libBoldItalic"/>
      </w:pPr>
      <w:r>
        <w:t>So, when he had withdrawn from them and that which they were worshipping beside Allah, We gave him Is’haq and Yaqoob. Each of them We made a Prophet. (49) And we gave them of Our mercy, and appointed for them Ali the truthful tongue. (50)</w:t>
      </w:r>
    </w:p>
    <w:p w:rsidR="001A403D" w:rsidRDefault="001A403D" w:rsidP="00E36567">
      <w:pPr>
        <w:pStyle w:val="libNormal"/>
      </w:pPr>
      <w:r>
        <w:t>1-Imam Jafar Sadiq asws said: Ibraheem (a.s.) made Dua to Allah,”Appoint a truthful tongue for those who will come after me”, so Allah Ta’ala said, “We gave him Is’haq and Yaqoob. Each of them We made a Prophet. (49) And we gave them of Our mercy, and appointed for them Ali the truthful tongue” means Ali ibne Abi Talib asws. (al-Burhan, v5, p126)</w:t>
      </w:r>
    </w:p>
    <w:p w:rsidR="001A403D" w:rsidRDefault="001A403D" w:rsidP="009229E3">
      <w:pPr>
        <w:pStyle w:val="libCenterBold1"/>
      </w:pPr>
      <w:r>
        <w:t>Lesson:</w:t>
      </w:r>
    </w:p>
    <w:p w:rsidR="001A403D" w:rsidRDefault="001A403D" w:rsidP="001A403D">
      <w:pPr>
        <w:pStyle w:val="libNormal"/>
      </w:pPr>
      <w:r>
        <w:t>1-Olil Azm Rasool Ibraheem (a.s.) wished that Imamat &amp; Walayat should be in the progeny of Ismaeel (a.s.), including highest &amp; truthful tongue of Allah, Lisanullah Maola Ali asws. In contrast, Mulla of Shajarah-e-Khabisa wants to exclude Zikrullah Lisanullah from beliefs &amp; practices, because the companions of lie &amp; Batil can not tolerate truth &amp; Haqq.</w:t>
      </w:r>
    </w:p>
    <w:p w:rsidR="001A403D" w:rsidRDefault="001A403D" w:rsidP="00385B48">
      <w:pPr>
        <w:pStyle w:val="libAr"/>
      </w:pPr>
      <w:r>
        <w:rPr>
          <w:rFonts w:hint="eastAsia"/>
          <w:rtl/>
        </w:rPr>
        <w:t>وَإِذَا</w:t>
      </w:r>
      <w:r>
        <w:rPr>
          <w:rtl/>
        </w:rPr>
        <w:t xml:space="preserve"> تُتۡلَىٰ عَلَيۡهِمۡ ءَايَـٰتُنَا بَيِّنَـٰتٍ۬ قَالَ </w:t>
      </w:r>
      <w:r>
        <w:rPr>
          <w:rFonts w:hint="cs"/>
          <w:rtl/>
        </w:rPr>
        <w:t>ٱ</w:t>
      </w:r>
      <w:r>
        <w:rPr>
          <w:rFonts w:hint="eastAsia"/>
          <w:rtl/>
        </w:rPr>
        <w:t>لَّذِينَ</w:t>
      </w:r>
      <w:r>
        <w:rPr>
          <w:rtl/>
        </w:rPr>
        <w:t xml:space="preserve"> كَفَرُواْ لِلَّذِينَ ءَامَنُوٓاْ أَىُّ </w:t>
      </w:r>
      <w:r>
        <w:rPr>
          <w:rFonts w:hint="cs"/>
          <w:rtl/>
        </w:rPr>
        <w:t>ٱ</w:t>
      </w:r>
      <w:r>
        <w:rPr>
          <w:rFonts w:hint="eastAsia"/>
          <w:rtl/>
        </w:rPr>
        <w:t>لۡفَرِيقَيۡنِ</w:t>
      </w:r>
      <w:r>
        <w:rPr>
          <w:rtl/>
        </w:rPr>
        <w:t xml:space="preserve"> خَيۡرٌ۬ مَّقَامً۬ا وَأَحۡسَنُ نَدِيًّ۬ا (٧٣</w:t>
      </w:r>
      <w:r w:rsidR="009229E3">
        <w:rPr>
          <w:rtl/>
        </w:rPr>
        <w:t>)</w:t>
      </w:r>
      <w:r>
        <w:rPr>
          <w:rtl/>
        </w:rPr>
        <w:t xml:space="preserve"> وَكَمۡ أَهۡلَكۡنَا قَبۡلَهُم مِّن قَرۡنٍ هُمۡ أَحۡسَنُ أَثَـٰثً۬ا وَرِءۡيً۬ا (٧٤</w:t>
      </w:r>
      <w:r w:rsidR="009229E3">
        <w:rPr>
          <w:rtl/>
        </w:rPr>
        <w:t>)</w:t>
      </w:r>
      <w:r>
        <w:rPr>
          <w:rtl/>
        </w:rPr>
        <w:t xml:space="preserve"> قُلۡ </w:t>
      </w:r>
      <w:r>
        <w:rPr>
          <w:rFonts w:hint="eastAsia"/>
          <w:rtl/>
        </w:rPr>
        <w:t>مَن</w:t>
      </w:r>
      <w:r>
        <w:rPr>
          <w:rtl/>
        </w:rPr>
        <w:t xml:space="preserve"> كَانَ فِى </w:t>
      </w:r>
      <w:r>
        <w:rPr>
          <w:rFonts w:hint="cs"/>
          <w:rtl/>
        </w:rPr>
        <w:t>ٱ</w:t>
      </w:r>
      <w:r>
        <w:rPr>
          <w:rFonts w:hint="eastAsia"/>
          <w:rtl/>
        </w:rPr>
        <w:t>لضَّلَـٰلَةِ</w:t>
      </w:r>
      <w:r>
        <w:rPr>
          <w:rtl/>
        </w:rPr>
        <w:t xml:space="preserve"> فَلۡيَمۡدُدۡ لَهُ </w:t>
      </w:r>
      <w:r>
        <w:rPr>
          <w:rFonts w:hint="cs"/>
          <w:rtl/>
        </w:rPr>
        <w:t>ٱ</w:t>
      </w:r>
      <w:r>
        <w:rPr>
          <w:rFonts w:hint="eastAsia"/>
          <w:rtl/>
        </w:rPr>
        <w:t>لرَّحۡمَـٰنُ</w:t>
      </w:r>
      <w:r>
        <w:rPr>
          <w:rtl/>
        </w:rPr>
        <w:t xml:space="preserve"> مَدًّا‌ۚ حَتَّىٰٓ إِذَا رَأَوۡاْ مَا يُوعَدُونَ إِمَّا </w:t>
      </w:r>
      <w:r>
        <w:rPr>
          <w:rFonts w:hint="cs"/>
          <w:rtl/>
        </w:rPr>
        <w:t>ٱ</w:t>
      </w:r>
      <w:r>
        <w:rPr>
          <w:rFonts w:hint="eastAsia"/>
          <w:rtl/>
        </w:rPr>
        <w:t>لۡعَذَابَ</w:t>
      </w:r>
      <w:r>
        <w:rPr>
          <w:rtl/>
        </w:rPr>
        <w:t xml:space="preserve"> وَإِمَّا </w:t>
      </w:r>
      <w:r>
        <w:rPr>
          <w:rFonts w:hint="cs"/>
          <w:rtl/>
        </w:rPr>
        <w:t>ٱ</w:t>
      </w:r>
      <w:r>
        <w:rPr>
          <w:rFonts w:hint="eastAsia"/>
          <w:rtl/>
        </w:rPr>
        <w:t>لسَّاعَةَ</w:t>
      </w:r>
      <w:r>
        <w:rPr>
          <w:rtl/>
        </w:rPr>
        <w:t xml:space="preserve"> فَسَيَعۡلَمُونَ مَنۡ هُوَ شَرٌّ۬ مَّكَانً۬ا وَأَضۡعَفُ جُندً۬ا (٧٥</w:t>
      </w:r>
      <w:r w:rsidR="009229E3">
        <w:rPr>
          <w:rtl/>
        </w:rPr>
        <w:t>)</w:t>
      </w:r>
      <w:r>
        <w:rPr>
          <w:rtl/>
        </w:rPr>
        <w:t xml:space="preserve"> وَيَزِيدُ </w:t>
      </w:r>
      <w:r>
        <w:rPr>
          <w:rFonts w:hint="cs"/>
          <w:rtl/>
        </w:rPr>
        <w:t>ٱ</w:t>
      </w:r>
      <w:r>
        <w:rPr>
          <w:rFonts w:hint="eastAsia"/>
          <w:rtl/>
        </w:rPr>
        <w:t>للَّهُ</w:t>
      </w:r>
      <w:r>
        <w:rPr>
          <w:rtl/>
        </w:rPr>
        <w:t xml:space="preserve"> </w:t>
      </w:r>
      <w:r>
        <w:rPr>
          <w:rFonts w:hint="cs"/>
          <w:rtl/>
        </w:rPr>
        <w:t>ٱ</w:t>
      </w:r>
      <w:r>
        <w:rPr>
          <w:rFonts w:hint="eastAsia"/>
          <w:rtl/>
        </w:rPr>
        <w:t>لَّذِينَ</w:t>
      </w:r>
      <w:r>
        <w:rPr>
          <w:rtl/>
        </w:rPr>
        <w:t xml:space="preserve"> </w:t>
      </w:r>
      <w:r>
        <w:rPr>
          <w:rFonts w:hint="cs"/>
          <w:rtl/>
        </w:rPr>
        <w:t>ٱ</w:t>
      </w:r>
      <w:r>
        <w:rPr>
          <w:rFonts w:hint="eastAsia"/>
          <w:rtl/>
        </w:rPr>
        <w:t>هۡتَدَوۡاْ</w:t>
      </w:r>
      <w:r>
        <w:rPr>
          <w:rtl/>
        </w:rPr>
        <w:t xml:space="preserve"> هُ</w:t>
      </w:r>
      <w:r>
        <w:rPr>
          <w:rFonts w:hint="eastAsia"/>
          <w:rtl/>
        </w:rPr>
        <w:t>دً۬ى‌ۗ</w:t>
      </w:r>
      <w:r>
        <w:rPr>
          <w:rtl/>
        </w:rPr>
        <w:t xml:space="preserve"> وَ</w:t>
      </w:r>
      <w:r>
        <w:rPr>
          <w:rFonts w:hint="cs"/>
          <w:rtl/>
        </w:rPr>
        <w:t>ٱ</w:t>
      </w:r>
      <w:r>
        <w:rPr>
          <w:rFonts w:hint="eastAsia"/>
          <w:rtl/>
        </w:rPr>
        <w:t>لۡبَـٰقِيَـٰتُ</w:t>
      </w:r>
      <w:r>
        <w:rPr>
          <w:rtl/>
        </w:rPr>
        <w:t xml:space="preserve"> </w:t>
      </w:r>
      <w:r>
        <w:rPr>
          <w:rFonts w:hint="cs"/>
          <w:rtl/>
        </w:rPr>
        <w:t>ٱ</w:t>
      </w:r>
      <w:r>
        <w:rPr>
          <w:rFonts w:hint="eastAsia"/>
          <w:rtl/>
        </w:rPr>
        <w:t>لصَّـٰلِحَـٰتُ</w:t>
      </w:r>
      <w:r>
        <w:rPr>
          <w:rtl/>
        </w:rPr>
        <w:t xml:space="preserve"> خَيۡرٌ عِندَ رَبِّكَ ثَوَابً۬ا وَخَيۡرٌ۬ مَّرَدًّا (٧٦</w:t>
      </w:r>
      <w:r w:rsidR="009229E3">
        <w:rPr>
          <w:rtl/>
        </w:rPr>
        <w:t>)</w:t>
      </w:r>
    </w:p>
    <w:p w:rsidR="001A403D" w:rsidRDefault="001A403D" w:rsidP="00E36567">
      <w:pPr>
        <w:pStyle w:val="libBoldItalic"/>
      </w:pPr>
      <w:r>
        <w:t>And when Our clear verses are recited to them, those who disbelieve say to those who believe: Which of the two parties (yours or ours) is better in position, and best in gathering? (73) And how many a generation have We destroyed before them, who were better in possessions and outward appearance. (74) Say: That who is in misguidance, the Rahman extends for him an extension until, when they see what they were promised, either punishment or the Hour (of doom), so soon they will know who is worse in position and weaker in army. (75) And those who are (rightly) guided Allah increases their guidance, and enduring good deeds are better near your Rabb for reward, and better in return. (76)</w:t>
      </w:r>
    </w:p>
    <w:p w:rsidR="001A403D" w:rsidRDefault="001A403D" w:rsidP="00385B48">
      <w:pPr>
        <w:pStyle w:val="libAr"/>
      </w:pPr>
      <w:r>
        <w:rPr>
          <w:rFonts w:hint="eastAsia"/>
          <w:rtl/>
        </w:rPr>
        <w:t>لَّا</w:t>
      </w:r>
      <w:r>
        <w:rPr>
          <w:rtl/>
        </w:rPr>
        <w:t xml:space="preserve"> يَمۡلِكُونَ </w:t>
      </w:r>
      <w:r>
        <w:rPr>
          <w:rFonts w:hint="cs"/>
          <w:rtl/>
        </w:rPr>
        <w:t>ٱ</w:t>
      </w:r>
      <w:r>
        <w:rPr>
          <w:rFonts w:hint="eastAsia"/>
          <w:rtl/>
        </w:rPr>
        <w:t>لشَّفَـٰعَةَ</w:t>
      </w:r>
      <w:r>
        <w:rPr>
          <w:rtl/>
        </w:rPr>
        <w:t xml:space="preserve"> إِلَّا مَنِ </w:t>
      </w:r>
      <w:r>
        <w:rPr>
          <w:rFonts w:hint="cs"/>
          <w:rtl/>
        </w:rPr>
        <w:t>ٱ</w:t>
      </w:r>
      <w:r>
        <w:rPr>
          <w:rFonts w:hint="eastAsia"/>
          <w:rtl/>
        </w:rPr>
        <w:t>تَّخَذَ</w:t>
      </w:r>
      <w:r>
        <w:rPr>
          <w:rtl/>
        </w:rPr>
        <w:t xml:space="preserve"> عِندَ </w:t>
      </w:r>
      <w:r>
        <w:rPr>
          <w:rFonts w:hint="cs"/>
          <w:rtl/>
        </w:rPr>
        <w:t>ٱ</w:t>
      </w:r>
      <w:r>
        <w:rPr>
          <w:rFonts w:hint="eastAsia"/>
          <w:rtl/>
        </w:rPr>
        <w:t>لرَّحۡمَـٰنِ</w:t>
      </w:r>
      <w:r>
        <w:rPr>
          <w:rtl/>
        </w:rPr>
        <w:t xml:space="preserve"> عَهۡدً۬ا (٨٧</w:t>
      </w:r>
      <w:r w:rsidR="009229E3">
        <w:rPr>
          <w:rtl/>
        </w:rPr>
        <w:t>)</w:t>
      </w:r>
    </w:p>
    <w:p w:rsidR="001A403D" w:rsidRDefault="001A403D" w:rsidP="00E36567">
      <w:pPr>
        <w:pStyle w:val="libBoldItalic"/>
      </w:pPr>
      <w:r>
        <w:lastRenderedPageBreak/>
        <w:t>They will have no power of intercession, except him who has made a covenant with Rahman. (87)</w:t>
      </w:r>
    </w:p>
    <w:p w:rsidR="001A403D" w:rsidRDefault="001A403D" w:rsidP="00385B48">
      <w:pPr>
        <w:pStyle w:val="libAr"/>
      </w:pPr>
      <w:r>
        <w:rPr>
          <w:rFonts w:hint="eastAsia"/>
          <w:rtl/>
        </w:rPr>
        <w:t>إِنَّ</w:t>
      </w:r>
      <w:r>
        <w:rPr>
          <w:rtl/>
        </w:rPr>
        <w:t xml:space="preserve"> </w:t>
      </w:r>
      <w:r>
        <w:rPr>
          <w:rFonts w:hint="cs"/>
          <w:rtl/>
        </w:rPr>
        <w:t>ٱ</w:t>
      </w:r>
      <w:r>
        <w:rPr>
          <w:rFonts w:hint="eastAsia"/>
          <w:rtl/>
        </w:rPr>
        <w:t>لَّذِينَ</w:t>
      </w:r>
      <w:r>
        <w:rPr>
          <w:rtl/>
        </w:rPr>
        <w:t xml:space="preserve"> ءَامَنُواْ وَعَمِلُواْ </w:t>
      </w:r>
      <w:r>
        <w:rPr>
          <w:rFonts w:hint="cs"/>
          <w:rtl/>
        </w:rPr>
        <w:t>ٱ</w:t>
      </w:r>
      <w:r>
        <w:rPr>
          <w:rFonts w:hint="eastAsia"/>
          <w:rtl/>
        </w:rPr>
        <w:t>لصَّـٰلِحَـٰتِ</w:t>
      </w:r>
      <w:r>
        <w:rPr>
          <w:rtl/>
        </w:rPr>
        <w:t xml:space="preserve"> سَيَجۡعَلُ لَهُمُ </w:t>
      </w:r>
      <w:r>
        <w:rPr>
          <w:rFonts w:hint="cs"/>
          <w:rtl/>
        </w:rPr>
        <w:t>ٱ</w:t>
      </w:r>
      <w:r>
        <w:rPr>
          <w:rFonts w:hint="eastAsia"/>
          <w:rtl/>
        </w:rPr>
        <w:t>لرَّحۡمَـٰنُ</w:t>
      </w:r>
      <w:r>
        <w:rPr>
          <w:rtl/>
        </w:rPr>
        <w:t xml:space="preserve"> وُدًّ۬ا (٩٦</w:t>
      </w:r>
      <w:r w:rsidR="009229E3">
        <w:rPr>
          <w:rtl/>
        </w:rPr>
        <w:t>)</w:t>
      </w:r>
      <w:r>
        <w:rPr>
          <w:rtl/>
        </w:rPr>
        <w:t xml:space="preserve"> فَإِنَّمَا يَسَّرۡنَـٰهُ بِلِسَانِكَ لِتُبَشِّرَ بِهِ </w:t>
      </w:r>
      <w:r>
        <w:rPr>
          <w:rFonts w:hint="cs"/>
          <w:rtl/>
        </w:rPr>
        <w:t>ٱ</w:t>
      </w:r>
      <w:r>
        <w:rPr>
          <w:rFonts w:hint="eastAsia"/>
          <w:rtl/>
        </w:rPr>
        <w:t>لۡمُتَّقِينَ</w:t>
      </w:r>
      <w:r>
        <w:rPr>
          <w:rtl/>
        </w:rPr>
        <w:t xml:space="preserve"> وَتُنذِرَ بِهِ</w:t>
      </w:r>
      <w:r>
        <w:rPr>
          <w:rFonts w:hint="cs"/>
          <w:rtl/>
        </w:rPr>
        <w:t>ۦ</w:t>
      </w:r>
      <w:r>
        <w:rPr>
          <w:rtl/>
        </w:rPr>
        <w:t xml:space="preserve"> قَوۡمً۬ا لُّدًّ۬ا (٩٧</w:t>
      </w:r>
      <w:r w:rsidR="009229E3">
        <w:rPr>
          <w:rtl/>
        </w:rPr>
        <w:t>)</w:t>
      </w:r>
    </w:p>
    <w:p w:rsidR="001A403D" w:rsidRDefault="001A403D" w:rsidP="00E36567">
      <w:pPr>
        <w:pStyle w:val="libBoldItalic"/>
      </w:pPr>
      <w:r>
        <w:t>Indeed those who believe and do good deeds, the Rahman appoints for them devotion. (96) So We have made it (Quran) easy in your tongue, (O Habeeb sawaw) only that you may give good tidings with it to Muttaqeen, and warn with it the quarrelsome people. (97)</w:t>
      </w:r>
    </w:p>
    <w:p w:rsidR="001A403D" w:rsidRDefault="001A403D" w:rsidP="00E36567">
      <w:pPr>
        <w:pStyle w:val="libNormal"/>
      </w:pPr>
      <w:r>
        <w:t>1-About the saying of Allah Azza wa Jalla, “And when Our clear verses are recited to them, those who disbelieve say to those who believe: Which of the two parties is better in position, and best in gathering?” Imam Jafar Sadiq asws said: Rasool Allah sawaw invited Quraish toward our Walayat, then they ran away and denied. Among Quraish, “those who disbelieve said to those who believe” means those who believe in Amirul Momineen asws &amp; us the Ahlul Bait asws, “Which of the two parties is better in status and best in gathering?” this was the opinion of deniers, so Allah said rejecting them that from the previous Ummahs “We destroyed before them who were better in possessions and appearance”, “say: Who is in misguidance Rahman gives him reprieve” means all of them are in misguidance who do not believe in Walayat of Amirul Momineen asws and ours, so they are misguided and misguide others, thus they are given reprieve in their misguidance &amp; transgression until they die and go to the worst place and their gathering is weak, and “until when they see that which they were promised” it means Zahoor of Qaim asws and Qiyamah. So that day they will come to know that from Allah His Wali asws will come down in front of them, and “who is worse in position” means near Imam Qaim asws, “and whose army is weak.” “And those who are guided Allah increase their guidance” means that day guidance will be added on their guidance due to their obedience to Imam Qaim asws, because they neither oppose him nor deny him. “They will have no right of intercession except him who has made a covenant with Rahman” mean that except those who obeyed Allah with Walayat of Amirul Momineen asws and Imams asws after him, that is the covenant near Allah. “Indeed those who believe and do good deeds, the Rahman appoints for them devotion (love, Mawaddat)” meand Walayat-e-Ali asws is that love which Allah is saying. And “So We have made it (Quran) easy in your tongue, only that you may give good tidings with it to Muttaqeen, and warn with it the hostile people” means that Allah made it easy through his (sawaw) tongue, when he fixed the flag of Walayat of Amirul Momineen asws, gave good news to Momineen by that, and warned the disbelievers (deniers) by that, they are those people whom Allah says arrogant (quarrelsome) in His Book, meaning Kafir. (al-Burhan, v5, p137)</w:t>
      </w:r>
    </w:p>
    <w:p w:rsidR="001A403D" w:rsidRDefault="001A403D" w:rsidP="009229E3">
      <w:pPr>
        <w:pStyle w:val="libCenterBold1"/>
      </w:pPr>
      <w:r>
        <w:t>Lesson:</w:t>
      </w:r>
    </w:p>
    <w:p w:rsidR="001A403D" w:rsidRDefault="001A403D" w:rsidP="001A403D">
      <w:pPr>
        <w:pStyle w:val="libNormal"/>
      </w:pPr>
      <w:r>
        <w:t xml:space="preserve">1-Among previous Ummahs who were destroyed, those were only destroyed due to denial of Walayat-e-Ali asws. Opponents of Walayat-e-Ali asws have been given reprieve along with Shaitan until Zahoor of Qaim </w:t>
      </w:r>
      <w:r>
        <w:lastRenderedPageBreak/>
        <w:t>asws, then Majoosi nation-worshipers will know the weakness of their government.</w:t>
      </w:r>
    </w:p>
    <w:p w:rsidR="001A403D" w:rsidRDefault="001A403D" w:rsidP="001A403D">
      <w:pPr>
        <w:pStyle w:val="libNormal"/>
      </w:pPr>
      <w:r>
        <w:t>2-The obedience of Allah is conditioned with the testimony of Walayat-e-Masumeen asws, this is that covenant which is surety of intercession &amp; salvation.</w:t>
      </w:r>
    </w:p>
    <w:p w:rsidR="001A403D" w:rsidRDefault="001A403D" w:rsidP="001A403D">
      <w:pPr>
        <w:pStyle w:val="libNormal"/>
      </w:pPr>
      <w:r>
        <w:t>3-Love &amp; Devotion of Masumeen asws is the great Ne’mat of Allah Rahman, which He places in the hearts, and Momineen are grateful to Allah for that, because this is the First &amp; Highest Ne’mat, due to it all the steps of the world &amp; Hereafter become easy. Rasool Allah sawaw made this Ne’mat easy by explaining it and its benefits repeatedly on thousands of occasions.</w:t>
      </w:r>
    </w:p>
    <w:p w:rsidR="00EB2345" w:rsidRDefault="00EB2345" w:rsidP="00FC02E7">
      <w:pPr>
        <w:pStyle w:val="libNormal"/>
        <w:rPr>
          <w:rtl/>
        </w:rPr>
      </w:pPr>
      <w:r>
        <w:rPr>
          <w:rFonts w:hint="eastAsia"/>
        </w:rPr>
        <w:br w:type="page"/>
      </w:r>
    </w:p>
    <w:p w:rsidR="001A403D" w:rsidRDefault="00EB2345" w:rsidP="00EB2345">
      <w:pPr>
        <w:pStyle w:val="Heading1Center"/>
      </w:pPr>
      <w:bookmarkStart w:id="21" w:name="_Toc449789414"/>
      <w:r>
        <w:rPr>
          <w:rFonts w:hint="eastAsia"/>
          <w:rtl/>
        </w:rPr>
        <w:lastRenderedPageBreak/>
        <w:t>سُوۡرَةُ</w:t>
      </w:r>
      <w:r>
        <w:rPr>
          <w:rtl/>
        </w:rPr>
        <w:t xml:space="preserve"> </w:t>
      </w:r>
      <w:r w:rsidR="001A403D">
        <w:rPr>
          <w:rtl/>
        </w:rPr>
        <w:t>طٰه</w:t>
      </w:r>
      <w:bookmarkEnd w:id="21"/>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طه</w:t>
      </w:r>
      <w:r>
        <w:rPr>
          <w:rtl/>
        </w:rPr>
        <w:t xml:space="preserve"> (١</w:t>
      </w:r>
      <w:r w:rsidR="009229E3">
        <w:rPr>
          <w:rtl/>
        </w:rPr>
        <w:t>)</w:t>
      </w:r>
      <w:r>
        <w:rPr>
          <w:rtl/>
        </w:rPr>
        <w:t xml:space="preserve"> مَآ أَنزَلۡنَا عَلَيۡكَ </w:t>
      </w:r>
      <w:r>
        <w:rPr>
          <w:rFonts w:hint="cs"/>
          <w:rtl/>
        </w:rPr>
        <w:t>ٱ</w:t>
      </w:r>
      <w:r>
        <w:rPr>
          <w:rFonts w:hint="eastAsia"/>
          <w:rtl/>
        </w:rPr>
        <w:t>لۡقُرۡءَانَ</w:t>
      </w:r>
      <w:r>
        <w:rPr>
          <w:rtl/>
        </w:rPr>
        <w:t xml:space="preserve"> لِتَشۡقَىٰٓ (٢</w:t>
      </w:r>
      <w:r w:rsidR="009229E3">
        <w:rPr>
          <w:rtl/>
        </w:rPr>
        <w:t>)</w:t>
      </w:r>
      <w:r>
        <w:rPr>
          <w:rtl/>
        </w:rPr>
        <w:t xml:space="preserve"> إِلَّا تَذۡ</w:t>
      </w:r>
      <w:r w:rsidR="001E6BAB" w:rsidRPr="001E6BAB">
        <w:rPr>
          <w:rFonts w:hint="cs"/>
          <w:rtl/>
        </w:rPr>
        <w:t>ک</w:t>
      </w:r>
      <w:r>
        <w:rPr>
          <w:rFonts w:hint="eastAsia"/>
          <w:rtl/>
        </w:rPr>
        <w:t>رَةً۬</w:t>
      </w:r>
      <w:r>
        <w:rPr>
          <w:rtl/>
        </w:rPr>
        <w:t xml:space="preserve"> لِّمَن يَخۡشَىٰ (٣</w:t>
      </w:r>
      <w:r w:rsidR="009229E3">
        <w:rPr>
          <w:rtl/>
        </w:rPr>
        <w:t>)</w:t>
      </w:r>
    </w:p>
    <w:p w:rsidR="001A403D" w:rsidRDefault="001A403D" w:rsidP="00E36567">
      <w:pPr>
        <w:pStyle w:val="libBoldItalic"/>
      </w:pPr>
      <w:r>
        <w:t>Ta. Ha. (1) We have not revealed to you (Habeeb sawaw) this Quran that you should do hard work, (2) But it is Tazkirah for him who fears (Allah). (3)</w:t>
      </w:r>
    </w:p>
    <w:p w:rsidR="001A403D" w:rsidRDefault="001A403D" w:rsidP="00E36567">
      <w:pPr>
        <w:pStyle w:val="libNormal"/>
      </w:pPr>
      <w:r>
        <w:t>1-The meaning of “Ta Ha” was asked from Imam Jafar Sadiq asws, so he said: Ta Ha is one name from the holy names of Nabi Akram sawaw, it means Talib (seeker) of Haqq and Hadi toward it (Haqq). (al-Burhan, v5, p154)</w:t>
      </w:r>
    </w:p>
    <w:p w:rsidR="001A403D" w:rsidRDefault="001A403D" w:rsidP="00E36567">
      <w:pPr>
        <w:pStyle w:val="libNormal"/>
      </w:pPr>
      <w:r>
        <w:t>2-Imam Mohammad Baqir asws said: When Rasool Allah sawaw was offering Salaah, then used to stand on toes of his feet, so feet were swollen, then Allah Tabarak wa Ta’ala revealed, saying “TaHa” means Ya Mohammad in Tayi language, We did not reveal Quran to you that you should do toil, but it is Tazkirah for him who fears. (al-Burhan, v5, p155)</w:t>
      </w:r>
    </w:p>
    <w:p w:rsidR="001A403D" w:rsidRDefault="001A403D" w:rsidP="009229E3">
      <w:pPr>
        <w:pStyle w:val="libCenterBold1"/>
      </w:pPr>
      <w:r>
        <w:t>Lesson:</w:t>
      </w:r>
    </w:p>
    <w:p w:rsidR="001A403D" w:rsidRDefault="001A403D" w:rsidP="001A403D">
      <w:pPr>
        <w:pStyle w:val="libNormal"/>
      </w:pPr>
      <w:r>
        <w:t>1-Allah Ta’ala created fourteen Masumeen asws for His Marifat and Love. And created universe &amp; creations for Marifat and Love of Masumeen asws. Loving Creator of Masumeen asws does not want to see His Beloved (Habeeb sawaw) working hard with swollen holy feet standing whole night in His Presence. Masumeen asws taught Angels (a.s.) in the Heavens how to do Ibadat of Allah, and did Ibadat here as well to show to the inhabitants of the earth how to do Ibadat, and sacrificed every thing in the Love of Allah.</w:t>
      </w:r>
    </w:p>
    <w:p w:rsidR="00595365" w:rsidRDefault="001A403D" w:rsidP="001A403D">
      <w:pPr>
        <w:pStyle w:val="libNormal"/>
      </w:pPr>
      <w:r>
        <w:t>2-Blind of wisdom Muqassir Mulla thought that Masumeen asws got higher degrees by Ibadaat and Martyrdom. And he thought that after praying like parrot for few days he can become superior to Prophets (a.s.). Allah told His Habeeb sawaw not to stand whole night in Ibadat, and this Quran is Tazkirah-e-Walayat for Muttaqeen.</w:t>
      </w:r>
    </w:p>
    <w:p w:rsidR="001A403D" w:rsidRDefault="001A403D" w:rsidP="00385B48">
      <w:pPr>
        <w:pStyle w:val="libAr"/>
      </w:pPr>
      <w:r>
        <w:rPr>
          <w:rFonts w:hint="eastAsia"/>
          <w:rtl/>
        </w:rPr>
        <w:t>فَأَوۡجَسَ</w:t>
      </w:r>
      <w:r>
        <w:rPr>
          <w:rtl/>
        </w:rPr>
        <w:t xml:space="preserve"> فِى نَفۡسِهِ</w:t>
      </w:r>
      <w:r>
        <w:rPr>
          <w:rFonts w:hint="cs"/>
          <w:rtl/>
        </w:rPr>
        <w:t>ۦ</w:t>
      </w:r>
      <w:r>
        <w:rPr>
          <w:rtl/>
        </w:rPr>
        <w:t xml:space="preserve"> خِيفَةً۬ مُّوسَىٰ (٦٧</w:t>
      </w:r>
      <w:r w:rsidR="009229E3">
        <w:rPr>
          <w:rtl/>
        </w:rPr>
        <w:t>)</w:t>
      </w:r>
      <w:r>
        <w:rPr>
          <w:rtl/>
        </w:rPr>
        <w:t xml:space="preserve"> قُلۡنَا لَا تَخَفۡ إِنَّكَ أَنتَ </w:t>
      </w:r>
      <w:r>
        <w:rPr>
          <w:rFonts w:hint="cs"/>
          <w:rtl/>
        </w:rPr>
        <w:t>ٱ</w:t>
      </w:r>
      <w:r>
        <w:rPr>
          <w:rFonts w:hint="eastAsia"/>
          <w:rtl/>
        </w:rPr>
        <w:t>لۡأَعۡلَىٰ</w:t>
      </w:r>
      <w:r>
        <w:rPr>
          <w:rtl/>
        </w:rPr>
        <w:t xml:space="preserve"> (٦٨</w:t>
      </w:r>
      <w:r w:rsidR="009229E3">
        <w:rPr>
          <w:rtl/>
        </w:rPr>
        <w:t>)</w:t>
      </w:r>
    </w:p>
    <w:p w:rsidR="001A403D" w:rsidRDefault="001A403D" w:rsidP="00E36567">
      <w:pPr>
        <w:pStyle w:val="libBoldItalic"/>
      </w:pPr>
      <w:r>
        <w:t>And Musa sensed fear in himself. (67) We said: Fear not, surely it is you who is higher (dominant). (68)</w:t>
      </w:r>
    </w:p>
    <w:p w:rsidR="001A403D" w:rsidRDefault="001A403D" w:rsidP="00E36567">
      <w:pPr>
        <w:pStyle w:val="libNormal"/>
      </w:pPr>
      <w:r>
        <w:t xml:space="preserve">1-A Jew asked Nabi Akram sawaw: You are superior or Musa bin Imran (a.s.) the Nabi with whom Allah spoke, and gave him Taurat &amp; staff, and split ocean for him, and made shadow with cloud on him? Nabi Akram sawaw said: It is not preferable for a servant to narrate purity of himself, but I say that when Adam (a.s.) slipped then he said while repenting “Ya Allah, I ask You for the sake of the right of Mohammad-o-Aal-e-Mohammad asws forgive me” then Allah accepted his repentance. And when Nuh (a.s.) boarded the boat, and danger of sinking approached, he said “Ya Allah, I ask You for the sake of the right of Mohammad-o-Aal-e-Mohammad asws save me from sinking” so Allah saved him from it. And when Ibraheem (a.s.) was thrown in fire, said “Ya Allah I ask You for the sake of the right of Mohammad-o-Aal-e-Mohammad asws save me from it” so Allah made it cool and peaceful. And when Musa (a.s.) threw his staff and felt fear in his </w:t>
      </w:r>
      <w:r>
        <w:lastRenderedPageBreak/>
        <w:t>heart, then said “Ya Allah I ask You for the sake of the right of Mohammad-o-Aal-e-Mohammad asws give me security” so Allah Jalla Jalalohu said, “do not be afraid, surely you will be prevailing.” O Jew! If Musa (a.s.) finds me (i.e. he is present in my time) and then does not believe in me &amp; my Nabuwat, then neither his faith will benefit him at all nor his Nabuwat will benefit him at all. O Jew! When Mahdi asws from my progeny will reappear then Eesa bin Mariyam (a.s.) will come down to help him, and will ask him to step forward and will pray behind him. (al-Burhan, v5, p176)</w:t>
      </w:r>
    </w:p>
    <w:p w:rsidR="001A403D" w:rsidRDefault="001A403D" w:rsidP="009229E3">
      <w:pPr>
        <w:pStyle w:val="libCenterBold1"/>
      </w:pPr>
      <w:r>
        <w:t>Lesson:</w:t>
      </w:r>
    </w:p>
    <w:p w:rsidR="001A403D" w:rsidRDefault="001A403D" w:rsidP="001A403D">
      <w:pPr>
        <w:pStyle w:val="libNormal"/>
      </w:pPr>
      <w:r>
        <w:t>1-Even when Olil Azm Rasools (a.s.) are in hardship, Allah listens their Dua for the sake &amp; Zikr of Mohammad-o-Aal-e-Mohammad asws. But Muqassir Mulla thinks that he is superior to Maola Ali asws (Naoozobillah) because he denies Zikr of Walayat-e-Ali asws but does his own Zikr in Sajdah “Ya Rabb, do mercy on me the weak, disgraced, and humble person.” Will Allah listen Dua of such Shaitan or accept his Salaah? Allah Azza wa Jalla says, “I do not accept any deed from their doers at all except with the testimony (Iqrar) of Walayat-e-Ali asws along with (testimony of) Nabuwat of My Rasool Ahmad sawaw”</w:t>
      </w:r>
    </w:p>
    <w:p w:rsidR="001A403D" w:rsidRDefault="001A403D" w:rsidP="001A403D">
      <w:pPr>
        <w:pStyle w:val="libNormal"/>
      </w:pPr>
      <w:r>
        <w:t>Iqrar means clearly to recite testimony with tongue (but not only belief in heart), and this is applicable to every deed, then is Namaz of Mulla not a deed? Or Nasibi Mulla’s Namaz is that evil deed which Imam Jafar Sadiq asws indicated “Nasibi enemy of us the Ahlul Bait asws, we do not care whether he keeps fasts or reads Namaz or steals or does Zina, certainly he will go to Hell (in any case).” Nasibi is that who fixes flag of his own Walayat-e-Faqeh in front of Walayat of Masumeen asws. Imam asws explained the definition of Nasibi Muqassir while doing Tafseer of verse no.78-79 of Sura Baqarah that Nasibis are those Shia Mullas who opposes Walayat &amp; splendour of Masumeen asws, and they are worse than the army of Yazid (l.u.).</w:t>
      </w:r>
    </w:p>
    <w:p w:rsidR="001A403D" w:rsidRDefault="001A403D" w:rsidP="00385B48">
      <w:pPr>
        <w:pStyle w:val="libAr"/>
      </w:pPr>
      <w:r>
        <w:rPr>
          <w:rFonts w:hint="eastAsia"/>
          <w:rtl/>
        </w:rPr>
        <w:t>وَإِنِّى</w:t>
      </w:r>
      <w:r>
        <w:rPr>
          <w:rtl/>
        </w:rPr>
        <w:t xml:space="preserve"> لَغَفَّارٌ۬ لِّمَن تَابَ وَءَامَنَ وَعَمِلَ صَـٰلِحً۬ا ثُمَّ </w:t>
      </w:r>
      <w:r>
        <w:rPr>
          <w:rFonts w:hint="cs"/>
          <w:rtl/>
        </w:rPr>
        <w:t>ٱ</w:t>
      </w:r>
      <w:r>
        <w:rPr>
          <w:rFonts w:hint="eastAsia"/>
          <w:rtl/>
        </w:rPr>
        <w:t>هۡتَدَىٰ</w:t>
      </w:r>
      <w:r>
        <w:rPr>
          <w:rtl/>
        </w:rPr>
        <w:t xml:space="preserve"> (٨٢</w:t>
      </w:r>
      <w:r w:rsidR="009229E3">
        <w:rPr>
          <w:rtl/>
        </w:rPr>
        <w:t>)</w:t>
      </w:r>
    </w:p>
    <w:p w:rsidR="001A403D" w:rsidRDefault="001A403D" w:rsidP="00E36567">
      <w:pPr>
        <w:pStyle w:val="libBoldItalic"/>
      </w:pPr>
      <w:r>
        <w:t>And verily I am Forgiving to him who repents and believes and does good deeds, then gets guidance. (82)</w:t>
      </w:r>
    </w:p>
    <w:p w:rsidR="001A403D" w:rsidRDefault="001A403D" w:rsidP="00E36567">
      <w:pPr>
        <w:pStyle w:val="libNormal"/>
      </w:pPr>
      <w:r>
        <w:t>1-Imam Mohammad Baqir asws held hand of Sadeer, turned toward Baitullah and said: O Sadeer! It is surely commanded to the people to come to this (building of) stones then do Tawaf of it, then come to us, so that we can teach them our Walayat, and this is the saying of Allah, “And verily I am Forgiving to him who repents and believes and does good deeds, then gets guidance”, then said pointing with his hand toward his own chest, “toward our Walayat” (al-Burhan, v5, p178)</w:t>
      </w:r>
    </w:p>
    <w:p w:rsidR="001A403D" w:rsidRDefault="001A403D" w:rsidP="00E36567">
      <w:pPr>
        <w:pStyle w:val="libNormal"/>
      </w:pPr>
      <w:r>
        <w:t xml:space="preserve">2-Rasool Allah sawaw said to Imam Ali asws: Ya Ali asws, by Allah, you are only created so that worship of your Rabb should be done, and pillars of Deen are known through you, and worn-out path can be mended through you, and certainly he went astray who lost you, and he does not get guidance from Allah Azza wa Jalla at all who does not get guidance toward you and your Walayat, and this is the saying of my Rabb Azza wa Jalla, “And verily I am Forgiving to him who repents and believes and does good </w:t>
      </w:r>
      <w:r>
        <w:lastRenderedPageBreak/>
        <w:t>deeds, and then gets guidance” means towards your Walayat. (al-Burhan, v5, p178)</w:t>
      </w:r>
    </w:p>
    <w:p w:rsidR="001A403D" w:rsidRDefault="001A403D" w:rsidP="00E36567">
      <w:pPr>
        <w:pStyle w:val="libNormal"/>
      </w:pPr>
      <w:r>
        <w:t>3-Imam Mohammad Baqir asws said about this verse: By Allah, if someone repents and believes and does good deeds but he is not guided towards the Marifat of our Walayat and our Mawaddat and our Faza’il, then he can not get any benefit from those things. (al-Burhan, v5, p180)</w:t>
      </w:r>
    </w:p>
    <w:p w:rsidR="001A403D" w:rsidRDefault="001A403D" w:rsidP="009229E3">
      <w:pPr>
        <w:pStyle w:val="libCenterBold1"/>
      </w:pPr>
      <w:r>
        <w:t>Lesson:</w:t>
      </w:r>
    </w:p>
    <w:p w:rsidR="001A403D" w:rsidRDefault="001A403D" w:rsidP="001A403D">
      <w:pPr>
        <w:pStyle w:val="libNormal"/>
      </w:pPr>
      <w:r>
        <w:t>1-Guided one is only him whose beliefs, Deen, and all deeds are based on Walayat-e-Ali asws. All good deeds are useless without Mawaddat (devotion) of Masumeen asws, complete faith in their merits &amp; infallibility, and reciting testimony of their Walayat in front of Allah. Marifat of Walayat-e-Ali asws is synonym of Marifat of Risalat &amp; Tauheed.</w:t>
      </w:r>
    </w:p>
    <w:p w:rsidR="001A403D" w:rsidRDefault="001A403D" w:rsidP="00385B48">
      <w:pPr>
        <w:pStyle w:val="libAr"/>
      </w:pPr>
      <w:r>
        <w:rPr>
          <w:rFonts w:hint="eastAsia"/>
          <w:rtl/>
        </w:rPr>
        <w:t>يَوۡمَ</w:t>
      </w:r>
      <w:r>
        <w:rPr>
          <w:rFonts w:hint="cs"/>
          <w:rtl/>
        </w:rPr>
        <w:t>ٮِٕ</w:t>
      </w:r>
      <w:r>
        <w:rPr>
          <w:rFonts w:hint="eastAsia"/>
          <w:rtl/>
        </w:rPr>
        <w:t>ذٍ۬</w:t>
      </w:r>
      <w:r>
        <w:rPr>
          <w:rtl/>
        </w:rPr>
        <w:t xml:space="preserve"> لَّا تَنفَعُ </w:t>
      </w:r>
      <w:r>
        <w:rPr>
          <w:rFonts w:hint="cs"/>
          <w:rtl/>
        </w:rPr>
        <w:t>ٱ</w:t>
      </w:r>
      <w:r>
        <w:rPr>
          <w:rFonts w:hint="eastAsia"/>
          <w:rtl/>
        </w:rPr>
        <w:t>لشَّفَـٰعَةُ</w:t>
      </w:r>
      <w:r>
        <w:rPr>
          <w:rtl/>
        </w:rPr>
        <w:t xml:space="preserve"> إِلَّا مَنۡ أَذِنَ لَهُ </w:t>
      </w:r>
      <w:r>
        <w:rPr>
          <w:rFonts w:hint="cs"/>
          <w:rtl/>
        </w:rPr>
        <w:t>ٱ</w:t>
      </w:r>
      <w:r>
        <w:rPr>
          <w:rFonts w:hint="eastAsia"/>
          <w:rtl/>
        </w:rPr>
        <w:t>لرَّحۡمَـٰنُ</w:t>
      </w:r>
      <w:r>
        <w:rPr>
          <w:rtl/>
        </w:rPr>
        <w:t xml:space="preserve"> وَرَضِىَ لَهُ </w:t>
      </w:r>
      <w:r>
        <w:rPr>
          <w:rFonts w:hint="cs"/>
          <w:rtl/>
        </w:rPr>
        <w:t>ۥ</w:t>
      </w:r>
      <w:r>
        <w:rPr>
          <w:rtl/>
        </w:rPr>
        <w:t xml:space="preserve"> قَوۡلاً۬ (١٠٩</w:t>
      </w:r>
      <w:r w:rsidR="009229E3">
        <w:rPr>
          <w:rtl/>
        </w:rPr>
        <w:t>)</w:t>
      </w:r>
      <w:r>
        <w:rPr>
          <w:rtl/>
        </w:rPr>
        <w:t xml:space="preserve"> يَعۡلَمُ مَا بَيۡنَ أَيۡدِي</w:t>
      </w:r>
      <w:r w:rsidR="001E6BAB" w:rsidRPr="001E6BAB">
        <w:rPr>
          <w:rFonts w:hint="cs"/>
          <w:rtl/>
        </w:rPr>
        <w:t>ه</w:t>
      </w:r>
      <w:r w:rsidRPr="00595365">
        <w:rPr>
          <w:rFonts w:hint="cs"/>
          <w:rtl/>
        </w:rPr>
        <w:t>مۡ وَمَا خَلۡف</w:t>
      </w:r>
      <w:r>
        <w:rPr>
          <w:rtl/>
        </w:rPr>
        <w:t>َهُمۡ وَلَا يُحِيطُونَ بِهِ</w:t>
      </w:r>
      <w:r>
        <w:rPr>
          <w:rFonts w:hint="cs"/>
          <w:rtl/>
        </w:rPr>
        <w:t>ۦ</w:t>
      </w:r>
      <w:r>
        <w:rPr>
          <w:rtl/>
        </w:rPr>
        <w:t xml:space="preserve"> عِلۡمً۬ا (١١٠</w:t>
      </w:r>
      <w:r w:rsidR="009229E3">
        <w:rPr>
          <w:rtl/>
        </w:rPr>
        <w:t>)</w:t>
      </w:r>
      <w:r>
        <w:rPr>
          <w:rtl/>
        </w:rPr>
        <w:t xml:space="preserve"> ۞ وَعَنَتِ </w:t>
      </w:r>
      <w:r>
        <w:rPr>
          <w:rFonts w:hint="cs"/>
          <w:rtl/>
        </w:rPr>
        <w:t>ٱ</w:t>
      </w:r>
      <w:r>
        <w:rPr>
          <w:rFonts w:hint="eastAsia"/>
          <w:rtl/>
        </w:rPr>
        <w:t>لۡوُجُوهُ</w:t>
      </w:r>
      <w:r>
        <w:rPr>
          <w:rtl/>
        </w:rPr>
        <w:t xml:space="preserve"> لِلۡحَىِّ </w:t>
      </w:r>
      <w:r>
        <w:rPr>
          <w:rFonts w:hint="cs"/>
          <w:rtl/>
        </w:rPr>
        <w:t>ٱ</w:t>
      </w:r>
      <w:r>
        <w:rPr>
          <w:rFonts w:hint="eastAsia"/>
          <w:rtl/>
        </w:rPr>
        <w:t>لۡقَيُّومِ‌ۖ</w:t>
      </w:r>
      <w:r>
        <w:rPr>
          <w:rtl/>
        </w:rPr>
        <w:t xml:space="preserve"> وَقَدۡ خَابَ م</w:t>
      </w:r>
      <w:r>
        <w:rPr>
          <w:rFonts w:hint="eastAsia"/>
          <w:rtl/>
        </w:rPr>
        <w:t>َنۡ</w:t>
      </w:r>
      <w:r>
        <w:rPr>
          <w:rtl/>
        </w:rPr>
        <w:t xml:space="preserve"> حَمَلَ ظُلۡمً۬ا (١١١</w:t>
      </w:r>
      <w:r w:rsidR="009229E3">
        <w:rPr>
          <w:rtl/>
        </w:rPr>
        <w:t>)</w:t>
      </w:r>
      <w:r>
        <w:rPr>
          <w:rtl/>
        </w:rPr>
        <w:t xml:space="preserve"> وَمَن يَعۡمَلۡ مِنَ </w:t>
      </w:r>
      <w:r>
        <w:rPr>
          <w:rFonts w:hint="cs"/>
          <w:rtl/>
        </w:rPr>
        <w:t>ٱ</w:t>
      </w:r>
      <w:r>
        <w:rPr>
          <w:rFonts w:hint="eastAsia"/>
          <w:rtl/>
        </w:rPr>
        <w:t>لصَّـٰلِحَـٰتِ</w:t>
      </w:r>
      <w:r>
        <w:rPr>
          <w:rtl/>
        </w:rPr>
        <w:t xml:space="preserve"> وَهُوَ مُؤۡمِنٌ۬ فَلَا يَخَافُ ظُلۡمً۬ا وَلَا هَضۡمً۬ا (١١٢</w:t>
      </w:r>
      <w:r w:rsidR="009229E3">
        <w:rPr>
          <w:rtl/>
        </w:rPr>
        <w:t>)</w:t>
      </w:r>
    </w:p>
    <w:p w:rsidR="001A403D" w:rsidRDefault="001A403D" w:rsidP="00E36567">
      <w:pPr>
        <w:pStyle w:val="libBoldItalic"/>
      </w:pPr>
      <w:r>
        <w:t>On that day no intercession will benefit except (that of) him to whom Rahman has given permission and is pleased with his words. (109) He knows (all) that is before them and (all) that is behind them, while they cannot encompass His knowledge. (110) And faces humble (bow) themselves before the Ever-Living, the Sustainer of existence. And he who bears (burden of) injustice is surely failed. (111) And he who does of good deeds while he is a believer, then he will neither fear injustice nor deprivation (of rights). (112)</w:t>
      </w:r>
    </w:p>
    <w:p w:rsidR="001A403D" w:rsidRDefault="001A403D" w:rsidP="00E36567">
      <w:pPr>
        <w:pStyle w:val="libNormal"/>
      </w:pPr>
      <w:r>
        <w:t>1-Imam Jafar Sadiq asws said: On the day of Qiyamah no one will get intercession of Mohammad Mustafa sawaw except for whom Rahman will give permission due to obedience of Aal-e-Mohammad asws, and He is pleased with his words (testimonies) and practice (deeds), and he lived on their (asws) Mawaddat and died on it as well, thus Allah became happy with his word &amp; practice. And faces will bow in humiliation in front of Ever-Living Sustainer of existence, and no doubt he is unsuccessful who carried the burden of injustice to Aal-e-Mohammad asws, and who did good deeds and he is Momin as well, then he will neither fear injustice nor usurpation, Momin means who loves Aal-e-Mohammad asws and keeps animosity to their enemies. (al-Burhan, v5, p189)</w:t>
      </w:r>
    </w:p>
    <w:p w:rsidR="001A403D" w:rsidRDefault="001A403D" w:rsidP="009229E3">
      <w:pPr>
        <w:pStyle w:val="libCenterBold1"/>
      </w:pPr>
      <w:r>
        <w:t>Lesson:</w:t>
      </w:r>
    </w:p>
    <w:p w:rsidR="001A403D" w:rsidRDefault="001A403D" w:rsidP="001A403D">
      <w:pPr>
        <w:pStyle w:val="libNormal"/>
      </w:pPr>
      <w:r>
        <w:t>1-Intercession (Shafa’at) of Masumeen asws is for him, with whose word (Qawl) Allah is pleased, it means his word should be complete (Sabit), and Qawl-e-Sabit means recitation of testimony of Tauheed, Risalat and Walayat. So he is Momin who performs good deeds while reciting Qawl-e-Sabit, and on the same firm-faith of Walayat-e-Ali asws he dies, and he curses on the enemies of Masumeen asws as well.</w:t>
      </w:r>
    </w:p>
    <w:p w:rsidR="001A403D" w:rsidRDefault="001A403D" w:rsidP="00385B48">
      <w:pPr>
        <w:pStyle w:val="libAr"/>
      </w:pPr>
      <w:r>
        <w:rPr>
          <w:rFonts w:hint="eastAsia"/>
          <w:rtl/>
        </w:rPr>
        <w:lastRenderedPageBreak/>
        <w:t>وَلَقَدۡ</w:t>
      </w:r>
      <w:r>
        <w:rPr>
          <w:rtl/>
        </w:rPr>
        <w:t xml:space="preserve"> عَهِدۡنَآ إِلَىٰٓ ءَادَمَ مِن قَبۡلُ فَنَسِىَ وَلَمۡ نَجِدۡ لَهُ </w:t>
      </w:r>
      <w:r>
        <w:rPr>
          <w:rFonts w:hint="cs"/>
          <w:rtl/>
        </w:rPr>
        <w:t>ۥ</w:t>
      </w:r>
      <w:r>
        <w:rPr>
          <w:rtl/>
        </w:rPr>
        <w:t xml:space="preserve"> عَزۡمً۬ا (١١٥</w:t>
      </w:r>
      <w:r w:rsidR="009229E3">
        <w:rPr>
          <w:rtl/>
        </w:rPr>
        <w:t>)</w:t>
      </w:r>
    </w:p>
    <w:p w:rsidR="001A403D" w:rsidRDefault="001A403D" w:rsidP="00E36567">
      <w:pPr>
        <w:pStyle w:val="libBoldItalic"/>
      </w:pPr>
      <w:r>
        <w:t>And verily We gave a command to Adam before, but he forgot, and We did not find determination in him. (115)</w:t>
      </w:r>
    </w:p>
    <w:p w:rsidR="001A403D" w:rsidRDefault="001A403D" w:rsidP="00E36567">
      <w:pPr>
        <w:pStyle w:val="libNormal"/>
      </w:pPr>
      <w:r>
        <w:t>1-Imam Mohammad Baqir asws said: Allah took covenant from the Prophets (a.s.) and said: Am I not your Rabb, and this Mohammad sawaw My Rasool, and Ali asws Amirul Momineen? They said: Yes. Then Allah bestowed them Nabuwat. Then took covenant from Olil Azm (Rasools): I am your Rabb, and Mohammad sawaw is My Rasool, and Ali asws Amirul Momineen, and after him Aosiya asws My Aoliya-e-Amr &amp; treasurer of My Knowledge, and that I will help My Deen through Mahdi asws, and will establish My government through him as well, and will take revenge from My enemies through him, and will establish worship willingly or unwillingly through him. They said: O our Rabb, we accept and we give testimony as well. Adam (a.s.) neither denied nor accepted. So Allah stamped Azemat (determination) for those five, and Adam (a.s.) had not determination on acceptance, and this is the saying of Allah Tabarak wa Ta’ala, “And verily We gave a command to Adam before, but he forgot, and We did not find determination in him.” (al-Burhan, v5, p191)</w:t>
      </w:r>
    </w:p>
    <w:p w:rsidR="001A403D" w:rsidRDefault="001A403D" w:rsidP="00E36567">
      <w:pPr>
        <w:pStyle w:val="libNormal"/>
      </w:pPr>
      <w:r>
        <w:t>2-Imam Jafar Sadiq asws said: “And certainly We gave a command to Adam before” which was about Mohammad sawaw and Ali asws and Fatima asws and Hassan asws and Hussain asws and Imams asws from his progeny, “but he forgot and We did not find Azm in him.” (al-Burhan, v5, p191)</w:t>
      </w:r>
    </w:p>
    <w:p w:rsidR="001A403D" w:rsidRDefault="001A403D" w:rsidP="009229E3">
      <w:pPr>
        <w:pStyle w:val="libCenterBold1"/>
      </w:pPr>
      <w:r>
        <w:t>Lesson:</w:t>
      </w:r>
    </w:p>
    <w:p w:rsidR="00595365" w:rsidRDefault="001A403D" w:rsidP="001A403D">
      <w:pPr>
        <w:pStyle w:val="libNormal"/>
      </w:pPr>
      <w:r>
        <w:t>1-Hazrat Adam (a.s.) never denied to accept Walayat, but only delayed for a moment, so he could not get designation of Olil Azm. Who accepted Walayat immediately without any delay and gave testimony as well in the Presence of Allah, they were declared Olil Azm Rasools. Similarly among Angels (a.s.) who had severity in Marifat &amp; Love of Walayat-e-Ali asws, they became courtier Angels and chiefs of Angels.</w:t>
      </w:r>
    </w:p>
    <w:p w:rsidR="001A403D" w:rsidRDefault="001A403D" w:rsidP="001A403D">
      <w:pPr>
        <w:pStyle w:val="libNormal"/>
      </w:pPr>
      <w:r>
        <w:t>Now we do not know what will happen to those who prevent others from Iqrar &amp; Shahadat of Walayat-e-Ali asws? Only Jabbaar &amp; Qah’haar knows the best.</w:t>
      </w:r>
    </w:p>
    <w:p w:rsidR="001A403D" w:rsidRDefault="001A403D" w:rsidP="00385B48">
      <w:pPr>
        <w:pStyle w:val="libAr"/>
      </w:pPr>
      <w:r>
        <w:rPr>
          <w:rFonts w:hint="eastAsia"/>
          <w:rtl/>
        </w:rPr>
        <w:t>قَالَ</w:t>
      </w:r>
      <w:r>
        <w:rPr>
          <w:rtl/>
        </w:rPr>
        <w:t xml:space="preserve"> </w:t>
      </w:r>
      <w:r>
        <w:rPr>
          <w:rFonts w:hint="cs"/>
          <w:rtl/>
        </w:rPr>
        <w:t>ٱ</w:t>
      </w:r>
      <w:r>
        <w:rPr>
          <w:rFonts w:hint="eastAsia"/>
          <w:rtl/>
        </w:rPr>
        <w:t>هۡبِطَا</w:t>
      </w:r>
      <w:r>
        <w:rPr>
          <w:rtl/>
        </w:rPr>
        <w:t xml:space="preserve"> مِنۡهَا جَمِيعَۢا‌ۖ بَعۡضُكُمۡ لِبَعۡضٍ عَدُوٌّ۬‌ۖ فَإِمَّا يَأۡتِيَنَّ</w:t>
      </w:r>
      <w:r w:rsidR="001E6BAB" w:rsidRPr="001E6BAB">
        <w:rPr>
          <w:rFonts w:hint="cs"/>
          <w:rtl/>
        </w:rPr>
        <w:t>ک</w:t>
      </w:r>
      <w:r>
        <w:rPr>
          <w:rFonts w:hint="eastAsia"/>
          <w:rtl/>
        </w:rPr>
        <w:t>م</w:t>
      </w:r>
      <w:r>
        <w:rPr>
          <w:rtl/>
        </w:rPr>
        <w:t xml:space="preserve"> مِّنِّى هُدً۬ى فَمَنِ </w:t>
      </w:r>
      <w:r>
        <w:rPr>
          <w:rFonts w:hint="cs"/>
          <w:rtl/>
        </w:rPr>
        <w:t>ٱ</w:t>
      </w:r>
      <w:r>
        <w:rPr>
          <w:rFonts w:hint="eastAsia"/>
          <w:rtl/>
        </w:rPr>
        <w:t>تَّبَعَ</w:t>
      </w:r>
      <w:r>
        <w:rPr>
          <w:rtl/>
        </w:rPr>
        <w:t xml:space="preserve"> هُدَاىَ فَلَا يَضِلُّ وَلَا يَشۡقَىٰ (١٢٣</w:t>
      </w:r>
      <w:r w:rsidR="009229E3">
        <w:rPr>
          <w:rtl/>
        </w:rPr>
        <w:t>)</w:t>
      </w:r>
      <w:r>
        <w:rPr>
          <w:rtl/>
        </w:rPr>
        <w:t xml:space="preserve"> وَمَنۡ أَعۡرَضَ عَن ذِ</w:t>
      </w:r>
      <w:r w:rsidR="001E6BAB" w:rsidRPr="001E6BAB">
        <w:rPr>
          <w:rFonts w:hint="cs"/>
          <w:rtl/>
        </w:rPr>
        <w:t>ک</w:t>
      </w:r>
      <w:r w:rsidRPr="00595365">
        <w:rPr>
          <w:rFonts w:hint="cs"/>
          <w:rtl/>
        </w:rPr>
        <w:t>ۡ</w:t>
      </w:r>
      <w:r>
        <w:rPr>
          <w:rFonts w:hint="eastAsia"/>
          <w:rtl/>
        </w:rPr>
        <w:t>رِى</w:t>
      </w:r>
      <w:r>
        <w:rPr>
          <w:rtl/>
        </w:rPr>
        <w:t xml:space="preserve"> فَإِنَّ لَهُ </w:t>
      </w:r>
      <w:r>
        <w:rPr>
          <w:rFonts w:hint="cs"/>
          <w:rtl/>
        </w:rPr>
        <w:t>ۥ</w:t>
      </w:r>
      <w:r>
        <w:rPr>
          <w:rtl/>
        </w:rPr>
        <w:t xml:space="preserve"> مَعِيشَةً۬ ضَنكً۬ا وَنَحۡشُرُهُ </w:t>
      </w:r>
      <w:r>
        <w:rPr>
          <w:rFonts w:hint="cs"/>
          <w:rtl/>
        </w:rPr>
        <w:t>ۥ</w:t>
      </w:r>
      <w:r>
        <w:rPr>
          <w:rtl/>
        </w:rPr>
        <w:t xml:space="preserve"> يَوۡمَ </w:t>
      </w:r>
      <w:r>
        <w:rPr>
          <w:rFonts w:hint="cs"/>
          <w:rtl/>
        </w:rPr>
        <w:t>ٱ</w:t>
      </w:r>
      <w:r>
        <w:rPr>
          <w:rFonts w:hint="eastAsia"/>
          <w:rtl/>
        </w:rPr>
        <w:t>لۡقِيَـ</w:t>
      </w:r>
      <w:r>
        <w:rPr>
          <w:rtl/>
        </w:rPr>
        <w:t>ٰمَةِ أَعۡمَىٰ (١٢٤</w:t>
      </w:r>
      <w:r w:rsidR="009229E3">
        <w:rPr>
          <w:rtl/>
        </w:rPr>
        <w:t>)</w:t>
      </w:r>
      <w:r>
        <w:rPr>
          <w:rtl/>
        </w:rPr>
        <w:t xml:space="preserve"> قَالَ رَبِّ لِمَ حَشَرۡتَنِىٓ أَعۡمَىٰ وَقَدۡ كُنتُ بَصِيرً۬ا (١٢٥</w:t>
      </w:r>
      <w:r w:rsidR="009229E3">
        <w:rPr>
          <w:rtl/>
        </w:rPr>
        <w:t>)</w:t>
      </w:r>
      <w:r>
        <w:rPr>
          <w:rtl/>
        </w:rPr>
        <w:t xml:space="preserve"> قَالَ كَذَ</w:t>
      </w:r>
      <w:r w:rsidR="005B7B9E" w:rsidRPr="005B7B9E">
        <w:rPr>
          <w:rFonts w:hint="cs"/>
          <w:rtl/>
        </w:rPr>
        <w:t>ا</w:t>
      </w:r>
      <w:r>
        <w:rPr>
          <w:rFonts w:hint="eastAsia"/>
          <w:rtl/>
        </w:rPr>
        <w:t>لِكَ</w:t>
      </w:r>
      <w:r>
        <w:rPr>
          <w:rtl/>
        </w:rPr>
        <w:t xml:space="preserve"> أَتَتۡكَ ءَايَـٰتُنَا فَنَسِيتَ</w:t>
      </w:r>
      <w:r w:rsidR="001E6BAB" w:rsidRPr="001E6BAB">
        <w:rPr>
          <w:rFonts w:hint="cs"/>
          <w:rtl/>
        </w:rPr>
        <w:t>ه</w:t>
      </w:r>
      <w:r w:rsidRPr="00595365">
        <w:rPr>
          <w:rFonts w:hint="cs"/>
          <w:rtl/>
        </w:rPr>
        <w:t>ا‌ۖ وَكَذَ</w:t>
      </w:r>
      <w:r w:rsidR="005B7B9E" w:rsidRPr="005B7B9E">
        <w:rPr>
          <w:rFonts w:hint="cs"/>
          <w:rtl/>
        </w:rPr>
        <w:t>ا</w:t>
      </w:r>
      <w:r>
        <w:rPr>
          <w:rFonts w:hint="eastAsia"/>
          <w:rtl/>
        </w:rPr>
        <w:t>لِكَ</w:t>
      </w:r>
      <w:r>
        <w:rPr>
          <w:rtl/>
        </w:rPr>
        <w:t xml:space="preserve"> </w:t>
      </w:r>
      <w:r>
        <w:rPr>
          <w:rFonts w:hint="cs"/>
          <w:rtl/>
        </w:rPr>
        <w:t>ٱ</w:t>
      </w:r>
      <w:r>
        <w:rPr>
          <w:rFonts w:hint="eastAsia"/>
          <w:rtl/>
        </w:rPr>
        <w:t>لۡيَوۡمَ</w:t>
      </w:r>
      <w:r>
        <w:rPr>
          <w:rtl/>
        </w:rPr>
        <w:t xml:space="preserve"> تُنسَىٰ (١٢٦</w:t>
      </w:r>
      <w:r w:rsidR="009229E3">
        <w:rPr>
          <w:rtl/>
        </w:rPr>
        <w:t>)</w:t>
      </w:r>
      <w:r>
        <w:rPr>
          <w:rtl/>
        </w:rPr>
        <w:t xml:space="preserve"> وَكَذَ</w:t>
      </w:r>
      <w:r w:rsidR="005B7B9E" w:rsidRPr="005B7B9E">
        <w:rPr>
          <w:rFonts w:hint="cs"/>
          <w:rtl/>
        </w:rPr>
        <w:t>ا</w:t>
      </w:r>
      <w:r>
        <w:rPr>
          <w:rFonts w:hint="eastAsia"/>
          <w:rtl/>
        </w:rPr>
        <w:t>لِكَ</w:t>
      </w:r>
      <w:r>
        <w:rPr>
          <w:rtl/>
        </w:rPr>
        <w:t xml:space="preserve"> نَجۡزِى مَنۡ أَسۡرَفَ وَلَمۡ يُؤۡمِنۢ بِـَٔايَـٰتِ رَبِّهِ</w:t>
      </w:r>
      <w:r>
        <w:rPr>
          <w:rFonts w:hint="cs"/>
          <w:rtl/>
        </w:rPr>
        <w:t>ۦ‌ۚ</w:t>
      </w:r>
      <w:r>
        <w:rPr>
          <w:rtl/>
        </w:rPr>
        <w:t xml:space="preserve"> وَلَ</w:t>
      </w:r>
      <w:r>
        <w:rPr>
          <w:rFonts w:hint="eastAsia"/>
          <w:rtl/>
        </w:rPr>
        <w:t>عَذَابُ</w:t>
      </w:r>
      <w:r>
        <w:rPr>
          <w:rtl/>
        </w:rPr>
        <w:t xml:space="preserve"> </w:t>
      </w:r>
      <w:r>
        <w:rPr>
          <w:rFonts w:hint="cs"/>
          <w:rtl/>
        </w:rPr>
        <w:t>ٱ</w:t>
      </w:r>
      <w:r>
        <w:rPr>
          <w:rFonts w:hint="eastAsia"/>
          <w:rtl/>
        </w:rPr>
        <w:t>لۡأَخِرَةِ</w:t>
      </w:r>
      <w:r>
        <w:rPr>
          <w:rtl/>
        </w:rPr>
        <w:t xml:space="preserve"> أَشَدُّ وَأَبۡقَىٰٓ (١٢٧</w:t>
      </w:r>
      <w:r w:rsidR="009229E3">
        <w:rPr>
          <w:rtl/>
        </w:rPr>
        <w:t>)</w:t>
      </w:r>
    </w:p>
    <w:p w:rsidR="001A403D" w:rsidRDefault="001A403D" w:rsidP="00E36567">
      <w:pPr>
        <w:pStyle w:val="libBoldItalic"/>
      </w:pPr>
      <w:r>
        <w:t xml:space="preserve">Said He: Go down from it all of you, being enemies to each other. So when a guidance from Me come to you, then whoever follows My guidance, he will neither go astray nor suffer. (123) And he who turns away from My Zikr, then surely his life will be difficult, and We will gather him blind on the Day of Qiyamah. (124) He will say: My Rabb! </w:t>
      </w:r>
      <w:r>
        <w:lastRenderedPageBreak/>
        <w:t>Why have You gathered me blind (in the Hereafter), while I was seeing (in the world)? (125) He will say: As Our Ayaat came to you but you forget (disregarded) them, so similarly you are forgotten this Day. (126) And similarly We reward him who crossed the limits and did not believe the Ayaat of his Rabb; and the punishment of the Hereafter is more severe and more lasting. (127)</w:t>
      </w:r>
    </w:p>
    <w:p w:rsidR="001A403D" w:rsidRDefault="001A403D" w:rsidP="00E36567">
      <w:pPr>
        <w:pStyle w:val="libNormal"/>
      </w:pPr>
      <w:r>
        <w:t>1-About the saying of Allah, “then whoever follows My guidance, he will neither go astray nor suffer” Imam Jafar Sadiq asws said: Those who kept Imams asws superior and obeyed their Amr, and never left their obedience, “And he who turns away from My Zikr, then surely his life will be difficult” means turned away from Walayat of Amirul Momineen asws, “and We will gather him blind on the Day of Qiyamah” means blind from eyes in Qiyamah and blind of heart from Walayat of Amirul Momineen asws in the world, and he will be astonished in Qiyamah, he will say,  “My Rabb! Why have You gathered me blind, while I was seeing?” Allah will say, “As Our Ayaat came to you” and Ayaat are Imams asws, “then you forgot them and similarly you are being forgotton today” means you left (neglected) them and similarly you are being left in Hell today as you left Imams asws, and neither obey their Amr nor listened their Qawl (Hadees), “And similarly We reward him who crossed the limits and did not believe the Ayaat of his Rabb; and the punishment of the Hereafter is more severe and more lasting” mean who made anyone else partner in Walayat of Amirul Momineen asws, and did not believe Ayaat of his Rabb, and left Imams asws while opposing them, and did not follow their footsteps, and did not love them. (al-Burhan, v5, p194)</w:t>
      </w:r>
    </w:p>
    <w:p w:rsidR="001A403D" w:rsidRDefault="001A403D" w:rsidP="00E36567">
      <w:pPr>
        <w:pStyle w:val="libNormal"/>
      </w:pPr>
      <w:r>
        <w:t>2-Rasool Allah sawaw said: O people, follow the guidance of Allah, you will be rightly guided, and that is my guidance, and my guidance is guidance of Ali ibne Abi Talib asws, thus whoever followed his guidance in my life or after me then he followed my guidance, and who followed my guidance then he followed guidance of Allah, he will neither go astray nor suffer. (then he sawaw recited the above verses) (al-Burhan, v5, p195)</w:t>
      </w:r>
    </w:p>
    <w:p w:rsidR="001A403D" w:rsidRDefault="001A403D" w:rsidP="009229E3">
      <w:pPr>
        <w:pStyle w:val="libCenterBold1"/>
      </w:pPr>
      <w:r>
        <w:t>Lesson:</w:t>
      </w:r>
    </w:p>
    <w:p w:rsidR="001A403D" w:rsidRDefault="001A403D" w:rsidP="001A403D">
      <w:pPr>
        <w:pStyle w:val="libNormal"/>
      </w:pPr>
      <w:r>
        <w:t>1-Who turns away from Zikr of Walayat-e-Ali asws, he is misguided, ill fated, evil hearted hostile, blind of wisdom, and doomed near Allah. He turned away his eyes from Samit &amp; Natiq Ayaat of Allah the Hadi-ber-Haqq Rahman Raheem, he neglected and left Akhbar, Ahadees, Aqwal, and Amr of Masumeen asws and started acting very carefully on Zunni Fatawa of Muqassir Mulla the denier of Walayat-e-Ali asws. Muqassir Mulla differentiates between Walayat &amp; Ata’at of Allah and Masumeen asws, he calssifies and makes grades of it, so that the case should seem complicated like a maze, then Muqallideen should be compelled to drop themselves on the feet of Mulla. Although it is very clear from the Ayaat of Allah and Ahadees of Masumeen asws that Walayat, Marifat, Ata’at, Amr, Amal, and Mashiyat of Allah and Masumeen asws is one and the same.</w:t>
      </w:r>
    </w:p>
    <w:p w:rsidR="00EB2345" w:rsidRDefault="00EB2345" w:rsidP="00FC02E7">
      <w:pPr>
        <w:pStyle w:val="libNormal"/>
        <w:rPr>
          <w:rtl/>
        </w:rPr>
      </w:pPr>
      <w:r>
        <w:rPr>
          <w:rFonts w:hint="eastAsia"/>
        </w:rPr>
        <w:br w:type="page"/>
      </w:r>
    </w:p>
    <w:p w:rsidR="001A403D" w:rsidRDefault="00EB2345" w:rsidP="00EB2345">
      <w:pPr>
        <w:pStyle w:val="Heading1Center"/>
      </w:pPr>
      <w:bookmarkStart w:id="22" w:name="_Toc449789415"/>
      <w:r>
        <w:rPr>
          <w:rFonts w:hint="eastAsia"/>
          <w:rtl/>
        </w:rPr>
        <w:lastRenderedPageBreak/>
        <w:t>سُوۡرَةُ</w:t>
      </w:r>
      <w:r>
        <w:rPr>
          <w:rtl/>
        </w:rPr>
        <w:t xml:space="preserve"> </w:t>
      </w:r>
      <w:r w:rsidR="001A403D">
        <w:rPr>
          <w:rtl/>
        </w:rPr>
        <w:t>الا</w:t>
      </w:r>
      <w:r w:rsidR="001A403D">
        <w:rPr>
          <w:rFonts w:hint="cs"/>
          <w:rtl/>
        </w:rPr>
        <w:t>ٴ</w:t>
      </w:r>
      <w:r w:rsidR="001A403D">
        <w:rPr>
          <w:rFonts w:hint="eastAsia"/>
          <w:rtl/>
        </w:rPr>
        <w:t>نب</w:t>
      </w:r>
      <w:r w:rsidR="001A403D">
        <w:rPr>
          <w:rFonts w:hint="cs"/>
          <w:rtl/>
        </w:rPr>
        <w:t>یَ</w:t>
      </w:r>
      <w:r w:rsidR="001A403D">
        <w:rPr>
          <w:rFonts w:hint="eastAsia"/>
          <w:rtl/>
        </w:rPr>
        <w:t>اء</w:t>
      </w:r>
      <w:bookmarkEnd w:id="22"/>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cs"/>
          <w:rtl/>
        </w:rPr>
        <w:t>ٱ</w:t>
      </w:r>
      <w:r>
        <w:rPr>
          <w:rFonts w:hint="eastAsia"/>
          <w:rtl/>
        </w:rPr>
        <w:t>قۡتَرَبَ</w:t>
      </w:r>
      <w:r>
        <w:rPr>
          <w:rtl/>
        </w:rPr>
        <w:t xml:space="preserve"> لِلنَّاسِ حِسَابُهُمۡ وَهُمۡ فِى غَفۡلَةٍ۬ مُّعۡرِضُونَ (١</w:t>
      </w:r>
      <w:r w:rsidR="009229E3">
        <w:rPr>
          <w:rtl/>
        </w:rPr>
        <w:t>)</w:t>
      </w:r>
      <w:r>
        <w:rPr>
          <w:rtl/>
        </w:rPr>
        <w:t xml:space="preserve"> مَا يَأۡتِيهِم مِّن ذِ</w:t>
      </w:r>
      <w:r w:rsidR="001E6BAB" w:rsidRPr="001E6BAB">
        <w:rPr>
          <w:rFonts w:hint="cs"/>
          <w:rtl/>
        </w:rPr>
        <w:t>ک</w:t>
      </w:r>
      <w:r w:rsidRPr="00595365">
        <w:rPr>
          <w:rFonts w:hint="cs"/>
          <w:rtl/>
        </w:rPr>
        <w:t>ۡ</w:t>
      </w:r>
      <w:r>
        <w:rPr>
          <w:rFonts w:hint="eastAsia"/>
          <w:rtl/>
        </w:rPr>
        <w:t>رٍ۬</w:t>
      </w:r>
      <w:r>
        <w:rPr>
          <w:rtl/>
        </w:rPr>
        <w:t xml:space="preserve"> مِّن رَّبِّهِم مُّحۡدَثٍ إِلَّا </w:t>
      </w:r>
      <w:r>
        <w:rPr>
          <w:rFonts w:hint="cs"/>
          <w:rtl/>
        </w:rPr>
        <w:t>ٱ</w:t>
      </w:r>
      <w:r>
        <w:rPr>
          <w:rFonts w:hint="eastAsia"/>
          <w:rtl/>
        </w:rPr>
        <w:t>سۡتَمَعُوهُ</w:t>
      </w:r>
      <w:r>
        <w:rPr>
          <w:rtl/>
        </w:rPr>
        <w:t xml:space="preserve"> وَهُمۡ يَلۡعَبُونَ (٢</w:t>
      </w:r>
      <w:r w:rsidR="009229E3">
        <w:rPr>
          <w:rtl/>
        </w:rPr>
        <w:t>)</w:t>
      </w:r>
      <w:r>
        <w:rPr>
          <w:rtl/>
        </w:rPr>
        <w:t xml:space="preserve"> لَاهِيَةً۬ قُلُوبُهُمۡ‌ۗ وَأَسَرُّواْ </w:t>
      </w:r>
      <w:r>
        <w:rPr>
          <w:rFonts w:hint="cs"/>
          <w:rtl/>
        </w:rPr>
        <w:t>ٱ</w:t>
      </w:r>
      <w:r>
        <w:rPr>
          <w:rFonts w:hint="eastAsia"/>
          <w:rtl/>
        </w:rPr>
        <w:t>لنَّجۡوَى</w:t>
      </w:r>
      <w:r>
        <w:rPr>
          <w:rtl/>
        </w:rPr>
        <w:t xml:space="preserve"> </w:t>
      </w:r>
      <w:r>
        <w:rPr>
          <w:rFonts w:hint="cs"/>
          <w:rtl/>
        </w:rPr>
        <w:t>ٱ</w:t>
      </w:r>
      <w:r>
        <w:rPr>
          <w:rFonts w:hint="eastAsia"/>
          <w:rtl/>
        </w:rPr>
        <w:t>لَّذِينَ</w:t>
      </w:r>
      <w:r>
        <w:rPr>
          <w:rtl/>
        </w:rPr>
        <w:t xml:space="preserve"> ظَلَمُواْ هَلۡ هَـٰذَآ إِلَّا </w:t>
      </w:r>
      <w:r>
        <w:rPr>
          <w:rFonts w:hint="eastAsia"/>
          <w:rtl/>
        </w:rPr>
        <w:t>بَشَرٌ۬</w:t>
      </w:r>
      <w:r>
        <w:rPr>
          <w:rtl/>
        </w:rPr>
        <w:t xml:space="preserve"> مِّثۡلُ</w:t>
      </w:r>
      <w:r w:rsidR="001E6BAB" w:rsidRPr="001E6BAB">
        <w:rPr>
          <w:rFonts w:hint="cs"/>
          <w:rtl/>
        </w:rPr>
        <w:t>ک</w:t>
      </w:r>
      <w:r>
        <w:rPr>
          <w:rFonts w:hint="eastAsia"/>
          <w:rtl/>
        </w:rPr>
        <w:t>مۡ‌ۖ</w:t>
      </w:r>
      <w:r>
        <w:rPr>
          <w:rtl/>
        </w:rPr>
        <w:t xml:space="preserve"> أَفَتَأۡتُونَ </w:t>
      </w:r>
      <w:r>
        <w:rPr>
          <w:rFonts w:hint="cs"/>
          <w:rtl/>
        </w:rPr>
        <w:t>ٱ</w:t>
      </w:r>
      <w:r>
        <w:rPr>
          <w:rFonts w:hint="eastAsia"/>
          <w:rtl/>
        </w:rPr>
        <w:t>لسِّحۡرَ</w:t>
      </w:r>
      <w:r>
        <w:rPr>
          <w:rtl/>
        </w:rPr>
        <w:t xml:space="preserve"> وَأَنتُمۡ تُبۡصِرُونَ (٣</w:t>
      </w:r>
      <w:r w:rsidR="009229E3">
        <w:rPr>
          <w:rtl/>
        </w:rPr>
        <w:t>)</w:t>
      </w:r>
      <w:r>
        <w:rPr>
          <w:rtl/>
        </w:rPr>
        <w:t xml:space="preserve"> قَالَ رَبِّى يَعۡلَمُ </w:t>
      </w:r>
      <w:r>
        <w:rPr>
          <w:rFonts w:hint="cs"/>
          <w:rtl/>
        </w:rPr>
        <w:t>ٱ</w:t>
      </w:r>
      <w:r>
        <w:rPr>
          <w:rFonts w:hint="eastAsia"/>
          <w:rtl/>
        </w:rPr>
        <w:t>لۡقَوۡلَ</w:t>
      </w:r>
      <w:r>
        <w:rPr>
          <w:rtl/>
        </w:rPr>
        <w:t xml:space="preserve"> فِى </w:t>
      </w:r>
      <w:r>
        <w:rPr>
          <w:rFonts w:hint="cs"/>
          <w:rtl/>
        </w:rPr>
        <w:t>ٱ</w:t>
      </w:r>
      <w:r>
        <w:rPr>
          <w:rFonts w:hint="eastAsia"/>
          <w:rtl/>
        </w:rPr>
        <w:t>لسَّمَآءِ</w:t>
      </w:r>
      <w:r>
        <w:rPr>
          <w:rtl/>
        </w:rPr>
        <w:t xml:space="preserve"> وَ</w:t>
      </w:r>
      <w:r>
        <w:rPr>
          <w:rFonts w:hint="cs"/>
          <w:rtl/>
        </w:rPr>
        <w:t>ٱ</w:t>
      </w:r>
      <w:r>
        <w:rPr>
          <w:rFonts w:hint="eastAsia"/>
          <w:rtl/>
        </w:rPr>
        <w:t>لۡأَرۡضِ‌ۖ</w:t>
      </w:r>
      <w:r>
        <w:rPr>
          <w:rtl/>
        </w:rPr>
        <w:t xml:space="preserve"> وَهُوَ </w:t>
      </w:r>
      <w:r>
        <w:rPr>
          <w:rFonts w:hint="cs"/>
          <w:rtl/>
        </w:rPr>
        <w:t>ٱ</w:t>
      </w:r>
      <w:r>
        <w:rPr>
          <w:rFonts w:hint="eastAsia"/>
          <w:rtl/>
        </w:rPr>
        <w:t>لسَّمِيعُ</w:t>
      </w:r>
      <w:r>
        <w:rPr>
          <w:rtl/>
        </w:rPr>
        <w:t xml:space="preserve"> </w:t>
      </w:r>
      <w:r>
        <w:rPr>
          <w:rFonts w:hint="cs"/>
          <w:rtl/>
        </w:rPr>
        <w:t>ٱ</w:t>
      </w:r>
      <w:r>
        <w:rPr>
          <w:rFonts w:hint="eastAsia"/>
          <w:rtl/>
        </w:rPr>
        <w:t>لۡعَلِيمُ</w:t>
      </w:r>
      <w:r>
        <w:rPr>
          <w:rtl/>
        </w:rPr>
        <w:t xml:space="preserve"> (٤</w:t>
      </w:r>
      <w:r w:rsidR="009229E3">
        <w:rPr>
          <w:rtl/>
        </w:rPr>
        <w:t>)</w:t>
      </w:r>
      <w:r>
        <w:rPr>
          <w:rtl/>
        </w:rPr>
        <w:t xml:space="preserve"> بَلۡ قَالُوٓاْ أَضۡغَـٰثُ أَحۡلَـٰمِۭ بَلِ </w:t>
      </w:r>
      <w:r>
        <w:rPr>
          <w:rFonts w:hint="cs"/>
          <w:rtl/>
        </w:rPr>
        <w:t>ٱ</w:t>
      </w:r>
      <w:r>
        <w:rPr>
          <w:rFonts w:hint="eastAsia"/>
          <w:rtl/>
        </w:rPr>
        <w:t>فۡتَرَ</w:t>
      </w:r>
      <w:r>
        <w:rPr>
          <w:rFonts w:hint="cs"/>
          <w:rtl/>
        </w:rPr>
        <w:t>ٮٰ</w:t>
      </w:r>
      <w:r>
        <w:rPr>
          <w:rFonts w:hint="eastAsia"/>
          <w:rtl/>
        </w:rPr>
        <w:t>هُ</w:t>
      </w:r>
      <w:r>
        <w:rPr>
          <w:rtl/>
        </w:rPr>
        <w:t xml:space="preserve"> بَلۡ هُوَ شَاعِرٌ۬ فَلۡيَأۡتِنَا ب</w:t>
      </w:r>
      <w:r>
        <w:rPr>
          <w:rFonts w:hint="eastAsia"/>
          <w:rtl/>
        </w:rPr>
        <w:t>ِـَٔايَةٍ۬</w:t>
      </w:r>
      <w:r>
        <w:rPr>
          <w:rtl/>
        </w:rPr>
        <w:t xml:space="preserve"> </w:t>
      </w:r>
      <w:r w:rsidR="001E6BAB" w:rsidRPr="001E6BAB">
        <w:rPr>
          <w:rFonts w:hint="cs"/>
          <w:rtl/>
        </w:rPr>
        <w:t>ک</w:t>
      </w:r>
      <w:r>
        <w:rPr>
          <w:rFonts w:hint="eastAsia"/>
          <w:rtl/>
        </w:rPr>
        <w:t>مَآ</w:t>
      </w:r>
      <w:r>
        <w:rPr>
          <w:rtl/>
        </w:rPr>
        <w:t xml:space="preserve"> أُرۡسِلَ </w:t>
      </w:r>
      <w:r>
        <w:rPr>
          <w:rFonts w:hint="cs"/>
          <w:rtl/>
        </w:rPr>
        <w:t>ٱ</w:t>
      </w:r>
      <w:r>
        <w:rPr>
          <w:rFonts w:hint="eastAsia"/>
          <w:rtl/>
        </w:rPr>
        <w:t>لۡأَوَّلُونَ</w:t>
      </w:r>
      <w:r>
        <w:rPr>
          <w:rtl/>
        </w:rPr>
        <w:t xml:space="preserve"> (٥</w:t>
      </w:r>
      <w:r w:rsidR="009229E3">
        <w:rPr>
          <w:rtl/>
        </w:rPr>
        <w:t>)</w:t>
      </w:r>
      <w:r>
        <w:rPr>
          <w:rtl/>
        </w:rPr>
        <w:t xml:space="preserve"> مَآ ءَامَنَتۡ قَبۡلَهُم مِّن قَرۡيَةٍ أَهۡلَكۡنَـٰهَآ‌ۖ أَفَهُمۡ يُؤۡمِنُونَ (٦</w:t>
      </w:r>
      <w:r w:rsidR="009229E3">
        <w:rPr>
          <w:rtl/>
        </w:rPr>
        <w:t>)</w:t>
      </w:r>
      <w:r>
        <w:rPr>
          <w:rtl/>
        </w:rPr>
        <w:t xml:space="preserve"> وَمَآ أَرۡسَلۡنَا قَبۡلَكَ إِلَّا رِجَالاً۬ نُّوحِىٓ إِلَيۡ</w:t>
      </w:r>
      <w:r w:rsidR="001E6BAB" w:rsidRPr="001E6BAB">
        <w:rPr>
          <w:rFonts w:hint="cs"/>
          <w:rtl/>
        </w:rPr>
        <w:t>ه</w:t>
      </w:r>
      <w:r w:rsidRPr="00595365">
        <w:rPr>
          <w:rFonts w:hint="cs"/>
          <w:rtl/>
        </w:rPr>
        <w:t xml:space="preserve">مۡ‌ۖ فَسۡـَٔلُوٓاْ أَهۡلَ </w:t>
      </w:r>
      <w:r>
        <w:rPr>
          <w:rFonts w:hint="cs"/>
          <w:rtl/>
        </w:rPr>
        <w:t>ٱ</w:t>
      </w:r>
      <w:r>
        <w:rPr>
          <w:rFonts w:hint="eastAsia"/>
          <w:rtl/>
        </w:rPr>
        <w:t>لذِّ</w:t>
      </w:r>
      <w:r w:rsidR="001E6BAB" w:rsidRPr="001E6BAB">
        <w:rPr>
          <w:rFonts w:hint="cs"/>
          <w:rtl/>
        </w:rPr>
        <w:t>ک</w:t>
      </w:r>
      <w:r w:rsidRPr="00595365">
        <w:rPr>
          <w:rFonts w:hint="cs"/>
          <w:rtl/>
        </w:rPr>
        <w:t>ۡ</w:t>
      </w:r>
      <w:r>
        <w:rPr>
          <w:rFonts w:hint="eastAsia"/>
          <w:rtl/>
        </w:rPr>
        <w:t>رِ</w:t>
      </w:r>
      <w:r>
        <w:rPr>
          <w:rtl/>
        </w:rPr>
        <w:t xml:space="preserve"> إِن كُنتُمۡ لَا تَعۡلَمُونَ (٧</w:t>
      </w:r>
      <w:r w:rsidR="009229E3">
        <w:rPr>
          <w:rtl/>
        </w:rPr>
        <w:t>)</w:t>
      </w:r>
    </w:p>
    <w:p w:rsidR="001A403D" w:rsidRDefault="001A403D" w:rsidP="00E36567">
      <w:pPr>
        <w:pStyle w:val="libBoldItalic"/>
      </w:pPr>
      <w:r>
        <w:t>For the people their reckoning has drawn near, while they are in negligence (heedlessness) turning away. (1) No Zikr comes to them anew from their Rabb but they listen to it while they play (mock), (2) Their hearts are distracted, and those who do injustice hide their secret conversation, is this not but a human like you? Will you approach magic when you are seeing? (3) He said: My Rabb knows what is said (conversed) in the heaven and the earth, and He is the Hearer, the Knower. (4) But, they say, (these are but) muddled (mixed up) dreams; rather he has fabricated it; rather he is a poet. Then let him bring us a sign  just as the previous (messengers) were sent (with signs, miracles). (5) Not any town believed of those which We destroyed before them: would they then believe? (6) And We sent not (messengers) before you other than men, to whom We revealed. So ask the Ahlul Zikr if you do not know? (7)</w:t>
      </w:r>
    </w:p>
    <w:p w:rsidR="001A403D" w:rsidRDefault="001A403D" w:rsidP="00E36567">
      <w:pPr>
        <w:pStyle w:val="libNormal"/>
      </w:pPr>
      <w:r>
        <w:t>1-Imam Mohammad Baqir asws said: They have animosity of your (sawaw) Ahlul Bait asws in their hearts and there will be injustice after you (sawaw), and this is the saying of Allah, “and they do secret conversation in hiding, those who do injustice, say, is this not a human like you? has magic come to you while you are seeing?” (al-Burhan, v5, p206)</w:t>
      </w:r>
    </w:p>
    <w:p w:rsidR="001A403D" w:rsidRDefault="001A403D" w:rsidP="00E36567">
      <w:pPr>
        <w:pStyle w:val="libNormal"/>
      </w:pPr>
      <w:r>
        <w:t>2-“Has magic come to you while you are seeing?” means Mohammad Mustafa sawaw has come to you, to whom you call magician (Naoozobillah). Ya Mohammad sawaw say to them, “My Rabb knows every statement in the heaven and the earth” means whatever is said in the heavens and the earth. Then Allah narrated the saying of Quraish that they say, “But they say these are confused dreams, rather he has fabricated it” means whatever news We give to Mohammad sawaw, whatever dream he sees, and some said that he has invented it meaning it is a lie, and some said, “rather he is a poet, otherwise why does not he bring a sign as previous messengers were sent” so Allah says in their rejection, “any town which We destroyed before them, did not believe” means how these will believe while people before them also did not believe in signs until they were destroyed. (Tafseer Qummi, p424)</w:t>
      </w:r>
    </w:p>
    <w:p w:rsidR="001A403D" w:rsidRDefault="001A403D" w:rsidP="00E36567">
      <w:pPr>
        <w:pStyle w:val="libNormal"/>
      </w:pPr>
      <w:r>
        <w:t xml:space="preserve">3-Zarara asked Imam Mohammad Baqir asws: Who are meant by “So ask Ahluz Zikr if you do not know?” Said: By Allah, we. Asked: So you are, who are being asked? Said: Yes. Asked: And we are who ask questions? </w:t>
      </w:r>
      <w:r>
        <w:lastRenderedPageBreak/>
        <w:t>Said: Yes. Asked: Then it is obligatory on us to ask you? Said: Yes. Asked: And it is obligatory on you to answer us? Said: No, that depends on us, if we wish then we do, if we wish then leave it, “This is Our blessing, do favour or halt, no account” (Sura Sad, v39) (al-Burhan, v5, p207)</w:t>
      </w:r>
    </w:p>
    <w:p w:rsidR="001A403D" w:rsidRDefault="001A403D" w:rsidP="00E36567">
      <w:pPr>
        <w:pStyle w:val="libNormal"/>
      </w:pPr>
      <w:r>
        <w:t>4-A person said: Some people with us think that Jews and Christians are meant by the saying of Allah Azza wa Jalla, “So ask Ahluz Zikr if you know not”? Imam Mohammad Baqir asws said: They are giving them permission that they should invite them toward their religion? Then said while pointing his hand toward his chest: We are Ahlul Zikr, and we are asked, and Zikr has two meanings: First Nabi sawaw, certainly his name is Zikr, Allah says, “Zikr Rasool” and second Quran, Allah says, “No doubt We have sent down this Zikr and We are its Protector” and Ahlul Bait asws are the Ahl-e-Quran and Ahl-e-Nabi asws. (al-Burhan, v5, p207)</w:t>
      </w:r>
    </w:p>
    <w:p w:rsidR="001A403D" w:rsidRDefault="001A403D" w:rsidP="009229E3">
      <w:pPr>
        <w:pStyle w:val="libCenterBold1"/>
      </w:pPr>
      <w:r>
        <w:t>Lesson:</w:t>
      </w:r>
    </w:p>
    <w:p w:rsidR="001A403D" w:rsidRDefault="001A403D" w:rsidP="001A403D">
      <w:pPr>
        <w:pStyle w:val="libNormal"/>
      </w:pPr>
      <w:r>
        <w:t>1-Time of Zahoor of Imam Qaim asws is near, still people are unaware &amp; negligent, whenever an Ayat or Hadees about Walayat-e-Ali asws (Zikrullah) is presented, Muqassireen take it lightly and mocking by saying, “Is there nothing else left in Deen besides Walayat-e-Ali asws?” Unjust Muqassireen also say, “Ahlul Bait asws were just humans like us, now they are martyred, let them rest in their mausoleums, now consult Fuqaha (self-made contractors to Demolish Deen) for any help”, but Allah is recording all such statements. Previous nations were also destroyed due to denial of Walayat-e-Ali asws. Moreover Muqassireen are propagating that centuries old books written by Shia scholars in favour of Masumeen asws are not reliable according to ilmul-usul and ilmur-rijal, these books are collection of confusing statements like muddled dreams, and what Zakireen and Khutaba speak from the pulpit is poetry but not reality, if you need to ask anything then ask Mulla (Majoosi Muqassir) because they are Ahluz Zikr and superior than Prophets (a.s.) of Bani Israeel (Naoozobillah).</w:t>
      </w:r>
    </w:p>
    <w:p w:rsidR="001A403D" w:rsidRDefault="001A403D" w:rsidP="00385B48">
      <w:pPr>
        <w:pStyle w:val="libAr"/>
      </w:pPr>
      <w:r>
        <w:rPr>
          <w:rFonts w:hint="eastAsia"/>
          <w:rtl/>
        </w:rPr>
        <w:t>وَنَضَعُ</w:t>
      </w:r>
      <w:r>
        <w:rPr>
          <w:rtl/>
        </w:rPr>
        <w:t xml:space="preserve"> </w:t>
      </w:r>
      <w:r>
        <w:rPr>
          <w:rFonts w:hint="cs"/>
          <w:rtl/>
        </w:rPr>
        <w:t>ٱ</w:t>
      </w:r>
      <w:r>
        <w:rPr>
          <w:rFonts w:hint="eastAsia"/>
          <w:rtl/>
        </w:rPr>
        <w:t>لۡمَوَ</w:t>
      </w:r>
      <w:r w:rsidR="005B7B9E" w:rsidRPr="005B7B9E">
        <w:rPr>
          <w:rFonts w:hint="cs"/>
          <w:rtl/>
        </w:rPr>
        <w:t>ا</w:t>
      </w:r>
      <w:r>
        <w:rPr>
          <w:rFonts w:hint="eastAsia"/>
          <w:rtl/>
        </w:rPr>
        <w:t>زِينَ</w:t>
      </w:r>
      <w:r>
        <w:rPr>
          <w:rtl/>
        </w:rPr>
        <w:t xml:space="preserve"> </w:t>
      </w:r>
      <w:r>
        <w:rPr>
          <w:rFonts w:hint="cs"/>
          <w:rtl/>
        </w:rPr>
        <w:t>ٱ</w:t>
      </w:r>
      <w:r>
        <w:rPr>
          <w:rFonts w:hint="eastAsia"/>
          <w:rtl/>
        </w:rPr>
        <w:t>لۡقِسۡطَ</w:t>
      </w:r>
      <w:r>
        <w:rPr>
          <w:rtl/>
        </w:rPr>
        <w:t xml:space="preserve"> لِيَوۡمِ </w:t>
      </w:r>
      <w:r>
        <w:rPr>
          <w:rFonts w:hint="cs"/>
          <w:rtl/>
        </w:rPr>
        <w:t>ٱ</w:t>
      </w:r>
      <w:r>
        <w:rPr>
          <w:rFonts w:hint="eastAsia"/>
          <w:rtl/>
        </w:rPr>
        <w:t>لۡقِيَـٰمَةِ</w:t>
      </w:r>
      <w:r>
        <w:rPr>
          <w:rtl/>
        </w:rPr>
        <w:t xml:space="preserve"> فَلَا تُظۡلَمُ نَفۡسٌ۬ شَيۡـًٔ۬ا‌ۖ وَإِن </w:t>
      </w:r>
      <w:r w:rsidR="001E6BAB" w:rsidRPr="001E6BAB">
        <w:rPr>
          <w:rFonts w:hint="cs"/>
          <w:rtl/>
        </w:rPr>
        <w:t>ک</w:t>
      </w:r>
      <w:r>
        <w:rPr>
          <w:rFonts w:hint="eastAsia"/>
          <w:rtl/>
        </w:rPr>
        <w:t>انَ</w:t>
      </w:r>
      <w:r>
        <w:rPr>
          <w:rtl/>
        </w:rPr>
        <w:t xml:space="preserve"> مِثۡقَالَ حَبَّةٍ۬ مِّنۡ خَرۡدَلٍ أَتَيۡنَا بِ</w:t>
      </w:r>
      <w:r w:rsidR="001E6BAB" w:rsidRPr="001E6BAB">
        <w:rPr>
          <w:rFonts w:hint="cs"/>
          <w:rtl/>
        </w:rPr>
        <w:t>ه</w:t>
      </w:r>
      <w:r w:rsidRPr="00595365">
        <w:rPr>
          <w:rFonts w:hint="cs"/>
          <w:rtl/>
        </w:rPr>
        <w:t>ا‌ۗ وَكَفَىٰ بِنَا حَـٰسِبِينَ (٤٧</w:t>
      </w:r>
      <w:r w:rsidR="009229E3">
        <w:rPr>
          <w:rtl/>
        </w:rPr>
        <w:t>)</w:t>
      </w:r>
    </w:p>
    <w:p w:rsidR="001A403D" w:rsidRDefault="001A403D" w:rsidP="00E36567">
      <w:pPr>
        <w:pStyle w:val="libBoldItalic"/>
      </w:pPr>
      <w:r>
        <w:t>And We set standards (scales) of justice  for the Day of Qiyamah so that no soul is treated unjustly at all. And if there is even the weight of a mustard grain, We will bring it. And We are sufficient as reckoners. (47)</w:t>
      </w:r>
    </w:p>
    <w:p w:rsidR="001A403D" w:rsidRDefault="001A403D" w:rsidP="00E36567">
      <w:pPr>
        <w:pStyle w:val="libNormal"/>
      </w:pPr>
      <w:r>
        <w:t>1-Imam Jafar Sadiq asws said: We are standards of justice and equity. (Tafseer Safi, v2, p462)</w:t>
      </w:r>
    </w:p>
    <w:p w:rsidR="001A403D" w:rsidRDefault="001A403D" w:rsidP="00E36567">
      <w:pPr>
        <w:pStyle w:val="libNormal"/>
      </w:pPr>
      <w:r>
        <w:t>2-O servants of Allah, know that neither scales will be set for the people of Shirk, nor books will be opened for them, they will be sent to Hell in groups after groups, and only for the people of Islam scales will be fixed and books will be opened, so fear Allah, O servants of Allah. (Imam Sajjad asws) (al-Burhan, v5, p226)</w:t>
      </w:r>
    </w:p>
    <w:p w:rsidR="001A403D" w:rsidRDefault="001A403D" w:rsidP="009229E3">
      <w:pPr>
        <w:pStyle w:val="libCenterBold1"/>
      </w:pPr>
      <w:r>
        <w:t>Lesson:</w:t>
      </w:r>
    </w:p>
    <w:p w:rsidR="001A403D" w:rsidRDefault="001A403D" w:rsidP="001A403D">
      <w:pPr>
        <w:pStyle w:val="libNormal"/>
      </w:pPr>
      <w:r>
        <w:t xml:space="preserve">1-The Scale of Justice on the day of Qiyamah is Walayat of Masumeen asws. Whoever has true love of Masumeen asws even equal to mustard seed in his heart, will be successful. But reality is that it is impossible at all that a </w:t>
      </w:r>
      <w:r>
        <w:lastRenderedPageBreak/>
        <w:t>person has Walayat-e-Ali asws in his heart and love/respect of Muqassir Mulla as well who opposes Walayat &amp; Azadari, because Haqq and Batil can not be together in one heart. Shirk can not be done in Walayat-e-Ali asws. The concept (belief) of Walayat-e-Faqeh is Batil and Shirk. Salvation only depends on Walayat-e-Ali asws, therefore Allah Ali-ul-Azeem says, “If all mankind would have gathered on Walayat-e-Ali asws, I would not have created Hell at all.”</w:t>
      </w:r>
    </w:p>
    <w:p w:rsidR="001A403D" w:rsidRDefault="001A403D" w:rsidP="00385B48">
      <w:pPr>
        <w:pStyle w:val="libAr"/>
      </w:pPr>
      <w:r>
        <w:rPr>
          <w:rFonts w:hint="eastAsia"/>
          <w:rtl/>
        </w:rPr>
        <w:t>قُلۡنَا</w:t>
      </w:r>
      <w:r>
        <w:rPr>
          <w:rtl/>
        </w:rPr>
        <w:t xml:space="preserve"> يَـٰنَارُ كُونِى بَرۡدً۬ا وَسَلَـٰمًا عَلَىٰٓ إِبۡرَ</w:t>
      </w:r>
      <w:r w:rsidR="005B7B9E" w:rsidRPr="005B7B9E">
        <w:rPr>
          <w:rFonts w:hint="cs"/>
          <w:rtl/>
        </w:rPr>
        <w:t>ا</w:t>
      </w:r>
      <w:r>
        <w:rPr>
          <w:rFonts w:hint="eastAsia"/>
          <w:rtl/>
        </w:rPr>
        <w:t>هِيمَ</w:t>
      </w:r>
      <w:r>
        <w:rPr>
          <w:rtl/>
        </w:rPr>
        <w:t xml:space="preserve"> (٦٩</w:t>
      </w:r>
      <w:r w:rsidR="009229E3">
        <w:rPr>
          <w:rtl/>
        </w:rPr>
        <w:t>)</w:t>
      </w:r>
    </w:p>
    <w:p w:rsidR="001A403D" w:rsidRDefault="001A403D" w:rsidP="00E36567">
      <w:pPr>
        <w:pStyle w:val="libBoldItalic"/>
      </w:pPr>
      <w:r>
        <w:t>We said: O fire, be cool and peaceful for Ibraheem, (69)</w:t>
      </w:r>
    </w:p>
    <w:p w:rsidR="001A403D" w:rsidRDefault="001A403D" w:rsidP="00E36567">
      <w:pPr>
        <w:pStyle w:val="libNormal"/>
      </w:pPr>
      <w:r>
        <w:t>1-Rasool Allah sawaw said: When Ibraheem (a.s.) was thrown into fire then he said, “Ya Allah, I ask you for the sake of the right of Mohammad-o-Aal-e-Mohammad asws save me from this” then Allah made it cool and peaceful for him. (al-Burhan, v5, p233)</w:t>
      </w:r>
    </w:p>
    <w:p w:rsidR="001A403D" w:rsidRDefault="001A403D" w:rsidP="009229E3">
      <w:pPr>
        <w:pStyle w:val="libCenterBold1"/>
      </w:pPr>
      <w:r>
        <w:t>Lesson:</w:t>
      </w:r>
    </w:p>
    <w:p w:rsidR="001A403D" w:rsidRDefault="001A403D" w:rsidP="001A403D">
      <w:pPr>
        <w:pStyle w:val="libNormal"/>
      </w:pPr>
      <w:r>
        <w:t>See detail under Sura TaHa, v67-68.</w:t>
      </w:r>
    </w:p>
    <w:p w:rsidR="001A403D" w:rsidRDefault="001A403D" w:rsidP="00385B48">
      <w:pPr>
        <w:pStyle w:val="libAr"/>
      </w:pPr>
      <w:r>
        <w:rPr>
          <w:rFonts w:hint="eastAsia"/>
          <w:rtl/>
        </w:rPr>
        <w:t>لَا</w:t>
      </w:r>
      <w:r>
        <w:rPr>
          <w:rtl/>
        </w:rPr>
        <w:t xml:space="preserve"> يَحۡزُنُهُمُ </w:t>
      </w:r>
      <w:r>
        <w:rPr>
          <w:rFonts w:hint="cs"/>
          <w:rtl/>
        </w:rPr>
        <w:t>ٱ</w:t>
      </w:r>
      <w:r>
        <w:rPr>
          <w:rFonts w:hint="eastAsia"/>
          <w:rtl/>
        </w:rPr>
        <w:t>لۡفَزَعُ</w:t>
      </w:r>
      <w:r>
        <w:rPr>
          <w:rtl/>
        </w:rPr>
        <w:t xml:space="preserve"> </w:t>
      </w:r>
      <w:r>
        <w:rPr>
          <w:rFonts w:hint="cs"/>
          <w:rtl/>
        </w:rPr>
        <w:t>ٱ</w:t>
      </w:r>
      <w:r>
        <w:rPr>
          <w:rFonts w:hint="eastAsia"/>
          <w:rtl/>
        </w:rPr>
        <w:t>لۡأَ</w:t>
      </w:r>
      <w:r w:rsidR="001E6BAB" w:rsidRPr="001E6BAB">
        <w:rPr>
          <w:rFonts w:hint="cs"/>
          <w:rtl/>
        </w:rPr>
        <w:t>ک</w:t>
      </w:r>
      <w:r w:rsidRPr="00595365">
        <w:rPr>
          <w:rFonts w:hint="cs"/>
          <w:rtl/>
        </w:rPr>
        <w:t>ۡ</w:t>
      </w:r>
      <w:r>
        <w:rPr>
          <w:rFonts w:hint="eastAsia"/>
          <w:rtl/>
        </w:rPr>
        <w:t>بَرُ</w:t>
      </w:r>
      <w:r>
        <w:rPr>
          <w:rtl/>
        </w:rPr>
        <w:t xml:space="preserve"> وَتَتَلَقَّ</w:t>
      </w:r>
      <w:r>
        <w:rPr>
          <w:rFonts w:hint="cs"/>
          <w:rtl/>
        </w:rPr>
        <w:t>ٮٰ</w:t>
      </w:r>
      <w:r>
        <w:rPr>
          <w:rFonts w:hint="eastAsia"/>
          <w:rtl/>
        </w:rPr>
        <w:t>هُمُ</w:t>
      </w:r>
      <w:r>
        <w:rPr>
          <w:rtl/>
        </w:rPr>
        <w:t xml:space="preserve"> </w:t>
      </w:r>
      <w:r>
        <w:rPr>
          <w:rFonts w:hint="cs"/>
          <w:rtl/>
        </w:rPr>
        <w:t>ٱ</w:t>
      </w:r>
      <w:r>
        <w:rPr>
          <w:rFonts w:hint="eastAsia"/>
          <w:rtl/>
        </w:rPr>
        <w:t>لۡمَلَـٰٓ</w:t>
      </w:r>
      <w:r>
        <w:rPr>
          <w:rFonts w:hint="cs"/>
          <w:rtl/>
        </w:rPr>
        <w:t>ٮِٕ</w:t>
      </w:r>
      <w:r w:rsidR="001E6BAB" w:rsidRPr="001E6BAB">
        <w:rPr>
          <w:rFonts w:hint="cs"/>
          <w:rtl/>
        </w:rPr>
        <w:t>ک</w:t>
      </w:r>
      <w:r>
        <w:rPr>
          <w:rFonts w:hint="eastAsia"/>
          <w:rtl/>
        </w:rPr>
        <w:t>ةُ</w:t>
      </w:r>
      <w:r>
        <w:rPr>
          <w:rtl/>
        </w:rPr>
        <w:t xml:space="preserve"> هَـٰذَا يَوۡمُكُمُ </w:t>
      </w:r>
      <w:r>
        <w:rPr>
          <w:rFonts w:hint="cs"/>
          <w:rtl/>
        </w:rPr>
        <w:t>ٱ</w:t>
      </w:r>
      <w:r>
        <w:rPr>
          <w:rFonts w:hint="eastAsia"/>
          <w:rtl/>
        </w:rPr>
        <w:t>لَّذِى</w:t>
      </w:r>
      <w:r>
        <w:rPr>
          <w:rtl/>
        </w:rPr>
        <w:t xml:space="preserve"> </w:t>
      </w:r>
      <w:r w:rsidR="001E6BAB" w:rsidRPr="001E6BAB">
        <w:rPr>
          <w:rFonts w:hint="cs"/>
          <w:rtl/>
        </w:rPr>
        <w:t>ک</w:t>
      </w:r>
      <w:r>
        <w:rPr>
          <w:rFonts w:hint="eastAsia"/>
          <w:rtl/>
        </w:rPr>
        <w:t>نتُمۡ</w:t>
      </w:r>
      <w:r>
        <w:rPr>
          <w:rtl/>
        </w:rPr>
        <w:t xml:space="preserve"> تُوعَدُونَ (١٠٣</w:t>
      </w:r>
      <w:r w:rsidR="009229E3">
        <w:rPr>
          <w:rtl/>
        </w:rPr>
        <w:t>)</w:t>
      </w:r>
    </w:p>
    <w:p w:rsidR="001A403D" w:rsidRDefault="001A403D" w:rsidP="00E36567">
      <w:pPr>
        <w:pStyle w:val="libBoldItalic"/>
      </w:pPr>
      <w:r>
        <w:t>The Great Horror will not grieve them, and the Angels will welcome them, (saying): This is your Day which you were promised. (103)</w:t>
      </w:r>
    </w:p>
    <w:p w:rsidR="001A403D" w:rsidRDefault="001A403D" w:rsidP="00E36567">
      <w:pPr>
        <w:pStyle w:val="libNormal"/>
      </w:pPr>
      <w:r>
        <w:t>1-Rasool Allah sawaw said: No doubt on the day of Qiyamah, Ali asws and his Shias will be on a mound of nice smelling musk. People will be in fear and distress but they (Shias) will not be in distress, and people will be grieved but they (Shias) will not be in grief, and this is the saying of Allah, “The Great Horror will not grieve them, and the Angels will welcome them, (saying): This is your Day which you were promised” (al-Burhan, v5, p254)</w:t>
      </w:r>
    </w:p>
    <w:p w:rsidR="001A403D" w:rsidRDefault="001A403D" w:rsidP="009229E3">
      <w:pPr>
        <w:pStyle w:val="libCenterBold1"/>
      </w:pPr>
      <w:r>
        <w:t>Lesson:</w:t>
      </w:r>
    </w:p>
    <w:p w:rsidR="001A403D" w:rsidRDefault="001A403D" w:rsidP="001A403D">
      <w:pPr>
        <w:pStyle w:val="libNormal"/>
      </w:pPr>
      <w:r>
        <w:t>1-Who believes Walayat-e-Ali asws verbally &amp; practically, Allah finishes his fear &amp; distress, who weeps and does Matam in the grief of Imam-e-Mazloom asws and considers blood shedding by Zanjeer &amp; Qama obligatory, he will be happy on the day of Qiyamah by Ziyarat of Masumeen asws, and who is waiting eagerly for Zahoor of Imam Qaim asws, he will be saved from wandering for thousands of years on the day of Great Horror.</w:t>
      </w:r>
    </w:p>
    <w:p w:rsidR="001A403D" w:rsidRDefault="001A403D" w:rsidP="00385B48">
      <w:pPr>
        <w:pStyle w:val="libAr"/>
      </w:pPr>
      <w:r>
        <w:rPr>
          <w:rFonts w:hint="eastAsia"/>
          <w:rtl/>
        </w:rPr>
        <w:t>وَلَقَدۡ</w:t>
      </w:r>
      <w:r>
        <w:rPr>
          <w:rtl/>
        </w:rPr>
        <w:t xml:space="preserve"> </w:t>
      </w:r>
      <w:r w:rsidR="001E6BAB" w:rsidRPr="001E6BAB">
        <w:rPr>
          <w:rFonts w:hint="cs"/>
          <w:rtl/>
        </w:rPr>
        <w:t>ک</w:t>
      </w:r>
      <w:r>
        <w:rPr>
          <w:rFonts w:hint="eastAsia"/>
          <w:rtl/>
        </w:rPr>
        <w:t>تَبۡنَا</w:t>
      </w:r>
      <w:r>
        <w:rPr>
          <w:rtl/>
        </w:rPr>
        <w:t xml:space="preserve"> فِى </w:t>
      </w:r>
      <w:r>
        <w:rPr>
          <w:rFonts w:hint="cs"/>
          <w:rtl/>
        </w:rPr>
        <w:t>ٱ</w:t>
      </w:r>
      <w:r>
        <w:rPr>
          <w:rFonts w:hint="eastAsia"/>
          <w:rtl/>
        </w:rPr>
        <w:t>لزَّبُورِ</w:t>
      </w:r>
      <w:r>
        <w:rPr>
          <w:rtl/>
        </w:rPr>
        <w:t xml:space="preserve"> مِنۢ بَعۡدِ </w:t>
      </w:r>
      <w:r>
        <w:rPr>
          <w:rFonts w:hint="cs"/>
          <w:rtl/>
        </w:rPr>
        <w:t>ٱ</w:t>
      </w:r>
      <w:r>
        <w:rPr>
          <w:rFonts w:hint="eastAsia"/>
          <w:rtl/>
        </w:rPr>
        <w:t>لذِّكۡرِ</w:t>
      </w:r>
      <w:r>
        <w:rPr>
          <w:rtl/>
        </w:rPr>
        <w:t xml:space="preserve"> أَنَّ </w:t>
      </w:r>
      <w:r>
        <w:rPr>
          <w:rFonts w:hint="cs"/>
          <w:rtl/>
        </w:rPr>
        <w:t>ٱ</w:t>
      </w:r>
      <w:r>
        <w:rPr>
          <w:rFonts w:hint="eastAsia"/>
          <w:rtl/>
        </w:rPr>
        <w:t>لۡأَرۡضَ</w:t>
      </w:r>
      <w:r>
        <w:rPr>
          <w:rtl/>
        </w:rPr>
        <w:t xml:space="preserve"> يَرِثُهَا عِبَادِىَ </w:t>
      </w:r>
      <w:r>
        <w:rPr>
          <w:rFonts w:hint="cs"/>
          <w:rtl/>
        </w:rPr>
        <w:t>ٱ</w:t>
      </w:r>
      <w:r>
        <w:rPr>
          <w:rFonts w:hint="eastAsia"/>
          <w:rtl/>
        </w:rPr>
        <w:t>لصَّـٰلِحُونَ</w:t>
      </w:r>
      <w:r>
        <w:rPr>
          <w:rtl/>
        </w:rPr>
        <w:t xml:space="preserve"> (١٠٥</w:t>
      </w:r>
      <w:r w:rsidR="009229E3">
        <w:rPr>
          <w:rtl/>
        </w:rPr>
        <w:t>)</w:t>
      </w:r>
      <w:r>
        <w:rPr>
          <w:rtl/>
        </w:rPr>
        <w:t xml:space="preserve"> إِنَّ فِى هَـٰذَا لَبَلَـٰغً۬ا لِّقَوۡمٍ عَـٰبِدِينَ (١٠٦</w:t>
      </w:r>
      <w:r w:rsidR="009229E3">
        <w:rPr>
          <w:rtl/>
        </w:rPr>
        <w:t>)</w:t>
      </w:r>
      <w:r>
        <w:rPr>
          <w:rtl/>
        </w:rPr>
        <w:t xml:space="preserve"> وَمَآ أَرۡسَلۡنَـٰكَ إِلَّا رَحۡمَةً۬ لِّلۡعَـٰلَمِينَ (١٠٧</w:t>
      </w:r>
      <w:r w:rsidR="009229E3">
        <w:rPr>
          <w:rtl/>
        </w:rPr>
        <w:t>)</w:t>
      </w:r>
    </w:p>
    <w:p w:rsidR="001A403D" w:rsidRDefault="001A403D" w:rsidP="00E36567">
      <w:pPr>
        <w:pStyle w:val="libBoldItalic"/>
      </w:pPr>
      <w:r>
        <w:t>And surely We have already written in Zaboor after Zikr that My righteous servants will inherit the earth. (105) No doubt there is a clear message for the worshipers in it. (106) We sent you not except as a mercy for the worlds. (107)</w:t>
      </w:r>
    </w:p>
    <w:p w:rsidR="001A403D" w:rsidRDefault="001A403D" w:rsidP="00E36567">
      <w:pPr>
        <w:pStyle w:val="libNormal"/>
      </w:pPr>
      <w:r>
        <w:t>1-Imam Mohammad Baqir asws said: Saying of Allah Azza wa Jalla, “And surely We have already written in Zaboor after Zikr that My righteous servants will inherit the earth” means we, and “No doubt there is a clear message for the worshipers in it” means our Shias. (al-Burhan, v5, p256)</w:t>
      </w:r>
    </w:p>
    <w:p w:rsidR="001A403D" w:rsidRDefault="001A403D" w:rsidP="00E36567">
      <w:pPr>
        <w:pStyle w:val="libNormal"/>
      </w:pPr>
      <w:r>
        <w:lastRenderedPageBreak/>
        <w:t>2-Imam Jafar Sadiq asws was asked: What is Zaboor and what is Zikr? Said: Zikr is with Allah, and Zaboor which was revealed to Dawood, and Whole Book which was revealed that is with Ahlul-ilm, and those are we. (al-Burhan, v5, p256)</w:t>
      </w:r>
    </w:p>
    <w:p w:rsidR="001A403D" w:rsidRDefault="001A403D" w:rsidP="00E36567">
      <w:pPr>
        <w:pStyle w:val="libNormal"/>
      </w:pPr>
      <w:r>
        <w:t>3-Imam Mohammad Baqir asws said: The saying of Allah Azza wa Jallah, “that My righteous servants will inherit the earth” means that they are the companions of Imam Mahdi asws in the last era. (al-Burhan, v5, p257)</w:t>
      </w:r>
    </w:p>
    <w:p w:rsidR="001A403D" w:rsidRDefault="001A403D" w:rsidP="009229E3">
      <w:pPr>
        <w:pStyle w:val="libCenterBold1"/>
      </w:pPr>
      <w:r>
        <w:t>Lesson:</w:t>
      </w:r>
    </w:p>
    <w:p w:rsidR="001A403D" w:rsidRDefault="001A403D" w:rsidP="001A403D">
      <w:pPr>
        <w:pStyle w:val="libNormal"/>
      </w:pPr>
      <w:r>
        <w:t>1-Every moment Zikr of Walayat-e-Ali asws, observing Gham-e-Hussain asws, and waiting for Zahoor-e-Qaim asws, there is a clear message for Abid Shias in it that Mohammad-o-Aal-e-Mohammad asws are Hazir Nazir Rahmat &amp; Hadi for the worlds, therefore they do not need any Fatwa of any Muqassir Mulla, and soon the inheritors of the earth are going to establish Deen-e-Walayat on the earth.</w:t>
      </w:r>
    </w:p>
    <w:p w:rsidR="001A403D" w:rsidRDefault="001A403D" w:rsidP="001A403D">
      <w:pPr>
        <w:pStyle w:val="libNormal"/>
      </w:pPr>
      <w:r>
        <w:t>2-The deniers of Walayat Muqassir Mullas are usurping the right of Masumeen asws, they are considering themselves inheritors of the earth, and they are publishing their pictures with the clear Ayaat about the inheritance of earth by Masumeen asws, without any hesitation. Such people are shared progeny of usurpers of Fadak and Shaitan.</w:t>
      </w:r>
    </w:p>
    <w:p w:rsidR="00EB2345" w:rsidRDefault="00EB2345" w:rsidP="00FC02E7">
      <w:pPr>
        <w:pStyle w:val="libNormal"/>
        <w:rPr>
          <w:rtl/>
        </w:rPr>
      </w:pPr>
      <w:r>
        <w:rPr>
          <w:rFonts w:hint="eastAsia"/>
        </w:rPr>
        <w:br w:type="page"/>
      </w:r>
    </w:p>
    <w:p w:rsidR="001A403D" w:rsidRDefault="00EB2345" w:rsidP="00EB2345">
      <w:pPr>
        <w:pStyle w:val="Heading1Center"/>
      </w:pPr>
      <w:bookmarkStart w:id="23" w:name="_Toc449789416"/>
      <w:r>
        <w:rPr>
          <w:rFonts w:hint="eastAsia"/>
          <w:rtl/>
        </w:rPr>
        <w:lastRenderedPageBreak/>
        <w:t>سُوۡرَةُ</w:t>
      </w:r>
      <w:r>
        <w:rPr>
          <w:rtl/>
        </w:rPr>
        <w:t xml:space="preserve"> </w:t>
      </w:r>
      <w:r w:rsidR="001A403D">
        <w:rPr>
          <w:rtl/>
        </w:rPr>
        <w:t>الحَجّ</w:t>
      </w:r>
      <w:bookmarkEnd w:id="23"/>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مَن</w:t>
      </w:r>
      <w:r>
        <w:rPr>
          <w:rtl/>
        </w:rPr>
        <w:t xml:space="preserve"> كَانَ يَظُنُّ أَن لَّن يَنصُرَهُ </w:t>
      </w:r>
      <w:r>
        <w:rPr>
          <w:rFonts w:hint="cs"/>
          <w:rtl/>
        </w:rPr>
        <w:t>ٱ</w:t>
      </w:r>
      <w:r>
        <w:rPr>
          <w:rFonts w:hint="eastAsia"/>
          <w:rtl/>
        </w:rPr>
        <w:t>للَّهُ</w:t>
      </w:r>
      <w:r>
        <w:rPr>
          <w:rtl/>
        </w:rPr>
        <w:t xml:space="preserve"> فِى </w:t>
      </w:r>
      <w:r>
        <w:rPr>
          <w:rFonts w:hint="cs"/>
          <w:rtl/>
        </w:rPr>
        <w:t>ٱ</w:t>
      </w:r>
      <w:r>
        <w:rPr>
          <w:rFonts w:hint="eastAsia"/>
          <w:rtl/>
        </w:rPr>
        <w:t>لدُّنۡيَا</w:t>
      </w:r>
      <w:r>
        <w:rPr>
          <w:rtl/>
        </w:rPr>
        <w:t xml:space="preserve"> وَ</w:t>
      </w:r>
      <w:r>
        <w:rPr>
          <w:rFonts w:hint="cs"/>
          <w:rtl/>
        </w:rPr>
        <w:t>ٱ</w:t>
      </w:r>
      <w:r>
        <w:rPr>
          <w:rFonts w:hint="eastAsia"/>
          <w:rtl/>
        </w:rPr>
        <w:t>لۡأَخِرَةِ</w:t>
      </w:r>
      <w:r>
        <w:rPr>
          <w:rtl/>
        </w:rPr>
        <w:t xml:space="preserve"> فَلۡيَمۡدُدۡ بِسَبَبٍ إِلَى </w:t>
      </w:r>
      <w:r>
        <w:rPr>
          <w:rFonts w:hint="cs"/>
          <w:rtl/>
        </w:rPr>
        <w:t>ٱ</w:t>
      </w:r>
      <w:r>
        <w:rPr>
          <w:rFonts w:hint="eastAsia"/>
          <w:rtl/>
        </w:rPr>
        <w:t>لسَّمَآءِ</w:t>
      </w:r>
      <w:r>
        <w:rPr>
          <w:rtl/>
        </w:rPr>
        <w:t xml:space="preserve"> ثُمَّ لۡيَقۡطَعۡ فَلۡيَنظُرۡ هَلۡ يُذۡهِبَنَّ كَيۡدُهُ </w:t>
      </w:r>
      <w:r>
        <w:rPr>
          <w:rFonts w:hint="cs"/>
          <w:rtl/>
        </w:rPr>
        <w:t>ۥ</w:t>
      </w:r>
      <w:r>
        <w:rPr>
          <w:rtl/>
        </w:rPr>
        <w:t xml:space="preserve"> مَا يَغِيظُ (١٥</w:t>
      </w:r>
      <w:r w:rsidR="009229E3">
        <w:rPr>
          <w:rtl/>
        </w:rPr>
        <w:t>)</w:t>
      </w:r>
    </w:p>
    <w:p w:rsidR="001A403D" w:rsidRDefault="001A403D" w:rsidP="00E36567">
      <w:pPr>
        <w:pStyle w:val="libBoldItalic"/>
      </w:pPr>
      <w:r>
        <w:t>Whoever thinks (does Zunn) that Allah will not help him (sawaw) in the world and the Hereafter, then let him stretch a rope up to the sky, then cut off (his life by hanging). Then let him see whether his strategy dispels that which enrages him. (15)</w:t>
      </w:r>
    </w:p>
    <w:p w:rsidR="001A403D" w:rsidRDefault="001A403D" w:rsidP="00E36567">
      <w:pPr>
        <w:pStyle w:val="libNormal"/>
      </w:pPr>
      <w:r>
        <w:t>1-One day Nabi Akram sawas said: No doubt, my Rabb has promised His help to me, and He helps me with His Angels (a.s.), and He is my Nasir through them and through Ali asws who is my brother and special among my Ahlul Bait asws. Thus this was heavy for people that Ali asws is specified for his help, and this enraged them so Allah Azza wa Jalla said, “Whoever thinks (does Zunn) that Allah will not help him (sawaw) in the world and the Hereafter, then let him stretch a rope up to the sky, then cut off (his life by hanging). Then let him see whether his strategy dispels that which enrages him” means put a rope around his neck and stretch it from his house to the sky, until his neck is cut off and he dies, then he should see if his strategy removes his anger. (al-Burhan, v5, p267)</w:t>
      </w:r>
    </w:p>
    <w:p w:rsidR="001A403D" w:rsidRDefault="001A403D" w:rsidP="009229E3">
      <w:pPr>
        <w:pStyle w:val="libCenterBold1"/>
      </w:pPr>
      <w:r>
        <w:t>Lesson:</w:t>
      </w:r>
    </w:p>
    <w:p w:rsidR="001A403D" w:rsidRDefault="001A403D" w:rsidP="001A403D">
      <w:pPr>
        <w:pStyle w:val="libNormal"/>
      </w:pPr>
      <w:r>
        <w:t>1-Allah and His Rasool sawaw is giving very just advice to Muqassireen the deniers of “Ya Ali asws Maddad” that they should suicide by hanging so that their blood boiling in anger against Walayat-e-Ali asws should cool down. If anyone wants to escape from Ali asws, then he should go to Hell.</w:t>
      </w:r>
    </w:p>
    <w:p w:rsidR="001A403D" w:rsidRDefault="001A403D" w:rsidP="001A403D">
      <w:pPr>
        <w:pStyle w:val="libNormal"/>
      </w:pPr>
      <w:r>
        <w:t>2-Sunnah of Allah never changes. The name of Help &amp; Support of Allah is Maola Ali asws in this world and Hereafter. The helper &amp; supporter of Prophets (a.s.) of Allah, His Deen, and His servants is Ali ibne Abi Talib asws.</w:t>
      </w:r>
    </w:p>
    <w:p w:rsidR="001A403D" w:rsidRDefault="001A403D" w:rsidP="00385B48">
      <w:pPr>
        <w:pStyle w:val="libAr"/>
      </w:pPr>
      <w:r>
        <w:rPr>
          <w:rFonts w:hint="eastAsia"/>
          <w:rtl/>
        </w:rPr>
        <w:t>هَـٰذَانِ</w:t>
      </w:r>
      <w:r>
        <w:rPr>
          <w:rtl/>
        </w:rPr>
        <w:t xml:space="preserve"> خَصۡمَانِ </w:t>
      </w:r>
      <w:r>
        <w:rPr>
          <w:rFonts w:hint="cs"/>
          <w:rtl/>
        </w:rPr>
        <w:t>ٱ</w:t>
      </w:r>
      <w:r>
        <w:rPr>
          <w:rFonts w:hint="eastAsia"/>
          <w:rtl/>
        </w:rPr>
        <w:t>خۡتَصَمُواْ</w:t>
      </w:r>
      <w:r>
        <w:rPr>
          <w:rtl/>
        </w:rPr>
        <w:t xml:space="preserve"> فِى رَبِّ</w:t>
      </w:r>
      <w:r w:rsidR="001E6BAB" w:rsidRPr="001E6BAB">
        <w:rPr>
          <w:rFonts w:hint="cs"/>
          <w:rtl/>
        </w:rPr>
        <w:t>ه</w:t>
      </w:r>
      <w:r>
        <w:rPr>
          <w:rtl/>
        </w:rPr>
        <w:t>مۡ‌ۖ فَ</w:t>
      </w:r>
      <w:r>
        <w:rPr>
          <w:rFonts w:hint="cs"/>
          <w:rtl/>
        </w:rPr>
        <w:t>ٱ</w:t>
      </w:r>
      <w:r>
        <w:rPr>
          <w:rFonts w:hint="eastAsia"/>
          <w:rtl/>
        </w:rPr>
        <w:t>لَّذِينَ</w:t>
      </w:r>
      <w:r>
        <w:rPr>
          <w:rtl/>
        </w:rPr>
        <w:t xml:space="preserve"> </w:t>
      </w:r>
      <w:r w:rsidR="001E6BAB" w:rsidRPr="001E6BAB">
        <w:rPr>
          <w:rFonts w:hint="cs"/>
          <w:rtl/>
        </w:rPr>
        <w:t>ک</w:t>
      </w:r>
      <w:r>
        <w:rPr>
          <w:rFonts w:hint="eastAsia"/>
          <w:rtl/>
        </w:rPr>
        <w:t>فَرُواْ</w:t>
      </w:r>
      <w:r>
        <w:rPr>
          <w:rtl/>
        </w:rPr>
        <w:t xml:space="preserve"> قُطِّعَتۡ لَهُمۡ ثِيَابٌ۬ مِّن نَّارٍ۬ يُصَبُّ مِن فَوۡقِ رُءُوسِ</w:t>
      </w:r>
      <w:r w:rsidR="001E6BAB" w:rsidRPr="001E6BAB">
        <w:rPr>
          <w:rFonts w:hint="cs"/>
          <w:rtl/>
        </w:rPr>
        <w:t>ه</w:t>
      </w:r>
      <w:r w:rsidRPr="00595365">
        <w:rPr>
          <w:rFonts w:hint="cs"/>
          <w:rtl/>
        </w:rPr>
        <w:t xml:space="preserve">مُ </w:t>
      </w:r>
      <w:r>
        <w:rPr>
          <w:rFonts w:hint="cs"/>
          <w:rtl/>
        </w:rPr>
        <w:t>ٱ</w:t>
      </w:r>
      <w:r>
        <w:rPr>
          <w:rFonts w:hint="eastAsia"/>
          <w:rtl/>
        </w:rPr>
        <w:t>لۡحَمِيمُ</w:t>
      </w:r>
      <w:r>
        <w:rPr>
          <w:rtl/>
        </w:rPr>
        <w:t xml:space="preserve"> (١٩</w:t>
      </w:r>
      <w:r w:rsidR="009229E3">
        <w:rPr>
          <w:rtl/>
        </w:rPr>
        <w:t>)</w:t>
      </w:r>
      <w:r>
        <w:rPr>
          <w:rtl/>
        </w:rPr>
        <w:t xml:space="preserve"> يُصۡهَرُ بِهِ</w:t>
      </w:r>
      <w:r>
        <w:rPr>
          <w:rFonts w:hint="cs"/>
          <w:rtl/>
        </w:rPr>
        <w:t>ۦ</w:t>
      </w:r>
      <w:r>
        <w:rPr>
          <w:rtl/>
        </w:rPr>
        <w:t xml:space="preserve"> مَا فِى بُطُونِ</w:t>
      </w:r>
      <w:r w:rsidR="001E6BAB" w:rsidRPr="001E6BAB">
        <w:rPr>
          <w:rFonts w:hint="cs"/>
          <w:rtl/>
        </w:rPr>
        <w:t>ه</w:t>
      </w:r>
      <w:r w:rsidRPr="00595365">
        <w:rPr>
          <w:rFonts w:hint="cs"/>
          <w:rtl/>
        </w:rPr>
        <w:t>مۡ وَ</w:t>
      </w:r>
      <w:r>
        <w:rPr>
          <w:rFonts w:hint="cs"/>
          <w:rtl/>
        </w:rPr>
        <w:t>ٱ</w:t>
      </w:r>
      <w:r>
        <w:rPr>
          <w:rFonts w:hint="eastAsia"/>
          <w:rtl/>
        </w:rPr>
        <w:t>لۡجُلُودُ</w:t>
      </w:r>
      <w:r>
        <w:rPr>
          <w:rtl/>
        </w:rPr>
        <w:t xml:space="preserve"> (٢٠</w:t>
      </w:r>
      <w:r w:rsidR="009229E3">
        <w:rPr>
          <w:rtl/>
        </w:rPr>
        <w:t>)</w:t>
      </w:r>
      <w:r>
        <w:rPr>
          <w:rtl/>
        </w:rPr>
        <w:t xml:space="preserve"> وَلَهُم مَّقَـٰمِعُ مِنۡ حَدِيدٍ۬ (٢١</w:t>
      </w:r>
      <w:r w:rsidR="009229E3">
        <w:rPr>
          <w:rtl/>
        </w:rPr>
        <w:t>)</w:t>
      </w:r>
      <w:r>
        <w:rPr>
          <w:rtl/>
        </w:rPr>
        <w:t xml:space="preserve"> </w:t>
      </w:r>
      <w:r w:rsidR="001E6BAB" w:rsidRPr="001E6BAB">
        <w:rPr>
          <w:rFonts w:hint="cs"/>
          <w:rtl/>
        </w:rPr>
        <w:t>ک</w:t>
      </w:r>
      <w:r>
        <w:rPr>
          <w:rFonts w:hint="eastAsia"/>
          <w:rtl/>
        </w:rPr>
        <w:t>لَّمَآ</w:t>
      </w:r>
      <w:r>
        <w:rPr>
          <w:rtl/>
        </w:rPr>
        <w:t xml:space="preserve"> أَرَادُوٓاْ أَن يَخۡرُجُواْ مِنۡ</w:t>
      </w:r>
      <w:r w:rsidR="001E6BAB" w:rsidRPr="001E6BAB">
        <w:rPr>
          <w:rFonts w:hint="cs"/>
          <w:rtl/>
        </w:rPr>
        <w:t>ه</w:t>
      </w:r>
      <w:r w:rsidRPr="00595365">
        <w:rPr>
          <w:rFonts w:hint="cs"/>
          <w:rtl/>
        </w:rPr>
        <w:t xml:space="preserve">ا مِنۡ </w:t>
      </w:r>
      <w:r>
        <w:rPr>
          <w:rtl/>
        </w:rPr>
        <w:t>غَمٍّ أُعِيدُواْ فِي</w:t>
      </w:r>
      <w:r w:rsidR="001E6BAB" w:rsidRPr="001E6BAB">
        <w:rPr>
          <w:rFonts w:hint="cs"/>
          <w:rtl/>
        </w:rPr>
        <w:t>ه</w:t>
      </w:r>
      <w:r w:rsidRPr="00595365">
        <w:rPr>
          <w:rFonts w:hint="cs"/>
          <w:rtl/>
        </w:rPr>
        <w:t xml:space="preserve">ا وَذُوقُواْ عَذَابَ </w:t>
      </w:r>
      <w:r>
        <w:rPr>
          <w:rFonts w:hint="cs"/>
          <w:rtl/>
        </w:rPr>
        <w:t>ٱ</w:t>
      </w:r>
      <w:r>
        <w:rPr>
          <w:rFonts w:hint="eastAsia"/>
          <w:rtl/>
        </w:rPr>
        <w:t>لۡحَرِيقِ</w:t>
      </w:r>
      <w:r>
        <w:rPr>
          <w:rtl/>
        </w:rPr>
        <w:t xml:space="preserve"> (٢٢</w:t>
      </w:r>
      <w:r w:rsidR="009229E3">
        <w:rPr>
          <w:rtl/>
        </w:rPr>
        <w:t>)</w:t>
      </w:r>
    </w:p>
    <w:p w:rsidR="001A403D" w:rsidRDefault="001A403D" w:rsidP="00E36567">
      <w:pPr>
        <w:pStyle w:val="libBoldItalic"/>
      </w:pPr>
      <w:r>
        <w:t>These twain (believers &amp; disbelievers) are two opponents who disputed concerning their Rabb. So those who disbelieve, garments of fire will be cut out for them, boiling water will be poured down on their heads, (19) Which will melt what is in their bellies, and their skins as well (20) And for them are maces of iron. (21) Every time they want to get out of it from anguish, they will be returned to it and (saying to them): Taste the punishment of burning. (22)</w:t>
      </w:r>
    </w:p>
    <w:p w:rsidR="001A403D" w:rsidRDefault="001A403D" w:rsidP="00E36567">
      <w:pPr>
        <w:pStyle w:val="libNormal"/>
      </w:pPr>
      <w:r>
        <w:t>1-Imam Mohammad Baqir asws said: These are two parties who disputed about their Rabb, then those who denied Walayat-e-Ali asws, for them garments of Fire has been cut. (al-Burhan, v5, p270)</w:t>
      </w:r>
    </w:p>
    <w:p w:rsidR="001A403D" w:rsidRDefault="001A403D" w:rsidP="00E36567">
      <w:pPr>
        <w:pStyle w:val="libNormal"/>
      </w:pPr>
      <w:r>
        <w:lastRenderedPageBreak/>
        <w:t>2-It was asked from Imam Hussain asws about the saying of Allah, “These twain are two opponents who disputed concerning their Rabb”, he said: We and Banu Umayya, we disputed about Allah Azza wa Jalla. We say that Allah is Truthful and they say that Allah is liar, so we and them are two parties on the day of Qiyamah. (al-Burhan, v5, p270)</w:t>
      </w:r>
    </w:p>
    <w:p w:rsidR="001A403D" w:rsidRDefault="001A403D" w:rsidP="009229E3">
      <w:pPr>
        <w:pStyle w:val="libCenterBold1"/>
      </w:pPr>
      <w:r>
        <w:t>Lesson:</w:t>
      </w:r>
    </w:p>
    <w:p w:rsidR="001A403D" w:rsidRDefault="001A403D" w:rsidP="001A403D">
      <w:pPr>
        <w:pStyle w:val="libNormal"/>
      </w:pPr>
      <w:r>
        <w:t>1-Always there has been battle between Haqq and Batil, Batil party left Walayat-e-Ali asws and proclaimed their own Walayat and attracted people towards them by different tricks. They think Walayat is not from Allah but whoever wins in struggle can declare himself Wali. Same is the condition of Muqassireen today, they leave Walayat-e-Elahi and pay allegiance to Walayat-e-Faqeh, and give order to Majoosi Tailors to stitch up blazing blazers for them. The result of disputing with Walayat-e-Ali asws is clearly explained by Allah in these verses.</w:t>
      </w:r>
    </w:p>
    <w:p w:rsidR="001A403D" w:rsidRDefault="001A403D" w:rsidP="00385B48">
      <w:pPr>
        <w:pStyle w:val="libAr"/>
      </w:pPr>
      <w:r>
        <w:rPr>
          <w:rFonts w:hint="eastAsia"/>
          <w:rtl/>
        </w:rPr>
        <w:t>وَهُدُوٓاْ</w:t>
      </w:r>
      <w:r>
        <w:rPr>
          <w:rtl/>
        </w:rPr>
        <w:t xml:space="preserve"> إِلَى </w:t>
      </w:r>
      <w:r>
        <w:rPr>
          <w:rFonts w:hint="cs"/>
          <w:rtl/>
        </w:rPr>
        <w:t>ٱ</w:t>
      </w:r>
      <w:r>
        <w:rPr>
          <w:rFonts w:hint="eastAsia"/>
          <w:rtl/>
        </w:rPr>
        <w:t>لطَّيِّبِ</w:t>
      </w:r>
      <w:r>
        <w:rPr>
          <w:rtl/>
        </w:rPr>
        <w:t xml:space="preserve"> مِنَ </w:t>
      </w:r>
      <w:r>
        <w:rPr>
          <w:rFonts w:hint="cs"/>
          <w:rtl/>
        </w:rPr>
        <w:t>ٱ</w:t>
      </w:r>
      <w:r>
        <w:rPr>
          <w:rFonts w:hint="eastAsia"/>
          <w:rtl/>
        </w:rPr>
        <w:t>لۡقَوۡلِ</w:t>
      </w:r>
      <w:r>
        <w:rPr>
          <w:rtl/>
        </w:rPr>
        <w:t xml:space="preserve"> وَهُدُوٓاْ إِلَىٰ صِرَ</w:t>
      </w:r>
      <w:r w:rsidR="005B7B9E" w:rsidRPr="005B7B9E">
        <w:rPr>
          <w:rFonts w:hint="cs"/>
          <w:rtl/>
        </w:rPr>
        <w:t>ا</w:t>
      </w:r>
      <w:r>
        <w:rPr>
          <w:rFonts w:hint="eastAsia"/>
          <w:rtl/>
        </w:rPr>
        <w:t>طِ</w:t>
      </w:r>
      <w:r>
        <w:rPr>
          <w:rtl/>
        </w:rPr>
        <w:t xml:space="preserve"> </w:t>
      </w:r>
      <w:r>
        <w:rPr>
          <w:rFonts w:hint="cs"/>
          <w:rtl/>
        </w:rPr>
        <w:t>ٱ</w:t>
      </w:r>
      <w:r>
        <w:rPr>
          <w:rFonts w:hint="eastAsia"/>
          <w:rtl/>
        </w:rPr>
        <w:t>لۡحَمِيدِ</w:t>
      </w:r>
      <w:r>
        <w:rPr>
          <w:rtl/>
        </w:rPr>
        <w:t xml:space="preserve"> (٢٤</w:t>
      </w:r>
      <w:r w:rsidR="009229E3">
        <w:rPr>
          <w:rtl/>
        </w:rPr>
        <w:t>)</w:t>
      </w:r>
      <w:r>
        <w:rPr>
          <w:rtl/>
        </w:rPr>
        <w:t xml:space="preserve"> إِنَّ </w:t>
      </w:r>
      <w:r>
        <w:rPr>
          <w:rFonts w:hint="cs"/>
          <w:rtl/>
        </w:rPr>
        <w:t>ٱ</w:t>
      </w:r>
      <w:r>
        <w:rPr>
          <w:rFonts w:hint="eastAsia"/>
          <w:rtl/>
        </w:rPr>
        <w:t>لَّذِينَ</w:t>
      </w:r>
      <w:r>
        <w:rPr>
          <w:rtl/>
        </w:rPr>
        <w:t xml:space="preserve"> كَفَرُواْ وَيَصُدُّونَ عَن سَبِيلِ </w:t>
      </w:r>
      <w:r>
        <w:rPr>
          <w:rFonts w:hint="cs"/>
          <w:rtl/>
        </w:rPr>
        <w:t>ٱ</w:t>
      </w:r>
      <w:r>
        <w:rPr>
          <w:rFonts w:hint="eastAsia"/>
          <w:rtl/>
        </w:rPr>
        <w:t>للَّهِ</w:t>
      </w:r>
      <w:r>
        <w:rPr>
          <w:rtl/>
        </w:rPr>
        <w:t xml:space="preserve"> وَ</w:t>
      </w:r>
      <w:r>
        <w:rPr>
          <w:rFonts w:hint="cs"/>
          <w:rtl/>
        </w:rPr>
        <w:t>ٱ</w:t>
      </w:r>
      <w:r>
        <w:rPr>
          <w:rFonts w:hint="eastAsia"/>
          <w:rtl/>
        </w:rPr>
        <w:t>لۡمَسۡجِدِ</w:t>
      </w:r>
      <w:r>
        <w:rPr>
          <w:rtl/>
        </w:rPr>
        <w:t xml:space="preserve"> </w:t>
      </w:r>
      <w:r>
        <w:rPr>
          <w:rFonts w:hint="cs"/>
          <w:rtl/>
        </w:rPr>
        <w:t>ٱ</w:t>
      </w:r>
      <w:r>
        <w:rPr>
          <w:rFonts w:hint="eastAsia"/>
          <w:rtl/>
        </w:rPr>
        <w:t>لۡحَرَامِ</w:t>
      </w:r>
      <w:r>
        <w:rPr>
          <w:rtl/>
        </w:rPr>
        <w:t xml:space="preserve"> </w:t>
      </w:r>
      <w:r>
        <w:rPr>
          <w:rFonts w:hint="cs"/>
          <w:rtl/>
        </w:rPr>
        <w:t>ٱ</w:t>
      </w:r>
      <w:r>
        <w:rPr>
          <w:rFonts w:hint="eastAsia"/>
          <w:rtl/>
        </w:rPr>
        <w:t>لَّذِى</w:t>
      </w:r>
      <w:r>
        <w:rPr>
          <w:rtl/>
        </w:rPr>
        <w:t xml:space="preserve"> جَعَلۡنَـٰهُ لِلنَّاسِ سَوَآءً </w:t>
      </w:r>
      <w:r>
        <w:rPr>
          <w:rFonts w:hint="cs"/>
          <w:rtl/>
        </w:rPr>
        <w:t>ٱ</w:t>
      </w:r>
      <w:r>
        <w:rPr>
          <w:rFonts w:hint="eastAsia"/>
          <w:rtl/>
        </w:rPr>
        <w:t>لۡعَـٰكِفُ</w:t>
      </w:r>
      <w:r>
        <w:rPr>
          <w:rtl/>
        </w:rPr>
        <w:t xml:space="preserve"> فِيهِ وَ</w:t>
      </w:r>
      <w:r>
        <w:rPr>
          <w:rFonts w:hint="cs"/>
          <w:rtl/>
        </w:rPr>
        <w:t>ٱ</w:t>
      </w:r>
      <w:r>
        <w:rPr>
          <w:rFonts w:hint="eastAsia"/>
          <w:rtl/>
        </w:rPr>
        <w:t>لۡبَادِ‌ۚ</w:t>
      </w:r>
      <w:r>
        <w:rPr>
          <w:rtl/>
        </w:rPr>
        <w:t xml:space="preserve"> وَمَن يُرِدۡ فِي</w:t>
      </w:r>
      <w:r>
        <w:rPr>
          <w:rFonts w:hint="eastAsia"/>
          <w:rtl/>
        </w:rPr>
        <w:t>هِ</w:t>
      </w:r>
      <w:r>
        <w:rPr>
          <w:rtl/>
        </w:rPr>
        <w:t xml:space="preserve"> بِإِلۡحَادِۭ بِظُلۡمٍ۬ نُّذِقۡهُ مِنۡ عَذَابٍ أَلِيمٍ۬ (٢٥</w:t>
      </w:r>
      <w:r w:rsidR="009229E3">
        <w:rPr>
          <w:rtl/>
        </w:rPr>
        <w:t>)</w:t>
      </w:r>
    </w:p>
    <w:p w:rsidR="001A403D" w:rsidRDefault="001A403D" w:rsidP="00E36567">
      <w:pPr>
        <w:pStyle w:val="libBoldItalic"/>
      </w:pPr>
      <w:r>
        <w:t>And they are guided to good word (Qawl-e-Tayyab), and they are guided to the praised path (Sirat al-Hameed). (24) No doubt those who disbelieve and hinder from the Sabeel (way) of Allah and from the Masjid al-Haraam, which We have made for the people equal for the residents therein and one from outside, whoever intends to deviate unjustly in it, We will cause him to taste from painful punishment. (25)</w:t>
      </w:r>
    </w:p>
    <w:p w:rsidR="001A403D" w:rsidRDefault="001A403D" w:rsidP="00E36567">
      <w:pPr>
        <w:pStyle w:val="libNormal"/>
      </w:pPr>
      <w:r>
        <w:t>1-Imam Mohammad Baqir asws said to his companion about the saying of Allah, “And they are guided to Qawl-e-Tayyab and they are guided to the Sirat al-Hameed”: By Allah, this is that Amr on which you (Shias) are. (al-Burhan, v5, p275)</w:t>
      </w:r>
    </w:p>
    <w:p w:rsidR="001A403D" w:rsidRDefault="001A403D" w:rsidP="00E36567">
      <w:pPr>
        <w:pStyle w:val="libNormal"/>
      </w:pPr>
      <w:r>
        <w:t>2-“And they are guided to Tayyab Qawl” means Tauheed &amp; Ikhlas (Oneness &amp; Unity), “and they are guided to Sirat al-Hameed” means toward Walayat. (Tafseer Qummi, p439) (al-Burhan, v5, p275)</w:t>
      </w:r>
    </w:p>
    <w:p w:rsidR="001A403D" w:rsidRDefault="001A403D" w:rsidP="00E36567">
      <w:pPr>
        <w:pStyle w:val="libNormal"/>
      </w:pPr>
      <w:r>
        <w:t>3-About verse number 25: This is revealed about him who deviates from Amirul Momineen asws and do injustice to him. (Tafseer Qummi, p439)</w:t>
      </w:r>
    </w:p>
    <w:p w:rsidR="001A403D" w:rsidRDefault="001A403D" w:rsidP="009229E3">
      <w:pPr>
        <w:pStyle w:val="libCenterBold1"/>
      </w:pPr>
      <w:r>
        <w:t>Lesson:</w:t>
      </w:r>
    </w:p>
    <w:p w:rsidR="001A403D" w:rsidRDefault="001A403D" w:rsidP="001A403D">
      <w:pPr>
        <w:pStyle w:val="libNormal"/>
      </w:pPr>
      <w:r>
        <w:t>1-Those who believe in Qawl-e-Tayyab (testimony of Tauheed, Risalat, and Walayat) and are steadfast on Sirat-e-Hameed of Walayat-e-Ali asws, for them are silver bracelets, nice robes, and eternal Jannah.</w:t>
      </w:r>
    </w:p>
    <w:p w:rsidR="001A403D" w:rsidRDefault="001A403D" w:rsidP="001A403D">
      <w:pPr>
        <w:pStyle w:val="libNormal"/>
      </w:pPr>
      <w:r>
        <w:t>2-Those who hinder from Sabeel (Walayat-e-Ali asws) of Allah and hide (with covers) Ka’ba because crack in the wall is living proof of Walayat-e-Ali asws, and they are Mulhideen because they conceal the Symbols of Allah, for them is painful punishment.</w:t>
      </w:r>
    </w:p>
    <w:p w:rsidR="001A403D" w:rsidRDefault="001A403D" w:rsidP="00385B48">
      <w:pPr>
        <w:pStyle w:val="libAr"/>
      </w:pPr>
      <w:r>
        <w:rPr>
          <w:rFonts w:hint="eastAsia"/>
          <w:rtl/>
        </w:rPr>
        <w:t>ثُمَّ</w:t>
      </w:r>
      <w:r>
        <w:rPr>
          <w:rtl/>
        </w:rPr>
        <w:t xml:space="preserve"> لۡيَقۡضُواْ تَفَثَهُمۡ وَلۡيُوفُواْ نُذُورَهُمۡ وَلۡيَطَّوَّفُواْ بِ</w:t>
      </w:r>
      <w:r>
        <w:rPr>
          <w:rFonts w:hint="cs"/>
          <w:rtl/>
        </w:rPr>
        <w:t>ٱ</w:t>
      </w:r>
      <w:r>
        <w:rPr>
          <w:rFonts w:hint="eastAsia"/>
          <w:rtl/>
        </w:rPr>
        <w:t>لۡبَيۡتِ</w:t>
      </w:r>
      <w:r>
        <w:rPr>
          <w:rtl/>
        </w:rPr>
        <w:t xml:space="preserve"> </w:t>
      </w:r>
      <w:r>
        <w:rPr>
          <w:rFonts w:hint="cs"/>
          <w:rtl/>
        </w:rPr>
        <w:t>ٱ</w:t>
      </w:r>
      <w:r>
        <w:rPr>
          <w:rFonts w:hint="eastAsia"/>
          <w:rtl/>
        </w:rPr>
        <w:t>لۡعَتِيقِ</w:t>
      </w:r>
      <w:r>
        <w:rPr>
          <w:rtl/>
        </w:rPr>
        <w:t xml:space="preserve"> (٢٩</w:t>
      </w:r>
      <w:r w:rsidR="009229E3">
        <w:rPr>
          <w:rtl/>
        </w:rPr>
        <w:t>)</w:t>
      </w:r>
    </w:p>
    <w:p w:rsidR="001A403D" w:rsidRDefault="001A403D" w:rsidP="00E36567">
      <w:pPr>
        <w:pStyle w:val="libBoldItalic"/>
      </w:pPr>
      <w:r>
        <w:t>Then let them end their untidiness and fulfil their vows and make Tawaf of the ancient House. (29)</w:t>
      </w:r>
    </w:p>
    <w:p w:rsidR="001A403D" w:rsidRDefault="001A403D" w:rsidP="00E36567">
      <w:pPr>
        <w:pStyle w:val="libNormal"/>
      </w:pPr>
      <w:r>
        <w:lastRenderedPageBreak/>
        <w:t>1-Imam Mohammad Baqir asws saw people in Makkah whatever they were doing, then said: They are doing the same what they were doing in the time of ignorance, by Allah they are not commanded to do that. They are only commanded to remove their untidiness and fulfil their vows and them come to us, so that we give them news of Walayat and they should present their support for us. (al-Burhan, v5, p286)</w:t>
      </w:r>
    </w:p>
    <w:p w:rsidR="001A403D" w:rsidRDefault="001A403D" w:rsidP="009229E3">
      <w:pPr>
        <w:pStyle w:val="libCenterBold1"/>
      </w:pPr>
      <w:r>
        <w:t>Lesson:</w:t>
      </w:r>
    </w:p>
    <w:p w:rsidR="001A403D" w:rsidRDefault="001A403D" w:rsidP="001A403D">
      <w:pPr>
        <w:pStyle w:val="libNormal"/>
      </w:pPr>
      <w:r>
        <w:t>1-To fulfil vows means to perform the rituals of Hajj, and to remove untidiness is to cut hair and nails. And real meaning is to purify your soul by meeting &amp; obeying Imam asws. Tawaf means obligatory Tawaf and Tawaf al-Nisa.</w:t>
      </w:r>
    </w:p>
    <w:p w:rsidR="001A403D" w:rsidRDefault="001A403D" w:rsidP="001A403D">
      <w:pPr>
        <w:pStyle w:val="libNormal"/>
      </w:pPr>
      <w:r>
        <w:t>2-By performing Hajj, repenting for all sins, removing all outer &amp; inner dirts, becoming pious after stoning the opponents of Walayat-e-Ali asws, then it is commanded to bow down on the door-step of Walayat-e-Ali asws in submission, and to present your life and wealth in Sabeel of Walayat.</w:t>
      </w:r>
    </w:p>
    <w:p w:rsidR="001A403D" w:rsidRDefault="001A403D" w:rsidP="00385B48">
      <w:pPr>
        <w:pStyle w:val="libAr"/>
      </w:pPr>
      <w:r>
        <w:rPr>
          <w:rFonts w:hint="cs"/>
          <w:rtl/>
        </w:rPr>
        <w:t>ٱ</w:t>
      </w:r>
      <w:r>
        <w:rPr>
          <w:rFonts w:hint="eastAsia"/>
          <w:rtl/>
        </w:rPr>
        <w:t>لَّذِينَ</w:t>
      </w:r>
      <w:r>
        <w:rPr>
          <w:rtl/>
        </w:rPr>
        <w:t xml:space="preserve"> إِن مَّكَّنَّـٰهُمۡ فِى </w:t>
      </w:r>
      <w:r>
        <w:rPr>
          <w:rFonts w:hint="cs"/>
          <w:rtl/>
        </w:rPr>
        <w:t>ٱ</w:t>
      </w:r>
      <w:r>
        <w:rPr>
          <w:rFonts w:hint="eastAsia"/>
          <w:rtl/>
        </w:rPr>
        <w:t>لۡأَرۡضِ</w:t>
      </w:r>
      <w:r>
        <w:rPr>
          <w:rtl/>
        </w:rPr>
        <w:t xml:space="preserve"> أَقَامُواْ </w:t>
      </w:r>
      <w:r>
        <w:rPr>
          <w:rFonts w:hint="cs"/>
          <w:rtl/>
        </w:rPr>
        <w:t>ٱ</w:t>
      </w:r>
      <w:r>
        <w:rPr>
          <w:rFonts w:hint="eastAsia"/>
          <w:rtl/>
        </w:rPr>
        <w:t>لصَّلَوٰةَ</w:t>
      </w:r>
      <w:r>
        <w:rPr>
          <w:rtl/>
        </w:rPr>
        <w:t xml:space="preserve"> وَءَاتَوُاْ </w:t>
      </w:r>
      <w:r>
        <w:rPr>
          <w:rFonts w:hint="cs"/>
          <w:rtl/>
        </w:rPr>
        <w:t>ٱ</w:t>
      </w:r>
      <w:r>
        <w:rPr>
          <w:rFonts w:hint="eastAsia"/>
          <w:rtl/>
        </w:rPr>
        <w:t>لزَّ</w:t>
      </w:r>
      <w:r w:rsidR="001E6BAB" w:rsidRPr="001E6BAB">
        <w:rPr>
          <w:rFonts w:hint="cs"/>
          <w:rtl/>
        </w:rPr>
        <w:t>ک</w:t>
      </w:r>
      <w:r>
        <w:rPr>
          <w:rFonts w:hint="eastAsia"/>
          <w:rtl/>
        </w:rPr>
        <w:t>وٰةَ</w:t>
      </w:r>
      <w:r>
        <w:rPr>
          <w:rtl/>
        </w:rPr>
        <w:t xml:space="preserve"> وَأَمَرُواْ بِ</w:t>
      </w:r>
      <w:r>
        <w:rPr>
          <w:rFonts w:hint="cs"/>
          <w:rtl/>
        </w:rPr>
        <w:t>ٱ</w:t>
      </w:r>
      <w:r>
        <w:rPr>
          <w:rFonts w:hint="eastAsia"/>
          <w:rtl/>
        </w:rPr>
        <w:t>لۡمَعۡرُوفِ</w:t>
      </w:r>
      <w:r>
        <w:rPr>
          <w:rtl/>
        </w:rPr>
        <w:t xml:space="preserve"> وَنَهَوۡاْ عَنِ </w:t>
      </w:r>
      <w:r>
        <w:rPr>
          <w:rFonts w:hint="cs"/>
          <w:rtl/>
        </w:rPr>
        <w:t>ٱ</w:t>
      </w:r>
      <w:r>
        <w:rPr>
          <w:rFonts w:hint="eastAsia"/>
          <w:rtl/>
        </w:rPr>
        <w:t>لۡمُنكَرِ‌ۗ</w:t>
      </w:r>
      <w:r>
        <w:rPr>
          <w:rtl/>
        </w:rPr>
        <w:t xml:space="preserve"> وَلِلَّهِ عَـٰقِبَةُ </w:t>
      </w:r>
      <w:r>
        <w:rPr>
          <w:rFonts w:hint="cs"/>
          <w:rtl/>
        </w:rPr>
        <w:t>ٱ</w:t>
      </w:r>
      <w:r>
        <w:rPr>
          <w:rFonts w:hint="eastAsia"/>
          <w:rtl/>
        </w:rPr>
        <w:t>لۡأُمُورِ</w:t>
      </w:r>
      <w:r>
        <w:rPr>
          <w:rtl/>
        </w:rPr>
        <w:t xml:space="preserve"> (٤١</w:t>
      </w:r>
      <w:r w:rsidR="009229E3">
        <w:rPr>
          <w:rtl/>
        </w:rPr>
        <w:t>)</w:t>
      </w:r>
    </w:p>
    <w:p w:rsidR="001A403D" w:rsidRDefault="001A403D" w:rsidP="00E36567">
      <w:pPr>
        <w:pStyle w:val="libBoldItalic"/>
      </w:pPr>
      <w:r>
        <w:t>Those who, if We give them power in the earth, establish Salaah and pay Zakah and command good and forbid bad. And to Allah belongs the outcome of all matters. (41)</w:t>
      </w:r>
    </w:p>
    <w:p w:rsidR="001A403D" w:rsidRDefault="001A403D" w:rsidP="00E36567">
      <w:pPr>
        <w:pStyle w:val="libNormal"/>
      </w:pPr>
      <w:r>
        <w:t>1-Imam Mohammad Baqir asws said that this verse is in the favour of Aal-e-Mohammad asws: Mahdi asws and his companions (a.s.). Allah will give them authority over the easts and wests of the earth, and will reveal &amp; prevail the Deen, and Allah Azza wa Jalla will kill Bidah &amp; Batil (innovation &amp; evil) through his companions (a.s.) just as vulgar people killed Haqq, until no sign of injustice will be left, and they will command what is right and forbid what is wrong, and outcome of all matters is for Allah. (al-Burhan, v5, p302)</w:t>
      </w:r>
    </w:p>
    <w:p w:rsidR="001A403D" w:rsidRDefault="001A403D" w:rsidP="009229E3">
      <w:pPr>
        <w:pStyle w:val="libCenterBold1"/>
      </w:pPr>
      <w:r>
        <w:t>Lesson:</w:t>
      </w:r>
    </w:p>
    <w:p w:rsidR="001A403D" w:rsidRDefault="001A403D" w:rsidP="001A403D">
      <w:pPr>
        <w:pStyle w:val="libNormal"/>
      </w:pPr>
      <w:r>
        <w:t>1-When Imam Qaim asws will rise, he will command Walayat-e-Ali asws and forbit from its opposition. Souls of people will be purified through Walayat, and Salaah of success will be established.</w:t>
      </w:r>
    </w:p>
    <w:p w:rsidR="001A403D" w:rsidRDefault="001A403D" w:rsidP="00385B48">
      <w:pPr>
        <w:pStyle w:val="libAr"/>
      </w:pPr>
      <w:r>
        <w:rPr>
          <w:rFonts w:hint="eastAsia"/>
          <w:rtl/>
        </w:rPr>
        <w:t>ذَ</w:t>
      </w:r>
      <w:r w:rsidR="005B7B9E" w:rsidRPr="005B7B9E">
        <w:rPr>
          <w:rFonts w:hint="cs"/>
          <w:rtl/>
        </w:rPr>
        <w:t>ا</w:t>
      </w:r>
      <w:r>
        <w:rPr>
          <w:rFonts w:hint="eastAsia"/>
          <w:rtl/>
        </w:rPr>
        <w:t>لِكَ</w:t>
      </w:r>
      <w:r>
        <w:rPr>
          <w:rtl/>
        </w:rPr>
        <w:t xml:space="preserve"> وَمَنۡ عَاقَبَ بِمِثۡلِ مَا عُوقِبَ بِهِ</w:t>
      </w:r>
      <w:r>
        <w:rPr>
          <w:rFonts w:hint="cs"/>
          <w:rtl/>
        </w:rPr>
        <w:t>ۦ</w:t>
      </w:r>
      <w:r>
        <w:rPr>
          <w:rtl/>
        </w:rPr>
        <w:t xml:space="preserve"> ثُمَّ بُغِىَ عَلَيۡهِ لَيَنصُرَنَّهُ </w:t>
      </w:r>
      <w:r>
        <w:rPr>
          <w:rFonts w:hint="cs"/>
          <w:rtl/>
        </w:rPr>
        <w:t>ٱ</w:t>
      </w:r>
      <w:r>
        <w:rPr>
          <w:rFonts w:hint="eastAsia"/>
          <w:rtl/>
        </w:rPr>
        <w:t>للَّهُ‌ۗ</w:t>
      </w:r>
      <w:r>
        <w:rPr>
          <w:rtl/>
        </w:rPr>
        <w:t xml:space="preserve"> إِنَّ </w:t>
      </w:r>
      <w:r>
        <w:rPr>
          <w:rFonts w:hint="cs"/>
          <w:rtl/>
        </w:rPr>
        <w:t>ٱ</w:t>
      </w:r>
      <w:r>
        <w:rPr>
          <w:rFonts w:hint="eastAsia"/>
          <w:rtl/>
        </w:rPr>
        <w:t>للَّهَ</w:t>
      </w:r>
      <w:r>
        <w:rPr>
          <w:rtl/>
        </w:rPr>
        <w:t xml:space="preserve"> لَعَفُوٌّ غَفُورٌ۬ (٦٠</w:t>
      </w:r>
      <w:r w:rsidR="009229E3">
        <w:rPr>
          <w:rtl/>
        </w:rPr>
        <w:t>)</w:t>
      </w:r>
    </w:p>
    <w:p w:rsidR="001A403D" w:rsidRDefault="001A403D" w:rsidP="00E36567">
      <w:pPr>
        <w:pStyle w:val="libBoldItalic"/>
      </w:pPr>
      <w:r>
        <w:t>That (is result). And whoever retaliates (to injustice) with the equivalent of that with which he was harmed, if then (again) injustice is done to him, Allah will surely help him. Indeed Allah is Pardoning, Forgiving. (60)</w:t>
      </w:r>
    </w:p>
    <w:p w:rsidR="001A403D" w:rsidRDefault="001A403D" w:rsidP="001A403D">
      <w:pPr>
        <w:pStyle w:val="libNormal"/>
      </w:pPr>
      <w:r>
        <w:t xml:space="preserve">1-In this Rasool Allah sawaw is meant, when Quraish expelled him with force, and he went into cave after coming out from them, and they were in search of him to martyr him, so Allah took revenge from them on the day of Badr, so Utbah and Shaiba and Waleed and Abu Jahal and Hanzalah bin Abu Sufyan, etc were killed. Then when Rasool Allah sawaw went from the world (apparently) then they demanded revenge for blood, and rebelled  </w:t>
      </w:r>
      <w:r>
        <w:lastRenderedPageBreak/>
        <w:t>against Haqq and martyred Imam Hussain asws and Aal-e-Mohammad asws in animosity, and what poetry Yazid (l.u.) said it shows their image:</w:t>
      </w:r>
    </w:p>
    <w:p w:rsidR="001A403D" w:rsidRDefault="001A403D" w:rsidP="001A403D">
      <w:pPr>
        <w:pStyle w:val="libNormal"/>
      </w:pPr>
      <w:r>
        <w:t>If my elders of Badr would be watching</w:t>
      </w:r>
    </w:p>
    <w:p w:rsidR="001A403D" w:rsidRDefault="001A403D" w:rsidP="001A403D">
      <w:pPr>
        <w:pStyle w:val="libNormal"/>
      </w:pPr>
      <w:r>
        <w:t>That people of Khazraj are distressed by striking by spears</w:t>
      </w:r>
    </w:p>
    <w:p w:rsidR="001A403D" w:rsidRDefault="001A403D" w:rsidP="001A403D">
      <w:pPr>
        <w:pStyle w:val="libNormal"/>
      </w:pPr>
      <w:r>
        <w:t>Then they would have been shouting with happiness</w:t>
      </w:r>
    </w:p>
    <w:p w:rsidR="001A403D" w:rsidRDefault="001A403D" w:rsidP="001A403D">
      <w:pPr>
        <w:pStyle w:val="libNormal"/>
      </w:pPr>
      <w:r>
        <w:t>Saying: O Yazid! Your hands should not be numbed</w:t>
      </w:r>
    </w:p>
    <w:p w:rsidR="001A403D" w:rsidRDefault="001A403D" w:rsidP="001A403D">
      <w:pPr>
        <w:pStyle w:val="libNormal"/>
      </w:pPr>
      <w:r>
        <w:t>I am not from Khandaf if I do not take revenge</w:t>
      </w:r>
    </w:p>
    <w:p w:rsidR="001A403D" w:rsidRDefault="001A403D" w:rsidP="001A403D">
      <w:pPr>
        <w:pStyle w:val="libNormal"/>
      </w:pPr>
      <w:r>
        <w:t>From Aal-e-Mohammad (asws) for their task of Risalat</w:t>
      </w:r>
    </w:p>
    <w:p w:rsidR="001A403D" w:rsidRDefault="001A403D" w:rsidP="001A403D">
      <w:pPr>
        <w:pStyle w:val="libNormal"/>
      </w:pPr>
      <w:r>
        <w:t>Certainly we killed great Syyed from their Sadaat</w:t>
      </w:r>
    </w:p>
    <w:p w:rsidR="001A403D" w:rsidRDefault="001A403D" w:rsidP="001A403D">
      <w:pPr>
        <w:pStyle w:val="libNormal"/>
      </w:pPr>
      <w:r>
        <w:t>And took revenge of Badr, so Badr is completed</w:t>
      </w:r>
    </w:p>
    <w:p w:rsidR="001A403D" w:rsidRDefault="001A403D" w:rsidP="001A403D">
      <w:pPr>
        <w:pStyle w:val="libNormal"/>
      </w:pPr>
      <w:r>
        <w:t>And the same my father bequeathed me</w:t>
      </w:r>
    </w:p>
    <w:p w:rsidR="001A403D" w:rsidRDefault="001A403D" w:rsidP="001A403D">
      <w:pPr>
        <w:pStyle w:val="libNormal"/>
      </w:pPr>
      <w:r>
        <w:t>So I listened father what he demanded</w:t>
      </w:r>
    </w:p>
    <w:p w:rsidR="001A403D" w:rsidRDefault="001A403D" w:rsidP="001A403D">
      <w:pPr>
        <w:pStyle w:val="libNormal"/>
      </w:pPr>
      <w:r>
        <w:t>(Then he said while insulting the holy head)</w:t>
      </w:r>
    </w:p>
    <w:p w:rsidR="001A403D" w:rsidRDefault="001A403D" w:rsidP="001A403D">
      <w:pPr>
        <w:pStyle w:val="libNormal"/>
      </w:pPr>
      <w:r>
        <w:t>Would that my elders were present who have passed away</w:t>
      </w:r>
    </w:p>
    <w:p w:rsidR="001A403D" w:rsidRDefault="001A403D" w:rsidP="001A403D">
      <w:pPr>
        <w:pStyle w:val="libNormal"/>
      </w:pPr>
      <w:r>
        <w:t>So that they would consider that this (Karbala) in justifying</w:t>
      </w:r>
    </w:p>
    <w:p w:rsidR="001A403D" w:rsidRDefault="001A403D" w:rsidP="001A403D">
      <w:pPr>
        <w:pStyle w:val="libNormal"/>
      </w:pPr>
      <w:r>
        <w:t>Is equal to the days of Badr in price (revenge)</w:t>
      </w:r>
    </w:p>
    <w:p w:rsidR="001A403D" w:rsidRDefault="001A403D" w:rsidP="00E36567">
      <w:pPr>
        <w:pStyle w:val="libNormal"/>
      </w:pPr>
      <w:r>
        <w:t>In the saying of Allah Tabarak wa Ta’ala “And who retaliates” means Rasool Allah sawaw, and “with the equivalent of what he suffered” means when they intended to martyr him, “if then again rebellion is done against him, then Allah will certainly help him” means through Imam Qaim asws in his progeny. (al-Burhan, v5, p316) (Tafseer Qummi, p443)</w:t>
      </w:r>
    </w:p>
    <w:p w:rsidR="001A403D" w:rsidRDefault="001A403D" w:rsidP="009229E3">
      <w:pPr>
        <w:pStyle w:val="libCenterBold1"/>
      </w:pPr>
      <w:r>
        <w:t>Lesson:</w:t>
      </w:r>
    </w:p>
    <w:p w:rsidR="001A403D" w:rsidRDefault="001A403D" w:rsidP="001A403D">
      <w:pPr>
        <w:pStyle w:val="libNormal"/>
      </w:pPr>
      <w:r>
        <w:t>1-The enemies of Faza’il &amp; Walayat of Ali asws tortured Rasool Allah sawaw and their holy progeny asws, and rebelled due to jealousy of Maola Ali asws, and martyred Aal-e-Mohammad asws. Imam Jafar Sadiq asws and Imam Hassan Askari asws have indicated enemies of Masumeen asws who are worse than the army of Yazid (l.u.) : Those will enter Shias disguised as Shia Ulma, and after getting attention of Shias they will start insulting the virtues of Masumeen asws, and will add lie on lie, while Masumeen asws are free from any Rijs.</w:t>
      </w:r>
    </w:p>
    <w:p w:rsidR="001A403D" w:rsidRDefault="001A403D" w:rsidP="001A403D">
      <w:pPr>
        <w:pStyle w:val="libNormal"/>
      </w:pPr>
      <w:r>
        <w:t>Thanks Allah, such Nasibi Muqassireen have been exposed, Momineen know who are forbidding to recite testimony of Walayat-e-Ali asws? Who are issuing Fatawa against Azadari of Imam Hussain asws? Who are saying usurpation of Fadak was right? Who are saying Masumeen asws are not completely infallible?</w:t>
      </w:r>
    </w:p>
    <w:p w:rsidR="001A403D" w:rsidRDefault="001A403D" w:rsidP="00385B48">
      <w:pPr>
        <w:pStyle w:val="libAr"/>
      </w:pPr>
      <w:r>
        <w:rPr>
          <w:rFonts w:hint="eastAsia"/>
          <w:rtl/>
        </w:rPr>
        <w:t>لِّكُلِّ</w:t>
      </w:r>
      <w:r>
        <w:rPr>
          <w:rtl/>
        </w:rPr>
        <w:t xml:space="preserve"> أُمَّةٍ۬ جَعَلۡنَا مَنسَكًا هُمۡ نَاسِ</w:t>
      </w:r>
      <w:r w:rsidR="001E6BAB" w:rsidRPr="001E6BAB">
        <w:rPr>
          <w:rFonts w:hint="cs"/>
          <w:rtl/>
        </w:rPr>
        <w:t>ک</w:t>
      </w:r>
      <w:r>
        <w:rPr>
          <w:rFonts w:hint="eastAsia"/>
          <w:rtl/>
        </w:rPr>
        <w:t>وهُ‌ۖ</w:t>
      </w:r>
      <w:r>
        <w:rPr>
          <w:rtl/>
        </w:rPr>
        <w:t xml:space="preserve"> فَلَا يُنَـٰزِعُنَّكَ فِى </w:t>
      </w:r>
      <w:r>
        <w:rPr>
          <w:rFonts w:hint="cs"/>
          <w:rtl/>
        </w:rPr>
        <w:t>ٱ</w:t>
      </w:r>
      <w:r>
        <w:rPr>
          <w:rFonts w:hint="eastAsia"/>
          <w:rtl/>
        </w:rPr>
        <w:t>لۡأَمۡرِ‌ۚ</w:t>
      </w:r>
      <w:r>
        <w:rPr>
          <w:rtl/>
        </w:rPr>
        <w:t xml:space="preserve"> وَ</w:t>
      </w:r>
      <w:r>
        <w:rPr>
          <w:rFonts w:hint="cs"/>
          <w:rtl/>
        </w:rPr>
        <w:t>ٱ</w:t>
      </w:r>
      <w:r>
        <w:rPr>
          <w:rFonts w:hint="eastAsia"/>
          <w:rtl/>
        </w:rPr>
        <w:t>دۡعُ</w:t>
      </w:r>
      <w:r>
        <w:rPr>
          <w:rtl/>
        </w:rPr>
        <w:t xml:space="preserve"> إِلَىٰ رَبِّكَ‌ۖ إِنَّكَ لَعَلَىٰ هُدً۬ى مُّسۡتَقِيمٍ۬ (٦٧</w:t>
      </w:r>
      <w:r w:rsidR="009229E3">
        <w:rPr>
          <w:rtl/>
        </w:rPr>
        <w:t>)</w:t>
      </w:r>
      <w:r>
        <w:rPr>
          <w:rtl/>
        </w:rPr>
        <w:t xml:space="preserve"> وَإِن جَـٰدَلُوكَ فَقُلِ </w:t>
      </w:r>
      <w:r>
        <w:rPr>
          <w:rFonts w:hint="cs"/>
          <w:rtl/>
        </w:rPr>
        <w:t>ٱ</w:t>
      </w:r>
      <w:r>
        <w:rPr>
          <w:rFonts w:hint="eastAsia"/>
          <w:rtl/>
        </w:rPr>
        <w:t>للَّهُ</w:t>
      </w:r>
      <w:r>
        <w:rPr>
          <w:rtl/>
        </w:rPr>
        <w:t xml:space="preserve"> أَعۡلَمُ بِمَا تَعۡمَلُونَ (٦٨</w:t>
      </w:r>
      <w:r w:rsidR="009229E3">
        <w:rPr>
          <w:rtl/>
        </w:rPr>
        <w:t>)</w:t>
      </w:r>
      <w:r>
        <w:rPr>
          <w:rtl/>
        </w:rPr>
        <w:t xml:space="preserve"> </w:t>
      </w:r>
      <w:r>
        <w:rPr>
          <w:rFonts w:hint="cs"/>
          <w:rtl/>
        </w:rPr>
        <w:t>ٱ</w:t>
      </w:r>
      <w:r>
        <w:rPr>
          <w:rFonts w:hint="eastAsia"/>
          <w:rtl/>
        </w:rPr>
        <w:t>للَّهُ</w:t>
      </w:r>
      <w:r>
        <w:rPr>
          <w:rtl/>
        </w:rPr>
        <w:t xml:space="preserve"> يَحۡكُمُ بَيۡنَ</w:t>
      </w:r>
      <w:r w:rsidR="001E6BAB" w:rsidRPr="001E6BAB">
        <w:rPr>
          <w:rFonts w:hint="cs"/>
          <w:rtl/>
        </w:rPr>
        <w:t>ک</w:t>
      </w:r>
      <w:r>
        <w:rPr>
          <w:rFonts w:hint="eastAsia"/>
          <w:rtl/>
        </w:rPr>
        <w:t>مۡ</w:t>
      </w:r>
      <w:r>
        <w:rPr>
          <w:rtl/>
        </w:rPr>
        <w:t xml:space="preserve"> يَ</w:t>
      </w:r>
      <w:r>
        <w:rPr>
          <w:rFonts w:hint="eastAsia"/>
          <w:rtl/>
        </w:rPr>
        <w:t>وۡمَ</w:t>
      </w:r>
      <w:r>
        <w:rPr>
          <w:rtl/>
        </w:rPr>
        <w:t xml:space="preserve"> </w:t>
      </w:r>
      <w:r>
        <w:rPr>
          <w:rFonts w:hint="cs"/>
          <w:rtl/>
        </w:rPr>
        <w:t>ٱ</w:t>
      </w:r>
      <w:r>
        <w:rPr>
          <w:rFonts w:hint="eastAsia"/>
          <w:rtl/>
        </w:rPr>
        <w:t>لۡقِيَـٰمَةِ</w:t>
      </w:r>
      <w:r>
        <w:rPr>
          <w:rtl/>
        </w:rPr>
        <w:t xml:space="preserve"> فِيمَا كُنتُمۡ فِيهِ تَخۡتَلِفُونَ (٦٩</w:t>
      </w:r>
      <w:r w:rsidR="009229E3">
        <w:rPr>
          <w:rtl/>
        </w:rPr>
        <w:t>)</w:t>
      </w:r>
      <w:r>
        <w:rPr>
          <w:rtl/>
        </w:rPr>
        <w:t xml:space="preserve"> أَلَمۡ تَعۡلَمۡ أَنَّ </w:t>
      </w:r>
      <w:r>
        <w:rPr>
          <w:rFonts w:hint="cs"/>
          <w:rtl/>
        </w:rPr>
        <w:t>ٱ</w:t>
      </w:r>
      <w:r>
        <w:rPr>
          <w:rFonts w:hint="eastAsia"/>
          <w:rtl/>
        </w:rPr>
        <w:t>للَّهَ</w:t>
      </w:r>
      <w:r>
        <w:rPr>
          <w:rtl/>
        </w:rPr>
        <w:t xml:space="preserve"> يَعۡلَمُ مَا فِى </w:t>
      </w:r>
      <w:r>
        <w:rPr>
          <w:rFonts w:hint="cs"/>
          <w:rtl/>
        </w:rPr>
        <w:t>ٱ</w:t>
      </w:r>
      <w:r>
        <w:rPr>
          <w:rFonts w:hint="eastAsia"/>
          <w:rtl/>
        </w:rPr>
        <w:t>لسَّمَآءِ</w:t>
      </w:r>
      <w:r>
        <w:rPr>
          <w:rtl/>
        </w:rPr>
        <w:t xml:space="preserve"> وَ</w:t>
      </w:r>
      <w:r>
        <w:rPr>
          <w:rFonts w:hint="cs"/>
          <w:rtl/>
        </w:rPr>
        <w:t>ٱ</w:t>
      </w:r>
      <w:r>
        <w:rPr>
          <w:rFonts w:hint="eastAsia"/>
          <w:rtl/>
        </w:rPr>
        <w:t>لۡأَرۡضِ‌ۗ</w:t>
      </w:r>
      <w:r>
        <w:rPr>
          <w:rtl/>
        </w:rPr>
        <w:t xml:space="preserve"> إِنَّ ذَ</w:t>
      </w:r>
      <w:r w:rsidR="005B7B9E" w:rsidRPr="005B7B9E">
        <w:rPr>
          <w:rFonts w:hint="cs"/>
          <w:rtl/>
        </w:rPr>
        <w:t>ا</w:t>
      </w:r>
      <w:r>
        <w:rPr>
          <w:rFonts w:hint="eastAsia"/>
          <w:rtl/>
        </w:rPr>
        <w:t>لِكَ</w:t>
      </w:r>
      <w:r>
        <w:rPr>
          <w:rtl/>
        </w:rPr>
        <w:t xml:space="preserve"> فِى كِتَـٰبٍ‌ۚ إِنَّ ذَ</w:t>
      </w:r>
      <w:r w:rsidR="005B7B9E" w:rsidRPr="005B7B9E">
        <w:rPr>
          <w:rFonts w:hint="cs"/>
          <w:rtl/>
        </w:rPr>
        <w:t>ا</w:t>
      </w:r>
      <w:r>
        <w:rPr>
          <w:rFonts w:hint="eastAsia"/>
          <w:rtl/>
        </w:rPr>
        <w:t>لِكَ</w:t>
      </w:r>
      <w:r>
        <w:rPr>
          <w:rtl/>
        </w:rPr>
        <w:t xml:space="preserve"> عَلَى </w:t>
      </w:r>
      <w:r>
        <w:rPr>
          <w:rFonts w:hint="cs"/>
          <w:rtl/>
        </w:rPr>
        <w:t>ٱ</w:t>
      </w:r>
      <w:r>
        <w:rPr>
          <w:rFonts w:hint="eastAsia"/>
          <w:rtl/>
        </w:rPr>
        <w:t>للَّهِ</w:t>
      </w:r>
      <w:r>
        <w:rPr>
          <w:rtl/>
        </w:rPr>
        <w:t xml:space="preserve"> يَسِيرٌ۬ (٧٠</w:t>
      </w:r>
      <w:r w:rsidR="009229E3">
        <w:rPr>
          <w:rtl/>
        </w:rPr>
        <w:t>)</w:t>
      </w:r>
    </w:p>
    <w:p w:rsidR="001A403D" w:rsidRDefault="001A403D" w:rsidP="00E36567">
      <w:pPr>
        <w:pStyle w:val="libBoldItalic"/>
      </w:pPr>
      <w:r>
        <w:t xml:space="preserve">For every nation We have appointed rituals according to which they perform; so they should not dispute with you for the matter, and you invite to your Rabb, certainly you are upon the straight guidance. (67) And if they wrangle with you, then say: Allah is Most Knowing of what you do. (68) Allah will judge between you on the Day of Qiyamah concerning that </w:t>
      </w:r>
      <w:r>
        <w:lastRenderedPageBreak/>
        <w:t>over which you used to differ. (69) Don’t you known that Allah knows what is in the heaven and the earth? Indeed it is in a Book. Certainly that is easy for Allah. (70)</w:t>
      </w:r>
    </w:p>
    <w:p w:rsidR="001A403D" w:rsidRDefault="001A403D" w:rsidP="00E36567">
      <w:pPr>
        <w:pStyle w:val="libNormal"/>
      </w:pPr>
      <w:r>
        <w:t>1-When this verse was revealed, Rasool Allah sawaw said after gathering people: O group of Muhajireen and Ansaar! No doubt Allah says, “For every nation We have appointed Manasik (rituals) according to which they perform” Mansak is that Imam who is in every nation after their Nabi, who is introduced by Nabi. Beware obedience of Imam asws is inevitable, he is the Deen, and he is the Mansak, and that your Imam after me is Ali ibne Abi Talib asws, certainly I invite you toward his guidance because he is on the straight path. People got up wondering and said: By Allah, surely we will dispute in this matter, and we will never agree on his obedience, and that Rasool Allah sawaw has fabricated it from himself. That time Allah Azza wa Jalla revealed, “You invite to your Rabb, no doubt you are upon the straight guidance. And if they wrangle with you, then say: Allah is Most Knowing of what you do. Allah will judge between you on the Day of Qiyamah concerning that over which you used to differ. Don’t you known that Allah knows what is in the heaven and the earth? Indeed it is in a Book. Certainly that is easy for Allah.” (al-Burhan,v5, p317)</w:t>
      </w:r>
    </w:p>
    <w:p w:rsidR="001A403D" w:rsidRDefault="001A403D" w:rsidP="009229E3">
      <w:pPr>
        <w:pStyle w:val="libCenterBold1"/>
      </w:pPr>
      <w:r>
        <w:t>Lesson:</w:t>
      </w:r>
    </w:p>
    <w:p w:rsidR="001A403D" w:rsidRDefault="001A403D" w:rsidP="001A403D">
      <w:pPr>
        <w:pStyle w:val="libNormal"/>
      </w:pPr>
      <w:r>
        <w:t>1-Walayat-e-Ali asws is inevitable. Maola Ali asws is Deen of Allah, he is the straight guidance and straight path, he is Mansak of Deen. Therefore Maola Ali asws said: I am the Salaah of Momineen, their Hajj, their Jihad, and their Zakah. Whole of Deen, Islam, and Eman is Imam Ali asws. Just as people sitting in front of Rasool Allah sawaw were denying Quranic verses and Qawl-e-Rasool sawaw about Ali asws, and they were deciding firmly in their hearts that they will oppose Walayat-e-Ali asws, similar is the condition of Muqassir Mulla, thousands of Ayaat and Ahadees are presented but he can not recite testimony of Walayat-e-Ali asws due to his own Nijasat, rather he barks that these Ahadees are not reliable. Although Allah says that everything is in the Book, but Mulla denies this fact as well. Insha-Allah it is not far, the matter will be decided by Imam Qaim asws.</w:t>
      </w:r>
    </w:p>
    <w:p w:rsidR="001A403D" w:rsidRDefault="001A403D" w:rsidP="00385B48">
      <w:pPr>
        <w:pStyle w:val="libAr"/>
      </w:pPr>
      <w:r>
        <w:rPr>
          <w:rFonts w:hint="eastAsia"/>
          <w:rtl/>
        </w:rPr>
        <w:t>وَإِذَا</w:t>
      </w:r>
      <w:r>
        <w:rPr>
          <w:rtl/>
        </w:rPr>
        <w:t xml:space="preserve"> تُتۡلَىٰ عَلَيۡهِمۡ ءَايَـٰتُنَا بَيِّنَـٰتٍ۬ تَعۡرِفُ فِى وُجُوهِ </w:t>
      </w:r>
      <w:r>
        <w:rPr>
          <w:rFonts w:hint="cs"/>
          <w:rtl/>
        </w:rPr>
        <w:t>ٱ</w:t>
      </w:r>
      <w:r>
        <w:rPr>
          <w:rFonts w:hint="eastAsia"/>
          <w:rtl/>
        </w:rPr>
        <w:t>لَّذِينَ</w:t>
      </w:r>
      <w:r>
        <w:rPr>
          <w:rtl/>
        </w:rPr>
        <w:t xml:space="preserve"> كَفَرُواْ </w:t>
      </w:r>
      <w:r>
        <w:rPr>
          <w:rFonts w:hint="cs"/>
          <w:rtl/>
        </w:rPr>
        <w:t>ٱ</w:t>
      </w:r>
      <w:r>
        <w:rPr>
          <w:rFonts w:hint="eastAsia"/>
          <w:rtl/>
        </w:rPr>
        <w:t>لۡمُن</w:t>
      </w:r>
      <w:r w:rsidR="001E6BAB" w:rsidRPr="001E6BAB">
        <w:rPr>
          <w:rFonts w:hint="cs"/>
          <w:rtl/>
        </w:rPr>
        <w:t>ک</w:t>
      </w:r>
      <w:r>
        <w:rPr>
          <w:rFonts w:hint="eastAsia"/>
          <w:rtl/>
        </w:rPr>
        <w:t>رَ‌ۖ</w:t>
      </w:r>
      <w:r>
        <w:rPr>
          <w:rtl/>
        </w:rPr>
        <w:t xml:space="preserve"> يَكَادُونَ يَسۡطُونَ بِ</w:t>
      </w:r>
      <w:r>
        <w:rPr>
          <w:rFonts w:hint="cs"/>
          <w:rtl/>
        </w:rPr>
        <w:t>ٱ</w:t>
      </w:r>
      <w:r>
        <w:rPr>
          <w:rFonts w:hint="eastAsia"/>
          <w:rtl/>
        </w:rPr>
        <w:t>لَّذِينَ</w:t>
      </w:r>
      <w:r>
        <w:rPr>
          <w:rtl/>
        </w:rPr>
        <w:t xml:space="preserve"> يَتۡلُونَ عَلَيۡهِمۡ ءَايَـٰتِنَا‌ۗ قُلۡ أَفَأُنَبِّئُكُم بِشَرٍّ۬ مِّن ذَ</w:t>
      </w:r>
      <w:r w:rsidR="005B7B9E" w:rsidRPr="005B7B9E">
        <w:rPr>
          <w:rFonts w:hint="cs"/>
          <w:rtl/>
        </w:rPr>
        <w:t>ا</w:t>
      </w:r>
      <w:r>
        <w:rPr>
          <w:rFonts w:hint="eastAsia"/>
          <w:rtl/>
        </w:rPr>
        <w:t>لِكُمُ‌ۗ</w:t>
      </w:r>
      <w:r>
        <w:rPr>
          <w:rtl/>
        </w:rPr>
        <w:t xml:space="preserve"> </w:t>
      </w:r>
      <w:r>
        <w:rPr>
          <w:rFonts w:hint="cs"/>
          <w:rtl/>
        </w:rPr>
        <w:t>ٱ</w:t>
      </w:r>
      <w:r>
        <w:rPr>
          <w:rFonts w:hint="eastAsia"/>
          <w:rtl/>
        </w:rPr>
        <w:t>لنَّارُ</w:t>
      </w:r>
      <w:r>
        <w:rPr>
          <w:rtl/>
        </w:rPr>
        <w:t xml:space="preserve"> وَعَدَهَا </w:t>
      </w:r>
      <w:r>
        <w:rPr>
          <w:rFonts w:hint="cs"/>
          <w:rtl/>
        </w:rPr>
        <w:t>ٱ</w:t>
      </w:r>
      <w:r>
        <w:rPr>
          <w:rFonts w:hint="eastAsia"/>
          <w:rtl/>
        </w:rPr>
        <w:t>للَّهُ</w:t>
      </w:r>
      <w:r>
        <w:rPr>
          <w:rtl/>
        </w:rPr>
        <w:t xml:space="preserve"> </w:t>
      </w:r>
      <w:r>
        <w:rPr>
          <w:rFonts w:hint="cs"/>
          <w:rtl/>
        </w:rPr>
        <w:t>ٱ</w:t>
      </w:r>
      <w:r>
        <w:rPr>
          <w:rFonts w:hint="eastAsia"/>
          <w:rtl/>
        </w:rPr>
        <w:t>لَّذِينَ</w:t>
      </w:r>
      <w:r>
        <w:rPr>
          <w:rtl/>
        </w:rPr>
        <w:t xml:space="preserve"> كَفَرُواْ‌ۖ وَبِئۡسَ </w:t>
      </w:r>
      <w:r>
        <w:rPr>
          <w:rFonts w:hint="cs"/>
          <w:rtl/>
        </w:rPr>
        <w:t>ٱ</w:t>
      </w:r>
      <w:r>
        <w:rPr>
          <w:rFonts w:hint="eastAsia"/>
          <w:rtl/>
        </w:rPr>
        <w:t>لۡمَصِيرُ</w:t>
      </w:r>
      <w:r>
        <w:rPr>
          <w:rtl/>
        </w:rPr>
        <w:t xml:space="preserve"> (٧٢</w:t>
      </w:r>
      <w:r w:rsidR="009229E3">
        <w:rPr>
          <w:rtl/>
        </w:rPr>
        <w:t>)</w:t>
      </w:r>
    </w:p>
    <w:p w:rsidR="001A403D" w:rsidRDefault="001A403D" w:rsidP="00E36567">
      <w:pPr>
        <w:pStyle w:val="libBoldItalic"/>
      </w:pPr>
      <w:r>
        <w:t>And when Our clear Ayaat are recited to them, you recognize the denial in the faces of those who disbelieve; they are almost on the verge of assaulting those who recite Our Ayaat to them. Say: Then shall I inform you worse than that? The Fire! Allah has promised it for those who disbelieve, and wretched is the destination. (72)</w:t>
      </w:r>
    </w:p>
    <w:p w:rsidR="001A403D" w:rsidRDefault="001A403D" w:rsidP="00E36567">
      <w:pPr>
        <w:pStyle w:val="libNormal"/>
      </w:pPr>
      <w:r>
        <w:t xml:space="preserve">1-Imam Jafar Sadiq asws said: There was a nation (group of people) that whenever any verse in the Book of Allah was revealed in favour of Amirul Momineen asws, in which his obedience was obligatory, or his virtues were mentioned in it, or splendour of his Ahlul Bait asws was in it, then they used to become angery and disliked it, so much so that they prepared firmly and </w:t>
      </w:r>
      <w:r>
        <w:lastRenderedPageBreak/>
        <w:t>decided to do a big (evil) work against him (asws), and intended (murder) for Rasool Allah sawaw during the night of Uqbah due to rage, anger and jealousy, so this verse was revealed. (al-Burhan, v5, p318)</w:t>
      </w:r>
    </w:p>
    <w:p w:rsidR="001A403D" w:rsidRDefault="001A403D" w:rsidP="009229E3">
      <w:pPr>
        <w:pStyle w:val="libCenterBold1"/>
      </w:pPr>
      <w:r>
        <w:t>Lesson:</w:t>
      </w:r>
    </w:p>
    <w:p w:rsidR="001A403D" w:rsidRDefault="001A403D" w:rsidP="001A403D">
      <w:pPr>
        <w:pStyle w:val="libNormal"/>
      </w:pPr>
      <w:r>
        <w:t>1-Muslim nation tried to martyr Rasool Allah sawaw many times due to preaching Walayat-e-Ali asws, at last they managed to administer poison to him. So Rasool Allah sawaw himself is the first Martyr in the chain for preaching Walayat-e-Ali asws. Then Muslims martyred brutally Hazrat Mohsin asws and Syyeda Fatima Zahra asws for Walayat-e-Ali asws, and this chain of martyrdoms continued in the holy progeny of Hazrat Abu Talib asws.</w:t>
      </w:r>
    </w:p>
    <w:p w:rsidR="001A403D" w:rsidRDefault="001A403D" w:rsidP="001A403D">
      <w:pPr>
        <w:pStyle w:val="libNormal"/>
      </w:pPr>
      <w:r>
        <w:t>2-When Ayaat &amp; Ahadees of Walayat-e-Ali asws are recited in front of Muqassir Mulla, his face disfigures due to jealousy to Faza’il-e-Ali asws, and it is reality that Muqassireen almost assault the reciter, and due to their filth &amp; ignorance they martyr Maola Ali asws with their tongues i.e. they deny to recite testimony of Walayat-e-Ali asws.</w:t>
      </w:r>
    </w:p>
    <w:p w:rsidR="001A403D" w:rsidRDefault="001A403D" w:rsidP="001A403D">
      <w:pPr>
        <w:pStyle w:val="libNormal"/>
      </w:pPr>
      <w:r>
        <w:rPr>
          <w:rFonts w:hint="eastAsia"/>
        </w:rPr>
        <w:t>“</w:t>
      </w:r>
      <w:r>
        <w:t>Allah kills him who martyred you (asws) with hand or tongue.” (Mafateh al-Jinan). Fire is the reward of denial of Walayat-e-Ali asws.</w:t>
      </w:r>
    </w:p>
    <w:p w:rsidR="001A403D" w:rsidRDefault="001A403D" w:rsidP="00385B48">
      <w:pPr>
        <w:pStyle w:val="libAr"/>
      </w:pPr>
      <w:r>
        <w:rPr>
          <w:rFonts w:hint="eastAsia"/>
          <w:rtl/>
        </w:rPr>
        <w:t>يَـٰٓأَيُّهَا</w:t>
      </w:r>
      <w:r>
        <w:rPr>
          <w:rtl/>
        </w:rPr>
        <w:t xml:space="preserve"> </w:t>
      </w:r>
      <w:r>
        <w:rPr>
          <w:rFonts w:hint="cs"/>
          <w:rtl/>
        </w:rPr>
        <w:t>ٱ</w:t>
      </w:r>
      <w:r>
        <w:rPr>
          <w:rFonts w:hint="eastAsia"/>
          <w:rtl/>
        </w:rPr>
        <w:t>لَّذِينَ</w:t>
      </w:r>
      <w:r>
        <w:rPr>
          <w:rtl/>
        </w:rPr>
        <w:t xml:space="preserve"> ءَامَنُواْ </w:t>
      </w:r>
      <w:r>
        <w:rPr>
          <w:rFonts w:hint="cs"/>
          <w:rtl/>
        </w:rPr>
        <w:t>ٱ</w:t>
      </w:r>
      <w:r>
        <w:rPr>
          <w:rFonts w:hint="eastAsia"/>
          <w:rtl/>
        </w:rPr>
        <w:t>رۡ</w:t>
      </w:r>
      <w:r w:rsidR="001E6BAB" w:rsidRPr="001E6BAB">
        <w:rPr>
          <w:rFonts w:hint="cs"/>
          <w:rtl/>
        </w:rPr>
        <w:t>ک</w:t>
      </w:r>
      <w:r>
        <w:rPr>
          <w:rFonts w:hint="eastAsia"/>
          <w:rtl/>
        </w:rPr>
        <w:t>عُواْ</w:t>
      </w:r>
      <w:r>
        <w:rPr>
          <w:rtl/>
        </w:rPr>
        <w:t xml:space="preserve"> وَ</w:t>
      </w:r>
      <w:r>
        <w:rPr>
          <w:rFonts w:hint="cs"/>
          <w:rtl/>
        </w:rPr>
        <w:t>ٱ</w:t>
      </w:r>
      <w:r>
        <w:rPr>
          <w:rFonts w:hint="eastAsia"/>
          <w:rtl/>
        </w:rPr>
        <w:t>سۡجُدُواْ</w:t>
      </w:r>
      <w:r>
        <w:rPr>
          <w:rtl/>
        </w:rPr>
        <w:t xml:space="preserve"> وَ</w:t>
      </w:r>
      <w:r>
        <w:rPr>
          <w:rFonts w:hint="cs"/>
          <w:rtl/>
        </w:rPr>
        <w:t>ٱ</w:t>
      </w:r>
      <w:r>
        <w:rPr>
          <w:rFonts w:hint="eastAsia"/>
          <w:rtl/>
        </w:rPr>
        <w:t>عۡبُدُواْ</w:t>
      </w:r>
      <w:r>
        <w:rPr>
          <w:rtl/>
        </w:rPr>
        <w:t xml:space="preserve"> رَبَّكُمۡ وَ</w:t>
      </w:r>
      <w:r>
        <w:rPr>
          <w:rFonts w:hint="cs"/>
          <w:rtl/>
        </w:rPr>
        <w:t>ٱ</w:t>
      </w:r>
      <w:r>
        <w:rPr>
          <w:rFonts w:hint="eastAsia"/>
          <w:rtl/>
        </w:rPr>
        <w:t>فۡعَلُواْ</w:t>
      </w:r>
      <w:r>
        <w:rPr>
          <w:rtl/>
        </w:rPr>
        <w:t xml:space="preserve"> </w:t>
      </w:r>
      <w:r>
        <w:rPr>
          <w:rFonts w:hint="cs"/>
          <w:rtl/>
        </w:rPr>
        <w:t>ٱ</w:t>
      </w:r>
      <w:r>
        <w:rPr>
          <w:rFonts w:hint="eastAsia"/>
          <w:rtl/>
        </w:rPr>
        <w:t>لۡخَيۡرَ</w:t>
      </w:r>
      <w:r>
        <w:rPr>
          <w:rtl/>
        </w:rPr>
        <w:t xml:space="preserve"> لَعَلَّ</w:t>
      </w:r>
      <w:r w:rsidR="001E6BAB" w:rsidRPr="001E6BAB">
        <w:rPr>
          <w:rFonts w:hint="cs"/>
          <w:rtl/>
        </w:rPr>
        <w:t>ک</w:t>
      </w:r>
      <w:r>
        <w:rPr>
          <w:rFonts w:hint="eastAsia"/>
          <w:rtl/>
        </w:rPr>
        <w:t>مۡ</w:t>
      </w:r>
      <w:r>
        <w:rPr>
          <w:rtl/>
        </w:rPr>
        <w:t xml:space="preserve"> تُفۡلِحُونَ ۩ (٧٧</w:t>
      </w:r>
      <w:r w:rsidR="009229E3">
        <w:rPr>
          <w:rtl/>
        </w:rPr>
        <w:t>)</w:t>
      </w:r>
      <w:r>
        <w:rPr>
          <w:rtl/>
        </w:rPr>
        <w:t xml:space="preserve"> وَجَـٰهِدُواْ فِى </w:t>
      </w:r>
      <w:r>
        <w:rPr>
          <w:rFonts w:hint="cs"/>
          <w:rtl/>
        </w:rPr>
        <w:t>ٱ</w:t>
      </w:r>
      <w:r>
        <w:rPr>
          <w:rFonts w:hint="eastAsia"/>
          <w:rtl/>
        </w:rPr>
        <w:t>للَّهِ</w:t>
      </w:r>
      <w:r>
        <w:rPr>
          <w:rtl/>
        </w:rPr>
        <w:t xml:space="preserve"> حَقَّ جِهَادِهِ</w:t>
      </w:r>
      <w:r>
        <w:rPr>
          <w:rFonts w:hint="cs"/>
          <w:rtl/>
        </w:rPr>
        <w:t>ۦ‌ۚ</w:t>
      </w:r>
      <w:r>
        <w:rPr>
          <w:rtl/>
        </w:rPr>
        <w:t xml:space="preserve"> هُوَ </w:t>
      </w:r>
      <w:r>
        <w:rPr>
          <w:rFonts w:hint="cs"/>
          <w:rtl/>
        </w:rPr>
        <w:t>ٱ</w:t>
      </w:r>
      <w:r>
        <w:rPr>
          <w:rFonts w:hint="eastAsia"/>
          <w:rtl/>
        </w:rPr>
        <w:t>جۡتَبَ</w:t>
      </w:r>
      <w:r>
        <w:rPr>
          <w:rFonts w:hint="cs"/>
          <w:rtl/>
        </w:rPr>
        <w:t>ٮٰ</w:t>
      </w:r>
      <w:r>
        <w:rPr>
          <w:rFonts w:hint="eastAsia"/>
          <w:rtl/>
        </w:rPr>
        <w:t>كُمۡ</w:t>
      </w:r>
      <w:r>
        <w:rPr>
          <w:rtl/>
        </w:rPr>
        <w:t xml:space="preserve"> وَمَا جَعَلَ عَلَيۡكُمۡ فِى </w:t>
      </w:r>
      <w:r>
        <w:rPr>
          <w:rFonts w:hint="cs"/>
          <w:rtl/>
        </w:rPr>
        <w:t>ٱ</w:t>
      </w:r>
      <w:r>
        <w:rPr>
          <w:rFonts w:hint="eastAsia"/>
          <w:rtl/>
        </w:rPr>
        <w:t>لدِّينِ</w:t>
      </w:r>
      <w:r>
        <w:rPr>
          <w:rtl/>
        </w:rPr>
        <w:t xml:space="preserve"> مِنۡ حَرَجٍ۬‌ۚ مِّل</w:t>
      </w:r>
      <w:r>
        <w:rPr>
          <w:rFonts w:hint="eastAsia"/>
          <w:rtl/>
        </w:rPr>
        <w:t>َّةَ</w:t>
      </w:r>
      <w:r>
        <w:rPr>
          <w:rtl/>
        </w:rPr>
        <w:t xml:space="preserve"> أَبِيكُمۡ إِبۡرَ</w:t>
      </w:r>
      <w:r w:rsidR="005B7B9E" w:rsidRPr="005B7B9E">
        <w:rPr>
          <w:rFonts w:hint="cs"/>
          <w:rtl/>
        </w:rPr>
        <w:t>ا</w:t>
      </w:r>
      <w:r>
        <w:rPr>
          <w:rFonts w:hint="eastAsia"/>
          <w:rtl/>
        </w:rPr>
        <w:t>هِيمَ‌ۚ</w:t>
      </w:r>
      <w:r>
        <w:rPr>
          <w:rtl/>
        </w:rPr>
        <w:t xml:space="preserve"> هُوَ سَمَّ</w:t>
      </w:r>
      <w:r>
        <w:rPr>
          <w:rFonts w:hint="cs"/>
          <w:rtl/>
        </w:rPr>
        <w:t>ٮٰ</w:t>
      </w:r>
      <w:r>
        <w:rPr>
          <w:rFonts w:hint="eastAsia"/>
          <w:rtl/>
        </w:rPr>
        <w:t>كُمُ</w:t>
      </w:r>
      <w:r>
        <w:rPr>
          <w:rtl/>
        </w:rPr>
        <w:t xml:space="preserve"> </w:t>
      </w:r>
      <w:r>
        <w:rPr>
          <w:rFonts w:hint="cs"/>
          <w:rtl/>
        </w:rPr>
        <w:t>ٱ</w:t>
      </w:r>
      <w:r>
        <w:rPr>
          <w:rFonts w:hint="eastAsia"/>
          <w:rtl/>
        </w:rPr>
        <w:t>لۡمُسۡلِمِينَ</w:t>
      </w:r>
      <w:r>
        <w:rPr>
          <w:rtl/>
        </w:rPr>
        <w:t xml:space="preserve"> مِن قَبۡلُ وَفِى هَـٰذَا لِيَكُونَ </w:t>
      </w:r>
      <w:r>
        <w:rPr>
          <w:rFonts w:hint="cs"/>
          <w:rtl/>
        </w:rPr>
        <w:t>ٱ</w:t>
      </w:r>
      <w:r>
        <w:rPr>
          <w:rFonts w:hint="eastAsia"/>
          <w:rtl/>
        </w:rPr>
        <w:t>لرَّسُولُ</w:t>
      </w:r>
      <w:r>
        <w:rPr>
          <w:rtl/>
        </w:rPr>
        <w:t xml:space="preserve"> شَهِيدًا عَلَيۡكُمۡ وَتَكُونُواْ شُ</w:t>
      </w:r>
      <w:r w:rsidR="001E6BAB" w:rsidRPr="001E6BAB">
        <w:rPr>
          <w:rFonts w:hint="cs"/>
          <w:rtl/>
        </w:rPr>
        <w:t>ه</w:t>
      </w:r>
      <w:r w:rsidRPr="00595365">
        <w:rPr>
          <w:rFonts w:hint="cs"/>
          <w:rtl/>
        </w:rPr>
        <w:t xml:space="preserve">دَآءَ عَلَى </w:t>
      </w:r>
      <w:r>
        <w:rPr>
          <w:rFonts w:hint="cs"/>
          <w:rtl/>
        </w:rPr>
        <w:t>ٱ</w:t>
      </w:r>
      <w:r>
        <w:rPr>
          <w:rFonts w:hint="eastAsia"/>
          <w:rtl/>
        </w:rPr>
        <w:t>لنَّاسِ‌ۚ</w:t>
      </w:r>
      <w:r>
        <w:rPr>
          <w:rtl/>
        </w:rPr>
        <w:t xml:space="preserve"> فَأَقِيمُواْ </w:t>
      </w:r>
      <w:r>
        <w:rPr>
          <w:rFonts w:hint="cs"/>
          <w:rtl/>
        </w:rPr>
        <w:t>ٱ</w:t>
      </w:r>
      <w:r>
        <w:rPr>
          <w:rFonts w:hint="eastAsia"/>
          <w:rtl/>
        </w:rPr>
        <w:t>لصَّلَوٰةَ</w:t>
      </w:r>
      <w:r>
        <w:rPr>
          <w:rtl/>
        </w:rPr>
        <w:t xml:space="preserve"> وَءَاتُواْ </w:t>
      </w:r>
      <w:r>
        <w:rPr>
          <w:rFonts w:hint="cs"/>
          <w:rtl/>
        </w:rPr>
        <w:t>ٱ</w:t>
      </w:r>
      <w:r>
        <w:rPr>
          <w:rFonts w:hint="eastAsia"/>
          <w:rtl/>
        </w:rPr>
        <w:t>لزَّكَوٰةَ</w:t>
      </w:r>
      <w:r>
        <w:rPr>
          <w:rtl/>
        </w:rPr>
        <w:t xml:space="preserve"> وَ</w:t>
      </w:r>
      <w:r>
        <w:rPr>
          <w:rFonts w:hint="cs"/>
          <w:rtl/>
        </w:rPr>
        <w:t>ٱ</w:t>
      </w:r>
      <w:r>
        <w:rPr>
          <w:rFonts w:hint="eastAsia"/>
          <w:rtl/>
        </w:rPr>
        <w:t>عۡتَصِمُواْ</w:t>
      </w:r>
      <w:r>
        <w:rPr>
          <w:rtl/>
        </w:rPr>
        <w:t xml:space="preserve"> بِ</w:t>
      </w:r>
      <w:r>
        <w:rPr>
          <w:rFonts w:hint="cs"/>
          <w:rtl/>
        </w:rPr>
        <w:t>ٱ</w:t>
      </w:r>
      <w:r>
        <w:rPr>
          <w:rFonts w:hint="eastAsia"/>
          <w:rtl/>
        </w:rPr>
        <w:t>للَّهِ</w:t>
      </w:r>
      <w:r>
        <w:rPr>
          <w:rtl/>
        </w:rPr>
        <w:t xml:space="preserve"> هُوَ مَوۡلَ</w:t>
      </w:r>
      <w:r>
        <w:rPr>
          <w:rFonts w:hint="cs"/>
          <w:rtl/>
        </w:rPr>
        <w:t>ٮٰ</w:t>
      </w:r>
      <w:r>
        <w:rPr>
          <w:rFonts w:hint="eastAsia"/>
          <w:rtl/>
        </w:rPr>
        <w:t>كُمۡ‌ۖ</w:t>
      </w:r>
      <w:r>
        <w:rPr>
          <w:rtl/>
        </w:rPr>
        <w:t xml:space="preserve"> فَنِعۡمَ </w:t>
      </w:r>
      <w:r>
        <w:rPr>
          <w:rFonts w:hint="cs"/>
          <w:rtl/>
        </w:rPr>
        <w:t>ٱ</w:t>
      </w:r>
      <w:r>
        <w:rPr>
          <w:rFonts w:hint="eastAsia"/>
          <w:rtl/>
        </w:rPr>
        <w:t>لۡمَوۡلَىٰ</w:t>
      </w:r>
      <w:r>
        <w:rPr>
          <w:rtl/>
        </w:rPr>
        <w:t xml:space="preserve"> وَنِعۡمَ </w:t>
      </w:r>
      <w:r>
        <w:rPr>
          <w:rFonts w:hint="cs"/>
          <w:rtl/>
        </w:rPr>
        <w:t>ٱ</w:t>
      </w:r>
      <w:r>
        <w:rPr>
          <w:rFonts w:hint="eastAsia"/>
          <w:rtl/>
        </w:rPr>
        <w:t>لنَّصِيرُ</w:t>
      </w:r>
      <w:r>
        <w:rPr>
          <w:rtl/>
        </w:rPr>
        <w:t xml:space="preserve"> (٧٨</w:t>
      </w:r>
      <w:r w:rsidR="009229E3">
        <w:rPr>
          <w:rtl/>
        </w:rPr>
        <w:t>)</w:t>
      </w:r>
    </w:p>
    <w:p w:rsidR="001A403D" w:rsidRDefault="001A403D" w:rsidP="00E36567">
      <w:pPr>
        <w:pStyle w:val="libBoldItalic"/>
      </w:pPr>
      <w:r>
        <w:t>O you who believe! Do Rakooh and Sajdah and worship your Rabb, and do good, that you may succeed. (77) And strive for Allah as ought to strive, He has chosen you and has not laid upon you in Deen any hardship, the faith of your father Ibraheem, He has named you Muslims before and in this (Quran), so that Rasool may be a witness over you, and that you may be witnesses over the mankind. So establish Salaah, give Zakah, and hold fast to Allah, He is your Maola, so the best Maola and the best Helper! (78)</w:t>
      </w:r>
    </w:p>
    <w:p w:rsidR="001A403D" w:rsidRDefault="001A403D" w:rsidP="00E36567">
      <w:pPr>
        <w:pStyle w:val="libNormal"/>
      </w:pPr>
      <w:r>
        <w:t>1-Imam Mohammad Baqir asws said about this verse: We are meant by this, and we are the chosen ones, and Allah Tabarak Ta’ala did not place any difficulty (Haraj) in Deen and Haraj is severe than Zaiq (straitness). “The faith (Millat) of your father Ibraheem (a.s.)” means specifically us, “He has named you Muslims” means Allah named us (asws) Muslims, “before this” in previous Books, “and in this” means in Quran as well, “so that Rasool is witness over you, and you are witnesses over all the people” so Rasool Allah sawaw is witness over us (asws) that we have conveyed (the message) from Allah Tabarak wa Ta’ala, and we (asws) will be witnesses over all the people on the day of Qiyamah. So who testified, we will acknowledge him on the day of Qiyamah, and who belied, we will deny him. (al-Burhan, v5, p321)</w:t>
      </w:r>
    </w:p>
    <w:p w:rsidR="001A403D" w:rsidRDefault="001A403D" w:rsidP="00E36567">
      <w:pPr>
        <w:pStyle w:val="libNormal"/>
      </w:pPr>
      <w:r>
        <w:lastRenderedPageBreak/>
        <w:t>2-Amirul Momineen asws said in the gathering of companions: You swear by Allah, do you know when Allah Azza wa Jalla revealed in Sura al-Hajj, “O you who believe! Do Rakooh and Sajdah and worship your Rabb, and do good, that you may succeed. And strive for Allah as ought to strive, He has chosen you and has not laid upon you in Deen any hardship, the faith of your father Ibraheem, He has named you Muslims before and in this (Quran), so that Rasool may be a witness over you, and that you may be witnesses over the mankind” at that time Salman (a.s.) stood up and asked: Ya Rasool Allah sawaw who are they over whom you are witness, and they are witnesses over all the people, whom Allah has chosen, and there is no difficulty for them in Deen, who are Millat of their father Ibraheem (a.s.)? Rasool Allah sawaw said: Thirteen men are meant by this, I and my brother Ali asws and eleven from the progeny of Ali asws. Salman (a.s.) said: Yes, Ya Allah! I have listened it from Rasool Allah sawaw. (al-Burhan, v5, p323)</w:t>
      </w:r>
    </w:p>
    <w:p w:rsidR="001A403D" w:rsidRDefault="001A403D" w:rsidP="009229E3">
      <w:pPr>
        <w:pStyle w:val="libCenterBold1"/>
      </w:pPr>
      <w:r>
        <w:t>Lesson:</w:t>
      </w:r>
    </w:p>
    <w:p w:rsidR="001A403D" w:rsidRDefault="001A403D" w:rsidP="001A403D">
      <w:pPr>
        <w:pStyle w:val="libNormal"/>
      </w:pPr>
      <w:r>
        <w:t>1-There is no Haraj for Masumeen asws in Deen, it means that Deen is the name of their footsteps, whatever they say it is revelation, pleasure, will, and commandment of Allah. Human beings have no authority to say “why, when, and how”, they are only commanded to obey. E.g. there is no right to ask: This Rasool Allah sawaw only said once, why he did not repeated and reminded more than once, why only told Salman (a.s.) and Abu Zarr (a.s.)? it means that to classify Ahadees as Shaaz, A’haad, Mursil, Muttafiq Alai, etc. in order to find lame excuses to reject them is Batil.</w:t>
      </w:r>
    </w:p>
    <w:p w:rsidR="001A403D" w:rsidRDefault="001A403D" w:rsidP="001A403D">
      <w:pPr>
        <w:pStyle w:val="libNormal"/>
      </w:pPr>
      <w:r>
        <w:t>2-Masummen asws are witness over all the creations being Hazir Nazir, because only he can be witness who is present before the universe. On hearing this fact, signs of death appears on the face of Muqassir Mulla, but if someone says that Fulana Mulla is Rahber and Hujjatullah alull Khalq, then they are very happy, while that Muqassir even does not possess the proof of his own purity.</w:t>
      </w:r>
    </w:p>
    <w:p w:rsidR="00EB2345" w:rsidRDefault="00EB2345" w:rsidP="00FC02E7">
      <w:pPr>
        <w:pStyle w:val="libNormal"/>
        <w:rPr>
          <w:rtl/>
        </w:rPr>
      </w:pPr>
      <w:r>
        <w:rPr>
          <w:rFonts w:hint="eastAsia"/>
        </w:rPr>
        <w:br w:type="page"/>
      </w:r>
    </w:p>
    <w:p w:rsidR="001A403D" w:rsidRDefault="00EB2345" w:rsidP="00EB2345">
      <w:pPr>
        <w:pStyle w:val="Heading1Center"/>
      </w:pPr>
      <w:bookmarkStart w:id="24" w:name="_Toc449789417"/>
      <w:r>
        <w:rPr>
          <w:rFonts w:hint="eastAsia"/>
          <w:rtl/>
        </w:rPr>
        <w:lastRenderedPageBreak/>
        <w:t>سُوۡرَةُ</w:t>
      </w:r>
      <w:r>
        <w:rPr>
          <w:rtl/>
        </w:rPr>
        <w:t xml:space="preserve"> </w:t>
      </w:r>
      <w:r w:rsidR="001A403D">
        <w:rPr>
          <w:rtl/>
        </w:rPr>
        <w:t>المؤمنون</w:t>
      </w:r>
      <w:bookmarkEnd w:id="24"/>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فَتَقَطَّعُوٓاْ</w:t>
      </w:r>
      <w:r>
        <w:rPr>
          <w:rtl/>
        </w:rPr>
        <w:t xml:space="preserve"> أَمۡرَهُم بَيۡنَ</w:t>
      </w:r>
      <w:r w:rsidR="001E6BAB" w:rsidRPr="001E6BAB">
        <w:rPr>
          <w:rFonts w:hint="cs"/>
          <w:rtl/>
        </w:rPr>
        <w:t>ه</w:t>
      </w:r>
      <w:r w:rsidRPr="00595365">
        <w:rPr>
          <w:rFonts w:hint="cs"/>
          <w:rtl/>
        </w:rPr>
        <w:t>مۡ زُبُرً۬ا‌ۖ كُلُّ حِزۡبِۭ بِمَا لَدَيۡ</w:t>
      </w:r>
      <w:r w:rsidR="001E6BAB" w:rsidRPr="001E6BAB">
        <w:rPr>
          <w:rFonts w:hint="cs"/>
          <w:rtl/>
        </w:rPr>
        <w:t>ه</w:t>
      </w:r>
      <w:r w:rsidRPr="00595365">
        <w:rPr>
          <w:rFonts w:hint="cs"/>
          <w:rtl/>
        </w:rPr>
        <w:t>مۡ فَرِحُونَ (٥٣</w:t>
      </w:r>
      <w:r w:rsidR="009229E3">
        <w:rPr>
          <w:rFonts w:hint="cs"/>
          <w:rtl/>
        </w:rPr>
        <w:t>)</w:t>
      </w:r>
      <w:r w:rsidRPr="00595365">
        <w:rPr>
          <w:rFonts w:hint="cs"/>
          <w:rtl/>
        </w:rPr>
        <w:t xml:space="preserve"> فَذَرۡهُمۡ فِى غَمۡرَتِهِمۡ حَتَّىٰ حِينٍ (٥٤</w:t>
      </w:r>
      <w:r w:rsidR="009229E3">
        <w:rPr>
          <w:rFonts w:hint="cs"/>
          <w:rtl/>
        </w:rPr>
        <w:t>)</w:t>
      </w:r>
      <w:r w:rsidRPr="00595365">
        <w:rPr>
          <w:rFonts w:hint="cs"/>
          <w:rtl/>
        </w:rPr>
        <w:t xml:space="preserve"> أَيَحۡسَبُونَ أَنَّمَا نُمِدُّهُم بِهِ</w:t>
      </w:r>
      <w:r>
        <w:rPr>
          <w:rFonts w:hint="cs"/>
          <w:rtl/>
        </w:rPr>
        <w:t>ۦ</w:t>
      </w:r>
      <w:r>
        <w:rPr>
          <w:rtl/>
        </w:rPr>
        <w:t xml:space="preserve"> مِن مَّالٍ۬ وَبَنِينَ (٥٥</w:t>
      </w:r>
      <w:r w:rsidR="009229E3">
        <w:rPr>
          <w:rtl/>
        </w:rPr>
        <w:t>)</w:t>
      </w:r>
      <w:r>
        <w:rPr>
          <w:rtl/>
        </w:rPr>
        <w:t xml:space="preserve"> نُسَارِعُ لَهُمۡ فِى </w:t>
      </w:r>
      <w:r>
        <w:rPr>
          <w:rFonts w:hint="cs"/>
          <w:rtl/>
        </w:rPr>
        <w:t>ٱ</w:t>
      </w:r>
      <w:r>
        <w:rPr>
          <w:rFonts w:hint="eastAsia"/>
          <w:rtl/>
        </w:rPr>
        <w:t>لۡخَيۡرَ</w:t>
      </w:r>
      <w:r w:rsidR="005B7B9E" w:rsidRPr="005B7B9E">
        <w:rPr>
          <w:rFonts w:hint="cs"/>
          <w:rtl/>
        </w:rPr>
        <w:t>ا</w:t>
      </w:r>
      <w:r>
        <w:rPr>
          <w:rFonts w:hint="eastAsia"/>
          <w:rtl/>
        </w:rPr>
        <w:t>تِ‌ۚ</w:t>
      </w:r>
      <w:r>
        <w:rPr>
          <w:rtl/>
        </w:rPr>
        <w:t xml:space="preserve"> بَل لَّا يَشۡعُرُونَ (٥٦</w:t>
      </w:r>
      <w:r w:rsidR="009229E3">
        <w:rPr>
          <w:rtl/>
        </w:rPr>
        <w:t>)</w:t>
      </w:r>
      <w:r>
        <w:rPr>
          <w:rtl/>
        </w:rPr>
        <w:t xml:space="preserve"> إِنَّ </w:t>
      </w:r>
      <w:r>
        <w:rPr>
          <w:rFonts w:hint="cs"/>
          <w:rtl/>
        </w:rPr>
        <w:t>ٱ</w:t>
      </w:r>
      <w:r>
        <w:rPr>
          <w:rFonts w:hint="eastAsia"/>
          <w:rtl/>
        </w:rPr>
        <w:t>لَّذِينَ</w:t>
      </w:r>
      <w:r>
        <w:rPr>
          <w:rtl/>
        </w:rPr>
        <w:t xml:space="preserve"> هُم مِّنۡ خَشۡيَةِ رَبِّ</w:t>
      </w:r>
      <w:r w:rsidR="001E6BAB" w:rsidRPr="001E6BAB">
        <w:rPr>
          <w:rFonts w:hint="cs"/>
          <w:rtl/>
        </w:rPr>
        <w:t>ه</w:t>
      </w:r>
      <w:r w:rsidRPr="00595365">
        <w:rPr>
          <w:rFonts w:hint="cs"/>
          <w:rtl/>
        </w:rPr>
        <w:t>م مُّشۡفِقُونَ (٥٧</w:t>
      </w:r>
      <w:r w:rsidR="009229E3">
        <w:rPr>
          <w:rFonts w:hint="cs"/>
          <w:rtl/>
        </w:rPr>
        <w:t>)</w:t>
      </w:r>
      <w:r w:rsidRPr="00595365">
        <w:rPr>
          <w:rFonts w:hint="cs"/>
          <w:rtl/>
        </w:rPr>
        <w:t xml:space="preserve"> وَ</w:t>
      </w:r>
      <w:r>
        <w:rPr>
          <w:rFonts w:hint="cs"/>
          <w:rtl/>
        </w:rPr>
        <w:t>ٱ</w:t>
      </w:r>
      <w:r>
        <w:rPr>
          <w:rFonts w:hint="eastAsia"/>
          <w:rtl/>
        </w:rPr>
        <w:t>لَّذِينَ</w:t>
      </w:r>
      <w:r>
        <w:rPr>
          <w:rtl/>
        </w:rPr>
        <w:t xml:space="preserve"> هُم بِـَٔايَـٰتِ رَبِّ</w:t>
      </w:r>
      <w:r w:rsidR="001E6BAB" w:rsidRPr="001E6BAB">
        <w:rPr>
          <w:rFonts w:hint="cs"/>
          <w:rtl/>
        </w:rPr>
        <w:t>ه</w:t>
      </w:r>
      <w:r w:rsidRPr="00595365">
        <w:rPr>
          <w:rFonts w:hint="cs"/>
          <w:rtl/>
        </w:rPr>
        <w:t>مۡ يُؤۡمِنُونَ (٥٨</w:t>
      </w:r>
      <w:r w:rsidR="009229E3">
        <w:rPr>
          <w:rFonts w:hint="cs"/>
          <w:rtl/>
        </w:rPr>
        <w:t>)</w:t>
      </w:r>
      <w:r w:rsidRPr="00595365">
        <w:rPr>
          <w:rFonts w:hint="cs"/>
          <w:rtl/>
        </w:rPr>
        <w:t xml:space="preserve"> وَ</w:t>
      </w:r>
      <w:r>
        <w:rPr>
          <w:rFonts w:hint="cs"/>
          <w:rtl/>
        </w:rPr>
        <w:t>ٱ</w:t>
      </w:r>
      <w:r>
        <w:rPr>
          <w:rFonts w:hint="eastAsia"/>
          <w:rtl/>
        </w:rPr>
        <w:t>لَّذِينَ</w:t>
      </w:r>
      <w:r>
        <w:rPr>
          <w:rtl/>
        </w:rPr>
        <w:t xml:space="preserve"> هُم بِرَبِّ</w:t>
      </w:r>
      <w:r w:rsidR="001E6BAB" w:rsidRPr="001E6BAB">
        <w:rPr>
          <w:rFonts w:hint="cs"/>
          <w:rtl/>
        </w:rPr>
        <w:t>ه</w:t>
      </w:r>
      <w:r w:rsidRPr="00595365">
        <w:rPr>
          <w:rFonts w:hint="cs"/>
          <w:rtl/>
        </w:rPr>
        <w:t>مۡ لَا يُشۡرِكُونَ (٥٩</w:t>
      </w:r>
      <w:r w:rsidR="009229E3">
        <w:rPr>
          <w:rFonts w:hint="cs"/>
          <w:rtl/>
        </w:rPr>
        <w:t>)</w:t>
      </w:r>
      <w:r w:rsidRPr="00595365">
        <w:rPr>
          <w:rFonts w:hint="cs"/>
          <w:rtl/>
        </w:rPr>
        <w:t xml:space="preserve"> وَ</w:t>
      </w:r>
      <w:r>
        <w:rPr>
          <w:rFonts w:hint="cs"/>
          <w:rtl/>
        </w:rPr>
        <w:t>ٱ</w:t>
      </w:r>
      <w:r>
        <w:rPr>
          <w:rFonts w:hint="eastAsia"/>
          <w:rtl/>
        </w:rPr>
        <w:t>لَّذِينَ</w:t>
      </w:r>
      <w:r>
        <w:rPr>
          <w:rtl/>
        </w:rPr>
        <w:t xml:space="preserve"> يُؤۡتُونَ مَآ ءَاتَواْ وَّقُلُوبُ</w:t>
      </w:r>
      <w:r w:rsidR="001E6BAB" w:rsidRPr="001E6BAB">
        <w:rPr>
          <w:rFonts w:hint="cs"/>
          <w:rtl/>
        </w:rPr>
        <w:t>ه</w:t>
      </w:r>
      <w:r w:rsidRPr="00595365">
        <w:rPr>
          <w:rFonts w:hint="cs"/>
          <w:rtl/>
        </w:rPr>
        <w:t>مۡ وَجِلَةٌ أَنَّ</w:t>
      </w:r>
      <w:r w:rsidR="001E6BAB" w:rsidRPr="001E6BAB">
        <w:rPr>
          <w:rFonts w:hint="cs"/>
          <w:rtl/>
        </w:rPr>
        <w:t>ه</w:t>
      </w:r>
      <w:r w:rsidRPr="00595365">
        <w:rPr>
          <w:rFonts w:hint="cs"/>
          <w:rtl/>
        </w:rPr>
        <w:t>مۡ إِلَىٰ رَبِّ</w:t>
      </w:r>
      <w:r w:rsidR="001E6BAB" w:rsidRPr="001E6BAB">
        <w:rPr>
          <w:rFonts w:hint="cs"/>
          <w:rtl/>
        </w:rPr>
        <w:t>ه</w:t>
      </w:r>
      <w:r w:rsidRPr="00595365">
        <w:rPr>
          <w:rFonts w:hint="cs"/>
          <w:rtl/>
        </w:rPr>
        <w:t>مۡ رَ</w:t>
      </w:r>
      <w:r w:rsidR="005B7B9E" w:rsidRPr="005B7B9E">
        <w:rPr>
          <w:rFonts w:hint="cs"/>
          <w:rtl/>
        </w:rPr>
        <w:t>ا</w:t>
      </w:r>
      <w:r>
        <w:rPr>
          <w:rFonts w:hint="eastAsia"/>
          <w:rtl/>
        </w:rPr>
        <w:t>جِعُونَ</w:t>
      </w:r>
      <w:r>
        <w:rPr>
          <w:rtl/>
        </w:rPr>
        <w:t xml:space="preserve"> (٦٠</w:t>
      </w:r>
      <w:r w:rsidR="009229E3">
        <w:rPr>
          <w:rtl/>
        </w:rPr>
        <w:t>)</w:t>
      </w:r>
      <w:r>
        <w:rPr>
          <w:rtl/>
        </w:rPr>
        <w:t xml:space="preserve"> أُوْلَـٰٓ</w:t>
      </w:r>
      <w:r>
        <w:rPr>
          <w:rFonts w:hint="cs"/>
          <w:rtl/>
        </w:rPr>
        <w:t>ٮِٕ</w:t>
      </w:r>
      <w:r>
        <w:rPr>
          <w:rFonts w:hint="eastAsia"/>
          <w:rtl/>
        </w:rPr>
        <w:t>كَ</w:t>
      </w:r>
      <w:r>
        <w:rPr>
          <w:rtl/>
        </w:rPr>
        <w:t xml:space="preserve"> يُسَـٰرِعُونَ فِى </w:t>
      </w:r>
      <w:r>
        <w:rPr>
          <w:rFonts w:hint="cs"/>
          <w:rtl/>
        </w:rPr>
        <w:t>ٱ</w:t>
      </w:r>
      <w:r>
        <w:rPr>
          <w:rFonts w:hint="eastAsia"/>
          <w:rtl/>
        </w:rPr>
        <w:t>لۡخَيۡرَ</w:t>
      </w:r>
      <w:r w:rsidR="005B7B9E" w:rsidRPr="005B7B9E">
        <w:rPr>
          <w:rFonts w:hint="cs"/>
          <w:rtl/>
        </w:rPr>
        <w:t>ا</w:t>
      </w:r>
      <w:r>
        <w:rPr>
          <w:rFonts w:hint="eastAsia"/>
          <w:rtl/>
        </w:rPr>
        <w:t>تِ</w:t>
      </w:r>
      <w:r>
        <w:rPr>
          <w:rtl/>
        </w:rPr>
        <w:t xml:space="preserve"> وَهُمۡ لَهَا سَـٰبِقُونَ (٦١</w:t>
      </w:r>
      <w:r w:rsidR="009229E3">
        <w:rPr>
          <w:rtl/>
        </w:rPr>
        <w:t>)</w:t>
      </w:r>
    </w:p>
    <w:p w:rsidR="001A403D" w:rsidRDefault="001A403D" w:rsidP="00E36567">
      <w:pPr>
        <w:pStyle w:val="libBoldItalic"/>
      </w:pPr>
      <w:r>
        <w:t>Then they (mankind) divided their religion among them into portions (sects), each faction rejoicing in what they have. (53) So leave them in their error till a time. (54) Do they think that what We provide them of wealth and sons (55) (is because of) We hasten to them with good things? Rather they do not perceive. (56) Indeed, those who go in awe for fear of their Rabb. (57) And those who believe in the Ayaat of their Rabb, (58) And those who do not ascribe partners to their Rabb, (59) And those who give, whatever they give while their hearts tremble (fear) because they are about to return to their Rabb, (60) It is those who hasten for the good deeds, and they exceed in them (virtues). (61)</w:t>
      </w:r>
    </w:p>
    <w:p w:rsidR="001A403D" w:rsidRDefault="001A403D" w:rsidP="00E36567">
      <w:pPr>
        <w:pStyle w:val="libNormal"/>
      </w:pPr>
      <w:r>
        <w:t>1-Imam Jafar Sadiq asws said: If you want that you should not be famous, you can do that and there is no blame on you that people do not praise you, and there is no blame on you that you are bad in the sight of people while you are good near Allah Tabarak wa Ta’ala. Indeed, Amirul Momineen asws said: There is no good for anyone in the world except two persons: A person who makes daily addition to good deeds, and second person who solves his sins with repentance. And for whom is repentance? By Allah, if someone keeps doing Sajdahs until his neck is severed, Allah Azza wa Jalla will not accept any deed from him except with our Walayat, the Ahlul Bait asws. Beware, who gained Marifat of our right, and hoped for reward on that basis, and kept content on 1/3 kg of food daily, and on as much cloth that can cover necessary parts of body and head is covered, and by Allah with that much they are afraid, their hearts are trembling, they like that their share in the world is only this much, and this Allah Azza wa Jalla narrates their quality, when says, “And those who give, whatever they give, their hearts are trembling.” What they give? By Allah, they give in His obedience, with love &amp; Walayat, and they are afraid on that it should be accepted from them. And by Allah, their fear is not fear of doubt in Deen, rather they are afraid that they should not become Muqassireen in our love and our obedience. (al-Burhan, v5, p342)</w:t>
      </w:r>
    </w:p>
    <w:p w:rsidR="001A403D" w:rsidRDefault="001A403D" w:rsidP="00E36567">
      <w:pPr>
        <w:pStyle w:val="libNormal"/>
      </w:pPr>
      <w:r>
        <w:t>2-Imam Mohammad Baqir asws said about the saying of Allah, “It is those who hasten for the good deeds, and they exceed in them (virtues)”: That is Ali ibne Abi Talib asws, no one can exceed him. (al-Burhan, v5, p341)</w:t>
      </w:r>
    </w:p>
    <w:p w:rsidR="001A403D" w:rsidRDefault="001A403D" w:rsidP="009229E3">
      <w:pPr>
        <w:pStyle w:val="libCenterBold1"/>
      </w:pPr>
      <w:r>
        <w:t>Lesson:</w:t>
      </w:r>
    </w:p>
    <w:p w:rsidR="00595365" w:rsidRDefault="001A403D" w:rsidP="001A403D">
      <w:pPr>
        <w:pStyle w:val="libNormal"/>
      </w:pPr>
      <w:r>
        <w:lastRenderedPageBreak/>
        <w:t>1-People say good or think bad, but Momin should be steadfast on Walayat-e-Ali asws in front of Allah, and should be afraid that he should not become among Muqassireen. Muqassireen have divided Deen into pieces in the greed of wealth, women, and worldy power, while Allah has ordered to hold fast the Habl (rope) of Walayat-e-Ali asws and to avoid disunity. Those who practice Walayat-e-Ali asws, their hearts tremble when they present their deeds in the Presence of Allah, not due to fear &amp; doubt, but in love of Allah, because Maola Ali asws said, “Love is greater than fear.” Without Walayat-e-Ali asws if someone is beheaded even in Sajdah, it is useless without any benefit, that person will say on the day of Qiyamah in regret, “Alas, why I neglected about Janbullah? Why I befriended Muqassireen?</w:t>
      </w:r>
    </w:p>
    <w:p w:rsidR="00595365" w:rsidRDefault="001A403D" w:rsidP="001A403D">
      <w:pPr>
        <w:pStyle w:val="libNormal"/>
      </w:pPr>
      <w:r>
        <w:t>2-Momineen firmly believe in Ayaat of Allah, they do not do Shirk in Walayat of Masumeen asws, their Deen is complete Yaqeen. Religion of Muqassireen is full of doubt &amp; suspicions, Ashkal &amp; Ahwat, differing Fatawa, and Zunn, Qiyas, and Rai.</w:t>
      </w:r>
    </w:p>
    <w:p w:rsidR="001A403D" w:rsidRDefault="001A403D" w:rsidP="00385B48">
      <w:pPr>
        <w:pStyle w:val="libAr"/>
      </w:pPr>
      <w:r>
        <w:rPr>
          <w:rFonts w:hint="eastAsia"/>
          <w:rtl/>
        </w:rPr>
        <w:t>وَلَوِ</w:t>
      </w:r>
      <w:r>
        <w:rPr>
          <w:rtl/>
        </w:rPr>
        <w:t xml:space="preserve"> </w:t>
      </w:r>
      <w:r>
        <w:rPr>
          <w:rFonts w:hint="cs"/>
          <w:rtl/>
        </w:rPr>
        <w:t>ٱ</w:t>
      </w:r>
      <w:r>
        <w:rPr>
          <w:rFonts w:hint="eastAsia"/>
          <w:rtl/>
        </w:rPr>
        <w:t>تَّبَعَ</w:t>
      </w:r>
      <w:r>
        <w:rPr>
          <w:rtl/>
        </w:rPr>
        <w:t xml:space="preserve"> </w:t>
      </w:r>
      <w:r>
        <w:rPr>
          <w:rFonts w:hint="cs"/>
          <w:rtl/>
        </w:rPr>
        <w:t>ٱ</w:t>
      </w:r>
      <w:r>
        <w:rPr>
          <w:rFonts w:hint="eastAsia"/>
          <w:rtl/>
        </w:rPr>
        <w:t>لۡحَقُّ</w:t>
      </w:r>
      <w:r>
        <w:rPr>
          <w:rtl/>
        </w:rPr>
        <w:t xml:space="preserve"> أَهۡوَآءَهُمۡ لَفَسَدَتِ </w:t>
      </w:r>
      <w:r>
        <w:rPr>
          <w:rFonts w:hint="cs"/>
          <w:rtl/>
        </w:rPr>
        <w:t>ٱ</w:t>
      </w:r>
      <w:r>
        <w:rPr>
          <w:rFonts w:hint="eastAsia"/>
          <w:rtl/>
        </w:rPr>
        <w:t>لسَّمَـٰوَ</w:t>
      </w:r>
      <w:r w:rsidR="005B7B9E" w:rsidRPr="005B7B9E">
        <w:rPr>
          <w:rFonts w:hint="cs"/>
          <w:rtl/>
        </w:rPr>
        <w:t>ا</w:t>
      </w:r>
      <w:r>
        <w:rPr>
          <w:rFonts w:hint="eastAsia"/>
          <w:rtl/>
        </w:rPr>
        <w:t>تُ</w:t>
      </w:r>
      <w:r>
        <w:rPr>
          <w:rtl/>
        </w:rPr>
        <w:t xml:space="preserve"> وَ</w:t>
      </w:r>
      <w:r>
        <w:rPr>
          <w:rFonts w:hint="cs"/>
          <w:rtl/>
        </w:rPr>
        <w:t>ٱ</w:t>
      </w:r>
      <w:r>
        <w:rPr>
          <w:rFonts w:hint="eastAsia"/>
          <w:rtl/>
        </w:rPr>
        <w:t>لۡأَرۡضُ</w:t>
      </w:r>
      <w:r>
        <w:rPr>
          <w:rtl/>
        </w:rPr>
        <w:t xml:space="preserve"> وَمَن فِيهِنَّ‌ۚ بَلۡ أَتَيۡنَـٰهُم بِذِ</w:t>
      </w:r>
      <w:r w:rsidR="001E6BAB" w:rsidRPr="001E6BAB">
        <w:rPr>
          <w:rFonts w:hint="cs"/>
          <w:rtl/>
        </w:rPr>
        <w:t>ک</w:t>
      </w:r>
      <w:r w:rsidRPr="00595365">
        <w:rPr>
          <w:rFonts w:hint="cs"/>
          <w:rtl/>
        </w:rPr>
        <w:t>ۡ</w:t>
      </w:r>
      <w:r>
        <w:rPr>
          <w:rFonts w:hint="eastAsia"/>
          <w:rtl/>
        </w:rPr>
        <w:t>رِهِمۡ</w:t>
      </w:r>
      <w:r>
        <w:rPr>
          <w:rtl/>
        </w:rPr>
        <w:t xml:space="preserve"> فَهُمۡ عَن ذِكۡرِهِم مُّعۡرِضُونَ (٧١</w:t>
      </w:r>
      <w:r w:rsidR="009229E3">
        <w:rPr>
          <w:rtl/>
        </w:rPr>
        <w:t>)</w:t>
      </w:r>
      <w:r>
        <w:rPr>
          <w:rtl/>
        </w:rPr>
        <w:t xml:space="preserve"> أَمۡ تَسۡـَٔلُهُمۡ خَرۡجً۬ا فَخَرَاجُ رَبِّكَ خَيۡرٌ۬‌ۖ وَهُوَ خَيۡرُ </w:t>
      </w:r>
      <w:r>
        <w:rPr>
          <w:rFonts w:hint="cs"/>
          <w:rtl/>
        </w:rPr>
        <w:t>ٱ</w:t>
      </w:r>
      <w:r>
        <w:rPr>
          <w:rFonts w:hint="eastAsia"/>
          <w:rtl/>
        </w:rPr>
        <w:t>لرَّ</w:t>
      </w:r>
      <w:r w:rsidR="005B7B9E" w:rsidRPr="005B7B9E">
        <w:rPr>
          <w:rFonts w:hint="cs"/>
          <w:rtl/>
        </w:rPr>
        <w:t>ا</w:t>
      </w:r>
      <w:r>
        <w:rPr>
          <w:rFonts w:hint="eastAsia"/>
          <w:rtl/>
        </w:rPr>
        <w:t>زِقِينَ</w:t>
      </w:r>
      <w:r>
        <w:rPr>
          <w:rtl/>
        </w:rPr>
        <w:t xml:space="preserve"> (٧٢</w:t>
      </w:r>
      <w:r w:rsidR="009229E3">
        <w:rPr>
          <w:rtl/>
        </w:rPr>
        <w:t>)</w:t>
      </w:r>
      <w:r>
        <w:rPr>
          <w:rtl/>
        </w:rPr>
        <w:t xml:space="preserve"> و</w:t>
      </w:r>
      <w:r>
        <w:rPr>
          <w:rFonts w:hint="eastAsia"/>
          <w:rtl/>
        </w:rPr>
        <w:t>َإِنَّكَ</w:t>
      </w:r>
      <w:r>
        <w:rPr>
          <w:rtl/>
        </w:rPr>
        <w:t xml:space="preserve"> لَتَدۡعُوهُمۡ إِلَىٰ صِرَ</w:t>
      </w:r>
      <w:r w:rsidR="005B7B9E" w:rsidRPr="005B7B9E">
        <w:rPr>
          <w:rFonts w:hint="cs"/>
          <w:rtl/>
        </w:rPr>
        <w:t>ا</w:t>
      </w:r>
      <w:r>
        <w:rPr>
          <w:rFonts w:hint="eastAsia"/>
          <w:rtl/>
        </w:rPr>
        <w:t>طٍ۬</w:t>
      </w:r>
      <w:r>
        <w:rPr>
          <w:rtl/>
        </w:rPr>
        <w:t xml:space="preserve"> مُّسۡتَقِيمٍ۬ (٧٣</w:t>
      </w:r>
      <w:r w:rsidR="009229E3">
        <w:rPr>
          <w:rtl/>
        </w:rPr>
        <w:t>)</w:t>
      </w:r>
      <w:r>
        <w:rPr>
          <w:rtl/>
        </w:rPr>
        <w:t xml:space="preserve"> وَإِنَّ </w:t>
      </w:r>
      <w:r>
        <w:rPr>
          <w:rFonts w:hint="cs"/>
          <w:rtl/>
        </w:rPr>
        <w:t>ٱ</w:t>
      </w:r>
      <w:r>
        <w:rPr>
          <w:rFonts w:hint="eastAsia"/>
          <w:rtl/>
        </w:rPr>
        <w:t>لَّذِينَ</w:t>
      </w:r>
      <w:r>
        <w:rPr>
          <w:rtl/>
        </w:rPr>
        <w:t xml:space="preserve"> لَا يُؤۡمِنُونَ بِ</w:t>
      </w:r>
      <w:r>
        <w:rPr>
          <w:rFonts w:hint="cs"/>
          <w:rtl/>
        </w:rPr>
        <w:t>ٱ</w:t>
      </w:r>
      <w:r>
        <w:rPr>
          <w:rFonts w:hint="eastAsia"/>
          <w:rtl/>
        </w:rPr>
        <w:t>لۡأَخِرَةِ</w:t>
      </w:r>
      <w:r>
        <w:rPr>
          <w:rtl/>
        </w:rPr>
        <w:t xml:space="preserve"> عَنِ </w:t>
      </w:r>
      <w:r>
        <w:rPr>
          <w:rFonts w:hint="cs"/>
          <w:rtl/>
        </w:rPr>
        <w:t>ٱ</w:t>
      </w:r>
      <w:r>
        <w:rPr>
          <w:rFonts w:hint="eastAsia"/>
          <w:rtl/>
        </w:rPr>
        <w:t>لصِّرَ</w:t>
      </w:r>
      <w:r w:rsidR="005B7B9E" w:rsidRPr="005B7B9E">
        <w:rPr>
          <w:rFonts w:hint="cs"/>
          <w:rtl/>
        </w:rPr>
        <w:t>ا</w:t>
      </w:r>
      <w:r>
        <w:rPr>
          <w:rFonts w:hint="eastAsia"/>
          <w:rtl/>
        </w:rPr>
        <w:t>طِ</w:t>
      </w:r>
      <w:r>
        <w:rPr>
          <w:rtl/>
        </w:rPr>
        <w:t xml:space="preserve"> لَنَـٰكِبُونَ (٧٤</w:t>
      </w:r>
      <w:r w:rsidR="009229E3">
        <w:rPr>
          <w:rtl/>
        </w:rPr>
        <w:t>)</w:t>
      </w:r>
    </w:p>
    <w:p w:rsidR="001A403D" w:rsidRDefault="001A403D" w:rsidP="00E36567">
      <w:pPr>
        <w:pStyle w:val="libBoldItalic"/>
      </w:pPr>
      <w:r>
        <w:t>And if Haqq (Truth) would follow their desires, verily the heavens and the earth and whatever is in them would be corrupted (ruined). Rather, We have brought them their Zikr, but they are turning away from their Zikr. (71) Or do you ask them any tribute? But the tribute of your Rabb is better, and He is Best of providers. (72) And certainly you invite them to Sirat-e-Mustaqeem. (73) And indeed those who do not believe in the Hereafter are surely deviating from the Sirat (Straight Path). (74)</w:t>
      </w:r>
    </w:p>
    <w:p w:rsidR="001A403D" w:rsidRDefault="001A403D" w:rsidP="00E36567">
      <w:pPr>
        <w:pStyle w:val="libNormal"/>
      </w:pPr>
      <w:r>
        <w:t>1-About the saying of Allah, “And if Haqq would follow their desires, verily the heavens and the earth and whatever is in them would be ruined” said: Haqq is Rasool Allah sawaw and Amirul Momineen asws, and its proof is that Allah says, “Certainly Rasool has come to you with Haqq from your Rabb” (al-Nisa, v170) it means with Walayat of Amirul Momineen asws, and His saying, “And they ask you” meaning Ya Mohammad sawaw; the people of Makkah about Ali asws, “is he Haqq?” meaning is he Imam?, “Say: By my Rabb, yes, he is Haqq” (Younus, v53) means Imam. And there are numerous examples of it and its proof that Haqq is Rasool Allah sawaw and Amirul Momineen asws, Allah Azza wa Jalla is saying: If Rasool Allah sawaw and Amirul Momineen asws would follow Quraish, then the heavens and the earth and whatever is in them would be ruined. Thus ruin of skies is when there is no rain, and ruin of earth is when plants do not grow, and humans are destroyed due to that. And His saying, “and certainly you invite them to Sirat-e-Mustaqeem” means toward Walayat of Amirul Momineen asws. Said, “and no doubt who do not believe in the Hereafter, they are deviating from the Sirat” means they are deviating from the Imam asws. (al-Burhan, v5, p347)</w:t>
      </w:r>
    </w:p>
    <w:p w:rsidR="001A403D" w:rsidRDefault="001A403D" w:rsidP="009229E3">
      <w:pPr>
        <w:pStyle w:val="libCenterBold1"/>
      </w:pPr>
      <w:r>
        <w:lastRenderedPageBreak/>
        <w:t>Lesson:</w:t>
      </w:r>
    </w:p>
    <w:p w:rsidR="001A403D" w:rsidRDefault="001A403D" w:rsidP="001A403D">
      <w:pPr>
        <w:pStyle w:val="libNormal"/>
      </w:pPr>
      <w:r>
        <w:t>1-Masoom asws does not pay allegiance or follow any creation (humans, jinns, angels, etc.). Majoosi Muqassireen can never attain any high status, therefore they speak nonsense against infallibility and greatness of Masumeen asws, then they declare them like ordinary human beings, in order that then people can become Muqallideen of Mulla, and start filling the Hell in the tummy of Mulla.</w:t>
      </w:r>
    </w:p>
    <w:p w:rsidR="001A403D" w:rsidRDefault="001A403D" w:rsidP="001A403D">
      <w:pPr>
        <w:pStyle w:val="libNormal"/>
      </w:pPr>
      <w:r>
        <w:t>2-Perpetuation &amp; maintenance of the universe is the proof of the fact that Masoom asws is the governor of the universe, and Allah is providing the provisions to the creations only for the sake of Masumeen asws. There is mercy and blessing in the heavens and the earth for the sake of the soles of the footwears of Masumeen asws.</w:t>
      </w:r>
    </w:p>
    <w:p w:rsidR="001A403D" w:rsidRDefault="001A403D" w:rsidP="001A403D">
      <w:pPr>
        <w:pStyle w:val="libNormal"/>
      </w:pPr>
      <w:r>
        <w:t>3-Maola Ali asws is Haqq. So if Haqq is excluded from any deed (e.g. Salaah) then only Batil is left. Whoever deviated from Walayat-e-Ali asws, he deviated from Sirat-e-Mustaqeem.</w:t>
      </w:r>
    </w:p>
    <w:p w:rsidR="001A403D" w:rsidRDefault="001A403D" w:rsidP="00385B48">
      <w:pPr>
        <w:pStyle w:val="libAr"/>
      </w:pPr>
      <w:r>
        <w:rPr>
          <w:rFonts w:hint="eastAsia"/>
          <w:rtl/>
        </w:rPr>
        <w:t>حَتَّىٰٓ</w:t>
      </w:r>
      <w:r>
        <w:rPr>
          <w:rtl/>
        </w:rPr>
        <w:t xml:space="preserve"> إِذَا فَتَحۡنَا عَلَيۡ</w:t>
      </w:r>
      <w:r w:rsidR="001E6BAB" w:rsidRPr="001E6BAB">
        <w:rPr>
          <w:rFonts w:hint="cs"/>
          <w:rtl/>
        </w:rPr>
        <w:t>ه</w:t>
      </w:r>
      <w:r w:rsidRPr="00595365">
        <w:rPr>
          <w:rFonts w:hint="cs"/>
          <w:rtl/>
        </w:rPr>
        <w:t>م بَابً۬ا ذَا عَذَابٍ۬ شَدِيدٍ إِذَا هُمۡ فِيهِ مُبۡلِسُونَ (٧٧</w:t>
      </w:r>
      <w:r w:rsidR="009229E3">
        <w:rPr>
          <w:rtl/>
        </w:rPr>
        <w:t>)</w:t>
      </w:r>
    </w:p>
    <w:p w:rsidR="001A403D" w:rsidRDefault="001A403D" w:rsidP="00E36567">
      <w:pPr>
        <w:pStyle w:val="libBoldItalic"/>
      </w:pPr>
      <w:r>
        <w:t>Until, when We open for them the door of extreme punishment, immediately they will be despaired in it. (77)</w:t>
      </w:r>
    </w:p>
    <w:p w:rsidR="001A403D" w:rsidRDefault="001A403D" w:rsidP="00E36567">
      <w:pPr>
        <w:pStyle w:val="libNormal"/>
      </w:pPr>
      <w:r>
        <w:t>1-Imam Mohammad Baqir asws said about the saying of Allah, “Until when We will open upon them the door of severe punishment”: That is Ali ibne Abi Talib asws, when he will come again in Raj’at. (al-Burhan, v5, p350)</w:t>
      </w:r>
    </w:p>
    <w:p w:rsidR="001A403D" w:rsidRDefault="001A403D" w:rsidP="009229E3">
      <w:pPr>
        <w:pStyle w:val="libCenterBold1"/>
      </w:pPr>
      <w:r>
        <w:t>Lesson:</w:t>
      </w:r>
    </w:p>
    <w:p w:rsidR="00595365" w:rsidRDefault="001A403D" w:rsidP="001A403D">
      <w:pPr>
        <w:pStyle w:val="libNormal"/>
      </w:pPr>
      <w:r>
        <w:t>1-In fact, deviators from Walayat-e-Ali asws do not believe in the Hereafter. If Allah gives them blessing, they become more arrogant. Allah stoned the deniers of Walayat-e-Ali asws to death but they do not bow their heads in submission, until Maola Ali asws will rain severe punishment with Zulfiqar on the enemies of Walayat in Raj’at, and then Haqq will be established. Muqassireen are ghosts of kicks, they will not understand with dialogue, because Ayaat &amp; Ahadees does not affect them, rather increase their transgression.</w:t>
      </w:r>
    </w:p>
    <w:p w:rsidR="00EB2345" w:rsidRDefault="00EB2345" w:rsidP="00FC02E7">
      <w:pPr>
        <w:pStyle w:val="libNormal"/>
        <w:rPr>
          <w:rtl/>
        </w:rPr>
      </w:pPr>
      <w:r>
        <w:rPr>
          <w:rFonts w:hint="eastAsia"/>
        </w:rPr>
        <w:br w:type="page"/>
      </w:r>
    </w:p>
    <w:p w:rsidR="001A403D" w:rsidRDefault="00EB2345" w:rsidP="00EB2345">
      <w:pPr>
        <w:pStyle w:val="Heading1Center"/>
      </w:pPr>
      <w:bookmarkStart w:id="25" w:name="_Toc449789418"/>
      <w:r>
        <w:rPr>
          <w:rFonts w:hint="eastAsia"/>
          <w:rtl/>
        </w:rPr>
        <w:lastRenderedPageBreak/>
        <w:t>سُوۡرَةُ</w:t>
      </w:r>
      <w:r>
        <w:rPr>
          <w:rtl/>
        </w:rPr>
        <w:t xml:space="preserve"> </w:t>
      </w:r>
      <w:r w:rsidR="001A403D">
        <w:rPr>
          <w:rtl/>
        </w:rPr>
        <w:t>النُّور</w:t>
      </w:r>
      <w:bookmarkEnd w:id="25"/>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cs"/>
          <w:rtl/>
        </w:rPr>
        <w:t>ٱ</w:t>
      </w:r>
      <w:r>
        <w:rPr>
          <w:rFonts w:hint="eastAsia"/>
          <w:rtl/>
        </w:rPr>
        <w:t>للَّهُ</w:t>
      </w:r>
      <w:r>
        <w:rPr>
          <w:rtl/>
        </w:rPr>
        <w:t xml:space="preserve"> نُورُ </w:t>
      </w:r>
      <w:r>
        <w:rPr>
          <w:rFonts w:hint="cs"/>
          <w:rtl/>
        </w:rPr>
        <w:t>ٱ</w:t>
      </w:r>
      <w:r>
        <w:rPr>
          <w:rFonts w:hint="eastAsia"/>
          <w:rtl/>
        </w:rPr>
        <w:t>لسَّمَـٰوَ</w:t>
      </w:r>
      <w:r w:rsidR="005B7B9E" w:rsidRPr="005B7B9E">
        <w:rPr>
          <w:rFonts w:hint="cs"/>
          <w:rtl/>
        </w:rPr>
        <w:t>ا</w:t>
      </w:r>
      <w:r>
        <w:rPr>
          <w:rFonts w:hint="eastAsia"/>
          <w:rtl/>
        </w:rPr>
        <w:t>تِ</w:t>
      </w:r>
      <w:r>
        <w:rPr>
          <w:rtl/>
        </w:rPr>
        <w:t xml:space="preserve"> وَ</w:t>
      </w:r>
      <w:r>
        <w:rPr>
          <w:rFonts w:hint="cs"/>
          <w:rtl/>
        </w:rPr>
        <w:t>ٱ</w:t>
      </w:r>
      <w:r>
        <w:rPr>
          <w:rFonts w:hint="eastAsia"/>
          <w:rtl/>
        </w:rPr>
        <w:t>لۡأَرۡضِ‌ۚ</w:t>
      </w:r>
      <w:r>
        <w:rPr>
          <w:rtl/>
        </w:rPr>
        <w:t xml:space="preserve"> مَثَلُ نُورِهِ</w:t>
      </w:r>
      <w:r>
        <w:rPr>
          <w:rFonts w:hint="cs"/>
          <w:rtl/>
        </w:rPr>
        <w:t>ۦ</w:t>
      </w:r>
      <w:r>
        <w:rPr>
          <w:rtl/>
        </w:rPr>
        <w:t xml:space="preserve"> كَمِشۡكَوٰةٍ۬ فِي</w:t>
      </w:r>
      <w:r w:rsidR="001E6BAB" w:rsidRPr="001E6BAB">
        <w:rPr>
          <w:rFonts w:hint="cs"/>
          <w:rtl/>
        </w:rPr>
        <w:t>ه</w:t>
      </w:r>
      <w:r w:rsidRPr="00595365">
        <w:rPr>
          <w:rFonts w:hint="cs"/>
          <w:rtl/>
        </w:rPr>
        <w:t xml:space="preserve">ا مِصۡبَاحٌ‌ۖ </w:t>
      </w:r>
      <w:r>
        <w:rPr>
          <w:rFonts w:hint="cs"/>
          <w:rtl/>
        </w:rPr>
        <w:t>ٱ</w:t>
      </w:r>
      <w:r>
        <w:rPr>
          <w:rFonts w:hint="eastAsia"/>
          <w:rtl/>
        </w:rPr>
        <w:t>لۡمِصۡبَاحُ</w:t>
      </w:r>
      <w:r>
        <w:rPr>
          <w:rtl/>
        </w:rPr>
        <w:t xml:space="preserve"> فِى زُجَاجَةٍ‌ۖ </w:t>
      </w:r>
      <w:r>
        <w:rPr>
          <w:rFonts w:hint="cs"/>
          <w:rtl/>
        </w:rPr>
        <w:t>ٱ</w:t>
      </w:r>
      <w:r>
        <w:rPr>
          <w:rFonts w:hint="eastAsia"/>
          <w:rtl/>
        </w:rPr>
        <w:t>لزُّجَاجَةُ</w:t>
      </w:r>
      <w:r>
        <w:rPr>
          <w:rtl/>
        </w:rPr>
        <w:t xml:space="preserve"> كَأَنَّ</w:t>
      </w:r>
      <w:r w:rsidR="001E6BAB" w:rsidRPr="001E6BAB">
        <w:rPr>
          <w:rFonts w:hint="cs"/>
          <w:rtl/>
        </w:rPr>
        <w:t>ه</w:t>
      </w:r>
      <w:r w:rsidRPr="00595365">
        <w:rPr>
          <w:rFonts w:hint="cs"/>
          <w:rtl/>
        </w:rPr>
        <w:t>ا كَوۡكَبٌ۬ دُرِّىٌّ۬ يُوقَدُ مِن شَجَرَةٍ۬ مُّبَـٰرَ</w:t>
      </w:r>
      <w:r w:rsidR="001E6BAB" w:rsidRPr="001E6BAB">
        <w:rPr>
          <w:rFonts w:hint="cs"/>
          <w:rtl/>
        </w:rPr>
        <w:t>ک</w:t>
      </w:r>
      <w:r>
        <w:rPr>
          <w:rFonts w:hint="eastAsia"/>
          <w:rtl/>
        </w:rPr>
        <w:t>ةٍ۬</w:t>
      </w:r>
      <w:r>
        <w:rPr>
          <w:rtl/>
        </w:rPr>
        <w:t xml:space="preserve"> زَيۡتُونَةٍ۬ لَّا شَرۡقِيَّةٍ۬ وَلَا غَرۡبِيَّةٍ۬ يَكَ</w:t>
      </w:r>
      <w:r>
        <w:rPr>
          <w:rFonts w:hint="eastAsia"/>
          <w:rtl/>
        </w:rPr>
        <w:t>ادُ</w:t>
      </w:r>
      <w:r>
        <w:rPr>
          <w:rtl/>
        </w:rPr>
        <w:t xml:space="preserve"> زَيۡتُ</w:t>
      </w:r>
      <w:r w:rsidR="001E6BAB" w:rsidRPr="001E6BAB">
        <w:rPr>
          <w:rFonts w:hint="cs"/>
          <w:rtl/>
        </w:rPr>
        <w:t>ه</w:t>
      </w:r>
      <w:r w:rsidRPr="00595365">
        <w:rPr>
          <w:rFonts w:hint="cs"/>
          <w:rtl/>
        </w:rPr>
        <w:t>ا يُضِىٓءُ وَلَوۡ لَمۡ تَمۡسَسۡهُ نَارٌ۬‌ۚ نُّورٌ عَلَىٰ نُورٍ۬‌ۗ يَ</w:t>
      </w:r>
      <w:r w:rsidR="001E6BAB" w:rsidRPr="001E6BAB">
        <w:rPr>
          <w:rFonts w:hint="cs"/>
          <w:rtl/>
        </w:rPr>
        <w:t>ه</w:t>
      </w:r>
      <w:r w:rsidRPr="00595365">
        <w:rPr>
          <w:rFonts w:hint="cs"/>
          <w:rtl/>
        </w:rPr>
        <w:t xml:space="preserve">ۡدِى </w:t>
      </w:r>
      <w:r>
        <w:rPr>
          <w:rFonts w:hint="cs"/>
          <w:rtl/>
        </w:rPr>
        <w:t>ٱ</w:t>
      </w:r>
      <w:r>
        <w:rPr>
          <w:rFonts w:hint="eastAsia"/>
          <w:rtl/>
        </w:rPr>
        <w:t>للَّهُ</w:t>
      </w:r>
      <w:r>
        <w:rPr>
          <w:rtl/>
        </w:rPr>
        <w:t xml:space="preserve"> لِنُورِهِ</w:t>
      </w:r>
      <w:r>
        <w:rPr>
          <w:rFonts w:hint="cs"/>
          <w:rtl/>
        </w:rPr>
        <w:t>ۦ</w:t>
      </w:r>
      <w:r>
        <w:rPr>
          <w:rtl/>
        </w:rPr>
        <w:t xml:space="preserve"> مَن يَشَآءُ‌ۚ وَيَضۡرِبُ </w:t>
      </w:r>
      <w:r>
        <w:rPr>
          <w:rFonts w:hint="cs"/>
          <w:rtl/>
        </w:rPr>
        <w:t>ٱ</w:t>
      </w:r>
      <w:r>
        <w:rPr>
          <w:rFonts w:hint="eastAsia"/>
          <w:rtl/>
        </w:rPr>
        <w:t>للَّهُ</w:t>
      </w:r>
      <w:r>
        <w:rPr>
          <w:rtl/>
        </w:rPr>
        <w:t xml:space="preserve"> </w:t>
      </w:r>
      <w:r>
        <w:rPr>
          <w:rFonts w:hint="cs"/>
          <w:rtl/>
        </w:rPr>
        <w:t>ٱ</w:t>
      </w:r>
      <w:r>
        <w:rPr>
          <w:rFonts w:hint="eastAsia"/>
          <w:rtl/>
        </w:rPr>
        <w:t>لۡأَمۡثَـٰلَ</w:t>
      </w:r>
      <w:r>
        <w:rPr>
          <w:rtl/>
        </w:rPr>
        <w:t xml:space="preserve"> لِلنَّاسِ‌ۗ وَ</w:t>
      </w:r>
      <w:r>
        <w:rPr>
          <w:rFonts w:hint="cs"/>
          <w:rtl/>
        </w:rPr>
        <w:t>ٱ</w:t>
      </w:r>
      <w:r>
        <w:rPr>
          <w:rFonts w:hint="eastAsia"/>
          <w:rtl/>
        </w:rPr>
        <w:t>للَّهُ</w:t>
      </w:r>
      <w:r>
        <w:rPr>
          <w:rtl/>
        </w:rPr>
        <w:t xml:space="preserve"> بِكُلِّ شَىۡءٍ عَلِيمٌ۬ (٣٥</w:t>
      </w:r>
      <w:r w:rsidR="009229E3">
        <w:rPr>
          <w:rtl/>
        </w:rPr>
        <w:t>)</w:t>
      </w:r>
    </w:p>
    <w:p w:rsidR="001A403D" w:rsidRDefault="001A403D" w:rsidP="00E36567">
      <w:pPr>
        <w:pStyle w:val="libBoldItalic"/>
      </w:pPr>
      <w:r>
        <w:t>Allah is the Noor of the heavens and the earth. The similitude of His Noor is as a niche in which is a lamp, the lamp is in a glass, the glass is as it were a shining star, kindled from a blessed olive tree, neither of the East nor of the West, whose oil would almost glow (itself) though no fire touched it, Noor upon Noor, Allah guides to His Noor whom He wills. And Allah presents similitudes for the people, and Allah is Knower of all things. (35)</w:t>
      </w:r>
    </w:p>
    <w:p w:rsidR="001A403D" w:rsidRDefault="001A403D" w:rsidP="00E36567">
      <w:pPr>
        <w:pStyle w:val="libNormal"/>
      </w:pPr>
      <w:r>
        <w:t>1-Imam Jafar Sadiq asws said: “Allah is the Noor of the heavens and the earth” Allah Azza wa Jalla is like this, “the similitude of His Noor” is Mohammad sawaw, “niche” is chest of Mohammad Mustafa sawaw, “in it is a lamp” means there is Noor of knowledge in it i.e. Nabuwat, “the lamp is in a glass” means that the knowledge of Rasool Allah sawaw transferred to the heart of Ali asws, “as it” whatever they say, “is a shining star” “lit from a blessed olive tree, neither Eastern or Western” this is Amirul Momineen asws, neither Jew nor Christian, “whose oil would almost glow though no fire touched it” the Alim (asws) of Aal-e-Mohammad asws gives knowledge before question is put, “Noor upon Noor” means Imam after Imam from Aal-e-Mohammad asws with the Noor of knowledge &amp; wisdom, and this is from Adam (a.s.) to Qiyamah. (al-Burhan, v5, p387)</w:t>
      </w:r>
    </w:p>
    <w:p w:rsidR="001A403D" w:rsidRDefault="001A403D" w:rsidP="00E36567">
      <w:pPr>
        <w:pStyle w:val="libNormal"/>
      </w:pPr>
      <w:r>
        <w:t>2-Imam Jafar Sadiq asws said: “Allah is the Noor of the heavens and the earth. The similitude of His Noor is as a Mishkat (niche)” Mishkat is Fatima asws, “in which is a Misbah (lamp)” Misbah are Hassan asws and Hussain asws, “the lamp is in a Zujajah (glass), the glass is as it were a Kaukab Durri (shining star)” as Fatima asws is Kaukab Durri among the ladies of the worlds, “kindled from a blessed tree” means lits from Ibraheem (a.s.), “neither Eastern nor Western” means neither he was a Jew nor a Christian, “whose oil would almost glow” almost the fountains of knowledge are gushing forth from it, “though no fire touched it, Noor upon Noor” Imam after Imam from him, “Allah guides to His Noor whom He wills” Allah guides to Imams asws whom He wills, that enters him in the Noor of their Walayat after making him sincere, “and Allah presents examples for the people, and Allah is Knower of all things.” (al-Burhan, v5, p388)</w:t>
      </w:r>
    </w:p>
    <w:p w:rsidR="001A403D" w:rsidRDefault="001A403D" w:rsidP="009229E3">
      <w:pPr>
        <w:pStyle w:val="libCenterBold1"/>
      </w:pPr>
      <w:r>
        <w:t>Lesson:</w:t>
      </w:r>
    </w:p>
    <w:p w:rsidR="001A403D" w:rsidRDefault="001A403D" w:rsidP="001A403D">
      <w:pPr>
        <w:pStyle w:val="libNormal"/>
      </w:pPr>
      <w:r>
        <w:t xml:space="preserve">1-Masumeen asws are Noor of Allah Azza wa Jalla, and they are Noor of guidance for the universe and creations in it. The generous benefit of their knowledge is continuous all the time, there is no miserliness in their </w:t>
      </w:r>
      <w:r>
        <w:lastRenderedPageBreak/>
        <w:t>blessing, they are giving to all without asking. Imam Hussain asws is called Olive in Quran as well, so the lamp of guidance for the universe, with which universe is continuously glowing, the secret of its perpetuation is Karbala, it is glowing with the holy blood of Karbala. The companions of Karbala were neither Eastern nor Western, but they were the pure servants specially chosen ones of Allah. The authority (Guardianship) of infallible Imams asws is from Adam (a.s.) to Qiyamah, and from Azal to Abad (from ever and for ever). Maola Ali asws helped all the Prophets (a.s.) in difficult times.</w:t>
      </w:r>
    </w:p>
    <w:p w:rsidR="001A403D" w:rsidRDefault="001A403D" w:rsidP="001A403D">
      <w:pPr>
        <w:pStyle w:val="libNormal"/>
      </w:pPr>
      <w:r>
        <w:t>2-Allah has presented this example for the human beings, not for those who are blind of wisdom like animals. Momin makes his every deed Noorani by Zikr of Masumeen asws, while Muqassir throws his deeds in depths of darkness by turning face from Zikr of Masumeen asws.</w:t>
      </w:r>
    </w:p>
    <w:p w:rsidR="001A403D" w:rsidRDefault="001A403D" w:rsidP="00385B48">
      <w:pPr>
        <w:pStyle w:val="libAr"/>
      </w:pPr>
      <w:r>
        <w:rPr>
          <w:rFonts w:hint="eastAsia"/>
          <w:rtl/>
        </w:rPr>
        <w:t>فِى</w:t>
      </w:r>
      <w:r>
        <w:rPr>
          <w:rtl/>
        </w:rPr>
        <w:t xml:space="preserve"> بُيُوتٍ أَذِنَ </w:t>
      </w:r>
      <w:r>
        <w:rPr>
          <w:rFonts w:hint="cs"/>
          <w:rtl/>
        </w:rPr>
        <w:t>ٱ</w:t>
      </w:r>
      <w:r>
        <w:rPr>
          <w:rFonts w:hint="eastAsia"/>
          <w:rtl/>
        </w:rPr>
        <w:t>للَّهُ</w:t>
      </w:r>
      <w:r>
        <w:rPr>
          <w:rtl/>
        </w:rPr>
        <w:t xml:space="preserve"> أَن تُرۡفَعَ وَيُذۡ</w:t>
      </w:r>
      <w:r w:rsidR="001E6BAB" w:rsidRPr="001E6BAB">
        <w:rPr>
          <w:rFonts w:hint="cs"/>
          <w:rtl/>
        </w:rPr>
        <w:t>ک</w:t>
      </w:r>
      <w:r>
        <w:rPr>
          <w:rFonts w:hint="eastAsia"/>
          <w:rtl/>
        </w:rPr>
        <w:t>رَ</w:t>
      </w:r>
      <w:r>
        <w:rPr>
          <w:rtl/>
        </w:rPr>
        <w:t xml:space="preserve"> فِي</w:t>
      </w:r>
      <w:r w:rsidR="001E6BAB" w:rsidRPr="001E6BAB">
        <w:rPr>
          <w:rFonts w:hint="cs"/>
          <w:rtl/>
        </w:rPr>
        <w:t>ه</w:t>
      </w:r>
      <w:r w:rsidRPr="00595365">
        <w:rPr>
          <w:rFonts w:hint="cs"/>
          <w:rtl/>
        </w:rPr>
        <w:t xml:space="preserve">ا </w:t>
      </w:r>
      <w:r>
        <w:rPr>
          <w:rFonts w:hint="cs"/>
          <w:rtl/>
        </w:rPr>
        <w:t>ٱ</w:t>
      </w:r>
      <w:r>
        <w:rPr>
          <w:rFonts w:hint="eastAsia"/>
          <w:rtl/>
        </w:rPr>
        <w:t>سۡمُهُ</w:t>
      </w:r>
      <w:r>
        <w:rPr>
          <w:rtl/>
        </w:rPr>
        <w:t xml:space="preserve"> </w:t>
      </w:r>
      <w:r>
        <w:rPr>
          <w:rFonts w:hint="cs"/>
          <w:rtl/>
        </w:rPr>
        <w:t>ۥ</w:t>
      </w:r>
      <w:r>
        <w:rPr>
          <w:rtl/>
        </w:rPr>
        <w:t xml:space="preserve"> يُسَبِّحُ لَهُ </w:t>
      </w:r>
      <w:r>
        <w:rPr>
          <w:rFonts w:hint="cs"/>
          <w:rtl/>
        </w:rPr>
        <w:t>ۥ</w:t>
      </w:r>
      <w:r>
        <w:rPr>
          <w:rtl/>
        </w:rPr>
        <w:t xml:space="preserve"> فِي</w:t>
      </w:r>
      <w:r w:rsidR="001E6BAB" w:rsidRPr="001E6BAB">
        <w:rPr>
          <w:rFonts w:hint="cs"/>
          <w:rtl/>
        </w:rPr>
        <w:t>ه</w:t>
      </w:r>
      <w:r w:rsidRPr="00595365">
        <w:rPr>
          <w:rFonts w:hint="cs"/>
          <w:rtl/>
        </w:rPr>
        <w:t>ا بِ</w:t>
      </w:r>
      <w:r>
        <w:rPr>
          <w:rFonts w:hint="cs"/>
          <w:rtl/>
        </w:rPr>
        <w:t>ٱ</w:t>
      </w:r>
      <w:r>
        <w:rPr>
          <w:rFonts w:hint="eastAsia"/>
          <w:rtl/>
        </w:rPr>
        <w:t>لۡغُدُوِّ</w:t>
      </w:r>
      <w:r>
        <w:rPr>
          <w:rtl/>
        </w:rPr>
        <w:t xml:space="preserve"> وَ</w:t>
      </w:r>
      <w:r>
        <w:rPr>
          <w:rFonts w:hint="cs"/>
          <w:rtl/>
        </w:rPr>
        <w:t>ٱ</w:t>
      </w:r>
      <w:r>
        <w:rPr>
          <w:rFonts w:hint="eastAsia"/>
          <w:rtl/>
        </w:rPr>
        <w:t>لۡأَصَالِ</w:t>
      </w:r>
      <w:r>
        <w:rPr>
          <w:rtl/>
        </w:rPr>
        <w:t xml:space="preserve"> (٣٦</w:t>
      </w:r>
      <w:r w:rsidR="009229E3">
        <w:rPr>
          <w:rtl/>
        </w:rPr>
        <w:t>)</w:t>
      </w:r>
      <w:r>
        <w:rPr>
          <w:rtl/>
        </w:rPr>
        <w:t xml:space="preserve"> رِجَالٌ۬ لَّا تُلۡهِي</w:t>
      </w:r>
      <w:r w:rsidR="001E6BAB" w:rsidRPr="001E6BAB">
        <w:rPr>
          <w:rFonts w:hint="cs"/>
          <w:rtl/>
        </w:rPr>
        <w:t>ه</w:t>
      </w:r>
      <w:r w:rsidRPr="00595365">
        <w:rPr>
          <w:rFonts w:hint="cs"/>
          <w:rtl/>
        </w:rPr>
        <w:t>مۡ تِجَ</w:t>
      </w:r>
      <w:r>
        <w:rPr>
          <w:rtl/>
        </w:rPr>
        <w:t xml:space="preserve">ـٰرَةٌ۬ وَلَا بَيۡعٌ عَن ذِكۡرِ </w:t>
      </w:r>
      <w:r>
        <w:rPr>
          <w:rFonts w:hint="cs"/>
          <w:rtl/>
        </w:rPr>
        <w:t>ٱ</w:t>
      </w:r>
      <w:r>
        <w:rPr>
          <w:rFonts w:hint="eastAsia"/>
          <w:rtl/>
        </w:rPr>
        <w:t>للَّهِ</w:t>
      </w:r>
      <w:r>
        <w:rPr>
          <w:rtl/>
        </w:rPr>
        <w:t xml:space="preserve"> وَإِقَامِ </w:t>
      </w:r>
      <w:r>
        <w:rPr>
          <w:rFonts w:hint="cs"/>
          <w:rtl/>
        </w:rPr>
        <w:t>ٱ</w:t>
      </w:r>
      <w:r>
        <w:rPr>
          <w:rFonts w:hint="eastAsia"/>
          <w:rtl/>
        </w:rPr>
        <w:t>لصَّلَوٰةِ</w:t>
      </w:r>
      <w:r>
        <w:rPr>
          <w:rtl/>
        </w:rPr>
        <w:t xml:space="preserve"> وَإِيتَآءِ </w:t>
      </w:r>
      <w:r>
        <w:rPr>
          <w:rFonts w:hint="cs"/>
          <w:rtl/>
        </w:rPr>
        <w:t>ٱ</w:t>
      </w:r>
      <w:r>
        <w:rPr>
          <w:rFonts w:hint="eastAsia"/>
          <w:rtl/>
        </w:rPr>
        <w:t>لزَّكَوٰةِ‌ۙ</w:t>
      </w:r>
      <w:r>
        <w:rPr>
          <w:rtl/>
        </w:rPr>
        <w:t xml:space="preserve"> يَخَافُونَ يَوۡ</w:t>
      </w:r>
      <w:r>
        <w:rPr>
          <w:rFonts w:hint="eastAsia"/>
          <w:rtl/>
        </w:rPr>
        <w:t>مً۬ا</w:t>
      </w:r>
      <w:r>
        <w:rPr>
          <w:rtl/>
        </w:rPr>
        <w:t xml:space="preserve"> تَتَقَلَّبُ فِيهِ </w:t>
      </w:r>
      <w:r>
        <w:rPr>
          <w:rFonts w:hint="cs"/>
          <w:rtl/>
        </w:rPr>
        <w:t>ٱ</w:t>
      </w:r>
      <w:r>
        <w:rPr>
          <w:rFonts w:hint="eastAsia"/>
          <w:rtl/>
        </w:rPr>
        <w:t>لۡقُلُوبُ</w:t>
      </w:r>
      <w:r>
        <w:rPr>
          <w:rtl/>
        </w:rPr>
        <w:t xml:space="preserve"> وَ</w:t>
      </w:r>
      <w:r>
        <w:rPr>
          <w:rFonts w:hint="cs"/>
          <w:rtl/>
        </w:rPr>
        <w:t>ٱ</w:t>
      </w:r>
      <w:r>
        <w:rPr>
          <w:rFonts w:hint="eastAsia"/>
          <w:rtl/>
        </w:rPr>
        <w:t>لۡأَبۡصَـٰرُ</w:t>
      </w:r>
      <w:r>
        <w:rPr>
          <w:rtl/>
        </w:rPr>
        <w:t xml:space="preserve"> (٣٧</w:t>
      </w:r>
      <w:r w:rsidR="009229E3">
        <w:rPr>
          <w:rtl/>
        </w:rPr>
        <w:t>)</w:t>
      </w:r>
    </w:p>
    <w:p w:rsidR="001A403D" w:rsidRDefault="001A403D" w:rsidP="00E36567">
      <w:pPr>
        <w:pStyle w:val="libBoldItalic"/>
      </w:pPr>
      <w:r>
        <w:t>(Such lamp is) in houses which Allah has ordered to be exalted and that His Name should be mentioned therein, exalting Him in them in the morning and the evening. (36) Men whom neither merchandise nor sale distracts from the Zikr of Allah and establishing Salaah and giving Zakah, who fear a day when hearts and eyeballs will be overturned. (37)</w:t>
      </w:r>
    </w:p>
    <w:p w:rsidR="001A403D" w:rsidRDefault="001A403D" w:rsidP="00E36567">
      <w:pPr>
        <w:pStyle w:val="libNormal"/>
      </w:pPr>
      <w:r>
        <w:t>1-Rasool Allah sawaw recited, “Such houses which Allah has ordered to be exalted and Zikr of His Name should be done in them, exalting Him in them in the morning and the evening.” A person stood up and asked: Which are these houses Ya Rasool Allah sawaw? Said: Houses of Prophets (a.s.). Other person asked pointing toward the house of Maola Ali asws and Syyeda Fatima asws: Ya Rasool Allah sawaw, is this house also among them? Said: Yes, superior to all of them. (al-Burhan, v5, p396)</w:t>
      </w:r>
    </w:p>
    <w:p w:rsidR="001A403D" w:rsidRDefault="001A403D" w:rsidP="00E36567">
      <w:pPr>
        <w:pStyle w:val="libNormal"/>
      </w:pPr>
      <w:r>
        <w:t>2-Imam Jafar Sadiq asws said about this verse: Houses of Aal-e-Mohammad asws, house of Ali asws and Fatima asws and Hassan asws, and Hussain asws, and Hamza asws, and Jafar asws. (al-Burhan, v5, p397)</w:t>
      </w:r>
    </w:p>
    <w:p w:rsidR="001A403D" w:rsidRDefault="001A403D" w:rsidP="009229E3">
      <w:pPr>
        <w:pStyle w:val="libCenterBold1"/>
      </w:pPr>
      <w:r>
        <w:t>Lesson:</w:t>
      </w:r>
    </w:p>
    <w:p w:rsidR="001A403D" w:rsidRDefault="001A403D" w:rsidP="001A403D">
      <w:pPr>
        <w:pStyle w:val="libNormal"/>
      </w:pPr>
      <w:r>
        <w:t>1-Kaba, holy houses &amp; mausoleums of Ahlul Bait asws are exalted because their relation is with Masumeen asws. Hazrat Hamza (a.s.), Aqeel (a.s.), and Jafar Tayyar (a.s.) are those great personalities who sacrificed their lives in Marifat-e-Walayat, and Rasool Allah sawaw was loving them too much, and the children of Aqeel (a.s.) &amp; Jafar Tayyar (a.s.) are children of Rasool Allah sawaw, because he clearly declared their children as his children, Sadaat are equivalent of Sadaat only. Their houses are also exalted near Allah. The houses of Ahlul Bait asws are superior to houses of the Prophets (a.s.). On the day of Qiyamah Hazrat Hamza (a.s.) and Jafar Tayyar (a.s.) will give witness for the Prophets (a.s.) that they have conveyed the message of Risalat.</w:t>
      </w:r>
    </w:p>
    <w:p w:rsidR="001A403D" w:rsidRDefault="001A403D" w:rsidP="001A403D">
      <w:pPr>
        <w:pStyle w:val="libNormal"/>
      </w:pPr>
      <w:r>
        <w:t xml:space="preserve">2-The verse no.37 of Sura Noor also points towards the incident narrated in Sura Juma that people left Rasool Allah sawaw standing in Salaah to go </w:t>
      </w:r>
      <w:r>
        <w:lastRenderedPageBreak/>
        <w:t>for shopping and only eight persons were left i.e. Maola Ali asws, Maola Hassan asws, Maola Hussain asws, Syyeda Fatima asws, Salman, Abu Zarr, Miqdad, and Sohaib. It means people were having love for the world instead of Deen. Same condition is now, for the sake of wealth and government of the world, people have turned away from Walayat-e-Ali asws and neglected Quran &amp; Sunnah.</w:t>
      </w:r>
    </w:p>
    <w:p w:rsidR="001A403D" w:rsidRDefault="001A403D" w:rsidP="00385B48">
      <w:pPr>
        <w:pStyle w:val="libAr"/>
      </w:pPr>
      <w:r>
        <w:rPr>
          <w:rFonts w:hint="eastAsia"/>
          <w:rtl/>
        </w:rPr>
        <w:t>وَيَقُولُونَ</w:t>
      </w:r>
      <w:r>
        <w:rPr>
          <w:rtl/>
        </w:rPr>
        <w:t xml:space="preserve"> ءَامَنَّا بِ</w:t>
      </w:r>
      <w:r>
        <w:rPr>
          <w:rFonts w:hint="cs"/>
          <w:rtl/>
        </w:rPr>
        <w:t>ٱ</w:t>
      </w:r>
      <w:r>
        <w:rPr>
          <w:rFonts w:hint="eastAsia"/>
          <w:rtl/>
        </w:rPr>
        <w:t>للَّهِ</w:t>
      </w:r>
      <w:r>
        <w:rPr>
          <w:rtl/>
        </w:rPr>
        <w:t xml:space="preserve"> وَبِ</w:t>
      </w:r>
      <w:r>
        <w:rPr>
          <w:rFonts w:hint="cs"/>
          <w:rtl/>
        </w:rPr>
        <w:t>ٱ</w:t>
      </w:r>
      <w:r>
        <w:rPr>
          <w:rFonts w:hint="eastAsia"/>
          <w:rtl/>
        </w:rPr>
        <w:t>لرَّسُولِ</w:t>
      </w:r>
      <w:r>
        <w:rPr>
          <w:rtl/>
        </w:rPr>
        <w:t xml:space="preserve"> وَأَطَعۡنَا ثُمَّ يَتَوَلَّىٰ فَرِيقٌ۬ مِّنۡ</w:t>
      </w:r>
      <w:r w:rsidR="001E6BAB" w:rsidRPr="001E6BAB">
        <w:rPr>
          <w:rFonts w:hint="cs"/>
          <w:rtl/>
        </w:rPr>
        <w:t>ه</w:t>
      </w:r>
      <w:r w:rsidRPr="00595365">
        <w:rPr>
          <w:rFonts w:hint="cs"/>
          <w:rtl/>
        </w:rPr>
        <w:t>م مِّنۢ بَعۡدِ ذَ</w:t>
      </w:r>
      <w:r w:rsidR="005B7B9E" w:rsidRPr="005B7B9E">
        <w:rPr>
          <w:rFonts w:hint="cs"/>
          <w:rtl/>
        </w:rPr>
        <w:t>ا</w:t>
      </w:r>
      <w:r>
        <w:rPr>
          <w:rFonts w:hint="eastAsia"/>
          <w:rtl/>
        </w:rPr>
        <w:t>لِكَ‌ۚ</w:t>
      </w:r>
      <w:r>
        <w:rPr>
          <w:rtl/>
        </w:rPr>
        <w:t xml:space="preserve"> وَمَآ أُوْلَـٰٓ</w:t>
      </w:r>
      <w:r>
        <w:rPr>
          <w:rFonts w:hint="cs"/>
          <w:rtl/>
        </w:rPr>
        <w:t>ٮِٕ</w:t>
      </w:r>
      <w:r>
        <w:rPr>
          <w:rFonts w:hint="eastAsia"/>
          <w:rtl/>
        </w:rPr>
        <w:t>كَ</w:t>
      </w:r>
      <w:r>
        <w:rPr>
          <w:rtl/>
        </w:rPr>
        <w:t xml:space="preserve"> بِ</w:t>
      </w:r>
      <w:r>
        <w:rPr>
          <w:rFonts w:hint="cs"/>
          <w:rtl/>
        </w:rPr>
        <w:t>ٱ</w:t>
      </w:r>
      <w:r>
        <w:rPr>
          <w:rFonts w:hint="eastAsia"/>
          <w:rtl/>
        </w:rPr>
        <w:t>لۡمُؤۡمِنِينَ</w:t>
      </w:r>
      <w:r>
        <w:rPr>
          <w:rtl/>
        </w:rPr>
        <w:t xml:space="preserve"> (٤٧</w:t>
      </w:r>
      <w:r w:rsidR="009229E3">
        <w:rPr>
          <w:rtl/>
        </w:rPr>
        <w:t>)</w:t>
      </w:r>
      <w:r>
        <w:rPr>
          <w:rtl/>
        </w:rPr>
        <w:t xml:space="preserve"> وَإِذَا دُعُوٓاْ إِلَى </w:t>
      </w:r>
      <w:r>
        <w:rPr>
          <w:rFonts w:hint="cs"/>
          <w:rtl/>
        </w:rPr>
        <w:t>ٱ</w:t>
      </w:r>
      <w:r>
        <w:rPr>
          <w:rFonts w:hint="eastAsia"/>
          <w:rtl/>
        </w:rPr>
        <w:t>للَّهِ</w:t>
      </w:r>
      <w:r>
        <w:rPr>
          <w:rtl/>
        </w:rPr>
        <w:t xml:space="preserve"> وَرَسُولِهِ</w:t>
      </w:r>
      <w:r>
        <w:rPr>
          <w:rFonts w:hint="cs"/>
          <w:rtl/>
        </w:rPr>
        <w:t>ۦ</w:t>
      </w:r>
      <w:r>
        <w:rPr>
          <w:rtl/>
        </w:rPr>
        <w:t xml:space="preserve"> لِيَحۡكُمَ بَيۡنَ</w:t>
      </w:r>
      <w:r w:rsidR="001E6BAB" w:rsidRPr="001E6BAB">
        <w:rPr>
          <w:rFonts w:hint="cs"/>
          <w:rtl/>
        </w:rPr>
        <w:t>ه</w:t>
      </w:r>
      <w:r w:rsidRPr="00595365">
        <w:rPr>
          <w:rFonts w:hint="cs"/>
          <w:rtl/>
        </w:rPr>
        <w:t>مۡ إِذَا فَرِيقٌ۬ مِّنۡ</w:t>
      </w:r>
      <w:r w:rsidR="001E6BAB" w:rsidRPr="001E6BAB">
        <w:rPr>
          <w:rFonts w:hint="cs"/>
          <w:rtl/>
        </w:rPr>
        <w:t>ه</w:t>
      </w:r>
      <w:r w:rsidRPr="00595365">
        <w:rPr>
          <w:rFonts w:hint="cs"/>
          <w:rtl/>
        </w:rPr>
        <w:t>م مُّ</w:t>
      </w:r>
      <w:r>
        <w:rPr>
          <w:rFonts w:hint="eastAsia"/>
          <w:rtl/>
        </w:rPr>
        <w:t>عۡرِضُونَ</w:t>
      </w:r>
      <w:r>
        <w:rPr>
          <w:rtl/>
        </w:rPr>
        <w:t xml:space="preserve"> (٤٨</w:t>
      </w:r>
      <w:r w:rsidR="009229E3">
        <w:rPr>
          <w:rtl/>
        </w:rPr>
        <w:t>)</w:t>
      </w:r>
      <w:r>
        <w:rPr>
          <w:rtl/>
        </w:rPr>
        <w:t xml:space="preserve"> وَإِن يَكُن لَّهُمُ </w:t>
      </w:r>
      <w:r>
        <w:rPr>
          <w:rFonts w:hint="cs"/>
          <w:rtl/>
        </w:rPr>
        <w:t>ٱ</w:t>
      </w:r>
      <w:r>
        <w:rPr>
          <w:rFonts w:hint="eastAsia"/>
          <w:rtl/>
        </w:rPr>
        <w:t>لۡحَقُّ</w:t>
      </w:r>
      <w:r>
        <w:rPr>
          <w:rtl/>
        </w:rPr>
        <w:t xml:space="preserve"> يَأۡتُوٓاْ إِلَيۡهِ مُذۡعِنِينَ (٤٩</w:t>
      </w:r>
      <w:r w:rsidR="009229E3">
        <w:rPr>
          <w:rtl/>
        </w:rPr>
        <w:t>)</w:t>
      </w:r>
      <w:r>
        <w:rPr>
          <w:rtl/>
        </w:rPr>
        <w:t xml:space="preserve"> أَفِى قُلُوبِ</w:t>
      </w:r>
      <w:r w:rsidR="001E6BAB" w:rsidRPr="001E6BAB">
        <w:rPr>
          <w:rFonts w:hint="cs"/>
          <w:rtl/>
        </w:rPr>
        <w:t>ه</w:t>
      </w:r>
      <w:r w:rsidRPr="00595365">
        <w:rPr>
          <w:rFonts w:hint="cs"/>
          <w:rtl/>
        </w:rPr>
        <w:t xml:space="preserve">م مَّرَضٌ أَمِ </w:t>
      </w:r>
      <w:r>
        <w:rPr>
          <w:rFonts w:hint="cs"/>
          <w:rtl/>
        </w:rPr>
        <w:t>ٱ</w:t>
      </w:r>
      <w:r>
        <w:rPr>
          <w:rFonts w:hint="eastAsia"/>
          <w:rtl/>
        </w:rPr>
        <w:t>رۡتَابُوٓاْ</w:t>
      </w:r>
      <w:r>
        <w:rPr>
          <w:rtl/>
        </w:rPr>
        <w:t xml:space="preserve"> أَمۡ يَخَافُونَ أَن يَحِيفَ </w:t>
      </w:r>
      <w:r>
        <w:rPr>
          <w:rFonts w:hint="cs"/>
          <w:rtl/>
        </w:rPr>
        <w:t>ٱ</w:t>
      </w:r>
      <w:r>
        <w:rPr>
          <w:rFonts w:hint="eastAsia"/>
          <w:rtl/>
        </w:rPr>
        <w:t>للَّهُ</w:t>
      </w:r>
      <w:r>
        <w:rPr>
          <w:rtl/>
        </w:rPr>
        <w:t xml:space="preserve"> عَلَيۡ</w:t>
      </w:r>
      <w:r w:rsidR="001E6BAB" w:rsidRPr="001E6BAB">
        <w:rPr>
          <w:rFonts w:hint="cs"/>
          <w:rtl/>
        </w:rPr>
        <w:t>ه</w:t>
      </w:r>
      <w:r w:rsidRPr="00595365">
        <w:rPr>
          <w:rFonts w:hint="cs"/>
          <w:rtl/>
        </w:rPr>
        <w:t xml:space="preserve">مۡ وَرَسُولُهُ </w:t>
      </w:r>
      <w:r>
        <w:rPr>
          <w:rFonts w:hint="cs"/>
          <w:rtl/>
        </w:rPr>
        <w:t>ۥ‌ۚ</w:t>
      </w:r>
      <w:r>
        <w:rPr>
          <w:rtl/>
        </w:rPr>
        <w:t xml:space="preserve"> بَلۡ أُوْلَـٰٓ</w:t>
      </w:r>
      <w:r>
        <w:rPr>
          <w:rFonts w:hint="cs"/>
          <w:rtl/>
        </w:rPr>
        <w:t>ٮِٕ</w:t>
      </w:r>
      <w:r>
        <w:rPr>
          <w:rFonts w:hint="eastAsia"/>
          <w:rtl/>
        </w:rPr>
        <w:t>كَ</w:t>
      </w:r>
      <w:r>
        <w:rPr>
          <w:rtl/>
        </w:rPr>
        <w:t xml:space="preserve"> هُمُ </w:t>
      </w:r>
      <w:r>
        <w:rPr>
          <w:rFonts w:hint="cs"/>
          <w:rtl/>
        </w:rPr>
        <w:t>ٱ</w:t>
      </w:r>
      <w:r>
        <w:rPr>
          <w:rFonts w:hint="eastAsia"/>
          <w:rtl/>
        </w:rPr>
        <w:t>لظَّـٰلِمُونَ</w:t>
      </w:r>
      <w:r>
        <w:rPr>
          <w:rtl/>
        </w:rPr>
        <w:t xml:space="preserve"> (٥٠</w:t>
      </w:r>
      <w:r w:rsidR="009229E3">
        <w:rPr>
          <w:rtl/>
        </w:rPr>
        <w:t>)</w:t>
      </w:r>
      <w:r>
        <w:rPr>
          <w:rtl/>
        </w:rPr>
        <w:t xml:space="preserve"> إِنَّمَا كَانَ قَوۡلَ </w:t>
      </w:r>
      <w:r>
        <w:rPr>
          <w:rFonts w:hint="cs"/>
          <w:rtl/>
        </w:rPr>
        <w:t>ٱ</w:t>
      </w:r>
      <w:r>
        <w:rPr>
          <w:rFonts w:hint="eastAsia"/>
          <w:rtl/>
        </w:rPr>
        <w:t>ل</w:t>
      </w:r>
      <w:r>
        <w:rPr>
          <w:rtl/>
        </w:rPr>
        <w:t xml:space="preserve">ۡمُؤۡمِنِينَ إِذَا دُعُوٓاْ إِلَى </w:t>
      </w:r>
      <w:r>
        <w:rPr>
          <w:rFonts w:hint="cs"/>
          <w:rtl/>
        </w:rPr>
        <w:t>ٱ</w:t>
      </w:r>
      <w:r>
        <w:rPr>
          <w:rFonts w:hint="eastAsia"/>
          <w:rtl/>
        </w:rPr>
        <w:t>للَّهِ</w:t>
      </w:r>
      <w:r>
        <w:rPr>
          <w:rtl/>
        </w:rPr>
        <w:t xml:space="preserve"> وَرَسُولِهِ</w:t>
      </w:r>
      <w:r>
        <w:rPr>
          <w:rFonts w:hint="cs"/>
          <w:rtl/>
        </w:rPr>
        <w:t>ۦ</w:t>
      </w:r>
      <w:r>
        <w:rPr>
          <w:rtl/>
        </w:rPr>
        <w:t xml:space="preserve"> لِيَحۡكُمَ بَيۡنَهُمۡ أَن يَقُولُواْ سَمِعۡنَا وَأَطَعۡنَا‌ۚ وَأُوْلَـٰٓ</w:t>
      </w:r>
      <w:r>
        <w:rPr>
          <w:rFonts w:hint="cs"/>
          <w:rtl/>
        </w:rPr>
        <w:t>ٮِٕ</w:t>
      </w:r>
      <w:r>
        <w:rPr>
          <w:rFonts w:hint="eastAsia"/>
          <w:rtl/>
        </w:rPr>
        <w:t>كَ</w:t>
      </w:r>
      <w:r>
        <w:rPr>
          <w:rtl/>
        </w:rPr>
        <w:t xml:space="preserve"> هُمُ </w:t>
      </w:r>
      <w:r>
        <w:rPr>
          <w:rFonts w:hint="cs"/>
          <w:rtl/>
        </w:rPr>
        <w:t>ٱ</w:t>
      </w:r>
      <w:r>
        <w:rPr>
          <w:rFonts w:hint="eastAsia"/>
          <w:rtl/>
        </w:rPr>
        <w:t>لۡمُفۡلِحُونَ</w:t>
      </w:r>
      <w:r>
        <w:rPr>
          <w:rtl/>
        </w:rPr>
        <w:t xml:space="preserve"> (٥١</w:t>
      </w:r>
      <w:r w:rsidR="009229E3">
        <w:rPr>
          <w:rtl/>
        </w:rPr>
        <w:t>)</w:t>
      </w:r>
      <w:r>
        <w:rPr>
          <w:rtl/>
        </w:rPr>
        <w:t xml:space="preserve"> وَمَن يُطِعِ </w:t>
      </w:r>
      <w:r>
        <w:rPr>
          <w:rFonts w:hint="cs"/>
          <w:rtl/>
        </w:rPr>
        <w:t>ٱ</w:t>
      </w:r>
      <w:r>
        <w:rPr>
          <w:rFonts w:hint="eastAsia"/>
          <w:rtl/>
        </w:rPr>
        <w:t>للَّهَ</w:t>
      </w:r>
      <w:r>
        <w:rPr>
          <w:rtl/>
        </w:rPr>
        <w:t xml:space="preserve"> وَرَسُولَهُ </w:t>
      </w:r>
      <w:r>
        <w:rPr>
          <w:rFonts w:hint="cs"/>
          <w:rtl/>
        </w:rPr>
        <w:t>ۥ</w:t>
      </w:r>
      <w:r>
        <w:rPr>
          <w:rtl/>
        </w:rPr>
        <w:t xml:space="preserve"> وَيَخۡشَ </w:t>
      </w:r>
      <w:r>
        <w:rPr>
          <w:rFonts w:hint="cs"/>
          <w:rtl/>
        </w:rPr>
        <w:t>ٱ</w:t>
      </w:r>
      <w:r>
        <w:rPr>
          <w:rFonts w:hint="eastAsia"/>
          <w:rtl/>
        </w:rPr>
        <w:t>للَّهَ</w:t>
      </w:r>
      <w:r>
        <w:rPr>
          <w:rtl/>
        </w:rPr>
        <w:t xml:space="preserve"> وَيَتَّقۡهِ فَأُوْلَـٰٓ</w:t>
      </w:r>
      <w:r>
        <w:rPr>
          <w:rFonts w:hint="cs"/>
          <w:rtl/>
        </w:rPr>
        <w:t>ٮِٕ</w:t>
      </w:r>
      <w:r>
        <w:rPr>
          <w:rFonts w:hint="eastAsia"/>
          <w:rtl/>
        </w:rPr>
        <w:t>كَ</w:t>
      </w:r>
      <w:r>
        <w:rPr>
          <w:rtl/>
        </w:rPr>
        <w:t xml:space="preserve"> هُمُ </w:t>
      </w:r>
      <w:r>
        <w:rPr>
          <w:rFonts w:hint="cs"/>
          <w:rtl/>
        </w:rPr>
        <w:t>ٱ</w:t>
      </w:r>
      <w:r>
        <w:rPr>
          <w:rFonts w:hint="eastAsia"/>
          <w:rtl/>
        </w:rPr>
        <w:t>لۡفَآ</w:t>
      </w:r>
      <w:r>
        <w:rPr>
          <w:rFonts w:hint="cs"/>
          <w:rtl/>
        </w:rPr>
        <w:t>ٮِٕ</w:t>
      </w:r>
      <w:r>
        <w:rPr>
          <w:rFonts w:hint="eastAsia"/>
          <w:rtl/>
        </w:rPr>
        <w:t>زُونَ</w:t>
      </w:r>
      <w:r>
        <w:rPr>
          <w:rtl/>
        </w:rPr>
        <w:t xml:space="preserve"> (٥٢</w:t>
      </w:r>
      <w:r w:rsidR="009229E3">
        <w:rPr>
          <w:rtl/>
        </w:rPr>
        <w:t>)</w:t>
      </w:r>
    </w:p>
    <w:p w:rsidR="001A403D" w:rsidRDefault="001A403D" w:rsidP="00E36567">
      <w:pPr>
        <w:pStyle w:val="libBoldItalic"/>
      </w:pPr>
      <w:r>
        <w:t>And they say: We believe in Allah and in Rasool, and we obey, then after that a faction of them turn away, and those are not believers. (47) And when they are called to Allah and His Rasool to judge between them, then a faction of them turns away (in refusal), (48) But if the right is theirs, they come to him in prompt obedience. (49) Is there a disease in their hearts, or have they doubts, or do they fear that Allah and His Rasool will do injustice to them? Rather they are unjust themselves. (50) The only statement of (the true) believers when they are called to Allah and His Rasool to judge between them is that they say: We hear and we obey. And those are the successful. (51) And whoever obeys Allah and His Rasool, and fears Allah, and is conscious of Him, it is those who are attainers. (52)</w:t>
      </w:r>
    </w:p>
    <w:p w:rsidR="001A403D" w:rsidRDefault="001A403D" w:rsidP="00E36567">
      <w:pPr>
        <w:pStyle w:val="libNormal"/>
      </w:pPr>
      <w:r>
        <w:t>1-Imam Jafar Sadiq asws said: This verse was revealed about Amirul Momineen asws and Usman, and this is because they had a dispute between them about a orchard, then Amirul Momineen asws said, “Are you happy about (judgement of) Rasool Allah sawaw? Abdur Rahman bin Aof said to him: Do not go to Rasool Allah sawaw for judgement, because he will give judgement against you in favour of Ali asws, rather go to Ibne Shaibah Jew for judgement. So Usman said to Amirul Momineen asws: I do not agree except for Ibne Shaibah. Ibne Shaibah said: You believe Rasool Allah sawaw honest in case of revelation from the heavens, but blame him in judgements. Then Allah Ta’ala revealed to His Rasool sawaw (i.e. verses no. 47-50, then Allah revealed verses no. 51-52 mentioning Amirul Momineen asws) (al-Burhan, v5, p408)</w:t>
      </w:r>
    </w:p>
    <w:p w:rsidR="001A403D" w:rsidRDefault="001A403D" w:rsidP="009229E3">
      <w:pPr>
        <w:pStyle w:val="libCenterBold1"/>
      </w:pPr>
      <w:r>
        <w:t>Lesson:</w:t>
      </w:r>
    </w:p>
    <w:p w:rsidR="001A403D" w:rsidRDefault="001A403D" w:rsidP="001A403D">
      <w:pPr>
        <w:pStyle w:val="libNormal"/>
      </w:pPr>
      <w:r>
        <w:t>1-To decide any issue in the universe is the right of Masumeen asws, and to listen and obey is obligatory for the creations. But some so-called Shias who are really ignorant consult Majoosi Muqassireen instead of Quran &amp; Sunnah. Even that Jew knew that hypocrite Muqassir does not like the judgements of Masoom asws.</w:t>
      </w:r>
    </w:p>
    <w:p w:rsidR="001A403D" w:rsidRDefault="001A403D" w:rsidP="00385B48">
      <w:pPr>
        <w:pStyle w:val="libAr"/>
      </w:pPr>
      <w:r>
        <w:rPr>
          <w:rFonts w:hint="eastAsia"/>
          <w:rtl/>
        </w:rPr>
        <w:lastRenderedPageBreak/>
        <w:t>قُلۡ</w:t>
      </w:r>
      <w:r>
        <w:rPr>
          <w:rtl/>
        </w:rPr>
        <w:t xml:space="preserve"> أَطِيعُواْ </w:t>
      </w:r>
      <w:r>
        <w:rPr>
          <w:rFonts w:hint="cs"/>
          <w:rtl/>
        </w:rPr>
        <w:t>ٱ</w:t>
      </w:r>
      <w:r>
        <w:rPr>
          <w:rFonts w:hint="eastAsia"/>
          <w:rtl/>
        </w:rPr>
        <w:t>للَّهَ</w:t>
      </w:r>
      <w:r>
        <w:rPr>
          <w:rtl/>
        </w:rPr>
        <w:t xml:space="preserve"> وَأَطِيعُواْ </w:t>
      </w:r>
      <w:r>
        <w:rPr>
          <w:rFonts w:hint="cs"/>
          <w:rtl/>
        </w:rPr>
        <w:t>ٱ</w:t>
      </w:r>
      <w:r>
        <w:rPr>
          <w:rFonts w:hint="eastAsia"/>
          <w:rtl/>
        </w:rPr>
        <w:t>لرَّسُولَ‌ۖ</w:t>
      </w:r>
      <w:r>
        <w:rPr>
          <w:rtl/>
        </w:rPr>
        <w:t xml:space="preserve"> فَإِن تَوَلَّوۡاْ فَإِنَّمَا عَلَيۡهِ مَا حُمِّلَ وَعَلَيۡ</w:t>
      </w:r>
      <w:r w:rsidR="001E6BAB" w:rsidRPr="001E6BAB">
        <w:rPr>
          <w:rFonts w:hint="cs"/>
          <w:rtl/>
        </w:rPr>
        <w:t>ک</w:t>
      </w:r>
      <w:r>
        <w:rPr>
          <w:rFonts w:hint="eastAsia"/>
          <w:rtl/>
        </w:rPr>
        <w:t>م</w:t>
      </w:r>
      <w:r>
        <w:rPr>
          <w:rtl/>
        </w:rPr>
        <w:t xml:space="preserve"> مَّا حُمِّلۡتُمۡ‌ۖ وَإِن تُطِيعُوهُ تَهۡتَدُواْ‌ۚ وَمَا عَلَى </w:t>
      </w:r>
      <w:r>
        <w:rPr>
          <w:rFonts w:hint="cs"/>
          <w:rtl/>
        </w:rPr>
        <w:t>ٱ</w:t>
      </w:r>
      <w:r>
        <w:rPr>
          <w:rFonts w:hint="eastAsia"/>
          <w:rtl/>
        </w:rPr>
        <w:t>لرَّسُولِ</w:t>
      </w:r>
      <w:r>
        <w:rPr>
          <w:rtl/>
        </w:rPr>
        <w:t xml:space="preserve"> إِلَّا </w:t>
      </w:r>
      <w:r>
        <w:rPr>
          <w:rFonts w:hint="cs"/>
          <w:rtl/>
        </w:rPr>
        <w:t>ٱ</w:t>
      </w:r>
      <w:r>
        <w:rPr>
          <w:rFonts w:hint="eastAsia"/>
          <w:rtl/>
        </w:rPr>
        <w:t>لۡبَلَـٰغُ</w:t>
      </w:r>
      <w:r>
        <w:rPr>
          <w:rtl/>
        </w:rPr>
        <w:t xml:space="preserve"> </w:t>
      </w:r>
      <w:r>
        <w:rPr>
          <w:rFonts w:hint="cs"/>
          <w:rtl/>
        </w:rPr>
        <w:t>ٱ</w:t>
      </w:r>
      <w:r>
        <w:rPr>
          <w:rFonts w:hint="eastAsia"/>
          <w:rtl/>
        </w:rPr>
        <w:t>لۡمُبِينُ</w:t>
      </w:r>
      <w:r>
        <w:rPr>
          <w:rtl/>
        </w:rPr>
        <w:t xml:space="preserve"> (٥٤</w:t>
      </w:r>
      <w:r w:rsidR="009229E3">
        <w:rPr>
          <w:rtl/>
        </w:rPr>
        <w:t>)</w:t>
      </w:r>
    </w:p>
    <w:p w:rsidR="001A403D" w:rsidRDefault="001A403D" w:rsidP="00E36567">
      <w:pPr>
        <w:pStyle w:val="libBoldItalic"/>
      </w:pPr>
      <w:r>
        <w:t>Say: Obey Allah and obey the Rasool. But if you turn away, then upon him is only that (duty) what he has been delegated, and upon you is that what you have been charged. And if you obey him, you will be guided. And there is not (any responsibility) upon Rasool except conveying (the message) clearly. (54)</w:t>
      </w:r>
    </w:p>
    <w:p w:rsidR="001A403D" w:rsidRDefault="001A403D" w:rsidP="00E36567">
      <w:pPr>
        <w:pStyle w:val="libNormal"/>
      </w:pPr>
      <w:r>
        <w:t>1-Imam Jafar Sadiq asws said: The saying of Allah, “Say: Obey Allah and obey the Rasool. But if you turn away, then upon him is only that (duty) what he has been delegated” means listening, and obedience, and honesty, and patience, “and upon you is that what you have been charged” means promise and covenant which Allah took from you about Ali asws and his obligatory obedience which has been clearly narrated for you in Quran. And saying of Allah “And if you will obey him, you will be guided” means if you will obey Ali asws then you will be guided, and upon Rasool sawaw is only to convey clearly. (al-Burhan, v5, p411)</w:t>
      </w:r>
    </w:p>
    <w:p w:rsidR="001A403D" w:rsidRDefault="001A403D" w:rsidP="009229E3">
      <w:pPr>
        <w:pStyle w:val="libCenterBold1"/>
      </w:pPr>
      <w:r>
        <w:t>Lesson:</w:t>
      </w:r>
    </w:p>
    <w:p w:rsidR="001A403D" w:rsidRDefault="001A403D" w:rsidP="001A403D">
      <w:pPr>
        <w:pStyle w:val="libNormal"/>
      </w:pPr>
      <w:r>
        <w:t>1-The responsibility of Rasool Allah sawaw is Nabuwat &amp; Risalat: listened to the commandments of Allah, conveyed clearly and exactly the revelation of Allah honestly in the obedience of Allah, and remained patient on all the hardships &amp; tortures in preaching Walayat-e-Ali asws. And it is obligatory for the people to submit to Walayat-e-Ali asws, which is clear in Quran &amp; Hadees, so that they can be rightly guided.</w:t>
      </w:r>
    </w:p>
    <w:p w:rsidR="001A403D" w:rsidRDefault="001A403D" w:rsidP="00385B48">
      <w:pPr>
        <w:pStyle w:val="libAr"/>
      </w:pPr>
      <w:r>
        <w:rPr>
          <w:rFonts w:hint="eastAsia"/>
          <w:rtl/>
        </w:rPr>
        <w:t>وَعَدَ</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لَّذِينَ</w:t>
      </w:r>
      <w:r>
        <w:rPr>
          <w:rtl/>
        </w:rPr>
        <w:t xml:space="preserve"> ءَامَنُواْ مِنكُمۡ وَعَمِلُواْ </w:t>
      </w:r>
      <w:r>
        <w:rPr>
          <w:rFonts w:hint="cs"/>
          <w:rtl/>
        </w:rPr>
        <w:t>ٱ</w:t>
      </w:r>
      <w:r>
        <w:rPr>
          <w:rFonts w:hint="eastAsia"/>
          <w:rtl/>
        </w:rPr>
        <w:t>لصَّـٰلِحَـٰتِ</w:t>
      </w:r>
      <w:r>
        <w:rPr>
          <w:rtl/>
        </w:rPr>
        <w:t xml:space="preserve"> لَيَسۡتَخۡلِفَنَّهُمۡ فِى </w:t>
      </w:r>
      <w:r>
        <w:rPr>
          <w:rFonts w:hint="cs"/>
          <w:rtl/>
        </w:rPr>
        <w:t>ٱ</w:t>
      </w:r>
      <w:r>
        <w:rPr>
          <w:rFonts w:hint="eastAsia"/>
          <w:rtl/>
        </w:rPr>
        <w:t>لۡأَرۡضِ</w:t>
      </w:r>
      <w:r>
        <w:rPr>
          <w:rtl/>
        </w:rPr>
        <w:t xml:space="preserve"> </w:t>
      </w:r>
      <w:r w:rsidR="001E6BAB" w:rsidRPr="001E6BAB">
        <w:rPr>
          <w:rFonts w:hint="cs"/>
          <w:rtl/>
        </w:rPr>
        <w:t>ک</w:t>
      </w:r>
      <w:r>
        <w:rPr>
          <w:rFonts w:hint="eastAsia"/>
          <w:rtl/>
        </w:rPr>
        <w:t>مَا</w:t>
      </w:r>
      <w:r>
        <w:rPr>
          <w:rtl/>
        </w:rPr>
        <w:t xml:space="preserve"> </w:t>
      </w:r>
      <w:r>
        <w:rPr>
          <w:rFonts w:hint="cs"/>
          <w:rtl/>
        </w:rPr>
        <w:t>ٱ</w:t>
      </w:r>
      <w:r>
        <w:rPr>
          <w:rFonts w:hint="eastAsia"/>
          <w:rtl/>
        </w:rPr>
        <w:t>سۡتَخۡلَفَ</w:t>
      </w:r>
      <w:r>
        <w:rPr>
          <w:rtl/>
        </w:rPr>
        <w:t xml:space="preserve"> </w:t>
      </w:r>
      <w:r>
        <w:rPr>
          <w:rFonts w:hint="cs"/>
          <w:rtl/>
        </w:rPr>
        <w:t>ٱ</w:t>
      </w:r>
      <w:r>
        <w:rPr>
          <w:rFonts w:hint="eastAsia"/>
          <w:rtl/>
        </w:rPr>
        <w:t>لَّذِينَ</w:t>
      </w:r>
      <w:r>
        <w:rPr>
          <w:rtl/>
        </w:rPr>
        <w:t xml:space="preserve"> مِن قَبۡلِهِمۡ وَلَيُمَكِّنَنَّ لَهُمۡ دِينَ</w:t>
      </w:r>
      <w:r w:rsidR="001E6BAB" w:rsidRPr="001E6BAB">
        <w:rPr>
          <w:rFonts w:hint="cs"/>
          <w:rtl/>
        </w:rPr>
        <w:t>ه</w:t>
      </w:r>
      <w:r w:rsidRPr="00595365">
        <w:rPr>
          <w:rFonts w:hint="cs"/>
          <w:rtl/>
        </w:rPr>
        <w:t xml:space="preserve">مُ </w:t>
      </w:r>
      <w:r>
        <w:rPr>
          <w:rFonts w:hint="cs"/>
          <w:rtl/>
        </w:rPr>
        <w:t>ٱ</w:t>
      </w:r>
      <w:r>
        <w:rPr>
          <w:rFonts w:hint="eastAsia"/>
          <w:rtl/>
        </w:rPr>
        <w:t>لَّذِى</w:t>
      </w:r>
      <w:r>
        <w:rPr>
          <w:rtl/>
        </w:rPr>
        <w:t xml:space="preserve"> </w:t>
      </w:r>
      <w:r>
        <w:rPr>
          <w:rFonts w:hint="cs"/>
          <w:rtl/>
        </w:rPr>
        <w:t>ٱ</w:t>
      </w:r>
      <w:r>
        <w:rPr>
          <w:rFonts w:hint="eastAsia"/>
          <w:rtl/>
        </w:rPr>
        <w:t>رۡتَضَىٰ</w:t>
      </w:r>
      <w:r>
        <w:rPr>
          <w:rtl/>
        </w:rPr>
        <w:t xml:space="preserve"> لَهُمۡ وَلَيُبَدِّلَنَّ</w:t>
      </w:r>
      <w:r w:rsidR="001E6BAB" w:rsidRPr="001E6BAB">
        <w:rPr>
          <w:rFonts w:hint="cs"/>
          <w:rtl/>
        </w:rPr>
        <w:t>ه</w:t>
      </w:r>
      <w:r w:rsidRPr="00595365">
        <w:rPr>
          <w:rFonts w:hint="cs"/>
          <w:rtl/>
        </w:rPr>
        <w:t>م مِّنۢ بَعۡدِ خَوۡفِهِمۡ أَ</w:t>
      </w:r>
      <w:r>
        <w:rPr>
          <w:rFonts w:hint="eastAsia"/>
          <w:rtl/>
        </w:rPr>
        <w:t>مۡنً۬ا‌ۚ</w:t>
      </w:r>
      <w:r>
        <w:rPr>
          <w:rtl/>
        </w:rPr>
        <w:t xml:space="preserve"> يَعۡبُدُونَنِى لَا يُشۡرِكُونَ بِى شَيۡـًٔ۬ا‌ۚ وَمَن </w:t>
      </w:r>
      <w:r w:rsidR="001E6BAB" w:rsidRPr="001E6BAB">
        <w:rPr>
          <w:rFonts w:hint="cs"/>
          <w:rtl/>
        </w:rPr>
        <w:t>ک</w:t>
      </w:r>
      <w:r>
        <w:rPr>
          <w:rFonts w:hint="eastAsia"/>
          <w:rtl/>
        </w:rPr>
        <w:t>فَرَ</w:t>
      </w:r>
      <w:r>
        <w:rPr>
          <w:rtl/>
        </w:rPr>
        <w:t xml:space="preserve"> بَعۡدَ ذَ</w:t>
      </w:r>
      <w:r w:rsidR="005B7B9E" w:rsidRPr="005B7B9E">
        <w:rPr>
          <w:rFonts w:hint="cs"/>
          <w:rtl/>
        </w:rPr>
        <w:t>ا</w:t>
      </w:r>
      <w:r>
        <w:rPr>
          <w:rFonts w:hint="eastAsia"/>
          <w:rtl/>
        </w:rPr>
        <w:t>لِكَ</w:t>
      </w:r>
      <w:r>
        <w:rPr>
          <w:rtl/>
        </w:rPr>
        <w:t xml:space="preserve"> فَأُوْلَـٰٓ</w:t>
      </w:r>
      <w:r>
        <w:rPr>
          <w:rFonts w:hint="cs"/>
          <w:rtl/>
        </w:rPr>
        <w:t>ٮِٕ</w:t>
      </w:r>
      <w:r>
        <w:rPr>
          <w:rFonts w:hint="eastAsia"/>
          <w:rtl/>
        </w:rPr>
        <w:t>كَ</w:t>
      </w:r>
      <w:r>
        <w:rPr>
          <w:rtl/>
        </w:rPr>
        <w:t xml:space="preserve"> هُمُ </w:t>
      </w:r>
      <w:r>
        <w:rPr>
          <w:rFonts w:hint="cs"/>
          <w:rtl/>
        </w:rPr>
        <w:t>ٱ</w:t>
      </w:r>
      <w:r>
        <w:rPr>
          <w:rFonts w:hint="eastAsia"/>
          <w:rtl/>
        </w:rPr>
        <w:t>لۡفَـٰسِقُونَ</w:t>
      </w:r>
      <w:r>
        <w:rPr>
          <w:rtl/>
        </w:rPr>
        <w:t xml:space="preserve"> (٥٥</w:t>
      </w:r>
      <w:r w:rsidR="009229E3">
        <w:rPr>
          <w:rtl/>
        </w:rPr>
        <w:t>)</w:t>
      </w:r>
    </w:p>
    <w:p w:rsidR="001A403D" w:rsidRDefault="001A403D" w:rsidP="00E36567">
      <w:pPr>
        <w:pStyle w:val="libBoldItalic"/>
      </w:pPr>
      <w:r>
        <w:t>Allah has promised those among you who believe and do good deeds that He will surely grant them Khilafat (succession) in the earth just as He granted succession to those who were before them, and He will surely establish for them their Deen which He has chosen for them, and will surely exchange for them safety after their fear. They worship Me, they ascribe nothing as partner to Me. And those who disbelieve after that , then those are defiantly disobedient. (55)</w:t>
      </w:r>
    </w:p>
    <w:p w:rsidR="001A403D" w:rsidRDefault="001A403D" w:rsidP="00E36567">
      <w:pPr>
        <w:pStyle w:val="libNormal"/>
      </w:pPr>
      <w:r>
        <w:t>1-Imam Jafar Sadiq asws said: This verse was revealed about Imam Qaim asws and his companions. (al-Burhan, v5, p412)</w:t>
      </w:r>
    </w:p>
    <w:p w:rsidR="001A403D" w:rsidRDefault="001A403D" w:rsidP="009229E3">
      <w:pPr>
        <w:pStyle w:val="libCenterBold1"/>
      </w:pPr>
      <w:r>
        <w:t>Lesson:</w:t>
      </w:r>
    </w:p>
    <w:p w:rsidR="001A403D" w:rsidRDefault="001A403D" w:rsidP="001A403D">
      <w:pPr>
        <w:pStyle w:val="libNormal"/>
      </w:pPr>
      <w:r>
        <w:t>1-Hazrat Musa (a.s.) told Jandal bin Janadah in dream to accept Islam on the hand of Rasool Allah sawaw. He came, asked few questions and became believer. Then he asked about Aosiya asws, and Rasool Allah sawaw told in detail about infallible Imams asws, and after reciting this verse told about the reappearance &amp; rising of Imam Qaim asws.</w:t>
      </w:r>
    </w:p>
    <w:p w:rsidR="001A403D" w:rsidRDefault="001A403D" w:rsidP="001A403D">
      <w:pPr>
        <w:pStyle w:val="libNormal"/>
      </w:pPr>
      <w:r>
        <w:lastRenderedPageBreak/>
        <w:t>2-Verse no.105 of Sura Anbiya as well, the government of Imam Qaim asws is mentioned, it means that the inheritors of the earth are only Masumeen asws, but Muqassir Mulla is misguiding people that Majoosi Mullas are inheritors. How it is possible who issues Fatawa against Walayat &amp; Azadari, Allah bestows him government? Not at all, it is not possible, rather they are usurpers &amp; Nasibis who get authority by Satanic conspiracy.</w:t>
      </w:r>
    </w:p>
    <w:p w:rsidR="001A403D" w:rsidRDefault="001A403D" w:rsidP="001A403D">
      <w:pPr>
        <w:pStyle w:val="libNormal"/>
      </w:pPr>
      <w:r>
        <w:t>3-After proclamation of Walayat at Ghadeer-e-Khum, Allah said that He is pleased with Islam as Deen. When Imam Qaim asws will do Qiyam, he will invite to Walayat-e-Ali asws, and will establish the chosen Deen of Walayat-e-Ali asws of Allah, which is mentioned in this verse, i.e. Allah only likes that Deen in which Walayat-e-Ali asws is announced openly, so much so that Allah does not accept any deed until testimony of Walayat-e-Ali asws is not recited in it along with the testimony of Risalat of Ahmad Mujtaba sawaw.</w:t>
      </w:r>
    </w:p>
    <w:p w:rsidR="00EB2345" w:rsidRDefault="00EB2345" w:rsidP="00FC02E7">
      <w:pPr>
        <w:pStyle w:val="libNormal"/>
        <w:rPr>
          <w:rtl/>
        </w:rPr>
      </w:pPr>
      <w:r>
        <w:rPr>
          <w:rFonts w:hint="eastAsia"/>
        </w:rPr>
        <w:br w:type="page"/>
      </w:r>
    </w:p>
    <w:p w:rsidR="001A403D" w:rsidRDefault="00EB2345" w:rsidP="00EB2345">
      <w:pPr>
        <w:pStyle w:val="Heading1Center"/>
      </w:pPr>
      <w:bookmarkStart w:id="26" w:name="_Toc449789419"/>
      <w:r>
        <w:rPr>
          <w:rFonts w:hint="eastAsia"/>
          <w:rtl/>
        </w:rPr>
        <w:lastRenderedPageBreak/>
        <w:t>سُوۡرَةُ</w:t>
      </w:r>
      <w:r>
        <w:rPr>
          <w:rtl/>
        </w:rPr>
        <w:t xml:space="preserve"> </w:t>
      </w:r>
      <w:r w:rsidR="001A403D">
        <w:rPr>
          <w:rtl/>
        </w:rPr>
        <w:t>الفُرقان</w:t>
      </w:r>
      <w:bookmarkEnd w:id="26"/>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وَقَالُواْ</w:t>
      </w:r>
      <w:r>
        <w:rPr>
          <w:rtl/>
        </w:rPr>
        <w:t xml:space="preserve"> مَالِ هَـٰذَا </w:t>
      </w:r>
      <w:r>
        <w:rPr>
          <w:rFonts w:hint="cs"/>
          <w:rtl/>
        </w:rPr>
        <w:t>ٱ</w:t>
      </w:r>
      <w:r>
        <w:rPr>
          <w:rFonts w:hint="eastAsia"/>
          <w:rtl/>
        </w:rPr>
        <w:t>لرَّسُولِ</w:t>
      </w:r>
      <w:r>
        <w:rPr>
          <w:rtl/>
        </w:rPr>
        <w:t xml:space="preserve"> يَأۡ</w:t>
      </w:r>
      <w:r w:rsidR="001E6BAB" w:rsidRPr="001E6BAB">
        <w:rPr>
          <w:rFonts w:hint="cs"/>
          <w:rtl/>
        </w:rPr>
        <w:t>ک</w:t>
      </w:r>
      <w:r>
        <w:rPr>
          <w:rFonts w:hint="eastAsia"/>
          <w:rtl/>
        </w:rPr>
        <w:t>لُ</w:t>
      </w:r>
      <w:r>
        <w:rPr>
          <w:rtl/>
        </w:rPr>
        <w:t xml:space="preserve"> </w:t>
      </w:r>
      <w:r>
        <w:rPr>
          <w:rFonts w:hint="cs"/>
          <w:rtl/>
        </w:rPr>
        <w:t>ٱ</w:t>
      </w:r>
      <w:r>
        <w:rPr>
          <w:rFonts w:hint="eastAsia"/>
          <w:rtl/>
        </w:rPr>
        <w:t>لطَّعَامَ</w:t>
      </w:r>
      <w:r>
        <w:rPr>
          <w:rtl/>
        </w:rPr>
        <w:t xml:space="preserve"> وَيَمۡشِى فِى </w:t>
      </w:r>
      <w:r>
        <w:rPr>
          <w:rFonts w:hint="cs"/>
          <w:rtl/>
        </w:rPr>
        <w:t>ٱ</w:t>
      </w:r>
      <w:r>
        <w:rPr>
          <w:rFonts w:hint="eastAsia"/>
          <w:rtl/>
        </w:rPr>
        <w:t>لۡأَسۡوَاقِ‌ۙ</w:t>
      </w:r>
      <w:r>
        <w:rPr>
          <w:rtl/>
        </w:rPr>
        <w:t xml:space="preserve"> لَوۡلَآ أُنزِلَ إِلَيۡهِ مَلَكٌ۬ فَيَكُونَ مَعَهُ </w:t>
      </w:r>
      <w:r>
        <w:rPr>
          <w:rFonts w:hint="cs"/>
          <w:rtl/>
        </w:rPr>
        <w:t>ۥ</w:t>
      </w:r>
      <w:r>
        <w:rPr>
          <w:rtl/>
        </w:rPr>
        <w:t xml:space="preserve"> نَذِيرًا (٧</w:t>
      </w:r>
      <w:r w:rsidR="009229E3">
        <w:rPr>
          <w:rtl/>
        </w:rPr>
        <w:t>)</w:t>
      </w:r>
      <w:r>
        <w:rPr>
          <w:rtl/>
        </w:rPr>
        <w:t xml:space="preserve"> أَوۡ يُلۡقَىٰٓ إِلَيۡهِ </w:t>
      </w:r>
      <w:r w:rsidR="001E6BAB" w:rsidRPr="001E6BAB">
        <w:rPr>
          <w:rFonts w:hint="cs"/>
          <w:rtl/>
        </w:rPr>
        <w:t>ک</w:t>
      </w:r>
      <w:r>
        <w:rPr>
          <w:rFonts w:hint="eastAsia"/>
          <w:rtl/>
        </w:rPr>
        <w:t>نزٌ</w:t>
      </w:r>
      <w:r>
        <w:rPr>
          <w:rtl/>
        </w:rPr>
        <w:t xml:space="preserve"> أَوۡ تَكُونُ لَهُ </w:t>
      </w:r>
      <w:r>
        <w:rPr>
          <w:rFonts w:hint="cs"/>
          <w:rtl/>
        </w:rPr>
        <w:t>ۥ</w:t>
      </w:r>
      <w:r>
        <w:rPr>
          <w:rtl/>
        </w:rPr>
        <w:t xml:space="preserve"> جَنَّةٌ۬ يَأۡ</w:t>
      </w:r>
      <w:r w:rsidR="001E6BAB" w:rsidRPr="001E6BAB">
        <w:rPr>
          <w:rFonts w:hint="cs"/>
          <w:rtl/>
        </w:rPr>
        <w:t>ک</w:t>
      </w:r>
      <w:r>
        <w:rPr>
          <w:rFonts w:hint="eastAsia"/>
          <w:rtl/>
        </w:rPr>
        <w:t>لُ</w:t>
      </w:r>
      <w:r>
        <w:rPr>
          <w:rtl/>
        </w:rPr>
        <w:t xml:space="preserve"> مِنۡهَا‌ۚ وَقَالَ </w:t>
      </w:r>
      <w:r>
        <w:rPr>
          <w:rFonts w:hint="cs"/>
          <w:rtl/>
        </w:rPr>
        <w:t>ٱ</w:t>
      </w:r>
      <w:r>
        <w:rPr>
          <w:rFonts w:hint="eastAsia"/>
          <w:rtl/>
        </w:rPr>
        <w:t>لظَّـٰلِمُونَ</w:t>
      </w:r>
      <w:r>
        <w:rPr>
          <w:rtl/>
        </w:rPr>
        <w:t xml:space="preserve"> إِن </w:t>
      </w:r>
      <w:r>
        <w:rPr>
          <w:rFonts w:hint="eastAsia"/>
          <w:rtl/>
        </w:rPr>
        <w:t>تَتَّبِعُونَ</w:t>
      </w:r>
      <w:r>
        <w:rPr>
          <w:rtl/>
        </w:rPr>
        <w:t xml:space="preserve"> إِلَّا رَجُلاً۬ مَّسۡحُورًا (٨</w:t>
      </w:r>
      <w:r w:rsidR="009229E3">
        <w:rPr>
          <w:rtl/>
        </w:rPr>
        <w:t>)</w:t>
      </w:r>
      <w:r>
        <w:rPr>
          <w:rtl/>
        </w:rPr>
        <w:t xml:space="preserve"> </w:t>
      </w:r>
      <w:r>
        <w:rPr>
          <w:rFonts w:hint="cs"/>
          <w:rtl/>
        </w:rPr>
        <w:t>ٱ</w:t>
      </w:r>
      <w:r>
        <w:rPr>
          <w:rFonts w:hint="eastAsia"/>
          <w:rtl/>
        </w:rPr>
        <w:t>نظُرۡ</w:t>
      </w:r>
      <w:r>
        <w:rPr>
          <w:rtl/>
        </w:rPr>
        <w:t xml:space="preserve"> </w:t>
      </w:r>
      <w:r w:rsidR="001E6BAB" w:rsidRPr="001E6BAB">
        <w:rPr>
          <w:rFonts w:hint="cs"/>
          <w:rtl/>
        </w:rPr>
        <w:t>ک</w:t>
      </w:r>
      <w:r>
        <w:rPr>
          <w:rFonts w:hint="eastAsia"/>
          <w:rtl/>
        </w:rPr>
        <w:t>يۡفَ</w:t>
      </w:r>
      <w:r>
        <w:rPr>
          <w:rtl/>
        </w:rPr>
        <w:t xml:space="preserve"> ضَرَبُواْ لَكَ </w:t>
      </w:r>
      <w:r>
        <w:rPr>
          <w:rFonts w:hint="cs"/>
          <w:rtl/>
        </w:rPr>
        <w:t>ٱ</w:t>
      </w:r>
      <w:r>
        <w:rPr>
          <w:rFonts w:hint="eastAsia"/>
          <w:rtl/>
        </w:rPr>
        <w:t>لۡأَمۡثَـٰلَ</w:t>
      </w:r>
      <w:r>
        <w:rPr>
          <w:rtl/>
        </w:rPr>
        <w:t xml:space="preserve"> فَضَلُّواْ فَلَا يَسۡتَطِيعُونَ سَبِيلاً۬ (٩</w:t>
      </w:r>
      <w:r w:rsidR="009229E3">
        <w:rPr>
          <w:rtl/>
        </w:rPr>
        <w:t>)</w:t>
      </w:r>
      <w:r>
        <w:rPr>
          <w:rtl/>
        </w:rPr>
        <w:t xml:space="preserve"> تَبَارَكَ </w:t>
      </w:r>
      <w:r>
        <w:rPr>
          <w:rFonts w:hint="cs"/>
          <w:rtl/>
        </w:rPr>
        <w:t>ٱ</w:t>
      </w:r>
      <w:r>
        <w:rPr>
          <w:rFonts w:hint="eastAsia"/>
          <w:rtl/>
        </w:rPr>
        <w:t>لَّذِىٓ</w:t>
      </w:r>
      <w:r>
        <w:rPr>
          <w:rtl/>
        </w:rPr>
        <w:t xml:space="preserve"> إِن شَآءَ جَعَلَ لَكَ خَيۡرً۬ا مِّن ذَ</w:t>
      </w:r>
      <w:r w:rsidR="005B7B9E" w:rsidRPr="005B7B9E">
        <w:rPr>
          <w:rFonts w:hint="cs"/>
          <w:rtl/>
        </w:rPr>
        <w:t>ا</w:t>
      </w:r>
      <w:r>
        <w:rPr>
          <w:rFonts w:hint="eastAsia"/>
          <w:rtl/>
        </w:rPr>
        <w:t>لِكَ</w:t>
      </w:r>
      <w:r>
        <w:rPr>
          <w:rtl/>
        </w:rPr>
        <w:t xml:space="preserve"> جَنَّـٰتٍ۬ تَجۡرِى مِن تَحۡتِهَا </w:t>
      </w:r>
      <w:r>
        <w:rPr>
          <w:rFonts w:hint="cs"/>
          <w:rtl/>
        </w:rPr>
        <w:t>ٱ</w:t>
      </w:r>
      <w:r>
        <w:rPr>
          <w:rFonts w:hint="eastAsia"/>
          <w:rtl/>
        </w:rPr>
        <w:t>لۡأَنۡهَـٰرُ</w:t>
      </w:r>
      <w:r>
        <w:rPr>
          <w:rtl/>
        </w:rPr>
        <w:t xml:space="preserve"> وَيَجۡعَل ل</w:t>
      </w:r>
      <w:r>
        <w:rPr>
          <w:rFonts w:hint="eastAsia"/>
          <w:rtl/>
        </w:rPr>
        <w:t>َّكَ</w:t>
      </w:r>
      <w:r>
        <w:rPr>
          <w:rtl/>
        </w:rPr>
        <w:t xml:space="preserve"> قُصُورَۢا (١٠</w:t>
      </w:r>
      <w:r w:rsidR="009229E3">
        <w:rPr>
          <w:rtl/>
        </w:rPr>
        <w:t>)</w:t>
      </w:r>
      <w:r>
        <w:rPr>
          <w:rtl/>
        </w:rPr>
        <w:t xml:space="preserve"> بَلۡ كَذَّبُواْ بِ</w:t>
      </w:r>
      <w:r>
        <w:rPr>
          <w:rFonts w:hint="cs"/>
          <w:rtl/>
        </w:rPr>
        <w:t>ٱ</w:t>
      </w:r>
      <w:r>
        <w:rPr>
          <w:rFonts w:hint="eastAsia"/>
          <w:rtl/>
        </w:rPr>
        <w:t>لسَّاعَةِ‌ۖ</w:t>
      </w:r>
      <w:r>
        <w:rPr>
          <w:rtl/>
        </w:rPr>
        <w:t xml:space="preserve"> وَأَعۡتَدۡنَا لِمَن </w:t>
      </w:r>
      <w:r w:rsidR="001E6BAB" w:rsidRPr="001E6BAB">
        <w:rPr>
          <w:rFonts w:hint="cs"/>
          <w:rtl/>
        </w:rPr>
        <w:t>ک</w:t>
      </w:r>
      <w:r>
        <w:rPr>
          <w:rFonts w:hint="eastAsia"/>
          <w:rtl/>
        </w:rPr>
        <w:t>ذَّبَ</w:t>
      </w:r>
      <w:r>
        <w:rPr>
          <w:rtl/>
        </w:rPr>
        <w:t xml:space="preserve"> بِ</w:t>
      </w:r>
      <w:r>
        <w:rPr>
          <w:rFonts w:hint="cs"/>
          <w:rtl/>
        </w:rPr>
        <w:t>ٱ</w:t>
      </w:r>
      <w:r>
        <w:rPr>
          <w:rFonts w:hint="eastAsia"/>
          <w:rtl/>
        </w:rPr>
        <w:t>لسَّاعَةِ</w:t>
      </w:r>
      <w:r>
        <w:rPr>
          <w:rtl/>
        </w:rPr>
        <w:t xml:space="preserve"> سَعِيرًا (١١</w:t>
      </w:r>
      <w:r w:rsidR="009229E3">
        <w:rPr>
          <w:rtl/>
        </w:rPr>
        <w:t>)</w:t>
      </w:r>
    </w:p>
    <w:p w:rsidR="001A403D" w:rsidRDefault="001A403D" w:rsidP="00E36567">
      <w:pPr>
        <w:pStyle w:val="libBoldItalic"/>
      </w:pPr>
      <w:r>
        <w:t>And they say: What is wrong with this Rasool that he eats food and walks in the bazaars? Why is not an Angel sent down to him, to be a warner with him? (7) Or (why is not) a treasure presented to him, or why has he not a garden from which he eats? And the wrongdoers say: You following not but a man bewitched. (8) See how they coin similitudes for you, so they are astray and cannot find Sabeel (path)! (9) Blessed is He Who, if He wills, would make for you better than that – Gardens underneath which rivers flow, and would make for you palaces. (10) But they deny the Hour, and whoever belies the Hour We have prepared a Blazing Fire. (11)</w:t>
      </w:r>
    </w:p>
    <w:p w:rsidR="001A403D" w:rsidRDefault="001A403D" w:rsidP="00E36567">
      <w:pPr>
        <w:pStyle w:val="libNormal"/>
      </w:pPr>
      <w:r>
        <w:t>1-Imam Mohammad Baqir asws said: Those who do injustice to the right of Aal-e-Mohammad asws, said: You only follow a bewitched man, look how they give examples for you, thus they are stray so that they can not find Sabeel, means toward Walayat-e-Ali asws, and Ali asws is the Sabeel as well. (al-Burhan, v5, p435)</w:t>
      </w:r>
    </w:p>
    <w:p w:rsidR="001A403D" w:rsidRDefault="001A403D" w:rsidP="00E36567">
      <w:pPr>
        <w:pStyle w:val="libNormal"/>
      </w:pPr>
      <w:r>
        <w:t>2-Imam Jafar Sadiq asws said: There are twelve Hours in the night and twelve Hours in the day, and the months are twelve months, and Imams are twelve Imams asws, and chiefs are twelve chiefs, and no doubt Ali asws is one of the Hour among twelve Hours, and this is the saying of Allah, “But they belie the Hour, and whoever belies the Hour, We have prepared a Blazing Fire.” (al-Burhan, v5, p436)</w:t>
      </w:r>
    </w:p>
    <w:p w:rsidR="001A403D" w:rsidRDefault="001A403D" w:rsidP="00E36567">
      <w:pPr>
        <w:pStyle w:val="libNormal"/>
      </w:pPr>
      <w:r>
        <w:t>3-Imam Raza asws said: “But they belie the Hour” means that they belie Walayat-e-Ali asws. (al-Burhan, v5, p437)</w:t>
      </w:r>
    </w:p>
    <w:p w:rsidR="001A403D" w:rsidRDefault="001A403D" w:rsidP="009229E3">
      <w:pPr>
        <w:pStyle w:val="libCenterBold1"/>
      </w:pPr>
      <w:r>
        <w:t>Lesson:</w:t>
      </w:r>
    </w:p>
    <w:p w:rsidR="001A403D" w:rsidRDefault="001A403D" w:rsidP="001A403D">
      <w:pPr>
        <w:pStyle w:val="libNormal"/>
      </w:pPr>
      <w:r>
        <w:t xml:space="preserve">1-Allah Ta’ala revealed repeatedly in many ways and with different examples verses about the great Ne’mat of Walayat-e-Ali asws, which Rasool Allah sawaw kept conveying, and kept proclaiming Faza’il &amp; Walayat of Maola Ali asws, due to which prople started saying insane, magician, bewitched, etc. to Rasool Allah sawaw (Naoozobillah) that he is narrating Faza’il &amp; Walayat of Ali asws and Ahlul Bait asws all the time. For such unjust people Blazing Fire is ready. The condition of Muqassireen is same, they say: What has happened to these mad Shias, in every deed they want to do Zikr of Walayat-e-Ali asws, when they meet each other they say “Ya Ali asws Maddad”, or they are busy weeping and lamenting for Imam Hussain asws, shedding blood like insanes, is there nothing else in </w:t>
      </w:r>
      <w:r>
        <w:lastRenderedPageBreak/>
        <w:t>Deen besides Walayat? In fact shuch hypocrite so-called Shias belie the Hour, and they are astray from the Sabeel, for sure.</w:t>
      </w:r>
    </w:p>
    <w:p w:rsidR="001A403D" w:rsidRDefault="001A403D" w:rsidP="00385B48">
      <w:pPr>
        <w:pStyle w:val="libAr"/>
      </w:pPr>
      <w:r>
        <w:rPr>
          <w:rFonts w:hint="eastAsia"/>
          <w:rtl/>
        </w:rPr>
        <w:t>وَمَآ</w:t>
      </w:r>
      <w:r>
        <w:rPr>
          <w:rtl/>
        </w:rPr>
        <w:t xml:space="preserve"> أَرۡسَلۡنَا قَبۡلَكَ مِنَ </w:t>
      </w:r>
      <w:r>
        <w:rPr>
          <w:rFonts w:hint="cs"/>
          <w:rtl/>
        </w:rPr>
        <w:t>ٱ</w:t>
      </w:r>
      <w:r>
        <w:rPr>
          <w:rFonts w:hint="eastAsia"/>
          <w:rtl/>
        </w:rPr>
        <w:t>لۡمُرۡسَلِينَ</w:t>
      </w:r>
      <w:r>
        <w:rPr>
          <w:rtl/>
        </w:rPr>
        <w:t xml:space="preserve"> إِلَّآ إِنَّهُمۡ لَيَأۡكُلُونَ </w:t>
      </w:r>
      <w:r>
        <w:rPr>
          <w:rFonts w:hint="cs"/>
          <w:rtl/>
        </w:rPr>
        <w:t>ٱ</w:t>
      </w:r>
      <w:r>
        <w:rPr>
          <w:rFonts w:hint="eastAsia"/>
          <w:rtl/>
        </w:rPr>
        <w:t>لطَّعَامَ</w:t>
      </w:r>
      <w:r>
        <w:rPr>
          <w:rtl/>
        </w:rPr>
        <w:t xml:space="preserve"> وَيَمۡشُونَ فِى </w:t>
      </w:r>
      <w:r>
        <w:rPr>
          <w:rFonts w:hint="cs"/>
          <w:rtl/>
        </w:rPr>
        <w:t>ٱ</w:t>
      </w:r>
      <w:r>
        <w:rPr>
          <w:rFonts w:hint="eastAsia"/>
          <w:rtl/>
        </w:rPr>
        <w:t>لۡأَسۡوَاقِ‌ۗ</w:t>
      </w:r>
      <w:r>
        <w:rPr>
          <w:rtl/>
        </w:rPr>
        <w:t xml:space="preserve"> وَجَعَلۡنَا بَعۡضَ</w:t>
      </w:r>
      <w:r w:rsidR="001E6BAB" w:rsidRPr="001E6BAB">
        <w:rPr>
          <w:rFonts w:hint="cs"/>
          <w:rtl/>
        </w:rPr>
        <w:t>ک</w:t>
      </w:r>
      <w:r>
        <w:rPr>
          <w:rFonts w:hint="eastAsia"/>
          <w:rtl/>
        </w:rPr>
        <w:t>مۡ</w:t>
      </w:r>
      <w:r>
        <w:rPr>
          <w:rtl/>
        </w:rPr>
        <w:t xml:space="preserve"> لِبَعۡضٍ۬ فِتۡنَةً أَتَصۡبِرُونَ‌ۗ وَ</w:t>
      </w:r>
      <w:r w:rsidR="001E6BAB" w:rsidRPr="001E6BAB">
        <w:rPr>
          <w:rFonts w:hint="cs"/>
          <w:rtl/>
        </w:rPr>
        <w:t>ک</w:t>
      </w:r>
      <w:r>
        <w:rPr>
          <w:rFonts w:hint="eastAsia"/>
          <w:rtl/>
        </w:rPr>
        <w:t>انَ</w:t>
      </w:r>
      <w:r>
        <w:rPr>
          <w:rtl/>
        </w:rPr>
        <w:t xml:space="preserve"> رَبُّكَ بَصِيرً۬ا (٢٠</w:t>
      </w:r>
      <w:r w:rsidR="009229E3">
        <w:rPr>
          <w:rtl/>
        </w:rPr>
        <w:t>)</w:t>
      </w:r>
    </w:p>
    <w:p w:rsidR="001A403D" w:rsidRDefault="001A403D" w:rsidP="00E36567">
      <w:pPr>
        <w:pStyle w:val="libBoldItalic"/>
      </w:pPr>
      <w:r>
        <w:t>And We did not send before you any of the Messengers except that they ate food and walked in the bazaars. And We have made some of you as trial for others: Will you be patient? And you Rabb is ever Seeing. (20)</w:t>
      </w:r>
    </w:p>
    <w:p w:rsidR="001A403D" w:rsidRDefault="001A403D" w:rsidP="00E36567">
      <w:pPr>
        <w:pStyle w:val="libNormal"/>
      </w:pPr>
      <w:r>
        <w:t>1-Imam Mohammad Baqir asws said: Rasool Allah sawaw gathered Amirul Momineen Ali bin Abi Talib asws and Fatima asws and Hassan asws and Hussain asws, and closed the door and said, “Ya Ahli, wa Ahlullah, no doubt Allah Azza wa Jalla says Salam to you, and this Jibraeel (a.s.) is with you in the house, and he is saying that Allah Azza wa Jalla is saying “I have made a trial for your enemies, what do you all say?” They said: Ya Rasool Allah sawaw we are patient on the Amr of Allah and what decree He has sent down until we go in the Presence of Allah and get abundant reward from Him, and we have heard that He has promised every good for the patient ones. Then Rasool Allah sawaw started weeping, so much so that his lamenting was heard outside the house. Then this verse was revealed, “And We have made some of you as trial for others: Will you be patient? And you Rabb is ever Seeing” they are the patient ones, such patience as they said. ( al-Burhan, v5, p438)</w:t>
      </w:r>
    </w:p>
    <w:p w:rsidR="001A403D" w:rsidRDefault="001A403D" w:rsidP="009229E3">
      <w:pPr>
        <w:pStyle w:val="libCenterBold1"/>
      </w:pPr>
      <w:r>
        <w:t>Lesson:</w:t>
      </w:r>
    </w:p>
    <w:p w:rsidR="001A403D" w:rsidRDefault="001A403D" w:rsidP="001A403D">
      <w:pPr>
        <w:pStyle w:val="libNormal"/>
      </w:pPr>
      <w:r>
        <w:t>1-Allah Rahman &amp; Raheem does not test His beloved personalities, Masumeen asws are His Mashiyat. This test &amp; trial is for all humans and other creations that Allah has demanded Mawaddat (devotion) of Masumeen asws, so the test of the creations is what they give, Mawaddat or hardship &amp; injustice? Whose hand could reach, he martyred Masoomeen asws with hand using sword or poison. Whose hand could not reach, he tortured with tongue, put allegations, called names, denied testimony of Walayat, considered Masumeen asws exactly like themselves. These are all trials for the creations.</w:t>
      </w:r>
    </w:p>
    <w:p w:rsidR="001A403D" w:rsidRDefault="001A403D" w:rsidP="001A403D">
      <w:pPr>
        <w:pStyle w:val="libNormal"/>
      </w:pPr>
      <w:r>
        <w:t>2-Before the hardships &amp; tragedy Rasool Allah sawaw lamented while mentioning (reading Majlis) Masa’ib of Aal-e-Mohammad asws. Similarly previous Prophets (a.s.) wept in Karbala and shed their blood. To weep in the grief of Masumeen asws, to shed blood to pay homage is Sunnah of the Prophets (a.s.) and will of Allah.</w:t>
      </w:r>
    </w:p>
    <w:p w:rsidR="001A403D" w:rsidRDefault="001A403D" w:rsidP="00385B48">
      <w:pPr>
        <w:pStyle w:val="libAr"/>
      </w:pPr>
      <w:r>
        <w:rPr>
          <w:rFonts w:hint="eastAsia"/>
          <w:rtl/>
        </w:rPr>
        <w:t>وَقَدِمۡنَآ</w:t>
      </w:r>
      <w:r>
        <w:rPr>
          <w:rtl/>
        </w:rPr>
        <w:t xml:space="preserve"> إِلَىٰ مَا عَمِلُواْ مِنۡ عَمَلٍ۬ فَجَعَلۡنَـٰهُ هَبَآءً۬ مَّنثُورًا (٢٣</w:t>
      </w:r>
      <w:r w:rsidR="009229E3">
        <w:rPr>
          <w:rtl/>
        </w:rPr>
        <w:t>)</w:t>
      </w:r>
    </w:p>
    <w:p w:rsidR="001A403D" w:rsidRDefault="001A403D" w:rsidP="00E36567">
      <w:pPr>
        <w:pStyle w:val="libBoldItalic"/>
      </w:pPr>
      <w:r>
        <w:t>And We will attend to what they did in deeds and make scattered dust particles. (23)</w:t>
      </w:r>
    </w:p>
    <w:p w:rsidR="001A403D" w:rsidRDefault="001A403D" w:rsidP="00E36567">
      <w:pPr>
        <w:pStyle w:val="libNormal"/>
      </w:pPr>
      <w:r>
        <w:t xml:space="preserve">1-Imam Mohammad Baqir asws said: On the day of Qiyamah, Allah will resurrect a nation, in front of them Noor will be spread like a sheet, then it will be commanded to that (Noor of good deeds), “Be scattered dust.” By Allah, those people were used to keep fasts and say prayers as well, but when some Haraam was presented to them then they were accepting it, and when something was told from the Faza’il of Amirul Momineen asws then </w:t>
      </w:r>
      <w:r>
        <w:lastRenderedPageBreak/>
        <w:t>they were denying it. And “Haba’an Mansoora” are those which you see in the sun rays coming through the vent in the house. (al-Burhan, v5, p440)</w:t>
      </w:r>
    </w:p>
    <w:p w:rsidR="001A403D" w:rsidRDefault="001A403D" w:rsidP="00E36567">
      <w:pPr>
        <w:pStyle w:val="libNormal"/>
      </w:pPr>
      <w:r>
        <w:t>2-Rasool Allah sawaw said: What has happened to the people, when Aal-e-Ibraheem (a.s.) is mentioned in front of them, then they are happy, faces are bright, and when Aal-e-Mohammad asws are mentioned in front of them then their hearts shrivel? I swear by Him in Whose Hand is life of Mohammad sawaw, if a person brings even equal to the deeds of seventy Prophets (a.s.), Allah will not accept from him until he brings my Walayat and Walayat of my Ahlul Bait asws. (al-Burhan, v5, p444)</w:t>
      </w:r>
    </w:p>
    <w:p w:rsidR="001A403D" w:rsidRDefault="001A403D" w:rsidP="009229E3">
      <w:pPr>
        <w:pStyle w:val="libCenterBold1"/>
      </w:pPr>
      <w:r>
        <w:t>Lesson:</w:t>
      </w:r>
    </w:p>
    <w:p w:rsidR="001A403D" w:rsidRDefault="001A403D" w:rsidP="001A403D">
      <w:pPr>
        <w:pStyle w:val="libNormal"/>
      </w:pPr>
      <w:r>
        <w:t>1-This is a point to ponder for those who are doing blind Taqleed of Majoosi Muqassir Mullas: They are reading Namaz, keeping fasts, giving Zakat &amp; Khums, doing Hajj, and doing all other good deeds, but when Muqassir Mulla declares any Haraam-e-Mohammadi as Halaal and presents it to Muqallideen, they accept it immediately as Halaal according to Fatwa, while in fact that thing is Haraam, then by doing such things their hearts become afraid of Faza’il of Maola Ali asws, and next they become proud about their own good deeds &amp; guarantee of Muqassir Mujtahid. The good deeds of such people will be blown away after making them dust. Deeds equal to the deeds of seventy Prophets (a.s.) can not compete Walayat-e-Ali asws, then what is the capacity of Majoosi Muqassir Mullas who oppose Walayat-e-Ali asws!</w:t>
      </w:r>
    </w:p>
    <w:p w:rsidR="001A403D" w:rsidRDefault="001A403D" w:rsidP="00385B48">
      <w:pPr>
        <w:pStyle w:val="libAr"/>
      </w:pPr>
      <w:r>
        <w:rPr>
          <w:rFonts w:hint="eastAsia"/>
          <w:rtl/>
        </w:rPr>
        <w:t>وَيَوۡمَ</w:t>
      </w:r>
      <w:r>
        <w:rPr>
          <w:rtl/>
        </w:rPr>
        <w:t xml:space="preserve"> تَشَقَّقُ </w:t>
      </w:r>
      <w:r>
        <w:rPr>
          <w:rFonts w:hint="cs"/>
          <w:rtl/>
        </w:rPr>
        <w:t>ٱ</w:t>
      </w:r>
      <w:r>
        <w:rPr>
          <w:rFonts w:hint="eastAsia"/>
          <w:rtl/>
        </w:rPr>
        <w:t>لسَّمَآءُ</w:t>
      </w:r>
      <w:r>
        <w:rPr>
          <w:rtl/>
        </w:rPr>
        <w:t xml:space="preserve"> بِ</w:t>
      </w:r>
      <w:r>
        <w:rPr>
          <w:rFonts w:hint="cs"/>
          <w:rtl/>
        </w:rPr>
        <w:t>ٱ</w:t>
      </w:r>
      <w:r>
        <w:rPr>
          <w:rFonts w:hint="eastAsia"/>
          <w:rtl/>
        </w:rPr>
        <w:t>لۡغَمَـٰمِ</w:t>
      </w:r>
      <w:r>
        <w:rPr>
          <w:rtl/>
        </w:rPr>
        <w:t xml:space="preserve"> وَنُزِّلَ </w:t>
      </w:r>
      <w:r>
        <w:rPr>
          <w:rFonts w:hint="cs"/>
          <w:rtl/>
        </w:rPr>
        <w:t>ٱ</w:t>
      </w:r>
      <w:r>
        <w:rPr>
          <w:rFonts w:hint="eastAsia"/>
          <w:rtl/>
        </w:rPr>
        <w:t>لۡمَلَـٰٓ</w:t>
      </w:r>
      <w:r>
        <w:rPr>
          <w:rFonts w:hint="cs"/>
          <w:rtl/>
        </w:rPr>
        <w:t>ٮِٕ</w:t>
      </w:r>
      <w:r>
        <w:rPr>
          <w:rFonts w:hint="eastAsia"/>
          <w:rtl/>
        </w:rPr>
        <w:t>كَةُ</w:t>
      </w:r>
      <w:r>
        <w:rPr>
          <w:rtl/>
        </w:rPr>
        <w:t xml:space="preserve"> تَنزِيلاً (٢٥</w:t>
      </w:r>
      <w:r w:rsidR="009229E3">
        <w:rPr>
          <w:rtl/>
        </w:rPr>
        <w:t>)</w:t>
      </w:r>
      <w:r>
        <w:rPr>
          <w:rtl/>
        </w:rPr>
        <w:t xml:space="preserve"> </w:t>
      </w:r>
      <w:r>
        <w:rPr>
          <w:rFonts w:hint="cs"/>
          <w:rtl/>
        </w:rPr>
        <w:t>ٱ</w:t>
      </w:r>
      <w:r>
        <w:rPr>
          <w:rFonts w:hint="eastAsia"/>
          <w:rtl/>
        </w:rPr>
        <w:t>لۡمُلۡكُ</w:t>
      </w:r>
      <w:r>
        <w:rPr>
          <w:rtl/>
        </w:rPr>
        <w:t xml:space="preserve"> يَوۡمَ</w:t>
      </w:r>
      <w:r>
        <w:rPr>
          <w:rFonts w:hint="cs"/>
          <w:rtl/>
        </w:rPr>
        <w:t>ٮِٕ</w:t>
      </w:r>
      <w:r>
        <w:rPr>
          <w:rFonts w:hint="eastAsia"/>
          <w:rtl/>
        </w:rPr>
        <w:t>ذٍ</w:t>
      </w:r>
      <w:r>
        <w:rPr>
          <w:rtl/>
        </w:rPr>
        <w:t xml:space="preserve"> </w:t>
      </w:r>
      <w:r>
        <w:rPr>
          <w:rFonts w:hint="cs"/>
          <w:rtl/>
        </w:rPr>
        <w:t>ٱ</w:t>
      </w:r>
      <w:r>
        <w:rPr>
          <w:rFonts w:hint="eastAsia"/>
          <w:rtl/>
        </w:rPr>
        <w:t>لۡحَقُّ</w:t>
      </w:r>
      <w:r>
        <w:rPr>
          <w:rtl/>
        </w:rPr>
        <w:t xml:space="preserve"> لِلرَّحۡمَـٰنِ‌ۚ وَ</w:t>
      </w:r>
      <w:r w:rsidR="001E6BAB" w:rsidRPr="001E6BAB">
        <w:rPr>
          <w:rFonts w:hint="cs"/>
          <w:rtl/>
        </w:rPr>
        <w:t>ک</w:t>
      </w:r>
      <w:r>
        <w:rPr>
          <w:rFonts w:hint="eastAsia"/>
          <w:rtl/>
        </w:rPr>
        <w:t>انَ</w:t>
      </w:r>
      <w:r>
        <w:rPr>
          <w:rtl/>
        </w:rPr>
        <w:t xml:space="preserve"> يَوۡمًا عَلَى </w:t>
      </w:r>
      <w:r>
        <w:rPr>
          <w:rFonts w:hint="cs"/>
          <w:rtl/>
        </w:rPr>
        <w:t>ٱ</w:t>
      </w:r>
      <w:r>
        <w:rPr>
          <w:rFonts w:hint="eastAsia"/>
          <w:rtl/>
        </w:rPr>
        <w:t>لۡكَـٰفِرِينَ</w:t>
      </w:r>
      <w:r>
        <w:rPr>
          <w:rtl/>
        </w:rPr>
        <w:t xml:space="preserve"> عَسِيرً۬ا (٢٦</w:t>
      </w:r>
      <w:r w:rsidR="009229E3">
        <w:rPr>
          <w:rtl/>
        </w:rPr>
        <w:t>)</w:t>
      </w:r>
      <w:r>
        <w:rPr>
          <w:rtl/>
        </w:rPr>
        <w:t xml:space="preserve"> وَيَوۡمَ يَعَضُّ </w:t>
      </w:r>
      <w:r>
        <w:rPr>
          <w:rFonts w:hint="cs"/>
          <w:rtl/>
        </w:rPr>
        <w:t>ٱ</w:t>
      </w:r>
      <w:r>
        <w:rPr>
          <w:rFonts w:hint="eastAsia"/>
          <w:rtl/>
        </w:rPr>
        <w:t>لظَّالِمُ</w:t>
      </w:r>
      <w:r>
        <w:rPr>
          <w:rtl/>
        </w:rPr>
        <w:t xml:space="preserve"> عَلَىٰ يَدَيۡهِ يَقُولُ يَـٰلَيۡتَنِى </w:t>
      </w:r>
      <w:r>
        <w:rPr>
          <w:rFonts w:hint="cs"/>
          <w:rtl/>
        </w:rPr>
        <w:t>ٱ</w:t>
      </w:r>
      <w:r>
        <w:rPr>
          <w:rFonts w:hint="eastAsia"/>
          <w:rtl/>
        </w:rPr>
        <w:t>تَّخَذۡتُ</w:t>
      </w:r>
      <w:r>
        <w:rPr>
          <w:rtl/>
        </w:rPr>
        <w:t xml:space="preserve"> مَعَ </w:t>
      </w:r>
      <w:r>
        <w:rPr>
          <w:rFonts w:hint="cs"/>
          <w:rtl/>
        </w:rPr>
        <w:t>ٱ</w:t>
      </w:r>
      <w:r>
        <w:rPr>
          <w:rFonts w:hint="eastAsia"/>
          <w:rtl/>
        </w:rPr>
        <w:t>لرَّسُولِ</w:t>
      </w:r>
      <w:r>
        <w:rPr>
          <w:rtl/>
        </w:rPr>
        <w:t xml:space="preserve"> سَبِيلاً۬ (٢٧</w:t>
      </w:r>
      <w:r w:rsidR="009229E3">
        <w:rPr>
          <w:rtl/>
        </w:rPr>
        <w:t>)</w:t>
      </w:r>
      <w:r>
        <w:rPr>
          <w:rtl/>
        </w:rPr>
        <w:t xml:space="preserve"> يَـٰوَيۡلَتَىٰ لَيۡتَنِى لَمۡ أَتَّخِذۡ فُلَانًا خَلِيلاً۬ (٢٨</w:t>
      </w:r>
      <w:r w:rsidR="009229E3">
        <w:rPr>
          <w:rtl/>
        </w:rPr>
        <w:t>)</w:t>
      </w:r>
      <w:r>
        <w:rPr>
          <w:rtl/>
        </w:rPr>
        <w:t xml:space="preserve"> لَّقَدۡ أَضَلَّنِى عَنِ </w:t>
      </w:r>
      <w:r>
        <w:rPr>
          <w:rFonts w:hint="cs"/>
          <w:rtl/>
        </w:rPr>
        <w:t>ٱ</w:t>
      </w:r>
      <w:r>
        <w:rPr>
          <w:rFonts w:hint="eastAsia"/>
          <w:rtl/>
        </w:rPr>
        <w:t>لذِّ</w:t>
      </w:r>
      <w:r w:rsidR="001E6BAB" w:rsidRPr="001E6BAB">
        <w:rPr>
          <w:rFonts w:hint="cs"/>
          <w:rtl/>
        </w:rPr>
        <w:t>ک</w:t>
      </w:r>
      <w:r w:rsidRPr="00595365">
        <w:rPr>
          <w:rFonts w:hint="cs"/>
          <w:rtl/>
        </w:rPr>
        <w:t>ۡ</w:t>
      </w:r>
      <w:r>
        <w:rPr>
          <w:rFonts w:hint="eastAsia"/>
          <w:rtl/>
        </w:rPr>
        <w:t>رِ</w:t>
      </w:r>
      <w:r>
        <w:rPr>
          <w:rtl/>
        </w:rPr>
        <w:t xml:space="preserve"> بَعۡدَ إِذۡ جَآءَنِى‌ۗ وَ</w:t>
      </w:r>
      <w:r w:rsidR="001E6BAB" w:rsidRPr="001E6BAB">
        <w:rPr>
          <w:rFonts w:hint="cs"/>
          <w:rtl/>
        </w:rPr>
        <w:t>ک</w:t>
      </w:r>
      <w:r>
        <w:rPr>
          <w:rFonts w:hint="eastAsia"/>
          <w:rtl/>
        </w:rPr>
        <w:t>انَ</w:t>
      </w:r>
      <w:r>
        <w:rPr>
          <w:rtl/>
        </w:rPr>
        <w:t xml:space="preserve"> </w:t>
      </w:r>
      <w:r>
        <w:rPr>
          <w:rFonts w:hint="cs"/>
          <w:rtl/>
        </w:rPr>
        <w:t>ٱ</w:t>
      </w:r>
      <w:r>
        <w:rPr>
          <w:rFonts w:hint="eastAsia"/>
          <w:rtl/>
        </w:rPr>
        <w:t>لشَّيۡطَـٰنُ</w:t>
      </w:r>
      <w:r>
        <w:rPr>
          <w:rtl/>
        </w:rPr>
        <w:t xml:space="preserve"> لِلۡإِنسَـٰنِ خَذُولاً۬ (٢٩</w:t>
      </w:r>
      <w:r w:rsidR="009229E3">
        <w:rPr>
          <w:rtl/>
        </w:rPr>
        <w:t>)</w:t>
      </w:r>
      <w:r>
        <w:rPr>
          <w:rtl/>
        </w:rPr>
        <w:t xml:space="preserve"> وَقَالَ </w:t>
      </w:r>
      <w:r>
        <w:rPr>
          <w:rFonts w:hint="cs"/>
          <w:rtl/>
        </w:rPr>
        <w:t>ٱ</w:t>
      </w:r>
      <w:r>
        <w:rPr>
          <w:rFonts w:hint="eastAsia"/>
          <w:rtl/>
        </w:rPr>
        <w:t>لرَّسُولُ</w:t>
      </w:r>
      <w:r>
        <w:rPr>
          <w:rtl/>
        </w:rPr>
        <w:t xml:space="preserve"> يَـٰرَبِّ إِنَّ قَوۡمِى </w:t>
      </w:r>
      <w:r>
        <w:rPr>
          <w:rFonts w:hint="cs"/>
          <w:rtl/>
        </w:rPr>
        <w:t>ٱ</w:t>
      </w:r>
      <w:r>
        <w:rPr>
          <w:rFonts w:hint="eastAsia"/>
          <w:rtl/>
        </w:rPr>
        <w:t>تَّخَذُواْ</w:t>
      </w:r>
      <w:r>
        <w:rPr>
          <w:rtl/>
        </w:rPr>
        <w:t xml:space="preserve"> هَـٰذَا </w:t>
      </w:r>
      <w:r>
        <w:rPr>
          <w:rFonts w:hint="cs"/>
          <w:rtl/>
        </w:rPr>
        <w:t>ٱ</w:t>
      </w:r>
      <w:r>
        <w:rPr>
          <w:rFonts w:hint="eastAsia"/>
          <w:rtl/>
        </w:rPr>
        <w:t>لۡقُرۡءَانَ</w:t>
      </w:r>
      <w:r>
        <w:rPr>
          <w:rtl/>
        </w:rPr>
        <w:t xml:space="preserve"> مَهۡجُورً۬ا (٣٠</w:t>
      </w:r>
      <w:r w:rsidR="009229E3">
        <w:rPr>
          <w:rtl/>
        </w:rPr>
        <w:t>)</w:t>
      </w:r>
    </w:p>
    <w:p w:rsidR="001A403D" w:rsidRDefault="001A403D" w:rsidP="00E36567">
      <w:pPr>
        <w:pStyle w:val="libBoldItalic"/>
      </w:pPr>
      <w:r>
        <w:t>And the day when the heaven will split apart with the Ghamaam and the angels will be sent down in successive descent. (25) The True Sovereignty on that day belongs to the Rahman, and that day will be difficult for the disbelievers. (26) And on the day when the wrong-doer gnaws his hands, he will say: Ah, would that I had chosen Sabeel together with the Rasool.(27) Alas for me! Ah, would that I had never taken Fulana (that one) as a friend! (28) He verily led me astray from the Zikr after he has come to me. And Shaitan was ever deserter to man. (29) And the Rasool will say: O my Rabb! No doubt my Ummah made this Quran abandoned. (30)</w:t>
      </w:r>
    </w:p>
    <w:p w:rsidR="001A403D" w:rsidRDefault="001A403D" w:rsidP="00E36567">
      <w:pPr>
        <w:pStyle w:val="libNormal"/>
      </w:pPr>
      <w:r>
        <w:t>1-Imam Jafar Sadiq asws said: Ghamaam is Amirul Momineen asws. (al-Burhan, v5, p446)</w:t>
      </w:r>
    </w:p>
    <w:p w:rsidR="001A403D" w:rsidRDefault="001A403D" w:rsidP="00E36567">
      <w:pPr>
        <w:pStyle w:val="libNormal"/>
      </w:pPr>
      <w:r>
        <w:t>2-Imam Jafar Sadiq asws said about the saying of Allah “Ah, would that I had chosen Sabeel together with the Rasool”: It means Ali bin Abi Talib asws. (al-Burhan, v5, p446)</w:t>
      </w:r>
    </w:p>
    <w:p w:rsidR="001A403D" w:rsidRDefault="001A403D" w:rsidP="00E36567">
      <w:pPr>
        <w:pStyle w:val="libNormal"/>
      </w:pPr>
      <w:r>
        <w:lastRenderedPageBreak/>
        <w:t>3- “Alas for me! Ah, would that I had never taken Fulana as a friend! He verily led me astray from the Zikr after he has come to me. And Shaitan was ever deserter to man” so I am that Zikr which they lost, and I am that Sabeel from which they deviated, and I am that Eman which they denied &amp; disbelieved, and I am that Quran which they abandoned, and I am that Deen which they belied, and I am that Sirat from which they went astray.” (extract from sermon, Amirul Momineen asws) (al-Burhan, v5, p451)</w:t>
      </w:r>
    </w:p>
    <w:p w:rsidR="001A403D" w:rsidRDefault="001A403D" w:rsidP="009229E3">
      <w:pPr>
        <w:pStyle w:val="libCenterBold1"/>
      </w:pPr>
      <w:r>
        <w:t>Lesson:</w:t>
      </w:r>
    </w:p>
    <w:p w:rsidR="001A403D" w:rsidRDefault="001A403D" w:rsidP="001A403D">
      <w:pPr>
        <w:pStyle w:val="libNormal"/>
      </w:pPr>
      <w:r>
        <w:t>1-On the day of Qiyamah, Maola Ali asws will come by splitting apart the sky like wall of Ka’ba, and the Angels (a.s.) will be accompanying him as guard of honour. On seeing this deniers of Walayat will be in distress, Muqassireen will see the reality that in the world they were considering him a human like themselves but he is coming down by splitting the heavens. Then those who do injustice to Walayat-e-Ali asws, will start gnawing their hands in despair &amp; grief, and they will say, “Alas for me now, would that I had not made Fulana Muqassir Mulla as my Guardian (Wali), he made me doubtful about Maola Ali asws that Zikr of Ali asws is not part of Kalima and Azaan &amp; Aqamat, and Namaz will nullify by reciting testimony of Walayat-e-Ali asws, although I had heard the proof of Zikr of Ali asws that it is present in both Quran &amp; Hadees, but I thought that let me accept what Majoosi Mulla says because he is very famous in the world, alas Majoosi Shaitan are found to be big deserters.</w:t>
      </w:r>
    </w:p>
    <w:p w:rsidR="001A403D" w:rsidRDefault="001A403D" w:rsidP="001A403D">
      <w:pPr>
        <w:pStyle w:val="libNormal"/>
      </w:pPr>
      <w:r>
        <w:t>Then on seeing Maola Ali asws, Rasool Allah sawaw will testify to Allah Azza wa Jalla that these are the deniers of Walayat-e-Ali asws who abandoned this Quran-e-Natiq Ali asws, and turned away from him, they even did not like to do his Zikr, they were prohibiting others to call his name loudly in Masajid. Then what the Justice of Allah will give judgement, everyone knows at least little bit in his heart!</w:t>
      </w:r>
    </w:p>
    <w:p w:rsidR="001A403D" w:rsidRDefault="001A403D" w:rsidP="00385B48">
      <w:pPr>
        <w:pStyle w:val="libAr"/>
      </w:pPr>
      <w:r>
        <w:rPr>
          <w:rFonts w:hint="cs"/>
          <w:rtl/>
        </w:rPr>
        <w:t>ٱ</w:t>
      </w:r>
      <w:r>
        <w:rPr>
          <w:rFonts w:hint="eastAsia"/>
          <w:rtl/>
        </w:rPr>
        <w:t>لَّذِينَ</w:t>
      </w:r>
      <w:r>
        <w:rPr>
          <w:rtl/>
        </w:rPr>
        <w:t xml:space="preserve"> يُحۡشَرُونَ عَلَىٰ وُجُوهِهِمۡ إِلَىٰ جَهَنَّمَ أُوْلَـٰٓ</w:t>
      </w:r>
      <w:r>
        <w:rPr>
          <w:rFonts w:hint="cs"/>
          <w:rtl/>
        </w:rPr>
        <w:t>ٮِٕ</w:t>
      </w:r>
      <w:r>
        <w:rPr>
          <w:rFonts w:hint="eastAsia"/>
          <w:rtl/>
        </w:rPr>
        <w:t>كَ</w:t>
      </w:r>
      <w:r>
        <w:rPr>
          <w:rtl/>
        </w:rPr>
        <w:t xml:space="preserve"> شَرٌّ۬ مَّكَانً۬ا وَأَضَلُّ سَبِيلاً۬ (٣٤</w:t>
      </w:r>
      <w:r w:rsidR="009229E3">
        <w:rPr>
          <w:rtl/>
        </w:rPr>
        <w:t>)</w:t>
      </w:r>
    </w:p>
    <w:p w:rsidR="001A403D" w:rsidRDefault="001A403D" w:rsidP="00E36567">
      <w:pPr>
        <w:pStyle w:val="libBoldItalic"/>
      </w:pPr>
      <w:r>
        <w:t>Those who will be gathered on their faces to Hell: those are worse in position and further astray from the Sabeel (way). (34)</w:t>
      </w:r>
    </w:p>
    <w:p w:rsidR="001A403D" w:rsidRDefault="001A403D" w:rsidP="00E36567">
      <w:pPr>
        <w:pStyle w:val="libNormal"/>
      </w:pPr>
      <w:r>
        <w:t>1-Ka’ab said about such people in a lengthy narration: They are those who were misguided and renegades and covenant breakers. They only sent forward evil deeds for themselves to meet Allah by fighting against Khalifa &amp; Wasi asws of their Nabi sawaw, who is their Alim, their Syyed and chief and superior, bearer of Lawa-e-Hamd (Flag of Praise), and owner of Hawz-e-Kauser, and to whom hopes are tied. And whoever tied a hope to anyone else besides this Alim (asws), he slipped from the required destination and perished and fell into Fire. That Alim is Maola Ali asws. (al-Burhan, v5, p456)</w:t>
      </w:r>
    </w:p>
    <w:p w:rsidR="001A403D" w:rsidRDefault="001A403D" w:rsidP="009229E3">
      <w:pPr>
        <w:pStyle w:val="libCenterBold1"/>
      </w:pPr>
      <w:r>
        <w:t>Lesson:</w:t>
      </w:r>
    </w:p>
    <w:p w:rsidR="001A403D" w:rsidRDefault="001A403D" w:rsidP="001A403D">
      <w:pPr>
        <w:pStyle w:val="libNormal"/>
      </w:pPr>
      <w:r>
        <w:t xml:space="preserve">1-After breaking the promise &amp; covenant of Walayat-e-Ali asws and turning away from it, the end result of making an Alim who is “made in world” as Wali (guardian) is too much horrible. Real Alim is that in whose knowledge there is no ignorance. Alims are only Masumeen asws. Books </w:t>
      </w:r>
      <w:r>
        <w:lastRenderedPageBreak/>
        <w:t>are full with proofs of ignorance of Muqassir Mullas, e.g. a lot of differences among their Fatawa for the same single issue, it means that they have no understanding of Deen at all, because the base of difference is ignorance. Where there is knowledge there is no difference. Such ignorant Mullas have not even understood whole Quran so far, only they know little bit about five hundred verses.</w:t>
      </w:r>
    </w:p>
    <w:p w:rsidR="001A403D" w:rsidRDefault="001A403D" w:rsidP="00385B48">
      <w:pPr>
        <w:pStyle w:val="libAr"/>
      </w:pPr>
      <w:r>
        <w:rPr>
          <w:rFonts w:hint="eastAsia"/>
          <w:rtl/>
        </w:rPr>
        <w:t>وَلَقَدۡ</w:t>
      </w:r>
      <w:r>
        <w:rPr>
          <w:rtl/>
        </w:rPr>
        <w:t xml:space="preserve"> صَرَّفۡنَـٰهُ بَيۡنَ</w:t>
      </w:r>
      <w:r w:rsidR="001E6BAB" w:rsidRPr="001E6BAB">
        <w:rPr>
          <w:rFonts w:hint="cs"/>
          <w:rtl/>
        </w:rPr>
        <w:t>ه</w:t>
      </w:r>
      <w:r w:rsidRPr="00595365">
        <w:rPr>
          <w:rFonts w:hint="cs"/>
          <w:rtl/>
        </w:rPr>
        <w:t>مۡ لِيَذَّكَّرُواْ فَأَبَىٰٓ أَ</w:t>
      </w:r>
      <w:r w:rsidR="001E6BAB" w:rsidRPr="001E6BAB">
        <w:rPr>
          <w:rFonts w:hint="cs"/>
          <w:rtl/>
        </w:rPr>
        <w:t>ک</w:t>
      </w:r>
      <w:r w:rsidRPr="00595365">
        <w:rPr>
          <w:rFonts w:hint="cs"/>
          <w:rtl/>
        </w:rPr>
        <w:t>ۡ</w:t>
      </w:r>
      <w:r>
        <w:rPr>
          <w:rFonts w:hint="eastAsia"/>
          <w:rtl/>
        </w:rPr>
        <w:t>ثَرُ</w:t>
      </w:r>
      <w:r>
        <w:rPr>
          <w:rtl/>
        </w:rPr>
        <w:t xml:space="preserve"> </w:t>
      </w:r>
      <w:r>
        <w:rPr>
          <w:rFonts w:hint="cs"/>
          <w:rtl/>
        </w:rPr>
        <w:t>ٱ</w:t>
      </w:r>
      <w:r>
        <w:rPr>
          <w:rFonts w:hint="eastAsia"/>
          <w:rtl/>
        </w:rPr>
        <w:t>لنَّاسِ</w:t>
      </w:r>
      <w:r>
        <w:rPr>
          <w:rtl/>
        </w:rPr>
        <w:t xml:space="preserve"> إِلَّا </w:t>
      </w:r>
      <w:r w:rsidR="001E6BAB" w:rsidRPr="001E6BAB">
        <w:rPr>
          <w:rFonts w:hint="cs"/>
          <w:rtl/>
        </w:rPr>
        <w:t>ک</w:t>
      </w:r>
      <w:r>
        <w:rPr>
          <w:rFonts w:hint="eastAsia"/>
          <w:rtl/>
        </w:rPr>
        <w:t>فُورً۬ا</w:t>
      </w:r>
      <w:r>
        <w:rPr>
          <w:rtl/>
        </w:rPr>
        <w:t xml:space="preserve"> (٥٠</w:t>
      </w:r>
      <w:r w:rsidR="009229E3">
        <w:rPr>
          <w:rtl/>
        </w:rPr>
        <w:t>)</w:t>
      </w:r>
    </w:p>
    <w:p w:rsidR="001A403D" w:rsidRDefault="001A403D" w:rsidP="00E36567">
      <w:pPr>
        <w:pStyle w:val="libBoldItalic"/>
      </w:pPr>
      <w:r>
        <w:t>And verily We have explained it repeatedly among them that they may remember, but most of the people refused except denial. (50)</w:t>
      </w:r>
    </w:p>
    <w:p w:rsidR="001A403D" w:rsidRDefault="001A403D" w:rsidP="00E36567">
      <w:pPr>
        <w:pStyle w:val="libNormal"/>
      </w:pPr>
      <w:r>
        <w:t>1-Imam Mohammad Baqir asws said: The people of your Ummah refused everything except denial of Walayat-e-Ali asws. (al-Burhan, v5, p463)</w:t>
      </w:r>
    </w:p>
    <w:p w:rsidR="001A403D" w:rsidRDefault="001A403D" w:rsidP="009229E3">
      <w:pPr>
        <w:pStyle w:val="libCenterBold1"/>
      </w:pPr>
      <w:r>
        <w:t>Lesson:</w:t>
      </w:r>
    </w:p>
    <w:p w:rsidR="001A403D" w:rsidRDefault="001A403D" w:rsidP="001A403D">
      <w:pPr>
        <w:pStyle w:val="libNormal"/>
      </w:pPr>
      <w:r>
        <w:t>1-Those who neglect the right of Janbullah, they are holding denial of Walayat-e-Ali asws firmly against their chests, they will leave everything except this denial. Such people are not only doing Kufr but they are doing Shirk in Walayat as well.</w:t>
      </w:r>
    </w:p>
    <w:p w:rsidR="001A403D" w:rsidRDefault="001A403D" w:rsidP="00385B48">
      <w:pPr>
        <w:pStyle w:val="libAr"/>
      </w:pPr>
      <w:r>
        <w:rPr>
          <w:rFonts w:hint="eastAsia"/>
          <w:rtl/>
        </w:rPr>
        <w:t>وَهُوَ</w:t>
      </w:r>
      <w:r>
        <w:rPr>
          <w:rtl/>
        </w:rPr>
        <w:t xml:space="preserve"> </w:t>
      </w:r>
      <w:r>
        <w:rPr>
          <w:rFonts w:hint="cs"/>
          <w:rtl/>
        </w:rPr>
        <w:t>ٱ</w:t>
      </w:r>
      <w:r>
        <w:rPr>
          <w:rFonts w:hint="eastAsia"/>
          <w:rtl/>
        </w:rPr>
        <w:t>لَّذِى</w:t>
      </w:r>
      <w:r>
        <w:rPr>
          <w:rtl/>
        </w:rPr>
        <w:t xml:space="preserve"> خَلَقَ مِنَ </w:t>
      </w:r>
      <w:r>
        <w:rPr>
          <w:rFonts w:hint="cs"/>
          <w:rtl/>
        </w:rPr>
        <w:t>ٱ</w:t>
      </w:r>
      <w:r>
        <w:rPr>
          <w:rFonts w:hint="eastAsia"/>
          <w:rtl/>
        </w:rPr>
        <w:t>لۡمَآءِ</w:t>
      </w:r>
      <w:r>
        <w:rPr>
          <w:rtl/>
        </w:rPr>
        <w:t xml:space="preserve"> بَشَرً۬ا فَجَعَلَهُ </w:t>
      </w:r>
      <w:r>
        <w:rPr>
          <w:rFonts w:hint="cs"/>
          <w:rtl/>
        </w:rPr>
        <w:t>ۥ</w:t>
      </w:r>
      <w:r>
        <w:rPr>
          <w:rtl/>
        </w:rPr>
        <w:t xml:space="preserve"> نَسَبً۬ا وَصِهۡرً۬ا‌ۗ وَكَانَ رَبُّكَ قَدِيرً۬ا (٥٤</w:t>
      </w:r>
      <w:r w:rsidR="009229E3">
        <w:rPr>
          <w:rtl/>
        </w:rPr>
        <w:t>)</w:t>
      </w:r>
    </w:p>
    <w:p w:rsidR="001A403D" w:rsidRDefault="001A403D" w:rsidP="00E36567">
      <w:pPr>
        <w:pStyle w:val="libBoldItalic"/>
      </w:pPr>
      <w:r>
        <w:t>And He it is Who has created a human from the Water (liquid Noor), and made for him relatives by blood and relatives by marriage; and your Rabb is ever Omnipotent. (54)</w:t>
      </w:r>
    </w:p>
    <w:p w:rsidR="001A403D" w:rsidRDefault="001A403D" w:rsidP="00E36567">
      <w:pPr>
        <w:pStyle w:val="libNormal"/>
      </w:pPr>
      <w:r>
        <w:t>1-Rasool Allah sawaw said: No doubt, Allah Azza wa Jalla created a Water under the Arsh three thousand years before the creation of Adam (a.s.), and placed it in a green pearl and kept it hidden in His Knowledge until He created Adam (a.s.). So when created Adam (a.s.) then transferred Water from that pearl and placed it in the Sulb (progeny) of Adam (a.s.), when he was about to return to Allah, then he transferred it to Shees (a.s.). So in this manner this Water (Noor) kept transferring from one descendant to other until it came to Abdul Muttalib (a.s.). Then Allah Azza wa Jalla divided it into two parts, half part went to my father Abdullah (a.s.) and half to Abu Talib (a.s.), so I am from half Water and Ali asws from other half. Thus Ali asws is my brother in the world and Hereafter. Then he recited, “And He it is Who has created a human from the Water (liquid Noor), and made for him relatives by blood and relatives by marriage; and your Rabb is ever Omnipotent” (al-Burhan, v5, p466)</w:t>
      </w:r>
    </w:p>
    <w:p w:rsidR="001A403D" w:rsidRDefault="001A403D" w:rsidP="00E36567">
      <w:pPr>
        <w:pStyle w:val="libNormal"/>
      </w:pPr>
      <w:r>
        <w:t>2-Ibne Abbas (r.a.) narrated: This verse was revealed about Nabi Akram sawaw and Imam Ali asws. Nabi Akram sawaw married his Part (Biz’ah) daughter to Ali Murtaza asws, and he is son of his uncle, so he (sawaw) is relative of blood &amp; marriage for him (asws). (al-Burhan, v5, p464)</w:t>
      </w:r>
    </w:p>
    <w:p w:rsidR="001A403D" w:rsidRDefault="001A403D" w:rsidP="00E36567">
      <w:pPr>
        <w:pStyle w:val="libNormal"/>
      </w:pPr>
      <w:r>
        <w:t>3-Imam Jafar Sadiq asws said: If Allah would not have created Amirul Momineen asws, then there would not be any equal of Fatima asws on the earth, whether he is Adam (a.s.) or anyone else. (al-Burhan, v5, p468)</w:t>
      </w:r>
    </w:p>
    <w:p w:rsidR="001A403D" w:rsidRDefault="001A403D" w:rsidP="00E36567">
      <w:pPr>
        <w:pStyle w:val="libNormal"/>
      </w:pPr>
      <w:r>
        <w:t>4-Rasool Allah sawaw said: If Allah would not have created Ali ibne Abi Talib asws, then there was no equal of Fatima asws. (al-Burhan, v5, p468)</w:t>
      </w:r>
    </w:p>
    <w:p w:rsidR="001A403D" w:rsidRDefault="001A403D" w:rsidP="009229E3">
      <w:pPr>
        <w:pStyle w:val="libCenterBold1"/>
      </w:pPr>
      <w:r>
        <w:t>Lesson:</w:t>
      </w:r>
    </w:p>
    <w:p w:rsidR="001A403D" w:rsidRDefault="001A403D" w:rsidP="001A403D">
      <w:pPr>
        <w:pStyle w:val="libNormal"/>
      </w:pPr>
      <w:r>
        <w:lastRenderedPageBreak/>
        <w:t>1-Arsh is the Knowledge of Allah, in which Allah kept hidden for many thousand light years before the creation of the universe the Noor of Masumeen asws in a green pearl in His Treasures of Secrets. All these Ahadees are to make people understand some reality of Masumeen asws. Because when Masumeen asws were in Dahar then there was no account of time, time was not yet created. Masumeen asws are Mashiyatullah, as Allah wishes they wear that outfit. In heavens they appeared in outfit of Noor. Leave alone an ordinary human, even Olil Azm Rasool like Musa (a.s.) could not bear the sight of one flash of Noor, so Masumeen asws came in human outfit for our guidance so that people can have the honour of Ziyarat.</w:t>
      </w:r>
    </w:p>
    <w:p w:rsidR="00595365" w:rsidRDefault="001A403D" w:rsidP="001A403D">
      <w:pPr>
        <w:pStyle w:val="libNormal"/>
      </w:pPr>
      <w:r>
        <w:t>2-From Hazrat Adam (a.s.) to Hazrat Abdullah asws and Hazrat Imran Abu Talib asws, all the personalites through whom Noor of Masumeen asws was transferred, they are infallible Hujjat of Allah.</w:t>
      </w:r>
    </w:p>
    <w:p w:rsidR="001A403D" w:rsidRDefault="001A403D" w:rsidP="00385B48">
      <w:pPr>
        <w:pStyle w:val="libAr"/>
      </w:pPr>
      <w:r>
        <w:rPr>
          <w:rFonts w:hint="eastAsia"/>
          <w:rtl/>
        </w:rPr>
        <w:t>إِلَّا</w:t>
      </w:r>
      <w:r>
        <w:rPr>
          <w:rtl/>
        </w:rPr>
        <w:t xml:space="preserve"> مَن تَابَ وَءَامَنَ وَعَمِلَ عَمَلاً۬ صَـٰلِحً۬ا فَأُوْلَـٰٓ</w:t>
      </w:r>
      <w:r>
        <w:rPr>
          <w:rFonts w:hint="cs"/>
          <w:rtl/>
        </w:rPr>
        <w:t>ٮِٕ</w:t>
      </w:r>
      <w:r>
        <w:rPr>
          <w:rFonts w:hint="eastAsia"/>
          <w:rtl/>
        </w:rPr>
        <w:t>كَ</w:t>
      </w:r>
      <w:r>
        <w:rPr>
          <w:rtl/>
        </w:rPr>
        <w:t xml:space="preserve"> يُبَدِّلُ </w:t>
      </w:r>
      <w:r>
        <w:rPr>
          <w:rFonts w:hint="cs"/>
          <w:rtl/>
        </w:rPr>
        <w:t>ٱ</w:t>
      </w:r>
      <w:r>
        <w:rPr>
          <w:rFonts w:hint="eastAsia"/>
          <w:rtl/>
        </w:rPr>
        <w:t>للَّهُ</w:t>
      </w:r>
      <w:r>
        <w:rPr>
          <w:rtl/>
        </w:rPr>
        <w:t xml:space="preserve"> سَيِّـَٔاتِهِمۡ حَسَنَـٰتٍ۬‌ۗ وَكَانَ </w:t>
      </w:r>
      <w:r>
        <w:rPr>
          <w:rFonts w:hint="cs"/>
          <w:rtl/>
        </w:rPr>
        <w:t>ٱ</w:t>
      </w:r>
      <w:r>
        <w:rPr>
          <w:rFonts w:hint="eastAsia"/>
          <w:rtl/>
        </w:rPr>
        <w:t>للَّهُ</w:t>
      </w:r>
      <w:r>
        <w:rPr>
          <w:rtl/>
        </w:rPr>
        <w:t xml:space="preserve"> غَفُورً۬ا رَّحِيمً۬ا (٧٠</w:t>
      </w:r>
      <w:r w:rsidR="009229E3">
        <w:rPr>
          <w:rtl/>
        </w:rPr>
        <w:t>)</w:t>
      </w:r>
    </w:p>
    <w:p w:rsidR="001A403D" w:rsidRDefault="001A403D" w:rsidP="00E36567">
      <w:pPr>
        <w:pStyle w:val="libBoldItalic"/>
      </w:pPr>
      <w:r>
        <w:t>Except him who repents and believes and does righteous work; so for them Allah will replace their evil deeds with good deeds. And Allah is ever Forgiving, Merciful. (70)</w:t>
      </w:r>
    </w:p>
    <w:p w:rsidR="001A403D" w:rsidRDefault="001A403D" w:rsidP="00E36567">
      <w:pPr>
        <w:pStyle w:val="libNormal"/>
      </w:pPr>
      <w:r>
        <w:t>1-About the saying of Allah, “for such people Allah will replace their bad deeds with good deeds, and Allah is ever Forgiving Merciful” Imam Jafar Sadiq asws said: One sinful Momin will be presented on the day of Qiyamah, and he will be made to stand on the place of account. Then Allah Ta’ala will take his account Himself, and He will not inform anyone among the humans about his account. So Allah will remind him his sins, and when he will confess his sins, then Allah will tell to the writer, “Replace them with the good deeds and inform the people”, so then people will say, “This person has not even a single sin”, then Allah will order him to go to Paradise, and this is Taweel of this verse, and this is only specific for our sinful Shias. (al-Burhan, v5, p473)</w:t>
      </w:r>
    </w:p>
    <w:p w:rsidR="001A403D" w:rsidRDefault="001A403D" w:rsidP="00E36567">
      <w:pPr>
        <w:pStyle w:val="libNormal"/>
      </w:pPr>
      <w:r>
        <w:t>2-Rasool Allah sawaw said: The love of us the Ahlul Bait asws finishes the sins, and increases the good deeds many folds, and no doubt Allah will remove the injustice done to the people by the lovers of us Ahlul Bait asws except those sins in which is repetition and injustice to Momin. So Allah will order the sins, “Become virtues” (al-Burhan, v5, p476)</w:t>
      </w:r>
    </w:p>
    <w:p w:rsidR="001A403D" w:rsidRDefault="001A403D" w:rsidP="009229E3">
      <w:pPr>
        <w:pStyle w:val="libCenterBold1"/>
      </w:pPr>
      <w:r>
        <w:t>Lesson:</w:t>
      </w:r>
    </w:p>
    <w:p w:rsidR="001A403D" w:rsidRDefault="001A403D" w:rsidP="001A403D">
      <w:pPr>
        <w:pStyle w:val="libNormal"/>
      </w:pPr>
      <w:r>
        <w:t>1-Maola Ali asws said: When our lover meets Allah, and if he would have sins upon him equal to the foam of the ocean and particles of sand, Allah will surely forgive him, insha-Allah Ta’ala.</w:t>
      </w:r>
    </w:p>
    <w:p w:rsidR="001A403D" w:rsidRDefault="001A403D" w:rsidP="001A403D">
      <w:pPr>
        <w:pStyle w:val="libNormal"/>
      </w:pPr>
      <w:r>
        <w:t>2-The status of Za’ir of Maola Hussain asws is that one million virtues are recorded for one good deed, and the sin remains one, and where is even that one? When the guard Angel (a.s.) is about to write the sin, then Angels (a.s.) stop him, and when he does good deed then Angels (a.s.) say, “Now write it”, and such are those people whose sins Allah will replace with virtues. (summary of Qawl-e-Masoom asws)</w:t>
      </w:r>
    </w:p>
    <w:p w:rsidR="001A403D" w:rsidRDefault="001A403D" w:rsidP="001A403D">
      <w:pPr>
        <w:pStyle w:val="libNormal"/>
      </w:pPr>
      <w:r>
        <w:lastRenderedPageBreak/>
        <w:t>3-O denier of Walayat! Now you know how good deeds of those who prevent others from reciting testimony of Walayat-e-Ali asws and Azadari of Imam-e-Mazloom asws, will be blown away like dust by the wind.</w:t>
      </w:r>
    </w:p>
    <w:p w:rsidR="00EB2345" w:rsidRDefault="00EB2345" w:rsidP="00FC02E7">
      <w:pPr>
        <w:pStyle w:val="libNormal"/>
        <w:rPr>
          <w:rtl/>
        </w:rPr>
      </w:pPr>
      <w:r>
        <w:rPr>
          <w:rFonts w:hint="eastAsia"/>
        </w:rPr>
        <w:br w:type="page"/>
      </w:r>
    </w:p>
    <w:p w:rsidR="001A403D" w:rsidRDefault="00EB2345" w:rsidP="00EB2345">
      <w:pPr>
        <w:pStyle w:val="Heading1Center"/>
      </w:pPr>
      <w:bookmarkStart w:id="27" w:name="_Toc449789420"/>
      <w:r>
        <w:rPr>
          <w:rFonts w:hint="eastAsia"/>
          <w:rtl/>
        </w:rPr>
        <w:lastRenderedPageBreak/>
        <w:t>سُوۡرَةُ</w:t>
      </w:r>
      <w:r>
        <w:rPr>
          <w:rtl/>
        </w:rPr>
        <w:t xml:space="preserve"> </w:t>
      </w:r>
      <w:r w:rsidR="001A403D">
        <w:rPr>
          <w:rtl/>
        </w:rPr>
        <w:t>الشُّعَرَاء</w:t>
      </w:r>
      <w:bookmarkEnd w:id="27"/>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طسٓمٓ</w:t>
      </w:r>
      <w:r>
        <w:rPr>
          <w:rtl/>
        </w:rPr>
        <w:t xml:space="preserve"> (١</w:t>
      </w:r>
      <w:r w:rsidR="009229E3">
        <w:rPr>
          <w:rtl/>
        </w:rPr>
        <w:t>)</w:t>
      </w:r>
      <w:r>
        <w:rPr>
          <w:rtl/>
        </w:rPr>
        <w:t xml:space="preserve"> تِلۡكَ ءَايَـٰتُ </w:t>
      </w:r>
      <w:r>
        <w:rPr>
          <w:rFonts w:hint="cs"/>
          <w:rtl/>
        </w:rPr>
        <w:t>ٱ</w:t>
      </w:r>
      <w:r>
        <w:rPr>
          <w:rFonts w:hint="eastAsia"/>
          <w:rtl/>
        </w:rPr>
        <w:t>لۡكِتَـٰبِ</w:t>
      </w:r>
      <w:r>
        <w:rPr>
          <w:rtl/>
        </w:rPr>
        <w:t xml:space="preserve"> </w:t>
      </w:r>
      <w:r>
        <w:rPr>
          <w:rFonts w:hint="cs"/>
          <w:rtl/>
        </w:rPr>
        <w:t>ٱ</w:t>
      </w:r>
      <w:r>
        <w:rPr>
          <w:rFonts w:hint="eastAsia"/>
          <w:rtl/>
        </w:rPr>
        <w:t>لۡمُبِينِ</w:t>
      </w:r>
      <w:r>
        <w:rPr>
          <w:rtl/>
        </w:rPr>
        <w:t xml:space="preserve"> (٢</w:t>
      </w:r>
      <w:r w:rsidR="009229E3">
        <w:rPr>
          <w:rtl/>
        </w:rPr>
        <w:t>)</w:t>
      </w:r>
      <w:r>
        <w:rPr>
          <w:rtl/>
        </w:rPr>
        <w:t xml:space="preserve"> لَعَلَّكَ بَـٰخِعٌ۬ نَّفۡسَكَ أَلَّا يَكُونُواْ مُؤۡمِنِينَ (٣</w:t>
      </w:r>
      <w:r w:rsidR="009229E3">
        <w:rPr>
          <w:rtl/>
        </w:rPr>
        <w:t>)</w:t>
      </w:r>
      <w:r>
        <w:rPr>
          <w:rtl/>
        </w:rPr>
        <w:t xml:space="preserve"> إِن نَّشَأۡ نُنَزِّلۡ عَلَيۡ</w:t>
      </w:r>
      <w:r w:rsidR="001E6BAB" w:rsidRPr="001E6BAB">
        <w:rPr>
          <w:rFonts w:hint="cs"/>
          <w:rtl/>
        </w:rPr>
        <w:t>ه</w:t>
      </w:r>
      <w:r w:rsidRPr="00595365">
        <w:rPr>
          <w:rFonts w:hint="cs"/>
          <w:rtl/>
        </w:rPr>
        <w:t xml:space="preserve">م مِّنَ </w:t>
      </w:r>
      <w:r>
        <w:rPr>
          <w:rFonts w:hint="cs"/>
          <w:rtl/>
        </w:rPr>
        <w:t>ٱ</w:t>
      </w:r>
      <w:r>
        <w:rPr>
          <w:rFonts w:hint="eastAsia"/>
          <w:rtl/>
        </w:rPr>
        <w:t>لسَّمَآءِ</w:t>
      </w:r>
      <w:r>
        <w:rPr>
          <w:rtl/>
        </w:rPr>
        <w:t xml:space="preserve"> ءَايَةً۬ فَظَلَّتۡ أَعۡنَـٰقُهُمۡ لَهَا خَـٰضِعِينَ (٤</w:t>
      </w:r>
      <w:r w:rsidR="009229E3">
        <w:rPr>
          <w:rtl/>
        </w:rPr>
        <w:t>)</w:t>
      </w:r>
      <w:r>
        <w:rPr>
          <w:rtl/>
        </w:rPr>
        <w:t xml:space="preserve"> وَمَا يَأۡتِي</w:t>
      </w:r>
      <w:r w:rsidR="001E6BAB" w:rsidRPr="001E6BAB">
        <w:rPr>
          <w:rFonts w:hint="cs"/>
          <w:rtl/>
        </w:rPr>
        <w:t>ه</w:t>
      </w:r>
      <w:r w:rsidRPr="00595365">
        <w:rPr>
          <w:rFonts w:hint="cs"/>
          <w:rtl/>
        </w:rPr>
        <w:t>م مِّن ذِكۡرٍ۬ مّ</w:t>
      </w:r>
      <w:r>
        <w:rPr>
          <w:rFonts w:hint="eastAsia"/>
          <w:rtl/>
        </w:rPr>
        <w:t>ِنَ</w:t>
      </w:r>
      <w:r>
        <w:rPr>
          <w:rtl/>
        </w:rPr>
        <w:t xml:space="preserve"> </w:t>
      </w:r>
      <w:r>
        <w:rPr>
          <w:rFonts w:hint="cs"/>
          <w:rtl/>
        </w:rPr>
        <w:t>ٱ</w:t>
      </w:r>
      <w:r>
        <w:rPr>
          <w:rFonts w:hint="eastAsia"/>
          <w:rtl/>
        </w:rPr>
        <w:t>لرَّحۡمَـٰنِ</w:t>
      </w:r>
      <w:r>
        <w:rPr>
          <w:rtl/>
        </w:rPr>
        <w:t xml:space="preserve"> مُحۡدَثٍ إِلَّا كَانُواْ عَنۡهُ مُعۡرِضِينَ (٥</w:t>
      </w:r>
      <w:r w:rsidR="009229E3">
        <w:rPr>
          <w:rtl/>
        </w:rPr>
        <w:t>)</w:t>
      </w:r>
    </w:p>
    <w:p w:rsidR="001A403D" w:rsidRDefault="001A403D" w:rsidP="00E36567">
      <w:pPr>
        <w:pStyle w:val="libBoldItalic"/>
      </w:pPr>
      <w:r>
        <w:t>Ta Seen Meem. (1) These are the Ayaats of the clear Book. (2) Perhaps you would stake your life because they are not becoming Momineen. (3) If We will, We can send down on them from the sky an Ayat so that their necks would remain bowed humbly before it. (4) And no reminder comes to them anew from Rahman except that they turn away from it. (5)</w:t>
      </w:r>
    </w:p>
    <w:p w:rsidR="001A403D" w:rsidRDefault="001A403D" w:rsidP="00E36567">
      <w:pPr>
        <w:pStyle w:val="libNormal"/>
      </w:pPr>
      <w:r>
        <w:t>1-Imam Jafar Sadiq asws said: Ta Seen Meem means Talib, Mubda al Moeed. According to traditions it means Tooba, Sidra tul Muntaha, and Mohammad Mustafa sawaw as well. (al-Burhan, v5, p484)</w:t>
      </w:r>
    </w:p>
    <w:p w:rsidR="001A403D" w:rsidRDefault="001A403D" w:rsidP="00E36567">
      <w:pPr>
        <w:pStyle w:val="libNormal"/>
      </w:pPr>
      <w:r>
        <w:t>2-Rasool Allah sawaw said to Maola Ali asws: Ya Ali asws! I asked for love between you and me so He gave, and asked brotherhood between you and me so He gave, and asked to make you Wasi so He did. At that moment a person said: By God, one Sa’eh (3kg) dates in an old leather bag are better than that what Mohammad sawaw asked from his Rabb, why he does not ask for an angel who can help him against his enemies, or a treasure which can be useful to him in his days of hunger! Then Allah Ta’ala revealed, “Perhaps you would lose your life that they are not becoming Momineen.” (al-Burhan, v5, p484)</w:t>
      </w:r>
    </w:p>
    <w:p w:rsidR="001A403D" w:rsidRDefault="001A403D" w:rsidP="00E36567">
      <w:pPr>
        <w:pStyle w:val="libNormal"/>
      </w:pPr>
      <w:r>
        <w:t>3-Imam Jafar Sadiq asws was asked about the call from the sky concerning Imam Zamana asws, he said: I have heard from my father Mohammad Baqir asws: By Allah, it is narrated clearly in the Book of Allah Azza wa Jalla, where He says, “If We wish, We can send down on them from the sky an Ayat so that their necks would remain bowed humbly before it” that day there will not remain a single person on the earth but he will submit and his neck will be bowed in front of him, so the inhabitants of the earth will believe, when they will hear the call from the heaven: Beware, Haqq is with Ali ibne Abi Talib asws and his Shias. On the second day, Iblees will rise in the air and will remain hidden from the inhabitants of the earth, then he will call: Beware, Haqq is with the opponent of Ali asws and his Shias, because he was killed wrongly, so demand revenge of his blood. So Allah will keep those people steadfast who believed in Haqq with Qawl-e-Sabit. And that will be the first call. And that day those who have disease in their hearts will become doubtful, and by Allah disease is our animosity, so that time they will deviate from us and they will say arguing, “The first call which was heard, it was a magic from the magic of Aal-e-Mohammad asws.” Imam asws again recited the verse, “And when they see Ayat, then turn away and say, “This is live (working) magic” (al-Qamar, v2) (al-Burhan, v5, p485)</w:t>
      </w:r>
    </w:p>
    <w:p w:rsidR="001A403D" w:rsidRDefault="001A403D" w:rsidP="009229E3">
      <w:pPr>
        <w:pStyle w:val="libCenterBold1"/>
      </w:pPr>
      <w:r>
        <w:t>Lesson:</w:t>
      </w:r>
    </w:p>
    <w:p w:rsidR="001A403D" w:rsidRDefault="001A403D" w:rsidP="001A403D">
      <w:pPr>
        <w:pStyle w:val="libNormal"/>
      </w:pPr>
      <w:r>
        <w:lastRenderedPageBreak/>
        <w:t>1-Walayat-e-Ali asws is clearly mentioned in the Quran, and Rasool Allah sawaw kept narrating again and again on all occasions Faza’il &amp; Walayat of Ali asws, so that all people can become Momineen to get rid of Azaab of Allah. Whenever Rahman was revealing Zikr-e-Ali asws anew for the advice &amp; welfare of the people, they were turning away. Because Muqassireen have greed of wealth &amp; power in their minds. They assume that splendour &amp; power of Masumeen asws is magic &amp; mirage. When Imam Qaim asws will rise, the necks of all opposers of Walayat transgressors will be bent.</w:t>
      </w:r>
    </w:p>
    <w:p w:rsidR="001A403D" w:rsidRDefault="001A403D" w:rsidP="00385B48">
      <w:pPr>
        <w:pStyle w:val="libAr"/>
      </w:pPr>
      <w:r>
        <w:rPr>
          <w:rFonts w:hint="eastAsia"/>
          <w:rtl/>
        </w:rPr>
        <w:t>وَ</w:t>
      </w:r>
      <w:r>
        <w:rPr>
          <w:rFonts w:hint="cs"/>
          <w:rtl/>
        </w:rPr>
        <w:t>ٱ</w:t>
      </w:r>
      <w:r>
        <w:rPr>
          <w:rFonts w:hint="eastAsia"/>
          <w:rtl/>
        </w:rPr>
        <w:t>جۡعَل</w:t>
      </w:r>
      <w:r>
        <w:rPr>
          <w:rtl/>
        </w:rPr>
        <w:t xml:space="preserve"> لِّى لِسَانَ صِدۡقٍ۬ فِى </w:t>
      </w:r>
      <w:r>
        <w:rPr>
          <w:rFonts w:hint="cs"/>
          <w:rtl/>
        </w:rPr>
        <w:t>ٱ</w:t>
      </w:r>
      <w:r>
        <w:rPr>
          <w:rFonts w:hint="eastAsia"/>
          <w:rtl/>
        </w:rPr>
        <w:t>لۡأَخِرِينَ</w:t>
      </w:r>
      <w:r>
        <w:rPr>
          <w:rtl/>
        </w:rPr>
        <w:t xml:space="preserve"> (٨٤</w:t>
      </w:r>
      <w:r w:rsidR="009229E3">
        <w:rPr>
          <w:rtl/>
        </w:rPr>
        <w:t>)</w:t>
      </w:r>
    </w:p>
    <w:p w:rsidR="001A403D" w:rsidRDefault="001A403D" w:rsidP="00E36567">
      <w:pPr>
        <w:pStyle w:val="libBoldItalic"/>
      </w:pPr>
      <w:r>
        <w:t>And appoint for me a Truthful Tongue in the later generations. (84)</w:t>
      </w:r>
    </w:p>
    <w:p w:rsidR="001A403D" w:rsidRDefault="001A403D" w:rsidP="00E36567">
      <w:pPr>
        <w:pStyle w:val="libNormal"/>
      </w:pPr>
      <w:r>
        <w:t>1-About “Lisan-e-Sidq” Imam Jafar Saidq asws said: He is Ali ibne Abi Talib asws. When his (asws) Walayat was presented to Ibraheem (a.s.) then he made Dua: Ya Allah, send him in my progeny. So Allah did it. (al-Burhan, v5, p496)</w:t>
      </w:r>
    </w:p>
    <w:p w:rsidR="001A403D" w:rsidRDefault="001A403D" w:rsidP="009229E3">
      <w:pPr>
        <w:pStyle w:val="libCenterBold1"/>
      </w:pPr>
      <w:r>
        <w:t>Lesson:</w:t>
      </w:r>
    </w:p>
    <w:p w:rsidR="001A403D" w:rsidRDefault="001A403D" w:rsidP="001A403D">
      <w:pPr>
        <w:pStyle w:val="libNormal"/>
      </w:pPr>
      <w:r>
        <w:t>1-Please see under verse50 of Sura Mariyam.</w:t>
      </w:r>
    </w:p>
    <w:p w:rsidR="001A403D" w:rsidRDefault="001A403D" w:rsidP="00385B48">
      <w:pPr>
        <w:pStyle w:val="libAr"/>
      </w:pPr>
      <w:r>
        <w:rPr>
          <w:rFonts w:hint="eastAsia"/>
          <w:rtl/>
        </w:rPr>
        <w:t>فَمَا</w:t>
      </w:r>
      <w:r>
        <w:rPr>
          <w:rtl/>
        </w:rPr>
        <w:t xml:space="preserve"> لَنَا مِن شَـٰفِعِينَ (١٠٠</w:t>
      </w:r>
      <w:r w:rsidR="009229E3">
        <w:rPr>
          <w:rtl/>
        </w:rPr>
        <w:t>)</w:t>
      </w:r>
      <w:r>
        <w:rPr>
          <w:rtl/>
        </w:rPr>
        <w:t xml:space="preserve"> وَلَا صَدِيقٍ حَمِيمٍ۬ (١٠١</w:t>
      </w:r>
      <w:r w:rsidR="009229E3">
        <w:rPr>
          <w:rtl/>
        </w:rPr>
        <w:t>)</w:t>
      </w:r>
      <w:r>
        <w:rPr>
          <w:rtl/>
        </w:rPr>
        <w:t xml:space="preserve"> فَلَوۡ أَنَّ لَنَا كَرَّةً۬ فَنَكُونَ مِنَ </w:t>
      </w:r>
      <w:r>
        <w:rPr>
          <w:rFonts w:hint="cs"/>
          <w:rtl/>
        </w:rPr>
        <w:t>ٱ</w:t>
      </w:r>
      <w:r>
        <w:rPr>
          <w:rFonts w:hint="eastAsia"/>
          <w:rtl/>
        </w:rPr>
        <w:t>لۡمُؤۡمِنِينَ</w:t>
      </w:r>
      <w:r>
        <w:rPr>
          <w:rtl/>
        </w:rPr>
        <w:t xml:space="preserve"> (١٠٢</w:t>
      </w:r>
      <w:r w:rsidR="009229E3">
        <w:rPr>
          <w:rtl/>
        </w:rPr>
        <w:t>)</w:t>
      </w:r>
    </w:p>
    <w:p w:rsidR="001A403D" w:rsidRDefault="001A403D" w:rsidP="00E36567">
      <w:pPr>
        <w:pStyle w:val="libBoldItalic"/>
      </w:pPr>
      <w:r>
        <w:t>So now we have no intercessors (100) And not any loving friend. (101) So if we had another turn (on earth), then we could be of the believers! (102)</w:t>
      </w:r>
    </w:p>
    <w:p w:rsidR="001A403D" w:rsidRDefault="001A403D" w:rsidP="00E36567">
      <w:pPr>
        <w:pStyle w:val="libNormal"/>
      </w:pPr>
      <w:r>
        <w:t>1-Imam Jafar Sadiq asws said: By Allah, we will surely intercede for our Shias, By Allah, we will surely intercede for our Shias until our enemies will say, “So now we have no intercessors, and not any devoted friend.” (al-Burhan, v5, p502)</w:t>
      </w:r>
    </w:p>
    <w:p w:rsidR="001A403D" w:rsidRDefault="001A403D" w:rsidP="00E36567">
      <w:pPr>
        <w:pStyle w:val="libNormal"/>
      </w:pPr>
      <w:r>
        <w:t>2-Rasool Allah sawaw said: A person in Paradise will say: What happened to my ‘that’ friend? And his friend will be in the Hell, so Allah Ta’ala will say: Take out his friend for him and take him to Paradise. Then who will be left in the Hell will say, “So now we have no intercessors, and not any devoted friend.” (al-Burhan, v5, p502)</w:t>
      </w:r>
    </w:p>
    <w:p w:rsidR="001A403D" w:rsidRDefault="001A403D" w:rsidP="00E36567">
      <w:pPr>
        <w:pStyle w:val="libNormal"/>
      </w:pPr>
      <w:r>
        <w:t>3-Imam Jafar Sadiq asws said about this saying of Allah: Intercessors are Imams asws and warm friends are from Momineen. (al-Burhan, v5, p501)</w:t>
      </w:r>
    </w:p>
    <w:p w:rsidR="001A403D" w:rsidRDefault="001A403D" w:rsidP="009229E3">
      <w:pPr>
        <w:pStyle w:val="libCenterBold1"/>
      </w:pPr>
      <w:r>
        <w:t>Lesson:</w:t>
      </w:r>
    </w:p>
    <w:p w:rsidR="001A403D" w:rsidRDefault="001A403D" w:rsidP="001A403D">
      <w:pPr>
        <w:pStyle w:val="libNormal"/>
      </w:pPr>
      <w:r>
        <w:t xml:space="preserve">1-It is narrated in Ahadees that a Nasibi person is worse than him who mocks about the forbidden things and leaves Salaah. And Nasibi will never get intercession, while a Momin will request intercession for his family and neighbours, so it will be accepted although they will not have any good deed. And Shia Faqeer (who ponders about and understand Walayat) will request intercession for people equal to the number of people in the tribes of Rabia &amp; Mazar, and Allah Ta’ala will accept it. If any Janati’s friend will be in Hell, he will be taken out and entered in Paradise with the condition that he was not Nasibi. Nasibi is that person who fixes (accepts) Walayat of a fallible Muqassir besides Walayat-e-Ali asws, talks nonsense about the </w:t>
      </w:r>
      <w:r>
        <w:lastRenderedPageBreak/>
        <w:t>splendor of Ahlul Bait asws, issues Fatawa against Azadari, and who keeps quiet after hearing all this type of nonsense about Masumeen asws.</w:t>
      </w:r>
    </w:p>
    <w:p w:rsidR="001A403D" w:rsidRDefault="001A403D" w:rsidP="00385B48">
      <w:pPr>
        <w:pStyle w:val="libAr"/>
      </w:pPr>
      <w:r>
        <w:rPr>
          <w:rFonts w:hint="eastAsia"/>
          <w:rtl/>
        </w:rPr>
        <w:t>وَإِنَّهُ</w:t>
      </w:r>
      <w:r>
        <w:rPr>
          <w:rtl/>
        </w:rPr>
        <w:t xml:space="preserve"> </w:t>
      </w:r>
      <w:r>
        <w:rPr>
          <w:rFonts w:hint="cs"/>
          <w:rtl/>
        </w:rPr>
        <w:t>ۥ</w:t>
      </w:r>
      <w:r>
        <w:rPr>
          <w:rtl/>
        </w:rPr>
        <w:t xml:space="preserve"> لَتَنزِيلُ رَبِّ </w:t>
      </w:r>
      <w:r>
        <w:rPr>
          <w:rFonts w:hint="cs"/>
          <w:rtl/>
        </w:rPr>
        <w:t>ٱ</w:t>
      </w:r>
      <w:r>
        <w:rPr>
          <w:rFonts w:hint="eastAsia"/>
          <w:rtl/>
        </w:rPr>
        <w:t>لۡعَـٰلَمِينَ</w:t>
      </w:r>
      <w:r>
        <w:rPr>
          <w:rtl/>
        </w:rPr>
        <w:t xml:space="preserve"> (١٩٢</w:t>
      </w:r>
      <w:r w:rsidR="009229E3">
        <w:rPr>
          <w:rtl/>
        </w:rPr>
        <w:t>)</w:t>
      </w:r>
      <w:r>
        <w:rPr>
          <w:rtl/>
        </w:rPr>
        <w:t xml:space="preserve"> نَزَلَ بِهِ </w:t>
      </w:r>
      <w:r>
        <w:rPr>
          <w:rFonts w:hint="cs"/>
          <w:rtl/>
        </w:rPr>
        <w:t>ٱ</w:t>
      </w:r>
      <w:r>
        <w:rPr>
          <w:rFonts w:hint="eastAsia"/>
          <w:rtl/>
        </w:rPr>
        <w:t>لرُّوحُ</w:t>
      </w:r>
      <w:r>
        <w:rPr>
          <w:rtl/>
        </w:rPr>
        <w:t xml:space="preserve"> </w:t>
      </w:r>
      <w:r>
        <w:rPr>
          <w:rFonts w:hint="cs"/>
          <w:rtl/>
        </w:rPr>
        <w:t>ٱ</w:t>
      </w:r>
      <w:r>
        <w:rPr>
          <w:rFonts w:hint="eastAsia"/>
          <w:rtl/>
        </w:rPr>
        <w:t>لۡأَمِينُ</w:t>
      </w:r>
      <w:r>
        <w:rPr>
          <w:rtl/>
        </w:rPr>
        <w:t xml:space="preserve"> (١٩٣</w:t>
      </w:r>
      <w:r w:rsidR="009229E3">
        <w:rPr>
          <w:rtl/>
        </w:rPr>
        <w:t>)</w:t>
      </w:r>
      <w:r>
        <w:rPr>
          <w:rtl/>
        </w:rPr>
        <w:t xml:space="preserve"> عَلَىٰ قَلۡبِكَ لِتَكُونَ مِنَ </w:t>
      </w:r>
      <w:r>
        <w:rPr>
          <w:rFonts w:hint="cs"/>
          <w:rtl/>
        </w:rPr>
        <w:t>ٱ</w:t>
      </w:r>
      <w:r>
        <w:rPr>
          <w:rFonts w:hint="eastAsia"/>
          <w:rtl/>
        </w:rPr>
        <w:t>لۡمُنذِرِينَ</w:t>
      </w:r>
      <w:r>
        <w:rPr>
          <w:rtl/>
        </w:rPr>
        <w:t xml:space="preserve"> (١٩٤</w:t>
      </w:r>
      <w:r w:rsidR="009229E3">
        <w:rPr>
          <w:rtl/>
        </w:rPr>
        <w:t>)</w:t>
      </w:r>
      <w:r>
        <w:rPr>
          <w:rtl/>
        </w:rPr>
        <w:t xml:space="preserve"> بِلِسَانٍ عَرَبِىٍّ۬ مُّبِينٍ۬ (١٩٥</w:t>
      </w:r>
      <w:r w:rsidR="009229E3">
        <w:rPr>
          <w:rtl/>
        </w:rPr>
        <w:t>)</w:t>
      </w:r>
      <w:r>
        <w:rPr>
          <w:rtl/>
        </w:rPr>
        <w:t xml:space="preserve"> وَإِنَّهُ </w:t>
      </w:r>
      <w:r>
        <w:rPr>
          <w:rFonts w:hint="cs"/>
          <w:rtl/>
        </w:rPr>
        <w:t>ۥ</w:t>
      </w:r>
      <w:r>
        <w:rPr>
          <w:rtl/>
        </w:rPr>
        <w:t xml:space="preserve"> لَفِى زُبُرِ </w:t>
      </w:r>
      <w:r>
        <w:rPr>
          <w:rFonts w:hint="cs"/>
          <w:rtl/>
        </w:rPr>
        <w:t>ٱ</w:t>
      </w:r>
      <w:r>
        <w:rPr>
          <w:rFonts w:hint="eastAsia"/>
          <w:rtl/>
        </w:rPr>
        <w:t>لۡأَوَّلِينَ</w:t>
      </w:r>
      <w:r>
        <w:rPr>
          <w:rtl/>
        </w:rPr>
        <w:t xml:space="preserve"> (١٩٦</w:t>
      </w:r>
      <w:r w:rsidR="009229E3">
        <w:rPr>
          <w:rtl/>
        </w:rPr>
        <w:t>)</w:t>
      </w:r>
    </w:p>
    <w:p w:rsidR="001A403D" w:rsidRDefault="001A403D" w:rsidP="00E36567">
      <w:pPr>
        <w:pStyle w:val="libBoldItalic"/>
      </w:pPr>
      <w:r>
        <w:t>And certainly it is a revelation of the Rabb of the Worlds, (192) Which Roohul Ameen has brought down (193) Upon your heart, that you may be of the warners, (194) In clear Arabic language. (195) And definitely it is in the Scriptures of the previous people. (196)</w:t>
      </w:r>
    </w:p>
    <w:p w:rsidR="001A403D" w:rsidRDefault="001A403D" w:rsidP="00E36567">
      <w:pPr>
        <w:pStyle w:val="libNormal"/>
      </w:pPr>
      <w:r>
        <w:t>1-Imam Mohammad Baqir asws said about these verses: It means Walayat of Amirul Momineen asws. (al-Burhan, v5, p506)</w:t>
      </w:r>
    </w:p>
    <w:p w:rsidR="001A403D" w:rsidRDefault="001A403D" w:rsidP="009229E3">
      <w:pPr>
        <w:pStyle w:val="libCenterBold1"/>
      </w:pPr>
      <w:r>
        <w:t>Lesson:</w:t>
      </w:r>
    </w:p>
    <w:p w:rsidR="001A403D" w:rsidRDefault="001A403D" w:rsidP="001A403D">
      <w:pPr>
        <w:pStyle w:val="libNormal"/>
      </w:pPr>
      <w:r>
        <w:t>1-There is a deep relationship between Walayat-e-Ali asws and heart. Walayat-e-Ali asws is clearly mentioned in holy Quran and all the previous heavenly Books. Therefore Quran was sent down on the holy heart of Rasool Allah sawaw because it is full of praise of Maola Ali asws and his progeny asws. Love and devotion is related to heart, so whom Allah blesses, then Rahman places Mawaddat of Maola Ali asws in his heart. While Nasibi’s heart becomes hard and straitened, and Walayat-e-Ali asws does not go down the throat of a Nasibi Muqassir.</w:t>
      </w:r>
    </w:p>
    <w:p w:rsidR="001A403D" w:rsidRDefault="001A403D" w:rsidP="00385B48">
      <w:pPr>
        <w:pStyle w:val="libAr"/>
      </w:pPr>
      <w:r>
        <w:rPr>
          <w:rFonts w:hint="eastAsia"/>
          <w:rtl/>
        </w:rPr>
        <w:t>وَأَنذِرۡ</w:t>
      </w:r>
      <w:r>
        <w:rPr>
          <w:rtl/>
        </w:rPr>
        <w:t xml:space="preserve"> عَشِيرَتَكَ </w:t>
      </w:r>
      <w:r>
        <w:rPr>
          <w:rFonts w:hint="cs"/>
          <w:rtl/>
        </w:rPr>
        <w:t>ٱ</w:t>
      </w:r>
      <w:r>
        <w:rPr>
          <w:rFonts w:hint="eastAsia"/>
          <w:rtl/>
        </w:rPr>
        <w:t>لۡأَقۡرَبِينَ</w:t>
      </w:r>
      <w:r>
        <w:rPr>
          <w:rtl/>
        </w:rPr>
        <w:t xml:space="preserve"> (٢١٤</w:t>
      </w:r>
      <w:r w:rsidR="009229E3">
        <w:rPr>
          <w:rtl/>
        </w:rPr>
        <w:t>)</w:t>
      </w:r>
      <w:r>
        <w:rPr>
          <w:rtl/>
        </w:rPr>
        <w:t xml:space="preserve"> وَ</w:t>
      </w:r>
      <w:r>
        <w:rPr>
          <w:rFonts w:hint="cs"/>
          <w:rtl/>
        </w:rPr>
        <w:t>ٱ</w:t>
      </w:r>
      <w:r>
        <w:rPr>
          <w:rFonts w:hint="eastAsia"/>
          <w:rtl/>
        </w:rPr>
        <w:t>خۡفِضۡ</w:t>
      </w:r>
      <w:r>
        <w:rPr>
          <w:rtl/>
        </w:rPr>
        <w:t xml:space="preserve"> جَنَاحَكَ لِمَنِ </w:t>
      </w:r>
      <w:r>
        <w:rPr>
          <w:rFonts w:hint="cs"/>
          <w:rtl/>
        </w:rPr>
        <w:t>ٱ</w:t>
      </w:r>
      <w:r>
        <w:rPr>
          <w:rFonts w:hint="eastAsia"/>
          <w:rtl/>
        </w:rPr>
        <w:t>تَّبَعَكَ</w:t>
      </w:r>
      <w:r>
        <w:rPr>
          <w:rtl/>
        </w:rPr>
        <w:t xml:space="preserve"> مِنَ </w:t>
      </w:r>
      <w:r>
        <w:rPr>
          <w:rFonts w:hint="cs"/>
          <w:rtl/>
        </w:rPr>
        <w:t>ٱ</w:t>
      </w:r>
      <w:r>
        <w:rPr>
          <w:rFonts w:hint="eastAsia"/>
          <w:rtl/>
        </w:rPr>
        <w:t>لۡمُؤۡمِنِينَ</w:t>
      </w:r>
      <w:r>
        <w:rPr>
          <w:rtl/>
        </w:rPr>
        <w:t xml:space="preserve"> (٢١٥</w:t>
      </w:r>
      <w:r w:rsidR="009229E3">
        <w:rPr>
          <w:rtl/>
        </w:rPr>
        <w:t>)</w:t>
      </w:r>
    </w:p>
    <w:p w:rsidR="001A403D" w:rsidRDefault="001A403D" w:rsidP="00E36567">
      <w:pPr>
        <w:pStyle w:val="libBoldItalic"/>
      </w:pPr>
      <w:r>
        <w:t>And warn your closest relatives, (214) And lower your wing (shoulder) to those believers who follow you. (215)</w:t>
      </w:r>
    </w:p>
    <w:p w:rsidR="001A403D" w:rsidRDefault="001A403D" w:rsidP="00E36567">
      <w:pPr>
        <w:pStyle w:val="libNormal"/>
      </w:pPr>
      <w:r>
        <w:t>1-When this verse was revealed, Rasool Allah sawaw said to Maola Ali asws to invite all Bani Abdul Muttalib (a.s.), and they were forty men. For two consecutive days after meals Abu Lahab said, “This is magic” and all people stood up and went away, because after forty people ate the bread, meat, and milk were not lessened. Third day they had to sit with the command of Hazrat Abu Talib asws. So Rasool Allah sawaw invited toward Islam, and then said: Who wants to be my brother, my inheritor, my minister, my vicegerent, and my Khalifa after me? So all denied except Maola Ali asws. Then Rasool Allah sawaw said: O Bani Abdul Muttalib asws! This (Ali asws) is my brother and my inheritor, and my minister and my Khalifa among you after me, so listen and obey him. So people stood up mocking and said to Hazrat Abu Talib asws: You are commanded to listen to your son and obey him. (summary of Hadees) (al-Burhan, v5, p509)</w:t>
      </w:r>
    </w:p>
    <w:p w:rsidR="001A403D" w:rsidRDefault="001A403D" w:rsidP="009229E3">
      <w:pPr>
        <w:pStyle w:val="libCenterBold1"/>
      </w:pPr>
      <w:r>
        <w:t>Lesson:</w:t>
      </w:r>
    </w:p>
    <w:p w:rsidR="001A403D" w:rsidRDefault="001A403D" w:rsidP="001A403D">
      <w:pPr>
        <w:pStyle w:val="libNormal"/>
      </w:pPr>
      <w:r>
        <w:t>1-It is very clear that proclamation of Walayat-e-Ali asws started from the very first day of preaching of Risalat, and the last proclamation was also about Walayat-e-Ali asws at Ghadeer-e-Khum. The beginning and end (perfection) of Deen of Allah is Walayat-e-Ali asws. The whole of Islam is Walayat of Masumeen asws.</w:t>
      </w:r>
    </w:p>
    <w:p w:rsidR="001A403D" w:rsidRDefault="001A403D" w:rsidP="001A403D">
      <w:pPr>
        <w:pStyle w:val="libNormal"/>
      </w:pPr>
      <w:r>
        <w:t>2-What Quraish said to Hazrat Abu Talib asws clearly means that Abu Talib asws was obeying Rasool Allah sawaw already, so Quraish told him to obey his young son now as well.</w:t>
      </w:r>
    </w:p>
    <w:p w:rsidR="001A403D" w:rsidRDefault="001A403D" w:rsidP="00385B48">
      <w:pPr>
        <w:pStyle w:val="libAr"/>
      </w:pPr>
      <w:r>
        <w:rPr>
          <w:rFonts w:hint="eastAsia"/>
          <w:rtl/>
        </w:rPr>
        <w:lastRenderedPageBreak/>
        <w:t>وَتَوَكَّلۡ</w:t>
      </w:r>
      <w:r>
        <w:rPr>
          <w:rtl/>
        </w:rPr>
        <w:t xml:space="preserve"> عَلَى </w:t>
      </w:r>
      <w:r>
        <w:rPr>
          <w:rFonts w:hint="cs"/>
          <w:rtl/>
        </w:rPr>
        <w:t>ٱ</w:t>
      </w:r>
      <w:r>
        <w:rPr>
          <w:rFonts w:hint="eastAsia"/>
          <w:rtl/>
        </w:rPr>
        <w:t>لۡعَزِيزِ</w:t>
      </w:r>
      <w:r>
        <w:rPr>
          <w:rtl/>
        </w:rPr>
        <w:t xml:space="preserve"> </w:t>
      </w:r>
      <w:r>
        <w:rPr>
          <w:rFonts w:hint="cs"/>
          <w:rtl/>
        </w:rPr>
        <w:t>ٱ</w:t>
      </w:r>
      <w:r>
        <w:rPr>
          <w:rFonts w:hint="eastAsia"/>
          <w:rtl/>
        </w:rPr>
        <w:t>لرَّحِيمِ</w:t>
      </w:r>
      <w:r>
        <w:rPr>
          <w:rtl/>
        </w:rPr>
        <w:t xml:space="preserve"> (٢١٧</w:t>
      </w:r>
      <w:r w:rsidR="009229E3">
        <w:rPr>
          <w:rtl/>
        </w:rPr>
        <w:t>)</w:t>
      </w:r>
      <w:r>
        <w:rPr>
          <w:rtl/>
        </w:rPr>
        <w:t xml:space="preserve"> </w:t>
      </w:r>
      <w:r>
        <w:rPr>
          <w:rFonts w:hint="cs"/>
          <w:rtl/>
        </w:rPr>
        <w:t>ٱ</w:t>
      </w:r>
      <w:r>
        <w:rPr>
          <w:rFonts w:hint="eastAsia"/>
          <w:rtl/>
        </w:rPr>
        <w:t>لَّذِى</w:t>
      </w:r>
      <w:r>
        <w:rPr>
          <w:rtl/>
        </w:rPr>
        <w:t xml:space="preserve"> يَرَ</w:t>
      </w:r>
      <w:r>
        <w:rPr>
          <w:rFonts w:hint="cs"/>
          <w:rtl/>
        </w:rPr>
        <w:t>ٮٰ</w:t>
      </w:r>
      <w:r>
        <w:rPr>
          <w:rFonts w:hint="eastAsia"/>
          <w:rtl/>
        </w:rPr>
        <w:t>كَ</w:t>
      </w:r>
      <w:r>
        <w:rPr>
          <w:rtl/>
        </w:rPr>
        <w:t xml:space="preserve"> حِينَ تَقُومُ (٢١٨</w:t>
      </w:r>
      <w:r w:rsidR="009229E3">
        <w:rPr>
          <w:rtl/>
        </w:rPr>
        <w:t>)</w:t>
      </w:r>
      <w:r>
        <w:rPr>
          <w:rtl/>
        </w:rPr>
        <w:t xml:space="preserve"> وَتَقَلُّبَكَ فِى </w:t>
      </w:r>
      <w:r>
        <w:rPr>
          <w:rFonts w:hint="cs"/>
          <w:rtl/>
        </w:rPr>
        <w:t>ٱ</w:t>
      </w:r>
      <w:r>
        <w:rPr>
          <w:rFonts w:hint="eastAsia"/>
          <w:rtl/>
        </w:rPr>
        <w:t>لسَّـٰجِدِينَ</w:t>
      </w:r>
      <w:r>
        <w:rPr>
          <w:rtl/>
        </w:rPr>
        <w:t xml:space="preserve"> (٢١٩</w:t>
      </w:r>
      <w:r w:rsidR="009229E3">
        <w:rPr>
          <w:rtl/>
        </w:rPr>
        <w:t>)</w:t>
      </w:r>
    </w:p>
    <w:p w:rsidR="001A403D" w:rsidRDefault="001A403D" w:rsidP="00E36567">
      <w:pPr>
        <w:pStyle w:val="libBoldItalic"/>
      </w:pPr>
      <w:r>
        <w:t>And put your trust in the Mighty, the Merciful. (217) Who sees you when you stand up (to pray) (218) And your movement among Sajideen (those who prostrate). (219)</w:t>
      </w:r>
    </w:p>
    <w:p w:rsidR="001A403D" w:rsidRDefault="001A403D" w:rsidP="00E36567">
      <w:pPr>
        <w:pStyle w:val="libNormal"/>
      </w:pPr>
      <w:r>
        <w:t>1-Imam Mohammad Baqir asws said: “Who sees you when you rise” in Nabuwat, “and your movement (transfer) among Sajideen” means in Aslab of the Prophets (a.s.). (al-Burhan, v5, p514)</w:t>
      </w:r>
    </w:p>
    <w:p w:rsidR="001A403D" w:rsidRDefault="001A403D" w:rsidP="00E36567">
      <w:pPr>
        <w:pStyle w:val="libNormal"/>
      </w:pPr>
      <w:r>
        <w:t>2-Rasool Allah sawaw said: Allah created me and Ali asws from one Noor. We were doing Tasbeh of Allah Ta’ala next to Arsh thousand years before the creation of Adam (a.s.). Then, when Allah created Adam (a.s.), placed that Noor in his Sulb, and when he was in Paradise we were in his Sulb, and when Nuh (a.s.) was in the boat, we were in his Sulb, and when Ibraheem (a.s.) was thrown in fire, we were in his Sulb. Thus similarly Allah Azza wa Jalla kept transferring us from Tahir Aslab to Tahira Arham, until we reached Abdul Muttalib asws, then we were divided into two parts: I was placed in Sulb of Abdullah asws, and Ali asws was placed in Sulb of Abi Talib asws, and declared Nabuwat and blessing for me, and declared eloquence &amp; wisdom for Ali asws, and separated two names for us from His holy Names: He is Mahmood on Arsh and I am Mohammad sawaw, and Allah is A’la and this is Ali asws. (al-Burhan, v5, p515)</w:t>
      </w:r>
    </w:p>
    <w:p w:rsidR="001A403D" w:rsidRDefault="001A403D" w:rsidP="00E36567">
      <w:pPr>
        <w:pStyle w:val="libNormal"/>
      </w:pPr>
      <w:r>
        <w:t>3-A person asked Amirul Momineen asws: Ya Amirul Momineen asws, you are on this status which Allah has bestowed you, and is your father getting punishment in Fire?(Naoozobillah). Imam asws said: Stop your nonsense, may Allah break your face! I swear by Him Who raised Mohammad sawaw as Nabi with Haqq, if my father intercede for all the sinners of the earth then Allah Ta’ala will surely accept his intercession. And my father in punishment of Fire?? While I am the divider of Fire! And I swear by Him Who raised Mohammad sawaw with Haqq, no doubt on the day of Qiyamah, Noor of Abu Talib asws will extinguish (will be greater than all) the Noor of creations except Anwaar of the Five: Noor-e-Mohammad sawaw, and my Noor, and Noor-e-Fatima asws, and Noor-e-Hassan asws, and Noor-e-Hussain asws &amp; those Imams awsw who are from his progeny. Because his (Abu Talib asws) Noor is from our Noor which Allah Azza wa Jalla created thousand year before the creation of Adam (a.s.). (al-Burhan, v5, p516)</w:t>
      </w:r>
    </w:p>
    <w:p w:rsidR="001A403D" w:rsidRDefault="001A403D" w:rsidP="001A403D">
      <w:pPr>
        <w:pStyle w:val="libNormal"/>
      </w:pPr>
      <w:r>
        <w:t xml:space="preserve">4-Imam Musa Kazim asws said: No doubt Allah Tabarak wa Ta’ala created Noor of Mohammad sawaw from His Noor, separated it from His Noor-e-Azmat-o-Jalal (Greatness &amp; Splendour), and that Noor is Lahooti which was revealed. And showed a flash of it on Mount Sina for Musa bin Imran (a.s.) then it (mount) could not stand and Musa (a.s.) could not bear its sight and he could not keep standing so that he fell unconscious by its flash, and that Noor was Noor of Mohammad sawaw. Then, when Allah intended to create Mohammad sawaw, then divided that Noor into two parts, so created Mohammad sawaw from the first part, and created Ali asws from the second part, and did not create anyone else from that Noor, created both of them with his own Noor, and blowed in both of them His own Life </w:t>
      </w:r>
      <w:r>
        <w:lastRenderedPageBreak/>
        <w:t>Himself, and made both of them picture of each other, and made both of them His trustee, and made witness over all the creations, and made His Khalifa over His creations, and bestowed His Knowledge to both, and bestowed the knowledge of narration to both, and revealed His Ghaib to both, and declared one as His Nafs (soul) and other His Rooh (spirit), and did not leave one without other, and the outlook of both is Bashri and inside is Lahooti. For the creations revealed them in Nasooti form, so that they can bear their Ziyarat (sight), and the saying of Allah, “And We have covered them with which they cover themselves” (al-An’am, v9) means the same, so gave status of Rabbul Aalameen to both, and appointed veil between all the creations and the Creator. Started the creation of creations through them, and will finish the universe and whatever is decreed through them as well.</w:t>
      </w:r>
    </w:p>
    <w:p w:rsidR="001A403D" w:rsidRDefault="001A403D" w:rsidP="00E36567">
      <w:pPr>
        <w:pStyle w:val="libNormal"/>
      </w:pPr>
      <w:r>
        <w:t>Then from Noor-e-Mohammad sawaw revealed his daughter Fatima asws, just as He separated his Noor from His Noor, and revealed Hassan asws and Hussain asws from Noor of Fatima asws &amp; Ali asws, just as lamp is kindled from lamp, and created all of them from Noor, and transferred them from one Pusht (back) to other ‘back’, and from one Sulb to other Sulb, and from one Rahm to other Rahm, in high ranks in which there is no Nijasat at all, in which neither mean water is included nor disgraceful Nutfa, as it is applicable to all other creations. Rather these Anwaar kept transferring from pure Aslab to pure Arham, because they are purer than pure, Allah has chosen them for Himself, and made them Treasure of His Knowledge, and send toward His creations, and made them Qaim Muqam (Acting as Him) of His Self, because neither He can be seen nor He can be perceived, and Marifat of His condition and reality can be gained, so they are spokesmen from Him, conveyors of message, and they have authority over His commandment and forbiddance. He reveals His Omnipotence through them, and He shows his signs and miracles through them, and introduced Himself due to them and through them, and obedience of His Amr is through them. And if they were not there, then no one could have known Allah, and no one could have known how to worship Rahman. So Allah implements His Amr (Command) as He wishes and through whom He wishes, “He is not questioned about what He does, but they will be questioned” (al-Anbiya, v23) (al-Burhan, v5, p516)</w:t>
      </w:r>
    </w:p>
    <w:p w:rsidR="001A403D" w:rsidRDefault="001A403D" w:rsidP="009229E3">
      <w:pPr>
        <w:pStyle w:val="libCenterBold1"/>
      </w:pPr>
      <w:r>
        <w:t>Lesson:</w:t>
      </w:r>
    </w:p>
    <w:p w:rsidR="001A403D" w:rsidRDefault="001A403D" w:rsidP="001A403D">
      <w:pPr>
        <w:pStyle w:val="libNormal"/>
      </w:pPr>
      <w:r>
        <w:t>1-All the personalities who bore the Noor of Masumeen asws are infallible Hujjat of Allah, and their holy wives are also infallible. Pusht (back) means bearer of Noor. When this Noor of Masumeen asws is transferred from one bearer to other, then who is transferring is called Sulb and who is receiving is called Raham. These words are not used in their common meaning.</w:t>
      </w:r>
    </w:p>
    <w:p w:rsidR="001A403D" w:rsidRDefault="001A403D" w:rsidP="001A403D">
      <w:pPr>
        <w:pStyle w:val="libNormal"/>
      </w:pPr>
      <w:r>
        <w:t>2-Attention of Allah Ta’ala is only towards Masumeen asws all the time. Wherever is Zikr of Masumeen asws there is Blessing of Allah, in which deed they are mentioned that deed is accepted.</w:t>
      </w:r>
    </w:p>
    <w:p w:rsidR="00595365" w:rsidRDefault="001A403D" w:rsidP="001A403D">
      <w:pPr>
        <w:pStyle w:val="libNormal"/>
      </w:pPr>
      <w:r>
        <w:t xml:space="preserve">3-Hazrat Abu Talib’s asws Noor is prevailing over the Noor of all the creations after the Noor of Masumeen asws. He brought up Nabuwat and Imamat, he is their protector, supporter, helper, and advocate, he is the mine </w:t>
      </w:r>
      <w:r>
        <w:lastRenderedPageBreak/>
        <w:t>of Nabuwat, Risalat, and Imamat, and Walayat. He has the power of intercession for all the creations.</w:t>
      </w:r>
    </w:p>
    <w:p w:rsidR="00EB2345" w:rsidRDefault="00EB2345" w:rsidP="00FC02E7">
      <w:pPr>
        <w:pStyle w:val="libNormal"/>
        <w:rPr>
          <w:rtl/>
        </w:rPr>
      </w:pPr>
      <w:r>
        <w:rPr>
          <w:rFonts w:hint="eastAsia"/>
        </w:rPr>
        <w:br w:type="page"/>
      </w:r>
    </w:p>
    <w:p w:rsidR="001A403D" w:rsidRDefault="00EB2345" w:rsidP="00EB2345">
      <w:pPr>
        <w:pStyle w:val="Heading1Center"/>
      </w:pPr>
      <w:bookmarkStart w:id="28" w:name="_Toc449789421"/>
      <w:r>
        <w:rPr>
          <w:rFonts w:hint="eastAsia"/>
          <w:rtl/>
        </w:rPr>
        <w:lastRenderedPageBreak/>
        <w:t>سُوۡرَةُ</w:t>
      </w:r>
      <w:r>
        <w:rPr>
          <w:rtl/>
        </w:rPr>
        <w:t xml:space="preserve"> </w:t>
      </w:r>
      <w:r w:rsidR="001A403D">
        <w:rPr>
          <w:rtl/>
        </w:rPr>
        <w:t>النَّمل</w:t>
      </w:r>
      <w:bookmarkEnd w:id="28"/>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قَالَ</w:t>
      </w:r>
      <w:r>
        <w:rPr>
          <w:rtl/>
        </w:rPr>
        <w:t xml:space="preserve"> </w:t>
      </w:r>
      <w:r>
        <w:rPr>
          <w:rFonts w:hint="cs"/>
          <w:rtl/>
        </w:rPr>
        <w:t>ٱ</w:t>
      </w:r>
      <w:r>
        <w:rPr>
          <w:rFonts w:hint="eastAsia"/>
          <w:rtl/>
        </w:rPr>
        <w:t>لَّذِى</w:t>
      </w:r>
      <w:r>
        <w:rPr>
          <w:rtl/>
        </w:rPr>
        <w:t xml:space="preserve"> عِندَهُ </w:t>
      </w:r>
      <w:r>
        <w:rPr>
          <w:rFonts w:hint="cs"/>
          <w:rtl/>
        </w:rPr>
        <w:t>ۥ</w:t>
      </w:r>
      <w:r>
        <w:rPr>
          <w:rtl/>
        </w:rPr>
        <w:t xml:space="preserve"> عِلۡمٌ۬ مِّنَ </w:t>
      </w:r>
      <w:r>
        <w:rPr>
          <w:rFonts w:hint="cs"/>
          <w:rtl/>
        </w:rPr>
        <w:t>ٱ</w:t>
      </w:r>
      <w:r>
        <w:rPr>
          <w:rFonts w:hint="eastAsia"/>
          <w:rtl/>
        </w:rPr>
        <w:t>لۡكِتَـٰبِ</w:t>
      </w:r>
      <w:r>
        <w:rPr>
          <w:rtl/>
        </w:rPr>
        <w:t xml:space="preserve"> أَنَا۟ ءَاتِيكَ بِهِ</w:t>
      </w:r>
      <w:r>
        <w:rPr>
          <w:rFonts w:hint="cs"/>
          <w:rtl/>
        </w:rPr>
        <w:t>ۦ</w:t>
      </w:r>
      <w:r>
        <w:rPr>
          <w:rtl/>
        </w:rPr>
        <w:t xml:space="preserve"> قَبۡلَ أَن يَرۡتَدَّ إِلَيۡكَ طَرۡفُكَ‌ۚ فَلَمَّا رَءَاهُ مُسۡتَقِرًّا عِندَهُ </w:t>
      </w:r>
      <w:r>
        <w:rPr>
          <w:rFonts w:hint="cs"/>
          <w:rtl/>
        </w:rPr>
        <w:t>ۥ</w:t>
      </w:r>
      <w:r>
        <w:rPr>
          <w:rtl/>
        </w:rPr>
        <w:t xml:space="preserve"> قَالَ هَـٰذَا مِن فَضۡلِ رَبِّى لِيَبۡلُوَنِىٓ ءَأَشۡكُرُ أَمۡ أَكۡفُرُ‌ۖ وَمَن شَكَرَ فَإِنَّمَا يَشۡك</w:t>
      </w:r>
      <w:r>
        <w:rPr>
          <w:rFonts w:hint="eastAsia"/>
          <w:rtl/>
        </w:rPr>
        <w:t>ُرُ</w:t>
      </w:r>
      <w:r>
        <w:rPr>
          <w:rtl/>
        </w:rPr>
        <w:t xml:space="preserve"> لِنَفۡسِهِ</w:t>
      </w:r>
      <w:r>
        <w:rPr>
          <w:rFonts w:hint="cs"/>
          <w:rtl/>
        </w:rPr>
        <w:t>ۦ‌ۖ</w:t>
      </w:r>
      <w:r>
        <w:rPr>
          <w:rtl/>
        </w:rPr>
        <w:t xml:space="preserve"> وَمَن كَفَرَ فَإِنَّ رَبِّى غَنِىٌّ۬ كَرِيمٌ۬ (٤٠</w:t>
      </w:r>
      <w:r w:rsidR="009229E3">
        <w:rPr>
          <w:rtl/>
        </w:rPr>
        <w:t>)</w:t>
      </w:r>
    </w:p>
    <w:p w:rsidR="001A403D" w:rsidRDefault="001A403D" w:rsidP="00E36567">
      <w:pPr>
        <w:pStyle w:val="libBoldItalic"/>
      </w:pPr>
      <w:r>
        <w:t>One with whom was (some) knowledge of the Scripture said: I will bring it to you before you blink your eyes. And when he saw it was standing next to him, (Sulaiman) said: This is from the bounty of my Rabb, to test me whether I am grateful or ungrateful. And whoever gives thanks he only gives thanks for (the benefit of) himself; and whoever is ungrateful, then indeed my Rabb is Needless Generous. (40)</w:t>
      </w:r>
    </w:p>
    <w:p w:rsidR="001A403D" w:rsidRDefault="001A403D" w:rsidP="00E36567">
      <w:pPr>
        <w:pStyle w:val="libNormal"/>
      </w:pPr>
      <w:r>
        <w:t>1-Imam Jafar Sadiq asws said: No doubt, Allah Azza wa Jalla made seventy three alphabets of His Ism-e-Azam. So bestowed Adam (a.s.) twenty five alphabets from them, and bestowed Nuh (a.s.) fifteen alphabets from them, and bestowed Ibraheem (a.s.) eight alphabets from them, and bestowed Musa (a.s.) four alphabets from them, and bestowed Eesa (a.s.) two alphabets from them by which he was reviving the dead and was giving health to congenital blind and leper, and bestowed Mohammad Mustafa sawaw seventy two alphabets, and kept one alphabet in veil, so that no one can know that what is the Intention of Allah and what is in the hearts of the people. (al-Burhan, v6, p24)</w:t>
      </w:r>
    </w:p>
    <w:p w:rsidR="001A403D" w:rsidRDefault="001A403D" w:rsidP="00E36567">
      <w:pPr>
        <w:pStyle w:val="libNormal"/>
      </w:pPr>
      <w:r>
        <w:t>2-It was asked from Imam Jafar Sadiq asws about this verse and he said: By Allah, we have all the knowledge of the Book. (al-Burhan, v6, p24)</w:t>
      </w:r>
    </w:p>
    <w:p w:rsidR="001A403D" w:rsidRDefault="001A403D" w:rsidP="00E36567">
      <w:pPr>
        <w:pStyle w:val="libNormal"/>
      </w:pPr>
      <w:r>
        <w:t xml:space="preserve">3-Amirul Momineen asws was sitting in Masjid that two people came to him quarrelling, and one of them was Khariji. Judgement was going against Khariji, so Amiul Momineen asws gave judgement against him, then Khariji said to him: By God, you neither judged with equity nor did justice in judgement, and your judgement is not according to the pleasure of Allah near Him (Naoozobillah). Then Amirul Momineen asws said pointing to him with hand: Dhoot (as a dog is repelled) O enemy of Allah! Thus he became a black dog. The people who were present there, narrate: By Allah no doubt, we saw his clothes flying in the air. Then he started moving his tail in humiliation for Amirul Momineen asws, and tears started rolling from his eyes on his face, and Amirul Momineen asws saw and felt mercy on him. Imam asws looked toward heavens and lips moved but we could not hear the words, and by Allah we saw that he returned to human form and his clothes returned back from air on his shoulders, and we saw that he was going out of the Masjid and his legs were trembling. We saw in astonishment toward Amirul Momineen asws and he asked us: Why you are looking and wondering? We said: Ya Amirul Momineen asws, why should not we wonder while you performed wonder. He said: Do you know that what Asif bin Berkhia (a.s.) vicegerent of Sulaiman bin Dawood (a.s.) did, that is nearly same to this task. Allah Ta’ala narrated his story where He says, (Imam asws recited verses nol 38-40 of Sura al-Naml) and asked us: </w:t>
      </w:r>
      <w:r>
        <w:lastRenderedPageBreak/>
        <w:t>Near Allah, your Nabi sawaw is more honoured or Sulaiman (a.s.)? We replied: Ya Amirul Momineen asws, rather our Nabi sawaw is more honoured. Said: Thus Wasi asws of your Nabi sawaw is more honoured than Wasi (a.s.) of Sulaiman (a.s.), and Wasi of Sulaiman (a.s.) was having only one alphabet of Ism-e-Azam of Allah, so he begged Allah, so the earth between him and throne of Bilqees sank for him, and he got it in less than blinking time. And we have seventy two alphabets of Ism-e-Azam of Allah, and one alphabet Allah Ta’ala has kept with Him, and specified for Himself excluding creations. We said: Ya Amirul Momineen asws, if you have that, then why you need supporters to fight with Muawiya and others, and what is the need to gather people for the second battle? Imam asws said: “But honoured servants do not exceed from His saying, and they act on His Amr” (al-Anbiya, v26-27) we invite these people to fight so that proof is established and test is completed, and if order was of his (enemy) destruction, then there would not be any delay in it, but as Allah wishes, tries His creation. People said: Then, when we stood up from there, there was great respect in our hearts about what is bestowed to Maola asws. (al-Burhan, v6, p26)</w:t>
      </w:r>
    </w:p>
    <w:p w:rsidR="001A403D" w:rsidRDefault="001A403D" w:rsidP="009229E3">
      <w:pPr>
        <w:pStyle w:val="libCenterBold1"/>
      </w:pPr>
      <w:r>
        <w:t>Lesson:</w:t>
      </w:r>
    </w:p>
    <w:p w:rsidR="001A403D" w:rsidRDefault="001A403D" w:rsidP="001A403D">
      <w:pPr>
        <w:pStyle w:val="libNormal"/>
      </w:pPr>
      <w:r>
        <w:t>1-Masumeen asws are the treasurers &amp; trustees of the Knowledge of Allah, the whole Knowledge is with them. Secrets of Allah and knowledge of Ghaib is not out of their knowledge.</w:t>
      </w:r>
    </w:p>
    <w:p w:rsidR="001A403D" w:rsidRDefault="001A403D" w:rsidP="001A403D">
      <w:pPr>
        <w:pStyle w:val="libNormal"/>
      </w:pPr>
      <w:r>
        <w:t>2-In spite of the judgements of Masumeen asws, whoever issues his own Fatawa he is in fact a mad dog, whom every one should avoid. One should not take wrong benefit of reprieve of Allah and grace &amp; generosity of Imam Qaim asws. Present time is a big trial for Momineen: whether they raise voice in the favour of Walayat of Maola-e-Kainat asws or put noose of Taqleed of Majoosi Mulla in their necks who is against Walayat &amp; Azadari. Imam asws has complete authority over the universe, but he is looking who is steadfast on Qawl-e-Sabit.</w:t>
      </w:r>
    </w:p>
    <w:p w:rsidR="001A403D" w:rsidRDefault="001A403D" w:rsidP="00385B48">
      <w:pPr>
        <w:pStyle w:val="libAr"/>
      </w:pPr>
      <w:r>
        <w:rPr>
          <w:rFonts w:hint="eastAsia"/>
          <w:rtl/>
        </w:rPr>
        <w:t>قُلِ</w:t>
      </w:r>
      <w:r>
        <w:rPr>
          <w:rtl/>
        </w:rPr>
        <w:t xml:space="preserve"> </w:t>
      </w:r>
      <w:r>
        <w:rPr>
          <w:rFonts w:hint="cs"/>
          <w:rtl/>
        </w:rPr>
        <w:t>ٱ</w:t>
      </w:r>
      <w:r>
        <w:rPr>
          <w:rFonts w:hint="eastAsia"/>
          <w:rtl/>
        </w:rPr>
        <w:t>لۡحَمۡدُ</w:t>
      </w:r>
      <w:r>
        <w:rPr>
          <w:rtl/>
        </w:rPr>
        <w:t xml:space="preserve"> لِلَّهِ وَسَلَـٰمٌ عَلَىٰ عِبَادِهِ </w:t>
      </w:r>
      <w:r>
        <w:rPr>
          <w:rFonts w:hint="cs"/>
          <w:rtl/>
        </w:rPr>
        <w:t>ٱ</w:t>
      </w:r>
      <w:r>
        <w:rPr>
          <w:rFonts w:hint="eastAsia"/>
          <w:rtl/>
        </w:rPr>
        <w:t>لَّذِينَ</w:t>
      </w:r>
      <w:r>
        <w:rPr>
          <w:rtl/>
        </w:rPr>
        <w:t xml:space="preserve"> </w:t>
      </w:r>
      <w:r>
        <w:rPr>
          <w:rFonts w:hint="cs"/>
          <w:rtl/>
        </w:rPr>
        <w:t>ٱ</w:t>
      </w:r>
      <w:r>
        <w:rPr>
          <w:rFonts w:hint="eastAsia"/>
          <w:rtl/>
        </w:rPr>
        <w:t>صۡطَفَىٰٓ‌ۗ</w:t>
      </w:r>
      <w:r>
        <w:rPr>
          <w:rtl/>
        </w:rPr>
        <w:t xml:space="preserve"> ءَآللَّهُ خَيۡرٌ أَمَّا يُشۡرِكُونَ (٥٩</w:t>
      </w:r>
      <w:r w:rsidR="009229E3">
        <w:rPr>
          <w:rtl/>
        </w:rPr>
        <w:t>)</w:t>
      </w:r>
    </w:p>
    <w:p w:rsidR="001A403D" w:rsidRDefault="001A403D" w:rsidP="00E36567">
      <w:pPr>
        <w:pStyle w:val="libBoldItalic"/>
      </w:pPr>
      <w:r>
        <w:t>Say (My Habeeb sawaw): Every Praise is for Allah, and Salam (peace) be on His slaves whom He has made Mustafa (chosen)! Is Allah best or what they associate with Him? (59)</w:t>
      </w:r>
    </w:p>
    <w:p w:rsidR="001A403D" w:rsidRDefault="001A403D" w:rsidP="00385B48">
      <w:pPr>
        <w:pStyle w:val="libAr"/>
      </w:pPr>
      <w:r>
        <w:rPr>
          <w:rFonts w:hint="eastAsia"/>
          <w:rtl/>
        </w:rPr>
        <w:t>أَمَّن</w:t>
      </w:r>
      <w:r>
        <w:rPr>
          <w:rtl/>
        </w:rPr>
        <w:t xml:space="preserve"> يُجِيبُ </w:t>
      </w:r>
      <w:r>
        <w:rPr>
          <w:rFonts w:hint="cs"/>
          <w:rtl/>
        </w:rPr>
        <w:t>ٱ</w:t>
      </w:r>
      <w:r>
        <w:rPr>
          <w:rFonts w:hint="eastAsia"/>
          <w:rtl/>
        </w:rPr>
        <w:t>لۡمُضۡطَرَّ</w:t>
      </w:r>
      <w:r>
        <w:rPr>
          <w:rtl/>
        </w:rPr>
        <w:t xml:space="preserve"> إِذَا دَعَاهُ وَيَكۡشِفُ </w:t>
      </w:r>
      <w:r>
        <w:rPr>
          <w:rFonts w:hint="cs"/>
          <w:rtl/>
        </w:rPr>
        <w:t>ٱ</w:t>
      </w:r>
      <w:r>
        <w:rPr>
          <w:rFonts w:hint="eastAsia"/>
          <w:rtl/>
        </w:rPr>
        <w:t>لسُّوٓءَ</w:t>
      </w:r>
      <w:r>
        <w:rPr>
          <w:rtl/>
        </w:rPr>
        <w:t xml:space="preserve"> وَيَجۡعَلُ</w:t>
      </w:r>
      <w:r w:rsidR="001E6BAB" w:rsidRPr="001E6BAB">
        <w:rPr>
          <w:rFonts w:hint="cs"/>
          <w:rtl/>
        </w:rPr>
        <w:t>ک</w:t>
      </w:r>
      <w:r>
        <w:rPr>
          <w:rFonts w:hint="eastAsia"/>
          <w:rtl/>
        </w:rPr>
        <w:t>مۡ</w:t>
      </w:r>
      <w:r>
        <w:rPr>
          <w:rtl/>
        </w:rPr>
        <w:t xml:space="preserve"> خُلَفَآءَ </w:t>
      </w:r>
      <w:r>
        <w:rPr>
          <w:rFonts w:hint="cs"/>
          <w:rtl/>
        </w:rPr>
        <w:t>ٱ</w:t>
      </w:r>
      <w:r>
        <w:rPr>
          <w:rFonts w:hint="eastAsia"/>
          <w:rtl/>
        </w:rPr>
        <w:t>لۡأَرۡضِ‌ۗ</w:t>
      </w:r>
      <w:r>
        <w:rPr>
          <w:rtl/>
        </w:rPr>
        <w:t xml:space="preserve"> أَءِلَـٰهٌ۬ مَّعَ </w:t>
      </w:r>
      <w:r>
        <w:rPr>
          <w:rFonts w:hint="cs"/>
          <w:rtl/>
        </w:rPr>
        <w:t>ٱ</w:t>
      </w:r>
      <w:r>
        <w:rPr>
          <w:rFonts w:hint="eastAsia"/>
          <w:rtl/>
        </w:rPr>
        <w:t>للَّهِ‌ۚ</w:t>
      </w:r>
      <w:r>
        <w:rPr>
          <w:rtl/>
        </w:rPr>
        <w:t xml:space="preserve"> قَلِيلاً۬ مَّا تَذَ</w:t>
      </w:r>
      <w:r w:rsidR="001E6BAB" w:rsidRPr="001E6BAB">
        <w:rPr>
          <w:rFonts w:hint="cs"/>
          <w:rtl/>
        </w:rPr>
        <w:t>ک</w:t>
      </w:r>
      <w:r>
        <w:rPr>
          <w:rFonts w:hint="eastAsia"/>
          <w:rtl/>
        </w:rPr>
        <w:t>رُونَ</w:t>
      </w:r>
      <w:r>
        <w:rPr>
          <w:rtl/>
        </w:rPr>
        <w:t xml:space="preserve"> (٦٢</w:t>
      </w:r>
      <w:r w:rsidR="009229E3">
        <w:rPr>
          <w:rtl/>
        </w:rPr>
        <w:t>)</w:t>
      </w:r>
    </w:p>
    <w:p w:rsidR="001A403D" w:rsidRDefault="001A403D" w:rsidP="00E36567">
      <w:pPr>
        <w:pStyle w:val="libBoldItalic"/>
      </w:pPr>
      <w:r>
        <w:t>Is He Who responds to the desperate (to establish Haqq) when he calls upon Him and (He) removes the evil, and makes you Caliphs of the earth? Is there any God beside Allah? Little do you remember! (62)</w:t>
      </w:r>
    </w:p>
    <w:p w:rsidR="001A403D" w:rsidRDefault="001A403D" w:rsidP="00E36567">
      <w:pPr>
        <w:pStyle w:val="libNormal"/>
      </w:pPr>
      <w:r>
        <w:t>1-According to Ahadees, Mustafa Ibaad means Aal-e-Mohammad asws. (al-Burhan, v6, p30)</w:t>
      </w:r>
    </w:p>
    <w:p w:rsidR="001A403D" w:rsidRDefault="001A403D" w:rsidP="00E36567">
      <w:pPr>
        <w:pStyle w:val="libNormal"/>
      </w:pPr>
      <w:r>
        <w:t xml:space="preserve">2-About verse no.62 Imam Jafar Sadiq asws said: This was revealed in favour of Qaim-e-Aal-e-Mohammad asws, and by Allah he is the Muztar, when he will offer two Rakat Salaah at Maqam and will make Dua to Allah, </w:t>
      </w:r>
      <w:r>
        <w:lastRenderedPageBreak/>
        <w:t>He will accept it and will finish his difficulty and will appoint him Khalifa of the earth. (al-Burhan, v6, p32)</w:t>
      </w:r>
    </w:p>
    <w:p w:rsidR="001A403D" w:rsidRDefault="001A403D" w:rsidP="009229E3">
      <w:pPr>
        <w:pStyle w:val="libCenterBold1"/>
      </w:pPr>
      <w:r>
        <w:t>Lesson:</w:t>
      </w:r>
    </w:p>
    <w:p w:rsidR="001A403D" w:rsidRDefault="001A403D" w:rsidP="001A403D">
      <w:pPr>
        <w:pStyle w:val="libNormal"/>
      </w:pPr>
      <w:r>
        <w:t>1-Fourteen Masumeen asws are all Mustafa, all of them are Mohammad sawaw.</w:t>
      </w:r>
    </w:p>
    <w:p w:rsidR="001A403D" w:rsidRDefault="001A403D" w:rsidP="001A403D">
      <w:pPr>
        <w:pStyle w:val="libNormal"/>
      </w:pPr>
      <w:r>
        <w:t>2-The hardship &amp; grief of Imam Qaim asws is martyrdom of his grandmother Syyeda-tun-Nisa al-Aalameen asws and Masa’ib of Karbala &amp; Shaam. He is desperately restless that he can reappear to take revenge from the enemies of Syyeda Fatima Zahra asws, Imam Ali asws, Imam Mazloom asws and Masumeen asws.</w:t>
      </w:r>
    </w:p>
    <w:p w:rsidR="001A403D" w:rsidRDefault="001A403D" w:rsidP="001A403D">
      <w:pPr>
        <w:pStyle w:val="libNormal"/>
      </w:pPr>
      <w:r>
        <w:t>3-Whoever keeps quiet and does not raise voice in favour of Walayat-e-Ali asws and Azadari of Imam-e-Mazloom asws according to his capacity, he will be counted among the unjust and misguided ones.</w:t>
      </w:r>
    </w:p>
    <w:p w:rsidR="001A403D" w:rsidRDefault="001A403D" w:rsidP="00385B48">
      <w:pPr>
        <w:pStyle w:val="libAr"/>
      </w:pPr>
      <w:r>
        <w:rPr>
          <w:rFonts w:hint="eastAsia"/>
          <w:rtl/>
        </w:rPr>
        <w:t>وَإِذَا</w:t>
      </w:r>
      <w:r>
        <w:rPr>
          <w:rtl/>
        </w:rPr>
        <w:t xml:space="preserve"> وَقَعَ </w:t>
      </w:r>
      <w:r>
        <w:rPr>
          <w:rFonts w:hint="cs"/>
          <w:rtl/>
        </w:rPr>
        <w:t>ٱ</w:t>
      </w:r>
      <w:r>
        <w:rPr>
          <w:rFonts w:hint="eastAsia"/>
          <w:rtl/>
        </w:rPr>
        <w:t>لۡقَوۡلُ</w:t>
      </w:r>
      <w:r>
        <w:rPr>
          <w:rtl/>
        </w:rPr>
        <w:t xml:space="preserve"> عَلَيۡ</w:t>
      </w:r>
      <w:r w:rsidR="001E6BAB" w:rsidRPr="001E6BAB">
        <w:rPr>
          <w:rFonts w:hint="cs"/>
          <w:rtl/>
        </w:rPr>
        <w:t>ه</w:t>
      </w:r>
      <w:r w:rsidRPr="00595365">
        <w:rPr>
          <w:rFonts w:hint="cs"/>
          <w:rtl/>
        </w:rPr>
        <w:t>مۡ أَخۡرَجۡنَا لَهُمۡ دَا</w:t>
      </w:r>
      <w:r>
        <w:rPr>
          <w:rtl/>
        </w:rPr>
        <w:t xml:space="preserve">ٓبَّةً۬ مِّنَ </w:t>
      </w:r>
      <w:r>
        <w:rPr>
          <w:rFonts w:hint="cs"/>
          <w:rtl/>
        </w:rPr>
        <w:t>ٱ</w:t>
      </w:r>
      <w:r>
        <w:rPr>
          <w:rFonts w:hint="eastAsia"/>
          <w:rtl/>
        </w:rPr>
        <w:t>لۡأَرۡضِ</w:t>
      </w:r>
      <w:r>
        <w:rPr>
          <w:rtl/>
        </w:rPr>
        <w:t xml:space="preserve"> تُكَلِّمُهُمۡ أَنَّ </w:t>
      </w:r>
      <w:r>
        <w:rPr>
          <w:rFonts w:hint="cs"/>
          <w:rtl/>
        </w:rPr>
        <w:t>ٱ</w:t>
      </w:r>
      <w:r>
        <w:rPr>
          <w:rFonts w:hint="eastAsia"/>
          <w:rtl/>
        </w:rPr>
        <w:t>لنَّاسَ</w:t>
      </w:r>
      <w:r>
        <w:rPr>
          <w:rtl/>
        </w:rPr>
        <w:t xml:space="preserve"> كَانُواْ بِـَٔايَـٰتِنَا لَا يُوقِنُونَ (٨٢</w:t>
      </w:r>
      <w:r w:rsidR="009229E3">
        <w:rPr>
          <w:rtl/>
        </w:rPr>
        <w:t>)</w:t>
      </w:r>
      <w:r>
        <w:rPr>
          <w:rtl/>
        </w:rPr>
        <w:t xml:space="preserve"> وَيَوۡمَ نَحۡشُرُ مِن </w:t>
      </w:r>
      <w:r w:rsidR="001E6BAB" w:rsidRPr="001E6BAB">
        <w:rPr>
          <w:rFonts w:hint="cs"/>
          <w:rtl/>
        </w:rPr>
        <w:t>ک</w:t>
      </w:r>
      <w:r>
        <w:rPr>
          <w:rFonts w:hint="eastAsia"/>
          <w:rtl/>
        </w:rPr>
        <w:t>لِّ</w:t>
      </w:r>
      <w:r>
        <w:rPr>
          <w:rtl/>
        </w:rPr>
        <w:t xml:space="preserve"> أُمَّةٍ۬ فَوۡجً۬ا مِّمَّن يُكَذِّبُ بِـَٔايَـٰتِنَا فَهُمۡ يُوزَعُونَ (٨٣</w:t>
      </w:r>
      <w:r w:rsidR="009229E3">
        <w:rPr>
          <w:rtl/>
        </w:rPr>
        <w:t>)</w:t>
      </w:r>
      <w:r>
        <w:rPr>
          <w:rtl/>
        </w:rPr>
        <w:t xml:space="preserve"> حَتَّىٰٓ إِذَا جَآءُو قَالَ أَ</w:t>
      </w:r>
      <w:r w:rsidR="001E6BAB" w:rsidRPr="001E6BAB">
        <w:rPr>
          <w:rFonts w:hint="cs"/>
          <w:rtl/>
        </w:rPr>
        <w:t>ک</w:t>
      </w:r>
      <w:r>
        <w:rPr>
          <w:rFonts w:hint="eastAsia"/>
          <w:rtl/>
        </w:rPr>
        <w:t>ذَّبۡتُم</w:t>
      </w:r>
      <w:r>
        <w:rPr>
          <w:rtl/>
        </w:rPr>
        <w:t xml:space="preserve"> بِـَٔايَـٰتِى وَلَمۡ تُحِيطُواْ بِ</w:t>
      </w:r>
      <w:r w:rsidR="001E6BAB" w:rsidRPr="001E6BAB">
        <w:rPr>
          <w:rFonts w:hint="cs"/>
          <w:rtl/>
        </w:rPr>
        <w:t>ه</w:t>
      </w:r>
      <w:r w:rsidRPr="00595365">
        <w:rPr>
          <w:rFonts w:hint="cs"/>
          <w:rtl/>
        </w:rPr>
        <w:t>ا عِلۡمًا أَمَّاذَا كُنتُمۡ تَعۡمَلُونَ (٨٤</w:t>
      </w:r>
      <w:r w:rsidR="009229E3">
        <w:rPr>
          <w:rtl/>
        </w:rPr>
        <w:t>)</w:t>
      </w:r>
    </w:p>
    <w:p w:rsidR="001A403D" w:rsidRDefault="001A403D" w:rsidP="00E36567">
      <w:pPr>
        <w:pStyle w:val="libBoldItalic"/>
      </w:pPr>
      <w:r>
        <w:t>And when the word (decree) is fulfilled concerning them, We will bring forth for them Dabbah (who walks) from the earth who will speak to them because people had no faith in Our Ayaat. (82) And the Day when We will gather from every nation a group of those who belieded Our Ayaat, and they will be made to stand in rows (order); (83) Until, when they (all had) come, He will say: Did you belie My Ayaat when you could not encompass them in knowledge, or what was it that you were doing? (84)</w:t>
      </w:r>
    </w:p>
    <w:p w:rsidR="001A403D" w:rsidRDefault="001A403D" w:rsidP="00E36567">
      <w:pPr>
        <w:pStyle w:val="libNormal"/>
      </w:pPr>
      <w:r>
        <w:t>1-Imam Jafar Sadiq asws said: Rasool Allah sawaw came to Amirul Momineen asws and he was reclining in the Masjid, and resting his head on a heap of sand, then Rasool Allah sawaw shook him and said: Get up, O Dabbah-tul-Arz. One of the companions asked: Can we call each other with this name among ourselves? Said: By Allah, no, it is specific only for him, and he is that Dabbah which Allah Ta’ala has mentioned in His Book, “And when the word is fulfilled concerning them, We will bring forth for them Dabbah from the earth who will speak to them because people had no faith in Our Ayaat” Then said: Ya Ali asws, when it will be the last era, then Allah will reappear you in beautiful countenance and you will have a stamp with which you will mark your enemies. (extract from Hadees) (al-Burhan, v6, p36)</w:t>
      </w:r>
    </w:p>
    <w:p w:rsidR="001A403D" w:rsidRDefault="001A403D" w:rsidP="00E36567">
      <w:pPr>
        <w:pStyle w:val="libNormal"/>
      </w:pPr>
      <w:r>
        <w:t xml:space="preserve">2-About the saying of Allah Ta’ala, “And the Day when We will gather from every nation a group...” Imam Jafar Sadiq asws said: There is not anyone among Momineen who is killed and he does not return in Raj’at until he will die (natural death). And no one will return (in Raj’at) except him who has only &amp; only Emaan, and who has only &amp; only Kufr. Then Imam asws narrated that a person said to Ammar Yasir (a.s.): O Aba Yaqzan, one verse in the Book of Allah has disturbed my heart and put me in doubt. Ammar said: Which verse is that? He said: “And when the word is fulfilled concerning them, We will bring forth for them Dabbah from the earth who will speak to them because people had no faith in Our Ayaat” so </w:t>
      </w:r>
      <w:r>
        <w:lastRenderedPageBreak/>
        <w:t>who is this Dabbah? Ammar said: By Allah, I will not sit and will not eat and will not drink until I show him to you. So Ammar came with that person to Amirul Momineen asws, and Imam asws was eating dates and butter, and said: O Aba Yaqzan, come. So Ammar sat down and started eating with him. That person was astonished from this. When Ammar stood up, that person said: Subhanallah, ya Aba Yaqzan, you swore that you will neither eat nor drink and nor sit until you will show him to me. Ammar said: Certainly I have shown him to you if you are wise. (al-Burhan, v6, p37)</w:t>
      </w:r>
    </w:p>
    <w:p w:rsidR="001A403D" w:rsidRDefault="001A403D" w:rsidP="009229E3">
      <w:pPr>
        <w:pStyle w:val="libCenterBold1"/>
      </w:pPr>
      <w:r>
        <w:t>Lesson:</w:t>
      </w:r>
    </w:p>
    <w:p w:rsidR="001A403D" w:rsidRDefault="001A403D" w:rsidP="001A403D">
      <w:pPr>
        <w:pStyle w:val="libNormal"/>
      </w:pPr>
      <w:r>
        <w:t>1-Maola Ali asws will reappear many times, he will emerge from the earth splitting it and dusting his holy head, and he will make face of Momin bright with staff of Musa (a.s.) and will put a sign of curse on the face of Kafir with the ring of Sulaiman (a.s.), who are deniers of Walayat-e-Ali asws.</w:t>
      </w:r>
    </w:p>
    <w:p w:rsidR="001A403D" w:rsidRDefault="001A403D" w:rsidP="001A403D">
      <w:pPr>
        <w:pStyle w:val="libNormal"/>
      </w:pPr>
      <w:r>
        <w:t>2-The deniers of Walayat-e-Ali asws will be made to stand in order: Row of self-made Imams and Walis, row of agents of self-made Wali, row of propaganda secretaries declaring their Rahbers equal to Masumeen asws, row of Wakeels who collect money for them from the poor people, row of blind Muqallideen, so that they can be rewarded accordingly by Justice of Allah, because they were belying Natiq &amp; Samit Ayaat of Allah, while they did not encompass Ayaat with knowledge, i.e. they did not learn Quran from its teacher, translator, and Mufassir, it means they never even touched the Tafaseer of Masumeen asws, and if they read few verses they were explained by Zunn and Philosophy. They did not believe in Quranic verses that every thing is mentioned in Quran, and they turned away (migrated) from Quran-e-Natiq as well. So it will be asked: You did not gain knowledge of Quran &amp; Hadees, then what you were doing? You learned man-made branches of so-called knowledge and became so-called Alim-e-Deen, and innovated Bid’ahs, issued Fatawa with Zunn and Qiyas considering yourself very wise, interchanged Halaal and Haraam, devised many self-made classifications just to exit Walayat-e-Ali asws from Deen, and included your own Walayat-e-Faqeh, and did Shirk in Walayat-e-Elahi.</w:t>
      </w:r>
    </w:p>
    <w:p w:rsidR="001A403D" w:rsidRDefault="001A403D" w:rsidP="00385B48">
      <w:pPr>
        <w:pStyle w:val="libAr"/>
      </w:pPr>
      <w:r>
        <w:rPr>
          <w:rFonts w:hint="eastAsia"/>
          <w:rtl/>
        </w:rPr>
        <w:t>مَن</w:t>
      </w:r>
      <w:r>
        <w:rPr>
          <w:rtl/>
        </w:rPr>
        <w:t xml:space="preserve"> جَآءَ بِ</w:t>
      </w:r>
      <w:r>
        <w:rPr>
          <w:rFonts w:hint="cs"/>
          <w:rtl/>
        </w:rPr>
        <w:t>ٱ</w:t>
      </w:r>
      <w:r>
        <w:rPr>
          <w:rFonts w:hint="eastAsia"/>
          <w:rtl/>
        </w:rPr>
        <w:t>لۡحَسَنَةِ</w:t>
      </w:r>
      <w:r>
        <w:rPr>
          <w:rtl/>
        </w:rPr>
        <w:t xml:space="preserve"> فَلَهُ </w:t>
      </w:r>
      <w:r>
        <w:rPr>
          <w:rFonts w:hint="cs"/>
          <w:rtl/>
        </w:rPr>
        <w:t>ۥ</w:t>
      </w:r>
      <w:r>
        <w:rPr>
          <w:rtl/>
        </w:rPr>
        <w:t xml:space="preserve"> خَيۡرٌ۬ مِّنۡ</w:t>
      </w:r>
      <w:r w:rsidR="001E6BAB" w:rsidRPr="001E6BAB">
        <w:rPr>
          <w:rFonts w:hint="cs"/>
          <w:rtl/>
        </w:rPr>
        <w:t>ه</w:t>
      </w:r>
      <w:r w:rsidRPr="00595365">
        <w:rPr>
          <w:rFonts w:hint="cs"/>
          <w:rtl/>
        </w:rPr>
        <w:t>ا وَهُم مِّن فَزَعٍ۬ يَوۡمَ</w:t>
      </w:r>
      <w:r>
        <w:rPr>
          <w:rFonts w:hint="cs"/>
          <w:rtl/>
        </w:rPr>
        <w:t>ٮِٕ</w:t>
      </w:r>
      <w:r>
        <w:rPr>
          <w:rFonts w:hint="eastAsia"/>
          <w:rtl/>
        </w:rPr>
        <w:t>ذٍ</w:t>
      </w:r>
      <w:r>
        <w:rPr>
          <w:rtl/>
        </w:rPr>
        <w:t xml:space="preserve"> ءَامِنُونَ (٨٩</w:t>
      </w:r>
      <w:r w:rsidR="009229E3">
        <w:rPr>
          <w:rtl/>
        </w:rPr>
        <w:t>)</w:t>
      </w:r>
      <w:r>
        <w:rPr>
          <w:rtl/>
        </w:rPr>
        <w:t xml:space="preserve"> وَمَن جَآءَ بِ</w:t>
      </w:r>
      <w:r>
        <w:rPr>
          <w:rFonts w:hint="cs"/>
          <w:rtl/>
        </w:rPr>
        <w:t>ٱ</w:t>
      </w:r>
      <w:r>
        <w:rPr>
          <w:rFonts w:hint="eastAsia"/>
          <w:rtl/>
        </w:rPr>
        <w:t>لسَّيِّئَةِ</w:t>
      </w:r>
      <w:r>
        <w:rPr>
          <w:rtl/>
        </w:rPr>
        <w:t xml:space="preserve"> فَكُبَّتۡ وُجُوهُهُمۡ فِى </w:t>
      </w:r>
      <w:r>
        <w:rPr>
          <w:rFonts w:hint="cs"/>
          <w:rtl/>
        </w:rPr>
        <w:t>ٱ</w:t>
      </w:r>
      <w:r>
        <w:rPr>
          <w:rFonts w:hint="eastAsia"/>
          <w:rtl/>
        </w:rPr>
        <w:t>لنَّارِ</w:t>
      </w:r>
      <w:r>
        <w:rPr>
          <w:rtl/>
        </w:rPr>
        <w:t xml:space="preserve"> هَلۡ تُجۡزَوۡنَ إِلَّا مَا كُنتُمۡ تَعۡمَلُونَ (٩٠</w:t>
      </w:r>
      <w:r w:rsidR="009229E3">
        <w:rPr>
          <w:rtl/>
        </w:rPr>
        <w:t>)</w:t>
      </w:r>
      <w:r>
        <w:rPr>
          <w:rtl/>
        </w:rPr>
        <w:t xml:space="preserve"> إِنَّمَآ أُمِرۡتُ أَنۡ أَعۡبُدَ رَبَّ هَـٰ</w:t>
      </w:r>
      <w:r>
        <w:rPr>
          <w:rFonts w:hint="eastAsia"/>
          <w:rtl/>
        </w:rPr>
        <w:t>ذِهِ</w:t>
      </w:r>
      <w:r>
        <w:rPr>
          <w:rtl/>
        </w:rPr>
        <w:t xml:space="preserve"> </w:t>
      </w:r>
      <w:r>
        <w:rPr>
          <w:rFonts w:hint="cs"/>
          <w:rtl/>
        </w:rPr>
        <w:t>ٱ</w:t>
      </w:r>
      <w:r>
        <w:rPr>
          <w:rFonts w:hint="eastAsia"/>
          <w:rtl/>
        </w:rPr>
        <w:t>لۡبَلۡدَةِ</w:t>
      </w:r>
      <w:r>
        <w:rPr>
          <w:rtl/>
        </w:rPr>
        <w:t xml:space="preserve"> </w:t>
      </w:r>
      <w:r>
        <w:rPr>
          <w:rFonts w:hint="cs"/>
          <w:rtl/>
        </w:rPr>
        <w:t>ٱ</w:t>
      </w:r>
      <w:r>
        <w:rPr>
          <w:rFonts w:hint="eastAsia"/>
          <w:rtl/>
        </w:rPr>
        <w:t>لَّذِى</w:t>
      </w:r>
      <w:r>
        <w:rPr>
          <w:rtl/>
        </w:rPr>
        <w:t xml:space="preserve"> حَرَّمَهَا وَلَهُ </w:t>
      </w:r>
      <w:r>
        <w:rPr>
          <w:rFonts w:hint="cs"/>
          <w:rtl/>
        </w:rPr>
        <w:t>ۥ</w:t>
      </w:r>
      <w:r>
        <w:rPr>
          <w:rtl/>
        </w:rPr>
        <w:t xml:space="preserve"> </w:t>
      </w:r>
      <w:r w:rsidR="001E6BAB" w:rsidRPr="001E6BAB">
        <w:rPr>
          <w:rFonts w:hint="cs"/>
          <w:rtl/>
        </w:rPr>
        <w:t>ک</w:t>
      </w:r>
      <w:r>
        <w:rPr>
          <w:rFonts w:hint="eastAsia"/>
          <w:rtl/>
        </w:rPr>
        <w:t>لُّ</w:t>
      </w:r>
      <w:r>
        <w:rPr>
          <w:rtl/>
        </w:rPr>
        <w:t xml:space="preserve"> شَىۡءٍ۬‌ۖ وَأُمِرۡتُ أَنۡ أَكُونَ مِنَ </w:t>
      </w:r>
      <w:r>
        <w:rPr>
          <w:rFonts w:hint="cs"/>
          <w:rtl/>
        </w:rPr>
        <w:t>ٱ</w:t>
      </w:r>
      <w:r>
        <w:rPr>
          <w:rFonts w:hint="eastAsia"/>
          <w:rtl/>
        </w:rPr>
        <w:t>لۡمُسۡلِمِينَ</w:t>
      </w:r>
      <w:r>
        <w:rPr>
          <w:rtl/>
        </w:rPr>
        <w:t xml:space="preserve"> (٩١</w:t>
      </w:r>
      <w:r w:rsidR="009229E3">
        <w:rPr>
          <w:rtl/>
        </w:rPr>
        <w:t>)</w:t>
      </w:r>
      <w:r>
        <w:rPr>
          <w:rtl/>
        </w:rPr>
        <w:t xml:space="preserve"> وَأَنۡ أَتۡلُوَاْ </w:t>
      </w:r>
      <w:r>
        <w:rPr>
          <w:rFonts w:hint="cs"/>
          <w:rtl/>
        </w:rPr>
        <w:t>ٱ</w:t>
      </w:r>
      <w:r>
        <w:rPr>
          <w:rFonts w:hint="eastAsia"/>
          <w:rtl/>
        </w:rPr>
        <w:t>لۡقُرۡءَانَ‌ۖ</w:t>
      </w:r>
      <w:r>
        <w:rPr>
          <w:rtl/>
        </w:rPr>
        <w:t xml:space="preserve"> فَمَنِ </w:t>
      </w:r>
      <w:r>
        <w:rPr>
          <w:rFonts w:hint="cs"/>
          <w:rtl/>
        </w:rPr>
        <w:t>ٱ</w:t>
      </w:r>
      <w:r>
        <w:rPr>
          <w:rFonts w:hint="eastAsia"/>
          <w:rtl/>
        </w:rPr>
        <w:t>هۡتَدَىٰ</w:t>
      </w:r>
      <w:r>
        <w:rPr>
          <w:rtl/>
        </w:rPr>
        <w:t xml:space="preserve"> فَإِنَّمَا يَ</w:t>
      </w:r>
      <w:r w:rsidR="001E6BAB" w:rsidRPr="001E6BAB">
        <w:rPr>
          <w:rFonts w:hint="cs"/>
          <w:rtl/>
        </w:rPr>
        <w:t>ه</w:t>
      </w:r>
      <w:r w:rsidRPr="00595365">
        <w:rPr>
          <w:rFonts w:hint="cs"/>
          <w:rtl/>
        </w:rPr>
        <w:t>ۡتَدِى لِنَفۡسِهِ</w:t>
      </w:r>
      <w:r>
        <w:rPr>
          <w:rFonts w:hint="cs"/>
          <w:rtl/>
        </w:rPr>
        <w:t>ۦ‌ۖ</w:t>
      </w:r>
      <w:r>
        <w:rPr>
          <w:rtl/>
        </w:rPr>
        <w:t xml:space="preserve"> وَمَن ضَلَّ فَقُلۡ إِنَّمَآ أَنَا۟ مِنَ </w:t>
      </w:r>
      <w:r>
        <w:rPr>
          <w:rFonts w:hint="cs"/>
          <w:rtl/>
        </w:rPr>
        <w:t>ٱ</w:t>
      </w:r>
      <w:r>
        <w:rPr>
          <w:rFonts w:hint="eastAsia"/>
          <w:rtl/>
        </w:rPr>
        <w:t>لۡمُنذِرِينَ</w:t>
      </w:r>
      <w:r>
        <w:rPr>
          <w:rtl/>
        </w:rPr>
        <w:t xml:space="preserve"> (٩٢</w:t>
      </w:r>
      <w:r w:rsidR="009229E3">
        <w:rPr>
          <w:rtl/>
        </w:rPr>
        <w:t>)</w:t>
      </w:r>
      <w:r>
        <w:rPr>
          <w:rtl/>
        </w:rPr>
        <w:t xml:space="preserve"> و</w:t>
      </w:r>
      <w:r>
        <w:rPr>
          <w:rFonts w:hint="eastAsia"/>
          <w:rtl/>
        </w:rPr>
        <w:t>َقُلِ</w:t>
      </w:r>
      <w:r>
        <w:rPr>
          <w:rtl/>
        </w:rPr>
        <w:t xml:space="preserve"> </w:t>
      </w:r>
      <w:r>
        <w:rPr>
          <w:rFonts w:hint="cs"/>
          <w:rtl/>
        </w:rPr>
        <w:t>ٱ</w:t>
      </w:r>
      <w:r>
        <w:rPr>
          <w:rFonts w:hint="eastAsia"/>
          <w:rtl/>
        </w:rPr>
        <w:t>لۡحَمۡدُ</w:t>
      </w:r>
      <w:r>
        <w:rPr>
          <w:rtl/>
        </w:rPr>
        <w:t xml:space="preserve"> لِلَّهِ سَيُرِيكُمۡ ءَايَـٰتِهِ</w:t>
      </w:r>
      <w:r>
        <w:rPr>
          <w:rFonts w:hint="cs"/>
          <w:rtl/>
        </w:rPr>
        <w:t>ۦ</w:t>
      </w:r>
      <w:r>
        <w:rPr>
          <w:rtl/>
        </w:rPr>
        <w:t xml:space="preserve"> فَتَعۡرِفُونَ</w:t>
      </w:r>
      <w:r w:rsidR="001E6BAB" w:rsidRPr="001E6BAB">
        <w:rPr>
          <w:rFonts w:hint="cs"/>
          <w:rtl/>
        </w:rPr>
        <w:t>ه</w:t>
      </w:r>
      <w:r w:rsidRPr="00595365">
        <w:rPr>
          <w:rFonts w:hint="cs"/>
          <w:rtl/>
        </w:rPr>
        <w:t>ا‌ۚ وَمَا رَبُّكَ بِغَـٰفِلٍ عَمَّا تَعۡ</w:t>
      </w:r>
      <w:r>
        <w:rPr>
          <w:rtl/>
        </w:rPr>
        <w:t>مَلُونَ (٩٣</w:t>
      </w:r>
      <w:r w:rsidR="009229E3">
        <w:rPr>
          <w:rtl/>
        </w:rPr>
        <w:t>)</w:t>
      </w:r>
    </w:p>
    <w:p w:rsidR="001A403D" w:rsidRDefault="001A403D" w:rsidP="00E36567">
      <w:pPr>
        <w:pStyle w:val="libBoldItalic"/>
      </w:pPr>
      <w:r>
        <w:t xml:space="preserve">Whoever comes with a good deed will have better (reward) than it; and they will be safe from horror that Day. (89) And whoever comes with an evil deed, they will be flung down on their faces in the Fire. Are you rewarded other than what you used to do? (90) (Say): I am commanded only to worship the Rabb of this city Who has made it sacred, and to Him all things belong. And I am commanded to be among the Muslims </w:t>
      </w:r>
      <w:r>
        <w:lastRenderedPageBreak/>
        <w:t>(submitters), (91) And to recite the Quran, and whoever is guided, is only guided for (the benefit of) himself; and whoever goes astray - then say: I am only of the warners. (92) And say: Every Praise is for Allah Who will soon show you His Ayaat then you will recognize them. And your Rabb is not unaware of what you do. (93)</w:t>
      </w:r>
    </w:p>
    <w:p w:rsidR="001A403D" w:rsidRDefault="001A403D" w:rsidP="00E36567">
      <w:pPr>
        <w:pStyle w:val="libNormal"/>
      </w:pPr>
      <w:r>
        <w:t>1-Amirul Momineen asws said about the saying (verse 89-90) of Allah: “Hasana” (good deed) is knowledge of Walayat and love of us the Ahlul Bait asws. And evil deed is denial of Walayat and jealousy of us the Ahlul Bait asws. (al-Burhan, v6, p41)</w:t>
      </w:r>
    </w:p>
    <w:p w:rsidR="001A403D" w:rsidRDefault="001A403D" w:rsidP="00E36567">
      <w:pPr>
        <w:pStyle w:val="libNormal"/>
      </w:pPr>
      <w:r>
        <w:t>2-Ammar bin Musa said to Imam Jafar Sadiq asws: Abu Umayya Yousuf has narrated your Hadees, “With Eman no deed can give harm, and with Kurf no deed can benefit.” Imam asws said: Abu Umayya has not asked me its Tafseer, I meant from it only that who has Marifat of Imam from Aal-e-Mohammad asws and loves him then he should do any deed from good deeds for himself, that will be accepted from him and it will be increased too much for him, thus if good deeds are with Marifat then they give benefit, so this I meant from it. And similarly Allah does not accept good deeds from the people which they did while loving unjust Imam who is not from Allah Ta’ala. Then Abdullah asked Imam asws: Did Allah Ta’ala not say, “Whoever comes with a good deed will have better than it; and they will be safe from horror that Day”, then how good deeds will not benefit him who loves unjust Imams? So Imam Jafar Sadiq asws said: And do you know that what Allah Ta’ala means by ‘Hasna’ in this verse? That is Marifat of Imam asws and his obedience, and certainly Allah Azza wa Jalla says, “And whoever comes with an evil deed, they will be flung down on their faces in the Fire. Are you rewarded other than what you used to do?” and evil deed means only denial of Imam, which Imam asws is from Allah Ta’ala. On the day of Qiyamah who will bring Walayat of unjust Imam who is not from Allah, and will come with denial of our right opposing our Walayat, on the day of Qiyamah Allah Ta’ala will throw him in Fire faceward. (al-Burhan, v6, p42)</w:t>
      </w:r>
    </w:p>
    <w:p w:rsidR="001A403D" w:rsidRDefault="001A403D" w:rsidP="00E36567">
      <w:pPr>
        <w:pStyle w:val="libNormal"/>
      </w:pPr>
      <w:r>
        <w:t>3-Imam Jafar Sadiq asws said: No doubt, people worship Allah Azza wa Jalla due to three reasons: So one group worships Him in love of reward, so that is worship of greedy servants, and that is greed. And the second whorships Him in fear of Fire, so that is worship of slave servants, and that is fear. But I worship Allah Azza wa Jalla in His love, and this is worship of honoured servants, and this is peace. Allah Azza wa Jalla says, “and they will be safe from the horror of that Day” and Allah Azza wa Jalla says, “Say: If you love Allah then obey me, Allah will love you and will forgive your sins for you” so who loves Allah, Allah loves him, and whom Allah Azza wa Jalla loves he becomes among who are given safety. (al-Burhan, v6, p45)</w:t>
      </w:r>
    </w:p>
    <w:p w:rsidR="001A403D" w:rsidRDefault="001A403D" w:rsidP="00E36567">
      <w:pPr>
        <w:pStyle w:val="libNormal"/>
      </w:pPr>
      <w:r>
        <w:t xml:space="preserve">4-In Ahadees it is mentioned about verses no.91-93 that it means Amirul Momineen asws and Imams asws. When they will return (in Raj’at) then even their enemies will recognize them on seeing them. And its proof is that Imams asws are Ayaat, saying of Amirul Momineen asws is: By Allah, there is no Ayat of Allah which is Akbar (greater) than me. Thus when he </w:t>
      </w:r>
      <w:r>
        <w:lastRenderedPageBreak/>
        <w:t>will return to the world then his enemies will recognize him when they will see him in the world. (al-Burhan, v6, p46)</w:t>
      </w:r>
    </w:p>
    <w:p w:rsidR="001A403D" w:rsidRDefault="001A403D" w:rsidP="009229E3">
      <w:pPr>
        <w:pStyle w:val="libCenterBold1"/>
      </w:pPr>
      <w:r>
        <w:t>Lesson:</w:t>
      </w:r>
    </w:p>
    <w:p w:rsidR="001A403D" w:rsidRDefault="001A403D" w:rsidP="001A403D">
      <w:pPr>
        <w:pStyle w:val="libNormal"/>
      </w:pPr>
      <w:r>
        <w:t>1-The good deeds of Muqassireen &amp; Munkireen, which are without Marifat &amp; testimony of Maola Ali asws, are useless, Allah does not accept them at all, they are blown away like ashes.</w:t>
      </w:r>
    </w:p>
    <w:p w:rsidR="001A403D" w:rsidRDefault="001A403D" w:rsidP="001A403D">
      <w:pPr>
        <w:pStyle w:val="libNormal"/>
      </w:pPr>
      <w:r>
        <w:t>2-Deen is only Love of Allah, His Rasool sawaw, and Aal-e-Mohammad asws. There is no partner in this Devotion (Mawaddat). Whoever fixed his own Walayat in front Walayat-e-Ali asws, good deeds of the lovers of such self-made Imam, Allah does not accept at all. Unjust Imams are those who issue Fatawa against Walayat &amp; Azadari.</w:t>
      </w:r>
    </w:p>
    <w:p w:rsidR="00EB2345" w:rsidRDefault="00EB2345" w:rsidP="00FC02E7">
      <w:pPr>
        <w:pStyle w:val="libNormal"/>
        <w:rPr>
          <w:rtl/>
        </w:rPr>
      </w:pPr>
      <w:r>
        <w:rPr>
          <w:rFonts w:hint="eastAsia"/>
        </w:rPr>
        <w:br w:type="page"/>
      </w:r>
    </w:p>
    <w:p w:rsidR="001A403D" w:rsidRDefault="00EB2345" w:rsidP="00EB2345">
      <w:pPr>
        <w:pStyle w:val="Heading1Center"/>
      </w:pPr>
      <w:bookmarkStart w:id="29" w:name="_Toc449789422"/>
      <w:r>
        <w:rPr>
          <w:rFonts w:hint="eastAsia"/>
          <w:rtl/>
        </w:rPr>
        <w:lastRenderedPageBreak/>
        <w:t>سُوۡرَةُ</w:t>
      </w:r>
      <w:r>
        <w:rPr>
          <w:rtl/>
        </w:rPr>
        <w:t xml:space="preserve"> </w:t>
      </w:r>
      <w:r w:rsidR="001A403D">
        <w:rPr>
          <w:rtl/>
        </w:rPr>
        <w:t>القَصَص</w:t>
      </w:r>
      <w:bookmarkEnd w:id="29"/>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وَنُرِيدُ</w:t>
      </w:r>
      <w:r>
        <w:rPr>
          <w:rtl/>
        </w:rPr>
        <w:t xml:space="preserve"> أَن نَّمُنَّ عَلَى </w:t>
      </w:r>
      <w:r>
        <w:rPr>
          <w:rFonts w:hint="cs"/>
          <w:rtl/>
        </w:rPr>
        <w:t>ٱ</w:t>
      </w:r>
      <w:r>
        <w:rPr>
          <w:rFonts w:hint="eastAsia"/>
          <w:rtl/>
        </w:rPr>
        <w:t>لَّذِينَ</w:t>
      </w:r>
      <w:r>
        <w:rPr>
          <w:rtl/>
        </w:rPr>
        <w:t xml:space="preserve"> </w:t>
      </w:r>
      <w:r>
        <w:rPr>
          <w:rFonts w:hint="cs"/>
          <w:rtl/>
        </w:rPr>
        <w:t>ٱ</w:t>
      </w:r>
      <w:r>
        <w:rPr>
          <w:rFonts w:hint="eastAsia"/>
          <w:rtl/>
        </w:rPr>
        <w:t>سۡتُضۡعِفُواْ</w:t>
      </w:r>
      <w:r>
        <w:rPr>
          <w:rtl/>
        </w:rPr>
        <w:t xml:space="preserve"> فِى </w:t>
      </w:r>
      <w:r>
        <w:rPr>
          <w:rFonts w:hint="cs"/>
          <w:rtl/>
        </w:rPr>
        <w:t>ٱ</w:t>
      </w:r>
      <w:r>
        <w:rPr>
          <w:rFonts w:hint="eastAsia"/>
          <w:rtl/>
        </w:rPr>
        <w:t>لۡأَرۡضِ</w:t>
      </w:r>
      <w:r>
        <w:rPr>
          <w:rtl/>
        </w:rPr>
        <w:t xml:space="preserve"> وَنَجۡعَلَهُمۡ أَ</w:t>
      </w:r>
      <w:r>
        <w:rPr>
          <w:rFonts w:hint="cs"/>
          <w:rtl/>
        </w:rPr>
        <w:t>ٮِٕ</w:t>
      </w:r>
      <w:r>
        <w:rPr>
          <w:rFonts w:hint="eastAsia"/>
          <w:rtl/>
        </w:rPr>
        <w:t>مَّةً۬</w:t>
      </w:r>
      <w:r>
        <w:rPr>
          <w:rtl/>
        </w:rPr>
        <w:t xml:space="preserve"> وَنَجۡعَلَهُمُ </w:t>
      </w:r>
      <w:r>
        <w:rPr>
          <w:rFonts w:hint="cs"/>
          <w:rtl/>
        </w:rPr>
        <w:t>ٱ</w:t>
      </w:r>
      <w:r>
        <w:rPr>
          <w:rFonts w:hint="eastAsia"/>
          <w:rtl/>
        </w:rPr>
        <w:t>لۡوَ</w:t>
      </w:r>
      <w:r w:rsidR="005B7B9E" w:rsidRPr="005B7B9E">
        <w:rPr>
          <w:rFonts w:hint="cs"/>
          <w:rtl/>
        </w:rPr>
        <w:t>ا</w:t>
      </w:r>
      <w:r>
        <w:rPr>
          <w:rFonts w:hint="eastAsia"/>
          <w:rtl/>
        </w:rPr>
        <w:t>رِثِينَ</w:t>
      </w:r>
      <w:r>
        <w:rPr>
          <w:rtl/>
        </w:rPr>
        <w:t xml:space="preserve"> (٥</w:t>
      </w:r>
      <w:r w:rsidR="009229E3">
        <w:rPr>
          <w:rtl/>
        </w:rPr>
        <w:t>)</w:t>
      </w:r>
      <w:r>
        <w:rPr>
          <w:rtl/>
        </w:rPr>
        <w:t xml:space="preserve"> وَنُمَكِّنَ لَهُمۡ فِى </w:t>
      </w:r>
      <w:r>
        <w:rPr>
          <w:rFonts w:hint="cs"/>
          <w:rtl/>
        </w:rPr>
        <w:t>ٱ</w:t>
      </w:r>
      <w:r>
        <w:rPr>
          <w:rFonts w:hint="eastAsia"/>
          <w:rtl/>
        </w:rPr>
        <w:t>لۡأَرۡضِ</w:t>
      </w:r>
      <w:r>
        <w:rPr>
          <w:rtl/>
        </w:rPr>
        <w:t xml:space="preserve"> وَنُرِىَ فِرۡعَوۡنَ وَهَـٰمَـٰنَ وَجُنُودَهُمَا مِنۡهُم مَّا </w:t>
      </w:r>
      <w:r w:rsidR="001E6BAB" w:rsidRPr="001E6BAB">
        <w:rPr>
          <w:rFonts w:hint="cs"/>
          <w:rtl/>
        </w:rPr>
        <w:t>ک</w:t>
      </w:r>
      <w:r>
        <w:rPr>
          <w:rFonts w:hint="eastAsia"/>
          <w:rtl/>
        </w:rPr>
        <w:t>انُواْ</w:t>
      </w:r>
      <w:r>
        <w:rPr>
          <w:rtl/>
        </w:rPr>
        <w:t xml:space="preserve"> يَحۡذَرُونَ (٦</w:t>
      </w:r>
      <w:r w:rsidR="009229E3">
        <w:rPr>
          <w:rtl/>
        </w:rPr>
        <w:t>)</w:t>
      </w:r>
    </w:p>
    <w:p w:rsidR="001A403D" w:rsidRDefault="001A403D" w:rsidP="00E36567">
      <w:pPr>
        <w:pStyle w:val="libBoldItalic"/>
      </w:pPr>
      <w:r>
        <w:t>And We wanted to confer favour upon those who were oppressed in the earth, and We make them Imams and We make them the inheritors, (5) And We establish authority for them in the earth, and We show Phiraon and Haman and their soldiers through them that which they feared. (6)</w:t>
      </w:r>
    </w:p>
    <w:p w:rsidR="001A403D" w:rsidRDefault="001A403D" w:rsidP="00E36567">
      <w:pPr>
        <w:pStyle w:val="libNormal"/>
      </w:pPr>
      <w:r>
        <w:t>1-Imam Jafar Sadiq asws said: Rasool Allah sawaw looked toward Ali asws and Hassan asws and Hussain asws and started weeping and said: You will be oppressed after me. Mufazzal asked: O son of Rasool Allah asws what it means? Imam asws said: It means that you are Imams asws after me, because Allah Azza wa Jalla says, “And We intended to bestow favour upon those who were oppressed in the earth, and We make them Imams and We make them the inheritors” so this verse is continuous until the day of Qiyamah in our favour. (al-Burhan, v6, p53)</w:t>
      </w:r>
    </w:p>
    <w:p w:rsidR="001A403D" w:rsidRDefault="001A403D" w:rsidP="00E36567">
      <w:pPr>
        <w:pStyle w:val="libNormal"/>
      </w:pPr>
      <w:r>
        <w:t>2-Imam Jafar Sadiq asws said: Minhal met Imam Zainul Abideen asws and asked: O son of Rasool Allah asws, how are you? Said: What happened to you, you do not know what is our condition? Our condition among our Ummah is same as Bani Israel was among Aal-e-Firaon, that they were killing their sons and leaving their women alive. And after Mohammad Mustafa sawaw the condition of Khairul Bariya Ali asws was such that he was abused from the pulpits. And the condition of our enemies is such that they are given wealth and status. And condition of our lovers is such that their right is usurped under oppression, and this has been happening with Momineen. And the condition of Ajam is such that Arab are showing their right over them that Mohammad sawaw is from them. And condition of Quraish is such that they show proud to Arab that Mohammad sawaw is from them. And the condition of Arab is such that they show proud to Ajam that Mohammad sawaw is from them. And the condition of us the Ahlul Bait asws is such that no one knows our right. So this is our condition, O Minhal. (al-Burhan, v6, p60)</w:t>
      </w:r>
    </w:p>
    <w:p w:rsidR="001A403D" w:rsidRDefault="001A403D" w:rsidP="00E36567">
      <w:pPr>
        <w:pStyle w:val="libNormal"/>
      </w:pPr>
      <w:r>
        <w:t>3-“We show Phiraon and Haman and their soldiers” (those people who usurped the right of Aal-e-Mohammad asws), “through them” (through Aal-e-Mohammad asws) “that which they feared” (means killing and punishment). (extract from Hadees) (al-Burhan, v6, p59)</w:t>
      </w:r>
    </w:p>
    <w:p w:rsidR="001A403D" w:rsidRDefault="001A403D" w:rsidP="009229E3">
      <w:pPr>
        <w:pStyle w:val="libCenterBold1"/>
      </w:pPr>
      <w:r>
        <w:t>Lesson:</w:t>
      </w:r>
    </w:p>
    <w:p w:rsidR="001A403D" w:rsidRDefault="001A403D" w:rsidP="001A403D">
      <w:pPr>
        <w:pStyle w:val="libNormal"/>
      </w:pPr>
      <w:r>
        <w:t>1-There are numerous Ahadees in the Tafseer of these verses. Rasool Allah sawaw told about twelve Imams asws in detail, and recited these verses and then told in detail about the Zahoor of Imam Qaim asws, his Qiyam, and how he will take revenge from those who did injustice to Aal-e-Mohammad asws.</w:t>
      </w:r>
    </w:p>
    <w:p w:rsidR="001A403D" w:rsidRDefault="001A403D" w:rsidP="001A403D">
      <w:pPr>
        <w:pStyle w:val="libNormal"/>
      </w:pPr>
      <w:r>
        <w:t xml:space="preserve">Syyeda Hakima Khatoon (s.a.) narrated a lengthy Hadees about the Zahoor of Imam Qaim asws during the night of 15 Shaban, and told in that, </w:t>
      </w:r>
      <w:r>
        <w:lastRenderedPageBreak/>
        <w:t>after appearing in this world Imam Qaim asws recited testimony of Tauheed, Risalat, and all Imams asws, while he was in the hands of Imam Hassan Askari asws, then Imam Qaim asws recited these verses.</w:t>
      </w:r>
    </w:p>
    <w:p w:rsidR="001A403D" w:rsidRDefault="001A403D" w:rsidP="001A403D">
      <w:pPr>
        <w:pStyle w:val="libNormal"/>
      </w:pPr>
      <w:r>
        <w:t>2-The summary &amp; conclusion is this that these verses are only and only about the Raj’at of Masumeen asws, and news of revenge from the enemies of Aal-e-Mohammad asws.</w:t>
      </w:r>
    </w:p>
    <w:p w:rsidR="001A403D" w:rsidRDefault="001A403D" w:rsidP="001A403D">
      <w:pPr>
        <w:pStyle w:val="libNormal"/>
      </w:pPr>
      <w:r>
        <w:t>3-Verse no.207 of Sura Baqarah was revealed in the favour of Maola Ali asws when he slept in the bed of Rasool Allah sawaw at the night of migration. Muawiyah gave bribery to Samrah bin Jandab to fabricate a Hadees that (Naoozobillah) this verse was revealed about Abdur Rahman ibne Muljam (l.u.). But all Muslims rejected that fabricated tradition. He wanted that those Ayaat which are in the favour of Masumeen asws, should be applied to their murderers and enemies.</w:t>
      </w:r>
    </w:p>
    <w:p w:rsidR="001A403D" w:rsidRDefault="001A403D" w:rsidP="001A403D">
      <w:pPr>
        <w:pStyle w:val="libNormal"/>
      </w:pPr>
      <w:r>
        <w:t>Same is happening presently: This verse of Sura Qassas which is clearly about Raj’at, authority, and inheritance of Imam Qaim asws &amp; Masumeen asws, is being applied to such people who are issuing Fatawa against Walayat-e-Ali asws &amp; Azadari of Imam Hussain asws, declare Namaz Batil by reciting testimony of Walayat-e-Alia asws, themselves they are Nasibi and Muqassireen. And people are keeping quiet even after seeing this verse written under the picture of those two self-made Imams! But Momineen curse on them because they are martyring Imam asws with their tongues by issuing Fatawa against Walayat, “Qatalallaho mun Qatalaka be aydi wa alsone” (Mafateh al-Jinan) Allah should kill him who martyrs you with hand or tongue. In some new editions of Mafateh al-Jinan this sentence is deleted!!!</w:t>
      </w:r>
    </w:p>
    <w:p w:rsidR="001A403D" w:rsidRDefault="001A403D" w:rsidP="00385B48">
      <w:pPr>
        <w:pStyle w:val="libAr"/>
      </w:pPr>
      <w:r>
        <w:rPr>
          <w:rFonts w:hint="eastAsia"/>
          <w:rtl/>
        </w:rPr>
        <w:t>قَالَ</w:t>
      </w:r>
      <w:r>
        <w:rPr>
          <w:rtl/>
        </w:rPr>
        <w:t xml:space="preserve"> سَنَشُدُّ عَضُدَكَ بِأَخِيكَ وَنَجۡعَلُ لَكُمَا سُلۡطَـٰنً۬ا فَلَا يَصِلُونَ إِلَيۡكُمَا‌ۚ بِـَٔايَـٰتِنَآ أَنتُمَا وَمَنِ </w:t>
      </w:r>
      <w:r>
        <w:rPr>
          <w:rFonts w:hint="cs"/>
          <w:rtl/>
        </w:rPr>
        <w:t>ٱ</w:t>
      </w:r>
      <w:r>
        <w:rPr>
          <w:rFonts w:hint="eastAsia"/>
          <w:rtl/>
        </w:rPr>
        <w:t>تَّبَعَكُمَا</w:t>
      </w:r>
      <w:r>
        <w:rPr>
          <w:rtl/>
        </w:rPr>
        <w:t xml:space="preserve"> </w:t>
      </w:r>
      <w:r>
        <w:rPr>
          <w:rFonts w:hint="cs"/>
          <w:rtl/>
        </w:rPr>
        <w:t>ٱ</w:t>
      </w:r>
      <w:r>
        <w:rPr>
          <w:rFonts w:hint="eastAsia"/>
          <w:rtl/>
        </w:rPr>
        <w:t>لۡغَـٰلِبُونَ</w:t>
      </w:r>
      <w:r>
        <w:rPr>
          <w:rtl/>
        </w:rPr>
        <w:t xml:space="preserve"> (٣٥</w:t>
      </w:r>
      <w:r w:rsidR="009229E3">
        <w:rPr>
          <w:rtl/>
        </w:rPr>
        <w:t>)</w:t>
      </w:r>
    </w:p>
    <w:p w:rsidR="001A403D" w:rsidRDefault="001A403D" w:rsidP="00E36567">
      <w:pPr>
        <w:pStyle w:val="libBoldItalic"/>
      </w:pPr>
      <w:r>
        <w:t>He said: We will strengthen your arm with your brother, and We will appoint for you both Sultan (powerful helper) so that they cannot reach you due to Our Ayaat. You both, and those who follow you, will be the predominant. (35)</w:t>
      </w:r>
    </w:p>
    <w:p w:rsidR="001A403D" w:rsidRDefault="001A403D" w:rsidP="001A403D">
      <w:pPr>
        <w:pStyle w:val="libNormal"/>
      </w:pPr>
      <w:r>
        <w:t>1-When Hazrat Musa (a.s.) and Haroon (a.s.) were going toward Firaon, they felt fear (that he will not listen Haqq), at that moment they saw a horse rider in front of them whose dress was of gold and he had a sword of gold in his hand. And Firaon was loving gold too much. That rider said to Firaon: Listen to these two men otherwise I will kill you. So Firaon was terrified by this and said: Come to me again tomorrow. When rider went out, he called guards and was angry to them and asked: How this horse rider came in without permission? They swore by the honour of Firaon and said: No one came in except those two men. And that horse rider was Shabeh of Maola Ali asws through whom Allah used to help Prophets (a.s.) in hidden way and helped Mohammad Mustafa sawaw openly through him, because he is Kalimatullah al-Kubra, whom Allah reveals in any form which He wishes for His Aoliya, and helps them through him, and he is that Kalima with whom they call upon Allah, then He listens them and saves them (from hardships) and he is meant in the saying of Allah, “and We will appoint for you both Sultan so that they cannot reach you due to Our Ayaat”</w:t>
      </w:r>
    </w:p>
    <w:p w:rsidR="001A403D" w:rsidRDefault="001A403D" w:rsidP="00E36567">
      <w:pPr>
        <w:pStyle w:val="libNormal"/>
      </w:pPr>
      <w:r>
        <w:lastRenderedPageBreak/>
        <w:t>Ibne Abbas (r.a.) said that this horse rider was Ayatul Kubra for both of them. (al-Burhan, v6, p71)</w:t>
      </w:r>
    </w:p>
    <w:p w:rsidR="001A403D" w:rsidRDefault="001A403D" w:rsidP="00E36567">
      <w:pPr>
        <w:pStyle w:val="libNormal"/>
      </w:pPr>
      <w:r>
        <w:t>2-Rasool Allah sawaw was sitting, and a Jinn was asking about a complicated issue next to him, in the meantime Amirul Momineen asws came, and Jinn became small into a sparrow and requested: Ya Rasool Allah sawaw, save me. Said: From whom? Jinn said: From this young man who is coming. Said: What happened? Jinn said: On the day of Flood, I came to sink the ark of Nuh (a.s.), and when I caught it, then he (asws) stroke me and cut my hand, then he showed his cut hand. Then Nabi Akram sawaw said: Yes, this is the same youth. (al-Burhan, v6, p72)</w:t>
      </w:r>
    </w:p>
    <w:p w:rsidR="001A403D" w:rsidRDefault="001A403D" w:rsidP="00E36567">
      <w:pPr>
        <w:pStyle w:val="libNormal"/>
      </w:pPr>
      <w:r>
        <w:t>3-A Jinn was sitting with Rasool Allah sawaw, and Amirul Momineen asws came, then Jinn said while asking for help: Ya Rasool Allah sawaw, save me from this youth who is coming. Said: What he did to you? Replied: I rebelled against Sulaiman (a.s.) and sent a group of Jinns and surrounded him, that time he came riding on a horse and caught me and injured me and these wounds on my body which are from strikes are not yet healed. (al-Burhan, v6, p72)</w:t>
      </w:r>
    </w:p>
    <w:p w:rsidR="001A403D" w:rsidRDefault="001A403D" w:rsidP="009229E3">
      <w:pPr>
        <w:pStyle w:val="libCenterBold1"/>
      </w:pPr>
      <w:r>
        <w:t>Lesson:</w:t>
      </w:r>
    </w:p>
    <w:p w:rsidR="001A403D" w:rsidRDefault="001A403D" w:rsidP="001A403D">
      <w:pPr>
        <w:pStyle w:val="libNormal"/>
      </w:pPr>
      <w:r>
        <w:t>1-Allah the Omnipotent has made Maola Ali asws the Sultan-e-Naseer and Ayat al-Kubra, and he is the helper from Azal to Abad (from ever &amp; for ever). Whoever is denier of Walayat &amp; Help of Maola Ali asws, there is no Wali &amp; Naseer of that Muqassir in this world and the Hereafter.</w:t>
      </w:r>
    </w:p>
    <w:p w:rsidR="001A403D" w:rsidRDefault="001A403D" w:rsidP="00385B48">
      <w:pPr>
        <w:pStyle w:val="libAr"/>
      </w:pPr>
      <w:r>
        <w:rPr>
          <w:rFonts w:hint="eastAsia"/>
          <w:rtl/>
        </w:rPr>
        <w:t>وَجَعَلۡنَـٰهُمۡ</w:t>
      </w:r>
      <w:r>
        <w:rPr>
          <w:rtl/>
        </w:rPr>
        <w:t xml:space="preserve"> أَ</w:t>
      </w:r>
      <w:r>
        <w:rPr>
          <w:rFonts w:hint="cs"/>
          <w:rtl/>
        </w:rPr>
        <w:t>ٮِٕ</w:t>
      </w:r>
      <w:r>
        <w:rPr>
          <w:rFonts w:hint="eastAsia"/>
          <w:rtl/>
        </w:rPr>
        <w:t>مَّةً۬</w:t>
      </w:r>
      <w:r>
        <w:rPr>
          <w:rtl/>
        </w:rPr>
        <w:t xml:space="preserve"> يَدۡعُونَ إِلَى </w:t>
      </w:r>
      <w:r>
        <w:rPr>
          <w:rFonts w:hint="cs"/>
          <w:rtl/>
        </w:rPr>
        <w:t>ٱ</w:t>
      </w:r>
      <w:r>
        <w:rPr>
          <w:rFonts w:hint="eastAsia"/>
          <w:rtl/>
        </w:rPr>
        <w:t>لنَّارِ‌ۖ</w:t>
      </w:r>
      <w:r>
        <w:rPr>
          <w:rtl/>
        </w:rPr>
        <w:t xml:space="preserve"> وَيَوۡمَ </w:t>
      </w:r>
      <w:r>
        <w:rPr>
          <w:rFonts w:hint="cs"/>
          <w:rtl/>
        </w:rPr>
        <w:t>ٱ</w:t>
      </w:r>
      <w:r>
        <w:rPr>
          <w:rFonts w:hint="eastAsia"/>
          <w:rtl/>
        </w:rPr>
        <w:t>لۡقِيَـٰمَةِ</w:t>
      </w:r>
      <w:r>
        <w:rPr>
          <w:rtl/>
        </w:rPr>
        <w:t xml:space="preserve"> لَا يُنصَرُونَ (٤١</w:t>
      </w:r>
      <w:r w:rsidR="009229E3">
        <w:rPr>
          <w:rtl/>
        </w:rPr>
        <w:t>)</w:t>
      </w:r>
    </w:p>
    <w:p w:rsidR="001A403D" w:rsidRDefault="001A403D" w:rsidP="00E36567">
      <w:pPr>
        <w:pStyle w:val="libBoldItalic"/>
      </w:pPr>
      <w:r>
        <w:t>And We made them Imams that invite to the Fire, and on the Day of Qiyamah they will not be helped. (41)</w:t>
      </w:r>
    </w:p>
    <w:p w:rsidR="001A403D" w:rsidRDefault="001A403D" w:rsidP="00E36567">
      <w:pPr>
        <w:pStyle w:val="libNormal"/>
      </w:pPr>
      <w:r>
        <w:t>1-Imam Jafar Sadiq asws said: No doubt, there are two types of Imams in the Book of Allah Ta’ala: Allah Tabarak wa Ta’ala says, “And We made Imams who guide with Our Amr” (al-Anbiya, v73) and not with the Amr of people, and they prefer Amr of Allah over their Amr, and prefer command of Allah over their own order. And He says, “And We made them Imams who invite to Fire” they prefer their own Amr over Amr of Allah, and prefer their own order (decree) over the commandment of Allah, and they deduce according to their desires, which is against what is in the Book of Allah Azza wa Jalla. (al-Burhan, v6, p74)</w:t>
      </w:r>
    </w:p>
    <w:p w:rsidR="001A403D" w:rsidRDefault="001A403D" w:rsidP="009229E3">
      <w:pPr>
        <w:pStyle w:val="libCenterBold1"/>
      </w:pPr>
      <w:r>
        <w:t>Lesson:</w:t>
      </w:r>
    </w:p>
    <w:p w:rsidR="001A403D" w:rsidRDefault="001A403D" w:rsidP="001A403D">
      <w:pPr>
        <w:pStyle w:val="libNormal"/>
      </w:pPr>
      <w:r>
        <w:t>1-Imams of Haqq are those whose Amr and command is same as Amr &amp; command of Allah, their (asws) all judgements &amp; decrees are according to the Book of Allah. Solution of every problem until Qiyamah is present in the Book of Allah for the people of wisdom.</w:t>
      </w:r>
    </w:p>
    <w:p w:rsidR="001A403D" w:rsidRDefault="001A403D" w:rsidP="001A403D">
      <w:pPr>
        <w:pStyle w:val="libNormal"/>
      </w:pPr>
      <w:r>
        <w:t xml:space="preserve">2-When the opposers of Haqq persistently advance in misguidance, they become Imams of Taghoot, it means that who is jealous about the Faza’il of Masumeen asws when he goes far in misguidance that he starts talking nonsense about Walayat, Azadari, infallibility and rights of Masumeen asws, then he is made Imam of Taghoot. Then he openly adores Fire and invite people toward it like Shaitan, and misguides people by saying: Look, </w:t>
      </w:r>
      <w:r>
        <w:lastRenderedPageBreak/>
        <w:t>Shias say to give judgements from Quran &amp; Hadees, but there are only 500 verses in Quran about Shariah, and as far as Ahadees are concerned there is no authenticity for them, and even the Unity of Allah and the righteousness of Islam can not be proved from Quran and Sunnah, therefore come to us (Usuli scholars), we will issue decrees with Zunn-e-ijtihadi and logical reasoning for you suitable to humanity in this modern developed time.</w:t>
      </w:r>
    </w:p>
    <w:p w:rsidR="00595365" w:rsidRDefault="001A403D" w:rsidP="001A403D">
      <w:pPr>
        <w:pStyle w:val="libNormal"/>
      </w:pPr>
      <w:r>
        <w:t>Those who suppose themselves more wise than Quran &amp; Sunnah, will not find any helper on the day of Qiyamah.</w:t>
      </w:r>
    </w:p>
    <w:p w:rsidR="001A403D" w:rsidRDefault="001A403D" w:rsidP="00385B48">
      <w:pPr>
        <w:pStyle w:val="libAr"/>
      </w:pPr>
      <w:r>
        <w:rPr>
          <w:rFonts w:hint="eastAsia"/>
          <w:rtl/>
        </w:rPr>
        <w:t>فَإِن</w:t>
      </w:r>
      <w:r>
        <w:rPr>
          <w:rtl/>
        </w:rPr>
        <w:t xml:space="preserve"> لَّمۡ يَسۡتَجِيبُواْ لَكَ فَ</w:t>
      </w:r>
      <w:r>
        <w:rPr>
          <w:rFonts w:hint="cs"/>
          <w:rtl/>
        </w:rPr>
        <w:t>ٱ</w:t>
      </w:r>
      <w:r>
        <w:rPr>
          <w:rFonts w:hint="eastAsia"/>
          <w:rtl/>
        </w:rPr>
        <w:t>عۡلَمۡ</w:t>
      </w:r>
      <w:r>
        <w:rPr>
          <w:rtl/>
        </w:rPr>
        <w:t xml:space="preserve"> أَنَّمَا يَتَّبِعُونَ أَهۡوَآءَهُمۡ‌ۚ وَمَنۡ أَضَلُّ مِمَّنِ </w:t>
      </w:r>
      <w:r>
        <w:rPr>
          <w:rFonts w:hint="cs"/>
          <w:rtl/>
        </w:rPr>
        <w:t>ٱ</w:t>
      </w:r>
      <w:r>
        <w:rPr>
          <w:rFonts w:hint="eastAsia"/>
          <w:rtl/>
        </w:rPr>
        <w:t>تَّبَعَ</w:t>
      </w:r>
      <w:r>
        <w:rPr>
          <w:rtl/>
        </w:rPr>
        <w:t xml:space="preserve"> هَوَ</w:t>
      </w:r>
      <w:r>
        <w:rPr>
          <w:rFonts w:hint="cs"/>
          <w:rtl/>
        </w:rPr>
        <w:t>ٮٰ</w:t>
      </w:r>
      <w:r>
        <w:rPr>
          <w:rFonts w:hint="eastAsia"/>
          <w:rtl/>
        </w:rPr>
        <w:t>هُ</w:t>
      </w:r>
      <w:r>
        <w:rPr>
          <w:rtl/>
        </w:rPr>
        <w:t xml:space="preserve"> بِغَيۡرِ هُدً۬ى مِّنَ </w:t>
      </w:r>
      <w:r>
        <w:rPr>
          <w:rFonts w:hint="cs"/>
          <w:rtl/>
        </w:rPr>
        <w:t>ٱ</w:t>
      </w:r>
      <w:r>
        <w:rPr>
          <w:rFonts w:hint="eastAsia"/>
          <w:rtl/>
        </w:rPr>
        <w:t>للَّهِ‌ۚ</w:t>
      </w:r>
      <w:r>
        <w:rPr>
          <w:rtl/>
        </w:rPr>
        <w:t xml:space="preserve"> إِنَّ </w:t>
      </w:r>
      <w:r>
        <w:rPr>
          <w:rFonts w:hint="cs"/>
          <w:rtl/>
        </w:rPr>
        <w:t>ٱ</w:t>
      </w:r>
      <w:r>
        <w:rPr>
          <w:rFonts w:hint="eastAsia"/>
          <w:rtl/>
        </w:rPr>
        <w:t>للَّهَ</w:t>
      </w:r>
      <w:r>
        <w:rPr>
          <w:rtl/>
        </w:rPr>
        <w:t xml:space="preserve"> لَا يَ</w:t>
      </w:r>
      <w:r w:rsidR="001E6BAB" w:rsidRPr="001E6BAB">
        <w:rPr>
          <w:rFonts w:hint="cs"/>
          <w:rtl/>
        </w:rPr>
        <w:t>ه</w:t>
      </w:r>
      <w:r w:rsidRPr="00595365">
        <w:rPr>
          <w:rFonts w:hint="cs"/>
          <w:rtl/>
        </w:rPr>
        <w:t xml:space="preserve">ۡدِى </w:t>
      </w:r>
      <w:r>
        <w:rPr>
          <w:rFonts w:hint="cs"/>
          <w:rtl/>
        </w:rPr>
        <w:t>ٱ</w:t>
      </w:r>
      <w:r>
        <w:rPr>
          <w:rFonts w:hint="eastAsia"/>
          <w:rtl/>
        </w:rPr>
        <w:t>لۡقَوۡمَ</w:t>
      </w:r>
      <w:r>
        <w:rPr>
          <w:rtl/>
        </w:rPr>
        <w:t xml:space="preserve"> </w:t>
      </w:r>
      <w:r>
        <w:rPr>
          <w:rFonts w:hint="cs"/>
          <w:rtl/>
        </w:rPr>
        <w:t>ٱ</w:t>
      </w:r>
      <w:r>
        <w:rPr>
          <w:rFonts w:hint="eastAsia"/>
          <w:rtl/>
        </w:rPr>
        <w:t>لظَّـٰلِمِينَ</w:t>
      </w:r>
      <w:r>
        <w:rPr>
          <w:rtl/>
        </w:rPr>
        <w:t xml:space="preserve"> (٥٠</w:t>
      </w:r>
      <w:r w:rsidR="009229E3">
        <w:rPr>
          <w:rtl/>
        </w:rPr>
        <w:t>)</w:t>
      </w:r>
      <w:r>
        <w:rPr>
          <w:rtl/>
        </w:rPr>
        <w:t xml:space="preserve"> ۞ وَلَقَدۡ وَصَّلۡنَا لَهُمُ </w:t>
      </w:r>
      <w:r>
        <w:rPr>
          <w:rFonts w:hint="cs"/>
          <w:rtl/>
        </w:rPr>
        <w:t>ٱ</w:t>
      </w:r>
      <w:r>
        <w:rPr>
          <w:rFonts w:hint="eastAsia"/>
          <w:rtl/>
        </w:rPr>
        <w:t>لۡقَوۡلَ</w:t>
      </w:r>
      <w:r>
        <w:rPr>
          <w:rtl/>
        </w:rPr>
        <w:t xml:space="preserve"> لَعَلَّ</w:t>
      </w:r>
      <w:r>
        <w:rPr>
          <w:rFonts w:hint="eastAsia"/>
          <w:rtl/>
        </w:rPr>
        <w:t>هُمۡ</w:t>
      </w:r>
      <w:r>
        <w:rPr>
          <w:rtl/>
        </w:rPr>
        <w:t xml:space="preserve"> يَتَذَكَّرُونَ (٥١</w:t>
      </w:r>
      <w:r w:rsidR="009229E3">
        <w:rPr>
          <w:rtl/>
        </w:rPr>
        <w:t>)</w:t>
      </w:r>
    </w:p>
    <w:p w:rsidR="001A403D" w:rsidRDefault="001A403D" w:rsidP="00E36567">
      <w:pPr>
        <w:pStyle w:val="libBoldItalic"/>
      </w:pPr>
      <w:r>
        <w:t>So if they do not respond to you, then know that they only follow their desires. And who is more astray than one who follows his desire without guidance from Allah. Indeed, Allah does not guide the wrongdoing people. (50) And verily We have (repeatedly) conveyed the Word to them, that perhaps they may remember. (51)</w:t>
      </w:r>
    </w:p>
    <w:p w:rsidR="001A403D" w:rsidRDefault="001A403D" w:rsidP="00E36567">
      <w:pPr>
        <w:pStyle w:val="libNormal"/>
      </w:pPr>
      <w:r>
        <w:t>1-About the saying of Allah, “And who is more astray than one who follows his desire without guidance from Allah” Imam Jafar Sadiq asws said: It means who deduced his Deen by his opinion, without Imam asws who is from Guiding Imams asws. (al-Burhan, v6, p77)</w:t>
      </w:r>
    </w:p>
    <w:p w:rsidR="001A403D" w:rsidRDefault="001A403D" w:rsidP="00E36567">
      <w:pPr>
        <w:pStyle w:val="libNormal"/>
      </w:pPr>
      <w:r>
        <w:t>2-About the saying of Allah, “And verily We have repeatedly sent the Word to them, that perhaps they may remember” Imam Jafar Sadiq asws said: It means Imam asws after Imam asws. (al-Burhan, v6, p78)</w:t>
      </w:r>
    </w:p>
    <w:p w:rsidR="001A403D" w:rsidRDefault="001A403D" w:rsidP="009229E3">
      <w:pPr>
        <w:pStyle w:val="libCenterBold1"/>
      </w:pPr>
      <w:r>
        <w:t>Lesson:</w:t>
      </w:r>
    </w:p>
    <w:p w:rsidR="001A403D" w:rsidRDefault="001A403D" w:rsidP="001A403D">
      <w:pPr>
        <w:pStyle w:val="libNormal"/>
      </w:pPr>
      <w:r>
        <w:t>1-Who does not respond to Ahadees of Rasool Allah sawaw, and includes his opinion in Deen without guidance of infallible Imams asws, they are the most astray people, while the chain of Imamat is continuous until Qiyamah for guidance from Allah. In spite of this there are some Muqassireen who openly say that their opinion is their Fatwa, and Muqallideen should accept it considering the word of Allah. Such people do not use their intelligence and they do not ponder in holy Quran.</w:t>
      </w:r>
    </w:p>
    <w:p w:rsidR="001A403D" w:rsidRDefault="001A403D" w:rsidP="00385B48">
      <w:pPr>
        <w:pStyle w:val="libAr"/>
      </w:pPr>
      <w:r>
        <w:rPr>
          <w:rFonts w:hint="eastAsia"/>
          <w:rtl/>
        </w:rPr>
        <w:t>إِنَّكَ</w:t>
      </w:r>
      <w:r>
        <w:rPr>
          <w:rtl/>
        </w:rPr>
        <w:t xml:space="preserve"> لَا تَ</w:t>
      </w:r>
      <w:r w:rsidR="001E6BAB" w:rsidRPr="001E6BAB">
        <w:rPr>
          <w:rFonts w:hint="cs"/>
          <w:rtl/>
        </w:rPr>
        <w:t>ه</w:t>
      </w:r>
      <w:r w:rsidRPr="00595365">
        <w:rPr>
          <w:rFonts w:hint="cs"/>
          <w:rtl/>
        </w:rPr>
        <w:t xml:space="preserve">ۡدِى مَنۡ أَحۡبَبۡتَ وَلَـٰكِنَّ </w:t>
      </w:r>
      <w:r>
        <w:rPr>
          <w:rFonts w:hint="cs"/>
          <w:rtl/>
        </w:rPr>
        <w:t>ٱ</w:t>
      </w:r>
      <w:r>
        <w:rPr>
          <w:rFonts w:hint="eastAsia"/>
          <w:rtl/>
        </w:rPr>
        <w:t>للَّهَ</w:t>
      </w:r>
      <w:r>
        <w:rPr>
          <w:rtl/>
        </w:rPr>
        <w:t xml:space="preserve"> يَ</w:t>
      </w:r>
      <w:r w:rsidR="001E6BAB" w:rsidRPr="001E6BAB">
        <w:rPr>
          <w:rFonts w:hint="cs"/>
          <w:rtl/>
        </w:rPr>
        <w:t>ه</w:t>
      </w:r>
      <w:r w:rsidRPr="00595365">
        <w:rPr>
          <w:rFonts w:hint="cs"/>
          <w:rtl/>
        </w:rPr>
        <w:t>ۡدِى مَن يَشَآءُ‌ۚ وَهُوَ أَعۡلَمُ بِ</w:t>
      </w:r>
      <w:r>
        <w:rPr>
          <w:rFonts w:hint="cs"/>
          <w:rtl/>
        </w:rPr>
        <w:t>ٱ</w:t>
      </w:r>
      <w:r>
        <w:rPr>
          <w:rFonts w:hint="eastAsia"/>
          <w:rtl/>
        </w:rPr>
        <w:t>لۡمُهۡتَدِينَ</w:t>
      </w:r>
      <w:r>
        <w:rPr>
          <w:rtl/>
        </w:rPr>
        <w:t xml:space="preserve"> (٥٦</w:t>
      </w:r>
      <w:r w:rsidR="009229E3">
        <w:rPr>
          <w:rtl/>
        </w:rPr>
        <w:t>)</w:t>
      </w:r>
    </w:p>
    <w:p w:rsidR="001A403D" w:rsidRDefault="001A403D" w:rsidP="00E36567">
      <w:pPr>
        <w:pStyle w:val="libBoldItalic"/>
      </w:pPr>
      <w:r>
        <w:t>Indeed, you do not guide whom you like, but Allah guides whom He wills. And He is the Best Knower of the guided ones. (56)</w:t>
      </w:r>
    </w:p>
    <w:p w:rsidR="001A403D" w:rsidRDefault="001A403D" w:rsidP="001A403D">
      <w:pPr>
        <w:pStyle w:val="libNormal"/>
      </w:pPr>
      <w:r>
        <w:t>1-It was asked from Imam Jafar Sadiq asws: People think that (Naoozobillah) Abu Talib asws was Kafir? Said: They tell lie, how he was Kafir while he said: (poetry)</w:t>
      </w:r>
    </w:p>
    <w:p w:rsidR="001A403D" w:rsidRDefault="001A403D" w:rsidP="001A403D">
      <w:pPr>
        <w:pStyle w:val="libNormal"/>
      </w:pPr>
      <w:r>
        <w:t>-Don’t you know, we found Mohammad sawaw same Nabi as Musa (a.s.) was, and it is written in the first Book.</w:t>
      </w:r>
    </w:p>
    <w:p w:rsidR="001A403D" w:rsidRDefault="001A403D" w:rsidP="001A403D">
      <w:pPr>
        <w:pStyle w:val="libNormal"/>
      </w:pPr>
      <w:r>
        <w:t>-Certainly all know that our son is not deniable near us, and Batil statements do not mean anything.</w:t>
      </w:r>
    </w:p>
    <w:p w:rsidR="001A403D" w:rsidRDefault="001A403D" w:rsidP="001A403D">
      <w:pPr>
        <w:pStyle w:val="libNormal"/>
      </w:pPr>
      <w:r>
        <w:t>-And he the bright faced, for the sake of whose face water is demanded from the clouds.</w:t>
      </w:r>
    </w:p>
    <w:p w:rsidR="001A403D" w:rsidRDefault="001A403D" w:rsidP="00E36567">
      <w:pPr>
        <w:pStyle w:val="libNormal"/>
      </w:pPr>
      <w:r>
        <w:t>-He is guardian of the orphans, and shelter for the widows. (al-Burhan, v6, p82)</w:t>
      </w:r>
    </w:p>
    <w:p w:rsidR="001A403D" w:rsidRDefault="001A403D" w:rsidP="00E36567">
      <w:pPr>
        <w:pStyle w:val="libNormal"/>
      </w:pPr>
      <w:r>
        <w:lastRenderedPageBreak/>
        <w:t>2-Imam Jafar Sadiq asws said: Nabi Akram sawaw was in Masjid al-Haraam and he was wearing new clothes, and polytheists put intestines of camel on him and his clothes were soiled, so he came to Hazrat Abu Talib asws and said: O uncle, what do you think, are you not sufficient for me? He said: O son of my brother, what happened? So he narrated the incident. Hazrat Abu Talib asws called Hazrat Hamza asws and took sword in hand and said to Hamza asws: Pick up this intestine. Then went to the people with Nabi Akram sawaw, and approached Quraish who were around Ka’ba. When they saw him they realized that there is no safety now. Then Hazrat Abu Talib asws said to Hamza asws: Put intestines on their faces by force. Hamza asws executed the task until put on the last person. Then Hazrat Abu Talib asws turned toward Nabi Akram sawaw and said: O my nephew, this is sufficient for you from our side. (al-Burhan, v6, p83)</w:t>
      </w:r>
    </w:p>
    <w:p w:rsidR="001A403D" w:rsidRDefault="001A403D" w:rsidP="00E36567">
      <w:pPr>
        <w:pStyle w:val="libNormal"/>
      </w:pPr>
      <w:r>
        <w:t>3-Imam Jafar Sadiq asws said: When Hazrat Abu Talib asws went from this world, Jibrael (a.s.) came down to Rasool Allah sawaw and said: Ya Mohammad sawaw, now go away from Makkah because now your helper is not here. And Quraish were ready to take revenge from Nabi Akram sawaw. So he went out, and went to hills of Makkah which is called as Hajoon, so he migrated to Madina. (al-Burhan, v6, p84)</w:t>
      </w:r>
    </w:p>
    <w:p w:rsidR="001A403D" w:rsidRDefault="001A403D" w:rsidP="001A403D">
      <w:pPr>
        <w:pStyle w:val="libNormal"/>
      </w:pPr>
      <w:r>
        <w:t>4-It was asked from Imam Musa Kazim asws: Was Rasool Allah sawaw Mahjooj of Abu Talib asws?(i.e. Was Abu Talib asws Hujjat of Allah for Rasool Allah sawaw as well?)</w:t>
      </w:r>
    </w:p>
    <w:p w:rsidR="001A403D" w:rsidRDefault="001A403D" w:rsidP="00E36567">
      <w:pPr>
        <w:pStyle w:val="libNormal"/>
      </w:pPr>
      <w:r>
        <w:t>Said: No, but he was trustee of bequeaths of Prophets (a.s.), which he handed over to Rasool Allah sawaw. It was asked: If he conveyed bequeaths to him, then it means that he was Hujjat on him? Said: If he was Hujjat on Rasool Allah sawaw then he would not have handed over bequeath to him. It was asked: Then what is the case of Abu Talib asws? Said: He testified Risalat of Nabi Akram sawaw and whatever he brought, and handed over bequeaths to him and then went away from this world. (al-Burhan, v6, p85)</w:t>
      </w:r>
    </w:p>
    <w:p w:rsidR="001A403D" w:rsidRDefault="001A403D" w:rsidP="00E36567">
      <w:pPr>
        <w:pStyle w:val="libNormal"/>
      </w:pPr>
      <w:r>
        <w:t>5-Imam Jafar Sadiq asws said: When Hazrat Fatima binte Asad asws came to Hazrat Abu Talib asws with the happy news of Zahoor of Nabi Akram sawaw, then Hazrat Abu Talib asws said: Be patient until Sabat, then I will also give you happy news like this except Nabuwat. Imam asws said: Thirty years are called Sabat, and there was period of thirty years between Rasool Allah sawaw and Amirul Momineen asws. (al-Burhan, v6, p85)</w:t>
      </w:r>
    </w:p>
    <w:p w:rsidR="001A403D" w:rsidRDefault="001A403D" w:rsidP="00E36567">
      <w:pPr>
        <w:pStyle w:val="libNormal"/>
      </w:pPr>
      <w:r>
        <w:t>6-Imam Jafar Sadiq asws said: Perform your deeds for Allah and not for the sake of people, because whatever is for Allah only that Allah accepts, and what is for the people that does not rise toward Allah. And do not argue with people in your Deen because argument makes the hearts sick. No doubt Allah Azza wa Jalla says to His Nabi sawaw, “you can not guide whom you like but Allah guides whom he wills” and says, “will you compel people that they should become believers” (Younus, v99). Leave the people because what (religion) people has taken that is taken from ordinary people, and you (Momineen) take from Rasool Allah sawaw. And no doubt I heard from my father Mohammad Baqir asws: When Allah Azza wa Jalla prescribes for some servant that he should enter Amr (Walayat) then he enters more faster than that bird who enters his nest. (al-Burhan, v6, p87)</w:t>
      </w:r>
    </w:p>
    <w:p w:rsidR="001A403D" w:rsidRDefault="001A403D" w:rsidP="009229E3">
      <w:pPr>
        <w:pStyle w:val="libCenterBold1"/>
      </w:pPr>
      <w:r>
        <w:lastRenderedPageBreak/>
        <w:t>Lesson:</w:t>
      </w:r>
    </w:p>
    <w:p w:rsidR="001A403D" w:rsidRDefault="001A403D" w:rsidP="001A403D">
      <w:pPr>
        <w:pStyle w:val="libNormal"/>
      </w:pPr>
      <w:r>
        <w:t>1-The enemies of Ahlul Bait asws tried to relate this verse to Hazrat Abu Talib asws, while this Sura is among the last Suras which were revealed in Madina. There is no need of any proof, argument, or research about the Emaan of Hazrat Abu Talib asws. He is Hujjatullah, mine of Risalat &amp; Imamat, who gives news of Ghaib, and is protector &amp; guardian of Deen of Allah. Hazrat Abu Talib asws &amp; his holy progeny asws are the helper &amp; supporter of His Deen &amp; His Rasool sawaw. After fourteen Masumeen asws his status is highest near Allah. Human being has no ability to narrate the status of Hazrat Abu Talib asws.</w:t>
      </w:r>
    </w:p>
    <w:p w:rsidR="001A403D" w:rsidRDefault="001A403D" w:rsidP="001A403D">
      <w:pPr>
        <w:pStyle w:val="libNormal"/>
      </w:pPr>
      <w:r>
        <w:t>2-Rahmatul-Aalameen sawaw wants that whole mankind should gather on Walayat-e-Ali asws so that they can be saved from the punishment of Allah. But Allah the Just does not give guidance to Najas people because Allah has kept Najasat away from Masumeen asws.</w:t>
      </w:r>
    </w:p>
    <w:p w:rsidR="001A403D" w:rsidRDefault="001A403D" w:rsidP="00385B48">
      <w:pPr>
        <w:pStyle w:val="libAr"/>
      </w:pPr>
      <w:r>
        <w:rPr>
          <w:rFonts w:hint="eastAsia"/>
          <w:rtl/>
        </w:rPr>
        <w:t>وَمَآ</w:t>
      </w:r>
      <w:r>
        <w:rPr>
          <w:rtl/>
        </w:rPr>
        <w:t xml:space="preserve"> أُوتِيتُم مِّن شَىۡءٍ۬ فَمَتَـٰعُ </w:t>
      </w:r>
      <w:r>
        <w:rPr>
          <w:rFonts w:hint="cs"/>
          <w:rtl/>
        </w:rPr>
        <w:t>ٱ</w:t>
      </w:r>
      <w:r>
        <w:rPr>
          <w:rFonts w:hint="eastAsia"/>
          <w:rtl/>
        </w:rPr>
        <w:t>لۡحَيَوٰةِ</w:t>
      </w:r>
      <w:r>
        <w:rPr>
          <w:rtl/>
        </w:rPr>
        <w:t xml:space="preserve"> </w:t>
      </w:r>
      <w:r>
        <w:rPr>
          <w:rFonts w:hint="cs"/>
          <w:rtl/>
        </w:rPr>
        <w:t>ٱ</w:t>
      </w:r>
      <w:r>
        <w:rPr>
          <w:rFonts w:hint="eastAsia"/>
          <w:rtl/>
        </w:rPr>
        <w:t>لدُّنۡيَا</w:t>
      </w:r>
      <w:r>
        <w:rPr>
          <w:rtl/>
        </w:rPr>
        <w:t xml:space="preserve"> وَزِينَتُهَا‌ۚ وَمَا عِندَ </w:t>
      </w:r>
      <w:r>
        <w:rPr>
          <w:rFonts w:hint="cs"/>
          <w:rtl/>
        </w:rPr>
        <w:t>ٱ</w:t>
      </w:r>
      <w:r>
        <w:rPr>
          <w:rFonts w:hint="eastAsia"/>
          <w:rtl/>
        </w:rPr>
        <w:t>للَّهِ</w:t>
      </w:r>
      <w:r>
        <w:rPr>
          <w:rtl/>
        </w:rPr>
        <w:t xml:space="preserve"> خَيۡرٌ۬ وَأَبۡقَىٰٓ‌ۚ أَفَلَا تَعۡقِلُونَ (٦٠</w:t>
      </w:r>
      <w:r w:rsidR="009229E3">
        <w:rPr>
          <w:rtl/>
        </w:rPr>
        <w:t>)</w:t>
      </w:r>
      <w:r>
        <w:rPr>
          <w:rtl/>
        </w:rPr>
        <w:t xml:space="preserve"> أَفَمَن وَعَدۡنَـٰهُ وَعۡدًا حَسَنً۬ا فَهُوَ لَـٰقِيهِ كَمَن مَّتَّعۡنَـٰهُ مَتَـٰعَ </w:t>
      </w:r>
      <w:r>
        <w:rPr>
          <w:rFonts w:hint="cs"/>
          <w:rtl/>
        </w:rPr>
        <w:t>ٱ</w:t>
      </w:r>
      <w:r>
        <w:rPr>
          <w:rFonts w:hint="eastAsia"/>
          <w:rtl/>
        </w:rPr>
        <w:t>لۡحَيَوٰةِ</w:t>
      </w:r>
      <w:r>
        <w:rPr>
          <w:rtl/>
        </w:rPr>
        <w:t xml:space="preserve"> </w:t>
      </w:r>
      <w:r>
        <w:rPr>
          <w:rFonts w:hint="cs"/>
          <w:rtl/>
        </w:rPr>
        <w:t>ٱ</w:t>
      </w:r>
      <w:r>
        <w:rPr>
          <w:rFonts w:hint="eastAsia"/>
          <w:rtl/>
        </w:rPr>
        <w:t>لدُّنۡيَا</w:t>
      </w:r>
      <w:r>
        <w:rPr>
          <w:rtl/>
        </w:rPr>
        <w:t xml:space="preserve"> ثُ</w:t>
      </w:r>
      <w:r>
        <w:rPr>
          <w:rFonts w:hint="eastAsia"/>
          <w:rtl/>
        </w:rPr>
        <w:t>مَّ</w:t>
      </w:r>
      <w:r>
        <w:rPr>
          <w:rtl/>
        </w:rPr>
        <w:t xml:space="preserve"> هُوَ يَوۡمَ </w:t>
      </w:r>
      <w:r>
        <w:rPr>
          <w:rFonts w:hint="cs"/>
          <w:rtl/>
        </w:rPr>
        <w:t>ٱ</w:t>
      </w:r>
      <w:r>
        <w:rPr>
          <w:rFonts w:hint="eastAsia"/>
          <w:rtl/>
        </w:rPr>
        <w:t>لۡقِيَـٰمَةِ</w:t>
      </w:r>
      <w:r>
        <w:rPr>
          <w:rtl/>
        </w:rPr>
        <w:t xml:space="preserve"> مِنَ </w:t>
      </w:r>
      <w:r>
        <w:rPr>
          <w:rFonts w:hint="cs"/>
          <w:rtl/>
        </w:rPr>
        <w:t>ٱ</w:t>
      </w:r>
      <w:r>
        <w:rPr>
          <w:rFonts w:hint="eastAsia"/>
          <w:rtl/>
        </w:rPr>
        <w:t>لۡمُحۡضَرِينَ</w:t>
      </w:r>
      <w:r>
        <w:rPr>
          <w:rtl/>
        </w:rPr>
        <w:t xml:space="preserve"> (٦١</w:t>
      </w:r>
      <w:r w:rsidR="009229E3">
        <w:rPr>
          <w:rtl/>
        </w:rPr>
        <w:t>)</w:t>
      </w:r>
    </w:p>
    <w:p w:rsidR="001A403D" w:rsidRDefault="001A403D" w:rsidP="00E36567">
      <w:pPr>
        <w:pStyle w:val="libBoldItalic"/>
      </w:pPr>
      <w:r>
        <w:t>And whatever things you have been given that is a comfort of the life of the world and its adornment; and what is with Allah is better and more lasting. Have you then no sense? (60) Then is he whom We have promised a good promise which he will find (true) like him whom We provided (only) the comfort of the life of the world, then on the Day of Qiyamah he will be among those arraigned (presented for punishment)? (61)</w:t>
      </w:r>
    </w:p>
    <w:p w:rsidR="001A403D" w:rsidRDefault="001A403D" w:rsidP="00E36567">
      <w:pPr>
        <w:pStyle w:val="libNormal"/>
      </w:pPr>
      <w:r>
        <w:t>1-About the saying of Allah, “Then is he whom We have promised a good promise which he will find (true)” Imam Jafar Sadiq asws said: Who has been promised is Ali ibne Abi Talib asws, Allah has promised him that He will take revenge from his enemies in the world, and has promised Paradise for him and his lovers in the Hereafter. (al-Burhan, v6, p88)</w:t>
      </w:r>
    </w:p>
    <w:p w:rsidR="001A403D" w:rsidRDefault="001A403D" w:rsidP="009229E3">
      <w:pPr>
        <w:pStyle w:val="libCenterBold1"/>
      </w:pPr>
      <w:r>
        <w:t>Lesson:</w:t>
      </w:r>
    </w:p>
    <w:p w:rsidR="001A403D" w:rsidRDefault="001A403D" w:rsidP="001A403D">
      <w:pPr>
        <w:pStyle w:val="libNormal"/>
      </w:pPr>
      <w:r>
        <w:t>1-Those who issue Fatawa against Walayat-e-Ali asws and who are happy about those Fatawa, if they die before Zahoor of Qaim asws, Allah will resurrect them in Raj’at to take revenge in this world, and they will get eternal punishment in the Hereafter anyway. Wealth, belongings, comfort, majority, and government of this world which opponents of Walayat-e-Ali asws have is only temporary.</w:t>
      </w:r>
    </w:p>
    <w:p w:rsidR="001A403D" w:rsidRDefault="001A403D" w:rsidP="00385B48">
      <w:pPr>
        <w:pStyle w:val="libAr"/>
      </w:pPr>
      <w:r>
        <w:rPr>
          <w:rFonts w:hint="eastAsia"/>
          <w:rtl/>
        </w:rPr>
        <w:t>وَرَبُّكَ</w:t>
      </w:r>
      <w:r>
        <w:rPr>
          <w:rtl/>
        </w:rPr>
        <w:t xml:space="preserve"> يَخۡلُقُ مَا يَشَآءُ وَيَخۡتَارُ‌ۗ مَا </w:t>
      </w:r>
      <w:r w:rsidR="001E6BAB" w:rsidRPr="001E6BAB">
        <w:rPr>
          <w:rFonts w:hint="cs"/>
          <w:rtl/>
        </w:rPr>
        <w:t>ک</w:t>
      </w:r>
      <w:r>
        <w:rPr>
          <w:rFonts w:hint="eastAsia"/>
          <w:rtl/>
        </w:rPr>
        <w:t>انَ</w:t>
      </w:r>
      <w:r>
        <w:rPr>
          <w:rtl/>
        </w:rPr>
        <w:t xml:space="preserve"> لَهُمُ </w:t>
      </w:r>
      <w:r>
        <w:rPr>
          <w:rFonts w:hint="cs"/>
          <w:rtl/>
        </w:rPr>
        <w:t>ٱ</w:t>
      </w:r>
      <w:r>
        <w:rPr>
          <w:rFonts w:hint="eastAsia"/>
          <w:rtl/>
        </w:rPr>
        <w:t>لۡخِيَرَةُ‌ۚ</w:t>
      </w:r>
      <w:r>
        <w:rPr>
          <w:rtl/>
        </w:rPr>
        <w:t xml:space="preserve"> سُبۡحَـٰنَ </w:t>
      </w:r>
      <w:r>
        <w:rPr>
          <w:rFonts w:hint="cs"/>
          <w:rtl/>
        </w:rPr>
        <w:t>ٱ</w:t>
      </w:r>
      <w:r>
        <w:rPr>
          <w:rFonts w:hint="eastAsia"/>
          <w:rtl/>
        </w:rPr>
        <w:t>للَّهِ</w:t>
      </w:r>
      <w:r>
        <w:rPr>
          <w:rtl/>
        </w:rPr>
        <w:t xml:space="preserve"> وَتَعَـٰلَىٰ عَمَّا يُشۡرِ</w:t>
      </w:r>
      <w:r w:rsidR="001E6BAB" w:rsidRPr="001E6BAB">
        <w:rPr>
          <w:rFonts w:hint="cs"/>
          <w:rtl/>
        </w:rPr>
        <w:t>ک</w:t>
      </w:r>
      <w:r>
        <w:rPr>
          <w:rFonts w:hint="eastAsia"/>
          <w:rtl/>
        </w:rPr>
        <w:t>ونَ</w:t>
      </w:r>
      <w:r>
        <w:rPr>
          <w:rtl/>
        </w:rPr>
        <w:t xml:space="preserve"> (٦٨</w:t>
      </w:r>
      <w:r w:rsidR="009229E3">
        <w:rPr>
          <w:rtl/>
        </w:rPr>
        <w:t>)</w:t>
      </w:r>
      <w:r>
        <w:rPr>
          <w:rtl/>
        </w:rPr>
        <w:t xml:space="preserve"> وَرَبُّكَ يَعۡلَمُ مَا تُكِنُّ صُدُورُهُمۡ وَمَا يُعۡلِنُونَ (٦٩</w:t>
      </w:r>
      <w:r w:rsidR="009229E3">
        <w:rPr>
          <w:rtl/>
        </w:rPr>
        <w:t>)</w:t>
      </w:r>
    </w:p>
    <w:p w:rsidR="001A403D" w:rsidRDefault="001A403D" w:rsidP="00E36567">
      <w:pPr>
        <w:pStyle w:val="libBoldItalic"/>
      </w:pPr>
      <w:r>
        <w:t>And your Rabb creates what He wills and chooses. Authority is never for them (people). Exalted is Allah and high above all that they associate (with Him)! (68) And your Rabb knows what their chests conceal, and what they declare. (69)</w:t>
      </w:r>
    </w:p>
    <w:p w:rsidR="001A403D" w:rsidRDefault="001A403D" w:rsidP="00E36567">
      <w:pPr>
        <w:pStyle w:val="libNormal"/>
      </w:pPr>
      <w:r>
        <w:t xml:space="preserve">1-“And your Rabb creates what He wills and chooses” means Allah chooses Imam asws, and it is not for the people to choose Imam, “And your </w:t>
      </w:r>
      <w:r>
        <w:lastRenderedPageBreak/>
        <w:t>Rabb knows what their chests conceal, and what they declare” means those people who intend to choose their Imam, Allah informs Nabi Akram sawaw before hand about that. (Tafseer Qummi, p501) (al-Burhan, v6, p89)</w:t>
      </w:r>
    </w:p>
    <w:p w:rsidR="001A403D" w:rsidRDefault="001A403D" w:rsidP="001A403D">
      <w:pPr>
        <w:pStyle w:val="libNormal"/>
      </w:pPr>
      <w:r>
        <w:t>2-Imam Ali Raza asws delivered a lengthy sermon about Imamat, a few of its holy sentences are:</w:t>
      </w:r>
    </w:p>
    <w:p w:rsidR="001A403D" w:rsidRDefault="001A403D" w:rsidP="00E36567">
      <w:pPr>
        <w:pStyle w:val="libNormal"/>
      </w:pPr>
      <w:r>
        <w:t>People are in ignorance and got deceived in their Deen. Allah Azza wa Jalla did not call His Nabi sawaw back to Him until completed Deen for him, and revealed Quran to him in which narration of everything is present, Halaal and Haraam is narrated in it, and limits and commandments are narrated, and all that is present completely which people can be in need, and Allah Azza wa Jalla says, “We did not leave any shortfall in the Book” (al-An’am, v38), and revealed in it (Quran) what revealed in Hijjatul Wida and that was his last Hajj, “Today I have completed your Deen for you and completed My Ne’mat upon you and chose Islam as Deen for you” (al-Ma’ida, v3) and Amr of Imamat is that which completed Deen.....Who thought that Allah Azza wa Jalla did not complete His Deen then he rejected the Book of Allah, and who rejected the Book of Allah, he is Kafir.....Imamat is Khilafat of Allah, and Khilafat of Rasool Allah sawaw, and station of Amirul Momineen asws, and inheritance of Hassan asws and Hussain asws. No doubt Imamat is rein of Deen, and system of Muslims, and reform of the world, and honour of Momineen. No doubt Imamat is foundation of prevailing Islam, and its high branches. Salaah, Zakah, Saom, Hajj, and Jihad are only completed with Imam asws, and war booty &amp; alms are protected, and limits &amp; orders are implemented, and wrong paths &amp; their surroundings are prohibited, and Imam asws makes Halaal what is Halaal of Allah, and Haraam what is Haraam of Allah, and establishes the limits set by Allah, and protects the Deen of Allah, and invites to the Sabeel of Allah with wisdom and good advice and perfect (undeniable) proof.....Do you think that you will find Imamat in anyone else besides Aal-e-Mohammad asws? By Allah, they are telling lie.....Shaitan adored their deeds for them, and prevented them from Sabeel, although those people were wise and intelligent, but they left chosen ones of Allah and chosen ones of Rasool Allah sawaw and inclined toward their own chosen ones, and Quran kept them calling, “And your Rabb creates what He wills and chooses, they (people) have no authority, Allah is Exalted, and High above what they associate with Him” (al-Burhan, v6, p89)</w:t>
      </w:r>
    </w:p>
    <w:p w:rsidR="001A403D" w:rsidRDefault="001A403D" w:rsidP="009229E3">
      <w:pPr>
        <w:pStyle w:val="libCenterBold1"/>
      </w:pPr>
      <w:r>
        <w:t>Lesson:</w:t>
      </w:r>
    </w:p>
    <w:p w:rsidR="001A403D" w:rsidRDefault="001A403D" w:rsidP="001A403D">
      <w:pPr>
        <w:pStyle w:val="libNormal"/>
      </w:pPr>
      <w:r>
        <w:t>1-In Islam there is no place of any body or institution to make Imam, Rahber, or Ayatollah, who can act as building/renovation contractor of Islam, gains authority to interchange Halaal Haraam, and people act on his decrees considering it order of Allah.</w:t>
      </w:r>
    </w:p>
    <w:p w:rsidR="001A403D" w:rsidRDefault="001A403D" w:rsidP="001A403D">
      <w:pPr>
        <w:pStyle w:val="libNormal"/>
      </w:pPr>
      <w:r>
        <w:t xml:space="preserve">2-Deen has been completed &amp; perfected, who does not believe in this claim of Allah, he is surely Kafir. There are such Mullas who have written that commandments in the Quran are limited and ambiguous, so this task Allah has left on jurist (Muqassir Mulla) that he should interpret Deen and devise laws of Shariah (Subhanallah). In fact Muqassir Mulla is usurping the right (Imamat &amp; Walayat) of Masumeen asws, and declaring Walayat as </w:t>
      </w:r>
      <w:r>
        <w:lastRenderedPageBreak/>
        <w:t>his own right. While Allah is telling clearly in this verse that interfering in Walayat is Shirk. But Shaitan adores this plot that how Deen will perpetuate without Walayat-e-Faqeh? And in spite of having intelligence people are accepting Muqassir Mulla as Wali and vicegerent of Imam asws. While a religious Scholar’s task is only to tell people the solution of their questions &amp; problems according to Quran and Hadees, without including personal conjecture.</w:t>
      </w:r>
    </w:p>
    <w:p w:rsidR="001A403D" w:rsidRDefault="001A403D" w:rsidP="001A403D">
      <w:pPr>
        <w:pStyle w:val="libNormal"/>
      </w:pPr>
      <w:r>
        <w:t>3-Imam asws clearly said that Namaz &amp; all other Ibadaat are only completed by Imam, and Deen was perfected with Imamat as well. It means who is on Deen of Allah, you will hear Zikr of Walayat-e-Ali asws in his Namaz and all other deeds. And who is on Deen of Shaitan he will do his own Zikr.</w:t>
      </w:r>
    </w:p>
    <w:p w:rsidR="001A403D" w:rsidRDefault="001A403D" w:rsidP="00385B48">
      <w:pPr>
        <w:pStyle w:val="libAr"/>
      </w:pPr>
      <w:r>
        <w:rPr>
          <w:rFonts w:hint="eastAsia"/>
          <w:rtl/>
        </w:rPr>
        <w:t>تِلۡكَ</w:t>
      </w:r>
      <w:r>
        <w:rPr>
          <w:rtl/>
        </w:rPr>
        <w:t xml:space="preserve"> </w:t>
      </w:r>
      <w:r>
        <w:rPr>
          <w:rFonts w:hint="cs"/>
          <w:rtl/>
        </w:rPr>
        <w:t>ٱ</w:t>
      </w:r>
      <w:r>
        <w:rPr>
          <w:rFonts w:hint="eastAsia"/>
          <w:rtl/>
        </w:rPr>
        <w:t>لدَّارُ</w:t>
      </w:r>
      <w:r>
        <w:rPr>
          <w:rtl/>
        </w:rPr>
        <w:t xml:space="preserve"> </w:t>
      </w:r>
      <w:r>
        <w:rPr>
          <w:rFonts w:hint="cs"/>
          <w:rtl/>
        </w:rPr>
        <w:t>ٱ</w:t>
      </w:r>
      <w:r>
        <w:rPr>
          <w:rFonts w:hint="eastAsia"/>
          <w:rtl/>
        </w:rPr>
        <w:t>لۡأَخِرَةُ</w:t>
      </w:r>
      <w:r>
        <w:rPr>
          <w:rtl/>
        </w:rPr>
        <w:t xml:space="preserve"> نَجۡعَلُهَا لِلَّذِينَ لَا يُرِيدُونَ عُلُوًّ۬ا فِى </w:t>
      </w:r>
      <w:r>
        <w:rPr>
          <w:rFonts w:hint="cs"/>
          <w:rtl/>
        </w:rPr>
        <w:t>ٱ</w:t>
      </w:r>
      <w:r>
        <w:rPr>
          <w:rFonts w:hint="eastAsia"/>
          <w:rtl/>
        </w:rPr>
        <w:t>لۡأَرۡضِ</w:t>
      </w:r>
      <w:r>
        <w:rPr>
          <w:rtl/>
        </w:rPr>
        <w:t xml:space="preserve"> وَلَا فَسَادً۬ا‌ۚ وَ</w:t>
      </w:r>
      <w:r>
        <w:rPr>
          <w:rFonts w:hint="cs"/>
          <w:rtl/>
        </w:rPr>
        <w:t>ٱ</w:t>
      </w:r>
      <w:r>
        <w:rPr>
          <w:rFonts w:hint="eastAsia"/>
          <w:rtl/>
        </w:rPr>
        <w:t>لۡعَـٰقِبَةُ</w:t>
      </w:r>
      <w:r>
        <w:rPr>
          <w:rtl/>
        </w:rPr>
        <w:t xml:space="preserve"> لِلۡمُتَّقِينَ (٨٣</w:t>
      </w:r>
      <w:r w:rsidR="009229E3">
        <w:rPr>
          <w:rtl/>
        </w:rPr>
        <w:t>)</w:t>
      </w:r>
    </w:p>
    <w:p w:rsidR="001A403D" w:rsidRDefault="001A403D" w:rsidP="00E36567">
      <w:pPr>
        <w:pStyle w:val="libBoldItalic"/>
      </w:pPr>
      <w:r>
        <w:t>That home of the Hereafter We have made for those who neither desire exaltedness in the earth, nor corruption. And the sequel is for the Muttaqeen (pious). (83)</w:t>
      </w:r>
    </w:p>
    <w:p w:rsidR="001A403D" w:rsidRDefault="001A403D" w:rsidP="001A403D">
      <w:pPr>
        <w:pStyle w:val="libNormal"/>
      </w:pPr>
      <w:r>
        <w:t>1-Imam Mohammad Baqir asws said: We are Dar (Home), and this is saying of Allah, “That home of the Hereafter We have made for those who neither desire highness in the earth, nor corruption. And the sequel is for the Muttaqeen”</w:t>
      </w:r>
    </w:p>
    <w:p w:rsidR="001A403D" w:rsidRDefault="001A403D" w:rsidP="00E36567">
      <w:pPr>
        <w:pStyle w:val="libNormal"/>
      </w:pPr>
      <w:r>
        <w:t>So we are Aqbat (sequel, outcome) and our Mawaddat is for Muttaqeen, and Allah Azza wa Jalla says, “Blessed is the Name of your Rabb, owner of Splendour and Honour” (al-Rahman, v78), Splendor &amp; Honour of Allah is that through which Allah Tabarak wa Ta’ala bestows the servants due to our obedience. (Imam Mohammad Baqir asws) (al-Burhan, v6, p99)</w:t>
      </w:r>
    </w:p>
    <w:p w:rsidR="001A403D" w:rsidRDefault="001A403D" w:rsidP="009229E3">
      <w:pPr>
        <w:pStyle w:val="libCenterBold1"/>
      </w:pPr>
      <w:r>
        <w:t>Lesson:</w:t>
      </w:r>
    </w:p>
    <w:p w:rsidR="001A403D" w:rsidRDefault="001A403D" w:rsidP="001A403D">
      <w:pPr>
        <w:pStyle w:val="libNormal"/>
      </w:pPr>
      <w:r>
        <w:t>1-The beginning of Momineen is with testimony of Walayat-e-Ali asws in Alam-e-Zarr, the day he is born hears Azaan of Walayat-e-Ali asws in his ears, then Momin spends whole life preaching Walayat humbly &amp; peacefully, his worldly life ends with testimony of Walayat-e-Ali asws, Walayat-e-Ali asws keeps with him all the time in his grave, on the day of Qiyamah he will rise from the grave reciting testimony of Walayat-e-Ali asws, and the title of his deed-book will be “Hubb-e-Ali asws”, Momin desires &amp; hopes such Aqbat &amp; Dar-e-Aakhrat in which there is Zikr of Ali asws all the time: when the door is knocked at the sound comes ‘Ali Ali’, when curtains move it sounds ‘Ali Ali’, conversation with each other is ‘Ali Ali’, when you see the faces &amp; wings of heavenly creations it is written on them ‘Ali Ali’, hearts are beating ‘Ali Ali’, wherever you look you see Wajhullah Ali Ali asws.</w:t>
      </w:r>
    </w:p>
    <w:p w:rsidR="001A403D" w:rsidRDefault="001A403D" w:rsidP="001A403D">
      <w:pPr>
        <w:pStyle w:val="libNormal"/>
      </w:pPr>
      <w:r>
        <w:t>On seeing all this, if the deniers of Walayat-e-Ali asws should not jump into Hell, then what they should do?</w:t>
      </w:r>
    </w:p>
    <w:p w:rsidR="001A403D" w:rsidRDefault="001A403D" w:rsidP="00385B48">
      <w:pPr>
        <w:pStyle w:val="libAr"/>
      </w:pPr>
      <w:r>
        <w:rPr>
          <w:rFonts w:hint="eastAsia"/>
          <w:rtl/>
        </w:rPr>
        <w:t>وَلَا</w:t>
      </w:r>
      <w:r>
        <w:rPr>
          <w:rtl/>
        </w:rPr>
        <w:t xml:space="preserve"> تَدۡعُ مَعَ </w:t>
      </w:r>
      <w:r>
        <w:rPr>
          <w:rFonts w:hint="cs"/>
          <w:rtl/>
        </w:rPr>
        <w:t>ٱ</w:t>
      </w:r>
      <w:r>
        <w:rPr>
          <w:rFonts w:hint="eastAsia"/>
          <w:rtl/>
        </w:rPr>
        <w:t>للَّهِ</w:t>
      </w:r>
      <w:r>
        <w:rPr>
          <w:rtl/>
        </w:rPr>
        <w:t xml:space="preserve"> إِلَـٰهًا ءَاخَرَ‌ۘ لَآ إِلَـٰهَ إِلَّا هُوَ‌ۚ كُلُّ شَىۡءٍ هَالِكٌ إِلَّا وَجۡهَهُ </w:t>
      </w:r>
      <w:r>
        <w:rPr>
          <w:rFonts w:hint="cs"/>
          <w:rtl/>
        </w:rPr>
        <w:t>ۥ‌ۚ</w:t>
      </w:r>
      <w:r>
        <w:rPr>
          <w:rtl/>
        </w:rPr>
        <w:t xml:space="preserve"> لَهُ </w:t>
      </w:r>
      <w:r>
        <w:rPr>
          <w:rFonts w:hint="cs"/>
          <w:rtl/>
        </w:rPr>
        <w:t>ٱ</w:t>
      </w:r>
      <w:r>
        <w:rPr>
          <w:rFonts w:hint="eastAsia"/>
          <w:rtl/>
        </w:rPr>
        <w:t>لۡحُكۡمُ</w:t>
      </w:r>
      <w:r>
        <w:rPr>
          <w:rtl/>
        </w:rPr>
        <w:t xml:space="preserve"> وَإِلَيۡهِ تُرۡجَعُونَ (٨٨</w:t>
      </w:r>
      <w:r w:rsidR="009229E3">
        <w:rPr>
          <w:rtl/>
        </w:rPr>
        <w:t>)</w:t>
      </w:r>
    </w:p>
    <w:p w:rsidR="001A403D" w:rsidRDefault="001A403D" w:rsidP="00E36567">
      <w:pPr>
        <w:pStyle w:val="libBoldItalic"/>
      </w:pPr>
      <w:r>
        <w:lastRenderedPageBreak/>
        <w:t>And do not invoke any other god along with Allah. There is no God except Him. Everything will be destroyed except His Face. His is the command, and to Him you will be returned. (88)</w:t>
      </w:r>
    </w:p>
    <w:p w:rsidR="001A403D" w:rsidRDefault="001A403D" w:rsidP="00E36567">
      <w:pPr>
        <w:pStyle w:val="libNormal"/>
      </w:pPr>
      <w:r>
        <w:t>1-Imam Mohammad Baqir asws said: We are ‘Masani’ which Allah bestowed to our Nabi Mohammad sawaw, and we are the Wajhullah (Allah’s Face) who walk in front of you on the earth, and we are Eye of Allah over His creation, and open hand of His blessing for His servants. (al-Burhan, v6, p103)</w:t>
      </w:r>
    </w:p>
    <w:p w:rsidR="001A403D" w:rsidRDefault="001A403D" w:rsidP="00E36567">
      <w:pPr>
        <w:pStyle w:val="libNormal"/>
      </w:pPr>
      <w:r>
        <w:t>2-Imam Jafar Sadiq asws said: We are that Wajhullah for which there is no destruction. (al-Burhan, v6, p105)</w:t>
      </w:r>
    </w:p>
    <w:p w:rsidR="001A403D" w:rsidRDefault="001A403D" w:rsidP="00E36567">
      <w:pPr>
        <w:pStyle w:val="libNormal"/>
      </w:pPr>
      <w:r>
        <w:t>3-Imam Jafar Sadiq asws said: “Everything will perish except His Face” it does not mean Face of Allah Ta’ala, but His Face is Ali asws. (al-Burhan, v6, p106)</w:t>
      </w:r>
    </w:p>
    <w:p w:rsidR="001A403D" w:rsidRDefault="001A403D" w:rsidP="009229E3">
      <w:pPr>
        <w:pStyle w:val="libCenterBold1"/>
      </w:pPr>
      <w:r>
        <w:t>Lesson:</w:t>
      </w:r>
    </w:p>
    <w:p w:rsidR="001A403D" w:rsidRDefault="001A403D" w:rsidP="001A403D">
      <w:pPr>
        <w:pStyle w:val="libNormal"/>
      </w:pPr>
      <w:r>
        <w:t>1-Momineen do Taqleed &amp; Ata’at of Masumeen asws, who are Hazir Nazir and for whom there is no death &amp; destruction. Masumeen asws are from before death &amp; life or anything of the universe was created. Muqassireen do Taqleed of those who die and perish, when one ‘made in people’s hands’ dies, then public make another one to do its Taqleed.</w:t>
      </w:r>
    </w:p>
    <w:p w:rsidR="001A403D" w:rsidRDefault="001A403D" w:rsidP="001A403D">
      <w:pPr>
        <w:pStyle w:val="libNormal"/>
      </w:pPr>
      <w:r>
        <w:t>2-Masumeen asws are Mashiyat of Allah. This is our trial that they were eating drinking and walking in bazaars, so that Allah can expose: who consider them (asws) human beings like himself by doing Ijtihad as Shaitan did, and who accepts the command of Allah without any questioning, by bowing his head in front of Masumeen asws as Angels (a.s.) did Sajdah.</w:t>
      </w:r>
    </w:p>
    <w:p w:rsidR="00EB2345" w:rsidRDefault="00EB2345" w:rsidP="00FC02E7">
      <w:pPr>
        <w:pStyle w:val="libNormal"/>
        <w:rPr>
          <w:rtl/>
        </w:rPr>
      </w:pPr>
      <w:r>
        <w:rPr>
          <w:rFonts w:hint="eastAsia"/>
        </w:rPr>
        <w:br w:type="page"/>
      </w:r>
    </w:p>
    <w:p w:rsidR="001A403D" w:rsidRDefault="00EB2345" w:rsidP="00EB2345">
      <w:pPr>
        <w:pStyle w:val="Heading1Center"/>
      </w:pPr>
      <w:bookmarkStart w:id="30" w:name="_Toc449789423"/>
      <w:r>
        <w:rPr>
          <w:rFonts w:hint="eastAsia"/>
          <w:rtl/>
        </w:rPr>
        <w:lastRenderedPageBreak/>
        <w:t>سُوۡرَةُ</w:t>
      </w:r>
      <w:r>
        <w:rPr>
          <w:rtl/>
        </w:rPr>
        <w:t xml:space="preserve"> </w:t>
      </w:r>
      <w:r w:rsidR="001A403D">
        <w:rPr>
          <w:rtl/>
        </w:rPr>
        <w:t>العَنکبوت</w:t>
      </w:r>
      <w:bookmarkEnd w:id="30"/>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الٓمٓ</w:t>
      </w:r>
      <w:r>
        <w:rPr>
          <w:rtl/>
        </w:rPr>
        <w:t xml:space="preserve"> (١</w:t>
      </w:r>
      <w:r w:rsidR="009229E3">
        <w:rPr>
          <w:rtl/>
        </w:rPr>
        <w:t>)</w:t>
      </w:r>
      <w:r>
        <w:rPr>
          <w:rtl/>
        </w:rPr>
        <w:t xml:space="preserve"> أَحَسِبَ </w:t>
      </w:r>
      <w:r>
        <w:rPr>
          <w:rFonts w:hint="cs"/>
          <w:rtl/>
        </w:rPr>
        <w:t>ٱ</w:t>
      </w:r>
      <w:r>
        <w:rPr>
          <w:rFonts w:hint="eastAsia"/>
          <w:rtl/>
        </w:rPr>
        <w:t>لنَّاسُ</w:t>
      </w:r>
      <w:r>
        <w:rPr>
          <w:rtl/>
        </w:rPr>
        <w:t xml:space="preserve"> أَن يُتۡرَكُوٓاْ أَن يَقُولُوٓاْ ءَامَنَّا وَهُمۡ لَا يُفۡتَنُونَ (٢</w:t>
      </w:r>
      <w:r w:rsidR="009229E3">
        <w:rPr>
          <w:rtl/>
        </w:rPr>
        <w:t>)</w:t>
      </w:r>
    </w:p>
    <w:p w:rsidR="001A403D" w:rsidRDefault="001A403D" w:rsidP="00E36567">
      <w:pPr>
        <w:pStyle w:val="libBoldItalic"/>
      </w:pPr>
      <w:r>
        <w:t>Alif Laam Meem. (1) Do the people think that they will be left (released) because they say, “We believe”, and they will not be tried? (2)</w:t>
      </w:r>
    </w:p>
    <w:p w:rsidR="001A403D" w:rsidRDefault="001A403D" w:rsidP="00E36567">
      <w:pPr>
        <w:pStyle w:val="libNormal"/>
      </w:pPr>
      <w:r>
        <w:t>1-After reciting this verse, Amirul Momineen asws asked: What is Fitna? It was replied: I sacrifice on you, trial in Deen. Imam asws said: People will be tried as gold is tried, then they become pure (who fulfil test) as gold becomes pure. (al-Burhan, v6, p109)</w:t>
      </w:r>
    </w:p>
    <w:p w:rsidR="001A403D" w:rsidRDefault="001A403D" w:rsidP="00E36567">
      <w:pPr>
        <w:pStyle w:val="libNormal"/>
      </w:pPr>
      <w:r>
        <w:t>2-When these verses were revealed, Maola Ali asws said: Ya Rasool Allah sawaw, what is this Fitna? He said: Ya Ali asws, you will be involved in it, and you will be fought against, so get ready for the fight. (al-Burhan, v6, p110)</w:t>
      </w:r>
    </w:p>
    <w:p w:rsidR="001A403D" w:rsidRDefault="001A403D" w:rsidP="00E36567">
      <w:pPr>
        <w:pStyle w:val="libNormal"/>
      </w:pPr>
      <w:r>
        <w:t>3-When these verses were revealed, Nabi Akram sawaw said to Ammar: Certainlay just after me evil &amp; corruption will erupt until swords will strike, that difference among them until they will kill each other and will declare immunity to each other. So when you see this then it is obligatory on you that you take side of this with big forehead who is on my right side, Ali bin Abi Talib asws. And if whole mankind is on one side, then you should be on Ali’s asws side, and leave the people. O Ammar, no doubt Ali asws will neither let you depart from guidance, nor put you in destruction. O Ammar, obedience of Ali asws is my obedience, and my obedience is obedience of Allah. (al-Burhan, v6, p111)</w:t>
      </w:r>
    </w:p>
    <w:p w:rsidR="001A403D" w:rsidRDefault="001A403D" w:rsidP="009229E3">
      <w:pPr>
        <w:pStyle w:val="libCenterBold1"/>
      </w:pPr>
      <w:r>
        <w:t>Lesson:</w:t>
      </w:r>
    </w:p>
    <w:p w:rsidR="001A403D" w:rsidRDefault="001A403D" w:rsidP="001A403D">
      <w:pPr>
        <w:pStyle w:val="libNormal"/>
      </w:pPr>
      <w:r>
        <w:t>1-Allah Ta’ala has made Walayat-e-Ali asws as Criterion to test Eman, which is applicable from Azal to Abad. Majority of the people will say verbally that they ‘also’ believe in Walayat of Maola Ali asws, but when it is said to them, “now act on Quran &amp; Hadees, and testify Walayat-e-Ali asws while standing in the Presence of Allah” then they run away, saying, “No, we act only and only according to our leader the Muqassir Mulla.”</w:t>
      </w:r>
    </w:p>
    <w:p w:rsidR="001A403D" w:rsidRDefault="001A403D" w:rsidP="001A403D">
      <w:pPr>
        <w:pStyle w:val="libNormal"/>
      </w:pPr>
      <w:r>
        <w:t>Its example is just as thousands of Mullas gave Fatwa that killing of Imam Hussain asws is permissible, similarly Fatwa of Muqassir Mullas is that killing of Imam Ali asws with tongue is permissible, i.e. if one recites the testimony of Walayat-e-Ali asws in Namaz then his Namaz will be nullified.</w:t>
      </w:r>
    </w:p>
    <w:p w:rsidR="001A403D" w:rsidRDefault="001A403D" w:rsidP="001A403D">
      <w:pPr>
        <w:pStyle w:val="libNormal"/>
      </w:pPr>
      <w:r>
        <w:t>2-If whole mankind is on the side of Muqassir Mulla, we do not care. Momin is steadfast on Walayat-e-Ali asws, what is in the heart same is testified by tongue, and will keep paying homage to Imam Hussain asws by shedding blood, and will keep busy in superior Ibadat of waiting for Zahoor of Imam Qaim asws.</w:t>
      </w:r>
    </w:p>
    <w:p w:rsidR="001A403D" w:rsidRDefault="001A403D" w:rsidP="00385B48">
      <w:pPr>
        <w:pStyle w:val="libAr"/>
      </w:pPr>
      <w:r>
        <w:rPr>
          <w:rFonts w:hint="eastAsia"/>
          <w:rtl/>
        </w:rPr>
        <w:t>وَكَذَ</w:t>
      </w:r>
      <w:r w:rsidR="005B7B9E" w:rsidRPr="005B7B9E">
        <w:rPr>
          <w:rFonts w:hint="cs"/>
          <w:rtl/>
        </w:rPr>
        <w:t>ا</w:t>
      </w:r>
      <w:r>
        <w:rPr>
          <w:rFonts w:hint="eastAsia"/>
          <w:rtl/>
        </w:rPr>
        <w:t>لِكَ</w:t>
      </w:r>
      <w:r>
        <w:rPr>
          <w:rtl/>
        </w:rPr>
        <w:t xml:space="preserve"> أَنزَلۡنَآ إِلَيۡكَ </w:t>
      </w:r>
      <w:r>
        <w:rPr>
          <w:rFonts w:hint="cs"/>
          <w:rtl/>
        </w:rPr>
        <w:t>ٱ</w:t>
      </w:r>
      <w:r>
        <w:rPr>
          <w:rFonts w:hint="eastAsia"/>
          <w:rtl/>
        </w:rPr>
        <w:t>لۡ</w:t>
      </w:r>
      <w:r w:rsidR="001E6BAB" w:rsidRPr="001E6BAB">
        <w:rPr>
          <w:rFonts w:hint="cs"/>
          <w:rtl/>
        </w:rPr>
        <w:t>ک</w:t>
      </w:r>
      <w:r>
        <w:rPr>
          <w:rFonts w:hint="eastAsia"/>
          <w:rtl/>
        </w:rPr>
        <w:t>تَـٰبَ‌ۚ</w:t>
      </w:r>
      <w:r>
        <w:rPr>
          <w:rtl/>
        </w:rPr>
        <w:t xml:space="preserve"> فَ</w:t>
      </w:r>
      <w:r>
        <w:rPr>
          <w:rFonts w:hint="cs"/>
          <w:rtl/>
        </w:rPr>
        <w:t>ٱ</w:t>
      </w:r>
      <w:r>
        <w:rPr>
          <w:rFonts w:hint="eastAsia"/>
          <w:rtl/>
        </w:rPr>
        <w:t>لَّذِينَ</w:t>
      </w:r>
      <w:r>
        <w:rPr>
          <w:rtl/>
        </w:rPr>
        <w:t xml:space="preserve"> ءَاتَيۡنَـٰهُمُ </w:t>
      </w:r>
      <w:r>
        <w:rPr>
          <w:rFonts w:hint="cs"/>
          <w:rtl/>
        </w:rPr>
        <w:t>ٱ</w:t>
      </w:r>
      <w:r>
        <w:rPr>
          <w:rFonts w:hint="eastAsia"/>
          <w:rtl/>
        </w:rPr>
        <w:t>لۡ</w:t>
      </w:r>
      <w:r w:rsidR="001E6BAB" w:rsidRPr="001E6BAB">
        <w:rPr>
          <w:rFonts w:hint="cs"/>
          <w:rtl/>
        </w:rPr>
        <w:t>ک</w:t>
      </w:r>
      <w:r>
        <w:rPr>
          <w:rFonts w:hint="eastAsia"/>
          <w:rtl/>
        </w:rPr>
        <w:t>تَـٰبَ</w:t>
      </w:r>
      <w:r>
        <w:rPr>
          <w:rtl/>
        </w:rPr>
        <w:t xml:space="preserve"> يُؤۡمِنُونَ بِهِ</w:t>
      </w:r>
      <w:r>
        <w:rPr>
          <w:rFonts w:hint="cs"/>
          <w:rtl/>
        </w:rPr>
        <w:t>ۦ‌ۖ</w:t>
      </w:r>
      <w:r>
        <w:rPr>
          <w:rtl/>
        </w:rPr>
        <w:t xml:space="preserve"> وَمِنۡ هَـٰٓؤُلَآءِ مَن يُؤۡمِنُ بِهِ</w:t>
      </w:r>
      <w:r>
        <w:rPr>
          <w:rFonts w:hint="cs"/>
          <w:rtl/>
        </w:rPr>
        <w:t>ۦ‌ۚ</w:t>
      </w:r>
      <w:r>
        <w:rPr>
          <w:rtl/>
        </w:rPr>
        <w:t xml:space="preserve"> وَمَا يَجۡحَدُ بِـَٔايَـٰتِنَآ إِلَّا </w:t>
      </w:r>
      <w:r>
        <w:rPr>
          <w:rFonts w:hint="cs"/>
          <w:rtl/>
        </w:rPr>
        <w:t>ٱ</w:t>
      </w:r>
      <w:r>
        <w:rPr>
          <w:rFonts w:hint="eastAsia"/>
          <w:rtl/>
        </w:rPr>
        <w:t>لۡ</w:t>
      </w:r>
      <w:r w:rsidR="001E6BAB" w:rsidRPr="001E6BAB">
        <w:rPr>
          <w:rFonts w:hint="cs"/>
          <w:rtl/>
        </w:rPr>
        <w:t>ک</w:t>
      </w:r>
      <w:r>
        <w:rPr>
          <w:rFonts w:hint="eastAsia"/>
          <w:rtl/>
        </w:rPr>
        <w:t>ـٰفِرُونَ</w:t>
      </w:r>
      <w:r>
        <w:rPr>
          <w:rtl/>
        </w:rPr>
        <w:t xml:space="preserve"> (٤٧</w:t>
      </w:r>
      <w:r w:rsidR="009229E3">
        <w:rPr>
          <w:rtl/>
        </w:rPr>
        <w:t>)</w:t>
      </w:r>
    </w:p>
    <w:p w:rsidR="001A403D" w:rsidRDefault="001A403D" w:rsidP="00E36567">
      <w:pPr>
        <w:pStyle w:val="libBoldItalic"/>
      </w:pPr>
      <w:r>
        <w:lastRenderedPageBreak/>
        <w:t>And similarly We have revealed to you the Book, so those to whom We gave the Book believe in it; and among these (also) there are some who believe in it. And none rejects Our Ayaat except the disbelievers. (47)</w:t>
      </w:r>
    </w:p>
    <w:p w:rsidR="001A403D" w:rsidRDefault="001A403D" w:rsidP="00E36567">
      <w:pPr>
        <w:pStyle w:val="libNormal"/>
      </w:pPr>
      <w:r>
        <w:t>1-Imam Mohammad Baqir asws said about the saying of Allah, “so those to whom We gave the Book believe in it” means that they are Aal-e-Mohammad asws, “and among these also there are some who believe in it” means Momineen among the Muslims. (al-Burhan, v6, p134)</w:t>
      </w:r>
    </w:p>
    <w:p w:rsidR="001A403D" w:rsidRDefault="001A403D" w:rsidP="009229E3">
      <w:pPr>
        <w:pStyle w:val="libCenterBold1"/>
      </w:pPr>
      <w:r>
        <w:t>Lesson:</w:t>
      </w:r>
    </w:p>
    <w:p w:rsidR="001A403D" w:rsidRDefault="001A403D" w:rsidP="001A403D">
      <w:pPr>
        <w:pStyle w:val="libNormal"/>
      </w:pPr>
      <w:r>
        <w:t>1-Masumeen asws are the bearer of Quran. And obeying their command Momineen believe that Quran is from Allah in which everything is narrated. Deniers of Walayat choose few hundred verses according to their desires and turn away from the rest, making Quran as Mahjoor.</w:t>
      </w:r>
    </w:p>
    <w:p w:rsidR="001A403D" w:rsidRDefault="001A403D" w:rsidP="001A403D">
      <w:pPr>
        <w:pStyle w:val="libNormal"/>
      </w:pPr>
      <w:r>
        <w:t>2-Verse no.49 of Sura al-Ankaboot tells that clear Ayaat are in the chests of Ootul-ilm i.e. Masumeen asws. And verse no.69 tells that Allah is with Mohsineen i.e. Masumeen asws.</w:t>
      </w:r>
    </w:p>
    <w:p w:rsidR="00EB2345" w:rsidRDefault="00EB2345" w:rsidP="00FC02E7">
      <w:pPr>
        <w:pStyle w:val="libNormal"/>
        <w:rPr>
          <w:rtl/>
        </w:rPr>
      </w:pPr>
      <w:r>
        <w:rPr>
          <w:rFonts w:hint="eastAsia"/>
        </w:rPr>
        <w:br w:type="page"/>
      </w:r>
    </w:p>
    <w:p w:rsidR="001A403D" w:rsidRDefault="00EB2345" w:rsidP="00EB2345">
      <w:pPr>
        <w:pStyle w:val="Heading1Center"/>
      </w:pPr>
      <w:bookmarkStart w:id="31" w:name="_Toc449789424"/>
      <w:r>
        <w:rPr>
          <w:rFonts w:hint="eastAsia"/>
          <w:rtl/>
        </w:rPr>
        <w:lastRenderedPageBreak/>
        <w:t>سُوۡرَةُ</w:t>
      </w:r>
      <w:r>
        <w:rPr>
          <w:rtl/>
        </w:rPr>
        <w:t xml:space="preserve"> </w:t>
      </w:r>
      <w:r w:rsidR="001A403D">
        <w:rPr>
          <w:rtl/>
        </w:rPr>
        <w:t>الرُّوم</w:t>
      </w:r>
      <w:bookmarkEnd w:id="31"/>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فَأَقِمۡ</w:t>
      </w:r>
      <w:r>
        <w:rPr>
          <w:rtl/>
        </w:rPr>
        <w:t xml:space="preserve"> وَجۡهَكَ لِلدِّينِ حَنِيفً۬ا‌ۚ فِطۡرَتَ </w:t>
      </w:r>
      <w:r>
        <w:rPr>
          <w:rFonts w:hint="cs"/>
          <w:rtl/>
        </w:rPr>
        <w:t>ٱ</w:t>
      </w:r>
      <w:r>
        <w:rPr>
          <w:rFonts w:hint="eastAsia"/>
          <w:rtl/>
        </w:rPr>
        <w:t>للَّهِ</w:t>
      </w:r>
      <w:r>
        <w:rPr>
          <w:rtl/>
        </w:rPr>
        <w:t xml:space="preserve"> </w:t>
      </w:r>
      <w:r>
        <w:rPr>
          <w:rFonts w:hint="cs"/>
          <w:rtl/>
        </w:rPr>
        <w:t>ٱ</w:t>
      </w:r>
      <w:r>
        <w:rPr>
          <w:rFonts w:hint="eastAsia"/>
          <w:rtl/>
        </w:rPr>
        <w:t>لَّتِى</w:t>
      </w:r>
      <w:r>
        <w:rPr>
          <w:rtl/>
        </w:rPr>
        <w:t xml:space="preserve"> فَطَرَ </w:t>
      </w:r>
      <w:r>
        <w:rPr>
          <w:rFonts w:hint="cs"/>
          <w:rtl/>
        </w:rPr>
        <w:t>ٱ</w:t>
      </w:r>
      <w:r>
        <w:rPr>
          <w:rFonts w:hint="eastAsia"/>
          <w:rtl/>
        </w:rPr>
        <w:t>لنَّاسَ</w:t>
      </w:r>
      <w:r>
        <w:rPr>
          <w:rtl/>
        </w:rPr>
        <w:t xml:space="preserve"> عَلَيۡ</w:t>
      </w:r>
      <w:r w:rsidR="001E6BAB" w:rsidRPr="001E6BAB">
        <w:rPr>
          <w:rFonts w:hint="cs"/>
          <w:rtl/>
        </w:rPr>
        <w:t>ه</w:t>
      </w:r>
      <w:r w:rsidRPr="00595365">
        <w:rPr>
          <w:rFonts w:hint="cs"/>
          <w:rtl/>
        </w:rPr>
        <w:t xml:space="preserve">ا‌ۚ لَا تَبۡدِيلَ لِخَلۡقِ </w:t>
      </w:r>
      <w:r>
        <w:rPr>
          <w:rFonts w:hint="cs"/>
          <w:rtl/>
        </w:rPr>
        <w:t>ٱ</w:t>
      </w:r>
      <w:r>
        <w:rPr>
          <w:rFonts w:hint="eastAsia"/>
          <w:rtl/>
        </w:rPr>
        <w:t>للَّهِ‌ۚ</w:t>
      </w:r>
      <w:r>
        <w:rPr>
          <w:rtl/>
        </w:rPr>
        <w:t xml:space="preserve"> ذَ</w:t>
      </w:r>
      <w:r w:rsidR="005B7B9E" w:rsidRPr="005B7B9E">
        <w:rPr>
          <w:rFonts w:hint="cs"/>
          <w:rtl/>
        </w:rPr>
        <w:t>ا</w:t>
      </w:r>
      <w:r>
        <w:rPr>
          <w:rFonts w:hint="eastAsia"/>
          <w:rtl/>
        </w:rPr>
        <w:t>لِكَ</w:t>
      </w:r>
      <w:r>
        <w:rPr>
          <w:rtl/>
        </w:rPr>
        <w:t xml:space="preserve"> </w:t>
      </w:r>
      <w:r>
        <w:rPr>
          <w:rFonts w:hint="cs"/>
          <w:rtl/>
        </w:rPr>
        <w:t>ٱ</w:t>
      </w:r>
      <w:r>
        <w:rPr>
          <w:rFonts w:hint="eastAsia"/>
          <w:rtl/>
        </w:rPr>
        <w:t>لدِّينُ</w:t>
      </w:r>
      <w:r>
        <w:rPr>
          <w:rtl/>
        </w:rPr>
        <w:t xml:space="preserve"> </w:t>
      </w:r>
      <w:r>
        <w:rPr>
          <w:rFonts w:hint="cs"/>
          <w:rtl/>
        </w:rPr>
        <w:t>ٱ</w:t>
      </w:r>
      <w:r>
        <w:rPr>
          <w:rFonts w:hint="eastAsia"/>
          <w:rtl/>
        </w:rPr>
        <w:t>لۡقَيِّمُ</w:t>
      </w:r>
      <w:r>
        <w:rPr>
          <w:rtl/>
        </w:rPr>
        <w:t xml:space="preserve"> وَلَـٰكِنَّ أَ</w:t>
      </w:r>
      <w:r w:rsidR="001E6BAB" w:rsidRPr="001E6BAB">
        <w:rPr>
          <w:rFonts w:hint="cs"/>
          <w:rtl/>
        </w:rPr>
        <w:t>ک</w:t>
      </w:r>
      <w:r w:rsidRPr="00595365">
        <w:rPr>
          <w:rFonts w:hint="cs"/>
          <w:rtl/>
        </w:rPr>
        <w:t>ۡ</w:t>
      </w:r>
      <w:r>
        <w:rPr>
          <w:rFonts w:hint="eastAsia"/>
          <w:rtl/>
        </w:rPr>
        <w:t>ثَرَ</w:t>
      </w:r>
      <w:r>
        <w:rPr>
          <w:rtl/>
        </w:rPr>
        <w:t xml:space="preserve"> </w:t>
      </w:r>
      <w:r>
        <w:rPr>
          <w:rFonts w:hint="cs"/>
          <w:rtl/>
        </w:rPr>
        <w:t>ٱ</w:t>
      </w:r>
      <w:r>
        <w:rPr>
          <w:rFonts w:hint="eastAsia"/>
          <w:rtl/>
        </w:rPr>
        <w:t>لنَّاسِ</w:t>
      </w:r>
      <w:r>
        <w:rPr>
          <w:rtl/>
        </w:rPr>
        <w:t xml:space="preserve"> لَا يَعۡلَمُونَ (٣٠</w:t>
      </w:r>
      <w:r w:rsidR="009229E3">
        <w:rPr>
          <w:rtl/>
        </w:rPr>
        <w:t>)</w:t>
      </w:r>
    </w:p>
    <w:p w:rsidR="001A403D" w:rsidRDefault="001A403D" w:rsidP="00E36567">
      <w:pPr>
        <w:pStyle w:val="libBoldItalic"/>
      </w:pPr>
      <w:r>
        <w:t>So direct (firmly) your face inclined toward Deen, (adhere to) the Fitrat (nature) of Allah upon which He has created mankind. There is no altering in the creation of Allah. That is the established (right) Deen, but most of the people do not know. (30)</w:t>
      </w:r>
    </w:p>
    <w:p w:rsidR="001A403D" w:rsidRDefault="001A403D" w:rsidP="00E36567">
      <w:pPr>
        <w:pStyle w:val="libNormal"/>
      </w:pPr>
      <w:r>
        <w:t>1-About the saying of Allah, “So direct (firmly) your face inclined toward Deen” Imam Mohammad Baqir asws said: This is Walayat. (al-Burhan, v6, p150)</w:t>
      </w:r>
    </w:p>
    <w:p w:rsidR="001A403D" w:rsidRDefault="001A403D" w:rsidP="00E36567">
      <w:pPr>
        <w:pStyle w:val="libNormal"/>
      </w:pPr>
      <w:r>
        <w:t>2-About the saying of Allah, “the Fitrat of Allah is that upon which He created all people” Imam Jafar Sadiq asws said: This is Tauheed and Mohammad Rasool Allah sawaw and Ali Amirul Momineen asws. (al-Burhan, v6, p152)</w:t>
      </w:r>
    </w:p>
    <w:p w:rsidR="001A403D" w:rsidRDefault="001A403D" w:rsidP="00E36567">
      <w:pPr>
        <w:pStyle w:val="libNormal"/>
      </w:pPr>
      <w:r>
        <w:t>3-Qawl-e-Masoom asws is that all new born are born on Fitrat (Deen/nature of Allah), then his/her parents make him/her Jew or Christian. (al-Burhan, v6, p155)</w:t>
      </w:r>
    </w:p>
    <w:p w:rsidR="001A403D" w:rsidRDefault="001A403D" w:rsidP="00E36567">
      <w:pPr>
        <w:pStyle w:val="libNormal"/>
      </w:pPr>
      <w:r>
        <w:t>4-About the saying of Allah, “the Fitrat of Allah upon which He created people” Imam Mohammad Baqir asws said: This is “La ilaha illallah Mohammadur Rasool Allah Ali Amirul Momineen Waliullah.” (Tafseer Safi, v3, p102)</w:t>
      </w:r>
    </w:p>
    <w:p w:rsidR="001A403D" w:rsidRDefault="001A403D" w:rsidP="009229E3">
      <w:pPr>
        <w:pStyle w:val="libCenterBold1"/>
      </w:pPr>
      <w:r>
        <w:t>Lesson:</w:t>
      </w:r>
    </w:p>
    <w:p w:rsidR="001A403D" w:rsidRDefault="001A403D" w:rsidP="001A403D">
      <w:pPr>
        <w:pStyle w:val="libNormal"/>
      </w:pPr>
      <w:r>
        <w:t>1-Deen-e-Fitrat (the Natural Religion) is that straight religion in which there is testimony of Tauheed, Risalat, and Walayat. Allah Rahman has created all humans on Deen-e-Fitrat, there can not be any alteration in the Sunnah of Allah that some He creates on Walayat-e-Ali asws and some not, that will be injustice if there is change in Sunnah. These are the parents of the child, Muqassir Mulla, and Shaitan who misguide the child all together, e.g. they convince the child that Walayat-e-Ali asws is not part of anything so the child becomes a Christian, and they convice the child that testimony of Walayat nullifies Namaz &amp; other deeds then the child becomes a Jew as well.</w:t>
      </w:r>
    </w:p>
    <w:p w:rsidR="001A403D" w:rsidRDefault="001A403D" w:rsidP="001A403D">
      <w:pPr>
        <w:pStyle w:val="libNormal"/>
      </w:pPr>
      <w:r>
        <w:t>2-It is obligation for the parents that they should leave their children on Fitrat of Allah, and teach &amp; preach them the manners of Mawaddat of Masumeen asws, Azadari of Imam Hussain asws, and waiting &amp; preparing for Zahoor of Qaim asws.</w:t>
      </w:r>
    </w:p>
    <w:p w:rsidR="00EB2345" w:rsidRDefault="00EB2345" w:rsidP="00FC02E7">
      <w:pPr>
        <w:pStyle w:val="libNormal"/>
        <w:rPr>
          <w:rtl/>
        </w:rPr>
      </w:pPr>
      <w:r>
        <w:rPr>
          <w:rFonts w:hint="eastAsia"/>
        </w:rPr>
        <w:br w:type="page"/>
      </w:r>
    </w:p>
    <w:p w:rsidR="001A403D" w:rsidRDefault="00EB2345" w:rsidP="00EB2345">
      <w:pPr>
        <w:pStyle w:val="Heading1Center"/>
      </w:pPr>
      <w:bookmarkStart w:id="32" w:name="_Toc449789425"/>
      <w:r>
        <w:rPr>
          <w:rFonts w:hint="eastAsia"/>
          <w:rtl/>
        </w:rPr>
        <w:lastRenderedPageBreak/>
        <w:t>سُوۡرَةُ</w:t>
      </w:r>
      <w:r>
        <w:rPr>
          <w:rtl/>
        </w:rPr>
        <w:t xml:space="preserve"> </w:t>
      </w:r>
      <w:r w:rsidR="001A403D">
        <w:rPr>
          <w:rtl/>
        </w:rPr>
        <w:t>لقمَان</w:t>
      </w:r>
      <w:bookmarkEnd w:id="32"/>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وَ</w:t>
      </w:r>
      <w:r>
        <w:rPr>
          <w:rFonts w:hint="cs"/>
          <w:rtl/>
        </w:rPr>
        <w:t>ٱ</w:t>
      </w:r>
      <w:r>
        <w:rPr>
          <w:rFonts w:hint="eastAsia"/>
          <w:rtl/>
        </w:rPr>
        <w:t>قۡصِدۡ</w:t>
      </w:r>
      <w:r>
        <w:rPr>
          <w:rtl/>
        </w:rPr>
        <w:t xml:space="preserve"> فِى مَشۡيِكَ وَ</w:t>
      </w:r>
      <w:r>
        <w:rPr>
          <w:rFonts w:hint="cs"/>
          <w:rtl/>
        </w:rPr>
        <w:t>ٱ</w:t>
      </w:r>
      <w:r>
        <w:rPr>
          <w:rFonts w:hint="eastAsia"/>
          <w:rtl/>
        </w:rPr>
        <w:t>غۡضُضۡ</w:t>
      </w:r>
      <w:r>
        <w:rPr>
          <w:rtl/>
        </w:rPr>
        <w:t xml:space="preserve"> مِن صَوۡتِكَ‌ۚ إِنَّ أَنكَرَ </w:t>
      </w:r>
      <w:r>
        <w:rPr>
          <w:rFonts w:hint="cs"/>
          <w:rtl/>
        </w:rPr>
        <w:t>ٱ</w:t>
      </w:r>
      <w:r>
        <w:rPr>
          <w:rFonts w:hint="eastAsia"/>
          <w:rtl/>
        </w:rPr>
        <w:t>لۡأَصۡوَ</w:t>
      </w:r>
      <w:r w:rsidR="005B7B9E" w:rsidRPr="005B7B9E">
        <w:rPr>
          <w:rFonts w:hint="cs"/>
          <w:rtl/>
        </w:rPr>
        <w:t>ا</w:t>
      </w:r>
      <w:r>
        <w:rPr>
          <w:rFonts w:hint="eastAsia"/>
          <w:rtl/>
        </w:rPr>
        <w:t>تِ</w:t>
      </w:r>
      <w:r>
        <w:rPr>
          <w:rtl/>
        </w:rPr>
        <w:t xml:space="preserve"> لَصَوۡتُ </w:t>
      </w:r>
      <w:r>
        <w:rPr>
          <w:rFonts w:hint="cs"/>
          <w:rtl/>
        </w:rPr>
        <w:t>ٱ</w:t>
      </w:r>
      <w:r>
        <w:rPr>
          <w:rFonts w:hint="eastAsia"/>
          <w:rtl/>
        </w:rPr>
        <w:t>لۡحَمِيرِ</w:t>
      </w:r>
      <w:r>
        <w:rPr>
          <w:rtl/>
        </w:rPr>
        <w:t xml:space="preserve"> (١٩</w:t>
      </w:r>
      <w:r w:rsidR="009229E3">
        <w:rPr>
          <w:rtl/>
        </w:rPr>
        <w:t>)</w:t>
      </w:r>
      <w:r>
        <w:rPr>
          <w:rtl/>
        </w:rPr>
        <w:t xml:space="preserve"> أَلَمۡ تَرَوۡاْ أَنَّ </w:t>
      </w:r>
      <w:r>
        <w:rPr>
          <w:rFonts w:hint="cs"/>
          <w:rtl/>
        </w:rPr>
        <w:t>ٱ</w:t>
      </w:r>
      <w:r>
        <w:rPr>
          <w:rFonts w:hint="eastAsia"/>
          <w:rtl/>
        </w:rPr>
        <w:t>للَّهَ</w:t>
      </w:r>
      <w:r>
        <w:rPr>
          <w:rtl/>
        </w:rPr>
        <w:t xml:space="preserve"> سَخَّرَ لَكُم مَّا فِى </w:t>
      </w:r>
      <w:r>
        <w:rPr>
          <w:rFonts w:hint="cs"/>
          <w:rtl/>
        </w:rPr>
        <w:t>ٱ</w:t>
      </w:r>
      <w:r>
        <w:rPr>
          <w:rFonts w:hint="eastAsia"/>
          <w:rtl/>
        </w:rPr>
        <w:t>لسَّمَـٰوَ</w:t>
      </w:r>
      <w:r w:rsidR="005B7B9E" w:rsidRPr="005B7B9E">
        <w:rPr>
          <w:rFonts w:hint="cs"/>
          <w:rtl/>
        </w:rPr>
        <w:t>ا</w:t>
      </w:r>
      <w:r>
        <w:rPr>
          <w:rFonts w:hint="eastAsia"/>
          <w:rtl/>
        </w:rPr>
        <w:t>تِ</w:t>
      </w:r>
      <w:r>
        <w:rPr>
          <w:rtl/>
        </w:rPr>
        <w:t xml:space="preserve"> وَمَا فِى </w:t>
      </w:r>
      <w:r>
        <w:rPr>
          <w:rFonts w:hint="cs"/>
          <w:rtl/>
        </w:rPr>
        <w:t>ٱ</w:t>
      </w:r>
      <w:r>
        <w:rPr>
          <w:rFonts w:hint="eastAsia"/>
          <w:rtl/>
        </w:rPr>
        <w:t>لۡأَرۡضِ</w:t>
      </w:r>
      <w:r>
        <w:rPr>
          <w:rtl/>
        </w:rPr>
        <w:t xml:space="preserve"> وَأَسۡبَغَ عَلَيۡكُمۡ نِعَمَهُ </w:t>
      </w:r>
      <w:r>
        <w:rPr>
          <w:rFonts w:hint="cs"/>
          <w:rtl/>
        </w:rPr>
        <w:t>ۥ</w:t>
      </w:r>
      <w:r>
        <w:rPr>
          <w:rtl/>
        </w:rPr>
        <w:t xml:space="preserve"> ظَـٰهِرَةً۬ وَبَاطِنَةً۬‌ۗ وَمِنَ </w:t>
      </w:r>
      <w:r>
        <w:rPr>
          <w:rFonts w:hint="cs"/>
          <w:rtl/>
        </w:rPr>
        <w:t>ٱ</w:t>
      </w:r>
      <w:r>
        <w:rPr>
          <w:rtl/>
        </w:rPr>
        <w:t xml:space="preserve">لنَّاسِ مَن يُجَـٰدِلُ فِى </w:t>
      </w:r>
      <w:r>
        <w:rPr>
          <w:rFonts w:hint="cs"/>
          <w:rtl/>
        </w:rPr>
        <w:t>ٱ</w:t>
      </w:r>
      <w:r>
        <w:rPr>
          <w:rFonts w:hint="eastAsia"/>
          <w:rtl/>
        </w:rPr>
        <w:t>للَّهِ</w:t>
      </w:r>
      <w:r>
        <w:rPr>
          <w:rtl/>
        </w:rPr>
        <w:t xml:space="preserve"> بِغَيۡرِ عِلۡمٍ۬ وَلَا هُدً۬ى وَلَا كِتَـٰبٍ۬ مُّنِيرٍ۬ (٢٠</w:t>
      </w:r>
      <w:r w:rsidR="009229E3">
        <w:rPr>
          <w:rtl/>
        </w:rPr>
        <w:t>)</w:t>
      </w:r>
    </w:p>
    <w:p w:rsidR="001A403D" w:rsidRDefault="001A403D" w:rsidP="00E36567">
      <w:pPr>
        <w:pStyle w:val="libBoldItalic"/>
      </w:pPr>
      <w:r>
        <w:t>And be moderate in your gait and lower your voice. Indeed, the harshest of all voices is the voice of the donkey. (19) Don’t you see that Allah has made serviceable to you whatever is in the heavens and whatever is in the earth and abundantly bestowed His favours upon you (both) outward and inward? And among the people is he who disputes about Allah, without knowledge or guidance or an enlightening Book. (20)</w:t>
      </w:r>
    </w:p>
    <w:p w:rsidR="001A403D" w:rsidRDefault="001A403D" w:rsidP="00E36567">
      <w:pPr>
        <w:pStyle w:val="libNormal"/>
      </w:pPr>
      <w:r>
        <w:t>1-Someone asked Amirul Momineen asws that what is meant by donkey? He said: Allah is Exalted (Higher) than this that He creates something then denies (dislikes) it. It only means my opponents, who are in a box in the shape of donkeys. When they bray in the Hell, then the inhabitants of the Hell also become angry due to their harsh screaming &amp; crying. (al-Burhan, v6, p183)</w:t>
      </w:r>
    </w:p>
    <w:p w:rsidR="001A403D" w:rsidRDefault="001A403D" w:rsidP="00E36567">
      <w:pPr>
        <w:pStyle w:val="libNormal"/>
      </w:pPr>
      <w:r>
        <w:t>2-About “and aboundantly bestowed His favours upon you, apparent and hidden” Imam Mohammad Baqir asws said: The outward favour is Nabi Akram sawaw and whatever he brought about Marifat of Allah Azza wa Jalla and His Tauheed. And inward favour is Walayat of us the Ahlul Bait asws and covenant of our Mawaddat. By Allah, thus covenant was taken from the people about these outward and inward favours, and people believed in the outward ones, and did not believe in the inward ones. Then Allah Ta’ala revealed, “O Rasool, let them not grieve you who hasten in Kufr from among those who say with their tongues, ‘we believe’ but their hearts do not believe.” (al-Ma’ida, v41) then Rasool Allah sawaw was happy with its revelation, because Allah does not accept Eman of the people without the covenant of our Walayat and without our love. (al-Burhan, v6, p184)</w:t>
      </w:r>
    </w:p>
    <w:p w:rsidR="001A403D" w:rsidRDefault="001A403D" w:rsidP="001A403D">
      <w:pPr>
        <w:pStyle w:val="libNormal"/>
      </w:pPr>
      <w:r>
        <w:t xml:space="preserve">3-About the saying of Allah Ta’ala, “and abundantly bestowed His favours upon you outward and inward” Imam Musa Kazim asws said: Outward favour is Imam asws who is present, and inward is Imam asws who is Ghaib. Mohammad Azdi asked: Will there be any Ghaib among the Imams asws? Said: Yes, his body will be Ghaib (invisible) from the eyes of the people, but his Zikr will not disappear from the hearts of Momineen, and he is our Twelfth, and Allah will make all difficulties easy for him, and will remove all hardships for him, and will reveal all the treasures of the earth for him, and all far will become near, and heads of all transgressor unjust ones will be bent through him, and all the transgressor Shaitans will be killed by his hands. He is son of Syyeda of all mothers, his Zahoor will be kept secret from the people, and it is not permissible for the people to call </w:t>
      </w:r>
      <w:r>
        <w:lastRenderedPageBreak/>
        <w:t>his name until Allah Azza wa Jalla reappears him, then he will fill the earth with equity and justice as it will be full of injustice &amp; oppression.</w:t>
      </w:r>
    </w:p>
    <w:p w:rsidR="001A403D" w:rsidRDefault="001A403D" w:rsidP="00E36567">
      <w:pPr>
        <w:pStyle w:val="libNormal"/>
      </w:pPr>
      <w:r>
        <w:t>(al-Burhan, v6, p184)</w:t>
      </w:r>
    </w:p>
    <w:p w:rsidR="001A403D" w:rsidRDefault="001A403D" w:rsidP="009229E3">
      <w:pPr>
        <w:pStyle w:val="libCenterBold1"/>
      </w:pPr>
      <w:r>
        <w:t>Lesson:</w:t>
      </w:r>
    </w:p>
    <w:p w:rsidR="001A403D" w:rsidRDefault="001A403D" w:rsidP="001A403D">
      <w:pPr>
        <w:pStyle w:val="libNormal"/>
      </w:pPr>
      <w:r>
        <w:t>1-Whoever raises voice against Walayat-e-Ali asws from any aspect, he is donkey, and boxes of Fire are ready for such people. Such people are so bad that even the inhabitants of the Hell will be fed up with them. These donkeys are also mentioned in verses no.49-51 of Sura Mudassir, who run away from Zikr of Ali asws i.e. wild donkeys run away from Asadullah (Lion of Allah). Such donkeys are also mentioned in verse no.5 of Sura Juma, who learn some branches of so-called knowledge devised by non-Muslims and then consider themselves as Alim but they do not have any knowledge of Quran &amp; Hadees and Marifat-e-Walayat, they are such donkeys who are loaded with burden of books, without knowing what is written in them.</w:t>
      </w:r>
    </w:p>
    <w:p w:rsidR="001A403D" w:rsidRDefault="001A403D" w:rsidP="001A403D">
      <w:pPr>
        <w:pStyle w:val="libNormal"/>
      </w:pPr>
      <w:r>
        <w:t>2-The outward and inward Favours of Allah Ta’ala are Masumeen asws. The deniers of Walayat are jealous from Walayat of Masumeen asws, so they argue about Walayat-e-Elahi that they (Mullas) should have share in Walayat as well. But if they would read the enlightened Book in the light of the sayings of Masumeen asws who are the teachers of Quran, then they can get the knowledge &amp; guidance of Walayat-e-Ali asws, and then they will leave the dispute. Muqassireen only say verbally with their tongues “we also believe in Walayat-e-Ali asws” but their hearts beat in the love of Walayat of Muqassir Mulla, hastening in Kufr.</w:t>
      </w:r>
    </w:p>
    <w:p w:rsidR="001A403D" w:rsidRDefault="001A403D" w:rsidP="00385B48">
      <w:pPr>
        <w:pStyle w:val="libAr"/>
      </w:pPr>
      <w:r>
        <w:rPr>
          <w:rFonts w:hint="eastAsia"/>
          <w:rtl/>
        </w:rPr>
        <w:t>وَمَن</w:t>
      </w:r>
      <w:r>
        <w:rPr>
          <w:rtl/>
        </w:rPr>
        <w:t xml:space="preserve"> يُسۡلِمۡ وَجۡهَهُ </w:t>
      </w:r>
      <w:r>
        <w:rPr>
          <w:rFonts w:hint="cs"/>
          <w:rtl/>
        </w:rPr>
        <w:t>ۥۤ</w:t>
      </w:r>
      <w:r>
        <w:rPr>
          <w:rtl/>
        </w:rPr>
        <w:t xml:space="preserve"> إِلَى </w:t>
      </w:r>
      <w:r>
        <w:rPr>
          <w:rFonts w:hint="cs"/>
          <w:rtl/>
        </w:rPr>
        <w:t>ٱ</w:t>
      </w:r>
      <w:r>
        <w:rPr>
          <w:rFonts w:hint="eastAsia"/>
          <w:rtl/>
        </w:rPr>
        <w:t>للَّهِ</w:t>
      </w:r>
      <w:r>
        <w:rPr>
          <w:rtl/>
        </w:rPr>
        <w:t xml:space="preserve"> وَهُوَ مُحۡسِنٌ۬ فَقَدِ </w:t>
      </w:r>
      <w:r>
        <w:rPr>
          <w:rFonts w:hint="cs"/>
          <w:rtl/>
        </w:rPr>
        <w:t>ٱ</w:t>
      </w:r>
      <w:r>
        <w:rPr>
          <w:rFonts w:hint="eastAsia"/>
          <w:rtl/>
        </w:rPr>
        <w:t>سۡتَمۡسَكَ</w:t>
      </w:r>
      <w:r>
        <w:rPr>
          <w:rtl/>
        </w:rPr>
        <w:t xml:space="preserve"> بِ</w:t>
      </w:r>
      <w:r>
        <w:rPr>
          <w:rFonts w:hint="cs"/>
          <w:rtl/>
        </w:rPr>
        <w:t>ٱ</w:t>
      </w:r>
      <w:r>
        <w:rPr>
          <w:rFonts w:hint="eastAsia"/>
          <w:rtl/>
        </w:rPr>
        <w:t>لۡعُرۡوَةِ</w:t>
      </w:r>
      <w:r>
        <w:rPr>
          <w:rtl/>
        </w:rPr>
        <w:t xml:space="preserve"> </w:t>
      </w:r>
      <w:r>
        <w:rPr>
          <w:rFonts w:hint="cs"/>
          <w:rtl/>
        </w:rPr>
        <w:t>ٱ</w:t>
      </w:r>
      <w:r>
        <w:rPr>
          <w:rFonts w:hint="eastAsia"/>
          <w:rtl/>
        </w:rPr>
        <w:t>لۡوُثۡقَىٰ‌ۗ</w:t>
      </w:r>
      <w:r>
        <w:rPr>
          <w:rtl/>
        </w:rPr>
        <w:t xml:space="preserve"> وَإِلَى </w:t>
      </w:r>
      <w:r>
        <w:rPr>
          <w:rFonts w:hint="cs"/>
          <w:rtl/>
        </w:rPr>
        <w:t>ٱ</w:t>
      </w:r>
      <w:r>
        <w:rPr>
          <w:rFonts w:hint="eastAsia"/>
          <w:rtl/>
        </w:rPr>
        <w:t>للَّهِ</w:t>
      </w:r>
      <w:r>
        <w:rPr>
          <w:rtl/>
        </w:rPr>
        <w:t xml:space="preserve"> عَـٰقِبَةُ </w:t>
      </w:r>
      <w:r>
        <w:rPr>
          <w:rFonts w:hint="cs"/>
          <w:rtl/>
        </w:rPr>
        <w:t>ٱ</w:t>
      </w:r>
      <w:r>
        <w:rPr>
          <w:rFonts w:hint="eastAsia"/>
          <w:rtl/>
        </w:rPr>
        <w:t>لۡأُمُورِ</w:t>
      </w:r>
      <w:r>
        <w:rPr>
          <w:rtl/>
        </w:rPr>
        <w:t xml:space="preserve"> (٢٢</w:t>
      </w:r>
      <w:r w:rsidR="009229E3">
        <w:rPr>
          <w:rtl/>
        </w:rPr>
        <w:t>)</w:t>
      </w:r>
    </w:p>
    <w:p w:rsidR="001A403D" w:rsidRDefault="001A403D" w:rsidP="00E36567">
      <w:pPr>
        <w:pStyle w:val="libBoldItalic"/>
      </w:pPr>
      <w:r>
        <w:t>And whoever submits his face to Allah while he is a doer of good, then verily he has grasped the firm handhold. And to Allah belongs the sequel of all matters. (22)</w:t>
      </w:r>
    </w:p>
    <w:p w:rsidR="001A403D" w:rsidRDefault="001A403D" w:rsidP="00E36567">
      <w:pPr>
        <w:pStyle w:val="libNormal"/>
      </w:pPr>
      <w:r>
        <w:t>1-About the saying of Allah, “then surely he has grasped the firm handhold” Imam Musa Kazim asws said quoting his grandfathers asws: It means Mawaddat of us the Ahlul Bait asws. (al-Burhan, v6, p187)</w:t>
      </w:r>
    </w:p>
    <w:p w:rsidR="001A403D" w:rsidRDefault="001A403D" w:rsidP="00E36567">
      <w:pPr>
        <w:pStyle w:val="libNormal"/>
      </w:pPr>
      <w:r>
        <w:t>2-Rasool Allah sawaw said: Who wants that he should hold such a strong handhold which will never break, then he should hold Walayat of my brother &amp; Wasi Ali bin Abi Talib asws, because who loves him and made him guardian, will never perish. And who keeps jealousy with him and kept animosity, will never get salvation. (al-Burhan, v6, p188)</w:t>
      </w:r>
    </w:p>
    <w:p w:rsidR="001A403D" w:rsidRDefault="001A403D" w:rsidP="009229E3">
      <w:pPr>
        <w:pStyle w:val="libCenterBold1"/>
      </w:pPr>
      <w:r>
        <w:t>Lesson:</w:t>
      </w:r>
    </w:p>
    <w:p w:rsidR="001A403D" w:rsidRDefault="001A403D" w:rsidP="001A403D">
      <w:pPr>
        <w:pStyle w:val="libNormal"/>
      </w:pPr>
      <w:r>
        <w:t>1-Momineen are holding the strongest handhold Hablullah, this chain of Walayat is uninterrupted and unbreakable. Muqassireen have noose of Mulla in their necks, when that Muqassir Mulla dies, then Muqallideen are like stray dog of washerman, neither of home nor of washer-bay. Then they have to find another Mulla who can make them dance on his instructions like a tamed animal.</w:t>
      </w:r>
    </w:p>
    <w:p w:rsidR="001A403D" w:rsidRDefault="001A403D" w:rsidP="00385B48">
      <w:pPr>
        <w:pStyle w:val="libAr"/>
      </w:pPr>
      <w:r>
        <w:rPr>
          <w:rFonts w:hint="eastAsia"/>
          <w:rtl/>
        </w:rPr>
        <w:lastRenderedPageBreak/>
        <w:t>وَلَوۡ</w:t>
      </w:r>
      <w:r>
        <w:rPr>
          <w:rtl/>
        </w:rPr>
        <w:t xml:space="preserve"> أَنَّمَا فِى </w:t>
      </w:r>
      <w:r>
        <w:rPr>
          <w:rFonts w:hint="cs"/>
          <w:rtl/>
        </w:rPr>
        <w:t>ٱ</w:t>
      </w:r>
      <w:r>
        <w:rPr>
          <w:rFonts w:hint="eastAsia"/>
          <w:rtl/>
        </w:rPr>
        <w:t>لۡأَرۡضِ</w:t>
      </w:r>
      <w:r>
        <w:rPr>
          <w:rtl/>
        </w:rPr>
        <w:t xml:space="preserve"> مِن شَجَرَةٍ أَقۡلَـٰمٌ۬ وَ</w:t>
      </w:r>
      <w:r>
        <w:rPr>
          <w:rFonts w:hint="cs"/>
          <w:rtl/>
        </w:rPr>
        <w:t>ٱ</w:t>
      </w:r>
      <w:r>
        <w:rPr>
          <w:rFonts w:hint="eastAsia"/>
          <w:rtl/>
        </w:rPr>
        <w:t>لۡبَحۡرُ</w:t>
      </w:r>
      <w:r>
        <w:rPr>
          <w:rtl/>
        </w:rPr>
        <w:t xml:space="preserve"> يَمُدُّهُ </w:t>
      </w:r>
      <w:r>
        <w:rPr>
          <w:rFonts w:hint="cs"/>
          <w:rtl/>
        </w:rPr>
        <w:t>ۥ</w:t>
      </w:r>
      <w:r>
        <w:rPr>
          <w:rtl/>
        </w:rPr>
        <w:t xml:space="preserve"> مِنۢ بَعۡدِهِ</w:t>
      </w:r>
      <w:r>
        <w:rPr>
          <w:rFonts w:hint="cs"/>
          <w:rtl/>
        </w:rPr>
        <w:t>ۦ</w:t>
      </w:r>
      <w:r>
        <w:rPr>
          <w:rtl/>
        </w:rPr>
        <w:t xml:space="preserve"> سَبۡعَةُ أَبۡحُرٍ۬ مَّا نَفِدَتۡ كَلِمَـٰتُ </w:t>
      </w:r>
      <w:r>
        <w:rPr>
          <w:rFonts w:hint="cs"/>
          <w:rtl/>
        </w:rPr>
        <w:t>ٱ</w:t>
      </w:r>
      <w:r>
        <w:rPr>
          <w:rFonts w:hint="eastAsia"/>
          <w:rtl/>
        </w:rPr>
        <w:t>للَّهِ‌ۗ</w:t>
      </w:r>
      <w:r>
        <w:rPr>
          <w:rtl/>
        </w:rPr>
        <w:t xml:space="preserve"> إِنَّ </w:t>
      </w:r>
      <w:r>
        <w:rPr>
          <w:rFonts w:hint="cs"/>
          <w:rtl/>
        </w:rPr>
        <w:t>ٱ</w:t>
      </w:r>
      <w:r>
        <w:rPr>
          <w:rFonts w:hint="eastAsia"/>
          <w:rtl/>
        </w:rPr>
        <w:t>للَّهَ</w:t>
      </w:r>
      <w:r>
        <w:rPr>
          <w:rtl/>
        </w:rPr>
        <w:t xml:space="preserve"> عَزِيزٌ حَكِيمٌ۬ (٢٧</w:t>
      </w:r>
      <w:r w:rsidR="009229E3">
        <w:rPr>
          <w:rtl/>
        </w:rPr>
        <w:t>)</w:t>
      </w:r>
    </w:p>
    <w:p w:rsidR="001A403D" w:rsidRDefault="001A403D" w:rsidP="00E36567">
      <w:pPr>
        <w:pStyle w:val="libBoldItalic"/>
      </w:pPr>
      <w:r>
        <w:t>And if all the trees in the earth were pens, and the sea (was ink) replenished thereafter with seven more seas, the Words of Allah would not be exhausted. Indeed Allah is Mighty, Wise. (27)</w:t>
      </w:r>
    </w:p>
    <w:p w:rsidR="001A403D" w:rsidRDefault="001A403D" w:rsidP="00E36567">
      <w:pPr>
        <w:pStyle w:val="libNormal"/>
      </w:pPr>
      <w:r>
        <w:t>1-It was asked from Imam Hassan Askari asws: What means “...seven seas of ink, even then the Words of Allah would not finish”? Said: It means ocean of Kibreet, ocean of Yemen, ocean of Berhoot, ocean of Tibria, two joining oceans Masidaan, two joining oceans of Africia, and ocean of Bahuran. And we are those Words, that you people can neither understand our Faza’il, nor you can inspect. (al-Burhan, v6, p189)</w:t>
      </w:r>
    </w:p>
    <w:p w:rsidR="001A403D" w:rsidRDefault="001A403D" w:rsidP="009229E3">
      <w:pPr>
        <w:pStyle w:val="libCenterBold1"/>
      </w:pPr>
      <w:r>
        <w:t>Lesson:</w:t>
      </w:r>
    </w:p>
    <w:p w:rsidR="001A403D" w:rsidRDefault="001A403D" w:rsidP="001A403D">
      <w:pPr>
        <w:pStyle w:val="libNormal"/>
      </w:pPr>
      <w:r>
        <w:t>1-All the astronomers, astronauts, mathematicians, scientists, thinkers and scholars of the world can not find the boundaries of the universe. And this universe Allah has created in the love of Masumeen asws. Then no doubt it is difficult to understand Faza’il of Masumeen asws. Only Allah knows the reality of Masumeen asws, and vice versa.</w:t>
      </w:r>
    </w:p>
    <w:p w:rsidR="001A403D" w:rsidRDefault="001A403D" w:rsidP="001A403D">
      <w:pPr>
        <w:pStyle w:val="libNormal"/>
      </w:pPr>
      <w:r>
        <w:t>2-If all Jinns and Humans become scribes, and pens are made from all plants, and all the oceans became ink, even then Faza’il of Masumeen asws can not be written down.</w:t>
      </w:r>
    </w:p>
    <w:p w:rsidR="001A403D" w:rsidRDefault="001A403D" w:rsidP="001A403D">
      <w:pPr>
        <w:pStyle w:val="libNormal"/>
      </w:pPr>
      <w:r>
        <w:t>Narrow minded, with cerebral palsy, blind of wisdom &amp; intellect, denier of Walayat, Muqassir Mulla talks nonsense about the greatness, infallibility, knowledge, authority, and Walayat of Masumeen asws who are Beloveds of the Omnipotent Allah. Mulla interferes and does Shirk in Deen.</w:t>
      </w:r>
    </w:p>
    <w:p w:rsidR="00EB2345" w:rsidRDefault="00EB2345" w:rsidP="00FC02E7">
      <w:pPr>
        <w:pStyle w:val="libNormal"/>
        <w:rPr>
          <w:rtl/>
        </w:rPr>
      </w:pPr>
      <w:r>
        <w:rPr>
          <w:rFonts w:hint="eastAsia"/>
        </w:rPr>
        <w:br w:type="page"/>
      </w:r>
    </w:p>
    <w:p w:rsidR="001A403D" w:rsidRDefault="00EB2345" w:rsidP="00EB2345">
      <w:pPr>
        <w:pStyle w:val="Heading1Center"/>
      </w:pPr>
      <w:bookmarkStart w:id="33" w:name="_Toc449789426"/>
      <w:r>
        <w:rPr>
          <w:rFonts w:hint="eastAsia"/>
          <w:rtl/>
        </w:rPr>
        <w:lastRenderedPageBreak/>
        <w:t>سُوۡرَةُ</w:t>
      </w:r>
      <w:r>
        <w:rPr>
          <w:rtl/>
        </w:rPr>
        <w:t xml:space="preserve"> </w:t>
      </w:r>
      <w:r w:rsidR="001A403D">
        <w:rPr>
          <w:rtl/>
        </w:rPr>
        <w:t>السَّجدَة</w:t>
      </w:r>
      <w:bookmarkEnd w:id="33"/>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قُلۡ</w:t>
      </w:r>
      <w:r>
        <w:rPr>
          <w:rtl/>
        </w:rPr>
        <w:t xml:space="preserve"> يَتَوَفَّ</w:t>
      </w:r>
      <w:r>
        <w:rPr>
          <w:rFonts w:hint="cs"/>
          <w:rtl/>
        </w:rPr>
        <w:t>ٮٰ</w:t>
      </w:r>
      <w:r>
        <w:rPr>
          <w:rFonts w:hint="eastAsia"/>
          <w:rtl/>
        </w:rPr>
        <w:t>كُم</w:t>
      </w:r>
      <w:r>
        <w:rPr>
          <w:rtl/>
        </w:rPr>
        <w:t xml:space="preserve"> مَّلَكُ </w:t>
      </w:r>
      <w:r>
        <w:rPr>
          <w:rFonts w:hint="cs"/>
          <w:rtl/>
        </w:rPr>
        <w:t>ٱ</w:t>
      </w:r>
      <w:r>
        <w:rPr>
          <w:rFonts w:hint="eastAsia"/>
          <w:rtl/>
        </w:rPr>
        <w:t>لۡمَوۡتِ</w:t>
      </w:r>
      <w:r>
        <w:rPr>
          <w:rtl/>
        </w:rPr>
        <w:t xml:space="preserve"> </w:t>
      </w:r>
      <w:r>
        <w:rPr>
          <w:rFonts w:hint="cs"/>
          <w:rtl/>
        </w:rPr>
        <w:t>ٱ</w:t>
      </w:r>
      <w:r>
        <w:rPr>
          <w:rFonts w:hint="eastAsia"/>
          <w:rtl/>
        </w:rPr>
        <w:t>لَّذِى</w:t>
      </w:r>
      <w:r>
        <w:rPr>
          <w:rtl/>
        </w:rPr>
        <w:t xml:space="preserve"> وُكِّلَ بِكُمۡ ثُمَّ إِلَىٰ رَبِّكُمۡ تُرۡجَعُونَ (١١</w:t>
      </w:r>
      <w:r w:rsidR="009229E3">
        <w:rPr>
          <w:rtl/>
        </w:rPr>
        <w:t>)</w:t>
      </w:r>
    </w:p>
    <w:p w:rsidR="001A403D" w:rsidRDefault="001A403D" w:rsidP="00E36567">
      <w:pPr>
        <w:pStyle w:val="libBoldItalic"/>
      </w:pPr>
      <w:r>
        <w:t>Say: The Angel of death will take you who has been entrusted with you, then to your Rabb you will be returned. (11)</w:t>
      </w:r>
    </w:p>
    <w:p w:rsidR="001A403D" w:rsidRDefault="001A403D" w:rsidP="00E36567">
      <w:pPr>
        <w:pStyle w:val="libNormal"/>
      </w:pPr>
      <w:r>
        <w:t>1-One day Rasool Allah sawaw was on his pulpit and Ali asws was standing next to him, and put his right hand in his hand and raised it until the whiteness of armpits was exposed and said: O people, beware, no doubt Allah is your Rabb, and Mohammad sawaw is your Nabi, and Islam is your Deen, and Ali asws is your Hadi, and he is my Wasi, and my Khalifa after me, Ali asws is my arm, and my trustee on revelation of my Rabb. And my Rabb has not bestowed me any merit except similar to it specified for Ali asws. Allah does not accept any Farz (obligation) from anyone except with the love of Ali bin Abi Talib asws. When I went to visit heavens and reached near Arsh, there was a curtain of green Zabarjad, so the voice came, “Ya Mohammad sawaw, raise it” so I raised it and there was an Angel and the world was in front of his eyes, and he was having a tablet in his hands which he was looking. Jibrael (a.s.) said: Ya Mohammad sawaw, this is Izrael (a.s.) the Angel of death. I said: Assalamo Alaika O my friend the Angel of death. So he said: Wa Alaikassalam O Seal of the Prophets sawaw, how is your son of uncle Ali bin Abi Talib asws? I said: My friend the Angel of death, do you know him? He said: How I should not know him, Ya Mohammad sawaw, I swear by Him Who raised you as Nabi with Haqq, and made Mustafa Rasool sawaw, I know your cousin brother Wasi asws just as I know you as Nabi sawaw, and why it should not be like that, because no doubt Allah has delegated me to capture spirits of all the creations except your Rooh and Rooh of Ali asws, because Allah calls you both to Him by His Mashiyat, as He wishes and decides. (al-Burhan, v6, p197)</w:t>
      </w:r>
    </w:p>
    <w:p w:rsidR="001A403D" w:rsidRDefault="001A403D" w:rsidP="009229E3">
      <w:pPr>
        <w:pStyle w:val="libCenterBold1"/>
      </w:pPr>
      <w:r>
        <w:t>Lesson:</w:t>
      </w:r>
    </w:p>
    <w:p w:rsidR="001A403D" w:rsidRDefault="001A403D" w:rsidP="001A403D">
      <w:pPr>
        <w:pStyle w:val="libNormal"/>
      </w:pPr>
      <w:r>
        <w:t>1-Masumeen asws are before life and death was created, and they are Wajhullah and Mashiyatullah, for which there is no death &amp; destruction. They are Hazir Nazir, sometime they reveal themselves and sometimes they are concealed from the sight of the creations.</w:t>
      </w:r>
    </w:p>
    <w:p w:rsidR="001A403D" w:rsidRDefault="001A403D" w:rsidP="001A403D">
      <w:pPr>
        <w:pStyle w:val="libNormal"/>
      </w:pPr>
      <w:r>
        <w:t>2-If any human (who is created from clay) gives life for Deen of Mohammad sawaw, everyone believes that he is martyred &amp; alive and get food as well, and no one doubts because it is written in the Quran. But if you say that Masumeen asws are Hazir Nazir and they are helper &amp; provider, then death is visible on the face of Muqassir Mulla and he gets colics. Ignorant does not know that perpetuation of universe is the proof of Masumeen being Hazir Nazir, because universe can not exist without them.</w:t>
      </w:r>
    </w:p>
    <w:p w:rsidR="001A403D" w:rsidRDefault="001A403D" w:rsidP="001A403D">
      <w:pPr>
        <w:pStyle w:val="libNormal"/>
      </w:pPr>
      <w:r>
        <w:t>3-Rasool Allah sawaw repeatedly announced Walayat-e-Ali asws on thousands of occasions from Dawat Zul Asheera to Ghadeer-e-Khum until incident of Pen &amp; Paper. But Muqassir Mulla could not get anything except doom.</w:t>
      </w:r>
    </w:p>
    <w:p w:rsidR="001A403D" w:rsidRDefault="001A403D" w:rsidP="00385B48">
      <w:pPr>
        <w:pStyle w:val="libAr"/>
      </w:pPr>
      <w:r>
        <w:rPr>
          <w:rFonts w:hint="eastAsia"/>
          <w:rtl/>
        </w:rPr>
        <w:lastRenderedPageBreak/>
        <w:t>أَفَمَن</w:t>
      </w:r>
      <w:r>
        <w:rPr>
          <w:rtl/>
        </w:rPr>
        <w:t xml:space="preserve"> كَانَ مُؤۡمِنً۬ا كَمَن كَانَ فَاسِقً۬ا‌ۚ لَّا يَسۡتَوُ </w:t>
      </w:r>
      <w:r>
        <w:rPr>
          <w:rFonts w:hint="cs"/>
          <w:rtl/>
        </w:rPr>
        <w:t>ۥ</w:t>
      </w:r>
      <w:r>
        <w:rPr>
          <w:rFonts w:hint="eastAsia"/>
          <w:rtl/>
        </w:rPr>
        <w:t>نَ</w:t>
      </w:r>
      <w:r>
        <w:rPr>
          <w:rtl/>
        </w:rPr>
        <w:t xml:space="preserve"> (١٨</w:t>
      </w:r>
      <w:r w:rsidR="009229E3">
        <w:rPr>
          <w:rtl/>
        </w:rPr>
        <w:t>)</w:t>
      </w:r>
      <w:r>
        <w:rPr>
          <w:rtl/>
        </w:rPr>
        <w:t xml:space="preserve"> أَمَّا </w:t>
      </w:r>
      <w:r>
        <w:rPr>
          <w:rFonts w:hint="cs"/>
          <w:rtl/>
        </w:rPr>
        <w:t>ٱ</w:t>
      </w:r>
      <w:r>
        <w:rPr>
          <w:rFonts w:hint="eastAsia"/>
          <w:rtl/>
        </w:rPr>
        <w:t>لَّذِينَ</w:t>
      </w:r>
      <w:r>
        <w:rPr>
          <w:rtl/>
        </w:rPr>
        <w:t xml:space="preserve"> ءَامَنُواْ وَعَمِلُواْ </w:t>
      </w:r>
      <w:r>
        <w:rPr>
          <w:rFonts w:hint="cs"/>
          <w:rtl/>
        </w:rPr>
        <w:t>ٱ</w:t>
      </w:r>
      <w:r>
        <w:rPr>
          <w:rFonts w:hint="eastAsia"/>
          <w:rtl/>
        </w:rPr>
        <w:t>لصَّـٰلِحَـٰتِ</w:t>
      </w:r>
      <w:r>
        <w:rPr>
          <w:rtl/>
        </w:rPr>
        <w:t xml:space="preserve"> فَلَهُمۡ جَنَّـٰتُ </w:t>
      </w:r>
      <w:r>
        <w:rPr>
          <w:rFonts w:hint="cs"/>
          <w:rtl/>
        </w:rPr>
        <w:t>ٱ</w:t>
      </w:r>
      <w:r>
        <w:rPr>
          <w:rFonts w:hint="eastAsia"/>
          <w:rtl/>
        </w:rPr>
        <w:t>لۡمَأۡوَىٰ</w:t>
      </w:r>
      <w:r>
        <w:rPr>
          <w:rtl/>
        </w:rPr>
        <w:t xml:space="preserve"> نُزُلاَۢ بِمَا كَانُواْ يَعۡمَلُونَ (١٩</w:t>
      </w:r>
      <w:r w:rsidR="009229E3">
        <w:rPr>
          <w:rtl/>
        </w:rPr>
        <w:t>)</w:t>
      </w:r>
      <w:r>
        <w:rPr>
          <w:rtl/>
        </w:rPr>
        <w:t xml:space="preserve"> وَأَمَّا </w:t>
      </w:r>
      <w:r>
        <w:rPr>
          <w:rFonts w:hint="cs"/>
          <w:rtl/>
        </w:rPr>
        <w:t>ٱ</w:t>
      </w:r>
      <w:r>
        <w:rPr>
          <w:rFonts w:hint="eastAsia"/>
          <w:rtl/>
        </w:rPr>
        <w:t>لَّذِينَ</w:t>
      </w:r>
      <w:r>
        <w:rPr>
          <w:rtl/>
        </w:rPr>
        <w:t xml:space="preserve"> فَسَقُواْ فَمَأۡوَ</w:t>
      </w:r>
      <w:r>
        <w:rPr>
          <w:rFonts w:hint="cs"/>
          <w:rtl/>
        </w:rPr>
        <w:t>ٮٰ</w:t>
      </w:r>
      <w:r>
        <w:rPr>
          <w:rFonts w:hint="eastAsia"/>
          <w:rtl/>
        </w:rPr>
        <w:t>هُمُ</w:t>
      </w:r>
      <w:r>
        <w:rPr>
          <w:rtl/>
        </w:rPr>
        <w:t xml:space="preserve"> </w:t>
      </w:r>
      <w:r>
        <w:rPr>
          <w:rFonts w:hint="cs"/>
          <w:rtl/>
        </w:rPr>
        <w:t>ٱ</w:t>
      </w:r>
      <w:r>
        <w:rPr>
          <w:rFonts w:hint="eastAsia"/>
          <w:rtl/>
        </w:rPr>
        <w:t>لنَّارُ‌ۖ</w:t>
      </w:r>
      <w:r>
        <w:rPr>
          <w:rtl/>
        </w:rPr>
        <w:t xml:space="preserve"> ك</w:t>
      </w:r>
      <w:r>
        <w:rPr>
          <w:rFonts w:hint="eastAsia"/>
          <w:rtl/>
        </w:rPr>
        <w:t>ُلَّمَآ</w:t>
      </w:r>
      <w:r>
        <w:rPr>
          <w:rtl/>
        </w:rPr>
        <w:t xml:space="preserve"> أَرَادُوٓاْ أَن يَخۡرُجُواْ مِنۡ</w:t>
      </w:r>
      <w:r w:rsidR="001E6BAB" w:rsidRPr="001E6BAB">
        <w:rPr>
          <w:rFonts w:hint="cs"/>
          <w:rtl/>
        </w:rPr>
        <w:t>ه</w:t>
      </w:r>
      <w:r w:rsidRPr="00595365">
        <w:rPr>
          <w:rFonts w:hint="cs"/>
          <w:rtl/>
        </w:rPr>
        <w:t>آ أُعِيدُواْ فِي</w:t>
      </w:r>
      <w:r w:rsidR="001E6BAB" w:rsidRPr="001E6BAB">
        <w:rPr>
          <w:rFonts w:hint="cs"/>
          <w:rtl/>
        </w:rPr>
        <w:t>ه</w:t>
      </w:r>
      <w:r w:rsidRPr="00595365">
        <w:rPr>
          <w:rFonts w:hint="cs"/>
          <w:rtl/>
        </w:rPr>
        <w:t xml:space="preserve">ا وَقِيلَ لَهُمۡ ذُوقُواْ عَذَابَ </w:t>
      </w:r>
      <w:r>
        <w:rPr>
          <w:rFonts w:hint="cs"/>
          <w:rtl/>
        </w:rPr>
        <w:t>ٱ</w:t>
      </w:r>
      <w:r>
        <w:rPr>
          <w:rFonts w:hint="eastAsia"/>
          <w:rtl/>
        </w:rPr>
        <w:t>لنَّارِ</w:t>
      </w:r>
      <w:r>
        <w:rPr>
          <w:rtl/>
        </w:rPr>
        <w:t xml:space="preserve"> </w:t>
      </w:r>
      <w:r>
        <w:rPr>
          <w:rFonts w:hint="cs"/>
          <w:rtl/>
        </w:rPr>
        <w:t>ٱ</w:t>
      </w:r>
      <w:r>
        <w:rPr>
          <w:rFonts w:hint="eastAsia"/>
          <w:rtl/>
        </w:rPr>
        <w:t>لَّذِى</w:t>
      </w:r>
      <w:r>
        <w:rPr>
          <w:rtl/>
        </w:rPr>
        <w:t xml:space="preserve"> كُنتُم بِهِ</w:t>
      </w:r>
      <w:r>
        <w:rPr>
          <w:rFonts w:hint="cs"/>
          <w:rtl/>
        </w:rPr>
        <w:t>ۦ</w:t>
      </w:r>
      <w:r>
        <w:rPr>
          <w:rtl/>
        </w:rPr>
        <w:t xml:space="preserve"> تُكَذِّبُونَ (٢٠</w:t>
      </w:r>
      <w:r w:rsidR="009229E3">
        <w:rPr>
          <w:rtl/>
        </w:rPr>
        <w:t>)</w:t>
      </w:r>
    </w:p>
    <w:p w:rsidR="001A403D" w:rsidRDefault="001A403D" w:rsidP="00E36567">
      <w:pPr>
        <w:pStyle w:val="libBoldItalic"/>
      </w:pPr>
      <w:r>
        <w:t>Then is he who is a believer like one who is defiantly disobedient? They are not equal. (18) As for those who believe and do good deeds, for them are the Gardens of Refuge as welcome for what they used to do. (19) And as for those who defiantly disobeyed, their shelter is the Fire. Everytime they want to emerge from it, they will be returned to it. And it will be said to them: Taste the punishment of the Fire which you used to deny. (20)</w:t>
      </w:r>
    </w:p>
    <w:p w:rsidR="001A403D" w:rsidRDefault="001A403D" w:rsidP="00E36567">
      <w:pPr>
        <w:pStyle w:val="libNormal"/>
      </w:pPr>
      <w:r>
        <w:t>1-Imam Mohammad Baqir asws said about these verses: The matter is that Waleed bin Uqbah bin Abi Moeet started arguing with Ali bin Abi Talib asws, and Waleed bin Uqbah the Fasiq said: By God, I am more eloquent in language than you, and more accurate in aiming in javelin throwing, and more worthy of being army chief than you. Maola Ali asws said: Shut up, certainly you are Fasiq. At that moment Allah revealed these verses. (al-Burhan, v6, p205)</w:t>
      </w:r>
    </w:p>
    <w:p w:rsidR="001A403D" w:rsidRDefault="001A403D" w:rsidP="009229E3">
      <w:pPr>
        <w:pStyle w:val="libCenterBold1"/>
      </w:pPr>
      <w:r>
        <w:t>Lesson:</w:t>
      </w:r>
    </w:p>
    <w:p w:rsidR="001A403D" w:rsidRDefault="001A403D" w:rsidP="001A403D">
      <w:pPr>
        <w:pStyle w:val="libNormal"/>
      </w:pPr>
      <w:r>
        <w:t>1-Imam Hassan Mujtaba asws also said to Waleed bin Uqbah Fasiq while he was sitting in the court of Shaam: Maola Ali asws whipped you eighty times for drinking alcohol, and caught &amp; killed your father in front of Rasool Allah sawaw in the battle of Badar, and Allah Azza wa Jalla has called Ali asws as Momin in verses, and named you Fasiq.</w:t>
      </w:r>
    </w:p>
    <w:p w:rsidR="001A403D" w:rsidRDefault="001A403D" w:rsidP="001A403D">
      <w:pPr>
        <w:pStyle w:val="libNormal"/>
      </w:pPr>
      <w:r>
        <w:t>2-It means that who competes with Maola Ali asws, he is Fasiq and corrupt. Everyone knows that Maola Ali asws is Ayatul Kubra and Hujjatullah allal Khalq. We recite Ziyarat of Amirul Momineen asws “Assalamo Alaika Ya Ayatullah al-Uzma”, which is quoted in Mafateh al-Jinnan. Now anybody who claims that he is Ayatollah Al-Uzma, or someone says that he is Hujjatullah allal Khalq, or anyone says that he is on Walayat of Muqassir Mulla, then isn’t he Fasiq by competing with Masumeen asws? There is no chance to enter Paradise after competing with Maola Ali asws. But on the day of Qiyamah deniers of Walayat-e-Ali asws will see triangular shade (Mursalat, v30) which they will think as paradise, when they will go under it, Fire will rain on them.</w:t>
      </w:r>
    </w:p>
    <w:p w:rsidR="001A403D" w:rsidRDefault="001A403D" w:rsidP="00385B48">
      <w:pPr>
        <w:pStyle w:val="libAr"/>
      </w:pPr>
      <w:r>
        <w:rPr>
          <w:rFonts w:hint="eastAsia"/>
          <w:rtl/>
        </w:rPr>
        <w:t>وَلَنُذِيقَنَّهُم</w:t>
      </w:r>
      <w:r>
        <w:rPr>
          <w:rtl/>
        </w:rPr>
        <w:t xml:space="preserve"> مِّنَ </w:t>
      </w:r>
      <w:r>
        <w:rPr>
          <w:rFonts w:hint="cs"/>
          <w:rtl/>
        </w:rPr>
        <w:t>ٱ</w:t>
      </w:r>
      <w:r>
        <w:rPr>
          <w:rFonts w:hint="eastAsia"/>
          <w:rtl/>
        </w:rPr>
        <w:t>لۡعَذَابِ</w:t>
      </w:r>
      <w:r>
        <w:rPr>
          <w:rtl/>
        </w:rPr>
        <w:t xml:space="preserve"> </w:t>
      </w:r>
      <w:r>
        <w:rPr>
          <w:rFonts w:hint="cs"/>
          <w:rtl/>
        </w:rPr>
        <w:t>ٱ</w:t>
      </w:r>
      <w:r>
        <w:rPr>
          <w:rFonts w:hint="eastAsia"/>
          <w:rtl/>
        </w:rPr>
        <w:t>لۡأَدۡنَىٰ</w:t>
      </w:r>
      <w:r>
        <w:rPr>
          <w:rtl/>
        </w:rPr>
        <w:t xml:space="preserve"> دُونَ </w:t>
      </w:r>
      <w:r>
        <w:rPr>
          <w:rFonts w:hint="cs"/>
          <w:rtl/>
        </w:rPr>
        <w:t>ٱ</w:t>
      </w:r>
      <w:r>
        <w:rPr>
          <w:rFonts w:hint="eastAsia"/>
          <w:rtl/>
        </w:rPr>
        <w:t>لۡعَذَابِ</w:t>
      </w:r>
      <w:r>
        <w:rPr>
          <w:rtl/>
        </w:rPr>
        <w:t xml:space="preserve"> </w:t>
      </w:r>
      <w:r>
        <w:rPr>
          <w:rFonts w:hint="cs"/>
          <w:rtl/>
        </w:rPr>
        <w:t>ٱ</w:t>
      </w:r>
      <w:r>
        <w:rPr>
          <w:rFonts w:hint="eastAsia"/>
          <w:rtl/>
        </w:rPr>
        <w:t>لۡأَكۡبَرِ</w:t>
      </w:r>
      <w:r>
        <w:rPr>
          <w:rtl/>
        </w:rPr>
        <w:t xml:space="preserve"> لَعَلَّهُمۡ يَرۡجِعُونَ (٢١</w:t>
      </w:r>
      <w:r w:rsidR="009229E3">
        <w:rPr>
          <w:rtl/>
        </w:rPr>
        <w:t>)</w:t>
      </w:r>
    </w:p>
    <w:p w:rsidR="001A403D" w:rsidRDefault="001A403D" w:rsidP="00E36567">
      <w:pPr>
        <w:pStyle w:val="libBoldItalic"/>
      </w:pPr>
      <w:r>
        <w:t>And verily We make them taste the nearer punishment besides the greater punishment, that perhaps they will return. (21)</w:t>
      </w:r>
    </w:p>
    <w:p w:rsidR="001A403D" w:rsidRDefault="001A403D" w:rsidP="00E36567">
      <w:pPr>
        <w:pStyle w:val="libNormal"/>
      </w:pPr>
      <w:r>
        <w:t>1-About the saying of Allah, “And verily We make them taste the nearer punishment” said: Punishment with sword in Raj’at, and saying of Allah, “so that they will return” means that they will return in Raj’at so that they should be punished. (Tafseer Qummi, p527) (al-Burhan, v6, p208)</w:t>
      </w:r>
    </w:p>
    <w:p w:rsidR="001A403D" w:rsidRDefault="001A403D" w:rsidP="009229E3">
      <w:pPr>
        <w:pStyle w:val="libCenterBold1"/>
      </w:pPr>
      <w:r>
        <w:t>Lesson:</w:t>
      </w:r>
    </w:p>
    <w:p w:rsidR="001A403D" w:rsidRDefault="001A403D" w:rsidP="001A403D">
      <w:pPr>
        <w:pStyle w:val="libNormal"/>
      </w:pPr>
      <w:r>
        <w:t xml:space="preserve">1-Opponents of Walayat-e-Ali asws will be punished in the grave, then punishment in Raj’at, punishment on the day of Qiyamah as well, then </w:t>
      </w:r>
      <w:r>
        <w:lastRenderedPageBreak/>
        <w:t>punishment in the lowest level of Hell locked in the boxes of Fire disfigured in the form of donkeys.</w:t>
      </w:r>
    </w:p>
    <w:p w:rsidR="001A403D" w:rsidRDefault="001A403D" w:rsidP="001A403D">
      <w:pPr>
        <w:pStyle w:val="libNormal"/>
      </w:pPr>
      <w:r>
        <w:t>2-In spite of so many clear Ayaat &amp; Ahadees, we can not understand the courage of Nasibi Muqassir that he talks nonsense about Masumeen asws, or perhaps Shaitan is encouraging him by false hopes and by showing his evil-deeds adorable, saying: Look you are very very pious &amp; peaceful yourself, leave aside equality of an infallible, in fact you are higher in grade than the Prophets (a.s.) of Bani Israel.</w:t>
      </w:r>
    </w:p>
    <w:p w:rsidR="001A403D" w:rsidRDefault="001A403D" w:rsidP="00385B48">
      <w:pPr>
        <w:pStyle w:val="libAr"/>
      </w:pPr>
      <w:r>
        <w:rPr>
          <w:rFonts w:hint="eastAsia"/>
          <w:rtl/>
        </w:rPr>
        <w:t>وَجَعَلۡنَا</w:t>
      </w:r>
      <w:r>
        <w:rPr>
          <w:rtl/>
        </w:rPr>
        <w:t xml:space="preserve"> مِنۡ</w:t>
      </w:r>
      <w:r w:rsidR="001E6BAB" w:rsidRPr="001E6BAB">
        <w:rPr>
          <w:rFonts w:hint="cs"/>
          <w:rtl/>
        </w:rPr>
        <w:t>ه</w:t>
      </w:r>
      <w:r w:rsidRPr="00595365">
        <w:rPr>
          <w:rFonts w:hint="cs"/>
          <w:rtl/>
        </w:rPr>
        <w:t>مۡ أَ</w:t>
      </w:r>
      <w:r>
        <w:rPr>
          <w:rFonts w:hint="cs"/>
          <w:rtl/>
        </w:rPr>
        <w:t>ٮِٕ</w:t>
      </w:r>
      <w:r>
        <w:rPr>
          <w:rFonts w:hint="eastAsia"/>
          <w:rtl/>
        </w:rPr>
        <w:t>مَّةً۬</w:t>
      </w:r>
      <w:r>
        <w:rPr>
          <w:rtl/>
        </w:rPr>
        <w:t xml:space="preserve"> يَ</w:t>
      </w:r>
      <w:r w:rsidR="001E6BAB" w:rsidRPr="001E6BAB">
        <w:rPr>
          <w:rFonts w:hint="cs"/>
          <w:rtl/>
        </w:rPr>
        <w:t>ه</w:t>
      </w:r>
      <w:r w:rsidRPr="00595365">
        <w:rPr>
          <w:rFonts w:hint="cs"/>
          <w:rtl/>
        </w:rPr>
        <w:t>ۡدُونَ بِأَمۡرِنَا لَمَّا صَبَرُواْ‌ۖ وَ</w:t>
      </w:r>
      <w:r w:rsidR="001E6BAB" w:rsidRPr="001E6BAB">
        <w:rPr>
          <w:rFonts w:hint="cs"/>
          <w:rtl/>
        </w:rPr>
        <w:t>ک</w:t>
      </w:r>
      <w:r>
        <w:rPr>
          <w:rFonts w:hint="eastAsia"/>
          <w:rtl/>
        </w:rPr>
        <w:t>انُواْ</w:t>
      </w:r>
      <w:r>
        <w:rPr>
          <w:rtl/>
        </w:rPr>
        <w:t xml:space="preserve"> بِـَٔايَـٰتِنَا يُوقِنُونَ (٢٤</w:t>
      </w:r>
      <w:r w:rsidR="009229E3">
        <w:rPr>
          <w:rtl/>
        </w:rPr>
        <w:t>)</w:t>
      </w:r>
    </w:p>
    <w:p w:rsidR="001A403D" w:rsidRDefault="001A403D" w:rsidP="00E36567">
      <w:pPr>
        <w:pStyle w:val="libBoldItalic"/>
      </w:pPr>
      <w:r>
        <w:t>And We appointed Imams among them who guide with Our Amr (command) when they were patient and believed firmly in Our Ayaat. (24)</w:t>
      </w:r>
    </w:p>
    <w:p w:rsidR="001A403D" w:rsidRDefault="001A403D" w:rsidP="001A403D">
      <w:pPr>
        <w:pStyle w:val="libNormal"/>
      </w:pPr>
      <w:r>
        <w:t>See Tafseer of this verse under verse no.41 of Sura Qassas.</w:t>
      </w:r>
    </w:p>
    <w:p w:rsidR="001A403D" w:rsidRDefault="001A403D" w:rsidP="00385B48">
      <w:pPr>
        <w:pStyle w:val="libAr"/>
      </w:pPr>
      <w:r>
        <w:rPr>
          <w:rFonts w:hint="eastAsia"/>
          <w:rtl/>
        </w:rPr>
        <w:t>وَيَقُولُونَ</w:t>
      </w:r>
      <w:r>
        <w:rPr>
          <w:rtl/>
        </w:rPr>
        <w:t xml:space="preserve"> مَتَىٰ هَـٰذَا </w:t>
      </w:r>
      <w:r>
        <w:rPr>
          <w:rFonts w:hint="cs"/>
          <w:rtl/>
        </w:rPr>
        <w:t>ٱ</w:t>
      </w:r>
      <w:r>
        <w:rPr>
          <w:rFonts w:hint="eastAsia"/>
          <w:rtl/>
        </w:rPr>
        <w:t>لۡفَتۡحُ</w:t>
      </w:r>
      <w:r>
        <w:rPr>
          <w:rtl/>
        </w:rPr>
        <w:t xml:space="preserve"> إِن </w:t>
      </w:r>
      <w:r w:rsidR="001E6BAB" w:rsidRPr="001E6BAB">
        <w:rPr>
          <w:rFonts w:hint="cs"/>
          <w:rtl/>
        </w:rPr>
        <w:t>ک</w:t>
      </w:r>
      <w:r>
        <w:rPr>
          <w:rFonts w:hint="eastAsia"/>
          <w:rtl/>
        </w:rPr>
        <w:t>نتُمۡ</w:t>
      </w:r>
      <w:r>
        <w:rPr>
          <w:rtl/>
        </w:rPr>
        <w:t xml:space="preserve"> صَـٰدِقِينَ (٢٨</w:t>
      </w:r>
      <w:r w:rsidR="009229E3">
        <w:rPr>
          <w:rtl/>
        </w:rPr>
        <w:t>)</w:t>
      </w:r>
      <w:r>
        <w:rPr>
          <w:rtl/>
        </w:rPr>
        <w:t xml:space="preserve"> قُلۡ يَوۡمَ </w:t>
      </w:r>
      <w:r>
        <w:rPr>
          <w:rFonts w:hint="cs"/>
          <w:rtl/>
        </w:rPr>
        <w:t>ٱ</w:t>
      </w:r>
      <w:r>
        <w:rPr>
          <w:rFonts w:hint="eastAsia"/>
          <w:rtl/>
        </w:rPr>
        <w:t>لۡفَتۡحِ</w:t>
      </w:r>
      <w:r>
        <w:rPr>
          <w:rtl/>
        </w:rPr>
        <w:t xml:space="preserve"> لَا يَنفَعُ </w:t>
      </w:r>
      <w:r>
        <w:rPr>
          <w:rFonts w:hint="cs"/>
          <w:rtl/>
        </w:rPr>
        <w:t>ٱ</w:t>
      </w:r>
      <w:r>
        <w:rPr>
          <w:rFonts w:hint="eastAsia"/>
          <w:rtl/>
        </w:rPr>
        <w:t>لَّذِينَ</w:t>
      </w:r>
      <w:r>
        <w:rPr>
          <w:rtl/>
        </w:rPr>
        <w:t xml:space="preserve"> كَفَرُوٓاْ إِيمَـٰنُهُمۡ وَلَا هُمۡ يُنظَرُونَ (٢٩</w:t>
      </w:r>
      <w:r w:rsidR="009229E3">
        <w:rPr>
          <w:rtl/>
        </w:rPr>
        <w:t>)</w:t>
      </w:r>
      <w:r>
        <w:rPr>
          <w:rtl/>
        </w:rPr>
        <w:t xml:space="preserve"> فَأَعۡرِضۡ عَنۡهُمۡ وَ</w:t>
      </w:r>
      <w:r>
        <w:rPr>
          <w:rFonts w:hint="cs"/>
          <w:rtl/>
        </w:rPr>
        <w:t>ٱ</w:t>
      </w:r>
      <w:r>
        <w:rPr>
          <w:rFonts w:hint="eastAsia"/>
          <w:rtl/>
        </w:rPr>
        <w:t>نتَظِرۡ</w:t>
      </w:r>
      <w:r>
        <w:rPr>
          <w:rtl/>
        </w:rPr>
        <w:t xml:space="preserve"> إِنَّهُم مُّنتَظِرُونَ (٣٠</w:t>
      </w:r>
      <w:r w:rsidR="009229E3">
        <w:rPr>
          <w:rtl/>
        </w:rPr>
        <w:t>)</w:t>
      </w:r>
    </w:p>
    <w:p w:rsidR="001A403D" w:rsidRDefault="001A403D" w:rsidP="00E36567">
      <w:pPr>
        <w:pStyle w:val="libBoldItalic"/>
      </w:pPr>
      <w:r>
        <w:t>And they say: When will be this victory if you are truthful? (28) Say: On the day of the victory the faith of those who disbelieve (and who then will believe) will not benefit them, neither will they be reprieved. (29) So turn away from them, and wait, indeed they are awaiting (as well). (30)</w:t>
      </w:r>
    </w:p>
    <w:p w:rsidR="001A403D" w:rsidRDefault="001A403D" w:rsidP="00E36567">
      <w:pPr>
        <w:pStyle w:val="libNormal"/>
      </w:pPr>
      <w:r>
        <w:t>1-Imam Jafar Sadiq asws said about the saying of Allah Azza wa Jalla: The day of Victory is that day when the world be be under occupation of Qaim asws. On that day believing of anyone will not benefit him who was not Momin before. And the faith of those people will benefit them who believe in this victory, and they have great honour &amp; respect near Allah, and they will be beautified on the day of Qiyamah and they will be sent to Paradise, and Hell will be kept hidden from them, and this is the reward for the lovers of Amirul Momineen asws and his holy progeny’s asws lovers. (al-Burhan, v6, p210)</w:t>
      </w:r>
    </w:p>
    <w:p w:rsidR="001A403D" w:rsidRDefault="001A403D" w:rsidP="009229E3">
      <w:pPr>
        <w:pStyle w:val="libCenterBold1"/>
      </w:pPr>
      <w:r>
        <w:t>Lesson:</w:t>
      </w:r>
    </w:p>
    <w:p w:rsidR="001A403D" w:rsidRDefault="001A403D" w:rsidP="001A403D">
      <w:pPr>
        <w:pStyle w:val="libNormal"/>
      </w:pPr>
      <w:r>
        <w:t>1-To repent &amp; believe only after seeing punishment is not acceptable, just as when Firoun was drowing he expressed Eman but time was gone. Similarly when Imam Qaim asws will reappear, and opponents of Walayat will see the nearer punishment, then immediately they will express Eman by testifying Walayat but then they will not be reprieved.</w:t>
      </w:r>
    </w:p>
    <w:p w:rsidR="001A403D" w:rsidRDefault="001A403D" w:rsidP="001A403D">
      <w:pPr>
        <w:pStyle w:val="libNormal"/>
      </w:pPr>
      <w:r>
        <w:t>So still there is time that one should reform by doing Taqleed &amp; Ata’at of only Hazir Nazir Masumeen asws who are sent down by Allah. Marifat &amp; testimony of Walayat-e-Ali asws is not only belief, it is good deed as well, and salvation and intercession and eternal success too, and this is the Pleasure of Allah and wish of Rasool Allah sawaw.</w:t>
      </w:r>
    </w:p>
    <w:p w:rsidR="00EB2345" w:rsidRDefault="00EB2345" w:rsidP="00FC02E7">
      <w:pPr>
        <w:pStyle w:val="libNormal"/>
        <w:rPr>
          <w:rtl/>
        </w:rPr>
      </w:pPr>
      <w:r>
        <w:rPr>
          <w:rFonts w:hint="eastAsia"/>
        </w:rPr>
        <w:br w:type="page"/>
      </w:r>
    </w:p>
    <w:p w:rsidR="001A403D" w:rsidRDefault="00EB2345" w:rsidP="00EB2345">
      <w:pPr>
        <w:pStyle w:val="Heading1Center"/>
      </w:pPr>
      <w:bookmarkStart w:id="34" w:name="_Toc449789427"/>
      <w:r>
        <w:rPr>
          <w:rFonts w:hint="eastAsia"/>
          <w:rtl/>
        </w:rPr>
        <w:lastRenderedPageBreak/>
        <w:t>سُوۡرَةُ</w:t>
      </w:r>
      <w:r>
        <w:rPr>
          <w:rtl/>
        </w:rPr>
        <w:t xml:space="preserve"> </w:t>
      </w:r>
      <w:r w:rsidR="001A403D">
        <w:rPr>
          <w:rtl/>
        </w:rPr>
        <w:t>الا</w:t>
      </w:r>
      <w:r w:rsidR="001A403D">
        <w:rPr>
          <w:rFonts w:hint="cs"/>
          <w:rtl/>
        </w:rPr>
        <w:t>ٴ</w:t>
      </w:r>
      <w:r w:rsidR="001A403D">
        <w:rPr>
          <w:rFonts w:hint="eastAsia"/>
          <w:rtl/>
        </w:rPr>
        <w:t>حزَاب</w:t>
      </w:r>
      <w:bookmarkEnd w:id="34"/>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مَّا</w:t>
      </w:r>
      <w:r>
        <w:rPr>
          <w:rtl/>
        </w:rPr>
        <w:t xml:space="preserve"> جَعَلَ </w:t>
      </w:r>
      <w:r>
        <w:rPr>
          <w:rFonts w:hint="cs"/>
          <w:rtl/>
        </w:rPr>
        <w:t>ٱ</w:t>
      </w:r>
      <w:r>
        <w:rPr>
          <w:rFonts w:hint="eastAsia"/>
          <w:rtl/>
        </w:rPr>
        <w:t>للَّهُ</w:t>
      </w:r>
      <w:r>
        <w:rPr>
          <w:rtl/>
        </w:rPr>
        <w:t xml:space="preserve"> لِرَجُلٍ۬ مِّن قَلۡبَيۡنِ فِى جَوۡفِهِ</w:t>
      </w:r>
      <w:r>
        <w:rPr>
          <w:rFonts w:hint="cs"/>
          <w:rtl/>
        </w:rPr>
        <w:t>ۦ‌ۚ</w:t>
      </w:r>
      <w:r>
        <w:rPr>
          <w:rtl/>
        </w:rPr>
        <w:t xml:space="preserve"> وَمَا جَعَلَ أَزۡوَ</w:t>
      </w:r>
      <w:r w:rsidR="005B7B9E" w:rsidRPr="005B7B9E">
        <w:rPr>
          <w:rFonts w:hint="cs"/>
          <w:rtl/>
        </w:rPr>
        <w:t>ا</w:t>
      </w:r>
      <w:r>
        <w:rPr>
          <w:rFonts w:hint="eastAsia"/>
          <w:rtl/>
        </w:rPr>
        <w:t>جَكُمُ</w:t>
      </w:r>
      <w:r>
        <w:rPr>
          <w:rtl/>
        </w:rPr>
        <w:t xml:space="preserve"> </w:t>
      </w:r>
      <w:r>
        <w:rPr>
          <w:rFonts w:hint="cs"/>
          <w:rtl/>
        </w:rPr>
        <w:t>ٱ</w:t>
      </w:r>
      <w:r>
        <w:rPr>
          <w:rFonts w:hint="eastAsia"/>
          <w:rtl/>
        </w:rPr>
        <w:t>لَّـٰٓـِٔى</w:t>
      </w:r>
      <w:r>
        <w:rPr>
          <w:rtl/>
        </w:rPr>
        <w:t xml:space="preserve"> تُظَـٰهِرُونَ مِنۡ</w:t>
      </w:r>
      <w:r w:rsidR="001E6BAB" w:rsidRPr="001E6BAB">
        <w:rPr>
          <w:rFonts w:hint="cs"/>
          <w:rtl/>
        </w:rPr>
        <w:t>ه</w:t>
      </w:r>
      <w:r w:rsidRPr="00595365">
        <w:rPr>
          <w:rFonts w:hint="cs"/>
          <w:rtl/>
        </w:rPr>
        <w:t>نَّ أُمَّهَـٰتِكُمۡ‌ۚ وَمَا جَعَلَ أَدۡعِيَآءَكُمۡ أَبۡنَآءَكُمۡ‌ۚ ذَ</w:t>
      </w:r>
      <w:r w:rsidR="005B7B9E" w:rsidRPr="005B7B9E">
        <w:rPr>
          <w:rFonts w:hint="cs"/>
          <w:rtl/>
        </w:rPr>
        <w:t>ا</w:t>
      </w:r>
      <w:r>
        <w:rPr>
          <w:rFonts w:hint="eastAsia"/>
          <w:rtl/>
        </w:rPr>
        <w:t>لِكُمۡ</w:t>
      </w:r>
      <w:r>
        <w:rPr>
          <w:rtl/>
        </w:rPr>
        <w:t xml:space="preserve"> قَوۡلُكُم بِأَفۡوَ</w:t>
      </w:r>
      <w:r w:rsidR="005B7B9E" w:rsidRPr="005B7B9E">
        <w:rPr>
          <w:rFonts w:hint="cs"/>
          <w:rtl/>
        </w:rPr>
        <w:t>ا</w:t>
      </w:r>
      <w:r>
        <w:rPr>
          <w:rFonts w:hint="eastAsia"/>
          <w:rtl/>
        </w:rPr>
        <w:t>هِكُمۡ‌ۖ</w:t>
      </w:r>
      <w:r>
        <w:rPr>
          <w:rtl/>
        </w:rPr>
        <w:t xml:space="preserve"> وَ</w:t>
      </w:r>
      <w:r>
        <w:rPr>
          <w:rFonts w:hint="cs"/>
          <w:rtl/>
        </w:rPr>
        <w:t>ٱ</w:t>
      </w:r>
      <w:r>
        <w:rPr>
          <w:rFonts w:hint="eastAsia"/>
          <w:rtl/>
        </w:rPr>
        <w:t>للَّهُ</w:t>
      </w:r>
      <w:r>
        <w:rPr>
          <w:rtl/>
        </w:rPr>
        <w:t xml:space="preserve"> يَقُولُ </w:t>
      </w:r>
      <w:r>
        <w:rPr>
          <w:rFonts w:hint="cs"/>
          <w:rtl/>
        </w:rPr>
        <w:t>ٱ</w:t>
      </w:r>
      <w:r>
        <w:rPr>
          <w:rFonts w:hint="eastAsia"/>
          <w:rtl/>
        </w:rPr>
        <w:t>لۡحَقَّ</w:t>
      </w:r>
      <w:r>
        <w:rPr>
          <w:rtl/>
        </w:rPr>
        <w:t xml:space="preserve"> و</w:t>
      </w:r>
      <w:r>
        <w:rPr>
          <w:rFonts w:hint="eastAsia"/>
          <w:rtl/>
        </w:rPr>
        <w:t>َهُوَ</w:t>
      </w:r>
      <w:r>
        <w:rPr>
          <w:rtl/>
        </w:rPr>
        <w:t xml:space="preserve"> يَهۡدِى </w:t>
      </w:r>
      <w:r>
        <w:rPr>
          <w:rFonts w:hint="cs"/>
          <w:rtl/>
        </w:rPr>
        <w:t>ٱ</w:t>
      </w:r>
      <w:r>
        <w:rPr>
          <w:rFonts w:hint="eastAsia"/>
          <w:rtl/>
        </w:rPr>
        <w:t>لسَّبِيلَ</w:t>
      </w:r>
      <w:r>
        <w:rPr>
          <w:rtl/>
        </w:rPr>
        <w:t xml:space="preserve"> (٤</w:t>
      </w:r>
      <w:r w:rsidR="009229E3">
        <w:rPr>
          <w:rtl/>
        </w:rPr>
        <w:t>)</w:t>
      </w:r>
    </w:p>
    <w:p w:rsidR="001A403D" w:rsidRDefault="001A403D" w:rsidP="00E36567">
      <w:pPr>
        <w:pStyle w:val="libBoldItalic"/>
      </w:pPr>
      <w:r>
        <w:t>Allah has not made for a man two hearts within his (chest) cavity. And He has not made your wives whom you declare unlawful your mothers. And He has not made your claimed (adopted sons) as your (true) sons. That is (merely) a saying of your mouths. But Allah says the truth and He guides the Sabeel (way). (4)</w:t>
      </w:r>
    </w:p>
    <w:p w:rsidR="001A403D" w:rsidRDefault="001A403D" w:rsidP="00E36567">
      <w:pPr>
        <w:pStyle w:val="libNormal"/>
      </w:pPr>
      <w:r>
        <w:t>1-Imam Jafar Sadiq asws said about the saying of Allah, “Allah has not made for a man two hearts within his (chest) cavity”: Ali ibne Abi Talib asws said: There is no servant among the servants of Allah that whose heart Allah has examined with Eman (i.e. he is successful in test) and He did not find our Mawaddat in his heart and he is not devoted to us. And there is no servant among the servants of Allah on whom Allah is wroth and He did not find our jealousy in his heart and he is not jealous to us. So we are pleased with the love of our lovers and we ask forgiveness for them, and we keep grudge with who keep grudge with them (Momineen). And our lovers keep waiting for blessing of Allah Azza wa Jalla, and doors of blessing are definitely open for them. And who keep grudge to us, they are on the crumbling edge of zone of Hell, and underneath that edge is certainly flowing Fire of Hell. Thus companions of blessing should enjoy their blessing, and companions of Fire should get torment of their abode, no doubt Allah Azza wa Jalla says, “how evil is abode for the arrogant” (al-Nahl, v29). And there is no servant among the servants of Allah who does shortfall in our love (i.e. he is Muqassir) and Allah declares good for him from Him. Because who love us are not equal to who keep grudge with us, and two things can not be together in the heart of a person, just as Allah has not made two hearts in the chest of any person, that he loves with one heart and keeps jealousy with other heart. As far as our lovers are concerned, their love for us is so pure as gold is purified with fire, so that there is no impurity in it, while those who keep grudge with us are on that status (of impurity, Najasat). And we are high and pure family, and our excellence &amp; perfection is excellence &amp; perfection of the Prophets (a.s.), and I am Wasi of Aosiya. And rebellion group is the party of Shaitan, and Shaitan is from them. Thus who wants to know our love, then he should examine his heart, so if he makes our opponent as partner in our love, then he is not from us, and we are not from him, and Allah and Jibrael (a.s.) &amp; Mekael (a.s.) are his enemies, and Allah is enemy of Kafirs. (al-Burhan, v6, p213)</w:t>
      </w:r>
    </w:p>
    <w:p w:rsidR="001A403D" w:rsidRDefault="001A403D" w:rsidP="00E36567">
      <w:pPr>
        <w:pStyle w:val="libNormal"/>
      </w:pPr>
      <w:r>
        <w:t>2-Imam Ali asws said: Our love and love of our opponents can not be together in the chest of a person, no doubt Allah Azza wa Jalla says, “Allah has not made for a man two hearts within his chest” (al-Burhan, v6, p214)</w:t>
      </w:r>
    </w:p>
    <w:p w:rsidR="001A403D" w:rsidRDefault="001A403D" w:rsidP="009229E3">
      <w:pPr>
        <w:pStyle w:val="libCenterBold1"/>
      </w:pPr>
      <w:r>
        <w:t>Lesson:</w:t>
      </w:r>
    </w:p>
    <w:p w:rsidR="001A403D" w:rsidRDefault="001A403D" w:rsidP="001A403D">
      <w:pPr>
        <w:pStyle w:val="libNormal"/>
      </w:pPr>
      <w:r>
        <w:lastRenderedPageBreak/>
        <w:t>1-This is not possible at all that anyone who calls himself Shia would say: I love Masumeen asws too much and I love Marajay Kiram (Muqassir Mullas) as well, it does not matter if they say something about Walayat &amp; Azadari which we do not like or understand.</w:t>
      </w:r>
    </w:p>
    <w:p w:rsidR="001A403D" w:rsidRDefault="001A403D" w:rsidP="001A403D">
      <w:pPr>
        <w:pStyle w:val="libNormal"/>
      </w:pPr>
      <w:r>
        <w:t>It is clear from Quran &amp; Hadees that in one person’s heart the love &amp; Walayat of Maola Ali asws can not stay together with the love &amp; Walayat of Muqassir Mulla. Imam Ali asws said clearly that there is nothing good for a Muqassir with Allah. Opponents of Walayat have the status of filth &amp; Najasat.</w:t>
      </w:r>
    </w:p>
    <w:p w:rsidR="00595365" w:rsidRDefault="001A403D" w:rsidP="001A403D">
      <w:pPr>
        <w:pStyle w:val="libNormal"/>
      </w:pPr>
      <w:r>
        <w:t>2-One day Rasool Allah sawaw went to bazaar e Akaaz for business, a slave was being sold who was humble and wise, he was Zaid, Rasool Allah sawaw bought him, and he accepted Islam on invitation, people used to call him Zaid the slave of Mohammad sawaw. His father Harisa bin Shraheel Kalbi came to know about it, he came to Hazrat Abu Talib asws and said: I came to know that Zaid is with your nephew, sell him or take ransom or free him. Hazrat Abu Talib asws informed Rasool Allah sawaw, so he freed him. His father wanted to take him with but he said refusing: I will never depart from Rasool Allah sawaw. Harisa said: You want to be a slave of Quraish and leave your lineage? He said: Until I am alive I will not depart from Rasool Allah sawaw. He said in anger: O Quraish be witness that Zaid is my son my inheritor but Zaid calls himself son of Mohammad sawaw. Rasool Allah sawaw loved him and used to call him Zaid al-Hubb. People started to call him son of Mohammad Mustafa sawaw. Zaid could not live happily with his wife Zainab, so he divorced her willingly. After that she married to Rasool Allah sawaw. This arrangement was from Allah, so that people should not declare Zaid bin Harisa as son of Rasool Allah sawaw. Therefore this verse was revealed. Because people can do anything in opposition of Ahlul Bait asws, e.g. they have made many daughters of Rasool Allah sawaw besides Syyeda Fatima Zahra asws. If this incident of Zaid would not have occurred, people would have declared Zaid as real son of Rasool Allah sawaw instead of Imam Hassan asws and Imam Hussain asws. And all this is due to jealousy of Walayat-e-Ali asws. In Majoosi Madaris, Muqassir Mullas confirm such fabricated stories, e.g. Maola Ali’s asws allegiance, marriage of Umme Kulsoom, four daughters of Rasool Allah sawaw, upbringing of Rasool Allah sawaw by fallible maids, etc.</w:t>
      </w:r>
    </w:p>
    <w:p w:rsidR="001A403D" w:rsidRDefault="001A403D" w:rsidP="00385B48">
      <w:pPr>
        <w:pStyle w:val="libAr"/>
      </w:pPr>
      <w:r>
        <w:rPr>
          <w:rFonts w:hint="cs"/>
          <w:rtl/>
        </w:rPr>
        <w:t>ٱ</w:t>
      </w:r>
      <w:r>
        <w:rPr>
          <w:rFonts w:hint="eastAsia"/>
          <w:rtl/>
        </w:rPr>
        <w:t>لنَّبِىُّ</w:t>
      </w:r>
      <w:r>
        <w:rPr>
          <w:rtl/>
        </w:rPr>
        <w:t xml:space="preserve"> أَوۡلَىٰ بِ</w:t>
      </w:r>
      <w:r>
        <w:rPr>
          <w:rFonts w:hint="cs"/>
          <w:rtl/>
        </w:rPr>
        <w:t>ٱ</w:t>
      </w:r>
      <w:r>
        <w:rPr>
          <w:rFonts w:hint="eastAsia"/>
          <w:rtl/>
        </w:rPr>
        <w:t>لۡمُؤۡمِنِينَ</w:t>
      </w:r>
      <w:r>
        <w:rPr>
          <w:rtl/>
        </w:rPr>
        <w:t xml:space="preserve"> مِنۡ أَنفُسِ</w:t>
      </w:r>
      <w:r w:rsidR="001E6BAB" w:rsidRPr="001E6BAB">
        <w:rPr>
          <w:rFonts w:hint="cs"/>
          <w:rtl/>
        </w:rPr>
        <w:t>ه</w:t>
      </w:r>
      <w:r w:rsidRPr="00595365">
        <w:rPr>
          <w:rFonts w:hint="cs"/>
          <w:rtl/>
        </w:rPr>
        <w:t>مۡ‌ۖ وَأَزۡوَ</w:t>
      </w:r>
      <w:r w:rsidR="005B7B9E" w:rsidRPr="005B7B9E">
        <w:rPr>
          <w:rFonts w:hint="cs"/>
          <w:rtl/>
        </w:rPr>
        <w:t>ا</w:t>
      </w:r>
      <w:r>
        <w:rPr>
          <w:rFonts w:hint="eastAsia"/>
          <w:rtl/>
        </w:rPr>
        <w:t>جُهُ</w:t>
      </w:r>
      <w:r>
        <w:rPr>
          <w:rtl/>
        </w:rPr>
        <w:t xml:space="preserve"> </w:t>
      </w:r>
      <w:r>
        <w:rPr>
          <w:rFonts w:hint="cs"/>
          <w:rtl/>
        </w:rPr>
        <w:t>ۥۤ</w:t>
      </w:r>
      <w:r>
        <w:rPr>
          <w:rtl/>
        </w:rPr>
        <w:t xml:space="preserve"> أُمَّهَـٰتُ</w:t>
      </w:r>
      <w:r w:rsidR="001E6BAB" w:rsidRPr="001E6BAB">
        <w:rPr>
          <w:rFonts w:hint="cs"/>
          <w:rtl/>
        </w:rPr>
        <w:t>ه</w:t>
      </w:r>
      <w:r w:rsidRPr="00595365">
        <w:rPr>
          <w:rFonts w:hint="cs"/>
          <w:rtl/>
        </w:rPr>
        <w:t xml:space="preserve">مۡ‌ۗ وَأُوْلُواْ </w:t>
      </w:r>
      <w:r>
        <w:rPr>
          <w:rFonts w:hint="cs"/>
          <w:rtl/>
        </w:rPr>
        <w:t>ٱ</w:t>
      </w:r>
      <w:r>
        <w:rPr>
          <w:rFonts w:hint="eastAsia"/>
          <w:rtl/>
        </w:rPr>
        <w:t>لۡأَرۡحَامِ</w:t>
      </w:r>
      <w:r>
        <w:rPr>
          <w:rtl/>
        </w:rPr>
        <w:t xml:space="preserve"> بَعۡضُ</w:t>
      </w:r>
      <w:r w:rsidR="001E6BAB" w:rsidRPr="001E6BAB">
        <w:rPr>
          <w:rFonts w:hint="cs"/>
          <w:rtl/>
        </w:rPr>
        <w:t>ه</w:t>
      </w:r>
      <w:r w:rsidRPr="00595365">
        <w:rPr>
          <w:rFonts w:hint="cs"/>
          <w:rtl/>
        </w:rPr>
        <w:t>مۡ أَوۡلَىٰ بِ</w:t>
      </w:r>
      <w:r>
        <w:rPr>
          <w:rtl/>
        </w:rPr>
        <w:t xml:space="preserve">بَعۡضٍ۬ فِى </w:t>
      </w:r>
      <w:r w:rsidR="001E6BAB" w:rsidRPr="001E6BAB">
        <w:rPr>
          <w:rFonts w:hint="cs"/>
          <w:rtl/>
        </w:rPr>
        <w:t>ک</w:t>
      </w:r>
      <w:r>
        <w:rPr>
          <w:rFonts w:hint="eastAsia"/>
          <w:rtl/>
        </w:rPr>
        <w:t>تَـٰبِ</w:t>
      </w:r>
      <w:r>
        <w:rPr>
          <w:rtl/>
        </w:rPr>
        <w:t xml:space="preserve"> </w:t>
      </w:r>
      <w:r>
        <w:rPr>
          <w:rFonts w:hint="cs"/>
          <w:rtl/>
        </w:rPr>
        <w:t>ٱ</w:t>
      </w:r>
      <w:r>
        <w:rPr>
          <w:rFonts w:hint="eastAsia"/>
          <w:rtl/>
        </w:rPr>
        <w:t>للَّهِ</w:t>
      </w:r>
      <w:r>
        <w:rPr>
          <w:rtl/>
        </w:rPr>
        <w:t xml:space="preserve"> مِنَ </w:t>
      </w:r>
      <w:r>
        <w:rPr>
          <w:rFonts w:hint="cs"/>
          <w:rtl/>
        </w:rPr>
        <w:t>ٱ</w:t>
      </w:r>
      <w:r>
        <w:rPr>
          <w:rFonts w:hint="eastAsia"/>
          <w:rtl/>
        </w:rPr>
        <w:t>لۡمُؤۡمِنِينَ</w:t>
      </w:r>
      <w:r>
        <w:rPr>
          <w:rtl/>
        </w:rPr>
        <w:t xml:space="preserve"> وَ</w:t>
      </w:r>
      <w:r>
        <w:rPr>
          <w:rFonts w:hint="cs"/>
          <w:rtl/>
        </w:rPr>
        <w:t>ٱ</w:t>
      </w:r>
      <w:r>
        <w:rPr>
          <w:rFonts w:hint="eastAsia"/>
          <w:rtl/>
        </w:rPr>
        <w:t>لۡمُهَـٰجِرِينَ</w:t>
      </w:r>
      <w:r>
        <w:rPr>
          <w:rtl/>
        </w:rPr>
        <w:t xml:space="preserve"> إِلَّآ أَن تَفۡعَلُوٓاْ إِلَىٰٓ أَوۡلِيَآ</w:t>
      </w:r>
      <w:r>
        <w:rPr>
          <w:rFonts w:hint="cs"/>
          <w:rtl/>
        </w:rPr>
        <w:t>ٮِٕ</w:t>
      </w:r>
      <w:r>
        <w:rPr>
          <w:rFonts w:hint="eastAsia"/>
          <w:rtl/>
        </w:rPr>
        <w:t>كُم</w:t>
      </w:r>
      <w:r>
        <w:rPr>
          <w:rtl/>
        </w:rPr>
        <w:t xml:space="preserve"> </w:t>
      </w:r>
      <w:r>
        <w:rPr>
          <w:rFonts w:hint="eastAsia"/>
          <w:rtl/>
        </w:rPr>
        <w:t>مَّعۡرُوفً۬ا‌ۚ</w:t>
      </w:r>
      <w:r>
        <w:rPr>
          <w:rtl/>
        </w:rPr>
        <w:t xml:space="preserve"> </w:t>
      </w:r>
      <w:r w:rsidR="001E6BAB" w:rsidRPr="001E6BAB">
        <w:rPr>
          <w:rFonts w:hint="cs"/>
          <w:rtl/>
        </w:rPr>
        <w:t>ک</w:t>
      </w:r>
      <w:r>
        <w:rPr>
          <w:rFonts w:hint="eastAsia"/>
          <w:rtl/>
        </w:rPr>
        <w:t>انَ</w:t>
      </w:r>
      <w:r>
        <w:rPr>
          <w:rtl/>
        </w:rPr>
        <w:t xml:space="preserve"> ذَ</w:t>
      </w:r>
      <w:r w:rsidR="005B7B9E" w:rsidRPr="005B7B9E">
        <w:rPr>
          <w:rFonts w:hint="cs"/>
          <w:rtl/>
        </w:rPr>
        <w:t>ا</w:t>
      </w:r>
      <w:r>
        <w:rPr>
          <w:rFonts w:hint="eastAsia"/>
          <w:rtl/>
        </w:rPr>
        <w:t>لِكَ</w:t>
      </w:r>
      <w:r>
        <w:rPr>
          <w:rtl/>
        </w:rPr>
        <w:t xml:space="preserve"> فِى </w:t>
      </w:r>
      <w:r>
        <w:rPr>
          <w:rFonts w:hint="cs"/>
          <w:rtl/>
        </w:rPr>
        <w:t>ٱ</w:t>
      </w:r>
      <w:r>
        <w:rPr>
          <w:rFonts w:hint="eastAsia"/>
          <w:rtl/>
        </w:rPr>
        <w:t>لۡ</w:t>
      </w:r>
      <w:r w:rsidR="001E6BAB" w:rsidRPr="001E6BAB">
        <w:rPr>
          <w:rFonts w:hint="cs"/>
          <w:rtl/>
        </w:rPr>
        <w:t>ک</w:t>
      </w:r>
      <w:r>
        <w:rPr>
          <w:rFonts w:hint="eastAsia"/>
          <w:rtl/>
        </w:rPr>
        <w:t>تَـٰبِ</w:t>
      </w:r>
      <w:r>
        <w:rPr>
          <w:rtl/>
        </w:rPr>
        <w:t xml:space="preserve"> مَسۡطُورً۬ا (٦</w:t>
      </w:r>
      <w:r w:rsidR="009229E3">
        <w:rPr>
          <w:rtl/>
        </w:rPr>
        <w:t>)</w:t>
      </w:r>
    </w:p>
    <w:p w:rsidR="001A403D" w:rsidRDefault="001A403D" w:rsidP="00E36567">
      <w:pPr>
        <w:pStyle w:val="libBoldItalic"/>
      </w:pPr>
      <w:r>
        <w:t>The Nabi has more right on the believers than themselves, and his wives are (as) their mothers. And the relatives have more right to each other in the Book of Allah than (other) believers and the Muhajireen, except that you should do kindness to your friends. This has been written in the Book. (6)</w:t>
      </w:r>
    </w:p>
    <w:p w:rsidR="001A403D" w:rsidRDefault="001A403D" w:rsidP="00E36567">
      <w:pPr>
        <w:pStyle w:val="libNormal"/>
      </w:pPr>
      <w:r>
        <w:t xml:space="preserve">1-About the saying of Allah Ta’ala, “The Nabi has more right on the believers than themselves, and his wives are (as) their mothers” it is narrated in Tafseer Qummi that Nabi sawaw is their father, and wives of Nabi sawaw </w:t>
      </w:r>
      <w:r>
        <w:lastRenderedPageBreak/>
        <w:t>are their mothers. Thus Allah has declared Momineen as the children of Rasool Allah sawaw and declared Rasool Allah sawaw their father. So who has no power to protect himself and he does not have wealth and he has no guardian, for him Allah Tabarak wa Ta’ala has given His Nabi sawaw more authority over Momineen than themselves, and this was the statement of Rasool Allah sawaw at Ghadeer-e-Khum: O people! Am I not having more right on your souls than yourselves? They said: Yes. Then he declared Walayat of Amirul Momineen asws obligatory on them as his own Walayat, and said: Beware, for whom I am Maola, Ali asws is his Maola. When Allah declared Nabi sawaw as father of Momineen, then their protection and upbringing of their orphans becomes compulsory on him (sawaw). That time Nabi Akram sawaw went on pulpit and said: Who left wealth behind, it is for his inheritors, and if someone leaves debt or loss then that is upon me and toward me. Thus Allah declared compulsory on His Nabi sawaw for Momineen what is compulsory on a father. And made his (sawaw) obedience compulsory on Momineen as on children for their father. And similarly made compulsory on Amirul Momineen asws as made compulsory on Rasool Allah sawaw about this matter, and after that on holy Imams asws one after the other. And its proof is that Rasool Allah sawaw and Amirul Momineen are both fathers. Saying of Allah, “And worship Allah and do not associate anything with Him and be kind to parents” so parents are Rasool Allah sawaw and Amirul Momineen asws. (al-Burhan, v6, p221)</w:t>
      </w:r>
    </w:p>
    <w:p w:rsidR="001A403D" w:rsidRDefault="001A403D" w:rsidP="001A403D">
      <w:pPr>
        <w:pStyle w:val="libNormal"/>
      </w:pPr>
      <w:r>
        <w:t>2-Maola Ali asws said: One day Rasool Allah sawaw called me and said to me: Ali asws! Go to my Masjid and go on my pulpit and call people to you, then praise &amp; glorify Allah, and you should recite abundant Salawat on me, then you should say: O people, no doubt Rasool Allah sawaw has sent me toward you, and he says to you: No doubt, curse of Allah, curse of courtier Angels (a.s.), curse of Anbiya Mursaleen (a.s.), and my curse on him who relates himself to someone else than his father, or who calls himself of someone else than his guardian, or who does injustice with worker concerning his wages. So I came to his Masjid and sat on his pulpit, when Quraish and whoever was in the Masjid saw me came near to me. So I praised &amp; glorified Allah, and recited Salawat abundantly on Rasool Allah sawaw, then said: O people, I have been sent to you from Rasool Allah sawaw and he says to you: Beware, curse of Allah, and curse of courtier Angels (a.s.), and curse of Anbiya Musraleen (a.s.), and my curse on him who calls himself of someone else except his father, or calls himself of someone else except his guardian, or does injustice concerning reward of a worker (Hadi). No one spoke among the people except one, he said: Ya Abul Hassan asws, you conveyed the message, but did not bring explanation of this statement. I said: I will inform this to Rasool Allah sawaw. Then I returned to Rasool Allah sawaw and told him the news, he said: Go back to my Masjid and sit on my pulpit, then praise &amp; glorify Allah and send Salawat on me, then say: O people, we do not bring anything but its Tafseer &amp; Taweel is with us, beware certainly I am your father, beware certainly I am your guardian (Wali), beware certainly I am your wage earner (rewardee for task of Risalat).</w:t>
      </w:r>
    </w:p>
    <w:p w:rsidR="001A403D" w:rsidRDefault="001A403D" w:rsidP="009229E3">
      <w:pPr>
        <w:pStyle w:val="libCenterBold1"/>
      </w:pPr>
      <w:r>
        <w:lastRenderedPageBreak/>
        <w:t>Lesson:</w:t>
      </w:r>
    </w:p>
    <w:p w:rsidR="001A403D" w:rsidRDefault="001A403D" w:rsidP="001A403D">
      <w:pPr>
        <w:pStyle w:val="libNormal"/>
      </w:pPr>
      <w:r>
        <w:t>1-Walayat-e-Ali asws is inevitable obligation. Maola Mustafa sawaw and Maola Murtaza asws are the Fathers of Momineen and their Wali with the authority on their lives, and it is obligation on Momineen to pay their wages (reward) which is Mawaddat &amp; Ata’at. Momineen are grateful for such Fathers who are superior, highest to all creations, and matchless.</w:t>
      </w:r>
    </w:p>
    <w:p w:rsidR="001A403D" w:rsidRDefault="001A403D" w:rsidP="001A403D">
      <w:pPr>
        <w:pStyle w:val="libNormal"/>
      </w:pPr>
      <w:r>
        <w:t>2-Who leaves his holy Fathers and attributes himself to Majoosi Muqassir Mulla, and turns away from Walayat of his Father and accepts Walayat of opposer of Walayat-e-Elahia, and deposits the reward (Khums) of Right Hadi in the bank account of Muqassir Mulla, Curse of Allah, Angels (a.s.), Prophets (a.s.), Masumeen (asws) is on him.</w:t>
      </w:r>
    </w:p>
    <w:p w:rsidR="001A403D" w:rsidRDefault="001A403D" w:rsidP="00385B48">
      <w:pPr>
        <w:pStyle w:val="libAr"/>
      </w:pPr>
      <w:r>
        <w:rPr>
          <w:rFonts w:hint="eastAsia"/>
          <w:rtl/>
        </w:rPr>
        <w:t>وَإِذۡ</w:t>
      </w:r>
      <w:r>
        <w:rPr>
          <w:rtl/>
        </w:rPr>
        <w:t xml:space="preserve"> أَخَذۡنَا مِنَ </w:t>
      </w:r>
      <w:r>
        <w:rPr>
          <w:rFonts w:hint="cs"/>
          <w:rtl/>
        </w:rPr>
        <w:t>ٱ</w:t>
      </w:r>
      <w:r>
        <w:rPr>
          <w:rFonts w:hint="eastAsia"/>
          <w:rtl/>
        </w:rPr>
        <w:t>لنَّبِيِّـۧنَ</w:t>
      </w:r>
      <w:r>
        <w:rPr>
          <w:rtl/>
        </w:rPr>
        <w:t xml:space="preserve"> مِيثَـٰقَهُمۡ وَمِنكَ وَمِن نُّوحٍ۬ وَإِبۡرَ</w:t>
      </w:r>
      <w:r w:rsidR="005B7B9E" w:rsidRPr="005B7B9E">
        <w:rPr>
          <w:rFonts w:hint="cs"/>
          <w:rtl/>
        </w:rPr>
        <w:t>ا</w:t>
      </w:r>
      <w:r>
        <w:rPr>
          <w:rFonts w:hint="eastAsia"/>
          <w:rtl/>
        </w:rPr>
        <w:t>هِيمَ</w:t>
      </w:r>
      <w:r>
        <w:rPr>
          <w:rtl/>
        </w:rPr>
        <w:t xml:space="preserve"> وَمُوسَىٰ وَعِيسَى </w:t>
      </w:r>
      <w:r>
        <w:rPr>
          <w:rFonts w:hint="cs"/>
          <w:rtl/>
        </w:rPr>
        <w:t>ٱ</w:t>
      </w:r>
      <w:r>
        <w:rPr>
          <w:rFonts w:hint="eastAsia"/>
          <w:rtl/>
        </w:rPr>
        <w:t>بۡنِ</w:t>
      </w:r>
      <w:r>
        <w:rPr>
          <w:rtl/>
        </w:rPr>
        <w:t xml:space="preserve"> مَرۡيَمَ‌ۖ وَأَخَذۡنَا مِنۡهُم مِّيثَـٰقًا غَلِيظً۬ا (٧</w:t>
      </w:r>
      <w:r w:rsidR="009229E3">
        <w:rPr>
          <w:rtl/>
        </w:rPr>
        <w:t>)</w:t>
      </w:r>
    </w:p>
    <w:p w:rsidR="001A403D" w:rsidRDefault="001A403D" w:rsidP="00E36567">
      <w:pPr>
        <w:pStyle w:val="libBoldItalic"/>
      </w:pPr>
      <w:r>
        <w:t>And when We took from the Prophets their covenant, and from you (O Habeeb sawaw) and from Nuh and Ibraheem and Musa and Eesa son of Mariyam, and We took from them a solemn covenant. (7)</w:t>
      </w:r>
    </w:p>
    <w:p w:rsidR="001A403D" w:rsidRDefault="001A403D" w:rsidP="001A403D">
      <w:pPr>
        <w:pStyle w:val="libNormal"/>
      </w:pPr>
      <w:r>
        <w:t>1-The firm promise &amp; covenant which Allah Ta’ala took from the Prophets (a.s.) &amp; Olil Azm Rasools (a.s.) about His Lordship, Nabuwat &amp; Risalat of Rasool Allah sawaw, Walayat &amp; Imamat of Amirul Momineen asws &amp; holy Imams asws has been discussed under verse No. 81 of Sura Aal-Imran.</w:t>
      </w:r>
    </w:p>
    <w:p w:rsidR="001A403D" w:rsidRDefault="001A403D" w:rsidP="00385B48">
      <w:pPr>
        <w:pStyle w:val="libAr"/>
      </w:pPr>
      <w:r>
        <w:rPr>
          <w:rFonts w:hint="eastAsia"/>
          <w:rtl/>
        </w:rPr>
        <w:t>مِّنَ</w:t>
      </w:r>
      <w:r>
        <w:rPr>
          <w:rtl/>
        </w:rPr>
        <w:t xml:space="preserve"> </w:t>
      </w:r>
      <w:r>
        <w:rPr>
          <w:rFonts w:hint="cs"/>
          <w:rtl/>
        </w:rPr>
        <w:t>ٱ</w:t>
      </w:r>
      <w:r>
        <w:rPr>
          <w:rFonts w:hint="eastAsia"/>
          <w:rtl/>
        </w:rPr>
        <w:t>لۡمُؤۡمِنِينَ</w:t>
      </w:r>
      <w:r>
        <w:rPr>
          <w:rtl/>
        </w:rPr>
        <w:t xml:space="preserve"> رِجَالٌ۬ صَدَقُواْ مَا عَـٰهَدُواْ </w:t>
      </w:r>
      <w:r>
        <w:rPr>
          <w:rFonts w:hint="cs"/>
          <w:rtl/>
        </w:rPr>
        <w:t>ٱ</w:t>
      </w:r>
      <w:r>
        <w:rPr>
          <w:rFonts w:hint="eastAsia"/>
          <w:rtl/>
        </w:rPr>
        <w:t>للَّهَ</w:t>
      </w:r>
      <w:r>
        <w:rPr>
          <w:rtl/>
        </w:rPr>
        <w:t xml:space="preserve"> عَلَيۡهِ‌ۖ فَمِنۡهُم مَّن قَضَىٰ نَحۡبَهُ </w:t>
      </w:r>
      <w:r>
        <w:rPr>
          <w:rFonts w:hint="cs"/>
          <w:rtl/>
        </w:rPr>
        <w:t>ۥ</w:t>
      </w:r>
      <w:r>
        <w:rPr>
          <w:rtl/>
        </w:rPr>
        <w:t xml:space="preserve"> وَمِنۡ</w:t>
      </w:r>
      <w:r w:rsidR="001E6BAB" w:rsidRPr="001E6BAB">
        <w:rPr>
          <w:rFonts w:hint="cs"/>
          <w:rtl/>
        </w:rPr>
        <w:t>ه</w:t>
      </w:r>
      <w:r w:rsidRPr="00595365">
        <w:rPr>
          <w:rFonts w:hint="cs"/>
          <w:rtl/>
        </w:rPr>
        <w:t>م مَّن يَنتَظِرُ‌ۖ وَمَا بَدَّلُواْ تَبۡدِيلاً۬ (٢٣</w:t>
      </w:r>
      <w:r w:rsidR="009229E3">
        <w:rPr>
          <w:rtl/>
        </w:rPr>
        <w:t>)</w:t>
      </w:r>
    </w:p>
    <w:p w:rsidR="001A403D" w:rsidRDefault="001A403D" w:rsidP="00E36567">
      <w:pPr>
        <w:pStyle w:val="libBoldItalic"/>
      </w:pPr>
      <w:r>
        <w:t>Among the believers are men who are true to what they promised Allah. So some of them have fulfilled their vow, and among them is he who awaits; and they have not altered (the promise) by any alteration. (23)</w:t>
      </w:r>
    </w:p>
    <w:p w:rsidR="001A403D" w:rsidRDefault="001A403D" w:rsidP="00E36567">
      <w:pPr>
        <w:pStyle w:val="libNormal"/>
      </w:pPr>
      <w:r>
        <w:t>1-Maola Ali asws said: I and my uncle Hamza (a.s.) and my brother Jafar (a.s.) and son of my uncle Obaida bin Haris (a.s.) did a promise about a matter with Allah Azza wa Jalla and His Rasool sawaw, and we fulfilled it with Allah and His Rasool sawaw. Thus my companions went forward and I am behind them when Allah Azza wa Jalla will wish, so Allah Subhanahu revealed about us, “Among the believers are men who are true to what they promised Allah. So some of them have fulfilled their vow” means Hamza (a.s.), Jafar (a.s.), and Obaida (a.s.), “and among them is he who awaits; and they have not altered (the promise) by any alteration” so I am waiting and I have not done any alteration in the promise. (al-Burhan, v6, p237)</w:t>
      </w:r>
    </w:p>
    <w:p w:rsidR="001A403D" w:rsidRDefault="001A403D" w:rsidP="00E36567">
      <w:pPr>
        <w:pStyle w:val="libNormal"/>
      </w:pPr>
      <w:r>
        <w:t xml:space="preserve">2-Imam Jafar Sadiq asws said to his companion Abu Baseer: Certainly Allah has mentioned you (Shias) in His Book and says, “Among the believers are men who are true to what they promised Allah. So some of them have fulfilled their vow, and among them is he who awaits; and they have not altered (the promise) by any alteration” no doubt you (Shias) have fulfilled the covenant of our Walayat with Allah, and no doubt you have not changed it for someone else except us. And if you will not do it as such then Allah will judge you as He judges others, as Allah says, “and We did not </w:t>
      </w:r>
      <w:r>
        <w:lastRenderedPageBreak/>
        <w:t>find majority of them firm on covenant, and in fact We found most of them defiantly disobedient” (al-A’raf, v102). (al-Burhan, v6, p240)</w:t>
      </w:r>
    </w:p>
    <w:p w:rsidR="001A403D" w:rsidRDefault="001A403D" w:rsidP="00E36567">
      <w:pPr>
        <w:pStyle w:val="libNormal"/>
      </w:pPr>
      <w:r>
        <w:t>3-Rasool Allah sawaw said: Ya Ali asws, who loved you, then died on it, then definitely he fulfilled his vow. And who loves you and is not yet dead, then he is waiting, and sun neither rises nor sets except with provision &amp; Eman (Noor) upon him. (al-Burhan, v6, p240)</w:t>
      </w:r>
    </w:p>
    <w:p w:rsidR="001A403D" w:rsidRDefault="001A403D" w:rsidP="009229E3">
      <w:pPr>
        <w:pStyle w:val="libCenterBold1"/>
      </w:pPr>
      <w:r>
        <w:t>Lesson:</w:t>
      </w:r>
    </w:p>
    <w:p w:rsidR="001A403D" w:rsidRDefault="001A403D" w:rsidP="001A403D">
      <w:pPr>
        <w:pStyle w:val="libNormal"/>
      </w:pPr>
      <w:r>
        <w:t>1-Whatever Masumeen asws say or do, it becomes Quran. Quran is Qaseeda of Walayat-e-Ali asws, and news of Azaab for the opponents of Walayat-e-Ali asws. Who died on Walayat-e-Ali asws and did not include any Mulla in Walayat, then he fulfilled his covenant with Allah. And who is alive on Walayat-e-Ali asws and he is waiting for Zahoor of Qaim asws that he will be happy to see how Haqq will prevail Batil, and how Zulfiqar will behead those who issue Fatawa against Walayat-e-Ali asws with his eyes.</w:t>
      </w:r>
    </w:p>
    <w:p w:rsidR="001A403D" w:rsidRDefault="001A403D" w:rsidP="00385B48">
      <w:pPr>
        <w:pStyle w:val="libAr"/>
      </w:pPr>
      <w:r>
        <w:rPr>
          <w:rFonts w:hint="eastAsia"/>
          <w:rtl/>
        </w:rPr>
        <w:t>وَرَدَّ</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لَّذِينَ</w:t>
      </w:r>
      <w:r>
        <w:rPr>
          <w:rtl/>
        </w:rPr>
        <w:t xml:space="preserve"> كَفَرُواْ بِغَيۡظِهِمۡ لَمۡ يَنَالُواْ خَيۡرً۬ا‌ۚ وَكَفَى </w:t>
      </w:r>
      <w:r>
        <w:rPr>
          <w:rFonts w:hint="cs"/>
          <w:rtl/>
        </w:rPr>
        <w:t>ٱ</w:t>
      </w:r>
      <w:r>
        <w:rPr>
          <w:rFonts w:hint="eastAsia"/>
          <w:rtl/>
        </w:rPr>
        <w:t>للَّهُ</w:t>
      </w:r>
      <w:r>
        <w:rPr>
          <w:rtl/>
        </w:rPr>
        <w:t xml:space="preserve"> </w:t>
      </w:r>
      <w:r>
        <w:rPr>
          <w:rFonts w:hint="cs"/>
          <w:rtl/>
        </w:rPr>
        <w:t>ٱ</w:t>
      </w:r>
      <w:r>
        <w:rPr>
          <w:rFonts w:hint="eastAsia"/>
          <w:rtl/>
        </w:rPr>
        <w:t>لۡمُؤۡمِنِينَ</w:t>
      </w:r>
      <w:r>
        <w:rPr>
          <w:rtl/>
        </w:rPr>
        <w:t xml:space="preserve"> </w:t>
      </w:r>
      <w:r>
        <w:rPr>
          <w:rFonts w:hint="cs"/>
          <w:rtl/>
        </w:rPr>
        <w:t>ٱ</w:t>
      </w:r>
      <w:r>
        <w:rPr>
          <w:rFonts w:hint="eastAsia"/>
          <w:rtl/>
        </w:rPr>
        <w:t>لۡقِتَالَ‌ۚ</w:t>
      </w:r>
      <w:r>
        <w:rPr>
          <w:rtl/>
        </w:rPr>
        <w:t xml:space="preserve"> وَكَانَ </w:t>
      </w:r>
      <w:r>
        <w:rPr>
          <w:rFonts w:hint="cs"/>
          <w:rtl/>
        </w:rPr>
        <w:t>ٱ</w:t>
      </w:r>
      <w:r>
        <w:rPr>
          <w:rFonts w:hint="eastAsia"/>
          <w:rtl/>
        </w:rPr>
        <w:t>للَّهُ</w:t>
      </w:r>
      <w:r>
        <w:rPr>
          <w:rtl/>
        </w:rPr>
        <w:t xml:space="preserve"> قَوِيًّا عَزِيزً۬ا (٢٥</w:t>
      </w:r>
      <w:r w:rsidR="009229E3">
        <w:rPr>
          <w:rtl/>
        </w:rPr>
        <w:t>)</w:t>
      </w:r>
    </w:p>
    <w:p w:rsidR="001A403D" w:rsidRDefault="001A403D" w:rsidP="00E36567">
      <w:pPr>
        <w:pStyle w:val="libBoldItalic"/>
      </w:pPr>
      <w:r>
        <w:t>And Allah repulsed those who disbelieved, along with their rage; they did not gain any good. And sufficient was Allah for the believers in battle. And Allah is ever Powerful, Mighty. (25)</w:t>
      </w:r>
    </w:p>
    <w:p w:rsidR="001A403D" w:rsidRDefault="001A403D" w:rsidP="00E36567">
      <w:pPr>
        <w:pStyle w:val="libNormal"/>
      </w:pPr>
      <w:r>
        <w:t>1-Abdullah bin Masood narrated about this verse: It means that Allah was sufficient through Ali asws in fight (killing disbelievers) for Momineen. Allah is Powerful and Mighty. (al-Burhan, v6, p241)</w:t>
      </w:r>
    </w:p>
    <w:p w:rsidR="001A403D" w:rsidRDefault="001A403D" w:rsidP="001A403D">
      <w:pPr>
        <w:pStyle w:val="libNormal"/>
      </w:pPr>
      <w:r>
        <w:t>2-When Maola Ali asws killed Amru bin Abduwud, and came to Rasool Allah sawaw, and blood was dripping from his sword. When Nabi Akram sawaw saw this, raised Takbeer, and Muslims also raised Takbeer, and Nabi Akram sawaw made Dua: Ya Allah, bestow such a merit to Ali asws which has not been given to anyone else before. So Jibrael (a.s.) came down immediately and he was having a wrapped up thing from Paradise with him, and he said: Ya Rasool Allah, certainly Allah Azza wa Jalla says Salam to you and says to you that this thing is for Ali bin Abi Talib asws. So he gave it to Ali asws, and he opened it with his hands, and there was a green colour silk in it and there were two line written on it with green (Noor):</w:t>
      </w:r>
    </w:p>
    <w:p w:rsidR="001A403D" w:rsidRDefault="001A403D" w:rsidP="001A403D">
      <w:pPr>
        <w:pStyle w:val="libNormal"/>
      </w:pPr>
      <w:r>
        <w:t>Gift from the Prevailing Lover</w:t>
      </w:r>
    </w:p>
    <w:p w:rsidR="001A403D" w:rsidRDefault="001A403D" w:rsidP="001A403D">
      <w:pPr>
        <w:pStyle w:val="libNormal"/>
      </w:pPr>
      <w:r>
        <w:t>To Ali bin Abi Talib asws</w:t>
      </w:r>
    </w:p>
    <w:p w:rsidR="001A403D" w:rsidRDefault="001A403D" w:rsidP="00E36567">
      <w:pPr>
        <w:pStyle w:val="libNormal"/>
      </w:pPr>
      <w:r>
        <w:t>(al-Burhan, v6, p243)</w:t>
      </w:r>
    </w:p>
    <w:p w:rsidR="001A403D" w:rsidRDefault="001A403D" w:rsidP="009229E3">
      <w:pPr>
        <w:pStyle w:val="libCenterBold1"/>
      </w:pPr>
      <w:r>
        <w:t>Lesson:</w:t>
      </w:r>
    </w:p>
    <w:p w:rsidR="001A403D" w:rsidRDefault="001A403D" w:rsidP="001A403D">
      <w:pPr>
        <w:pStyle w:val="libNormal"/>
      </w:pPr>
      <w:r>
        <w:t>1-On the day of the battle of the Ditch, Rasool Allah sawaw said when he sent Maola Ali asws for Jihad after putting his own turban on his head: The whole Eman is going to fight against whole Shirk. He declared Maola Ali asws whole Eman, whole Islam, and whole Deen; and declared the opponent of Maola Ali asws as whole Shirk, whole Kurf, and whole Nifaq. And after Amru bin Abduwud was killed, Rasool Allah sawaw said: One strike of Ali asws on the day of Khandaq is superior to the Ibadaat of Saqalain (all Jinns and Humans). These two gifts were from Rasool Allah sawaw that day, who does not speak except Wahi.</w:t>
      </w:r>
    </w:p>
    <w:p w:rsidR="001A403D" w:rsidRDefault="001A403D" w:rsidP="001A403D">
      <w:pPr>
        <w:pStyle w:val="libNormal"/>
      </w:pPr>
      <w:r>
        <w:lastRenderedPageBreak/>
        <w:t>2-Allah Azza wa Jalla also gave gifts. First revealed this verse that fighting of Ali asws is fighting of Allah, Ali’s asws action is Allah’s action, just as Rasool Allah’s sawaw action is Allah’s action. Second gift Allah sent a box of green Noor properly wrapped as gift is wrapped in which it was written with bright green Noor that this gift is from the lover of Ali asws, the Ghalib Allah, for Ali ibne Abi Talib asws. It means that Allah the Omnipotent matched the rhyme of His Name ‘Ghalib’ with ‘Abu Talib’ in this Qaseeda of Maola Ali asws, just to make it clear that do not forget the name of holy father of Ali asws who is whole Eman, Islam, and Deen at this occasion, whom I have made Mine of Risalat &amp; Imamat.</w:t>
      </w:r>
    </w:p>
    <w:p w:rsidR="001A403D" w:rsidRDefault="001A403D" w:rsidP="001A403D">
      <w:pPr>
        <w:pStyle w:val="libNormal"/>
      </w:pPr>
      <w:r>
        <w:t>3-According to ilmul-usul one more Usool is revealed that whoever opposes Walayat-e-Ali asws, or fixes flag of his Walayat in front of Ali asws, or opposes Maola Ali asws or his holy progeny asws, or issues Fatawa against Zikr-e-Ali asws, he is certainly wholly solely Mushrik, Kafir, and Munafiq, and Allah destroys him because he opposed Ali asws, whom Allah has bestowed such merits which are not given to anyone else.</w:t>
      </w:r>
    </w:p>
    <w:p w:rsidR="001A403D" w:rsidRDefault="001A403D" w:rsidP="00385B48">
      <w:pPr>
        <w:pStyle w:val="libAr"/>
      </w:pPr>
      <w:r>
        <w:rPr>
          <w:rFonts w:hint="eastAsia"/>
          <w:rtl/>
        </w:rPr>
        <w:t>وَقَرۡنَ</w:t>
      </w:r>
      <w:r>
        <w:rPr>
          <w:rtl/>
        </w:rPr>
        <w:t xml:space="preserve"> فِى بُيُوتِكُنَّ وَلَا تَبَرَّجۡنَ تَبَرُّجَ </w:t>
      </w:r>
      <w:r>
        <w:rPr>
          <w:rFonts w:hint="cs"/>
          <w:rtl/>
        </w:rPr>
        <w:t>ٱ</w:t>
      </w:r>
      <w:r>
        <w:rPr>
          <w:rFonts w:hint="eastAsia"/>
          <w:rtl/>
        </w:rPr>
        <w:t>لۡجَـٰهِلِيَّةِ</w:t>
      </w:r>
      <w:r>
        <w:rPr>
          <w:rtl/>
        </w:rPr>
        <w:t xml:space="preserve"> </w:t>
      </w:r>
      <w:r>
        <w:rPr>
          <w:rFonts w:hint="cs"/>
          <w:rtl/>
        </w:rPr>
        <w:t>ٱ</w:t>
      </w:r>
      <w:r>
        <w:rPr>
          <w:rFonts w:hint="eastAsia"/>
          <w:rtl/>
        </w:rPr>
        <w:t>لۡأُولَىٰۖ</w:t>
      </w:r>
      <w:r>
        <w:rPr>
          <w:rtl/>
        </w:rPr>
        <w:t xml:space="preserve"> وَأَقِمۡنَ </w:t>
      </w:r>
      <w:r>
        <w:rPr>
          <w:rFonts w:hint="cs"/>
          <w:rtl/>
        </w:rPr>
        <w:t>ٱ</w:t>
      </w:r>
      <w:r>
        <w:rPr>
          <w:rFonts w:hint="eastAsia"/>
          <w:rtl/>
        </w:rPr>
        <w:t>لصَّلَوٰةَ</w:t>
      </w:r>
      <w:r>
        <w:rPr>
          <w:rtl/>
        </w:rPr>
        <w:t xml:space="preserve"> وَءَاتِينَ </w:t>
      </w:r>
      <w:r>
        <w:rPr>
          <w:rFonts w:hint="cs"/>
          <w:rtl/>
        </w:rPr>
        <w:t>ٱ</w:t>
      </w:r>
      <w:r>
        <w:rPr>
          <w:rFonts w:hint="eastAsia"/>
          <w:rtl/>
        </w:rPr>
        <w:t>لزَّ</w:t>
      </w:r>
      <w:r w:rsidR="001E6BAB" w:rsidRPr="001E6BAB">
        <w:rPr>
          <w:rFonts w:hint="cs"/>
          <w:rtl/>
        </w:rPr>
        <w:t>ک</w:t>
      </w:r>
      <w:r>
        <w:rPr>
          <w:rFonts w:hint="eastAsia"/>
          <w:rtl/>
        </w:rPr>
        <w:t>وٰةَ</w:t>
      </w:r>
      <w:r>
        <w:rPr>
          <w:rtl/>
        </w:rPr>
        <w:t xml:space="preserve"> وَأَطِعۡنَ </w:t>
      </w:r>
      <w:r>
        <w:rPr>
          <w:rFonts w:hint="cs"/>
          <w:rtl/>
        </w:rPr>
        <w:t>ٱ</w:t>
      </w:r>
      <w:r>
        <w:rPr>
          <w:rFonts w:hint="eastAsia"/>
          <w:rtl/>
        </w:rPr>
        <w:t>للَّهَ</w:t>
      </w:r>
      <w:r>
        <w:rPr>
          <w:rtl/>
        </w:rPr>
        <w:t xml:space="preserve"> وَرَسُولَهُۚ </w:t>
      </w:r>
      <w:r>
        <w:rPr>
          <w:rFonts w:hint="cs"/>
          <w:rtl/>
        </w:rPr>
        <w:t>ۥۤ</w:t>
      </w:r>
      <w:r>
        <w:rPr>
          <w:rtl/>
        </w:rPr>
        <w:t xml:space="preserve"> إِنَّمَا يُرِيدُ </w:t>
      </w:r>
      <w:r>
        <w:rPr>
          <w:rFonts w:hint="cs"/>
          <w:rtl/>
        </w:rPr>
        <w:t>ٱ</w:t>
      </w:r>
      <w:r>
        <w:rPr>
          <w:rFonts w:hint="eastAsia"/>
          <w:rtl/>
        </w:rPr>
        <w:t>للَّهُ</w:t>
      </w:r>
      <w:r>
        <w:rPr>
          <w:rtl/>
        </w:rPr>
        <w:t xml:space="preserve"> لِيُذۡهِبَ عَن</w:t>
      </w:r>
      <w:r w:rsidR="001E6BAB" w:rsidRPr="001E6BAB">
        <w:rPr>
          <w:rFonts w:hint="cs"/>
          <w:rtl/>
        </w:rPr>
        <w:t>ک</w:t>
      </w:r>
      <w:r>
        <w:rPr>
          <w:rFonts w:hint="eastAsia"/>
          <w:rtl/>
        </w:rPr>
        <w:t>مُ</w:t>
      </w:r>
      <w:r>
        <w:rPr>
          <w:rtl/>
        </w:rPr>
        <w:t xml:space="preserve"> </w:t>
      </w:r>
      <w:r>
        <w:rPr>
          <w:rFonts w:hint="cs"/>
          <w:rtl/>
        </w:rPr>
        <w:t>ٱ</w:t>
      </w:r>
      <w:r>
        <w:rPr>
          <w:rFonts w:hint="eastAsia"/>
          <w:rtl/>
        </w:rPr>
        <w:t>لرِّجۡسَ</w:t>
      </w:r>
      <w:r>
        <w:rPr>
          <w:rtl/>
        </w:rPr>
        <w:t xml:space="preserve"> أَهۡلَ </w:t>
      </w:r>
      <w:r>
        <w:rPr>
          <w:rFonts w:hint="cs"/>
          <w:rtl/>
        </w:rPr>
        <w:t>ٱ</w:t>
      </w:r>
      <w:r>
        <w:rPr>
          <w:rFonts w:hint="eastAsia"/>
          <w:rtl/>
        </w:rPr>
        <w:t>لۡبَيۡتِ</w:t>
      </w:r>
      <w:r>
        <w:rPr>
          <w:rtl/>
        </w:rPr>
        <w:t xml:space="preserve"> وَيُطَهِّرَكُمۡ تَطۡه</w:t>
      </w:r>
      <w:r>
        <w:rPr>
          <w:rFonts w:hint="eastAsia"/>
          <w:rtl/>
        </w:rPr>
        <w:t>ِيرً۬ا</w:t>
      </w:r>
      <w:r>
        <w:rPr>
          <w:rtl/>
        </w:rPr>
        <w:t xml:space="preserve"> (٣٣</w:t>
      </w:r>
      <w:r w:rsidR="009229E3">
        <w:rPr>
          <w:rtl/>
        </w:rPr>
        <w:t>)</w:t>
      </w:r>
    </w:p>
    <w:p w:rsidR="001A403D" w:rsidRDefault="001A403D" w:rsidP="00E36567">
      <w:pPr>
        <w:pStyle w:val="libBoldItalic"/>
      </w:pPr>
      <w:r>
        <w:t>And stay in your houses, and do not display yourselves as the display of the Time of Ignorance, and establish Salaah and give Zakah and obey Allah and His Rasool. Allah intends only to keep Rijs (uncleanness, impurity, doubt) far from you, O Ahlul Bait and to keep you pure as it should be kept pure. (33)</w:t>
      </w:r>
    </w:p>
    <w:p w:rsidR="001A403D" w:rsidRDefault="001A403D" w:rsidP="00E36567">
      <w:pPr>
        <w:pStyle w:val="libNormal"/>
      </w:pPr>
      <w:r>
        <w:t>1-Abdullah bin Masood asked Nabi Akram sawaw: Ya Rasool Allah sawaw when you will go who will give bath to you? Said: To every Nabi his Wasi gives bath. Asked: So who is your Wasi? Said: Ali bin Abi Talib asws. Asked: Ya Rasool Allah sawaw, for how many years he will be with us after you? Said: Thirty years, because Wasi of Musa (a.s.) Yousha bin Noon (a.s.) also kept alive for thirty years after Musa (a.s.), and Safoora daughter of Shoaib (a.s.) rebelled against him, who was wife of Musa (a.s.) and she said that she had more right to the government, so she fought, and he (Yousha) also fought against the fighters and captured them well. And no doubt one of my wives will also rebel against Ali asws, and so on &amp; so on. And will gather (fighters) from my Ummah, then she will fight, and he (Ali asws) will fight with the fighters and will capture them nicely, and about this Allah Azza wa Jalla has revealed, “And stay in your houses, and do not display yourselves as the display of the Time of Ignorance” means like Safoora daughter of Shoaib (a.s.). (al-Burhan, v6, p252)</w:t>
      </w:r>
    </w:p>
    <w:p w:rsidR="001A403D" w:rsidRDefault="001A403D" w:rsidP="00E36567">
      <w:pPr>
        <w:pStyle w:val="libNormal"/>
      </w:pPr>
      <w:r>
        <w:t xml:space="preserve">2-Imam Ali asws said: I went to Rasool Allah sawaw in the house of Umme Salma (s.a.), and no doubt this verse was revealed, “Allah intends only to keep Rijs (uncleanness, impurity, doubt) far from you, O Ahlul Bait and to keep you pure as it should be kept pure.” Then Rasool Allah sawaw said: Ya Ali asws, this verse is revealed in your favour and in the favour of Sibtain (Hasnain asws), and in the favour of Imams asws from their progeny. I asked (to explain for Ummah): Ya Rasool Allah sawaw, how many Imams asws are after you? Said: You Ya Ali asws, then your sons: Hassan asws and Hussain asws, and after Hussain asws his son Ali asws, </w:t>
      </w:r>
      <w:r>
        <w:lastRenderedPageBreak/>
        <w:t>and after Ali asws his son Mohammad asws, and after Mohammad asws his son Jafar asws, and after Jafar asws his son Musa asws, and after Musa asws his son Ali asws, and after Ali asws his son Mohammad asws, and after Mohammad asws his son Ali asws, and after Ali asws his son Hassan asws, and Hujjat asws son of Hassan asws, exactly like this I found their names written on the Pillar of Arsh, so I asked Allah Ta’ala and He said: Ya Mohammad sawaw, these are Imams asws after you, holy &amp; pure and infallible; and their enemies are accursed. (al-Burhan, v6, p255)</w:t>
      </w:r>
    </w:p>
    <w:p w:rsidR="001A403D" w:rsidRDefault="001A403D" w:rsidP="00E36567">
      <w:pPr>
        <w:pStyle w:val="libNormal"/>
      </w:pPr>
      <w:r>
        <w:t>3-Imam Jafar Sadiq asws said about this verse: Rijs means doubt. (al-Burhan, v6, p254)</w:t>
      </w:r>
    </w:p>
    <w:p w:rsidR="001A403D" w:rsidRDefault="001A403D" w:rsidP="00E36567">
      <w:pPr>
        <w:pStyle w:val="libNormal"/>
      </w:pPr>
      <w:r>
        <w:t>4-Hazrat Umme Salma (s.a.) said: This verse was revealed in my house, and there were seven people in the house: Jibrael (a.s.) and Mekael (a.s.) and Rasool Allah sawaw, and Ali asws, and Fatima asws, and Hassan asws, and Hussain asws. And I was standing on the door and said: Ya Rasool Allah sawaw, am I from Ahlul Bait asws as well? Said: “You are certainly on Khair (good, Walayat) but you are among the wives of Nabi sawaw” and did not say that “you are among Ahlul Bait asws.” (al-Burhan, v6, p261)</w:t>
      </w:r>
    </w:p>
    <w:p w:rsidR="001A403D" w:rsidRDefault="001A403D" w:rsidP="009229E3">
      <w:pPr>
        <w:pStyle w:val="libCenterBold1"/>
      </w:pPr>
      <w:r>
        <w:t>Lesson:</w:t>
      </w:r>
    </w:p>
    <w:p w:rsidR="001A403D" w:rsidRDefault="001A403D" w:rsidP="001A403D">
      <w:pPr>
        <w:pStyle w:val="libNormal"/>
      </w:pPr>
      <w:r>
        <w:t>1-Everyone knows Hadees-e-Kisa and Ayat-e-Tat’heer that Rasool Allah sawaw gathered Anwaar-e-Khamsa under his black Qatwani Khaibari Chadar and introduced Ahlul Bait asws to Ummah. That Chadar of Rasool Allah sawaw is called Yamani, it means which is related to Walyat-e-Ali asws. Not any Rijs can come near Ahlul Bait asws i.e. one can not even doubt about Masumeen asws, as Quran-e-Samit is without any doubt, similarly there is no doubt about Quran-e-Natiq. Those people who have any Najis or Rijs thing in their hearts, e.g. love of any Muqassir Mulla, then he can not gain Marifat of Masumeen asws. Mawaddat of Masumeen asws can only stay alone in the heart, because Haqq and Batil can not stay together.</w:t>
      </w:r>
    </w:p>
    <w:p w:rsidR="001A403D" w:rsidRDefault="001A403D" w:rsidP="001A403D">
      <w:pPr>
        <w:pStyle w:val="libNormal"/>
      </w:pPr>
      <w:r>
        <w:t>2-In the first part of this verse, Allah is clearly forbidding all women not to emerge fully armed to oppose Walayat-e-Ali asws, as ignorant women of the past. Women should be alert not to read such books in which there is insult to Ahlul Bait asws in a very clever and hidden way. Taghoot is preparing many so-called Alima &amp; Zakira women to misguide Momina ladies and future generations.</w:t>
      </w:r>
    </w:p>
    <w:p w:rsidR="001A403D" w:rsidRDefault="001A403D" w:rsidP="00385B48">
      <w:pPr>
        <w:pStyle w:val="libAr"/>
      </w:pPr>
      <w:r>
        <w:rPr>
          <w:rFonts w:hint="eastAsia"/>
          <w:rtl/>
        </w:rPr>
        <w:t>إِنَّ</w:t>
      </w:r>
      <w:r>
        <w:rPr>
          <w:rtl/>
        </w:rPr>
        <w:t xml:space="preserve"> </w:t>
      </w:r>
      <w:r>
        <w:rPr>
          <w:rFonts w:hint="cs"/>
          <w:rtl/>
        </w:rPr>
        <w:t>ٱ</w:t>
      </w:r>
      <w:r>
        <w:rPr>
          <w:rFonts w:hint="eastAsia"/>
          <w:rtl/>
        </w:rPr>
        <w:t>للَّهَ</w:t>
      </w:r>
      <w:r>
        <w:rPr>
          <w:rtl/>
        </w:rPr>
        <w:t xml:space="preserve"> وَمَلَـٰٓ</w:t>
      </w:r>
      <w:r>
        <w:rPr>
          <w:rFonts w:hint="cs"/>
          <w:rtl/>
        </w:rPr>
        <w:t>ٮِٕ</w:t>
      </w:r>
      <w:r w:rsidR="001E6BAB" w:rsidRPr="001E6BAB">
        <w:rPr>
          <w:rFonts w:hint="cs"/>
          <w:rtl/>
        </w:rPr>
        <w:t>ک</w:t>
      </w:r>
      <w:r>
        <w:rPr>
          <w:rFonts w:hint="eastAsia"/>
          <w:rtl/>
        </w:rPr>
        <w:t>تَهُ</w:t>
      </w:r>
      <w:r>
        <w:rPr>
          <w:rtl/>
        </w:rPr>
        <w:t xml:space="preserve"> </w:t>
      </w:r>
      <w:r>
        <w:rPr>
          <w:rFonts w:hint="cs"/>
          <w:rtl/>
        </w:rPr>
        <w:t>ۥ</w:t>
      </w:r>
      <w:r>
        <w:rPr>
          <w:rtl/>
        </w:rPr>
        <w:t xml:space="preserve"> يُصَلُّونَ عَلَى </w:t>
      </w:r>
      <w:r>
        <w:rPr>
          <w:rFonts w:hint="cs"/>
          <w:rtl/>
        </w:rPr>
        <w:t>ٱ</w:t>
      </w:r>
      <w:r>
        <w:rPr>
          <w:rFonts w:hint="eastAsia"/>
          <w:rtl/>
        </w:rPr>
        <w:t>لنَّبِىِّۚ</w:t>
      </w:r>
      <w:r>
        <w:rPr>
          <w:rtl/>
        </w:rPr>
        <w:t xml:space="preserve"> يَـٰٓأَيُّ</w:t>
      </w:r>
      <w:r w:rsidR="001E6BAB" w:rsidRPr="001E6BAB">
        <w:rPr>
          <w:rFonts w:hint="cs"/>
          <w:rtl/>
        </w:rPr>
        <w:t>ه</w:t>
      </w:r>
      <w:r w:rsidRPr="00595365">
        <w:rPr>
          <w:rFonts w:hint="cs"/>
          <w:rtl/>
        </w:rPr>
        <w:t xml:space="preserve">ا </w:t>
      </w:r>
      <w:r>
        <w:rPr>
          <w:rFonts w:hint="cs"/>
          <w:rtl/>
        </w:rPr>
        <w:t>ٱ</w:t>
      </w:r>
      <w:r>
        <w:rPr>
          <w:rFonts w:hint="eastAsia"/>
          <w:rtl/>
        </w:rPr>
        <w:t>لَّذِينَ</w:t>
      </w:r>
      <w:r>
        <w:rPr>
          <w:rtl/>
        </w:rPr>
        <w:t xml:space="preserve"> ءَامَنُواْ صَلُّواْ عَلَيۡهِ وَسَلِّمُواْ تَسۡلِيمًا (٥٦</w:t>
      </w:r>
      <w:r w:rsidR="009229E3">
        <w:rPr>
          <w:rtl/>
        </w:rPr>
        <w:t>)</w:t>
      </w:r>
    </w:p>
    <w:p w:rsidR="001A403D" w:rsidRDefault="001A403D" w:rsidP="00E36567">
      <w:pPr>
        <w:pStyle w:val="libBoldItalic"/>
      </w:pPr>
      <w:r>
        <w:t>No doubt Allah and His Angels confer Salawat on the Nabi. O you who believe! Confer Salawat on him and submit to him as it should be submitted. (56)</w:t>
      </w:r>
    </w:p>
    <w:p w:rsidR="001A403D" w:rsidRDefault="001A403D" w:rsidP="00E36567">
      <w:pPr>
        <w:pStyle w:val="libNormal"/>
      </w:pPr>
      <w:r>
        <w:t>1-It was asked from Rasool Allah sawaw: Ya Rasool Allah sawaw, teach us how to say Salam to you and how to confer Salawat on you? He said: Say: Allahuma soalay ala Mohammadin wa Aal-e-Mohammad kama soalaita ala Ibraheema wa Aal-e-Ibraheema innaka Hameedum Majeed, wa barik ala Mohammadin wa Aal-e-Mohammad kama barakta ala Ibraheema wa Aal-e-Ibraheema innaka Hameedum Majeed. (al-Burhan, v6, p307)</w:t>
      </w:r>
    </w:p>
    <w:p w:rsidR="001A403D" w:rsidRDefault="001A403D" w:rsidP="00E36567">
      <w:pPr>
        <w:pStyle w:val="libNormal"/>
      </w:pPr>
      <w:r>
        <w:lastRenderedPageBreak/>
        <w:t>2-Rasool Allah sawaw said: Who conferred Salawat on me but did not confer Salawat on my Aal (asws) then he will not get the fragrance of Paradise though its fragrance can be surely smelled from the distance of five hundred years travel. (al-Burhan, v6, p309)</w:t>
      </w:r>
    </w:p>
    <w:p w:rsidR="001A403D" w:rsidRDefault="001A403D" w:rsidP="00E36567">
      <w:pPr>
        <w:pStyle w:val="libNormal"/>
      </w:pPr>
      <w:r>
        <w:t>3-Amirul Momineen asws said about this verse: This verse has outward and inward, so outward is saying of Allah, “Confer Salawat on him” and inward is saying of Allah, “and submit to him as it should be submitted” means that submit to his Wasi &amp; Khalifa, and his superiority on you people, and what has been commanded to you about him, as it should be submitted. And this is from those news which I have told you already, and its Taweel only he can understand whose sense is fine and mind is clear and ability to distinguish is right. (al-Burhan, v6, p309)</w:t>
      </w:r>
    </w:p>
    <w:p w:rsidR="001A403D" w:rsidRDefault="001A403D" w:rsidP="009229E3">
      <w:pPr>
        <w:pStyle w:val="libCenterBold1"/>
      </w:pPr>
      <w:r>
        <w:t>Lesson:</w:t>
      </w:r>
    </w:p>
    <w:p w:rsidR="001A403D" w:rsidRDefault="001A403D" w:rsidP="001A403D">
      <w:pPr>
        <w:pStyle w:val="libNormal"/>
      </w:pPr>
      <w:r>
        <w:t>1-Who does not include Aal (asws) in Salawat with Nabi Akram sawaw, he will never even smell the fragrance of Paradise which can be smelled from a distance of five hundred years travel. And Allah commanded on Mairaj that whenever anyone says “La ilaha illallah Mohammadur Rasool Allah” must immediately say “Ali un Waliullah.” Now what will happen to Muqassir Mulla who is forbidding people from the testimony of Walayat-e-Ali asws.</w:t>
      </w:r>
    </w:p>
    <w:p w:rsidR="001A403D" w:rsidRDefault="001A403D" w:rsidP="001A403D">
      <w:pPr>
        <w:pStyle w:val="libNormal"/>
      </w:pPr>
      <w:r>
        <w:t>2-Maola Ali asws has made it clear that only that person will not accept Walayat whose mind is dull, brain is full of Najasat, and he has no distinction of Halaal &amp; Haraam. These are qualities of the deniers of Walayat Muqassireen, although animals are better than them: animal can sense danger from far, he recognizes his master, keeps away from that what Allah has made Haraam for him. On the contrary, denier of Walayat’s ability to perceive through senses and absorb Haqq is totally finished: Ayaat &amp; Ahadees about Walayat-e-Ali asws does not affect him, his mind is full of so-called modern (immodest) issues, jealousy to Ahlul Bait asws, and doubts &amp; suspicions about Deen, and he has no distinction between Haqq &amp; Batil, and Halaal &amp; Haraam. Muqassireen have made Halaal &amp; Haraam as interchange game, while Sunnah of Allah never changes or alters, everything has been written on the Guarded Tablet (Laoh-e-Mahfooz) what is Halaal and what is Haraam until Qiyamah.</w:t>
      </w:r>
    </w:p>
    <w:p w:rsidR="001A403D" w:rsidRDefault="001A403D" w:rsidP="00385B48">
      <w:pPr>
        <w:pStyle w:val="libAr"/>
      </w:pPr>
      <w:r>
        <w:rPr>
          <w:rFonts w:hint="eastAsia"/>
          <w:rtl/>
        </w:rPr>
        <w:t>إِنَّ</w:t>
      </w:r>
      <w:r>
        <w:rPr>
          <w:rtl/>
        </w:rPr>
        <w:t xml:space="preserve"> </w:t>
      </w:r>
      <w:r>
        <w:rPr>
          <w:rFonts w:hint="cs"/>
          <w:rtl/>
        </w:rPr>
        <w:t>ٱ</w:t>
      </w:r>
      <w:r>
        <w:rPr>
          <w:rFonts w:hint="eastAsia"/>
          <w:rtl/>
        </w:rPr>
        <w:t>لَّذِينَ</w:t>
      </w:r>
      <w:r>
        <w:rPr>
          <w:rtl/>
        </w:rPr>
        <w:t xml:space="preserve"> يُؤۡذُونَ </w:t>
      </w:r>
      <w:r>
        <w:rPr>
          <w:rFonts w:hint="cs"/>
          <w:rtl/>
        </w:rPr>
        <w:t>ٱ</w:t>
      </w:r>
      <w:r>
        <w:rPr>
          <w:rFonts w:hint="eastAsia"/>
          <w:rtl/>
        </w:rPr>
        <w:t>للَّهَ</w:t>
      </w:r>
      <w:r>
        <w:rPr>
          <w:rtl/>
        </w:rPr>
        <w:t xml:space="preserve"> وَرَسُولَهُ </w:t>
      </w:r>
      <w:r>
        <w:rPr>
          <w:rFonts w:hint="cs"/>
          <w:rtl/>
        </w:rPr>
        <w:t>ۥ</w:t>
      </w:r>
      <w:r>
        <w:rPr>
          <w:rtl/>
        </w:rPr>
        <w:t xml:space="preserve"> لَعَنَ</w:t>
      </w:r>
      <w:r w:rsidR="001E6BAB" w:rsidRPr="001E6BAB">
        <w:rPr>
          <w:rFonts w:hint="cs"/>
          <w:rtl/>
        </w:rPr>
        <w:t>ه</w:t>
      </w:r>
      <w:r w:rsidRPr="00595365">
        <w:rPr>
          <w:rFonts w:hint="cs"/>
          <w:rtl/>
        </w:rPr>
        <w:t xml:space="preserve">مُ </w:t>
      </w:r>
      <w:r>
        <w:rPr>
          <w:rFonts w:hint="cs"/>
          <w:rtl/>
        </w:rPr>
        <w:t>ٱ</w:t>
      </w:r>
      <w:r>
        <w:rPr>
          <w:rFonts w:hint="eastAsia"/>
          <w:rtl/>
        </w:rPr>
        <w:t>للَّهُ</w:t>
      </w:r>
      <w:r>
        <w:rPr>
          <w:rtl/>
        </w:rPr>
        <w:t xml:space="preserve"> فِى </w:t>
      </w:r>
      <w:r>
        <w:rPr>
          <w:rFonts w:hint="cs"/>
          <w:rtl/>
        </w:rPr>
        <w:t>ٱ</w:t>
      </w:r>
      <w:r>
        <w:rPr>
          <w:rFonts w:hint="eastAsia"/>
          <w:rtl/>
        </w:rPr>
        <w:t>لدُّنۡيَا</w:t>
      </w:r>
      <w:r>
        <w:rPr>
          <w:rtl/>
        </w:rPr>
        <w:t xml:space="preserve"> وَ</w:t>
      </w:r>
      <w:r>
        <w:rPr>
          <w:rFonts w:hint="cs"/>
          <w:rtl/>
        </w:rPr>
        <w:t>ٱ</w:t>
      </w:r>
      <w:r>
        <w:rPr>
          <w:rFonts w:hint="eastAsia"/>
          <w:rtl/>
        </w:rPr>
        <w:t>لۡأَخِرَةِ</w:t>
      </w:r>
      <w:r>
        <w:rPr>
          <w:rtl/>
        </w:rPr>
        <w:t xml:space="preserve"> وَأَعَدَّ لَهُمۡ عَذَابً۬ا مُّهِينً۬ا (٥٧</w:t>
      </w:r>
      <w:r w:rsidR="009229E3">
        <w:rPr>
          <w:rtl/>
        </w:rPr>
        <w:t>)</w:t>
      </w:r>
      <w:r>
        <w:rPr>
          <w:rtl/>
        </w:rPr>
        <w:t xml:space="preserve"> وَ</w:t>
      </w:r>
      <w:r>
        <w:rPr>
          <w:rFonts w:hint="cs"/>
          <w:rtl/>
        </w:rPr>
        <w:t>ٱ</w:t>
      </w:r>
      <w:r>
        <w:rPr>
          <w:rFonts w:hint="eastAsia"/>
          <w:rtl/>
        </w:rPr>
        <w:t>لَّذِينَ</w:t>
      </w:r>
      <w:r>
        <w:rPr>
          <w:rtl/>
        </w:rPr>
        <w:t xml:space="preserve"> يُؤۡذُونَ </w:t>
      </w:r>
      <w:r>
        <w:rPr>
          <w:rFonts w:hint="cs"/>
          <w:rtl/>
        </w:rPr>
        <w:t>ٱ</w:t>
      </w:r>
      <w:r>
        <w:rPr>
          <w:rFonts w:hint="eastAsia"/>
          <w:rtl/>
        </w:rPr>
        <w:t>لۡمُؤۡمِنِينَ</w:t>
      </w:r>
      <w:r>
        <w:rPr>
          <w:rtl/>
        </w:rPr>
        <w:t xml:space="preserve"> وَ</w:t>
      </w:r>
      <w:r>
        <w:rPr>
          <w:rFonts w:hint="cs"/>
          <w:rtl/>
        </w:rPr>
        <w:t>ٱ</w:t>
      </w:r>
      <w:r>
        <w:rPr>
          <w:rFonts w:hint="eastAsia"/>
          <w:rtl/>
        </w:rPr>
        <w:t>لۡمُؤۡمِنَـٰتِ</w:t>
      </w:r>
      <w:r>
        <w:rPr>
          <w:rtl/>
        </w:rPr>
        <w:t xml:space="preserve"> بِغَيۡرِ مَا </w:t>
      </w:r>
      <w:r>
        <w:rPr>
          <w:rFonts w:hint="cs"/>
          <w:rtl/>
        </w:rPr>
        <w:t>ٱ</w:t>
      </w:r>
      <w:r w:rsidR="001E6BAB" w:rsidRPr="001E6BAB">
        <w:rPr>
          <w:rFonts w:hint="cs"/>
          <w:rtl/>
        </w:rPr>
        <w:t>ک</w:t>
      </w:r>
      <w:r w:rsidRPr="00595365">
        <w:rPr>
          <w:rFonts w:hint="cs"/>
          <w:rtl/>
        </w:rPr>
        <w:t>ۡ</w:t>
      </w:r>
      <w:r>
        <w:rPr>
          <w:rFonts w:hint="eastAsia"/>
          <w:rtl/>
        </w:rPr>
        <w:t>تَسَبُواْ</w:t>
      </w:r>
      <w:r>
        <w:rPr>
          <w:rtl/>
        </w:rPr>
        <w:t xml:space="preserve"> فَقَدِ </w:t>
      </w:r>
      <w:r>
        <w:rPr>
          <w:rFonts w:hint="cs"/>
          <w:rtl/>
        </w:rPr>
        <w:t>ٱ</w:t>
      </w:r>
      <w:r>
        <w:rPr>
          <w:rFonts w:hint="eastAsia"/>
          <w:rtl/>
        </w:rPr>
        <w:t>حۡتَمَلُواْ</w:t>
      </w:r>
      <w:r>
        <w:rPr>
          <w:rtl/>
        </w:rPr>
        <w:t xml:space="preserve"> بُهۡتَـٰنً۬ا وَإ</w:t>
      </w:r>
      <w:r>
        <w:rPr>
          <w:rFonts w:hint="eastAsia"/>
          <w:rtl/>
        </w:rPr>
        <w:t>ِثۡمً۬ا</w:t>
      </w:r>
      <w:r>
        <w:rPr>
          <w:rtl/>
        </w:rPr>
        <w:t xml:space="preserve"> مُّبِينً۬ا (٥٨</w:t>
      </w:r>
      <w:r w:rsidR="009229E3">
        <w:rPr>
          <w:rtl/>
        </w:rPr>
        <w:t>)</w:t>
      </w:r>
    </w:p>
    <w:p w:rsidR="001A403D" w:rsidRDefault="001A403D" w:rsidP="00E36567">
      <w:pPr>
        <w:pStyle w:val="libBoldItalic"/>
      </w:pPr>
      <w:r>
        <w:t>Indeed those who hurt Allah and His Rasool, Allah has cursed them in the world and the Hereafter, and humiliating punishment has been prepared for them. (57) And those who harm believing men and believing women without doing anything (wrong), they surely bear the guilt of allegation and obvious sin. (58)</w:t>
      </w:r>
    </w:p>
    <w:p w:rsidR="001A403D" w:rsidRDefault="001A403D" w:rsidP="00E36567">
      <w:pPr>
        <w:pStyle w:val="libNormal"/>
      </w:pPr>
      <w:r>
        <w:t xml:space="preserve">1-These verses were revealed about those who usurped the right of Amirul Momineen asws and usurped the right of Syyeda Fatima Zahra asws and hurt her. And no doubt, Rasool Allah sawaw said: Whoever hurt Fatima asws after me, then (it is as) he hurt her in front of me, and who hurt her, </w:t>
      </w:r>
      <w:r>
        <w:lastRenderedPageBreak/>
        <w:t>then certainly he hurt me, and who hurt me surely he hurt Allah. (Tafseer Safi, v3, p154)</w:t>
      </w:r>
    </w:p>
    <w:p w:rsidR="001A403D" w:rsidRDefault="001A403D" w:rsidP="00E36567">
      <w:pPr>
        <w:pStyle w:val="libNormal"/>
      </w:pPr>
      <w:r>
        <w:t>2-After a battle Buraida Aslami came to Rasool Allah sawaw and wanted to complain against Amiul Momineen asws but Rasool Allah sawaw turned his face away from him again and again, then he was to much angry that he was never before or after it, and colour changed, face was red and veins of the neck were prominent, and limbs were trembling with rage, and said: O Buraida! What happened to you, you are hurting Rasool Allah sawaw today, have you not heard the saying of Allah Azza wa Jalla, “Indeed those who hurt Allah and His Rasool, Allah has cursed them in the world and the Hereafter, and humiliating punishment has been prepared for them. And those who harm believing men and believing women without doing anything (wrong), they surely bear the guilt of allegation and obvious sin.” Buraida said: Ya Rasool Allah sawaw, I do not know, but I did not wanted to hurt you. Then Rasool Allah sawaw said: O Buraida, do you think (Zunn) that if you do not intend to hurt my self then you did not hurt me, don’t you know that Ali asws is from me and I am from Ali asws, and no doubt whoever hurt Ali asws then certainly he hurt me, and who hurt me then surely he hurt Allah, so who hurt Allah then Allah has this right that He hurt him with painful punishment in the Fire of Hell. (Imam Hassan Askari asws) (al-Burhan, v6, p312)</w:t>
      </w:r>
    </w:p>
    <w:p w:rsidR="001A403D" w:rsidRDefault="001A403D" w:rsidP="009229E3">
      <w:pPr>
        <w:pStyle w:val="libCenterBold1"/>
      </w:pPr>
      <w:r>
        <w:t>Lesson:</w:t>
      </w:r>
    </w:p>
    <w:p w:rsidR="001A403D" w:rsidRDefault="001A403D" w:rsidP="001A403D">
      <w:pPr>
        <w:pStyle w:val="libNormal"/>
      </w:pPr>
      <w:r>
        <w:t>1-Whoever usurps the right of Amirul Momineen asws &amp; Syyeda tun Nisa al-Aalameen asws by hands or verbally by using tongue or keeps quiet or happy about it, then humiliating punishment is ready for him. Maola Ali asws says that he is Namaz of Momin, while Muqassir Mulla says expel Ali asws from Namaz! Syyeda Fatima Zahra asws claimed her right openly, while Muqassir Mulla talks nonsense that it was not the right of Syyeda. Curse of Allah is on such Najis Muqassireen, who define the limits of the rights of Masumeen by Zunn-e-ijtihadi, instead of just obeying Masumeen asws, as Buraida Aslami deduced by his Zunn-e-ijtihadi that perhaps Maola Ali asws would take more from war booty than his right. Rage of Rasool Allah sawaw on this matter is a pont to ponder for those who act on Zunn, that they should leave Zunn and they must obey with Yaqeen and be steadfast on the straight path of Walayat-e-Ali asws.</w:t>
      </w:r>
    </w:p>
    <w:p w:rsidR="001A403D" w:rsidRDefault="001A403D" w:rsidP="00385B48">
      <w:pPr>
        <w:pStyle w:val="libAr"/>
      </w:pPr>
      <w:r>
        <w:rPr>
          <w:rFonts w:hint="eastAsia"/>
          <w:rtl/>
        </w:rPr>
        <w:t>يَـٰٓأَيُّ</w:t>
      </w:r>
      <w:r w:rsidR="001E6BAB" w:rsidRPr="001E6BAB">
        <w:rPr>
          <w:rFonts w:hint="cs"/>
          <w:rtl/>
        </w:rPr>
        <w:t>ه</w:t>
      </w:r>
      <w:r w:rsidRPr="00595365">
        <w:rPr>
          <w:rFonts w:hint="cs"/>
          <w:rtl/>
        </w:rPr>
        <w:t>ا</w:t>
      </w:r>
      <w:r>
        <w:rPr>
          <w:rtl/>
        </w:rPr>
        <w:t xml:space="preserve"> </w:t>
      </w:r>
      <w:r>
        <w:rPr>
          <w:rFonts w:hint="cs"/>
          <w:rtl/>
        </w:rPr>
        <w:t>ٱ</w:t>
      </w:r>
      <w:r>
        <w:rPr>
          <w:rFonts w:hint="eastAsia"/>
          <w:rtl/>
        </w:rPr>
        <w:t>لَّذِينَ</w:t>
      </w:r>
      <w:r>
        <w:rPr>
          <w:rtl/>
        </w:rPr>
        <w:t xml:space="preserve"> ءَامَنُواْ </w:t>
      </w:r>
      <w:r>
        <w:rPr>
          <w:rFonts w:hint="cs"/>
          <w:rtl/>
        </w:rPr>
        <w:t>ٱ</w:t>
      </w:r>
      <w:r>
        <w:rPr>
          <w:rFonts w:hint="eastAsia"/>
          <w:rtl/>
        </w:rPr>
        <w:t>تَّقُواْ</w:t>
      </w:r>
      <w:r>
        <w:rPr>
          <w:rtl/>
        </w:rPr>
        <w:t xml:space="preserve"> </w:t>
      </w:r>
      <w:r>
        <w:rPr>
          <w:rFonts w:hint="cs"/>
          <w:rtl/>
        </w:rPr>
        <w:t>ٱ</w:t>
      </w:r>
      <w:r>
        <w:rPr>
          <w:rFonts w:hint="eastAsia"/>
          <w:rtl/>
        </w:rPr>
        <w:t>للَّهَ</w:t>
      </w:r>
      <w:r>
        <w:rPr>
          <w:rtl/>
        </w:rPr>
        <w:t xml:space="preserve"> وَقُولُواْ قَوۡلاً۬ سَدِيدً۬ا (٧٠</w:t>
      </w:r>
      <w:r w:rsidR="009229E3">
        <w:rPr>
          <w:rtl/>
        </w:rPr>
        <w:t>)</w:t>
      </w:r>
      <w:r>
        <w:rPr>
          <w:rtl/>
        </w:rPr>
        <w:t xml:space="preserve"> يُصۡلِحۡ لَكُمۡ أَعۡمَـٰلَكُمۡ وَيَغۡفِرۡ لَكُمۡ ذُنُوبَكُمۡۗ وَمَن يُطِعِ </w:t>
      </w:r>
      <w:r>
        <w:rPr>
          <w:rFonts w:hint="cs"/>
          <w:rtl/>
        </w:rPr>
        <w:t>ٱ</w:t>
      </w:r>
      <w:r>
        <w:rPr>
          <w:rFonts w:hint="eastAsia"/>
          <w:rtl/>
        </w:rPr>
        <w:t>للَّهَ</w:t>
      </w:r>
      <w:r>
        <w:rPr>
          <w:rtl/>
        </w:rPr>
        <w:t xml:space="preserve"> وَرَسُولَهُ </w:t>
      </w:r>
      <w:r>
        <w:rPr>
          <w:rFonts w:hint="cs"/>
          <w:rtl/>
        </w:rPr>
        <w:t>ۥ</w:t>
      </w:r>
      <w:r>
        <w:rPr>
          <w:rtl/>
        </w:rPr>
        <w:t xml:space="preserve"> فَقَدۡ فَازَ فَوۡزًا عَظِيمًا (٧١</w:t>
      </w:r>
      <w:r w:rsidR="009229E3">
        <w:rPr>
          <w:rtl/>
        </w:rPr>
        <w:t>)</w:t>
      </w:r>
    </w:p>
    <w:p w:rsidR="001A403D" w:rsidRDefault="001A403D" w:rsidP="00E36567">
      <w:pPr>
        <w:pStyle w:val="libBoldItalic"/>
      </w:pPr>
      <w:r>
        <w:t>O you who believe! Fear Allah, and say the straight forward statement. (70) He will amend your deeds for you and will forgive you your sins. And whoever obeys Allah and His Rasool, he verily has attained a great attainment. (71)</w:t>
      </w:r>
    </w:p>
    <w:p w:rsidR="001A403D" w:rsidRDefault="001A403D" w:rsidP="00E36567">
      <w:pPr>
        <w:pStyle w:val="libNormal"/>
      </w:pPr>
      <w:r>
        <w:t>1-Imam Jafar Sadiq asws said: Who obeyed Allah and His Rasool sawaw concerning Walayat of Ali asws and Imams asws after him, then certainly he attained a great attainment (success). Know that Allah does not accept anything from you unless you say the straight forward (right &amp; just) statement. (al-Burhan, v6, p317)</w:t>
      </w:r>
    </w:p>
    <w:p w:rsidR="001A403D" w:rsidRDefault="001A403D" w:rsidP="009229E3">
      <w:pPr>
        <w:pStyle w:val="libCenterBold1"/>
      </w:pPr>
      <w:r>
        <w:lastRenderedPageBreak/>
        <w:t>Lesson:</w:t>
      </w:r>
    </w:p>
    <w:p w:rsidR="001A403D" w:rsidRDefault="001A403D" w:rsidP="001A403D">
      <w:pPr>
        <w:pStyle w:val="libNormal"/>
      </w:pPr>
      <w:r>
        <w:t>1-It is very clear from this verse that Qawl-e-Sadeed is Allah’s favourite Kalima Tayyiba, Qawl-e-Sabit, and Kalima-e-Lazim, by reciting it Allah gives guarantee to nullify sins. That Qawl is “La ilaha illallah Mohammadur Rasool Allah Ali un Waliullah.” The special advocate of Shaitan the Muqassir Mulla wants to cause people slip from this Qawl-e-Sadeed, so that he can take them to Hell along with him. First he misguides people by saying that actually “Ali un Waliullah” is not part of Kalima as such, and secondly by mentioning it deeds nullify, and thirdly declare in front of people like hypocrites “we believe in it” but do not mention it in the Presence of Allah.</w:t>
      </w:r>
    </w:p>
    <w:p w:rsidR="001A403D" w:rsidRDefault="001A403D" w:rsidP="00385B48">
      <w:pPr>
        <w:pStyle w:val="libAr"/>
      </w:pPr>
      <w:r>
        <w:rPr>
          <w:rFonts w:hint="eastAsia"/>
          <w:rtl/>
        </w:rPr>
        <w:t>إِنَّا</w:t>
      </w:r>
      <w:r>
        <w:rPr>
          <w:rtl/>
        </w:rPr>
        <w:t xml:space="preserve"> عَرَضۡنَا </w:t>
      </w:r>
      <w:r>
        <w:rPr>
          <w:rFonts w:hint="cs"/>
          <w:rtl/>
        </w:rPr>
        <w:t>ٱ</w:t>
      </w:r>
      <w:r>
        <w:rPr>
          <w:rFonts w:hint="eastAsia"/>
          <w:rtl/>
        </w:rPr>
        <w:t>لۡأَمَانَةَ</w:t>
      </w:r>
      <w:r>
        <w:rPr>
          <w:rtl/>
        </w:rPr>
        <w:t xml:space="preserve"> عَلَى </w:t>
      </w:r>
      <w:r>
        <w:rPr>
          <w:rFonts w:hint="cs"/>
          <w:rtl/>
        </w:rPr>
        <w:t>ٱ</w:t>
      </w:r>
      <w:r>
        <w:rPr>
          <w:rFonts w:hint="eastAsia"/>
          <w:rtl/>
        </w:rPr>
        <w:t>لسَّمَـٰوَ</w:t>
      </w:r>
      <w:r w:rsidR="005B7B9E" w:rsidRPr="005B7B9E">
        <w:rPr>
          <w:rFonts w:hint="cs"/>
          <w:rtl/>
        </w:rPr>
        <w:t>ا</w:t>
      </w:r>
      <w:r>
        <w:rPr>
          <w:rFonts w:hint="eastAsia"/>
          <w:rtl/>
        </w:rPr>
        <w:t>تِ</w:t>
      </w:r>
      <w:r>
        <w:rPr>
          <w:rtl/>
        </w:rPr>
        <w:t xml:space="preserve"> وَ</w:t>
      </w:r>
      <w:r>
        <w:rPr>
          <w:rFonts w:hint="cs"/>
          <w:rtl/>
        </w:rPr>
        <w:t>ٱ</w:t>
      </w:r>
      <w:r>
        <w:rPr>
          <w:rFonts w:hint="eastAsia"/>
          <w:rtl/>
        </w:rPr>
        <w:t>لۡأَرۡضِ</w:t>
      </w:r>
      <w:r>
        <w:rPr>
          <w:rtl/>
        </w:rPr>
        <w:t xml:space="preserve"> وَ</w:t>
      </w:r>
      <w:r>
        <w:rPr>
          <w:rFonts w:hint="cs"/>
          <w:rtl/>
        </w:rPr>
        <w:t>ٱ</w:t>
      </w:r>
      <w:r>
        <w:rPr>
          <w:rFonts w:hint="eastAsia"/>
          <w:rtl/>
        </w:rPr>
        <w:t>لۡجِبَالِ</w:t>
      </w:r>
      <w:r>
        <w:rPr>
          <w:rtl/>
        </w:rPr>
        <w:t xml:space="preserve"> فَأَبَيۡنَ أَن يَحۡمِلۡنَ</w:t>
      </w:r>
      <w:r w:rsidR="001E6BAB" w:rsidRPr="001E6BAB">
        <w:rPr>
          <w:rFonts w:hint="cs"/>
          <w:rtl/>
        </w:rPr>
        <w:t>ه</w:t>
      </w:r>
      <w:r w:rsidRPr="00595365">
        <w:rPr>
          <w:rFonts w:hint="cs"/>
          <w:rtl/>
        </w:rPr>
        <w:t>ا وَأَشۡفَقۡنَ مِنۡ</w:t>
      </w:r>
      <w:r w:rsidR="001E6BAB" w:rsidRPr="001E6BAB">
        <w:rPr>
          <w:rFonts w:hint="cs"/>
          <w:rtl/>
        </w:rPr>
        <w:t>ه</w:t>
      </w:r>
      <w:r w:rsidRPr="00595365">
        <w:rPr>
          <w:rFonts w:hint="cs"/>
          <w:rtl/>
        </w:rPr>
        <w:t xml:space="preserve">ا وَحَمَلَهَا </w:t>
      </w:r>
      <w:r>
        <w:rPr>
          <w:rFonts w:hint="cs"/>
          <w:rtl/>
        </w:rPr>
        <w:t>ٱ</w:t>
      </w:r>
      <w:r>
        <w:rPr>
          <w:rFonts w:hint="eastAsia"/>
          <w:rtl/>
        </w:rPr>
        <w:t>لۡإِنسَـٰنُۖ</w:t>
      </w:r>
      <w:r>
        <w:rPr>
          <w:rtl/>
        </w:rPr>
        <w:t xml:space="preserve"> إِنَّهُ </w:t>
      </w:r>
      <w:r>
        <w:rPr>
          <w:rFonts w:hint="cs"/>
          <w:rtl/>
        </w:rPr>
        <w:t>ۥ</w:t>
      </w:r>
      <w:r>
        <w:rPr>
          <w:rtl/>
        </w:rPr>
        <w:t xml:space="preserve"> كَانَ ظَلُومً۬ا جَهُولاً۬ (٧٢</w:t>
      </w:r>
      <w:r w:rsidR="009229E3">
        <w:rPr>
          <w:rtl/>
        </w:rPr>
        <w:t>)</w:t>
      </w:r>
      <w:r>
        <w:rPr>
          <w:rtl/>
        </w:rPr>
        <w:t xml:space="preserve"> لِّيُعَذِّبَ </w:t>
      </w:r>
      <w:r>
        <w:rPr>
          <w:rFonts w:hint="cs"/>
          <w:rtl/>
        </w:rPr>
        <w:t>ٱ</w:t>
      </w:r>
      <w:r>
        <w:rPr>
          <w:rFonts w:hint="eastAsia"/>
          <w:rtl/>
        </w:rPr>
        <w:t>للَّهُ</w:t>
      </w:r>
      <w:r>
        <w:rPr>
          <w:rtl/>
        </w:rPr>
        <w:t xml:space="preserve"> </w:t>
      </w:r>
      <w:r>
        <w:rPr>
          <w:rFonts w:hint="cs"/>
          <w:rtl/>
        </w:rPr>
        <w:t>ٱ</w:t>
      </w:r>
      <w:r>
        <w:rPr>
          <w:rFonts w:hint="eastAsia"/>
          <w:rtl/>
        </w:rPr>
        <w:t>لۡمُنَـٰفِقِينَ</w:t>
      </w:r>
      <w:r>
        <w:rPr>
          <w:rtl/>
        </w:rPr>
        <w:t xml:space="preserve"> وَ</w:t>
      </w:r>
      <w:r>
        <w:rPr>
          <w:rFonts w:hint="cs"/>
          <w:rtl/>
        </w:rPr>
        <w:t>ٱ</w:t>
      </w:r>
      <w:r>
        <w:rPr>
          <w:rFonts w:hint="eastAsia"/>
          <w:rtl/>
        </w:rPr>
        <w:t>لۡمُنَـٰفِقَـٰتِ</w:t>
      </w:r>
      <w:r>
        <w:rPr>
          <w:rtl/>
        </w:rPr>
        <w:t xml:space="preserve"> وَ</w:t>
      </w:r>
      <w:r>
        <w:rPr>
          <w:rFonts w:hint="cs"/>
          <w:rtl/>
        </w:rPr>
        <w:t>ٱ</w:t>
      </w:r>
      <w:r>
        <w:rPr>
          <w:rFonts w:hint="eastAsia"/>
          <w:rtl/>
        </w:rPr>
        <w:t>لۡمُشۡرِ</w:t>
      </w:r>
      <w:r w:rsidR="001E6BAB" w:rsidRPr="001E6BAB">
        <w:rPr>
          <w:rFonts w:hint="cs"/>
          <w:rtl/>
        </w:rPr>
        <w:t>ک</w:t>
      </w:r>
      <w:r>
        <w:rPr>
          <w:rFonts w:hint="eastAsia"/>
          <w:rtl/>
        </w:rPr>
        <w:t>ينَ</w:t>
      </w:r>
      <w:r>
        <w:rPr>
          <w:rtl/>
        </w:rPr>
        <w:t xml:space="preserve"> وَ</w:t>
      </w:r>
      <w:r>
        <w:rPr>
          <w:rFonts w:hint="cs"/>
          <w:rtl/>
        </w:rPr>
        <w:t>ٱ</w:t>
      </w:r>
      <w:r>
        <w:rPr>
          <w:rFonts w:hint="eastAsia"/>
          <w:rtl/>
        </w:rPr>
        <w:t>لۡمُشۡرِكَـٰتِ</w:t>
      </w:r>
      <w:r>
        <w:rPr>
          <w:rtl/>
        </w:rPr>
        <w:t xml:space="preserve"> وَيَتُوبَ </w:t>
      </w:r>
      <w:r>
        <w:rPr>
          <w:rFonts w:hint="cs"/>
          <w:rtl/>
        </w:rPr>
        <w:t>ٱ</w:t>
      </w:r>
      <w:r>
        <w:rPr>
          <w:rFonts w:hint="eastAsia"/>
          <w:rtl/>
        </w:rPr>
        <w:t>للَّهُ</w:t>
      </w:r>
      <w:r>
        <w:rPr>
          <w:rtl/>
        </w:rPr>
        <w:t xml:space="preserve"> عَلَى </w:t>
      </w:r>
      <w:r>
        <w:rPr>
          <w:rFonts w:hint="cs"/>
          <w:rtl/>
        </w:rPr>
        <w:t>ٱ</w:t>
      </w:r>
      <w:r>
        <w:rPr>
          <w:rFonts w:hint="eastAsia"/>
          <w:rtl/>
        </w:rPr>
        <w:t>لۡمُؤۡمِنِينَ</w:t>
      </w:r>
      <w:r>
        <w:rPr>
          <w:rtl/>
        </w:rPr>
        <w:t xml:space="preserve"> وَ</w:t>
      </w:r>
      <w:r>
        <w:rPr>
          <w:rFonts w:hint="cs"/>
          <w:rtl/>
        </w:rPr>
        <w:t>ٱ</w:t>
      </w:r>
      <w:r>
        <w:rPr>
          <w:rFonts w:hint="eastAsia"/>
          <w:rtl/>
        </w:rPr>
        <w:t>لۡمُؤۡمِنَـٰتِۗ</w:t>
      </w:r>
      <w:r>
        <w:rPr>
          <w:rtl/>
        </w:rPr>
        <w:t xml:space="preserve"> وَكَانَ </w:t>
      </w:r>
      <w:r>
        <w:rPr>
          <w:rFonts w:hint="cs"/>
          <w:rtl/>
        </w:rPr>
        <w:t>ٱ</w:t>
      </w:r>
      <w:r>
        <w:rPr>
          <w:rFonts w:hint="eastAsia"/>
          <w:rtl/>
        </w:rPr>
        <w:t>للَّهُ</w:t>
      </w:r>
      <w:r>
        <w:rPr>
          <w:rtl/>
        </w:rPr>
        <w:t xml:space="preserve"> غَفُورً۬ا رَّحِيمَۢا (٧٣</w:t>
      </w:r>
      <w:r w:rsidR="009229E3">
        <w:rPr>
          <w:rtl/>
        </w:rPr>
        <w:t>)</w:t>
      </w:r>
    </w:p>
    <w:p w:rsidR="001A403D" w:rsidRDefault="001A403D" w:rsidP="00E36567">
      <w:pPr>
        <w:pStyle w:val="libBoldItalic"/>
      </w:pPr>
      <w:r>
        <w:t>Indeed, We offered the Trust to the heavens and the earth and the hills, but they refused to bear it and were afraid of it. And man accepted (bore) it, indeed he was unjust and ignorant. (72) So that Allah may punish the hypocrite men and hypocrite women, and polytheist men and polytheist women; and Allah may pardon believing men and believing women, and Allah is ever Forgiving, Merciful. (73)</w:t>
      </w:r>
    </w:p>
    <w:p w:rsidR="001A403D" w:rsidRDefault="001A403D" w:rsidP="00E36567">
      <w:pPr>
        <w:pStyle w:val="libNormal"/>
      </w:pPr>
      <w:r>
        <w:t>1-About the saying of Allah Azza wa Jalla, “Indeed, We offered the Trust to the heavens and the earth and the hills” Amirul Momineen asws said: Allah presented my Amanat (Trust of Walayat) to the seven skies with the condition of reward and punishment. So heavens said: O our Rabb, we can not bear it with (the condition of) reward and punishment, but we accept it without reward and punishment. And Allah presented my Trust and Walayat to birds, so first of all eagle and lark believed in it, and first of all owl and unqa denied among the birds, so He cursed both of them among the birds. So owl has no power to come out during the day because birds keep grudge to him, and unqa disappeared in the oceans that it is not seen anymore. And Allah presented my Trust to the earth, so every that part which believed in my Trust &amp; Walayat, Allah made it blessed and pure, and made its plants and fruits tasty sweet, and made its water clear sweet; and every that part which opposed my Imamat and denied my Walayat, made it barron, and made its plants sour and tasteless, and made its fruits thorny and bitter, and made its water salty and bitter. “And man bore it” it means that Ummah of Mohammad sawaw accepted Walayat of Amirul Momineen asws with reward and punishment, “no doubt he is unjust” for his own soul, “and ignorant” about the commandment of his Rabb, it means that person who does not fulfil its (Trust) right, he is unjust and wrongdoer. Moreover Amirul Momineen asws said: No one loves me axcept Momin, and no one keeps grudge to me except hypocrite and illegitimate. (al-Burhan, v6, p321)</w:t>
      </w:r>
    </w:p>
    <w:p w:rsidR="001A403D" w:rsidRDefault="001A403D" w:rsidP="009229E3">
      <w:pPr>
        <w:pStyle w:val="libCenterBold1"/>
      </w:pPr>
      <w:r>
        <w:t>Lesson:</w:t>
      </w:r>
    </w:p>
    <w:p w:rsidR="001A403D" w:rsidRDefault="001A403D" w:rsidP="001A403D">
      <w:pPr>
        <w:pStyle w:val="libNormal"/>
      </w:pPr>
      <w:r>
        <w:t xml:space="preserve">1-Man accepted Walayat-e-Ali asws in Alam-e-Zarr with the condition of reward and punishment, i.e. if man is firm on it then he will be worthy of </w:t>
      </w:r>
      <w:r>
        <w:lastRenderedPageBreak/>
        <w:t>reward, and if opposes Walayat then will be worthy of punishment. So due to Walayat-e-Ali asws people became hypocrite, polytheist, and disbeliever, and candidates for the punishment of Allah. Who says in front of people that “Ali un Waliullah” is right, but denies in the Presence of Allah, he is hypocrite. Who presents Walayat of Mulla besides Walayat-e-Ali asws, he is polytheist. Who denies the great Ne’mat of Walayat-e-Ali asws, he is disbeliever. Who keeps grudge to Walayat-e-Ali asws, he is illegitimate product of Shaitan’s partnership.</w:t>
      </w:r>
    </w:p>
    <w:p w:rsidR="00EB2345" w:rsidRDefault="00EB2345" w:rsidP="00FC02E7">
      <w:pPr>
        <w:pStyle w:val="libNormal"/>
        <w:rPr>
          <w:rtl/>
        </w:rPr>
      </w:pPr>
      <w:r>
        <w:rPr>
          <w:rFonts w:hint="eastAsia"/>
        </w:rPr>
        <w:br w:type="page"/>
      </w:r>
    </w:p>
    <w:p w:rsidR="001A403D" w:rsidRDefault="00EB2345" w:rsidP="00EB2345">
      <w:pPr>
        <w:pStyle w:val="Heading1Center"/>
      </w:pPr>
      <w:bookmarkStart w:id="35" w:name="_Toc449789428"/>
      <w:r>
        <w:rPr>
          <w:rFonts w:hint="eastAsia"/>
          <w:rtl/>
        </w:rPr>
        <w:lastRenderedPageBreak/>
        <w:t>سُوۡرَةُ</w:t>
      </w:r>
      <w:r>
        <w:rPr>
          <w:rtl/>
        </w:rPr>
        <w:t xml:space="preserve"> </w:t>
      </w:r>
      <w:r w:rsidR="001A403D">
        <w:rPr>
          <w:rtl/>
        </w:rPr>
        <w:t>سَبَإ</w:t>
      </w:r>
      <w:bookmarkEnd w:id="35"/>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وَلَقَدۡ</w:t>
      </w:r>
      <w:r>
        <w:rPr>
          <w:rtl/>
        </w:rPr>
        <w:t xml:space="preserve"> صَدَّقَ عَلَيۡ</w:t>
      </w:r>
      <w:r w:rsidR="001E6BAB" w:rsidRPr="001E6BAB">
        <w:rPr>
          <w:rFonts w:hint="cs"/>
          <w:rtl/>
        </w:rPr>
        <w:t>ه</w:t>
      </w:r>
      <w:r w:rsidRPr="00595365">
        <w:rPr>
          <w:rFonts w:hint="cs"/>
          <w:rtl/>
        </w:rPr>
        <w:t xml:space="preserve">مۡ إِبۡلِيسُ ظَنَّهُ </w:t>
      </w:r>
      <w:r>
        <w:rPr>
          <w:rFonts w:hint="cs"/>
          <w:rtl/>
        </w:rPr>
        <w:t>ۥ</w:t>
      </w:r>
      <w:r>
        <w:rPr>
          <w:rtl/>
        </w:rPr>
        <w:t xml:space="preserve"> فَ</w:t>
      </w:r>
      <w:r>
        <w:rPr>
          <w:rFonts w:hint="cs"/>
          <w:rtl/>
        </w:rPr>
        <w:t>ٱ</w:t>
      </w:r>
      <w:r>
        <w:rPr>
          <w:rFonts w:hint="eastAsia"/>
          <w:rtl/>
        </w:rPr>
        <w:t>تَّبَعُوهُ</w:t>
      </w:r>
      <w:r>
        <w:rPr>
          <w:rtl/>
        </w:rPr>
        <w:t xml:space="preserve"> إِلَّا فَرِيقً۬ا مِّنَ </w:t>
      </w:r>
      <w:r>
        <w:rPr>
          <w:rFonts w:hint="cs"/>
          <w:rtl/>
        </w:rPr>
        <w:t>ٱ</w:t>
      </w:r>
      <w:r>
        <w:rPr>
          <w:rFonts w:hint="eastAsia"/>
          <w:rtl/>
        </w:rPr>
        <w:t>لۡمُؤۡمِنِينَ</w:t>
      </w:r>
      <w:r>
        <w:rPr>
          <w:rtl/>
        </w:rPr>
        <w:t xml:space="preserve"> (٢٠</w:t>
      </w:r>
      <w:r w:rsidR="009229E3">
        <w:rPr>
          <w:rtl/>
        </w:rPr>
        <w:t>)</w:t>
      </w:r>
    </w:p>
    <w:p w:rsidR="001A403D" w:rsidRDefault="001A403D" w:rsidP="00E36567">
      <w:pPr>
        <w:pStyle w:val="libBoldItalic"/>
      </w:pPr>
      <w:r>
        <w:t>And certainly Iblees proved his Zunn (conjecture) true about them, so they follow him all except a group of Momineen (true believers). (20)</w:t>
      </w:r>
    </w:p>
    <w:p w:rsidR="001A403D" w:rsidRDefault="001A403D" w:rsidP="00E36567">
      <w:pPr>
        <w:pStyle w:val="libNormal"/>
      </w:pPr>
      <w:r>
        <w:t>1-Imam Mohammad Baqir asws said: When Rasool Allah sawaw raised the hand of Maola Ali asws by holding it on the day of Ghadeer, then Iblees screamed to his armies, then no one was left in the land and the water, they all came and said: O our chief and guardian, what hardship came upon you because we never heard you screaming so severely? Iblees said to Shaitans: This Nabi sawaw has performed such a task that if it will be fulfilled then no one will disobey Allah for ever. All Shaitans said: O our chief, you worked against Adam (a.s.) as well. Then, when hypocrites said: He (sawaw) speaks from his desire. One (hypocrite) among them said to the other: Did you see, his (sawaw) eyes are rotating in his head as of an insane. His meaning was Rasool Allah sawaw (Naoozobillah). That time Iblees screamed with happiness, and his friends gathered again and he said: You know that I worked against Adam (a.s.) before? They said: Yes. Then said: Adam (a.s.) only broke the promise of Allah but did not deny and disbelieve Rabb, but these (hypocrite) people will break the promise and will disbelieve &amp; deny Rasool (sawaw) as well. When Rasool Allah sawaw went, then people made guardian someone else besides Ali asws, then Iblees wore royal crown and set a pulpit and sat on it, and gathered his horsemen and foot-soldiers (Shaitans), then said to them: Dance with happiness, that Allah will not be obeyed until Qiyam of Imam (Mahdi asws). Then Imam Mohammad Baqir asws recited, “And certainly Iblees proved his Zunn true about them, so they follow him all except a group of Momineen” Then said: When Rasool Allah sawaw went, then Taweel of this verse happened. And Zunn of Iblees, it means when they (hypocrites) said, “He (sawaw) speaks with his desire” at that time Iblees did Zunn and his Zunn became true. (al-Burhan, v6, p337)</w:t>
      </w:r>
    </w:p>
    <w:p w:rsidR="001A403D" w:rsidRDefault="001A403D" w:rsidP="009229E3">
      <w:pPr>
        <w:pStyle w:val="libCenterBold1"/>
      </w:pPr>
      <w:r>
        <w:t>Lesson:</w:t>
      </w:r>
    </w:p>
    <w:p w:rsidR="001A403D" w:rsidRDefault="001A403D" w:rsidP="001A403D">
      <w:pPr>
        <w:pStyle w:val="libNormal"/>
      </w:pPr>
      <w:r>
        <w:t>1-There are many Ahadees about this, e.g. After the proclamation of Walayat-e-Ali asws at Ghadeer-e-Khum, all Shaitans put dust in their heads and said: This person (sawaw) has tied such a strong knot (covenant of Walayat-e-Ali asws) that no one could open until Qiyamah. Then Iblees said: Those people who are around him, some of them have promised with me, and they will never go against their promise.</w:t>
      </w:r>
    </w:p>
    <w:p w:rsidR="001A403D" w:rsidRDefault="001A403D" w:rsidP="001A403D">
      <w:pPr>
        <w:pStyle w:val="libNormal"/>
      </w:pPr>
      <w:r>
        <w:t>2-Shaitans knew with certainty that if all people would have gathered on Walayat-e-Ali asws, then there would not have been any disobedience of Allah until Qiyamah. Therefore Muqassir Mulla who prevents from Zikr of Ali asws, he is not an Alim, rather he is soldier of Iblees, that is why he acts on Zunn.</w:t>
      </w:r>
    </w:p>
    <w:p w:rsidR="00595365" w:rsidRDefault="001A403D" w:rsidP="001A403D">
      <w:pPr>
        <w:pStyle w:val="libNormal"/>
      </w:pPr>
      <w:r>
        <w:t>3-Zunn, Rai, Qiyas, etc have nothing to do with Deen. Deen is only Yaqeen, Sunnah of Allah never changes. Duty of a human is only to obey Quran and Sunnah, but not to interfere in Deen.</w:t>
      </w:r>
    </w:p>
    <w:p w:rsidR="001A403D" w:rsidRDefault="001A403D" w:rsidP="00385B48">
      <w:pPr>
        <w:pStyle w:val="libAr"/>
      </w:pPr>
      <w:r>
        <w:rPr>
          <w:rFonts w:hint="eastAsia"/>
          <w:rtl/>
        </w:rPr>
        <w:lastRenderedPageBreak/>
        <w:t>وَلَا</w:t>
      </w:r>
      <w:r>
        <w:rPr>
          <w:rtl/>
        </w:rPr>
        <w:t xml:space="preserve"> تَنفَعُ </w:t>
      </w:r>
      <w:r>
        <w:rPr>
          <w:rFonts w:hint="cs"/>
          <w:rtl/>
        </w:rPr>
        <w:t>ٱ</w:t>
      </w:r>
      <w:r>
        <w:rPr>
          <w:rFonts w:hint="eastAsia"/>
          <w:rtl/>
        </w:rPr>
        <w:t>لشَّفَـٰعَةُ</w:t>
      </w:r>
      <w:r>
        <w:rPr>
          <w:rtl/>
        </w:rPr>
        <w:t xml:space="preserve"> عِندَهُ </w:t>
      </w:r>
      <w:r>
        <w:rPr>
          <w:rFonts w:hint="cs"/>
          <w:rtl/>
        </w:rPr>
        <w:t>ۥۤ</w:t>
      </w:r>
      <w:r>
        <w:rPr>
          <w:rtl/>
        </w:rPr>
        <w:t xml:space="preserve"> إِلَّا لِمَنۡ أَذِنَ لَهُۚ </w:t>
      </w:r>
      <w:r>
        <w:rPr>
          <w:rFonts w:hint="cs"/>
          <w:rtl/>
        </w:rPr>
        <w:t>ۥ</w:t>
      </w:r>
      <w:r>
        <w:rPr>
          <w:rtl/>
        </w:rPr>
        <w:t xml:space="preserve"> حَتَّىٰٓ إِذَا فُزِّعَ عَن قُلُوبِهِمۡ قَالُواْ مَاذَا قَالَ رَبُّكُمۡۖ قَالُواْ </w:t>
      </w:r>
      <w:r>
        <w:rPr>
          <w:rFonts w:hint="cs"/>
          <w:rtl/>
        </w:rPr>
        <w:t>ٱ</w:t>
      </w:r>
      <w:r>
        <w:rPr>
          <w:rFonts w:hint="eastAsia"/>
          <w:rtl/>
        </w:rPr>
        <w:t>لۡحَقَّۖ</w:t>
      </w:r>
      <w:r>
        <w:rPr>
          <w:rtl/>
        </w:rPr>
        <w:t xml:space="preserve"> وَهُوَ </w:t>
      </w:r>
      <w:r>
        <w:rPr>
          <w:rFonts w:hint="cs"/>
          <w:rtl/>
        </w:rPr>
        <w:t>ٱ</w:t>
      </w:r>
      <w:r>
        <w:rPr>
          <w:rFonts w:hint="eastAsia"/>
          <w:rtl/>
        </w:rPr>
        <w:t>لۡعَلِىُّ</w:t>
      </w:r>
      <w:r>
        <w:rPr>
          <w:rtl/>
        </w:rPr>
        <w:t xml:space="preserve"> </w:t>
      </w:r>
      <w:r>
        <w:rPr>
          <w:rFonts w:hint="cs"/>
          <w:rtl/>
        </w:rPr>
        <w:t>ٱ</w:t>
      </w:r>
      <w:r>
        <w:rPr>
          <w:rFonts w:hint="eastAsia"/>
          <w:rtl/>
        </w:rPr>
        <w:t>لۡكَبِيرُ</w:t>
      </w:r>
      <w:r>
        <w:rPr>
          <w:rtl/>
        </w:rPr>
        <w:t xml:space="preserve"> (٢٣</w:t>
      </w:r>
      <w:r w:rsidR="009229E3">
        <w:rPr>
          <w:rtl/>
        </w:rPr>
        <w:t>)</w:t>
      </w:r>
    </w:p>
    <w:p w:rsidR="001A403D" w:rsidRDefault="001A403D" w:rsidP="00E36567">
      <w:pPr>
        <w:pStyle w:val="libBoldItalic"/>
      </w:pPr>
      <w:r>
        <w:t>And intercession does not benefit with Him except for him whom He permits. Until, when fear is removed from their hearts, they will say: What has your Rabb said? They will say: The Truth, and He is the Most High, the Great. (23)</w:t>
      </w:r>
    </w:p>
    <w:p w:rsidR="001A403D" w:rsidRDefault="001A403D" w:rsidP="00E36567">
      <w:pPr>
        <w:pStyle w:val="libNormal"/>
      </w:pPr>
      <w:r>
        <w:t>1-On the day of Qiyamah, no one among the Prophets (a.s.) and Rasools (a.s.) of Allah will intercede until Allah will grant them permission, except Rasool Allah sawaw because Allah has already bestowed him permission before Qiyamah, and intercession is for him and Imams asws from his progeny, and after that for the Prophets (a.s.). (Tafseer Qummi, p552) (al-Burhan, v6, p340)</w:t>
      </w:r>
    </w:p>
    <w:p w:rsidR="001A403D" w:rsidRDefault="001A403D" w:rsidP="00E36567">
      <w:pPr>
        <w:pStyle w:val="libNormal"/>
      </w:pPr>
      <w:r>
        <w:t>2-Imam Mohammad Baqir asws said that there is not a single person among the first ones and the last ones who does not need intercession of Mohammad sawaw the Rasool on the day of Qiyamah. (al-Burhan, v6, p339)</w:t>
      </w:r>
    </w:p>
    <w:p w:rsidR="001A403D" w:rsidRDefault="001A403D" w:rsidP="009229E3">
      <w:pPr>
        <w:pStyle w:val="libCenterBold1"/>
      </w:pPr>
      <w:r>
        <w:t>Lesson:</w:t>
      </w:r>
    </w:p>
    <w:p w:rsidR="001A403D" w:rsidRDefault="001A403D" w:rsidP="001A403D">
      <w:pPr>
        <w:pStyle w:val="libNormal"/>
      </w:pPr>
      <w:r>
        <w:t>1-Like Iblees, Muqassir Mulla advocates pure worship of Allah without listening His commandment how to do Ibadat, and he is trying to have direct connection with Allah without Waseelah of Masumeen asws. Muqassireen want to enter Paradise on the basis of their worship of a few days and even that which is without Zikr of Walayat-e-Ali asws. Without the intercession of Masumeen asws and without Jawaz (Passport) of Walayat-e-Ali asws it is impossible to cross Siraat to enter Paradise for all the human beings of the previous times and the last times.</w:t>
      </w:r>
    </w:p>
    <w:p w:rsidR="001A403D" w:rsidRDefault="001A403D" w:rsidP="001A403D">
      <w:pPr>
        <w:pStyle w:val="libNormal"/>
      </w:pPr>
      <w:r>
        <w:t>2-Muqassireen will never like that “Hubb-e-Ali asws” should be written in bold &amp; bright on the title page of their deeds-book, nor will they like that their passports to cross the Siraat should have stamp of Walayat-e-Ali asws, then there is only one way left that they should request their leaders, who strived whole life to oppose Walayat-e-Ali asws &amp; Azadari, to dig a secret tunnel under the Hell, and then leaders &amp; their followers can go through it to their promised abode.</w:t>
      </w:r>
    </w:p>
    <w:p w:rsidR="001A403D" w:rsidRDefault="001A403D" w:rsidP="00385B48">
      <w:pPr>
        <w:pStyle w:val="libAr"/>
      </w:pPr>
      <w:r>
        <w:rPr>
          <w:rFonts w:hint="eastAsia"/>
          <w:rtl/>
        </w:rPr>
        <w:t>وَمَآ</w:t>
      </w:r>
      <w:r>
        <w:rPr>
          <w:rtl/>
        </w:rPr>
        <w:t xml:space="preserve"> أَرۡسَلۡنَـٰكَ إِلَّا </w:t>
      </w:r>
      <w:r w:rsidR="001E6BAB" w:rsidRPr="001E6BAB">
        <w:rPr>
          <w:rFonts w:hint="cs"/>
          <w:rtl/>
        </w:rPr>
        <w:t>ک</w:t>
      </w:r>
      <w:r>
        <w:rPr>
          <w:rFonts w:hint="eastAsia"/>
          <w:rtl/>
        </w:rPr>
        <w:t>آفَّةً۬</w:t>
      </w:r>
      <w:r>
        <w:rPr>
          <w:rtl/>
        </w:rPr>
        <w:t xml:space="preserve"> لِّلنَّاسِ بَشِيرً۬ا وَنَذِيرً۬ا وَلَـٰكِنَّ أَ</w:t>
      </w:r>
      <w:r w:rsidR="001E6BAB" w:rsidRPr="001E6BAB">
        <w:rPr>
          <w:rFonts w:hint="cs"/>
          <w:rtl/>
        </w:rPr>
        <w:t>ک</w:t>
      </w:r>
      <w:r w:rsidRPr="00595365">
        <w:rPr>
          <w:rFonts w:hint="cs"/>
          <w:rtl/>
        </w:rPr>
        <w:t>ۡ</w:t>
      </w:r>
      <w:r>
        <w:rPr>
          <w:rFonts w:hint="eastAsia"/>
          <w:rtl/>
        </w:rPr>
        <w:t>ثَرَ</w:t>
      </w:r>
      <w:r>
        <w:rPr>
          <w:rtl/>
        </w:rPr>
        <w:t xml:space="preserve"> </w:t>
      </w:r>
      <w:r>
        <w:rPr>
          <w:rFonts w:hint="cs"/>
          <w:rtl/>
        </w:rPr>
        <w:t>ٱ</w:t>
      </w:r>
      <w:r>
        <w:rPr>
          <w:rFonts w:hint="eastAsia"/>
          <w:rtl/>
        </w:rPr>
        <w:t>لنَّاسِ</w:t>
      </w:r>
      <w:r>
        <w:rPr>
          <w:rtl/>
        </w:rPr>
        <w:t xml:space="preserve"> لَا يَعۡلَمُونَ (٢٨</w:t>
      </w:r>
      <w:r w:rsidR="009229E3">
        <w:rPr>
          <w:rtl/>
        </w:rPr>
        <w:t>)</w:t>
      </w:r>
    </w:p>
    <w:p w:rsidR="001A403D" w:rsidRDefault="001A403D" w:rsidP="00E36567">
      <w:pPr>
        <w:pStyle w:val="libBoldItalic"/>
      </w:pPr>
      <w:r>
        <w:t>And We have not sent you except as a bringer of good tidings and a warner to all mankind; but most of the people do not know. (28)</w:t>
      </w:r>
    </w:p>
    <w:p w:rsidR="001A403D" w:rsidRDefault="001A403D" w:rsidP="00E36567">
      <w:pPr>
        <w:pStyle w:val="libNormal"/>
      </w:pPr>
      <w:r>
        <w:t xml:space="preserve">1-It was asked from Imam Jafar Sadiq asws: Does Imam asws see whatever is in between the east and the west? Said: How he can be Hujjat on that whatever is in between sides (east, west, north, south) of the earth, if he can not see it, and nor can issue judgement between that? And how he can be Hujjat on those people who are out of sight, and he has no authority over them, and nor he can reach them? And how he can be the conveyer of message from Allah, and how he can be witness over the creations, if he can not see them?  And how he can be Hujjat on them, when he is hiding from them behind a curtain, and there is a barrier between him and the people that he can not stay among them with the permission of Allah, and Allah says, </w:t>
      </w:r>
      <w:r>
        <w:lastRenderedPageBreak/>
        <w:t>“And We have not sent you except as Basheer and Nazeer for all the mankind” means all who are on the earth, and Hujjat asws stays at the place of Nabi sawaw after Nabi sawaw, and this is the proof about which Ummah differs, and rights of the people are usurped. (al-Burhan, v6, p341)</w:t>
      </w:r>
    </w:p>
    <w:p w:rsidR="001A403D" w:rsidRDefault="001A403D" w:rsidP="00E36567">
      <w:pPr>
        <w:pStyle w:val="libNormal"/>
      </w:pPr>
      <w:r>
        <w:t>2-No doubt, Allah Ta’ala ordered Jibrael (a.s.), so he gathered the whole world with a wing of his arm and presented in front of Rasool Allah sawaw, and it was in front of him (sawaw) as the palm of a hand, and he (sawaw) was seeing the people of the east and the west, and he (sawaw) addressed every nation in its language, and invited them personally toward Allah Ta’ala and his own Nabuwat, thus no village or city was left but Nabi Akram sawaw invited them himself. (Tafseer al-Safi, v3, p168)</w:t>
      </w:r>
    </w:p>
    <w:p w:rsidR="001A403D" w:rsidRDefault="001A403D" w:rsidP="009229E3">
      <w:pPr>
        <w:pStyle w:val="libCenterBold1"/>
      </w:pPr>
      <w:r>
        <w:t>Lesson:</w:t>
      </w:r>
    </w:p>
    <w:p w:rsidR="001A403D" w:rsidRDefault="001A403D" w:rsidP="001A403D">
      <w:pPr>
        <w:pStyle w:val="libNormal"/>
      </w:pPr>
      <w:r>
        <w:t>1-In Alam-e-Zarr (state of particles) Rasool Allah sawaw preached and invited all the creations to Deen of Allah, and after coming to this world again invited toward Haqq. Similarly when Hazrat Ibraheem (a.s.) called for Hajj, his call reached all the mankind even those who were not yet born then, so whoever said ‘Labbaik’ to the call, only that person goes to Hajj.</w:t>
      </w:r>
    </w:p>
    <w:p w:rsidR="001A403D" w:rsidRDefault="001A403D" w:rsidP="001A403D">
      <w:pPr>
        <w:pStyle w:val="libNormal"/>
      </w:pPr>
      <w:r>
        <w:t>2-Imam asws has rejected Muqassireen in a comprehensive &amp; beautiful manner, and made it clear that Hujjatullah Olil Amr Imam asws is Hazir Nazir, whole universe is in front of him and under his control, nothing is hidden from Imam asws. Imam asws is authoritative Waseelah of Allah, and creations have the reach to him, i.e. they should ask Imam’s asws help. Everything and every deed is under Imam’s asws observation, and he is close to us. Imam Qaim asws is present everywhere, not behind curtain but only we can not see him. It is test for the people that they believe firmly in Shaitan without seeing him, then whether they believe in Hujjatullah asws or not?</w:t>
      </w:r>
    </w:p>
    <w:p w:rsidR="001A403D" w:rsidRDefault="001A403D" w:rsidP="00385B48">
      <w:pPr>
        <w:pStyle w:val="libAr"/>
      </w:pPr>
      <w:r>
        <w:rPr>
          <w:rFonts w:hint="eastAsia"/>
          <w:rtl/>
        </w:rPr>
        <w:t>قُلۡ</w:t>
      </w:r>
      <w:r>
        <w:rPr>
          <w:rtl/>
        </w:rPr>
        <w:t xml:space="preserve"> إِنَّمَآ أَعِظُكُم بِوَ</w:t>
      </w:r>
      <w:r w:rsidR="005B7B9E" w:rsidRPr="005B7B9E">
        <w:rPr>
          <w:rFonts w:hint="cs"/>
          <w:rtl/>
        </w:rPr>
        <w:t>ا</w:t>
      </w:r>
      <w:r>
        <w:rPr>
          <w:rFonts w:hint="eastAsia"/>
          <w:rtl/>
        </w:rPr>
        <w:t>حِدَةٍۖ</w:t>
      </w:r>
      <w:r>
        <w:rPr>
          <w:rtl/>
        </w:rPr>
        <w:t xml:space="preserve"> أَن تَقُومُواْ لِلَّهِ مَثۡنَىٰ وَفُرَ</w:t>
      </w:r>
      <w:r w:rsidR="005B7B9E" w:rsidRPr="005B7B9E">
        <w:rPr>
          <w:rFonts w:hint="cs"/>
          <w:rtl/>
        </w:rPr>
        <w:t>ا</w:t>
      </w:r>
      <w:r>
        <w:rPr>
          <w:rFonts w:hint="eastAsia"/>
          <w:rtl/>
        </w:rPr>
        <w:t>دَىٰ</w:t>
      </w:r>
      <w:r>
        <w:rPr>
          <w:rtl/>
        </w:rPr>
        <w:t xml:space="preserve"> ثُمَّ تَتَفَ</w:t>
      </w:r>
      <w:r w:rsidR="001E6BAB" w:rsidRPr="001E6BAB">
        <w:rPr>
          <w:rFonts w:hint="cs"/>
          <w:rtl/>
        </w:rPr>
        <w:t>ک</w:t>
      </w:r>
      <w:r>
        <w:rPr>
          <w:rFonts w:hint="eastAsia"/>
          <w:rtl/>
        </w:rPr>
        <w:t>رُواْۚ</w:t>
      </w:r>
      <w:r>
        <w:rPr>
          <w:rtl/>
        </w:rPr>
        <w:t xml:space="preserve"> مَا بِصَاحِبِكُم مِّن جِنَّةٍۚ إِنۡ هُوَ إِلَّا نَذِيرٌ۬ لَّكُم بَيۡنَ يَدَىۡ عَذَابٍ۬ شَدِيدٍ۬ (٤٦</w:t>
      </w:r>
      <w:r w:rsidR="009229E3">
        <w:rPr>
          <w:rtl/>
        </w:rPr>
        <w:t>)</w:t>
      </w:r>
      <w:r>
        <w:rPr>
          <w:rtl/>
        </w:rPr>
        <w:t xml:space="preserve"> قُلۡ مَا سَأَلۡتُكُم مِّنۡ أَجۡرٍ۬ فَهُوَ لَكُمۡۖ إ</w:t>
      </w:r>
      <w:r>
        <w:rPr>
          <w:rFonts w:hint="eastAsia"/>
          <w:rtl/>
        </w:rPr>
        <w:t>ِنۡ</w:t>
      </w:r>
      <w:r>
        <w:rPr>
          <w:rtl/>
        </w:rPr>
        <w:t xml:space="preserve"> أَجۡرِىَ إِلَّا عَلَى </w:t>
      </w:r>
      <w:r>
        <w:rPr>
          <w:rFonts w:hint="cs"/>
          <w:rtl/>
        </w:rPr>
        <w:t>ٱ</w:t>
      </w:r>
      <w:r>
        <w:rPr>
          <w:rFonts w:hint="eastAsia"/>
          <w:rtl/>
        </w:rPr>
        <w:t>للَّهِۖ</w:t>
      </w:r>
      <w:r>
        <w:rPr>
          <w:rtl/>
        </w:rPr>
        <w:t xml:space="preserve"> وَهُوَ عَلَىٰ كُلِّ شَىۡءٍ۬ شَ</w:t>
      </w:r>
      <w:r w:rsidR="001E6BAB" w:rsidRPr="001E6BAB">
        <w:rPr>
          <w:rFonts w:hint="cs"/>
          <w:rtl/>
        </w:rPr>
        <w:t>ه</w:t>
      </w:r>
      <w:r w:rsidRPr="00595365">
        <w:rPr>
          <w:rFonts w:hint="cs"/>
          <w:rtl/>
        </w:rPr>
        <w:t>يدٌ۬ (٤٧</w:t>
      </w:r>
      <w:r w:rsidR="009229E3">
        <w:rPr>
          <w:rtl/>
        </w:rPr>
        <w:t>)</w:t>
      </w:r>
    </w:p>
    <w:p w:rsidR="001A403D" w:rsidRDefault="001A403D" w:rsidP="00E36567">
      <w:pPr>
        <w:pStyle w:val="libBoldItalic"/>
      </w:pPr>
      <w:r>
        <w:t>Say: I only advise you one thing: that you stand for Allah in pairs and individually, and then give thought: There is no madness in your master, he is only a warner to you before severe punishment. (46) Say: Whatever reward I might have asked of you it is yours. My reward is from Allah only, and He is Witness over all things. (47)</w:t>
      </w:r>
    </w:p>
    <w:p w:rsidR="001A403D" w:rsidRDefault="001A403D" w:rsidP="00E36567">
      <w:pPr>
        <w:pStyle w:val="libNormal"/>
      </w:pPr>
      <w:r>
        <w:t>1-Imam Mohammad Baqir asws said about the saying of Allah, “I only advise you one thing”: I only and only advise you about Walayat-e-Ali asws, and that is the only thing about which Allah is saying. (al-Burhan, v6, p345)</w:t>
      </w:r>
    </w:p>
    <w:p w:rsidR="001A403D" w:rsidRDefault="001A403D" w:rsidP="00E36567">
      <w:pPr>
        <w:pStyle w:val="libNormal"/>
      </w:pPr>
      <w:r>
        <w:t>2-Imam Mohammad Baqir asws said about the saying of Allah, “Say: Whatever reward I am asking you, so that is for you”: This reward which is Mawaddat (Devotion) I am not asking for someone else, this is only for you, you will get guidance through it, and will get rid of punishment on the day of Qiyamah. (al-Burhan, v6, p346)</w:t>
      </w:r>
    </w:p>
    <w:p w:rsidR="001A403D" w:rsidRDefault="001A403D" w:rsidP="009229E3">
      <w:pPr>
        <w:pStyle w:val="libCenterBold1"/>
      </w:pPr>
      <w:r>
        <w:lastRenderedPageBreak/>
        <w:t>Lesson:</w:t>
      </w:r>
    </w:p>
    <w:p w:rsidR="001A403D" w:rsidRDefault="001A403D" w:rsidP="001A403D">
      <w:pPr>
        <w:pStyle w:val="libNormal"/>
      </w:pPr>
      <w:r>
        <w:t>1-Allah the Rahman and Rasool-e-Rahmat sawaw has only one demand, only one advice that is Walayat-e-Ali asws and Mawaddat of Ahlul Bait asws. But Muqassir Mulla is propagating: Leave this incomplete Quran and unreliable Ahadees, be stubborn on my Walayat-e-Faqeh, and be blind in my love so much so that you should act on my Fatawa considering them words of God.</w:t>
      </w:r>
    </w:p>
    <w:p w:rsidR="001A403D" w:rsidRDefault="001A403D" w:rsidP="001A403D">
      <w:pPr>
        <w:pStyle w:val="libNormal"/>
      </w:pPr>
      <w:r>
        <w:t>2-Hypocrites were saying to Rasool Allah sawaw that (Naoozobillah) he was mad because whole time mentioning Walayat of Ali asws, love of Ali asws, Faza’il of Ali asws. Similarly Muqassireen of present time say the same that Shias are mad in the love of Ali asws, is there nothing else in Deen besides Walayat-e-Ali asws? Enemies of Allah are openly saying that slogan of “Ya Ali asws” should be finished.</w:t>
      </w:r>
    </w:p>
    <w:p w:rsidR="001A403D" w:rsidRDefault="001A403D" w:rsidP="001A403D">
      <w:pPr>
        <w:pStyle w:val="libNormal"/>
      </w:pPr>
      <w:r>
        <w:t>In fact Allah wants welfare and salvation of the creation, but whoever does not want welfare &amp; salvation, can remove Walayat-e-Ali asws from his belief and deeds</w:t>
      </w:r>
    </w:p>
    <w:p w:rsidR="00EB2345" w:rsidRDefault="00EB2345" w:rsidP="00FC02E7">
      <w:pPr>
        <w:pStyle w:val="libNormal"/>
        <w:rPr>
          <w:rtl/>
        </w:rPr>
      </w:pPr>
      <w:r>
        <w:rPr>
          <w:rFonts w:hint="eastAsia"/>
        </w:rPr>
        <w:br w:type="page"/>
      </w:r>
    </w:p>
    <w:p w:rsidR="001A403D" w:rsidRDefault="00EB2345" w:rsidP="00EB2345">
      <w:pPr>
        <w:pStyle w:val="Heading1Center"/>
      </w:pPr>
      <w:bookmarkStart w:id="36" w:name="_Toc449789429"/>
      <w:r>
        <w:rPr>
          <w:rFonts w:hint="eastAsia"/>
          <w:rtl/>
        </w:rPr>
        <w:lastRenderedPageBreak/>
        <w:t>سُوۡرَةُ</w:t>
      </w:r>
      <w:r>
        <w:rPr>
          <w:rtl/>
        </w:rPr>
        <w:t xml:space="preserve"> </w:t>
      </w:r>
      <w:r w:rsidR="001A403D">
        <w:rPr>
          <w:rtl/>
        </w:rPr>
        <w:t>فَاطِر</w:t>
      </w:r>
      <w:bookmarkEnd w:id="36"/>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مَن</w:t>
      </w:r>
      <w:r>
        <w:rPr>
          <w:rtl/>
        </w:rPr>
        <w:t xml:space="preserve"> كَانَ يُرِيدُ </w:t>
      </w:r>
      <w:r>
        <w:rPr>
          <w:rFonts w:hint="cs"/>
          <w:rtl/>
        </w:rPr>
        <w:t>ٱ</w:t>
      </w:r>
      <w:r>
        <w:rPr>
          <w:rFonts w:hint="eastAsia"/>
          <w:rtl/>
        </w:rPr>
        <w:t>لۡعِزَّةَ</w:t>
      </w:r>
      <w:r>
        <w:rPr>
          <w:rtl/>
        </w:rPr>
        <w:t xml:space="preserve"> فَلِلَّهِ </w:t>
      </w:r>
      <w:r>
        <w:rPr>
          <w:rFonts w:hint="cs"/>
          <w:rtl/>
        </w:rPr>
        <w:t>ٱ</w:t>
      </w:r>
      <w:r>
        <w:rPr>
          <w:rFonts w:hint="eastAsia"/>
          <w:rtl/>
        </w:rPr>
        <w:t>لۡعِزَّةُ</w:t>
      </w:r>
      <w:r>
        <w:rPr>
          <w:rtl/>
        </w:rPr>
        <w:t xml:space="preserve"> جَمِيعًاۚ إِلَيۡهِ يَصۡعَدُ </w:t>
      </w:r>
      <w:r>
        <w:rPr>
          <w:rFonts w:hint="cs"/>
          <w:rtl/>
        </w:rPr>
        <w:t>ٱ</w:t>
      </w:r>
      <w:r>
        <w:rPr>
          <w:rFonts w:hint="eastAsia"/>
          <w:rtl/>
        </w:rPr>
        <w:t>لۡكَلِمُ</w:t>
      </w:r>
      <w:r>
        <w:rPr>
          <w:rtl/>
        </w:rPr>
        <w:t xml:space="preserve"> </w:t>
      </w:r>
      <w:r>
        <w:rPr>
          <w:rFonts w:hint="cs"/>
          <w:rtl/>
        </w:rPr>
        <w:t>ٱ</w:t>
      </w:r>
      <w:r>
        <w:rPr>
          <w:rFonts w:hint="eastAsia"/>
          <w:rtl/>
        </w:rPr>
        <w:t>لطَّيِّبُ</w:t>
      </w:r>
      <w:r>
        <w:rPr>
          <w:rtl/>
        </w:rPr>
        <w:t xml:space="preserve"> وَ</w:t>
      </w:r>
      <w:r>
        <w:rPr>
          <w:rFonts w:hint="cs"/>
          <w:rtl/>
        </w:rPr>
        <w:t>ٱ</w:t>
      </w:r>
      <w:r>
        <w:rPr>
          <w:rFonts w:hint="eastAsia"/>
          <w:rtl/>
        </w:rPr>
        <w:t>لۡعَمَلُ</w:t>
      </w:r>
      <w:r>
        <w:rPr>
          <w:rtl/>
        </w:rPr>
        <w:t xml:space="preserve"> </w:t>
      </w:r>
      <w:r>
        <w:rPr>
          <w:rFonts w:hint="cs"/>
          <w:rtl/>
        </w:rPr>
        <w:t>ٱ</w:t>
      </w:r>
      <w:r>
        <w:rPr>
          <w:rFonts w:hint="eastAsia"/>
          <w:rtl/>
        </w:rPr>
        <w:t>لصَّـٰلِحُ</w:t>
      </w:r>
      <w:r>
        <w:rPr>
          <w:rtl/>
        </w:rPr>
        <w:t xml:space="preserve"> يَرۡفَعُهُۚ </w:t>
      </w:r>
      <w:r>
        <w:rPr>
          <w:rFonts w:hint="cs"/>
          <w:rtl/>
        </w:rPr>
        <w:t>ۥ</w:t>
      </w:r>
      <w:r>
        <w:rPr>
          <w:rtl/>
        </w:rPr>
        <w:t xml:space="preserve"> وَ</w:t>
      </w:r>
      <w:r>
        <w:rPr>
          <w:rFonts w:hint="cs"/>
          <w:rtl/>
        </w:rPr>
        <w:t>ٱ</w:t>
      </w:r>
      <w:r>
        <w:rPr>
          <w:rFonts w:hint="eastAsia"/>
          <w:rtl/>
        </w:rPr>
        <w:t>لَّذِينَ</w:t>
      </w:r>
      <w:r>
        <w:rPr>
          <w:rtl/>
        </w:rPr>
        <w:t xml:space="preserve"> يَمۡكُرُونَ </w:t>
      </w:r>
      <w:r>
        <w:rPr>
          <w:rFonts w:hint="cs"/>
          <w:rtl/>
        </w:rPr>
        <w:t>ٱ</w:t>
      </w:r>
      <w:r>
        <w:rPr>
          <w:rFonts w:hint="eastAsia"/>
          <w:rtl/>
        </w:rPr>
        <w:t>لسَّيِّـَٔاتِ</w:t>
      </w:r>
      <w:r>
        <w:rPr>
          <w:rtl/>
        </w:rPr>
        <w:t xml:space="preserve"> لَهُمۡ عَذَابٌ۬ شَدِيدٌ۬ۖ وَمَكۡرُ أُوْلَـٰٓ</w:t>
      </w:r>
      <w:r>
        <w:rPr>
          <w:rFonts w:hint="cs"/>
          <w:rtl/>
        </w:rPr>
        <w:t>ٮِٕ</w:t>
      </w:r>
      <w:r>
        <w:rPr>
          <w:rFonts w:hint="eastAsia"/>
          <w:rtl/>
        </w:rPr>
        <w:t>كَ</w:t>
      </w:r>
      <w:r>
        <w:rPr>
          <w:rtl/>
        </w:rPr>
        <w:t xml:space="preserve"> هُوَ يَبُورُ (١٠</w:t>
      </w:r>
      <w:r w:rsidR="009229E3">
        <w:rPr>
          <w:rtl/>
        </w:rPr>
        <w:t>)</w:t>
      </w:r>
    </w:p>
    <w:p w:rsidR="001A403D" w:rsidRDefault="001A403D" w:rsidP="00E36567">
      <w:pPr>
        <w:pStyle w:val="libBoldItalic"/>
      </w:pPr>
      <w:r>
        <w:t>Whoever desires honour, then all Honour belongs to Allah, unto Him good word ascends, and the pious deed raises it. And those who plot evil deeds, for them is severe punishment, and the plotting of those, that will perish. (10)</w:t>
      </w:r>
    </w:p>
    <w:p w:rsidR="001A403D" w:rsidRDefault="001A403D" w:rsidP="00E36567">
      <w:pPr>
        <w:pStyle w:val="libNormal"/>
      </w:pPr>
      <w:r>
        <w:t>1-About the saying of Allah Azza wa Jalla, “Good word ascends to Him and the righteous deed raises it” Imam Jafar Sadiq asws said while pointing his hand to his chest: Walayat of us the Ahlul Bait asws, who does not love us, Allah does not let his deeds to rise up. (al-Burhan, v6, p356)</w:t>
      </w:r>
    </w:p>
    <w:p w:rsidR="001A403D" w:rsidRDefault="001A403D" w:rsidP="00E36567">
      <w:pPr>
        <w:pStyle w:val="libNormal"/>
      </w:pPr>
      <w:r>
        <w:t>2-Imam Ali Raza asws said about this verse: Kalimut-Tayyib is this word of Momin “La ilaha illallah Mohammadur Rasool Allah Ali un Wali Ullah wa Khalifatun Haqqan wa Khulafa’ohu Khulafa Allah”  and good deed raises it, and this is its proof, and deed means that faith which is in the heart that whatever word is uttered by tongue is right. (al-Burhan, v6, p356)</w:t>
      </w:r>
    </w:p>
    <w:p w:rsidR="001A403D" w:rsidRDefault="001A403D" w:rsidP="00E36567">
      <w:pPr>
        <w:pStyle w:val="libNormal"/>
      </w:pPr>
      <w:r>
        <w:t>3-Rasool Allah sawaw said: Every word is confirmed by the deed, which testifies it or belies it. When child of Adam (a.s.) says something and testifies his word by his deed, then his word reaches Allah due to his deed. And if said something and opposed his word by his deed, then Allah rejects his word upon his Khabees (vile) deed, and he will be thrown into Hell due to them. (Tafseer Qummi, p558)</w:t>
      </w:r>
    </w:p>
    <w:p w:rsidR="001A403D" w:rsidRDefault="001A403D" w:rsidP="009229E3">
      <w:pPr>
        <w:pStyle w:val="libCenterBold1"/>
      </w:pPr>
      <w:r>
        <w:t>Lesson:</w:t>
      </w:r>
    </w:p>
    <w:p w:rsidR="001A403D" w:rsidRDefault="001A403D" w:rsidP="001A403D">
      <w:pPr>
        <w:pStyle w:val="libNormal"/>
      </w:pPr>
      <w:r>
        <w:t>1-It is very clear from Ahadees of Masumeen asws, Kalima Tayyiba is that in which Tauheed of Allah, Risalat of Mohammad Mustafa sawaw, and Walayat of holy Imams asws is mentioned. One can not find anywhere that Zikr-e-Walayat is not part of Kalima. This is evil plot of Majoosi Muqassir Mulla.</w:t>
      </w:r>
    </w:p>
    <w:p w:rsidR="001A403D" w:rsidRDefault="001A403D" w:rsidP="001A403D">
      <w:pPr>
        <w:pStyle w:val="libNormal"/>
      </w:pPr>
      <w:r>
        <w:t>2-Who testifies this Kalima with heart, then confirms it with his deed, i.e. mentions Tauheed, Risalat, and Walayat in his deed, then Allah accepts that deed, otherwise the doer of the deed is thrown into Hell along with his word &amp; deed. In which deed Zikr-e-Ali asws is not present that deed is Khabees. And whose words and deeds differ, he is hypocrite denier of Walayat Muqassir.</w:t>
      </w:r>
    </w:p>
    <w:p w:rsidR="001A403D" w:rsidRDefault="001A403D" w:rsidP="001A403D">
      <w:pPr>
        <w:pStyle w:val="libNormal"/>
      </w:pPr>
      <w:r>
        <w:t>3-Imam Jafar Sadiq asws said: Kalima Tayyiba is word of Momin, “La ilaha illallah Mohammadur Rasool Allah Ali un Wali Ullah wa Khalifatu Rasool Allah” and the righteous deed is that there is belief in the heart that this (Kalima) is Haqq from Allah, there is no doubt in it that this is from the Rabb of the worlds.</w:t>
      </w:r>
    </w:p>
    <w:p w:rsidR="001A403D" w:rsidRDefault="001A403D" w:rsidP="001A403D">
      <w:pPr>
        <w:pStyle w:val="libNormal"/>
      </w:pPr>
      <w:r>
        <w:t>4-After this Hadees of Masoom asws if any Muqassir says that there is no proof that “Ali un Waliullah” is a part of Kalima, then know that there is not doubt about him being illegitimate.</w:t>
      </w:r>
    </w:p>
    <w:p w:rsidR="001A403D" w:rsidRDefault="001A403D" w:rsidP="00385B48">
      <w:pPr>
        <w:pStyle w:val="libAr"/>
      </w:pPr>
      <w:r>
        <w:rPr>
          <w:rFonts w:hint="eastAsia"/>
          <w:rtl/>
        </w:rPr>
        <w:lastRenderedPageBreak/>
        <w:t>وَ</w:t>
      </w:r>
      <w:r>
        <w:rPr>
          <w:rFonts w:hint="cs"/>
          <w:rtl/>
        </w:rPr>
        <w:t>ٱ</w:t>
      </w:r>
      <w:r>
        <w:rPr>
          <w:rFonts w:hint="eastAsia"/>
          <w:rtl/>
        </w:rPr>
        <w:t>للَّهُ</w:t>
      </w:r>
      <w:r>
        <w:rPr>
          <w:rtl/>
        </w:rPr>
        <w:t xml:space="preserve"> خَلَقَكُم مِّن تُرَابٍ۬ ثُمَّ مِن نُّطۡفَةٍ۬ ثُمَّ جَعَلَكُمۡ أَزۡوَ</w:t>
      </w:r>
      <w:r w:rsidR="005B7B9E" w:rsidRPr="005B7B9E">
        <w:rPr>
          <w:rFonts w:hint="cs"/>
          <w:rtl/>
        </w:rPr>
        <w:t>ا</w:t>
      </w:r>
      <w:r>
        <w:rPr>
          <w:rFonts w:hint="eastAsia"/>
          <w:rtl/>
        </w:rPr>
        <w:t>جً۬اۚ</w:t>
      </w:r>
      <w:r>
        <w:rPr>
          <w:rtl/>
        </w:rPr>
        <w:t xml:space="preserve"> وَمَا تَحۡمِلُ مِنۡ أُنثَىٰ وَلَا تَضَعُ إِلَّا بِعِلۡمِهِۚ</w:t>
      </w:r>
      <w:r>
        <w:rPr>
          <w:rFonts w:hint="cs"/>
          <w:rtl/>
        </w:rPr>
        <w:t>ۦ</w:t>
      </w:r>
      <w:r>
        <w:rPr>
          <w:rtl/>
        </w:rPr>
        <w:t xml:space="preserve"> وَمَا يُعَمَّرُ مِن مُّعَمَّرٍ۬ وَلَا يُنقَصُ مِنۡ عُمُرِهِ</w:t>
      </w:r>
      <w:r>
        <w:rPr>
          <w:rFonts w:hint="cs"/>
          <w:rtl/>
        </w:rPr>
        <w:t>ۦۤ</w:t>
      </w:r>
      <w:r>
        <w:rPr>
          <w:rtl/>
        </w:rPr>
        <w:t xml:space="preserve"> إِلَّا فِى كِتَـٰبٍۚ إِنَّ ذَ</w:t>
      </w:r>
      <w:r w:rsidR="005B7B9E" w:rsidRPr="005B7B9E">
        <w:rPr>
          <w:rFonts w:hint="cs"/>
          <w:rtl/>
        </w:rPr>
        <w:t>ا</w:t>
      </w:r>
      <w:r>
        <w:rPr>
          <w:rFonts w:hint="eastAsia"/>
          <w:rtl/>
        </w:rPr>
        <w:t>لِكَ</w:t>
      </w:r>
      <w:r>
        <w:rPr>
          <w:rtl/>
        </w:rPr>
        <w:t xml:space="preserve"> عَلَى </w:t>
      </w:r>
      <w:r>
        <w:rPr>
          <w:rFonts w:hint="cs"/>
          <w:rtl/>
        </w:rPr>
        <w:t>ٱ</w:t>
      </w:r>
      <w:r>
        <w:rPr>
          <w:rFonts w:hint="eastAsia"/>
          <w:rtl/>
        </w:rPr>
        <w:t>للَّهِ</w:t>
      </w:r>
      <w:r>
        <w:rPr>
          <w:rtl/>
        </w:rPr>
        <w:t xml:space="preserve"> يَسِيرٌ۬ (١١</w:t>
      </w:r>
      <w:r w:rsidR="009229E3">
        <w:rPr>
          <w:rtl/>
        </w:rPr>
        <w:t>)</w:t>
      </w:r>
    </w:p>
    <w:p w:rsidR="001A403D" w:rsidRDefault="001A403D" w:rsidP="00E36567">
      <w:pPr>
        <w:pStyle w:val="libBoldItalic"/>
      </w:pPr>
      <w:r>
        <w:t>And Allah created you from dust, then from semen, then He made you pairs. No female conceives nor does give birth except with His knowledge. And no aged person is granted life nor is his lifespan lessened, but it is recorded in a Book, indeed that is easy for Allah. (11)</w:t>
      </w:r>
    </w:p>
    <w:p w:rsidR="001A403D" w:rsidRDefault="001A403D" w:rsidP="00E36567">
      <w:pPr>
        <w:pStyle w:val="libNormal"/>
      </w:pPr>
      <w:r>
        <w:t>1-Imam Mohammad Baqir asws said: Who does not visit mausoleum of Imam Hussain asws while he is nearby, Allah reduces his age, then if someone says that he died thirty years before his appointed time (destiny, Ajal), so he is right, and this is because he left his (asws) Ziyarat. So do not leave his (asws) Ziyarat, Allah will help you in your progress, and will increase your provision. And if you leave his Ziyarat, then Allah will decrease your progress and provision, thus hasten (excel) to do his Ziyarat, and do not leave it because Hussain ibne Ali asws will be himself its witness for you in the Presence of Allah and in the presence of His Rasool sawaw and in the presence of Ali asws &amp; Fatima asws. (al-Burhan, v6, p359)</w:t>
      </w:r>
    </w:p>
    <w:p w:rsidR="001A403D" w:rsidRDefault="001A403D" w:rsidP="00E36567">
      <w:pPr>
        <w:pStyle w:val="libNormal"/>
      </w:pPr>
      <w:r>
        <w:t>2-Imam Jafar Sadiq asws said: We do not know anything which increases age except kind relationship. If someone has left three years in his fate and he does kindness to relations, then Allah makes addition of thirty years in his life, so makes it thirty three years. And if life is thirty three years and he cuts off relations, then Allah lessens thirty years, and makes his life three years. (al-Burhan, v6, p359)</w:t>
      </w:r>
    </w:p>
    <w:p w:rsidR="001A403D" w:rsidRDefault="001A403D" w:rsidP="009229E3">
      <w:pPr>
        <w:pStyle w:val="libCenterBold1"/>
      </w:pPr>
      <w:r>
        <w:t>Lesson:</w:t>
      </w:r>
    </w:p>
    <w:p w:rsidR="001A403D" w:rsidRDefault="001A403D" w:rsidP="001A403D">
      <w:pPr>
        <w:pStyle w:val="libNormal"/>
      </w:pPr>
      <w:r>
        <w:t>1-Kind relation means to adhere to Walayat of Masumeen asws and Mawaddat of Masumeen asws. After that kind relation is applicable generally i.e. kind behaviour and treatment to near ones. Provision is Marifat of Walayat, which progresses in grades by going for Ziyaraat, and respect of Sha’airullah increases piety.</w:t>
      </w:r>
    </w:p>
    <w:p w:rsidR="001A403D" w:rsidRDefault="001A403D" w:rsidP="001A403D">
      <w:pPr>
        <w:pStyle w:val="libNormal"/>
      </w:pPr>
      <w:r>
        <w:t>2-The blessings bestowed by doing Ziyarat of Imam Hussain asws cannot be encompassed. Hussain asws is that Rahman &amp; Kareem who can bestow by changing what is written on the Guarded Tablet. Everyday seventy thousand Angels (a.s.) come down, who do Tawaf of Ka’ba, then they do Ziyarat of Rasool Allah sawaw and then Ziyarat of Amirul Momineen asws, then they stay with Imam Hussain asws and go back to the heavens at dawn, they never get a turn for ever.</w:t>
      </w:r>
    </w:p>
    <w:p w:rsidR="001A403D" w:rsidRDefault="001A403D" w:rsidP="001A403D">
      <w:pPr>
        <w:pStyle w:val="libNormal"/>
      </w:pPr>
      <w:r>
        <w:t>Infallible Angels (a.s.) keep waiting to go for Ziyarat in Karbala, while they are living near Allah in the heavens. Enemy of Allah the Muqassir Mulla issues Fatwa that one should not do hard Matam like fools, nor one should shed blood, because both these actions harm your body. While doing Matam, lamenting, reciting Naoha, and shedding blood is Sunnah of Prophets (a.s.) and Masumeen asws. Who forbid Azadari, is a soldier of Yazid (l.u.).</w:t>
      </w:r>
    </w:p>
    <w:p w:rsidR="001A403D" w:rsidRDefault="001A403D" w:rsidP="00385B48">
      <w:pPr>
        <w:pStyle w:val="libAr"/>
      </w:pPr>
      <w:r>
        <w:rPr>
          <w:rFonts w:hint="eastAsia"/>
          <w:rtl/>
        </w:rPr>
        <w:t>إِنَّآ</w:t>
      </w:r>
      <w:r>
        <w:rPr>
          <w:rtl/>
        </w:rPr>
        <w:t xml:space="preserve"> أَرۡسَلۡنَـٰكَ بِ</w:t>
      </w:r>
      <w:r>
        <w:rPr>
          <w:rFonts w:hint="cs"/>
          <w:rtl/>
        </w:rPr>
        <w:t>ٱ</w:t>
      </w:r>
      <w:r>
        <w:rPr>
          <w:rFonts w:hint="eastAsia"/>
          <w:rtl/>
        </w:rPr>
        <w:t>لۡحَقِّ</w:t>
      </w:r>
      <w:r>
        <w:rPr>
          <w:rtl/>
        </w:rPr>
        <w:t xml:space="preserve"> بَشِيرً۬ا وَنَذِيرً۬اۚ وَإِن مِّنۡ أُمَّةٍ إِلَّا خَلَا فِي</w:t>
      </w:r>
      <w:r w:rsidR="001E6BAB" w:rsidRPr="001E6BAB">
        <w:rPr>
          <w:rFonts w:hint="cs"/>
          <w:rtl/>
        </w:rPr>
        <w:t>ه</w:t>
      </w:r>
      <w:r w:rsidRPr="00595365">
        <w:rPr>
          <w:rFonts w:hint="cs"/>
          <w:rtl/>
        </w:rPr>
        <w:t>ا نَذِيرٌ۬ (٢٤</w:t>
      </w:r>
      <w:r w:rsidR="009229E3">
        <w:rPr>
          <w:rtl/>
        </w:rPr>
        <w:t>)</w:t>
      </w:r>
    </w:p>
    <w:p w:rsidR="001A403D" w:rsidRDefault="001A403D" w:rsidP="00E36567">
      <w:pPr>
        <w:pStyle w:val="libBoldItalic"/>
      </w:pPr>
      <w:r>
        <w:lastRenderedPageBreak/>
        <w:t>Indeed We have sent you with the Haqq (Truth), a bearer of glad tidings and a warner; and there is not a nation but a warner has passed among them. (24)</w:t>
      </w:r>
    </w:p>
    <w:p w:rsidR="001A403D" w:rsidRDefault="001A403D" w:rsidP="00E36567">
      <w:pPr>
        <w:pStyle w:val="libNormal"/>
      </w:pPr>
      <w:r>
        <w:t>1-Imam Mohammad Baqir asws said: Mohammad Mustafa sawaw did not go from the world until a warner was appointed for him. If anyone says that it did not happen, then it is as Rasool Allah sawaw lost those among his Ummah who were still to come (to be born) from men. It was asked: Is Quran not sufficient for them? Said: Yes, but they have to find its Mufassir (exegetist). It was asked: Did Rasool Allah sawaw not did its Tafseer? Said: Yes, but did its Tafseer for one man, and did Tafseer of status of that man for the Ummah, and he is Ali bin Abi Talib asws. (Tafseer Safi, v3, p179)</w:t>
      </w:r>
    </w:p>
    <w:p w:rsidR="001A403D" w:rsidRDefault="001A403D" w:rsidP="009229E3">
      <w:pPr>
        <w:pStyle w:val="libCenterBold1"/>
      </w:pPr>
      <w:r>
        <w:t>Lesson:</w:t>
      </w:r>
    </w:p>
    <w:p w:rsidR="001A403D" w:rsidRDefault="001A403D" w:rsidP="001A403D">
      <w:pPr>
        <w:pStyle w:val="libNormal"/>
      </w:pPr>
      <w:r>
        <w:t>1-Warner (Nazeer) is a Prophet (a.s.) or his Wasi asws, and for every period of time there is an Imam asws present. To understand Quran properly we need its teacher who does its translation, Tafseer and Taweel as Allah wills. That is why wisdom and philosophy of Muqassir Mullah has exhausted and his knowledge is depleted, so he is croaking like a frog in a well that only five hundred verses in Quran are about Shariah. If we try to understand Quran in the light of the teachings of Lisanullah asws, then all the problems will be solved. Therefore Rasool Allah sawaw did Tafseer of the status of Maola Ali asws on several occasions repeatedly that duty of Ummah is to adhere to Walayat-e-Ali asws, instead of start making Wali yourself and start understanding Quran yourself without the guidance of Imam asws.</w:t>
      </w:r>
    </w:p>
    <w:p w:rsidR="001A403D" w:rsidRDefault="001A403D" w:rsidP="00385B48">
      <w:pPr>
        <w:pStyle w:val="libAr"/>
      </w:pPr>
      <w:r>
        <w:rPr>
          <w:rFonts w:hint="eastAsia"/>
          <w:rtl/>
        </w:rPr>
        <w:t>وَ</w:t>
      </w:r>
      <w:r>
        <w:rPr>
          <w:rFonts w:hint="cs"/>
          <w:rtl/>
        </w:rPr>
        <w:t>ٱ</w:t>
      </w:r>
      <w:r>
        <w:rPr>
          <w:rFonts w:hint="eastAsia"/>
          <w:rtl/>
        </w:rPr>
        <w:t>لَّذِينَ</w:t>
      </w:r>
      <w:r>
        <w:rPr>
          <w:rtl/>
        </w:rPr>
        <w:t xml:space="preserve"> كَفَرُواْ لَهُمۡ نَارُ جَهَنَّمَ لَا يُقۡضَىٰ عَلَيۡهِمۡ فَيَمُوتُواْ وَلَا يُخَفَّفُ عَنۡهُم مِّنۡ عَذَابِهَاۚ كَذَ</w:t>
      </w:r>
      <w:r w:rsidR="005B7B9E" w:rsidRPr="005B7B9E">
        <w:rPr>
          <w:rFonts w:hint="cs"/>
          <w:rtl/>
        </w:rPr>
        <w:t>ا</w:t>
      </w:r>
      <w:r>
        <w:rPr>
          <w:rFonts w:hint="eastAsia"/>
          <w:rtl/>
        </w:rPr>
        <w:t>لِكَ</w:t>
      </w:r>
      <w:r>
        <w:rPr>
          <w:rtl/>
        </w:rPr>
        <w:t xml:space="preserve"> نَجۡزِى كُلَّ </w:t>
      </w:r>
      <w:r w:rsidR="001E6BAB" w:rsidRPr="001E6BAB">
        <w:rPr>
          <w:rFonts w:hint="cs"/>
          <w:rtl/>
        </w:rPr>
        <w:t>ک</w:t>
      </w:r>
      <w:r>
        <w:rPr>
          <w:rFonts w:hint="eastAsia"/>
          <w:rtl/>
        </w:rPr>
        <w:t>فُورٍ۬</w:t>
      </w:r>
      <w:r>
        <w:rPr>
          <w:rtl/>
        </w:rPr>
        <w:t xml:space="preserve"> (٣٦</w:t>
      </w:r>
      <w:r w:rsidR="009229E3">
        <w:rPr>
          <w:rtl/>
        </w:rPr>
        <w:t>)</w:t>
      </w:r>
      <w:r>
        <w:rPr>
          <w:rtl/>
        </w:rPr>
        <w:t xml:space="preserve"> وَهُمۡ يَصۡطَرِخُونَ فِي</w:t>
      </w:r>
      <w:r w:rsidR="001E6BAB" w:rsidRPr="001E6BAB">
        <w:rPr>
          <w:rFonts w:hint="cs"/>
          <w:rtl/>
        </w:rPr>
        <w:t>ه</w:t>
      </w:r>
      <w:r w:rsidRPr="00595365">
        <w:rPr>
          <w:rFonts w:hint="cs"/>
          <w:rtl/>
        </w:rPr>
        <w:t>ا رَبَّنَآ أَخۡرِجۡنَا نَعۡمَلۡ صَـٰلِحًا غ</w:t>
      </w:r>
      <w:r>
        <w:rPr>
          <w:rtl/>
        </w:rPr>
        <w:t xml:space="preserve">َيۡرَ </w:t>
      </w:r>
      <w:r>
        <w:rPr>
          <w:rFonts w:hint="cs"/>
          <w:rtl/>
        </w:rPr>
        <w:t>ٱ</w:t>
      </w:r>
      <w:r>
        <w:rPr>
          <w:rFonts w:hint="eastAsia"/>
          <w:rtl/>
        </w:rPr>
        <w:t>لَّذِى</w:t>
      </w:r>
      <w:r>
        <w:rPr>
          <w:rtl/>
        </w:rPr>
        <w:t xml:space="preserve"> </w:t>
      </w:r>
      <w:r w:rsidR="001E6BAB" w:rsidRPr="001E6BAB">
        <w:rPr>
          <w:rFonts w:hint="cs"/>
          <w:rtl/>
        </w:rPr>
        <w:t>ک</w:t>
      </w:r>
      <w:r>
        <w:rPr>
          <w:rFonts w:hint="eastAsia"/>
          <w:rtl/>
        </w:rPr>
        <w:t>نَّا</w:t>
      </w:r>
      <w:r>
        <w:rPr>
          <w:rtl/>
        </w:rPr>
        <w:t xml:space="preserve"> نَعۡمَلُۚ أَوَلَمۡ نُعَمِّرۡكُم مَّا يَتَذَ</w:t>
      </w:r>
      <w:r w:rsidR="001E6BAB" w:rsidRPr="001E6BAB">
        <w:rPr>
          <w:rFonts w:hint="cs"/>
          <w:rtl/>
        </w:rPr>
        <w:t>ک</w:t>
      </w:r>
      <w:r>
        <w:rPr>
          <w:rFonts w:hint="eastAsia"/>
          <w:rtl/>
        </w:rPr>
        <w:t>رُ</w:t>
      </w:r>
      <w:r>
        <w:rPr>
          <w:rtl/>
        </w:rPr>
        <w:t xml:space="preserve"> فِيهِ مَن تَذَكَّرَ وَجَآءَكُمُ </w:t>
      </w:r>
      <w:r>
        <w:rPr>
          <w:rFonts w:hint="cs"/>
          <w:rtl/>
        </w:rPr>
        <w:t>ٱ</w:t>
      </w:r>
      <w:r>
        <w:rPr>
          <w:rFonts w:hint="eastAsia"/>
          <w:rtl/>
        </w:rPr>
        <w:t>لنَّذِيرُۖ</w:t>
      </w:r>
      <w:r>
        <w:rPr>
          <w:rtl/>
        </w:rPr>
        <w:t xml:space="preserve"> فَذُوقُواْ فَمَا لِلظَّـٰلِمِينَ مِن نَّصِيرٍ (٣٧</w:t>
      </w:r>
      <w:r w:rsidR="009229E3">
        <w:rPr>
          <w:rtl/>
        </w:rPr>
        <w:t>)</w:t>
      </w:r>
    </w:p>
    <w:p w:rsidR="001A403D" w:rsidRDefault="001A403D" w:rsidP="00E36567">
      <w:pPr>
        <w:pStyle w:val="libBoldItalic"/>
      </w:pPr>
      <w:r>
        <w:t>And for those who disbelieve, for them is fire of Hell; it is not decreed for them so they may die, nor is its punishment lightened for them, thus We punish every ingrate. (36) And they will cry out therein, (saying): Our Rabb! Release us; we will do right deeds, other than what we used to do. Did not We grant you a life enough for whoever would remember to remember therein, and the warner came to you? So taste (the punishment), for there is not any helper for the unjust ones. (37)</w:t>
      </w:r>
    </w:p>
    <w:p w:rsidR="001A403D" w:rsidRDefault="001A403D" w:rsidP="00E36567">
      <w:pPr>
        <w:pStyle w:val="libNormal"/>
      </w:pPr>
      <w:r>
        <w:t xml:space="preserve">1-Maola Ali asws said: Rasool Allah sawaw said to me: Ya Ali asws! The matter is between your lovers and those who used to cool their eyes with the world until death came on them. Then said: “Our Rabb! Take us out; we will do right deeds, other than what we used to do” it means that when your enemies will enter Fire, then will say, “Our Rabb! Take us out, we will do righteous deeds” in Walayat-e-Ali asws, “other than what we used to do” in his (asws) animosity. So they will be answered: “Did we not gave you a life enough in which whoever wanted to take heed, would have taken heed, and the warner came to you as well” meaning Nabi Akram sawaw, “so taste punishment, for there is not any helper for who does </w:t>
      </w:r>
      <w:r>
        <w:lastRenderedPageBreak/>
        <w:t>injustice” to Aal-e-Mohammad asws,  who can help them and save them from that (torment) and hide punishment from them. (al-Burhan, v6, p373)</w:t>
      </w:r>
    </w:p>
    <w:p w:rsidR="001A403D" w:rsidRDefault="001A403D" w:rsidP="009229E3">
      <w:pPr>
        <w:pStyle w:val="libCenterBold1"/>
      </w:pPr>
      <w:r>
        <w:t>Lesson:</w:t>
      </w:r>
    </w:p>
    <w:p w:rsidR="001A403D" w:rsidRDefault="001A403D" w:rsidP="001A403D">
      <w:pPr>
        <w:pStyle w:val="libNormal"/>
      </w:pPr>
      <w:r>
        <w:t>1-Who are turning away from Walayat-e-Ali asws and making their eyes cool by colourful Fatawa of Muqassir Mulla, still if they wake up it will be beneficial for them. Righteous deeds are those which are based on Walayat-e-Ali asws, and Khabees deed is that which is done by the order of opponents of Walayat and testimony of Walayat is not included. Allah Ta’ala and His Rasool Mohammad Mustafa sawaw have warned again and again not to neglect or do any shortfall about Walayat-e-Ali asws.</w:t>
      </w:r>
    </w:p>
    <w:p w:rsidR="001A403D" w:rsidRDefault="001A403D" w:rsidP="00385B48">
      <w:pPr>
        <w:pStyle w:val="libAr"/>
      </w:pPr>
      <w:r>
        <w:rPr>
          <w:rFonts w:hint="cs"/>
          <w:rtl/>
        </w:rPr>
        <w:t>ٱ</w:t>
      </w:r>
      <w:r>
        <w:rPr>
          <w:rFonts w:hint="eastAsia"/>
          <w:rtl/>
        </w:rPr>
        <w:t>سۡتِكۡبَارً۬ا</w:t>
      </w:r>
      <w:r>
        <w:rPr>
          <w:rtl/>
        </w:rPr>
        <w:t xml:space="preserve"> فِى </w:t>
      </w:r>
      <w:r>
        <w:rPr>
          <w:rFonts w:hint="cs"/>
          <w:rtl/>
        </w:rPr>
        <w:t>ٱ</w:t>
      </w:r>
      <w:r>
        <w:rPr>
          <w:rFonts w:hint="eastAsia"/>
          <w:rtl/>
        </w:rPr>
        <w:t>لۡأَرۡضِ</w:t>
      </w:r>
      <w:r>
        <w:rPr>
          <w:rtl/>
        </w:rPr>
        <w:t xml:space="preserve"> وَمَكۡرَ </w:t>
      </w:r>
      <w:r>
        <w:rPr>
          <w:rFonts w:hint="cs"/>
          <w:rtl/>
        </w:rPr>
        <w:t>ٱ</w:t>
      </w:r>
      <w:r>
        <w:rPr>
          <w:rFonts w:hint="eastAsia"/>
          <w:rtl/>
        </w:rPr>
        <w:t>لسَّيِّىِٕۚ</w:t>
      </w:r>
      <w:r>
        <w:rPr>
          <w:rtl/>
        </w:rPr>
        <w:t xml:space="preserve"> وَلَا يَحِيقُ </w:t>
      </w:r>
      <w:r>
        <w:rPr>
          <w:rFonts w:hint="cs"/>
          <w:rtl/>
        </w:rPr>
        <w:t>ٱ</w:t>
      </w:r>
      <w:r>
        <w:rPr>
          <w:rFonts w:hint="eastAsia"/>
          <w:rtl/>
        </w:rPr>
        <w:t>لۡمَكۡرُ</w:t>
      </w:r>
      <w:r>
        <w:rPr>
          <w:rtl/>
        </w:rPr>
        <w:t xml:space="preserve"> </w:t>
      </w:r>
      <w:r>
        <w:rPr>
          <w:rFonts w:hint="cs"/>
          <w:rtl/>
        </w:rPr>
        <w:t>ٱ</w:t>
      </w:r>
      <w:r>
        <w:rPr>
          <w:rFonts w:hint="eastAsia"/>
          <w:rtl/>
        </w:rPr>
        <w:t>لسَّيِّئُ</w:t>
      </w:r>
      <w:r>
        <w:rPr>
          <w:rtl/>
        </w:rPr>
        <w:t xml:space="preserve"> إِلَّا بِأَهۡلِهِۚ</w:t>
      </w:r>
      <w:r>
        <w:rPr>
          <w:rFonts w:hint="cs"/>
          <w:rtl/>
        </w:rPr>
        <w:t>ۦ</w:t>
      </w:r>
      <w:r>
        <w:rPr>
          <w:rtl/>
        </w:rPr>
        <w:t xml:space="preserve"> فَهَلۡ يَنظُرُونَ إِلَّا سُنَّتَ </w:t>
      </w:r>
      <w:r>
        <w:rPr>
          <w:rFonts w:hint="cs"/>
          <w:rtl/>
        </w:rPr>
        <w:t>ٱ</w:t>
      </w:r>
      <w:r>
        <w:rPr>
          <w:rFonts w:hint="eastAsia"/>
          <w:rtl/>
        </w:rPr>
        <w:t>لۡأَوَّلِينَۚ</w:t>
      </w:r>
      <w:r>
        <w:rPr>
          <w:rtl/>
        </w:rPr>
        <w:t xml:space="preserve"> فَلَن تَجِدَ لِسُنَّتِ </w:t>
      </w:r>
      <w:r>
        <w:rPr>
          <w:rFonts w:hint="cs"/>
          <w:rtl/>
        </w:rPr>
        <w:t>ٱ</w:t>
      </w:r>
      <w:r>
        <w:rPr>
          <w:rFonts w:hint="eastAsia"/>
          <w:rtl/>
        </w:rPr>
        <w:t>للَّهِ</w:t>
      </w:r>
      <w:r>
        <w:rPr>
          <w:rtl/>
        </w:rPr>
        <w:t xml:space="preserve"> تَبۡدِيلاً۬ۖ وَلَن تَجِدَ لِسُنَّتِ </w:t>
      </w:r>
      <w:r>
        <w:rPr>
          <w:rFonts w:hint="cs"/>
          <w:rtl/>
        </w:rPr>
        <w:t>ٱ</w:t>
      </w:r>
      <w:r>
        <w:rPr>
          <w:rFonts w:hint="eastAsia"/>
          <w:rtl/>
        </w:rPr>
        <w:t>للَّهِ</w:t>
      </w:r>
      <w:r>
        <w:rPr>
          <w:rtl/>
        </w:rPr>
        <w:t xml:space="preserve"> تَحۡوِيلاً (٤٣</w:t>
      </w:r>
      <w:r w:rsidR="009229E3">
        <w:rPr>
          <w:rtl/>
        </w:rPr>
        <w:t>)</w:t>
      </w:r>
    </w:p>
    <w:p w:rsidR="001A403D" w:rsidRDefault="001A403D" w:rsidP="00E36567">
      <w:pPr>
        <w:pStyle w:val="libBoldItalic"/>
      </w:pPr>
      <w:r>
        <w:t>Arrogance on the earth and plotting evil; and the evil plot does not encompass except its own people. Then are they waiting expect the way (fate) of the former people? But you will never find any change in the Sunnah of Allah, and you will never find any alteration in the Sunnah of Allah. (43)</w:t>
      </w:r>
    </w:p>
    <w:p w:rsidR="001A403D" w:rsidRDefault="001A403D" w:rsidP="00E36567">
      <w:pPr>
        <w:pStyle w:val="libNormal"/>
      </w:pPr>
      <w:r>
        <w:t>1-Amirul Momineen asws said: In the Book of Allah, three characteristics have been attributed to the people: Rebellion and evil plot and breaking covenant. Allah says, “O people, your rebellion is only against yourselves” (Younus, v23) and says, “so who breaks his promise, he breaks only against himself” (Fat’ha, v10) and says, “and the evil plot does not encompass except its plotters”  and certainly rebellion was done against us, and our allegiance was broken, and evil plot was done against us. (al-Burhan, v6, p375)</w:t>
      </w:r>
    </w:p>
    <w:p w:rsidR="001A403D" w:rsidRDefault="001A403D" w:rsidP="009229E3">
      <w:pPr>
        <w:pStyle w:val="libCenterBold1"/>
      </w:pPr>
      <w:r>
        <w:t>Lesson:</w:t>
      </w:r>
    </w:p>
    <w:p w:rsidR="001A403D" w:rsidRDefault="001A403D" w:rsidP="001A403D">
      <w:pPr>
        <w:pStyle w:val="libNormal"/>
      </w:pPr>
      <w:r>
        <w:t>1-Allah the All Aware &amp; Knower has completed His Deen according to the needs of the creations until Qiyamah. And there is never any change or alteration in the way &amp; Sunnah, Halaal &amp; Haraam, and rules &amp; regulations of Allah. But Muqassir Mulla is misguiding people: That was olden time, now the needs of the modern era are different, so accept me as your Wali, Imam, and Rahber (i.e. rebellion against Walayat-e-Ali asws), so that we will interchange some Halaal &amp; Haraam according to your desires and lusts (i.e. evil plots against the commandments of Masumeen asws), and we take your responsibility if you act on our Fatawa (i.e. to break the covenant of Walayat-e-Ali asws and Shafa’at, and to go on the side of opponents of Walayat-e-Ali asws).</w:t>
      </w:r>
    </w:p>
    <w:p w:rsidR="001A403D" w:rsidRDefault="001A403D" w:rsidP="001A403D">
      <w:pPr>
        <w:pStyle w:val="libNormal"/>
      </w:pPr>
      <w:r>
        <w:t>2-These evil plots &amp; frauds, arrogance &amp; transgression, and interference with Deen of Allah after breaking the covenant of Walayat-e-Ali asws, of Muqassireen will drown themselves. They are not deceiving Allah &amp; Masumeen asws but they are deceiving themselves.</w:t>
      </w:r>
    </w:p>
    <w:p w:rsidR="00EB2345" w:rsidRDefault="00EB2345" w:rsidP="00FC02E7">
      <w:pPr>
        <w:pStyle w:val="libNormal"/>
        <w:rPr>
          <w:rtl/>
        </w:rPr>
      </w:pPr>
      <w:r>
        <w:rPr>
          <w:rFonts w:hint="eastAsia"/>
        </w:rPr>
        <w:br w:type="page"/>
      </w:r>
    </w:p>
    <w:p w:rsidR="001A403D" w:rsidRDefault="00EB2345" w:rsidP="00EB2345">
      <w:pPr>
        <w:pStyle w:val="Heading1Center"/>
      </w:pPr>
      <w:bookmarkStart w:id="37" w:name="_Toc449789430"/>
      <w:r>
        <w:rPr>
          <w:rFonts w:hint="eastAsia"/>
          <w:rtl/>
        </w:rPr>
        <w:lastRenderedPageBreak/>
        <w:t>سُوۡرَةُ</w:t>
      </w:r>
      <w:r>
        <w:rPr>
          <w:rtl/>
        </w:rPr>
        <w:t xml:space="preserve"> </w:t>
      </w:r>
      <w:r w:rsidR="001A403D">
        <w:rPr>
          <w:rFonts w:hint="cs"/>
          <w:rtl/>
        </w:rPr>
        <w:t>ی</w:t>
      </w:r>
      <w:r w:rsidR="001A403D">
        <w:rPr>
          <w:rFonts w:hint="eastAsia"/>
          <w:rtl/>
        </w:rPr>
        <w:t>سٓ</w:t>
      </w:r>
      <w:bookmarkEnd w:id="37"/>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يسٓ</w:t>
      </w:r>
      <w:r>
        <w:rPr>
          <w:rtl/>
        </w:rPr>
        <w:t xml:space="preserve"> (١</w:t>
      </w:r>
      <w:r w:rsidR="009229E3">
        <w:rPr>
          <w:rtl/>
        </w:rPr>
        <w:t>)</w:t>
      </w:r>
      <w:r>
        <w:rPr>
          <w:rtl/>
        </w:rPr>
        <w:t xml:space="preserve"> وَ</w:t>
      </w:r>
      <w:r>
        <w:rPr>
          <w:rFonts w:hint="cs"/>
          <w:rtl/>
        </w:rPr>
        <w:t>ٱ</w:t>
      </w:r>
      <w:r>
        <w:rPr>
          <w:rFonts w:hint="eastAsia"/>
          <w:rtl/>
        </w:rPr>
        <w:t>لۡقُرۡءَانِ</w:t>
      </w:r>
      <w:r>
        <w:rPr>
          <w:rtl/>
        </w:rPr>
        <w:t xml:space="preserve"> </w:t>
      </w:r>
      <w:r>
        <w:rPr>
          <w:rFonts w:hint="cs"/>
          <w:rtl/>
        </w:rPr>
        <w:t>ٱ</w:t>
      </w:r>
      <w:r>
        <w:rPr>
          <w:rFonts w:hint="eastAsia"/>
          <w:rtl/>
        </w:rPr>
        <w:t>لۡحَكِيمِ</w:t>
      </w:r>
      <w:r>
        <w:rPr>
          <w:rtl/>
        </w:rPr>
        <w:t xml:space="preserve"> (٢</w:t>
      </w:r>
      <w:r w:rsidR="009229E3">
        <w:rPr>
          <w:rtl/>
        </w:rPr>
        <w:t>)</w:t>
      </w:r>
      <w:r>
        <w:rPr>
          <w:rtl/>
        </w:rPr>
        <w:t xml:space="preserve"> إِنَّكَ لَمِنَ </w:t>
      </w:r>
      <w:r>
        <w:rPr>
          <w:rFonts w:hint="cs"/>
          <w:rtl/>
        </w:rPr>
        <w:t>ٱ</w:t>
      </w:r>
      <w:r>
        <w:rPr>
          <w:rFonts w:hint="eastAsia"/>
          <w:rtl/>
        </w:rPr>
        <w:t>لۡمُرۡسَلِينَ</w:t>
      </w:r>
      <w:r>
        <w:rPr>
          <w:rtl/>
        </w:rPr>
        <w:t xml:space="preserve"> (٣</w:t>
      </w:r>
      <w:r w:rsidR="009229E3">
        <w:rPr>
          <w:rtl/>
        </w:rPr>
        <w:t>)</w:t>
      </w:r>
      <w:r>
        <w:rPr>
          <w:rtl/>
        </w:rPr>
        <w:t xml:space="preserve"> عَلَىٰ صِرَ</w:t>
      </w:r>
      <w:r w:rsidR="005B7B9E" w:rsidRPr="005B7B9E">
        <w:rPr>
          <w:rFonts w:hint="cs"/>
          <w:rtl/>
        </w:rPr>
        <w:t>ا</w:t>
      </w:r>
      <w:r>
        <w:rPr>
          <w:rFonts w:hint="eastAsia"/>
          <w:rtl/>
        </w:rPr>
        <w:t>طٍ۬</w:t>
      </w:r>
      <w:r>
        <w:rPr>
          <w:rtl/>
        </w:rPr>
        <w:t xml:space="preserve"> مُّسۡتَقِيمٍ۬ (٤</w:t>
      </w:r>
      <w:r w:rsidR="009229E3">
        <w:rPr>
          <w:rtl/>
        </w:rPr>
        <w:t>)</w:t>
      </w:r>
      <w:r>
        <w:rPr>
          <w:rtl/>
        </w:rPr>
        <w:t xml:space="preserve"> تَنزِيلَ </w:t>
      </w:r>
      <w:r>
        <w:rPr>
          <w:rFonts w:hint="cs"/>
          <w:rtl/>
        </w:rPr>
        <w:t>ٱ</w:t>
      </w:r>
      <w:r>
        <w:rPr>
          <w:rFonts w:hint="eastAsia"/>
          <w:rtl/>
        </w:rPr>
        <w:t>لۡعَزِيزِ</w:t>
      </w:r>
      <w:r>
        <w:rPr>
          <w:rtl/>
        </w:rPr>
        <w:t xml:space="preserve"> </w:t>
      </w:r>
      <w:r>
        <w:rPr>
          <w:rFonts w:hint="cs"/>
          <w:rtl/>
        </w:rPr>
        <w:t>ٱ</w:t>
      </w:r>
      <w:r>
        <w:rPr>
          <w:rFonts w:hint="eastAsia"/>
          <w:rtl/>
        </w:rPr>
        <w:t>لرَّحِيمِ</w:t>
      </w:r>
      <w:r>
        <w:rPr>
          <w:rtl/>
        </w:rPr>
        <w:t xml:space="preserve"> (٥</w:t>
      </w:r>
      <w:r w:rsidR="009229E3">
        <w:rPr>
          <w:rtl/>
        </w:rPr>
        <w:t>)</w:t>
      </w:r>
      <w:r>
        <w:rPr>
          <w:rtl/>
        </w:rPr>
        <w:t xml:space="preserve"> لِتُنذِرَ قَوۡمً۬ا مَّآ أُنذِرَ ءَابَآؤُهُمۡ فَهُمۡ غَـٰفِلُونَ (٦</w:t>
      </w:r>
      <w:r w:rsidR="009229E3">
        <w:rPr>
          <w:rtl/>
        </w:rPr>
        <w:t>)</w:t>
      </w:r>
      <w:r>
        <w:rPr>
          <w:rtl/>
        </w:rPr>
        <w:t xml:space="preserve"> لَقَدۡ حَقَّ </w:t>
      </w:r>
      <w:r>
        <w:rPr>
          <w:rFonts w:hint="cs"/>
          <w:rtl/>
        </w:rPr>
        <w:t>ٱ</w:t>
      </w:r>
      <w:r>
        <w:rPr>
          <w:rFonts w:hint="eastAsia"/>
          <w:rtl/>
        </w:rPr>
        <w:t>لۡقَوۡلُ</w:t>
      </w:r>
      <w:r>
        <w:rPr>
          <w:rtl/>
        </w:rPr>
        <w:t xml:space="preserve"> عَلَىٰٓ أَكۡثَرِهِمۡ ف</w:t>
      </w:r>
      <w:r>
        <w:rPr>
          <w:rFonts w:hint="eastAsia"/>
          <w:rtl/>
        </w:rPr>
        <w:t>َهُمۡ</w:t>
      </w:r>
      <w:r>
        <w:rPr>
          <w:rtl/>
        </w:rPr>
        <w:t xml:space="preserve"> لَا يُؤۡمِنُونَ (٧</w:t>
      </w:r>
      <w:r w:rsidR="009229E3">
        <w:rPr>
          <w:rtl/>
        </w:rPr>
        <w:t>)</w:t>
      </w:r>
      <w:r>
        <w:rPr>
          <w:rtl/>
        </w:rPr>
        <w:t xml:space="preserve"> إِنَّا جَعَلۡنَا فِىٓ أَعۡنَـٰقِهِمۡ أَغۡلَـٰلاً۬ فَهِىَ إِلَى </w:t>
      </w:r>
      <w:r>
        <w:rPr>
          <w:rFonts w:hint="cs"/>
          <w:rtl/>
        </w:rPr>
        <w:t>ٱ</w:t>
      </w:r>
      <w:r>
        <w:rPr>
          <w:rFonts w:hint="eastAsia"/>
          <w:rtl/>
        </w:rPr>
        <w:t>لۡأَذۡقَانِ</w:t>
      </w:r>
      <w:r>
        <w:rPr>
          <w:rtl/>
        </w:rPr>
        <w:t xml:space="preserve"> فَهُم مُّقۡمَحُونَ (٨</w:t>
      </w:r>
      <w:r w:rsidR="009229E3">
        <w:rPr>
          <w:rtl/>
        </w:rPr>
        <w:t>)</w:t>
      </w:r>
      <w:r>
        <w:rPr>
          <w:rtl/>
        </w:rPr>
        <w:t xml:space="preserve"> وَجَعَلۡنَا مِنۢ بَيۡنِ أَيۡدِي</w:t>
      </w:r>
      <w:r w:rsidR="001E6BAB" w:rsidRPr="001E6BAB">
        <w:rPr>
          <w:rFonts w:hint="cs"/>
          <w:rtl/>
        </w:rPr>
        <w:t>ه</w:t>
      </w:r>
      <w:r w:rsidRPr="00595365">
        <w:rPr>
          <w:rFonts w:hint="cs"/>
          <w:rtl/>
        </w:rPr>
        <w:t>مۡ سَدًّ۬ا وَمِنۡ خَلۡفِهِمۡ سَدًّ۬ا فَأَغۡشَيۡنَـٰهُمۡ فَهُمۡ لَا يُبۡصِرُونَ (٩</w:t>
      </w:r>
      <w:r w:rsidR="009229E3">
        <w:rPr>
          <w:rFonts w:hint="cs"/>
          <w:rtl/>
        </w:rPr>
        <w:t>)</w:t>
      </w:r>
      <w:r w:rsidRPr="00595365">
        <w:rPr>
          <w:rFonts w:hint="cs"/>
          <w:rtl/>
        </w:rPr>
        <w:t xml:space="preserve"> وَسَوَآءٌ عَلَ</w:t>
      </w:r>
      <w:r>
        <w:rPr>
          <w:rFonts w:hint="eastAsia"/>
          <w:rtl/>
        </w:rPr>
        <w:t>يۡ</w:t>
      </w:r>
      <w:r w:rsidR="001E6BAB" w:rsidRPr="001E6BAB">
        <w:rPr>
          <w:rFonts w:hint="cs"/>
          <w:rtl/>
        </w:rPr>
        <w:t>ه</w:t>
      </w:r>
      <w:r w:rsidRPr="00595365">
        <w:rPr>
          <w:rFonts w:hint="cs"/>
          <w:rtl/>
        </w:rPr>
        <w:t>مۡ</w:t>
      </w:r>
      <w:r>
        <w:rPr>
          <w:rtl/>
        </w:rPr>
        <w:t xml:space="preserve"> ءَأَنذَرۡتَهُمۡ أَمۡ لَمۡ تُنذِرۡهُمۡ لَا يُؤۡمِنُونَ (١٠</w:t>
      </w:r>
      <w:r w:rsidR="009229E3">
        <w:rPr>
          <w:rtl/>
        </w:rPr>
        <w:t>)</w:t>
      </w:r>
      <w:r>
        <w:rPr>
          <w:rtl/>
        </w:rPr>
        <w:t xml:space="preserve"> إِنَّمَا تُنذِرُ مَنِ </w:t>
      </w:r>
      <w:r>
        <w:rPr>
          <w:rFonts w:hint="cs"/>
          <w:rtl/>
        </w:rPr>
        <w:t>ٱ</w:t>
      </w:r>
      <w:r>
        <w:rPr>
          <w:rFonts w:hint="eastAsia"/>
          <w:rtl/>
        </w:rPr>
        <w:t>تَّبَعَ</w:t>
      </w:r>
      <w:r>
        <w:rPr>
          <w:rtl/>
        </w:rPr>
        <w:t xml:space="preserve"> </w:t>
      </w:r>
      <w:r>
        <w:rPr>
          <w:rFonts w:hint="cs"/>
          <w:rtl/>
        </w:rPr>
        <w:t>ٱ</w:t>
      </w:r>
      <w:r>
        <w:rPr>
          <w:rFonts w:hint="eastAsia"/>
          <w:rtl/>
        </w:rPr>
        <w:t>لذِّ</w:t>
      </w:r>
      <w:r w:rsidR="001E6BAB" w:rsidRPr="001E6BAB">
        <w:rPr>
          <w:rFonts w:hint="cs"/>
          <w:rtl/>
        </w:rPr>
        <w:t>ک</w:t>
      </w:r>
      <w:r w:rsidRPr="00595365">
        <w:rPr>
          <w:rFonts w:hint="cs"/>
          <w:rtl/>
        </w:rPr>
        <w:t>ۡ</w:t>
      </w:r>
      <w:r>
        <w:rPr>
          <w:rFonts w:hint="eastAsia"/>
          <w:rtl/>
        </w:rPr>
        <w:t>رَ</w:t>
      </w:r>
      <w:r>
        <w:rPr>
          <w:rtl/>
        </w:rPr>
        <w:t xml:space="preserve"> وَخَشِىَ </w:t>
      </w:r>
      <w:r>
        <w:rPr>
          <w:rFonts w:hint="cs"/>
          <w:rtl/>
        </w:rPr>
        <w:t>ٱ</w:t>
      </w:r>
      <w:r>
        <w:rPr>
          <w:rFonts w:hint="eastAsia"/>
          <w:rtl/>
        </w:rPr>
        <w:t>لرَّحۡمَـٰنَ</w:t>
      </w:r>
      <w:r>
        <w:rPr>
          <w:rtl/>
        </w:rPr>
        <w:t xml:space="preserve"> بِ</w:t>
      </w:r>
      <w:r>
        <w:rPr>
          <w:rFonts w:hint="cs"/>
          <w:rtl/>
        </w:rPr>
        <w:t>ٱ</w:t>
      </w:r>
      <w:r>
        <w:rPr>
          <w:rFonts w:hint="eastAsia"/>
          <w:rtl/>
        </w:rPr>
        <w:t>لۡغَيۡبِۖ</w:t>
      </w:r>
      <w:r>
        <w:rPr>
          <w:rtl/>
        </w:rPr>
        <w:t xml:space="preserve"> فَبَشِّرۡهُ بِمَغۡفِرَةٍ۬ وَأَجۡرٍ۬ </w:t>
      </w:r>
      <w:r w:rsidR="001E6BAB" w:rsidRPr="001E6BAB">
        <w:rPr>
          <w:rFonts w:hint="cs"/>
          <w:rtl/>
        </w:rPr>
        <w:t>ک</w:t>
      </w:r>
      <w:r>
        <w:rPr>
          <w:rFonts w:hint="eastAsia"/>
          <w:rtl/>
        </w:rPr>
        <w:t>رِيمٍ</w:t>
      </w:r>
      <w:r>
        <w:rPr>
          <w:rtl/>
        </w:rPr>
        <w:t xml:space="preserve"> (١١</w:t>
      </w:r>
      <w:r w:rsidR="009229E3">
        <w:rPr>
          <w:rtl/>
        </w:rPr>
        <w:t>)</w:t>
      </w:r>
      <w:r>
        <w:rPr>
          <w:rtl/>
        </w:rPr>
        <w:t xml:space="preserve"> إِنَّا نَحۡنُ نُحۡىِ </w:t>
      </w:r>
      <w:r>
        <w:rPr>
          <w:rFonts w:hint="cs"/>
          <w:rtl/>
        </w:rPr>
        <w:t>ٱ</w:t>
      </w:r>
      <w:r>
        <w:rPr>
          <w:rFonts w:hint="eastAsia"/>
          <w:rtl/>
        </w:rPr>
        <w:t>لۡمَوۡتَىٰ</w:t>
      </w:r>
      <w:r>
        <w:rPr>
          <w:rtl/>
        </w:rPr>
        <w:t xml:space="preserve"> وَنَ</w:t>
      </w:r>
      <w:r w:rsidR="001E6BAB" w:rsidRPr="001E6BAB">
        <w:rPr>
          <w:rFonts w:hint="cs"/>
          <w:rtl/>
        </w:rPr>
        <w:t>ک</w:t>
      </w:r>
      <w:r w:rsidRPr="00595365">
        <w:rPr>
          <w:rFonts w:hint="cs"/>
          <w:rtl/>
        </w:rPr>
        <w:t>ۡ</w:t>
      </w:r>
      <w:r>
        <w:rPr>
          <w:rFonts w:hint="eastAsia"/>
          <w:rtl/>
        </w:rPr>
        <w:t>تُبُ</w:t>
      </w:r>
      <w:r>
        <w:rPr>
          <w:rtl/>
        </w:rPr>
        <w:t xml:space="preserve"> مَا قَدَّمُواْ وَءَا</w:t>
      </w:r>
      <w:r>
        <w:rPr>
          <w:rFonts w:hint="eastAsia"/>
          <w:rtl/>
        </w:rPr>
        <w:t>ثَـٰرَهُمۡۚ</w:t>
      </w:r>
      <w:r>
        <w:rPr>
          <w:rtl/>
        </w:rPr>
        <w:t xml:space="preserve"> وَكُلَّ شَىۡءٍ أَحۡصَيۡنَـٰهُ فِىٓ إِمَامٍ۬ مُّبِينٍ۬ (١٢</w:t>
      </w:r>
      <w:r w:rsidR="009229E3">
        <w:rPr>
          <w:rtl/>
        </w:rPr>
        <w:t>)</w:t>
      </w:r>
    </w:p>
    <w:p w:rsidR="001A403D" w:rsidRDefault="001A403D" w:rsidP="00E36567">
      <w:pPr>
        <w:pStyle w:val="libBoldItalic"/>
      </w:pPr>
      <w:r>
        <w:t>Ya Seen. (1) By the wise Quran, (2) No doubt you are from among the Messengers (3) On Sirat-e-Mustaqeem (straight path), (4) A revelation of the Mighty, the Merciful, (5) That you may warn a nation whose forefathers were not warned, so they are unaware. (6) Already the word has proved true opon most of them, for they believe not. (7) Indeed We have put on their necks carcans which are reaching to the chins, so that they are made stiff-necked. (8) And We have put a barrier before them and a barrier behind them, and have covered them, so they see not. (9) And it is same for them whether you warn them or you warn them not, they will not believe. (10) You can warn only him who follows the Zikr (Reminder) and fears the Rahman unseen. So give him good tidings of forgiveness and a noble reward. (11) No doubt it is We Who bring the dead to life, and We record that which they send forward and their impressions left behind. And all things We have encompassed in Imam-e-Mubeen. (12)</w:t>
      </w:r>
    </w:p>
    <w:p w:rsidR="001A403D" w:rsidRDefault="001A403D" w:rsidP="00E36567">
      <w:pPr>
        <w:pStyle w:val="libNormal"/>
      </w:pPr>
      <w:r>
        <w:t>1-About “Ya Seen” Imam Jafar Sadiq asws said: This is one name from the holy names of Nabi Akram sawaw, and it means “Ya ayyo’hus-Sameh al-Wahi”, and by Quran Hakeem, no doubt you are surely from among Mursaleen (a.s.). (al-Burhan, v6, p380)</w:t>
      </w:r>
    </w:p>
    <w:p w:rsidR="001A403D" w:rsidRDefault="001A403D" w:rsidP="00E36567">
      <w:pPr>
        <w:pStyle w:val="libNormal"/>
      </w:pPr>
      <w:r>
        <w:t xml:space="preserve">2-Imam Jafar Sadiq asws said: “So that you may warn a nation whose forefathers were not warned, so they are unaware” means that you warn that nation among which you are present, as their forefathers were warned, but they are unaware of Allah and His Rasool sawaw and their covenant, “Definitely the word has proved true upon most of them” who do not testify Walayat of Amirul Momineen asws and holy Imams asws after him, “so they will not believe” in the Imamat of Amirul Momineen asws and Aosiya asws after him. So when they do not believe, then Allah mentions their capture that “Indeed We have put on their necks carcans which are reaching to the chins, so their heads are lifted up” in the Fire of Hell, “And We have put a barrier before them and a barrier behind them, and have covered them, so they see not” this is punishment for the denial in the world of Walayat of Amirul Momineen asws and Imams asws after him, and will be standing in </w:t>
      </w:r>
      <w:r>
        <w:lastRenderedPageBreak/>
        <w:t>the Fire of the Hell in the Hereafter. O Habeeb Mohammad sawaw “And it is same for them whether you warn them or you warn them not, they will not believe” in Allah and Walayat of Ali asws and Imams asws after him, “you can warn only him who follows the Zikr” means Amirul Momineen asws, “and fears the Rahman without seeing” O Habeeb Mohammad sawaw “so give him good news of forgiveness and a generous reward.” (al-Burhan, v6, p381)</w:t>
      </w:r>
    </w:p>
    <w:p w:rsidR="001A403D" w:rsidRDefault="001A403D" w:rsidP="00E36567">
      <w:pPr>
        <w:pStyle w:val="libNormal"/>
      </w:pPr>
      <w:r>
        <w:t>3-Imam Mohammad Baqir asws said: When this verse was revealed to Rasool Allah sawaw “And all things We have encompassed in Imam-e-Mubeen” then two people stood up from the gathering and asked: Ya Rasool Allah sawaw! Is that Taurat? Said: No. Asked: Then is that Injeel? Said: No. Asked: Is that Quran? Said: No. So Amirul Momineen asws came, then Rasool Allah sawaw said: He is that, he is that Imam in which Allah Tabarak wa Ta’ala has gathered the knowledge of every thing. (al-Burhan, v6, p388)</w:t>
      </w:r>
    </w:p>
    <w:p w:rsidR="001A403D" w:rsidRDefault="001A403D" w:rsidP="00E36567">
      <w:pPr>
        <w:pStyle w:val="libNormal"/>
      </w:pPr>
      <w:r>
        <w:t>4-One day Imam Jafar Sadiq asws asked Mufazzal: O Mufazzal, do you know the reality of Marifat of Mohammad sawaw and Ali asws and Fatima asws and Hassan asws and Hussain asws? He replied: Ya Syyedi, what is the depth of their Marifat? Said: You should know that they are very high above the creations next to the green mausoleum, so who knew some depth of their Marifat, he will be with us on Sanam-e-A’la (highest summits). Know that they have the knowledge about whatever Allah Azza wa Jalla has made, whatever has created, and whatever created anew (from nothing), and they are Kalima-tat-Taqwa, and treasurers of the heavens and the earths, and the hills, deserts, and oceans. And they know how many stars are in the heaven, how many Angels (a.s.) are, and what is the weight of hills, and how much is the amount of water in the oceans, rivers, and fountains, and not any leaf falls but they have its knowledge. And there is no grain in the darkness of earth, and neither any wet nor any dry but it is in Kitab-e-Mubeen, and that is in their knowledge, and you should know that. Mufazzal said: Ya Syyedi, I understand it now, and testify it, and believe in it. Imam asws said: Yes O Mufazzal, O honoured, yes O pure, yes O beloved, you are lucky and good news of Paradise for you  and for its (Marifat) sake for evey Momin. (al-Burhan, v6, p387)</w:t>
      </w:r>
    </w:p>
    <w:p w:rsidR="001A403D" w:rsidRDefault="001A403D" w:rsidP="00E36567">
      <w:pPr>
        <w:pStyle w:val="libNormal"/>
      </w:pPr>
      <w:r>
        <w:t>5-Amirul Momineen asws passed through a valley with Abu Zarr (a.s.) and ants were walking like flood. On seeing them Abu Zarr said in astonishment: Allaho Akbar, Exalted is Him Who knows their number. Amirul Momineen asws said: Do not say like that, rather say this O Abu Zarr that “Exalted is He Who created them”, I swear by Him Who created them, I know their number, know well the male and female as well with the permission of Allah Azza wa Jalla. (al-Burhan, v6, p387)</w:t>
      </w:r>
    </w:p>
    <w:p w:rsidR="001A403D" w:rsidRDefault="001A403D" w:rsidP="009229E3">
      <w:pPr>
        <w:pStyle w:val="libCenterBold1"/>
      </w:pPr>
      <w:r>
        <w:t>Lesson:</w:t>
      </w:r>
    </w:p>
    <w:p w:rsidR="001A403D" w:rsidRDefault="001A403D" w:rsidP="001A403D">
      <w:pPr>
        <w:pStyle w:val="libNormal"/>
      </w:pPr>
      <w:r>
        <w:t xml:space="preserve">1-Those who do not testify Walayat-e-Ali asws, and instead of obedience of Masumeen asws they put noose (Qalada) of Taqleed of fallible Muqassir Mulla in their necks, Allah will put carcans in their necks, and Allah will make barriers on their sides and then will cover them on top as well, so they will be deprived of sight &amp; wisdom totally like Dhaku (completely </w:t>
      </w:r>
      <w:r>
        <w:lastRenderedPageBreak/>
        <w:t>covered), because they hindered from the obedience of Zikr (Ali asws) and testimony of Zikr, and they were doubting about the knowledge of Imam asws.</w:t>
      </w:r>
    </w:p>
    <w:p w:rsidR="00EB2345" w:rsidRDefault="00EB2345" w:rsidP="00FC02E7">
      <w:pPr>
        <w:pStyle w:val="libNormal"/>
        <w:rPr>
          <w:rtl/>
        </w:rPr>
      </w:pPr>
      <w:r>
        <w:rPr>
          <w:rFonts w:hint="eastAsia"/>
        </w:rPr>
        <w:br w:type="page"/>
      </w:r>
    </w:p>
    <w:p w:rsidR="001A403D" w:rsidRDefault="00EB2345" w:rsidP="00EB2345">
      <w:pPr>
        <w:pStyle w:val="Heading1Center"/>
      </w:pPr>
      <w:bookmarkStart w:id="38" w:name="_Toc449789431"/>
      <w:r>
        <w:rPr>
          <w:rFonts w:hint="eastAsia"/>
          <w:rtl/>
        </w:rPr>
        <w:lastRenderedPageBreak/>
        <w:t>سُوۡرَةُ</w:t>
      </w:r>
      <w:r>
        <w:rPr>
          <w:rtl/>
        </w:rPr>
        <w:t xml:space="preserve"> </w:t>
      </w:r>
      <w:r w:rsidR="001A403D">
        <w:rPr>
          <w:rtl/>
        </w:rPr>
        <w:t>الصَّافات</w:t>
      </w:r>
      <w:bookmarkEnd w:id="38"/>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وَقِفُوهُمۡ‌ۖ</w:t>
      </w:r>
      <w:r>
        <w:rPr>
          <w:rtl/>
        </w:rPr>
        <w:t xml:space="preserve"> إِنَّ</w:t>
      </w:r>
      <w:r w:rsidR="001E6BAB" w:rsidRPr="001E6BAB">
        <w:rPr>
          <w:rFonts w:hint="cs"/>
          <w:rtl/>
        </w:rPr>
        <w:t>ه</w:t>
      </w:r>
      <w:r w:rsidRPr="00595365">
        <w:rPr>
          <w:rFonts w:hint="cs"/>
          <w:rtl/>
        </w:rPr>
        <w:t>م مَّسۡـُٔولُونَ (٢٤</w:t>
      </w:r>
      <w:r w:rsidR="009229E3">
        <w:rPr>
          <w:rtl/>
        </w:rPr>
        <w:t>)</w:t>
      </w:r>
    </w:p>
    <w:p w:rsidR="001A403D" w:rsidRDefault="001A403D" w:rsidP="00E36567">
      <w:pPr>
        <w:pStyle w:val="libBoldItalic"/>
      </w:pPr>
      <w:r>
        <w:t>And stop them, indeed they must be questioned. (24)</w:t>
      </w:r>
    </w:p>
    <w:p w:rsidR="001A403D" w:rsidRDefault="001A403D" w:rsidP="00E36567">
      <w:pPr>
        <w:pStyle w:val="libNormal"/>
      </w:pPr>
      <w:r>
        <w:t>1-Rasool Allah sawaw said: When it will be the day of Qiyamah, Allah Ta’ala will order two Angels (a.s.) to sit on Sirat that they should not allow anyone to pass except who has safety-permit from Ali bin Abi Talib asws. And who will not have safety-pemit from Amirul Momineen asws, he will be thrown into Fire upside down on nose, and this is the saying of Allah Ta’ala, “and stop them, indeed they are to be questioned.” Abu Saeed Khudri asked: Ya Rasool Allah sawaw, my mother &amp; father sacrificed on you, what is that safety-permit which Ali asws will issue? Said: It will be written on it “La ilaha illallah Mohammadur Rasool Allah wa Amirul Momineen Ali bin Abi Talib Wasi o Rasool Allah” (al-Burhan, v6, p412)</w:t>
      </w:r>
    </w:p>
    <w:p w:rsidR="001A403D" w:rsidRDefault="001A403D" w:rsidP="00E36567">
      <w:pPr>
        <w:pStyle w:val="libNormal"/>
      </w:pPr>
      <w:r>
        <w:t>2-Rasool Allah sawaw said: When it will be the day of Qiyamah, then I and Ali asws will be standing on the Sirat, and we both will be holding sword in our hand. So no one from the creation of Allah will be able to pass but we will question him about the Walayat of Ali bin Abi Talib asws, so who will have something from Walayat, will get salvation, otherwise we will strike on his neck and will cast him in the Fire. Then recited the saying of Allah, “And stop them, indeed they must be questioned. What is wrong with you that you do not help each other, but they are submissive today.” (al-Burhan, v6, p414)</w:t>
      </w:r>
    </w:p>
    <w:p w:rsidR="001A403D" w:rsidRDefault="001A403D" w:rsidP="00E36567">
      <w:pPr>
        <w:pStyle w:val="libNormal"/>
      </w:pPr>
      <w:r>
        <w:t>3-Masoom asws said: “stop them, certainly they are to be questioned” about Walayat-e-Ali bin Abi Talib asws and about love of Ahlul Bait asws. (al-Burhan, v6, p414)</w:t>
      </w:r>
    </w:p>
    <w:p w:rsidR="001A403D" w:rsidRDefault="001A403D" w:rsidP="009229E3">
      <w:pPr>
        <w:pStyle w:val="libCenterBold1"/>
      </w:pPr>
      <w:r>
        <w:t>Lesson:</w:t>
      </w:r>
    </w:p>
    <w:p w:rsidR="001A403D" w:rsidRDefault="001A403D" w:rsidP="001A403D">
      <w:pPr>
        <w:pStyle w:val="libNormal"/>
      </w:pPr>
      <w:r>
        <w:t>1-Deed-book whose title is “Hubb-e-Ali asws” written with Noor, and Passport (Jawaz) with complete Kalima Tayyiba written on it to pass on Sirat, these two things only he will get who believes the Walayat-e-Ali asws is not merely a part but it is basis &amp; foundation of Deen, and keeps firm faith on it with heart, and testifies it in every deed.</w:t>
      </w:r>
    </w:p>
    <w:p w:rsidR="001A403D" w:rsidRDefault="001A403D" w:rsidP="001A403D">
      <w:pPr>
        <w:pStyle w:val="libNormal"/>
      </w:pPr>
      <w:r>
        <w:t>2-That Muqassir who does not consider Walayat-e-Ali asws or “Ali un Wali Ullah” a part of Kalima or Azaan or Aqamat, rather he thinks that Zikr of Ali asws nullifies Namaz, he will never get that passport, Jawaz-nama, safety-permit from Fire on which “Ali un Wali Ullah” is written.</w:t>
      </w:r>
    </w:p>
    <w:p w:rsidR="001A403D" w:rsidRDefault="001A403D" w:rsidP="001A403D">
      <w:pPr>
        <w:pStyle w:val="libNormal"/>
      </w:pPr>
      <w:r>
        <w:t>It is so strange that in spite of knowing all that Muqassireen are firm on their pride of ignorance. That day it will be asked: O Muqassireen, this your great Rahber &amp; Wali who claimed to take your responsibility as well by acting on his Fatawa, why he is not helping you today, now he is standing very submissive with his neck down under Zulfiqaar on the brink of Hell.</w:t>
      </w:r>
    </w:p>
    <w:p w:rsidR="001A403D" w:rsidRDefault="001A403D" w:rsidP="00385B48">
      <w:pPr>
        <w:pStyle w:val="libAr"/>
      </w:pPr>
      <w:r>
        <w:rPr>
          <w:rFonts w:hint="eastAsia"/>
          <w:rtl/>
        </w:rPr>
        <w:t>وَإِنَّ</w:t>
      </w:r>
      <w:r>
        <w:rPr>
          <w:rtl/>
        </w:rPr>
        <w:t xml:space="preserve"> مِن شِيعَتِهِ</w:t>
      </w:r>
      <w:r>
        <w:rPr>
          <w:rFonts w:hint="cs"/>
          <w:rtl/>
        </w:rPr>
        <w:t>ۦ</w:t>
      </w:r>
      <w:r>
        <w:rPr>
          <w:rtl/>
        </w:rPr>
        <w:t xml:space="preserve"> لَإِبۡرَ</w:t>
      </w:r>
      <w:r w:rsidR="005B7B9E" w:rsidRPr="005B7B9E">
        <w:rPr>
          <w:rFonts w:hint="cs"/>
          <w:rtl/>
        </w:rPr>
        <w:t>ا</w:t>
      </w:r>
      <w:r>
        <w:rPr>
          <w:rFonts w:hint="eastAsia"/>
          <w:rtl/>
        </w:rPr>
        <w:t>هِيمَ</w:t>
      </w:r>
      <w:r>
        <w:rPr>
          <w:rtl/>
        </w:rPr>
        <w:t xml:space="preserve"> (٨٣</w:t>
      </w:r>
      <w:r w:rsidR="009229E3">
        <w:rPr>
          <w:rtl/>
        </w:rPr>
        <w:t>)</w:t>
      </w:r>
    </w:p>
    <w:p w:rsidR="001A403D" w:rsidRDefault="001A403D" w:rsidP="00E36567">
      <w:pPr>
        <w:pStyle w:val="libBoldItalic"/>
      </w:pPr>
      <w:r>
        <w:t>And no doubt Ibraheem is among his Shias. (83)</w:t>
      </w:r>
    </w:p>
    <w:p w:rsidR="001A403D" w:rsidRDefault="001A403D" w:rsidP="00E36567">
      <w:pPr>
        <w:pStyle w:val="libNormal"/>
      </w:pPr>
      <w:r>
        <w:lastRenderedPageBreak/>
        <w:t>1-Imam Jafar Sadiq asws said: Saying of Allah Azza wa Jalla “And indeed Ibraheem is among his Shias (followers)” means that certainly Ibraheem (a.s.) is from among the Shias of Nabi Akram sawaw, thus he is among Shias of Ali asws, and whoever is Shia of Ali asws, he is Shia of Nabi Akram sawaw. (al-Burhan, v6, p419)</w:t>
      </w:r>
    </w:p>
    <w:p w:rsidR="001A403D" w:rsidRDefault="001A403D" w:rsidP="00E36567">
      <w:pPr>
        <w:pStyle w:val="libNormal"/>
      </w:pPr>
      <w:r>
        <w:t>2-Imam Jafar Sadiq asws said about this verse: Indeed when Allah Subhanahu created Ibraheem (a.s.), and raised the curtain in front of his eyes, then he saw, so he saw a Noor on the side of Arsh, and said: Elahi, what is this Noor? It was said to him: This is the Noor of My chosen one Mohammad sawaw among My all creations. And he saw another Noor on its side and said: Elahi, and whose Noor is this? So it was said: The helper of My Deen, Ali bin Abi Talib’s asws. And saw three more Anwaar next to these two Anwaar, and asked: Elahi,  whose Anwaar are these? So it was said to him: This is Noor of Fatima asws, she will save her devotees from Fire, and Noor of her sons Hassan asws and Hussain asws. And saw nine more Anwaar who were surrounding them, so asked: Elahi, whose are these nine Anwaar? Said: O Ibraheem (a.s.), these are Imams asws from the holy progeny of Ali asws and Fatima asws. So Ibraheem (a.s.) asked: Elahi, for the sake of the right of these five Anwaar, grant me Marifat of these nine. So it was said: O Ibraheem (a.s.), first among these is Ali bin Hussain asws, and his son Mohammad asws, and his son Jafar asws, and his son Musa asws, and his son Ali asws, and his son Mohammad asws, and his son Ali asws, and his son Hassan asws, and his son Hujjat Al-Qaim asws. So Ibraheem (a.s.) said: Elahi wa Syyedi, I am seeing (small) Noor around them as well whose number no one knows except you. Said: O Ibraheem (a.s.), these are their Shias, Shias of Amirul Momineen Ali bin Abi Talib asws. So Ibraheem (a.s.) asked: And what is the definition of Shia? Said: Fifty one Rakat Salaah, and with loud voice “Bismillah irrahman irraheem”, and Qanoot before Rakooh, and end at Yameen. At that moment Ibraheem (a.s.) said: Ya Allah, declare me among the Shias of Amirul Momineen asws. Then Allah narrated in His Book, “And no doubt Ibraheem is among his Shias” (al-Burhan, v6, p419)</w:t>
      </w:r>
    </w:p>
    <w:p w:rsidR="001A403D" w:rsidRDefault="001A403D" w:rsidP="009229E3">
      <w:pPr>
        <w:pStyle w:val="libCenterBold1"/>
      </w:pPr>
      <w:r>
        <w:t>Lesson:</w:t>
      </w:r>
    </w:p>
    <w:p w:rsidR="001A403D" w:rsidRDefault="001A403D" w:rsidP="001A403D">
      <w:pPr>
        <w:pStyle w:val="libNormal"/>
      </w:pPr>
      <w:r>
        <w:t>1-Shias who are on Millat of Ibraheem (a.s.), Deen of Mohammad Mustafa sawaw, and Minhaj of Ali Murtaza asws, their Salaah ends on Yameen. Everyone knows that Yameen is name of Maola Ali asws, and that is the reason Shias are called As’habul Yameen. It means that Salaah of Momineen ends with testimony of Walayat of Maola Ali asws and holy Imams asws.</w:t>
      </w:r>
    </w:p>
    <w:p w:rsidR="001A403D" w:rsidRDefault="001A403D" w:rsidP="00385B48">
      <w:pPr>
        <w:pStyle w:val="libAr"/>
      </w:pPr>
      <w:r>
        <w:rPr>
          <w:rFonts w:hint="eastAsia"/>
          <w:rtl/>
        </w:rPr>
        <w:t>وَفَدَيۡنَـٰهُ</w:t>
      </w:r>
      <w:r>
        <w:rPr>
          <w:rtl/>
        </w:rPr>
        <w:t xml:space="preserve"> بِذِبۡحٍ عَظِيمٍ۬ (١٠٧</w:t>
      </w:r>
      <w:r w:rsidR="009229E3">
        <w:rPr>
          <w:rtl/>
        </w:rPr>
        <w:t>)</w:t>
      </w:r>
      <w:r>
        <w:rPr>
          <w:rtl/>
        </w:rPr>
        <w:t xml:space="preserve"> وَتَرَكۡنَا عَلَيۡهِ فِى </w:t>
      </w:r>
      <w:r>
        <w:rPr>
          <w:rFonts w:hint="cs"/>
          <w:rtl/>
        </w:rPr>
        <w:t>ٱ</w:t>
      </w:r>
      <w:r>
        <w:rPr>
          <w:rFonts w:hint="eastAsia"/>
          <w:rtl/>
        </w:rPr>
        <w:t>لۡأَخِرِينَ</w:t>
      </w:r>
      <w:r>
        <w:rPr>
          <w:rtl/>
        </w:rPr>
        <w:t xml:space="preserve"> (١٠٨</w:t>
      </w:r>
      <w:r w:rsidR="009229E3">
        <w:rPr>
          <w:rtl/>
        </w:rPr>
        <w:t>)</w:t>
      </w:r>
    </w:p>
    <w:p w:rsidR="001A403D" w:rsidRDefault="001A403D" w:rsidP="00E36567">
      <w:pPr>
        <w:pStyle w:val="libBoldItalic"/>
      </w:pPr>
      <w:r>
        <w:t>And We ransomed him for the great sacrifice. (107) And We left for him among the later generations.(108)</w:t>
      </w:r>
    </w:p>
    <w:p w:rsidR="001A403D" w:rsidRDefault="001A403D" w:rsidP="00E36567">
      <w:pPr>
        <w:pStyle w:val="libNormal"/>
      </w:pPr>
      <w:r>
        <w:t xml:space="preserve">1-Imam Ali Raza asws said: When Allah Ta’ala commanded Ibraheem (a.s.) to slaughter that lamb which has been sent to you instead of your son Ismael (a.s.). Ibraheem (a.s.) wished that his son Ismael (a.s.) would have been sacrificed in hands and would that the command to slaughter lamb in </w:t>
      </w:r>
      <w:r>
        <w:lastRenderedPageBreak/>
        <w:t>his place was not there, then my heart should have gone through an experience which the heart of a father experiences on sacrificing a beloved son in his hands, and due to that he is entitled to high grades, and gets reward on hardships.Then Allah Azza wa Jalla revealed: O Ibraheem (a.s.), whom you love most among My creations? He replied: Ya Rabb, You have not created any creation with whom I can love more than Your Beloved Mohammad sawaw. Then Allah Azza wa Jalla revealed to him: O Ibraheem (a.s.), you love him (sawaw) more or to yourself? He replied: No doubt, I love him (sawaw) more than myself. Said He: So you love his (sawaw) son (Hussain asws) more or your son? Replied: To his (sawaw) son (asws). Said He: So his (sawaw) son being martyred with injustice by the hands of enemies makes your heart more injured or your son being sacrificed in My obedience in your hands? Replied: O Rabb, his martyrdom by the hands of enemies injures my heart more. Said He: O Ibraheem (a.s.), one group of people will think that they are among Ummah of Mohammad sawaw, then they will murder his son Hussain asws after him with injustice and transgression, as lamb is slaughtered, thus My Wrath is obligatory on them due to this reason. Thus Ibraheem (a.s.) became grieved, and a pain rose in his heart, and started weeping &amp; lamenting. Then Allah revealed to him: O Ibraheem (a.s.), I have ransomed the grief of your son Ismael (a.s.) which you would have sacrificed with your hands, for your becoming grieved for Hussain asws and his martyrdom, and I have made it obligatory on Myself to give you high degrees, O you getting reward for sake of hardships of Hussain asws. And this is (meaning of) the saying of Allah Azza wa Jalla, “And We ransomed him for the great sacrifice." (al-Burhan, v6, p441)</w:t>
      </w:r>
    </w:p>
    <w:p w:rsidR="001A403D" w:rsidRDefault="001A403D" w:rsidP="001A403D">
      <w:pPr>
        <w:pStyle w:val="libNormal"/>
      </w:pPr>
      <w:r>
        <w:t>2-Some sentences from the Hadees of Imam Ali Raza asws about it are: Nabi Akram sawaw said: I am son of two sacrificed ones, it means that I am son of Ismael bin Ibraheem (a.s.) and Abdullah bin Abdul Muttalib asws. When Ismael (a.s.) was able to run around, then Ibraheem (a.s.) said: O son, I see in dream that I am sacrificing you, what is your opinion? Ismael (a.s.) said: O father, whatever you are being commanded execute it. And did not say that perform what you are seeing in the dream. That lamb which Allah sent down, it was not born, rather Allah said “Kun” and it was there. All the animals which are sacrificed in Mina, they are ransom of Ismael (a.s.) until Qiyamah.</w:t>
      </w:r>
    </w:p>
    <w:p w:rsidR="001A403D" w:rsidRDefault="001A403D" w:rsidP="00E36567">
      <w:pPr>
        <w:pStyle w:val="libNormal"/>
      </w:pPr>
      <w:r>
        <w:t xml:space="preserve">Hazrat Abdul Muttalib asws made Dua by holding the handle of the door of Ka’ba that Allah may bestow ten sons to him, then he will sacrifice one in the way of Allah. Allah granted him ten sons, so draw was done and name of Abdullah asws came, who was dearest of all, so he intended to sacrifice him, but Quraish and family hindered, women were weeping. Atika (s.a.) daughter of Abdul Muttalib asws gave an advice that there can be one excuse in the presence of Allah to save Abdullah asws. Abdul Muttalib asws said: My blessed daughter, what is that? Then she said: Take draws of camels against him until your Rabb is pleased. So on hundred camels draw came out on camels, so Quraish raised Takbeer with happiness that hill were shaking. So Abdul Muttalib asws slaughtered hundred camels. And Abdul Muttalib asws issued five Sunnahs which Allah Azza wa Jalla kept continuous in Islam: Wives of father being Haraam on sons, hundred camels </w:t>
      </w:r>
      <w:r>
        <w:lastRenderedPageBreak/>
        <w:t>as blood money of murder, seven times Tawaf of Ka’ba, to give Khums on finding a treasure, and when Zam Zam was digged then gave it name “Saqayatul Haaj.” And if Abdul Muttalib asws were not Hujjat and that he intended to sacrifice his son Abdullah asws just as Ibraheem (a.s.) intended to sacrifice Ismael (a.s.), then Nabi Akram sawaw should not have shown pride by relating to both that they both are Zabihaan, and said “I am son of those two who were sacrificed. The reason of decision of Allah to postpone the sacrifice of Ismael (a.s.) is the same due to which reason sacrifice of Abdullah asws was postponed, because Nabi Akram sawaw and holy Imams asws were in their progeny. So they were saved from being sacrificed dut to the blessing of Nabi sawaw and Imams asws. Otherwise it would have become Sunnah for the people to slaughter their children (for the sake of nearness of Allah). (al-Burhan, v6, p442)</w:t>
      </w:r>
    </w:p>
    <w:p w:rsidR="001A403D" w:rsidRDefault="001A403D" w:rsidP="009229E3">
      <w:pPr>
        <w:pStyle w:val="libCenterBold1"/>
      </w:pPr>
      <w:r>
        <w:t>Lesson:</w:t>
      </w:r>
    </w:p>
    <w:p w:rsidR="001A403D" w:rsidRDefault="001A403D" w:rsidP="001A403D">
      <w:pPr>
        <w:pStyle w:val="libNormal"/>
      </w:pPr>
      <w:r>
        <w:t>1-Allah Ta’ala gave the lamb of Paradise as ransom for Hazrat Ismael (a.s.), and left the Great Sacrifice for the Last Prophet sawaw. So Maola Hussain asws did not present only one sacrifice in the love of Allah for the sake of His Deen, but he presented many sacrifices, each of them great in rank. No one can find any example of Karbala in the history of the universe. The Great Sacrifice is Babul Hawa’ij Ali Asghar asws being slaughtered in the holy arms of Imam Hussain asws by the arrow of the enemies of Walayat-e-Ali asws.</w:t>
      </w:r>
    </w:p>
    <w:p w:rsidR="001A403D" w:rsidRDefault="001A403D" w:rsidP="001A403D">
      <w:pPr>
        <w:pStyle w:val="libNormal"/>
      </w:pPr>
      <w:r>
        <w:t>2-The Beloved of Maola Hussain asws is Allah Azza wa Jalla. The way Maola Hussain asws was martyred in the love of his Beloved Allah, it is impossible to recompense his martyrdom at all. If all the creations are killed including innocent ones, in the revenge of Imam Hussain asws, even then revenge of Imam Mazloom asws does not reach justice. Curse on those who martyr Masumeen asws with their hands or tongues.</w:t>
      </w:r>
    </w:p>
    <w:p w:rsidR="001A403D" w:rsidRDefault="001A403D" w:rsidP="001A403D">
      <w:pPr>
        <w:pStyle w:val="libNormal"/>
      </w:pPr>
      <w:r>
        <w:t>3-Hazrat Abdul Muttalib asws is Hujjatullah, and all the forefathers of Rasool Allah sawaw are also Hujjatullah through whom his Noor was transferred from Adam (a.s.) to Abdullah asws. Because the bearer of Noor of Allah can be only infallible. Similarly the mothers of Masumeen asws are holy, pure, and infallible, and they are free from any impurity or defect like women in general.</w:t>
      </w:r>
    </w:p>
    <w:p w:rsidR="001A403D" w:rsidRDefault="001A403D" w:rsidP="00385B48">
      <w:pPr>
        <w:pStyle w:val="libAr"/>
      </w:pPr>
      <w:r>
        <w:rPr>
          <w:rFonts w:hint="eastAsia"/>
          <w:rtl/>
        </w:rPr>
        <w:t>سَلَـٰمٌ</w:t>
      </w:r>
      <w:r>
        <w:rPr>
          <w:rtl/>
        </w:rPr>
        <w:t xml:space="preserve"> عَلَىٰٓ إِلۡ يَاسِينَ (١٣٠</w:t>
      </w:r>
      <w:r w:rsidR="009229E3">
        <w:rPr>
          <w:rtl/>
        </w:rPr>
        <w:t>)</w:t>
      </w:r>
    </w:p>
    <w:p w:rsidR="001A403D" w:rsidRDefault="001A403D" w:rsidP="00E36567">
      <w:pPr>
        <w:pStyle w:val="libBoldItalic"/>
      </w:pPr>
      <w:r>
        <w:t>Peace be upon Aal-e-YaSeen. (130)</w:t>
      </w:r>
    </w:p>
    <w:p w:rsidR="001A403D" w:rsidRDefault="001A403D" w:rsidP="00E36567">
      <w:pPr>
        <w:pStyle w:val="libNormal"/>
      </w:pPr>
      <w:r>
        <w:t>1-About the saying of Allah Azza wa Jalla, “Salute to Aal-e-YaSeen” Imam Ali asws said: Ya Seen is Mohammad sawaw, and we are Aal-e-Ya Seen. (al-Burhan, v6, p448)</w:t>
      </w:r>
    </w:p>
    <w:p w:rsidR="001A403D" w:rsidRDefault="001A403D" w:rsidP="009229E3">
      <w:pPr>
        <w:pStyle w:val="libCenterBold1"/>
      </w:pPr>
      <w:r>
        <w:t>Lesson:</w:t>
      </w:r>
    </w:p>
    <w:p w:rsidR="001A403D" w:rsidRDefault="001A403D" w:rsidP="001A403D">
      <w:pPr>
        <w:pStyle w:val="libNormal"/>
      </w:pPr>
      <w:r>
        <w:t xml:space="preserve">1-The court of Mamoon was full of general scholars, and Imam Ali Raza asws was asked about the high status of Aal-e-Mohammad asws, so he recited the verse no.56 of Sura al-Ahzab that send Salawat on Mohammad-o-Aal-e-Mohammad asws with the command of Allah. They demanded more Quranic proof, then Imam asws recited the initial verses of Sura Ya </w:t>
      </w:r>
      <w:r>
        <w:lastRenderedPageBreak/>
        <w:t>Seen and said that YaSeen is the holy name of Mohammad Mustafa sawaw, and in Sura Safat Allah Ta’ala says, “Salam on Aal-e-YaSeen” it means Aal-e-Mohammad asws. Mamoon and his scholars did not object on this answer at all. So by changing Fat’has (Zabar) &amp; Kasras (Zair) reality and Haqq can not be concealed.</w:t>
      </w:r>
    </w:p>
    <w:p w:rsidR="001A403D" w:rsidRDefault="001A403D" w:rsidP="001A403D">
      <w:pPr>
        <w:pStyle w:val="libNormal"/>
      </w:pPr>
      <w:r>
        <w:t>2-In holy Quran, Allah narrates the splendour of Aal-e-Mohammad asws, declares their Walayat inevitable obligation, and sends Salawat and Salam on them, and curses their enemies. But Muqassir Mulla is forbidding people to do holy Zikr of Aal-e-Mohammad asws, therefore Imam Hassan Askari asws declared such Muqassir Mullas worse than the army of Yazid (l.u.) in his Hadees, quoted in Ehtijaj al-Tabrasi.</w:t>
      </w:r>
    </w:p>
    <w:p w:rsidR="001A403D" w:rsidRDefault="001A403D" w:rsidP="00385B48">
      <w:pPr>
        <w:pStyle w:val="libAr"/>
      </w:pPr>
      <w:r>
        <w:rPr>
          <w:rFonts w:hint="eastAsia"/>
          <w:rtl/>
        </w:rPr>
        <w:t>وَمَا</w:t>
      </w:r>
      <w:r>
        <w:rPr>
          <w:rtl/>
        </w:rPr>
        <w:t xml:space="preserve"> مِنَّآ إِلَّا لَهُ </w:t>
      </w:r>
      <w:r>
        <w:rPr>
          <w:rFonts w:hint="cs"/>
          <w:rtl/>
        </w:rPr>
        <w:t>ۥ</w:t>
      </w:r>
      <w:r>
        <w:rPr>
          <w:rtl/>
        </w:rPr>
        <w:t xml:space="preserve"> مَقَامٌ۬ مَّعۡلُومٌ۬ (١٦٤</w:t>
      </w:r>
      <w:r w:rsidR="009229E3">
        <w:rPr>
          <w:rtl/>
        </w:rPr>
        <w:t>)</w:t>
      </w:r>
      <w:r>
        <w:rPr>
          <w:rtl/>
        </w:rPr>
        <w:t xml:space="preserve"> وَإِنَّا لَنَحۡنُ </w:t>
      </w:r>
      <w:r>
        <w:rPr>
          <w:rFonts w:hint="cs"/>
          <w:rtl/>
        </w:rPr>
        <w:t>ٱ</w:t>
      </w:r>
      <w:r>
        <w:rPr>
          <w:rFonts w:hint="eastAsia"/>
          <w:rtl/>
        </w:rPr>
        <w:t>لصَّآفُّونَ</w:t>
      </w:r>
      <w:r>
        <w:rPr>
          <w:rtl/>
        </w:rPr>
        <w:t xml:space="preserve"> (١٦٥</w:t>
      </w:r>
      <w:r w:rsidR="009229E3">
        <w:rPr>
          <w:rtl/>
        </w:rPr>
        <w:t>)</w:t>
      </w:r>
      <w:r>
        <w:rPr>
          <w:rtl/>
        </w:rPr>
        <w:t xml:space="preserve"> وَإِنَّا لَنَحۡنُ </w:t>
      </w:r>
      <w:r>
        <w:rPr>
          <w:rFonts w:hint="cs"/>
          <w:rtl/>
        </w:rPr>
        <w:t>ٱ</w:t>
      </w:r>
      <w:r>
        <w:rPr>
          <w:rFonts w:hint="eastAsia"/>
          <w:rtl/>
        </w:rPr>
        <w:t>لۡمُسَبِّحُونَ</w:t>
      </w:r>
      <w:r>
        <w:rPr>
          <w:rtl/>
        </w:rPr>
        <w:t xml:space="preserve"> (١٦٦</w:t>
      </w:r>
      <w:r w:rsidR="009229E3">
        <w:rPr>
          <w:rtl/>
        </w:rPr>
        <w:t>)</w:t>
      </w:r>
    </w:p>
    <w:p w:rsidR="001A403D" w:rsidRDefault="001A403D" w:rsidP="00E36567">
      <w:pPr>
        <w:pStyle w:val="libBoldItalic"/>
      </w:pPr>
      <w:r>
        <w:t>There is not one of us but his position is known. (164) And indeed we are those who line up, (165) And indeed we are those who exalt Him. (166)</w:t>
      </w:r>
    </w:p>
    <w:p w:rsidR="001A403D" w:rsidRDefault="001A403D" w:rsidP="00E36567">
      <w:pPr>
        <w:pStyle w:val="libNormal"/>
      </w:pPr>
      <w:r>
        <w:t>1-Imam Jafar Sadiq asws said: “There is not one of us but his position is known” this verse was revealed about the Imams asws and Aosiya asws of Aal-e-Mohammad asws. (al-Burhan, v6, p459)</w:t>
      </w:r>
    </w:p>
    <w:p w:rsidR="001A403D" w:rsidRDefault="001A403D" w:rsidP="00E36567">
      <w:pPr>
        <w:pStyle w:val="libNormal"/>
      </w:pPr>
      <w:r>
        <w:t>2-Maola Ali asws said in a sermon: No doubt, we the Aal-e-Mohammad asws were around the Arsh in Alam-e-Anwaar. So Allah commanded Tasbeh, we did Tasbeh, then Angels (a.s.) did Tasbeh by (seeing) our Tasbeh. Then we came down on earth, and Allah commanded Tasbeh, so we did Tasbeh, than inhabitants of the earth did Tasbeh by (seeing) our Tasbeh. And no doubt we are those who line up, and no doubt we are those who do Tasbeh (Exalting Him). (al-Burhan, v6, p459)</w:t>
      </w:r>
    </w:p>
    <w:p w:rsidR="001A403D" w:rsidRDefault="001A403D" w:rsidP="009229E3">
      <w:pPr>
        <w:pStyle w:val="libCenterBold1"/>
      </w:pPr>
      <w:r>
        <w:t>Lesson:</w:t>
      </w:r>
    </w:p>
    <w:p w:rsidR="001A403D" w:rsidRDefault="001A403D" w:rsidP="001A403D">
      <w:pPr>
        <w:pStyle w:val="libNormal"/>
      </w:pPr>
      <w:r>
        <w:t>1-Only Masumeen asws are those who taught Marifat and the manner of worship of Allah to all the creations of the heavens and the earth.</w:t>
      </w:r>
    </w:p>
    <w:p w:rsidR="001A403D" w:rsidRDefault="001A403D" w:rsidP="001A403D">
      <w:pPr>
        <w:pStyle w:val="libNormal"/>
      </w:pPr>
      <w:r>
        <w:t>It is not wise to do Taqleed of rebellion student by leaving the real Teacher.</w:t>
      </w:r>
    </w:p>
    <w:p w:rsidR="00EB2345" w:rsidRDefault="00EB2345" w:rsidP="00FC02E7">
      <w:pPr>
        <w:pStyle w:val="libNormal"/>
        <w:rPr>
          <w:rtl/>
        </w:rPr>
      </w:pPr>
      <w:r>
        <w:rPr>
          <w:rFonts w:hint="eastAsia"/>
        </w:rPr>
        <w:br w:type="page"/>
      </w:r>
    </w:p>
    <w:p w:rsidR="001A403D" w:rsidRDefault="00EB2345" w:rsidP="00EB2345">
      <w:pPr>
        <w:pStyle w:val="Heading1Center"/>
      </w:pPr>
      <w:bookmarkStart w:id="39" w:name="_Toc449789432"/>
      <w:r>
        <w:rPr>
          <w:rFonts w:hint="eastAsia"/>
          <w:rtl/>
        </w:rPr>
        <w:lastRenderedPageBreak/>
        <w:t>سُوۡرَةُ</w:t>
      </w:r>
      <w:r>
        <w:rPr>
          <w:rtl/>
        </w:rPr>
        <w:t xml:space="preserve"> </w:t>
      </w:r>
      <w:r w:rsidR="001A403D">
        <w:rPr>
          <w:rtl/>
        </w:rPr>
        <w:t>صٓ</w:t>
      </w:r>
      <w:bookmarkEnd w:id="39"/>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فَسَخَّرۡنَا</w:t>
      </w:r>
      <w:r>
        <w:rPr>
          <w:rtl/>
        </w:rPr>
        <w:t xml:space="preserve"> لَهُ </w:t>
      </w:r>
      <w:r>
        <w:rPr>
          <w:rFonts w:hint="cs"/>
          <w:rtl/>
        </w:rPr>
        <w:t>ٱ</w:t>
      </w:r>
      <w:r>
        <w:rPr>
          <w:rFonts w:hint="eastAsia"/>
          <w:rtl/>
        </w:rPr>
        <w:t>لرِّيحَ</w:t>
      </w:r>
      <w:r>
        <w:rPr>
          <w:rtl/>
        </w:rPr>
        <w:t xml:space="preserve"> تَجۡرِى بِأَمۡرِهِ</w:t>
      </w:r>
      <w:r>
        <w:rPr>
          <w:rFonts w:hint="cs"/>
          <w:rtl/>
        </w:rPr>
        <w:t>ۦ</w:t>
      </w:r>
      <w:r>
        <w:rPr>
          <w:rtl/>
        </w:rPr>
        <w:t xml:space="preserve"> رُخَآءً حَيۡثُ أَصَابَ (٣٦</w:t>
      </w:r>
      <w:r w:rsidR="009229E3">
        <w:rPr>
          <w:rtl/>
        </w:rPr>
        <w:t>)</w:t>
      </w:r>
    </w:p>
    <w:p w:rsidR="001A403D" w:rsidRDefault="001A403D" w:rsidP="00E36567">
      <w:pPr>
        <w:pStyle w:val="libBoldItalic"/>
      </w:pPr>
      <w:r>
        <w:t>So We made the wind subservient to him, blowing gently by his command wherever he intended to go. (36)</w:t>
      </w:r>
    </w:p>
    <w:p w:rsidR="001A403D" w:rsidRDefault="001A403D" w:rsidP="00E36567">
      <w:pPr>
        <w:pStyle w:val="libNormal"/>
      </w:pPr>
      <w:r>
        <w:t>1-It is narrated that Hazrat Sulaiman (a.s.) used to sit on his mat and fly in the air, and one day he went and passed the land of Karbala. Air gave three circles to his mat until there was danger of fall, then air stopped and landed the mat on the land of Karbala, and Sulaiman (a.s.) asked the air: Why you stopped? Air said: Here Hussain asws will be martyred. Asked: Which Hussain asws? It said: Who is grandson of Mohammad Mukhtar sawaw and son of Ali Karrar asws. Asked: Who is his murderer? Replied: The most accursed among the inhabitants of the heavens and the earth Yazid (l.u.) will martyr him. Then Sulaiman (a.s.) raised his hands and cursed on him and invoked against him, and humans &amp; jinns said Ameen. Then wind blew and flew the mat. (al-Burhan, v6, p484)</w:t>
      </w:r>
    </w:p>
    <w:p w:rsidR="001A403D" w:rsidRDefault="001A403D" w:rsidP="009229E3">
      <w:pPr>
        <w:pStyle w:val="libCenterBold1"/>
      </w:pPr>
      <w:r>
        <w:t>Lesson:</w:t>
      </w:r>
    </w:p>
    <w:p w:rsidR="001A403D" w:rsidRDefault="001A403D" w:rsidP="001A403D">
      <w:pPr>
        <w:pStyle w:val="libNormal"/>
      </w:pPr>
      <w:r>
        <w:t>1-Allah Ta’ala has made it obligatory to observe the grief of Imam Hussain asws for all Prophets (a.s.), Masumeen asws and Momineen. The army of Yazid (l.u.) is trying to stop Gham-e-Hussain asws in different ways. Muqassireen are saying that Sha’airullah are Bidah. There are Fatawa that hard Matam and shedding blood to pay homage is Haraam. Walayat-e-Ali asws and Gham-e-Hussain asws disclose their evil plots. Banu Abbas snatched government from Bani Umayya in the name of taking revenge of injustice done to Ahlul Bait asws, but after occupying the government they did injustice to Masumeen asws themselves. Similarly Muqassireen are using the name of Ahlul Bait asws to have power and wealth, and they are declaring titles &amp; status of Masumeen asws permissible for themselves.</w:t>
      </w:r>
    </w:p>
    <w:p w:rsidR="001A403D" w:rsidRDefault="001A403D" w:rsidP="00385B48">
      <w:pPr>
        <w:pStyle w:val="libAr"/>
      </w:pPr>
      <w:r>
        <w:rPr>
          <w:rFonts w:hint="eastAsia"/>
          <w:rtl/>
        </w:rPr>
        <w:t>قُلۡ</w:t>
      </w:r>
      <w:r>
        <w:rPr>
          <w:rtl/>
        </w:rPr>
        <w:t xml:space="preserve"> هُوَ نَبَؤٌاْ عَظِيمٌ (٦٧</w:t>
      </w:r>
      <w:r w:rsidR="009229E3">
        <w:rPr>
          <w:rtl/>
        </w:rPr>
        <w:t>)</w:t>
      </w:r>
      <w:r>
        <w:rPr>
          <w:rtl/>
        </w:rPr>
        <w:t xml:space="preserve"> أَنتُمۡ عَنۡهُ مُعۡرِضُونَ (٦٨</w:t>
      </w:r>
      <w:r w:rsidR="009229E3">
        <w:rPr>
          <w:rtl/>
        </w:rPr>
        <w:t>)</w:t>
      </w:r>
    </w:p>
    <w:p w:rsidR="001A403D" w:rsidRDefault="001A403D" w:rsidP="00E36567">
      <w:pPr>
        <w:pStyle w:val="libBoldItalic"/>
      </w:pPr>
      <w:r>
        <w:t>Say: He is great news, (67) From whom you turn away. (68)</w:t>
      </w:r>
    </w:p>
    <w:p w:rsidR="001A403D" w:rsidRDefault="001A403D" w:rsidP="00E36567">
      <w:pPr>
        <w:pStyle w:val="libNormal"/>
      </w:pPr>
      <w:r>
        <w:t>1-Amirul Momineen asws said: There is no Ayat of Allah Azza wa Jalla greater than me, and there is no news of Allah greater than me. (al-Burhan, v6, p513)</w:t>
      </w:r>
    </w:p>
    <w:p w:rsidR="001A403D" w:rsidRDefault="001A403D" w:rsidP="009229E3">
      <w:pPr>
        <w:pStyle w:val="libCenterBold1"/>
      </w:pPr>
      <w:r>
        <w:t>Lesson:</w:t>
      </w:r>
    </w:p>
    <w:p w:rsidR="001A403D" w:rsidRDefault="001A403D" w:rsidP="001A403D">
      <w:pPr>
        <w:pStyle w:val="libNormal"/>
      </w:pPr>
      <w:r>
        <w:t>1-The greatest Ayat (Ayatullah al-Uzma) of Allah, and the most important and big news (Naba al-Azeem) is Maola Ali asws, from whom deniers &amp; Muqassireen are turning away, because they want to become Ayat of Allah themselves, and then instead of Masumeen asws their news should be spread in the world, their pictures should be displayed in Masajid and Imambargahs, their Fatawa should be announced instead of Quran &amp; Sunnah. But when splendor of Maola Ali asws will be obvious on the day of Qiyamah then Muqassir will say: Alas, why I neglected (did shortfall) about Janbullah?</w:t>
      </w:r>
    </w:p>
    <w:p w:rsidR="001A403D" w:rsidRDefault="001A403D" w:rsidP="00385B48">
      <w:pPr>
        <w:pStyle w:val="libAr"/>
      </w:pPr>
      <w:r>
        <w:rPr>
          <w:rFonts w:hint="eastAsia"/>
          <w:rtl/>
        </w:rPr>
        <w:lastRenderedPageBreak/>
        <w:t>قَالَ</w:t>
      </w:r>
      <w:r>
        <w:rPr>
          <w:rtl/>
        </w:rPr>
        <w:t xml:space="preserve"> يَـٰٓإِبۡلِيسُ مَا مَنَعَكَ أَن تَسۡجُدَ لِمَا خَلَقۡتُ بِيَدَىَّ‌ۖ أَسۡتَكۡبَرۡتَ أَمۡ كُنتَ مِنَ </w:t>
      </w:r>
      <w:r>
        <w:rPr>
          <w:rFonts w:hint="cs"/>
          <w:rtl/>
        </w:rPr>
        <w:t>ٱ</w:t>
      </w:r>
      <w:r>
        <w:rPr>
          <w:rFonts w:hint="eastAsia"/>
          <w:rtl/>
        </w:rPr>
        <w:t>لۡعَالِينَ</w:t>
      </w:r>
      <w:r>
        <w:rPr>
          <w:rtl/>
        </w:rPr>
        <w:t xml:space="preserve"> (٧٥</w:t>
      </w:r>
      <w:r w:rsidR="009229E3">
        <w:rPr>
          <w:rtl/>
        </w:rPr>
        <w:t>)</w:t>
      </w:r>
      <w:r>
        <w:rPr>
          <w:rtl/>
        </w:rPr>
        <w:t xml:space="preserve"> قَالَ أَنَا۟ خَيۡرٌ۬ مِّنۡهُ‌ۖ خَلَقۡتَنِى مِن نَّارٍ۬ وَخَلَقۡتَهُ </w:t>
      </w:r>
      <w:r>
        <w:rPr>
          <w:rFonts w:hint="cs"/>
          <w:rtl/>
        </w:rPr>
        <w:t>ۥ</w:t>
      </w:r>
      <w:r>
        <w:rPr>
          <w:rtl/>
        </w:rPr>
        <w:t xml:space="preserve"> مِن طِينٍ۬ (٧٦</w:t>
      </w:r>
      <w:r w:rsidR="009229E3">
        <w:rPr>
          <w:rtl/>
        </w:rPr>
        <w:t>)</w:t>
      </w:r>
    </w:p>
    <w:p w:rsidR="001A403D" w:rsidRDefault="001A403D" w:rsidP="00E36567">
      <w:pPr>
        <w:pStyle w:val="libBoldItalic"/>
      </w:pPr>
      <w:r>
        <w:t>Said He: O Iblees! What prevented you from doing Sajdah to that which I have created with My both Hands? Are you arrogant (proud) or are you from among the Aaleen (exalted ones)? (75) He said: I am better than him, You created me of fire, and You created him of clay. (76)</w:t>
      </w:r>
    </w:p>
    <w:p w:rsidR="001A403D" w:rsidRDefault="001A403D" w:rsidP="00E36567">
      <w:pPr>
        <w:pStyle w:val="libNormal"/>
      </w:pPr>
      <w:r>
        <w:t>1-A person asked Rasool Allah sawaw: Ya Rasool Allah sawaw, tell me about that what Allah Azza wa Jalla said to Iblees,”Are you arrogant or are you from among the Aaleen?” ya Rasool Allah sawaw, who are those Aaleen who are superior to the courtier Angels (a.s.)? Then Rasool Allah sawaw said: I and Ali asws and Fatima asws and Hassan asws and Hussain asws, we used to do Tasbeh in the middle of the Arsh, so the Angels (a.s.) learned Tasbeh from our Tasbeh, one thousand years before the creation of Adam (a.s.). Then, when Allah Azza wa Jalla created Adam (a.s.), then ordered the Angels (a.s.) to do Sajdah to him, and Allah commanded to do Sajdah to him only for the sake of our greatness, so all Angels (a.s.) did Sajdah together except Iblees because he denied to do Sajdah, so Allah Ta’ala said, “O Iblees, what prevented you from doing Sajdah to him whom I have created with My both Hands? Are you proud or are you from among the Aaleen?” whose names are written on the borders of the Arsh. So we are the doors of Allah through which one has to come, and due to us get guidance who get guidance, so whoever loves us Allah loves him and gave him place in His Paradise. And whoever keeps grudge to us Allah keeps grudge to him and gives him place in His Fire, and no one can love us except whose birth is pure. (al-Burhan, v6, p516)</w:t>
      </w:r>
    </w:p>
    <w:p w:rsidR="001A403D" w:rsidRDefault="001A403D" w:rsidP="00E36567">
      <w:pPr>
        <w:pStyle w:val="libNormal"/>
      </w:pPr>
      <w:r>
        <w:t>2-A person came to Imam Jafar Sadiq asws and Imam asws said: I came to know that you practice Qiyas? He said: Yes. Said: You must not practice Qiyas, because first of all who did Qiyas (Zunn, conjecture) he is Iblees, when he said “You created me from Fire and You created him from clay” so he did Qiyas between Fire and clay, and if he would have thought about the Nooraniyat of Adam (a.s.) and light of fire, then he would have known who is superior in between these two, and would have known the purity of one above the other. (al-Burhan, v6, p518)</w:t>
      </w:r>
    </w:p>
    <w:p w:rsidR="001A403D" w:rsidRDefault="001A403D" w:rsidP="009229E3">
      <w:pPr>
        <w:pStyle w:val="libCenterBold1"/>
      </w:pPr>
      <w:r>
        <w:t>Lesson:</w:t>
      </w:r>
    </w:p>
    <w:p w:rsidR="001A403D" w:rsidRDefault="001A403D" w:rsidP="001A403D">
      <w:pPr>
        <w:pStyle w:val="libNormal"/>
      </w:pPr>
      <w:r>
        <w:t xml:space="preserve">1-Allah Ta’ala transferred the Anwaar of Masumeen asws in the forehead of Adam (a.s.), and made infallible Angels (a.s.) to do Sajdah to show the greatness of those Anwaar. And Iblees did Ijtihad by practicing Zunn &amp; Qiyas, and deduced that he was superior. In fact Shaitan denied Walayat. Sajdah is Afzal part of Salaah, so on Sunnah of Iblees, Muqassir Mulla also expelled Walayat-e-Ali asws from Salaah through Zunn-e-ijtihadi. Allah has explained every thing in Deen, then there is no need of human logical reasoning by using Qiyas, Zunn, and Rai, in spite of guidance of Masumeen asws. Although Fatwa of Iblees was totally wrong that fire is superior to earth. Trees grow from earth, then from wood of trees fire is produced, so earth produces fire. Secondly earth is Ameen, if you put a grain in it, it </w:t>
      </w:r>
      <w:r>
        <w:lastRenderedPageBreak/>
        <w:t>grows a plant which gives manyfolds of that grain. But if you put that grain in fire, it will be burnt.</w:t>
      </w:r>
    </w:p>
    <w:p w:rsidR="001A403D" w:rsidRDefault="001A403D" w:rsidP="001A403D">
      <w:pPr>
        <w:pStyle w:val="libNormal"/>
      </w:pPr>
      <w:r>
        <w:t>2-Aaleen are the most beloved personalites of Allah Azza wa Jalla, who are His Mashiyat, and they are from ever, even before Time &amp; Space was created. Allah created the universe in their love and makes infallible creations to do Sajdah to them, Muqassir Mulla turns away from their Zikr which does not harm anyone except it exposes the secret of Muqassir’s birth.</w:t>
      </w:r>
    </w:p>
    <w:p w:rsidR="001A403D" w:rsidRDefault="001A403D" w:rsidP="00385B48">
      <w:pPr>
        <w:pStyle w:val="libAr"/>
      </w:pPr>
      <w:r>
        <w:rPr>
          <w:rFonts w:hint="eastAsia"/>
          <w:rtl/>
        </w:rPr>
        <w:t>قُلۡ</w:t>
      </w:r>
      <w:r>
        <w:rPr>
          <w:rtl/>
        </w:rPr>
        <w:t xml:space="preserve"> مَآ أَسۡـَٔلُكُمۡ عَلَيۡهِ مِنۡ أَجۡرٍ۬ وَمَآ أَنَا۟ مِنَ </w:t>
      </w:r>
      <w:r>
        <w:rPr>
          <w:rFonts w:hint="cs"/>
          <w:rtl/>
        </w:rPr>
        <w:t>ٱ</w:t>
      </w:r>
      <w:r>
        <w:rPr>
          <w:rFonts w:hint="eastAsia"/>
          <w:rtl/>
        </w:rPr>
        <w:t>لۡمُتَكَلِّفِينَ</w:t>
      </w:r>
      <w:r>
        <w:rPr>
          <w:rtl/>
        </w:rPr>
        <w:t xml:space="preserve"> (٨٦</w:t>
      </w:r>
      <w:r w:rsidR="009229E3">
        <w:rPr>
          <w:rtl/>
        </w:rPr>
        <w:t>)</w:t>
      </w:r>
      <w:r>
        <w:rPr>
          <w:rtl/>
        </w:rPr>
        <w:t xml:space="preserve"> إِنۡ هُوَ إِلَّا ذِكۡرٌ۬ لِّلۡعَـٰلَمِينَ (٨٧</w:t>
      </w:r>
      <w:r w:rsidR="009229E3">
        <w:rPr>
          <w:rtl/>
        </w:rPr>
        <w:t>)</w:t>
      </w:r>
      <w:r>
        <w:rPr>
          <w:rtl/>
        </w:rPr>
        <w:t xml:space="preserve"> وَلَتَعۡلَمُنَّ نَبَأَهُ </w:t>
      </w:r>
      <w:r>
        <w:rPr>
          <w:rFonts w:hint="cs"/>
          <w:rtl/>
        </w:rPr>
        <w:t>ۥ</w:t>
      </w:r>
      <w:r>
        <w:rPr>
          <w:rtl/>
        </w:rPr>
        <w:t xml:space="preserve"> بَعۡدَ حِينِۭ (٨٨</w:t>
      </w:r>
      <w:r w:rsidR="009229E3">
        <w:rPr>
          <w:rtl/>
        </w:rPr>
        <w:t>)</w:t>
      </w:r>
    </w:p>
    <w:p w:rsidR="001A403D" w:rsidRDefault="001A403D" w:rsidP="00E36567">
      <w:pPr>
        <w:pStyle w:val="libBoldItalic"/>
      </w:pPr>
      <w:r>
        <w:t>Say: I do not ask you for this (task of Risalat) any reward, and I am not  of the pretentious. (86) Certainly it is but a Zikr (reminder) for the worlds, (87) And you will surely come to know (the truth of) its information after a time. (88)</w:t>
      </w:r>
    </w:p>
    <w:p w:rsidR="001A403D" w:rsidRDefault="001A403D" w:rsidP="00E36567">
      <w:pPr>
        <w:pStyle w:val="libNormal"/>
      </w:pPr>
      <w:r>
        <w:t>1-Imam Mohammad Baqir asws said about the saying of Allah “Say: I do not ask you for this (task of Risalat) any reward, and I am not  of the pretentious. Certainly it is but a Zikr for the worlds” means he (Zikr) is Amirul Momineen asws, “and you will surely come to know (the truth of) its information after a time” means when Qaim asws will reappear. (al-Burhan, v6, p560)</w:t>
      </w:r>
    </w:p>
    <w:p w:rsidR="001A403D" w:rsidRDefault="001A403D" w:rsidP="00E36567">
      <w:pPr>
        <w:pStyle w:val="libNormal"/>
      </w:pPr>
      <w:r>
        <w:t>2-Rasool Allah sawaw said: Pretentious has three signs: Argues with one who has higher status, and struggles for that which he cannot get, and gives statements about which he has no knowledge. (Tafseer Safi, v3, p235)</w:t>
      </w:r>
    </w:p>
    <w:p w:rsidR="001A403D" w:rsidRDefault="001A403D" w:rsidP="00E36567">
      <w:pPr>
        <w:pStyle w:val="libNormal"/>
      </w:pPr>
      <w:r>
        <w:t>3-Imam Jafar Sadiq asws said: There are some among the scholars who prepare themselves to issue Fatawa and say “Ask me (whatever you wish) but perhaps they can not say even one word right, and Allah does not like pretentious people, so they will be in the sixth level in Fire. (Tafseer Safi, v3, p235)</w:t>
      </w:r>
    </w:p>
    <w:p w:rsidR="001A403D" w:rsidRDefault="001A403D" w:rsidP="009229E3">
      <w:pPr>
        <w:pStyle w:val="libCenterBold1"/>
      </w:pPr>
      <w:r>
        <w:t>Lesson:</w:t>
      </w:r>
    </w:p>
    <w:p w:rsidR="001A403D" w:rsidRDefault="001A403D" w:rsidP="001A403D">
      <w:pPr>
        <w:pStyle w:val="libNormal"/>
      </w:pPr>
      <w:r>
        <w:t>1-The reward of preaching/conveying Deen is Mawaddat of Masumeen asws, their Walayat is blessing for the worlds. Maola Ali asws is Zikr for the worlds. Those who prevent this Zikr of Allah, they will know this Naba-e-Azeem after Zahoor of Qaim asws, and will bear the consequences as well.</w:t>
      </w:r>
    </w:p>
    <w:p w:rsidR="001A403D" w:rsidRDefault="001A403D" w:rsidP="001A403D">
      <w:pPr>
        <w:pStyle w:val="libNormal"/>
      </w:pPr>
      <w:r>
        <w:t>2-Muqassir Mulla is pretentious because he argues Walayat of those who have the highest status in the universe, he is not infallible but is struggling to get status of a Masoom, after reading some man-made branches of so-called knowledge starts issuing Fatawa without any knowledge of Quran &amp; Sunnah, and says “I am Jameh ush Sharait Majah, ask me anything.”</w:t>
      </w:r>
    </w:p>
    <w:p w:rsidR="00EB2345" w:rsidRDefault="00EB2345" w:rsidP="00FC02E7">
      <w:pPr>
        <w:pStyle w:val="libNormal"/>
        <w:rPr>
          <w:rtl/>
        </w:rPr>
      </w:pPr>
      <w:r>
        <w:rPr>
          <w:rFonts w:hint="eastAsia"/>
        </w:rPr>
        <w:br w:type="page"/>
      </w:r>
    </w:p>
    <w:p w:rsidR="001A403D" w:rsidRDefault="00EB2345" w:rsidP="00EB2345">
      <w:pPr>
        <w:pStyle w:val="Heading1Center"/>
      </w:pPr>
      <w:bookmarkStart w:id="40" w:name="_Toc449789433"/>
      <w:r>
        <w:rPr>
          <w:rFonts w:hint="eastAsia"/>
          <w:rtl/>
        </w:rPr>
        <w:lastRenderedPageBreak/>
        <w:t>سُوۡرَةُ</w:t>
      </w:r>
      <w:r>
        <w:rPr>
          <w:rtl/>
        </w:rPr>
        <w:t xml:space="preserve"> </w:t>
      </w:r>
      <w:r w:rsidR="001A403D">
        <w:rPr>
          <w:rtl/>
        </w:rPr>
        <w:t>الزُّمَر</w:t>
      </w:r>
      <w:bookmarkEnd w:id="40"/>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أَمَّنۡ</w:t>
      </w:r>
      <w:r>
        <w:rPr>
          <w:rtl/>
        </w:rPr>
        <w:t xml:space="preserve"> هُوَ قَـٰنِتٌ ءَانَآءَ </w:t>
      </w:r>
      <w:r>
        <w:rPr>
          <w:rFonts w:hint="cs"/>
          <w:rtl/>
        </w:rPr>
        <w:t>ٱ</w:t>
      </w:r>
      <w:r>
        <w:rPr>
          <w:rFonts w:hint="eastAsia"/>
          <w:rtl/>
        </w:rPr>
        <w:t>لَّيۡلِ</w:t>
      </w:r>
      <w:r>
        <w:rPr>
          <w:rtl/>
        </w:rPr>
        <w:t xml:space="preserve"> سَاجِدً۬ا وَقَآ</w:t>
      </w:r>
      <w:r>
        <w:rPr>
          <w:rFonts w:hint="cs"/>
          <w:rtl/>
        </w:rPr>
        <w:t>ٮِٕ</w:t>
      </w:r>
      <w:r>
        <w:rPr>
          <w:rFonts w:hint="eastAsia"/>
          <w:rtl/>
        </w:rPr>
        <w:t>مً۬ا</w:t>
      </w:r>
      <w:r>
        <w:rPr>
          <w:rtl/>
        </w:rPr>
        <w:t xml:space="preserve"> يَحۡذَرُ </w:t>
      </w:r>
      <w:r>
        <w:rPr>
          <w:rFonts w:hint="cs"/>
          <w:rtl/>
        </w:rPr>
        <w:t>ٱ</w:t>
      </w:r>
      <w:r>
        <w:rPr>
          <w:rFonts w:hint="eastAsia"/>
          <w:rtl/>
        </w:rPr>
        <w:t>لۡأَخِرَةَ</w:t>
      </w:r>
      <w:r>
        <w:rPr>
          <w:rtl/>
        </w:rPr>
        <w:t xml:space="preserve"> وَيَرۡجُواْ رَحۡمَةَ رَبِّهِ</w:t>
      </w:r>
      <w:r>
        <w:rPr>
          <w:rFonts w:hint="cs"/>
          <w:rtl/>
        </w:rPr>
        <w:t>ۦ‌ۗ</w:t>
      </w:r>
      <w:r>
        <w:rPr>
          <w:rtl/>
        </w:rPr>
        <w:t xml:space="preserve"> قُلۡ هَلۡ يَسۡتَوِى </w:t>
      </w:r>
      <w:r>
        <w:rPr>
          <w:rFonts w:hint="cs"/>
          <w:rtl/>
        </w:rPr>
        <w:t>ٱ</w:t>
      </w:r>
      <w:r>
        <w:rPr>
          <w:rFonts w:hint="eastAsia"/>
          <w:rtl/>
        </w:rPr>
        <w:t>لَّذِينَ</w:t>
      </w:r>
      <w:r>
        <w:rPr>
          <w:rtl/>
        </w:rPr>
        <w:t xml:space="preserve"> يَعۡلَمُونَ وَ</w:t>
      </w:r>
      <w:r>
        <w:rPr>
          <w:rFonts w:hint="cs"/>
          <w:rtl/>
        </w:rPr>
        <w:t>ٱ</w:t>
      </w:r>
      <w:r>
        <w:rPr>
          <w:rFonts w:hint="eastAsia"/>
          <w:rtl/>
        </w:rPr>
        <w:t>لَّذِينَ</w:t>
      </w:r>
      <w:r>
        <w:rPr>
          <w:rtl/>
        </w:rPr>
        <w:t xml:space="preserve"> لَا يَعۡلَمُونَ‌ۗ إِنَّمَا يَتَذَكَّرُ أُوْلُواْ </w:t>
      </w:r>
      <w:r>
        <w:rPr>
          <w:rFonts w:hint="cs"/>
          <w:rtl/>
        </w:rPr>
        <w:t>ٱ</w:t>
      </w:r>
      <w:r>
        <w:rPr>
          <w:rFonts w:hint="eastAsia"/>
          <w:rtl/>
        </w:rPr>
        <w:t>لۡأَلۡبَـٰبِ</w:t>
      </w:r>
      <w:r>
        <w:rPr>
          <w:rtl/>
        </w:rPr>
        <w:t xml:space="preserve"> (٩</w:t>
      </w:r>
      <w:r w:rsidR="009229E3">
        <w:rPr>
          <w:rtl/>
        </w:rPr>
        <w:t>)</w:t>
      </w:r>
    </w:p>
    <w:p w:rsidR="001A403D" w:rsidRDefault="001A403D" w:rsidP="00E36567">
      <w:pPr>
        <w:pStyle w:val="libBoldItalic"/>
      </w:pPr>
      <w:r>
        <w:t>Is he who prays obediently in the hours of the night doing Sajdahs and Qiyam fearing the Hereafter and hoping for the mercy of his Rabb, (like one who does not)? Say: Are those who know equal to those who know not? Only the people of understanding will remember. (9)</w:t>
      </w:r>
    </w:p>
    <w:p w:rsidR="001A403D" w:rsidRDefault="001A403D" w:rsidP="00E36567">
      <w:pPr>
        <w:pStyle w:val="libNormal"/>
      </w:pPr>
      <w:r>
        <w:t>1-Imam Mohammad Baqir asws said about the saying of Allah “Say: Are those who know equal to those who know not? Only the people of understanding will remember”: Only and only we are those who have knowledge, and our enemies are those who do not know anything, and our Shias are the people of understanding. (al-Burhan, v6, p526)</w:t>
      </w:r>
    </w:p>
    <w:p w:rsidR="001A403D" w:rsidRDefault="001A403D" w:rsidP="00E36567">
      <w:pPr>
        <w:pStyle w:val="libNormal"/>
      </w:pPr>
      <w:r>
        <w:t>2-Rasool Allah sawaw said: Allah has not divided anything superior to wisdom among the servants, so sleep of wise is superior to wake (in prayer) of ignorant, and silence of wise is superior to investigation of ignorant, and Allah Ta’ala did not raise any Nabi (a.s.) until completed his wisdom, and his intellect is superior to the collective intellects of whole Ummah. And whatever is inside the soul (Nafs) of Nabi (sawaw) is superior to the Ijtihad of Mujtahideen, and no one can fulfil the obligations (Fara</w:t>
      </w:r>
      <w:r>
        <w:rPr>
          <w:rFonts w:hint="eastAsia"/>
        </w:rPr>
        <w:t>’</w:t>
      </w:r>
      <w:r>
        <w:t>iz) of Allah until he gets wisdom from him (sawaw). And all the worshipers do not know the value of their Ibadaat as a wise person knows, and the people of intelligence are Olil-Albab, about whom Allah Ta’ala says “Only the people of understanding pay heed” (al-Burhan, v6, p526)</w:t>
      </w:r>
    </w:p>
    <w:p w:rsidR="001A403D" w:rsidRDefault="001A403D" w:rsidP="00E36567">
      <w:pPr>
        <w:pStyle w:val="libNormal"/>
      </w:pPr>
      <w:r>
        <w:t>3-Ans bin Malik narrated that this verse was revealed about Ali asws, “Is he who prays obediently in the hours of the night doing Sajdahs and Qiyam.” Narrator stated: I came in the presence of Ali asws at Maghrib time and found him offering Salaah and reciting holy Quran until Fajar dawned, then he renewed Wazu and went toward Masjid, and lead Fajar prayer to the people, then sat for Taqibaat of Salaah until sun rose. Then people came to him and got judgements of their cases from him until he got up for Zuhar Salaah and renewed Wazu and read Salaah with his companions, then sat for Taqibaat until read Asr with them, then issued judgements among the people and issued Fatawa to them until sunset. (al-Burhan, v6, p528)</w:t>
      </w:r>
    </w:p>
    <w:p w:rsidR="001A403D" w:rsidRDefault="001A403D" w:rsidP="009229E3">
      <w:pPr>
        <w:pStyle w:val="libCenterBold1"/>
      </w:pPr>
      <w:r>
        <w:t>Lesson:</w:t>
      </w:r>
    </w:p>
    <w:p w:rsidR="001A403D" w:rsidRDefault="001A403D" w:rsidP="001A403D">
      <w:pPr>
        <w:pStyle w:val="libNormal"/>
      </w:pPr>
      <w:r>
        <w:t>1-Saying of Masoom asws is superior to Ijtihad. While Masumeen asws have interpreted everything, then what is the need of Ijtihad? Who oppose Walayat-e-Ali asws they neither have knowledge nor wisdom.</w:t>
      </w:r>
    </w:p>
    <w:p w:rsidR="001A403D" w:rsidRDefault="001A403D" w:rsidP="001A403D">
      <w:pPr>
        <w:pStyle w:val="libNormal"/>
      </w:pPr>
      <w:r>
        <w:t>2-The duty of Shia scholars is that they find the solution of any given problem from Quran &amp; Hadees while keeping their intelligence under the obedience of Masumeen asws. Shia scholars are obedient to the Amr of Maola asws, and they only present the orders of Allah and Masumeen asws.</w:t>
      </w:r>
    </w:p>
    <w:p w:rsidR="001A403D" w:rsidRDefault="001A403D" w:rsidP="001A403D">
      <w:pPr>
        <w:pStyle w:val="libNormal"/>
      </w:pPr>
      <w:r>
        <w:lastRenderedPageBreak/>
        <w:t>3-All Masumeen asws did too much Ibadaat after coming down on earth only for our education, presented matchless sacrifices so that people can get Marifat of Tauheed.</w:t>
      </w:r>
    </w:p>
    <w:p w:rsidR="001A403D" w:rsidRDefault="001A403D" w:rsidP="00385B48">
      <w:pPr>
        <w:pStyle w:val="libAr"/>
      </w:pPr>
      <w:r>
        <w:rPr>
          <w:rFonts w:hint="eastAsia"/>
          <w:rtl/>
        </w:rPr>
        <w:t>وَ</w:t>
      </w:r>
      <w:r>
        <w:rPr>
          <w:rFonts w:hint="cs"/>
          <w:rtl/>
        </w:rPr>
        <w:t>ٱ</w:t>
      </w:r>
      <w:r>
        <w:rPr>
          <w:rFonts w:hint="eastAsia"/>
          <w:rtl/>
        </w:rPr>
        <w:t>لَّذِينَ</w:t>
      </w:r>
      <w:r>
        <w:rPr>
          <w:rtl/>
        </w:rPr>
        <w:t xml:space="preserve"> </w:t>
      </w:r>
      <w:r>
        <w:rPr>
          <w:rFonts w:hint="cs"/>
          <w:rtl/>
        </w:rPr>
        <w:t>ٱ</w:t>
      </w:r>
      <w:r>
        <w:rPr>
          <w:rFonts w:hint="eastAsia"/>
          <w:rtl/>
        </w:rPr>
        <w:t>جۡتَنَبُواْ</w:t>
      </w:r>
      <w:r>
        <w:rPr>
          <w:rtl/>
        </w:rPr>
        <w:t xml:space="preserve"> </w:t>
      </w:r>
      <w:r>
        <w:rPr>
          <w:rFonts w:hint="cs"/>
          <w:rtl/>
        </w:rPr>
        <w:t>ٱ</w:t>
      </w:r>
      <w:r>
        <w:rPr>
          <w:rFonts w:hint="eastAsia"/>
          <w:rtl/>
        </w:rPr>
        <w:t>لطَّـٰغُوتَ</w:t>
      </w:r>
      <w:r>
        <w:rPr>
          <w:rtl/>
        </w:rPr>
        <w:t xml:space="preserve"> أَن يَعۡبُدُوهَا وَأَنَابُوٓاْ إِلَى </w:t>
      </w:r>
      <w:r>
        <w:rPr>
          <w:rFonts w:hint="cs"/>
          <w:rtl/>
        </w:rPr>
        <w:t>ٱ</w:t>
      </w:r>
      <w:r>
        <w:rPr>
          <w:rFonts w:hint="eastAsia"/>
          <w:rtl/>
        </w:rPr>
        <w:t>للَّهِ</w:t>
      </w:r>
      <w:r>
        <w:rPr>
          <w:rtl/>
        </w:rPr>
        <w:t xml:space="preserve"> لَهُمُ </w:t>
      </w:r>
      <w:r>
        <w:rPr>
          <w:rFonts w:hint="cs"/>
          <w:rtl/>
        </w:rPr>
        <w:t>ٱ</w:t>
      </w:r>
      <w:r>
        <w:rPr>
          <w:rFonts w:hint="eastAsia"/>
          <w:rtl/>
        </w:rPr>
        <w:t>لۡبُشۡرَىٰ‌ۚ</w:t>
      </w:r>
      <w:r>
        <w:rPr>
          <w:rtl/>
        </w:rPr>
        <w:t xml:space="preserve"> فَبَشِّرۡ عِبَادِ (١٧</w:t>
      </w:r>
      <w:r w:rsidR="009229E3">
        <w:rPr>
          <w:rtl/>
        </w:rPr>
        <w:t>)</w:t>
      </w:r>
      <w:r>
        <w:rPr>
          <w:rtl/>
        </w:rPr>
        <w:t xml:space="preserve"> </w:t>
      </w:r>
      <w:r>
        <w:rPr>
          <w:rFonts w:hint="cs"/>
          <w:rtl/>
        </w:rPr>
        <w:t>ٱ</w:t>
      </w:r>
      <w:r>
        <w:rPr>
          <w:rFonts w:hint="eastAsia"/>
          <w:rtl/>
        </w:rPr>
        <w:t>لَّذِينَ</w:t>
      </w:r>
      <w:r>
        <w:rPr>
          <w:rtl/>
        </w:rPr>
        <w:t xml:space="preserve"> يَسۡتَمِعُونَ </w:t>
      </w:r>
      <w:r>
        <w:rPr>
          <w:rFonts w:hint="cs"/>
          <w:rtl/>
        </w:rPr>
        <w:t>ٱ</w:t>
      </w:r>
      <w:r>
        <w:rPr>
          <w:rFonts w:hint="eastAsia"/>
          <w:rtl/>
        </w:rPr>
        <w:t>لۡقَوۡلَ</w:t>
      </w:r>
      <w:r>
        <w:rPr>
          <w:rtl/>
        </w:rPr>
        <w:t xml:space="preserve"> فَيَتَّبِعُونَ أَحۡسَنَهُ </w:t>
      </w:r>
      <w:r>
        <w:rPr>
          <w:rFonts w:hint="cs"/>
          <w:rtl/>
        </w:rPr>
        <w:t>ۥۤ‌ۚ</w:t>
      </w:r>
      <w:r>
        <w:rPr>
          <w:rtl/>
        </w:rPr>
        <w:t xml:space="preserve"> أُوْلَـٰٓ</w:t>
      </w:r>
      <w:r>
        <w:rPr>
          <w:rFonts w:hint="cs"/>
          <w:rtl/>
        </w:rPr>
        <w:t>ٮِٕ</w:t>
      </w:r>
      <w:r>
        <w:rPr>
          <w:rFonts w:hint="eastAsia"/>
          <w:rtl/>
        </w:rPr>
        <w:t>كَ</w:t>
      </w:r>
      <w:r>
        <w:rPr>
          <w:rtl/>
        </w:rPr>
        <w:t xml:space="preserve"> </w:t>
      </w:r>
      <w:r>
        <w:rPr>
          <w:rFonts w:hint="cs"/>
          <w:rtl/>
        </w:rPr>
        <w:t>ٱ</w:t>
      </w:r>
      <w:r>
        <w:rPr>
          <w:rFonts w:hint="eastAsia"/>
          <w:rtl/>
        </w:rPr>
        <w:t>لَّذِينَ</w:t>
      </w:r>
      <w:r>
        <w:rPr>
          <w:rtl/>
        </w:rPr>
        <w:t xml:space="preserve"> هَدَ</w:t>
      </w:r>
      <w:r>
        <w:rPr>
          <w:rFonts w:hint="cs"/>
          <w:rtl/>
        </w:rPr>
        <w:t>ٮٰ</w:t>
      </w:r>
      <w:r>
        <w:rPr>
          <w:rFonts w:hint="eastAsia"/>
          <w:rtl/>
        </w:rPr>
        <w:t>هُمُ</w:t>
      </w:r>
      <w:r>
        <w:rPr>
          <w:rtl/>
        </w:rPr>
        <w:t xml:space="preserve"> </w:t>
      </w:r>
      <w:r>
        <w:rPr>
          <w:rFonts w:hint="cs"/>
          <w:rtl/>
        </w:rPr>
        <w:t>ٱ</w:t>
      </w:r>
      <w:r>
        <w:rPr>
          <w:rFonts w:hint="eastAsia"/>
          <w:rtl/>
        </w:rPr>
        <w:t>للَّهُ‌ۖ</w:t>
      </w:r>
      <w:r>
        <w:rPr>
          <w:rtl/>
        </w:rPr>
        <w:t xml:space="preserve"> وَأُوْلَـٰٓ</w:t>
      </w:r>
      <w:r>
        <w:rPr>
          <w:rFonts w:hint="cs"/>
          <w:rtl/>
        </w:rPr>
        <w:t>ٮِٕ</w:t>
      </w:r>
      <w:r>
        <w:rPr>
          <w:rFonts w:hint="eastAsia"/>
          <w:rtl/>
        </w:rPr>
        <w:t>كَ</w:t>
      </w:r>
      <w:r>
        <w:rPr>
          <w:rtl/>
        </w:rPr>
        <w:t xml:space="preserve"> ه</w:t>
      </w:r>
      <w:r>
        <w:rPr>
          <w:rFonts w:hint="eastAsia"/>
          <w:rtl/>
        </w:rPr>
        <w:t>ُمۡ</w:t>
      </w:r>
      <w:r>
        <w:rPr>
          <w:rtl/>
        </w:rPr>
        <w:t xml:space="preserve"> أُوْلُواْ </w:t>
      </w:r>
      <w:r>
        <w:rPr>
          <w:rFonts w:hint="cs"/>
          <w:rtl/>
        </w:rPr>
        <w:t>ٱ</w:t>
      </w:r>
      <w:r>
        <w:rPr>
          <w:rFonts w:hint="eastAsia"/>
          <w:rtl/>
        </w:rPr>
        <w:t>لۡأَلۡبَـٰبِ</w:t>
      </w:r>
      <w:r>
        <w:rPr>
          <w:rtl/>
        </w:rPr>
        <w:t xml:space="preserve"> (١٨</w:t>
      </w:r>
      <w:r w:rsidR="009229E3">
        <w:rPr>
          <w:rtl/>
        </w:rPr>
        <w:t>)</w:t>
      </w:r>
    </w:p>
    <w:p w:rsidR="001A403D" w:rsidRDefault="001A403D" w:rsidP="00E36567">
      <w:pPr>
        <w:pStyle w:val="libBoldItalic"/>
      </w:pPr>
      <w:r>
        <w:t>And those who avoided Taghoot lest they should worship it, and turn to Allah, for them there are glad tidings. Therefor give good tidings to My servants (17) Who listen the Qawl (word) and follow the best of it. Those are ones whom Allah has guided, and those are the people of understanding. (18)</w:t>
      </w:r>
    </w:p>
    <w:p w:rsidR="001A403D" w:rsidRDefault="001A403D" w:rsidP="00E36567">
      <w:pPr>
        <w:pStyle w:val="libNormal"/>
      </w:pPr>
      <w:r>
        <w:t>1-Imam Jafar Sadiq asws said: Every flag which will be raised before the Qiyam of Qaim, its bearers will be worshiping Taghoot besides Allah Azza wa Jalla. (al-Burhan, v6, p532)</w:t>
      </w:r>
    </w:p>
    <w:p w:rsidR="001A403D" w:rsidRDefault="001A403D" w:rsidP="00E36567">
      <w:pPr>
        <w:pStyle w:val="libNormal"/>
      </w:pPr>
      <w:r>
        <w:t>2-About the saying of Allah Azza wa Jalla, “Who listen the Qawl and follow the best of it” Imam Jafar Sadiq asws said: Who submit to Aal-e-Mohammad asws, when they listen a Hadees, neither they do addition in it nor subtraction in it, and convey it as they had listened it. (al-Burhan, v6, p532)</w:t>
      </w:r>
    </w:p>
    <w:p w:rsidR="001A403D" w:rsidRDefault="001A403D" w:rsidP="009229E3">
      <w:pPr>
        <w:pStyle w:val="libCenterBold1"/>
      </w:pPr>
      <w:r>
        <w:t>Lesson:</w:t>
      </w:r>
    </w:p>
    <w:p w:rsidR="001A403D" w:rsidRDefault="001A403D" w:rsidP="001A403D">
      <w:pPr>
        <w:pStyle w:val="libNormal"/>
      </w:pPr>
      <w:r>
        <w:t>1-Beware, open the eyes &amp; ears, listen by opening the windows of the brain: All the revolutions before the Zahoor of Imam Qaim asws will be Taghooti, even if they come in the name of Islam, or they are holding black flags &amp; wearing black clothes like Banu Abbas. It is very simple criteria, just observe whether those revolutionaries are issuing Fatawa against Walayat-e-Ali asws, they are issuing Fatawa against Azadari, they are doing Shirk in Walayat and claiming Walayat for themselves, they arrest those Momineen who pay homage by shedding blood on Ashoora, if they are doing so then understand for sure that they are Taghooti agents of the army of Yazid (l.u.), they are worshiping Shaitan instead of Allah, their aim &amp; object is only power &amp; wealth.</w:t>
      </w:r>
    </w:p>
    <w:p w:rsidR="001A403D" w:rsidRDefault="001A403D" w:rsidP="001A403D">
      <w:pPr>
        <w:pStyle w:val="libNormal"/>
      </w:pPr>
      <w:r>
        <w:t>2-Guided ones are those who follow the Aqwal (Ahadees) of Masumeen asws without editing them, and they do not take a sentence from Hadees without context according to their desires and present it to the people to deceive them.</w:t>
      </w:r>
    </w:p>
    <w:p w:rsidR="001A403D" w:rsidRDefault="001A403D" w:rsidP="00385B48">
      <w:pPr>
        <w:pStyle w:val="libAr"/>
      </w:pPr>
      <w:r>
        <w:rPr>
          <w:rFonts w:hint="eastAsia"/>
          <w:rtl/>
        </w:rPr>
        <w:t>ضَرَبَ</w:t>
      </w:r>
      <w:r>
        <w:rPr>
          <w:rtl/>
        </w:rPr>
        <w:t xml:space="preserve"> </w:t>
      </w:r>
      <w:r>
        <w:rPr>
          <w:rFonts w:hint="cs"/>
          <w:rtl/>
        </w:rPr>
        <w:t>ٱ</w:t>
      </w:r>
      <w:r>
        <w:rPr>
          <w:rFonts w:hint="eastAsia"/>
          <w:rtl/>
        </w:rPr>
        <w:t>للَّهُ</w:t>
      </w:r>
      <w:r>
        <w:rPr>
          <w:rtl/>
        </w:rPr>
        <w:t xml:space="preserve"> مَثَلاً۬ رَّجُلاً۬ فِيهِ شُرَكَآءُ مُتَشَـٰكِسُونَ وَرَجُلاً۬ سَلَمً۬ا لِّرَجُلٍ هَلۡ يَسۡتَوِيَانِ مَثَلاً‌ۚ </w:t>
      </w:r>
      <w:r>
        <w:rPr>
          <w:rFonts w:hint="cs"/>
          <w:rtl/>
        </w:rPr>
        <w:t>ٱ</w:t>
      </w:r>
      <w:r>
        <w:rPr>
          <w:rFonts w:hint="eastAsia"/>
          <w:rtl/>
        </w:rPr>
        <w:t>لۡحَمۡدُ</w:t>
      </w:r>
      <w:r>
        <w:rPr>
          <w:rtl/>
        </w:rPr>
        <w:t xml:space="preserve"> لِلَّهِ‌ۚ بَلۡ أَكۡثَرُهُمۡ لَا يَعۡلَمُونَ (٢٩</w:t>
      </w:r>
      <w:r w:rsidR="009229E3">
        <w:rPr>
          <w:rtl/>
        </w:rPr>
        <w:t>)</w:t>
      </w:r>
    </w:p>
    <w:p w:rsidR="001A403D" w:rsidRDefault="001A403D" w:rsidP="00E36567">
      <w:pPr>
        <w:pStyle w:val="libBoldItalic"/>
      </w:pPr>
      <w:r>
        <w:t>Allah presents a similitude: A man for whom are many quarrelling partners, and a man belonging exclusively to one man. Are the two equal in similitude? Every Praise be to Allah! But most of them know not. (29)</w:t>
      </w:r>
    </w:p>
    <w:p w:rsidR="001A403D" w:rsidRDefault="001A403D" w:rsidP="00E36567">
      <w:pPr>
        <w:pStyle w:val="libNormal"/>
      </w:pPr>
      <w:r>
        <w:t xml:space="preserve">1-“Allah presents a similitude: A man for whom are many quarrelling partners” this similitude Allah presented for Amirul Momineen asws, and his partners are those who did injustice to him, and usurped his right, and the saying of Allah Ta’ala “quarrelling” means who keep grudge, and His saying “and a man belonging exclusively to one man” means Amirul </w:t>
      </w:r>
      <w:r>
        <w:lastRenderedPageBreak/>
        <w:t>Momineen asws is exclusively for Rasool Allah sawaw, then said, “Are the two equal in similitude? Every Praise be to Allah! But most of them do not know.” (Tafseer Qummi, p590) (al-Burhan, v6, p539)</w:t>
      </w:r>
    </w:p>
    <w:p w:rsidR="001A403D" w:rsidRDefault="001A403D" w:rsidP="00E36567">
      <w:pPr>
        <w:pStyle w:val="libNormal"/>
      </w:pPr>
      <w:r>
        <w:t>2-Amirul Momineen asws said: Beware, there are specific names for me in Quran, you should be afraid to use them for yourselves and then you go astray from your Deen, I am “al-Salm” (wholly, exclusively) for Rasool Allah sawaw, that Allah Azza wa Jalla says, “and a man belonging exclusively to one man.” (Tafseer al-Safi, v3, p243)</w:t>
      </w:r>
    </w:p>
    <w:p w:rsidR="001A403D" w:rsidRDefault="001A403D" w:rsidP="009229E3">
      <w:pPr>
        <w:pStyle w:val="libCenterBold1"/>
      </w:pPr>
      <w:r>
        <w:t>Lesson:</w:t>
      </w:r>
    </w:p>
    <w:p w:rsidR="001A403D" w:rsidRDefault="001A403D" w:rsidP="001A403D">
      <w:pPr>
        <w:pStyle w:val="libNormal"/>
      </w:pPr>
      <w:r>
        <w:t>1-Who declare their partnership in Walayat-e-Ali asws, Allah declares such unjust usurpers as ill-mannered quarrelsome. Maola Ali asws dedicated exclusively &amp; sacrificed his life &amp; children for Rasool Allah sawaw.</w:t>
      </w:r>
    </w:p>
    <w:p w:rsidR="001A403D" w:rsidRDefault="001A403D" w:rsidP="001A403D">
      <w:pPr>
        <w:pStyle w:val="libNormal"/>
      </w:pPr>
      <w:r>
        <w:t>2-Maola Ali asws forbade to use his specific names and titles. In holy Quran, Ayat al-Kubra is name of Maola Ali asws, which means the greatest Ayat of Allah i.e. Ayatullah al-Uzma, and these words “Ayatullah al-Uzma” are present in the Ziyarat of Amirul Momineen asws. Therefore whoever calls himself Ayatollah al-Uzma, he is astray from Deen according to the Qawl-e-Haqq of Maola Ali asws, who call him by that title are also astray from Sirat-e-Mustaqeem.</w:t>
      </w:r>
    </w:p>
    <w:p w:rsidR="001A403D" w:rsidRDefault="001A403D" w:rsidP="00385B48">
      <w:pPr>
        <w:pStyle w:val="libAr"/>
      </w:pPr>
      <w:r>
        <w:rPr>
          <w:rFonts w:hint="eastAsia"/>
          <w:rtl/>
        </w:rPr>
        <w:t>فَمَنۡ</w:t>
      </w:r>
      <w:r>
        <w:rPr>
          <w:rtl/>
        </w:rPr>
        <w:t xml:space="preserve"> أَظۡلَمُ مِمَّن </w:t>
      </w:r>
      <w:r w:rsidR="001E6BAB" w:rsidRPr="001E6BAB">
        <w:rPr>
          <w:rFonts w:hint="cs"/>
          <w:rtl/>
        </w:rPr>
        <w:t>ک</w:t>
      </w:r>
      <w:r>
        <w:rPr>
          <w:rFonts w:hint="eastAsia"/>
          <w:rtl/>
        </w:rPr>
        <w:t>ذَبَ</w:t>
      </w:r>
      <w:r>
        <w:rPr>
          <w:rtl/>
        </w:rPr>
        <w:t xml:space="preserve"> عَلَى </w:t>
      </w:r>
      <w:r>
        <w:rPr>
          <w:rFonts w:hint="cs"/>
          <w:rtl/>
        </w:rPr>
        <w:t>ٱ</w:t>
      </w:r>
      <w:r>
        <w:rPr>
          <w:rFonts w:hint="eastAsia"/>
          <w:rtl/>
        </w:rPr>
        <w:t>للَّهِ</w:t>
      </w:r>
      <w:r>
        <w:rPr>
          <w:rtl/>
        </w:rPr>
        <w:t xml:space="preserve"> وَكَذَّبَ بِ</w:t>
      </w:r>
      <w:r>
        <w:rPr>
          <w:rFonts w:hint="cs"/>
          <w:rtl/>
        </w:rPr>
        <w:t>ٱ</w:t>
      </w:r>
      <w:r>
        <w:rPr>
          <w:rFonts w:hint="eastAsia"/>
          <w:rtl/>
        </w:rPr>
        <w:t>لصِّدۡقِ</w:t>
      </w:r>
      <w:r>
        <w:rPr>
          <w:rtl/>
        </w:rPr>
        <w:t xml:space="preserve"> إِذۡ جَآءَهُ </w:t>
      </w:r>
      <w:r>
        <w:rPr>
          <w:rFonts w:hint="cs"/>
          <w:rtl/>
        </w:rPr>
        <w:t>ۥۤ‌ۚ</w:t>
      </w:r>
      <w:r>
        <w:rPr>
          <w:rtl/>
        </w:rPr>
        <w:t xml:space="preserve"> أَلَيۡسَ فِى جَهَنَّمَ مَثۡوً۬ى لِّلۡكَـٰفِرِينَ (٣٢</w:t>
      </w:r>
      <w:r w:rsidR="009229E3">
        <w:rPr>
          <w:rtl/>
        </w:rPr>
        <w:t>)</w:t>
      </w:r>
      <w:r>
        <w:rPr>
          <w:rtl/>
        </w:rPr>
        <w:t xml:space="preserve"> وَ</w:t>
      </w:r>
      <w:r>
        <w:rPr>
          <w:rFonts w:hint="cs"/>
          <w:rtl/>
        </w:rPr>
        <w:t>ٱ</w:t>
      </w:r>
      <w:r>
        <w:rPr>
          <w:rFonts w:hint="eastAsia"/>
          <w:rtl/>
        </w:rPr>
        <w:t>لَّذِى</w:t>
      </w:r>
      <w:r>
        <w:rPr>
          <w:rtl/>
        </w:rPr>
        <w:t xml:space="preserve"> جَآءَ بِ</w:t>
      </w:r>
      <w:r>
        <w:rPr>
          <w:rFonts w:hint="cs"/>
          <w:rtl/>
        </w:rPr>
        <w:t>ٱ</w:t>
      </w:r>
      <w:r>
        <w:rPr>
          <w:rFonts w:hint="eastAsia"/>
          <w:rtl/>
        </w:rPr>
        <w:t>لصِّدۡقِ</w:t>
      </w:r>
      <w:r>
        <w:rPr>
          <w:rtl/>
        </w:rPr>
        <w:t xml:space="preserve"> وَصَدَّقَ بِهِ</w:t>
      </w:r>
      <w:r>
        <w:rPr>
          <w:rFonts w:hint="cs"/>
          <w:rtl/>
        </w:rPr>
        <w:t>ۦۤ‌ۙ</w:t>
      </w:r>
      <w:r>
        <w:rPr>
          <w:rtl/>
        </w:rPr>
        <w:t xml:space="preserve"> أُوْلَـٰٓ</w:t>
      </w:r>
      <w:r>
        <w:rPr>
          <w:rFonts w:hint="cs"/>
          <w:rtl/>
        </w:rPr>
        <w:t>ٮِٕ</w:t>
      </w:r>
      <w:r>
        <w:rPr>
          <w:rFonts w:hint="eastAsia"/>
          <w:rtl/>
        </w:rPr>
        <w:t>كَ</w:t>
      </w:r>
      <w:r>
        <w:rPr>
          <w:rtl/>
        </w:rPr>
        <w:t xml:space="preserve"> هُمُ </w:t>
      </w:r>
      <w:r>
        <w:rPr>
          <w:rFonts w:hint="cs"/>
          <w:rtl/>
        </w:rPr>
        <w:t>ٱ</w:t>
      </w:r>
      <w:r>
        <w:rPr>
          <w:rFonts w:hint="eastAsia"/>
          <w:rtl/>
        </w:rPr>
        <w:t>لۡمُتَّقُونَ</w:t>
      </w:r>
      <w:r>
        <w:rPr>
          <w:rtl/>
        </w:rPr>
        <w:t xml:space="preserve"> (٣٣</w:t>
      </w:r>
      <w:r w:rsidR="009229E3">
        <w:rPr>
          <w:rtl/>
        </w:rPr>
        <w:t>)</w:t>
      </w:r>
    </w:p>
    <w:p w:rsidR="001A403D" w:rsidRDefault="001A403D" w:rsidP="00E36567">
      <w:pPr>
        <w:pStyle w:val="libBoldItalic"/>
      </w:pPr>
      <w:r>
        <w:t>So who is more unjust than one who lies about Allah, and denies the truth when it has come to him? Is there not residence for disbelievers in the Hell? (32) And the one who brought the truth and (the one) who testified it - those are the righteous. (33)</w:t>
      </w:r>
    </w:p>
    <w:p w:rsidR="001A403D" w:rsidRDefault="001A403D" w:rsidP="00E36567">
      <w:pPr>
        <w:pStyle w:val="libNormal"/>
      </w:pPr>
      <w:r>
        <w:t>1-Maola Ali bin Abi Talib asws said about the saying of Allah Azza wa Jalla, “So who is more unjust than one who lies about Allah, and denies the truth when it has come to him?”: Sidq (the Truth) is Walayat of us the Ahlul Bait asws. (al-Burhan, v6, p541)</w:t>
      </w:r>
      <w:r>
        <w:cr/>
      </w:r>
    </w:p>
    <w:p w:rsidR="001A403D" w:rsidRDefault="001A403D" w:rsidP="00E36567">
      <w:pPr>
        <w:pStyle w:val="libNormal"/>
      </w:pPr>
      <w:r>
        <w:t>2-Imam Jafar Sadiq asws said about the saying of Allah Azza wa Jalla, “And the one who brought the truth and (the one) who testified it”: Who brought Sidq (Truth) that is Rasool Allah sawaw, and who testified it he is Ali bin Abi Talib asws. (al-Burhan, v6, p541)</w:t>
      </w:r>
    </w:p>
    <w:p w:rsidR="001A403D" w:rsidRDefault="001A403D" w:rsidP="009229E3">
      <w:pPr>
        <w:pStyle w:val="libCenterBold1"/>
      </w:pPr>
      <w:r>
        <w:t>Lesson:</w:t>
      </w:r>
    </w:p>
    <w:p w:rsidR="001A403D" w:rsidRDefault="001A403D" w:rsidP="001A403D">
      <w:pPr>
        <w:pStyle w:val="libNormal"/>
      </w:pPr>
      <w:r>
        <w:t>1-Those who belie Walayat of Maola Ali asws they are Kafirs, it means who think that Walayat is not only the right of Masumeen asws but Muqassir Mulla also has right of Walayat, and titles (agnomen) of Maola Ali asws are also permissible for Muqassir Mulla, then they are lying about Allah, and there is not any bigger unjust than them.</w:t>
      </w:r>
    </w:p>
    <w:p w:rsidR="001A403D" w:rsidRDefault="001A403D" w:rsidP="00385B48">
      <w:pPr>
        <w:pStyle w:val="libAr"/>
      </w:pPr>
      <w:r>
        <w:rPr>
          <w:rFonts w:hint="eastAsia"/>
          <w:rtl/>
        </w:rPr>
        <w:t>قُلۡ</w:t>
      </w:r>
      <w:r>
        <w:rPr>
          <w:rtl/>
        </w:rPr>
        <w:t xml:space="preserve"> يَـٰعِبَادِىَ </w:t>
      </w:r>
      <w:r>
        <w:rPr>
          <w:rFonts w:hint="cs"/>
          <w:rtl/>
        </w:rPr>
        <w:t>ٱ</w:t>
      </w:r>
      <w:r>
        <w:rPr>
          <w:rFonts w:hint="eastAsia"/>
          <w:rtl/>
        </w:rPr>
        <w:t>لَّذِينَ</w:t>
      </w:r>
      <w:r>
        <w:rPr>
          <w:rtl/>
        </w:rPr>
        <w:t xml:space="preserve"> أَسۡرَفُواْ عَلَىٰٓ أَنفُسِهِمۡ لَا تَقۡنَطُواْ مِن رَّحۡمَةِ </w:t>
      </w:r>
      <w:r>
        <w:rPr>
          <w:rFonts w:hint="cs"/>
          <w:rtl/>
        </w:rPr>
        <w:t>ٱ</w:t>
      </w:r>
      <w:r>
        <w:rPr>
          <w:rFonts w:hint="eastAsia"/>
          <w:rtl/>
        </w:rPr>
        <w:t>للَّهِ‌ۚ</w:t>
      </w:r>
      <w:r>
        <w:rPr>
          <w:rtl/>
        </w:rPr>
        <w:t xml:space="preserve"> إِنَّ </w:t>
      </w:r>
      <w:r>
        <w:rPr>
          <w:rFonts w:hint="cs"/>
          <w:rtl/>
        </w:rPr>
        <w:t>ٱ</w:t>
      </w:r>
      <w:r>
        <w:rPr>
          <w:rFonts w:hint="eastAsia"/>
          <w:rtl/>
        </w:rPr>
        <w:t>للَّهَ</w:t>
      </w:r>
      <w:r>
        <w:rPr>
          <w:rtl/>
        </w:rPr>
        <w:t xml:space="preserve"> يَغۡفِرُ </w:t>
      </w:r>
      <w:r>
        <w:rPr>
          <w:rFonts w:hint="cs"/>
          <w:rtl/>
        </w:rPr>
        <w:t>ٱ</w:t>
      </w:r>
      <w:r>
        <w:rPr>
          <w:rFonts w:hint="eastAsia"/>
          <w:rtl/>
        </w:rPr>
        <w:t>لذُّنُوبَ</w:t>
      </w:r>
      <w:r>
        <w:rPr>
          <w:rtl/>
        </w:rPr>
        <w:t xml:space="preserve"> جَمِيعًا‌ۚ إِنَّهُ </w:t>
      </w:r>
      <w:r>
        <w:rPr>
          <w:rFonts w:hint="cs"/>
          <w:rtl/>
        </w:rPr>
        <w:t>ۥ</w:t>
      </w:r>
      <w:r>
        <w:rPr>
          <w:rtl/>
        </w:rPr>
        <w:t xml:space="preserve"> هُوَ </w:t>
      </w:r>
      <w:r>
        <w:rPr>
          <w:rFonts w:hint="cs"/>
          <w:rtl/>
        </w:rPr>
        <w:t>ٱ</w:t>
      </w:r>
      <w:r>
        <w:rPr>
          <w:rFonts w:hint="eastAsia"/>
          <w:rtl/>
        </w:rPr>
        <w:t>لۡغَفُورُ</w:t>
      </w:r>
      <w:r>
        <w:rPr>
          <w:rtl/>
        </w:rPr>
        <w:t xml:space="preserve"> </w:t>
      </w:r>
      <w:r>
        <w:rPr>
          <w:rFonts w:hint="cs"/>
          <w:rtl/>
        </w:rPr>
        <w:t>ٱ</w:t>
      </w:r>
      <w:r>
        <w:rPr>
          <w:rFonts w:hint="eastAsia"/>
          <w:rtl/>
        </w:rPr>
        <w:t>لرَّحِيمُ</w:t>
      </w:r>
      <w:r>
        <w:rPr>
          <w:rtl/>
        </w:rPr>
        <w:t xml:space="preserve"> (٥٣</w:t>
      </w:r>
      <w:r w:rsidR="009229E3">
        <w:rPr>
          <w:rtl/>
        </w:rPr>
        <w:t>)</w:t>
      </w:r>
    </w:p>
    <w:p w:rsidR="001A403D" w:rsidRDefault="001A403D" w:rsidP="00E36567">
      <w:pPr>
        <w:pStyle w:val="libBoldItalic"/>
      </w:pPr>
      <w:r>
        <w:lastRenderedPageBreak/>
        <w:t>Say: O My slaves who have been unfair (prodigal, excessively hurting) to themselves, do not despair from the Mercy of Allah, indeed Allah forgives all sins. No doubt He is the Forgiving, the Merciful. (53)</w:t>
      </w:r>
    </w:p>
    <w:p w:rsidR="001A403D" w:rsidRDefault="001A403D" w:rsidP="00E36567">
      <w:pPr>
        <w:pStyle w:val="libNormal"/>
      </w:pPr>
      <w:r>
        <w:t>1-Imam Mohammad Baqir asws said: On the day of Qiyamah, Allah will not accept this excuse from anyone that he should say, “O Rabb, I did not know that only progeny of Fatima Zahra asws is Wali (Guardian) of all mankind.” And Allah specifically revealed this verse about the Shias of the progeny of Fatima Zahra asws, “Say: O My slaves who have been unfair (prodigal, excessively hurting) to themselves, do not despair from the Mercy of Allah.....” (al-Burhan, v6, p546)</w:t>
      </w:r>
    </w:p>
    <w:p w:rsidR="001A403D" w:rsidRDefault="001A403D" w:rsidP="009229E3">
      <w:pPr>
        <w:pStyle w:val="libCenterBold1"/>
      </w:pPr>
      <w:r>
        <w:t>Lesson:</w:t>
      </w:r>
    </w:p>
    <w:p w:rsidR="001A403D" w:rsidRDefault="001A403D" w:rsidP="001A403D">
      <w:pPr>
        <w:pStyle w:val="libNormal"/>
      </w:pPr>
      <w:r>
        <w:t>1-Walayat is only specific for the holy family of Syyeda Fatima Zahra asws. Allah will not accept any excuse that we heard from the Wakeels wearing big turbans that Majoosi Muqassir Mulla is also partner in Walayat, so believe in them and Walayat-e-Faqeh, and their obedience is obligatory just as Imam’s asws, and accept &amp; act on their Fatawa considering as command of Allah.</w:t>
      </w:r>
    </w:p>
    <w:p w:rsidR="001A403D" w:rsidRDefault="001A403D" w:rsidP="001A403D">
      <w:pPr>
        <w:pStyle w:val="libNormal"/>
      </w:pPr>
      <w:r>
        <w:t>2-It is obligatory on everyone to gain Marifat of Masumeen asws himself. It is not good to believe in hearsay without proof and investigation.</w:t>
      </w:r>
    </w:p>
    <w:p w:rsidR="001A403D" w:rsidRDefault="001A403D" w:rsidP="001A403D">
      <w:pPr>
        <w:pStyle w:val="libNormal"/>
      </w:pPr>
      <w:r>
        <w:t>3-Allah Ta’ala revealed this verse specifically for the Shias of the holy progeny of Fatima Zahra asws: Who pay homage by shedding blood in the grief of the holy son of Syyeda asws, Allah says to them that they should not despair from the Mercy of Allah, no doubt Allah will forgive all their sins if there will be any.</w:t>
      </w:r>
    </w:p>
    <w:p w:rsidR="001A403D" w:rsidRDefault="001A403D" w:rsidP="00385B48">
      <w:pPr>
        <w:pStyle w:val="libAr"/>
      </w:pPr>
      <w:r>
        <w:rPr>
          <w:rFonts w:hint="eastAsia"/>
          <w:rtl/>
        </w:rPr>
        <w:t>وَأَنِيبُوٓاْ</w:t>
      </w:r>
      <w:r>
        <w:rPr>
          <w:rtl/>
        </w:rPr>
        <w:t xml:space="preserve"> إِلَىٰ رَبِّكُمۡ وَأَسۡلِمُواْ لَهُ </w:t>
      </w:r>
      <w:r>
        <w:rPr>
          <w:rFonts w:hint="cs"/>
          <w:rtl/>
        </w:rPr>
        <w:t>ۥ</w:t>
      </w:r>
      <w:r>
        <w:rPr>
          <w:rtl/>
        </w:rPr>
        <w:t xml:space="preserve"> مِن قَبۡلِ أَن يَأۡتِيَكُمُ </w:t>
      </w:r>
      <w:r>
        <w:rPr>
          <w:rFonts w:hint="cs"/>
          <w:rtl/>
        </w:rPr>
        <w:t>ٱ</w:t>
      </w:r>
      <w:r>
        <w:rPr>
          <w:rFonts w:hint="eastAsia"/>
          <w:rtl/>
        </w:rPr>
        <w:t>لۡعَذَابُ</w:t>
      </w:r>
      <w:r>
        <w:rPr>
          <w:rtl/>
        </w:rPr>
        <w:t xml:space="preserve"> ثُمَّ لَا تُنصَرُونَ (٥٤</w:t>
      </w:r>
      <w:r w:rsidR="009229E3">
        <w:rPr>
          <w:rtl/>
        </w:rPr>
        <w:t>)</w:t>
      </w:r>
      <w:r>
        <w:rPr>
          <w:rtl/>
        </w:rPr>
        <w:t xml:space="preserve"> وَ</w:t>
      </w:r>
      <w:r>
        <w:rPr>
          <w:rFonts w:hint="cs"/>
          <w:rtl/>
        </w:rPr>
        <w:t>ٱ</w:t>
      </w:r>
      <w:r>
        <w:rPr>
          <w:rFonts w:hint="eastAsia"/>
          <w:rtl/>
        </w:rPr>
        <w:t>تَّبِعُوٓاْ</w:t>
      </w:r>
      <w:r>
        <w:rPr>
          <w:rtl/>
        </w:rPr>
        <w:t xml:space="preserve"> أَحۡسَنَ مَآ أُنزِلَ إِلَيۡكُم مِّن رَّبِّ</w:t>
      </w:r>
      <w:r w:rsidR="001E6BAB" w:rsidRPr="001E6BAB">
        <w:rPr>
          <w:rFonts w:hint="cs"/>
          <w:rtl/>
        </w:rPr>
        <w:t>ک</w:t>
      </w:r>
      <w:r>
        <w:rPr>
          <w:rFonts w:hint="eastAsia"/>
          <w:rtl/>
        </w:rPr>
        <w:t>م</w:t>
      </w:r>
      <w:r>
        <w:rPr>
          <w:rtl/>
        </w:rPr>
        <w:t xml:space="preserve"> مِّن قَبۡلِ أَن يَأۡتِيَ</w:t>
      </w:r>
      <w:r w:rsidR="001E6BAB" w:rsidRPr="001E6BAB">
        <w:rPr>
          <w:rFonts w:hint="cs"/>
          <w:rtl/>
        </w:rPr>
        <w:t>ک</w:t>
      </w:r>
      <w:r>
        <w:rPr>
          <w:rFonts w:hint="eastAsia"/>
          <w:rtl/>
        </w:rPr>
        <w:t>مُ</w:t>
      </w:r>
      <w:r>
        <w:rPr>
          <w:rtl/>
        </w:rPr>
        <w:t xml:space="preserve"> </w:t>
      </w:r>
      <w:r>
        <w:rPr>
          <w:rFonts w:hint="cs"/>
          <w:rtl/>
        </w:rPr>
        <w:t>ٱ</w:t>
      </w:r>
      <w:r>
        <w:rPr>
          <w:rFonts w:hint="eastAsia"/>
          <w:rtl/>
        </w:rPr>
        <w:t>لۡعَذَابُ</w:t>
      </w:r>
      <w:r>
        <w:rPr>
          <w:rtl/>
        </w:rPr>
        <w:t xml:space="preserve"> بَغۡتَةً۬ وَأَنتُمۡ لَا تَشۡعُرُونَ (٥٥</w:t>
      </w:r>
      <w:r w:rsidR="009229E3">
        <w:rPr>
          <w:rtl/>
        </w:rPr>
        <w:t>)</w:t>
      </w:r>
      <w:r>
        <w:rPr>
          <w:rtl/>
        </w:rPr>
        <w:t xml:space="preserve"> أَن تَقُولَ نَفۡسٌ۬ يَـٰحَسۡرَتَىٰ عَلَىٰ مَا فَرَّطتُ فِى جَنۢبِ </w:t>
      </w:r>
      <w:r>
        <w:rPr>
          <w:rFonts w:hint="cs"/>
          <w:rtl/>
        </w:rPr>
        <w:t>ٱ</w:t>
      </w:r>
      <w:r>
        <w:rPr>
          <w:rFonts w:hint="eastAsia"/>
          <w:rtl/>
        </w:rPr>
        <w:t>للَّهِ</w:t>
      </w:r>
      <w:r>
        <w:rPr>
          <w:rtl/>
        </w:rPr>
        <w:t xml:space="preserve"> وَإِن كُنتُ لَمِنَ </w:t>
      </w:r>
      <w:r>
        <w:rPr>
          <w:rFonts w:hint="cs"/>
          <w:rtl/>
        </w:rPr>
        <w:t>ٱ</w:t>
      </w:r>
      <w:r>
        <w:rPr>
          <w:rFonts w:hint="eastAsia"/>
          <w:rtl/>
        </w:rPr>
        <w:t>لسَّـٰخِرِينَ</w:t>
      </w:r>
      <w:r>
        <w:rPr>
          <w:rtl/>
        </w:rPr>
        <w:t xml:space="preserve"> (٥٦</w:t>
      </w:r>
      <w:r w:rsidR="009229E3">
        <w:rPr>
          <w:rtl/>
        </w:rPr>
        <w:t>)</w:t>
      </w:r>
      <w:r>
        <w:rPr>
          <w:rtl/>
        </w:rPr>
        <w:t xml:space="preserve"> أَوۡ تَقُولَ لَوۡ أَنَّ </w:t>
      </w:r>
      <w:r>
        <w:rPr>
          <w:rFonts w:hint="cs"/>
          <w:rtl/>
        </w:rPr>
        <w:t>ٱ</w:t>
      </w:r>
      <w:r>
        <w:rPr>
          <w:rFonts w:hint="eastAsia"/>
          <w:rtl/>
        </w:rPr>
        <w:t>للَّهَ</w:t>
      </w:r>
      <w:r>
        <w:rPr>
          <w:rtl/>
        </w:rPr>
        <w:t xml:space="preserve"> هَدَ</w:t>
      </w:r>
      <w:r>
        <w:rPr>
          <w:rFonts w:hint="cs"/>
          <w:rtl/>
        </w:rPr>
        <w:t>ٮٰ</w:t>
      </w:r>
      <w:r>
        <w:rPr>
          <w:rFonts w:hint="eastAsia"/>
          <w:rtl/>
        </w:rPr>
        <w:t>نِى</w:t>
      </w:r>
      <w:r>
        <w:rPr>
          <w:rtl/>
        </w:rPr>
        <w:t xml:space="preserve"> لَ</w:t>
      </w:r>
      <w:r w:rsidR="001E6BAB" w:rsidRPr="001E6BAB">
        <w:rPr>
          <w:rFonts w:hint="cs"/>
          <w:rtl/>
        </w:rPr>
        <w:t>ک</w:t>
      </w:r>
      <w:r>
        <w:rPr>
          <w:rFonts w:hint="eastAsia"/>
          <w:rtl/>
        </w:rPr>
        <w:t>نتُ</w:t>
      </w:r>
      <w:r>
        <w:rPr>
          <w:rtl/>
        </w:rPr>
        <w:t xml:space="preserve"> مِنَ </w:t>
      </w:r>
      <w:r>
        <w:rPr>
          <w:rFonts w:hint="cs"/>
          <w:rtl/>
        </w:rPr>
        <w:t>ٱ</w:t>
      </w:r>
      <w:r>
        <w:rPr>
          <w:rFonts w:hint="eastAsia"/>
          <w:rtl/>
        </w:rPr>
        <w:t>لۡمُتَّقِينَ</w:t>
      </w:r>
      <w:r>
        <w:rPr>
          <w:rtl/>
        </w:rPr>
        <w:t xml:space="preserve"> (٥٧</w:t>
      </w:r>
      <w:r w:rsidR="009229E3">
        <w:rPr>
          <w:rtl/>
        </w:rPr>
        <w:t>)</w:t>
      </w:r>
      <w:r>
        <w:rPr>
          <w:rtl/>
        </w:rPr>
        <w:t xml:space="preserve"> أَوۡ تَقُولَ حِينَ تَرَى </w:t>
      </w:r>
      <w:r>
        <w:rPr>
          <w:rFonts w:hint="cs"/>
          <w:rtl/>
        </w:rPr>
        <w:t>ٱ</w:t>
      </w:r>
      <w:r>
        <w:rPr>
          <w:rFonts w:hint="eastAsia"/>
          <w:rtl/>
        </w:rPr>
        <w:t>لۡعَذَابَ</w:t>
      </w:r>
      <w:r>
        <w:rPr>
          <w:rtl/>
        </w:rPr>
        <w:t xml:space="preserve"> لَوۡ أَنَّ لِى </w:t>
      </w:r>
      <w:r w:rsidR="001E6BAB" w:rsidRPr="001E6BAB">
        <w:rPr>
          <w:rFonts w:hint="cs"/>
          <w:rtl/>
        </w:rPr>
        <w:t>ک</w:t>
      </w:r>
      <w:r>
        <w:rPr>
          <w:rFonts w:hint="eastAsia"/>
          <w:rtl/>
        </w:rPr>
        <w:t>رَّةً۬</w:t>
      </w:r>
      <w:r>
        <w:rPr>
          <w:rtl/>
        </w:rPr>
        <w:t xml:space="preserve"> فَأَك</w:t>
      </w:r>
      <w:r>
        <w:rPr>
          <w:rFonts w:hint="eastAsia"/>
          <w:rtl/>
        </w:rPr>
        <w:t>ُونَ</w:t>
      </w:r>
      <w:r>
        <w:rPr>
          <w:rtl/>
        </w:rPr>
        <w:t xml:space="preserve"> مِنَ </w:t>
      </w:r>
      <w:r>
        <w:rPr>
          <w:rFonts w:hint="cs"/>
          <w:rtl/>
        </w:rPr>
        <w:t>ٱ</w:t>
      </w:r>
      <w:r>
        <w:rPr>
          <w:rFonts w:hint="eastAsia"/>
          <w:rtl/>
        </w:rPr>
        <w:t>لۡمُحۡسِنِينَ</w:t>
      </w:r>
      <w:r>
        <w:rPr>
          <w:rtl/>
        </w:rPr>
        <w:t xml:space="preserve"> (٥٨</w:t>
      </w:r>
      <w:r w:rsidR="009229E3">
        <w:rPr>
          <w:rtl/>
        </w:rPr>
        <w:t>)</w:t>
      </w:r>
      <w:r>
        <w:rPr>
          <w:rtl/>
        </w:rPr>
        <w:t xml:space="preserve"> بَلَىٰ قَدۡ جَآءَتۡكَ ءَايَـٰتِى فَكَذَّبۡتَ بِ</w:t>
      </w:r>
      <w:r w:rsidR="001E6BAB" w:rsidRPr="001E6BAB">
        <w:rPr>
          <w:rFonts w:hint="cs"/>
          <w:rtl/>
        </w:rPr>
        <w:t>ه</w:t>
      </w:r>
      <w:r w:rsidRPr="00595365">
        <w:rPr>
          <w:rFonts w:hint="cs"/>
          <w:rtl/>
        </w:rPr>
        <w:t>ا وَ</w:t>
      </w:r>
      <w:r>
        <w:rPr>
          <w:rFonts w:hint="cs"/>
          <w:rtl/>
        </w:rPr>
        <w:t>ٱ</w:t>
      </w:r>
      <w:r>
        <w:rPr>
          <w:rFonts w:hint="eastAsia"/>
          <w:rtl/>
        </w:rPr>
        <w:t>سۡتَكۡبَرۡتَ</w:t>
      </w:r>
      <w:r>
        <w:rPr>
          <w:rtl/>
        </w:rPr>
        <w:t xml:space="preserve"> وَكُنتَ مِنَ </w:t>
      </w:r>
      <w:r>
        <w:rPr>
          <w:rFonts w:hint="cs"/>
          <w:rtl/>
        </w:rPr>
        <w:t>ٱ</w:t>
      </w:r>
      <w:r>
        <w:rPr>
          <w:rFonts w:hint="eastAsia"/>
          <w:rtl/>
        </w:rPr>
        <w:t>لۡكَـٰفِرِينَ</w:t>
      </w:r>
      <w:r>
        <w:rPr>
          <w:rtl/>
        </w:rPr>
        <w:t xml:space="preserve"> (٥٩</w:t>
      </w:r>
      <w:r w:rsidR="009229E3">
        <w:rPr>
          <w:rtl/>
        </w:rPr>
        <w:t>)</w:t>
      </w:r>
      <w:r>
        <w:rPr>
          <w:rtl/>
        </w:rPr>
        <w:t xml:space="preserve"> وَيَوۡمَ </w:t>
      </w:r>
      <w:r>
        <w:rPr>
          <w:rFonts w:hint="cs"/>
          <w:rtl/>
        </w:rPr>
        <w:t>ٱ</w:t>
      </w:r>
      <w:r>
        <w:rPr>
          <w:rFonts w:hint="eastAsia"/>
          <w:rtl/>
        </w:rPr>
        <w:t>لۡقِيَـٰمَةِ</w:t>
      </w:r>
      <w:r>
        <w:rPr>
          <w:rtl/>
        </w:rPr>
        <w:t xml:space="preserve"> تَرَى </w:t>
      </w:r>
      <w:r>
        <w:rPr>
          <w:rFonts w:hint="cs"/>
          <w:rtl/>
        </w:rPr>
        <w:t>ٱ</w:t>
      </w:r>
      <w:r>
        <w:rPr>
          <w:rFonts w:hint="eastAsia"/>
          <w:rtl/>
        </w:rPr>
        <w:t>لَّذِينَ</w:t>
      </w:r>
      <w:r>
        <w:rPr>
          <w:rtl/>
        </w:rPr>
        <w:t xml:space="preserve"> كَذَبُواْ عَلَى </w:t>
      </w:r>
      <w:r>
        <w:rPr>
          <w:rFonts w:hint="cs"/>
          <w:rtl/>
        </w:rPr>
        <w:t>ٱ</w:t>
      </w:r>
      <w:r>
        <w:rPr>
          <w:rFonts w:hint="eastAsia"/>
          <w:rtl/>
        </w:rPr>
        <w:t>للَّهِ</w:t>
      </w:r>
      <w:r>
        <w:rPr>
          <w:rtl/>
        </w:rPr>
        <w:t xml:space="preserve"> وُجُوهُهُم مُّسۡوَدَّةٌ‌ۚ أَلَيۡسَ فِى جَهَنَّمَ مَثۡوً۬ى لِّلۡمُتَكَبِّرِينَ (٦٠</w:t>
      </w:r>
      <w:r w:rsidR="009229E3">
        <w:rPr>
          <w:rtl/>
        </w:rPr>
        <w:t>)</w:t>
      </w:r>
    </w:p>
    <w:p w:rsidR="001A403D" w:rsidRDefault="001A403D" w:rsidP="00E36567">
      <w:pPr>
        <w:pStyle w:val="libBoldItalic"/>
      </w:pPr>
      <w:r>
        <w:t xml:space="preserve">And return (in repentance) to your Rabb, and submit to Him, before the punishment comes upon you, then you will not be helped. (54) And follow the best thing which is revealed to you from your Rabb, before the punishment comes upon you suddenly while you do not realize, (55) Lest any soul should say: Alas, my regret over what I neglected about Janbullah, and I was indeed among the mockers! (56) Or should say: If only Allah had guided me I would have been among the righteous! (57) Or should say, when it sees the punishment: If only I had another chance that I could be among the doers of good! (58) But yes, certainly My Ayaat came to you, but you belied them and was arrogant and you was among the disbelievers. (59) And on the Day of Qiyamah you will see those who </w:t>
      </w:r>
      <w:r>
        <w:lastRenderedPageBreak/>
        <w:t>lied about Allah with their faces blackened. Is not the home of the arrogant in Hell? (60)</w:t>
      </w:r>
    </w:p>
    <w:p w:rsidR="001A403D" w:rsidRDefault="001A403D" w:rsidP="00E36567">
      <w:pPr>
        <w:pStyle w:val="libNormal"/>
      </w:pPr>
      <w:r>
        <w:t>1-Saying of Allah Azza wa Jalla, “And return to your Rabb” means beg repentance, “and submit to Him, before the punishment comes upon you, then you will not be helped. And follow the best thing which is revealed to you from your Rabb” in Quran, and Walayat of Amirul Momineen asws and Imams asws, and proof of that is saying of Allah Azza wa Jalla, “Alas, my regret over what I neglected about Janbullah” means about Imam asws, Imam Sadiq asws said, “We are Janbullah.” (Tafseer Qummi, p592)</w:t>
      </w:r>
    </w:p>
    <w:p w:rsidR="001A403D" w:rsidRDefault="001A403D" w:rsidP="00E36567">
      <w:pPr>
        <w:pStyle w:val="libNormal"/>
      </w:pPr>
      <w:r>
        <w:t>2-Amirul Momineen asws said in one sermon: I am Hadi, I am Mahdi, and I am the father of the orphans &amp; destitutes, and I am guardian of the widows, and I am refuge for the weak (&amp; old) and shelter for the terrified, and I am the leader of Momineen who will go to Paradise, and I am Habl-e-Mateen of Allah, and I am Urwatul Wusqa of Allah, and I am Kalima Taqwa, and I am Eye of Allah, and I am His Truthful Tongue (Lisan-e-Sidq), and I am His Hand, and I am that Janbullah about which said, “Lest any soul should say: Alas, my regret over what I neglected about Janbullah”, and I am Allah’s Open Hand of Mercy &amp; Pardon upon His servants, and I am Bab-e-Hittah. Whoever gained my Marifat and knew my right, then certainly he recognized his Rabb, because surely I am Wasi of His Nabi sawaw on the earth, and His Hujjat (Authoritative representative) upon His creation, no one will deny it except who rejects Allah and His Rasool sawaw. (al-Burhan, v6, p548)</w:t>
      </w:r>
    </w:p>
    <w:p w:rsidR="001A403D" w:rsidRDefault="001A403D" w:rsidP="00E36567">
      <w:pPr>
        <w:pStyle w:val="libNormal"/>
      </w:pPr>
      <w:r>
        <w:t>3-Imam Musa Kazim asws said: Janbullah is Amirul Momineen asws, and similarly after him Aosiya on high status until this Amr reaches their Last (asws). (al-Burhan, v6, p547)</w:t>
      </w:r>
    </w:p>
    <w:p w:rsidR="001A403D" w:rsidRDefault="001A403D" w:rsidP="00E36567">
      <w:pPr>
        <w:pStyle w:val="libNormal"/>
      </w:pPr>
      <w:r>
        <w:t>4-Imam Mohammad Baqir asws said about the saying of Allah, “If Allah would have guided me then I could be among the pious”: It means Walayat-e-Ali asws. Allah rejects their statement, “Yes, My Ayaat came to you, then you belied them, and was arrogant, and you were among the disbelievers” (al-Burhan, v6, p553)</w:t>
      </w:r>
    </w:p>
    <w:p w:rsidR="001A403D" w:rsidRDefault="001A403D" w:rsidP="00E36567">
      <w:pPr>
        <w:pStyle w:val="libNormal"/>
      </w:pPr>
      <w:r>
        <w:t>5-Imam Mohammad Baqir asws said about the saying of Allah, “And on the Day of Qiyamah you will see those who lied about Allah with their faces blackened. Is not the home of the arrogant in Hell?”: Who supposes that he is Imam, and he is not (in fact) Imam, and even if he is Alwi Fatimi. (al-Burhan, v6, p553)</w:t>
      </w:r>
    </w:p>
    <w:p w:rsidR="001A403D" w:rsidRDefault="001A403D" w:rsidP="009229E3">
      <w:pPr>
        <w:pStyle w:val="libCenterBold1"/>
      </w:pPr>
      <w:r>
        <w:t>Lesson:</w:t>
      </w:r>
    </w:p>
    <w:p w:rsidR="001A403D" w:rsidRDefault="001A403D" w:rsidP="001A403D">
      <w:pPr>
        <w:pStyle w:val="libNormal"/>
      </w:pPr>
      <w:r>
        <w:t xml:space="preserve">1-The best of all Ne’mat is Walayat of Masumeen asws which is inevitable obligation, toward which Allah Ta’ala is inviting repeatedly, no excuse will be accepted concerning it, because to gain knowledge of Walayat is obligatory on everyone himself. It will be of no use to regret &amp; to gnaw own hands with teeth on the day of Qiyamah with blackened face, saying: Alas, why I was among Muqassireen, I was mocking Walayat-e-Ali asws thinking that it nullifies Namaz, rather I was arrogant to mention myself in Sajdah, alas would that Allah had guided me to Walayat-e-Ali asws, then I could be pious &amp; righteous as well. But Allah has clearly mentioned numerous verses about Walayat-e-Ali asws and its being an </w:t>
      </w:r>
      <w:r>
        <w:lastRenderedPageBreak/>
        <w:t>obligation, and there are numerous Ahadees about it as well, but Muqassireen are not ready to listen, then abode of Hell is there already for them.</w:t>
      </w:r>
    </w:p>
    <w:p w:rsidR="001A403D" w:rsidRDefault="001A403D" w:rsidP="001A403D">
      <w:pPr>
        <w:pStyle w:val="libNormal"/>
      </w:pPr>
      <w:r>
        <w:t>2-The proof of ignorance &amp; foolishness of Muqassireen who do blind Taqleed of Mushrikeen-e-Walayat is that they say, “Do not say anything wrong about our Rahbers and Mujtahids, because they are Sayyed”, while Infallible Imam asws says that they are liars who call themselves Imam even if they are Syyed. It means that who calls himself Imam and thinks himself a great Ayat of Allah, then if he is Syyed then he is exited from Syyed-hood, and he is lying about Allah.</w:t>
      </w:r>
    </w:p>
    <w:p w:rsidR="001A403D" w:rsidRDefault="001A403D" w:rsidP="00385B48">
      <w:pPr>
        <w:pStyle w:val="libAr"/>
      </w:pPr>
      <w:r>
        <w:rPr>
          <w:rFonts w:hint="eastAsia"/>
          <w:rtl/>
        </w:rPr>
        <w:t>وَلَقَدۡ</w:t>
      </w:r>
      <w:r>
        <w:rPr>
          <w:rtl/>
        </w:rPr>
        <w:t xml:space="preserve"> أُوحِىَ إِلَيۡكَ وَإِلَى </w:t>
      </w:r>
      <w:r>
        <w:rPr>
          <w:rFonts w:hint="cs"/>
          <w:rtl/>
        </w:rPr>
        <w:t>ٱ</w:t>
      </w:r>
      <w:r>
        <w:rPr>
          <w:rFonts w:hint="eastAsia"/>
          <w:rtl/>
        </w:rPr>
        <w:t>لَّذِينَ</w:t>
      </w:r>
      <w:r>
        <w:rPr>
          <w:rtl/>
        </w:rPr>
        <w:t xml:space="preserve"> مِن قَبۡلِكَ لَ</w:t>
      </w:r>
      <w:r>
        <w:rPr>
          <w:rFonts w:hint="cs"/>
          <w:rtl/>
        </w:rPr>
        <w:t>ٮِٕ</w:t>
      </w:r>
      <w:r>
        <w:rPr>
          <w:rFonts w:hint="eastAsia"/>
          <w:rtl/>
        </w:rPr>
        <w:t>نۡ</w:t>
      </w:r>
      <w:r>
        <w:rPr>
          <w:rtl/>
        </w:rPr>
        <w:t xml:space="preserve"> أَشۡرَكۡتَ لَيَحۡبَطَنَّ عَمَلُكَ وَلَتَكُونَنَّ مِنَ </w:t>
      </w:r>
      <w:r>
        <w:rPr>
          <w:rFonts w:hint="cs"/>
          <w:rtl/>
        </w:rPr>
        <w:t>ٱ</w:t>
      </w:r>
      <w:r>
        <w:rPr>
          <w:rFonts w:hint="eastAsia"/>
          <w:rtl/>
        </w:rPr>
        <w:t>لۡخَـٰسِرِينَ</w:t>
      </w:r>
      <w:r>
        <w:rPr>
          <w:rtl/>
        </w:rPr>
        <w:t xml:space="preserve"> (٦٥</w:t>
      </w:r>
      <w:r w:rsidR="009229E3">
        <w:rPr>
          <w:rtl/>
        </w:rPr>
        <w:t>)</w:t>
      </w:r>
      <w:r>
        <w:rPr>
          <w:rtl/>
        </w:rPr>
        <w:t xml:space="preserve"> بَلِ </w:t>
      </w:r>
      <w:r>
        <w:rPr>
          <w:rFonts w:hint="cs"/>
          <w:rtl/>
        </w:rPr>
        <w:t>ٱ</w:t>
      </w:r>
      <w:r>
        <w:rPr>
          <w:rFonts w:hint="eastAsia"/>
          <w:rtl/>
        </w:rPr>
        <w:t>للَّهَ</w:t>
      </w:r>
      <w:r>
        <w:rPr>
          <w:rtl/>
        </w:rPr>
        <w:t xml:space="preserve"> فَ</w:t>
      </w:r>
      <w:r>
        <w:rPr>
          <w:rFonts w:hint="cs"/>
          <w:rtl/>
        </w:rPr>
        <w:t>ٱ</w:t>
      </w:r>
      <w:r>
        <w:rPr>
          <w:rFonts w:hint="eastAsia"/>
          <w:rtl/>
        </w:rPr>
        <w:t>عۡبُدۡ</w:t>
      </w:r>
      <w:r>
        <w:rPr>
          <w:rtl/>
        </w:rPr>
        <w:t xml:space="preserve"> وَكُن مِّنَ </w:t>
      </w:r>
      <w:r>
        <w:rPr>
          <w:rFonts w:hint="cs"/>
          <w:rtl/>
        </w:rPr>
        <w:t>ٱ</w:t>
      </w:r>
      <w:r>
        <w:rPr>
          <w:rFonts w:hint="eastAsia"/>
          <w:rtl/>
        </w:rPr>
        <w:t>لشَّـٰكِرِينَ</w:t>
      </w:r>
      <w:r>
        <w:rPr>
          <w:rtl/>
        </w:rPr>
        <w:t xml:space="preserve"> (٦٦</w:t>
      </w:r>
      <w:r w:rsidR="009229E3">
        <w:rPr>
          <w:rtl/>
        </w:rPr>
        <w:t>)</w:t>
      </w:r>
    </w:p>
    <w:p w:rsidR="001A403D" w:rsidRDefault="001A403D" w:rsidP="00E36567">
      <w:pPr>
        <w:pStyle w:val="libBoldItalic"/>
      </w:pPr>
      <w:r>
        <w:t>And verily it has been revealed to you and to those before you that if you associate with Allah your work will nullify and you will be surely among the losers. (65) Rather worship Allah, and be among the thankful. (66)</w:t>
      </w:r>
    </w:p>
    <w:p w:rsidR="001A403D" w:rsidRDefault="001A403D" w:rsidP="00E36567">
      <w:pPr>
        <w:pStyle w:val="libNormal"/>
      </w:pPr>
      <w:r>
        <w:t>1-About the saying of Allah, “And verily it has been revealed to you and to those before you that if you do Shirk your work will nullify” Imam Jafar Sadiq asws said: If you make anyone else partner in Walayat or order Walayat of someone else besides Walayat-e-Ali asws, “then your work (deeds) will nullify, and you will be among the losers. Rather worship Allah and be among the grateful” means while obeying Allah, only worship Him, and be among the grateful,  because I helped you through your brother and son of uncle. (al-Burhan, v6, p557)</w:t>
      </w:r>
    </w:p>
    <w:p w:rsidR="001A403D" w:rsidRDefault="001A403D" w:rsidP="009229E3">
      <w:pPr>
        <w:pStyle w:val="libCenterBold1"/>
      </w:pPr>
      <w:r>
        <w:t>Lesson:</w:t>
      </w:r>
    </w:p>
    <w:p w:rsidR="001A403D" w:rsidRDefault="001A403D" w:rsidP="001A403D">
      <w:pPr>
        <w:pStyle w:val="libNormal"/>
      </w:pPr>
      <w:r>
        <w:t>1-This verse is addressed to Rasool Allah sawaw but it is commandment for the people. Because Ma’az bin Jabl gave suggestion that someone else should be also made partner in Walayat of Ali asws, then Allah made it clear that in the time of previous Prophets (a.s.)as well no one was allowed to share in Walayat of Masumeen asws, and Maola Ali asws was their helper as well, and be thankful to Allah for this help, and do not lose your deeds by doing Shirk in Walayat-e-Ali asws and do not become among the losers.</w:t>
      </w:r>
    </w:p>
    <w:p w:rsidR="001A403D" w:rsidRDefault="001A403D" w:rsidP="001A403D">
      <w:pPr>
        <w:pStyle w:val="libNormal"/>
      </w:pPr>
      <w:r>
        <w:t>2-Sunnah of Allah never changes from Azal to Abad, no one has right to become partner in Walayat-e-Ali asws, then who gave right to Muqassir Mulla, who is opponent of Walayat &amp; Azadari?</w:t>
      </w:r>
    </w:p>
    <w:p w:rsidR="001A403D" w:rsidRDefault="001A403D" w:rsidP="001A403D">
      <w:pPr>
        <w:pStyle w:val="libNormal"/>
      </w:pPr>
      <w:r>
        <w:t>3-Only he worships Allah who is firm on Walayat-e-Ali asws and recites testimony of Walayat during worship. By not preaching (conveying to your next generation) Walayat and accepting partnership in Walayat, all good deeds are nullified.</w:t>
      </w:r>
    </w:p>
    <w:p w:rsidR="001A403D" w:rsidRDefault="001A403D" w:rsidP="00385B48">
      <w:pPr>
        <w:pStyle w:val="libAr"/>
      </w:pPr>
      <w:r>
        <w:rPr>
          <w:rFonts w:hint="eastAsia"/>
          <w:rtl/>
        </w:rPr>
        <w:t>وَتَرَى</w:t>
      </w:r>
      <w:r>
        <w:rPr>
          <w:rtl/>
        </w:rPr>
        <w:t xml:space="preserve"> </w:t>
      </w:r>
      <w:r>
        <w:rPr>
          <w:rFonts w:hint="cs"/>
          <w:rtl/>
        </w:rPr>
        <w:t>ٱ</w:t>
      </w:r>
      <w:r>
        <w:rPr>
          <w:rFonts w:hint="eastAsia"/>
          <w:rtl/>
        </w:rPr>
        <w:t>لۡمَلَـٰٓ</w:t>
      </w:r>
      <w:r>
        <w:rPr>
          <w:rFonts w:hint="cs"/>
          <w:rtl/>
        </w:rPr>
        <w:t>ٮِٕ</w:t>
      </w:r>
      <w:r w:rsidR="001E6BAB" w:rsidRPr="001E6BAB">
        <w:rPr>
          <w:rFonts w:hint="cs"/>
          <w:rtl/>
        </w:rPr>
        <w:t>ک</w:t>
      </w:r>
      <w:r>
        <w:rPr>
          <w:rFonts w:hint="eastAsia"/>
          <w:rtl/>
        </w:rPr>
        <w:t>ةَ</w:t>
      </w:r>
      <w:r>
        <w:rPr>
          <w:rtl/>
        </w:rPr>
        <w:t xml:space="preserve"> حَآفِّينَ مِنۡ حَوۡلِ </w:t>
      </w:r>
      <w:r>
        <w:rPr>
          <w:rFonts w:hint="cs"/>
          <w:rtl/>
        </w:rPr>
        <w:t>ٱ</w:t>
      </w:r>
      <w:r>
        <w:rPr>
          <w:rFonts w:hint="eastAsia"/>
          <w:rtl/>
        </w:rPr>
        <w:t>لۡعَرۡشِ</w:t>
      </w:r>
      <w:r>
        <w:rPr>
          <w:rtl/>
        </w:rPr>
        <w:t xml:space="preserve"> يُسَبِّحُونَ بِحَمۡدِ رَبِّ</w:t>
      </w:r>
      <w:r w:rsidR="001E6BAB" w:rsidRPr="001E6BAB">
        <w:rPr>
          <w:rFonts w:hint="cs"/>
          <w:rtl/>
        </w:rPr>
        <w:t>ه</w:t>
      </w:r>
      <w:r w:rsidRPr="00595365">
        <w:rPr>
          <w:rFonts w:hint="cs"/>
          <w:rtl/>
        </w:rPr>
        <w:t>مۡ‌ۖ وَقُضِىَ بَيۡنَ</w:t>
      </w:r>
      <w:r w:rsidR="001E6BAB" w:rsidRPr="001E6BAB">
        <w:rPr>
          <w:rFonts w:hint="cs"/>
          <w:rtl/>
        </w:rPr>
        <w:t>ه</w:t>
      </w:r>
      <w:r w:rsidRPr="00595365">
        <w:rPr>
          <w:rFonts w:hint="cs"/>
          <w:rtl/>
        </w:rPr>
        <w:t>م بِ</w:t>
      </w:r>
      <w:r>
        <w:rPr>
          <w:rFonts w:hint="cs"/>
          <w:rtl/>
        </w:rPr>
        <w:t>ٱ</w:t>
      </w:r>
      <w:r>
        <w:rPr>
          <w:rFonts w:hint="eastAsia"/>
          <w:rtl/>
        </w:rPr>
        <w:t>لۡحَقِّ</w:t>
      </w:r>
      <w:r>
        <w:rPr>
          <w:rtl/>
        </w:rPr>
        <w:t xml:space="preserve"> وَقِيلَ </w:t>
      </w:r>
      <w:r>
        <w:rPr>
          <w:rFonts w:hint="cs"/>
          <w:rtl/>
        </w:rPr>
        <w:t>ٱ</w:t>
      </w:r>
      <w:r>
        <w:rPr>
          <w:rFonts w:hint="eastAsia"/>
          <w:rtl/>
        </w:rPr>
        <w:t>لۡحَمۡدُ</w:t>
      </w:r>
      <w:r>
        <w:rPr>
          <w:rtl/>
        </w:rPr>
        <w:t xml:space="preserve"> لِلَّهِ رَبِّ </w:t>
      </w:r>
      <w:r>
        <w:rPr>
          <w:rFonts w:hint="cs"/>
          <w:rtl/>
        </w:rPr>
        <w:t>ٱ</w:t>
      </w:r>
      <w:r>
        <w:rPr>
          <w:rFonts w:hint="eastAsia"/>
          <w:rtl/>
        </w:rPr>
        <w:t>لۡعَـٰلَمِينَ</w:t>
      </w:r>
      <w:r>
        <w:rPr>
          <w:rtl/>
        </w:rPr>
        <w:t xml:space="preserve"> (٧٥</w:t>
      </w:r>
      <w:r w:rsidR="009229E3">
        <w:rPr>
          <w:rtl/>
        </w:rPr>
        <w:t>)</w:t>
      </w:r>
    </w:p>
    <w:p w:rsidR="001A403D" w:rsidRDefault="001A403D" w:rsidP="00E36567">
      <w:pPr>
        <w:pStyle w:val="libBoldItalic"/>
      </w:pPr>
      <w:r>
        <w:lastRenderedPageBreak/>
        <w:t>And you see the Angels surrounding around the Arsh, Exalting with Praise of their Rabb. And judgement will be done between them with truth, and it is said: Every Praise to Allah, the Rabb of the worlds. (75)</w:t>
      </w:r>
    </w:p>
    <w:p w:rsidR="001A403D" w:rsidRDefault="001A403D" w:rsidP="00E36567">
      <w:pPr>
        <w:pStyle w:val="libNormal"/>
      </w:pPr>
      <w:r>
        <w:t>1-Rasool Allah sawaw said: When during a night I went to Mairaj, then I saw below Arsh in front of me that Ali bin Abi Talib asws is standing just blow the Arsh in front of me, and he is doing Tasbeh &amp; Taqdees (exalting &amp; glorifying) of Allah. I said: O Jibrael (a.s.), Ali bin Abi Talib asws came before me? He replied: No, Ya Mohammad sawaw, matter is that Allah Azza wa Jalla praises and sends Salawat on Ali bin Abi Talib asws abundantly above Arsh, then Arsh became too much eager to do Ziyarat of Ali bin Abi Talib asws, then Allah Ta’ala created this Angel (a.s.) below the Arsh with similitude of Ali bin Abi Talib asws, so that Arsh should keep looking to him, and its eagerness should keep getting satisfaction, and reward of Tasbeh &amp; Taqdees &amp; Tehmeed of this Angel (a.s.) is for the Shias of Ahlul Bait asws, Ya Mohammad Mustafa sawaw. (al-Burhan, v6, p569)</w:t>
      </w:r>
    </w:p>
    <w:p w:rsidR="001A403D" w:rsidRDefault="001A403D" w:rsidP="009229E3">
      <w:pPr>
        <w:pStyle w:val="libCenterBold1"/>
      </w:pPr>
      <w:r>
        <w:t>Lesson:</w:t>
      </w:r>
    </w:p>
    <w:p w:rsidR="001A403D" w:rsidRDefault="001A403D" w:rsidP="001A403D">
      <w:pPr>
        <w:pStyle w:val="libNormal"/>
      </w:pPr>
      <w:r>
        <w:t>1-Rasool Allah sawaw went to Mairaj at least one hundred &amp; twenty times. He found Maola Ali asws present at Qaba Qaosain for his reception and handshaking. To explain the splendor of Ali asws, Rasool Allah sawaw asked during the above mentioned Mairaj, “Did Ali asws come before me?” It is not strange news that Masumeen asws go to heavens because they came down from heavens. And when Maola Ali asws apparently came down on the earth, then Arsh and the Angels (a.s.) did not tolerate separation from Maola Ali asws, then Allah created Noorani Models of Maola Ali asws on different places, so that the inhabitants of the heavens can do Ziyarat of Noorani Similitudes of Ali asws.</w:t>
      </w:r>
    </w:p>
    <w:p w:rsidR="00EB2345" w:rsidRDefault="00EB2345" w:rsidP="00FC02E7">
      <w:pPr>
        <w:pStyle w:val="libNormal"/>
        <w:rPr>
          <w:rtl/>
        </w:rPr>
      </w:pPr>
      <w:r>
        <w:rPr>
          <w:rFonts w:hint="eastAsia"/>
        </w:rPr>
        <w:br w:type="page"/>
      </w:r>
    </w:p>
    <w:p w:rsidR="001A403D" w:rsidRDefault="00EB2345" w:rsidP="00EB2345">
      <w:pPr>
        <w:pStyle w:val="Heading1Center"/>
      </w:pPr>
      <w:bookmarkStart w:id="41" w:name="_Toc449789434"/>
      <w:r>
        <w:rPr>
          <w:rFonts w:hint="eastAsia"/>
          <w:rtl/>
        </w:rPr>
        <w:lastRenderedPageBreak/>
        <w:t>سُوۡرَةُ</w:t>
      </w:r>
      <w:r>
        <w:rPr>
          <w:rtl/>
        </w:rPr>
        <w:t xml:space="preserve"> </w:t>
      </w:r>
      <w:r w:rsidR="001A403D">
        <w:rPr>
          <w:rtl/>
        </w:rPr>
        <w:t>المؤمن / غَافر</w:t>
      </w:r>
      <w:bookmarkEnd w:id="41"/>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cs"/>
          <w:rtl/>
        </w:rPr>
        <w:t>ٱ</w:t>
      </w:r>
      <w:r>
        <w:rPr>
          <w:rFonts w:hint="eastAsia"/>
          <w:rtl/>
        </w:rPr>
        <w:t>لَّذِينَ</w:t>
      </w:r>
      <w:r>
        <w:rPr>
          <w:rtl/>
        </w:rPr>
        <w:t xml:space="preserve"> يَحۡمِلُونَ </w:t>
      </w:r>
      <w:r>
        <w:rPr>
          <w:rFonts w:hint="cs"/>
          <w:rtl/>
        </w:rPr>
        <w:t>ٱ</w:t>
      </w:r>
      <w:r>
        <w:rPr>
          <w:rFonts w:hint="eastAsia"/>
          <w:rtl/>
        </w:rPr>
        <w:t>لۡعَرۡشَ</w:t>
      </w:r>
      <w:r>
        <w:rPr>
          <w:rtl/>
        </w:rPr>
        <w:t xml:space="preserve"> وَمَنۡ حَوۡلَهُ </w:t>
      </w:r>
      <w:r>
        <w:rPr>
          <w:rFonts w:hint="cs"/>
          <w:rtl/>
        </w:rPr>
        <w:t>ۥ</w:t>
      </w:r>
      <w:r>
        <w:rPr>
          <w:rtl/>
        </w:rPr>
        <w:t xml:space="preserve"> يُسَبِّحُونَ بِحَمۡدِ رَبِّ</w:t>
      </w:r>
      <w:r w:rsidR="001E6BAB" w:rsidRPr="001E6BAB">
        <w:rPr>
          <w:rFonts w:hint="cs"/>
          <w:rtl/>
        </w:rPr>
        <w:t>ه</w:t>
      </w:r>
      <w:r w:rsidRPr="00595365">
        <w:rPr>
          <w:rFonts w:hint="cs"/>
          <w:rtl/>
        </w:rPr>
        <w:t>مۡ وَيُؤۡمِنُونَ بِهِ</w:t>
      </w:r>
      <w:r>
        <w:rPr>
          <w:rFonts w:hint="cs"/>
          <w:rtl/>
        </w:rPr>
        <w:t>ۦ</w:t>
      </w:r>
      <w:r>
        <w:rPr>
          <w:rtl/>
        </w:rPr>
        <w:t xml:space="preserve"> وَيَسۡتَغۡفِرُونَ لِلَّذِينَ ءَامَنُواْ رَبَّنَا وَسِعۡتَ </w:t>
      </w:r>
      <w:r w:rsidR="001E6BAB" w:rsidRPr="001E6BAB">
        <w:rPr>
          <w:rFonts w:hint="cs"/>
          <w:rtl/>
        </w:rPr>
        <w:t>ک</w:t>
      </w:r>
      <w:r>
        <w:rPr>
          <w:rFonts w:hint="eastAsia"/>
          <w:rtl/>
        </w:rPr>
        <w:t>لَّ</w:t>
      </w:r>
      <w:r>
        <w:rPr>
          <w:rtl/>
        </w:rPr>
        <w:t xml:space="preserve"> شَىۡءٍ۬ رَّحۡمَةً۬ وَعِلۡمً۬ا فَ</w:t>
      </w:r>
      <w:r>
        <w:rPr>
          <w:rFonts w:hint="cs"/>
          <w:rtl/>
        </w:rPr>
        <w:t>ٱ</w:t>
      </w:r>
      <w:r>
        <w:rPr>
          <w:rFonts w:hint="eastAsia"/>
          <w:rtl/>
        </w:rPr>
        <w:t>غۡفِرۡ</w:t>
      </w:r>
      <w:r>
        <w:rPr>
          <w:rtl/>
        </w:rPr>
        <w:t xml:space="preserve"> لِلَّذِينَ تَابُواْ وَ</w:t>
      </w:r>
      <w:r>
        <w:rPr>
          <w:rFonts w:hint="cs"/>
          <w:rtl/>
        </w:rPr>
        <w:t>ٱ</w:t>
      </w:r>
      <w:r>
        <w:rPr>
          <w:rFonts w:hint="eastAsia"/>
          <w:rtl/>
        </w:rPr>
        <w:t>تَّبَعُواْ</w:t>
      </w:r>
      <w:r>
        <w:rPr>
          <w:rtl/>
        </w:rPr>
        <w:t xml:space="preserve"> سَبِيلَكَ وَقِهِ</w:t>
      </w:r>
      <w:r>
        <w:rPr>
          <w:rFonts w:hint="eastAsia"/>
          <w:rtl/>
        </w:rPr>
        <w:t>مۡ</w:t>
      </w:r>
      <w:r>
        <w:rPr>
          <w:rtl/>
        </w:rPr>
        <w:t xml:space="preserve"> عَذَابَ </w:t>
      </w:r>
      <w:r>
        <w:rPr>
          <w:rFonts w:hint="cs"/>
          <w:rtl/>
        </w:rPr>
        <w:t>ٱ</w:t>
      </w:r>
      <w:r>
        <w:rPr>
          <w:rFonts w:hint="eastAsia"/>
          <w:rtl/>
        </w:rPr>
        <w:t>لۡجَحِيمِ</w:t>
      </w:r>
      <w:r>
        <w:rPr>
          <w:rtl/>
        </w:rPr>
        <w:t xml:space="preserve"> (٧</w:t>
      </w:r>
      <w:r w:rsidR="009229E3">
        <w:rPr>
          <w:rtl/>
        </w:rPr>
        <w:t>)</w:t>
      </w:r>
      <w:r>
        <w:rPr>
          <w:rtl/>
        </w:rPr>
        <w:t xml:space="preserve"> رَبَّنَا وَأَدۡخِلۡهُمۡ جَنَّـٰتِ عَدۡنٍ </w:t>
      </w:r>
      <w:r>
        <w:rPr>
          <w:rFonts w:hint="cs"/>
          <w:rtl/>
        </w:rPr>
        <w:t>ٱ</w:t>
      </w:r>
      <w:r>
        <w:rPr>
          <w:rFonts w:hint="eastAsia"/>
          <w:rtl/>
        </w:rPr>
        <w:t>لَّتِى</w:t>
      </w:r>
      <w:r>
        <w:rPr>
          <w:rtl/>
        </w:rPr>
        <w:t xml:space="preserve"> وَعَدتَّهُمۡ وَمَن صَلَحَ مِنۡ ءَابَآ</w:t>
      </w:r>
      <w:r>
        <w:rPr>
          <w:rFonts w:hint="cs"/>
          <w:rtl/>
        </w:rPr>
        <w:t>ٮِٕ</w:t>
      </w:r>
      <w:r>
        <w:rPr>
          <w:rFonts w:hint="eastAsia"/>
          <w:rtl/>
        </w:rPr>
        <w:t>هِمۡ</w:t>
      </w:r>
      <w:r>
        <w:rPr>
          <w:rtl/>
        </w:rPr>
        <w:t xml:space="preserve"> وَأَزۡوَ</w:t>
      </w:r>
      <w:r w:rsidR="005B7B9E" w:rsidRPr="005B7B9E">
        <w:rPr>
          <w:rFonts w:hint="cs"/>
          <w:rtl/>
        </w:rPr>
        <w:t>ا</w:t>
      </w:r>
      <w:r>
        <w:rPr>
          <w:rFonts w:hint="eastAsia"/>
          <w:rtl/>
        </w:rPr>
        <w:t>جِهِمۡ</w:t>
      </w:r>
      <w:r>
        <w:rPr>
          <w:rtl/>
        </w:rPr>
        <w:t xml:space="preserve"> وَذُرِّيَّـٰتِهِمۡۚ إِنَّكَ أَنتَ </w:t>
      </w:r>
      <w:r>
        <w:rPr>
          <w:rFonts w:hint="cs"/>
          <w:rtl/>
        </w:rPr>
        <w:t>ٱ</w:t>
      </w:r>
      <w:r>
        <w:rPr>
          <w:rFonts w:hint="eastAsia"/>
          <w:rtl/>
        </w:rPr>
        <w:t>لۡعَزِيزُ</w:t>
      </w:r>
      <w:r>
        <w:rPr>
          <w:rtl/>
        </w:rPr>
        <w:t xml:space="preserve"> </w:t>
      </w:r>
      <w:r>
        <w:rPr>
          <w:rFonts w:hint="cs"/>
          <w:rtl/>
        </w:rPr>
        <w:t>ٱ</w:t>
      </w:r>
      <w:r>
        <w:rPr>
          <w:rFonts w:hint="eastAsia"/>
          <w:rtl/>
        </w:rPr>
        <w:t>لۡحَكِيمُ</w:t>
      </w:r>
      <w:r>
        <w:rPr>
          <w:rtl/>
        </w:rPr>
        <w:t xml:space="preserve"> (٨</w:t>
      </w:r>
      <w:r w:rsidR="009229E3">
        <w:rPr>
          <w:rtl/>
        </w:rPr>
        <w:t>)</w:t>
      </w:r>
      <w:r>
        <w:rPr>
          <w:rtl/>
        </w:rPr>
        <w:t xml:space="preserve"> وَقِهِمُ </w:t>
      </w:r>
      <w:r>
        <w:rPr>
          <w:rFonts w:hint="cs"/>
          <w:rtl/>
        </w:rPr>
        <w:t>ٱ</w:t>
      </w:r>
      <w:r>
        <w:rPr>
          <w:rFonts w:hint="eastAsia"/>
          <w:rtl/>
        </w:rPr>
        <w:t>لسَّيِّـَٔاتِۚ</w:t>
      </w:r>
      <w:r>
        <w:rPr>
          <w:rtl/>
        </w:rPr>
        <w:t xml:space="preserve"> وَمَن تَقِ </w:t>
      </w:r>
      <w:r>
        <w:rPr>
          <w:rFonts w:hint="cs"/>
          <w:rtl/>
        </w:rPr>
        <w:t>ٱ</w:t>
      </w:r>
      <w:r>
        <w:rPr>
          <w:rFonts w:hint="eastAsia"/>
          <w:rtl/>
        </w:rPr>
        <w:t>لسَّيِّـَٔاتِ</w:t>
      </w:r>
      <w:r>
        <w:rPr>
          <w:rtl/>
        </w:rPr>
        <w:t xml:space="preserve"> يَوۡمَ</w:t>
      </w:r>
      <w:r>
        <w:rPr>
          <w:rFonts w:hint="cs"/>
          <w:rtl/>
        </w:rPr>
        <w:t>ٮٕ</w:t>
      </w:r>
      <w:r>
        <w:rPr>
          <w:rtl/>
        </w:rPr>
        <w:t xml:space="preserve">ِذٍ۬ فَقَدۡ رَحِمۡتَهُ </w:t>
      </w:r>
      <w:r>
        <w:rPr>
          <w:rFonts w:hint="cs"/>
          <w:rtl/>
        </w:rPr>
        <w:t>ۥۚ</w:t>
      </w:r>
      <w:r>
        <w:rPr>
          <w:rtl/>
        </w:rPr>
        <w:t xml:space="preserve"> وَذَ</w:t>
      </w:r>
      <w:r w:rsidR="005B7B9E" w:rsidRPr="005B7B9E">
        <w:rPr>
          <w:rFonts w:hint="cs"/>
          <w:rtl/>
        </w:rPr>
        <w:t>ا</w:t>
      </w:r>
      <w:r>
        <w:rPr>
          <w:rFonts w:hint="eastAsia"/>
          <w:rtl/>
        </w:rPr>
        <w:t>لِكَ</w:t>
      </w:r>
      <w:r>
        <w:rPr>
          <w:rtl/>
        </w:rPr>
        <w:t xml:space="preserve"> هُوَ </w:t>
      </w:r>
      <w:r>
        <w:rPr>
          <w:rFonts w:hint="cs"/>
          <w:rtl/>
        </w:rPr>
        <w:t>ٱ</w:t>
      </w:r>
      <w:r>
        <w:rPr>
          <w:rFonts w:hint="eastAsia"/>
          <w:rtl/>
        </w:rPr>
        <w:t>لۡفَوۡزُ</w:t>
      </w:r>
      <w:r>
        <w:rPr>
          <w:rtl/>
        </w:rPr>
        <w:t xml:space="preserve"> </w:t>
      </w:r>
      <w:r>
        <w:rPr>
          <w:rFonts w:hint="cs"/>
          <w:rtl/>
        </w:rPr>
        <w:t>ٱ</w:t>
      </w:r>
      <w:r>
        <w:rPr>
          <w:rFonts w:hint="eastAsia"/>
          <w:rtl/>
        </w:rPr>
        <w:t>لۡعَظِيمُ</w:t>
      </w:r>
      <w:r>
        <w:rPr>
          <w:rtl/>
        </w:rPr>
        <w:t xml:space="preserve"> (٩</w:t>
      </w:r>
      <w:r w:rsidR="009229E3">
        <w:rPr>
          <w:rtl/>
        </w:rPr>
        <w:t>)</w:t>
      </w:r>
      <w:r>
        <w:rPr>
          <w:rtl/>
        </w:rPr>
        <w:t xml:space="preserve"> إِنَّ </w:t>
      </w:r>
      <w:r>
        <w:rPr>
          <w:rFonts w:hint="cs"/>
          <w:rtl/>
        </w:rPr>
        <w:t>ٱ</w:t>
      </w:r>
      <w:r>
        <w:rPr>
          <w:rFonts w:hint="eastAsia"/>
          <w:rtl/>
        </w:rPr>
        <w:t>لَّذِينَ</w:t>
      </w:r>
      <w:r>
        <w:rPr>
          <w:rtl/>
        </w:rPr>
        <w:t xml:space="preserve"> كَفَرُواْ يُنَادَوۡنَ لَمَقۡتُ </w:t>
      </w:r>
      <w:r>
        <w:rPr>
          <w:rFonts w:hint="cs"/>
          <w:rtl/>
        </w:rPr>
        <w:t>ٱ</w:t>
      </w:r>
      <w:r>
        <w:rPr>
          <w:rFonts w:hint="eastAsia"/>
          <w:rtl/>
        </w:rPr>
        <w:t>للَّهِ</w:t>
      </w:r>
      <w:r>
        <w:rPr>
          <w:rtl/>
        </w:rPr>
        <w:t xml:space="preserve"> أَكۡبَرُ مِن مَّقۡتِكُمۡ أَنفُسَ</w:t>
      </w:r>
      <w:r w:rsidR="001E6BAB" w:rsidRPr="001E6BAB">
        <w:rPr>
          <w:rFonts w:hint="cs"/>
          <w:rtl/>
        </w:rPr>
        <w:t>ک</w:t>
      </w:r>
      <w:r>
        <w:rPr>
          <w:rFonts w:hint="eastAsia"/>
          <w:rtl/>
        </w:rPr>
        <w:t>مۡ</w:t>
      </w:r>
      <w:r>
        <w:rPr>
          <w:rtl/>
        </w:rPr>
        <w:t xml:space="preserve"> إِذۡ تُدۡعَوۡنَ إِلَى </w:t>
      </w:r>
      <w:r>
        <w:rPr>
          <w:rFonts w:hint="cs"/>
          <w:rtl/>
        </w:rPr>
        <w:t>ٱ</w:t>
      </w:r>
      <w:r>
        <w:rPr>
          <w:rFonts w:hint="eastAsia"/>
          <w:rtl/>
        </w:rPr>
        <w:t>لۡإِيمَـٰنِ</w:t>
      </w:r>
      <w:r>
        <w:rPr>
          <w:rtl/>
        </w:rPr>
        <w:t xml:space="preserve"> فَتَكۡفُرُونَ (١٠</w:t>
      </w:r>
      <w:r w:rsidR="009229E3">
        <w:rPr>
          <w:rtl/>
        </w:rPr>
        <w:t>)</w:t>
      </w:r>
    </w:p>
    <w:p w:rsidR="001A403D" w:rsidRDefault="001A403D" w:rsidP="00E36567">
      <w:pPr>
        <w:pStyle w:val="libBoldItalic"/>
      </w:pPr>
      <w:r>
        <w:t>Those who bear (carry) the Arsh, and those who are around it, they Exalt their Rabb with Praise and believe in Him and ask forgiveness for those who believe (saying): Our Rabb! You encompass all things in mercy and knowledge, so forgive those who repent and follow Your Sabeel, and save them from the punishment of Hell. (7) Our Rabb! And make them enter the Paradise of Adn which you have promised them, and those who are righteous among their fathers and their spouses and their descendants. No doubt You, only You are the Mighty, the Wise. (8) And save them from evil deeds; and he whom You save from evils that day, then verily You have blessed him. And that is the great attainment. (9) No doubt, those who disbelieve will be addressed: Verily Allah's hatred is greater than your hatred of yourselves, when you were invited to faith but you refused. (10)</w:t>
      </w:r>
    </w:p>
    <w:p w:rsidR="001A403D" w:rsidRDefault="001A403D" w:rsidP="00E36567">
      <w:pPr>
        <w:pStyle w:val="libNormal"/>
      </w:pPr>
      <w:r>
        <w:t>1-“Those who are bearing the Arsh” it means Rasool Allah sawaw, and after him his Aosiya asws are bearer of the Knowledge of Allah Ta’ala, “and who are around it” means the Angels (a.s.), “they Exalt their Rabb with Praise, and believe in Him, and ask for forgiveness for those who believe” means for the Shias of Aal-e-Mohammad asws, “O our Rabb, Your Mercy &amp; Knowledge encompasses every thing, so forgive those who repent” from Walayat of anyone else and Walayat of Banu Umayyah, “and followed Your Sabeel” means Walayat of Wali of Allah, the Ali asws, “and save them from the punishment of the Hell. O our Rabb, and enter them in the Paradise of Adn which you have promised them, and who are righteous among their fathers and wives and children (as well), no doubt You, only You are the Mighty the Wise” means who love Ali asws they are righteous among them, “and save them from the evils, and those whom You saved from the evils that day, then verily you have blessed them” means on the day of Qiyamah, “and that is the great attainment” whom Allah saved from the Walayat of the opponents of Maola Ali asws, “those who disbelieved” means Banu Umayyah, “will be addressed: Certainly Hatred of Allah is greater than your hatred of yourselves, when you were invited to faith” means towards Walayat-e-Ali asws, “then you refused” (Imam Mohammad Baqir asws) (al-Burhan,v7, p12)</w:t>
      </w:r>
    </w:p>
    <w:p w:rsidR="001A403D" w:rsidRDefault="001A403D" w:rsidP="009229E3">
      <w:pPr>
        <w:pStyle w:val="libCenterBold1"/>
      </w:pPr>
      <w:r>
        <w:lastRenderedPageBreak/>
        <w:t>Lesson:</w:t>
      </w:r>
    </w:p>
    <w:p w:rsidR="001A403D" w:rsidRDefault="001A403D" w:rsidP="001A403D">
      <w:pPr>
        <w:pStyle w:val="libNormal"/>
      </w:pPr>
      <w:r>
        <w:t>1-Masumeen asws are the bearers of the Arsh of Allah, they are the treasurers of the Knowledge of Allah. Marifat &amp; Ibadat of Allah in the heavens and the earth is only through Masumeen asws. Allah does not accept following Walayat of anyone else besides Walayat-e-Masumeen asws. Allah Hates those who prevent from Zikr-e-Ali asws and invite to Walayat-e-Faqeh, and deny Ayaat &amp; Ahadees about Walayat-e-Ali asws. No one should listen to such people or ask them any task of Deen or worldly affairs.</w:t>
      </w:r>
    </w:p>
    <w:p w:rsidR="001A403D" w:rsidRDefault="001A403D" w:rsidP="00385B48">
      <w:pPr>
        <w:pStyle w:val="libAr"/>
      </w:pPr>
      <w:r>
        <w:rPr>
          <w:rFonts w:hint="eastAsia"/>
          <w:rtl/>
        </w:rPr>
        <w:t>إِنَّا</w:t>
      </w:r>
      <w:r>
        <w:rPr>
          <w:rtl/>
        </w:rPr>
        <w:t xml:space="preserve"> لَنَنصُرُ رُسُلَنَا وَ</w:t>
      </w:r>
      <w:r>
        <w:rPr>
          <w:rFonts w:hint="cs"/>
          <w:rtl/>
        </w:rPr>
        <w:t>ٱ</w:t>
      </w:r>
      <w:r>
        <w:rPr>
          <w:rFonts w:hint="eastAsia"/>
          <w:rtl/>
        </w:rPr>
        <w:t>لَّذِينَ</w:t>
      </w:r>
      <w:r>
        <w:rPr>
          <w:rtl/>
        </w:rPr>
        <w:t xml:space="preserve"> ءَامَنُواْ فِى </w:t>
      </w:r>
      <w:r>
        <w:rPr>
          <w:rFonts w:hint="cs"/>
          <w:rtl/>
        </w:rPr>
        <w:t>ٱ</w:t>
      </w:r>
      <w:r>
        <w:rPr>
          <w:rFonts w:hint="eastAsia"/>
          <w:rtl/>
        </w:rPr>
        <w:t>لۡحَيَوٰةِ</w:t>
      </w:r>
      <w:r>
        <w:rPr>
          <w:rtl/>
        </w:rPr>
        <w:t xml:space="preserve"> </w:t>
      </w:r>
      <w:r>
        <w:rPr>
          <w:rFonts w:hint="cs"/>
          <w:rtl/>
        </w:rPr>
        <w:t>ٱ</w:t>
      </w:r>
      <w:r>
        <w:rPr>
          <w:rFonts w:hint="eastAsia"/>
          <w:rtl/>
        </w:rPr>
        <w:t>لدُّنۡيَا</w:t>
      </w:r>
      <w:r>
        <w:rPr>
          <w:rtl/>
        </w:rPr>
        <w:t xml:space="preserve"> وَيَوۡمَ يَقُومُ </w:t>
      </w:r>
      <w:r>
        <w:rPr>
          <w:rFonts w:hint="cs"/>
          <w:rtl/>
        </w:rPr>
        <w:t>ٱ</w:t>
      </w:r>
      <w:r>
        <w:rPr>
          <w:rFonts w:hint="eastAsia"/>
          <w:rtl/>
        </w:rPr>
        <w:t>لۡأَشۡهَـٰدُ</w:t>
      </w:r>
      <w:r>
        <w:rPr>
          <w:rtl/>
        </w:rPr>
        <w:t xml:space="preserve"> (٥١</w:t>
      </w:r>
      <w:r w:rsidR="009229E3">
        <w:rPr>
          <w:rtl/>
        </w:rPr>
        <w:t>)</w:t>
      </w:r>
      <w:r>
        <w:rPr>
          <w:rtl/>
        </w:rPr>
        <w:t xml:space="preserve"> يَوۡمَ لَا يَنفَعُ </w:t>
      </w:r>
      <w:r>
        <w:rPr>
          <w:rFonts w:hint="cs"/>
          <w:rtl/>
        </w:rPr>
        <w:t>ٱ</w:t>
      </w:r>
      <w:r>
        <w:rPr>
          <w:rFonts w:hint="eastAsia"/>
          <w:rtl/>
        </w:rPr>
        <w:t>لظَّـٰلِمِينَ</w:t>
      </w:r>
      <w:r>
        <w:rPr>
          <w:rtl/>
        </w:rPr>
        <w:t xml:space="preserve"> مَعۡذِرَتُ</w:t>
      </w:r>
      <w:r w:rsidR="001E6BAB" w:rsidRPr="001E6BAB">
        <w:rPr>
          <w:rFonts w:hint="cs"/>
          <w:rtl/>
        </w:rPr>
        <w:t>ه</w:t>
      </w:r>
      <w:r w:rsidRPr="00595365">
        <w:rPr>
          <w:rFonts w:hint="cs"/>
          <w:rtl/>
        </w:rPr>
        <w:t xml:space="preserve">مۡۖ وَلَهُمُ </w:t>
      </w:r>
      <w:r>
        <w:rPr>
          <w:rFonts w:hint="cs"/>
          <w:rtl/>
        </w:rPr>
        <w:t>ٱ</w:t>
      </w:r>
      <w:r>
        <w:rPr>
          <w:rFonts w:hint="eastAsia"/>
          <w:rtl/>
        </w:rPr>
        <w:t>للَّعۡنَةُ</w:t>
      </w:r>
      <w:r>
        <w:rPr>
          <w:rtl/>
        </w:rPr>
        <w:t xml:space="preserve"> وَلَهُمۡ سُوٓءُ </w:t>
      </w:r>
      <w:r>
        <w:rPr>
          <w:rFonts w:hint="cs"/>
          <w:rtl/>
        </w:rPr>
        <w:t>ٱ</w:t>
      </w:r>
      <w:r>
        <w:rPr>
          <w:rFonts w:hint="eastAsia"/>
          <w:rtl/>
        </w:rPr>
        <w:t>لدَّارِ</w:t>
      </w:r>
      <w:r>
        <w:rPr>
          <w:rtl/>
        </w:rPr>
        <w:t xml:space="preserve"> (٥٢</w:t>
      </w:r>
      <w:r w:rsidR="009229E3">
        <w:rPr>
          <w:rtl/>
        </w:rPr>
        <w:t>)</w:t>
      </w:r>
    </w:p>
    <w:p w:rsidR="001A403D" w:rsidRDefault="001A403D" w:rsidP="00E36567">
      <w:pPr>
        <w:pStyle w:val="libBoldItalic"/>
      </w:pPr>
      <w:r>
        <w:t>Indeed We help Our Messengers, and those who believe, in the life of the world and on the day when the witnesses will rise, (51) The day when their excuse will not benefit the unjust, and for them is the curse, and for them is the worse abode. (52)</w:t>
      </w:r>
    </w:p>
    <w:p w:rsidR="001A403D" w:rsidRDefault="001A403D" w:rsidP="00E36567">
      <w:pPr>
        <w:pStyle w:val="libNormal"/>
      </w:pPr>
      <w:r>
        <w:t>1-About the saying of Allah Tabarak wa Ta’ala , “Indeed We help Our Messengers, and those who believe, in the life of the world and on the day when the witnesses will rise” Imam Jafar Sadiq asws said: By Allah this will happen in Raj’at, don’t you know that majority of the Prophets (a.s.) were not helped in the  world, and they were martyred, and thereafter Imams asws were also martyred and they were not helped, and this will happen in Raj’at. (al-Burhan, v7, p30)</w:t>
      </w:r>
    </w:p>
    <w:p w:rsidR="001A403D" w:rsidRDefault="001A403D" w:rsidP="00E36567">
      <w:pPr>
        <w:pStyle w:val="libNormal"/>
      </w:pPr>
      <w:r>
        <w:t>2-Imam Mohammad Baqir asws said about this verse: Hussain ibne Ali asws is included in them, he was martyred but he has not been helped until now, by Allah Hussain asws was martyred but revenge of his blood has not been taken until now. (al-Burhan, v7, p30)</w:t>
      </w:r>
    </w:p>
    <w:p w:rsidR="001A403D" w:rsidRDefault="001A403D" w:rsidP="00E36567">
      <w:pPr>
        <w:pStyle w:val="libNormal"/>
      </w:pPr>
      <w:r>
        <w:t>3-Saying of Allah, “And the day when witnesses will rise” means holy Imams asws. (al-Burhan, v7, p31)</w:t>
      </w:r>
    </w:p>
    <w:p w:rsidR="001A403D" w:rsidRDefault="001A403D" w:rsidP="009229E3">
      <w:pPr>
        <w:pStyle w:val="libCenterBold1"/>
      </w:pPr>
      <w:r>
        <w:t>Lesson:</w:t>
      </w:r>
    </w:p>
    <w:p w:rsidR="00595365" w:rsidRDefault="001A403D" w:rsidP="001A403D">
      <w:pPr>
        <w:pStyle w:val="libNormal"/>
      </w:pPr>
      <w:r>
        <w:t>1-Masumeen asws presented sacrifices for Walayat-e-Ali asws from Karbala to Shaam, and still Walayat-e-Ali asws is being killed by tongues. Every moment the voice “Hal min nasirin yan suruna” is echoing in the atmosphere, and Imam Qaim asws is standing ready with Zulfiqar in his hand to take revenge from the enemies of Walayat-e-Ali asws. And again on the day of Qiyamah Allah will ask that for what reason you used to kill Mawaddat with your hands and tongues? On that day excuse will not be accepted that it was written in Tauzihul Masa’il. Because the guidance from Allah is only &amp; only Quran &amp; Qawl-e-Masoom asws.</w:t>
      </w:r>
    </w:p>
    <w:p w:rsidR="00EB2345" w:rsidRDefault="00EB2345" w:rsidP="00FC02E7">
      <w:pPr>
        <w:pStyle w:val="libNormal"/>
        <w:rPr>
          <w:rtl/>
        </w:rPr>
      </w:pPr>
      <w:r>
        <w:rPr>
          <w:rFonts w:hint="eastAsia"/>
        </w:rPr>
        <w:br w:type="page"/>
      </w:r>
    </w:p>
    <w:p w:rsidR="001A403D" w:rsidRDefault="00EB2345" w:rsidP="00EB2345">
      <w:pPr>
        <w:pStyle w:val="Heading1Center"/>
      </w:pPr>
      <w:bookmarkStart w:id="42" w:name="_Toc449789435"/>
      <w:r>
        <w:rPr>
          <w:rFonts w:hint="eastAsia"/>
          <w:rtl/>
        </w:rPr>
        <w:lastRenderedPageBreak/>
        <w:t>سُوۡرَةُ</w:t>
      </w:r>
      <w:r>
        <w:rPr>
          <w:rtl/>
        </w:rPr>
        <w:t xml:space="preserve"> </w:t>
      </w:r>
      <w:r w:rsidR="001A403D">
        <w:rPr>
          <w:rtl/>
        </w:rPr>
        <w:t>حٰمٓ السجدة / فُصّلَت</w:t>
      </w:r>
      <w:bookmarkEnd w:id="42"/>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قُلۡ</w:t>
      </w:r>
      <w:r>
        <w:rPr>
          <w:rtl/>
        </w:rPr>
        <w:t xml:space="preserve"> إِنَّمَآ أَنَا۟ بَشَرٌ۬ مِّثۡلُكُمۡ يُوحَىٰٓ إِلَىَّ أَنَّمَآ إِلَـٰهُكُمۡ إِلَـٰهٌ۬ وَ</w:t>
      </w:r>
      <w:r w:rsidR="005B7B9E" w:rsidRPr="005B7B9E">
        <w:rPr>
          <w:rFonts w:hint="cs"/>
          <w:rtl/>
        </w:rPr>
        <w:t>ا</w:t>
      </w:r>
      <w:r>
        <w:rPr>
          <w:rFonts w:hint="eastAsia"/>
          <w:rtl/>
        </w:rPr>
        <w:t>حِدٌ۬</w:t>
      </w:r>
      <w:r>
        <w:rPr>
          <w:rtl/>
        </w:rPr>
        <w:t xml:space="preserve"> فَ</w:t>
      </w:r>
      <w:r>
        <w:rPr>
          <w:rFonts w:hint="cs"/>
          <w:rtl/>
        </w:rPr>
        <w:t>ٱ</w:t>
      </w:r>
      <w:r>
        <w:rPr>
          <w:rFonts w:hint="eastAsia"/>
          <w:rtl/>
        </w:rPr>
        <w:t>سۡتَقِيمُوٓاْ</w:t>
      </w:r>
      <w:r>
        <w:rPr>
          <w:rtl/>
        </w:rPr>
        <w:t xml:space="preserve"> إِلَيۡهِ وَ</w:t>
      </w:r>
      <w:r>
        <w:rPr>
          <w:rFonts w:hint="cs"/>
          <w:rtl/>
        </w:rPr>
        <w:t>ٱ</w:t>
      </w:r>
      <w:r>
        <w:rPr>
          <w:rFonts w:hint="eastAsia"/>
          <w:rtl/>
        </w:rPr>
        <w:t>سۡتَغۡفِرُوهُ‌ۗ</w:t>
      </w:r>
      <w:r>
        <w:rPr>
          <w:rtl/>
        </w:rPr>
        <w:t xml:space="preserve"> وَوَيۡلٌ۬ لِّلۡمُشۡرِكِينَ (٦</w:t>
      </w:r>
      <w:r w:rsidR="009229E3">
        <w:rPr>
          <w:rtl/>
        </w:rPr>
        <w:t>)</w:t>
      </w:r>
      <w:r>
        <w:rPr>
          <w:rtl/>
        </w:rPr>
        <w:t xml:space="preserve"> </w:t>
      </w:r>
      <w:r>
        <w:rPr>
          <w:rFonts w:hint="cs"/>
          <w:rtl/>
        </w:rPr>
        <w:t>ٱ</w:t>
      </w:r>
      <w:r>
        <w:rPr>
          <w:rFonts w:hint="eastAsia"/>
          <w:rtl/>
        </w:rPr>
        <w:t>لَّذِينَ</w:t>
      </w:r>
      <w:r>
        <w:rPr>
          <w:rtl/>
        </w:rPr>
        <w:t xml:space="preserve"> لَا يُؤۡتُونَ </w:t>
      </w:r>
      <w:r>
        <w:rPr>
          <w:rFonts w:hint="cs"/>
          <w:rtl/>
        </w:rPr>
        <w:t>ٱ</w:t>
      </w:r>
      <w:r>
        <w:rPr>
          <w:rFonts w:hint="eastAsia"/>
          <w:rtl/>
        </w:rPr>
        <w:t>لزَّ</w:t>
      </w:r>
      <w:r w:rsidR="001E6BAB" w:rsidRPr="001E6BAB">
        <w:rPr>
          <w:rFonts w:hint="cs"/>
          <w:rtl/>
        </w:rPr>
        <w:t>ک</w:t>
      </w:r>
      <w:r>
        <w:rPr>
          <w:rFonts w:hint="eastAsia"/>
          <w:rtl/>
        </w:rPr>
        <w:t>وٰةَ</w:t>
      </w:r>
      <w:r>
        <w:rPr>
          <w:rtl/>
        </w:rPr>
        <w:t xml:space="preserve"> وَهُم بِ</w:t>
      </w:r>
      <w:r>
        <w:rPr>
          <w:rFonts w:hint="cs"/>
          <w:rtl/>
        </w:rPr>
        <w:t>ٱ</w:t>
      </w:r>
      <w:r>
        <w:rPr>
          <w:rFonts w:hint="eastAsia"/>
          <w:rtl/>
        </w:rPr>
        <w:t>لۡأَخِرَةِ</w:t>
      </w:r>
      <w:r>
        <w:rPr>
          <w:rtl/>
        </w:rPr>
        <w:t xml:space="preserve"> هُمۡ كَـٰفِرُونَ (٧</w:t>
      </w:r>
      <w:r w:rsidR="009229E3">
        <w:rPr>
          <w:rtl/>
        </w:rPr>
        <w:t>)</w:t>
      </w:r>
    </w:p>
    <w:p w:rsidR="001A403D" w:rsidRDefault="001A403D" w:rsidP="00E36567">
      <w:pPr>
        <w:pStyle w:val="libBoldItalic"/>
      </w:pPr>
      <w:r>
        <w:t>Say: No doubt, I am not a human like you, it is revealed to me that your God is One God, therefore take the straight path to Him and seek forgiveness from Him. And destruction is for Mushrikeen, (6) Who do not give Zakah, and they are disbelievers in the Hereafter. (7)</w:t>
      </w:r>
    </w:p>
    <w:p w:rsidR="001A403D" w:rsidRDefault="001A403D" w:rsidP="00E36567">
      <w:pPr>
        <w:pStyle w:val="libNormal"/>
      </w:pPr>
      <w:r>
        <w:t>1-Imam Jafar Sadiq asws said to Aban bin Tughlab: O Aban do you think that Allah Azza wa Jalla wants Zakah from Mushirkeen from their wealth while they do Shirk with Him, where He says, “And destruction is for Mushrikeen who do not give Zakah, and they are disbelievers in the Hereafter.” Aban said: I sacrifice on you, how is it, explain for me. Said: And destruction is for those Mushrikeen who did Shirk with First Imam asws and they disbelieve in the later Imams asws. O Aban, Allah invites servants only to believe in Him, and when they believe in Allah and His Rasool sawaw, then He obligates Fara’iz on them. (al-Burhan, v7, p43)</w:t>
      </w:r>
    </w:p>
    <w:p w:rsidR="001A403D" w:rsidRDefault="001A403D" w:rsidP="009229E3">
      <w:pPr>
        <w:pStyle w:val="libCenterBold1"/>
      </w:pPr>
      <w:r>
        <w:t>Lesson:</w:t>
      </w:r>
    </w:p>
    <w:p w:rsidR="001A403D" w:rsidRDefault="001A403D" w:rsidP="001A403D">
      <w:pPr>
        <w:pStyle w:val="libNormal"/>
      </w:pPr>
      <w:r>
        <w:t>1-Masumeen asws are Mashiyat of Allah, Allah made their every apparent form great &amp; best (innaka la ala kholoqin Azeem). For the guidance of the inhabitants of the heavens He revealed them in the form of Noor. Inhabitants of the earth could not tolerate one flash of Noor, so Allah sent down Masumeen asws in Human outfit, so that inhabitants of the earth can have the honour of their Ziyarat.</w:t>
      </w:r>
    </w:p>
    <w:p w:rsidR="001A403D" w:rsidRDefault="001A403D" w:rsidP="001A403D">
      <w:pPr>
        <w:pStyle w:val="libNormal"/>
      </w:pPr>
      <w:r>
        <w:t>2-Muqassireen who do Shirk in the Walayat of the First Imam Maola Ali asws are Mushrikeen, and practically they deny the Last Imam asws as well, because if they believe that the Last Imam asws is Hazir Nazir, then they should not do Taqleed of fallible Muqassir Majoosi Mulla. Therefore, they are Mushrik, and Kafir as well, and they are surrounded in doom &amp; destruction.</w:t>
      </w:r>
    </w:p>
    <w:p w:rsidR="001A403D" w:rsidRDefault="001A403D" w:rsidP="00385B48">
      <w:pPr>
        <w:pStyle w:val="libAr"/>
      </w:pPr>
      <w:r>
        <w:rPr>
          <w:rFonts w:hint="eastAsia"/>
          <w:rtl/>
        </w:rPr>
        <w:t>وَقَالَ</w:t>
      </w:r>
      <w:r>
        <w:rPr>
          <w:rtl/>
        </w:rPr>
        <w:t xml:space="preserve"> </w:t>
      </w:r>
      <w:r>
        <w:rPr>
          <w:rFonts w:hint="cs"/>
          <w:rtl/>
        </w:rPr>
        <w:t>ٱ</w:t>
      </w:r>
      <w:r>
        <w:rPr>
          <w:rFonts w:hint="eastAsia"/>
          <w:rtl/>
        </w:rPr>
        <w:t>لَّذِينَ</w:t>
      </w:r>
      <w:r>
        <w:rPr>
          <w:rtl/>
        </w:rPr>
        <w:t xml:space="preserve"> كَفَرُواْ لَا تَسۡمَعُواْ لِهَـٰذَا </w:t>
      </w:r>
      <w:r>
        <w:rPr>
          <w:rFonts w:hint="cs"/>
          <w:rtl/>
        </w:rPr>
        <w:t>ٱ</w:t>
      </w:r>
      <w:r>
        <w:rPr>
          <w:rFonts w:hint="eastAsia"/>
          <w:rtl/>
        </w:rPr>
        <w:t>لۡقُرۡءَانِ</w:t>
      </w:r>
      <w:r>
        <w:rPr>
          <w:rtl/>
        </w:rPr>
        <w:t xml:space="preserve"> وَ</w:t>
      </w:r>
      <w:r>
        <w:rPr>
          <w:rFonts w:hint="cs"/>
          <w:rtl/>
        </w:rPr>
        <w:t>ٱ</w:t>
      </w:r>
      <w:r>
        <w:rPr>
          <w:rFonts w:hint="eastAsia"/>
          <w:rtl/>
        </w:rPr>
        <w:t>لۡغَوۡاْ</w:t>
      </w:r>
      <w:r>
        <w:rPr>
          <w:rtl/>
        </w:rPr>
        <w:t xml:space="preserve"> فِيهِ لَعَلَّكُمۡ تَغۡلِبُونَ (٢٦</w:t>
      </w:r>
      <w:r w:rsidR="009229E3">
        <w:rPr>
          <w:rtl/>
        </w:rPr>
        <w:t>)</w:t>
      </w:r>
      <w:r>
        <w:rPr>
          <w:rtl/>
        </w:rPr>
        <w:t xml:space="preserve"> فَلَنُذِيقَنَّ </w:t>
      </w:r>
      <w:r>
        <w:rPr>
          <w:rFonts w:hint="cs"/>
          <w:rtl/>
        </w:rPr>
        <w:t>ٱ</w:t>
      </w:r>
      <w:r>
        <w:rPr>
          <w:rFonts w:hint="eastAsia"/>
          <w:rtl/>
        </w:rPr>
        <w:t>لَّذِينَ</w:t>
      </w:r>
      <w:r>
        <w:rPr>
          <w:rtl/>
        </w:rPr>
        <w:t xml:space="preserve"> كَفَرُواْ عَذَابً۬ا شَدِيدً۬ا وَلَنَجۡزِيَنَّ</w:t>
      </w:r>
      <w:r w:rsidR="001E6BAB" w:rsidRPr="001E6BAB">
        <w:rPr>
          <w:rFonts w:hint="cs"/>
          <w:rtl/>
        </w:rPr>
        <w:t>ه</w:t>
      </w:r>
      <w:r w:rsidRPr="00595365">
        <w:rPr>
          <w:rFonts w:hint="cs"/>
          <w:rtl/>
        </w:rPr>
        <w:t xml:space="preserve">مۡ أَسۡوَأَ </w:t>
      </w:r>
      <w:r>
        <w:rPr>
          <w:rFonts w:hint="cs"/>
          <w:rtl/>
        </w:rPr>
        <w:t>ٱ</w:t>
      </w:r>
      <w:r>
        <w:rPr>
          <w:rFonts w:hint="eastAsia"/>
          <w:rtl/>
        </w:rPr>
        <w:t>لَّذِى</w:t>
      </w:r>
      <w:r>
        <w:rPr>
          <w:rtl/>
        </w:rPr>
        <w:t xml:space="preserve"> كَانُواْ يَعۡمَلُونَ (٢٧</w:t>
      </w:r>
      <w:r w:rsidR="009229E3">
        <w:rPr>
          <w:rtl/>
        </w:rPr>
        <w:t>)</w:t>
      </w:r>
      <w:r>
        <w:rPr>
          <w:rtl/>
        </w:rPr>
        <w:t xml:space="preserve"> ذَ</w:t>
      </w:r>
      <w:r w:rsidR="005B7B9E" w:rsidRPr="005B7B9E">
        <w:rPr>
          <w:rFonts w:hint="cs"/>
          <w:rtl/>
        </w:rPr>
        <w:t>ا</w:t>
      </w:r>
      <w:r>
        <w:rPr>
          <w:rFonts w:hint="eastAsia"/>
          <w:rtl/>
        </w:rPr>
        <w:t>لِكَ</w:t>
      </w:r>
      <w:r>
        <w:rPr>
          <w:rtl/>
        </w:rPr>
        <w:t xml:space="preserve"> جَزَآءُ أَعۡدَآءِ </w:t>
      </w:r>
      <w:r>
        <w:rPr>
          <w:rFonts w:hint="cs"/>
          <w:rtl/>
        </w:rPr>
        <w:t>ٱ</w:t>
      </w:r>
      <w:r>
        <w:rPr>
          <w:rFonts w:hint="eastAsia"/>
          <w:rtl/>
        </w:rPr>
        <w:t>للَّهِ</w:t>
      </w:r>
      <w:r>
        <w:rPr>
          <w:rtl/>
        </w:rPr>
        <w:t xml:space="preserve"> </w:t>
      </w:r>
      <w:r>
        <w:rPr>
          <w:rFonts w:hint="cs"/>
          <w:rtl/>
        </w:rPr>
        <w:t>ٱ</w:t>
      </w:r>
      <w:r>
        <w:rPr>
          <w:rFonts w:hint="eastAsia"/>
          <w:rtl/>
        </w:rPr>
        <w:t>لنَّارُ‌ۖ</w:t>
      </w:r>
      <w:r>
        <w:rPr>
          <w:rtl/>
        </w:rPr>
        <w:t xml:space="preserve"> لَهُمۡ فِي</w:t>
      </w:r>
      <w:r w:rsidR="001E6BAB" w:rsidRPr="001E6BAB">
        <w:rPr>
          <w:rFonts w:hint="cs"/>
          <w:rtl/>
        </w:rPr>
        <w:t>ه</w:t>
      </w:r>
      <w:r w:rsidRPr="00595365">
        <w:rPr>
          <w:rFonts w:hint="cs"/>
          <w:rtl/>
        </w:rPr>
        <w:t xml:space="preserve">ا دَارُ </w:t>
      </w:r>
      <w:r>
        <w:rPr>
          <w:rFonts w:hint="cs"/>
          <w:rtl/>
        </w:rPr>
        <w:t>ٱ</w:t>
      </w:r>
      <w:r>
        <w:rPr>
          <w:rFonts w:hint="eastAsia"/>
          <w:rtl/>
        </w:rPr>
        <w:t>لۡخُلۡدِ‌ۖ</w:t>
      </w:r>
      <w:r>
        <w:rPr>
          <w:rtl/>
        </w:rPr>
        <w:t xml:space="preserve"> جَزَآءَۢ بِمَا كَانُواْ بِـَٔايَـٰتِنَا يَجۡحَدُونَ (٢٨</w:t>
      </w:r>
      <w:r w:rsidR="009229E3">
        <w:rPr>
          <w:rtl/>
        </w:rPr>
        <w:t>)</w:t>
      </w:r>
    </w:p>
    <w:p w:rsidR="001A403D" w:rsidRDefault="001A403D" w:rsidP="00E36567">
      <w:pPr>
        <w:pStyle w:val="libBoldItalic"/>
      </w:pPr>
      <w:r>
        <w:t>And those who disbelieve say: Do not listen to this Quran, and make noise during (the recitation of) it; perhaps you may dominate. (26) But verily We will cause those who disbelieve to taste a severe punishment, and verily We will recompense them for the worst deeds which they used to do. (27) That is the reward of Allah's enemies: the Fire, therein is their eternal home, as reward because they rejected Our Ayaat. (28)</w:t>
      </w:r>
    </w:p>
    <w:p w:rsidR="001A403D" w:rsidRDefault="001A403D" w:rsidP="00E36567">
      <w:pPr>
        <w:pStyle w:val="libNormal"/>
      </w:pPr>
      <w:r>
        <w:t>1-The saying of Allah Ta’ala, “And those who disbelieve say: Do not listen to this Quran, and make noise during it; perhaps you may dominate” means declare it mockery and nonsense. (al-Burhan, v7, p50)</w:t>
      </w:r>
    </w:p>
    <w:p w:rsidR="001A403D" w:rsidRDefault="001A403D" w:rsidP="00E36567">
      <w:pPr>
        <w:pStyle w:val="libNormal"/>
      </w:pPr>
      <w:r>
        <w:lastRenderedPageBreak/>
        <w:t>2-The saying of Allah Azza wa Jalla, “But verily We will cause those who disbelieve” by rejecting Walayat of Ali bin Abi Talib asws, “to taste a severe punishment” in this world, “and verily We will recompense them for the worst deeds which they used to do</w:t>
      </w:r>
      <w:r>
        <w:rPr>
          <w:rFonts w:hint="eastAsia"/>
        </w:rPr>
        <w:t>”</w:t>
      </w:r>
      <w:r>
        <w:t xml:space="preserve"> in the Hereafter, “That is the reward of Allah's enemies: the Fire, therein is their eternal home, as reward because they rejected Our Ayaat” and Ayaat are Imams asws. (Imam Jafar Sadiq asws) (al-Burhan, v7, p51)</w:t>
      </w:r>
    </w:p>
    <w:p w:rsidR="001A403D" w:rsidRDefault="001A403D" w:rsidP="009229E3">
      <w:pPr>
        <w:pStyle w:val="libCenterBold1"/>
      </w:pPr>
      <w:r>
        <w:t>Lesson:</w:t>
      </w:r>
    </w:p>
    <w:p w:rsidR="001A403D" w:rsidRDefault="001A403D" w:rsidP="001A403D">
      <w:pPr>
        <w:pStyle w:val="libNormal"/>
      </w:pPr>
      <w:r>
        <w:t>1-At present time Muqassireen are making too much noise to make the wise Quran as Mahjoor, e.g. Mulla is saying “If everything is in the Quran, then show me how to perform Namaz, or where is Ali’s asws name in Quran, or only 500 verses are pertaining to Shariah so rest of the Shariah has to be deduced by the jurist (Faqeh). They say this just to keep their business running and to fill the hell of their tummy. While in fact, they have forgotten the advice of Rasool Allah sawaw that he left Saqalain i.e. Quran and the Teacher of Quran. Without Ahadees of Masumeen asws neither Quran can be Tanslated, nor its Tafseer &amp; Taweel can be known. Only Mashiyatullah &amp; Lisanullah know what Allah wants from His servants. Allah wants only Walayat &amp; Mawaddat of Masumeen asws.</w:t>
      </w:r>
    </w:p>
    <w:p w:rsidR="001A403D" w:rsidRDefault="001A403D" w:rsidP="00385B48">
      <w:pPr>
        <w:pStyle w:val="libAr"/>
      </w:pPr>
      <w:r>
        <w:rPr>
          <w:rFonts w:hint="eastAsia"/>
          <w:rtl/>
        </w:rPr>
        <w:t>وَقَالَ</w:t>
      </w:r>
      <w:r>
        <w:rPr>
          <w:rtl/>
        </w:rPr>
        <w:t xml:space="preserve"> </w:t>
      </w:r>
      <w:r>
        <w:rPr>
          <w:rFonts w:hint="cs"/>
          <w:rtl/>
        </w:rPr>
        <w:t>ٱ</w:t>
      </w:r>
      <w:r>
        <w:rPr>
          <w:rFonts w:hint="eastAsia"/>
          <w:rtl/>
        </w:rPr>
        <w:t>لَّذِينَ</w:t>
      </w:r>
      <w:r>
        <w:rPr>
          <w:rtl/>
        </w:rPr>
        <w:t xml:space="preserve"> </w:t>
      </w:r>
      <w:r w:rsidR="001E6BAB" w:rsidRPr="001E6BAB">
        <w:rPr>
          <w:rFonts w:hint="cs"/>
          <w:rtl/>
        </w:rPr>
        <w:t>ک</w:t>
      </w:r>
      <w:r>
        <w:rPr>
          <w:rFonts w:hint="eastAsia"/>
          <w:rtl/>
        </w:rPr>
        <w:t>فَرُواْ</w:t>
      </w:r>
      <w:r>
        <w:rPr>
          <w:rtl/>
        </w:rPr>
        <w:t xml:space="preserve"> رَبَّنَآ أَرِنَا </w:t>
      </w:r>
      <w:r>
        <w:rPr>
          <w:rFonts w:hint="cs"/>
          <w:rtl/>
        </w:rPr>
        <w:t>ٱ</w:t>
      </w:r>
      <w:r>
        <w:rPr>
          <w:rFonts w:hint="eastAsia"/>
          <w:rtl/>
        </w:rPr>
        <w:t>لَّذَيۡنِ</w:t>
      </w:r>
      <w:r>
        <w:rPr>
          <w:rtl/>
        </w:rPr>
        <w:t xml:space="preserve"> أَضَلَّانَا مِنَ </w:t>
      </w:r>
      <w:r>
        <w:rPr>
          <w:rFonts w:hint="cs"/>
          <w:rtl/>
        </w:rPr>
        <w:t>ٱ</w:t>
      </w:r>
      <w:r>
        <w:rPr>
          <w:rFonts w:hint="eastAsia"/>
          <w:rtl/>
        </w:rPr>
        <w:t>لۡجِنِّ</w:t>
      </w:r>
      <w:r>
        <w:rPr>
          <w:rtl/>
        </w:rPr>
        <w:t xml:space="preserve"> وَ</w:t>
      </w:r>
      <w:r>
        <w:rPr>
          <w:rFonts w:hint="cs"/>
          <w:rtl/>
        </w:rPr>
        <w:t>ٱ</w:t>
      </w:r>
      <w:r>
        <w:rPr>
          <w:rFonts w:hint="eastAsia"/>
          <w:rtl/>
        </w:rPr>
        <w:t>لۡإِنسِ</w:t>
      </w:r>
      <w:r>
        <w:rPr>
          <w:rtl/>
        </w:rPr>
        <w:t xml:space="preserve"> نَجۡعَلۡهُمَا تَحۡتَ أَقۡدَامِنَا لِيَكُونَا مِنَ </w:t>
      </w:r>
      <w:r>
        <w:rPr>
          <w:rFonts w:hint="cs"/>
          <w:rtl/>
        </w:rPr>
        <w:t>ٱ</w:t>
      </w:r>
      <w:r>
        <w:rPr>
          <w:rFonts w:hint="eastAsia"/>
          <w:rtl/>
        </w:rPr>
        <w:t>لۡأَسۡفَلِينَ</w:t>
      </w:r>
      <w:r>
        <w:rPr>
          <w:rtl/>
        </w:rPr>
        <w:t xml:space="preserve"> (٢٩</w:t>
      </w:r>
      <w:r w:rsidR="009229E3">
        <w:rPr>
          <w:rtl/>
        </w:rPr>
        <w:t>)</w:t>
      </w:r>
      <w:r>
        <w:rPr>
          <w:rtl/>
        </w:rPr>
        <w:t xml:space="preserve"> إِنَّ </w:t>
      </w:r>
      <w:r>
        <w:rPr>
          <w:rFonts w:hint="cs"/>
          <w:rtl/>
        </w:rPr>
        <w:t>ٱ</w:t>
      </w:r>
      <w:r>
        <w:rPr>
          <w:rFonts w:hint="eastAsia"/>
          <w:rtl/>
        </w:rPr>
        <w:t>لَّذِينَ</w:t>
      </w:r>
      <w:r>
        <w:rPr>
          <w:rtl/>
        </w:rPr>
        <w:t xml:space="preserve"> قَالُواْ رَبُّنَا </w:t>
      </w:r>
      <w:r>
        <w:rPr>
          <w:rFonts w:hint="cs"/>
          <w:rtl/>
        </w:rPr>
        <w:t>ٱ</w:t>
      </w:r>
      <w:r>
        <w:rPr>
          <w:rFonts w:hint="eastAsia"/>
          <w:rtl/>
        </w:rPr>
        <w:t>للَّهُ</w:t>
      </w:r>
      <w:r>
        <w:rPr>
          <w:rtl/>
        </w:rPr>
        <w:t xml:space="preserve"> ثُمَّ </w:t>
      </w:r>
      <w:r>
        <w:rPr>
          <w:rFonts w:hint="cs"/>
          <w:rtl/>
        </w:rPr>
        <w:t>ٱ</w:t>
      </w:r>
      <w:r>
        <w:rPr>
          <w:rFonts w:hint="eastAsia"/>
          <w:rtl/>
        </w:rPr>
        <w:t>سۡتَقَـٰمُواْ</w:t>
      </w:r>
      <w:r>
        <w:rPr>
          <w:rtl/>
        </w:rPr>
        <w:t xml:space="preserve"> تَتَنَزَّلُ عَلَيۡهِمُ </w:t>
      </w:r>
      <w:r>
        <w:rPr>
          <w:rFonts w:hint="cs"/>
          <w:rtl/>
        </w:rPr>
        <w:t>ٱ</w:t>
      </w:r>
      <w:r>
        <w:rPr>
          <w:rFonts w:hint="eastAsia"/>
          <w:rtl/>
        </w:rPr>
        <w:t>لۡمَلَـٰٓ</w:t>
      </w:r>
      <w:r>
        <w:rPr>
          <w:rFonts w:hint="cs"/>
          <w:rtl/>
        </w:rPr>
        <w:t>ٮِٕ</w:t>
      </w:r>
      <w:r w:rsidR="001E6BAB" w:rsidRPr="001E6BAB">
        <w:rPr>
          <w:rFonts w:hint="cs"/>
          <w:rtl/>
        </w:rPr>
        <w:t>ک</w:t>
      </w:r>
      <w:r>
        <w:rPr>
          <w:rFonts w:hint="eastAsia"/>
          <w:rtl/>
        </w:rPr>
        <w:t>ةُ</w:t>
      </w:r>
      <w:r>
        <w:rPr>
          <w:rtl/>
        </w:rPr>
        <w:t xml:space="preserve"> أَلَّا تَخَافُواْ وَلَا تَحۡزَنُواْ وَأَبۡشِرُواْ بِ</w:t>
      </w:r>
      <w:r>
        <w:rPr>
          <w:rFonts w:hint="cs"/>
          <w:rtl/>
        </w:rPr>
        <w:t>ٱ</w:t>
      </w:r>
      <w:r>
        <w:rPr>
          <w:rFonts w:hint="eastAsia"/>
          <w:rtl/>
        </w:rPr>
        <w:t>لۡجَنَّةِ</w:t>
      </w:r>
      <w:r>
        <w:rPr>
          <w:rtl/>
        </w:rPr>
        <w:t xml:space="preserve"> </w:t>
      </w:r>
      <w:r>
        <w:rPr>
          <w:rFonts w:hint="cs"/>
          <w:rtl/>
        </w:rPr>
        <w:t>ٱ</w:t>
      </w:r>
      <w:r>
        <w:rPr>
          <w:rFonts w:hint="eastAsia"/>
          <w:rtl/>
        </w:rPr>
        <w:t>لَّتِى</w:t>
      </w:r>
      <w:r>
        <w:rPr>
          <w:rtl/>
        </w:rPr>
        <w:t xml:space="preserve"> كُنتُمۡ تُوعَدُونَ (٣٠</w:t>
      </w:r>
      <w:r w:rsidR="009229E3">
        <w:rPr>
          <w:rtl/>
        </w:rPr>
        <w:t>)</w:t>
      </w:r>
      <w:r>
        <w:rPr>
          <w:rtl/>
        </w:rPr>
        <w:t xml:space="preserve"> نَحۡنُ أَوۡلِيَآؤُكُمۡ فِى </w:t>
      </w:r>
      <w:r>
        <w:rPr>
          <w:rFonts w:hint="cs"/>
          <w:rtl/>
        </w:rPr>
        <w:t>ٱ</w:t>
      </w:r>
      <w:r>
        <w:rPr>
          <w:rFonts w:hint="eastAsia"/>
          <w:rtl/>
        </w:rPr>
        <w:t>لۡحَيَوٰةِ</w:t>
      </w:r>
      <w:r>
        <w:rPr>
          <w:rtl/>
        </w:rPr>
        <w:t xml:space="preserve"> </w:t>
      </w:r>
      <w:r>
        <w:rPr>
          <w:rFonts w:hint="cs"/>
          <w:rtl/>
        </w:rPr>
        <w:t>ٱ</w:t>
      </w:r>
      <w:r>
        <w:rPr>
          <w:rFonts w:hint="eastAsia"/>
          <w:rtl/>
        </w:rPr>
        <w:t>لدُّنۡيَا</w:t>
      </w:r>
      <w:r>
        <w:rPr>
          <w:rtl/>
        </w:rPr>
        <w:t xml:space="preserve"> وَفِى </w:t>
      </w:r>
      <w:r>
        <w:rPr>
          <w:rFonts w:hint="cs"/>
          <w:rtl/>
        </w:rPr>
        <w:t>ٱ</w:t>
      </w:r>
      <w:r>
        <w:rPr>
          <w:rFonts w:hint="eastAsia"/>
          <w:rtl/>
        </w:rPr>
        <w:t>لۡأَخِرَةِ‌ۖ</w:t>
      </w:r>
      <w:r>
        <w:rPr>
          <w:rtl/>
        </w:rPr>
        <w:t xml:space="preserve"> وَلَكُمۡ فِيهَا مَا تَشۡتَهِىٓ أَنفُسُكُمۡ وَلَكُمۡ فِيهَا مَا تَدَّعُونَ (٣١</w:t>
      </w:r>
      <w:r w:rsidR="009229E3">
        <w:rPr>
          <w:rtl/>
        </w:rPr>
        <w:t>)</w:t>
      </w:r>
      <w:r>
        <w:rPr>
          <w:rtl/>
        </w:rPr>
        <w:t xml:space="preserve"> نُزُلاً۬ مِّنۡ غَفُورٍ۬ رَّحِيمٍ۬ (٣٢</w:t>
      </w:r>
      <w:r w:rsidR="009229E3">
        <w:rPr>
          <w:rtl/>
        </w:rPr>
        <w:t>)</w:t>
      </w:r>
    </w:p>
    <w:p w:rsidR="001A403D" w:rsidRDefault="001A403D" w:rsidP="00E36567">
      <w:pPr>
        <w:pStyle w:val="libBoldItalic"/>
      </w:pPr>
      <w:r>
        <w:t>And those who disbelieve will say: Our Rabb! Show us those who misled us of the jinn and humans, we will place them underneath our feet that they may be among the lowest. (29) Certainly, those who say: Our Rabb is Allah, then remain steadfast (persistent on Sirat-e-Mustaqeem) , the Angels descend upon them, saying: Do not fear and do not grieve, but receive good tidings of the Paradise which you were promised. (30) We are your protecting friends in the life of the world and in the Hereafter. And therein you will have whatever your souls desire, and therein you will have whatever you request. (31) A reception from the Forgiving, Merciful. (32)</w:t>
      </w:r>
    </w:p>
    <w:p w:rsidR="001A403D" w:rsidRDefault="001A403D" w:rsidP="00E36567">
      <w:pPr>
        <w:pStyle w:val="libNormal"/>
      </w:pPr>
      <w:r>
        <w:t xml:space="preserve">1-On the day of Qiyamah, the murderers of Syyeda Fatima Zahra asws will be brought, then they will be beaten with the whips of Fire. If that one whip strikes the oceans then they will catch fire from the east to the west, and if it strikes the mountains of the earth then all will melt to ashes. So they will be beaten by that. Then those who used to oppose Amirul Momineen asws will be brought in the presence of Allah Ta’ala, and they will be thrown into the Well of Fire and the lid will be closed on the top, neither anyone will be able to see them nor they will see anyone, then those who believed in their Walayat, will say, “Our Rabb! Show us those who misled us of the jinn and humans, we will place them underneath our feet that they may be among the lowest”, Allah Azza wa Jalla will say, “And you will </w:t>
      </w:r>
      <w:r>
        <w:lastRenderedPageBreak/>
        <w:t>never benefit that day because you (too) did injustice, certainly you all are sharing the punishment” (al-Zukhruf, v39) (Imam Jafar Sadiq asws) (al-Burhan, v7, p52)</w:t>
      </w:r>
    </w:p>
    <w:p w:rsidR="001A403D" w:rsidRDefault="001A403D" w:rsidP="00E36567">
      <w:pPr>
        <w:pStyle w:val="libNormal"/>
      </w:pPr>
      <w:r>
        <w:t>2-From Jinns, Iblees gave suggestion in Dar-un-Nadwa to murder Rasool Allah sawaw, and misled people by making them disobedient, and then came after the martyrdom of Rasool Allah sawaw, and paid allegiance to the opponent of Maola Ali asws, and one among the men also paid allegiance “we put them under our feet that they should be among the lowest.” Then mentioning Shias of Amirul Momineen asws Allah Ta’ala says, “Certainly those who say: Our Rabb is Allah, then they remain persistent” on Walayat of Amirul Momineen asws, Allah says, “the Angels descend upon him” at the time of death, “do not fear and do not grieve and get glad news of Paradise which you were promised, we are your friends in the life of the world” means used to save you from Shaitans, “and in the Hereafter” means at the time of death, “And therein you will have whatever your souls desire, and therein you will have whatever you request” means in the Paradise, “A reception from the Forgiving the Merciful.” (Qawl-e-Masoom asws) (al-Burhan, v7, p52)</w:t>
      </w:r>
    </w:p>
    <w:p w:rsidR="001A403D" w:rsidRDefault="001A403D" w:rsidP="00E36567">
      <w:pPr>
        <w:pStyle w:val="libNormal"/>
      </w:pPr>
      <w:r>
        <w:t>3-Imam Jafar Sadiq asws said: “then kept steadfast” means remained steadfast on (Walayat of) one Imam asws after the other Imam asws. (al-Burhan, v7, p53)</w:t>
      </w:r>
    </w:p>
    <w:p w:rsidR="001A403D" w:rsidRDefault="001A403D" w:rsidP="009229E3">
      <w:pPr>
        <w:pStyle w:val="libCenterBold1"/>
      </w:pPr>
      <w:r>
        <w:t>Lesson:</w:t>
      </w:r>
    </w:p>
    <w:p w:rsidR="001A403D" w:rsidRDefault="001A403D" w:rsidP="001A403D">
      <w:pPr>
        <w:pStyle w:val="libNormal"/>
      </w:pPr>
      <w:r>
        <w:t>1-Those who do injustice to Masumeen asws with their hands or tongues will be thrown into the Well in the lowest level of the Hell, and it will be closed with the lid on top. The Muqallideen of those Dhaku (closed in with lid) Rahbers will be also in the close vicinity there, and they will demand that those leaders should be taken out, so that Muqallideen can stampede those misleading Mullas under their feet to cool down their rage, because they misled them in an attractive manner. Then Allah Ta’ala will reply that you were also partner in injustice, so you also share the punishment, because when Mullas talked nonsense about the Infallibility, Splendor, and Authority of Masumeen asws you kept quiet, and another unjust Mulla declared himself partner in Walayat of Amirul Momineen asws and adopted his (asws) Titles even then you kept quiet, then another unjust Mulla uttered nonsense about the rights of Syyeda Fatima Zahra asws you kept quiet as well, unjust Mullas issued Fatawa against Azadari you kept quiet, they interchanged Halaal &amp; Haraam and issued vulgar Fatawa you remained quiet, rather you kept saying, “These are our honourable worth-following Ulma, they are the recognition of Islam, they conveyed Deen to us”, so share the taste of Fire with them you all together for ever, you left Walayat-e-Elahi, so now taste Walayat-e-Faqeh.</w:t>
      </w:r>
    </w:p>
    <w:p w:rsidR="001A403D" w:rsidRDefault="001A403D" w:rsidP="001A403D">
      <w:pPr>
        <w:pStyle w:val="libNormal"/>
      </w:pPr>
      <w:r>
        <w:t>2-Who keep firm on Walayat of one after the other i.e. all Masumeen asws, and remain steadfast on their obedience, then Angels (a.s.) protect them from Shaitans, save them from the trap of Majoosi Muqassir Mullas, and receive them with the happy news of Paradise at the time of death, that the eternal reception (welcome party) of Forgiving Merciful is ready for you.</w:t>
      </w:r>
    </w:p>
    <w:p w:rsidR="00EB2345" w:rsidRDefault="00EB2345" w:rsidP="00FC02E7">
      <w:pPr>
        <w:pStyle w:val="libNormal"/>
        <w:rPr>
          <w:rtl/>
        </w:rPr>
      </w:pPr>
      <w:r>
        <w:rPr>
          <w:rFonts w:hint="eastAsia"/>
        </w:rPr>
        <w:lastRenderedPageBreak/>
        <w:br w:type="page"/>
      </w:r>
    </w:p>
    <w:p w:rsidR="001A403D" w:rsidRDefault="00EB2345" w:rsidP="00EB2345">
      <w:pPr>
        <w:pStyle w:val="Heading1Center"/>
      </w:pPr>
      <w:bookmarkStart w:id="43" w:name="_Toc449789436"/>
      <w:r>
        <w:rPr>
          <w:rFonts w:hint="eastAsia"/>
          <w:rtl/>
        </w:rPr>
        <w:lastRenderedPageBreak/>
        <w:t>سُوۡرَةُ</w:t>
      </w:r>
      <w:r>
        <w:rPr>
          <w:rtl/>
        </w:rPr>
        <w:t xml:space="preserve"> </w:t>
      </w:r>
      <w:r w:rsidR="001A403D">
        <w:rPr>
          <w:rtl/>
        </w:rPr>
        <w:t>الشّور</w:t>
      </w:r>
      <w:r w:rsidR="001A403D">
        <w:rPr>
          <w:rFonts w:hint="cs"/>
          <w:rtl/>
        </w:rPr>
        <w:t>یٰ</w:t>
      </w:r>
      <w:bookmarkEnd w:id="43"/>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وَلَوۡ</w:t>
      </w:r>
      <w:r>
        <w:rPr>
          <w:rtl/>
        </w:rPr>
        <w:t xml:space="preserve"> شَآءَ </w:t>
      </w:r>
      <w:r>
        <w:rPr>
          <w:rFonts w:hint="cs"/>
          <w:rtl/>
        </w:rPr>
        <w:t>ٱ</w:t>
      </w:r>
      <w:r>
        <w:rPr>
          <w:rFonts w:hint="eastAsia"/>
          <w:rtl/>
        </w:rPr>
        <w:t>للَّهُ</w:t>
      </w:r>
      <w:r>
        <w:rPr>
          <w:rtl/>
        </w:rPr>
        <w:t xml:space="preserve"> لَجَعَلَهُمۡ أُمَّةً۬ وَ</w:t>
      </w:r>
      <w:r w:rsidR="005B7B9E" w:rsidRPr="005B7B9E">
        <w:rPr>
          <w:rFonts w:hint="cs"/>
          <w:rtl/>
        </w:rPr>
        <w:t>ا</w:t>
      </w:r>
      <w:r>
        <w:rPr>
          <w:rFonts w:hint="eastAsia"/>
          <w:rtl/>
        </w:rPr>
        <w:t>حِدَةً۬</w:t>
      </w:r>
      <w:r>
        <w:rPr>
          <w:rtl/>
        </w:rPr>
        <w:t xml:space="preserve"> وَلَـٰكِن يُدۡخِلُ مَن يَشَآءُ فِى رَحۡمَتِهِ</w:t>
      </w:r>
      <w:r>
        <w:rPr>
          <w:rFonts w:hint="cs"/>
          <w:rtl/>
        </w:rPr>
        <w:t>ۦ‌ۚ</w:t>
      </w:r>
      <w:r>
        <w:rPr>
          <w:rtl/>
        </w:rPr>
        <w:t xml:space="preserve"> وَ</w:t>
      </w:r>
      <w:r>
        <w:rPr>
          <w:rFonts w:hint="cs"/>
          <w:rtl/>
        </w:rPr>
        <w:t>ٱ</w:t>
      </w:r>
      <w:r>
        <w:rPr>
          <w:rFonts w:hint="eastAsia"/>
          <w:rtl/>
        </w:rPr>
        <w:t>لظَّـٰلِمُونَ</w:t>
      </w:r>
      <w:r>
        <w:rPr>
          <w:rtl/>
        </w:rPr>
        <w:t xml:space="preserve"> مَا لَهُم مِّن وَلِىٍّ۬ وَلَا نَصِيرٍ (٨</w:t>
      </w:r>
      <w:r w:rsidR="009229E3">
        <w:rPr>
          <w:rtl/>
        </w:rPr>
        <w:t>)</w:t>
      </w:r>
    </w:p>
    <w:p w:rsidR="001A403D" w:rsidRDefault="001A403D" w:rsidP="00E36567">
      <w:pPr>
        <w:pStyle w:val="libBoldItalic"/>
      </w:pPr>
      <w:r>
        <w:t>And if Allah had willed, could have made them one nation, but He enters whom He wills into His mercy. And the unjust ones, they do not have any guardian for them nor any helper. (8)</w:t>
      </w:r>
    </w:p>
    <w:p w:rsidR="001A403D" w:rsidRDefault="001A403D" w:rsidP="00E36567">
      <w:pPr>
        <w:pStyle w:val="libNormal"/>
      </w:pPr>
      <w:r>
        <w:t>1-Imam Jafar Sadiq asws said about the saying of Allah Azza wa Jalla, “but whom He wills enters into His mercy”: Mercy is Walayat of Ali bin Abi Talib asws, “and there is no Wali or helper for the unjust” (al-Burhan, v7, p69)</w:t>
      </w:r>
    </w:p>
    <w:p w:rsidR="001A403D" w:rsidRDefault="001A403D" w:rsidP="009229E3">
      <w:pPr>
        <w:pStyle w:val="libCenterBold1"/>
      </w:pPr>
      <w:r>
        <w:t>Lesson:</w:t>
      </w:r>
    </w:p>
    <w:p w:rsidR="001A403D" w:rsidRDefault="001A403D" w:rsidP="001A403D">
      <w:pPr>
        <w:pStyle w:val="libNormal"/>
      </w:pPr>
      <w:r>
        <w:t>1-There is no compulsion in Deen, Allah has shown both paths, and told their result of reward &amp; punishment as well, explained ending of Paradise and Hell too. Now this world is place of trial, whoever desires can adopt Sabeel of Allah i.e. adopting Walayat of Masumeen asws, and whoever wishes can embrace Walayat of fallible Mulla. It is very easy to recognize such unjust ones, signs of death appears on their faces when they hear ‘Ya Ali asws Maddad’ because in fact they do not believe in Walayat &amp; help of Maola Ali asws, who are mentioned in this verse, they only utter verbally that they believe that Imam Ali asws is their Maola, but they do Taqleed of Majoosi Mullas who do Shirk in Walayat of Maola Ali asws.</w:t>
      </w:r>
    </w:p>
    <w:p w:rsidR="001A403D" w:rsidRDefault="001A403D" w:rsidP="00385B48">
      <w:pPr>
        <w:pStyle w:val="libAr"/>
      </w:pPr>
      <w:r>
        <w:rPr>
          <w:rFonts w:hint="eastAsia"/>
          <w:rtl/>
        </w:rPr>
        <w:t>أَمِ</w:t>
      </w:r>
      <w:r>
        <w:rPr>
          <w:rtl/>
        </w:rPr>
        <w:t xml:space="preserve"> </w:t>
      </w:r>
      <w:r>
        <w:rPr>
          <w:rFonts w:hint="cs"/>
          <w:rtl/>
        </w:rPr>
        <w:t>ٱ</w:t>
      </w:r>
      <w:r>
        <w:rPr>
          <w:rFonts w:hint="eastAsia"/>
          <w:rtl/>
        </w:rPr>
        <w:t>تَّخَذُواْ</w:t>
      </w:r>
      <w:r>
        <w:rPr>
          <w:rtl/>
        </w:rPr>
        <w:t xml:space="preserve"> مِن دُونِهِ</w:t>
      </w:r>
      <w:r>
        <w:rPr>
          <w:rFonts w:hint="cs"/>
          <w:rtl/>
        </w:rPr>
        <w:t>ۦۤ</w:t>
      </w:r>
      <w:r>
        <w:rPr>
          <w:rtl/>
        </w:rPr>
        <w:t xml:space="preserve"> أَوۡلِيَآءَ‌ۖ فَ</w:t>
      </w:r>
      <w:r>
        <w:rPr>
          <w:rFonts w:hint="cs"/>
          <w:rtl/>
        </w:rPr>
        <w:t>ٱ</w:t>
      </w:r>
      <w:r>
        <w:rPr>
          <w:rFonts w:hint="eastAsia"/>
          <w:rtl/>
        </w:rPr>
        <w:t>للَّهُ</w:t>
      </w:r>
      <w:r>
        <w:rPr>
          <w:rtl/>
        </w:rPr>
        <w:t xml:space="preserve"> هُوَ </w:t>
      </w:r>
      <w:r>
        <w:rPr>
          <w:rFonts w:hint="cs"/>
          <w:rtl/>
        </w:rPr>
        <w:t>ٱ</w:t>
      </w:r>
      <w:r>
        <w:rPr>
          <w:rFonts w:hint="eastAsia"/>
          <w:rtl/>
        </w:rPr>
        <w:t>لۡوَلِىُّ</w:t>
      </w:r>
      <w:r>
        <w:rPr>
          <w:rtl/>
        </w:rPr>
        <w:t xml:space="preserve"> وَهُوَ يُحۡىِ </w:t>
      </w:r>
      <w:r>
        <w:rPr>
          <w:rFonts w:hint="cs"/>
          <w:rtl/>
        </w:rPr>
        <w:t>ٱ</w:t>
      </w:r>
      <w:r>
        <w:rPr>
          <w:rFonts w:hint="eastAsia"/>
          <w:rtl/>
        </w:rPr>
        <w:t>لۡمَوۡتَىٰ</w:t>
      </w:r>
      <w:r>
        <w:rPr>
          <w:rtl/>
        </w:rPr>
        <w:t xml:space="preserve"> وَهُوَ عَلَىٰ كُلِّ شَىۡءٍ۬ قَدِيرٌ۬ (٩</w:t>
      </w:r>
      <w:r w:rsidR="009229E3">
        <w:rPr>
          <w:rtl/>
        </w:rPr>
        <w:t>)</w:t>
      </w:r>
      <w:r>
        <w:rPr>
          <w:rtl/>
        </w:rPr>
        <w:t xml:space="preserve"> وَمَا </w:t>
      </w:r>
      <w:r>
        <w:rPr>
          <w:rFonts w:hint="cs"/>
          <w:rtl/>
        </w:rPr>
        <w:t>ٱ</w:t>
      </w:r>
      <w:r>
        <w:rPr>
          <w:rFonts w:hint="eastAsia"/>
          <w:rtl/>
        </w:rPr>
        <w:t>خۡتَلَفۡتُمۡ</w:t>
      </w:r>
      <w:r>
        <w:rPr>
          <w:rtl/>
        </w:rPr>
        <w:t xml:space="preserve"> فِيهِ مِن شَىۡءٍ۬ فَحُكۡمُهُ </w:t>
      </w:r>
      <w:r>
        <w:rPr>
          <w:rFonts w:hint="cs"/>
          <w:rtl/>
        </w:rPr>
        <w:t>ۥۤ</w:t>
      </w:r>
      <w:r>
        <w:rPr>
          <w:rtl/>
        </w:rPr>
        <w:t xml:space="preserve"> إِلَى </w:t>
      </w:r>
      <w:r>
        <w:rPr>
          <w:rFonts w:hint="cs"/>
          <w:rtl/>
        </w:rPr>
        <w:t>ٱ</w:t>
      </w:r>
      <w:r>
        <w:rPr>
          <w:rFonts w:hint="eastAsia"/>
          <w:rtl/>
        </w:rPr>
        <w:t>للَّهِ‌ۚ</w:t>
      </w:r>
      <w:r>
        <w:rPr>
          <w:rtl/>
        </w:rPr>
        <w:t xml:space="preserve"> ذَ</w:t>
      </w:r>
      <w:r w:rsidR="005B7B9E" w:rsidRPr="005B7B9E">
        <w:rPr>
          <w:rFonts w:hint="cs"/>
          <w:rtl/>
        </w:rPr>
        <w:t>ا</w:t>
      </w:r>
      <w:r>
        <w:rPr>
          <w:rFonts w:hint="eastAsia"/>
          <w:rtl/>
        </w:rPr>
        <w:t>لِكُمُ</w:t>
      </w:r>
      <w:r>
        <w:rPr>
          <w:rtl/>
        </w:rPr>
        <w:t xml:space="preserve"> </w:t>
      </w:r>
      <w:r>
        <w:rPr>
          <w:rFonts w:hint="cs"/>
          <w:rtl/>
        </w:rPr>
        <w:t>ٱ</w:t>
      </w:r>
      <w:r>
        <w:rPr>
          <w:rFonts w:hint="eastAsia"/>
          <w:rtl/>
        </w:rPr>
        <w:t>للَّهُ</w:t>
      </w:r>
      <w:r>
        <w:rPr>
          <w:rtl/>
        </w:rPr>
        <w:t xml:space="preserve"> رَبِّى عَلَيۡهِ تَوَ</w:t>
      </w:r>
      <w:r w:rsidR="001E6BAB" w:rsidRPr="001E6BAB">
        <w:rPr>
          <w:rFonts w:hint="cs"/>
          <w:rtl/>
        </w:rPr>
        <w:t>ک</w:t>
      </w:r>
      <w:r>
        <w:rPr>
          <w:rFonts w:hint="eastAsia"/>
          <w:rtl/>
        </w:rPr>
        <w:t>لۡتُ</w:t>
      </w:r>
      <w:r>
        <w:rPr>
          <w:rtl/>
        </w:rPr>
        <w:t xml:space="preserve"> وَإ</w:t>
      </w:r>
      <w:r>
        <w:rPr>
          <w:rFonts w:hint="eastAsia"/>
          <w:rtl/>
        </w:rPr>
        <w:t>ِلَيۡهِ</w:t>
      </w:r>
      <w:r>
        <w:rPr>
          <w:rtl/>
        </w:rPr>
        <w:t xml:space="preserve"> أُنِيبُ (١٠</w:t>
      </w:r>
      <w:r w:rsidR="009229E3">
        <w:rPr>
          <w:rtl/>
        </w:rPr>
        <w:t>)</w:t>
      </w:r>
      <w:r>
        <w:rPr>
          <w:rtl/>
        </w:rPr>
        <w:t xml:space="preserve"> فَاطِرُ </w:t>
      </w:r>
      <w:r>
        <w:rPr>
          <w:rFonts w:hint="cs"/>
          <w:rtl/>
        </w:rPr>
        <w:t>ٱ</w:t>
      </w:r>
      <w:r>
        <w:rPr>
          <w:rFonts w:hint="eastAsia"/>
          <w:rtl/>
        </w:rPr>
        <w:t>لسَّمَـٰوَ</w:t>
      </w:r>
      <w:r w:rsidR="005B7B9E" w:rsidRPr="005B7B9E">
        <w:rPr>
          <w:rFonts w:hint="cs"/>
          <w:rtl/>
        </w:rPr>
        <w:t>ا</w:t>
      </w:r>
      <w:r>
        <w:rPr>
          <w:rFonts w:hint="eastAsia"/>
          <w:rtl/>
        </w:rPr>
        <w:t>تِ</w:t>
      </w:r>
      <w:r>
        <w:rPr>
          <w:rtl/>
        </w:rPr>
        <w:t xml:space="preserve"> وَ</w:t>
      </w:r>
      <w:r>
        <w:rPr>
          <w:rFonts w:hint="cs"/>
          <w:rtl/>
        </w:rPr>
        <w:t>ٱ</w:t>
      </w:r>
      <w:r>
        <w:rPr>
          <w:rFonts w:hint="eastAsia"/>
          <w:rtl/>
        </w:rPr>
        <w:t>لۡأَرۡضِ‌ۚ</w:t>
      </w:r>
      <w:r>
        <w:rPr>
          <w:rtl/>
        </w:rPr>
        <w:t xml:space="preserve"> جَعَلَ لَكُم مِّنۡ أَنفُسِكُمۡ أَزۡوَ</w:t>
      </w:r>
      <w:r w:rsidR="005B7B9E" w:rsidRPr="005B7B9E">
        <w:rPr>
          <w:rFonts w:hint="cs"/>
          <w:rtl/>
        </w:rPr>
        <w:t>ا</w:t>
      </w:r>
      <w:r>
        <w:rPr>
          <w:rFonts w:hint="eastAsia"/>
          <w:rtl/>
        </w:rPr>
        <w:t>جً۬ا</w:t>
      </w:r>
      <w:r>
        <w:rPr>
          <w:rtl/>
        </w:rPr>
        <w:t xml:space="preserve"> وَمِنَ </w:t>
      </w:r>
      <w:r>
        <w:rPr>
          <w:rFonts w:hint="cs"/>
          <w:rtl/>
        </w:rPr>
        <w:t>ٱ</w:t>
      </w:r>
      <w:r>
        <w:rPr>
          <w:rFonts w:hint="eastAsia"/>
          <w:rtl/>
        </w:rPr>
        <w:t>لۡأَنۡعَـٰمِ</w:t>
      </w:r>
      <w:r>
        <w:rPr>
          <w:rtl/>
        </w:rPr>
        <w:t xml:space="preserve"> أَزۡوَ</w:t>
      </w:r>
      <w:r w:rsidR="005B7B9E" w:rsidRPr="005B7B9E">
        <w:rPr>
          <w:rFonts w:hint="cs"/>
          <w:rtl/>
        </w:rPr>
        <w:t>ا</w:t>
      </w:r>
      <w:r>
        <w:rPr>
          <w:rFonts w:hint="eastAsia"/>
          <w:rtl/>
        </w:rPr>
        <w:t>جً۬ا‌ۖ</w:t>
      </w:r>
      <w:r>
        <w:rPr>
          <w:rtl/>
        </w:rPr>
        <w:t xml:space="preserve"> يَذۡرَؤُكُمۡ فِيهِ‌ۚ لَيۡسَ كَمِثۡلِهِ</w:t>
      </w:r>
      <w:r>
        <w:rPr>
          <w:rFonts w:hint="cs"/>
          <w:rtl/>
        </w:rPr>
        <w:t>ۦ</w:t>
      </w:r>
      <w:r>
        <w:rPr>
          <w:rtl/>
        </w:rPr>
        <w:t xml:space="preserve"> شَىۡءٌ۬‌ۖ وَهُوَ </w:t>
      </w:r>
      <w:r>
        <w:rPr>
          <w:rFonts w:hint="cs"/>
          <w:rtl/>
        </w:rPr>
        <w:t>ٱ</w:t>
      </w:r>
      <w:r>
        <w:rPr>
          <w:rFonts w:hint="eastAsia"/>
          <w:rtl/>
        </w:rPr>
        <w:t>لسَّمِيعُ</w:t>
      </w:r>
      <w:r>
        <w:rPr>
          <w:rtl/>
        </w:rPr>
        <w:t xml:space="preserve"> </w:t>
      </w:r>
      <w:r>
        <w:rPr>
          <w:rFonts w:hint="cs"/>
          <w:rtl/>
        </w:rPr>
        <w:t>ٱ</w:t>
      </w:r>
      <w:r>
        <w:rPr>
          <w:rFonts w:hint="eastAsia"/>
          <w:rtl/>
        </w:rPr>
        <w:t>لۡبَصِيرُ</w:t>
      </w:r>
      <w:r>
        <w:rPr>
          <w:rtl/>
        </w:rPr>
        <w:t xml:space="preserve"> (١١</w:t>
      </w:r>
      <w:r w:rsidR="009229E3">
        <w:rPr>
          <w:rtl/>
        </w:rPr>
        <w:t>)</w:t>
      </w:r>
      <w:r>
        <w:rPr>
          <w:rtl/>
        </w:rPr>
        <w:t xml:space="preserve"> لَهُ </w:t>
      </w:r>
      <w:r>
        <w:rPr>
          <w:rFonts w:hint="cs"/>
          <w:rtl/>
        </w:rPr>
        <w:t>ۥ</w:t>
      </w:r>
      <w:r>
        <w:rPr>
          <w:rtl/>
        </w:rPr>
        <w:t xml:space="preserve"> مَقَالِيدُ </w:t>
      </w:r>
      <w:r>
        <w:rPr>
          <w:rFonts w:hint="cs"/>
          <w:rtl/>
        </w:rPr>
        <w:t>ٱ</w:t>
      </w:r>
      <w:r>
        <w:rPr>
          <w:rFonts w:hint="eastAsia"/>
          <w:rtl/>
        </w:rPr>
        <w:t>لسَّمَـٰوَ</w:t>
      </w:r>
      <w:r w:rsidR="005B7B9E" w:rsidRPr="005B7B9E">
        <w:rPr>
          <w:rFonts w:hint="cs"/>
          <w:rtl/>
        </w:rPr>
        <w:t>ا</w:t>
      </w:r>
      <w:r>
        <w:rPr>
          <w:rFonts w:hint="eastAsia"/>
          <w:rtl/>
        </w:rPr>
        <w:t>تِ</w:t>
      </w:r>
      <w:r>
        <w:rPr>
          <w:rtl/>
        </w:rPr>
        <w:t xml:space="preserve"> وَ</w:t>
      </w:r>
      <w:r>
        <w:rPr>
          <w:rFonts w:hint="cs"/>
          <w:rtl/>
        </w:rPr>
        <w:t>ٱ</w:t>
      </w:r>
      <w:r>
        <w:rPr>
          <w:rtl/>
        </w:rPr>
        <w:t xml:space="preserve">لۡأَرۡضِ‌ۖ يَبۡسُطُ </w:t>
      </w:r>
      <w:r>
        <w:rPr>
          <w:rFonts w:hint="cs"/>
          <w:rtl/>
        </w:rPr>
        <w:t>ٱ</w:t>
      </w:r>
      <w:r>
        <w:rPr>
          <w:rFonts w:hint="eastAsia"/>
          <w:rtl/>
        </w:rPr>
        <w:t>لرِّزۡقَ</w:t>
      </w:r>
      <w:r>
        <w:rPr>
          <w:rtl/>
        </w:rPr>
        <w:t xml:space="preserve"> لِمَن يَشَآءُ وَيَقۡدِرُ‌ۚ إِنَّهُ </w:t>
      </w:r>
      <w:r>
        <w:rPr>
          <w:rFonts w:hint="cs"/>
          <w:rtl/>
        </w:rPr>
        <w:t>ۥ</w:t>
      </w:r>
      <w:r>
        <w:rPr>
          <w:rtl/>
        </w:rPr>
        <w:t xml:space="preserve"> بِكُلِّ شَىۡءٍ عَلِيمٌ۬ (١٢</w:t>
      </w:r>
      <w:r w:rsidR="009229E3">
        <w:rPr>
          <w:rtl/>
        </w:rPr>
        <w:t>)</w:t>
      </w:r>
      <w:r>
        <w:rPr>
          <w:rtl/>
        </w:rPr>
        <w:t xml:space="preserve"> ۞ شَرَعَ لَكُم مِّنَ </w:t>
      </w:r>
      <w:r>
        <w:rPr>
          <w:rFonts w:hint="cs"/>
          <w:rtl/>
        </w:rPr>
        <w:t>ٱ</w:t>
      </w:r>
      <w:r>
        <w:rPr>
          <w:rFonts w:hint="eastAsia"/>
          <w:rtl/>
        </w:rPr>
        <w:t>لدِّينِ</w:t>
      </w:r>
      <w:r>
        <w:rPr>
          <w:rtl/>
        </w:rPr>
        <w:t xml:space="preserve"> مَا وَصَّىٰ بِهِ</w:t>
      </w:r>
      <w:r>
        <w:rPr>
          <w:rFonts w:hint="cs"/>
          <w:rtl/>
        </w:rPr>
        <w:t>ۦ</w:t>
      </w:r>
      <w:r>
        <w:rPr>
          <w:rtl/>
        </w:rPr>
        <w:t xml:space="preserve"> نُوحً۬ا وَ</w:t>
      </w:r>
      <w:r>
        <w:rPr>
          <w:rFonts w:hint="cs"/>
          <w:rtl/>
        </w:rPr>
        <w:t>ٱ</w:t>
      </w:r>
      <w:r>
        <w:rPr>
          <w:rFonts w:hint="eastAsia"/>
          <w:rtl/>
        </w:rPr>
        <w:t>لَّذِىٓ</w:t>
      </w:r>
      <w:r>
        <w:rPr>
          <w:rtl/>
        </w:rPr>
        <w:t xml:space="preserve"> أَوۡحَيۡنَآ إِلَيۡكَ وَمَا وَصَّيۡنَا بِهِ</w:t>
      </w:r>
      <w:r>
        <w:rPr>
          <w:rFonts w:hint="cs"/>
          <w:rtl/>
        </w:rPr>
        <w:t>ۦۤ</w:t>
      </w:r>
      <w:r>
        <w:rPr>
          <w:rtl/>
        </w:rPr>
        <w:t xml:space="preserve"> إِبۡرَ</w:t>
      </w:r>
      <w:r w:rsidR="005B7B9E" w:rsidRPr="005B7B9E">
        <w:rPr>
          <w:rFonts w:hint="cs"/>
          <w:rtl/>
        </w:rPr>
        <w:t>ا</w:t>
      </w:r>
      <w:r>
        <w:rPr>
          <w:rFonts w:hint="eastAsia"/>
          <w:rtl/>
        </w:rPr>
        <w:t>هِيمَ</w:t>
      </w:r>
      <w:r>
        <w:rPr>
          <w:rtl/>
        </w:rPr>
        <w:t xml:space="preserve"> وَمُوسَىٰ وَعِيسَىٰٓ‌ۖ أَنۡ أَقِي</w:t>
      </w:r>
      <w:r>
        <w:rPr>
          <w:rFonts w:hint="eastAsia"/>
          <w:rtl/>
        </w:rPr>
        <w:t>مُواْ</w:t>
      </w:r>
      <w:r>
        <w:rPr>
          <w:rtl/>
        </w:rPr>
        <w:t xml:space="preserve"> </w:t>
      </w:r>
      <w:r>
        <w:rPr>
          <w:rFonts w:hint="cs"/>
          <w:rtl/>
        </w:rPr>
        <w:t>ٱ</w:t>
      </w:r>
      <w:r>
        <w:rPr>
          <w:rFonts w:hint="eastAsia"/>
          <w:rtl/>
        </w:rPr>
        <w:t>لدِّينَ</w:t>
      </w:r>
      <w:r>
        <w:rPr>
          <w:rtl/>
        </w:rPr>
        <w:t xml:space="preserve"> وَلَا تَتَفَرَّقُواْ فِيهِ‌ۚ كَبُرَ عَلَى </w:t>
      </w:r>
      <w:r>
        <w:rPr>
          <w:rFonts w:hint="cs"/>
          <w:rtl/>
        </w:rPr>
        <w:t>ٱ</w:t>
      </w:r>
      <w:r>
        <w:rPr>
          <w:rFonts w:hint="eastAsia"/>
          <w:rtl/>
        </w:rPr>
        <w:t>لۡمُشۡرِكِينَ</w:t>
      </w:r>
      <w:r>
        <w:rPr>
          <w:rtl/>
        </w:rPr>
        <w:t xml:space="preserve"> مَا تَدۡعُوهُمۡ إِلَيۡهِ‌ۚ </w:t>
      </w:r>
      <w:r>
        <w:rPr>
          <w:rFonts w:hint="cs"/>
          <w:rtl/>
        </w:rPr>
        <w:t>ٱ</w:t>
      </w:r>
      <w:r>
        <w:rPr>
          <w:rFonts w:hint="eastAsia"/>
          <w:rtl/>
        </w:rPr>
        <w:t>للَّهُ</w:t>
      </w:r>
      <w:r>
        <w:rPr>
          <w:rtl/>
        </w:rPr>
        <w:t xml:space="preserve"> يَجۡتَبِىٓ إِلَيۡهِ مَن يَشَآءُ وَيَ</w:t>
      </w:r>
      <w:r w:rsidR="001E6BAB" w:rsidRPr="001E6BAB">
        <w:rPr>
          <w:rFonts w:hint="cs"/>
          <w:rtl/>
        </w:rPr>
        <w:t>ه</w:t>
      </w:r>
      <w:r w:rsidRPr="00595365">
        <w:rPr>
          <w:rFonts w:hint="cs"/>
          <w:rtl/>
        </w:rPr>
        <w:t>ۡدِىٓ إِلَيۡهِ مَن يُنِيبُ (١٣</w:t>
      </w:r>
      <w:r w:rsidR="009229E3">
        <w:rPr>
          <w:rtl/>
        </w:rPr>
        <w:t>)</w:t>
      </w:r>
    </w:p>
    <w:p w:rsidR="001A403D" w:rsidRDefault="001A403D" w:rsidP="00E36567">
      <w:pPr>
        <w:pStyle w:val="libBoldItalic"/>
      </w:pPr>
      <w:r>
        <w:t xml:space="preserve">Or have they chosen guardians besides Him? But Allah, He is the Guardian, and He gives life to the dead, and He has Power over all things. (9) And anything in which you differ, then its judgement is for Allah, that is Allah my Rabb, in Whom I trust, and to Him I return. (10) The Creator of the heavens and the earth. He has made for you pairs of yourselves, and of the cattle also pairs, thereby He multiplies you. There is nothing like Him, and He is the Hearing, the Seeing. (11) His are the keys of the heavens and the earth. He extends provision for whom He wills and straitens (it for whom He wills). Indeed He is the Knower of all things. (12) He has ordained for you of religion which He commanded to Nuh, </w:t>
      </w:r>
      <w:r>
        <w:lastRenderedPageBreak/>
        <w:t>and that which We revealed to you, and that which We commanded to Ibraheem and Musa and Eesa, that to establish the Deen, and be not divided therein. Dreadful for the Mushrikeen is that to which you invite them. Allah chooses for Himself whom He wills, and guides to Himself whoever returns (to Him). (13)</w:t>
      </w:r>
    </w:p>
    <w:p w:rsidR="001A403D" w:rsidRDefault="001A403D" w:rsidP="00E36567">
      <w:pPr>
        <w:pStyle w:val="libNormal"/>
      </w:pPr>
      <w:r>
        <w:t>1-Some people from Yemen came to Nabi Akram sawaw and said: We are from the progeny of a previous king from the family of Nuh (a.s.), and Sam (a.s.) was Wasi of our Nabi (a.s.) and gave news in his book that every Nabi (a.s.) has a miracle and his Wasi is his successor, so who is your Wasi? So he pointed towards Maola Ali asws. They said: Ya Mohammad sawaw, if we request you to show us Sam bin Nuh (a.s.), will you do it? Said: Yes, with the permission of Allah. And said: Ya Ali asws, get up and enter the Masjid with them and offer two Rakat Salaah, and strike the earth near Mehrab with your foot. So Ali asws went, and those people have scripture with them, and reached Mehrab of Rasool Allah sawaw inside the Masjid, and offered two Rakat, then stood up and stroke the earth with his foot and earth split, and a grave &amp; a coffin was exposed, and a holy person stood up from the coffin, whose face was bright like the moon of fourteenth and he was dusting earth from his head, and his beard was until his navel, and he recited Salawat upon Ali asws, and said, “Ash’hadu un la ilaha illallah wa unna Mohammadur Rasool Allah Syyedul Mursaleen wa unnaka Ali Wasi o Moahmmad Syyedul Wasiyeen” I am Sam bin Nuh (a.s.). So they opened their scripture and found him (Sam) as it was stated in the scripture. Then they said: We wish that you should recite a Sura from the scripture. Then Sam (a.s.) recited from it and completed the Sura, then said Salam to Maola Ali asws, and slept as he was before, and earth joined. And they said to their people: No doubt Islam is the Deen near Allah, and they believed. So Allah Ta’ala revealed, “Or have they chosen guardians besides Him? But Allah, He is the Guardian, and He gives life to the dead, and He has Power over all things. And anything about which you differ, then its judgement is for Allah, that is Allah my Rabb, in Whom I trust, and to Him I return” (al-Burhan, v7, p70)</w:t>
      </w:r>
    </w:p>
    <w:p w:rsidR="001A403D" w:rsidRDefault="001A403D" w:rsidP="00E36567">
      <w:pPr>
        <w:pStyle w:val="libNormal"/>
      </w:pPr>
      <w:r>
        <w:t xml:space="preserve">2-We are pure family, and our merits are merits of Anbiya (a.s.), and we are sons of Aosiya (asws), and we are specific in the Book of Allah, and we have more right to Allah than the people, and we have more right to the Book of Allah than the people, and we have more right to the Deen of Allah than the people, and we are those for whom Allah told the way (ordain) of His Deen, that He says in His Book, “He ordained for you” O Aal-e-Mohammad asws, “that Deen which He commanded to Nuh” and certainly advised us which was commanded to Nuh (a.s.), “which is revealed to you” Ya Mohammad sawaw, “and which was commanded to Ibraheem” and Ismael, “and Musa and Eesa” and Is’haq and Yaqoob. Thus certainly we have the knowledge, and convey what knowledge is bestowed to us and their knowledge is vested, and we are inheritors of the Prophets (a.s.) and we are inheritors of the Olil-Azm Messengers, “that establish Deen” O Aal-e-Mohammad asws, “and do not differ in it” and remain one party, “This is dreadful for Mushrikeen” who do Shirk in Walayat-e-Ali asws, “to which you invite them” means toward Walayat-e-Ali asws, but Ya Mohammad </w:t>
      </w:r>
      <w:r>
        <w:lastRenderedPageBreak/>
        <w:t>sawaw, “Allah guides toward Himself who return to Him” means who accepts Walayat-e-Ali asws. (Imam Zainul Abideen asws) (al-Burhan, v7, p74)</w:t>
      </w:r>
    </w:p>
    <w:p w:rsidR="001A403D" w:rsidRDefault="001A403D" w:rsidP="009229E3">
      <w:pPr>
        <w:pStyle w:val="libCenterBold1"/>
      </w:pPr>
      <w:r>
        <w:t>Lesson:</w:t>
      </w:r>
    </w:p>
    <w:p w:rsidR="001A403D" w:rsidRDefault="001A403D" w:rsidP="001A403D">
      <w:pPr>
        <w:pStyle w:val="libNormal"/>
      </w:pPr>
      <w:r>
        <w:t>1-Walayat of Allah is Walayat of Ali asws, i.e. Walayat-e-Elahi and Walayat-e-Masumeen asws is one and the same thing. Masumeen asws are the expressers of the attributes of Allah, they have authority over life &amp; death. And it is not necessary that Abu Turab asws has to go to the grave of someone or supplicate or pray, he can take out anyone from anywhere by splitting apart the earth.</w:t>
      </w:r>
    </w:p>
    <w:p w:rsidR="001A403D" w:rsidRDefault="001A403D" w:rsidP="001A403D">
      <w:pPr>
        <w:pStyle w:val="libNormal"/>
      </w:pPr>
      <w:r>
        <w:t>2-Kalima Tayyiba is complete from ever, which Hazrat Sam (a.s.) also recited. But Kalima with Walayat-e-Ali asws does not go down in the filthy chests of Muqassireen through their throats.</w:t>
      </w:r>
    </w:p>
    <w:p w:rsidR="001A403D" w:rsidRDefault="001A403D" w:rsidP="001A403D">
      <w:pPr>
        <w:pStyle w:val="libNormal"/>
      </w:pPr>
      <w:r>
        <w:t>3-Who returns to Allah i.e. accepts only Masumeen asws as Marjah, Allah keeps only him on the straight path. And who choses Majoosi Mujtahid as his Marjah, who opposes Masumeen asws and testimony of Walayat-e-Ali asws is dreadful for them, they are Mushrikeen near Allah.</w:t>
      </w:r>
    </w:p>
    <w:p w:rsidR="001A403D" w:rsidRDefault="001A403D" w:rsidP="001A403D">
      <w:pPr>
        <w:pStyle w:val="libNormal"/>
      </w:pPr>
      <w:r>
        <w:t>4-Sunnah &amp; Shariah of Allah does not change, and foundation of Deen is the same from beginning, about which all the Prophets (a.s.) were commanded, and that basis is Walayat of Masumeen asws.</w:t>
      </w:r>
    </w:p>
    <w:p w:rsidR="001A403D" w:rsidRDefault="001A403D" w:rsidP="00385B48">
      <w:pPr>
        <w:pStyle w:val="libAr"/>
      </w:pPr>
      <w:r>
        <w:rPr>
          <w:rFonts w:hint="cs"/>
          <w:rtl/>
        </w:rPr>
        <w:t>ٱ</w:t>
      </w:r>
      <w:r>
        <w:rPr>
          <w:rFonts w:hint="eastAsia"/>
          <w:rtl/>
        </w:rPr>
        <w:t>للَّهُ</w:t>
      </w:r>
      <w:r>
        <w:rPr>
          <w:rtl/>
        </w:rPr>
        <w:t xml:space="preserve"> لَطِيفُۢ بِعِبَادِهِ</w:t>
      </w:r>
      <w:r>
        <w:rPr>
          <w:rFonts w:hint="cs"/>
          <w:rtl/>
        </w:rPr>
        <w:t>ۦ</w:t>
      </w:r>
      <w:r>
        <w:rPr>
          <w:rtl/>
        </w:rPr>
        <w:t xml:space="preserve"> يَرۡزُقُ مَن يَشَآءُ‌ۖ وَهُوَ </w:t>
      </w:r>
      <w:r>
        <w:rPr>
          <w:rFonts w:hint="cs"/>
          <w:rtl/>
        </w:rPr>
        <w:t>ٱ</w:t>
      </w:r>
      <w:r>
        <w:rPr>
          <w:rFonts w:hint="eastAsia"/>
          <w:rtl/>
        </w:rPr>
        <w:t>لۡقَوِىُّ</w:t>
      </w:r>
      <w:r>
        <w:rPr>
          <w:rtl/>
        </w:rPr>
        <w:t xml:space="preserve"> </w:t>
      </w:r>
      <w:r>
        <w:rPr>
          <w:rFonts w:hint="cs"/>
          <w:rtl/>
        </w:rPr>
        <w:t>ٱ</w:t>
      </w:r>
      <w:r>
        <w:rPr>
          <w:rFonts w:hint="eastAsia"/>
          <w:rtl/>
        </w:rPr>
        <w:t>لۡعَزِيزُ</w:t>
      </w:r>
      <w:r>
        <w:rPr>
          <w:rtl/>
        </w:rPr>
        <w:t xml:space="preserve"> (١٩</w:t>
      </w:r>
      <w:r w:rsidR="009229E3">
        <w:rPr>
          <w:rtl/>
        </w:rPr>
        <w:t>)</w:t>
      </w:r>
      <w:r>
        <w:rPr>
          <w:rtl/>
        </w:rPr>
        <w:t xml:space="preserve"> مَن كَانَ يُرِيدُ حَرۡثَ </w:t>
      </w:r>
      <w:r>
        <w:rPr>
          <w:rFonts w:hint="cs"/>
          <w:rtl/>
        </w:rPr>
        <w:t>ٱ</w:t>
      </w:r>
      <w:r>
        <w:rPr>
          <w:rFonts w:hint="eastAsia"/>
          <w:rtl/>
        </w:rPr>
        <w:t>لۡأَخِرَةِ</w:t>
      </w:r>
      <w:r>
        <w:rPr>
          <w:rtl/>
        </w:rPr>
        <w:t xml:space="preserve"> نَزِدۡ لَهُ </w:t>
      </w:r>
      <w:r>
        <w:rPr>
          <w:rFonts w:hint="cs"/>
          <w:rtl/>
        </w:rPr>
        <w:t>ۥ</w:t>
      </w:r>
      <w:r>
        <w:rPr>
          <w:rtl/>
        </w:rPr>
        <w:t xml:space="preserve"> فِى حَرۡثِهِ</w:t>
      </w:r>
      <w:r>
        <w:rPr>
          <w:rFonts w:hint="cs"/>
          <w:rtl/>
        </w:rPr>
        <w:t>ۦ‌ۖ</w:t>
      </w:r>
      <w:r>
        <w:rPr>
          <w:rtl/>
        </w:rPr>
        <w:t xml:space="preserve"> وَمَن كَانَ يُرِيدُ حَرۡثَ </w:t>
      </w:r>
      <w:r>
        <w:rPr>
          <w:rFonts w:hint="cs"/>
          <w:rtl/>
        </w:rPr>
        <w:t>ٱ</w:t>
      </w:r>
      <w:r>
        <w:rPr>
          <w:rFonts w:hint="eastAsia"/>
          <w:rtl/>
        </w:rPr>
        <w:t>لدُّنۡيَا</w:t>
      </w:r>
      <w:r>
        <w:rPr>
          <w:rtl/>
        </w:rPr>
        <w:t xml:space="preserve"> نُؤۡتِهِ</w:t>
      </w:r>
      <w:r>
        <w:rPr>
          <w:rFonts w:hint="cs"/>
          <w:rtl/>
        </w:rPr>
        <w:t>ۦ</w:t>
      </w:r>
      <w:r>
        <w:rPr>
          <w:rtl/>
        </w:rPr>
        <w:t xml:space="preserve"> مِنۡ</w:t>
      </w:r>
      <w:r w:rsidR="001E6BAB" w:rsidRPr="001E6BAB">
        <w:rPr>
          <w:rFonts w:hint="cs"/>
          <w:rtl/>
        </w:rPr>
        <w:t>ه</w:t>
      </w:r>
      <w:r w:rsidRPr="00595365">
        <w:rPr>
          <w:rFonts w:hint="cs"/>
          <w:rtl/>
        </w:rPr>
        <w:t>ا وَم</w:t>
      </w:r>
      <w:r>
        <w:rPr>
          <w:rtl/>
        </w:rPr>
        <w:t xml:space="preserve">َا لَهُ </w:t>
      </w:r>
      <w:r>
        <w:rPr>
          <w:rFonts w:hint="cs"/>
          <w:rtl/>
        </w:rPr>
        <w:t>ۥ</w:t>
      </w:r>
      <w:r>
        <w:rPr>
          <w:rtl/>
        </w:rPr>
        <w:t xml:space="preserve"> فِى </w:t>
      </w:r>
      <w:r>
        <w:rPr>
          <w:rFonts w:hint="cs"/>
          <w:rtl/>
        </w:rPr>
        <w:t>ٱ</w:t>
      </w:r>
      <w:r>
        <w:rPr>
          <w:rFonts w:hint="eastAsia"/>
          <w:rtl/>
        </w:rPr>
        <w:t>لۡأَخِرَةِ</w:t>
      </w:r>
      <w:r>
        <w:rPr>
          <w:rtl/>
        </w:rPr>
        <w:t xml:space="preserve"> مِن نَّصِيبٍ (٢٠</w:t>
      </w:r>
      <w:r w:rsidR="009229E3">
        <w:rPr>
          <w:rtl/>
        </w:rPr>
        <w:t>)</w:t>
      </w:r>
    </w:p>
    <w:p w:rsidR="001A403D" w:rsidRDefault="001A403D" w:rsidP="00E36567">
      <w:pPr>
        <w:pStyle w:val="libBoldItalic"/>
      </w:pPr>
      <w:r>
        <w:t>Allah is very Kind to His servants. He gives provision to whom He wills. And He is the Powerful, the Mighty. (19) Whoever desires the harvest of the Hereafter, We increase for him in his harvest. And whoever desires the harvest of the world, We give him from it, and there is not for him any share in the Hereafter. (20)</w:t>
      </w:r>
    </w:p>
    <w:p w:rsidR="001A403D" w:rsidRDefault="001A403D" w:rsidP="00E36567">
      <w:pPr>
        <w:pStyle w:val="libNormal"/>
      </w:pPr>
      <w:r>
        <w:t>1-Imam Jafar Sadiq asws said: “Allah is very Kind to His servants, He gives provision to whom He wills” means Walayat of Amirul Momineen asws, “whoever desires the harvest of the Hereafter” means Marifat of Amirul Momineen asws and Imams asws, “We increase for him in his harvest” means We increase in it, he finds his share in their (asws) government, “and whoever desires the harvest of the world, We give him from it, and there is not for him any share in the Hereafter” means he has no share in the government of Haqq in the company of Imam Qaim asws. (al-Burhan, v7, p76)</w:t>
      </w:r>
    </w:p>
    <w:p w:rsidR="001A403D" w:rsidRDefault="001A403D" w:rsidP="009229E3">
      <w:pPr>
        <w:pStyle w:val="libCenterBold1"/>
      </w:pPr>
      <w:r>
        <w:t>Lesson:</w:t>
      </w:r>
    </w:p>
    <w:p w:rsidR="001A403D" w:rsidRDefault="001A403D" w:rsidP="001A403D">
      <w:pPr>
        <w:pStyle w:val="libNormal"/>
      </w:pPr>
      <w:r>
        <w:t>1-Rizq &amp; Ne’mat is Walayat-e-Ali asws, which Allah gives to those people who hate Zunn and Shak, they return (refer) to Allah instead of consulting opponents of Walayat, i.e. they put their submissive head in Sajdah at Babullah, and do not put Majoosi Qalada (noose) in their necks.</w:t>
      </w:r>
    </w:p>
    <w:p w:rsidR="001A403D" w:rsidRDefault="001A403D" w:rsidP="001A403D">
      <w:pPr>
        <w:pStyle w:val="libNormal"/>
      </w:pPr>
      <w:r>
        <w:t xml:space="preserve">2-Those people who are grateful to Allah for the Rizq &amp; Ne’mat of Marifat &amp; Walayat of Masumeen asws, Allah will resurrect them in Raj’at </w:t>
      </w:r>
      <w:r>
        <w:lastRenderedPageBreak/>
        <w:t>so that they can be pleased to see the government of Haqq. And those who have made the opponents of Walayat &amp; Azadari as their Rahber (leader) by ignoring Quran &amp; Sunnah, they will be resurrected in Raj’at as well, but the difference is that instead of getting any portion they will be divided into portions with Zulfiqar.</w:t>
      </w:r>
    </w:p>
    <w:p w:rsidR="001A403D" w:rsidRDefault="001A403D" w:rsidP="00385B48">
      <w:pPr>
        <w:pStyle w:val="libAr"/>
      </w:pPr>
      <w:r>
        <w:rPr>
          <w:rFonts w:hint="eastAsia"/>
          <w:rtl/>
        </w:rPr>
        <w:t>أَمۡ</w:t>
      </w:r>
      <w:r>
        <w:rPr>
          <w:rtl/>
        </w:rPr>
        <w:t xml:space="preserve"> لَهُمۡ شُرَ</w:t>
      </w:r>
      <w:r w:rsidR="001E6BAB" w:rsidRPr="001E6BAB">
        <w:rPr>
          <w:rFonts w:hint="cs"/>
          <w:rtl/>
        </w:rPr>
        <w:t>ک</w:t>
      </w:r>
      <w:r>
        <w:rPr>
          <w:rFonts w:hint="eastAsia"/>
          <w:rtl/>
        </w:rPr>
        <w:t>ـٰٓؤُاْ</w:t>
      </w:r>
      <w:r>
        <w:rPr>
          <w:rtl/>
        </w:rPr>
        <w:t xml:space="preserve"> شَرَعُواْ لَهُم مِّنَ </w:t>
      </w:r>
      <w:r>
        <w:rPr>
          <w:rFonts w:hint="cs"/>
          <w:rtl/>
        </w:rPr>
        <w:t>ٱ</w:t>
      </w:r>
      <w:r>
        <w:rPr>
          <w:rFonts w:hint="eastAsia"/>
          <w:rtl/>
        </w:rPr>
        <w:t>لدِّينِ</w:t>
      </w:r>
      <w:r>
        <w:rPr>
          <w:rtl/>
        </w:rPr>
        <w:t xml:space="preserve"> مَا لَمۡ يَأۡذَنۢ بِهِ </w:t>
      </w:r>
      <w:r>
        <w:rPr>
          <w:rFonts w:hint="cs"/>
          <w:rtl/>
        </w:rPr>
        <w:t>ٱ</w:t>
      </w:r>
      <w:r>
        <w:rPr>
          <w:rFonts w:hint="eastAsia"/>
          <w:rtl/>
        </w:rPr>
        <w:t>للَّهُ‌ۚ</w:t>
      </w:r>
      <w:r>
        <w:rPr>
          <w:rtl/>
        </w:rPr>
        <w:t xml:space="preserve"> وَلَوۡلَا </w:t>
      </w:r>
      <w:r w:rsidR="001E6BAB" w:rsidRPr="001E6BAB">
        <w:rPr>
          <w:rFonts w:hint="cs"/>
          <w:rtl/>
        </w:rPr>
        <w:t>ک</w:t>
      </w:r>
      <w:r>
        <w:rPr>
          <w:rFonts w:hint="eastAsia"/>
          <w:rtl/>
        </w:rPr>
        <w:t>لِمَةُ</w:t>
      </w:r>
      <w:r>
        <w:rPr>
          <w:rtl/>
        </w:rPr>
        <w:t xml:space="preserve"> </w:t>
      </w:r>
      <w:r>
        <w:rPr>
          <w:rFonts w:hint="cs"/>
          <w:rtl/>
        </w:rPr>
        <w:t>ٱ</w:t>
      </w:r>
      <w:r>
        <w:rPr>
          <w:rFonts w:hint="eastAsia"/>
          <w:rtl/>
        </w:rPr>
        <w:t>لۡفَصۡلِ</w:t>
      </w:r>
      <w:r>
        <w:rPr>
          <w:rtl/>
        </w:rPr>
        <w:t xml:space="preserve"> لَقُضِىَ بَيۡنَ</w:t>
      </w:r>
      <w:r w:rsidR="001E6BAB" w:rsidRPr="001E6BAB">
        <w:rPr>
          <w:rFonts w:hint="cs"/>
          <w:rtl/>
        </w:rPr>
        <w:t>ه</w:t>
      </w:r>
      <w:r w:rsidRPr="00595365">
        <w:rPr>
          <w:rFonts w:hint="cs"/>
          <w:rtl/>
        </w:rPr>
        <w:t xml:space="preserve">مۡ‌ۗ وَإِنَّ </w:t>
      </w:r>
      <w:r>
        <w:rPr>
          <w:rFonts w:hint="cs"/>
          <w:rtl/>
        </w:rPr>
        <w:t>ٱ</w:t>
      </w:r>
      <w:r>
        <w:rPr>
          <w:rFonts w:hint="eastAsia"/>
          <w:rtl/>
        </w:rPr>
        <w:t>لظَّـٰلِمِينَ</w:t>
      </w:r>
      <w:r>
        <w:rPr>
          <w:rtl/>
        </w:rPr>
        <w:t xml:space="preserve"> لَهُمۡ عَذَابٌ أَلِيمٌ۬ (٢١</w:t>
      </w:r>
      <w:r w:rsidR="009229E3">
        <w:rPr>
          <w:rtl/>
        </w:rPr>
        <w:t>)</w:t>
      </w:r>
      <w:r>
        <w:rPr>
          <w:rtl/>
        </w:rPr>
        <w:t xml:space="preserve"> تَرَى </w:t>
      </w:r>
      <w:r>
        <w:rPr>
          <w:rFonts w:hint="cs"/>
          <w:rtl/>
        </w:rPr>
        <w:t>ٱ</w:t>
      </w:r>
      <w:r>
        <w:rPr>
          <w:rFonts w:hint="eastAsia"/>
          <w:rtl/>
        </w:rPr>
        <w:t>لظَّـٰلِمِينَ</w:t>
      </w:r>
      <w:r>
        <w:rPr>
          <w:rtl/>
        </w:rPr>
        <w:t xml:space="preserve"> مُشۡفِقِينَ مِمَّا </w:t>
      </w:r>
      <w:r w:rsidR="001E6BAB" w:rsidRPr="001E6BAB">
        <w:rPr>
          <w:rFonts w:hint="cs"/>
          <w:rtl/>
        </w:rPr>
        <w:t>ک</w:t>
      </w:r>
      <w:r>
        <w:rPr>
          <w:rFonts w:hint="eastAsia"/>
          <w:rtl/>
        </w:rPr>
        <w:t>سَبُواْ</w:t>
      </w:r>
      <w:r>
        <w:rPr>
          <w:rtl/>
        </w:rPr>
        <w:t xml:space="preserve"> وَهُوَ وَاقِع</w:t>
      </w:r>
      <w:r>
        <w:rPr>
          <w:rFonts w:hint="eastAsia"/>
          <w:rtl/>
        </w:rPr>
        <w:t>ُۢ</w:t>
      </w:r>
      <w:r>
        <w:rPr>
          <w:rtl/>
        </w:rPr>
        <w:t xml:space="preserve"> بِهِمۡ‌ۗ وَ</w:t>
      </w:r>
      <w:r>
        <w:rPr>
          <w:rFonts w:hint="cs"/>
          <w:rtl/>
        </w:rPr>
        <w:t>ٱ</w:t>
      </w:r>
      <w:r>
        <w:rPr>
          <w:rFonts w:hint="eastAsia"/>
          <w:rtl/>
        </w:rPr>
        <w:t>لَّذِينَ</w:t>
      </w:r>
      <w:r>
        <w:rPr>
          <w:rtl/>
        </w:rPr>
        <w:t xml:space="preserve"> ءَامَنُواْ وَعَمِلُواْ </w:t>
      </w:r>
      <w:r>
        <w:rPr>
          <w:rFonts w:hint="cs"/>
          <w:rtl/>
        </w:rPr>
        <w:t>ٱ</w:t>
      </w:r>
      <w:r>
        <w:rPr>
          <w:rFonts w:hint="eastAsia"/>
          <w:rtl/>
        </w:rPr>
        <w:t>لصَّـٰلِحَـٰتِ</w:t>
      </w:r>
      <w:r>
        <w:rPr>
          <w:rtl/>
        </w:rPr>
        <w:t xml:space="preserve"> فِى رَوۡضَاتِ </w:t>
      </w:r>
      <w:r>
        <w:rPr>
          <w:rFonts w:hint="cs"/>
          <w:rtl/>
        </w:rPr>
        <w:t>ٱ</w:t>
      </w:r>
      <w:r>
        <w:rPr>
          <w:rFonts w:hint="eastAsia"/>
          <w:rtl/>
        </w:rPr>
        <w:t>لۡجَنَّاتِ‌ۖ</w:t>
      </w:r>
      <w:r>
        <w:rPr>
          <w:rtl/>
        </w:rPr>
        <w:t xml:space="preserve"> لَهُم مَّا يَشَآءُونَ عِندَ رَبِّهِمۡ‌ۚ ذَ</w:t>
      </w:r>
      <w:r w:rsidR="005B7B9E" w:rsidRPr="005B7B9E">
        <w:rPr>
          <w:rFonts w:hint="cs"/>
          <w:rtl/>
        </w:rPr>
        <w:t>ا</w:t>
      </w:r>
      <w:r>
        <w:rPr>
          <w:rFonts w:hint="eastAsia"/>
          <w:rtl/>
        </w:rPr>
        <w:t>لِكَ</w:t>
      </w:r>
      <w:r>
        <w:rPr>
          <w:rtl/>
        </w:rPr>
        <w:t xml:space="preserve"> هُوَ </w:t>
      </w:r>
      <w:r>
        <w:rPr>
          <w:rFonts w:hint="cs"/>
          <w:rtl/>
        </w:rPr>
        <w:t>ٱ</w:t>
      </w:r>
      <w:r>
        <w:rPr>
          <w:rFonts w:hint="eastAsia"/>
          <w:rtl/>
        </w:rPr>
        <w:t>لۡفَضۡلُ</w:t>
      </w:r>
      <w:r>
        <w:rPr>
          <w:rtl/>
        </w:rPr>
        <w:t xml:space="preserve"> </w:t>
      </w:r>
      <w:r>
        <w:rPr>
          <w:rFonts w:hint="cs"/>
          <w:rtl/>
        </w:rPr>
        <w:t>ٱ</w:t>
      </w:r>
      <w:r>
        <w:rPr>
          <w:rFonts w:hint="eastAsia"/>
          <w:rtl/>
        </w:rPr>
        <w:t>لۡكَبِيرُ</w:t>
      </w:r>
      <w:r>
        <w:rPr>
          <w:rtl/>
        </w:rPr>
        <w:t xml:space="preserve"> (٢٢</w:t>
      </w:r>
      <w:r w:rsidR="009229E3">
        <w:rPr>
          <w:rtl/>
        </w:rPr>
        <w:t>)</w:t>
      </w:r>
      <w:r>
        <w:rPr>
          <w:rtl/>
        </w:rPr>
        <w:t xml:space="preserve"> ذَ</w:t>
      </w:r>
      <w:r w:rsidR="005B7B9E" w:rsidRPr="005B7B9E">
        <w:rPr>
          <w:rFonts w:hint="cs"/>
          <w:rtl/>
        </w:rPr>
        <w:t>ا</w:t>
      </w:r>
      <w:r>
        <w:rPr>
          <w:rFonts w:hint="eastAsia"/>
          <w:rtl/>
        </w:rPr>
        <w:t>لِكَ</w:t>
      </w:r>
      <w:r>
        <w:rPr>
          <w:rtl/>
        </w:rPr>
        <w:t xml:space="preserve"> </w:t>
      </w:r>
      <w:r>
        <w:rPr>
          <w:rFonts w:hint="cs"/>
          <w:rtl/>
        </w:rPr>
        <w:t>ٱ</w:t>
      </w:r>
      <w:r>
        <w:rPr>
          <w:rFonts w:hint="eastAsia"/>
          <w:rtl/>
        </w:rPr>
        <w:t>لَّذِى</w:t>
      </w:r>
      <w:r>
        <w:rPr>
          <w:rtl/>
        </w:rPr>
        <w:t xml:space="preserve"> يُبَشِّرُ </w:t>
      </w:r>
      <w:r>
        <w:rPr>
          <w:rFonts w:hint="cs"/>
          <w:rtl/>
        </w:rPr>
        <w:t>ٱ</w:t>
      </w:r>
      <w:r>
        <w:rPr>
          <w:rFonts w:hint="eastAsia"/>
          <w:rtl/>
        </w:rPr>
        <w:t>للَّهُ</w:t>
      </w:r>
      <w:r>
        <w:rPr>
          <w:rtl/>
        </w:rPr>
        <w:t xml:space="preserve"> عِبَادَهُ </w:t>
      </w:r>
      <w:r>
        <w:rPr>
          <w:rFonts w:hint="cs"/>
          <w:rtl/>
        </w:rPr>
        <w:t>ٱ</w:t>
      </w:r>
      <w:r>
        <w:rPr>
          <w:rFonts w:hint="eastAsia"/>
          <w:rtl/>
        </w:rPr>
        <w:t>لَّذِينَ</w:t>
      </w:r>
      <w:r>
        <w:rPr>
          <w:rtl/>
        </w:rPr>
        <w:t xml:space="preserve"> ءَامَنُواْ وَعَمِلُواْ </w:t>
      </w:r>
      <w:r>
        <w:rPr>
          <w:rFonts w:hint="cs"/>
          <w:rtl/>
        </w:rPr>
        <w:t>ٱ</w:t>
      </w:r>
      <w:r>
        <w:rPr>
          <w:rFonts w:hint="eastAsia"/>
          <w:rtl/>
        </w:rPr>
        <w:t>لصَّـٰلِحَـٰتِ‌ۗ</w:t>
      </w:r>
      <w:r>
        <w:rPr>
          <w:rtl/>
        </w:rPr>
        <w:t xml:space="preserve"> قُل لَّآ أَسۡـَٔلُكُمۡ عَلَيۡهِ أَجۡرًا إِلَّا </w:t>
      </w:r>
      <w:r>
        <w:rPr>
          <w:rFonts w:hint="cs"/>
          <w:rtl/>
        </w:rPr>
        <w:t>ٱ</w:t>
      </w:r>
      <w:r>
        <w:rPr>
          <w:rFonts w:hint="eastAsia"/>
          <w:rtl/>
        </w:rPr>
        <w:t>لۡمَوَدَّةَ</w:t>
      </w:r>
      <w:r>
        <w:rPr>
          <w:rtl/>
        </w:rPr>
        <w:t xml:space="preserve"> فِى </w:t>
      </w:r>
      <w:r>
        <w:rPr>
          <w:rFonts w:hint="cs"/>
          <w:rtl/>
        </w:rPr>
        <w:t>ٱ</w:t>
      </w:r>
      <w:r>
        <w:rPr>
          <w:rFonts w:hint="eastAsia"/>
          <w:rtl/>
        </w:rPr>
        <w:t>لۡقُرۡبَىٰ‌ۗ</w:t>
      </w:r>
      <w:r>
        <w:rPr>
          <w:rtl/>
        </w:rPr>
        <w:t xml:space="preserve"> وَمَن يَقۡتَرِفۡ حَسَنَةً۬ نَّزِدۡ لَهُ </w:t>
      </w:r>
      <w:r>
        <w:rPr>
          <w:rFonts w:hint="cs"/>
          <w:rtl/>
        </w:rPr>
        <w:t>ۥ</w:t>
      </w:r>
      <w:r>
        <w:rPr>
          <w:rtl/>
        </w:rPr>
        <w:t xml:space="preserve"> فِي</w:t>
      </w:r>
      <w:r w:rsidR="001E6BAB" w:rsidRPr="001E6BAB">
        <w:rPr>
          <w:rFonts w:hint="cs"/>
          <w:rtl/>
        </w:rPr>
        <w:t>ه</w:t>
      </w:r>
      <w:r w:rsidRPr="00595365">
        <w:rPr>
          <w:rFonts w:hint="cs"/>
          <w:rtl/>
        </w:rPr>
        <w:t xml:space="preserve">ا حُسۡنًا‌ۚ إِنَّ </w:t>
      </w:r>
      <w:r>
        <w:rPr>
          <w:rFonts w:hint="cs"/>
          <w:rtl/>
        </w:rPr>
        <w:t>ٱ</w:t>
      </w:r>
      <w:r>
        <w:rPr>
          <w:rFonts w:hint="eastAsia"/>
          <w:rtl/>
        </w:rPr>
        <w:t>للَّهَ</w:t>
      </w:r>
      <w:r>
        <w:rPr>
          <w:rtl/>
        </w:rPr>
        <w:t xml:space="preserve"> غَفُورٌ۬ شَكُورٌ (٢٣</w:t>
      </w:r>
      <w:r w:rsidR="009229E3">
        <w:rPr>
          <w:rtl/>
        </w:rPr>
        <w:t>)</w:t>
      </w:r>
      <w:r>
        <w:rPr>
          <w:rtl/>
        </w:rPr>
        <w:t xml:space="preserve"> أَمۡ يَقُولُونَ </w:t>
      </w:r>
      <w:r>
        <w:rPr>
          <w:rFonts w:hint="cs"/>
          <w:rtl/>
        </w:rPr>
        <w:t>ٱ</w:t>
      </w:r>
      <w:r>
        <w:rPr>
          <w:rFonts w:hint="eastAsia"/>
          <w:rtl/>
        </w:rPr>
        <w:t>فۡتَرَىٰ</w:t>
      </w:r>
      <w:r>
        <w:rPr>
          <w:rtl/>
        </w:rPr>
        <w:t xml:space="preserve"> عَلَى </w:t>
      </w:r>
      <w:r>
        <w:rPr>
          <w:rFonts w:hint="cs"/>
          <w:rtl/>
        </w:rPr>
        <w:t>ٱ</w:t>
      </w:r>
      <w:r>
        <w:rPr>
          <w:rFonts w:hint="eastAsia"/>
          <w:rtl/>
        </w:rPr>
        <w:t>للَّهِ</w:t>
      </w:r>
      <w:r>
        <w:rPr>
          <w:rtl/>
        </w:rPr>
        <w:t xml:space="preserve"> كَذِبً۬ا‌ۖ فَإِن يَشَإِ </w:t>
      </w:r>
      <w:r>
        <w:rPr>
          <w:rFonts w:hint="cs"/>
          <w:rtl/>
        </w:rPr>
        <w:t>ٱ</w:t>
      </w:r>
      <w:r>
        <w:rPr>
          <w:rFonts w:hint="eastAsia"/>
          <w:rtl/>
        </w:rPr>
        <w:t>للَّهُ</w:t>
      </w:r>
      <w:r>
        <w:rPr>
          <w:rtl/>
        </w:rPr>
        <w:t xml:space="preserve"> </w:t>
      </w:r>
      <w:r>
        <w:rPr>
          <w:rFonts w:hint="eastAsia"/>
          <w:rtl/>
        </w:rPr>
        <w:t>يَخۡتِمۡ</w:t>
      </w:r>
      <w:r>
        <w:rPr>
          <w:rtl/>
        </w:rPr>
        <w:t xml:space="preserve"> عَلَىٰ قَلۡبِكَ‌ۗ وَيَمۡحُ </w:t>
      </w:r>
      <w:r>
        <w:rPr>
          <w:rFonts w:hint="cs"/>
          <w:rtl/>
        </w:rPr>
        <w:t>ٱ</w:t>
      </w:r>
      <w:r>
        <w:rPr>
          <w:rFonts w:hint="eastAsia"/>
          <w:rtl/>
        </w:rPr>
        <w:t>للَّهُ</w:t>
      </w:r>
      <w:r>
        <w:rPr>
          <w:rtl/>
        </w:rPr>
        <w:t xml:space="preserve"> </w:t>
      </w:r>
      <w:r>
        <w:rPr>
          <w:rFonts w:hint="cs"/>
          <w:rtl/>
        </w:rPr>
        <w:t>ٱ</w:t>
      </w:r>
      <w:r>
        <w:rPr>
          <w:rFonts w:hint="eastAsia"/>
          <w:rtl/>
        </w:rPr>
        <w:t>لۡبَـٰطِلَ</w:t>
      </w:r>
      <w:r>
        <w:rPr>
          <w:rtl/>
        </w:rPr>
        <w:t xml:space="preserve"> وَيُحِقُّ </w:t>
      </w:r>
      <w:r>
        <w:rPr>
          <w:rFonts w:hint="cs"/>
          <w:rtl/>
        </w:rPr>
        <w:t>ٱ</w:t>
      </w:r>
      <w:r>
        <w:rPr>
          <w:rFonts w:hint="eastAsia"/>
          <w:rtl/>
        </w:rPr>
        <w:t>لۡحَقَّ</w:t>
      </w:r>
      <w:r>
        <w:rPr>
          <w:rtl/>
        </w:rPr>
        <w:t xml:space="preserve"> بِكَلِمَـٰتِهِ</w:t>
      </w:r>
      <w:r>
        <w:rPr>
          <w:rFonts w:hint="cs"/>
          <w:rtl/>
        </w:rPr>
        <w:t>ۦۤ‌ۚ</w:t>
      </w:r>
      <w:r>
        <w:rPr>
          <w:rtl/>
        </w:rPr>
        <w:t xml:space="preserve"> إِنَّهُ </w:t>
      </w:r>
      <w:r>
        <w:rPr>
          <w:rFonts w:hint="cs"/>
          <w:rtl/>
        </w:rPr>
        <w:t>ۥ</w:t>
      </w:r>
      <w:r>
        <w:rPr>
          <w:rtl/>
        </w:rPr>
        <w:t xml:space="preserve"> عَلِيمُۢ بِذَاتِ </w:t>
      </w:r>
      <w:r>
        <w:rPr>
          <w:rFonts w:hint="cs"/>
          <w:rtl/>
        </w:rPr>
        <w:t>ٱ</w:t>
      </w:r>
      <w:r>
        <w:rPr>
          <w:rFonts w:hint="eastAsia"/>
          <w:rtl/>
        </w:rPr>
        <w:t>لصُّدُورِ</w:t>
      </w:r>
      <w:r>
        <w:rPr>
          <w:rtl/>
        </w:rPr>
        <w:t xml:space="preserve"> (٢٤</w:t>
      </w:r>
      <w:r w:rsidR="009229E3">
        <w:rPr>
          <w:rtl/>
        </w:rPr>
        <w:t>)</w:t>
      </w:r>
    </w:p>
    <w:p w:rsidR="001A403D" w:rsidRDefault="001A403D" w:rsidP="00E36567">
      <w:pPr>
        <w:pStyle w:val="libBoldItalic"/>
      </w:pPr>
      <w:r>
        <w:t>Or have they partners (other deities) who have ordained (make lawful) for them in religion that which Allah has not permitted? And if the decisive Kalima (Word) were not there, it would have been concluded (judged) between them. And indeed for the unjust is a painful punishment. (21) You will see the wrong-doers fearful of what they have earned, and it will surely befall them. And those who believe and do good deeds (will be) in the Gardens of the Paradise, for them is whatever they wish from their Rabb. That is the great bounty. (22) It is that of which Allah gives good news to His servants who believe and do righteous deeds. Say: I do not ask you for it (task of Risalat) any reward, except Mawaddat (devotion) of Qurba (kinswoman), and whoever performs a good deed We add to it good for him. Indeed Allah is Forgiving, Appreciative. (23) Or do they say: He has invented a lie about Allah? But if Allah willed, He could have sealed your heart, and Allah eliminates Batil (falsehood) and vindicates (proves, establishes) the Haqq (truth) by His Kalimaat (Words). No doubt He is Aware of what is in the chests (hearts). (24)</w:t>
      </w:r>
    </w:p>
    <w:p w:rsidR="001A403D" w:rsidRDefault="001A403D" w:rsidP="00E36567">
      <w:pPr>
        <w:pStyle w:val="libNormal"/>
      </w:pPr>
      <w:r>
        <w:t>1-About the saying of Allah Azza wa Jalla, “And if the decisive Kalima were not there, it would have been concluded between them, and indeed for the unjust is a painful punishment” Imam Mohammad Baqir asws said: If it would not have been a pre-decided order about them, then Imam Qaim asws would not leave (spare) anyone of them. (al-Burhan, v7, p77)</w:t>
      </w:r>
    </w:p>
    <w:p w:rsidR="001A403D" w:rsidRDefault="001A403D" w:rsidP="00E36567">
      <w:pPr>
        <w:pStyle w:val="libNormal"/>
      </w:pPr>
      <w:r>
        <w:t xml:space="preserve">2-Kalima is Imam asws, and its proof is the saying of Allah Ta’ala, “and appointed Kalima Baqiya for the later generations, so that they should return” means Imamat, then said, “and no doubt for the unjust” means those who did injustice to that Kalima, “is the painful punishment”, then said, “you will see that the unjust” who does injustice to the right of Aal-e-Mohammad asws, “afraid of what they have earned” means will be fearful of those deeds which they committed, “and that will befall them” about what they were afraid. Then Allah mentioned those who believed in the Books and followed them, so said, “And those who believe and do good deeds (will be) in the Gardens of the Paradise, for them is whatever they </w:t>
      </w:r>
      <w:r>
        <w:lastRenderedPageBreak/>
        <w:t>wish from their Rabb. That is the great bounty. It is that of which Allah gives good news to His servants who believe” in that Kalima, “and do righteous deeds” which they were commanded. (al-Burhan, v7, p77)</w:t>
      </w:r>
    </w:p>
    <w:p w:rsidR="001A403D" w:rsidRDefault="001A403D" w:rsidP="00E36567">
      <w:pPr>
        <w:pStyle w:val="libNormal"/>
      </w:pPr>
      <w:r>
        <w:t>3-Imam Zainul Abideen asws said: Muhajireen &amp; Ansaar gathered around Rasool Allah sawaw and said: Ya Rasool Allah sawaw, you need wealth to spend and delegates come to you, our wealth &amp; lives are ready, decide what you wish, grant (return) from it what you wish, keep what you wish without any question. So Allah Azza was Jalla sent down Roohul Ameen (a.s.) and said: Ya Mohammad sawaw, “Say: I do not ask you for it any reward, except Mawaddat of Qurba” means you should have devotion to my near ones after me. When he went away then hypocrites said: That burden which Rasool Allah sawaw put on us we leave it, that was only presented to us just to humiliate us through his next of kins after him, this was nothing but he fabricated it. And this is a heavy thing which they said, so Allah Azza wa Jalla revealed, “Or do they say: He has invented it. Say: If I have invented it, you do not have any authority on me from Allah at all, He is most Knowing of that in which you are involved, Sufficient is He as Witness between me and you, and He is the Forgiving the Merciful” (al-Ahqaf, v8). So Nabi Akram sawaw called them and asked: Who said like this? Then they said: By Allah, some of us did say these harsh words which we dislike. So Rasool Allah sawaw recited these verses to them and they started weeping and they lamented severely, then Allah Azza wa Jalla revealed, “It is He Who accepts repentance from His servants and forgives their sins and Knows what they do” (al-Burhan, v7, p82)</w:t>
      </w:r>
    </w:p>
    <w:p w:rsidR="001A403D" w:rsidRDefault="001A403D" w:rsidP="00E36567">
      <w:pPr>
        <w:pStyle w:val="libNormal"/>
      </w:pPr>
      <w:r>
        <w:t>4-Imam Jafar Sadiq asws said: When this verse “Say: I do not ask you for it any reward, except Mawaddat of Qurba” was revealed to Rasool Allah sawaw, then Rasool Allah sawaw stood up and said: O people, no doubt Allah Tabarak wa Ta’ala has made one Farz obligatory on you, then are you ready for that? Not a single one of them responded, so he (sawaw) returned. Then on the second day stood up and said the same, then stood among them on the third day and said the same, and no one answered. Then said: O people, this matter is neither about gold nor about silver, and neither about food nor about drink. Then they said: Now tell. Said: No doubt Allah Tabarak wa Ta’ala has revealed to me, “Say: I do not ask you for it any reward, except Mawaddat of Qurba.” They said: We accept it. By Allah, they did not fulfil it except seven people: Salman and Abu Zarr and Ammar and Miqdad bin Aswad Kundi and Jabir bin Abdullah Ansari and slave Sabeet of Rasool Allah sawaw and Zaid bin Arqam. (al-Burhan, v7, p83)</w:t>
      </w:r>
    </w:p>
    <w:p w:rsidR="001A403D" w:rsidRDefault="001A403D" w:rsidP="00E36567">
      <w:pPr>
        <w:pStyle w:val="libNormal"/>
      </w:pPr>
      <w:r>
        <w:t xml:space="preserve">5-Rasool Allah sawaw said: No doubt, Allah Ta’ala created Prophets (a.s.) from different trees, but created me and Ali asws from a single tree, so I am its root, and Ali asws is its stem, and Fatima asws is its flower, and Hassan asws &amp; Hussain asws are its fruit, and our Shias are its leaves, whoever holds its branches is saved; and whoever turns away is destroyed. And if a servant worships Allah for a thousand years between Safa &amp; Merwa, then another thousand years, then another thousand years so much so that he becomes like a dry leather water-bottle, while he does not love us then Allah will throw him in the Fire nose-wards, then recited, “Say: I do </w:t>
      </w:r>
      <w:r>
        <w:lastRenderedPageBreak/>
        <w:t>not ask you for it any reward, except Mawaddat of Qurba.” (al-Burhan, v7, p86)</w:t>
      </w:r>
    </w:p>
    <w:p w:rsidR="001A403D" w:rsidRDefault="001A403D" w:rsidP="00E36567">
      <w:pPr>
        <w:pStyle w:val="libNormal"/>
      </w:pPr>
      <w:r>
        <w:t>6-When this verse was revealed, it was asked: Ya Rasool Allah sawaw, who are your near ones, whose devotion is made obligatory on us? Said: Ali asws, and Fatima asws, and their sons asws. (al-Burhan, v7, p86)</w:t>
      </w:r>
    </w:p>
    <w:p w:rsidR="001A403D" w:rsidRDefault="001A403D" w:rsidP="009229E3">
      <w:pPr>
        <w:pStyle w:val="libCenterBold1"/>
      </w:pPr>
      <w:r>
        <w:t>Lesson:</w:t>
      </w:r>
    </w:p>
    <w:p w:rsidR="001A403D" w:rsidRDefault="001A403D" w:rsidP="001A403D">
      <w:pPr>
        <w:pStyle w:val="libNormal"/>
      </w:pPr>
      <w:r>
        <w:t>1-If Allah would not have given reprieve to the unjust ones for trial, then Imam asws should have eliminated the unjust ones by now. When there will be no pious left to be born in the progeny of unjust, then Imam Qaim asws will do Zahoor to eliminate Batil &amp; Taghoot.</w:t>
      </w:r>
    </w:p>
    <w:p w:rsidR="001A403D" w:rsidRDefault="001A403D" w:rsidP="001A403D">
      <w:pPr>
        <w:pStyle w:val="libNormal"/>
      </w:pPr>
      <w:r>
        <w:t>2-Kalima is Imam asws and testimony of his Walayat. Those who do injustice to this Kalima Tayyiba, i.e. they cut it into pieces, it means that they say “Ali un Waliullah is not a part of Kalima”, painful punishment is for those unjust ones, and they know in their hearts and they are afraid as well that doom will befall them like Haris bin Numan (l.u.).</w:t>
      </w:r>
    </w:p>
    <w:p w:rsidR="001A403D" w:rsidRDefault="001A403D" w:rsidP="001A403D">
      <w:pPr>
        <w:pStyle w:val="libNormal"/>
      </w:pPr>
      <w:r>
        <w:t>3-Those who believe in complete Kalima Tayyiba and follow the Books (Quran &amp; Ahadees) of Allah, and they reject books of Muqassir Mulla based on Zunni Fatawa, they will live according to their wishes eternally in the Gardens of the Paradise with the Blessing of Allah.</w:t>
      </w:r>
    </w:p>
    <w:p w:rsidR="001A403D" w:rsidRDefault="001A403D" w:rsidP="001A403D">
      <w:pPr>
        <w:pStyle w:val="libNormal"/>
      </w:pPr>
      <w:r>
        <w:t>4-The summary of the preaching from Adam (a.s.) to Khatim (sawaw) is Mawaddat of Masumeen asws and Walayat-e-Ali asws. Without Walayat-e-Ali asws, even worship of thousands of years can not save from Hell. Worship without Zikr-e-Ali asws is surety of Hell.</w:t>
      </w:r>
    </w:p>
    <w:p w:rsidR="001A403D" w:rsidRDefault="001A403D" w:rsidP="00385B48">
      <w:pPr>
        <w:pStyle w:val="libAr"/>
      </w:pPr>
      <w:r>
        <w:rPr>
          <w:rFonts w:hint="eastAsia"/>
          <w:rtl/>
        </w:rPr>
        <w:t>وَلَمَنِ</w:t>
      </w:r>
      <w:r>
        <w:rPr>
          <w:rtl/>
        </w:rPr>
        <w:t xml:space="preserve"> </w:t>
      </w:r>
      <w:r>
        <w:rPr>
          <w:rFonts w:hint="cs"/>
          <w:rtl/>
        </w:rPr>
        <w:t>ٱ</w:t>
      </w:r>
      <w:r>
        <w:rPr>
          <w:rFonts w:hint="eastAsia"/>
          <w:rtl/>
        </w:rPr>
        <w:t>نتَصَرَ</w:t>
      </w:r>
      <w:r>
        <w:rPr>
          <w:rtl/>
        </w:rPr>
        <w:t xml:space="preserve"> بَعۡدَ ظُلۡمِهِ</w:t>
      </w:r>
      <w:r>
        <w:rPr>
          <w:rFonts w:hint="cs"/>
          <w:rtl/>
        </w:rPr>
        <w:t>ۦ</w:t>
      </w:r>
      <w:r>
        <w:rPr>
          <w:rtl/>
        </w:rPr>
        <w:t xml:space="preserve"> فَأُوْلَـٰٓ</w:t>
      </w:r>
      <w:r>
        <w:rPr>
          <w:rFonts w:hint="cs"/>
          <w:rtl/>
        </w:rPr>
        <w:t>ٮِٕ</w:t>
      </w:r>
      <w:r>
        <w:rPr>
          <w:rFonts w:hint="eastAsia"/>
          <w:rtl/>
        </w:rPr>
        <w:t>كَ</w:t>
      </w:r>
      <w:r>
        <w:rPr>
          <w:rtl/>
        </w:rPr>
        <w:t xml:space="preserve"> مَا عَلَيۡ</w:t>
      </w:r>
      <w:r w:rsidR="001E6BAB" w:rsidRPr="001E6BAB">
        <w:rPr>
          <w:rFonts w:hint="cs"/>
          <w:rtl/>
        </w:rPr>
        <w:t>ه</w:t>
      </w:r>
      <w:r w:rsidRPr="00595365">
        <w:rPr>
          <w:rFonts w:hint="cs"/>
          <w:rtl/>
        </w:rPr>
        <w:t>م مِّن سَبِيلٍ (٤١</w:t>
      </w:r>
      <w:r w:rsidR="009229E3">
        <w:rPr>
          <w:rFonts w:hint="cs"/>
          <w:rtl/>
        </w:rPr>
        <w:t>)</w:t>
      </w:r>
      <w:r w:rsidRPr="00595365">
        <w:rPr>
          <w:rFonts w:hint="cs"/>
          <w:rtl/>
        </w:rPr>
        <w:t xml:space="preserve"> إِنَّمَا </w:t>
      </w:r>
      <w:r>
        <w:rPr>
          <w:rFonts w:hint="cs"/>
          <w:rtl/>
        </w:rPr>
        <w:t>ٱ</w:t>
      </w:r>
      <w:r>
        <w:rPr>
          <w:rFonts w:hint="eastAsia"/>
          <w:rtl/>
        </w:rPr>
        <w:t>لسَّبِيلُ</w:t>
      </w:r>
      <w:r>
        <w:rPr>
          <w:rtl/>
        </w:rPr>
        <w:t xml:space="preserve"> عَلَى </w:t>
      </w:r>
      <w:r>
        <w:rPr>
          <w:rFonts w:hint="cs"/>
          <w:rtl/>
        </w:rPr>
        <w:t>ٱ</w:t>
      </w:r>
      <w:r>
        <w:rPr>
          <w:rFonts w:hint="eastAsia"/>
          <w:rtl/>
        </w:rPr>
        <w:t>لَّذِينَ</w:t>
      </w:r>
      <w:r>
        <w:rPr>
          <w:rtl/>
        </w:rPr>
        <w:t xml:space="preserve"> يَظۡلِمُونَ </w:t>
      </w:r>
      <w:r>
        <w:rPr>
          <w:rFonts w:hint="cs"/>
          <w:rtl/>
        </w:rPr>
        <w:t>ٱ</w:t>
      </w:r>
      <w:r>
        <w:rPr>
          <w:rFonts w:hint="eastAsia"/>
          <w:rtl/>
        </w:rPr>
        <w:t>لنَّاسَ</w:t>
      </w:r>
      <w:r>
        <w:rPr>
          <w:rtl/>
        </w:rPr>
        <w:t xml:space="preserve"> وَيَبۡغُونَ فِى </w:t>
      </w:r>
      <w:r>
        <w:rPr>
          <w:rFonts w:hint="cs"/>
          <w:rtl/>
        </w:rPr>
        <w:t>ٱ</w:t>
      </w:r>
      <w:r>
        <w:rPr>
          <w:rFonts w:hint="eastAsia"/>
          <w:rtl/>
        </w:rPr>
        <w:t>لۡأَرۡضِ</w:t>
      </w:r>
      <w:r>
        <w:rPr>
          <w:rtl/>
        </w:rPr>
        <w:t xml:space="preserve"> بِغَيۡرِ </w:t>
      </w:r>
      <w:r>
        <w:rPr>
          <w:rFonts w:hint="cs"/>
          <w:rtl/>
        </w:rPr>
        <w:t>ٱ</w:t>
      </w:r>
      <w:r>
        <w:rPr>
          <w:rFonts w:hint="eastAsia"/>
          <w:rtl/>
        </w:rPr>
        <w:t>لۡحَقِّ‌ۚ</w:t>
      </w:r>
      <w:r>
        <w:rPr>
          <w:rtl/>
        </w:rPr>
        <w:t xml:space="preserve"> أُوْلَـٰٓ</w:t>
      </w:r>
      <w:r>
        <w:rPr>
          <w:rFonts w:hint="cs"/>
          <w:rtl/>
        </w:rPr>
        <w:t>ٮِٕ</w:t>
      </w:r>
      <w:r>
        <w:rPr>
          <w:rFonts w:hint="eastAsia"/>
          <w:rtl/>
        </w:rPr>
        <w:t>كَ</w:t>
      </w:r>
      <w:r>
        <w:rPr>
          <w:rtl/>
        </w:rPr>
        <w:t xml:space="preserve"> لَهُمۡ عَذَابٌ أَلِيمٌ۬ (٤٢</w:t>
      </w:r>
      <w:r w:rsidR="009229E3">
        <w:rPr>
          <w:rtl/>
        </w:rPr>
        <w:t>)</w:t>
      </w:r>
      <w:r>
        <w:rPr>
          <w:rtl/>
        </w:rPr>
        <w:t xml:space="preserve"> وَلَمَن صَبَرَ وَغَفَرَ إ</w:t>
      </w:r>
      <w:r>
        <w:rPr>
          <w:rFonts w:hint="eastAsia"/>
          <w:rtl/>
        </w:rPr>
        <w:t>ِنَّ</w:t>
      </w:r>
      <w:r>
        <w:rPr>
          <w:rtl/>
        </w:rPr>
        <w:t xml:space="preserve"> ذَ</w:t>
      </w:r>
      <w:r w:rsidR="005B7B9E" w:rsidRPr="005B7B9E">
        <w:rPr>
          <w:rFonts w:hint="cs"/>
          <w:rtl/>
        </w:rPr>
        <w:t>ا</w:t>
      </w:r>
      <w:r>
        <w:rPr>
          <w:rFonts w:hint="eastAsia"/>
          <w:rtl/>
        </w:rPr>
        <w:t>لِكَ</w:t>
      </w:r>
      <w:r>
        <w:rPr>
          <w:rtl/>
        </w:rPr>
        <w:t xml:space="preserve"> لَمِنۡ عَزۡمِ </w:t>
      </w:r>
      <w:r>
        <w:rPr>
          <w:rFonts w:hint="cs"/>
          <w:rtl/>
        </w:rPr>
        <w:t>ٱ</w:t>
      </w:r>
      <w:r>
        <w:rPr>
          <w:rFonts w:hint="eastAsia"/>
          <w:rtl/>
        </w:rPr>
        <w:t>لۡأُمُورِ</w:t>
      </w:r>
      <w:r>
        <w:rPr>
          <w:rtl/>
        </w:rPr>
        <w:t xml:space="preserve"> (٤٣</w:t>
      </w:r>
      <w:r w:rsidR="009229E3">
        <w:rPr>
          <w:rtl/>
        </w:rPr>
        <w:t>)</w:t>
      </w:r>
      <w:r>
        <w:rPr>
          <w:rtl/>
        </w:rPr>
        <w:t xml:space="preserve"> وَمَن يُضۡلِلِ </w:t>
      </w:r>
      <w:r>
        <w:rPr>
          <w:rFonts w:hint="cs"/>
          <w:rtl/>
        </w:rPr>
        <w:t>ٱ</w:t>
      </w:r>
      <w:r>
        <w:rPr>
          <w:rFonts w:hint="eastAsia"/>
          <w:rtl/>
        </w:rPr>
        <w:t>للَّهُ</w:t>
      </w:r>
      <w:r>
        <w:rPr>
          <w:rtl/>
        </w:rPr>
        <w:t xml:space="preserve"> فَمَا لَهُ </w:t>
      </w:r>
      <w:r>
        <w:rPr>
          <w:rFonts w:hint="cs"/>
          <w:rtl/>
        </w:rPr>
        <w:t>ۥ</w:t>
      </w:r>
      <w:r>
        <w:rPr>
          <w:rtl/>
        </w:rPr>
        <w:t xml:space="preserve"> مِن وَلِىٍّ۬ مِّنۢ بَعۡدِهِ</w:t>
      </w:r>
      <w:r>
        <w:rPr>
          <w:rFonts w:hint="cs"/>
          <w:rtl/>
        </w:rPr>
        <w:t>ۦ‌ۗ</w:t>
      </w:r>
      <w:r>
        <w:rPr>
          <w:rtl/>
        </w:rPr>
        <w:t xml:space="preserve"> وَتَرَى </w:t>
      </w:r>
      <w:r>
        <w:rPr>
          <w:rFonts w:hint="cs"/>
          <w:rtl/>
        </w:rPr>
        <w:t>ٱ</w:t>
      </w:r>
      <w:r>
        <w:rPr>
          <w:rFonts w:hint="eastAsia"/>
          <w:rtl/>
        </w:rPr>
        <w:t>لظَّـٰلِمِينَ</w:t>
      </w:r>
      <w:r>
        <w:rPr>
          <w:rtl/>
        </w:rPr>
        <w:t xml:space="preserve"> لَمَّا رَأَوُاْ </w:t>
      </w:r>
      <w:r>
        <w:rPr>
          <w:rFonts w:hint="cs"/>
          <w:rtl/>
        </w:rPr>
        <w:t>ٱ</w:t>
      </w:r>
      <w:r>
        <w:rPr>
          <w:rFonts w:hint="eastAsia"/>
          <w:rtl/>
        </w:rPr>
        <w:t>لۡعَذَابَ</w:t>
      </w:r>
      <w:r>
        <w:rPr>
          <w:rtl/>
        </w:rPr>
        <w:t xml:space="preserve"> يَقُولُونَ هَلۡ إِلَىٰ مَرَدٍّ۬ مِّن سَبِيلٍ۬ (٤٤</w:t>
      </w:r>
      <w:r w:rsidR="009229E3">
        <w:rPr>
          <w:rtl/>
        </w:rPr>
        <w:t>)</w:t>
      </w:r>
      <w:r>
        <w:rPr>
          <w:rtl/>
        </w:rPr>
        <w:t xml:space="preserve"> وَتَرَ</w:t>
      </w:r>
      <w:r>
        <w:rPr>
          <w:rFonts w:hint="cs"/>
          <w:rtl/>
        </w:rPr>
        <w:t>ٮٰ</w:t>
      </w:r>
      <w:r>
        <w:rPr>
          <w:rFonts w:hint="eastAsia"/>
          <w:rtl/>
        </w:rPr>
        <w:t>هُمۡ</w:t>
      </w:r>
      <w:r>
        <w:rPr>
          <w:rtl/>
        </w:rPr>
        <w:t xml:space="preserve"> يُعۡرَضُونَ عَلَيۡهَا خَـٰشِعِين</w:t>
      </w:r>
      <w:r>
        <w:rPr>
          <w:rFonts w:hint="eastAsia"/>
          <w:rtl/>
        </w:rPr>
        <w:t>َ</w:t>
      </w:r>
      <w:r>
        <w:rPr>
          <w:rtl/>
        </w:rPr>
        <w:t xml:space="preserve"> مِنَ </w:t>
      </w:r>
      <w:r>
        <w:rPr>
          <w:rFonts w:hint="cs"/>
          <w:rtl/>
        </w:rPr>
        <w:t>ٱ</w:t>
      </w:r>
      <w:r>
        <w:rPr>
          <w:rFonts w:hint="eastAsia"/>
          <w:rtl/>
        </w:rPr>
        <w:t>لذُّلِّ</w:t>
      </w:r>
      <w:r>
        <w:rPr>
          <w:rtl/>
        </w:rPr>
        <w:t xml:space="preserve"> يَنظُرُونَ مِن طَرۡفٍ خَفِىٍّ۬‌ۗ وَقَالَ </w:t>
      </w:r>
      <w:r>
        <w:rPr>
          <w:rFonts w:hint="cs"/>
          <w:rtl/>
        </w:rPr>
        <w:t>ٱ</w:t>
      </w:r>
      <w:r>
        <w:rPr>
          <w:rFonts w:hint="eastAsia"/>
          <w:rtl/>
        </w:rPr>
        <w:t>لَّذِينَ</w:t>
      </w:r>
      <w:r>
        <w:rPr>
          <w:rtl/>
        </w:rPr>
        <w:t xml:space="preserve"> ءَامَنُوٓاْ إِنَّ </w:t>
      </w:r>
      <w:r>
        <w:rPr>
          <w:rFonts w:hint="cs"/>
          <w:rtl/>
        </w:rPr>
        <w:t>ٱ</w:t>
      </w:r>
      <w:r>
        <w:rPr>
          <w:rFonts w:hint="eastAsia"/>
          <w:rtl/>
        </w:rPr>
        <w:t>لۡخَـٰسِرِينَ</w:t>
      </w:r>
      <w:r>
        <w:rPr>
          <w:rtl/>
        </w:rPr>
        <w:t xml:space="preserve"> </w:t>
      </w:r>
      <w:r>
        <w:rPr>
          <w:rFonts w:hint="cs"/>
          <w:rtl/>
        </w:rPr>
        <w:t>ٱ</w:t>
      </w:r>
      <w:r>
        <w:rPr>
          <w:rFonts w:hint="eastAsia"/>
          <w:rtl/>
        </w:rPr>
        <w:t>لَّذِينَ</w:t>
      </w:r>
      <w:r>
        <w:rPr>
          <w:rtl/>
        </w:rPr>
        <w:t xml:space="preserve"> خَسِرُوٓاْ أَنفُسَ</w:t>
      </w:r>
      <w:r w:rsidR="001E6BAB" w:rsidRPr="001E6BAB">
        <w:rPr>
          <w:rFonts w:hint="cs"/>
          <w:rtl/>
        </w:rPr>
        <w:t>ه</w:t>
      </w:r>
      <w:r w:rsidRPr="00595365">
        <w:rPr>
          <w:rFonts w:hint="cs"/>
          <w:rtl/>
        </w:rPr>
        <w:t xml:space="preserve">مۡ وَأَهۡلِيهِمۡ يَوۡمَ </w:t>
      </w:r>
      <w:r>
        <w:rPr>
          <w:rFonts w:hint="cs"/>
          <w:rtl/>
        </w:rPr>
        <w:t>ٱ</w:t>
      </w:r>
      <w:r>
        <w:rPr>
          <w:rFonts w:hint="eastAsia"/>
          <w:rtl/>
        </w:rPr>
        <w:t>لۡقِيَـٰمَةِ‌ۗ</w:t>
      </w:r>
      <w:r>
        <w:rPr>
          <w:rtl/>
        </w:rPr>
        <w:t xml:space="preserve"> أَلَآ إِنَّ </w:t>
      </w:r>
      <w:r>
        <w:rPr>
          <w:rFonts w:hint="cs"/>
          <w:rtl/>
        </w:rPr>
        <w:t>ٱ</w:t>
      </w:r>
      <w:r>
        <w:rPr>
          <w:rFonts w:hint="eastAsia"/>
          <w:rtl/>
        </w:rPr>
        <w:t>لظَّـٰلِمِينَ</w:t>
      </w:r>
      <w:r>
        <w:rPr>
          <w:rtl/>
        </w:rPr>
        <w:t xml:space="preserve"> فِى عَذَابٍ۬ مُّقِيمٍ۬ (٤٥</w:t>
      </w:r>
      <w:r w:rsidR="009229E3">
        <w:rPr>
          <w:rtl/>
        </w:rPr>
        <w:t>)</w:t>
      </w:r>
      <w:r>
        <w:rPr>
          <w:rtl/>
        </w:rPr>
        <w:t xml:space="preserve"> وَمَا كَانَ لَهُم مِّنۡ أَوۡلِ</w:t>
      </w:r>
      <w:r>
        <w:rPr>
          <w:rFonts w:hint="eastAsia"/>
          <w:rtl/>
        </w:rPr>
        <w:t>يَآءَ</w:t>
      </w:r>
      <w:r>
        <w:rPr>
          <w:rtl/>
        </w:rPr>
        <w:t xml:space="preserve"> يَنصُرُونَهُم مِّن دُونِ </w:t>
      </w:r>
      <w:r>
        <w:rPr>
          <w:rFonts w:hint="cs"/>
          <w:rtl/>
        </w:rPr>
        <w:t>ٱ</w:t>
      </w:r>
      <w:r>
        <w:rPr>
          <w:rFonts w:hint="eastAsia"/>
          <w:rtl/>
        </w:rPr>
        <w:t>للَّهِ‌ۗ</w:t>
      </w:r>
      <w:r>
        <w:rPr>
          <w:rtl/>
        </w:rPr>
        <w:t xml:space="preserve"> وَمَن يُضۡلِلِ </w:t>
      </w:r>
      <w:r>
        <w:rPr>
          <w:rFonts w:hint="cs"/>
          <w:rtl/>
        </w:rPr>
        <w:t>ٱ</w:t>
      </w:r>
      <w:r>
        <w:rPr>
          <w:rFonts w:hint="eastAsia"/>
          <w:rtl/>
        </w:rPr>
        <w:t>للَّهُ</w:t>
      </w:r>
      <w:r>
        <w:rPr>
          <w:rtl/>
        </w:rPr>
        <w:t xml:space="preserve"> فَمَا لَهُ </w:t>
      </w:r>
      <w:r>
        <w:rPr>
          <w:rFonts w:hint="cs"/>
          <w:rtl/>
        </w:rPr>
        <w:t>ۥ</w:t>
      </w:r>
      <w:r>
        <w:rPr>
          <w:rtl/>
        </w:rPr>
        <w:t xml:space="preserve"> مِن سَبِيلٍ (٤٦</w:t>
      </w:r>
      <w:r w:rsidR="009229E3">
        <w:rPr>
          <w:rtl/>
        </w:rPr>
        <w:t>)</w:t>
      </w:r>
    </w:p>
    <w:p w:rsidR="001A403D" w:rsidRDefault="001A403D" w:rsidP="00E36567">
      <w:pPr>
        <w:pStyle w:val="libBoldItalic"/>
      </w:pPr>
      <w:r>
        <w:t xml:space="preserve">And whoever avenges himself after injustice was done to him - for those there was no other way. (41) The way (available means) is only upon those who oppress mankind, and rebel in the earth without right. For them there is a painful punishment. (42) And verily whoever is patient and forgives - Indeed that is from among the matters of determination. (43) And he whom Allah leaves astray, for him there is no guardian after Him. And you will see the wrongdoers when they see the punishment, they will say: Is there any way of return? (44) And you will see them they will be presented to it, humbled by disgrace, looking with stealth eyes. And those who believe will say: No doubt the losers are those who caused loss to themselves and their families on the day of Qiyamah. Beware, certainly the wrongdoers are in an enduring punishment. (45) And they will have </w:t>
      </w:r>
      <w:r>
        <w:lastRenderedPageBreak/>
        <w:t>no guardians to help them instead of Allah. And he whom Allah leaves astray, for him there is no way (of salvation). (46)</w:t>
      </w:r>
    </w:p>
    <w:p w:rsidR="001A403D" w:rsidRDefault="001A403D" w:rsidP="00E36567">
      <w:pPr>
        <w:pStyle w:val="libNormal"/>
      </w:pPr>
      <w:r>
        <w:t>1-Imam Mohammad Baqir asws said: “And whoever avenges himself after injustice was done to him” means al-Qaim asws and his companions, “for them there is no other way” and when Qaim asws will rise, then he and his companions will take revenge from Bani Umayya, beliars, and Nasibis, and this is the saying of Allah Tabarak wa Ta’ala, “The way (available means) is only upon those who oppress people, and rebel in the earth without right, for them there is a painful punishment” then said more, “and you will see the wrongdoers” who did injustice concerning the right of Aal-e-Mohammad asws, “when they see the punishment” and Ali asws is punishment from one aspect that punishment came due to him because he is divider of Paradise and Hell, “they will say: Is there any way to return?” so that they can adopt the love of Ali asws, “and you will see when they will be presented in front of him, bowing due to humiliation” in front of Ali asws, “they will see” means Aal-e-Mohammad asws and their Shias, “No doubt the losers are those who caused loss to themselves and their families on the day of Qiyamah. Beware, certainly the wrongdoers are in an everlasting punishment” who did injustice to the right of Aal-e-Mohammad asws. By Allah, Nasbis are those people who established animosity against Amirul Momineen asws and his progeny asws, and who belied them, “And they will have no guardians to help them instead of Allah. And he whom Allah leaves astray, for him there is no way (of salvation).” (al-Burhan, v7, p94)</w:t>
      </w:r>
    </w:p>
    <w:p w:rsidR="001A403D" w:rsidRDefault="001A403D" w:rsidP="009229E3">
      <w:pPr>
        <w:pStyle w:val="libCenterBold1"/>
      </w:pPr>
      <w:r>
        <w:t>Lesson:</w:t>
      </w:r>
    </w:p>
    <w:p w:rsidR="00595365" w:rsidRDefault="001A403D" w:rsidP="001A403D">
      <w:pPr>
        <w:pStyle w:val="libNormal"/>
      </w:pPr>
      <w:r>
        <w:t>1-When Imam Qaim asws will rise, he will take revenge from the Nasbi liars because the established (Nasab, fixed) opposition against the rights of Masumeen asws, fixed Walayat-e-Faqeh in front of Walayat-e-Ali asws, usurped the specific titles of Maola Ali asws, and declared themselves Imam and Ayatollah al-Uzma, issued Fatawa against Azadari of Imam-e-Mazloom asws, sprinkled salt on the wounds of those who pay homage by shedding blood, and put them behind the bars in prisons, belied the right of Syyeda Fatima Zahra asws. These are the Nasbis whom Imam asws exposed in detail that these Nasbis will be disguised as Shia scholars and will decrease our merits and will continue to add (lies) on it, from which we are immune, such people are worse than the army of Yazid (l.u.), these Nasbis are in loss themselves and they have caused loss &amp; destruction to their Muqallideen as well.</w:t>
      </w:r>
    </w:p>
    <w:p w:rsidR="00EB2345" w:rsidRDefault="00EB2345" w:rsidP="00FC02E7">
      <w:pPr>
        <w:pStyle w:val="libNormal"/>
        <w:rPr>
          <w:rtl/>
        </w:rPr>
      </w:pPr>
      <w:r>
        <w:rPr>
          <w:rFonts w:hint="eastAsia"/>
        </w:rPr>
        <w:br w:type="page"/>
      </w:r>
    </w:p>
    <w:p w:rsidR="001A403D" w:rsidRDefault="00EB2345" w:rsidP="00EB2345">
      <w:pPr>
        <w:pStyle w:val="Heading1Center"/>
      </w:pPr>
      <w:bookmarkStart w:id="44" w:name="_Toc449789437"/>
      <w:r>
        <w:rPr>
          <w:rFonts w:hint="eastAsia"/>
          <w:rtl/>
        </w:rPr>
        <w:lastRenderedPageBreak/>
        <w:t>سُوۡرَةُ</w:t>
      </w:r>
      <w:r>
        <w:rPr>
          <w:rtl/>
        </w:rPr>
        <w:t xml:space="preserve"> </w:t>
      </w:r>
      <w:r w:rsidR="001A403D">
        <w:rPr>
          <w:rtl/>
        </w:rPr>
        <w:t>الزّخرُف</w:t>
      </w:r>
      <w:bookmarkEnd w:id="44"/>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وَإِنَّهُ</w:t>
      </w:r>
      <w:r>
        <w:rPr>
          <w:rtl/>
        </w:rPr>
        <w:t xml:space="preserve"> </w:t>
      </w:r>
      <w:r>
        <w:rPr>
          <w:rFonts w:hint="cs"/>
          <w:rtl/>
        </w:rPr>
        <w:t>ۥ</w:t>
      </w:r>
      <w:r>
        <w:rPr>
          <w:rtl/>
        </w:rPr>
        <w:t xml:space="preserve"> فِىٓ أُمِّ </w:t>
      </w:r>
      <w:r>
        <w:rPr>
          <w:rFonts w:hint="cs"/>
          <w:rtl/>
        </w:rPr>
        <w:t>ٱ</w:t>
      </w:r>
      <w:r>
        <w:rPr>
          <w:rFonts w:hint="eastAsia"/>
          <w:rtl/>
        </w:rPr>
        <w:t>لۡكِتَـٰبِ</w:t>
      </w:r>
      <w:r>
        <w:rPr>
          <w:rtl/>
        </w:rPr>
        <w:t xml:space="preserve"> لَدَيۡنَا لَعَلِىٌّ حَكِيمٌ (٤</w:t>
      </w:r>
      <w:r w:rsidR="009229E3">
        <w:rPr>
          <w:rtl/>
        </w:rPr>
        <w:t>)</w:t>
      </w:r>
    </w:p>
    <w:p w:rsidR="001A403D" w:rsidRDefault="001A403D" w:rsidP="00E36567">
      <w:pPr>
        <w:pStyle w:val="libBoldItalic"/>
      </w:pPr>
      <w:r>
        <w:t>And no doubt he, in the Ummul Kitab with Us, is surely Ali the wise. (4)</w:t>
      </w:r>
    </w:p>
    <w:p w:rsidR="001A403D" w:rsidRDefault="001A403D" w:rsidP="00E36567">
      <w:pPr>
        <w:pStyle w:val="libNormal"/>
      </w:pPr>
      <w:r>
        <w:t>1-About the saying of Allah Ta’ala, “Sirat-e-Mustaqeem” Imam Jafar Sadiq asws said: That is Amirul Momineen asws and his Marifat, and its proof that it is Amirul Momineen asws is this saying of Allah Ta’ala, “And no doubt he is surely Ali-un-Hakeem in Ummul Kitab with Us” (al-Burhan, v7, p106)</w:t>
      </w:r>
    </w:p>
    <w:p w:rsidR="001A403D" w:rsidRDefault="001A403D" w:rsidP="001A403D">
      <w:pPr>
        <w:pStyle w:val="libNormal"/>
      </w:pPr>
      <w:r>
        <w:t>2-It was asked and Imam Jafar Sadiq asws said about this verse: He is Ali ibne Abi Talib asws.</w:t>
      </w:r>
    </w:p>
    <w:p w:rsidR="001A403D" w:rsidRDefault="001A403D" w:rsidP="009229E3">
      <w:pPr>
        <w:pStyle w:val="libCenterBold1"/>
      </w:pPr>
      <w:r>
        <w:t>Lesson:</w:t>
      </w:r>
    </w:p>
    <w:p w:rsidR="001A403D" w:rsidRDefault="001A403D" w:rsidP="001A403D">
      <w:pPr>
        <w:pStyle w:val="libNormal"/>
      </w:pPr>
      <w:r>
        <w:t>1-In spite of all endeavours the opponents of Walayat could not delete the name of Maola Ali asws from the holy Quran. So now Shaitan has given a new lesson to his Wakeels (Muqassir Mullas) in the world that the name of Ali asws can not be deleted but try to decrease its importance by telling Muqallideen that the name of Ali asws is not a part of Kalima, Azaan, or Aqamat, but it is a habbit (Shu’ar-e-Shia) of Shias to mention Ali asws.</w:t>
      </w:r>
    </w:p>
    <w:p w:rsidR="001A403D" w:rsidRDefault="001A403D" w:rsidP="001A403D">
      <w:pPr>
        <w:pStyle w:val="libNormal"/>
      </w:pPr>
      <w:r>
        <w:t>So Allah nullified their deceit by commanding to recite Sura Fatiha, Sura Ikhlas, and Sura Qadr in Salaah, so that if anyone does not want to mention Ali asws willingly in Salaah, he should mention him unwillingly, because Maola Ali asws and Masumeen asws are mentioned in these Suras.</w:t>
      </w:r>
    </w:p>
    <w:p w:rsidR="001A403D" w:rsidRDefault="001A403D" w:rsidP="001A403D">
      <w:pPr>
        <w:pStyle w:val="libNormal"/>
      </w:pPr>
      <w:r>
        <w:t>2-Imam asws is telling that in Sura Fatiha which is called Ummul Kitab as well, Sirat-e-Mustaqeem is Ali-un-Hakeem asws.</w:t>
      </w:r>
    </w:p>
    <w:p w:rsidR="001A403D" w:rsidRDefault="001A403D" w:rsidP="00385B48">
      <w:pPr>
        <w:pStyle w:val="libAr"/>
      </w:pPr>
      <w:r>
        <w:rPr>
          <w:rFonts w:hint="eastAsia"/>
          <w:rtl/>
        </w:rPr>
        <w:t>وَجَعَلَهَا</w:t>
      </w:r>
      <w:r>
        <w:rPr>
          <w:rtl/>
        </w:rPr>
        <w:t xml:space="preserve"> كَلِمَةَۢ بَاقِيَةً۬ فِى عَقِبِهِ</w:t>
      </w:r>
      <w:r>
        <w:rPr>
          <w:rFonts w:hint="cs"/>
          <w:rtl/>
        </w:rPr>
        <w:t>ۦ</w:t>
      </w:r>
      <w:r>
        <w:rPr>
          <w:rtl/>
        </w:rPr>
        <w:t xml:space="preserve"> لَعَلَّهُمۡ يَرۡجِعُونَ (٢٨</w:t>
      </w:r>
      <w:r w:rsidR="009229E3">
        <w:rPr>
          <w:rtl/>
        </w:rPr>
        <w:t>)</w:t>
      </w:r>
    </w:p>
    <w:p w:rsidR="001A403D" w:rsidRDefault="001A403D" w:rsidP="00E36567">
      <w:pPr>
        <w:pStyle w:val="libBoldItalic"/>
      </w:pPr>
      <w:r>
        <w:t>And made it an everlasting Kalima among his descendants, that  they might return. (28)</w:t>
      </w:r>
    </w:p>
    <w:p w:rsidR="001A403D" w:rsidRDefault="001A403D" w:rsidP="00E36567">
      <w:pPr>
        <w:pStyle w:val="libNormal"/>
      </w:pPr>
      <w:r>
        <w:t>1-About the saying of Allah Azza wa Jalla, “And made it an everlasting Kalima among his descendants” Imam Jafar Sadiq asws said: That is Imamat which Allah Azza wa Jalla placed in the descendants of Imam Hussain asws which will remain until the day of Qiyamah. (al-Burhan, v7, p114)</w:t>
      </w:r>
    </w:p>
    <w:p w:rsidR="001A403D" w:rsidRDefault="001A403D" w:rsidP="009229E3">
      <w:pPr>
        <w:pStyle w:val="libCenterBold1"/>
      </w:pPr>
      <w:r>
        <w:t>Lesson:</w:t>
      </w:r>
    </w:p>
    <w:p w:rsidR="001A403D" w:rsidRDefault="001A403D" w:rsidP="001A403D">
      <w:pPr>
        <w:pStyle w:val="libNormal"/>
      </w:pPr>
      <w:r>
        <w:t>1-This verse has been mentioned under the verses 21-24 of Sura Shura as well.</w:t>
      </w:r>
    </w:p>
    <w:p w:rsidR="001A403D" w:rsidRDefault="001A403D" w:rsidP="001A403D">
      <w:pPr>
        <w:pStyle w:val="libNormal"/>
      </w:pPr>
      <w:r>
        <w:t>2-This everlasting Kalima &amp; guiding Noorullah is Imam Qaim asws, and it is commanded to return (to do Rajooh) to him. The holy Imams asws are like Ka’ba, people are commanded to go in their presence, they are not supposed to come to the people, whoever wants guidance he should put his submissive head in Sajdah on the door-step of Babullah, then he will be guided.</w:t>
      </w:r>
    </w:p>
    <w:p w:rsidR="00595365" w:rsidRDefault="001A403D" w:rsidP="001A403D">
      <w:pPr>
        <w:pStyle w:val="libNormal"/>
      </w:pPr>
      <w:r>
        <w:lastRenderedPageBreak/>
        <w:t>3-And those people who bow their heads in front of man-made Muqassir Marjah instead of referring (doing Rajooh) to everlasting Kalima asws, they will be cast in Hell face-wards, whose fuel is idols (opponents of Walayat Majoose Marjahs) and humans (blind Muqassir Muqallideen).</w:t>
      </w:r>
    </w:p>
    <w:p w:rsidR="001A403D" w:rsidRDefault="001A403D" w:rsidP="00385B48">
      <w:pPr>
        <w:pStyle w:val="libAr"/>
      </w:pPr>
      <w:r>
        <w:rPr>
          <w:rFonts w:hint="eastAsia"/>
          <w:rtl/>
        </w:rPr>
        <w:t>فَإِمَّا</w:t>
      </w:r>
      <w:r>
        <w:rPr>
          <w:rtl/>
        </w:rPr>
        <w:t xml:space="preserve"> نَذۡهَبَنَّ بِكَ فَإِنَّا مِنۡ</w:t>
      </w:r>
      <w:r w:rsidR="001E6BAB" w:rsidRPr="001E6BAB">
        <w:rPr>
          <w:rFonts w:hint="cs"/>
          <w:rtl/>
        </w:rPr>
        <w:t>ه</w:t>
      </w:r>
      <w:r w:rsidRPr="00595365">
        <w:rPr>
          <w:rFonts w:hint="cs"/>
          <w:rtl/>
        </w:rPr>
        <w:t>م مُّنتَقِمُونَ (٤١</w:t>
      </w:r>
      <w:r w:rsidR="009229E3">
        <w:rPr>
          <w:rtl/>
        </w:rPr>
        <w:t>)</w:t>
      </w:r>
    </w:p>
    <w:p w:rsidR="001A403D" w:rsidRDefault="001A403D" w:rsidP="00E36567">
      <w:pPr>
        <w:pStyle w:val="libBoldItalic"/>
      </w:pPr>
      <w:r>
        <w:t>And if We take you away, even then We will take revenge from them, (41)</w:t>
      </w:r>
    </w:p>
    <w:p w:rsidR="001A403D" w:rsidRDefault="001A403D" w:rsidP="00E36567">
      <w:pPr>
        <w:pStyle w:val="libNormal"/>
      </w:pPr>
      <w:r>
        <w:t>1-Imam Jafar Sadiq asws said: Ya Mohammad sawaw, if We take you from Makkah to Madina, then will bring you back to it and will take revenge from them through Ali bin Abi Talib asws. (al-Burhan, v7, p126)</w:t>
      </w:r>
    </w:p>
    <w:p w:rsidR="001A403D" w:rsidRDefault="001A403D" w:rsidP="009229E3">
      <w:pPr>
        <w:pStyle w:val="libCenterBold1"/>
      </w:pPr>
      <w:r>
        <w:t>Lesson:</w:t>
      </w:r>
    </w:p>
    <w:p w:rsidR="001A403D" w:rsidRDefault="001A403D" w:rsidP="001A403D">
      <w:pPr>
        <w:pStyle w:val="libNormal"/>
      </w:pPr>
      <w:r>
        <w:t>1-Maola Ali asws took revenge from those who forced Rasool Allah sawaw to leave Makkah by torturing him. Similarly Imam Qaim asws will take revenge soon from those who expelled Zikr of Maola Ali asws from Salaah and Ibadaat.</w:t>
      </w:r>
    </w:p>
    <w:p w:rsidR="001A403D" w:rsidRDefault="001A403D" w:rsidP="00385B48">
      <w:pPr>
        <w:pStyle w:val="libAr"/>
      </w:pPr>
      <w:r>
        <w:rPr>
          <w:rFonts w:hint="eastAsia"/>
          <w:rtl/>
        </w:rPr>
        <w:t>فَ</w:t>
      </w:r>
      <w:r>
        <w:rPr>
          <w:rFonts w:hint="cs"/>
          <w:rtl/>
        </w:rPr>
        <w:t>ٱ</w:t>
      </w:r>
      <w:r>
        <w:rPr>
          <w:rFonts w:hint="eastAsia"/>
          <w:rtl/>
        </w:rPr>
        <w:t>سۡتَمۡسِكۡ</w:t>
      </w:r>
      <w:r>
        <w:rPr>
          <w:rtl/>
        </w:rPr>
        <w:t xml:space="preserve"> بِ</w:t>
      </w:r>
      <w:r>
        <w:rPr>
          <w:rFonts w:hint="cs"/>
          <w:rtl/>
        </w:rPr>
        <w:t>ٱ</w:t>
      </w:r>
      <w:r>
        <w:rPr>
          <w:rFonts w:hint="eastAsia"/>
          <w:rtl/>
        </w:rPr>
        <w:t>لَّذِىٓ</w:t>
      </w:r>
      <w:r>
        <w:rPr>
          <w:rtl/>
        </w:rPr>
        <w:t xml:space="preserve"> أُوحِىَ إِلَيۡكَ‌ۖ إِنَّكَ عَلَىٰ صِرَ</w:t>
      </w:r>
      <w:r w:rsidR="005B7B9E" w:rsidRPr="005B7B9E">
        <w:rPr>
          <w:rFonts w:hint="cs"/>
          <w:rtl/>
        </w:rPr>
        <w:t>ا</w:t>
      </w:r>
      <w:r>
        <w:rPr>
          <w:rFonts w:hint="eastAsia"/>
          <w:rtl/>
        </w:rPr>
        <w:t>طٍ۬</w:t>
      </w:r>
      <w:r>
        <w:rPr>
          <w:rtl/>
        </w:rPr>
        <w:t xml:space="preserve"> مُّسۡتَقِيمٍ۬ (٤٣</w:t>
      </w:r>
      <w:r w:rsidR="009229E3">
        <w:rPr>
          <w:rtl/>
        </w:rPr>
        <w:t>)</w:t>
      </w:r>
      <w:r>
        <w:rPr>
          <w:rtl/>
        </w:rPr>
        <w:t xml:space="preserve"> وَإِنَّهُ </w:t>
      </w:r>
      <w:r>
        <w:rPr>
          <w:rFonts w:hint="cs"/>
          <w:rtl/>
        </w:rPr>
        <w:t>ۥ</w:t>
      </w:r>
      <w:r>
        <w:rPr>
          <w:rtl/>
        </w:rPr>
        <w:t xml:space="preserve"> لَذِكۡرٌ۬ لَّكَ وَلِقَوۡمِكَ‌ۖ وَسَوۡفَ تُسۡـَٔلُونَ (٤٤</w:t>
      </w:r>
      <w:r w:rsidR="009229E3">
        <w:rPr>
          <w:rtl/>
        </w:rPr>
        <w:t>)</w:t>
      </w:r>
    </w:p>
    <w:p w:rsidR="001A403D" w:rsidRDefault="001A403D" w:rsidP="00E36567">
      <w:pPr>
        <w:pStyle w:val="libBoldItalic"/>
      </w:pPr>
      <w:r>
        <w:t>So adhere (hold fast) to that which is revealed to you, no doubt you are on Sirat-e-Mustaqeem. (43) And no doubt, it is surely Zikr for you and for your nation; and soon you will be questioned. (44)</w:t>
      </w:r>
    </w:p>
    <w:p w:rsidR="001A403D" w:rsidRDefault="001A403D" w:rsidP="00E36567">
      <w:pPr>
        <w:pStyle w:val="libNormal"/>
      </w:pPr>
      <w:r>
        <w:t>1-Imam Mohammad Baqir asws said: Allah revealed to His Nabi sawaw, “So adhere to that which is revealed to you, no doubt you are on Sirat-e-Mustaqeem” means no doubt you are on Walayat-e-Ali asws and Ali asws is Sirat-e-Mustaqeem as well. (al-Burhan, v7, p129)</w:t>
      </w:r>
    </w:p>
    <w:p w:rsidR="001A403D" w:rsidRDefault="001A403D" w:rsidP="00E36567">
      <w:pPr>
        <w:pStyle w:val="libNormal"/>
      </w:pPr>
      <w:r>
        <w:t>2-About the saying of Allah Azza wa Jalla, “So adhere to that which is revealed to you” Imam Mohammad Baqir asws said: It is about Ali bin Abi Talib asws. (al-Burhan, v7, p129)</w:t>
      </w:r>
    </w:p>
    <w:p w:rsidR="001A403D" w:rsidRDefault="001A403D" w:rsidP="00E36567">
      <w:pPr>
        <w:pStyle w:val="libBoldItalic"/>
      </w:pPr>
      <w:r>
        <w:t>3-About the saying of Allah, “And no doubt, it is surely Zikr for you and for your nation; and soon you will be questioned” Imam Jafar Sadiq asws said: Zikr is Quran, and we (asws) are his (sawaw) nation, and we will be questioned. (al-Burhan, v7, 130)</w:t>
      </w:r>
    </w:p>
    <w:p w:rsidR="001A403D" w:rsidRDefault="001A403D" w:rsidP="009229E3">
      <w:pPr>
        <w:pStyle w:val="libCenterBold1"/>
      </w:pPr>
      <w:r>
        <w:t>Lesson:</w:t>
      </w:r>
    </w:p>
    <w:p w:rsidR="001A403D" w:rsidRDefault="001A403D" w:rsidP="001A403D">
      <w:pPr>
        <w:pStyle w:val="libNormal"/>
      </w:pPr>
      <w:r>
        <w:t>1-Zikr means Rasool Allah sawaw, Maola Ali asws, and holy Quran as well. Quran-e-Hakeem is Samit, while Masumeen asws are Natiq Quran. Walayat-e-Ali asws is that great Ne’mat &amp; Amanat about which all the Prophets (a.s.) were advised to hold fast. Quran is Zikr-e-Walayat, whoever turns away from it is destroyed.</w:t>
      </w:r>
    </w:p>
    <w:p w:rsidR="001A403D" w:rsidRDefault="001A403D" w:rsidP="00385B48">
      <w:pPr>
        <w:pStyle w:val="libAr"/>
      </w:pPr>
      <w:r>
        <w:rPr>
          <w:rFonts w:hint="eastAsia"/>
          <w:rtl/>
        </w:rPr>
        <w:t>وَسۡـَٔلۡ</w:t>
      </w:r>
      <w:r>
        <w:rPr>
          <w:rtl/>
        </w:rPr>
        <w:t xml:space="preserve"> مَنۡ أَرۡسَلۡنَا مِن قَبۡلِكَ مِن رُّسُلِنَآ أَجَعَلۡنَا مِن دُونِ </w:t>
      </w:r>
      <w:r>
        <w:rPr>
          <w:rFonts w:hint="cs"/>
          <w:rtl/>
        </w:rPr>
        <w:t>ٱ</w:t>
      </w:r>
      <w:r>
        <w:rPr>
          <w:rFonts w:hint="eastAsia"/>
          <w:rtl/>
        </w:rPr>
        <w:t>لرَّحۡمَـٰنِ</w:t>
      </w:r>
      <w:r>
        <w:rPr>
          <w:rtl/>
        </w:rPr>
        <w:t xml:space="preserve"> ءَالِهَةً۬ يُعۡبَدُونَ (٤٥</w:t>
      </w:r>
      <w:r w:rsidR="009229E3">
        <w:rPr>
          <w:rtl/>
        </w:rPr>
        <w:t>)</w:t>
      </w:r>
    </w:p>
    <w:p w:rsidR="001A403D" w:rsidRDefault="001A403D" w:rsidP="00E36567">
      <w:pPr>
        <w:pStyle w:val="libBoldItalic"/>
      </w:pPr>
      <w:r>
        <w:t>And ask those of Our Messengers whom We sent before you: Did We ever appoint gods to be worshipped beside the Rahman? (45)</w:t>
      </w:r>
    </w:p>
    <w:p w:rsidR="001A403D" w:rsidRDefault="001A403D" w:rsidP="00E36567">
      <w:pPr>
        <w:pStyle w:val="libNormal"/>
      </w:pPr>
      <w:r>
        <w:t>1-Rasool Allah sawaw said: When I went to Mairaj towards heavens, and Jibrael (a.s.) also reached fourth sky travelling with me, so there I saw a house of red ruby. So Jibrael (a.s.) said: Ya Mohammad sawaw, this is Bait-</w:t>
      </w:r>
      <w:r>
        <w:lastRenderedPageBreak/>
        <w:t>e-Ma’moor, which Allah created fifty thousand years before creating heavens and the earths, so you lead Salaah in it. So I stood for Salaah, and Allah gathered Prophets (a.s.) and Messengers (a.s.), and Jibrael (a.s.) arranged their lines, then I lead Salaah for them, when I said Salam then I received a message from my Rabb, “Ya Mohammad sawaw, your Rabb says Salam to you, and ask the Messengers (a.s.): On what you were raised (sent) before me?” So I asked and they said: On your Walayat and on Walayat of Ali bin Abi Talib asws. And this is the saying of Allah, “And ask those of Our Messengers whom We sent before you.” (al-Burhan, v7, p135)</w:t>
      </w:r>
    </w:p>
    <w:p w:rsidR="001A403D" w:rsidRDefault="001A403D" w:rsidP="00E36567">
      <w:pPr>
        <w:pStyle w:val="libNormal"/>
      </w:pPr>
      <w:r>
        <w:t>2-Imam Ali Raza asws said: Walayat-e-Ali asws is written in the scriptures of all the Prophets (a.s.), and Allah never raised any Rasool (a.s.) but with the Nabuwat of Mohammad sawaw and Vicegerency of Ali asws. (al-Burhan, v7, p135)</w:t>
      </w:r>
    </w:p>
    <w:p w:rsidR="001A403D" w:rsidRDefault="001A403D" w:rsidP="00E36567">
      <w:pPr>
        <w:pStyle w:val="libNormal"/>
      </w:pPr>
      <w:r>
        <w:t>3-Rasool Allah sawaw asked Jabir: O Jabir, which brothers are superior? He replied: Sons from one father and mother. Then said: No doubt all Prophets (a.s.) are my brothers, and I am superior to all of them, and most beloved among the brothers is Ali bin Abi Talib asws, and he is superior to the Prophets (a.s.) near me, so whoever thought that the Prophets (a.s.) are superior to him, then certainly he did Kufr, because I did not make Ali asws brother except that I have the knowledge of his merits. (al-Burhan, v7, p136)</w:t>
      </w:r>
    </w:p>
    <w:p w:rsidR="001A403D" w:rsidRDefault="001A403D" w:rsidP="00E36567">
      <w:pPr>
        <w:pStyle w:val="libNormal"/>
      </w:pPr>
      <w:r>
        <w:t>4-Rasool Allah sawaw said to Maola Ali asws: I am Rasool of Allah who conveys His message, and you are Wajhullah on which people believe. So there is not any similitude of me except you, and you have no similitude except me. (al-Burhan, v7, p136)</w:t>
      </w:r>
    </w:p>
    <w:p w:rsidR="001A403D" w:rsidRDefault="001A403D" w:rsidP="009229E3">
      <w:pPr>
        <w:pStyle w:val="libCenterBold1"/>
      </w:pPr>
      <w:r>
        <w:t>Lesson:</w:t>
      </w:r>
    </w:p>
    <w:p w:rsidR="001A403D" w:rsidRDefault="001A403D" w:rsidP="001A403D">
      <w:pPr>
        <w:pStyle w:val="libNormal"/>
      </w:pPr>
      <w:r>
        <w:t>1-Allah bestowed Nabuwat to Messengers (a.s.) on testimony of Walayat-e-Masumeen asws. Majoosi Mulla is trying to delete the same testimony of Walayat from Usool &amp; Farooh of Deen.</w:t>
      </w:r>
    </w:p>
    <w:p w:rsidR="001A403D" w:rsidRDefault="001A403D" w:rsidP="001A403D">
      <w:pPr>
        <w:pStyle w:val="libNormal"/>
      </w:pPr>
      <w:r>
        <w:t>2-Walayat-e-Ali asws is obligatory prescription in all the heavenly Books, and all the nations were commanded to believe in it and recite its testimony. Whoever denies Walayat-e-Ali asws, was destroyed and will be destroyed.</w:t>
      </w:r>
    </w:p>
    <w:p w:rsidR="001A403D" w:rsidRDefault="001A403D" w:rsidP="001A403D">
      <w:pPr>
        <w:pStyle w:val="libNormal"/>
      </w:pPr>
      <w:r>
        <w:t>3-Muqassir Mulla mentions himself in the last Sajdah, but declares Salaah invalid by Zikr of Ali asws who is superior to Prophets (a.s.), clearly he is doing Kufr by disobeying Allah and His Rasool sawaw.</w:t>
      </w:r>
    </w:p>
    <w:p w:rsidR="001A403D" w:rsidRDefault="001A403D" w:rsidP="00385B48">
      <w:pPr>
        <w:pStyle w:val="libAr"/>
      </w:pPr>
      <w:r>
        <w:rPr>
          <w:rFonts w:hint="eastAsia"/>
          <w:rtl/>
        </w:rPr>
        <w:t>وَلَمَّا</w:t>
      </w:r>
      <w:r>
        <w:rPr>
          <w:rtl/>
        </w:rPr>
        <w:t xml:space="preserve"> ضُرِبَ </w:t>
      </w:r>
      <w:r>
        <w:rPr>
          <w:rFonts w:hint="cs"/>
          <w:rtl/>
        </w:rPr>
        <w:t>ٱ</w:t>
      </w:r>
      <w:r>
        <w:rPr>
          <w:rFonts w:hint="eastAsia"/>
          <w:rtl/>
        </w:rPr>
        <w:t>بۡنُ</w:t>
      </w:r>
      <w:r>
        <w:rPr>
          <w:rtl/>
        </w:rPr>
        <w:t xml:space="preserve"> مَرۡيَمَ مَثَلاً إِذَا قَوۡمُكَ مِنۡهُ يَصِدُّونَ (٥٧</w:t>
      </w:r>
      <w:r w:rsidR="009229E3">
        <w:rPr>
          <w:rtl/>
        </w:rPr>
        <w:t>)</w:t>
      </w:r>
      <w:r>
        <w:rPr>
          <w:rtl/>
        </w:rPr>
        <w:t xml:space="preserve"> وَقَالُوٓاْ ءَأَ</w:t>
      </w:r>
      <w:r w:rsidR="005B7B9E" w:rsidRPr="005B7B9E">
        <w:rPr>
          <w:rFonts w:hint="cs"/>
          <w:rtl/>
        </w:rPr>
        <w:t>ا</w:t>
      </w:r>
      <w:r>
        <w:rPr>
          <w:rFonts w:hint="eastAsia"/>
          <w:rtl/>
        </w:rPr>
        <w:t>لِهَتُنَا</w:t>
      </w:r>
      <w:r>
        <w:rPr>
          <w:rtl/>
        </w:rPr>
        <w:t xml:space="preserve"> خَيۡرٌ أَمۡ هُوَ‌ۚ مَا ضَرَبُوهُ لَكَ إِلَّا جَدَلاَۢ‌ۚ بَلۡ هُمۡ قَوۡمٌ خَصِمُونَ (٥٨</w:t>
      </w:r>
      <w:r w:rsidR="009229E3">
        <w:rPr>
          <w:rtl/>
        </w:rPr>
        <w:t>)</w:t>
      </w:r>
      <w:r>
        <w:rPr>
          <w:rtl/>
        </w:rPr>
        <w:t xml:space="preserve"> إِنۡ هُوَ إِلَّا عَبۡدٌ أَنۡعَمۡنَا عَلَيۡهِ وَجَعَلۡنَـٰهُ مَثَ</w:t>
      </w:r>
      <w:r>
        <w:rPr>
          <w:rFonts w:hint="eastAsia"/>
          <w:rtl/>
        </w:rPr>
        <w:t>لاً۬</w:t>
      </w:r>
      <w:r>
        <w:rPr>
          <w:rtl/>
        </w:rPr>
        <w:t xml:space="preserve"> لِّبَنِىٓ إِسۡرَ</w:t>
      </w:r>
      <w:r w:rsidR="005B7B9E" w:rsidRPr="005B7B9E">
        <w:rPr>
          <w:rFonts w:hint="cs"/>
          <w:rtl/>
        </w:rPr>
        <w:t>ا</w:t>
      </w:r>
      <w:r w:rsidRPr="00595365">
        <w:rPr>
          <w:rFonts w:hint="cs"/>
          <w:rtl/>
        </w:rPr>
        <w:t>ٓ</w:t>
      </w:r>
      <w:r>
        <w:rPr>
          <w:rFonts w:hint="eastAsia"/>
          <w:rtl/>
        </w:rPr>
        <w:t>ءِيلَ</w:t>
      </w:r>
      <w:r>
        <w:rPr>
          <w:rtl/>
        </w:rPr>
        <w:t xml:space="preserve"> (٥٩</w:t>
      </w:r>
      <w:r w:rsidR="009229E3">
        <w:rPr>
          <w:rtl/>
        </w:rPr>
        <w:t>)</w:t>
      </w:r>
      <w:r>
        <w:rPr>
          <w:rtl/>
        </w:rPr>
        <w:t xml:space="preserve"> وَلَوۡ نَشَآءُ لَجَعَلۡنَا مِنكُم مَّلَـٰٓ</w:t>
      </w:r>
      <w:r>
        <w:rPr>
          <w:rFonts w:hint="cs"/>
          <w:rtl/>
        </w:rPr>
        <w:t>ٮِٕ</w:t>
      </w:r>
      <w:r>
        <w:rPr>
          <w:rFonts w:hint="eastAsia"/>
          <w:rtl/>
        </w:rPr>
        <w:t>كَةً۬</w:t>
      </w:r>
      <w:r>
        <w:rPr>
          <w:rtl/>
        </w:rPr>
        <w:t xml:space="preserve"> فِى </w:t>
      </w:r>
      <w:r>
        <w:rPr>
          <w:rFonts w:hint="cs"/>
          <w:rtl/>
        </w:rPr>
        <w:t>ٱ</w:t>
      </w:r>
      <w:r>
        <w:rPr>
          <w:rFonts w:hint="eastAsia"/>
          <w:rtl/>
        </w:rPr>
        <w:t>لۡأَرۡضِ</w:t>
      </w:r>
      <w:r>
        <w:rPr>
          <w:rtl/>
        </w:rPr>
        <w:t xml:space="preserve"> يَخۡلُفُونَ (٦٠</w:t>
      </w:r>
      <w:r w:rsidR="009229E3">
        <w:rPr>
          <w:rtl/>
        </w:rPr>
        <w:t>)</w:t>
      </w:r>
    </w:p>
    <w:p w:rsidR="001A403D" w:rsidRDefault="001A403D" w:rsidP="00E36567">
      <w:pPr>
        <w:pStyle w:val="libBoldItalic"/>
      </w:pPr>
      <w:r>
        <w:t xml:space="preserve">And when the son of Mariyam was presented as an example, immediately your people made noise on it, (57) And said: Are our gods better, or is he? They did not presented it (as objection) except for argument. Rather they are quarrelsome people. (58) He is not but a servant on whom We bestowed favour, and We made him an example for </w:t>
      </w:r>
      <w:r>
        <w:lastRenderedPageBreak/>
        <w:t>the Children of Israel. (59) And if We had willed We could have made among you Angels to be viceroys in the earth. (60)</w:t>
      </w:r>
    </w:p>
    <w:p w:rsidR="001A403D" w:rsidRDefault="001A403D" w:rsidP="001A403D">
      <w:pPr>
        <w:pStyle w:val="libNormal"/>
      </w:pPr>
      <w:r>
        <w:t>1-Imam Jafar Sadiq asws said: One day Rasool Allah sawaw was sitting and Amirul Momineen asws came, then Rasool Allah sawaw said: No doubt, you are like Eesa bin Mariyam (a.s.). If a group among my Ummah would not say about you what Christians said about Eesa bin Mariyam (a.s.), then I should have surely narrated about you that the majority of the people would not go away except after picking up dust from under your feet, and they would make Duas for blessing for its sake. So Bedouins and Mugheera bin Shu’ba and some Quraish became angry, and said: He was not pleased until he made son of his uncle similitude of Eesa bin Mariyam. So Allah revealed to His Nabi sawaw: And when the son of Mariyam was presented as an example, immediately your people made noise on it, and said: Are our gods better, or is he? They did not presented it except for argument. Rather they are quarrelsome people. He is not but a servant on whom We bestowed favour, and We made him an example for Bani Israel. And if We had willed We could have made among you” means from Bani Hashim, “Angels to be viceroys in the earth.”</w:t>
      </w:r>
    </w:p>
    <w:p w:rsidR="001A403D" w:rsidRDefault="001A403D" w:rsidP="00E36567">
      <w:pPr>
        <w:pStyle w:val="libNormal"/>
      </w:pPr>
      <w:r>
        <w:t>Haris bin Amru Fehri became angry and said: Ya Allah, if it is right from You that Bani Hashim will be inheritors one after the other like kings, then rain stones upon us from sky, bring painful punishment upon us. Then Allah revealed the statement of Haris and revealed this verse on him (sawaw), “Allah is not going to punish them until you are present among them, and Allah is not going to punish them while they are repenting” (Sura al-Anfal, v33). So he said to him: O ibne Amru, either you repent or go away from here. He said: Ya Mohammad sawaw, rather make all Quraish something whatever is in your authority, so that Banu Hashim should be superior to all Arabs and Ajam (non-Arabs). So Nabi Akram sawaw said: This is not from me, rather it is from Allah Tabarak wa Ta’ala. He said: Ya Mohammad sawaw, my heart does not agree to repent, rather I go away from you. Then he took his conveyance and rode on it, when he reached outside Madina, a stone came and hit his head. At the same time it was revealed to Nabi Akram sawaw, “A begger begged occurring punishment which occurs upon the deniers of Walayat-e-Ali asws, which nobody can repel, from Allah the owner of Ma’arij”, so Rasool Allah sawaw said to the hypocrites who were around him: Go toward your companion, certainly what decree he wanted has occurred upon him, Allah Azza wa Jalla says, “and they wanted decree, and every oppressor and enemy of Haqq failed” (Sura Ibraheem, v15) (al-Burhan, v7, p140)</w:t>
      </w:r>
    </w:p>
    <w:p w:rsidR="001A403D" w:rsidRDefault="001A403D" w:rsidP="00E36567">
      <w:pPr>
        <w:pStyle w:val="libNormal"/>
      </w:pPr>
      <w:r>
        <w:t xml:space="preserve">2-Some people came to Nabi Akram sawaw and said: Ya Mohammad sawaw, certainly Eesa bin Mariyam (a.s.) revived the dead, so make dead alive for us as well. He said to them: To whom you want to make alive? They said: We want that person and his death was not long ago. So he called Ali bin Abi Talib asws and told something which is not known and said: Go with them to the dead and call him with his &amp; his father’s name. So he went with them and stood on the grave of that man after reaching and called: O Fulan son of Fulan. So dead resurrected, and they asked him questions, then he lay down in his grave again, then they returned and said: This is from </w:t>
      </w:r>
      <w:r>
        <w:lastRenderedPageBreak/>
        <w:t>among the wonders of Bani Abdul Muttalib asws, so Allah revealed, “And when the son of Mariyam was presented as an example, immediately your people made noise on it” means mocked about it. (al-Burhan, v7, p142)</w:t>
      </w:r>
    </w:p>
    <w:p w:rsidR="001A403D" w:rsidRDefault="001A403D" w:rsidP="00E36567">
      <w:pPr>
        <w:pStyle w:val="libNormal"/>
      </w:pPr>
      <w:r>
        <w:t>3-Maola Ali asws said: One day I went to Nabi Akram sawaw, and people of Quraish were sitting, on seeing me said: Ya Ali asws, your similitude among this Ummah is as similitude of Eesa bin Mariyam (a.s.), a nation will love you and will cross the limit in love and will be destroyed, and a nation will keep grudge and will cross the limit in your jealousy so it will be destroyed, and a nation will adopt the middle way so will be successful. This statement was heavy upon those people and started joking and they said: Now he declares him similitude of Prophets (a.s.) and Messengers (a.s.). Then these verses were revealed. (al-Burhan, v7, p144)</w:t>
      </w:r>
    </w:p>
    <w:p w:rsidR="001A403D" w:rsidRDefault="001A403D" w:rsidP="009229E3">
      <w:pPr>
        <w:pStyle w:val="libCenterBold1"/>
      </w:pPr>
      <w:r>
        <w:t>Lesson:</w:t>
      </w:r>
    </w:p>
    <w:p w:rsidR="001A403D" w:rsidRDefault="001A403D" w:rsidP="001A403D">
      <w:pPr>
        <w:pStyle w:val="libNormal"/>
      </w:pPr>
      <w:r>
        <w:t>1-After hearing virtues of Maola Ali asws those people said, “We like more Laat &amp; Uzza and those idols which we used to worship during ignorance than him. Those people were jealous about the merits and splendor of Ahlul Bait asws. The behaviour of the progeny of those people is the same: After hearing clear Ayaat &amp; Ahadees about Walayat-e-Ali asws they say, “We accept what Majoosi Mulla says” If Hazrat Eesa (a.s.) revives a dead then they are happy, but when Maola Ali asws resurrects a dead and gives death to a living, and changes sex and species of enemy of Haqq, then signs of death appears on the face of Muqassireen.</w:t>
      </w:r>
    </w:p>
    <w:p w:rsidR="001A403D" w:rsidRDefault="001A403D" w:rsidP="001A403D">
      <w:pPr>
        <w:pStyle w:val="libNormal"/>
      </w:pPr>
      <w:r>
        <w:t>2-The dynasty of Nabuwat is the family of Noor. Masumeen asws came down on earth in the human outfit, so that people can have the honour of their sight. If they wish they can have Malakuti outfit or Noorani outfit, but then who can tolerate their sight. They are Mashiyatullah. If Allah had willed, He could have made Bani Hashim as Angels to rule on the earth.</w:t>
      </w:r>
    </w:p>
    <w:p w:rsidR="001A403D" w:rsidRDefault="001A403D" w:rsidP="001A403D">
      <w:pPr>
        <w:pStyle w:val="libNormal"/>
      </w:pPr>
      <w:r>
        <w:t>3-That nation which called Maola Ali asws as Allah opposing his commandment, and crossed the limit in love, in fact they disobeyed Maola Ali asws and they are called as Nuseri. The other nation who is jealous and keeps grudge with Maola Ali asws, although they say verbally that they love Maola Ali asws and believe in his Walayat, but does not believe that testimony of Walayat-e-Ali asws is part of Kalima, they do Shirk in Walayat-e-Ali asws, and declare holy titles of Maola asws permissible for Mullas, and instead of Quran &amp; Sunnah propagate man-made branches of knowledge, they are called Muqassireen. The third nation is adopting the middle straight path, who believe that Masumeen asws are Mashiyatullah, they do not create distance between Allah and Masumeen asws i.e. the pleasure and intention of Allah and His Hujjats asws is one and the same: Whatever Masumeen asws say or do, it is with the Mansha of Allah Ta’ala, and the duty of Momineen is only to obey them without any questioning, this is the successful nation, the original Shia nation on the chosen Deen of Allah.</w:t>
      </w:r>
    </w:p>
    <w:p w:rsidR="001A403D" w:rsidRDefault="001A403D" w:rsidP="00385B48">
      <w:pPr>
        <w:pStyle w:val="libAr"/>
      </w:pPr>
      <w:r>
        <w:rPr>
          <w:rFonts w:hint="eastAsia"/>
          <w:rtl/>
        </w:rPr>
        <w:t>وَإِنَّهُ</w:t>
      </w:r>
      <w:r>
        <w:rPr>
          <w:rtl/>
        </w:rPr>
        <w:t xml:space="preserve"> </w:t>
      </w:r>
      <w:r>
        <w:rPr>
          <w:rFonts w:hint="cs"/>
          <w:rtl/>
        </w:rPr>
        <w:t>ۥ</w:t>
      </w:r>
      <w:r>
        <w:rPr>
          <w:rtl/>
        </w:rPr>
        <w:t xml:space="preserve"> لَعِلۡمٌ۬ لِّلسَّاعَةِ فَلَا تَمۡتَرُنَّ بِ</w:t>
      </w:r>
      <w:r w:rsidR="001E6BAB" w:rsidRPr="001E6BAB">
        <w:rPr>
          <w:rFonts w:hint="cs"/>
          <w:rtl/>
        </w:rPr>
        <w:t>ه</w:t>
      </w:r>
      <w:r w:rsidRPr="00595365">
        <w:rPr>
          <w:rFonts w:hint="cs"/>
          <w:rtl/>
        </w:rPr>
        <w:t>ا وَ</w:t>
      </w:r>
      <w:r>
        <w:rPr>
          <w:rFonts w:hint="cs"/>
          <w:rtl/>
        </w:rPr>
        <w:t>ٱ</w:t>
      </w:r>
      <w:r>
        <w:rPr>
          <w:rFonts w:hint="eastAsia"/>
          <w:rtl/>
        </w:rPr>
        <w:t>تَّبِعُونِ‌ۚ</w:t>
      </w:r>
      <w:r>
        <w:rPr>
          <w:rtl/>
        </w:rPr>
        <w:t xml:space="preserve"> هَـٰذَا صِرَ</w:t>
      </w:r>
      <w:r w:rsidR="005B7B9E" w:rsidRPr="005B7B9E">
        <w:rPr>
          <w:rFonts w:hint="cs"/>
          <w:rtl/>
        </w:rPr>
        <w:t>ا</w:t>
      </w:r>
      <w:r>
        <w:rPr>
          <w:rFonts w:hint="eastAsia"/>
          <w:rtl/>
        </w:rPr>
        <w:t>طٌ۬</w:t>
      </w:r>
      <w:r>
        <w:rPr>
          <w:rtl/>
        </w:rPr>
        <w:t xml:space="preserve"> مُّسۡتَقِيمٌ۬ (٦١</w:t>
      </w:r>
      <w:r w:rsidR="009229E3">
        <w:rPr>
          <w:rtl/>
        </w:rPr>
        <w:t>)</w:t>
      </w:r>
      <w:r>
        <w:rPr>
          <w:rtl/>
        </w:rPr>
        <w:t xml:space="preserve"> وَلَا يَصُدَّنَّكُمُ </w:t>
      </w:r>
      <w:r>
        <w:rPr>
          <w:rFonts w:hint="cs"/>
          <w:rtl/>
        </w:rPr>
        <w:t>ٱ</w:t>
      </w:r>
      <w:r>
        <w:rPr>
          <w:rFonts w:hint="eastAsia"/>
          <w:rtl/>
        </w:rPr>
        <w:t>لشَّيۡطَـٰنُ‌ۖ</w:t>
      </w:r>
      <w:r>
        <w:rPr>
          <w:rtl/>
        </w:rPr>
        <w:t xml:space="preserve"> إِنَّهُ </w:t>
      </w:r>
      <w:r>
        <w:rPr>
          <w:rFonts w:hint="cs"/>
          <w:rtl/>
        </w:rPr>
        <w:t>ۥ</w:t>
      </w:r>
      <w:r>
        <w:rPr>
          <w:rtl/>
        </w:rPr>
        <w:t xml:space="preserve"> لَكُمۡ عَدُوٌّ۬ مُّبِينٌ۬ (٦٢</w:t>
      </w:r>
      <w:r w:rsidR="009229E3">
        <w:rPr>
          <w:rtl/>
        </w:rPr>
        <w:t>)</w:t>
      </w:r>
    </w:p>
    <w:p w:rsidR="001A403D" w:rsidRDefault="001A403D" w:rsidP="00E36567">
      <w:pPr>
        <w:pStyle w:val="libBoldItalic"/>
      </w:pPr>
      <w:r>
        <w:lastRenderedPageBreak/>
        <w:t>And no doubt, verily he is the knowledge-bearer of the Hour, so you should not doubt about him, and follow Me, this is Sirat-e-Mustaqeem. (61) And let not Shaitan prevent you,  indeed he is an open enemy of you. (62)</w:t>
      </w:r>
    </w:p>
    <w:p w:rsidR="001A403D" w:rsidRDefault="001A403D" w:rsidP="00385B48">
      <w:pPr>
        <w:pStyle w:val="libAr"/>
      </w:pPr>
      <w:r>
        <w:rPr>
          <w:rFonts w:hint="eastAsia"/>
          <w:rtl/>
        </w:rPr>
        <w:t>هَلۡ</w:t>
      </w:r>
      <w:r>
        <w:rPr>
          <w:rtl/>
        </w:rPr>
        <w:t xml:space="preserve"> يَنظُرُونَ إِلَّا </w:t>
      </w:r>
      <w:r>
        <w:rPr>
          <w:rFonts w:hint="cs"/>
          <w:rtl/>
        </w:rPr>
        <w:t>ٱ</w:t>
      </w:r>
      <w:r>
        <w:rPr>
          <w:rFonts w:hint="eastAsia"/>
          <w:rtl/>
        </w:rPr>
        <w:t>لسَّاعَةَ</w:t>
      </w:r>
      <w:r>
        <w:rPr>
          <w:rtl/>
        </w:rPr>
        <w:t xml:space="preserve"> أَن تَأۡتِيَهُم بَغۡتَةً۬ وَهُمۡ لَا يَشۡعُرُونَ (٦٦</w:t>
      </w:r>
      <w:r w:rsidR="009229E3">
        <w:rPr>
          <w:rtl/>
        </w:rPr>
        <w:t>)</w:t>
      </w:r>
    </w:p>
    <w:p w:rsidR="001A403D" w:rsidRDefault="001A403D" w:rsidP="00E36567">
      <w:pPr>
        <w:pStyle w:val="libBoldItalic"/>
      </w:pPr>
      <w:r>
        <w:t>Are they waiting except for the Hour, that it shall come upon them suddenly, while they do not realize? (66)</w:t>
      </w:r>
    </w:p>
    <w:p w:rsidR="001A403D" w:rsidRDefault="001A403D" w:rsidP="00E36567">
      <w:pPr>
        <w:pStyle w:val="libNormal"/>
      </w:pPr>
      <w:r>
        <w:t>1-Rasool Allah sawaw said: And certainly Ali asws is the knowledge-bearer of the Sa’at (Hour, Qiyamah) for you and your people, and soon you will be definitely asked about the love of Ali bin Abi Talib asws. (al-Burhan, v7, p144)</w:t>
      </w:r>
    </w:p>
    <w:p w:rsidR="001A403D" w:rsidRDefault="001A403D" w:rsidP="00E36567">
      <w:pPr>
        <w:pStyle w:val="libNormal"/>
      </w:pPr>
      <w:r>
        <w:t>2-About the saying of Allah, “And no doubt, verily he is the knowledge-bearer of the Sa’at” Imam Jafar Sadiq asws said: It means Amirul Momineen asws. Rasool Allah sawaw said: Ya Ali asws, you are the source of knowledge for this Ummah, so whoever follows you got salvation, and whoever left you is destroyed, is misguided. (al-Burhan, v7, p145)</w:t>
      </w:r>
    </w:p>
    <w:p w:rsidR="001A403D" w:rsidRDefault="001A403D" w:rsidP="00E36567">
      <w:pPr>
        <w:pStyle w:val="libNormal"/>
      </w:pPr>
      <w:r>
        <w:t>3-About the saying of Allah, “Are they waiting only for the Hour, that it should come upon them suddenly” Imam Mohammad Baqir asws said: That is the Sa’at (Hour, Time) of the Qiyam (rising) of Qaim asws which will come suddenly upon them. (al-Burhan, v7, p145)</w:t>
      </w:r>
    </w:p>
    <w:p w:rsidR="001A403D" w:rsidRDefault="001A403D" w:rsidP="009229E3">
      <w:pPr>
        <w:pStyle w:val="libCenterBold1"/>
      </w:pPr>
      <w:r>
        <w:t>Lesson:</w:t>
      </w:r>
    </w:p>
    <w:p w:rsidR="001A403D" w:rsidRDefault="001A403D" w:rsidP="001A403D">
      <w:pPr>
        <w:pStyle w:val="libNormal"/>
      </w:pPr>
      <w:r>
        <w:t>1-Sa’at (Hour) means Qiyamah, and time of Zahoor of Imam Qaim asws as well, which Masumeen asws know. It is neither beneficial nor right of humans to ask the time of Sa’at, because the aim of creation of humans is to obey, and the right of Masumeen asws is guardianship and government. Maola Ali asws is the identity, emblem, flag, foundation, core, beauty, aim, and object of Deen; and same is his Walayat and Mawaddat. Majoosi Mulla wants to finish the identity of Deen by blows of his mouth trying to extinguish Zikr of Walayat-e-Ali asws, but intention of Omnipotent Allah is prevailing that He will complete His Noor by Zahoor of Qaim asws.</w:t>
      </w:r>
    </w:p>
    <w:p w:rsidR="001A403D" w:rsidRDefault="001A403D" w:rsidP="00385B48">
      <w:pPr>
        <w:pStyle w:val="libAr"/>
      </w:pPr>
      <w:r>
        <w:rPr>
          <w:rFonts w:hint="eastAsia"/>
          <w:rtl/>
        </w:rPr>
        <w:t>وَمَا</w:t>
      </w:r>
      <w:r>
        <w:rPr>
          <w:rtl/>
        </w:rPr>
        <w:t xml:space="preserve"> ظَلَمۡنَـٰهُمۡ وَلَـٰكِن كَانُواْ هُمُ </w:t>
      </w:r>
      <w:r>
        <w:rPr>
          <w:rFonts w:hint="cs"/>
          <w:rtl/>
        </w:rPr>
        <w:t>ٱ</w:t>
      </w:r>
      <w:r>
        <w:rPr>
          <w:rFonts w:hint="eastAsia"/>
          <w:rtl/>
        </w:rPr>
        <w:t>لظَّـٰلِمِينَ</w:t>
      </w:r>
      <w:r>
        <w:rPr>
          <w:rtl/>
        </w:rPr>
        <w:t xml:space="preserve"> (٧٦</w:t>
      </w:r>
      <w:r w:rsidR="009229E3">
        <w:rPr>
          <w:rtl/>
        </w:rPr>
        <w:t>)</w:t>
      </w:r>
      <w:r>
        <w:rPr>
          <w:rtl/>
        </w:rPr>
        <w:t xml:space="preserve"> وَنَادَوۡاْ يَـٰمَـٰلِكُ لِيَقۡضِ عَلَيۡنَا رَبُّكَ‌ۖ قَالَ إِنَّكُم مَّـٰكِثُونَ (٧٧</w:t>
      </w:r>
      <w:r w:rsidR="009229E3">
        <w:rPr>
          <w:rtl/>
        </w:rPr>
        <w:t>)</w:t>
      </w:r>
      <w:r>
        <w:rPr>
          <w:rtl/>
        </w:rPr>
        <w:t xml:space="preserve"> لَقَدۡ جِئۡنَـٰكُم بِ</w:t>
      </w:r>
      <w:r>
        <w:rPr>
          <w:rFonts w:hint="cs"/>
          <w:rtl/>
        </w:rPr>
        <w:t>ٱ</w:t>
      </w:r>
      <w:r>
        <w:rPr>
          <w:rFonts w:hint="eastAsia"/>
          <w:rtl/>
        </w:rPr>
        <w:t>لۡحَقِّ</w:t>
      </w:r>
      <w:r>
        <w:rPr>
          <w:rtl/>
        </w:rPr>
        <w:t xml:space="preserve"> وَلَـٰكِنَّ أَكۡثَرَكُمۡ لِلۡحَقِّ كَـٰرِهُونَ (٧٨</w:t>
      </w:r>
      <w:r w:rsidR="009229E3">
        <w:rPr>
          <w:rtl/>
        </w:rPr>
        <w:t>)</w:t>
      </w:r>
      <w:r>
        <w:rPr>
          <w:rtl/>
        </w:rPr>
        <w:t xml:space="preserve"> أَمۡ أَبۡرَمُوٓاْ أَمۡ</w:t>
      </w:r>
      <w:r>
        <w:rPr>
          <w:rFonts w:hint="eastAsia"/>
          <w:rtl/>
        </w:rPr>
        <w:t>رً۬ا</w:t>
      </w:r>
      <w:r>
        <w:rPr>
          <w:rtl/>
        </w:rPr>
        <w:t xml:space="preserve"> فَإِنَّا مُبۡرِمُونَ (٧٩</w:t>
      </w:r>
      <w:r w:rsidR="009229E3">
        <w:rPr>
          <w:rtl/>
        </w:rPr>
        <w:t>)</w:t>
      </w:r>
      <w:r>
        <w:rPr>
          <w:rtl/>
        </w:rPr>
        <w:t xml:space="preserve"> أَمۡ يَحۡسَبُونَ أَنَّا لَا نَسۡمَعُ سِرَّهُمۡ وَنَجۡوَ</w:t>
      </w:r>
      <w:r>
        <w:rPr>
          <w:rFonts w:hint="cs"/>
          <w:rtl/>
        </w:rPr>
        <w:t>ٮٰ</w:t>
      </w:r>
      <w:r>
        <w:rPr>
          <w:rFonts w:hint="eastAsia"/>
          <w:rtl/>
        </w:rPr>
        <w:t>هُم‌ۚ</w:t>
      </w:r>
      <w:r>
        <w:rPr>
          <w:rtl/>
        </w:rPr>
        <w:t xml:space="preserve"> بَلَىٰ وَرُسُلُنَا لَدَيۡ</w:t>
      </w:r>
      <w:r w:rsidR="001E6BAB" w:rsidRPr="001E6BAB">
        <w:rPr>
          <w:rFonts w:hint="cs"/>
          <w:rtl/>
        </w:rPr>
        <w:t>ه</w:t>
      </w:r>
      <w:r w:rsidRPr="00595365">
        <w:rPr>
          <w:rFonts w:hint="cs"/>
          <w:rtl/>
        </w:rPr>
        <w:t>مۡ يَكۡتُبُونَ (٨٠</w:t>
      </w:r>
      <w:r w:rsidR="009229E3">
        <w:rPr>
          <w:rtl/>
        </w:rPr>
        <w:t>)</w:t>
      </w:r>
    </w:p>
    <w:p w:rsidR="001A403D" w:rsidRDefault="001A403D" w:rsidP="00E36567">
      <w:pPr>
        <w:pStyle w:val="libBoldItalic"/>
      </w:pPr>
      <w:r>
        <w:t>And We did not do injustice to them, but they were unjust themselves. (76) And they call: O Malik! Let your Rabb put an end to us. He will say: No doubt you must remain here. (77) We verily brought Haqq (the Truth) unto you, but most of you disliked Haqq. (78) Or have they decided any matter, then surely We are deciding as well. (79) Or do they think that We do not hear their secrets and private conversations? Yes (We do), and Our messengers (angels) are present with them recording. (80)</w:t>
      </w:r>
    </w:p>
    <w:p w:rsidR="001A403D" w:rsidRDefault="001A403D" w:rsidP="00E36567">
      <w:pPr>
        <w:pStyle w:val="libNormal"/>
      </w:pPr>
      <w:r>
        <w:t>1-About the saying of Allah, “And We did not do injustice to them, but they were unjust themselves” Imam Jafar Sadiq asws said: We did not do injustice to them but they left Walayat of Ahlul Bait asws, rather they were unjust themselves. (al-Burhan, v7, p148)</w:t>
      </w:r>
    </w:p>
    <w:p w:rsidR="001A403D" w:rsidRDefault="001A403D" w:rsidP="00E36567">
      <w:pPr>
        <w:pStyle w:val="libNormal"/>
      </w:pPr>
      <w:r>
        <w:lastRenderedPageBreak/>
        <w:t>2-Then Allah is saying by quoting the call of the companions of the Hell, “and they will say: O Malik (incharge of Hell), let your Rabb issue decree upon us” means give us death, then Malik will say, “You will remain as such”  then Allah will say, “Certainly We brought Haqq to you” means Walayat of Amirul Momineen asws, “but majority of you disliked Haqq” means disliked Walayat of Amirul Momineen asws, and the proof that Walayat of Amirul Momineen asws is Haqq is the saying of Allah Ta’ala “and say: Haqq is from my Rabb” means Walayat-e-Ali asws, “so whoever wants can believe and whoever wants can deny, no doubt We have prepared fire for those who do injustice” to the right of Aal-e-Mohammad asws. (al-Burhan, v7, p148)</w:t>
      </w:r>
    </w:p>
    <w:p w:rsidR="001A403D" w:rsidRDefault="001A403D" w:rsidP="00E36567">
      <w:pPr>
        <w:pStyle w:val="libNormal"/>
      </w:pPr>
      <w:r>
        <w:t>3-Nabi Akram sawaw said to some companions to say Salam to Ali asws by addressing him Amirul Momineen asws, then one of them said: No, by God, we will never let the Nabuwat and Imamat get together in Ahlul Bait asws, then Allah Azza wa Jalla revealed, “Or have they decided any matter then surely We are deciding as well. Or do they think that We do not hear their secrets and private conversations? Yes (We do), and Our messengers (angels) are with them recording.”(al-Burhan, v7, p150)</w:t>
      </w:r>
    </w:p>
    <w:p w:rsidR="001A403D" w:rsidRDefault="001A403D" w:rsidP="009229E3">
      <w:pPr>
        <w:pStyle w:val="libCenterBold1"/>
      </w:pPr>
      <w:r>
        <w:t>Lesson:</w:t>
      </w:r>
    </w:p>
    <w:p w:rsidR="001A403D" w:rsidRDefault="001A403D" w:rsidP="001A403D">
      <w:pPr>
        <w:pStyle w:val="libNormal"/>
      </w:pPr>
      <w:r>
        <w:t>1-Those who leave Walayat-e-Ali asws, they do injustice to themselves, then even they will request for death in the Hell but they will not get it, and will remain in everlasting punishment. Muqassir Majoosi Mulla can not tolerate Nabuwat and Imamat together in Ahlul Bait asws as well, so Qadiani Mirza claimed Nabuwat, and Usuli Mullas are claiming Walayat and Imamat, taking a step further than Mirza.</w:t>
      </w:r>
    </w:p>
    <w:p w:rsidR="00EB2345" w:rsidRDefault="00EB2345" w:rsidP="00FC02E7">
      <w:pPr>
        <w:pStyle w:val="libNormal"/>
        <w:rPr>
          <w:rtl/>
        </w:rPr>
      </w:pPr>
      <w:r>
        <w:rPr>
          <w:rFonts w:hint="eastAsia"/>
        </w:rPr>
        <w:br w:type="page"/>
      </w:r>
    </w:p>
    <w:p w:rsidR="001A403D" w:rsidRDefault="00EB2345" w:rsidP="00EB2345">
      <w:pPr>
        <w:pStyle w:val="Heading1Center"/>
      </w:pPr>
      <w:bookmarkStart w:id="45" w:name="_Toc449789438"/>
      <w:r>
        <w:rPr>
          <w:rFonts w:hint="eastAsia"/>
          <w:rtl/>
        </w:rPr>
        <w:lastRenderedPageBreak/>
        <w:t>سُوۡرَةُ</w:t>
      </w:r>
      <w:r>
        <w:rPr>
          <w:rtl/>
        </w:rPr>
        <w:t xml:space="preserve"> </w:t>
      </w:r>
      <w:r w:rsidR="001A403D">
        <w:rPr>
          <w:rtl/>
        </w:rPr>
        <w:t>الدّخان</w:t>
      </w:r>
      <w:bookmarkEnd w:id="45"/>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حمٓ</w:t>
      </w:r>
      <w:r>
        <w:rPr>
          <w:rtl/>
        </w:rPr>
        <w:t xml:space="preserve"> (١</w:t>
      </w:r>
      <w:r w:rsidR="009229E3">
        <w:rPr>
          <w:rtl/>
        </w:rPr>
        <w:t>)</w:t>
      </w:r>
      <w:r>
        <w:rPr>
          <w:rtl/>
        </w:rPr>
        <w:t xml:space="preserve"> وَ</w:t>
      </w:r>
      <w:r>
        <w:rPr>
          <w:rFonts w:hint="cs"/>
          <w:rtl/>
        </w:rPr>
        <w:t>ٱ</w:t>
      </w:r>
      <w:r>
        <w:rPr>
          <w:rFonts w:hint="eastAsia"/>
          <w:rtl/>
        </w:rPr>
        <w:t>لۡ</w:t>
      </w:r>
      <w:r w:rsidR="001E6BAB" w:rsidRPr="001E6BAB">
        <w:rPr>
          <w:rFonts w:hint="cs"/>
          <w:rtl/>
        </w:rPr>
        <w:t>ک</w:t>
      </w:r>
      <w:r>
        <w:rPr>
          <w:rFonts w:hint="eastAsia"/>
          <w:rtl/>
        </w:rPr>
        <w:t>تَـٰبِ</w:t>
      </w:r>
      <w:r>
        <w:rPr>
          <w:rtl/>
        </w:rPr>
        <w:t xml:space="preserve"> </w:t>
      </w:r>
      <w:r>
        <w:rPr>
          <w:rFonts w:hint="cs"/>
          <w:rtl/>
        </w:rPr>
        <w:t>ٱ</w:t>
      </w:r>
      <w:r>
        <w:rPr>
          <w:rFonts w:hint="eastAsia"/>
          <w:rtl/>
        </w:rPr>
        <w:t>لۡمُبِينِ</w:t>
      </w:r>
      <w:r>
        <w:rPr>
          <w:rtl/>
        </w:rPr>
        <w:t xml:space="preserve"> (٢</w:t>
      </w:r>
      <w:r w:rsidR="009229E3">
        <w:rPr>
          <w:rtl/>
        </w:rPr>
        <w:t>)</w:t>
      </w:r>
      <w:r>
        <w:rPr>
          <w:rtl/>
        </w:rPr>
        <w:t xml:space="preserve"> إِنَّآ أَنزَلۡنَـٰهُ فِى لَيۡلَةٍ۬ مُّبَـٰرَكَةٍ‌ۚ إِنَّا كُنَّا مُنذِرِينَ (٣</w:t>
      </w:r>
      <w:r w:rsidR="009229E3">
        <w:rPr>
          <w:rtl/>
        </w:rPr>
        <w:t>)</w:t>
      </w:r>
      <w:r>
        <w:rPr>
          <w:rtl/>
        </w:rPr>
        <w:t xml:space="preserve"> فِي</w:t>
      </w:r>
      <w:r w:rsidR="001E6BAB" w:rsidRPr="001E6BAB">
        <w:rPr>
          <w:rFonts w:hint="cs"/>
          <w:rtl/>
        </w:rPr>
        <w:t>ه</w:t>
      </w:r>
      <w:r w:rsidRPr="00595365">
        <w:rPr>
          <w:rFonts w:hint="cs"/>
          <w:rtl/>
        </w:rPr>
        <w:t>ا يُفۡرَقُ كُلُّ أَمۡرٍ حَكِيمٍ (٤</w:t>
      </w:r>
      <w:r w:rsidR="009229E3">
        <w:rPr>
          <w:rtl/>
        </w:rPr>
        <w:t>)</w:t>
      </w:r>
    </w:p>
    <w:p w:rsidR="001A403D" w:rsidRDefault="001A403D" w:rsidP="00E36567">
      <w:pPr>
        <w:pStyle w:val="libBoldItalic"/>
      </w:pPr>
      <w:r>
        <w:t>Ha Meem. (1) By the clear Book. (2) Indeed We sent it down during a blessed night - Certainly We are ever warning - (3) In that (night) every wise command is made clear (dintinct). (4)</w:t>
      </w:r>
    </w:p>
    <w:p w:rsidR="001A403D" w:rsidRDefault="001A403D" w:rsidP="00E36567">
      <w:pPr>
        <w:pStyle w:val="libNormal"/>
      </w:pPr>
      <w:r>
        <w:t>1-Imam Musa Kazim asws said while doing the inward Tafseer of this saying of Allah Ta’ala: Ha Meem is Mohammad sawaw, and this (name) is in the Book of Hood (a.s.) which was revealed to him, and this (name) is abbreviated letters, and Kitab-e-Mubeen means Amirul Momineen Ali asws, and Laila-tin-Mubarikah is Fatima asws, and the saying of Allah Ta’ala “In that (night) every wise command is made clear” means in that abundant good is bestowed that one wise man and wise man and wise man. (summary of Hadees) (al-Burhan, v7, p156)</w:t>
      </w:r>
    </w:p>
    <w:p w:rsidR="001A403D" w:rsidRDefault="001A403D" w:rsidP="00E36567">
      <w:pPr>
        <w:pStyle w:val="libNormal"/>
      </w:pPr>
      <w:r>
        <w:t>2-Imam Mohammad Baqir asws said: Ha Meem. By the clear Book. Indeed We sent it” means Quran, “down during a blessed night, certainly We are ever warning” and this is the Lailatul Qadr during which Allah sent down Quran to Baitul Ma’moor at once. Then from Baitul Ma’moor sent down upon Nabi Akram sawaw in twenty years, “In that are made clear” means in Lailatul Qadr, “all wise matters” means whatever Allah has destined matters about Haqq and Batil, and whatever has to happen in that year, and in that there is Mashiyat and Bada of Allah, whatever wishes brings forward, whatever wishes delays from decree, provision, adversity, and disease, in whichever wishes gives increase, and in whichever wishes makes decrease, and they (all commands, matters) reach (presented) from Rasool Allah sawaw to Amirul Momineen asws, and from Amirul Momineen asws to Imams asws, until end to Sahibuz Zaman asws, and they are conditioned with Bada and Mashiyat and priority and postponement. (al-Burhan, v7, p161)</w:t>
      </w:r>
    </w:p>
    <w:p w:rsidR="001A403D" w:rsidRDefault="001A403D" w:rsidP="009229E3">
      <w:pPr>
        <w:pStyle w:val="libCenterBold1"/>
      </w:pPr>
      <w:r>
        <w:t>Lesson:</w:t>
      </w:r>
    </w:p>
    <w:p w:rsidR="001A403D" w:rsidRDefault="001A403D" w:rsidP="001A403D">
      <w:pPr>
        <w:pStyle w:val="libNormal"/>
      </w:pPr>
      <w:r>
        <w:t>1-Lailah-tin-Mubarika and Lailah-tul-Qadr means Syyeda Fatima Zahra asws, and from Azal the months (Shahar) of Allah are twelve which means holy Imams asws. If there would have been thousand Imams asws in the progeny of Syyeda Fatima Zahra asws, still she is superior to them. There is no equal of Syyeda except Maola Ali asws.</w:t>
      </w:r>
    </w:p>
    <w:p w:rsidR="001A403D" w:rsidRDefault="001A403D" w:rsidP="001A403D">
      <w:pPr>
        <w:pStyle w:val="libNormal"/>
      </w:pPr>
      <w:r>
        <w:t>2-Allah Ta’ala runs all the matters of the universe through His beloved Masumeen asws. The beginning, perpetuation, and end of universe is through Masumeen asws.</w:t>
      </w:r>
    </w:p>
    <w:p w:rsidR="001A403D" w:rsidRDefault="001A403D" w:rsidP="001A403D">
      <w:pPr>
        <w:pStyle w:val="libNormal"/>
      </w:pPr>
      <w:r>
        <w:t>3-Rajal-un-Hakeem (wise man) means Imams asws from the progeny of Syyeda-tul-Aalameen asws.</w:t>
      </w:r>
    </w:p>
    <w:p w:rsidR="001A403D" w:rsidRDefault="001A403D" w:rsidP="00385B48">
      <w:pPr>
        <w:pStyle w:val="libAr"/>
      </w:pPr>
      <w:r>
        <w:rPr>
          <w:rFonts w:hint="eastAsia"/>
          <w:rtl/>
        </w:rPr>
        <w:t>فَمَا</w:t>
      </w:r>
      <w:r>
        <w:rPr>
          <w:rtl/>
        </w:rPr>
        <w:t xml:space="preserve"> بَكَتۡ عَلَيۡ</w:t>
      </w:r>
      <w:r w:rsidR="001E6BAB" w:rsidRPr="001E6BAB">
        <w:rPr>
          <w:rFonts w:hint="cs"/>
          <w:rtl/>
        </w:rPr>
        <w:t>ه</w:t>
      </w:r>
      <w:r w:rsidRPr="00595365">
        <w:rPr>
          <w:rFonts w:hint="cs"/>
          <w:rtl/>
        </w:rPr>
        <w:t xml:space="preserve">مُ </w:t>
      </w:r>
      <w:r>
        <w:rPr>
          <w:rFonts w:hint="cs"/>
          <w:rtl/>
        </w:rPr>
        <w:t>ٱ</w:t>
      </w:r>
      <w:r>
        <w:rPr>
          <w:rFonts w:hint="eastAsia"/>
          <w:rtl/>
        </w:rPr>
        <w:t>لسَّمَآءُ</w:t>
      </w:r>
      <w:r>
        <w:rPr>
          <w:rtl/>
        </w:rPr>
        <w:t xml:space="preserve"> وَ</w:t>
      </w:r>
      <w:r>
        <w:rPr>
          <w:rFonts w:hint="cs"/>
          <w:rtl/>
        </w:rPr>
        <w:t>ٱ</w:t>
      </w:r>
      <w:r>
        <w:rPr>
          <w:rFonts w:hint="eastAsia"/>
          <w:rtl/>
        </w:rPr>
        <w:t>لۡأَرۡضُ</w:t>
      </w:r>
      <w:r>
        <w:rPr>
          <w:rtl/>
        </w:rPr>
        <w:t xml:space="preserve"> وَمَا كَانُواْ مُنظَرِينَ (٢٩</w:t>
      </w:r>
      <w:r w:rsidR="009229E3">
        <w:rPr>
          <w:rtl/>
        </w:rPr>
        <w:t>)</w:t>
      </w:r>
    </w:p>
    <w:p w:rsidR="001A403D" w:rsidRDefault="001A403D" w:rsidP="00E36567">
      <w:pPr>
        <w:pStyle w:val="libBoldItalic"/>
      </w:pPr>
      <w:r>
        <w:lastRenderedPageBreak/>
        <w:t>So the heaven and the earth did not weep for them, and they were not reprieved. (29)</w:t>
      </w:r>
    </w:p>
    <w:p w:rsidR="001A403D" w:rsidRDefault="001A403D" w:rsidP="00E36567">
      <w:pPr>
        <w:pStyle w:val="libNormal"/>
      </w:pPr>
      <w:r>
        <w:t>1-An enemy of Allah and His Rasool sawaw passed in front of Amirul Momineen asws, so Imam asws said: So the heaven and the earth did not weep for them, and they were not reprieved. Then Maola Hussain asws passed in front of him and said: But the heavens and the earth will surely weep for him, and the heavens and the earth did not weep for anyone except Yahya bin Zakariya (a.s.) and Hussain bin Ali asws. (al-Burhan, v7, p163)</w:t>
      </w:r>
    </w:p>
    <w:p w:rsidR="001A403D" w:rsidRDefault="001A403D" w:rsidP="00E36567">
      <w:pPr>
        <w:pStyle w:val="libNormal"/>
      </w:pPr>
      <w:r>
        <w:t>2-Imam Zainul Abideen asws said: If tears come in the eyes of any Momin for the martyrdom of Imam Hussain asws and his companions (a.s.), and they run on his cheeks, then Allah prepares a house for him in Paradise. And if tears come in the eyes of any Momin and they run on his cheeks, due to that torture which our enemies gave us in the world, then Allah prepares a truth-house for him in Paradise. And if any Momin bears hardship due to us and tears come in his eyes and they run on his cheeks due to that argument which hardship he bore for us, then Allah removes worry from his face, and he is saved from hardship &amp; Hell on the day of Qiyamah. (al-Burhan, v7, p163)</w:t>
      </w:r>
    </w:p>
    <w:p w:rsidR="001A403D" w:rsidRDefault="001A403D" w:rsidP="00E36567">
      <w:pPr>
        <w:pStyle w:val="libNormal"/>
      </w:pPr>
      <w:r>
        <w:t>3-Imam Jafar Sadiq asws said: Who mentions us or in front of whom our mentioning is done, and a tear comes out of his eye equal to the wing of a mosquito, then Allah forgives his sins even if they are equal to the foam of the ocean. (al-Burhan, v7, p163)</w:t>
      </w:r>
    </w:p>
    <w:p w:rsidR="001A403D" w:rsidRDefault="001A403D" w:rsidP="00E36567">
      <w:pPr>
        <w:pStyle w:val="libNormal"/>
      </w:pPr>
      <w:r>
        <w:t>4-Imam Jafar Sadiq asws said: Who martyred Hussain asws, he was illegitimate, and who martyred Yahya bin Zakariya (a.s.) was also illegitimate, and when Hussain asws was martyred then sky remained red for a year. (al-Burhan, v7, p165)</w:t>
      </w:r>
    </w:p>
    <w:p w:rsidR="001A403D" w:rsidRDefault="001A403D" w:rsidP="00E36567">
      <w:pPr>
        <w:pStyle w:val="libNormal"/>
      </w:pPr>
      <w:r>
        <w:t>5-Heavens and the earth kept weeping for Hussain asws for long time, and its comfirmation is this that blood rained from the sky on the day of his martyrdom, and this redness which you see on the sky it appeared on the day of martyrdom of Hussain asws, and it was never seen before that, and any stone was picked up in the world on the day of his martyrdom, blood was found under it. (al-Burhan, v7, p165)</w:t>
      </w:r>
    </w:p>
    <w:p w:rsidR="001A403D" w:rsidRDefault="001A403D" w:rsidP="009229E3">
      <w:pPr>
        <w:pStyle w:val="libCenterBold1"/>
      </w:pPr>
      <w:r>
        <w:t>Lesson:</w:t>
      </w:r>
    </w:p>
    <w:p w:rsidR="001A403D" w:rsidRDefault="001A403D" w:rsidP="001A403D">
      <w:pPr>
        <w:pStyle w:val="libNormal"/>
      </w:pPr>
      <w:r>
        <w:t>1-No doubt, the birth of the mourners of Imam Hussain asws is pure. And those who martyr Masumeen asws with their hands (writing Fatawa against Azadari) or with their tongues (speeches) certainly their birth is Najis. Those who oppose to pay homage by shedding blood only expose the secret character of their mothers.</w:t>
      </w:r>
    </w:p>
    <w:p w:rsidR="001A403D" w:rsidRDefault="001A403D" w:rsidP="00385B48">
      <w:pPr>
        <w:pStyle w:val="libAr"/>
      </w:pPr>
      <w:r>
        <w:rPr>
          <w:rFonts w:hint="eastAsia"/>
          <w:rtl/>
        </w:rPr>
        <w:t>يَوۡمَ</w:t>
      </w:r>
      <w:r>
        <w:rPr>
          <w:rtl/>
        </w:rPr>
        <w:t xml:space="preserve"> لَا يُغۡنِى مَوۡلًى عَن مَّوۡلً۬ى شَيۡـًٔ۬ا وَلَا هُمۡ يُنصَرُونَ (٤١</w:t>
      </w:r>
      <w:r w:rsidR="009229E3">
        <w:rPr>
          <w:rtl/>
        </w:rPr>
        <w:t>)</w:t>
      </w:r>
      <w:r>
        <w:rPr>
          <w:rtl/>
        </w:rPr>
        <w:t xml:space="preserve"> إِلَّا مَن رَّحِمَ </w:t>
      </w:r>
      <w:r>
        <w:rPr>
          <w:rFonts w:hint="cs"/>
          <w:rtl/>
        </w:rPr>
        <w:t>ٱ</w:t>
      </w:r>
      <w:r>
        <w:rPr>
          <w:rFonts w:hint="eastAsia"/>
          <w:rtl/>
        </w:rPr>
        <w:t>للَّهُ‌ۚ</w:t>
      </w:r>
      <w:r>
        <w:rPr>
          <w:rtl/>
        </w:rPr>
        <w:t xml:space="preserve"> إِنَّهُ </w:t>
      </w:r>
      <w:r>
        <w:rPr>
          <w:rFonts w:hint="cs"/>
          <w:rtl/>
        </w:rPr>
        <w:t>ۥ</w:t>
      </w:r>
      <w:r>
        <w:rPr>
          <w:rtl/>
        </w:rPr>
        <w:t xml:space="preserve"> هُوَ </w:t>
      </w:r>
      <w:r>
        <w:rPr>
          <w:rFonts w:hint="cs"/>
          <w:rtl/>
        </w:rPr>
        <w:t>ٱ</w:t>
      </w:r>
      <w:r>
        <w:rPr>
          <w:rFonts w:hint="eastAsia"/>
          <w:rtl/>
        </w:rPr>
        <w:t>لۡعَزِيزُ</w:t>
      </w:r>
      <w:r>
        <w:rPr>
          <w:rtl/>
        </w:rPr>
        <w:t xml:space="preserve"> </w:t>
      </w:r>
      <w:r>
        <w:rPr>
          <w:rFonts w:hint="cs"/>
          <w:rtl/>
        </w:rPr>
        <w:t>ٱ</w:t>
      </w:r>
      <w:r>
        <w:rPr>
          <w:rFonts w:hint="eastAsia"/>
          <w:rtl/>
        </w:rPr>
        <w:t>لرَّحِيمُ</w:t>
      </w:r>
      <w:r>
        <w:rPr>
          <w:rtl/>
        </w:rPr>
        <w:t xml:space="preserve"> (٤٢</w:t>
      </w:r>
      <w:r w:rsidR="009229E3">
        <w:rPr>
          <w:rtl/>
        </w:rPr>
        <w:t>)</w:t>
      </w:r>
    </w:p>
    <w:p w:rsidR="001A403D" w:rsidRDefault="001A403D" w:rsidP="00E36567">
      <w:pPr>
        <w:pStyle w:val="libBoldItalic"/>
      </w:pPr>
      <w:r>
        <w:t>The day when no relative will avail a relative at all, and they will not be helped, (41) Except him on whom Allah has mercy. No doubt He is the Mighty, the Merciful. (42)</w:t>
      </w:r>
    </w:p>
    <w:p w:rsidR="001A403D" w:rsidRDefault="001A403D" w:rsidP="00E36567">
      <w:pPr>
        <w:pStyle w:val="libNormal"/>
      </w:pPr>
      <w:r>
        <w:t xml:space="preserve">1-Imam Jafar Sadiq asws said: Allah Whose Zikr is Exalted, did not exempt anyone among the vicegerents (a.s.) of the prophets (a.s.) and their followers except Amirul Momineen asws and his Shias, and He says in His </w:t>
      </w:r>
      <w:r>
        <w:lastRenderedPageBreak/>
        <w:t>Book and His saying is True, “The day when no relation will avail a relation at all, and they will not be helped, except him on whom Allah has mercy” it means Ali asws and his Shias. (al-Burhan, v7, p168)</w:t>
      </w:r>
    </w:p>
    <w:p w:rsidR="001A403D" w:rsidRDefault="001A403D" w:rsidP="00E36567">
      <w:pPr>
        <w:pStyle w:val="libNormal"/>
      </w:pPr>
      <w:r>
        <w:t>2-Imam Jafar Sadiq asws said about this saying of Allah Azza wa Jalla: By Allah, we are those on whom is Mercy of Allah, and those are exempt, and those whose Walayat will benefit you. (al-Burhan, v7, p168)</w:t>
      </w:r>
    </w:p>
    <w:p w:rsidR="001A403D" w:rsidRDefault="001A403D" w:rsidP="009229E3">
      <w:pPr>
        <w:pStyle w:val="libCenterBold1"/>
      </w:pPr>
      <w:r>
        <w:t>Lesson:</w:t>
      </w:r>
    </w:p>
    <w:p w:rsidR="001A403D" w:rsidRDefault="001A403D" w:rsidP="001A403D">
      <w:pPr>
        <w:pStyle w:val="libNormal"/>
      </w:pPr>
      <w:r>
        <w:t>1-The only thing which benefits in this world, in the grave, and on the day of Qiyamah is Walayat of Maola Ali asws. And who are preventing people to recite the testimony of Walayat-e-Ali asws and are issuing Fatawa against it, how they can take responsibility of the deeds of the people, saying “if you act on my Risala-e-Amlia then you are free from answerability”! Has Majoosi Mulla taken any promise of salvation from Allah? (Naoozobillah)</w:t>
      </w:r>
    </w:p>
    <w:p w:rsidR="00EB2345" w:rsidRDefault="00EB2345" w:rsidP="00FC02E7">
      <w:pPr>
        <w:pStyle w:val="libNormal"/>
        <w:rPr>
          <w:rtl/>
        </w:rPr>
      </w:pPr>
      <w:r>
        <w:rPr>
          <w:rFonts w:hint="eastAsia"/>
        </w:rPr>
        <w:br w:type="page"/>
      </w:r>
    </w:p>
    <w:p w:rsidR="001A403D" w:rsidRDefault="00EB2345" w:rsidP="00EB2345">
      <w:pPr>
        <w:pStyle w:val="Heading1Center"/>
      </w:pPr>
      <w:bookmarkStart w:id="46" w:name="_Toc449789439"/>
      <w:r>
        <w:rPr>
          <w:rFonts w:hint="eastAsia"/>
          <w:rtl/>
        </w:rPr>
        <w:lastRenderedPageBreak/>
        <w:t>سُوۡرَةُ</w:t>
      </w:r>
      <w:r>
        <w:rPr>
          <w:rtl/>
        </w:rPr>
        <w:t xml:space="preserve"> </w:t>
      </w:r>
      <w:r w:rsidR="001A403D">
        <w:rPr>
          <w:rtl/>
        </w:rPr>
        <w:t>محَمَّد</w:t>
      </w:r>
      <w:bookmarkEnd w:id="46"/>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cs"/>
          <w:rtl/>
        </w:rPr>
        <w:t>ٱ</w:t>
      </w:r>
      <w:r>
        <w:rPr>
          <w:rFonts w:hint="eastAsia"/>
          <w:rtl/>
        </w:rPr>
        <w:t>لَّذِينَ</w:t>
      </w:r>
      <w:r>
        <w:rPr>
          <w:rtl/>
        </w:rPr>
        <w:t xml:space="preserve"> كَفَرُواْ وَصَدُّواْ عَن سَبِيلِ </w:t>
      </w:r>
      <w:r>
        <w:rPr>
          <w:rFonts w:hint="cs"/>
          <w:rtl/>
        </w:rPr>
        <w:t>ٱ</w:t>
      </w:r>
      <w:r>
        <w:rPr>
          <w:rFonts w:hint="eastAsia"/>
          <w:rtl/>
        </w:rPr>
        <w:t>للَّهِ</w:t>
      </w:r>
      <w:r>
        <w:rPr>
          <w:rtl/>
        </w:rPr>
        <w:t xml:space="preserve"> أَضَلَّ أَعۡمَـٰلَهُمۡ (١</w:t>
      </w:r>
      <w:r w:rsidR="009229E3">
        <w:rPr>
          <w:rtl/>
        </w:rPr>
        <w:t>)</w:t>
      </w:r>
      <w:r>
        <w:rPr>
          <w:rtl/>
        </w:rPr>
        <w:t xml:space="preserve"> وَ</w:t>
      </w:r>
      <w:r>
        <w:rPr>
          <w:rFonts w:hint="cs"/>
          <w:rtl/>
        </w:rPr>
        <w:t>ٱ</w:t>
      </w:r>
      <w:r>
        <w:rPr>
          <w:rFonts w:hint="eastAsia"/>
          <w:rtl/>
        </w:rPr>
        <w:t>لَّذِينَ</w:t>
      </w:r>
      <w:r>
        <w:rPr>
          <w:rtl/>
        </w:rPr>
        <w:t xml:space="preserve"> ءَامَنُواْ وَعَمِلُواْ </w:t>
      </w:r>
      <w:r>
        <w:rPr>
          <w:rFonts w:hint="cs"/>
          <w:rtl/>
        </w:rPr>
        <w:t>ٱ</w:t>
      </w:r>
      <w:r>
        <w:rPr>
          <w:rFonts w:hint="eastAsia"/>
          <w:rtl/>
        </w:rPr>
        <w:t>لصَّـٰلِحَـٰتِ</w:t>
      </w:r>
      <w:r>
        <w:rPr>
          <w:rtl/>
        </w:rPr>
        <w:t xml:space="preserve"> وَءَامَنُواْ بِمَا نُزِّلَ عَلَىٰ مُحَمَّدٍ۬ وَهُوَ </w:t>
      </w:r>
      <w:r>
        <w:rPr>
          <w:rFonts w:hint="cs"/>
          <w:rtl/>
        </w:rPr>
        <w:t>ٱ</w:t>
      </w:r>
      <w:r>
        <w:rPr>
          <w:rFonts w:hint="eastAsia"/>
          <w:rtl/>
        </w:rPr>
        <w:t>لۡحَقُّ</w:t>
      </w:r>
      <w:r>
        <w:rPr>
          <w:rtl/>
        </w:rPr>
        <w:t xml:space="preserve"> مِن رَّبِّ</w:t>
      </w:r>
      <w:r w:rsidR="001E6BAB" w:rsidRPr="001E6BAB">
        <w:rPr>
          <w:rFonts w:hint="cs"/>
          <w:rtl/>
        </w:rPr>
        <w:t>ه</w:t>
      </w:r>
      <w:r w:rsidRPr="00595365">
        <w:rPr>
          <w:rFonts w:hint="cs"/>
          <w:rtl/>
        </w:rPr>
        <w:t>مۡ‌ۙ كَفَّرَ عَنۡ</w:t>
      </w:r>
      <w:r w:rsidR="001E6BAB" w:rsidRPr="001E6BAB">
        <w:rPr>
          <w:rFonts w:hint="cs"/>
          <w:rtl/>
        </w:rPr>
        <w:t>ه</w:t>
      </w:r>
      <w:r w:rsidRPr="00595365">
        <w:rPr>
          <w:rFonts w:hint="cs"/>
          <w:rtl/>
        </w:rPr>
        <w:t>مۡ سَيِّـَٔاتِ</w:t>
      </w:r>
      <w:r w:rsidR="001E6BAB" w:rsidRPr="001E6BAB">
        <w:rPr>
          <w:rFonts w:hint="cs"/>
          <w:rtl/>
        </w:rPr>
        <w:t>ه</w:t>
      </w:r>
      <w:r w:rsidRPr="00595365">
        <w:rPr>
          <w:rFonts w:hint="cs"/>
          <w:rtl/>
        </w:rPr>
        <w:t>مۡ وَأَصۡلَحَ بَالَ</w:t>
      </w:r>
      <w:r>
        <w:rPr>
          <w:rFonts w:hint="eastAsia"/>
          <w:rtl/>
        </w:rPr>
        <w:t>هُمۡ</w:t>
      </w:r>
      <w:r>
        <w:rPr>
          <w:rtl/>
        </w:rPr>
        <w:t xml:space="preserve"> (٢</w:t>
      </w:r>
      <w:r w:rsidR="009229E3">
        <w:rPr>
          <w:rtl/>
        </w:rPr>
        <w:t>)</w:t>
      </w:r>
      <w:r>
        <w:rPr>
          <w:rtl/>
        </w:rPr>
        <w:t xml:space="preserve"> ذَ</w:t>
      </w:r>
      <w:r w:rsidR="005B7B9E" w:rsidRPr="005B7B9E">
        <w:rPr>
          <w:rFonts w:hint="cs"/>
          <w:rtl/>
        </w:rPr>
        <w:t>ا</w:t>
      </w:r>
      <w:r>
        <w:rPr>
          <w:rFonts w:hint="eastAsia"/>
          <w:rtl/>
        </w:rPr>
        <w:t>لِكَ</w:t>
      </w:r>
      <w:r>
        <w:rPr>
          <w:rtl/>
        </w:rPr>
        <w:t xml:space="preserve"> بِأَنَّ </w:t>
      </w:r>
      <w:r>
        <w:rPr>
          <w:rFonts w:hint="cs"/>
          <w:rtl/>
        </w:rPr>
        <w:t>ٱ</w:t>
      </w:r>
      <w:r>
        <w:rPr>
          <w:rFonts w:hint="eastAsia"/>
          <w:rtl/>
        </w:rPr>
        <w:t>لَّذِينَ</w:t>
      </w:r>
      <w:r>
        <w:rPr>
          <w:rtl/>
        </w:rPr>
        <w:t xml:space="preserve"> كَفَرُواْ </w:t>
      </w:r>
      <w:r>
        <w:rPr>
          <w:rFonts w:hint="cs"/>
          <w:rtl/>
        </w:rPr>
        <w:t>ٱ</w:t>
      </w:r>
      <w:r>
        <w:rPr>
          <w:rFonts w:hint="eastAsia"/>
          <w:rtl/>
        </w:rPr>
        <w:t>تَّبَعُواْ</w:t>
      </w:r>
      <w:r>
        <w:rPr>
          <w:rtl/>
        </w:rPr>
        <w:t xml:space="preserve"> </w:t>
      </w:r>
      <w:r>
        <w:rPr>
          <w:rFonts w:hint="cs"/>
          <w:rtl/>
        </w:rPr>
        <w:t>ٱ</w:t>
      </w:r>
      <w:r>
        <w:rPr>
          <w:rFonts w:hint="eastAsia"/>
          <w:rtl/>
        </w:rPr>
        <w:t>لۡبَـٰطِلَ</w:t>
      </w:r>
      <w:r>
        <w:rPr>
          <w:rtl/>
        </w:rPr>
        <w:t xml:space="preserve"> وَأَنَّ </w:t>
      </w:r>
      <w:r>
        <w:rPr>
          <w:rFonts w:hint="cs"/>
          <w:rtl/>
        </w:rPr>
        <w:t>ٱ</w:t>
      </w:r>
      <w:r>
        <w:rPr>
          <w:rFonts w:hint="eastAsia"/>
          <w:rtl/>
        </w:rPr>
        <w:t>لَّذِينَ</w:t>
      </w:r>
      <w:r>
        <w:rPr>
          <w:rtl/>
        </w:rPr>
        <w:t xml:space="preserve"> ءَامَنُواْ </w:t>
      </w:r>
      <w:r>
        <w:rPr>
          <w:rFonts w:hint="cs"/>
          <w:rtl/>
        </w:rPr>
        <w:t>ٱ</w:t>
      </w:r>
      <w:r>
        <w:rPr>
          <w:rFonts w:hint="eastAsia"/>
          <w:rtl/>
        </w:rPr>
        <w:t>تَّبَعُواْ</w:t>
      </w:r>
      <w:r>
        <w:rPr>
          <w:rtl/>
        </w:rPr>
        <w:t xml:space="preserve"> </w:t>
      </w:r>
      <w:r>
        <w:rPr>
          <w:rFonts w:hint="cs"/>
          <w:rtl/>
        </w:rPr>
        <w:t>ٱ</w:t>
      </w:r>
      <w:r>
        <w:rPr>
          <w:rFonts w:hint="eastAsia"/>
          <w:rtl/>
        </w:rPr>
        <w:t>لۡحَقَّ</w:t>
      </w:r>
      <w:r>
        <w:rPr>
          <w:rtl/>
        </w:rPr>
        <w:t xml:space="preserve"> مِن رَّبِّ</w:t>
      </w:r>
      <w:r w:rsidR="001E6BAB" w:rsidRPr="001E6BAB">
        <w:rPr>
          <w:rFonts w:hint="cs"/>
          <w:rtl/>
        </w:rPr>
        <w:t>ه</w:t>
      </w:r>
      <w:r w:rsidRPr="00595365">
        <w:rPr>
          <w:rFonts w:hint="cs"/>
          <w:rtl/>
        </w:rPr>
        <w:t>مۡ‌ۚ كَذَ</w:t>
      </w:r>
      <w:r w:rsidR="005B7B9E" w:rsidRPr="005B7B9E">
        <w:rPr>
          <w:rFonts w:hint="cs"/>
          <w:rtl/>
        </w:rPr>
        <w:t>ا</w:t>
      </w:r>
      <w:r>
        <w:rPr>
          <w:rFonts w:hint="eastAsia"/>
          <w:rtl/>
        </w:rPr>
        <w:t>لِكَ</w:t>
      </w:r>
      <w:r>
        <w:rPr>
          <w:rtl/>
        </w:rPr>
        <w:t xml:space="preserve"> يَضۡرِبُ </w:t>
      </w:r>
      <w:r>
        <w:rPr>
          <w:rFonts w:hint="cs"/>
          <w:rtl/>
        </w:rPr>
        <w:t>ٱ</w:t>
      </w:r>
      <w:r>
        <w:rPr>
          <w:rFonts w:hint="eastAsia"/>
          <w:rtl/>
        </w:rPr>
        <w:t>للَّهُ</w:t>
      </w:r>
      <w:r>
        <w:rPr>
          <w:rtl/>
        </w:rPr>
        <w:t xml:space="preserve"> لِلنَّاسِ أَمۡثَـٰلَهُمۡ (٣</w:t>
      </w:r>
      <w:r w:rsidR="009229E3">
        <w:rPr>
          <w:rtl/>
        </w:rPr>
        <w:t>)</w:t>
      </w:r>
    </w:p>
    <w:p w:rsidR="001A403D" w:rsidRDefault="001A403D" w:rsidP="00E36567">
      <w:pPr>
        <w:pStyle w:val="libBoldItalic"/>
      </w:pPr>
      <w:r>
        <w:t>Those who disbelieve and hinder (people) from the Sabeel of Allah, He wastes their deeds. (1) And those who believe and do good deeds and believe in that which is revealed to Mohammad (sawaw), and it is Haqq (truth) from their Rabb, He removes from them their misdeeds and improves their condition. (2) That is because those who disbelieve follow Batil (falsehood) and because those who believe follow the Haqq (truth) from their Rabb. Thus Allah presents their similitudes for the people. (3)</w:t>
      </w:r>
    </w:p>
    <w:p w:rsidR="001A403D" w:rsidRDefault="001A403D" w:rsidP="00385B48">
      <w:pPr>
        <w:pStyle w:val="libAr"/>
      </w:pPr>
      <w:r>
        <w:rPr>
          <w:rFonts w:hint="eastAsia"/>
          <w:rtl/>
        </w:rPr>
        <w:t>وَ</w:t>
      </w:r>
      <w:r>
        <w:rPr>
          <w:rFonts w:hint="cs"/>
          <w:rtl/>
        </w:rPr>
        <w:t>ٱ</w:t>
      </w:r>
      <w:r>
        <w:rPr>
          <w:rFonts w:hint="eastAsia"/>
          <w:rtl/>
        </w:rPr>
        <w:t>لَّذِينَ</w:t>
      </w:r>
      <w:r>
        <w:rPr>
          <w:rtl/>
        </w:rPr>
        <w:t xml:space="preserve"> كَفَرُواْ فَتَعۡسً۬ا لَّهُمۡ وَأَضَلَّ أَعۡمَـٰلَهُمۡ (٨</w:t>
      </w:r>
      <w:r w:rsidR="009229E3">
        <w:rPr>
          <w:rtl/>
        </w:rPr>
        <w:t>)</w:t>
      </w:r>
      <w:r>
        <w:rPr>
          <w:rtl/>
        </w:rPr>
        <w:t xml:space="preserve"> ذَ</w:t>
      </w:r>
      <w:r w:rsidR="005B7B9E" w:rsidRPr="005B7B9E">
        <w:rPr>
          <w:rFonts w:hint="cs"/>
          <w:rtl/>
        </w:rPr>
        <w:t>ا</w:t>
      </w:r>
      <w:r>
        <w:rPr>
          <w:rFonts w:hint="eastAsia"/>
          <w:rtl/>
        </w:rPr>
        <w:t>لِكَ</w:t>
      </w:r>
      <w:r>
        <w:rPr>
          <w:rtl/>
        </w:rPr>
        <w:t xml:space="preserve"> بِأَنَّهُمۡ كَرِهُواْ مَآ أَنزَلَ </w:t>
      </w:r>
      <w:r>
        <w:rPr>
          <w:rFonts w:hint="cs"/>
          <w:rtl/>
        </w:rPr>
        <w:t>ٱ</w:t>
      </w:r>
      <w:r>
        <w:rPr>
          <w:rFonts w:hint="eastAsia"/>
          <w:rtl/>
        </w:rPr>
        <w:t>للَّهُ</w:t>
      </w:r>
      <w:r>
        <w:rPr>
          <w:rtl/>
        </w:rPr>
        <w:t xml:space="preserve"> فَأَحۡبَطَ أَعۡمَـٰلَهُمۡ (٩</w:t>
      </w:r>
      <w:r w:rsidR="009229E3">
        <w:rPr>
          <w:rtl/>
        </w:rPr>
        <w:t>)</w:t>
      </w:r>
    </w:p>
    <w:p w:rsidR="001A403D" w:rsidRDefault="001A403D" w:rsidP="00E36567">
      <w:pPr>
        <w:pStyle w:val="libBoldItalic"/>
      </w:pPr>
      <w:r>
        <w:t>And those who disbelieve, destruction is for them, and He will waste their deeds. (8) That is because they dislike what Allah has sent down, so He renders their deeds worthless. (9)</w:t>
      </w:r>
    </w:p>
    <w:p w:rsidR="001A403D" w:rsidRDefault="001A403D" w:rsidP="00E36567">
      <w:pPr>
        <w:pStyle w:val="libNormal"/>
      </w:pPr>
      <w:r>
        <w:t>1-Imam Mohammad Baqir asws said: “Those who disbelieve” means Banu Umayya, “and prevent from the Sabeel of Allah” means Walayat of Ali bin Abi Talib asws. (al-Burhan, v7, p205)</w:t>
      </w:r>
    </w:p>
    <w:p w:rsidR="001A403D" w:rsidRDefault="001A403D" w:rsidP="00E36567">
      <w:pPr>
        <w:pStyle w:val="libNormal"/>
      </w:pPr>
      <w:r>
        <w:t>2-Imam Jafar Sadiq asws said: “And those who believe and do good deeds and believe in that which is revealed to Mohammad (sawaw)” about Ali asws, “and it is Haqq (truth) from their Rabb, He removes from them their misdeeds and improves their condition” then said mentioning their deeds, “That is because those who disbelieve follow Batil” they are those who obeyed the enemies of Rasool Allah sawaw and Amirul Momineen asws, “and those who believe follow the Haqq from their Rabb” (al-Burhan, v7, p205)</w:t>
      </w:r>
    </w:p>
    <w:p w:rsidR="001A403D" w:rsidRDefault="001A403D" w:rsidP="00E36567">
      <w:pPr>
        <w:pStyle w:val="libNormal"/>
      </w:pPr>
      <w:r>
        <w:t>3-Imam Mohammad Baqir asws said: “That is because they dislike what Allah has sent down” about Ali asws, “so He renders their deeds worthless” (al-Burhan, v7, p207)</w:t>
      </w:r>
    </w:p>
    <w:p w:rsidR="001A403D" w:rsidRDefault="001A403D" w:rsidP="009229E3">
      <w:pPr>
        <w:pStyle w:val="libCenterBold1"/>
      </w:pPr>
      <w:r>
        <w:t>Lesson:</w:t>
      </w:r>
    </w:p>
    <w:p w:rsidR="001A403D" w:rsidRDefault="001A403D" w:rsidP="001A403D">
      <w:pPr>
        <w:pStyle w:val="libNormal"/>
      </w:pPr>
      <w:r>
        <w:t>1-Muqassir Mulla prevents from Zikr-e-Ali asws, prevents from testimony of Walayat, prevents from Na’ra-e-Haidri, so he prevents from Sabeel of Allah, so renders his &amp; his followers deeds worthless, in fact such people are following Batil and they are Wakeel of Iblees.</w:t>
      </w:r>
    </w:p>
    <w:p w:rsidR="001A403D" w:rsidRDefault="001A403D" w:rsidP="00385B48">
      <w:pPr>
        <w:pStyle w:val="libAr"/>
      </w:pPr>
      <w:r>
        <w:rPr>
          <w:rFonts w:hint="eastAsia"/>
          <w:rtl/>
        </w:rPr>
        <w:t>إِنَّ</w:t>
      </w:r>
      <w:r>
        <w:rPr>
          <w:rtl/>
        </w:rPr>
        <w:t xml:space="preserve"> </w:t>
      </w:r>
      <w:r>
        <w:rPr>
          <w:rFonts w:hint="cs"/>
          <w:rtl/>
        </w:rPr>
        <w:t>ٱ</w:t>
      </w:r>
      <w:r>
        <w:rPr>
          <w:rFonts w:hint="eastAsia"/>
          <w:rtl/>
        </w:rPr>
        <w:t>لَّذِينَ</w:t>
      </w:r>
      <w:r>
        <w:rPr>
          <w:rtl/>
        </w:rPr>
        <w:t xml:space="preserve"> </w:t>
      </w:r>
      <w:r>
        <w:rPr>
          <w:rFonts w:hint="cs"/>
          <w:rtl/>
        </w:rPr>
        <w:t>ٱ</w:t>
      </w:r>
      <w:r>
        <w:rPr>
          <w:rFonts w:hint="eastAsia"/>
          <w:rtl/>
        </w:rPr>
        <w:t>رۡتَدُّواْ</w:t>
      </w:r>
      <w:r>
        <w:rPr>
          <w:rtl/>
        </w:rPr>
        <w:t xml:space="preserve"> عَلَىٰٓ أَدۡبَـٰرِهِم مِّنۢ بَعۡدِ مَا تَبَيَّنَ لَهُمُ </w:t>
      </w:r>
      <w:r>
        <w:rPr>
          <w:rFonts w:hint="cs"/>
          <w:rtl/>
        </w:rPr>
        <w:t>ٱ</w:t>
      </w:r>
      <w:r>
        <w:rPr>
          <w:rFonts w:hint="eastAsia"/>
          <w:rtl/>
        </w:rPr>
        <w:t>لۡهُدَى‌ۙ</w:t>
      </w:r>
      <w:r>
        <w:rPr>
          <w:rtl/>
        </w:rPr>
        <w:t xml:space="preserve"> </w:t>
      </w:r>
      <w:r>
        <w:rPr>
          <w:rFonts w:hint="cs"/>
          <w:rtl/>
        </w:rPr>
        <w:t>ٱ</w:t>
      </w:r>
      <w:r>
        <w:rPr>
          <w:rFonts w:hint="eastAsia"/>
          <w:rtl/>
        </w:rPr>
        <w:t>لشَّيۡطَـٰنُ</w:t>
      </w:r>
      <w:r>
        <w:rPr>
          <w:rtl/>
        </w:rPr>
        <w:t xml:space="preserve"> سَوَّلَ لَهُمۡ وَأَمۡلَىٰ لَهُمۡ (٢٥</w:t>
      </w:r>
      <w:r w:rsidR="009229E3">
        <w:rPr>
          <w:rtl/>
        </w:rPr>
        <w:t>)</w:t>
      </w:r>
      <w:r>
        <w:rPr>
          <w:rtl/>
        </w:rPr>
        <w:t xml:space="preserve"> ذَ</w:t>
      </w:r>
      <w:r w:rsidR="005B7B9E" w:rsidRPr="005B7B9E">
        <w:rPr>
          <w:rFonts w:hint="cs"/>
          <w:rtl/>
        </w:rPr>
        <w:t>ا</w:t>
      </w:r>
      <w:r>
        <w:rPr>
          <w:rFonts w:hint="eastAsia"/>
          <w:rtl/>
        </w:rPr>
        <w:t>لِكَ</w:t>
      </w:r>
      <w:r>
        <w:rPr>
          <w:rtl/>
        </w:rPr>
        <w:t xml:space="preserve"> بِأَنَّهُمۡ قَالُواْ لِلَّذِينَ كَرِهُواْ مَا نَزَّلَ </w:t>
      </w:r>
      <w:r>
        <w:rPr>
          <w:rFonts w:hint="cs"/>
          <w:rtl/>
        </w:rPr>
        <w:t>ٱ</w:t>
      </w:r>
      <w:r>
        <w:rPr>
          <w:rFonts w:hint="eastAsia"/>
          <w:rtl/>
        </w:rPr>
        <w:t>للَّهُ</w:t>
      </w:r>
      <w:r>
        <w:rPr>
          <w:rtl/>
        </w:rPr>
        <w:t xml:space="preserve"> سَنُطِيعُ</w:t>
      </w:r>
      <w:r w:rsidR="001E6BAB" w:rsidRPr="001E6BAB">
        <w:rPr>
          <w:rFonts w:hint="cs"/>
          <w:rtl/>
        </w:rPr>
        <w:t>ک</w:t>
      </w:r>
      <w:r>
        <w:rPr>
          <w:rFonts w:hint="eastAsia"/>
          <w:rtl/>
        </w:rPr>
        <w:t>مۡ</w:t>
      </w:r>
      <w:r>
        <w:rPr>
          <w:rtl/>
        </w:rPr>
        <w:t xml:space="preserve"> فِى بَعۡضِ </w:t>
      </w:r>
      <w:r>
        <w:rPr>
          <w:rFonts w:hint="cs"/>
          <w:rtl/>
        </w:rPr>
        <w:t>ٱ</w:t>
      </w:r>
      <w:r>
        <w:rPr>
          <w:rFonts w:hint="eastAsia"/>
          <w:rtl/>
        </w:rPr>
        <w:t>لۡأَمۡرِ‌ۖ</w:t>
      </w:r>
      <w:r>
        <w:rPr>
          <w:rtl/>
        </w:rPr>
        <w:t xml:space="preserve"> وَ</w:t>
      </w:r>
      <w:r>
        <w:rPr>
          <w:rFonts w:hint="cs"/>
          <w:rtl/>
        </w:rPr>
        <w:t>ٱ</w:t>
      </w:r>
      <w:r>
        <w:rPr>
          <w:rFonts w:hint="eastAsia"/>
          <w:rtl/>
        </w:rPr>
        <w:t>للَّهُ</w:t>
      </w:r>
      <w:r>
        <w:rPr>
          <w:rtl/>
        </w:rPr>
        <w:t xml:space="preserve"> يَعۡلَمُ إِسۡرَارَهُمۡ </w:t>
      </w:r>
      <w:r>
        <w:rPr>
          <w:rtl/>
        </w:rPr>
        <w:lastRenderedPageBreak/>
        <w:t>(٢٦</w:t>
      </w:r>
      <w:r w:rsidR="009229E3">
        <w:rPr>
          <w:rtl/>
        </w:rPr>
        <w:t>)</w:t>
      </w:r>
      <w:r>
        <w:rPr>
          <w:rtl/>
        </w:rPr>
        <w:t xml:space="preserve"> فَكَيۡفَ إِذَا تَوَفَّتۡهُمُ </w:t>
      </w:r>
      <w:r>
        <w:rPr>
          <w:rFonts w:hint="cs"/>
          <w:rtl/>
        </w:rPr>
        <w:t>ٱ</w:t>
      </w:r>
      <w:r>
        <w:rPr>
          <w:rFonts w:hint="eastAsia"/>
          <w:rtl/>
        </w:rPr>
        <w:t>لۡمَلَـٰٓ</w:t>
      </w:r>
      <w:r>
        <w:rPr>
          <w:rFonts w:hint="cs"/>
          <w:rtl/>
        </w:rPr>
        <w:t>ٮِٕ</w:t>
      </w:r>
      <w:r>
        <w:rPr>
          <w:rFonts w:hint="eastAsia"/>
          <w:rtl/>
        </w:rPr>
        <w:t>كَةُ</w:t>
      </w:r>
      <w:r>
        <w:rPr>
          <w:rtl/>
        </w:rPr>
        <w:t xml:space="preserve"> يَضۡرِبُونَ وُجُوهَهُمۡ وَأَدۡبَـٰرَهُمۡ (٢٧</w:t>
      </w:r>
      <w:r w:rsidR="009229E3">
        <w:rPr>
          <w:rtl/>
        </w:rPr>
        <w:t>)</w:t>
      </w:r>
      <w:r>
        <w:rPr>
          <w:rtl/>
        </w:rPr>
        <w:t xml:space="preserve"> ذَ</w:t>
      </w:r>
      <w:r w:rsidR="005B7B9E" w:rsidRPr="005B7B9E">
        <w:rPr>
          <w:rFonts w:hint="cs"/>
          <w:rtl/>
        </w:rPr>
        <w:t>ا</w:t>
      </w:r>
      <w:r>
        <w:rPr>
          <w:rFonts w:hint="eastAsia"/>
          <w:rtl/>
        </w:rPr>
        <w:t>لِكَ</w:t>
      </w:r>
      <w:r>
        <w:rPr>
          <w:rtl/>
        </w:rPr>
        <w:t xml:space="preserve"> بِأَنَّهُمُ </w:t>
      </w:r>
      <w:r>
        <w:rPr>
          <w:rFonts w:hint="cs"/>
          <w:rtl/>
        </w:rPr>
        <w:t>ٱ</w:t>
      </w:r>
      <w:r>
        <w:rPr>
          <w:rFonts w:hint="eastAsia"/>
          <w:rtl/>
        </w:rPr>
        <w:t>تَّبَعُواْ</w:t>
      </w:r>
      <w:r>
        <w:rPr>
          <w:rtl/>
        </w:rPr>
        <w:t xml:space="preserve"> مَآ أَسۡخَطَ </w:t>
      </w:r>
      <w:r>
        <w:rPr>
          <w:rFonts w:hint="cs"/>
          <w:rtl/>
        </w:rPr>
        <w:t>ٱ</w:t>
      </w:r>
      <w:r>
        <w:rPr>
          <w:rFonts w:hint="eastAsia"/>
          <w:rtl/>
        </w:rPr>
        <w:t>للَّهَ</w:t>
      </w:r>
      <w:r>
        <w:rPr>
          <w:rtl/>
        </w:rPr>
        <w:t xml:space="preserve"> وَ</w:t>
      </w:r>
      <w:r w:rsidR="001E6BAB" w:rsidRPr="001E6BAB">
        <w:rPr>
          <w:rFonts w:hint="cs"/>
          <w:rtl/>
        </w:rPr>
        <w:t>ک</w:t>
      </w:r>
      <w:r>
        <w:rPr>
          <w:rFonts w:hint="eastAsia"/>
          <w:rtl/>
        </w:rPr>
        <w:t>رِهُواْ</w:t>
      </w:r>
      <w:r>
        <w:rPr>
          <w:rtl/>
        </w:rPr>
        <w:t xml:space="preserve"> رِضۡوَ</w:t>
      </w:r>
      <w:r w:rsidR="005B7B9E" w:rsidRPr="005B7B9E">
        <w:rPr>
          <w:rFonts w:hint="cs"/>
          <w:rtl/>
        </w:rPr>
        <w:t>ا</w:t>
      </w:r>
      <w:r>
        <w:rPr>
          <w:rFonts w:hint="eastAsia"/>
          <w:rtl/>
        </w:rPr>
        <w:t>نَهُ</w:t>
      </w:r>
      <w:r>
        <w:rPr>
          <w:rtl/>
        </w:rPr>
        <w:t xml:space="preserve"> </w:t>
      </w:r>
      <w:r>
        <w:rPr>
          <w:rFonts w:hint="cs"/>
          <w:rtl/>
        </w:rPr>
        <w:t>ۥ</w:t>
      </w:r>
      <w:r>
        <w:rPr>
          <w:rtl/>
        </w:rPr>
        <w:t xml:space="preserve"> فَأَحۡبَطَ أَعۡمَـٰلَهُمۡ (٢٨</w:t>
      </w:r>
      <w:r w:rsidR="009229E3">
        <w:rPr>
          <w:rtl/>
        </w:rPr>
        <w:t>)</w:t>
      </w:r>
      <w:r>
        <w:rPr>
          <w:rtl/>
        </w:rPr>
        <w:t xml:space="preserve"> أَمۡ حَسِبَ </w:t>
      </w:r>
      <w:r>
        <w:rPr>
          <w:rFonts w:hint="cs"/>
          <w:rtl/>
        </w:rPr>
        <w:t>ٱ</w:t>
      </w:r>
      <w:r>
        <w:rPr>
          <w:rFonts w:hint="eastAsia"/>
          <w:rtl/>
        </w:rPr>
        <w:t>لَّذِينَ</w:t>
      </w:r>
      <w:r>
        <w:rPr>
          <w:rtl/>
        </w:rPr>
        <w:t xml:space="preserve"> فِى قُلُوبِهِم مَّرَضٌ أَن لَّن يُخۡرِجَ </w:t>
      </w:r>
      <w:r>
        <w:rPr>
          <w:rFonts w:hint="cs"/>
          <w:rtl/>
        </w:rPr>
        <w:t>ٱ</w:t>
      </w:r>
      <w:r>
        <w:rPr>
          <w:rFonts w:hint="eastAsia"/>
          <w:rtl/>
        </w:rPr>
        <w:t>للَّهُ</w:t>
      </w:r>
      <w:r>
        <w:rPr>
          <w:rtl/>
        </w:rPr>
        <w:t xml:space="preserve"> أَضۡغَـٰنَ</w:t>
      </w:r>
      <w:r w:rsidR="001E6BAB" w:rsidRPr="001E6BAB">
        <w:rPr>
          <w:rFonts w:hint="cs"/>
          <w:rtl/>
        </w:rPr>
        <w:t>ه</w:t>
      </w:r>
      <w:r w:rsidRPr="00595365">
        <w:rPr>
          <w:rFonts w:hint="cs"/>
          <w:rtl/>
        </w:rPr>
        <w:t>مۡ (٢٩</w:t>
      </w:r>
      <w:r w:rsidR="009229E3">
        <w:rPr>
          <w:rFonts w:hint="cs"/>
          <w:rtl/>
        </w:rPr>
        <w:t>)</w:t>
      </w:r>
      <w:r w:rsidRPr="00595365">
        <w:rPr>
          <w:rFonts w:hint="cs"/>
          <w:rtl/>
        </w:rPr>
        <w:t xml:space="preserve"> وَلَوۡ نَشَآءُ لَأَرَيۡنَـٰكَهُمۡ فَلَعَرَفۡتَهُم بِسِيمَـٰهُمۡ‌ۚ وَلَتَعۡرِفَنَّهُم</w:t>
      </w:r>
      <w:r>
        <w:rPr>
          <w:rtl/>
        </w:rPr>
        <w:t xml:space="preserve">ۡ فِى لَحۡنِ </w:t>
      </w:r>
      <w:r>
        <w:rPr>
          <w:rFonts w:hint="cs"/>
          <w:rtl/>
        </w:rPr>
        <w:t>ٱ</w:t>
      </w:r>
      <w:r>
        <w:rPr>
          <w:rFonts w:hint="eastAsia"/>
          <w:rtl/>
        </w:rPr>
        <w:t>لۡقَوۡلِ‌ۚ</w:t>
      </w:r>
      <w:r>
        <w:rPr>
          <w:rtl/>
        </w:rPr>
        <w:t xml:space="preserve"> وَ</w:t>
      </w:r>
      <w:r>
        <w:rPr>
          <w:rFonts w:hint="cs"/>
          <w:rtl/>
        </w:rPr>
        <w:t>ٱ</w:t>
      </w:r>
      <w:r>
        <w:rPr>
          <w:rFonts w:hint="eastAsia"/>
          <w:rtl/>
        </w:rPr>
        <w:t>للَّهُ</w:t>
      </w:r>
      <w:r>
        <w:rPr>
          <w:rtl/>
        </w:rPr>
        <w:t xml:space="preserve"> يَعۡلَمُ أَعۡمَـٰلَكُمۡ (٣٠</w:t>
      </w:r>
      <w:r w:rsidR="009229E3">
        <w:rPr>
          <w:rtl/>
        </w:rPr>
        <w:t>)</w:t>
      </w:r>
    </w:p>
    <w:p w:rsidR="001A403D" w:rsidRDefault="001A403D" w:rsidP="00E36567">
      <w:pPr>
        <w:pStyle w:val="libBoldItalic"/>
      </w:pPr>
      <w:r>
        <w:t>Indeed those who reverted back after guidance had become clear to them, Shaitan enticed them, and prolonged hope for them. (25) That is because they say to those who dislike what Allah has revealed: We will obey you in some matters; and Allah knows their secret talk. (26) Then how (will it be) when the angels will give them death, striking their faces and their backs? (27) That is because they followed that which angered Allah, and disliked His pleasure, so He rendered their deeds worthless. (28) Or do those in whose hearts is a disease think that Allah will never expose their crookedness? (29) And if We wish, We could show them to you so that you would know them surely by their marks (facies), and you will surely know them by the tone of their speech, and Allah knows your deeds. (30)</w:t>
      </w:r>
    </w:p>
    <w:p w:rsidR="001A403D" w:rsidRDefault="001A403D" w:rsidP="00E36567">
      <w:pPr>
        <w:pStyle w:val="libNormal"/>
      </w:pPr>
      <w:r>
        <w:t>1-Imam Jafar Sadiq asws said: “Indeed those who renegated back after guidance had become clear to them” means the opponents of Ali asws renegated from Eman by rejecting Walayat of Amirul Momineen asws. Then said about the opponents of Ali asws and their followers, “That is because they say to those who dislike what Allah has revealed” about Ali asws, “We will obey you in some matters” invited Banu Umayyah to their promise that the Amr of Khilafat should not come to us (asws) after Nabi Akram sawaw, and nothing should be given to us (asws) from Khums as well. (summary of Hadees) (al-Burhan, v7, p218)</w:t>
      </w:r>
    </w:p>
    <w:p w:rsidR="001A403D" w:rsidRDefault="001A403D" w:rsidP="00E36567">
      <w:pPr>
        <w:pStyle w:val="libNormal"/>
      </w:pPr>
      <w:r>
        <w:t>2-Imam Mohammad Baqir asws said: When Rasool Allah sawaw established Walayat of Ali asws on the day of Ghadeer-e-Khum, then people said: What is wrong with him that he raised the hand of son of his uncle? Then Allah Ta’ala said: Or do those in whose hearts is a disease think that Allah will never expose their crookedness? (al-Burhan, v7, p220)</w:t>
      </w:r>
    </w:p>
    <w:p w:rsidR="001A403D" w:rsidRDefault="001A403D" w:rsidP="00E36567">
      <w:pPr>
        <w:pStyle w:val="libNormal"/>
      </w:pPr>
      <w:r>
        <w:t>3-Amirul Momineen asws said: Man is hidden under his tongue, when he speaks then is exposed, so Allah revealed, “and you will surely know them by the tone of their speech” (Tafseer al-Safi, v3, p329)</w:t>
      </w:r>
    </w:p>
    <w:p w:rsidR="001A403D" w:rsidRDefault="001A403D" w:rsidP="00E36567">
      <w:pPr>
        <w:pStyle w:val="libNormal"/>
      </w:pPr>
      <w:r>
        <w:t>4-Abu Saeed Khudri narrated that the “tone of speech” here means the grudge of those people for Ali bin Abi Talib asws. And in the time of Rasool Allah sawaw we used to recognize the hypocrites by their jealousy to Ali bin Abi Talib asws. (Similar narration is from Jabir as well) (Tafseer al-Safi, v3, p329)</w:t>
      </w:r>
    </w:p>
    <w:p w:rsidR="001A403D" w:rsidRDefault="001A403D" w:rsidP="009229E3">
      <w:pPr>
        <w:pStyle w:val="libCenterBold1"/>
      </w:pPr>
      <w:r>
        <w:t>Lesson:</w:t>
      </w:r>
    </w:p>
    <w:p w:rsidR="001A403D" w:rsidRDefault="001A403D" w:rsidP="001A403D">
      <w:pPr>
        <w:pStyle w:val="libNormal"/>
      </w:pPr>
      <w:r>
        <w:t xml:space="preserve">1-Very clear characteristics of Nasbi Muqassireen are explained in these verses: They are renegades by turning away from Walayat-e-Ali asws, embracing Satanic hopes, they dislike the verses about Walayat-e-Ali asws, the Angels (a.s.) will hit them with whips of Fire on the faces and backs at the time of their death. They started following man-made Imam and left the </w:t>
      </w:r>
      <w:r>
        <w:lastRenderedPageBreak/>
        <w:t>Imam asws appointed by Allah, and they think that their secret plot will not be exposed, i.e. everyone will think that they are also Shia Alims, but it becomes clear from the tone of their speech immediately that they are the enemies of Allah when they say bad about Sha’airullah, say show-off to Azadari processions, say Haraam to homage by blood shedding, say Namaz is nullified by reciting testimony of Walayat, persuade people to dislike Quran &amp; Hadees, Majoosiyat is clear on the faces of such scholars, when Na’ra-e-Haidri is raised birth certificate prints on their foreheads with Satanic paternity.</w:t>
      </w:r>
    </w:p>
    <w:p w:rsidR="001A403D" w:rsidRDefault="001A403D" w:rsidP="00385B48">
      <w:pPr>
        <w:pStyle w:val="libAr"/>
      </w:pPr>
      <w:r>
        <w:rPr>
          <w:rFonts w:hint="eastAsia"/>
          <w:rtl/>
        </w:rPr>
        <w:t>إِنَّ</w:t>
      </w:r>
      <w:r>
        <w:rPr>
          <w:rtl/>
        </w:rPr>
        <w:t xml:space="preserve"> </w:t>
      </w:r>
      <w:r>
        <w:rPr>
          <w:rFonts w:hint="cs"/>
          <w:rtl/>
        </w:rPr>
        <w:t>ٱ</w:t>
      </w:r>
      <w:r>
        <w:rPr>
          <w:rFonts w:hint="eastAsia"/>
          <w:rtl/>
        </w:rPr>
        <w:t>لَّذِينَ</w:t>
      </w:r>
      <w:r>
        <w:rPr>
          <w:rtl/>
        </w:rPr>
        <w:t xml:space="preserve"> كَفَرُواْ وَصَدُّواْ عَن سَبِيلِ </w:t>
      </w:r>
      <w:r>
        <w:rPr>
          <w:rFonts w:hint="cs"/>
          <w:rtl/>
        </w:rPr>
        <w:t>ٱ</w:t>
      </w:r>
      <w:r>
        <w:rPr>
          <w:rFonts w:hint="eastAsia"/>
          <w:rtl/>
        </w:rPr>
        <w:t>للَّهِ</w:t>
      </w:r>
      <w:r>
        <w:rPr>
          <w:rtl/>
        </w:rPr>
        <w:t xml:space="preserve"> وَشَآقُّواْ </w:t>
      </w:r>
      <w:r>
        <w:rPr>
          <w:rFonts w:hint="cs"/>
          <w:rtl/>
        </w:rPr>
        <w:t>ٱ</w:t>
      </w:r>
      <w:r>
        <w:rPr>
          <w:rFonts w:hint="eastAsia"/>
          <w:rtl/>
        </w:rPr>
        <w:t>لرَّسُولَ</w:t>
      </w:r>
      <w:r>
        <w:rPr>
          <w:rtl/>
        </w:rPr>
        <w:t xml:space="preserve"> مِنۢ بَعۡدِ مَا تَبَيَّنَ لَهُمُ </w:t>
      </w:r>
      <w:r>
        <w:rPr>
          <w:rFonts w:hint="cs"/>
          <w:rtl/>
        </w:rPr>
        <w:t>ٱ</w:t>
      </w:r>
      <w:r>
        <w:rPr>
          <w:rFonts w:hint="eastAsia"/>
          <w:rtl/>
        </w:rPr>
        <w:t>لۡهُدَىٰ</w:t>
      </w:r>
      <w:r>
        <w:rPr>
          <w:rtl/>
        </w:rPr>
        <w:t xml:space="preserve"> لَن يَضُرُّواْ </w:t>
      </w:r>
      <w:r>
        <w:rPr>
          <w:rFonts w:hint="cs"/>
          <w:rtl/>
        </w:rPr>
        <w:t>ٱ</w:t>
      </w:r>
      <w:r>
        <w:rPr>
          <w:rFonts w:hint="eastAsia"/>
          <w:rtl/>
        </w:rPr>
        <w:t>للَّهَ</w:t>
      </w:r>
      <w:r>
        <w:rPr>
          <w:rtl/>
        </w:rPr>
        <w:t xml:space="preserve"> شَيۡـًٔ۬ا وَسَيُحۡبِطُ أَعۡمَـٰلَهُمۡ (٣٢</w:t>
      </w:r>
      <w:r w:rsidR="009229E3">
        <w:rPr>
          <w:rtl/>
        </w:rPr>
        <w:t>)</w:t>
      </w:r>
    </w:p>
    <w:p w:rsidR="001A403D" w:rsidRDefault="001A403D" w:rsidP="00E36567">
      <w:pPr>
        <w:pStyle w:val="libBoldItalic"/>
      </w:pPr>
      <w:r>
        <w:t>Indeed those who disbelieve and prevent from the Sabeel of Allah and oppose the Rasool after the guidance had become clear to them, they can never harm Allah at all, and He will soon make their deeds worthless. (32)</w:t>
      </w:r>
    </w:p>
    <w:p w:rsidR="001A403D" w:rsidRDefault="001A403D" w:rsidP="00E36567">
      <w:pPr>
        <w:pStyle w:val="libNormal"/>
      </w:pPr>
      <w:r>
        <w:t>1-“Indeed those who disbelieve and prevent from the Sabeel of Allah” means prevented from Amirul Momineen asws, “and oppose Rasool sawaw” means after making the covenant for the right of Ahlul Bait asws broke it, “after the guidance had become clear to them” means the matter of Walayat of Ali bin Abi Talib asws. (al-Burhan, v7, p222)</w:t>
      </w:r>
    </w:p>
    <w:p w:rsidR="001A403D" w:rsidRDefault="001A403D" w:rsidP="009229E3">
      <w:pPr>
        <w:pStyle w:val="libCenterBold1"/>
      </w:pPr>
      <w:r>
        <w:t>Lesson:</w:t>
      </w:r>
    </w:p>
    <w:p w:rsidR="001A403D" w:rsidRDefault="001A403D" w:rsidP="001A403D">
      <w:pPr>
        <w:pStyle w:val="libNormal"/>
      </w:pPr>
      <w:r>
        <w:t>1-There is only one criterion with Allah to accept the deeds: the basis of deeds should be Walayat-e-Ali asws, the foundation of Deen should be Walayat-e-Ali asws, the base of speech should be Walayat-e-Ali asws, in heart &amp; mind &amp; tongue should be Ali asws. Without Walayat-e-Ali asws deeds are worthless and those deeds become snakes &amp; scorpions in the Hell ready to welcome their doer.</w:t>
      </w:r>
    </w:p>
    <w:p w:rsidR="00EB2345" w:rsidRDefault="00EB2345" w:rsidP="00FC02E7">
      <w:pPr>
        <w:pStyle w:val="libNormal"/>
        <w:rPr>
          <w:rtl/>
        </w:rPr>
      </w:pPr>
      <w:r>
        <w:rPr>
          <w:rFonts w:hint="eastAsia"/>
        </w:rPr>
        <w:br w:type="page"/>
      </w:r>
    </w:p>
    <w:p w:rsidR="001A403D" w:rsidRDefault="00EB2345" w:rsidP="00EB2345">
      <w:pPr>
        <w:pStyle w:val="Heading1Center"/>
      </w:pPr>
      <w:bookmarkStart w:id="47" w:name="_Toc449789440"/>
      <w:r>
        <w:rPr>
          <w:rFonts w:hint="eastAsia"/>
          <w:rtl/>
        </w:rPr>
        <w:lastRenderedPageBreak/>
        <w:t>سُوۡرَةُ</w:t>
      </w:r>
      <w:r>
        <w:rPr>
          <w:rtl/>
        </w:rPr>
        <w:t xml:space="preserve"> </w:t>
      </w:r>
      <w:r w:rsidR="001A403D">
        <w:rPr>
          <w:rtl/>
        </w:rPr>
        <w:t>الفَتْح</w:t>
      </w:r>
      <w:bookmarkEnd w:id="47"/>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إِذۡ</w:t>
      </w:r>
      <w:r>
        <w:rPr>
          <w:rtl/>
        </w:rPr>
        <w:t xml:space="preserve"> جَعَلَ </w:t>
      </w:r>
      <w:r>
        <w:rPr>
          <w:rFonts w:hint="cs"/>
          <w:rtl/>
        </w:rPr>
        <w:t>ٱ</w:t>
      </w:r>
      <w:r>
        <w:rPr>
          <w:rFonts w:hint="eastAsia"/>
          <w:rtl/>
        </w:rPr>
        <w:t>لَّذِينَ</w:t>
      </w:r>
      <w:r>
        <w:rPr>
          <w:rtl/>
        </w:rPr>
        <w:t xml:space="preserve"> كَفَرُواْ فِى قُلُوبِهِمُ </w:t>
      </w:r>
      <w:r>
        <w:rPr>
          <w:rFonts w:hint="cs"/>
          <w:rtl/>
        </w:rPr>
        <w:t>ٱ</w:t>
      </w:r>
      <w:r>
        <w:rPr>
          <w:rFonts w:hint="eastAsia"/>
          <w:rtl/>
        </w:rPr>
        <w:t>لۡحَمِيَّةَ</w:t>
      </w:r>
      <w:r>
        <w:rPr>
          <w:rtl/>
        </w:rPr>
        <w:t xml:space="preserve"> حَمِيَّةَ </w:t>
      </w:r>
      <w:r>
        <w:rPr>
          <w:rFonts w:hint="cs"/>
          <w:rtl/>
        </w:rPr>
        <w:t>ٱ</w:t>
      </w:r>
      <w:r>
        <w:rPr>
          <w:rFonts w:hint="eastAsia"/>
          <w:rtl/>
        </w:rPr>
        <w:t>لۡجَـٰهِلِيَّةِ</w:t>
      </w:r>
      <w:r>
        <w:rPr>
          <w:rtl/>
        </w:rPr>
        <w:t xml:space="preserve"> فَأَنزَلَ </w:t>
      </w:r>
      <w:r>
        <w:rPr>
          <w:rFonts w:hint="cs"/>
          <w:rtl/>
        </w:rPr>
        <w:t>ٱ</w:t>
      </w:r>
      <w:r>
        <w:rPr>
          <w:rFonts w:hint="eastAsia"/>
          <w:rtl/>
        </w:rPr>
        <w:t>للَّهُ</w:t>
      </w:r>
      <w:r>
        <w:rPr>
          <w:rtl/>
        </w:rPr>
        <w:t xml:space="preserve"> سَ</w:t>
      </w:r>
      <w:r w:rsidR="001E6BAB" w:rsidRPr="001E6BAB">
        <w:rPr>
          <w:rFonts w:hint="cs"/>
          <w:rtl/>
        </w:rPr>
        <w:t>ک</w:t>
      </w:r>
      <w:r>
        <w:rPr>
          <w:rFonts w:hint="eastAsia"/>
          <w:rtl/>
        </w:rPr>
        <w:t>ينَتَهُ</w:t>
      </w:r>
      <w:r>
        <w:rPr>
          <w:rtl/>
        </w:rPr>
        <w:t xml:space="preserve"> </w:t>
      </w:r>
      <w:r>
        <w:rPr>
          <w:rFonts w:hint="cs"/>
          <w:rtl/>
        </w:rPr>
        <w:t>ۥ</w:t>
      </w:r>
      <w:r>
        <w:rPr>
          <w:rtl/>
        </w:rPr>
        <w:t xml:space="preserve"> عَلَىٰ رَسُولِهِ</w:t>
      </w:r>
      <w:r>
        <w:rPr>
          <w:rFonts w:hint="cs"/>
          <w:rtl/>
        </w:rPr>
        <w:t>ۦ</w:t>
      </w:r>
      <w:r>
        <w:rPr>
          <w:rtl/>
        </w:rPr>
        <w:t xml:space="preserve"> وَعَلَى </w:t>
      </w:r>
      <w:r>
        <w:rPr>
          <w:rFonts w:hint="cs"/>
          <w:rtl/>
        </w:rPr>
        <w:t>ٱ</w:t>
      </w:r>
      <w:r>
        <w:rPr>
          <w:rFonts w:hint="eastAsia"/>
          <w:rtl/>
        </w:rPr>
        <w:t>لۡمُؤۡمِنِينَ</w:t>
      </w:r>
      <w:r>
        <w:rPr>
          <w:rtl/>
        </w:rPr>
        <w:t xml:space="preserve"> وَأَلۡزَمَهُمۡ </w:t>
      </w:r>
      <w:r w:rsidR="001E6BAB" w:rsidRPr="001E6BAB">
        <w:rPr>
          <w:rFonts w:hint="cs"/>
          <w:rtl/>
        </w:rPr>
        <w:t>ک</w:t>
      </w:r>
      <w:r>
        <w:rPr>
          <w:rFonts w:hint="eastAsia"/>
          <w:rtl/>
        </w:rPr>
        <w:t>لِمَةَ</w:t>
      </w:r>
      <w:r>
        <w:rPr>
          <w:rtl/>
        </w:rPr>
        <w:t xml:space="preserve"> </w:t>
      </w:r>
      <w:r>
        <w:rPr>
          <w:rFonts w:hint="cs"/>
          <w:rtl/>
        </w:rPr>
        <w:t>ٱ</w:t>
      </w:r>
      <w:r>
        <w:rPr>
          <w:rFonts w:hint="eastAsia"/>
          <w:rtl/>
        </w:rPr>
        <w:t>لتَّقۡوَىٰ</w:t>
      </w:r>
      <w:r>
        <w:rPr>
          <w:rtl/>
        </w:rPr>
        <w:t xml:space="preserve"> وَكَانُوٓاْ أَحَقَّ بِ</w:t>
      </w:r>
      <w:r w:rsidR="001E6BAB" w:rsidRPr="001E6BAB">
        <w:rPr>
          <w:rFonts w:hint="cs"/>
          <w:rtl/>
        </w:rPr>
        <w:t>ه</w:t>
      </w:r>
      <w:r w:rsidRPr="00595365">
        <w:rPr>
          <w:rFonts w:hint="cs"/>
          <w:rtl/>
        </w:rPr>
        <w:t xml:space="preserve">ا وَأَهۡلَهَا‌ۚ وَكَانَ </w:t>
      </w:r>
      <w:r>
        <w:rPr>
          <w:rFonts w:hint="cs"/>
          <w:rtl/>
        </w:rPr>
        <w:t>ٱ</w:t>
      </w:r>
      <w:r>
        <w:rPr>
          <w:rFonts w:hint="eastAsia"/>
          <w:rtl/>
        </w:rPr>
        <w:t>للَّهُ</w:t>
      </w:r>
      <w:r>
        <w:rPr>
          <w:rtl/>
        </w:rPr>
        <w:t xml:space="preserve"> بِك</w:t>
      </w:r>
      <w:r>
        <w:rPr>
          <w:rFonts w:hint="eastAsia"/>
          <w:rtl/>
        </w:rPr>
        <w:t>ُلِّ</w:t>
      </w:r>
      <w:r>
        <w:rPr>
          <w:rtl/>
        </w:rPr>
        <w:t xml:space="preserve"> شَىۡءٍ عَلِيمً۬ا (٢٦</w:t>
      </w:r>
      <w:r w:rsidR="009229E3">
        <w:rPr>
          <w:rtl/>
        </w:rPr>
        <w:t>)</w:t>
      </w:r>
    </w:p>
    <w:p w:rsidR="001A403D" w:rsidRDefault="001A403D" w:rsidP="00E36567">
      <w:pPr>
        <w:pStyle w:val="libBoldItalic"/>
      </w:pPr>
      <w:r>
        <w:t>When those who disbelieve had set up in their hearts prejudice, the prejudice of the time of ignorance, then Allah sent down His tranquillity upon His Rasool and upon the believers and made Kalima Taqwa inevitably obligatory for them, and they were more deserving of it and worthy of it. And Allah is ever Knowing of all things. (26)</w:t>
      </w:r>
    </w:p>
    <w:p w:rsidR="001A403D" w:rsidRDefault="001A403D" w:rsidP="00E36567">
      <w:pPr>
        <w:pStyle w:val="libNormal"/>
      </w:pPr>
      <w:r>
        <w:t>1-Rasool Allah sawaw said: Allah took covenant from me and I said, “O my Rabb, explain it.” Allah said: Then listen. I said: I am listening. Allah said: Ya Mohammad sawaw, no doubt after you the flag of guidance is Ali asws, and Imam of My friends, and who obey Me he is Noor for them, and he is that Kalima which Allah has made obligatory on Muttaqeen, so whoever loved him certainly he loved Me, and who kept grudge with him certainly he kept grudge with Me, so convey this good news to him. (al-Burhan, v7, p243)</w:t>
      </w:r>
    </w:p>
    <w:p w:rsidR="001A403D" w:rsidRDefault="001A403D" w:rsidP="00E36567">
      <w:pPr>
        <w:pStyle w:val="libNormal"/>
      </w:pPr>
      <w:r>
        <w:t>2-Imam Ali Raza asws said about the saying of Allah Ta’ala “and made Kalima Taqwa inevitably obligatory for them, and they were more deserving of it and worthy of it”: This is Walayat of Amirul Momineen asws. (al-Burhan, v7, p243)</w:t>
      </w:r>
    </w:p>
    <w:p w:rsidR="001A403D" w:rsidRDefault="001A403D" w:rsidP="009229E3">
      <w:pPr>
        <w:pStyle w:val="libCenterBold1"/>
      </w:pPr>
      <w:r>
        <w:t>Lesson:</w:t>
      </w:r>
    </w:p>
    <w:p w:rsidR="001A403D" w:rsidRDefault="001A403D" w:rsidP="001A403D">
      <w:pPr>
        <w:pStyle w:val="libNormal"/>
      </w:pPr>
      <w:r>
        <w:t>1-Kalima Tayyiba is same from Azal there was never alteration in it, which is written on Paradise, on Arsh, on Kursi, on the wings of the Angels (a.s.) and on the faces of Hoors. Allah Ta’ala reminded it again and again even during Mairaj that this Kalima is inevitably obligatory for Muttaqeen, so Allah Ta’ala said that whenever someone says “La ilaha illallah Mohammadur Rasool Allah” then immediately should say “Ali un Waliullah”. So it is very clear that those who say that “Ali un Waliullah” is not a part of Kalima, they are definitely not pious, and Eman has not entered their hearts, they are prejudiced ignorant jealous hypocrites, disobeying Allah.</w:t>
      </w:r>
    </w:p>
    <w:p w:rsidR="001A403D" w:rsidRDefault="001A403D" w:rsidP="00385B48">
      <w:pPr>
        <w:pStyle w:val="libAr"/>
      </w:pPr>
      <w:r>
        <w:rPr>
          <w:rFonts w:hint="eastAsia"/>
          <w:rtl/>
        </w:rPr>
        <w:t>هُوَ</w:t>
      </w:r>
      <w:r>
        <w:rPr>
          <w:rtl/>
        </w:rPr>
        <w:t xml:space="preserve"> </w:t>
      </w:r>
      <w:r>
        <w:rPr>
          <w:rFonts w:hint="cs"/>
          <w:rtl/>
        </w:rPr>
        <w:t>ٱ</w:t>
      </w:r>
      <w:r>
        <w:rPr>
          <w:rFonts w:hint="eastAsia"/>
          <w:rtl/>
        </w:rPr>
        <w:t>لَّذِىٓ</w:t>
      </w:r>
      <w:r>
        <w:rPr>
          <w:rtl/>
        </w:rPr>
        <w:t xml:space="preserve"> أَرۡسَلَ رَسُولَهُ </w:t>
      </w:r>
      <w:r>
        <w:rPr>
          <w:rFonts w:hint="cs"/>
          <w:rtl/>
        </w:rPr>
        <w:t>ۥ</w:t>
      </w:r>
      <w:r>
        <w:rPr>
          <w:rtl/>
        </w:rPr>
        <w:t xml:space="preserve"> بِ</w:t>
      </w:r>
      <w:r>
        <w:rPr>
          <w:rFonts w:hint="cs"/>
          <w:rtl/>
        </w:rPr>
        <w:t>ٱ</w:t>
      </w:r>
      <w:r>
        <w:rPr>
          <w:rFonts w:hint="eastAsia"/>
          <w:rtl/>
        </w:rPr>
        <w:t>لۡهُدَىٰ</w:t>
      </w:r>
      <w:r>
        <w:rPr>
          <w:rtl/>
        </w:rPr>
        <w:t xml:space="preserve"> وَدِينِ </w:t>
      </w:r>
      <w:r>
        <w:rPr>
          <w:rFonts w:hint="cs"/>
          <w:rtl/>
        </w:rPr>
        <w:t>ٱ</w:t>
      </w:r>
      <w:r>
        <w:rPr>
          <w:rFonts w:hint="eastAsia"/>
          <w:rtl/>
        </w:rPr>
        <w:t>لۡحَقِّ</w:t>
      </w:r>
      <w:r>
        <w:rPr>
          <w:rtl/>
        </w:rPr>
        <w:t xml:space="preserve"> لِيُظۡهِرَهُ </w:t>
      </w:r>
      <w:r>
        <w:rPr>
          <w:rFonts w:hint="cs"/>
          <w:rtl/>
        </w:rPr>
        <w:t>ۥ</w:t>
      </w:r>
      <w:r>
        <w:rPr>
          <w:rtl/>
        </w:rPr>
        <w:t xml:space="preserve"> عَلَى </w:t>
      </w:r>
      <w:r>
        <w:rPr>
          <w:rFonts w:hint="cs"/>
          <w:rtl/>
        </w:rPr>
        <w:t>ٱ</w:t>
      </w:r>
      <w:r>
        <w:rPr>
          <w:rFonts w:hint="eastAsia"/>
          <w:rtl/>
        </w:rPr>
        <w:t>لدِّينِ</w:t>
      </w:r>
      <w:r>
        <w:rPr>
          <w:rtl/>
        </w:rPr>
        <w:t xml:space="preserve"> كُلِّهِ</w:t>
      </w:r>
      <w:r>
        <w:rPr>
          <w:rFonts w:hint="cs"/>
          <w:rtl/>
        </w:rPr>
        <w:t>ۦ‌ۚ</w:t>
      </w:r>
      <w:r>
        <w:rPr>
          <w:rtl/>
        </w:rPr>
        <w:t xml:space="preserve"> وَكَفَىٰ بِ</w:t>
      </w:r>
      <w:r>
        <w:rPr>
          <w:rFonts w:hint="cs"/>
          <w:rtl/>
        </w:rPr>
        <w:t>ٱ</w:t>
      </w:r>
      <w:r>
        <w:rPr>
          <w:rFonts w:hint="eastAsia"/>
          <w:rtl/>
        </w:rPr>
        <w:t>للَّهِ</w:t>
      </w:r>
      <w:r>
        <w:rPr>
          <w:rtl/>
        </w:rPr>
        <w:t xml:space="preserve"> شَهِيدً۬ا (٢٨</w:t>
      </w:r>
      <w:r w:rsidR="009229E3">
        <w:rPr>
          <w:rtl/>
        </w:rPr>
        <w:t>)</w:t>
      </w:r>
      <w:r>
        <w:rPr>
          <w:rtl/>
        </w:rPr>
        <w:t xml:space="preserve"> مُّحَمَّدٌ۬ رَّسُولُ </w:t>
      </w:r>
      <w:r>
        <w:rPr>
          <w:rFonts w:hint="cs"/>
          <w:rtl/>
        </w:rPr>
        <w:t>ٱ</w:t>
      </w:r>
      <w:r>
        <w:rPr>
          <w:rFonts w:hint="eastAsia"/>
          <w:rtl/>
        </w:rPr>
        <w:t>للَّهِ‌ۚ</w:t>
      </w:r>
      <w:r>
        <w:rPr>
          <w:rtl/>
        </w:rPr>
        <w:t xml:space="preserve"> وَ</w:t>
      </w:r>
      <w:r>
        <w:rPr>
          <w:rFonts w:hint="cs"/>
          <w:rtl/>
        </w:rPr>
        <w:t>ٱ</w:t>
      </w:r>
      <w:r>
        <w:rPr>
          <w:rFonts w:hint="eastAsia"/>
          <w:rtl/>
        </w:rPr>
        <w:t>لَّذِينَ</w:t>
      </w:r>
      <w:r>
        <w:rPr>
          <w:rtl/>
        </w:rPr>
        <w:t xml:space="preserve"> مَعَهُ </w:t>
      </w:r>
      <w:r>
        <w:rPr>
          <w:rFonts w:hint="cs"/>
          <w:rtl/>
        </w:rPr>
        <w:t>ۥۤ</w:t>
      </w:r>
      <w:r>
        <w:rPr>
          <w:rtl/>
        </w:rPr>
        <w:t xml:space="preserve"> أَشِدَّآءُ عَلَى </w:t>
      </w:r>
      <w:r>
        <w:rPr>
          <w:rFonts w:hint="cs"/>
          <w:rtl/>
        </w:rPr>
        <w:t>ٱ</w:t>
      </w:r>
      <w:r>
        <w:rPr>
          <w:rFonts w:hint="eastAsia"/>
          <w:rtl/>
        </w:rPr>
        <w:t>لۡكُفَّارِ</w:t>
      </w:r>
      <w:r>
        <w:rPr>
          <w:rtl/>
        </w:rPr>
        <w:t xml:space="preserve"> رُحَمَآءُ بَيۡنَ</w:t>
      </w:r>
      <w:r w:rsidR="001E6BAB" w:rsidRPr="001E6BAB">
        <w:rPr>
          <w:rFonts w:hint="cs"/>
          <w:rtl/>
        </w:rPr>
        <w:t>ه</w:t>
      </w:r>
      <w:r w:rsidRPr="00595365">
        <w:rPr>
          <w:rFonts w:hint="cs"/>
          <w:rtl/>
        </w:rPr>
        <w:t>مۡ‌ۖ تَرَ</w:t>
      </w:r>
      <w:r>
        <w:rPr>
          <w:rFonts w:hint="cs"/>
          <w:rtl/>
        </w:rPr>
        <w:t>ٮٰ</w:t>
      </w:r>
      <w:r>
        <w:rPr>
          <w:rFonts w:hint="eastAsia"/>
          <w:rtl/>
        </w:rPr>
        <w:t>هُمۡ</w:t>
      </w:r>
      <w:r>
        <w:rPr>
          <w:rtl/>
        </w:rPr>
        <w:t xml:space="preserve"> رُكَّعً۬ا سُجَّدً۬ا يَبۡتَغُونَ فَضۡلاً۬ مِّنَ </w:t>
      </w:r>
      <w:r>
        <w:rPr>
          <w:rFonts w:hint="cs"/>
          <w:rtl/>
        </w:rPr>
        <w:t>ٱ</w:t>
      </w:r>
      <w:r>
        <w:rPr>
          <w:rFonts w:hint="eastAsia"/>
          <w:rtl/>
        </w:rPr>
        <w:t>للَّهِ</w:t>
      </w:r>
      <w:r>
        <w:rPr>
          <w:rtl/>
        </w:rPr>
        <w:t xml:space="preserve"> وَرِضۡوَ</w:t>
      </w:r>
      <w:r w:rsidR="005B7B9E" w:rsidRPr="005B7B9E">
        <w:rPr>
          <w:rFonts w:hint="cs"/>
          <w:rtl/>
        </w:rPr>
        <w:t>ا</w:t>
      </w:r>
      <w:r>
        <w:rPr>
          <w:rFonts w:hint="eastAsia"/>
          <w:rtl/>
        </w:rPr>
        <w:t>نً۬ا‌ۖ</w:t>
      </w:r>
      <w:r>
        <w:rPr>
          <w:rtl/>
        </w:rPr>
        <w:t xml:space="preserve"> سِيمَاهُمۡ فِى وُجُوهِهِم مِّنۡ أَثَرِ </w:t>
      </w:r>
      <w:r>
        <w:rPr>
          <w:rFonts w:hint="cs"/>
          <w:rtl/>
        </w:rPr>
        <w:t>ٱ</w:t>
      </w:r>
      <w:r>
        <w:rPr>
          <w:rFonts w:hint="eastAsia"/>
          <w:rtl/>
        </w:rPr>
        <w:t>لسُّجُودِ‌ۚ</w:t>
      </w:r>
      <w:r>
        <w:rPr>
          <w:rtl/>
        </w:rPr>
        <w:t xml:space="preserve"> ذَ</w:t>
      </w:r>
      <w:r w:rsidR="005B7B9E" w:rsidRPr="005B7B9E">
        <w:rPr>
          <w:rFonts w:hint="cs"/>
          <w:rtl/>
        </w:rPr>
        <w:t>ا</w:t>
      </w:r>
      <w:r>
        <w:rPr>
          <w:rFonts w:hint="eastAsia"/>
          <w:rtl/>
        </w:rPr>
        <w:t>لِكَ</w:t>
      </w:r>
      <w:r>
        <w:rPr>
          <w:rtl/>
        </w:rPr>
        <w:t xml:space="preserve"> مَثَلُهُمۡ فِى </w:t>
      </w:r>
      <w:r>
        <w:rPr>
          <w:rFonts w:hint="cs"/>
          <w:rtl/>
        </w:rPr>
        <w:t>ٱ</w:t>
      </w:r>
      <w:r>
        <w:rPr>
          <w:rFonts w:hint="eastAsia"/>
          <w:rtl/>
        </w:rPr>
        <w:t>لتَّوۡرَ</w:t>
      </w:r>
      <w:r>
        <w:rPr>
          <w:rFonts w:hint="cs"/>
          <w:rtl/>
        </w:rPr>
        <w:t>ٮٰ</w:t>
      </w:r>
      <w:r>
        <w:rPr>
          <w:rFonts w:hint="eastAsia"/>
          <w:rtl/>
        </w:rPr>
        <w:t>ةِ‌ۚ</w:t>
      </w:r>
      <w:r>
        <w:rPr>
          <w:rtl/>
        </w:rPr>
        <w:t xml:space="preserve"> وَمَثَلُهُمۡ فِى </w:t>
      </w:r>
      <w:r>
        <w:rPr>
          <w:rFonts w:hint="cs"/>
          <w:rtl/>
        </w:rPr>
        <w:t>ٱ</w:t>
      </w:r>
      <w:r>
        <w:rPr>
          <w:rFonts w:hint="eastAsia"/>
          <w:rtl/>
        </w:rPr>
        <w:t>لۡإِنجِيلِ</w:t>
      </w:r>
      <w:r>
        <w:rPr>
          <w:rtl/>
        </w:rPr>
        <w:t xml:space="preserve"> كَزَرۡعٍ أَخۡرَجَ شَطۡـَٔهُ </w:t>
      </w:r>
      <w:r>
        <w:rPr>
          <w:rFonts w:hint="cs"/>
          <w:rtl/>
        </w:rPr>
        <w:t>ۥ</w:t>
      </w:r>
      <w:r>
        <w:rPr>
          <w:rtl/>
        </w:rPr>
        <w:t xml:space="preserve"> فَـَٔازَرَهُ </w:t>
      </w:r>
      <w:r>
        <w:rPr>
          <w:rFonts w:hint="cs"/>
          <w:rtl/>
        </w:rPr>
        <w:t>ۥ</w:t>
      </w:r>
      <w:r>
        <w:rPr>
          <w:rtl/>
        </w:rPr>
        <w:t xml:space="preserve"> فَ</w:t>
      </w:r>
      <w:r>
        <w:rPr>
          <w:rFonts w:hint="cs"/>
          <w:rtl/>
        </w:rPr>
        <w:t>ٱ</w:t>
      </w:r>
      <w:r>
        <w:rPr>
          <w:rFonts w:hint="eastAsia"/>
          <w:rtl/>
        </w:rPr>
        <w:t>سۡتَغۡلَظَ</w:t>
      </w:r>
      <w:r>
        <w:rPr>
          <w:rtl/>
        </w:rPr>
        <w:t xml:space="preserve"> فَ</w:t>
      </w:r>
      <w:r>
        <w:rPr>
          <w:rFonts w:hint="cs"/>
          <w:rtl/>
        </w:rPr>
        <w:t>ٱ</w:t>
      </w:r>
      <w:r>
        <w:rPr>
          <w:rFonts w:hint="eastAsia"/>
          <w:rtl/>
        </w:rPr>
        <w:t>سۡتَوَىٰ</w:t>
      </w:r>
      <w:r>
        <w:rPr>
          <w:rtl/>
        </w:rPr>
        <w:t xml:space="preserve"> عَلَىٰ سُوقِهِ</w:t>
      </w:r>
      <w:r>
        <w:rPr>
          <w:rFonts w:hint="cs"/>
          <w:rtl/>
        </w:rPr>
        <w:t>ۦ</w:t>
      </w:r>
      <w:r>
        <w:rPr>
          <w:rtl/>
        </w:rPr>
        <w:t xml:space="preserve"> يُعۡجِبُ </w:t>
      </w:r>
      <w:r>
        <w:rPr>
          <w:rFonts w:hint="cs"/>
          <w:rtl/>
        </w:rPr>
        <w:t>ٱ</w:t>
      </w:r>
      <w:r>
        <w:rPr>
          <w:rFonts w:hint="eastAsia"/>
          <w:rtl/>
        </w:rPr>
        <w:t>لزُّرَّاعَ</w:t>
      </w:r>
      <w:r>
        <w:rPr>
          <w:rtl/>
        </w:rPr>
        <w:t xml:space="preserve"> لِيَغِيظَ بِ</w:t>
      </w:r>
      <w:r w:rsidR="001E6BAB" w:rsidRPr="001E6BAB">
        <w:rPr>
          <w:rFonts w:hint="cs"/>
          <w:rtl/>
        </w:rPr>
        <w:t>ه</w:t>
      </w:r>
      <w:r w:rsidRPr="00595365">
        <w:rPr>
          <w:rFonts w:hint="cs"/>
          <w:rtl/>
        </w:rPr>
        <w:t xml:space="preserve">مُ </w:t>
      </w:r>
      <w:r>
        <w:rPr>
          <w:rFonts w:hint="cs"/>
          <w:rtl/>
        </w:rPr>
        <w:t>ٱ</w:t>
      </w:r>
      <w:r>
        <w:rPr>
          <w:rFonts w:hint="eastAsia"/>
          <w:rtl/>
        </w:rPr>
        <w:t>لۡكُفَّارَ‌ۗ</w:t>
      </w:r>
      <w:r>
        <w:rPr>
          <w:rtl/>
        </w:rPr>
        <w:t xml:space="preserve"> وَعَدَ </w:t>
      </w:r>
      <w:r>
        <w:rPr>
          <w:rFonts w:hint="cs"/>
          <w:rtl/>
        </w:rPr>
        <w:t>ٱ</w:t>
      </w:r>
      <w:r>
        <w:rPr>
          <w:rFonts w:hint="eastAsia"/>
          <w:rtl/>
        </w:rPr>
        <w:t>للَّهُ</w:t>
      </w:r>
      <w:r>
        <w:rPr>
          <w:rtl/>
        </w:rPr>
        <w:t xml:space="preserve"> </w:t>
      </w:r>
      <w:r>
        <w:rPr>
          <w:rFonts w:hint="cs"/>
          <w:rtl/>
        </w:rPr>
        <w:t>ٱ</w:t>
      </w:r>
      <w:r>
        <w:rPr>
          <w:rFonts w:hint="eastAsia"/>
          <w:rtl/>
        </w:rPr>
        <w:t>لَّذِينَ</w:t>
      </w:r>
      <w:r>
        <w:rPr>
          <w:rtl/>
        </w:rPr>
        <w:t xml:space="preserve"> ءَامَنُواْ وَعَمِلُواْ </w:t>
      </w:r>
      <w:r>
        <w:rPr>
          <w:rFonts w:hint="cs"/>
          <w:rtl/>
        </w:rPr>
        <w:t>ٱ</w:t>
      </w:r>
      <w:r>
        <w:rPr>
          <w:rFonts w:hint="eastAsia"/>
          <w:rtl/>
        </w:rPr>
        <w:t>لصَّـٰلِحَـٰتِ</w:t>
      </w:r>
      <w:r>
        <w:rPr>
          <w:rtl/>
        </w:rPr>
        <w:t xml:space="preserve"> مِنۡ</w:t>
      </w:r>
      <w:r w:rsidR="001E6BAB" w:rsidRPr="001E6BAB">
        <w:rPr>
          <w:rFonts w:hint="cs"/>
          <w:rtl/>
        </w:rPr>
        <w:t>ه</w:t>
      </w:r>
      <w:r w:rsidRPr="00595365">
        <w:rPr>
          <w:rFonts w:hint="cs"/>
          <w:rtl/>
        </w:rPr>
        <w:t>م مَّغۡفِرَةً۬ وَأَجۡرًا عَظِيمَۢا (٢٩</w:t>
      </w:r>
      <w:r w:rsidR="009229E3">
        <w:rPr>
          <w:rtl/>
        </w:rPr>
        <w:t>)</w:t>
      </w:r>
    </w:p>
    <w:p w:rsidR="001A403D" w:rsidRDefault="001A403D" w:rsidP="00E36567">
      <w:pPr>
        <w:pStyle w:val="libBoldItalic"/>
      </w:pPr>
      <w:r>
        <w:t xml:space="preserve">He it is Who has sent His Rasool with the guidance and the religion of Haqq (truth), that He may cause it to prevail over all (every) religion, and </w:t>
      </w:r>
      <w:r>
        <w:lastRenderedPageBreak/>
        <w:t>Allah is sufficient as Witness. (28) Mohammad is the Rasool of Allah. And those with him are forceful against the disbelievers, merciful among themselves. You see them doing Rakooh, Sajdah, seeking bounty from Allah and (His) pleasure. Their mark is on their faces from the traces (effect) of Sajdahs, that is their example (description) in the Taurat, and their example in the Injeel is like a crop that produces its offshoot then strengthens it then grows firm then stands upon its stalk, delighting the sowers – so that He may enrage the disbelievers with (the sight of) them. Allah has promised to those who believe and do good deeds among them, forgiveness and a great reward. (29)</w:t>
      </w:r>
    </w:p>
    <w:p w:rsidR="001A403D" w:rsidRDefault="001A403D" w:rsidP="00E36567">
      <w:pPr>
        <w:pStyle w:val="libNormal"/>
      </w:pPr>
      <w:r>
        <w:t>1-About the saying of Allah Ta’ala, “He it is Who sent His Rasool with guidance and the religion of Haqq” Imam Abul Hassan asws said: He it is Who gave His Rasool sawaw command of Walayat of his Wasi asws, and Walayat is the religion of Haqq, “that He may cause it to prevail over every religion” dominate it over all religions at the time of rising (Qiyam) of Qaim asws, Allah says, “and Allah is going to complete His Noor” means Walayat of Qaim asws, “even if disbelievers dislike it” (Sura al-Saff, v8) means dislike Walayat-e-Ali asws. (al-Burhan, v7, p246)</w:t>
      </w:r>
    </w:p>
    <w:p w:rsidR="001A403D" w:rsidRDefault="001A403D" w:rsidP="00E36567">
      <w:pPr>
        <w:pStyle w:val="libNormal"/>
      </w:pPr>
      <w:r>
        <w:t>2-Ibne Abbas narrated about the saying of Allah, “like a crop that produces its offshoot” the real crop is Abdul Muttalib asws and offshoot is Mohammad sawaw, and “it delights the sower” means Ali bin Abi Talib asws. (al-Burhan, v7, p248)</w:t>
      </w:r>
    </w:p>
    <w:p w:rsidR="001A403D" w:rsidRDefault="001A403D" w:rsidP="009229E3">
      <w:pPr>
        <w:pStyle w:val="libCenterBold1"/>
      </w:pPr>
      <w:r>
        <w:t>Lesson:</w:t>
      </w:r>
    </w:p>
    <w:p w:rsidR="001A403D" w:rsidRDefault="001A403D" w:rsidP="001A403D">
      <w:pPr>
        <w:pStyle w:val="libNormal"/>
      </w:pPr>
      <w:r>
        <w:t>1-Deen of Haqq is Walayat-e-Ali asws, Allah Ta’ala is going to prevail Walayat-e-Ali asws, even if self-made Majoosi Walis dislike it. Who denies testimony of Walayat, in fact he denies Deen of Haqq.</w:t>
      </w:r>
    </w:p>
    <w:p w:rsidR="001A403D" w:rsidRDefault="001A403D" w:rsidP="001A403D">
      <w:pPr>
        <w:pStyle w:val="libNormal"/>
      </w:pPr>
      <w:r>
        <w:t xml:space="preserve">2-Walayat of Masumeen asws is prescribed obligation in all heavenly Books. When Momineen narrate verses &amp; Ahadees about virtues &amp; merits of Maola Ali asws and then raise the slogan of Na’ra-e-Haidri, the Usuli people feels suffocated, then Momineen recite </w:t>
      </w:r>
      <w:r>
        <w:rPr>
          <w:rFonts w:hint="eastAsia"/>
        </w:rPr>
        <w:t>“</w:t>
      </w:r>
      <w:r>
        <w:t>Ash’hadu anna Ali-an-Waliullah” after testimony of Tauheed &amp; Risalat in Tashahud, then clouds of death surround the Usuli people, and when Momineen do not stop on it and recite further testimony “wa Aolada hul Masumeena Hujjajullah Salawatullah e alaihim ajma’een” then Usuli people start burning like in Hell. And Allah likes this thing too much because He sowed (planted) Shajarah Tayyiba in the land of Tauheed, so when a Momin mentions (recites) this whole Shajarah Tayyiba while standing in the Presence of Allah Ta’ala, then He is pleased; while Muqassireen burn in Fire that Majoosi Mulla only prevented from Zikr of Ali asws but these Momineen are reciting testimony of all Masumeen asws.</w:t>
      </w:r>
    </w:p>
    <w:p w:rsidR="00EB2345" w:rsidRDefault="00EB2345" w:rsidP="00FC02E7">
      <w:pPr>
        <w:pStyle w:val="libNormal"/>
        <w:rPr>
          <w:rtl/>
        </w:rPr>
      </w:pPr>
      <w:r>
        <w:rPr>
          <w:rFonts w:hint="eastAsia"/>
        </w:rPr>
        <w:br w:type="page"/>
      </w:r>
    </w:p>
    <w:p w:rsidR="001A403D" w:rsidRDefault="00EB2345" w:rsidP="00EB2345">
      <w:pPr>
        <w:pStyle w:val="Heading1Center"/>
      </w:pPr>
      <w:bookmarkStart w:id="48" w:name="_Toc449789441"/>
      <w:r>
        <w:rPr>
          <w:rFonts w:hint="eastAsia"/>
          <w:rtl/>
        </w:rPr>
        <w:lastRenderedPageBreak/>
        <w:t>سُوۡرَةُ</w:t>
      </w:r>
      <w:r>
        <w:rPr>
          <w:rtl/>
        </w:rPr>
        <w:t xml:space="preserve"> </w:t>
      </w:r>
      <w:r w:rsidR="001A403D">
        <w:rPr>
          <w:rtl/>
        </w:rPr>
        <w:t>الحُجرَات</w:t>
      </w:r>
      <w:bookmarkEnd w:id="48"/>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يَـٰٓأَيُّ</w:t>
      </w:r>
      <w:r w:rsidR="001E6BAB" w:rsidRPr="001E6BAB">
        <w:rPr>
          <w:rFonts w:hint="cs"/>
          <w:rtl/>
        </w:rPr>
        <w:t>ه</w:t>
      </w:r>
      <w:r w:rsidRPr="00595365">
        <w:rPr>
          <w:rFonts w:hint="cs"/>
          <w:rtl/>
        </w:rPr>
        <w:t>ا</w:t>
      </w:r>
      <w:r>
        <w:rPr>
          <w:rtl/>
        </w:rPr>
        <w:t xml:space="preserve"> </w:t>
      </w:r>
      <w:r>
        <w:rPr>
          <w:rFonts w:hint="cs"/>
          <w:rtl/>
        </w:rPr>
        <w:t>ٱ</w:t>
      </w:r>
      <w:r>
        <w:rPr>
          <w:rFonts w:hint="eastAsia"/>
          <w:rtl/>
        </w:rPr>
        <w:t>لَّذِينَ</w:t>
      </w:r>
      <w:r>
        <w:rPr>
          <w:rtl/>
        </w:rPr>
        <w:t xml:space="preserve"> ءَامَنُواْ لَا تُقَدِّمُواْ بَيۡنَ يَدَىِ </w:t>
      </w:r>
      <w:r>
        <w:rPr>
          <w:rFonts w:hint="cs"/>
          <w:rtl/>
        </w:rPr>
        <w:t>ٱ</w:t>
      </w:r>
      <w:r>
        <w:rPr>
          <w:rFonts w:hint="eastAsia"/>
          <w:rtl/>
        </w:rPr>
        <w:t>للَّهِ</w:t>
      </w:r>
      <w:r>
        <w:rPr>
          <w:rtl/>
        </w:rPr>
        <w:t xml:space="preserve"> وَرَسُولِهِ</w:t>
      </w:r>
      <w:r>
        <w:rPr>
          <w:rFonts w:hint="cs"/>
          <w:rtl/>
        </w:rPr>
        <w:t>ۦ‌ۖ</w:t>
      </w:r>
      <w:r>
        <w:rPr>
          <w:rtl/>
        </w:rPr>
        <w:t xml:space="preserve"> وَ</w:t>
      </w:r>
      <w:r>
        <w:rPr>
          <w:rFonts w:hint="cs"/>
          <w:rtl/>
        </w:rPr>
        <w:t>ٱ</w:t>
      </w:r>
      <w:r>
        <w:rPr>
          <w:rFonts w:hint="eastAsia"/>
          <w:rtl/>
        </w:rPr>
        <w:t>تَّقُواْ</w:t>
      </w:r>
      <w:r>
        <w:rPr>
          <w:rtl/>
        </w:rPr>
        <w:t xml:space="preserve"> </w:t>
      </w:r>
      <w:r>
        <w:rPr>
          <w:rFonts w:hint="cs"/>
          <w:rtl/>
        </w:rPr>
        <w:t>ٱ</w:t>
      </w:r>
      <w:r>
        <w:rPr>
          <w:rFonts w:hint="eastAsia"/>
          <w:rtl/>
        </w:rPr>
        <w:t>للَّهَ‌ۚ</w:t>
      </w:r>
      <w:r>
        <w:rPr>
          <w:rtl/>
        </w:rPr>
        <w:t xml:space="preserve"> إِنَّ </w:t>
      </w:r>
      <w:r>
        <w:rPr>
          <w:rFonts w:hint="cs"/>
          <w:rtl/>
        </w:rPr>
        <w:t>ٱ</w:t>
      </w:r>
      <w:r>
        <w:rPr>
          <w:rFonts w:hint="eastAsia"/>
          <w:rtl/>
        </w:rPr>
        <w:t>للَّهَ</w:t>
      </w:r>
      <w:r>
        <w:rPr>
          <w:rtl/>
        </w:rPr>
        <w:t xml:space="preserve"> سَمِيعٌ عَلِيمٌ۬ (١</w:t>
      </w:r>
      <w:r w:rsidR="009229E3">
        <w:rPr>
          <w:rtl/>
        </w:rPr>
        <w:t>)</w:t>
      </w:r>
      <w:r>
        <w:rPr>
          <w:rtl/>
        </w:rPr>
        <w:t xml:space="preserve"> يَـٰٓأَيُّ</w:t>
      </w:r>
      <w:r w:rsidR="001E6BAB" w:rsidRPr="001E6BAB">
        <w:rPr>
          <w:rFonts w:hint="cs"/>
          <w:rtl/>
        </w:rPr>
        <w:t>ه</w:t>
      </w:r>
      <w:r w:rsidRPr="00595365">
        <w:rPr>
          <w:rFonts w:hint="cs"/>
          <w:rtl/>
        </w:rPr>
        <w:t xml:space="preserve">ا </w:t>
      </w:r>
      <w:r>
        <w:rPr>
          <w:rFonts w:hint="cs"/>
          <w:rtl/>
        </w:rPr>
        <w:t>ٱ</w:t>
      </w:r>
      <w:r>
        <w:rPr>
          <w:rFonts w:hint="eastAsia"/>
          <w:rtl/>
        </w:rPr>
        <w:t>لَّذِينَ</w:t>
      </w:r>
      <w:r>
        <w:rPr>
          <w:rtl/>
        </w:rPr>
        <w:t xml:space="preserve"> ءَامَنُواْ لَا تَرۡفَعُوٓاْ أَصۡوَ</w:t>
      </w:r>
      <w:r w:rsidR="005B7B9E" w:rsidRPr="005B7B9E">
        <w:rPr>
          <w:rFonts w:hint="cs"/>
          <w:rtl/>
        </w:rPr>
        <w:t>ا</w:t>
      </w:r>
      <w:r>
        <w:rPr>
          <w:rFonts w:hint="eastAsia"/>
          <w:rtl/>
        </w:rPr>
        <w:t>تَكُمۡ</w:t>
      </w:r>
      <w:r>
        <w:rPr>
          <w:rtl/>
        </w:rPr>
        <w:t xml:space="preserve"> فَوۡقَ صَوۡتِ </w:t>
      </w:r>
      <w:r>
        <w:rPr>
          <w:rFonts w:hint="cs"/>
          <w:rtl/>
        </w:rPr>
        <w:t>ٱ</w:t>
      </w:r>
      <w:r>
        <w:rPr>
          <w:rFonts w:hint="eastAsia"/>
          <w:rtl/>
        </w:rPr>
        <w:t>لنَّبِىِّ</w:t>
      </w:r>
      <w:r>
        <w:rPr>
          <w:rtl/>
        </w:rPr>
        <w:t xml:space="preserve"> وَلَا تَجۡهَرُواْ ل</w:t>
      </w:r>
      <w:r>
        <w:rPr>
          <w:rFonts w:hint="eastAsia"/>
          <w:rtl/>
        </w:rPr>
        <w:t>َهُ</w:t>
      </w:r>
      <w:r>
        <w:rPr>
          <w:rtl/>
        </w:rPr>
        <w:t xml:space="preserve"> </w:t>
      </w:r>
      <w:r>
        <w:rPr>
          <w:rFonts w:hint="cs"/>
          <w:rtl/>
        </w:rPr>
        <w:t>ۥ</w:t>
      </w:r>
      <w:r>
        <w:rPr>
          <w:rtl/>
        </w:rPr>
        <w:t xml:space="preserve"> بِ</w:t>
      </w:r>
      <w:r>
        <w:rPr>
          <w:rFonts w:hint="cs"/>
          <w:rtl/>
        </w:rPr>
        <w:t>ٱ</w:t>
      </w:r>
      <w:r>
        <w:rPr>
          <w:rFonts w:hint="eastAsia"/>
          <w:rtl/>
        </w:rPr>
        <w:t>لۡقَوۡلِ</w:t>
      </w:r>
      <w:r>
        <w:rPr>
          <w:rtl/>
        </w:rPr>
        <w:t xml:space="preserve"> كَجَهۡرِ بَعۡضِ</w:t>
      </w:r>
      <w:r w:rsidR="001E6BAB" w:rsidRPr="001E6BAB">
        <w:rPr>
          <w:rFonts w:hint="cs"/>
          <w:rtl/>
        </w:rPr>
        <w:t>ک</w:t>
      </w:r>
      <w:r>
        <w:rPr>
          <w:rFonts w:hint="eastAsia"/>
          <w:rtl/>
        </w:rPr>
        <w:t>مۡ</w:t>
      </w:r>
      <w:r>
        <w:rPr>
          <w:rtl/>
        </w:rPr>
        <w:t xml:space="preserve"> لِبَعۡضٍ أَن تَحۡبَطَ أَعۡمَـٰلُكُمۡ وَأَنتُمۡ لَا تَشۡعُرُونَ (٢</w:t>
      </w:r>
      <w:r w:rsidR="009229E3">
        <w:rPr>
          <w:rtl/>
        </w:rPr>
        <w:t>)</w:t>
      </w:r>
    </w:p>
    <w:p w:rsidR="001A403D" w:rsidRDefault="001A403D" w:rsidP="00E36567">
      <w:pPr>
        <w:pStyle w:val="libBoldItalic"/>
      </w:pPr>
      <w:r>
        <w:t>O you who believe! Do not step forward in the presence of Allah and His Rasool, and fear Allah. Indeed Allah is Hearing, Knowing. (1) O you who believe! Do not raise your voices above the voice of the Nabi, and do not speak loud to him like loud to one another, lest your deeds be rendered worthless while you do not realize. (2)</w:t>
      </w:r>
    </w:p>
    <w:p w:rsidR="001A403D" w:rsidRDefault="001A403D" w:rsidP="00E36567">
      <w:pPr>
        <w:pStyle w:val="libNormal"/>
      </w:pPr>
      <w:r>
        <w:t>1-It is forbidden to decide about any matter before the judgement &amp; command of Allah and His Rasool sawaw, and it also means that do not walk in front of Rasool Allah sawaw. (Tafseer al-Safi, v3, p342)</w:t>
      </w:r>
    </w:p>
    <w:p w:rsidR="001A403D" w:rsidRDefault="001A403D" w:rsidP="00E36567">
      <w:pPr>
        <w:pStyle w:val="libNormal"/>
      </w:pPr>
      <w:r>
        <w:t>2-Some foolish people used to come to Rasool Allah sawaw and used to call in loud voice from outside the holy house, “Ya Mohammad sawaw, can you come out we want to speak to you.” So Allah Ta’ala revealed these verses to teach the respect of Masumeen asws. (al-Burhan, v7, p252)</w:t>
      </w:r>
    </w:p>
    <w:p w:rsidR="001A403D" w:rsidRDefault="001A403D" w:rsidP="009229E3">
      <w:pPr>
        <w:pStyle w:val="libCenterBold1"/>
      </w:pPr>
      <w:r>
        <w:t>Lesson:</w:t>
      </w:r>
    </w:p>
    <w:p w:rsidR="001A403D" w:rsidRDefault="001A403D" w:rsidP="001A403D">
      <w:pPr>
        <w:pStyle w:val="libNormal"/>
      </w:pPr>
      <w:r>
        <w:t>1-Whatever people can be in need of until Qiyamah, Masumeen asws have told about it the decrees &amp; commands of Allah Ta’ala. Then to step forward in front of Allah and Masumeen asws to issue Fatawa is not right. Allah Ta’ala has made Deen easy i.e. whatever Masumeen asws tell themselves is enough. To be too much inquisitive leads to destruction.</w:t>
      </w:r>
    </w:p>
    <w:p w:rsidR="001A403D" w:rsidRDefault="001A403D" w:rsidP="001A403D">
      <w:pPr>
        <w:pStyle w:val="libNormal"/>
      </w:pPr>
      <w:r>
        <w:t>2-To step forward in front of Masumeen asws verbally or practically nullifies the deeds. Similarly to speak loud around holy mausoleums is forbidden.</w:t>
      </w:r>
    </w:p>
    <w:p w:rsidR="001A403D" w:rsidRDefault="001A403D" w:rsidP="00385B48">
      <w:pPr>
        <w:pStyle w:val="libAr"/>
      </w:pPr>
      <w:r>
        <w:rPr>
          <w:rFonts w:hint="eastAsia"/>
          <w:rtl/>
        </w:rPr>
        <w:t>وَ</w:t>
      </w:r>
      <w:r>
        <w:rPr>
          <w:rFonts w:hint="cs"/>
          <w:rtl/>
        </w:rPr>
        <w:t>ٱ</w:t>
      </w:r>
      <w:r>
        <w:rPr>
          <w:rFonts w:hint="eastAsia"/>
          <w:rtl/>
        </w:rPr>
        <w:t>عۡلَمُوٓاْ</w:t>
      </w:r>
      <w:r>
        <w:rPr>
          <w:rtl/>
        </w:rPr>
        <w:t xml:space="preserve"> أَنَّ فِيكُمۡ رَسُولَ </w:t>
      </w:r>
      <w:r>
        <w:rPr>
          <w:rFonts w:hint="cs"/>
          <w:rtl/>
        </w:rPr>
        <w:t>ٱ</w:t>
      </w:r>
      <w:r>
        <w:rPr>
          <w:rFonts w:hint="eastAsia"/>
          <w:rtl/>
        </w:rPr>
        <w:t>للَّهِ‌ۚ</w:t>
      </w:r>
      <w:r>
        <w:rPr>
          <w:rtl/>
        </w:rPr>
        <w:t xml:space="preserve"> لَوۡ يُطِيعُكُمۡ فِى كَثِيرٍ۬ مِّنَ </w:t>
      </w:r>
      <w:r>
        <w:rPr>
          <w:rFonts w:hint="cs"/>
          <w:rtl/>
        </w:rPr>
        <w:t>ٱ</w:t>
      </w:r>
      <w:r>
        <w:rPr>
          <w:rFonts w:hint="eastAsia"/>
          <w:rtl/>
        </w:rPr>
        <w:t>لۡأَمۡرِ</w:t>
      </w:r>
      <w:r>
        <w:rPr>
          <w:rtl/>
        </w:rPr>
        <w:t xml:space="preserve"> لَعَنِتُّمۡ وَلَـٰكِنَّ </w:t>
      </w:r>
      <w:r>
        <w:rPr>
          <w:rFonts w:hint="cs"/>
          <w:rtl/>
        </w:rPr>
        <w:t>ٱ</w:t>
      </w:r>
      <w:r>
        <w:rPr>
          <w:rFonts w:hint="eastAsia"/>
          <w:rtl/>
        </w:rPr>
        <w:t>للَّهَ</w:t>
      </w:r>
      <w:r>
        <w:rPr>
          <w:rtl/>
        </w:rPr>
        <w:t xml:space="preserve"> حَبَّبَ إِلَيۡكُمُ </w:t>
      </w:r>
      <w:r>
        <w:rPr>
          <w:rFonts w:hint="cs"/>
          <w:rtl/>
        </w:rPr>
        <w:t>ٱ</w:t>
      </w:r>
      <w:r>
        <w:rPr>
          <w:rFonts w:hint="eastAsia"/>
          <w:rtl/>
        </w:rPr>
        <w:t>لۡإِيمَـٰنَ</w:t>
      </w:r>
      <w:r>
        <w:rPr>
          <w:rtl/>
        </w:rPr>
        <w:t xml:space="preserve"> وَزَيَّنَهُ </w:t>
      </w:r>
      <w:r>
        <w:rPr>
          <w:rFonts w:hint="cs"/>
          <w:rtl/>
        </w:rPr>
        <w:t>ۥ</w:t>
      </w:r>
      <w:r>
        <w:rPr>
          <w:rtl/>
        </w:rPr>
        <w:t xml:space="preserve"> فِى قُلُوبِكُمۡ وَكَرَّهَ إِلَيۡكُمُ </w:t>
      </w:r>
      <w:r>
        <w:rPr>
          <w:rFonts w:hint="cs"/>
          <w:rtl/>
        </w:rPr>
        <w:t>ٱ</w:t>
      </w:r>
      <w:r>
        <w:rPr>
          <w:rFonts w:hint="eastAsia"/>
          <w:rtl/>
        </w:rPr>
        <w:t>لۡكُفۡرَ</w:t>
      </w:r>
      <w:r>
        <w:rPr>
          <w:rtl/>
        </w:rPr>
        <w:t xml:space="preserve"> وَ</w:t>
      </w:r>
      <w:r>
        <w:rPr>
          <w:rFonts w:hint="cs"/>
          <w:rtl/>
        </w:rPr>
        <w:t>ٱ</w:t>
      </w:r>
      <w:r>
        <w:rPr>
          <w:rFonts w:hint="eastAsia"/>
          <w:rtl/>
        </w:rPr>
        <w:t>لۡفُسُوقَ</w:t>
      </w:r>
      <w:r>
        <w:rPr>
          <w:rtl/>
        </w:rPr>
        <w:t xml:space="preserve"> وَ</w:t>
      </w:r>
      <w:r>
        <w:rPr>
          <w:rFonts w:hint="cs"/>
          <w:rtl/>
        </w:rPr>
        <w:t>ٱ</w:t>
      </w:r>
      <w:r>
        <w:rPr>
          <w:rFonts w:hint="eastAsia"/>
          <w:rtl/>
        </w:rPr>
        <w:t>لۡعِصۡيَانَ‌ۚ</w:t>
      </w:r>
      <w:r>
        <w:rPr>
          <w:rtl/>
        </w:rPr>
        <w:t xml:space="preserve"> أُوْلَـٰٓ</w:t>
      </w:r>
      <w:r>
        <w:rPr>
          <w:rFonts w:hint="cs"/>
          <w:rtl/>
        </w:rPr>
        <w:t>ٮِٕ</w:t>
      </w:r>
      <w:r>
        <w:rPr>
          <w:rFonts w:hint="eastAsia"/>
          <w:rtl/>
        </w:rPr>
        <w:t>كَ</w:t>
      </w:r>
      <w:r>
        <w:rPr>
          <w:rtl/>
        </w:rPr>
        <w:t xml:space="preserve"> هُمُ </w:t>
      </w:r>
      <w:r>
        <w:rPr>
          <w:rFonts w:hint="cs"/>
          <w:rtl/>
        </w:rPr>
        <w:t>ٱ</w:t>
      </w:r>
      <w:r>
        <w:rPr>
          <w:rFonts w:hint="eastAsia"/>
          <w:rtl/>
        </w:rPr>
        <w:t>لرَّ</w:t>
      </w:r>
      <w:r w:rsidR="005B7B9E" w:rsidRPr="005B7B9E">
        <w:rPr>
          <w:rFonts w:hint="cs"/>
          <w:rtl/>
        </w:rPr>
        <w:t>ا</w:t>
      </w:r>
      <w:r>
        <w:rPr>
          <w:rFonts w:hint="eastAsia"/>
          <w:rtl/>
        </w:rPr>
        <w:t>شِدُونَ</w:t>
      </w:r>
      <w:r>
        <w:rPr>
          <w:rtl/>
        </w:rPr>
        <w:t xml:space="preserve"> (٧</w:t>
      </w:r>
      <w:r w:rsidR="009229E3">
        <w:rPr>
          <w:rtl/>
        </w:rPr>
        <w:t>)</w:t>
      </w:r>
    </w:p>
    <w:p w:rsidR="001A403D" w:rsidRDefault="001A403D" w:rsidP="00E36567">
      <w:pPr>
        <w:pStyle w:val="libBoldItalic"/>
      </w:pPr>
      <w:r>
        <w:t>And know that the Rasool of Allah is among you. If he were to obey you in much of the matter, you would surely be in trouble; but Allah has endeared the faith to you and has beautified it in your hearts, and has made disbelief and defiance and disobedience hateful to you. They are those who are the rightly guided. (7)</w:t>
      </w:r>
    </w:p>
    <w:p w:rsidR="001A403D" w:rsidRDefault="001A403D" w:rsidP="00E36567">
      <w:pPr>
        <w:pStyle w:val="libNormal"/>
      </w:pPr>
      <w:r>
        <w:t>1-About the saying of Allah, “but Allah has endeared the faith to you and has beautified it in your hearts” Imam Jafar Sadiq asws said: It means Amirul Momineen asws, “and has made disbelief and defiance and disobedience hateful to you” means opponents of Walayat-e-Ali asws. (al-Burhan, v7, p257)</w:t>
      </w:r>
    </w:p>
    <w:p w:rsidR="001A403D" w:rsidRDefault="001A403D" w:rsidP="00E36567">
      <w:pPr>
        <w:pStyle w:val="libNormal"/>
      </w:pPr>
      <w:r>
        <w:t xml:space="preserve">2-Imam Baqir al-Uloom asws said: Is Deen nothing but love? Allah Ta’ala says, “but Allah has endeared the faith to you and has beautified it in your hearts” and says, “If you love Allah then obey me, then Allah will love </w:t>
      </w:r>
      <w:r>
        <w:lastRenderedPageBreak/>
        <w:t>you” and says, “He loves those who migrate toward Him” (al-Burhan, v7, p257)</w:t>
      </w:r>
    </w:p>
    <w:p w:rsidR="001A403D" w:rsidRDefault="001A403D" w:rsidP="009229E3">
      <w:pPr>
        <w:pStyle w:val="libCenterBold1"/>
      </w:pPr>
      <w:r>
        <w:t>Lesson:</w:t>
      </w:r>
    </w:p>
    <w:p w:rsidR="001A403D" w:rsidRDefault="001A403D" w:rsidP="001A403D">
      <w:pPr>
        <w:pStyle w:val="libNormal"/>
      </w:pPr>
      <w:r>
        <w:t>1-Deen of Allah is only Mawaddat of Masumeen asws and Walayat of Ali asws. Momin is one whose heart is decorated with Walayat-e-Ali asws; and filled with hatred of opponents of Walayat-e-Ali asws i.e. who deny testimony of Walayat-e-Ali asws, who are defiant i.e. who speak nonsense about Masumeen asws considering them like ordinary humans, while considering Muqassir Mulla superior to Prophets of Bani Israel, and who are disobedient i.e. who disobey Ahadees of Masumeen asws and issue their own Fatawa by rejecting them.</w:t>
      </w:r>
    </w:p>
    <w:p w:rsidR="001A403D" w:rsidRDefault="001A403D" w:rsidP="001A403D">
      <w:pPr>
        <w:pStyle w:val="libNormal"/>
      </w:pPr>
      <w:r>
        <w:t>2-The recognition of the guided ones is Mawaddat &amp; Walayat of Masumeen asws, and hatred of Muqassir Mulla.</w:t>
      </w:r>
    </w:p>
    <w:p w:rsidR="001A403D" w:rsidRDefault="001A403D" w:rsidP="00385B48">
      <w:pPr>
        <w:pStyle w:val="libAr"/>
      </w:pPr>
      <w:r>
        <w:rPr>
          <w:rFonts w:hint="eastAsia"/>
          <w:rtl/>
        </w:rPr>
        <w:t>يَـٰٓأَيُّ</w:t>
      </w:r>
      <w:r w:rsidR="001E6BAB" w:rsidRPr="001E6BAB">
        <w:rPr>
          <w:rFonts w:hint="cs"/>
          <w:rtl/>
        </w:rPr>
        <w:t>ه</w:t>
      </w:r>
      <w:r w:rsidRPr="00595365">
        <w:rPr>
          <w:rFonts w:hint="cs"/>
          <w:rtl/>
        </w:rPr>
        <w:t>ا</w:t>
      </w:r>
      <w:r>
        <w:rPr>
          <w:rtl/>
        </w:rPr>
        <w:t xml:space="preserve"> </w:t>
      </w:r>
      <w:r>
        <w:rPr>
          <w:rFonts w:hint="cs"/>
          <w:rtl/>
        </w:rPr>
        <w:t>ٱ</w:t>
      </w:r>
      <w:r>
        <w:rPr>
          <w:rFonts w:hint="eastAsia"/>
          <w:rtl/>
        </w:rPr>
        <w:t>لنَّاسُ</w:t>
      </w:r>
      <w:r>
        <w:rPr>
          <w:rtl/>
        </w:rPr>
        <w:t xml:space="preserve"> إِنَّا خَلَقۡنَـٰكُم مِّن ذَكَرٍ۬ وَأُنثَىٰ وَجَعَلۡنَـٰكُمۡ شُعُوبً۬ا وَقَبَآ</w:t>
      </w:r>
      <w:r>
        <w:rPr>
          <w:rFonts w:hint="cs"/>
          <w:rtl/>
        </w:rPr>
        <w:t>ٮِٕ</w:t>
      </w:r>
      <w:r>
        <w:rPr>
          <w:rFonts w:hint="eastAsia"/>
          <w:rtl/>
        </w:rPr>
        <w:t>لَ</w:t>
      </w:r>
      <w:r>
        <w:rPr>
          <w:rtl/>
        </w:rPr>
        <w:t xml:space="preserve"> لِتَعَارَفُوٓاْ‌ۚ إِنَّ أَ</w:t>
      </w:r>
      <w:r w:rsidR="001E6BAB" w:rsidRPr="001E6BAB">
        <w:rPr>
          <w:rFonts w:hint="cs"/>
          <w:rtl/>
        </w:rPr>
        <w:t>ک</w:t>
      </w:r>
      <w:r w:rsidRPr="00595365">
        <w:rPr>
          <w:rFonts w:hint="cs"/>
          <w:rtl/>
        </w:rPr>
        <w:t>ۡ</w:t>
      </w:r>
      <w:r>
        <w:rPr>
          <w:rFonts w:hint="eastAsia"/>
          <w:rtl/>
        </w:rPr>
        <w:t>رَمَكُمۡ</w:t>
      </w:r>
      <w:r>
        <w:rPr>
          <w:rtl/>
        </w:rPr>
        <w:t xml:space="preserve"> عِندَ </w:t>
      </w:r>
      <w:r>
        <w:rPr>
          <w:rFonts w:hint="cs"/>
          <w:rtl/>
        </w:rPr>
        <w:t>ٱ</w:t>
      </w:r>
      <w:r>
        <w:rPr>
          <w:rFonts w:hint="eastAsia"/>
          <w:rtl/>
        </w:rPr>
        <w:t>للَّهِ</w:t>
      </w:r>
      <w:r>
        <w:rPr>
          <w:rtl/>
        </w:rPr>
        <w:t xml:space="preserve"> أَتۡقَ</w:t>
      </w:r>
      <w:r>
        <w:rPr>
          <w:rFonts w:hint="cs"/>
          <w:rtl/>
        </w:rPr>
        <w:t>ٮٰ</w:t>
      </w:r>
      <w:r>
        <w:rPr>
          <w:rFonts w:hint="eastAsia"/>
          <w:rtl/>
        </w:rPr>
        <w:t>كُمۡ‌ۚ</w:t>
      </w:r>
      <w:r>
        <w:rPr>
          <w:rtl/>
        </w:rPr>
        <w:t xml:space="preserve"> إِنَّ </w:t>
      </w:r>
      <w:r>
        <w:rPr>
          <w:rFonts w:hint="cs"/>
          <w:rtl/>
        </w:rPr>
        <w:t>ٱ</w:t>
      </w:r>
      <w:r>
        <w:rPr>
          <w:rFonts w:hint="eastAsia"/>
          <w:rtl/>
        </w:rPr>
        <w:t>للَّهَ</w:t>
      </w:r>
      <w:r>
        <w:rPr>
          <w:rtl/>
        </w:rPr>
        <w:t xml:space="preserve"> عَلِيمٌ خَبِيرٌ۬ (١٣</w:t>
      </w:r>
      <w:r w:rsidR="009229E3">
        <w:rPr>
          <w:rtl/>
        </w:rPr>
        <w:t>)</w:t>
      </w:r>
      <w:r>
        <w:rPr>
          <w:rtl/>
        </w:rPr>
        <w:t xml:space="preserve"> ۞ قَالَتِ </w:t>
      </w:r>
      <w:r>
        <w:rPr>
          <w:rFonts w:hint="cs"/>
          <w:rtl/>
        </w:rPr>
        <w:t>ٱ</w:t>
      </w:r>
      <w:r>
        <w:rPr>
          <w:rFonts w:hint="eastAsia"/>
          <w:rtl/>
        </w:rPr>
        <w:t>لۡأَعۡرَابُ</w:t>
      </w:r>
      <w:r>
        <w:rPr>
          <w:rtl/>
        </w:rPr>
        <w:t xml:space="preserve"> ءَامَنَّا‌ۖ قُل لَّمۡ ت</w:t>
      </w:r>
      <w:r>
        <w:rPr>
          <w:rFonts w:hint="eastAsia"/>
          <w:rtl/>
        </w:rPr>
        <w:t>ُؤۡمِنُواْ</w:t>
      </w:r>
      <w:r>
        <w:rPr>
          <w:rtl/>
        </w:rPr>
        <w:t xml:space="preserve"> وَلَـٰكِن قُولُوٓاْ أَسۡلَمۡنَا وَلَمَّا يَدۡخُلِ </w:t>
      </w:r>
      <w:r>
        <w:rPr>
          <w:rFonts w:hint="cs"/>
          <w:rtl/>
        </w:rPr>
        <w:t>ٱ</w:t>
      </w:r>
      <w:r>
        <w:rPr>
          <w:rFonts w:hint="eastAsia"/>
          <w:rtl/>
        </w:rPr>
        <w:t>لۡإِيمَـٰنُ</w:t>
      </w:r>
      <w:r>
        <w:rPr>
          <w:rtl/>
        </w:rPr>
        <w:t xml:space="preserve"> فِى قُلُوبِكُمۡ‌ۖ وَإِن تُطِيعُواْ </w:t>
      </w:r>
      <w:r>
        <w:rPr>
          <w:rFonts w:hint="cs"/>
          <w:rtl/>
        </w:rPr>
        <w:t>ٱ</w:t>
      </w:r>
      <w:r>
        <w:rPr>
          <w:rFonts w:hint="eastAsia"/>
          <w:rtl/>
        </w:rPr>
        <w:t>للَّهَ</w:t>
      </w:r>
      <w:r>
        <w:rPr>
          <w:rtl/>
        </w:rPr>
        <w:t xml:space="preserve"> وَرَسُولَهُ </w:t>
      </w:r>
      <w:r>
        <w:rPr>
          <w:rFonts w:hint="cs"/>
          <w:rtl/>
        </w:rPr>
        <w:t>ۥ</w:t>
      </w:r>
      <w:r>
        <w:rPr>
          <w:rtl/>
        </w:rPr>
        <w:t xml:space="preserve"> لَا يَلِتۡكُم مِّنۡ أَعۡمَـٰلِكُمۡ شَيۡـًٔا‌ۚ إِنَّ </w:t>
      </w:r>
      <w:r>
        <w:rPr>
          <w:rFonts w:hint="cs"/>
          <w:rtl/>
        </w:rPr>
        <w:t>ٱ</w:t>
      </w:r>
      <w:r>
        <w:rPr>
          <w:rFonts w:hint="eastAsia"/>
          <w:rtl/>
        </w:rPr>
        <w:t>للَّهَ</w:t>
      </w:r>
      <w:r>
        <w:rPr>
          <w:rtl/>
        </w:rPr>
        <w:t xml:space="preserve"> غَفُورٌ۬ رَّحِيمٌ (١٤</w:t>
      </w:r>
      <w:r w:rsidR="009229E3">
        <w:rPr>
          <w:rtl/>
        </w:rPr>
        <w:t>)</w:t>
      </w:r>
    </w:p>
    <w:p w:rsidR="001A403D" w:rsidRDefault="001A403D" w:rsidP="00E36567">
      <w:pPr>
        <w:pStyle w:val="libBoldItalic"/>
      </w:pPr>
      <w:r>
        <w:t>O mankind! Indeed We have created you from male and female, and made you nations and tribes that you may know one another. No doubt, the noblest of you in the sight of Allah is the most righteous of you. Indeed Allah is all Knowing, Aware. (13) The Bedouins say: We believe. Say: You have not believed, but rather say "We submit," and faith has not yet entered into your hearts. And if you obey Allah and His Rasool, He will not deprive you from your deeds at all. No doubt, Allah is Forgiving, Merciful. (14)</w:t>
      </w:r>
    </w:p>
    <w:p w:rsidR="001A403D" w:rsidRDefault="001A403D" w:rsidP="00E36567">
      <w:pPr>
        <w:pStyle w:val="libNormal"/>
      </w:pPr>
      <w:r>
        <w:t xml:space="preserve">1-Rasool Allah sawaw said: No doubt, Allah Azza wa Jalla created two types, and declared me from the best type, and this is the saying of Allah Ta’ala when He mentions the companions of Yameen (Right) and the companions of Shimal (Left), and I am the best among the companions of Yameen. Then Allah divided into three types, and declared me from the third best type, and this is the saying of Allah Azza wa Jalla, “Then the companions of Yameen, what (lucky) are companions of Yameen? And the companions of Shimal, what (doomed) are companions of Shimal? And the Sabiqoon (forerunners), are the forerunners (excelling).” (al-Waqiah, v8-10) and I am the best among Sabiqeen. Then He made three tribes and declared me among the best tribe, and this is the saying of Allah Azza wa Jalla, “O mankind! Indeed We have created you from male and female, and made you nations and tribes that you may know one another. No doubt, the noblest of you in the sight of Allah is the most pious of you” and I am the most pious than all the children of Adam (a.s.) and most honourable than all of them in the sight of Allah the Exalted in Praise, but I am not boasting. Then Allah made homes (families) of the tribes and declared me in the best home, and this is the saying of Allah Azza wa Jalla, </w:t>
      </w:r>
      <w:r>
        <w:rPr>
          <w:rFonts w:hint="eastAsia"/>
        </w:rPr>
        <w:t>“</w:t>
      </w:r>
      <w:r>
        <w:t xml:space="preserve">Allah only intends to keep away </w:t>
      </w:r>
      <w:r>
        <w:lastRenderedPageBreak/>
        <w:t>Rijs from you the Ahlul Bait, and keep you pure as it should be kept pure” (al-Ahzab, v33) (al-Burhan, v7, p267)</w:t>
      </w:r>
    </w:p>
    <w:p w:rsidR="001A403D" w:rsidRDefault="001A403D" w:rsidP="001A403D">
      <w:pPr>
        <w:pStyle w:val="libNormal"/>
      </w:pPr>
      <w:r>
        <w:t>2-About the saying of Allah, “The Bedouins say: We believe. Say: You have not believed, but rather say "We submit," and faith has not yet entered into your hearts” Imam Jafar Sadiq asws said: Don’t you understand that Eman (faith) is separate from Islam (submission).</w:t>
      </w:r>
    </w:p>
    <w:p w:rsidR="001A403D" w:rsidRDefault="001A403D" w:rsidP="00E36567">
      <w:pPr>
        <w:pStyle w:val="libNormal"/>
      </w:pPr>
      <w:r>
        <w:t>Imam Mohammad Baqir asws said about the same verse: Who thought that they believed (became faithful) then certainly he lied, and who thought that they did not accept Islam then he also lied. (al-Burhan, v7, p269)</w:t>
      </w:r>
    </w:p>
    <w:p w:rsidR="001A403D" w:rsidRDefault="001A403D" w:rsidP="00E36567">
      <w:pPr>
        <w:pStyle w:val="libNormal"/>
      </w:pPr>
      <w:r>
        <w:t>3-Imam Mohammad Baqir asws said: Eman is testifying and practice, and Islam is testifying without practice. (al-Burhan, v7, p270)</w:t>
      </w:r>
    </w:p>
    <w:p w:rsidR="001A403D" w:rsidRDefault="001A403D" w:rsidP="00E36567">
      <w:pPr>
        <w:pStyle w:val="libNormal"/>
      </w:pPr>
      <w:r>
        <w:t>4-Imam Jafar Sadiq asws said: Islam is included in Eman, but Eman is not included in Islam. (al-Burhan, v7, p270)</w:t>
      </w:r>
    </w:p>
    <w:p w:rsidR="001A403D" w:rsidRDefault="001A403D" w:rsidP="00E36567">
      <w:pPr>
        <w:pStyle w:val="libNormal"/>
      </w:pPr>
      <w:r>
        <w:t>5-Rasool Allah sawaw said: Eman is Marifat with heart, and testimony with tongue, and practice with limbs. (al-Burhan, v7, p273)</w:t>
      </w:r>
    </w:p>
    <w:p w:rsidR="001A403D" w:rsidRDefault="001A403D" w:rsidP="009229E3">
      <w:pPr>
        <w:pStyle w:val="libCenterBold1"/>
      </w:pPr>
      <w:r>
        <w:t>Lesson:</w:t>
      </w:r>
    </w:p>
    <w:p w:rsidR="001A403D" w:rsidRDefault="001A403D" w:rsidP="001A403D">
      <w:pPr>
        <w:pStyle w:val="libNormal"/>
      </w:pPr>
      <w:r>
        <w:t>1-Allah Ta’ala sent down the Anwaar of His Habeeb sawaw &amp; his Ahlul Bait asws in the best nation &amp; tribe of infallible Prophets (a.s.). On the day of Qiyamah all family trees &amp; relations will not exist, except the holy family tree of Masumeen asws. Nations and tribes are for introduction among the people, but he is only honourable near Allah who has Walayat-e-Ali asws.</w:t>
      </w:r>
    </w:p>
    <w:p w:rsidR="001A403D" w:rsidRDefault="001A403D" w:rsidP="001A403D">
      <w:pPr>
        <w:pStyle w:val="libNormal"/>
      </w:pPr>
      <w:r>
        <w:t>2-Momin is only he who has Marifat of Walayat-e-Ali asws in his heart and testifies it with his tongue in the presence of Allah and performs righteous deeds with his limbs. Whoever only says verbally that he believes in Walayat-e-Ali asws, but does not recites testimony of Walayat while performing deeds, then he is hypocrite.</w:t>
      </w:r>
    </w:p>
    <w:p w:rsidR="001A403D" w:rsidRDefault="001A403D" w:rsidP="00385B48">
      <w:pPr>
        <w:pStyle w:val="libAr"/>
      </w:pPr>
      <w:r>
        <w:rPr>
          <w:rFonts w:hint="eastAsia"/>
          <w:rtl/>
        </w:rPr>
        <w:t>يَمُنُّونَ</w:t>
      </w:r>
      <w:r>
        <w:rPr>
          <w:rtl/>
        </w:rPr>
        <w:t xml:space="preserve"> عَلَيۡكَ أَنۡ أَسۡلَمُواْ‌ۖ قُل لَّا تَمُنُّواْ عَلَىَّ إِسۡلَـٰمَكُم‌ۖ بَلِ </w:t>
      </w:r>
      <w:r>
        <w:rPr>
          <w:rFonts w:hint="cs"/>
          <w:rtl/>
        </w:rPr>
        <w:t>ٱ</w:t>
      </w:r>
      <w:r>
        <w:rPr>
          <w:rFonts w:hint="eastAsia"/>
          <w:rtl/>
        </w:rPr>
        <w:t>للَّهُ</w:t>
      </w:r>
      <w:r>
        <w:rPr>
          <w:rtl/>
        </w:rPr>
        <w:t xml:space="preserve"> يَمُنُّ عَلَيۡكُمۡ أَنۡ هَدَ</w:t>
      </w:r>
      <w:r>
        <w:rPr>
          <w:rFonts w:hint="cs"/>
          <w:rtl/>
        </w:rPr>
        <w:t>ٮٰ</w:t>
      </w:r>
      <w:r>
        <w:rPr>
          <w:rFonts w:hint="eastAsia"/>
          <w:rtl/>
        </w:rPr>
        <w:t>كُمۡ</w:t>
      </w:r>
      <w:r>
        <w:rPr>
          <w:rtl/>
        </w:rPr>
        <w:t xml:space="preserve"> لِلۡإِيمَـٰنِ إِن كُنتُمۡ صَـٰدِقِينَ (١٧</w:t>
      </w:r>
      <w:r w:rsidR="009229E3">
        <w:rPr>
          <w:rtl/>
        </w:rPr>
        <w:t>)</w:t>
      </w:r>
    </w:p>
    <w:p w:rsidR="001A403D" w:rsidRDefault="001A403D" w:rsidP="00E36567">
      <w:pPr>
        <w:pStyle w:val="libBoldItalic"/>
      </w:pPr>
      <w:r>
        <w:t>They make it a favour to you that they have accepted Islam. Say: Do not consider your Islam a favour to me; rather Allah has conferred  favour upon you that He guided you to the faith, if you are truthful. (17)</w:t>
      </w:r>
    </w:p>
    <w:p w:rsidR="001A403D" w:rsidRDefault="001A403D" w:rsidP="00E36567">
      <w:pPr>
        <w:pStyle w:val="libNormal"/>
      </w:pPr>
      <w:r>
        <w:t>1-Jabir bin Abdullah narrated: I was with Rasool Allah sawaw digging the ditch (during Ghazwa Khandaq), and people were digging the ditch, and Ali asws was also digging the ditch, then Rasool Allah sawaw said to him, “My father sacrifice on you, while you are digging the ditch then Jibrael (a.s.) is dusting off dust from you and Mekael (a.s.) is helping him, and never helped anyone before this. Then Rasool Allah sawaw told a person to dig the ditch as well but he got angry and said, “Mohammad sawaw is not happy with it that we accepted Islam on his hand, now even he orders us to do hard work” Then Allah Ta’ala revealed to His Nabi sawaw, “They declare it a favour to you that they have accepted Islam. Say: Do not consider your Islam a favour to me; rather Allah has conferred  favour opon you that He guided you to the faith, if you are truthful.” (al-Burhan, v7, p276)</w:t>
      </w:r>
    </w:p>
    <w:p w:rsidR="001A403D" w:rsidRDefault="001A403D" w:rsidP="009229E3">
      <w:pPr>
        <w:pStyle w:val="libCenterBold1"/>
      </w:pPr>
      <w:r>
        <w:t>Lesson:</w:t>
      </w:r>
    </w:p>
    <w:p w:rsidR="00595365" w:rsidRDefault="001A403D" w:rsidP="001A403D">
      <w:pPr>
        <w:pStyle w:val="libNormal"/>
      </w:pPr>
      <w:r>
        <w:lastRenderedPageBreak/>
        <w:t>1-During the battle of Khandaq, Ammar Yassir (a.s.) was busy digging the ditch and dust was rising, and that companion whom Rasool Allah sawaw ordered to dig the ditch passed by covering his nose with his cuff to prevent dust, then Ammar (a.s.) scolded him. Such people think that they have done a big favour to Allah &amp; Masumeen asws by accepting Islam.</w:t>
      </w:r>
    </w:p>
    <w:p w:rsidR="001A403D" w:rsidRDefault="001A403D" w:rsidP="001A403D">
      <w:pPr>
        <w:pStyle w:val="libNormal"/>
      </w:pPr>
      <w:r>
        <w:t>This happens in every period of time, even nowadays people are saying: Do not say anything wrong to Ayatollahs (Muqassir Majoosi Mullas) because Islam is known due to them, they are the honour of Islam and our Rahber. Rather in fact, it is favour of Allah on them that Allah blessed Majoosi nation with Islam, but now they are opposing Walayat of Ali asws and Azadari of Hussain asws, and such Mullas feel insult to come and do Matam in Azadari processions. Whole universe is obliged to Masumeen asws, whoever does any good deed, it is only beneficial for himself, Allah and His beloved Masumeen asws are needless of anything.</w:t>
      </w:r>
    </w:p>
    <w:p w:rsidR="00EB2345" w:rsidRDefault="00EB2345" w:rsidP="00FC02E7">
      <w:pPr>
        <w:pStyle w:val="libNormal"/>
        <w:rPr>
          <w:rtl/>
        </w:rPr>
      </w:pPr>
      <w:r>
        <w:rPr>
          <w:rFonts w:hint="eastAsia"/>
        </w:rPr>
        <w:br w:type="page"/>
      </w:r>
    </w:p>
    <w:p w:rsidR="001A403D" w:rsidRDefault="00EB2345" w:rsidP="00EB2345">
      <w:pPr>
        <w:pStyle w:val="Heading1Center"/>
      </w:pPr>
      <w:bookmarkStart w:id="49" w:name="_Toc449789442"/>
      <w:r>
        <w:rPr>
          <w:rFonts w:hint="eastAsia"/>
          <w:rtl/>
        </w:rPr>
        <w:lastRenderedPageBreak/>
        <w:t>سُوۡرَةُ</w:t>
      </w:r>
      <w:r>
        <w:rPr>
          <w:rtl/>
        </w:rPr>
        <w:t xml:space="preserve"> </w:t>
      </w:r>
      <w:r w:rsidR="001A403D">
        <w:rPr>
          <w:rtl/>
        </w:rPr>
        <w:t>قٓ</w:t>
      </w:r>
      <w:bookmarkEnd w:id="49"/>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وَجَآءَتۡ</w:t>
      </w:r>
      <w:r>
        <w:rPr>
          <w:rtl/>
        </w:rPr>
        <w:t xml:space="preserve"> كُلُّ نَفۡسٍ۬ مَّعَهَا سَآ</w:t>
      </w:r>
      <w:r>
        <w:rPr>
          <w:rFonts w:hint="cs"/>
          <w:rtl/>
        </w:rPr>
        <w:t>ٮِٕ</w:t>
      </w:r>
      <w:r>
        <w:rPr>
          <w:rFonts w:hint="eastAsia"/>
          <w:rtl/>
        </w:rPr>
        <w:t>قٌ۬</w:t>
      </w:r>
      <w:r>
        <w:rPr>
          <w:rtl/>
        </w:rPr>
        <w:t xml:space="preserve"> وَشَ</w:t>
      </w:r>
      <w:r w:rsidR="001E6BAB" w:rsidRPr="001E6BAB">
        <w:rPr>
          <w:rFonts w:hint="cs"/>
          <w:rtl/>
        </w:rPr>
        <w:t>ه</w:t>
      </w:r>
      <w:r w:rsidRPr="00595365">
        <w:rPr>
          <w:rFonts w:hint="cs"/>
          <w:rtl/>
        </w:rPr>
        <w:t>يدٌ۬ (٢١</w:t>
      </w:r>
      <w:r w:rsidR="009229E3">
        <w:rPr>
          <w:rFonts w:hint="cs"/>
          <w:rtl/>
        </w:rPr>
        <w:t>)</w:t>
      </w:r>
      <w:r w:rsidRPr="00595365">
        <w:rPr>
          <w:rFonts w:hint="cs"/>
          <w:rtl/>
        </w:rPr>
        <w:t xml:space="preserve"> لَّقَدۡ كُنتَ فِى غَفۡلَةٍ۬ مِّنۡ هَـٰذَا فَكَشَفۡنَا عَنكَ غِطَآءَكَ فَبَصَرُكَ </w:t>
      </w:r>
      <w:r>
        <w:rPr>
          <w:rFonts w:hint="cs"/>
          <w:rtl/>
        </w:rPr>
        <w:t>ٱ</w:t>
      </w:r>
      <w:r>
        <w:rPr>
          <w:rFonts w:hint="eastAsia"/>
          <w:rtl/>
        </w:rPr>
        <w:t>لۡيَوۡمَ</w:t>
      </w:r>
      <w:r>
        <w:rPr>
          <w:rtl/>
        </w:rPr>
        <w:t xml:space="preserve"> حَدِيدٌ۬ (٢٢</w:t>
      </w:r>
      <w:r w:rsidR="009229E3">
        <w:rPr>
          <w:rtl/>
        </w:rPr>
        <w:t>)</w:t>
      </w:r>
      <w:r>
        <w:rPr>
          <w:rtl/>
        </w:rPr>
        <w:t xml:space="preserve"> وَقَالَ قَرِينُهُ </w:t>
      </w:r>
      <w:r>
        <w:rPr>
          <w:rFonts w:hint="cs"/>
          <w:rtl/>
        </w:rPr>
        <w:t>ۥ</w:t>
      </w:r>
      <w:r>
        <w:rPr>
          <w:rtl/>
        </w:rPr>
        <w:t xml:space="preserve"> هَـٰذَا مَا لَدَىَّ عَتِيدٌ (٢٣</w:t>
      </w:r>
      <w:r w:rsidR="009229E3">
        <w:rPr>
          <w:rtl/>
        </w:rPr>
        <w:t>)</w:t>
      </w:r>
      <w:r>
        <w:rPr>
          <w:rtl/>
        </w:rPr>
        <w:t xml:space="preserve"> أَلۡقِيَا فِى جَهَنَّمَ كُلَّ </w:t>
      </w:r>
      <w:r w:rsidR="001E6BAB" w:rsidRPr="001E6BAB">
        <w:rPr>
          <w:rFonts w:hint="cs"/>
          <w:rtl/>
        </w:rPr>
        <w:t>ک</w:t>
      </w:r>
      <w:r>
        <w:rPr>
          <w:rFonts w:hint="eastAsia"/>
          <w:rtl/>
        </w:rPr>
        <w:t>فَّارٍ</w:t>
      </w:r>
      <w:r>
        <w:rPr>
          <w:rtl/>
        </w:rPr>
        <w:t xml:space="preserve"> عَنِيدٍ۬ (٢٤</w:t>
      </w:r>
      <w:r w:rsidR="009229E3">
        <w:rPr>
          <w:rtl/>
        </w:rPr>
        <w:t>)</w:t>
      </w:r>
      <w:r>
        <w:rPr>
          <w:rtl/>
        </w:rPr>
        <w:t xml:space="preserve"> مَّنَّاعٍ۬ لِّلۡخَيۡرِ مُعۡتَدٍ۬ مُّرِيبٍ (٢٥</w:t>
      </w:r>
      <w:r w:rsidR="009229E3">
        <w:rPr>
          <w:rtl/>
        </w:rPr>
        <w:t>)</w:t>
      </w:r>
      <w:r>
        <w:rPr>
          <w:rtl/>
        </w:rPr>
        <w:t xml:space="preserve"> </w:t>
      </w:r>
      <w:r>
        <w:rPr>
          <w:rFonts w:hint="cs"/>
          <w:rtl/>
        </w:rPr>
        <w:t>ٱ</w:t>
      </w:r>
      <w:r>
        <w:rPr>
          <w:rFonts w:hint="eastAsia"/>
          <w:rtl/>
        </w:rPr>
        <w:t>لَّذِى</w:t>
      </w:r>
      <w:r>
        <w:rPr>
          <w:rtl/>
        </w:rPr>
        <w:t xml:space="preserve"> جَعَلَ مَعَ </w:t>
      </w:r>
      <w:r>
        <w:rPr>
          <w:rFonts w:hint="cs"/>
          <w:rtl/>
        </w:rPr>
        <w:t>ٱ</w:t>
      </w:r>
      <w:r>
        <w:rPr>
          <w:rFonts w:hint="eastAsia"/>
          <w:rtl/>
        </w:rPr>
        <w:t>للَّهِ</w:t>
      </w:r>
      <w:r>
        <w:rPr>
          <w:rtl/>
        </w:rPr>
        <w:t xml:space="preserve"> إِلَـٰهًا ءَاخَرَ فَأَلۡقِيَاهُ فِى </w:t>
      </w:r>
      <w:r>
        <w:rPr>
          <w:rFonts w:hint="cs"/>
          <w:rtl/>
        </w:rPr>
        <w:t>ٱ</w:t>
      </w:r>
      <w:r>
        <w:rPr>
          <w:rFonts w:hint="eastAsia"/>
          <w:rtl/>
        </w:rPr>
        <w:t>لۡعَذَابِ</w:t>
      </w:r>
      <w:r>
        <w:rPr>
          <w:rtl/>
        </w:rPr>
        <w:t xml:space="preserve"> </w:t>
      </w:r>
      <w:r>
        <w:rPr>
          <w:rFonts w:hint="cs"/>
          <w:rtl/>
        </w:rPr>
        <w:t>ٱ</w:t>
      </w:r>
      <w:r>
        <w:rPr>
          <w:rFonts w:hint="eastAsia"/>
          <w:rtl/>
        </w:rPr>
        <w:t>لشَّدِيدِ</w:t>
      </w:r>
      <w:r>
        <w:rPr>
          <w:rtl/>
        </w:rPr>
        <w:t xml:space="preserve"> (٢٦</w:t>
      </w:r>
      <w:r w:rsidR="009229E3">
        <w:rPr>
          <w:rtl/>
        </w:rPr>
        <w:t>)</w:t>
      </w:r>
      <w:r>
        <w:rPr>
          <w:rtl/>
        </w:rPr>
        <w:t xml:space="preserve"> ۞ قَالَ قَرِينُهُ </w:t>
      </w:r>
      <w:r>
        <w:rPr>
          <w:rFonts w:hint="cs"/>
          <w:rtl/>
        </w:rPr>
        <w:t>ۥ</w:t>
      </w:r>
      <w:r>
        <w:rPr>
          <w:rtl/>
        </w:rPr>
        <w:t xml:space="preserve"> رَبَّنَا مَآ أَطۡغَيۡتُهُ </w:t>
      </w:r>
      <w:r>
        <w:rPr>
          <w:rFonts w:hint="cs"/>
          <w:rtl/>
        </w:rPr>
        <w:t>ۥ</w:t>
      </w:r>
      <w:r>
        <w:rPr>
          <w:rtl/>
        </w:rPr>
        <w:t xml:space="preserve"> وَلَـٰكِن كَانَ فِى ضَلَـٰلِۭ بَعِيدٍ۬ (٢٧</w:t>
      </w:r>
      <w:r w:rsidR="009229E3">
        <w:rPr>
          <w:rtl/>
        </w:rPr>
        <w:t>)</w:t>
      </w:r>
      <w:r>
        <w:rPr>
          <w:rtl/>
        </w:rPr>
        <w:t xml:space="preserve"> قَالَ لَ</w:t>
      </w:r>
      <w:r>
        <w:rPr>
          <w:rFonts w:hint="eastAsia"/>
          <w:rtl/>
        </w:rPr>
        <w:t>ا</w:t>
      </w:r>
      <w:r>
        <w:rPr>
          <w:rtl/>
        </w:rPr>
        <w:t xml:space="preserve"> تَخۡتَصِمُواْ لَدَىَّ وَقَدۡ قَدَّمۡتُ إِلَيۡكُم بِ</w:t>
      </w:r>
      <w:r>
        <w:rPr>
          <w:rFonts w:hint="cs"/>
          <w:rtl/>
        </w:rPr>
        <w:t>ٱ</w:t>
      </w:r>
      <w:r>
        <w:rPr>
          <w:rFonts w:hint="eastAsia"/>
          <w:rtl/>
        </w:rPr>
        <w:t>لۡوَعِيدِ</w:t>
      </w:r>
      <w:r>
        <w:rPr>
          <w:rtl/>
        </w:rPr>
        <w:t xml:space="preserve"> (٢٨</w:t>
      </w:r>
      <w:r w:rsidR="009229E3">
        <w:rPr>
          <w:rtl/>
        </w:rPr>
        <w:t>)</w:t>
      </w:r>
      <w:r>
        <w:rPr>
          <w:rtl/>
        </w:rPr>
        <w:t xml:space="preserve"> مَا يُبَدَّلُ </w:t>
      </w:r>
      <w:r>
        <w:rPr>
          <w:rFonts w:hint="cs"/>
          <w:rtl/>
        </w:rPr>
        <w:t>ٱ</w:t>
      </w:r>
      <w:r>
        <w:rPr>
          <w:rFonts w:hint="eastAsia"/>
          <w:rtl/>
        </w:rPr>
        <w:t>لۡقَوۡلُ</w:t>
      </w:r>
      <w:r>
        <w:rPr>
          <w:rtl/>
        </w:rPr>
        <w:t xml:space="preserve"> لَدَىَّ وَمَآ أَنَا۟ بِظَلَّـٰمٍ۬ لِّلۡعَبِيدِ (٢٩</w:t>
      </w:r>
      <w:r w:rsidR="009229E3">
        <w:rPr>
          <w:rtl/>
        </w:rPr>
        <w:t>)</w:t>
      </w:r>
    </w:p>
    <w:p w:rsidR="001A403D" w:rsidRDefault="001A403D" w:rsidP="00E36567">
      <w:pPr>
        <w:pStyle w:val="libBoldItalic"/>
      </w:pPr>
      <w:r>
        <w:t>And every soul will come, along with it a driver and a witness. (21) (it will be said to sinners): You were certainly in neglectfulness of this, so We have removed from you your covering, so sharp is your sight this day. (22) And (to the evil-doer) his companion will say: This is that which I have ready. (23) (Allah will say): You both throw into Hell every malicious disbeliever, (24) Hinderer of Khair (good), transgressor, doubter, (25) Who made with Allah other god, so you both throw him into the severe punishment. (26) His companion will say: Our Rabb! I did not cause him to rebel, but he was (himself) in extreme error. (27) He will say: Do not dispute in My presence, while I had already sent to you the warning. (28) The word (decree) does not change with Me, and I am never unjust to the servants. (29)</w:t>
      </w:r>
    </w:p>
    <w:p w:rsidR="001A403D" w:rsidRDefault="001A403D" w:rsidP="00E36567">
      <w:pPr>
        <w:pStyle w:val="libNormal"/>
      </w:pPr>
      <w:r>
        <w:t>1-About the saying of Allah, “And every soul will come, along with it a driver and a witness” Imam Jafar Sadiq asws said: Sa’iq (driver) is Amirul Momineen asws and Shaheed (witness) is Rasool Allah sawaw. (al-Burhan, v7, p290)</w:t>
      </w:r>
    </w:p>
    <w:p w:rsidR="001A403D" w:rsidRDefault="001A403D" w:rsidP="00E36567">
      <w:pPr>
        <w:pStyle w:val="libNormal"/>
      </w:pPr>
      <w:r>
        <w:t>2-About the saying of Allah Ta’ala “You both throw into Hell every malicious disbeliever” Maola Ali asws said: Rasool Allah sawaw said “No doubt, when Allah Ta’ala will gather all the people on one place, then I and you will be on the right side of the Arsh, then Allah Tabarak wa Ta’ala will say to me and you: You both get up and throw into the Hell whoever kept jealousy to both of you and belied both of you and kept animosity to both of you, throw in Fire.” (al-Burhan, v7, p292)</w:t>
      </w:r>
    </w:p>
    <w:p w:rsidR="001A403D" w:rsidRDefault="001A403D" w:rsidP="00E36567">
      <w:pPr>
        <w:pStyle w:val="libNormal"/>
      </w:pPr>
      <w:r>
        <w:t>3-Rasool Allah sawaw said: That day (Qiyamah) crown of kingdom will be on my head, on which it is written: La ilaha illallah Mohammad Rasool Allah Ali un Waliullah. (al-Burhan, v7, p292)</w:t>
      </w:r>
    </w:p>
    <w:p w:rsidR="001A403D" w:rsidRDefault="001A403D" w:rsidP="00E36567">
      <w:pPr>
        <w:pStyle w:val="libNormal"/>
      </w:pPr>
      <w:r>
        <w:t xml:space="preserve">4-One day Abdullah bin Mas’ood came to Rasool Allah sawaw and said: Ya Rasool Allah sawaw, show me Haqq so that I can follow him. Said: O ibne Mas’ood, go inside the room. So he went inside and saw that Amirul Momineen asws is doing Rakooh and Sajdah and saying “Ya Allah, for the sake of the honour of Your Abd &amp; Your Rasool Mohammad sawaw forgive the sinners among my Shias.” Ibne Mas’ood came out to tell this news to Rasool Allah sawaw and found him doing Rakooh and Sajdah as well and he was saying “Ya Allah for the sake of the honour of Your Abd Ali asws </w:t>
      </w:r>
      <w:r>
        <w:lastRenderedPageBreak/>
        <w:t>forgive the sinners among my Ummah.” Ibne Mas’ood was bewildered so much so that he fell unconscious, then Rasool Allah sawaw woke him up and said: O ibne Mas’ood, do you disbelieve after Eman? He said: Allah forbid, but I saw that Ali asws asks Allah Ta’ala for you sake, and you ask Allah Ta’ala for his sake. Then he said: O ibne Mas’ood, no doubt Allah Ta’ala created me and Ali asws and Hassan asws and Hussain asws from His Noor-e-Azmat one thousand years before creating the creation, when there was no Tasbeh and Taqdees, and created the heavens and the earth from a ray of my Noor, and I am superior to the heavens and the earth, and created Arsh and Kursi from a ray of the Noor of Ali asws, and Ali asws is superior to Arsh and Kursi, and created Loh &amp; Qalam (guarded Tablet &amp; Pen) from a ray of the Noor of Hassan asws, and Hassan asws is superior to Loh &amp; Qalam, and created Paradises and Hoors from a ray of the Noor of Hussain asws, and Hussain asws is superior to both of them. Then caused darkness to prevail upon the Easts and the Wests, so the Angels (a.s.) complained to Allah Azza wa Jalla about the darkness and said: Ya Allah, for the sake of those Anwaar, whose Creator You are, get us rid of this darkness. So Allah Azza wa Jalla created a Rooh and brought it near to an other one, and created a Noor from those two, then merged the Noor and Rooh, so Zahra asws appeared from that, so named her Zahra asws because East and West became bright due to her. O ibne Masood, when it will be the day of Qiyamah, then Allah Azza wa Jalla will say to me and Ali asws: Whomever you both wish, throw in Fire. And this is the saying of Allah Ta’ala, “You both throw into Hell every malicious disbeliever” so he is Kafir who opposed my Nabuwat and malicious is that who kept animosity to Ali asws, his Ahlul Bait asws and his Shias. (al-Burhan, v7, p299)</w:t>
      </w:r>
    </w:p>
    <w:p w:rsidR="001A403D" w:rsidRDefault="001A403D" w:rsidP="00E36567">
      <w:pPr>
        <w:pStyle w:val="libNormal"/>
      </w:pPr>
      <w:r>
        <w:t>5-Imam Jafar Sadiq asws said: When it will be the day of Qiyamah, then Mohammad Mustafa sawaw and Ali Murtaza asws will be on Sirat, no one will be allowed to pass except who will have the Safety-permit from Hell. It was asked: What is Safety-permit? Said: Walayat of Ali bin Abi Talib asws &amp; holy Imams asws from his progeny. And an announcer will announce: Ya Mohammad sawaw Ya Ali asws, “you both cast every Kafir into the Hell” denier of your Nabuwat “malicious” transgressing from the Walayat of Ali bin Abi Talib asws &amp; Imams asws from his progeny. (al-Burhan, v7, p301)</w:t>
      </w:r>
    </w:p>
    <w:p w:rsidR="00595365" w:rsidRDefault="001A403D" w:rsidP="00E36567">
      <w:pPr>
        <w:pStyle w:val="libNormal"/>
      </w:pPr>
      <w:r>
        <w:t>6-About the saying of Allah Ta’ala “Preventer from Khair” said: Preventer is opponent of Maola Ali asws, and Khair means Walayat of Amirul Momineen asws &amp; rights of Aal-e-Rasool asws; when one wrote a note to return Fadak to Syyeda Fatima asws, but other one prevented, so he is “transgressor, doubter, who made with Allah other god” they said: We deny that you have declared Imamat and Khums for yourself. “His companion said” means the second Shaitan “O our Rabb, I did not cause him to transgress” means the first one, “rather he was in extreme error himself”, then it will be said to both of them, “Do not dispute in My presence while I had already sent to you the warning, Qawl does not change with Me” the evil deeds which you used to do can not be changed into good ones, whatever I promise, I do not go against it. (al-Burhan, v7, p301)</w:t>
      </w:r>
    </w:p>
    <w:p w:rsidR="001A403D" w:rsidRDefault="001A403D" w:rsidP="00E36567">
      <w:pPr>
        <w:pStyle w:val="libNormal"/>
      </w:pPr>
      <w:r>
        <w:t xml:space="preserve">7-About the saying of Allah, “I am never unjust to the servants” Imam Jafar Sadiq asws said: Who thought that Allah Ta’ala forced His servants to </w:t>
      </w:r>
      <w:r>
        <w:lastRenderedPageBreak/>
        <w:t>disobey or put those duties on them for which they have no power, then do not eat the slaughtered one of that person, and do not accept his witness, and do not offer Salaah behind him, and do not give anything from Zakah to him. (al-Burhan, v7, p302)</w:t>
      </w:r>
    </w:p>
    <w:p w:rsidR="001A403D" w:rsidRDefault="001A403D" w:rsidP="009229E3">
      <w:pPr>
        <w:pStyle w:val="libCenterBold1"/>
      </w:pPr>
      <w:r>
        <w:t>Lesson:</w:t>
      </w:r>
    </w:p>
    <w:p w:rsidR="001A403D" w:rsidRDefault="001A403D" w:rsidP="001A403D">
      <w:pPr>
        <w:pStyle w:val="libNormal"/>
      </w:pPr>
      <w:r>
        <w:t>1-Maola Ali asws will gather everyone to arrange Mah’sher, and Rasool Allah sawaw is witness over all of them. Maola Ali asws will divide Paradise and Hell, if someone will get Shafa’at it is for the sake of Masumeen asws, because Allah only forgives His creations for the sake of Masumeen asws, as Abdullah bin Mas’ood witnessed the Haqq.</w:t>
      </w:r>
    </w:p>
    <w:p w:rsidR="001A403D" w:rsidRDefault="001A403D" w:rsidP="001A403D">
      <w:pPr>
        <w:pStyle w:val="libNormal"/>
      </w:pPr>
      <w:r>
        <w:t>2-On the day of Qiyamah full complete Kalima will be written on the crown of Rasool Allah sawaw, so that it will be clear to Muqassireen that Kalima &amp; Qawl of Allah Ta’ala never changed from Azal. Muqassir Mulla talks nonsense that “Ali un Waliullah” is not a part of Kalima, but he will realize on the day of Qiyamah that those people without “Ali un Waliullah” in their Kalima &amp; Ibadaat will be thrown into the dark dungeon of Hell without passport (Jawaz of Sirat). Then about Majoosi Mulla who used to prevent people from Walayat, his Muqallideen companions will say to Allah: We did not make them transgressors, rather he himself considered himself superior to the Prophets (a.s.). Then Allah will say: You both parties do not dispute in front of Me, My Rasool sawaw conveyed you the message of Walayat, but you did injustice to yourself by accepting Walayat of Majoosi Mulla. Sunnah, principles, Deen, Qawl, and Kalima of Allah never changes. Now you both leaders &amp; followers live together in Hell as well.</w:t>
      </w:r>
    </w:p>
    <w:p w:rsidR="00EB2345" w:rsidRDefault="00EB2345" w:rsidP="00FC02E7">
      <w:pPr>
        <w:pStyle w:val="libNormal"/>
        <w:rPr>
          <w:rtl/>
        </w:rPr>
      </w:pPr>
      <w:r>
        <w:rPr>
          <w:rFonts w:hint="eastAsia"/>
        </w:rPr>
        <w:br w:type="page"/>
      </w:r>
    </w:p>
    <w:p w:rsidR="001A403D" w:rsidRDefault="00EB2345" w:rsidP="00EB2345">
      <w:pPr>
        <w:pStyle w:val="Heading1Center"/>
      </w:pPr>
      <w:bookmarkStart w:id="50" w:name="_Toc449789443"/>
      <w:r>
        <w:rPr>
          <w:rFonts w:hint="eastAsia"/>
          <w:rtl/>
        </w:rPr>
        <w:lastRenderedPageBreak/>
        <w:t>سُوۡرَةُ</w:t>
      </w:r>
      <w:r>
        <w:rPr>
          <w:rtl/>
        </w:rPr>
        <w:t xml:space="preserve"> </w:t>
      </w:r>
      <w:r w:rsidR="001A403D">
        <w:rPr>
          <w:rtl/>
        </w:rPr>
        <w:t>الذّار</w:t>
      </w:r>
      <w:r w:rsidR="001A403D">
        <w:rPr>
          <w:rFonts w:hint="cs"/>
          <w:rtl/>
        </w:rPr>
        <w:t>یَ</w:t>
      </w:r>
      <w:r w:rsidR="001A403D">
        <w:rPr>
          <w:rFonts w:hint="eastAsia"/>
          <w:rtl/>
        </w:rPr>
        <w:t>ات</w:t>
      </w:r>
      <w:bookmarkEnd w:id="50"/>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إِنَّمَا</w:t>
      </w:r>
      <w:r>
        <w:rPr>
          <w:rtl/>
        </w:rPr>
        <w:t xml:space="preserve"> تُوعَدُونَ لَصَادِقٌ۬ (٥</w:t>
      </w:r>
      <w:r w:rsidR="009229E3">
        <w:rPr>
          <w:rtl/>
        </w:rPr>
        <w:t>)</w:t>
      </w:r>
      <w:r>
        <w:rPr>
          <w:rtl/>
        </w:rPr>
        <w:t xml:space="preserve"> وَإِنَّ </w:t>
      </w:r>
      <w:r>
        <w:rPr>
          <w:rFonts w:hint="cs"/>
          <w:rtl/>
        </w:rPr>
        <w:t>ٱ</w:t>
      </w:r>
      <w:r>
        <w:rPr>
          <w:rFonts w:hint="eastAsia"/>
          <w:rtl/>
        </w:rPr>
        <w:t>لدِّينَ</w:t>
      </w:r>
      <w:r>
        <w:rPr>
          <w:rtl/>
        </w:rPr>
        <w:t xml:space="preserve"> لَوَ</w:t>
      </w:r>
      <w:r w:rsidR="005B7B9E" w:rsidRPr="005B7B9E">
        <w:rPr>
          <w:rFonts w:hint="cs"/>
          <w:rtl/>
        </w:rPr>
        <w:t>ا</w:t>
      </w:r>
      <w:r>
        <w:rPr>
          <w:rFonts w:hint="eastAsia"/>
          <w:rtl/>
        </w:rPr>
        <w:t>قِعٌ۬</w:t>
      </w:r>
      <w:r>
        <w:rPr>
          <w:rtl/>
        </w:rPr>
        <w:t xml:space="preserve"> (٦</w:t>
      </w:r>
      <w:r w:rsidR="009229E3">
        <w:rPr>
          <w:rtl/>
        </w:rPr>
        <w:t>)</w:t>
      </w:r>
      <w:r>
        <w:rPr>
          <w:rtl/>
        </w:rPr>
        <w:t xml:space="preserve"> وَ</w:t>
      </w:r>
      <w:r>
        <w:rPr>
          <w:rFonts w:hint="cs"/>
          <w:rtl/>
        </w:rPr>
        <w:t>ٱ</w:t>
      </w:r>
      <w:r>
        <w:rPr>
          <w:rFonts w:hint="eastAsia"/>
          <w:rtl/>
        </w:rPr>
        <w:t>لسَّمَآءِ</w:t>
      </w:r>
      <w:r>
        <w:rPr>
          <w:rtl/>
        </w:rPr>
        <w:t xml:space="preserve"> ذَاتِ </w:t>
      </w:r>
      <w:r>
        <w:rPr>
          <w:rFonts w:hint="cs"/>
          <w:rtl/>
        </w:rPr>
        <w:t>ٱ</w:t>
      </w:r>
      <w:r>
        <w:rPr>
          <w:rFonts w:hint="eastAsia"/>
          <w:rtl/>
        </w:rPr>
        <w:t>لۡحُبُكِ</w:t>
      </w:r>
      <w:r>
        <w:rPr>
          <w:rtl/>
        </w:rPr>
        <w:t xml:space="preserve"> (٧</w:t>
      </w:r>
      <w:r w:rsidR="009229E3">
        <w:rPr>
          <w:rtl/>
        </w:rPr>
        <w:t>)</w:t>
      </w:r>
      <w:r>
        <w:rPr>
          <w:rtl/>
        </w:rPr>
        <w:t xml:space="preserve"> إِنَّكُمۡ لَفِى قَوۡلٍ۬ مُّخۡتَلِفٍ۬ (٨</w:t>
      </w:r>
      <w:r w:rsidR="009229E3">
        <w:rPr>
          <w:rtl/>
        </w:rPr>
        <w:t>)</w:t>
      </w:r>
      <w:r>
        <w:rPr>
          <w:rtl/>
        </w:rPr>
        <w:t xml:space="preserve"> يُؤۡفَكُ عَنۡهُ مَنۡ أُفِكَ (٩</w:t>
      </w:r>
      <w:r w:rsidR="009229E3">
        <w:rPr>
          <w:rtl/>
        </w:rPr>
        <w:t>)</w:t>
      </w:r>
      <w:r>
        <w:rPr>
          <w:rtl/>
        </w:rPr>
        <w:t xml:space="preserve"> قُتِلَ </w:t>
      </w:r>
      <w:r>
        <w:rPr>
          <w:rFonts w:hint="cs"/>
          <w:rtl/>
        </w:rPr>
        <w:t>ٱ</w:t>
      </w:r>
      <w:r>
        <w:rPr>
          <w:rFonts w:hint="eastAsia"/>
          <w:rtl/>
        </w:rPr>
        <w:t>لۡخَرَّ</w:t>
      </w:r>
      <w:r w:rsidR="005B7B9E" w:rsidRPr="005B7B9E">
        <w:rPr>
          <w:rFonts w:hint="cs"/>
          <w:rtl/>
        </w:rPr>
        <w:t>ا</w:t>
      </w:r>
      <w:r>
        <w:rPr>
          <w:rFonts w:hint="eastAsia"/>
          <w:rtl/>
        </w:rPr>
        <w:t>صُونَ</w:t>
      </w:r>
      <w:r>
        <w:rPr>
          <w:rtl/>
        </w:rPr>
        <w:t xml:space="preserve"> (١٠</w:t>
      </w:r>
      <w:r w:rsidR="009229E3">
        <w:rPr>
          <w:rtl/>
        </w:rPr>
        <w:t>)</w:t>
      </w:r>
    </w:p>
    <w:p w:rsidR="001A403D" w:rsidRDefault="001A403D" w:rsidP="00E36567">
      <w:pPr>
        <w:pStyle w:val="libBoldItalic"/>
      </w:pPr>
      <w:r>
        <w:t>Indeed what you are promised is definitely true, (5) And certainly the Deen is established (fact). (6) By the heaven containing firm paths, (7) No doubt you are differing in Qawl (statement). (8) He turns away from it who is (himself) deluded. (9) Destroyed are the conjecturers (10)</w:t>
      </w:r>
    </w:p>
    <w:p w:rsidR="001A403D" w:rsidRDefault="001A403D" w:rsidP="00E36567">
      <w:pPr>
        <w:pStyle w:val="libNormal"/>
      </w:pPr>
      <w:r>
        <w:t>1-Imam Mohammad Baqir asws said: “No doubt, what you are promised is surely true” means concerning Ali asws, “and certainly the Deen is reality” means Ali asws, and Ali asws is the Deen. (al-Burhan, v7, p308)</w:t>
      </w:r>
    </w:p>
    <w:p w:rsidR="001A403D" w:rsidRDefault="001A403D" w:rsidP="00E36567">
      <w:pPr>
        <w:pStyle w:val="libNormal"/>
      </w:pPr>
      <w:r>
        <w:t>2-“By the heaven having firm path” said: Heaven is Rasool Allah sawaw and firm path is Ali asws. “No doubt you are differing in Qawl” means differing about Ali asws, this Ummah will differ concerning his Walayat, so who keeps steadfast on Walayat of Ali asws he entered Paradise, and who opposed Walayat-e-Ali asws he entered Hell, “He turns away from him who is deluded” means Ali asws, who turned away from his Walayat, he is deprived from Paradise. (Imam Mohammad Baqir asws) (al-Burhan, v7, p310)</w:t>
      </w:r>
    </w:p>
    <w:p w:rsidR="001A403D" w:rsidRDefault="001A403D" w:rsidP="009229E3">
      <w:pPr>
        <w:pStyle w:val="libCenterBold1"/>
      </w:pPr>
      <w:r>
        <w:t>Lesson:</w:t>
      </w:r>
    </w:p>
    <w:p w:rsidR="001A403D" w:rsidRDefault="001A403D" w:rsidP="001A403D">
      <w:pPr>
        <w:pStyle w:val="libNormal"/>
      </w:pPr>
      <w:r>
        <w:t>1-Walayat-e-Ali asws is surety of salvation, this is true promise of Allah, Walayat-e-Ali asws is the Deen of Allah, whoever will keep firm on it will definitely get great reward, this is established fact, and firm path is Sirat-e-Mustaqeem which goes towards heights, it is the path of Walayat-e-Ali asws.</w:t>
      </w:r>
    </w:p>
    <w:p w:rsidR="001A403D" w:rsidRDefault="001A403D" w:rsidP="001A403D">
      <w:pPr>
        <w:pStyle w:val="libNormal"/>
      </w:pPr>
      <w:r>
        <w:t>2-Those who are differing in Qawl-e-Haqq, meaning that who say that testimony of Walayat is not permissible in Ibadat, etc, such people are deluded from Haqq. They issue Fatawa with Qiyas &amp; Zunn (conjecture), so Allah destroys them, it means who issue decrees against Walayat-e-Ali asws with Zunn-e-ijtihadi, they are surrounded in the Wrath of Allah, they are companions of the Hell, who will not even smell Paradise.</w:t>
      </w:r>
    </w:p>
    <w:p w:rsidR="00EB2345" w:rsidRDefault="00EB2345" w:rsidP="00FC02E7">
      <w:pPr>
        <w:pStyle w:val="libNormal"/>
        <w:rPr>
          <w:rtl/>
        </w:rPr>
      </w:pPr>
      <w:r>
        <w:rPr>
          <w:rFonts w:hint="eastAsia"/>
        </w:rPr>
        <w:br w:type="page"/>
      </w:r>
    </w:p>
    <w:p w:rsidR="001A403D" w:rsidRDefault="00EB2345" w:rsidP="00EB2345">
      <w:pPr>
        <w:pStyle w:val="Heading1Center"/>
      </w:pPr>
      <w:bookmarkStart w:id="51" w:name="_Toc449789444"/>
      <w:r>
        <w:rPr>
          <w:rFonts w:hint="eastAsia"/>
          <w:rtl/>
        </w:rPr>
        <w:lastRenderedPageBreak/>
        <w:t>سُوۡرَةُ</w:t>
      </w:r>
      <w:r>
        <w:rPr>
          <w:rtl/>
        </w:rPr>
        <w:t xml:space="preserve"> </w:t>
      </w:r>
      <w:r w:rsidR="001A403D">
        <w:rPr>
          <w:rtl/>
        </w:rPr>
        <w:t>النّجْم</w:t>
      </w:r>
      <w:bookmarkEnd w:id="51"/>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وَ</w:t>
      </w:r>
      <w:r>
        <w:rPr>
          <w:rFonts w:hint="cs"/>
          <w:rtl/>
        </w:rPr>
        <w:t>ٱ</w:t>
      </w:r>
      <w:r>
        <w:rPr>
          <w:rFonts w:hint="eastAsia"/>
          <w:rtl/>
        </w:rPr>
        <w:t>لنَّجۡمِ</w:t>
      </w:r>
      <w:r>
        <w:rPr>
          <w:rtl/>
        </w:rPr>
        <w:t xml:space="preserve"> إِذَا هَوَىٰ (١</w:t>
      </w:r>
      <w:r w:rsidR="009229E3">
        <w:rPr>
          <w:rtl/>
        </w:rPr>
        <w:t>)</w:t>
      </w:r>
      <w:r>
        <w:rPr>
          <w:rtl/>
        </w:rPr>
        <w:t xml:space="preserve"> مَا ضَلَّ صَاحِبُكُمۡ وَمَا غَوَىٰ (٢</w:t>
      </w:r>
      <w:r w:rsidR="009229E3">
        <w:rPr>
          <w:rtl/>
        </w:rPr>
        <w:t>)</w:t>
      </w:r>
      <w:r>
        <w:rPr>
          <w:rtl/>
        </w:rPr>
        <w:t xml:space="preserve"> وَمَا يَنطِقُ عَنِ </w:t>
      </w:r>
      <w:r>
        <w:rPr>
          <w:rFonts w:hint="cs"/>
          <w:rtl/>
        </w:rPr>
        <w:t>ٱ</w:t>
      </w:r>
      <w:r>
        <w:rPr>
          <w:rFonts w:hint="eastAsia"/>
          <w:rtl/>
        </w:rPr>
        <w:t>لۡهَوَىٰٓ</w:t>
      </w:r>
      <w:r>
        <w:rPr>
          <w:rtl/>
        </w:rPr>
        <w:t xml:space="preserve"> (٣</w:t>
      </w:r>
      <w:r w:rsidR="009229E3">
        <w:rPr>
          <w:rtl/>
        </w:rPr>
        <w:t>)</w:t>
      </w:r>
      <w:r>
        <w:rPr>
          <w:rtl/>
        </w:rPr>
        <w:t xml:space="preserve"> إِنۡ هُوَ إِلَّا وَحۡىٌ۬ يُوحَىٰ (٤</w:t>
      </w:r>
      <w:r w:rsidR="009229E3">
        <w:rPr>
          <w:rtl/>
        </w:rPr>
        <w:t>)</w:t>
      </w:r>
      <w:r>
        <w:rPr>
          <w:rtl/>
        </w:rPr>
        <w:t xml:space="preserve"> عَلَّمَهُ </w:t>
      </w:r>
      <w:r>
        <w:rPr>
          <w:rFonts w:hint="cs"/>
          <w:rtl/>
        </w:rPr>
        <w:t>ۥ</w:t>
      </w:r>
      <w:r>
        <w:rPr>
          <w:rtl/>
        </w:rPr>
        <w:t xml:space="preserve"> شَدِيدُ </w:t>
      </w:r>
      <w:r>
        <w:rPr>
          <w:rFonts w:hint="cs"/>
          <w:rtl/>
        </w:rPr>
        <w:t>ٱ</w:t>
      </w:r>
      <w:r>
        <w:rPr>
          <w:rFonts w:hint="eastAsia"/>
          <w:rtl/>
        </w:rPr>
        <w:t>لۡقُوَىٰ</w:t>
      </w:r>
      <w:r>
        <w:rPr>
          <w:rtl/>
        </w:rPr>
        <w:t xml:space="preserve"> (٥</w:t>
      </w:r>
      <w:r w:rsidR="009229E3">
        <w:rPr>
          <w:rtl/>
        </w:rPr>
        <w:t>)</w:t>
      </w:r>
      <w:r>
        <w:rPr>
          <w:rtl/>
        </w:rPr>
        <w:t xml:space="preserve"> ذُو مِرَّةٍ۬ فَ</w:t>
      </w:r>
      <w:r>
        <w:rPr>
          <w:rFonts w:hint="cs"/>
          <w:rtl/>
        </w:rPr>
        <w:t>ٱ</w:t>
      </w:r>
      <w:r>
        <w:rPr>
          <w:rFonts w:hint="eastAsia"/>
          <w:rtl/>
        </w:rPr>
        <w:t>سۡتَوَىٰ</w:t>
      </w:r>
      <w:r>
        <w:rPr>
          <w:rtl/>
        </w:rPr>
        <w:t xml:space="preserve"> (٦</w:t>
      </w:r>
      <w:r w:rsidR="009229E3">
        <w:rPr>
          <w:rtl/>
        </w:rPr>
        <w:t>)</w:t>
      </w:r>
      <w:r>
        <w:rPr>
          <w:rtl/>
        </w:rPr>
        <w:t xml:space="preserve"> وَهُوَ بِ</w:t>
      </w:r>
      <w:r>
        <w:rPr>
          <w:rFonts w:hint="cs"/>
          <w:rtl/>
        </w:rPr>
        <w:t>ٱ</w:t>
      </w:r>
      <w:r>
        <w:rPr>
          <w:rFonts w:hint="eastAsia"/>
          <w:rtl/>
        </w:rPr>
        <w:t>لۡأُفُقِ</w:t>
      </w:r>
      <w:r>
        <w:rPr>
          <w:rtl/>
        </w:rPr>
        <w:t xml:space="preserve"> </w:t>
      </w:r>
      <w:r>
        <w:rPr>
          <w:rFonts w:hint="cs"/>
          <w:rtl/>
        </w:rPr>
        <w:t>ٱ</w:t>
      </w:r>
      <w:r>
        <w:rPr>
          <w:rFonts w:hint="eastAsia"/>
          <w:rtl/>
        </w:rPr>
        <w:t>لۡأَعۡلَىٰ</w:t>
      </w:r>
      <w:r>
        <w:rPr>
          <w:rtl/>
        </w:rPr>
        <w:t xml:space="preserve"> (٧</w:t>
      </w:r>
      <w:r w:rsidR="009229E3">
        <w:rPr>
          <w:rtl/>
        </w:rPr>
        <w:t>)</w:t>
      </w:r>
      <w:r>
        <w:rPr>
          <w:rtl/>
        </w:rPr>
        <w:t xml:space="preserve"> ثُمَّ دَنَا فَتَدَل</w:t>
      </w:r>
      <w:r>
        <w:rPr>
          <w:rFonts w:hint="eastAsia"/>
          <w:rtl/>
        </w:rPr>
        <w:t>َّىٰ</w:t>
      </w:r>
      <w:r>
        <w:rPr>
          <w:rtl/>
        </w:rPr>
        <w:t xml:space="preserve"> (٨</w:t>
      </w:r>
      <w:r w:rsidR="009229E3">
        <w:rPr>
          <w:rtl/>
        </w:rPr>
        <w:t>)</w:t>
      </w:r>
      <w:r>
        <w:rPr>
          <w:rtl/>
        </w:rPr>
        <w:t xml:space="preserve"> فَكَانَ قَابَ قَوۡسَيۡنِ أَوۡ أَدۡنَىٰ (٩</w:t>
      </w:r>
      <w:r w:rsidR="009229E3">
        <w:rPr>
          <w:rtl/>
        </w:rPr>
        <w:t>)</w:t>
      </w:r>
      <w:r>
        <w:rPr>
          <w:rtl/>
        </w:rPr>
        <w:t xml:space="preserve"> فَأَوۡحَىٰٓ إِلَىٰ عَبۡدِهِ</w:t>
      </w:r>
      <w:r>
        <w:rPr>
          <w:rFonts w:hint="cs"/>
          <w:rtl/>
        </w:rPr>
        <w:t>ۦ</w:t>
      </w:r>
      <w:r>
        <w:rPr>
          <w:rtl/>
        </w:rPr>
        <w:t xml:space="preserve"> مَآ أَوۡحَىٰ (١٠</w:t>
      </w:r>
      <w:r w:rsidR="009229E3">
        <w:rPr>
          <w:rtl/>
        </w:rPr>
        <w:t>)</w:t>
      </w:r>
    </w:p>
    <w:p w:rsidR="001A403D" w:rsidRDefault="001A403D" w:rsidP="00E36567">
      <w:pPr>
        <w:pStyle w:val="libBoldItalic"/>
      </w:pPr>
      <w:r>
        <w:t>By the Star when it descended, (1) Your master (Mohammad sawaw) did not stray, nor was he deceived; (2) And he does not speak from desire. (3) It is not but a revelation revealed, (4) Taught to him by Mighty in Powers, (5) The Wise; so he stood up, (6) While he was on the uppermost horizon. (7) Then he went near and suspended (stopped) (8) So he was at distance of two bows' length or even nearer, (9) Then He revealed to His Abd whatever He revealed. (10)</w:t>
      </w:r>
    </w:p>
    <w:p w:rsidR="001A403D" w:rsidRDefault="001A403D" w:rsidP="00E36567">
      <w:pPr>
        <w:pStyle w:val="libNormal"/>
      </w:pPr>
      <w:r>
        <w:t>1-Imam Zainul Abideen asws said: During the year of the conquest of Makkah, one night companions gathered around Rasool Allah sawaw and said: Ya Rasool Allah sawaw all the Prophets (a.s.) which have passed, when their matter of Risalat was established, then they advised (made declaration) about Wasi who would stand on his place after him, and command for his Amr (Deen) and organize Ummah as he was doing. Rasool Allah sawaw said: Certainly my Rabb has promised me about it that who is beloved of my Rabb Azza wa Jalla he will be my Khalifa in my Ummah after me, he will be made clearly known by sending down Sign from the sky, so that people should recognize Wasi after me. When he finished leading Esha Salaah, then people saw toward the sky to see what happens, and that was a dark night and there was no moon, and a great light was seen which lit up the east and the west, and no doubt a star descended from the sky to the earth, and took many rounds until it stopped on the chamber of Ali bin Abi Talib asws, and its rays were immense which were surrounding the chamber that it was looking like Tanoor, and its rays were going round and round, and people were bewildered, so people started reading Kalima and Takbeer, and said: Ya Rasool Allah sawaw, surely the star has come down from the sky on the chamber of Ali bin Abi Talib asws. Then Rasool Allah sawaw stood up and said: By Allah, he is the Imam after me, and the Wasi who will establish my Amr, so obey him, and you should not oppose him, and you should not step forward in front of him, and he is the Khalifa of Allah after me on His earth. Then people dispersed from Rasool Allah sawaw, then one among the hypocrites said: He does not say anything about the son of his uncle except with his desire, and he is confounded so much so that if it would be possible he would surely declare him a Nabi. At that time Jibrael (a.s.) came down and said: Ya Mohammad sawaw, Ali al-A’la says Salam to you and says to you, “With the Ism of Allah, the Beneficient, the Merciful, by the Star when it descended, your master did not stray, nor was he deceived; and he does not speak from desire, it is not but a revelation revealed.” (al-Burhan, v7, p342)</w:t>
      </w:r>
    </w:p>
    <w:p w:rsidR="001A403D" w:rsidRDefault="001A403D" w:rsidP="00E36567">
      <w:pPr>
        <w:pStyle w:val="libNormal"/>
      </w:pPr>
      <w:r>
        <w:lastRenderedPageBreak/>
        <w:t>2-“And he was on the uppermost horizon” means Rasool Allah sawaw, “Then he went near and suspended (stopped), so he was at distance of two bows' length or even nearer” mean he was so near to Allah as from the handle of a bow to its end, “or even nearer”  even less distance than that from the Favour and Blessing of Allah, “Then He revealed to His Abd whatever He revealed” means direct Wahi (face to face direct conversation). Between the Qawl (conversation) of Allah and hearing of Rasool Allah sawaw there was only distance like between the rope and the wood of a bow. Rasool Allah sawaw was asked about that Wahi, then said: It was revealed to me that no doubt Ali asws is Syyedul Wasiyyeen (chief of the vicegerents) and Imamul Muttaqeen (leader of the pious) and Qaid-al-Ghurral Muhajjileen (leader of the bright faced-ones) and after Khatimun Nabiyyeen sawaw his first Khalifa. Some people interrupted during the statement: Is it from Allah or from His Rasool sawaw? Then Allah Ta’ala said to His Rasool sawaw that say to them, “His heart did not deny what he saw” then said rejecting those people, “Are you disputing about that what he saw with his eyes” then Rasool Allah sawaw said to them: Certainly I have been commanded more than this about him, I have been commanded to establish him for the people and should say to them, “He is your Wali after me, and he is like the boat on the day of drowning, so whoever enters in it is saved, and whoever goes out of it is drowned. (al-Burhan, v7, p344)</w:t>
      </w:r>
    </w:p>
    <w:p w:rsidR="001A403D" w:rsidRDefault="001A403D" w:rsidP="00E36567">
      <w:pPr>
        <w:pStyle w:val="libNormal"/>
      </w:pPr>
      <w:r>
        <w:t>3-Rasool Allah sawas said: When I went on Mairaj to heavens, then I went near my Rabb Azza wa Jalla until distance of two bows or less than that was left between me and Him, then Allah said: Ya Mohammad sawaw, whom you love in Khalq? I said: Ya Rabb, Ali asws. Allah said: Ya Mohammad sawaw, look here. So I looked towards my left and Ali bin Abi Talib asws was present. (al-Burhan, v7, p347)</w:t>
      </w:r>
    </w:p>
    <w:p w:rsidR="001A403D" w:rsidRDefault="001A403D" w:rsidP="00E36567">
      <w:pPr>
        <w:pStyle w:val="libNormal"/>
      </w:pPr>
      <w:r>
        <w:t>4-About the saying of Allah, “Then he went near and suspended (stopped), so he was at distance of two bows' length or even nearer” Imam Mohammad Baqir asws said: Mohammad sawaw went near Allah, then there was nothing between them except a frame of Lu’lu (pearls) whose plate was made of gold, he went near and saw a picture, then Allah asked: Ya Mohammad sawaw, do you recognize this picture? So he said: Yes, this is picture of Ali bin Abi Talib asws. Then Allah Ta’ala revealed to him to marry Fatima Zahra asws with him, and declare him Wasi. (al-Burhan, v7, p351)</w:t>
      </w:r>
    </w:p>
    <w:p w:rsidR="001A403D" w:rsidRDefault="001A403D" w:rsidP="009229E3">
      <w:pPr>
        <w:pStyle w:val="libCenterBold1"/>
      </w:pPr>
      <w:r>
        <w:t>Lesson:</w:t>
      </w:r>
    </w:p>
    <w:p w:rsidR="001A403D" w:rsidRDefault="001A403D" w:rsidP="001A403D">
      <w:pPr>
        <w:pStyle w:val="libNormal"/>
      </w:pPr>
      <w:r>
        <w:t>1-Stars did Sajdah on the door-step of Maola Ali asws many times. On the highest place of Qaba Qaosain, Allah calls His Habeeb sawaw, and becomes Zakir himself to mention Walayat-e-Ali asws. And Allah has decorated Qaba Qaosain with three dimensional picture of Maola Ali asws, this picture frame is working as Hijab of Allah, and Maola Ali asws himself was present there as well behind the frame, and on the side of his brother as well.</w:t>
      </w:r>
    </w:p>
    <w:p w:rsidR="001A403D" w:rsidRDefault="001A403D" w:rsidP="001A403D">
      <w:pPr>
        <w:pStyle w:val="libNormal"/>
      </w:pPr>
      <w:r>
        <w:t>2-Proclamation of Walayat-e-Ali asws is continuously being done from Qaba Qaosain to every corner of the universe, from Azal to Abad, whoever doubts about it is drowned in the dark ocean of doom.</w:t>
      </w:r>
    </w:p>
    <w:p w:rsidR="001A403D" w:rsidRDefault="001A403D" w:rsidP="00385B48">
      <w:pPr>
        <w:pStyle w:val="libAr"/>
      </w:pPr>
      <w:r>
        <w:rPr>
          <w:rFonts w:hint="eastAsia"/>
          <w:rtl/>
        </w:rPr>
        <w:lastRenderedPageBreak/>
        <w:t>وَكَم</w:t>
      </w:r>
      <w:r>
        <w:rPr>
          <w:rtl/>
        </w:rPr>
        <w:t xml:space="preserve"> مِّن مَّلَكٍ۬ فِى </w:t>
      </w:r>
      <w:r>
        <w:rPr>
          <w:rFonts w:hint="cs"/>
          <w:rtl/>
        </w:rPr>
        <w:t>ٱ</w:t>
      </w:r>
      <w:r>
        <w:rPr>
          <w:rFonts w:hint="eastAsia"/>
          <w:rtl/>
        </w:rPr>
        <w:t>لسَّمَـٰوَ</w:t>
      </w:r>
      <w:r w:rsidR="005B7B9E" w:rsidRPr="005B7B9E">
        <w:rPr>
          <w:rFonts w:hint="cs"/>
          <w:rtl/>
        </w:rPr>
        <w:t>ا</w:t>
      </w:r>
      <w:r>
        <w:rPr>
          <w:rFonts w:hint="eastAsia"/>
          <w:rtl/>
        </w:rPr>
        <w:t>تِ</w:t>
      </w:r>
      <w:r>
        <w:rPr>
          <w:rtl/>
        </w:rPr>
        <w:t xml:space="preserve"> لَا تُغۡنِى شَفَـٰعَتُ</w:t>
      </w:r>
      <w:r w:rsidR="001E6BAB" w:rsidRPr="001E6BAB">
        <w:rPr>
          <w:rFonts w:hint="cs"/>
          <w:rtl/>
        </w:rPr>
        <w:t>ه</w:t>
      </w:r>
      <w:r w:rsidRPr="00595365">
        <w:rPr>
          <w:rFonts w:hint="cs"/>
          <w:rtl/>
        </w:rPr>
        <w:t xml:space="preserve">مۡ شَيۡـًٔا إِلَّا مِنۢ بَعۡدِ أَن يَأۡذَنَ </w:t>
      </w:r>
      <w:r>
        <w:rPr>
          <w:rFonts w:hint="cs"/>
          <w:rtl/>
        </w:rPr>
        <w:t>ٱ</w:t>
      </w:r>
      <w:r>
        <w:rPr>
          <w:rFonts w:hint="eastAsia"/>
          <w:rtl/>
        </w:rPr>
        <w:t>للَّهُ</w:t>
      </w:r>
      <w:r>
        <w:rPr>
          <w:rtl/>
        </w:rPr>
        <w:t xml:space="preserve"> لِمَن يَشَآءُ وَيَرۡضَىٰٓ (٢٦</w:t>
      </w:r>
      <w:r w:rsidR="009229E3">
        <w:rPr>
          <w:rtl/>
        </w:rPr>
        <w:t>)</w:t>
      </w:r>
    </w:p>
    <w:p w:rsidR="001A403D" w:rsidRDefault="001A403D" w:rsidP="00E36567">
      <w:pPr>
        <w:pStyle w:val="libBoldItalic"/>
      </w:pPr>
      <w:r>
        <w:t>And how many Angels are in the heavens whose intercession avails nothing at all except after Allah gives permission to whom He wills and pleases. (26)</w:t>
      </w:r>
    </w:p>
    <w:p w:rsidR="00595365" w:rsidRDefault="001A403D" w:rsidP="00E36567">
      <w:pPr>
        <w:pStyle w:val="libNormal"/>
      </w:pPr>
      <w:r>
        <w:t>1-Nabi Akram sawaw said to Maola Ali asws: I will come to you on Hawz (fountain of Kauser), and Ya Ali asws you will be the Saqi (server) and Hassan asws will be the guide, and Hussain asws will be the chief, and Ali bin Hussain asws will be the organizer, and Mohammad bin Ali asws will be the distributor, and Jafar bin Mohammad asws will be the gatherer, and Musa bin Jafar asws will be recognizing the lovers and the grudgers, and killer of hypocrites, and Ali bin Musa asws will be the beautifier for the Momineen, and Mohammad bin Ali asws will take the companions of the Paradise to their stations, and Ali bin Mohammad asws will be the orator of his Shias and reading their Nikah with Hoors, and Hassan bin Ali asws will be the lamp for the companions of the Paradise from which they will get light, and Hadi Mahdi asws will be the intercessor for them on the day of Qiyamah. No one will be permitted there, except for whom He wishes and pleases. (al-Burhan, v7, p356)</w:t>
      </w:r>
    </w:p>
    <w:p w:rsidR="001A403D" w:rsidRDefault="001A403D" w:rsidP="009229E3">
      <w:pPr>
        <w:pStyle w:val="libCenterBold1"/>
      </w:pPr>
      <w:r>
        <w:t>Lesson:</w:t>
      </w:r>
    </w:p>
    <w:p w:rsidR="001A403D" w:rsidRDefault="001A403D" w:rsidP="001A403D">
      <w:pPr>
        <w:pStyle w:val="libNormal"/>
      </w:pPr>
      <w:r>
        <w:t>1-Only they have the right of intercession who are Mashiyatullah and Murtaza. Imam Musa Kazim asws will eliminate the hypocrites there who only verbally declare Walayat-e-Ali asws. Muqassir Majoosi Mulla is misguiding the people that whoever will act on his Fatawa, he will be free from answerability! There is no one except Masumeen asws to intercede for the creations. Even all the Prophets (a.s.) will come to Rasool Allah sawaw to request intercession for their followers.</w:t>
      </w:r>
    </w:p>
    <w:p w:rsidR="001A403D" w:rsidRDefault="001A403D" w:rsidP="00385B48">
      <w:pPr>
        <w:pStyle w:val="libAr"/>
      </w:pPr>
      <w:r>
        <w:rPr>
          <w:rFonts w:hint="eastAsia"/>
          <w:rtl/>
        </w:rPr>
        <w:t>هَـٰذَا</w:t>
      </w:r>
      <w:r>
        <w:rPr>
          <w:rtl/>
        </w:rPr>
        <w:t xml:space="preserve"> نَذِيرٌ۬ مِّنَ </w:t>
      </w:r>
      <w:r>
        <w:rPr>
          <w:rFonts w:hint="cs"/>
          <w:rtl/>
        </w:rPr>
        <w:t>ٱ</w:t>
      </w:r>
      <w:r>
        <w:rPr>
          <w:rFonts w:hint="eastAsia"/>
          <w:rtl/>
        </w:rPr>
        <w:t>لنُّذُرِ</w:t>
      </w:r>
      <w:r>
        <w:rPr>
          <w:rtl/>
        </w:rPr>
        <w:t xml:space="preserve"> </w:t>
      </w:r>
      <w:r>
        <w:rPr>
          <w:rFonts w:hint="cs"/>
          <w:rtl/>
        </w:rPr>
        <w:t>ٱ</w:t>
      </w:r>
      <w:r>
        <w:rPr>
          <w:rFonts w:hint="eastAsia"/>
          <w:rtl/>
        </w:rPr>
        <w:t>لۡأُولَىٰٓ</w:t>
      </w:r>
      <w:r>
        <w:rPr>
          <w:rtl/>
        </w:rPr>
        <w:t xml:space="preserve"> (٥٦</w:t>
      </w:r>
      <w:r w:rsidR="009229E3">
        <w:rPr>
          <w:rtl/>
        </w:rPr>
        <w:t>)</w:t>
      </w:r>
    </w:p>
    <w:p w:rsidR="001A403D" w:rsidRDefault="001A403D" w:rsidP="00E36567">
      <w:pPr>
        <w:pStyle w:val="libBoldItalic"/>
      </w:pPr>
      <w:r>
        <w:t>He (sawaw) is the first warner among the warners. (56)</w:t>
      </w:r>
    </w:p>
    <w:p w:rsidR="001A403D" w:rsidRDefault="001A403D" w:rsidP="00E36567">
      <w:pPr>
        <w:pStyle w:val="libNormal"/>
      </w:pPr>
      <w:r>
        <w:t>1-About the saying of Allah Azza wa Jalla, “This (sawaw) is the first warner among the warners” Imam Jafar Sadiq asws said: When Allah Ta’ala first brought the progenies of all the creation in Alam-e-Zarr (state of particles) and made them stand in rows, then Allah sent Mohammad sawaw, and some people believed in him and some denied him, so Allah Azza wa Jalla says, “This is the first warner among the warners” Allah means Mohammad sawaw by this when he (sawaw) first invited people towards Allah Azza wa Jalla in Alam-e-Zarr. (al-Burhan, v7, p365)</w:t>
      </w:r>
    </w:p>
    <w:p w:rsidR="001A403D" w:rsidRDefault="001A403D" w:rsidP="009229E3">
      <w:pPr>
        <w:pStyle w:val="libCenterBold1"/>
      </w:pPr>
      <w:r>
        <w:t>Lesson:</w:t>
      </w:r>
    </w:p>
    <w:p w:rsidR="001A403D" w:rsidRDefault="001A403D" w:rsidP="001A403D">
      <w:pPr>
        <w:pStyle w:val="libNormal"/>
      </w:pPr>
      <w:r>
        <w:t xml:space="preserve">1-Allah Ta’ala invited all the creations toward Tauheed, Risalat, and Walayat in Alam-e-Zarr, and the pioneer to invite to the Deen of Allah is Rasool Allah sawaw, so all the Prophets (a.s.) invited their nations towards Deen-e-Mustafa. All the Prophets (a.s.) used to invite all previous nations to believe in Walayat of Masumeen asws and to testify it as well, those people who rejected Walayat-e-Ali asws, Allah disfigured and destroyed them. </w:t>
      </w:r>
      <w:r>
        <w:lastRenderedPageBreak/>
        <w:t>From Azal the cause of Destruction is Denial of Walayat-e-Ali asws. Allah Ta’ala has warned repeatedly about negligence concerning Walayat-e-Ali asws, and He commanded to continue preaching Walayat-e-Ali asws until Qiyamah. It is obligatory on every Momin and Mominah to convey the message of Walayat-e-Ali asws to the next generations, and to point out those so-called Shia scholars who are in disguise and preventing people from Walayat-e-Ali asws by using different tactics. Please save your children from becoming Yahood o Nasara by opposing Walayat-e-Ali asws under the influence of Muqassir Mullas.</w:t>
      </w:r>
    </w:p>
    <w:p w:rsidR="00EB2345" w:rsidRDefault="00EB2345" w:rsidP="00FC02E7">
      <w:pPr>
        <w:pStyle w:val="libNormal"/>
        <w:rPr>
          <w:rtl/>
        </w:rPr>
      </w:pPr>
      <w:r>
        <w:rPr>
          <w:rFonts w:hint="eastAsia"/>
        </w:rPr>
        <w:br w:type="page"/>
      </w:r>
    </w:p>
    <w:p w:rsidR="001A403D" w:rsidRDefault="00EB2345" w:rsidP="00EB2345">
      <w:pPr>
        <w:pStyle w:val="Heading1Center"/>
      </w:pPr>
      <w:bookmarkStart w:id="52" w:name="_Toc449789445"/>
      <w:r>
        <w:rPr>
          <w:rFonts w:hint="eastAsia"/>
          <w:rtl/>
        </w:rPr>
        <w:lastRenderedPageBreak/>
        <w:t>سُوۡرَةُ</w:t>
      </w:r>
      <w:r>
        <w:rPr>
          <w:rtl/>
        </w:rPr>
        <w:t xml:space="preserve"> </w:t>
      </w:r>
      <w:r w:rsidR="001A403D">
        <w:rPr>
          <w:rtl/>
        </w:rPr>
        <w:t>القَمَر</w:t>
      </w:r>
      <w:bookmarkEnd w:id="52"/>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إِنَّ</w:t>
      </w:r>
      <w:r>
        <w:rPr>
          <w:rtl/>
        </w:rPr>
        <w:t xml:space="preserve"> </w:t>
      </w:r>
      <w:r>
        <w:rPr>
          <w:rFonts w:hint="cs"/>
          <w:rtl/>
        </w:rPr>
        <w:t>ٱ</w:t>
      </w:r>
      <w:r>
        <w:rPr>
          <w:rFonts w:hint="eastAsia"/>
          <w:rtl/>
        </w:rPr>
        <w:t>لۡمُتَّقِينَ</w:t>
      </w:r>
      <w:r>
        <w:rPr>
          <w:rtl/>
        </w:rPr>
        <w:t xml:space="preserve"> فِى جَنَّـٰتٍ۬ وَنَ</w:t>
      </w:r>
      <w:r w:rsidR="001E6BAB" w:rsidRPr="001E6BAB">
        <w:rPr>
          <w:rFonts w:hint="cs"/>
          <w:rtl/>
        </w:rPr>
        <w:t>ه</w:t>
      </w:r>
      <w:r w:rsidRPr="00595365">
        <w:rPr>
          <w:rFonts w:hint="cs"/>
          <w:rtl/>
        </w:rPr>
        <w:t>رٍ۬ (٥٤</w:t>
      </w:r>
      <w:r w:rsidR="009229E3">
        <w:rPr>
          <w:rFonts w:hint="cs"/>
          <w:rtl/>
        </w:rPr>
        <w:t>)</w:t>
      </w:r>
      <w:r w:rsidRPr="00595365">
        <w:rPr>
          <w:rFonts w:hint="cs"/>
          <w:rtl/>
        </w:rPr>
        <w:t xml:space="preserve"> فِى مَقۡعَدِ صِدۡقٍ عِندَ مَلِيكٍ۬ مُّقۡتَدِرِۭ (٥٥</w:t>
      </w:r>
      <w:r w:rsidR="009229E3">
        <w:rPr>
          <w:rtl/>
        </w:rPr>
        <w:t>)</w:t>
      </w:r>
    </w:p>
    <w:p w:rsidR="001A403D" w:rsidRDefault="001A403D" w:rsidP="00E36567">
      <w:pPr>
        <w:pStyle w:val="libBoldItalic"/>
      </w:pPr>
      <w:r>
        <w:t>No doubt, the righteous will be among Gardens and Rivers, (54) In a seat (place) of truth (honour) near the Authoritative Sovereign. (55)</w:t>
      </w:r>
    </w:p>
    <w:p w:rsidR="001A403D" w:rsidRDefault="001A403D" w:rsidP="00E36567">
      <w:pPr>
        <w:pStyle w:val="libNormal"/>
      </w:pPr>
      <w:r>
        <w:t>1-Jabir bin Abdullah narrated: We were with Rasool Allah sawaw in the mosque, and some of the companions mentioned Paradise, then Nabi Akram sawaw said: No doubt Ali bin Abi Talib asws will enter Paradise first of all among the companions of the Paradise. So Abu Dajana Ansari said: Ya Rasool Allah sawaw, did not you tell us that Paradise is prohibited for the Prophets (a.s.) until you have entered in it, and (prohibited) for all Ummahs until your Ummah have entered it? So said: Yes, O Abu Dajana, know that Allah Azza wa Jalla made a flag of Noor and (its) pole of Noor one thousand years before creating the heavens and the earth, and wrote on that flag, “La ilaha illallah Mohammad Rasool Allah, Aal-e-Mohammad is best of all creations, the owner of Liwa (Flag) is Ali, and he is the Imam of the nation” So Imam Ali asws said: Praise to Allah Who gave us this news, Ya Rasool Allah sawaw, and gave us honour. Then Nabi Akram sawaw said: Ya Ali asws, I am giving the glad news, know that whoever loves us and claims our love, Allah will keep him with us; and recited this verse, “No doubt, the righteous will be among Gardens and Rivers, (54) In a seat (place) of truth (honour) near the Authoritative Sovereign.” (al-Burhan, v7, p379)</w:t>
      </w:r>
    </w:p>
    <w:p w:rsidR="001A403D" w:rsidRDefault="001A403D" w:rsidP="009229E3">
      <w:pPr>
        <w:pStyle w:val="libCenterBold1"/>
      </w:pPr>
      <w:r>
        <w:t>Lesson:</w:t>
      </w:r>
    </w:p>
    <w:p w:rsidR="001A403D" w:rsidRDefault="001A403D" w:rsidP="001A403D">
      <w:pPr>
        <w:pStyle w:val="libNormal"/>
      </w:pPr>
      <w:r>
        <w:t>1-Successful are only those people whose Kalima consists of Tauheed, Risalat, and Walayat of all Masumeen asws, and they confirm the claim of devotion of Masumeen asws by reciting the testimony of Walayat-e-Masumeen asws in the presence of Allah during Salaah. It is clear for the people of wisdom that Allah Ta’ala wrote on the Flag of Noor one thousand years before creating the heavens and the earth the Kalima Tayyiba (Qawl-e-Sabit, Kalima-e-Taqwa) comprising of testimony of Walayat and Imamat.</w:t>
      </w:r>
    </w:p>
    <w:p w:rsidR="00EB2345" w:rsidRDefault="00EB2345" w:rsidP="00FC02E7">
      <w:pPr>
        <w:pStyle w:val="libNormal"/>
        <w:rPr>
          <w:rtl/>
        </w:rPr>
      </w:pPr>
      <w:r>
        <w:rPr>
          <w:rFonts w:hint="eastAsia"/>
        </w:rPr>
        <w:br w:type="page"/>
      </w:r>
    </w:p>
    <w:p w:rsidR="001A403D" w:rsidRDefault="00EB2345" w:rsidP="00EB2345">
      <w:pPr>
        <w:pStyle w:val="Heading1Center"/>
      </w:pPr>
      <w:bookmarkStart w:id="53" w:name="_Toc449789446"/>
      <w:r>
        <w:rPr>
          <w:rFonts w:hint="eastAsia"/>
          <w:rtl/>
        </w:rPr>
        <w:lastRenderedPageBreak/>
        <w:t>سُوۡرَةُ</w:t>
      </w:r>
      <w:r>
        <w:rPr>
          <w:rtl/>
        </w:rPr>
        <w:t xml:space="preserve"> </w:t>
      </w:r>
      <w:r w:rsidR="001A403D">
        <w:rPr>
          <w:rtl/>
        </w:rPr>
        <w:t>الرَّحمٰن</w:t>
      </w:r>
      <w:bookmarkEnd w:id="53"/>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cs"/>
          <w:rtl/>
        </w:rPr>
        <w:t>ٱ</w:t>
      </w:r>
      <w:r>
        <w:rPr>
          <w:rFonts w:hint="eastAsia"/>
          <w:rtl/>
        </w:rPr>
        <w:t>لرَّحۡمَـٰنُ</w:t>
      </w:r>
      <w:r>
        <w:rPr>
          <w:rtl/>
        </w:rPr>
        <w:t xml:space="preserve"> (١</w:t>
      </w:r>
      <w:r w:rsidR="009229E3">
        <w:rPr>
          <w:rtl/>
        </w:rPr>
        <w:t>)</w:t>
      </w:r>
      <w:r>
        <w:rPr>
          <w:rtl/>
        </w:rPr>
        <w:t xml:space="preserve"> عَلَّمَ </w:t>
      </w:r>
      <w:r>
        <w:rPr>
          <w:rFonts w:hint="cs"/>
          <w:rtl/>
        </w:rPr>
        <w:t>ٱ</w:t>
      </w:r>
      <w:r>
        <w:rPr>
          <w:rFonts w:hint="eastAsia"/>
          <w:rtl/>
        </w:rPr>
        <w:t>لۡقُرۡءَانَ</w:t>
      </w:r>
      <w:r>
        <w:rPr>
          <w:rtl/>
        </w:rPr>
        <w:t xml:space="preserve"> (٢</w:t>
      </w:r>
      <w:r w:rsidR="009229E3">
        <w:rPr>
          <w:rtl/>
        </w:rPr>
        <w:t>)</w:t>
      </w:r>
      <w:r>
        <w:rPr>
          <w:rtl/>
        </w:rPr>
        <w:t xml:space="preserve"> خَلَقَ </w:t>
      </w:r>
      <w:r>
        <w:rPr>
          <w:rFonts w:hint="cs"/>
          <w:rtl/>
        </w:rPr>
        <w:t>ٱ</w:t>
      </w:r>
      <w:r>
        <w:rPr>
          <w:rFonts w:hint="eastAsia"/>
          <w:rtl/>
        </w:rPr>
        <w:t>لۡإِنسَـٰنَ</w:t>
      </w:r>
      <w:r>
        <w:rPr>
          <w:rtl/>
        </w:rPr>
        <w:t xml:space="preserve"> (٣</w:t>
      </w:r>
      <w:r w:rsidR="009229E3">
        <w:rPr>
          <w:rtl/>
        </w:rPr>
        <w:t>)</w:t>
      </w:r>
      <w:r>
        <w:rPr>
          <w:rtl/>
        </w:rPr>
        <w:t xml:space="preserve"> عَلَّمَهُ </w:t>
      </w:r>
      <w:r>
        <w:rPr>
          <w:rFonts w:hint="cs"/>
          <w:rtl/>
        </w:rPr>
        <w:t>ٱ</w:t>
      </w:r>
      <w:r>
        <w:rPr>
          <w:rFonts w:hint="eastAsia"/>
          <w:rtl/>
        </w:rPr>
        <w:t>لۡبَيَانَ</w:t>
      </w:r>
      <w:r>
        <w:rPr>
          <w:rtl/>
        </w:rPr>
        <w:t xml:space="preserve"> (٤</w:t>
      </w:r>
      <w:r w:rsidR="009229E3">
        <w:rPr>
          <w:rtl/>
        </w:rPr>
        <w:t>)</w:t>
      </w:r>
    </w:p>
    <w:p w:rsidR="001A403D" w:rsidRDefault="001A403D" w:rsidP="00E36567">
      <w:pPr>
        <w:pStyle w:val="libBoldItalic"/>
      </w:pPr>
      <w:r>
        <w:t>The Merciful (1) Taught the Quran. (2) Created the man. (3) Taught him al-Bayan (eloquence). (4)</w:t>
      </w:r>
    </w:p>
    <w:p w:rsidR="001A403D" w:rsidRDefault="001A403D" w:rsidP="00E36567">
      <w:pPr>
        <w:pStyle w:val="libNormal"/>
      </w:pPr>
      <w:r>
        <w:t>1-About the saying of Allah Azza wa Jalla, “The Rahman taught the Quran” Imam Ali Raza asws said: No doubt, Allah Azza wa Jalla taught Quran to Mohammad Mustafa sawaw, “created ‘the man’, taught him al-Bayan” he is Ali bin Abi Talib asws bestowed him knowledge of every thing, which people can be in need of. (al-Burhan, v7, p383)</w:t>
      </w:r>
    </w:p>
    <w:p w:rsidR="001A403D" w:rsidRDefault="001A403D" w:rsidP="00E36567">
      <w:pPr>
        <w:pStyle w:val="libNormal"/>
      </w:pPr>
      <w:r>
        <w:t>2-Imam Jafar Sadiq asws said: al-Bayan is Ism-e-Azam, through which taught everything. (al-Burhan, v7, p383)</w:t>
      </w:r>
    </w:p>
    <w:p w:rsidR="001A403D" w:rsidRDefault="001A403D" w:rsidP="009229E3">
      <w:pPr>
        <w:pStyle w:val="libCenterBold1"/>
      </w:pPr>
      <w:r>
        <w:t>Lesson:</w:t>
      </w:r>
    </w:p>
    <w:p w:rsidR="001A403D" w:rsidRDefault="001A403D" w:rsidP="001A403D">
      <w:pPr>
        <w:pStyle w:val="libNormal"/>
      </w:pPr>
      <w:r>
        <w:t>1-Allah Ta’ala created His Beloveds Mohammad Mustafa sawaw and Ali Murtaza asws after bestowing them His Knowledge, Ism-e-Azam, Mashiyat, and Raza. Masumeen asws are the Treasure of the Knowledge of Allah. Holy Imams asws told the solution of all the problems which could come across until Qiyamah. Therefore a Momin who is doing Taqleed &amp; Ata’at of Masoom Imam asws of the Time does not need any Zunni Fatwa of any Muqassir Majoosi Mulla at all. Due to ignorance or bad luck, if anyone says that there are new problems of this modern era which are not narrated in Quran &amp; Hadees, that person is in fact belying Qawl of Allah and Qawl of Masoom asws.</w:t>
      </w:r>
    </w:p>
    <w:p w:rsidR="001A403D" w:rsidRDefault="001A403D" w:rsidP="00385B48">
      <w:pPr>
        <w:pStyle w:val="libAr"/>
      </w:pPr>
      <w:r>
        <w:rPr>
          <w:rFonts w:hint="eastAsia"/>
          <w:rtl/>
        </w:rPr>
        <w:t>وَ</w:t>
      </w:r>
      <w:r>
        <w:rPr>
          <w:rFonts w:hint="cs"/>
          <w:rtl/>
        </w:rPr>
        <w:t>ٱ</w:t>
      </w:r>
      <w:r>
        <w:rPr>
          <w:rFonts w:hint="eastAsia"/>
          <w:rtl/>
        </w:rPr>
        <w:t>لسَّمَآءَ</w:t>
      </w:r>
      <w:r>
        <w:rPr>
          <w:rtl/>
        </w:rPr>
        <w:t xml:space="preserve"> رَفَعَهَا وَوَضَعَ </w:t>
      </w:r>
      <w:r>
        <w:rPr>
          <w:rFonts w:hint="cs"/>
          <w:rtl/>
        </w:rPr>
        <w:t>ٱ</w:t>
      </w:r>
      <w:r>
        <w:rPr>
          <w:rFonts w:hint="eastAsia"/>
          <w:rtl/>
        </w:rPr>
        <w:t>لۡمِيزَانَ</w:t>
      </w:r>
      <w:r>
        <w:rPr>
          <w:rtl/>
        </w:rPr>
        <w:t xml:space="preserve"> (٧</w:t>
      </w:r>
      <w:r w:rsidR="009229E3">
        <w:rPr>
          <w:rtl/>
        </w:rPr>
        <w:t>)</w:t>
      </w:r>
      <w:r>
        <w:rPr>
          <w:rtl/>
        </w:rPr>
        <w:t xml:space="preserve"> أَلَّا تَطۡغَوۡاْ فِى </w:t>
      </w:r>
      <w:r>
        <w:rPr>
          <w:rFonts w:hint="cs"/>
          <w:rtl/>
        </w:rPr>
        <w:t>ٱ</w:t>
      </w:r>
      <w:r>
        <w:rPr>
          <w:rFonts w:hint="eastAsia"/>
          <w:rtl/>
        </w:rPr>
        <w:t>لۡمِيزَانِ</w:t>
      </w:r>
      <w:r>
        <w:rPr>
          <w:rtl/>
        </w:rPr>
        <w:t xml:space="preserve"> (٨</w:t>
      </w:r>
      <w:r w:rsidR="009229E3">
        <w:rPr>
          <w:rtl/>
        </w:rPr>
        <w:t>)</w:t>
      </w:r>
      <w:r>
        <w:rPr>
          <w:rtl/>
        </w:rPr>
        <w:t xml:space="preserve"> وَأَقِيمُواْ </w:t>
      </w:r>
      <w:r>
        <w:rPr>
          <w:rFonts w:hint="cs"/>
          <w:rtl/>
        </w:rPr>
        <w:t>ٱ</w:t>
      </w:r>
      <w:r>
        <w:rPr>
          <w:rFonts w:hint="eastAsia"/>
          <w:rtl/>
        </w:rPr>
        <w:t>لۡوَزۡنَ</w:t>
      </w:r>
      <w:r>
        <w:rPr>
          <w:rtl/>
        </w:rPr>
        <w:t xml:space="preserve"> بِ</w:t>
      </w:r>
      <w:r>
        <w:rPr>
          <w:rFonts w:hint="cs"/>
          <w:rtl/>
        </w:rPr>
        <w:t>ٱ</w:t>
      </w:r>
      <w:r>
        <w:rPr>
          <w:rFonts w:hint="eastAsia"/>
          <w:rtl/>
        </w:rPr>
        <w:t>لۡقِسۡطِ</w:t>
      </w:r>
      <w:r>
        <w:rPr>
          <w:rtl/>
        </w:rPr>
        <w:t xml:space="preserve"> وَلَا تُخۡسِرُواْ </w:t>
      </w:r>
      <w:r>
        <w:rPr>
          <w:rFonts w:hint="cs"/>
          <w:rtl/>
        </w:rPr>
        <w:t>ٱ</w:t>
      </w:r>
      <w:r>
        <w:rPr>
          <w:rFonts w:hint="eastAsia"/>
          <w:rtl/>
        </w:rPr>
        <w:t>لۡمِيزَانَ</w:t>
      </w:r>
      <w:r>
        <w:rPr>
          <w:rtl/>
        </w:rPr>
        <w:t xml:space="preserve"> (٩</w:t>
      </w:r>
      <w:r w:rsidR="009229E3">
        <w:rPr>
          <w:rtl/>
        </w:rPr>
        <w:t>)</w:t>
      </w:r>
    </w:p>
    <w:p w:rsidR="001A403D" w:rsidRDefault="001A403D" w:rsidP="00E36567">
      <w:pPr>
        <w:pStyle w:val="libBoldItalic"/>
      </w:pPr>
      <w:r>
        <w:t>And the Sky He raised, and He set the Balance, (7) So that you do not transgress the Balance, (8) And establish weight with justice, and do not cause loss to the Balance. (9)</w:t>
      </w:r>
    </w:p>
    <w:p w:rsidR="001A403D" w:rsidRDefault="001A403D" w:rsidP="00E36567">
      <w:pPr>
        <w:pStyle w:val="libNormal"/>
      </w:pPr>
      <w:r>
        <w:t>1-Imam Ali Raza asws said: The Sky is Rasool Allah sawaw, Allah raised him towards Him, and the Balance is Amirul Momineen asws, whom he set (established) for the creations, “So that you do not transgress the Balance” means should not disobey the Imam asws, “And establish weight with justice” means obey Imam asws with justice, “and do not cause loss to the Balance” means do not consider the right of Imam asws light, and do not do injustice to him. (al-Burhan, v7, p383)</w:t>
      </w:r>
    </w:p>
    <w:p w:rsidR="001A403D" w:rsidRDefault="001A403D" w:rsidP="009229E3">
      <w:pPr>
        <w:pStyle w:val="libCenterBold1"/>
      </w:pPr>
      <w:r>
        <w:t>Lesson:</w:t>
      </w:r>
    </w:p>
    <w:p w:rsidR="00595365" w:rsidRDefault="001A403D" w:rsidP="001A403D">
      <w:pPr>
        <w:pStyle w:val="libNormal"/>
      </w:pPr>
      <w:r>
        <w:t xml:space="preserve">1-The most high Sky is in fact Rasool Allah sawaw, which has twelve Burj (stations of handsome stars) the holy Imams asws. The criterion, measure, and balance of reward and punishment with Allah is only Maola Ali asws and his Walayat. Allah Ta’ala has established the Walayat of Maola Ali asws Himself, so whoever fixes his Walayat in front of it, he is Nasibi Muqassir unjust Ibleesi Mulla. Do not transgress by leaving the </w:t>
      </w:r>
      <w:r>
        <w:lastRenderedPageBreak/>
        <w:t>Hadees of Masoom asws, and do not do Taqleed &amp; Ata’at of any fallible human, and do not do injustice by considering the right of Masoom asws light.</w:t>
      </w:r>
    </w:p>
    <w:p w:rsidR="001A403D" w:rsidRDefault="001A403D" w:rsidP="00385B48">
      <w:pPr>
        <w:pStyle w:val="libAr"/>
      </w:pPr>
      <w:r>
        <w:rPr>
          <w:rFonts w:hint="eastAsia"/>
          <w:rtl/>
        </w:rPr>
        <w:t>رَبُّ</w:t>
      </w:r>
      <w:r>
        <w:rPr>
          <w:rtl/>
        </w:rPr>
        <w:t xml:space="preserve"> </w:t>
      </w:r>
      <w:r>
        <w:rPr>
          <w:rFonts w:hint="cs"/>
          <w:rtl/>
        </w:rPr>
        <w:t>ٱ</w:t>
      </w:r>
      <w:r>
        <w:rPr>
          <w:rFonts w:hint="eastAsia"/>
          <w:rtl/>
        </w:rPr>
        <w:t>لۡمَشۡرِقَيۡنِ</w:t>
      </w:r>
      <w:r>
        <w:rPr>
          <w:rtl/>
        </w:rPr>
        <w:t xml:space="preserve"> وَرَبُّ </w:t>
      </w:r>
      <w:r>
        <w:rPr>
          <w:rFonts w:hint="cs"/>
          <w:rtl/>
        </w:rPr>
        <w:t>ٱ</w:t>
      </w:r>
      <w:r>
        <w:rPr>
          <w:rFonts w:hint="eastAsia"/>
          <w:rtl/>
        </w:rPr>
        <w:t>لۡمَغۡرِبَيۡنِ</w:t>
      </w:r>
      <w:r>
        <w:rPr>
          <w:rtl/>
        </w:rPr>
        <w:t xml:space="preserve"> (١٧</w:t>
      </w:r>
      <w:r w:rsidR="009229E3">
        <w:rPr>
          <w:rtl/>
        </w:rPr>
        <w:t>)</w:t>
      </w:r>
      <w:r>
        <w:rPr>
          <w:rtl/>
        </w:rPr>
        <w:t xml:space="preserve"> فَبِأَىِّ ءَالَآءِ رَبِّكُمَا تُكَذِّبَانِ (١٨</w:t>
      </w:r>
      <w:r w:rsidR="009229E3">
        <w:rPr>
          <w:rtl/>
        </w:rPr>
        <w:t>)</w:t>
      </w:r>
      <w:r>
        <w:rPr>
          <w:rtl/>
        </w:rPr>
        <w:t xml:space="preserve"> مَرَجَ </w:t>
      </w:r>
      <w:r>
        <w:rPr>
          <w:rFonts w:hint="cs"/>
          <w:rtl/>
        </w:rPr>
        <w:t>ٱ</w:t>
      </w:r>
      <w:r>
        <w:rPr>
          <w:rFonts w:hint="eastAsia"/>
          <w:rtl/>
        </w:rPr>
        <w:t>لۡبَحۡرَيۡنِ</w:t>
      </w:r>
      <w:r>
        <w:rPr>
          <w:rtl/>
        </w:rPr>
        <w:t xml:space="preserve"> يَلۡتَقِيَانِ (١٩</w:t>
      </w:r>
      <w:r w:rsidR="009229E3">
        <w:rPr>
          <w:rtl/>
        </w:rPr>
        <w:t>)</w:t>
      </w:r>
      <w:r>
        <w:rPr>
          <w:rtl/>
        </w:rPr>
        <w:t xml:space="preserve"> بَيۡنَ</w:t>
      </w:r>
      <w:r w:rsidR="001E6BAB" w:rsidRPr="001E6BAB">
        <w:rPr>
          <w:rFonts w:hint="cs"/>
          <w:rtl/>
        </w:rPr>
        <w:t>ه</w:t>
      </w:r>
      <w:r w:rsidRPr="00595365">
        <w:rPr>
          <w:rFonts w:hint="cs"/>
          <w:rtl/>
        </w:rPr>
        <w:t>مَا بَرۡزَخٌ۬ لَّا يَبۡغِيَانِ (٢٠</w:t>
      </w:r>
      <w:r w:rsidR="009229E3">
        <w:rPr>
          <w:rFonts w:hint="cs"/>
          <w:rtl/>
        </w:rPr>
        <w:t>)</w:t>
      </w:r>
      <w:r w:rsidRPr="00595365">
        <w:rPr>
          <w:rFonts w:hint="cs"/>
          <w:rtl/>
        </w:rPr>
        <w:t xml:space="preserve"> فَبِأَىِّ ءَالَآءِ رَبِّكُمَا تُكَذِّبَانِ (٢</w:t>
      </w:r>
      <w:r>
        <w:rPr>
          <w:rtl/>
        </w:rPr>
        <w:t>١</w:t>
      </w:r>
      <w:r w:rsidR="009229E3">
        <w:rPr>
          <w:rtl/>
        </w:rPr>
        <w:t>)</w:t>
      </w:r>
      <w:r>
        <w:rPr>
          <w:rtl/>
        </w:rPr>
        <w:t xml:space="preserve"> يَخۡرُجُ مِنۡ</w:t>
      </w:r>
      <w:r w:rsidR="001E6BAB" w:rsidRPr="001E6BAB">
        <w:rPr>
          <w:rFonts w:hint="cs"/>
          <w:rtl/>
        </w:rPr>
        <w:t>ه</w:t>
      </w:r>
      <w:r w:rsidRPr="00595365">
        <w:rPr>
          <w:rFonts w:hint="cs"/>
          <w:rtl/>
        </w:rPr>
        <w:t xml:space="preserve">مَا </w:t>
      </w:r>
      <w:r>
        <w:rPr>
          <w:rFonts w:hint="cs"/>
          <w:rtl/>
        </w:rPr>
        <w:t>ٱ</w:t>
      </w:r>
      <w:r>
        <w:rPr>
          <w:rFonts w:hint="eastAsia"/>
          <w:rtl/>
        </w:rPr>
        <w:t>للُّؤۡلُؤُ</w:t>
      </w:r>
      <w:r>
        <w:rPr>
          <w:rtl/>
        </w:rPr>
        <w:t xml:space="preserve"> وَ</w:t>
      </w:r>
      <w:r>
        <w:rPr>
          <w:rFonts w:hint="cs"/>
          <w:rtl/>
        </w:rPr>
        <w:t>ٱ</w:t>
      </w:r>
      <w:r>
        <w:rPr>
          <w:rFonts w:hint="eastAsia"/>
          <w:rtl/>
        </w:rPr>
        <w:t>لۡمَرۡجَانُ</w:t>
      </w:r>
      <w:r>
        <w:rPr>
          <w:rtl/>
        </w:rPr>
        <w:t xml:space="preserve"> (٢٢</w:t>
      </w:r>
      <w:r w:rsidR="009229E3">
        <w:rPr>
          <w:rtl/>
        </w:rPr>
        <w:t>)</w:t>
      </w:r>
    </w:p>
    <w:p w:rsidR="001A403D" w:rsidRDefault="001A403D" w:rsidP="00E36567">
      <w:pPr>
        <w:pStyle w:val="libBoldItalic"/>
      </w:pPr>
      <w:r>
        <w:t>Rabb of the two Easts, and Rabb of the two Wests, (17) So which of the favours of your Rabb, you both deny? (18) He released the two oceans, they meet. (19) Between them is Burzukh (barrier), they do not excel each other. (20) So which of the favours of your Rabb, you both deny? (21) From both of them emerge Lu’lu and Marjan. (22)</w:t>
      </w:r>
    </w:p>
    <w:p w:rsidR="001A403D" w:rsidRDefault="001A403D" w:rsidP="00E36567">
      <w:pPr>
        <w:pStyle w:val="libNormal"/>
      </w:pPr>
      <w:r>
        <w:t>1-About the saying of Allah Ta’ala, “Rabb of the two Easts, and Rabb of the two Wests” Imam Jafar Sadiq asws said: Two Easts are Rasool Allah sawaw and Amirul Momineen asws, and two Wests are Hassan asws and Hussain asws. “So which of the favours of your Rabb, you both deny?” means that which of My favours you both will belie: Mohammad sawaw or Ali asws? And for the sake of both of them I have conferred favour upon servants. (al-Burhan, v7, p386)</w:t>
      </w:r>
    </w:p>
    <w:p w:rsidR="001A403D" w:rsidRDefault="001A403D" w:rsidP="00E36567">
      <w:pPr>
        <w:pStyle w:val="libNormal"/>
      </w:pPr>
      <w:r>
        <w:t>2-About the saying of Allah Ta’ala, “He released the two oceans, they meet” Imam Jafar Sadiq asws said: Ali asws and Fatima asws are two deep oceans, one of them does not excel than its companion, “between them is Burzukh” means Rasool Allah sawaw, “From both of them emerge Lu’lu and Marjan” means Hassan asws and Hussain asws. (al-Burhan, v7, p386)</w:t>
      </w:r>
    </w:p>
    <w:p w:rsidR="001A403D" w:rsidRDefault="001A403D" w:rsidP="009229E3">
      <w:pPr>
        <w:pStyle w:val="libCenterBold1"/>
      </w:pPr>
      <w:r>
        <w:t>Lesson:</w:t>
      </w:r>
    </w:p>
    <w:p w:rsidR="001A403D" w:rsidRDefault="001A403D" w:rsidP="001A403D">
      <w:pPr>
        <w:pStyle w:val="libNormal"/>
      </w:pPr>
      <w:r>
        <w:t>1-Rabb of the two Easts &amp; two Wests, means Allah is proud to be the Rabb of Masumeen asws. East and West i.e. beginning and end of the universe is for the sake of Masumeen asws. The greatest Favour of Allah Ta’ala is Mohammad sawaw, Ali asws, and their holy Progeny asws, then who among the Jinns &amp; Humans can belie &amp; deny this greatest Favour of Allah! For the sake of Masumeen asws Allah bestows Blessing on servants. Only Shaitan, his followers, and Muqassireen belie the greatest Favour &amp; Trust of Allah.</w:t>
      </w:r>
    </w:p>
    <w:p w:rsidR="001A403D" w:rsidRDefault="001A403D" w:rsidP="001A403D">
      <w:pPr>
        <w:pStyle w:val="libNormal"/>
      </w:pPr>
      <w:r>
        <w:t>2-Maola Ali asws and Syyeda Fatima Zahra asws are two infinite &amp; deep oceans of the knowledge of Allah, which are equal to each other, both have same status near Allah, they do not excel each other, and their children holy Imams asws are Lu’lu and Marjan. Lu’lu &amp; Marjan are different colour pearls.</w:t>
      </w:r>
    </w:p>
    <w:p w:rsidR="001A403D" w:rsidRDefault="001A403D" w:rsidP="00385B48">
      <w:pPr>
        <w:pStyle w:val="libAr"/>
      </w:pPr>
      <w:r>
        <w:rPr>
          <w:rFonts w:hint="eastAsia"/>
          <w:rtl/>
        </w:rPr>
        <w:t>كُلُّ</w:t>
      </w:r>
      <w:r>
        <w:rPr>
          <w:rtl/>
        </w:rPr>
        <w:t xml:space="preserve"> مَنۡ عَلَيۡ</w:t>
      </w:r>
      <w:r w:rsidR="001E6BAB" w:rsidRPr="001E6BAB">
        <w:rPr>
          <w:rFonts w:hint="cs"/>
          <w:rtl/>
        </w:rPr>
        <w:t>ه</w:t>
      </w:r>
      <w:r w:rsidRPr="00595365">
        <w:rPr>
          <w:rFonts w:hint="cs"/>
          <w:rtl/>
        </w:rPr>
        <w:t>ا فَانٍ۬ (٢٦</w:t>
      </w:r>
      <w:r w:rsidR="009229E3">
        <w:rPr>
          <w:rFonts w:hint="cs"/>
          <w:rtl/>
        </w:rPr>
        <w:t>)</w:t>
      </w:r>
      <w:r w:rsidRPr="00595365">
        <w:rPr>
          <w:rFonts w:hint="cs"/>
          <w:rtl/>
        </w:rPr>
        <w:t xml:space="preserve"> وَيَبۡقَ</w:t>
      </w:r>
      <w:r>
        <w:rPr>
          <w:rtl/>
        </w:rPr>
        <w:t xml:space="preserve">ىٰ وَجۡهُ رَبِّكَ ذُو </w:t>
      </w:r>
      <w:r>
        <w:rPr>
          <w:rFonts w:hint="cs"/>
          <w:rtl/>
        </w:rPr>
        <w:t>ٱ</w:t>
      </w:r>
      <w:r>
        <w:rPr>
          <w:rFonts w:hint="eastAsia"/>
          <w:rtl/>
        </w:rPr>
        <w:t>لۡجَلَـٰلِ</w:t>
      </w:r>
      <w:r>
        <w:rPr>
          <w:rtl/>
        </w:rPr>
        <w:t xml:space="preserve"> وَ</w:t>
      </w:r>
      <w:r>
        <w:rPr>
          <w:rFonts w:hint="cs"/>
          <w:rtl/>
        </w:rPr>
        <w:t>ٱ</w:t>
      </w:r>
      <w:r>
        <w:rPr>
          <w:rFonts w:hint="eastAsia"/>
          <w:rtl/>
        </w:rPr>
        <w:t>لۡإِكۡرَامِ</w:t>
      </w:r>
      <w:r>
        <w:rPr>
          <w:rtl/>
        </w:rPr>
        <w:t xml:space="preserve"> (٢٧</w:t>
      </w:r>
      <w:r w:rsidR="009229E3">
        <w:rPr>
          <w:rtl/>
        </w:rPr>
        <w:t>)</w:t>
      </w:r>
    </w:p>
    <w:p w:rsidR="001A403D" w:rsidRDefault="001A403D" w:rsidP="00E36567">
      <w:pPr>
        <w:pStyle w:val="libBoldItalic"/>
      </w:pPr>
      <w:r>
        <w:t>Everyone upon it (eath) will perish, (26) And only the Face of your Rabb will remain, owner of Splendour and Honour. (27)</w:t>
      </w:r>
    </w:p>
    <w:p w:rsidR="001A403D" w:rsidRDefault="001A403D" w:rsidP="00385B48">
      <w:pPr>
        <w:pStyle w:val="libAr"/>
      </w:pPr>
      <w:r>
        <w:rPr>
          <w:rFonts w:hint="eastAsia"/>
          <w:rtl/>
        </w:rPr>
        <w:t>سَنَفۡرُغُ</w:t>
      </w:r>
      <w:r>
        <w:rPr>
          <w:rtl/>
        </w:rPr>
        <w:t xml:space="preserve"> لَكُمۡ أَيُّهَ </w:t>
      </w:r>
      <w:r>
        <w:rPr>
          <w:rFonts w:hint="cs"/>
          <w:rtl/>
        </w:rPr>
        <w:t>ٱ</w:t>
      </w:r>
      <w:r>
        <w:rPr>
          <w:rFonts w:hint="eastAsia"/>
          <w:rtl/>
        </w:rPr>
        <w:t>لثَّقَلَانِ</w:t>
      </w:r>
      <w:r>
        <w:rPr>
          <w:rtl/>
        </w:rPr>
        <w:t xml:space="preserve"> (٣١</w:t>
      </w:r>
      <w:r w:rsidR="009229E3">
        <w:rPr>
          <w:rtl/>
        </w:rPr>
        <w:t>)</w:t>
      </w:r>
    </w:p>
    <w:p w:rsidR="001A403D" w:rsidRDefault="001A403D" w:rsidP="00E36567">
      <w:pPr>
        <w:pStyle w:val="libBoldItalic"/>
      </w:pPr>
      <w:r>
        <w:t>We will soon attend to you, O you two important beings. (31)</w:t>
      </w:r>
    </w:p>
    <w:p w:rsidR="001A403D" w:rsidRDefault="001A403D" w:rsidP="00385B48">
      <w:pPr>
        <w:pStyle w:val="libAr"/>
      </w:pPr>
      <w:r>
        <w:rPr>
          <w:rFonts w:hint="eastAsia"/>
          <w:rtl/>
        </w:rPr>
        <w:t>تَبَـٰرَكَ</w:t>
      </w:r>
      <w:r>
        <w:rPr>
          <w:rtl/>
        </w:rPr>
        <w:t xml:space="preserve"> </w:t>
      </w:r>
      <w:r>
        <w:rPr>
          <w:rFonts w:hint="cs"/>
          <w:rtl/>
        </w:rPr>
        <w:t>ٱ</w:t>
      </w:r>
      <w:r>
        <w:rPr>
          <w:rFonts w:hint="eastAsia"/>
          <w:rtl/>
        </w:rPr>
        <w:t>سۡمُ</w:t>
      </w:r>
      <w:r>
        <w:rPr>
          <w:rtl/>
        </w:rPr>
        <w:t xml:space="preserve"> رَبِّكَ ذِى </w:t>
      </w:r>
      <w:r>
        <w:rPr>
          <w:rFonts w:hint="cs"/>
          <w:rtl/>
        </w:rPr>
        <w:t>ٱ</w:t>
      </w:r>
      <w:r>
        <w:rPr>
          <w:rFonts w:hint="eastAsia"/>
          <w:rtl/>
        </w:rPr>
        <w:t>لۡجَلَـٰلِ</w:t>
      </w:r>
      <w:r>
        <w:rPr>
          <w:rtl/>
        </w:rPr>
        <w:t xml:space="preserve"> وَ</w:t>
      </w:r>
      <w:r>
        <w:rPr>
          <w:rFonts w:hint="cs"/>
          <w:rtl/>
        </w:rPr>
        <w:t>ٱ</w:t>
      </w:r>
      <w:r>
        <w:rPr>
          <w:rFonts w:hint="eastAsia"/>
          <w:rtl/>
        </w:rPr>
        <w:t>لۡإِكۡرَامِ</w:t>
      </w:r>
      <w:r>
        <w:rPr>
          <w:rtl/>
        </w:rPr>
        <w:t xml:space="preserve"> (٧٨</w:t>
      </w:r>
      <w:r w:rsidR="009229E3">
        <w:rPr>
          <w:rtl/>
        </w:rPr>
        <w:t>)</w:t>
      </w:r>
    </w:p>
    <w:p w:rsidR="001A403D" w:rsidRDefault="001A403D" w:rsidP="00E36567">
      <w:pPr>
        <w:pStyle w:val="libBoldItalic"/>
      </w:pPr>
      <w:r>
        <w:lastRenderedPageBreak/>
        <w:t>Blessed is the Ism (Name) of your Rabb, owner of Splendour and Honour. (78)</w:t>
      </w:r>
    </w:p>
    <w:p w:rsidR="001A403D" w:rsidRDefault="001A403D" w:rsidP="00E36567">
      <w:pPr>
        <w:pStyle w:val="libNormal"/>
      </w:pPr>
      <w:r>
        <w:t>1-Imam Zainul Abideen asws said: “Everything upon it will perish” means whatever is on the earth, “And only the Face of your Rabb is ever remaining” said that we (asws) are that Face through which Allah is reached. (al-Burhan, v7, p390)</w:t>
      </w:r>
    </w:p>
    <w:p w:rsidR="001A403D" w:rsidRDefault="001A403D" w:rsidP="00E36567">
      <w:pPr>
        <w:pStyle w:val="libNormal"/>
      </w:pPr>
      <w:r>
        <w:t>2-Imam Jafar Sadiq asws said about this verse: We are Wajhullah (Face of Allah). (Tafseer al-Safi, v3, p387)</w:t>
      </w:r>
    </w:p>
    <w:p w:rsidR="001A403D" w:rsidRDefault="001A403D" w:rsidP="00E36567">
      <w:pPr>
        <w:pStyle w:val="libNormal"/>
      </w:pPr>
      <w:r>
        <w:t>3-About the saying of Allah Azza wa Jalla, “We will soon attend to you, O you Saqalan (two weighty things)” Imam Jafar Sadiq asws said: Saqalain means we and Quran, and proof of this is the Qawl of Rasool Allah sawaw, “No doubt I am leaving Saqalain among you: the Book of Allah and my Itrat Ahlul Bait asws” (al-Burhan, v7, p391)</w:t>
      </w:r>
    </w:p>
    <w:p w:rsidR="001A403D" w:rsidRDefault="001A403D" w:rsidP="00E36567">
      <w:pPr>
        <w:pStyle w:val="libNormal"/>
      </w:pPr>
      <w:r>
        <w:t>4-About the saying of Allah Tabarak wa Ta’ala, “Blessed is the Ism of your Rabb, owner of Majesty and Honour” Imam Mohammad Baqir asws said: We are Splendour of Allah and His Honour. Allah blesses the servants for the sake of our obedience. (al-Burhan, v7, p402)</w:t>
      </w:r>
    </w:p>
    <w:p w:rsidR="001A403D" w:rsidRDefault="001A403D" w:rsidP="009229E3">
      <w:pPr>
        <w:pStyle w:val="libCenterBold1"/>
      </w:pPr>
      <w:r>
        <w:t>Lesson:</w:t>
      </w:r>
    </w:p>
    <w:p w:rsidR="001A403D" w:rsidRDefault="001A403D" w:rsidP="001A403D">
      <w:pPr>
        <w:pStyle w:val="libNormal"/>
      </w:pPr>
      <w:r>
        <w:t>1-Masumeen asws are the ever remaining Countenance of Allah, Splendour &amp; Honour of Allah, and Blessed Ism-e-Azam of Allah, through them Marifat of Allah is gained, and due to them there is worship of Allah in the worlds.</w:t>
      </w:r>
    </w:p>
    <w:p w:rsidR="00595365" w:rsidRDefault="001A403D" w:rsidP="001A403D">
      <w:pPr>
        <w:pStyle w:val="libNormal"/>
      </w:pPr>
      <w:r>
        <w:t>2-Saqalain are Quran-e-Samit and Quran-e-Natiq. Everything will perish except them. When everything will be destroyed then Allah will say: To whom belongs the Mulk today? Then Masumeen asws will answer: To Allah Jabbar and Qah’har. The Mulk about which Allah is proud, that Mulk is Masumeen asws.</w:t>
      </w:r>
    </w:p>
    <w:p w:rsidR="00EB2345" w:rsidRDefault="00EB2345" w:rsidP="00FC02E7">
      <w:pPr>
        <w:pStyle w:val="libNormal"/>
        <w:rPr>
          <w:rtl/>
        </w:rPr>
      </w:pPr>
      <w:r>
        <w:rPr>
          <w:rFonts w:hint="eastAsia"/>
        </w:rPr>
        <w:br w:type="page"/>
      </w:r>
    </w:p>
    <w:p w:rsidR="001A403D" w:rsidRDefault="00EB2345" w:rsidP="00EB2345">
      <w:pPr>
        <w:pStyle w:val="Heading1Center"/>
      </w:pPr>
      <w:bookmarkStart w:id="54" w:name="_Toc449789447"/>
      <w:r>
        <w:rPr>
          <w:rFonts w:hint="eastAsia"/>
          <w:rtl/>
        </w:rPr>
        <w:lastRenderedPageBreak/>
        <w:t>سُوۡرَةُ</w:t>
      </w:r>
      <w:r>
        <w:rPr>
          <w:rtl/>
        </w:rPr>
        <w:t xml:space="preserve"> </w:t>
      </w:r>
      <w:r w:rsidR="001A403D">
        <w:rPr>
          <w:rtl/>
        </w:rPr>
        <w:t>الواقِعَة</w:t>
      </w:r>
      <w:bookmarkEnd w:id="54"/>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وَأَمَّآ</w:t>
      </w:r>
      <w:r>
        <w:rPr>
          <w:rtl/>
        </w:rPr>
        <w:t xml:space="preserve"> إِن كَانَ مِنۡ أَصۡحَـٰبِ </w:t>
      </w:r>
      <w:r>
        <w:rPr>
          <w:rFonts w:hint="cs"/>
          <w:rtl/>
        </w:rPr>
        <w:t>ٱ</w:t>
      </w:r>
      <w:r>
        <w:rPr>
          <w:rFonts w:hint="eastAsia"/>
          <w:rtl/>
        </w:rPr>
        <w:t>لۡيَمِينِ</w:t>
      </w:r>
      <w:r>
        <w:rPr>
          <w:rtl/>
        </w:rPr>
        <w:t xml:space="preserve"> (٩٠</w:t>
      </w:r>
      <w:r w:rsidR="009229E3">
        <w:rPr>
          <w:rtl/>
        </w:rPr>
        <w:t>)</w:t>
      </w:r>
      <w:r>
        <w:rPr>
          <w:rtl/>
        </w:rPr>
        <w:t xml:space="preserve"> فَسَلَـٰمٌ۬ لَّكَ مِنۡ أَصۡحَـٰبِ </w:t>
      </w:r>
      <w:r>
        <w:rPr>
          <w:rFonts w:hint="cs"/>
          <w:rtl/>
        </w:rPr>
        <w:t>ٱ</w:t>
      </w:r>
      <w:r>
        <w:rPr>
          <w:rFonts w:hint="eastAsia"/>
          <w:rtl/>
        </w:rPr>
        <w:t>لۡيَمِينِ</w:t>
      </w:r>
      <w:r>
        <w:rPr>
          <w:rtl/>
        </w:rPr>
        <w:t xml:space="preserve"> (٩١</w:t>
      </w:r>
      <w:r w:rsidR="009229E3">
        <w:rPr>
          <w:rtl/>
        </w:rPr>
        <w:t>)</w:t>
      </w:r>
    </w:p>
    <w:p w:rsidR="001A403D" w:rsidRDefault="001A403D" w:rsidP="00E36567">
      <w:pPr>
        <w:pStyle w:val="libBoldItalic"/>
      </w:pPr>
      <w:r>
        <w:t>And if he was from among the companions of Yameen, (90) Then (then Angels will greet) "Salam to you" (you are) among the companions of Yameen. (91)</w:t>
      </w:r>
    </w:p>
    <w:p w:rsidR="001A403D" w:rsidRDefault="001A403D" w:rsidP="00E36567">
      <w:pPr>
        <w:pStyle w:val="libNormal"/>
      </w:pPr>
      <w:r>
        <w:t>1-Rasool Allah sawaw said to Maola Ali asws: You are that through whom Allah presented Hujjat (proof of conveying the message of Haqq) in the beginning of creation, when made the creations to stand in the form of spirits, then said to them: Am I not your Rabb? They said: Yes. And Mohammad sawaw My Rasool? They said: Yes. Said: And Ali Amirul Momineen Wasi asws? Then all the creations arrogantly denied and disobeyed your Walayat excep a few people, and they are less than a few, and they are the companions of Yameen. (al-Burhan, v7, p430)</w:t>
      </w:r>
    </w:p>
    <w:p w:rsidR="001A403D" w:rsidRDefault="001A403D" w:rsidP="009229E3">
      <w:pPr>
        <w:pStyle w:val="libCenterBold1"/>
      </w:pPr>
      <w:r>
        <w:t>Lesson:</w:t>
      </w:r>
    </w:p>
    <w:p w:rsidR="00595365" w:rsidRDefault="001A403D" w:rsidP="001A403D">
      <w:pPr>
        <w:pStyle w:val="libNormal"/>
      </w:pPr>
      <w:r>
        <w:t>1-When Allah Ta’ala created universe announced Walayat-e-Ali asws, the day of Qiyamah will start with the announcement of Walayat-e-Ali asws along with the curse on the opponents of Maola Ali asws. Allah presented the Trust of Walayat-e-Ali asws to all the creations of the universe, then in Alam-e-Arwah (world of spirits) invited all the humans to Walayat-e-Ali asws, all of them denied except a few human beings. Same happened in Alam-e-Zarr (world of particles). Then every child is born on Walayat-e-Ali asws with the permission of Allah because He is Just and no objection/blame should be left on Rabb. Rahman repeatedly invites toward Walayat-e-Ali asws, then all Prophets (a.s.) took covenant of Walayat-e-Ali asws from their nations, Rasool Allah sawaw preached Walayat-e-Ali asws in his whole apparent life of this world. The First and the Last Message of Rasool Allah sawaw was about it. Now this is the responsibility of the parents and the teachers to leave the child on Fitrat (Nature) of Allah, or to make him Jew or Christian by deviating him from Walayat-e-Ali asws. Jew &amp; Christian scholars did not want that public should read Taurat, Zaboor, and Injeel because Masumeen asws were mentioned in them, therefore they devised books like Tauzihul Masa’il for their public, so people should only read them in which Masumeen asws were not mentioned. Similar is the plot of Majoosi Muqassir Mulla, he is keeping away public from the holy Quran in a clever way, and he is propagating books comprising of his Fatawa to keep people away from Zikr-e-Masumeen asws.</w:t>
      </w:r>
    </w:p>
    <w:p w:rsidR="001A403D" w:rsidRDefault="001A403D" w:rsidP="001A403D">
      <w:pPr>
        <w:pStyle w:val="libNormal"/>
      </w:pPr>
      <w:r>
        <w:t>2-Momineen must not be bewildered by the majority of the Muqassireen, because the companions of Yameen i.e. Shias of Maola Ali asws are only minority, whom Angels (a.s.) welcome, salute and give glad tidings.</w:t>
      </w:r>
    </w:p>
    <w:p w:rsidR="00EB2345" w:rsidRDefault="00EB2345" w:rsidP="00FC02E7">
      <w:pPr>
        <w:pStyle w:val="libNormal"/>
        <w:rPr>
          <w:rtl/>
        </w:rPr>
      </w:pPr>
      <w:r>
        <w:rPr>
          <w:rFonts w:hint="eastAsia"/>
        </w:rPr>
        <w:br w:type="page"/>
      </w:r>
    </w:p>
    <w:p w:rsidR="001A403D" w:rsidRDefault="00EB2345" w:rsidP="00EB2345">
      <w:pPr>
        <w:pStyle w:val="Heading1Center"/>
      </w:pPr>
      <w:bookmarkStart w:id="55" w:name="_Toc449789448"/>
      <w:r>
        <w:rPr>
          <w:rFonts w:hint="eastAsia"/>
          <w:rtl/>
        </w:rPr>
        <w:lastRenderedPageBreak/>
        <w:t>سُوۡرَةُ</w:t>
      </w:r>
      <w:r>
        <w:rPr>
          <w:rtl/>
        </w:rPr>
        <w:t xml:space="preserve"> </w:t>
      </w:r>
      <w:r w:rsidR="001A403D">
        <w:rPr>
          <w:rtl/>
        </w:rPr>
        <w:t>الحَد</w:t>
      </w:r>
      <w:r w:rsidR="001A403D">
        <w:rPr>
          <w:rFonts w:hint="cs"/>
          <w:rtl/>
        </w:rPr>
        <w:t>ی</w:t>
      </w:r>
      <w:r w:rsidR="001A403D">
        <w:rPr>
          <w:rFonts w:hint="eastAsia"/>
          <w:rtl/>
        </w:rPr>
        <w:t>د</w:t>
      </w:r>
      <w:bookmarkEnd w:id="55"/>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هُوَ</w:t>
      </w:r>
      <w:r>
        <w:rPr>
          <w:rtl/>
        </w:rPr>
        <w:t xml:space="preserve"> </w:t>
      </w:r>
      <w:r>
        <w:rPr>
          <w:rFonts w:hint="cs"/>
          <w:rtl/>
        </w:rPr>
        <w:t>ٱ</w:t>
      </w:r>
      <w:r>
        <w:rPr>
          <w:rFonts w:hint="eastAsia"/>
          <w:rtl/>
        </w:rPr>
        <w:t>لَّذِى</w:t>
      </w:r>
      <w:r>
        <w:rPr>
          <w:rtl/>
        </w:rPr>
        <w:t xml:space="preserve"> يُنَزِّلُ عَلَىٰ عَبۡدِهِ</w:t>
      </w:r>
      <w:r>
        <w:rPr>
          <w:rFonts w:hint="cs"/>
          <w:rtl/>
        </w:rPr>
        <w:t>ۦۤ</w:t>
      </w:r>
      <w:r>
        <w:rPr>
          <w:rtl/>
        </w:rPr>
        <w:t xml:space="preserve"> ءَايَـٰتِۭ بَيِّنَـٰتٍ۬ لِّيُخۡرِجَكُم مِّنَ </w:t>
      </w:r>
      <w:r>
        <w:rPr>
          <w:rFonts w:hint="cs"/>
          <w:rtl/>
        </w:rPr>
        <w:t>ٱ</w:t>
      </w:r>
      <w:r>
        <w:rPr>
          <w:rFonts w:hint="eastAsia"/>
          <w:rtl/>
        </w:rPr>
        <w:t>لظُّلُمَـٰتِ</w:t>
      </w:r>
      <w:r>
        <w:rPr>
          <w:rtl/>
        </w:rPr>
        <w:t xml:space="preserve"> إِلَى </w:t>
      </w:r>
      <w:r>
        <w:rPr>
          <w:rFonts w:hint="cs"/>
          <w:rtl/>
        </w:rPr>
        <w:t>ٱ</w:t>
      </w:r>
      <w:r>
        <w:rPr>
          <w:rFonts w:hint="eastAsia"/>
          <w:rtl/>
        </w:rPr>
        <w:t>لنُّورِ‌ۚ</w:t>
      </w:r>
      <w:r>
        <w:rPr>
          <w:rtl/>
        </w:rPr>
        <w:t xml:space="preserve"> وَإِنَّ </w:t>
      </w:r>
      <w:r>
        <w:rPr>
          <w:rFonts w:hint="cs"/>
          <w:rtl/>
        </w:rPr>
        <w:t>ٱ</w:t>
      </w:r>
      <w:r>
        <w:rPr>
          <w:rFonts w:hint="eastAsia"/>
          <w:rtl/>
        </w:rPr>
        <w:t>للَّهَ</w:t>
      </w:r>
      <w:r>
        <w:rPr>
          <w:rtl/>
        </w:rPr>
        <w:t xml:space="preserve"> بِكُمۡ لَرَءُوفٌ۬ رَّحِيمٌ۬ (٩</w:t>
      </w:r>
      <w:r w:rsidR="009229E3">
        <w:rPr>
          <w:rtl/>
        </w:rPr>
        <w:t>)</w:t>
      </w:r>
    </w:p>
    <w:p w:rsidR="001A403D" w:rsidRDefault="001A403D" w:rsidP="00E36567">
      <w:pPr>
        <w:pStyle w:val="libBoldItalic"/>
      </w:pPr>
      <w:r>
        <w:t>He it is Who sends down upon His Abd clear verses, that He may bring you out from darknesses into the light; and indeed, Allah is Kind &amp; Merciful to you. (9)</w:t>
      </w:r>
    </w:p>
    <w:p w:rsidR="001A403D" w:rsidRDefault="001A403D" w:rsidP="00E36567">
      <w:pPr>
        <w:pStyle w:val="libNormal"/>
      </w:pPr>
      <w:r>
        <w:t>1-Imam Mohammad Baqir asws said about the saying of Allah, “that He may bring you out from darknesses into the light”: From Kufr to Eman, it means towards Walayat-e-Ali asws. (al-Burhan, v7, p439)</w:t>
      </w:r>
    </w:p>
    <w:p w:rsidR="001A403D" w:rsidRDefault="001A403D" w:rsidP="009229E3">
      <w:pPr>
        <w:pStyle w:val="libCenterBold1"/>
      </w:pPr>
      <w:r>
        <w:t>Lesson:</w:t>
      </w:r>
    </w:p>
    <w:p w:rsidR="001A403D" w:rsidRDefault="001A403D" w:rsidP="001A403D">
      <w:pPr>
        <w:pStyle w:val="libNormal"/>
      </w:pPr>
      <w:r>
        <w:t>1-The task of Quran-e-Hakeem &amp; its clear verses, and Rasool Allah sawaw and his clear Ahadees is to take human beings out of the darknesses of misguidance &amp; destruction to the Noor of Salvation of Walayat-e-Ali asws. Walayat of Masumeen asws is Noor of Allah, while Walayat of fallible Mulla is darkness. Walayat of Ali asws is Eman, while Walayat of Muqassir Mulla is Kufr &amp; Nifaq.</w:t>
      </w:r>
    </w:p>
    <w:p w:rsidR="001A403D" w:rsidRDefault="001A403D" w:rsidP="00385B48">
      <w:pPr>
        <w:pStyle w:val="libAr"/>
      </w:pPr>
      <w:r>
        <w:rPr>
          <w:rFonts w:hint="eastAsia"/>
          <w:rtl/>
        </w:rPr>
        <w:t>مَّن</w:t>
      </w:r>
      <w:r>
        <w:rPr>
          <w:rtl/>
        </w:rPr>
        <w:t xml:space="preserve"> ذَا </w:t>
      </w:r>
      <w:r>
        <w:rPr>
          <w:rFonts w:hint="cs"/>
          <w:rtl/>
        </w:rPr>
        <w:t>ٱ</w:t>
      </w:r>
      <w:r>
        <w:rPr>
          <w:rFonts w:hint="eastAsia"/>
          <w:rtl/>
        </w:rPr>
        <w:t>لَّذِى</w:t>
      </w:r>
      <w:r>
        <w:rPr>
          <w:rtl/>
        </w:rPr>
        <w:t xml:space="preserve"> يُقۡرِضُ </w:t>
      </w:r>
      <w:r>
        <w:rPr>
          <w:rFonts w:hint="cs"/>
          <w:rtl/>
        </w:rPr>
        <w:t>ٱ</w:t>
      </w:r>
      <w:r>
        <w:rPr>
          <w:rFonts w:hint="eastAsia"/>
          <w:rtl/>
        </w:rPr>
        <w:t>للَّهَ</w:t>
      </w:r>
      <w:r>
        <w:rPr>
          <w:rtl/>
        </w:rPr>
        <w:t xml:space="preserve"> قَرۡضًا حَسَنً۬ا فَيُضَـٰعِفَهُ </w:t>
      </w:r>
      <w:r>
        <w:rPr>
          <w:rFonts w:hint="cs"/>
          <w:rtl/>
        </w:rPr>
        <w:t>ۥ</w:t>
      </w:r>
      <w:r>
        <w:rPr>
          <w:rtl/>
        </w:rPr>
        <w:t xml:space="preserve"> لَهُ </w:t>
      </w:r>
      <w:r>
        <w:rPr>
          <w:rFonts w:hint="cs"/>
          <w:rtl/>
        </w:rPr>
        <w:t>ۥ</w:t>
      </w:r>
      <w:r>
        <w:rPr>
          <w:rtl/>
        </w:rPr>
        <w:t xml:space="preserve"> وَلَهُ </w:t>
      </w:r>
      <w:r>
        <w:rPr>
          <w:rFonts w:hint="cs"/>
          <w:rtl/>
        </w:rPr>
        <w:t>ۥۤ</w:t>
      </w:r>
      <w:r>
        <w:rPr>
          <w:rtl/>
        </w:rPr>
        <w:t xml:space="preserve"> أَجۡرٌ۬ كَرِيمٌ۬ (١١</w:t>
      </w:r>
      <w:r w:rsidR="009229E3">
        <w:rPr>
          <w:rtl/>
        </w:rPr>
        <w:t>)</w:t>
      </w:r>
    </w:p>
    <w:p w:rsidR="001A403D" w:rsidRDefault="001A403D" w:rsidP="00E36567">
      <w:pPr>
        <w:pStyle w:val="libBoldItalic"/>
      </w:pPr>
      <w:r>
        <w:t>Who is he that would lend loan to Allah a goodly loan, so He will multiply it for him and for him is a generous reward? (11)</w:t>
      </w:r>
    </w:p>
    <w:p w:rsidR="001A403D" w:rsidRDefault="001A403D" w:rsidP="00E36567">
      <w:pPr>
        <w:pStyle w:val="libNormal"/>
      </w:pPr>
      <w:r>
        <w:t>1-Imam Jafar Sadiq asws said about the saying of Allah Azza wa Jalla, “Who is he that would lend loan to Allah a goodly loan”: This is about Sila-e-Rehmi (kind relation), and this relation is especially relation to Aal-e-Mohammad asws. (al-Burhan, v7, p440)</w:t>
      </w:r>
    </w:p>
    <w:p w:rsidR="001A403D" w:rsidRDefault="001A403D" w:rsidP="00E36567">
      <w:pPr>
        <w:pStyle w:val="libNormal"/>
      </w:pPr>
      <w:r>
        <w:t>2-Imam Jafar Sadiq asws said: One Dirham which reaches Imam asws is much more in weight than mountain of Uhad. On another occasion said: On Dirham which reaches Imam asws, it is superior to those one thousand Dirhams which are spent on good works. (al-Burhan, v7, p441)</w:t>
      </w:r>
    </w:p>
    <w:p w:rsidR="001A403D" w:rsidRDefault="001A403D" w:rsidP="009229E3">
      <w:pPr>
        <w:pStyle w:val="libCenterBold1"/>
      </w:pPr>
      <w:r>
        <w:t>Lesson:</w:t>
      </w:r>
    </w:p>
    <w:p w:rsidR="001A403D" w:rsidRDefault="001A403D" w:rsidP="001A403D">
      <w:pPr>
        <w:pStyle w:val="libNormal"/>
      </w:pPr>
      <w:r>
        <w:t>1-To keep the Amr of Masumeen asws alive, that money which Momineen spend on preaching Walayat-e-Ali asws and Azadari of Imam Hussain asws that is goodly loan to Allah Ta’ala, which has great and generous reward.</w:t>
      </w:r>
    </w:p>
    <w:p w:rsidR="001A403D" w:rsidRDefault="001A403D" w:rsidP="001A403D">
      <w:pPr>
        <w:pStyle w:val="libNormal"/>
      </w:pPr>
      <w:r>
        <w:t>2-Those who send money to Majoosi Muqassir Mullas who are opposing Walayat &amp; Azadari, they are losing their wealth and earning sins for free.</w:t>
      </w:r>
    </w:p>
    <w:p w:rsidR="001A403D" w:rsidRDefault="001A403D" w:rsidP="00385B48">
      <w:pPr>
        <w:pStyle w:val="libAr"/>
      </w:pPr>
      <w:r>
        <w:rPr>
          <w:rFonts w:hint="eastAsia"/>
          <w:rtl/>
        </w:rPr>
        <w:t>يَوۡمَ</w:t>
      </w:r>
      <w:r>
        <w:rPr>
          <w:rtl/>
        </w:rPr>
        <w:t xml:space="preserve"> يَقُولُ </w:t>
      </w:r>
      <w:r>
        <w:rPr>
          <w:rFonts w:hint="cs"/>
          <w:rtl/>
        </w:rPr>
        <w:t>ٱ</w:t>
      </w:r>
      <w:r>
        <w:rPr>
          <w:rFonts w:hint="eastAsia"/>
          <w:rtl/>
        </w:rPr>
        <w:t>لۡمُنَـٰفِقُونَ</w:t>
      </w:r>
      <w:r>
        <w:rPr>
          <w:rtl/>
        </w:rPr>
        <w:t xml:space="preserve"> وَ</w:t>
      </w:r>
      <w:r>
        <w:rPr>
          <w:rFonts w:hint="cs"/>
          <w:rtl/>
        </w:rPr>
        <w:t>ٱ</w:t>
      </w:r>
      <w:r>
        <w:rPr>
          <w:rFonts w:hint="eastAsia"/>
          <w:rtl/>
        </w:rPr>
        <w:t>لۡمُنَـٰفِقَـٰتُ</w:t>
      </w:r>
      <w:r>
        <w:rPr>
          <w:rtl/>
        </w:rPr>
        <w:t xml:space="preserve"> لِلَّذِينَ ءَامَنُواْ </w:t>
      </w:r>
      <w:r>
        <w:rPr>
          <w:rFonts w:hint="cs"/>
          <w:rtl/>
        </w:rPr>
        <w:t>ٱ</w:t>
      </w:r>
      <w:r>
        <w:rPr>
          <w:rFonts w:hint="eastAsia"/>
          <w:rtl/>
        </w:rPr>
        <w:t>نظُرُونَا</w:t>
      </w:r>
      <w:r>
        <w:rPr>
          <w:rtl/>
        </w:rPr>
        <w:t xml:space="preserve"> نَقۡتَبِسۡ مِن نُّورِكُمۡ قِيلَ </w:t>
      </w:r>
      <w:r>
        <w:rPr>
          <w:rFonts w:hint="cs"/>
          <w:rtl/>
        </w:rPr>
        <w:t>ٱ</w:t>
      </w:r>
      <w:r>
        <w:rPr>
          <w:rFonts w:hint="eastAsia"/>
          <w:rtl/>
        </w:rPr>
        <w:t>رۡجِعُواْ</w:t>
      </w:r>
      <w:r>
        <w:rPr>
          <w:rtl/>
        </w:rPr>
        <w:t xml:space="preserve"> وَرَآءَكُمۡ فَ</w:t>
      </w:r>
      <w:r>
        <w:rPr>
          <w:rFonts w:hint="cs"/>
          <w:rtl/>
        </w:rPr>
        <w:t>ٱ</w:t>
      </w:r>
      <w:r>
        <w:rPr>
          <w:rFonts w:hint="eastAsia"/>
          <w:rtl/>
        </w:rPr>
        <w:t>لۡتَمِسُواْ</w:t>
      </w:r>
      <w:r>
        <w:rPr>
          <w:rtl/>
        </w:rPr>
        <w:t xml:space="preserve"> نُورً۬ا فَضُرِبَ بَيۡنَ</w:t>
      </w:r>
      <w:r w:rsidR="001E6BAB" w:rsidRPr="001E6BAB">
        <w:rPr>
          <w:rFonts w:hint="cs"/>
          <w:rtl/>
        </w:rPr>
        <w:t>ه</w:t>
      </w:r>
      <w:r w:rsidRPr="00595365">
        <w:rPr>
          <w:rFonts w:hint="cs"/>
          <w:rtl/>
        </w:rPr>
        <w:t xml:space="preserve">م بِسُورٍ۬ لَّهُ </w:t>
      </w:r>
      <w:r>
        <w:rPr>
          <w:rFonts w:hint="cs"/>
          <w:rtl/>
        </w:rPr>
        <w:t>ۥ</w:t>
      </w:r>
      <w:r>
        <w:rPr>
          <w:rtl/>
        </w:rPr>
        <w:t xml:space="preserve"> بَابُۢ بَاطِنُهُ </w:t>
      </w:r>
      <w:r>
        <w:rPr>
          <w:rFonts w:hint="cs"/>
          <w:rtl/>
        </w:rPr>
        <w:t>ۥ</w:t>
      </w:r>
      <w:r>
        <w:rPr>
          <w:rtl/>
        </w:rPr>
        <w:t xml:space="preserve"> فِيهِ </w:t>
      </w:r>
      <w:r>
        <w:rPr>
          <w:rFonts w:hint="cs"/>
          <w:rtl/>
        </w:rPr>
        <w:t>ٱ</w:t>
      </w:r>
      <w:r>
        <w:rPr>
          <w:rFonts w:hint="eastAsia"/>
          <w:rtl/>
        </w:rPr>
        <w:t>لرَّحۡمَةُ</w:t>
      </w:r>
      <w:r>
        <w:rPr>
          <w:rtl/>
        </w:rPr>
        <w:t xml:space="preserve"> وَظَـٰهِرُهُ </w:t>
      </w:r>
      <w:r>
        <w:rPr>
          <w:rFonts w:hint="cs"/>
          <w:rtl/>
        </w:rPr>
        <w:t>ۥ</w:t>
      </w:r>
      <w:r>
        <w:rPr>
          <w:rtl/>
        </w:rPr>
        <w:t xml:space="preserve"> مِن </w:t>
      </w:r>
      <w:r>
        <w:rPr>
          <w:rFonts w:hint="eastAsia"/>
          <w:rtl/>
        </w:rPr>
        <w:t>قِبَلِهِ</w:t>
      </w:r>
      <w:r>
        <w:rPr>
          <w:rtl/>
        </w:rPr>
        <w:t xml:space="preserve"> </w:t>
      </w:r>
      <w:r>
        <w:rPr>
          <w:rFonts w:hint="cs"/>
          <w:rtl/>
        </w:rPr>
        <w:t>ٱ</w:t>
      </w:r>
      <w:r>
        <w:rPr>
          <w:rFonts w:hint="eastAsia"/>
          <w:rtl/>
        </w:rPr>
        <w:t>لۡعَذَابُ</w:t>
      </w:r>
      <w:r>
        <w:rPr>
          <w:rtl/>
        </w:rPr>
        <w:t xml:space="preserve"> (١٣</w:t>
      </w:r>
      <w:r w:rsidR="009229E3">
        <w:rPr>
          <w:rtl/>
        </w:rPr>
        <w:t>)</w:t>
      </w:r>
      <w:r>
        <w:rPr>
          <w:rtl/>
        </w:rPr>
        <w:t xml:space="preserve"> يُنَادُونَ</w:t>
      </w:r>
      <w:r w:rsidR="001E6BAB" w:rsidRPr="001E6BAB">
        <w:rPr>
          <w:rFonts w:hint="cs"/>
          <w:rtl/>
        </w:rPr>
        <w:t>ه</w:t>
      </w:r>
      <w:r w:rsidRPr="00595365">
        <w:rPr>
          <w:rFonts w:hint="cs"/>
          <w:rtl/>
        </w:rPr>
        <w:t>مۡ أَلَمۡ نَكُن مَّعَكُمۡ‌ۖ قَالُواْ بَلَىٰ وَلَـٰكِنَّكُمۡ فَتَنتُمۡ أَنفُسَكُمۡ وَتَرَبَّصۡتُمۡ وَ</w:t>
      </w:r>
      <w:r>
        <w:rPr>
          <w:rFonts w:hint="cs"/>
          <w:rtl/>
        </w:rPr>
        <w:t>ٱ</w:t>
      </w:r>
      <w:r>
        <w:rPr>
          <w:rFonts w:hint="eastAsia"/>
          <w:rtl/>
        </w:rPr>
        <w:t>رۡتَبۡتُمۡ</w:t>
      </w:r>
      <w:r>
        <w:rPr>
          <w:rtl/>
        </w:rPr>
        <w:t xml:space="preserve"> وَغَرَّتۡكُمُ </w:t>
      </w:r>
      <w:r>
        <w:rPr>
          <w:rFonts w:hint="cs"/>
          <w:rtl/>
        </w:rPr>
        <w:lastRenderedPageBreak/>
        <w:t>ٱ</w:t>
      </w:r>
      <w:r>
        <w:rPr>
          <w:rFonts w:hint="eastAsia"/>
          <w:rtl/>
        </w:rPr>
        <w:t>لۡأَمَانِىُّ</w:t>
      </w:r>
      <w:r>
        <w:rPr>
          <w:rtl/>
        </w:rPr>
        <w:t xml:space="preserve"> حَتَّىٰ جَآءَ أَمۡرُ </w:t>
      </w:r>
      <w:r>
        <w:rPr>
          <w:rFonts w:hint="cs"/>
          <w:rtl/>
        </w:rPr>
        <w:t>ٱ</w:t>
      </w:r>
      <w:r>
        <w:rPr>
          <w:rFonts w:hint="eastAsia"/>
          <w:rtl/>
        </w:rPr>
        <w:t>للَّهِ</w:t>
      </w:r>
      <w:r>
        <w:rPr>
          <w:rtl/>
        </w:rPr>
        <w:t xml:space="preserve"> وَغَرَّكُم بِ</w:t>
      </w:r>
      <w:r>
        <w:rPr>
          <w:rFonts w:hint="cs"/>
          <w:rtl/>
        </w:rPr>
        <w:t>ٱ</w:t>
      </w:r>
      <w:r>
        <w:rPr>
          <w:rFonts w:hint="eastAsia"/>
          <w:rtl/>
        </w:rPr>
        <w:t>للَّهِ</w:t>
      </w:r>
      <w:r>
        <w:rPr>
          <w:rtl/>
        </w:rPr>
        <w:t xml:space="preserve"> </w:t>
      </w:r>
      <w:r>
        <w:rPr>
          <w:rFonts w:hint="cs"/>
          <w:rtl/>
        </w:rPr>
        <w:t>ٱ</w:t>
      </w:r>
      <w:r>
        <w:rPr>
          <w:rFonts w:hint="eastAsia"/>
          <w:rtl/>
        </w:rPr>
        <w:t>لۡغَرُورُ</w:t>
      </w:r>
      <w:r>
        <w:rPr>
          <w:rtl/>
        </w:rPr>
        <w:t xml:space="preserve"> (١٤</w:t>
      </w:r>
      <w:r w:rsidR="009229E3">
        <w:rPr>
          <w:rtl/>
        </w:rPr>
        <w:t>)</w:t>
      </w:r>
      <w:r>
        <w:rPr>
          <w:rtl/>
        </w:rPr>
        <w:t xml:space="preserve"> فَ</w:t>
      </w:r>
      <w:r>
        <w:rPr>
          <w:rFonts w:hint="cs"/>
          <w:rtl/>
        </w:rPr>
        <w:t>ٱ</w:t>
      </w:r>
      <w:r>
        <w:rPr>
          <w:rFonts w:hint="eastAsia"/>
          <w:rtl/>
        </w:rPr>
        <w:t>لۡيَوۡمَ</w:t>
      </w:r>
      <w:r>
        <w:rPr>
          <w:rtl/>
        </w:rPr>
        <w:t xml:space="preserve"> </w:t>
      </w:r>
      <w:r>
        <w:rPr>
          <w:rFonts w:hint="eastAsia"/>
          <w:rtl/>
        </w:rPr>
        <w:t>لَا</w:t>
      </w:r>
      <w:r>
        <w:rPr>
          <w:rtl/>
        </w:rPr>
        <w:t xml:space="preserve"> يُؤۡخَذُ مِنكُمۡ فِدۡيَةٌ۬ وَلَا مِنَ </w:t>
      </w:r>
      <w:r>
        <w:rPr>
          <w:rFonts w:hint="cs"/>
          <w:rtl/>
        </w:rPr>
        <w:t>ٱ</w:t>
      </w:r>
      <w:r>
        <w:rPr>
          <w:rFonts w:hint="eastAsia"/>
          <w:rtl/>
        </w:rPr>
        <w:t>لَّذِينَ</w:t>
      </w:r>
      <w:r>
        <w:rPr>
          <w:rtl/>
        </w:rPr>
        <w:t xml:space="preserve"> كَفَرُواْ‌ۚ مَأۡوَ</w:t>
      </w:r>
      <w:r>
        <w:rPr>
          <w:rFonts w:hint="cs"/>
          <w:rtl/>
        </w:rPr>
        <w:t>ٮٰ</w:t>
      </w:r>
      <w:r>
        <w:rPr>
          <w:rFonts w:hint="eastAsia"/>
          <w:rtl/>
        </w:rPr>
        <w:t>كُمُ</w:t>
      </w:r>
      <w:r>
        <w:rPr>
          <w:rtl/>
        </w:rPr>
        <w:t xml:space="preserve"> </w:t>
      </w:r>
      <w:r>
        <w:rPr>
          <w:rFonts w:hint="cs"/>
          <w:rtl/>
        </w:rPr>
        <w:t>ٱ</w:t>
      </w:r>
      <w:r>
        <w:rPr>
          <w:rFonts w:hint="eastAsia"/>
          <w:rtl/>
        </w:rPr>
        <w:t>لنَّارُ‌ۖ</w:t>
      </w:r>
      <w:r>
        <w:rPr>
          <w:rtl/>
        </w:rPr>
        <w:t xml:space="preserve"> هِىَ مَوۡلَ</w:t>
      </w:r>
      <w:r>
        <w:rPr>
          <w:rFonts w:hint="cs"/>
          <w:rtl/>
        </w:rPr>
        <w:t>ٮٰ</w:t>
      </w:r>
      <w:r>
        <w:rPr>
          <w:rFonts w:hint="eastAsia"/>
          <w:rtl/>
        </w:rPr>
        <w:t>كُمۡ‌ۖ</w:t>
      </w:r>
      <w:r>
        <w:rPr>
          <w:rtl/>
        </w:rPr>
        <w:t xml:space="preserve"> وَبِئۡسَ </w:t>
      </w:r>
      <w:r>
        <w:rPr>
          <w:rFonts w:hint="cs"/>
          <w:rtl/>
        </w:rPr>
        <w:t>ٱ</w:t>
      </w:r>
      <w:r>
        <w:rPr>
          <w:rFonts w:hint="eastAsia"/>
          <w:rtl/>
        </w:rPr>
        <w:t>لۡمَصِيرُ</w:t>
      </w:r>
      <w:r>
        <w:rPr>
          <w:rtl/>
        </w:rPr>
        <w:t xml:space="preserve"> (١٥</w:t>
      </w:r>
      <w:r w:rsidR="009229E3">
        <w:rPr>
          <w:rtl/>
        </w:rPr>
        <w:t>)</w:t>
      </w:r>
    </w:p>
    <w:p w:rsidR="001A403D" w:rsidRDefault="001A403D" w:rsidP="00E36567">
      <w:pPr>
        <w:pStyle w:val="libBoldItalic"/>
      </w:pPr>
      <w:r>
        <w:t>On the day the hypocrite men and the hypocrite women will say to those who believed: Look to us that we may acquire some of your Noor (light)! It will be said: Go back behind you and seek for light! Then a wall will be placed between them with a door, on the inner side of it will be mercy, while the outer side of it will be toward the punishment. (13) They will call to them: Were we not with you? They will say: Yes; but you afflicted yourselves, and awaited (for opportunity), and doubted, and false hopes deceived you until the decree of Allah came to pass; and the deceiver deceived you concerning Allah; (14) So this day no ransom will be taken from you nor from those who disbelieved. Your refuge is the Fire; that is your patron, and wretched destination. (15)</w:t>
      </w:r>
    </w:p>
    <w:p w:rsidR="001A403D" w:rsidRDefault="001A403D" w:rsidP="00E36567">
      <w:pPr>
        <w:pStyle w:val="libNormal"/>
      </w:pPr>
      <w:r>
        <w:t>1-Imam Jafar Sadiq asws said about the saying of Allah, “Then a wall will be placed between them with a door, on the inner side of it will be mercy, while the outer side of it will be toward the punishment. They will call to them: Were we not with you?”: These verses were revealed about us, our Shias, and Kafirs, that when it will be the day of Qiyamah and all the creations will be gathered in the plane of Mah’sher, then Allah will place a wall with a door in it, inside of it will be mercy i.e. Noor, and on its outer side will be punishment i.e. darkness. So Allah will keep us and our Shias on the inside of the wall; and will drive our enemies and disbelievers outside the wall, where there will be darkness. Then our enemies and your (Shias) enemies will call you from the punishment from outside the door in that wall: Were we not with you in the world, our Nabi sawaw was one, our Salaah and your Salaah was one, and our fasts and your fasts were one, and our Hajj and your Hajj was one? Then an Angel (a.s.) on behalf of Allah will answer them: Yes, but you put yourselves in Fitna (trial, corruption, affliction) after your Nabi sawaw, then you turned your face, and which Amr (matter) your Nabi sawaw commanded you, you left it, and you waited for the turn of time (opportunity), and you doubted whatever your Nabi sawaw said, and your false hopes (vain desires, lusts) and whatever you gathered against the people of the Haqq deceived you, and you were deceived by the Patience and Leniency of Allah until the time that Haqq came, meaning that Ali bin Abi Talib asws rised with Haqq, and after him Imams asws rised with Haqq, and saying of Allah Azza wa Jalla, “and the deceiver deceived you concerning Allah” means Shaitan, “So this day no ransom will be taken from you nor from those who disbelieved” means that there isn’t any good for you present here, you finished it yourself, “Your refuge is the Fire; that is your patron, and wretched destination” (al-Burhan, v7, p444)</w:t>
      </w:r>
    </w:p>
    <w:p w:rsidR="001A403D" w:rsidRDefault="001A403D" w:rsidP="00E36567">
      <w:pPr>
        <w:pStyle w:val="libNormal"/>
      </w:pPr>
      <w:r>
        <w:t>2-Rasool Allah sawaw said about the saying of Allah Azza wa Jalla, “Then a wall will be placed between them with a door, on the inner side of it will be mercy, while the outer side of it will be toward the punishment”: I am the wall and Ali asws is the door, and no one can come through the wall except from the door. (al-Burhan, v7, p445)</w:t>
      </w:r>
    </w:p>
    <w:p w:rsidR="001A403D" w:rsidRDefault="001A403D" w:rsidP="009229E3">
      <w:pPr>
        <w:pStyle w:val="libCenterBold1"/>
      </w:pPr>
      <w:r>
        <w:lastRenderedPageBreak/>
        <w:t>Lesson:</w:t>
      </w:r>
    </w:p>
    <w:p w:rsidR="00595365" w:rsidRDefault="001A403D" w:rsidP="001A403D">
      <w:pPr>
        <w:pStyle w:val="libNormal"/>
      </w:pPr>
      <w:r>
        <w:t>1-On the day of Qiymah, Noor of Masumeen asws will be guiding Momineen in front of them and on their right side. While men &amp; women who did hypocrisy to Walayat-e-Ali asws will be stumbling in the darkness, then they will beg Noor from Momineen, so Momineen will answer: Turn to your backs to get some light from the flames of Hell. Rasool Allah sawaw and Maola Ali asws will take Momineen in their custody i.e. will give safe shelter in their Noorani lap of mercy. Hypocrites and disbelievers will be ouside the mercy-enclosure in the darknesses of punishment. Hypocrite Muqassireen do not believe that Masumeen asws are Noor of Allah, rather they declare them exact human being like themselves, that is the reason that on the day of Qiyamah leave alone the Noor, they will not get even light. The City of Mercy is Rasool Allah sawaw, but the door is only Walayat-e-Ali asws. From outside the wall &amp; the door hypocrites will call: Were we not used to be together in Masjid &amp; Imambargah, we prayed &amp; kept fasts together, and went for Hajj together? The answer will be: After Rasool Allah sawaw you turned away from Walayat-e-Ali asws and embraced Walayat-e-Faqeh of Majoosi Mulla, Nabi Akram sawaw commanded you to recite testimony of Walayat, but you issued Fatwa that it nullifies your Salaah, you waited for the turn of time and when you got the chance you declared yourselves Wali, Imam, and Ayatollah. You doubted about the infallibility, authority, and omnipresence of Masumeen asws, but you firmly believed in Shaitan to be present everywhere and able to misguide all of you. Majoosi Mulla promised to take responsibility of your deeds and you were deceived by that Shaitan. You made Majoosi Mulla your Wali (Guardian), so the result of doing Taqleed of that Fire-worshiper is that your Wali from today will be the Hell Fire.</w:t>
      </w:r>
    </w:p>
    <w:p w:rsidR="001A403D" w:rsidRDefault="001A403D" w:rsidP="001A403D">
      <w:pPr>
        <w:pStyle w:val="libNormal"/>
      </w:pPr>
      <w:r>
        <w:t>Walayat-e-Ali asws is that goodness which is guarantee of intercession and salvation.</w:t>
      </w:r>
    </w:p>
    <w:p w:rsidR="001A403D" w:rsidRDefault="001A403D" w:rsidP="00385B48">
      <w:pPr>
        <w:pStyle w:val="libAr"/>
      </w:pPr>
      <w:r>
        <w:rPr>
          <w:rFonts w:hint="eastAsia"/>
          <w:rtl/>
        </w:rPr>
        <w:t>أَلَمۡ</w:t>
      </w:r>
      <w:r>
        <w:rPr>
          <w:rtl/>
        </w:rPr>
        <w:t xml:space="preserve"> يَأۡنِ لِلَّذِينَ ءَامَنُوٓاْ أَن تَخۡشَعَ قُلُوبُ</w:t>
      </w:r>
      <w:r w:rsidR="001E6BAB" w:rsidRPr="001E6BAB">
        <w:rPr>
          <w:rFonts w:hint="cs"/>
          <w:rtl/>
        </w:rPr>
        <w:t>ه</w:t>
      </w:r>
      <w:r w:rsidRPr="00595365">
        <w:rPr>
          <w:rFonts w:hint="cs"/>
          <w:rtl/>
        </w:rPr>
        <w:t>مۡ لِذِ</w:t>
      </w:r>
      <w:r w:rsidR="001E6BAB" w:rsidRPr="001E6BAB">
        <w:rPr>
          <w:rFonts w:hint="cs"/>
          <w:rtl/>
        </w:rPr>
        <w:t>ک</w:t>
      </w:r>
      <w:r w:rsidRPr="00595365">
        <w:rPr>
          <w:rFonts w:hint="cs"/>
          <w:rtl/>
        </w:rPr>
        <w:t>ۡ</w:t>
      </w:r>
      <w:r>
        <w:rPr>
          <w:rFonts w:hint="eastAsia"/>
          <w:rtl/>
        </w:rPr>
        <w:t>رِ</w:t>
      </w:r>
      <w:r>
        <w:rPr>
          <w:rtl/>
        </w:rPr>
        <w:t xml:space="preserve"> </w:t>
      </w:r>
      <w:r>
        <w:rPr>
          <w:rFonts w:hint="cs"/>
          <w:rtl/>
        </w:rPr>
        <w:t>ٱ</w:t>
      </w:r>
      <w:r>
        <w:rPr>
          <w:rFonts w:hint="eastAsia"/>
          <w:rtl/>
        </w:rPr>
        <w:t>للَّهِ</w:t>
      </w:r>
      <w:r>
        <w:rPr>
          <w:rtl/>
        </w:rPr>
        <w:t xml:space="preserve"> وَمَا نَزَلَ مِنَ </w:t>
      </w:r>
      <w:r>
        <w:rPr>
          <w:rFonts w:hint="cs"/>
          <w:rtl/>
        </w:rPr>
        <w:t>ٱ</w:t>
      </w:r>
      <w:r>
        <w:rPr>
          <w:rFonts w:hint="eastAsia"/>
          <w:rtl/>
        </w:rPr>
        <w:t>لۡحَقِّ</w:t>
      </w:r>
      <w:r>
        <w:rPr>
          <w:rtl/>
        </w:rPr>
        <w:t xml:space="preserve"> وَلَا يَكُونُواْ كَ</w:t>
      </w:r>
      <w:r>
        <w:rPr>
          <w:rFonts w:hint="cs"/>
          <w:rtl/>
        </w:rPr>
        <w:t>ٱ</w:t>
      </w:r>
      <w:r>
        <w:rPr>
          <w:rFonts w:hint="eastAsia"/>
          <w:rtl/>
        </w:rPr>
        <w:t>لَّذِينَ</w:t>
      </w:r>
      <w:r>
        <w:rPr>
          <w:rtl/>
        </w:rPr>
        <w:t xml:space="preserve"> أُوتُواْ </w:t>
      </w:r>
      <w:r>
        <w:rPr>
          <w:rFonts w:hint="cs"/>
          <w:rtl/>
        </w:rPr>
        <w:t>ٱ</w:t>
      </w:r>
      <w:r>
        <w:rPr>
          <w:rFonts w:hint="eastAsia"/>
          <w:rtl/>
        </w:rPr>
        <w:t>لۡكِتَـٰبَ</w:t>
      </w:r>
      <w:r>
        <w:rPr>
          <w:rtl/>
        </w:rPr>
        <w:t xml:space="preserve"> مِن قَبۡلُ فَطَالَ عَلَيۡ</w:t>
      </w:r>
      <w:r w:rsidR="001E6BAB" w:rsidRPr="001E6BAB">
        <w:rPr>
          <w:rFonts w:hint="cs"/>
          <w:rtl/>
        </w:rPr>
        <w:t>ه</w:t>
      </w:r>
      <w:r w:rsidRPr="00595365">
        <w:rPr>
          <w:rFonts w:hint="cs"/>
          <w:rtl/>
        </w:rPr>
        <w:t xml:space="preserve">مُ </w:t>
      </w:r>
      <w:r>
        <w:rPr>
          <w:rFonts w:hint="cs"/>
          <w:rtl/>
        </w:rPr>
        <w:t>ٱ</w:t>
      </w:r>
      <w:r>
        <w:rPr>
          <w:rFonts w:hint="eastAsia"/>
          <w:rtl/>
        </w:rPr>
        <w:t>لۡأَمَدُ</w:t>
      </w:r>
      <w:r>
        <w:rPr>
          <w:rtl/>
        </w:rPr>
        <w:t xml:space="preserve"> فَقَسَتۡ قُلُوبُ</w:t>
      </w:r>
      <w:r w:rsidR="001E6BAB" w:rsidRPr="001E6BAB">
        <w:rPr>
          <w:rFonts w:hint="cs"/>
          <w:rtl/>
        </w:rPr>
        <w:t>ه</w:t>
      </w:r>
      <w:r w:rsidRPr="00595365">
        <w:rPr>
          <w:rFonts w:hint="cs"/>
          <w:rtl/>
        </w:rPr>
        <w:t>مۡ‌ۖ وَكَثِيرٌ۬ مِّنۡ</w:t>
      </w:r>
      <w:r w:rsidR="001E6BAB" w:rsidRPr="001E6BAB">
        <w:rPr>
          <w:rFonts w:hint="cs"/>
          <w:rtl/>
        </w:rPr>
        <w:t>ه</w:t>
      </w:r>
      <w:r w:rsidRPr="00595365">
        <w:rPr>
          <w:rFonts w:hint="cs"/>
          <w:rtl/>
        </w:rPr>
        <w:t>مۡ فَـٰسِقُونَ (١٦</w:t>
      </w:r>
      <w:r w:rsidR="009229E3">
        <w:rPr>
          <w:rtl/>
        </w:rPr>
        <w:t>)</w:t>
      </w:r>
      <w:r>
        <w:rPr>
          <w:rtl/>
        </w:rPr>
        <w:t xml:space="preserve"> </w:t>
      </w:r>
      <w:r>
        <w:rPr>
          <w:rFonts w:hint="cs"/>
          <w:rtl/>
        </w:rPr>
        <w:t>ٱ</w:t>
      </w:r>
      <w:r>
        <w:rPr>
          <w:rFonts w:hint="eastAsia"/>
          <w:rtl/>
        </w:rPr>
        <w:t>عۡلَمُوٓاْ</w:t>
      </w:r>
      <w:r>
        <w:rPr>
          <w:rtl/>
        </w:rPr>
        <w:t xml:space="preserve"> أَنَّ </w:t>
      </w:r>
      <w:r>
        <w:rPr>
          <w:rFonts w:hint="cs"/>
          <w:rtl/>
        </w:rPr>
        <w:t>ٱ</w:t>
      </w:r>
      <w:r>
        <w:rPr>
          <w:rFonts w:hint="eastAsia"/>
          <w:rtl/>
        </w:rPr>
        <w:t>للَّهَ</w:t>
      </w:r>
      <w:r>
        <w:rPr>
          <w:rtl/>
        </w:rPr>
        <w:t xml:space="preserve"> يُحۡىِ </w:t>
      </w:r>
      <w:r>
        <w:rPr>
          <w:rFonts w:hint="cs"/>
          <w:rtl/>
        </w:rPr>
        <w:t>ٱ</w:t>
      </w:r>
      <w:r>
        <w:rPr>
          <w:rFonts w:hint="eastAsia"/>
          <w:rtl/>
        </w:rPr>
        <w:t>لۡأَرۡضَ</w:t>
      </w:r>
      <w:r>
        <w:rPr>
          <w:rtl/>
        </w:rPr>
        <w:t xml:space="preserve"> بَعۡدَ مَوۡتِ</w:t>
      </w:r>
      <w:r w:rsidR="001E6BAB" w:rsidRPr="001E6BAB">
        <w:rPr>
          <w:rFonts w:hint="cs"/>
          <w:rtl/>
        </w:rPr>
        <w:t>ه</w:t>
      </w:r>
      <w:r w:rsidRPr="00595365">
        <w:rPr>
          <w:rFonts w:hint="cs"/>
          <w:rtl/>
        </w:rPr>
        <w:t xml:space="preserve">ا‌ۚ قَدۡ بَيَّنَّا لَكُمُ </w:t>
      </w:r>
      <w:r>
        <w:rPr>
          <w:rFonts w:hint="cs"/>
          <w:rtl/>
        </w:rPr>
        <w:t>ٱ</w:t>
      </w:r>
      <w:r>
        <w:rPr>
          <w:rFonts w:hint="eastAsia"/>
          <w:rtl/>
        </w:rPr>
        <w:t>لۡأَيَـٰتِ</w:t>
      </w:r>
      <w:r>
        <w:rPr>
          <w:rtl/>
        </w:rPr>
        <w:t xml:space="preserve"> لَعَلَّكُمۡ تَعۡقِلُونَ (١٧</w:t>
      </w:r>
      <w:r w:rsidR="009229E3">
        <w:rPr>
          <w:rtl/>
        </w:rPr>
        <w:t>)</w:t>
      </w:r>
    </w:p>
    <w:p w:rsidR="001A403D" w:rsidRDefault="001A403D" w:rsidP="00E36567">
      <w:pPr>
        <w:pStyle w:val="libBoldItalic"/>
      </w:pPr>
      <w:r>
        <w:t>Has the time not come for those who believe that their hearts should become humbly submissive to the Zirk of Allah and to Haqq (truth) which has come down; and they should not become like those who were given the Scripture before and a long period passed over them, so their hearts hardened, and many of them are defiantly disobedient. (16) Know that Allah gives life to the earth after its death. Certainly We have made clear Our verses for you, perhaps you will understand. (17)</w:t>
      </w:r>
    </w:p>
    <w:p w:rsidR="001A403D" w:rsidRDefault="001A403D" w:rsidP="00E36567">
      <w:pPr>
        <w:pStyle w:val="libNormal"/>
      </w:pPr>
      <w:r>
        <w:t xml:space="preserve">1-Imam Jafar Sadiq asws said: This verse, “and they should not become like those who were given the Scripture before and a long period passed over them, so their hearts hardened, and many of them are defiantly disobedient” is revealed about the people of the period of Ghaibah, and period is the period of Ghaibah (al-Kubra), and Allah means by it: O Ummah of Mohammad sawaw or O Shias, do not become like those people who were given the Book before, then a long period passed over them. So </w:t>
      </w:r>
      <w:r>
        <w:lastRenderedPageBreak/>
        <w:t>its Taweel implies for the people in the period of Ghaibah (of Imam Qaim asws). (al-Burhan, v7, p446)</w:t>
      </w:r>
    </w:p>
    <w:p w:rsidR="001A403D" w:rsidRDefault="001A403D" w:rsidP="00E36567">
      <w:pPr>
        <w:pStyle w:val="libNormal"/>
      </w:pPr>
      <w:r>
        <w:t>2-Imam Mohammad Baqir asws said about the saying of Allah, “Know that Allah gives life to the earth after its death”: “After its death” means disbelief (Kufr) of the inhabitants of the earth, and disbeliever is dead, so Allah will give life to the earth through Qaim asws, so he will do justice on it, then eath will become alive, and its inhabitants will become alive after their death. (al-Burhan, v7, p446)</w:t>
      </w:r>
    </w:p>
    <w:p w:rsidR="001A403D" w:rsidRDefault="001A403D" w:rsidP="009229E3">
      <w:pPr>
        <w:pStyle w:val="libCenterBold1"/>
      </w:pPr>
      <w:r>
        <w:t>Lesson:</w:t>
      </w:r>
    </w:p>
    <w:p w:rsidR="001A403D" w:rsidRDefault="001A403D" w:rsidP="001A403D">
      <w:pPr>
        <w:pStyle w:val="libNormal"/>
      </w:pPr>
      <w:r>
        <w:t>1-Maola Ali asws and Masumeen asws are Zikr of Allah. Haqq turns whichever direction Maola Ali asws turns. Allah is warning Momineen i.e. Shias that this is the time to bow your hearts in submission in fornt of Zikrullah and Haqq, because to declare Eman after the Zahoor of Qaim asws at the end of Ghaibat-e-Kubra will not benefit. Beware do not be trapped by Muqassir Mulla, he will prevent you from Zikrullah and Kalima-e-Haqq even during Salaah, so you will become stone hearted and dead like Kafirs. Allah has narrated clear verses about Walayat-e-Ali asws, perhaps you will ponder.</w:t>
      </w:r>
    </w:p>
    <w:p w:rsidR="001A403D" w:rsidRDefault="001A403D" w:rsidP="00385B48">
      <w:pPr>
        <w:pStyle w:val="libAr"/>
      </w:pPr>
      <w:r>
        <w:rPr>
          <w:rFonts w:hint="eastAsia"/>
          <w:rtl/>
        </w:rPr>
        <w:t>لَقَدۡ</w:t>
      </w:r>
      <w:r>
        <w:rPr>
          <w:rtl/>
        </w:rPr>
        <w:t xml:space="preserve"> أَرۡسَلۡنَا رُسُلَنَا بِ</w:t>
      </w:r>
      <w:r>
        <w:rPr>
          <w:rFonts w:hint="cs"/>
          <w:rtl/>
        </w:rPr>
        <w:t>ٱ</w:t>
      </w:r>
      <w:r>
        <w:rPr>
          <w:rFonts w:hint="eastAsia"/>
          <w:rtl/>
        </w:rPr>
        <w:t>لۡبَيِّنَـٰتِ</w:t>
      </w:r>
      <w:r>
        <w:rPr>
          <w:rtl/>
        </w:rPr>
        <w:t xml:space="preserve"> وَأَنزَلۡنَا مَعَهُمُ </w:t>
      </w:r>
      <w:r>
        <w:rPr>
          <w:rFonts w:hint="cs"/>
          <w:rtl/>
        </w:rPr>
        <w:t>ٱ</w:t>
      </w:r>
      <w:r>
        <w:rPr>
          <w:rFonts w:hint="eastAsia"/>
          <w:rtl/>
        </w:rPr>
        <w:t>لۡكِتَـٰبَ</w:t>
      </w:r>
      <w:r>
        <w:rPr>
          <w:rtl/>
        </w:rPr>
        <w:t xml:space="preserve"> وَ</w:t>
      </w:r>
      <w:r>
        <w:rPr>
          <w:rFonts w:hint="cs"/>
          <w:rtl/>
        </w:rPr>
        <w:t>ٱ</w:t>
      </w:r>
      <w:r>
        <w:rPr>
          <w:rFonts w:hint="eastAsia"/>
          <w:rtl/>
        </w:rPr>
        <w:t>لۡمِيزَانَ</w:t>
      </w:r>
      <w:r>
        <w:rPr>
          <w:rtl/>
        </w:rPr>
        <w:t xml:space="preserve"> لِيَقُومَ </w:t>
      </w:r>
      <w:r>
        <w:rPr>
          <w:rFonts w:hint="cs"/>
          <w:rtl/>
        </w:rPr>
        <w:t>ٱ</w:t>
      </w:r>
      <w:r>
        <w:rPr>
          <w:rFonts w:hint="eastAsia"/>
          <w:rtl/>
        </w:rPr>
        <w:t>لنَّاسُ</w:t>
      </w:r>
      <w:r>
        <w:rPr>
          <w:rtl/>
        </w:rPr>
        <w:t xml:space="preserve"> بِ</w:t>
      </w:r>
      <w:r>
        <w:rPr>
          <w:rFonts w:hint="cs"/>
          <w:rtl/>
        </w:rPr>
        <w:t>ٱ</w:t>
      </w:r>
      <w:r>
        <w:rPr>
          <w:rFonts w:hint="eastAsia"/>
          <w:rtl/>
        </w:rPr>
        <w:t>لۡقِسۡطِ‌ۖ</w:t>
      </w:r>
      <w:r>
        <w:rPr>
          <w:rtl/>
        </w:rPr>
        <w:t xml:space="preserve"> وَأَنزَلۡنَا </w:t>
      </w:r>
      <w:r>
        <w:rPr>
          <w:rFonts w:hint="cs"/>
          <w:rtl/>
        </w:rPr>
        <w:t>ٱ</w:t>
      </w:r>
      <w:r>
        <w:rPr>
          <w:rFonts w:hint="eastAsia"/>
          <w:rtl/>
        </w:rPr>
        <w:t>لۡحَدِيدَ</w:t>
      </w:r>
      <w:r>
        <w:rPr>
          <w:rtl/>
        </w:rPr>
        <w:t xml:space="preserve"> فِيهِ بَأۡسٌ۬ شَدِيدٌ۬ وَمَنَـٰفِعُ لِلنَّاسِ وَلِيَعۡلَمَ </w:t>
      </w:r>
      <w:r>
        <w:rPr>
          <w:rFonts w:hint="cs"/>
          <w:rtl/>
        </w:rPr>
        <w:t>ٱ</w:t>
      </w:r>
      <w:r>
        <w:rPr>
          <w:rFonts w:hint="eastAsia"/>
          <w:rtl/>
        </w:rPr>
        <w:t>للَّهُ</w:t>
      </w:r>
      <w:r>
        <w:rPr>
          <w:rtl/>
        </w:rPr>
        <w:t xml:space="preserve"> مَن يَنصُرُهُ </w:t>
      </w:r>
      <w:r>
        <w:rPr>
          <w:rFonts w:hint="cs"/>
          <w:rtl/>
        </w:rPr>
        <w:t>ۥ</w:t>
      </w:r>
      <w:r>
        <w:rPr>
          <w:rtl/>
        </w:rPr>
        <w:t xml:space="preserve"> وَرُسُلَهُ </w:t>
      </w:r>
      <w:r>
        <w:rPr>
          <w:rFonts w:hint="cs"/>
          <w:rtl/>
        </w:rPr>
        <w:t>ۥ</w:t>
      </w:r>
      <w:r>
        <w:rPr>
          <w:rtl/>
        </w:rPr>
        <w:t xml:space="preserve"> بِ</w:t>
      </w:r>
      <w:r>
        <w:rPr>
          <w:rFonts w:hint="cs"/>
          <w:rtl/>
        </w:rPr>
        <w:t>ٱ</w:t>
      </w:r>
      <w:r>
        <w:rPr>
          <w:rFonts w:hint="eastAsia"/>
          <w:rtl/>
        </w:rPr>
        <w:t>لۡغَيۡبِ‌ۚ</w:t>
      </w:r>
      <w:r>
        <w:rPr>
          <w:rtl/>
        </w:rPr>
        <w:t xml:space="preserve"> إِنَّ </w:t>
      </w:r>
      <w:r>
        <w:rPr>
          <w:rFonts w:hint="cs"/>
          <w:rtl/>
        </w:rPr>
        <w:t>ٱ</w:t>
      </w:r>
      <w:r>
        <w:rPr>
          <w:rFonts w:hint="eastAsia"/>
          <w:rtl/>
        </w:rPr>
        <w:t>للَّهَ</w:t>
      </w:r>
      <w:r>
        <w:rPr>
          <w:rtl/>
        </w:rPr>
        <w:t xml:space="preserve"> قَوِىٌّ عَزِيزٌ۬ (٢٥</w:t>
      </w:r>
      <w:r w:rsidR="009229E3">
        <w:rPr>
          <w:rtl/>
        </w:rPr>
        <w:t>)</w:t>
      </w:r>
    </w:p>
    <w:p w:rsidR="001A403D" w:rsidRDefault="001A403D" w:rsidP="00E36567">
      <w:pPr>
        <w:pStyle w:val="libBoldItalic"/>
      </w:pPr>
      <w:r>
        <w:t>We verily sent Our Messengers with clear proofs, and We sent down with them the Scripture and the Balance, so that the people may maintain on justice, and We sent down the Iron, wherein is great power and benefits for the people, and so that Allah may make evident those who support Him and His Messengers, though unseen. Indeed Allah is Powerful, Almighty. (25)</w:t>
      </w:r>
    </w:p>
    <w:p w:rsidR="001A403D" w:rsidRDefault="001A403D" w:rsidP="00E36567">
      <w:pPr>
        <w:pStyle w:val="libNormal"/>
      </w:pPr>
      <w:r>
        <w:t>1-Imam Mohammad Baqir asws said: We are Mezaan (the Balance). (al-Burhan, v7, p463)</w:t>
      </w:r>
    </w:p>
    <w:p w:rsidR="001A403D" w:rsidRDefault="001A403D" w:rsidP="00E36567">
      <w:pPr>
        <w:pStyle w:val="libNormal"/>
      </w:pPr>
      <w:r>
        <w:t>2-Many companions have narrated that in this verse al-Hadeed (the Iron) means Zulfiqar which was sent down to Nabi Akram sawaw from heavens, and it was bestowed to Ali Murtaza asws. (al-Burhan, v7, p463)</w:t>
      </w:r>
    </w:p>
    <w:p w:rsidR="001A403D" w:rsidRDefault="001A403D" w:rsidP="009229E3">
      <w:pPr>
        <w:pStyle w:val="libCenterBold1"/>
      </w:pPr>
      <w:r>
        <w:t>Lesson:</w:t>
      </w:r>
    </w:p>
    <w:p w:rsidR="001A403D" w:rsidRDefault="001A403D" w:rsidP="001A403D">
      <w:pPr>
        <w:pStyle w:val="libNormal"/>
      </w:pPr>
      <w:r>
        <w:t>1-Allah sent all Messengers (a.s.) after giving them the Book and Mezaan i.e. Walayat-e-Ali asws, so that people can maintain on justice. Because justice is not possible without Walayat-e-Ali asws, so where there is no Walayat-e-Ali asws every matter will be ruined, whether it is birth, death, Hisab Kitab, everywhere will be loss &amp; destruction.</w:t>
      </w:r>
    </w:p>
    <w:p w:rsidR="001A403D" w:rsidRDefault="001A403D" w:rsidP="001A403D">
      <w:pPr>
        <w:pStyle w:val="libNormal"/>
      </w:pPr>
      <w:r>
        <w:t>2-Who will maintain on Walayat-e-Ali asws, he will get great benefit. Who does not obey the order of Allah and His Rasool sawaw concerning Walayat-e-Ali asws, does not support Allah and His Rasool sawaw during Ghaibat-e-Kubra without seeing Imam Qaim asws, he will not escape from the powerful strike of Zulfiqar.</w:t>
      </w:r>
    </w:p>
    <w:p w:rsidR="001A403D" w:rsidRDefault="001A403D" w:rsidP="00385B48">
      <w:pPr>
        <w:pStyle w:val="libAr"/>
      </w:pPr>
      <w:r>
        <w:rPr>
          <w:rFonts w:hint="eastAsia"/>
          <w:rtl/>
        </w:rPr>
        <w:lastRenderedPageBreak/>
        <w:t>يَـٰٓأَيُّ</w:t>
      </w:r>
      <w:r w:rsidR="001E6BAB" w:rsidRPr="001E6BAB">
        <w:rPr>
          <w:rFonts w:hint="cs"/>
          <w:rtl/>
        </w:rPr>
        <w:t>ه</w:t>
      </w:r>
      <w:r w:rsidRPr="00595365">
        <w:rPr>
          <w:rFonts w:hint="cs"/>
          <w:rtl/>
        </w:rPr>
        <w:t>ا</w:t>
      </w:r>
      <w:r>
        <w:rPr>
          <w:rtl/>
        </w:rPr>
        <w:t xml:space="preserve"> </w:t>
      </w:r>
      <w:r>
        <w:rPr>
          <w:rFonts w:hint="cs"/>
          <w:rtl/>
        </w:rPr>
        <w:t>ٱ</w:t>
      </w:r>
      <w:r>
        <w:rPr>
          <w:rFonts w:hint="eastAsia"/>
          <w:rtl/>
        </w:rPr>
        <w:t>لَّذِينَ</w:t>
      </w:r>
      <w:r>
        <w:rPr>
          <w:rtl/>
        </w:rPr>
        <w:t xml:space="preserve"> ءَامَنُواْ </w:t>
      </w:r>
      <w:r>
        <w:rPr>
          <w:rFonts w:hint="cs"/>
          <w:rtl/>
        </w:rPr>
        <w:t>ٱ</w:t>
      </w:r>
      <w:r>
        <w:rPr>
          <w:rFonts w:hint="eastAsia"/>
          <w:rtl/>
        </w:rPr>
        <w:t>تَّقُواْ</w:t>
      </w:r>
      <w:r>
        <w:rPr>
          <w:rtl/>
        </w:rPr>
        <w:t xml:space="preserve"> </w:t>
      </w:r>
      <w:r>
        <w:rPr>
          <w:rFonts w:hint="cs"/>
          <w:rtl/>
        </w:rPr>
        <w:t>ٱ</w:t>
      </w:r>
      <w:r>
        <w:rPr>
          <w:rFonts w:hint="eastAsia"/>
          <w:rtl/>
        </w:rPr>
        <w:t>للَّهَ</w:t>
      </w:r>
      <w:r>
        <w:rPr>
          <w:rtl/>
        </w:rPr>
        <w:t xml:space="preserve"> وَءَامِنُواْ بِرَسُولِهِ</w:t>
      </w:r>
      <w:r>
        <w:rPr>
          <w:rFonts w:hint="cs"/>
          <w:rtl/>
        </w:rPr>
        <w:t>ۦ</w:t>
      </w:r>
      <w:r>
        <w:rPr>
          <w:rtl/>
        </w:rPr>
        <w:t xml:space="preserve"> يُؤۡتِكُمۡ كِفۡلَيۡنِ مِن رَّحۡمَتِهِ</w:t>
      </w:r>
      <w:r>
        <w:rPr>
          <w:rFonts w:hint="cs"/>
          <w:rtl/>
        </w:rPr>
        <w:t>ۦ</w:t>
      </w:r>
      <w:r>
        <w:rPr>
          <w:rtl/>
        </w:rPr>
        <w:t xml:space="preserve"> وَيَجۡعَل لَّ</w:t>
      </w:r>
      <w:r w:rsidR="001E6BAB" w:rsidRPr="001E6BAB">
        <w:rPr>
          <w:rFonts w:hint="cs"/>
          <w:rtl/>
        </w:rPr>
        <w:t>ک</w:t>
      </w:r>
      <w:r>
        <w:rPr>
          <w:rFonts w:hint="eastAsia"/>
          <w:rtl/>
        </w:rPr>
        <w:t>مۡ</w:t>
      </w:r>
      <w:r>
        <w:rPr>
          <w:rtl/>
        </w:rPr>
        <w:t xml:space="preserve"> نُورً۬ا تَمۡشُونَ بِهِ</w:t>
      </w:r>
      <w:r>
        <w:rPr>
          <w:rFonts w:hint="cs"/>
          <w:rtl/>
        </w:rPr>
        <w:t>ۦ</w:t>
      </w:r>
      <w:r>
        <w:rPr>
          <w:rtl/>
        </w:rPr>
        <w:t xml:space="preserve"> وَيَغۡفِرۡ لَكُمۡ‌ۚ وَ</w:t>
      </w:r>
      <w:r>
        <w:rPr>
          <w:rFonts w:hint="cs"/>
          <w:rtl/>
        </w:rPr>
        <w:t>ٱ</w:t>
      </w:r>
      <w:r>
        <w:rPr>
          <w:rFonts w:hint="eastAsia"/>
          <w:rtl/>
        </w:rPr>
        <w:t>للَّهُ</w:t>
      </w:r>
      <w:r>
        <w:rPr>
          <w:rtl/>
        </w:rPr>
        <w:t xml:space="preserve"> غَفُورٌ۬ رَّحِيمٌ۬ (٢٨</w:t>
      </w:r>
      <w:r w:rsidR="009229E3">
        <w:rPr>
          <w:rtl/>
        </w:rPr>
        <w:t>)</w:t>
      </w:r>
    </w:p>
    <w:p w:rsidR="001A403D" w:rsidRDefault="001A403D" w:rsidP="00E36567">
      <w:pPr>
        <w:pStyle w:val="libBoldItalic"/>
      </w:pPr>
      <w:r>
        <w:t>O you who believe! Fear Allah and believe in His Rasool. He will give you twofold of His mercy and will appoint for you a Noor (light) by which you will walk, and will forgive you. And Allah is Forgiving, Merciful; (28)</w:t>
      </w:r>
    </w:p>
    <w:p w:rsidR="001A403D" w:rsidRDefault="001A403D" w:rsidP="00E36567">
      <w:pPr>
        <w:pStyle w:val="libNormal"/>
      </w:pPr>
      <w:r>
        <w:t>1-Imam Mohammad Baqir asws said: “He will give you twofold of His mercy” means Hassan asws and Hussain asws, “and will appoint for you a Noor by which you will walk” means appoints Just Imam asws for you whom you obey, and he is Ali bin Abi Talib asws. (al-Burhan, v7, p465)</w:t>
      </w:r>
    </w:p>
    <w:p w:rsidR="001A403D" w:rsidRDefault="001A403D" w:rsidP="009229E3">
      <w:pPr>
        <w:pStyle w:val="libCenterBold1"/>
      </w:pPr>
      <w:r>
        <w:t>Lesson:</w:t>
      </w:r>
    </w:p>
    <w:p w:rsidR="001A403D" w:rsidRDefault="001A403D" w:rsidP="001A403D">
      <w:pPr>
        <w:pStyle w:val="libNormal"/>
      </w:pPr>
      <w:r>
        <w:t>1-Pious ones who fear Allah and believe in Rasool Allah sawaw completely, for those Momineen Imam Hassan asws &amp; Imam Hussain asws are Double Mercy, in their hearts Allah appoints Noor of Mawaddat of Maola Ali asws by which they walk i.e. they get eternal life. Those whose hearts are empty from Noor of Walayat-e-Ali asws, they are walking dead bodies. Just to say like a parrot that we also believe in Walayat-e-Ali asws but practically doing Taqleed of Nasibi Mullas who issue Fatawa against Walayat &amp; Azadari, can not give any benefit at all. Walayat-e-Ali asws burns mistakes to ashes like dry wood. Opposing Walayat-e-Ali asws from any aspect converts good deeds to ashes.</w:t>
      </w:r>
    </w:p>
    <w:p w:rsidR="00EB2345" w:rsidRDefault="00EB2345" w:rsidP="00FC02E7">
      <w:pPr>
        <w:pStyle w:val="libNormal"/>
        <w:rPr>
          <w:rtl/>
        </w:rPr>
      </w:pPr>
      <w:r>
        <w:rPr>
          <w:rFonts w:hint="eastAsia"/>
        </w:rPr>
        <w:br w:type="page"/>
      </w:r>
    </w:p>
    <w:p w:rsidR="001A403D" w:rsidRDefault="00EB2345" w:rsidP="00EB2345">
      <w:pPr>
        <w:pStyle w:val="Heading1Center"/>
      </w:pPr>
      <w:bookmarkStart w:id="56" w:name="_Toc449789449"/>
      <w:r>
        <w:rPr>
          <w:rFonts w:hint="eastAsia"/>
          <w:rtl/>
        </w:rPr>
        <w:lastRenderedPageBreak/>
        <w:t>سُوۡرَةُ</w:t>
      </w:r>
      <w:r>
        <w:rPr>
          <w:rtl/>
        </w:rPr>
        <w:t xml:space="preserve"> </w:t>
      </w:r>
      <w:r w:rsidR="001A403D">
        <w:rPr>
          <w:rtl/>
        </w:rPr>
        <w:t>المجَادلة</w:t>
      </w:r>
      <w:bookmarkEnd w:id="56"/>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أَلَمۡ</w:t>
      </w:r>
      <w:r>
        <w:rPr>
          <w:rtl/>
        </w:rPr>
        <w:t xml:space="preserve"> تَرَ أَنَّ </w:t>
      </w:r>
      <w:r>
        <w:rPr>
          <w:rFonts w:hint="cs"/>
          <w:rtl/>
        </w:rPr>
        <w:t>ٱ</w:t>
      </w:r>
      <w:r>
        <w:rPr>
          <w:rFonts w:hint="eastAsia"/>
          <w:rtl/>
        </w:rPr>
        <w:t>للَّهَ</w:t>
      </w:r>
      <w:r>
        <w:rPr>
          <w:rtl/>
        </w:rPr>
        <w:t xml:space="preserve"> يَعۡلَمُ مَا فِى </w:t>
      </w:r>
      <w:r>
        <w:rPr>
          <w:rFonts w:hint="cs"/>
          <w:rtl/>
        </w:rPr>
        <w:t>ٱ</w:t>
      </w:r>
      <w:r>
        <w:rPr>
          <w:rFonts w:hint="eastAsia"/>
          <w:rtl/>
        </w:rPr>
        <w:t>لسَّمَـٰوَ</w:t>
      </w:r>
      <w:r w:rsidR="005B7B9E" w:rsidRPr="005B7B9E">
        <w:rPr>
          <w:rFonts w:hint="cs"/>
          <w:rtl/>
        </w:rPr>
        <w:t>ا</w:t>
      </w:r>
      <w:r>
        <w:rPr>
          <w:rFonts w:hint="eastAsia"/>
          <w:rtl/>
        </w:rPr>
        <w:t>تِ</w:t>
      </w:r>
      <w:r>
        <w:rPr>
          <w:rtl/>
        </w:rPr>
        <w:t xml:space="preserve"> وَمَا فِى </w:t>
      </w:r>
      <w:r>
        <w:rPr>
          <w:rFonts w:hint="cs"/>
          <w:rtl/>
        </w:rPr>
        <w:t>ٱ</w:t>
      </w:r>
      <w:r>
        <w:rPr>
          <w:rFonts w:hint="eastAsia"/>
          <w:rtl/>
        </w:rPr>
        <w:t>لۡأَرۡضِ‌ۖ</w:t>
      </w:r>
      <w:r>
        <w:rPr>
          <w:rtl/>
        </w:rPr>
        <w:t xml:space="preserve"> مَا يَ</w:t>
      </w:r>
      <w:r w:rsidR="001E6BAB" w:rsidRPr="001E6BAB">
        <w:rPr>
          <w:rFonts w:hint="cs"/>
          <w:rtl/>
        </w:rPr>
        <w:t>ک</w:t>
      </w:r>
      <w:r>
        <w:rPr>
          <w:rFonts w:hint="eastAsia"/>
          <w:rtl/>
        </w:rPr>
        <w:t>ونُ</w:t>
      </w:r>
      <w:r>
        <w:rPr>
          <w:rtl/>
        </w:rPr>
        <w:t xml:space="preserve"> مِن نَّجۡوَىٰ ثَلَـٰثَةٍ إِلَّا هُوَ رَابِعُهُمۡ وَلَا خَمۡسَةٍ إِلَّا هُوَ سَادِسُ</w:t>
      </w:r>
      <w:r w:rsidR="001E6BAB" w:rsidRPr="001E6BAB">
        <w:rPr>
          <w:rFonts w:hint="cs"/>
          <w:rtl/>
        </w:rPr>
        <w:t>ه</w:t>
      </w:r>
      <w:r w:rsidRPr="00595365">
        <w:rPr>
          <w:rFonts w:hint="cs"/>
          <w:rtl/>
        </w:rPr>
        <w:t>مۡ وَلَآ أَدۡنَىٰ مِن ذَ</w:t>
      </w:r>
      <w:r w:rsidR="005B7B9E" w:rsidRPr="005B7B9E">
        <w:rPr>
          <w:rFonts w:hint="cs"/>
          <w:rtl/>
        </w:rPr>
        <w:t>ا</w:t>
      </w:r>
      <w:r>
        <w:rPr>
          <w:rFonts w:hint="eastAsia"/>
          <w:rtl/>
        </w:rPr>
        <w:t>لِكَ</w:t>
      </w:r>
      <w:r>
        <w:rPr>
          <w:rtl/>
        </w:rPr>
        <w:t xml:space="preserve"> وَلَآ أَ</w:t>
      </w:r>
      <w:r w:rsidR="001E6BAB" w:rsidRPr="001E6BAB">
        <w:rPr>
          <w:rFonts w:hint="cs"/>
          <w:rtl/>
        </w:rPr>
        <w:t>ک</w:t>
      </w:r>
      <w:r w:rsidRPr="00595365">
        <w:rPr>
          <w:rFonts w:hint="cs"/>
          <w:rtl/>
        </w:rPr>
        <w:t>ۡ</w:t>
      </w:r>
      <w:r>
        <w:rPr>
          <w:rFonts w:hint="eastAsia"/>
          <w:rtl/>
        </w:rPr>
        <w:t>ثَرَ</w:t>
      </w:r>
      <w:r>
        <w:rPr>
          <w:rtl/>
        </w:rPr>
        <w:t xml:space="preserve"> إِلَّا هُوَ مَعَهُمۡ أَيۡنَ مَا </w:t>
      </w:r>
      <w:r>
        <w:rPr>
          <w:rFonts w:hint="eastAsia"/>
          <w:rtl/>
        </w:rPr>
        <w:t>كَانُواْ‌ۖ</w:t>
      </w:r>
      <w:r>
        <w:rPr>
          <w:rtl/>
        </w:rPr>
        <w:t xml:space="preserve"> ثُمَّ يُنَبِّئُهُم بِمَا عَمِلُواْ يَوۡمَ </w:t>
      </w:r>
      <w:r>
        <w:rPr>
          <w:rFonts w:hint="cs"/>
          <w:rtl/>
        </w:rPr>
        <w:t>ٱ</w:t>
      </w:r>
      <w:r>
        <w:rPr>
          <w:rFonts w:hint="eastAsia"/>
          <w:rtl/>
        </w:rPr>
        <w:t>لۡقِيَـٰمَةِ‌ۚ</w:t>
      </w:r>
      <w:r>
        <w:rPr>
          <w:rtl/>
        </w:rPr>
        <w:t xml:space="preserve"> إِنَّ </w:t>
      </w:r>
      <w:r>
        <w:rPr>
          <w:rFonts w:hint="cs"/>
          <w:rtl/>
        </w:rPr>
        <w:t>ٱ</w:t>
      </w:r>
      <w:r>
        <w:rPr>
          <w:rFonts w:hint="eastAsia"/>
          <w:rtl/>
        </w:rPr>
        <w:t>للَّهَ</w:t>
      </w:r>
      <w:r>
        <w:rPr>
          <w:rtl/>
        </w:rPr>
        <w:t xml:space="preserve"> بِكُلِّ شَىۡءٍ عَلِيمٌ (٧</w:t>
      </w:r>
      <w:r w:rsidR="009229E3">
        <w:rPr>
          <w:rtl/>
        </w:rPr>
        <w:t>)</w:t>
      </w:r>
    </w:p>
    <w:p w:rsidR="001A403D" w:rsidRDefault="001A403D" w:rsidP="00E36567">
      <w:pPr>
        <w:pStyle w:val="libBoldItalic"/>
      </w:pPr>
      <w:r>
        <w:t>Have you not seen that Allah knows all that is in the heavens and all that is in the earth? There is no secret conversation of three but He is their fourth, nor of five but He is their sixth, and neither less than that nor more but He is with them wherever they may be; then He will inform them of what they did on the Day of Qiyamah. No doubt Allah is Knower of all things. (7)</w:t>
      </w:r>
    </w:p>
    <w:p w:rsidR="001A403D" w:rsidRDefault="001A403D" w:rsidP="00E36567">
      <w:pPr>
        <w:pStyle w:val="libNormal"/>
      </w:pPr>
      <w:r>
        <w:t>1-Imam Jafar Sadiq asws said about this verse: This was revealed about the opponents of Walayat-e-Ali asws, among them Abu Obaida bin Jarrah, Abdur Rehman bin Aof, Salim slave of Abu Huzaifa, and Mughera bin Shu’ba were also included, when they wrote an affidavit among themselves, and promised and agreed unanimously that when Mohammad sawaw will go then we will never let Khilafat &amp; Nabuwat to be in Bani Hashim, then Allah revealed these verses. (al-Burhan, v7, p471)</w:t>
      </w:r>
    </w:p>
    <w:p w:rsidR="001A403D" w:rsidRDefault="001A403D" w:rsidP="009229E3">
      <w:pPr>
        <w:pStyle w:val="libCenterBold1"/>
      </w:pPr>
      <w:r>
        <w:t>Lesson:</w:t>
      </w:r>
    </w:p>
    <w:p w:rsidR="001A403D" w:rsidRDefault="001A403D" w:rsidP="001A403D">
      <w:pPr>
        <w:pStyle w:val="libNormal"/>
      </w:pPr>
      <w:r>
        <w:t>1-This affidavit against Walayat-e-Ali asws was written while sitting in Ka’ba. Exactly following this affidavit, Muqassir Mulla is also sitting in holy places and issuing Fatawa that testimony of Walayat-e-Ali asws nullifies Namaz, testimony of Walayat is not part of Azaan or Aqamat, Ali-un-Waliullah is not part of Kalima, Ya Ali (asws) Maddad and Na’ra Haidari is not permissible especially in mosque, Fatawa against different aspects of Azadari, nonsense statements against infallibility &amp; authority of Masumeen asws. Curse is on such people from Azal to Abad.</w:t>
      </w:r>
    </w:p>
    <w:p w:rsidR="001A403D" w:rsidRDefault="001A403D" w:rsidP="001A403D">
      <w:pPr>
        <w:pStyle w:val="libNormal"/>
      </w:pPr>
      <w:r>
        <w:t>2-The faith of the opponents of Walayat-e-Ali asws is three angled: Hypocrisy i.e. just verbal confirmation of Walayat but practical opposition, Kufr i.e. deniers of Walayat-e-Ali asws in reality, Shirk i.e. to associate Walayat of Majoosi Mulla with Walayat-e-Ali asws. Such people will be make to stand under three-headed shade, which is mentioned in verse 30 of Sura Mursalat, because this is Group of Three. And other will be Group of Five which will be under Liwa-e-Hamd in mercy for the sake of Walayat-e-Ali asws.</w:t>
      </w:r>
    </w:p>
    <w:p w:rsidR="00595365" w:rsidRDefault="001A403D" w:rsidP="00385B48">
      <w:pPr>
        <w:pStyle w:val="libAr"/>
      </w:pPr>
      <w:r>
        <w:rPr>
          <w:rFonts w:hint="eastAsia"/>
          <w:rtl/>
        </w:rPr>
        <w:t>أَلَمۡ</w:t>
      </w:r>
      <w:r>
        <w:rPr>
          <w:rtl/>
        </w:rPr>
        <w:t xml:space="preserve"> تَرَ إِلَى </w:t>
      </w:r>
      <w:r>
        <w:rPr>
          <w:rFonts w:hint="cs"/>
          <w:rtl/>
        </w:rPr>
        <w:t>ٱ</w:t>
      </w:r>
      <w:r>
        <w:rPr>
          <w:rFonts w:hint="eastAsia"/>
          <w:rtl/>
        </w:rPr>
        <w:t>لَّذِينَ</w:t>
      </w:r>
      <w:r>
        <w:rPr>
          <w:rtl/>
        </w:rPr>
        <w:t xml:space="preserve"> نُ</w:t>
      </w:r>
      <w:r w:rsidR="001E6BAB" w:rsidRPr="001E6BAB">
        <w:rPr>
          <w:rFonts w:hint="cs"/>
          <w:rtl/>
        </w:rPr>
        <w:t>ه</w:t>
      </w:r>
      <w:r w:rsidRPr="00595365">
        <w:rPr>
          <w:rFonts w:hint="cs"/>
          <w:rtl/>
        </w:rPr>
        <w:t xml:space="preserve">واْ عَنِ </w:t>
      </w:r>
      <w:r>
        <w:rPr>
          <w:rFonts w:hint="cs"/>
          <w:rtl/>
        </w:rPr>
        <w:t>ٱ</w:t>
      </w:r>
      <w:r>
        <w:rPr>
          <w:rFonts w:hint="eastAsia"/>
          <w:rtl/>
        </w:rPr>
        <w:t>لنَّجۡوَىٰ</w:t>
      </w:r>
      <w:r>
        <w:rPr>
          <w:rtl/>
        </w:rPr>
        <w:t xml:space="preserve"> ثُمَّ يَعُودُونَ لِمَا نُ</w:t>
      </w:r>
      <w:r w:rsidR="001E6BAB" w:rsidRPr="001E6BAB">
        <w:rPr>
          <w:rFonts w:hint="cs"/>
          <w:rtl/>
        </w:rPr>
        <w:t>ه</w:t>
      </w:r>
      <w:r w:rsidRPr="00595365">
        <w:rPr>
          <w:rFonts w:hint="cs"/>
          <w:rtl/>
        </w:rPr>
        <w:t>واْ عَنۡهُ وَيَتَنَـٰجَوۡنَ بِ</w:t>
      </w:r>
      <w:r>
        <w:rPr>
          <w:rFonts w:hint="cs"/>
          <w:rtl/>
        </w:rPr>
        <w:t>ٱ</w:t>
      </w:r>
      <w:r>
        <w:rPr>
          <w:rFonts w:hint="eastAsia"/>
          <w:rtl/>
        </w:rPr>
        <w:t>لۡإِثۡمِ</w:t>
      </w:r>
      <w:r>
        <w:rPr>
          <w:rtl/>
        </w:rPr>
        <w:t xml:space="preserve"> وَ</w:t>
      </w:r>
      <w:r>
        <w:rPr>
          <w:rFonts w:hint="cs"/>
          <w:rtl/>
        </w:rPr>
        <w:t>ٱ</w:t>
      </w:r>
      <w:r>
        <w:rPr>
          <w:rFonts w:hint="eastAsia"/>
          <w:rtl/>
        </w:rPr>
        <w:t>لۡعُدۡوَ</w:t>
      </w:r>
      <w:r w:rsidR="005B7B9E" w:rsidRPr="005B7B9E">
        <w:rPr>
          <w:rFonts w:hint="cs"/>
          <w:rtl/>
        </w:rPr>
        <w:t>ا</w:t>
      </w:r>
      <w:r>
        <w:rPr>
          <w:rFonts w:hint="eastAsia"/>
          <w:rtl/>
        </w:rPr>
        <w:t>نِ</w:t>
      </w:r>
      <w:r>
        <w:rPr>
          <w:rtl/>
        </w:rPr>
        <w:t xml:space="preserve"> وَمَعۡصِيَتِ </w:t>
      </w:r>
      <w:r>
        <w:rPr>
          <w:rFonts w:hint="cs"/>
          <w:rtl/>
        </w:rPr>
        <w:t>ٱ</w:t>
      </w:r>
      <w:r>
        <w:rPr>
          <w:rFonts w:hint="eastAsia"/>
          <w:rtl/>
        </w:rPr>
        <w:t>لرَّسُولِ</w:t>
      </w:r>
      <w:r>
        <w:rPr>
          <w:rtl/>
        </w:rPr>
        <w:t xml:space="preserve"> وَإِذَا جَآءُوكَ حَيَّوۡكَ بِمَا لَمۡ يُحَيِّكَ بِهِ </w:t>
      </w:r>
      <w:r>
        <w:rPr>
          <w:rFonts w:hint="cs"/>
          <w:rtl/>
        </w:rPr>
        <w:t>ٱ</w:t>
      </w:r>
      <w:r>
        <w:rPr>
          <w:rFonts w:hint="eastAsia"/>
          <w:rtl/>
        </w:rPr>
        <w:t>للَّهُ</w:t>
      </w:r>
      <w:r>
        <w:rPr>
          <w:rtl/>
        </w:rPr>
        <w:t xml:space="preserve"> وَيَقُولُونَ فِىٓ أَنفُسِ</w:t>
      </w:r>
      <w:r w:rsidR="001E6BAB" w:rsidRPr="001E6BAB">
        <w:rPr>
          <w:rFonts w:hint="cs"/>
          <w:rtl/>
        </w:rPr>
        <w:t>ه</w:t>
      </w:r>
      <w:r w:rsidRPr="00595365">
        <w:rPr>
          <w:rFonts w:hint="cs"/>
          <w:rtl/>
        </w:rPr>
        <w:t>مۡ لَوۡل</w:t>
      </w:r>
      <w:r>
        <w:rPr>
          <w:rFonts w:hint="eastAsia"/>
          <w:rtl/>
        </w:rPr>
        <w:t>َا</w:t>
      </w:r>
      <w:r>
        <w:rPr>
          <w:rtl/>
        </w:rPr>
        <w:t xml:space="preserve"> يُعَذِّبُنَا </w:t>
      </w:r>
      <w:r>
        <w:rPr>
          <w:rFonts w:hint="cs"/>
          <w:rtl/>
        </w:rPr>
        <w:t>ٱ</w:t>
      </w:r>
      <w:r>
        <w:rPr>
          <w:rFonts w:hint="eastAsia"/>
          <w:rtl/>
        </w:rPr>
        <w:t>للَّهُ</w:t>
      </w:r>
      <w:r>
        <w:rPr>
          <w:rtl/>
        </w:rPr>
        <w:t xml:space="preserve"> بِمَا نَقُولُ‌ۚ حَسۡبُهُمۡ جَهَنَّمُ يَصۡلَوۡنَ</w:t>
      </w:r>
      <w:r w:rsidR="001E6BAB" w:rsidRPr="001E6BAB">
        <w:rPr>
          <w:rFonts w:hint="cs"/>
          <w:rtl/>
        </w:rPr>
        <w:t>ه</w:t>
      </w:r>
      <w:r w:rsidRPr="00595365">
        <w:rPr>
          <w:rFonts w:hint="cs"/>
          <w:rtl/>
        </w:rPr>
        <w:t xml:space="preserve">ا‌ۖ فَبِئۡسَ </w:t>
      </w:r>
      <w:r>
        <w:rPr>
          <w:rFonts w:hint="cs"/>
          <w:rtl/>
        </w:rPr>
        <w:t>ٱ</w:t>
      </w:r>
      <w:r>
        <w:rPr>
          <w:rFonts w:hint="eastAsia"/>
          <w:rtl/>
        </w:rPr>
        <w:t>لۡمَصِيرُ</w:t>
      </w:r>
      <w:r>
        <w:rPr>
          <w:rtl/>
        </w:rPr>
        <w:t xml:space="preserve"> (٨</w:t>
      </w:r>
      <w:r w:rsidR="009229E3">
        <w:rPr>
          <w:rtl/>
        </w:rPr>
        <w:t>)</w:t>
      </w:r>
    </w:p>
    <w:p w:rsidR="001A403D" w:rsidRDefault="001A403D" w:rsidP="00E36567">
      <w:pPr>
        <w:pStyle w:val="libBoldItalic"/>
      </w:pPr>
      <w:r>
        <w:t xml:space="preserve">Have you not seen those who were forbidden from secret conversation, but then they return to that which they were forbidden, and they do secret conversation about sin and transgression and disobedience to Rasool? </w:t>
      </w:r>
      <w:r>
        <w:lastRenderedPageBreak/>
        <w:t>And when they come to you they greet you with that (manner) by which Allah does not greet you, and they say within themselves (hearts): Why does Allah not punish us for what we say? Hell is sufficient for them, which will scald them, so wretched destination. (8)</w:t>
      </w:r>
    </w:p>
    <w:p w:rsidR="001A403D" w:rsidRDefault="001A403D" w:rsidP="00E36567">
      <w:pPr>
        <w:pStyle w:val="libBoldItalic"/>
      </w:pPr>
      <w:r>
        <w:t>1-Some companions came to Rasool Allah sawaw, and said that ask Allah for such &amp; such thing for them, and that thing was not Halaal for them which they were asking, then Allah Azza wa Jalla revealed, “and they do secret conversation about sin and transgression and disobedience to Rasool sawaw.” And when they (hypocrites) used to come then used to say to him (sawaw): Good morning, and Good evening, and this is greeting of the people of the time of ingnorance, so Allah Ta’ala revealed, “And when they come to you they greet you with that (manner) by which Allah does not greet you”, then Rasool Allah sawaw said to them: Certainly we change it with better than this, the greeting of the companions of the Paradise is ‘Assalam o Alaikum.’ (al-Burhan, v7, 472)</w:t>
      </w:r>
    </w:p>
    <w:p w:rsidR="001A403D" w:rsidRDefault="001A403D" w:rsidP="00E36567">
      <w:pPr>
        <w:pStyle w:val="libNormal"/>
      </w:pPr>
      <w:r>
        <w:t>2-Imam Mohammad Baqir asws said: A Jew came to Rasool Allah sawaw and said: Assam o Alaikum. So Rasool Allah sawaw replied: Alaikum. Then another came and said the same, so replied him the same what replied to his companion. Then another came and said the same, so Rasool Allah sawaw gave him the same answer which gave to his companions. (al-Burhan, v7, p473)</w:t>
      </w:r>
    </w:p>
    <w:p w:rsidR="001A403D" w:rsidRDefault="001A403D" w:rsidP="009229E3">
      <w:pPr>
        <w:pStyle w:val="libCenterBold1"/>
      </w:pPr>
      <w:r>
        <w:t>Lesson:</w:t>
      </w:r>
    </w:p>
    <w:p w:rsidR="001A403D" w:rsidRDefault="001A403D" w:rsidP="001A403D">
      <w:pPr>
        <w:pStyle w:val="libNormal"/>
      </w:pPr>
      <w:r>
        <w:t>1-Hypocrites were asking those things which were not permissible, which Allah has forbidden. Similarly Majoosi Muqassir Mullas are declaring immodest things permissible for people by issuing Fatawa. But which things are basis of Deen and obligatory e.g. Walayat-e-Ali asws, they are expelling them from Deen.</w:t>
      </w:r>
    </w:p>
    <w:p w:rsidR="00595365" w:rsidRDefault="001A403D" w:rsidP="001A403D">
      <w:pPr>
        <w:pStyle w:val="libNormal"/>
      </w:pPr>
      <w:r>
        <w:t>2-Muqassireen greet each other like hypocrites &amp; time of ignorance, i.e. you can see that they say “Subh Bakhair and Sham Bakhair, it means that they do not like even greeting (Salam) of Islam, and low I.Q. weak-faith Shias are doing their blind Taqleed without thinking for a moment.</w:t>
      </w:r>
    </w:p>
    <w:p w:rsidR="001A403D" w:rsidRDefault="001A403D" w:rsidP="001A403D">
      <w:pPr>
        <w:pStyle w:val="libNormal"/>
      </w:pPr>
      <w:r>
        <w:t>3-Assam o Alaikum means death on you. This was playing with words (ilmul-usul) of Jews, just to oppose and disobey Rasool Allah sawaw, as they said “Ra’ina” as well. Majoosi Mulla is doing the same. Rasool Allah sawaw said: Do not recite severed (incomplete) Salawat on me, and do not stop after saying ‘Allah huma soalay ala Mohammad’, rather say like this ‘Allah huma soalay ala Moahammadin wa Aal e Moahmmad.’ So now can notice that Momineen recite Salawat in one breath, but Majoosi Muqassireen will say first ‘Allah huma soalay ala Mohammad’ then they will stop for a while and then say ‘wa Aal e Mohammad.’ Their lame excuse is that they are reciting it in a beautiful way in rhythm, but actually they are disobeying Rasool Allah sawaw. And weak-faith people are just adopting whatever Majoosi Mulla says like monkies.</w:t>
      </w:r>
    </w:p>
    <w:p w:rsidR="001A403D" w:rsidRDefault="001A403D" w:rsidP="00385B48">
      <w:pPr>
        <w:pStyle w:val="libAr"/>
      </w:pPr>
      <w:r>
        <w:rPr>
          <w:rFonts w:hint="eastAsia"/>
          <w:rtl/>
        </w:rPr>
        <w:t>يَـٰٓأَيُّ</w:t>
      </w:r>
      <w:r w:rsidR="001E6BAB" w:rsidRPr="001E6BAB">
        <w:rPr>
          <w:rFonts w:hint="cs"/>
          <w:rtl/>
        </w:rPr>
        <w:t>ه</w:t>
      </w:r>
      <w:r w:rsidRPr="00595365">
        <w:rPr>
          <w:rFonts w:hint="cs"/>
          <w:rtl/>
        </w:rPr>
        <w:t>ا</w:t>
      </w:r>
      <w:r>
        <w:rPr>
          <w:rtl/>
        </w:rPr>
        <w:t xml:space="preserve"> </w:t>
      </w:r>
      <w:r>
        <w:rPr>
          <w:rFonts w:hint="cs"/>
          <w:rtl/>
        </w:rPr>
        <w:t>ٱ</w:t>
      </w:r>
      <w:r>
        <w:rPr>
          <w:rFonts w:hint="eastAsia"/>
          <w:rtl/>
        </w:rPr>
        <w:t>لَّذِينَ</w:t>
      </w:r>
      <w:r>
        <w:rPr>
          <w:rtl/>
        </w:rPr>
        <w:t xml:space="preserve"> ءَامَنُوٓاْ إِذَا تَنَـٰجَيۡتُمۡ فَلَا تَتَنَـٰجَوۡاْ بِ</w:t>
      </w:r>
      <w:r>
        <w:rPr>
          <w:rFonts w:hint="cs"/>
          <w:rtl/>
        </w:rPr>
        <w:t>ٱ</w:t>
      </w:r>
      <w:r>
        <w:rPr>
          <w:rFonts w:hint="eastAsia"/>
          <w:rtl/>
        </w:rPr>
        <w:t>لۡإِثۡمِ</w:t>
      </w:r>
      <w:r>
        <w:rPr>
          <w:rtl/>
        </w:rPr>
        <w:t xml:space="preserve"> وَ</w:t>
      </w:r>
      <w:r>
        <w:rPr>
          <w:rFonts w:hint="cs"/>
          <w:rtl/>
        </w:rPr>
        <w:t>ٱ</w:t>
      </w:r>
      <w:r>
        <w:rPr>
          <w:rFonts w:hint="eastAsia"/>
          <w:rtl/>
        </w:rPr>
        <w:t>لۡعُدۡوَ</w:t>
      </w:r>
      <w:r w:rsidR="005B7B9E" w:rsidRPr="005B7B9E">
        <w:rPr>
          <w:rFonts w:hint="cs"/>
          <w:rtl/>
        </w:rPr>
        <w:t>ا</w:t>
      </w:r>
      <w:r>
        <w:rPr>
          <w:rFonts w:hint="eastAsia"/>
          <w:rtl/>
        </w:rPr>
        <w:t>نِ</w:t>
      </w:r>
      <w:r>
        <w:rPr>
          <w:rtl/>
        </w:rPr>
        <w:t xml:space="preserve"> وَمَعۡصِيَتِ </w:t>
      </w:r>
      <w:r>
        <w:rPr>
          <w:rFonts w:hint="cs"/>
          <w:rtl/>
        </w:rPr>
        <w:t>ٱ</w:t>
      </w:r>
      <w:r>
        <w:rPr>
          <w:rFonts w:hint="eastAsia"/>
          <w:rtl/>
        </w:rPr>
        <w:t>لرَّسُولِ</w:t>
      </w:r>
      <w:r>
        <w:rPr>
          <w:rtl/>
        </w:rPr>
        <w:t xml:space="preserve"> وَتَنَـٰجَوۡاْ بِ</w:t>
      </w:r>
      <w:r>
        <w:rPr>
          <w:rFonts w:hint="cs"/>
          <w:rtl/>
        </w:rPr>
        <w:t>ٱ</w:t>
      </w:r>
      <w:r>
        <w:rPr>
          <w:rFonts w:hint="eastAsia"/>
          <w:rtl/>
        </w:rPr>
        <w:t>لۡبِرِّ</w:t>
      </w:r>
      <w:r>
        <w:rPr>
          <w:rtl/>
        </w:rPr>
        <w:t xml:space="preserve"> وَ</w:t>
      </w:r>
      <w:r>
        <w:rPr>
          <w:rFonts w:hint="cs"/>
          <w:rtl/>
        </w:rPr>
        <w:t>ٱ</w:t>
      </w:r>
      <w:r>
        <w:rPr>
          <w:rFonts w:hint="eastAsia"/>
          <w:rtl/>
        </w:rPr>
        <w:t>لتَّقۡوَىٰ‌ۖ</w:t>
      </w:r>
      <w:r>
        <w:rPr>
          <w:rtl/>
        </w:rPr>
        <w:t xml:space="preserve"> وَ</w:t>
      </w:r>
      <w:r>
        <w:rPr>
          <w:rFonts w:hint="cs"/>
          <w:rtl/>
        </w:rPr>
        <w:t>ٱ</w:t>
      </w:r>
      <w:r>
        <w:rPr>
          <w:rFonts w:hint="eastAsia"/>
          <w:rtl/>
        </w:rPr>
        <w:t>تَّقُواْ</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لَّذِىٓ</w:t>
      </w:r>
      <w:r>
        <w:rPr>
          <w:rtl/>
        </w:rPr>
        <w:t xml:space="preserve"> إِلَيۡهِ تُحۡشَرُونَ (٩</w:t>
      </w:r>
      <w:r w:rsidR="009229E3">
        <w:rPr>
          <w:rtl/>
        </w:rPr>
        <w:t>)</w:t>
      </w:r>
    </w:p>
    <w:p w:rsidR="001A403D" w:rsidRDefault="001A403D" w:rsidP="00E36567">
      <w:pPr>
        <w:pStyle w:val="libBoldItalic"/>
      </w:pPr>
      <w:r>
        <w:lastRenderedPageBreak/>
        <w:t>O you who believe! When you hold secret conversation, do not converse privately for sin and transgression and disobedience to the Rasool, but converse about righteousness and piety, and fear Allah, to Whom you will be gathered. (9)</w:t>
      </w:r>
    </w:p>
    <w:p w:rsidR="001A403D" w:rsidRDefault="001A403D" w:rsidP="00E36567">
      <w:pPr>
        <w:pStyle w:val="libNormal"/>
      </w:pPr>
      <w:r>
        <w:t>1-Abu Saeed Khudri narrated: The sign (recognition) of hypocrites was grudge to Ali bin Abi Talib asws. One day Rasool Allah sawaw was sitting among Muhajireen &amp; Ansaar in the Masjid, and I was also present among them that Ali asws came, and by making way through the people came and sit near Nabi Akram sawaw, and that was his sitting place which everyone knew. Then a person looked towards the other, and that was signal of hypocrisy, and Rasool Allah sawaw knew immediately what was their intention, so he became angry in severe rage so much so that the colour of his holy face changed and said: I swear by Him in Whose Hand is my life, no one can enter Paradise until he loves me, and he lied who thought that he loves me but keeps grudge to him (Ali asws). And he (sawaw) was holding Ali’s asws hand. So revealed this verse about both of them. (al-Burhan, v7, p473)</w:t>
      </w:r>
    </w:p>
    <w:p w:rsidR="001A403D" w:rsidRDefault="001A403D" w:rsidP="009229E3">
      <w:pPr>
        <w:pStyle w:val="libCenterBold1"/>
      </w:pPr>
      <w:r>
        <w:t>Lesson:</w:t>
      </w:r>
    </w:p>
    <w:p w:rsidR="001A403D" w:rsidRDefault="001A403D" w:rsidP="001A403D">
      <w:pPr>
        <w:pStyle w:val="libNormal"/>
      </w:pPr>
      <w:r>
        <w:t>1-Allah Ta’ala and His Rasool sawaw does not tolerate that anyone should say something against Maola Ali asws with signals of eyes even without uttering something. Shaitan must have given a lot of false hopes by showing green gardens in mirage that Majoosi Mullas are issuing Fatawa against Walayat-e-Ali asws without any fear from Wrath of Allah. And their minor agents &amp; Wakeels say in each others ears that these Shias do not have any other topic except Walayat-e-Ali asws to speak about. Yes, that is right, and moreover the title of our Deed-book is also “Hubb-e-Ali asws.”</w:t>
      </w:r>
    </w:p>
    <w:p w:rsidR="00595365" w:rsidRDefault="001A403D" w:rsidP="00385B48">
      <w:pPr>
        <w:pStyle w:val="libAr"/>
      </w:pPr>
      <w:r>
        <w:rPr>
          <w:rFonts w:hint="eastAsia"/>
          <w:rtl/>
        </w:rPr>
        <w:t>يَـٰٓأَيُّ</w:t>
      </w:r>
      <w:r w:rsidR="001E6BAB" w:rsidRPr="001E6BAB">
        <w:rPr>
          <w:rFonts w:hint="cs"/>
          <w:rtl/>
        </w:rPr>
        <w:t>ه</w:t>
      </w:r>
      <w:r w:rsidRPr="00595365">
        <w:rPr>
          <w:rFonts w:hint="cs"/>
          <w:rtl/>
        </w:rPr>
        <w:t>ا</w:t>
      </w:r>
      <w:r>
        <w:rPr>
          <w:rtl/>
        </w:rPr>
        <w:t xml:space="preserve"> </w:t>
      </w:r>
      <w:r>
        <w:rPr>
          <w:rFonts w:hint="cs"/>
          <w:rtl/>
        </w:rPr>
        <w:t>ٱ</w:t>
      </w:r>
      <w:r>
        <w:rPr>
          <w:rFonts w:hint="eastAsia"/>
          <w:rtl/>
        </w:rPr>
        <w:t>لَّذِينَ</w:t>
      </w:r>
      <w:r>
        <w:rPr>
          <w:rtl/>
        </w:rPr>
        <w:t xml:space="preserve"> ءَامَنُوٓاْ إِذَا نَـٰجَيۡتُمُ </w:t>
      </w:r>
      <w:r>
        <w:rPr>
          <w:rFonts w:hint="cs"/>
          <w:rtl/>
        </w:rPr>
        <w:t>ٱ</w:t>
      </w:r>
      <w:r>
        <w:rPr>
          <w:rFonts w:hint="eastAsia"/>
          <w:rtl/>
        </w:rPr>
        <w:t>لرَّسُولَ</w:t>
      </w:r>
      <w:r>
        <w:rPr>
          <w:rtl/>
        </w:rPr>
        <w:t xml:space="preserve"> فَقَدِّمُواْ بَيۡنَ يَدَىۡ نَجۡوَ</w:t>
      </w:r>
      <w:r>
        <w:rPr>
          <w:rFonts w:hint="cs"/>
          <w:rtl/>
        </w:rPr>
        <w:t>ٮٰ</w:t>
      </w:r>
      <w:r>
        <w:rPr>
          <w:rFonts w:hint="eastAsia"/>
          <w:rtl/>
        </w:rPr>
        <w:t>كُمۡ</w:t>
      </w:r>
      <w:r>
        <w:rPr>
          <w:rtl/>
        </w:rPr>
        <w:t xml:space="preserve"> صَدَقَةً۬‌ۚ ذَ</w:t>
      </w:r>
      <w:r w:rsidR="005B7B9E" w:rsidRPr="005B7B9E">
        <w:rPr>
          <w:rFonts w:hint="cs"/>
          <w:rtl/>
        </w:rPr>
        <w:t>ا</w:t>
      </w:r>
      <w:r>
        <w:rPr>
          <w:rFonts w:hint="eastAsia"/>
          <w:rtl/>
        </w:rPr>
        <w:t>لِكَ</w:t>
      </w:r>
      <w:r>
        <w:rPr>
          <w:rtl/>
        </w:rPr>
        <w:t xml:space="preserve"> خَيۡرٌ۬ لَّكُمۡ وَأَطۡهَرُ‌ۚ فَإِن لَّمۡ تَجِدُواْ فَإِنَّ </w:t>
      </w:r>
      <w:r>
        <w:rPr>
          <w:rFonts w:hint="cs"/>
          <w:rtl/>
        </w:rPr>
        <w:t>ٱ</w:t>
      </w:r>
      <w:r>
        <w:rPr>
          <w:rFonts w:hint="eastAsia"/>
          <w:rtl/>
        </w:rPr>
        <w:t>للَّهَ</w:t>
      </w:r>
      <w:r>
        <w:rPr>
          <w:rtl/>
        </w:rPr>
        <w:t xml:space="preserve"> غَفُورٌ۬ رَّحِيمٌ (١٢</w:t>
      </w:r>
      <w:r w:rsidR="009229E3">
        <w:rPr>
          <w:rtl/>
        </w:rPr>
        <w:t>)</w:t>
      </w:r>
      <w:r>
        <w:rPr>
          <w:rtl/>
        </w:rPr>
        <w:t xml:space="preserve"> ءَأَشۡفَقۡتُمۡ أَن تُقَدِّمُواْ بَيۡنَ ي</w:t>
      </w:r>
      <w:r>
        <w:rPr>
          <w:rFonts w:hint="eastAsia"/>
          <w:rtl/>
        </w:rPr>
        <w:t>َدَىۡ</w:t>
      </w:r>
      <w:r>
        <w:rPr>
          <w:rtl/>
        </w:rPr>
        <w:t xml:space="preserve"> نَجۡوَ</w:t>
      </w:r>
      <w:r>
        <w:rPr>
          <w:rFonts w:hint="cs"/>
          <w:rtl/>
        </w:rPr>
        <w:t>ٮٰ</w:t>
      </w:r>
      <w:r>
        <w:rPr>
          <w:rFonts w:hint="eastAsia"/>
          <w:rtl/>
        </w:rPr>
        <w:t>كُمۡ</w:t>
      </w:r>
      <w:r>
        <w:rPr>
          <w:rtl/>
        </w:rPr>
        <w:t xml:space="preserve"> صَدَقَـٰتٍ۬‌ۚ فَإِذۡ لَمۡ تَفۡعَلُواْ وَتَابَ </w:t>
      </w:r>
      <w:r>
        <w:rPr>
          <w:rFonts w:hint="cs"/>
          <w:rtl/>
        </w:rPr>
        <w:t>ٱ</w:t>
      </w:r>
      <w:r>
        <w:rPr>
          <w:rFonts w:hint="eastAsia"/>
          <w:rtl/>
        </w:rPr>
        <w:t>للَّهُ</w:t>
      </w:r>
      <w:r>
        <w:rPr>
          <w:rtl/>
        </w:rPr>
        <w:t xml:space="preserve"> عَلَيۡكُمۡ فَأَقِيمُواْ </w:t>
      </w:r>
      <w:r>
        <w:rPr>
          <w:rFonts w:hint="cs"/>
          <w:rtl/>
        </w:rPr>
        <w:t>ٱ</w:t>
      </w:r>
      <w:r>
        <w:rPr>
          <w:rFonts w:hint="eastAsia"/>
          <w:rtl/>
        </w:rPr>
        <w:t>لصَّلَوٰةَ</w:t>
      </w:r>
      <w:r>
        <w:rPr>
          <w:rtl/>
        </w:rPr>
        <w:t xml:space="preserve"> وَءَاتُواْ </w:t>
      </w:r>
      <w:r>
        <w:rPr>
          <w:rFonts w:hint="cs"/>
          <w:rtl/>
        </w:rPr>
        <w:t>ٱ</w:t>
      </w:r>
      <w:r>
        <w:rPr>
          <w:rFonts w:hint="eastAsia"/>
          <w:rtl/>
        </w:rPr>
        <w:t>لزَّكَوٰةَ</w:t>
      </w:r>
      <w:r>
        <w:rPr>
          <w:rtl/>
        </w:rPr>
        <w:t xml:space="preserve"> وَأَطِيعُواْ </w:t>
      </w:r>
      <w:r>
        <w:rPr>
          <w:rFonts w:hint="cs"/>
          <w:rtl/>
        </w:rPr>
        <w:t>ٱ</w:t>
      </w:r>
      <w:r>
        <w:rPr>
          <w:rFonts w:hint="eastAsia"/>
          <w:rtl/>
        </w:rPr>
        <w:t>للَّهَ</w:t>
      </w:r>
      <w:r>
        <w:rPr>
          <w:rtl/>
        </w:rPr>
        <w:t xml:space="preserve"> وَرَسُولَهُ </w:t>
      </w:r>
      <w:r>
        <w:rPr>
          <w:rFonts w:hint="cs"/>
          <w:rtl/>
        </w:rPr>
        <w:t>ۥ‌ۚ</w:t>
      </w:r>
      <w:r>
        <w:rPr>
          <w:rtl/>
        </w:rPr>
        <w:t xml:space="preserve"> وَ</w:t>
      </w:r>
      <w:r>
        <w:rPr>
          <w:rFonts w:hint="cs"/>
          <w:rtl/>
        </w:rPr>
        <w:t>ٱ</w:t>
      </w:r>
      <w:r>
        <w:rPr>
          <w:rFonts w:hint="eastAsia"/>
          <w:rtl/>
        </w:rPr>
        <w:t>للَّهُ</w:t>
      </w:r>
      <w:r>
        <w:rPr>
          <w:rtl/>
        </w:rPr>
        <w:t xml:space="preserve"> خَبِيرُۢ بِمَا تَعۡمَلُونَ (١٣</w:t>
      </w:r>
      <w:r w:rsidR="009229E3">
        <w:rPr>
          <w:rtl/>
        </w:rPr>
        <w:t>)</w:t>
      </w:r>
      <w:r>
        <w:rPr>
          <w:rtl/>
        </w:rPr>
        <w:t xml:space="preserve"> ۞</w:t>
      </w:r>
    </w:p>
    <w:p w:rsidR="001A403D" w:rsidRDefault="001A403D" w:rsidP="00E36567">
      <w:pPr>
        <w:pStyle w:val="libBoldItalic"/>
      </w:pPr>
      <w:r>
        <w:t>O you who believe! When you hold private conversation with the Rasool, give an alms before your private conversation. That is better and purer for you. But if you cannot find (anything for alms) then certainly Allah is Forgiving, Merciful. (12) Are you afraid to give alms before your private conversation? Then, when you did not do it and Allah has forgiven you, then (at least) establish Salaah and give Zakah and obey Allah and His Rasool. And Allah is Aware of what you do. (13)</w:t>
      </w:r>
    </w:p>
    <w:p w:rsidR="001A403D" w:rsidRDefault="001A403D" w:rsidP="00E36567">
      <w:pPr>
        <w:pStyle w:val="libNormal"/>
      </w:pPr>
      <w:r>
        <w:t xml:space="preserve">1-Imam Ali asws said: No doubt, there is one such verse in the Book of Allah, on which no one acted before me and nor anyone will act on it after me: Ayat Najwa (verse of private conversation). I had one Dinar, I changed it for ten Dirhams, so every time before I held private conversation with Nabi Akram sawaw I gave one Dirham. Then this verse was cancelled by this verse, “Are you afraid to give alms before your private conversation? Then, when you did not do it and Allah has forgiven you, then establish </w:t>
      </w:r>
      <w:r>
        <w:lastRenderedPageBreak/>
        <w:t>Salaah and give Zakah and obey Allah and His Rasool, and Allah is Aware of what you do” (al-Burhan, v7, p483)</w:t>
      </w:r>
    </w:p>
    <w:p w:rsidR="001A403D" w:rsidRDefault="001A403D" w:rsidP="009229E3">
      <w:pPr>
        <w:pStyle w:val="libCenterBold1"/>
      </w:pPr>
      <w:r>
        <w:t>Lesson:</w:t>
      </w:r>
    </w:p>
    <w:p w:rsidR="001A403D" w:rsidRDefault="001A403D" w:rsidP="001A403D">
      <w:pPr>
        <w:pStyle w:val="libNormal"/>
      </w:pPr>
      <w:r>
        <w:t>1-Masumeen asws are Quran-e-Natiq. Momineen believe in all verse of holy Quran, while Muqassireen consider only 500 verses practicable. So hundreds of verses which are about Walayat-e-Ali asws, are they not part of Shariah? While Walayat-e-Ali asws is the foundation of Deen-e-Elahi and Shariat-e-Mohammadi.</w:t>
      </w:r>
    </w:p>
    <w:p w:rsidR="001A403D" w:rsidRDefault="001A403D" w:rsidP="00385B48">
      <w:pPr>
        <w:pStyle w:val="libAr"/>
      </w:pPr>
      <w:r>
        <w:rPr>
          <w:rFonts w:hint="eastAsia"/>
          <w:rtl/>
        </w:rPr>
        <w:t>أَلَمۡ</w:t>
      </w:r>
      <w:r>
        <w:rPr>
          <w:rtl/>
        </w:rPr>
        <w:t xml:space="preserve"> تَرَ إِلَى </w:t>
      </w:r>
      <w:r>
        <w:rPr>
          <w:rFonts w:hint="cs"/>
          <w:rtl/>
        </w:rPr>
        <w:t>ٱ</w:t>
      </w:r>
      <w:r>
        <w:rPr>
          <w:rFonts w:hint="eastAsia"/>
          <w:rtl/>
        </w:rPr>
        <w:t>لَّذِينَ</w:t>
      </w:r>
      <w:r>
        <w:rPr>
          <w:rtl/>
        </w:rPr>
        <w:t xml:space="preserve"> تَوَلَّوۡاْ قَوۡمًا غَضِبَ </w:t>
      </w:r>
      <w:r>
        <w:rPr>
          <w:rFonts w:hint="cs"/>
          <w:rtl/>
        </w:rPr>
        <w:t>ٱ</w:t>
      </w:r>
      <w:r>
        <w:rPr>
          <w:rFonts w:hint="eastAsia"/>
          <w:rtl/>
        </w:rPr>
        <w:t>للَّهُ</w:t>
      </w:r>
      <w:r>
        <w:rPr>
          <w:rtl/>
        </w:rPr>
        <w:t xml:space="preserve"> عَلَيۡ</w:t>
      </w:r>
      <w:r w:rsidR="001E6BAB" w:rsidRPr="001E6BAB">
        <w:rPr>
          <w:rFonts w:hint="cs"/>
          <w:rtl/>
        </w:rPr>
        <w:t>ه</w:t>
      </w:r>
      <w:r w:rsidRPr="00595365">
        <w:rPr>
          <w:rFonts w:hint="cs"/>
          <w:rtl/>
        </w:rPr>
        <w:t>م مَّا هُم مِّنكُمۡ وَلَا مِنۡ</w:t>
      </w:r>
      <w:r w:rsidR="001E6BAB" w:rsidRPr="001E6BAB">
        <w:rPr>
          <w:rFonts w:hint="cs"/>
          <w:rtl/>
        </w:rPr>
        <w:t>ه</w:t>
      </w:r>
      <w:r w:rsidRPr="00595365">
        <w:rPr>
          <w:rFonts w:hint="cs"/>
          <w:rtl/>
        </w:rPr>
        <w:t xml:space="preserve">مۡ وَيَحۡلِفُونَ عَلَى </w:t>
      </w:r>
      <w:r>
        <w:rPr>
          <w:rFonts w:hint="cs"/>
          <w:rtl/>
        </w:rPr>
        <w:t>ٱ</w:t>
      </w:r>
      <w:r>
        <w:rPr>
          <w:rFonts w:hint="eastAsia"/>
          <w:rtl/>
        </w:rPr>
        <w:t>لۡكَذِبِ</w:t>
      </w:r>
      <w:r>
        <w:rPr>
          <w:rtl/>
        </w:rPr>
        <w:t xml:space="preserve"> وَهُمۡ يَعۡلَمُونَ (١٤</w:t>
      </w:r>
      <w:r w:rsidR="009229E3">
        <w:rPr>
          <w:rtl/>
        </w:rPr>
        <w:t>)</w:t>
      </w:r>
    </w:p>
    <w:p w:rsidR="001A403D" w:rsidRDefault="001A403D" w:rsidP="00E36567">
      <w:pPr>
        <w:pStyle w:val="libBoldItalic"/>
      </w:pPr>
      <w:r>
        <w:t>Have you not seen those who make friends those people on whom Allah is wroth? They are neither of you nor of them, and they swear a false oath while they know. (14)</w:t>
      </w:r>
    </w:p>
    <w:p w:rsidR="001A403D" w:rsidRDefault="001A403D" w:rsidP="00E36567">
      <w:pPr>
        <w:pStyle w:val="libNormal"/>
      </w:pPr>
      <w:r>
        <w:t>1-Rasool Allah sawaw passed by a companion, and he was sitting with a Jew writing news about Rasool Allah sawaw, so Allah Azza wa Jalla revealed this verse. That companion came to Rasool Allah sawaw, then Rasool Allah sawaw asked him: I saw you that you were writing from Jew while Allah has forbidden from this. He said: Ya Rasool Allah sawaw, I was writing from him those qualities of you which are in Taurat. And he started reading them to Rasool Allah sawaw, and he (sawaw) was in anger. So a person from Ansaar said to him: You perish, don’t you see that Rasool Allah sawaw is wroth upon you? Then he said: I seek refuge from the wrath of Allah, and from the wrath of His Rasool sawaw, I only wrote it because I found your news in it. So Rasool Allah sawaw said to him: If Musa bin Imran (a.s.) were also present among them, and I would come to him, then he would have surrendered this what you brought, but what you have brought you are becoming Kafir due to it. And this is the saying of Allah, “They have made their oaths as shields” means curtain between them and Kuffar, verbal testimony from the fear of sword are their oaths, for exemption from tax (Jazia tax from minorities). (al-Burhan, v7, p485)</w:t>
      </w:r>
    </w:p>
    <w:p w:rsidR="001A403D" w:rsidRDefault="001A403D" w:rsidP="009229E3">
      <w:pPr>
        <w:pStyle w:val="libCenterBold1"/>
      </w:pPr>
      <w:r>
        <w:t>Lesson:</w:t>
      </w:r>
    </w:p>
    <w:p w:rsidR="001A403D" w:rsidRDefault="001A403D" w:rsidP="001A403D">
      <w:pPr>
        <w:pStyle w:val="libNormal"/>
      </w:pPr>
      <w:r>
        <w:t>1-Jews had altered the qualities of Rasool Allah sawaw that he will be having huge physique, long hair, and he will come after five hundred years from now. So that people should not believe in him (sawaw) by recognizing him. Similar is the condition of Majoosi Mullas, they write books about Masumeen asws in apparent beautiful manner, but in reality insulting the infallibles asws (Naoozobillah), and general public thinks that if there is any Deen then it is with Majoosi Nation. While their aim and object is only wealth and power, rather 3Ws: women, wealth, and worldly power. Momineen should be very careful from the books written by Muqassireen, lest one should lose all good deeds by doubting any merit of Masumeen asws, and doom befalls.</w:t>
      </w:r>
    </w:p>
    <w:p w:rsidR="001A403D" w:rsidRDefault="001A403D" w:rsidP="00385B48">
      <w:pPr>
        <w:pStyle w:val="libAr"/>
      </w:pPr>
      <w:r>
        <w:rPr>
          <w:rFonts w:hint="eastAsia"/>
          <w:rtl/>
        </w:rPr>
        <w:lastRenderedPageBreak/>
        <w:t>يَوۡمَ</w:t>
      </w:r>
      <w:r>
        <w:rPr>
          <w:rtl/>
        </w:rPr>
        <w:t xml:space="preserve"> يَبۡعَثُ</w:t>
      </w:r>
      <w:r w:rsidR="001E6BAB" w:rsidRPr="001E6BAB">
        <w:rPr>
          <w:rFonts w:hint="cs"/>
          <w:rtl/>
        </w:rPr>
        <w:t>ه</w:t>
      </w:r>
      <w:r w:rsidRPr="00595365">
        <w:rPr>
          <w:rFonts w:hint="cs"/>
          <w:rtl/>
        </w:rPr>
        <w:t xml:space="preserve">مُ </w:t>
      </w:r>
      <w:r>
        <w:rPr>
          <w:rFonts w:hint="cs"/>
          <w:rtl/>
        </w:rPr>
        <w:t>ٱ</w:t>
      </w:r>
      <w:r>
        <w:rPr>
          <w:rFonts w:hint="eastAsia"/>
          <w:rtl/>
        </w:rPr>
        <w:t>للَّهُ</w:t>
      </w:r>
      <w:r>
        <w:rPr>
          <w:rtl/>
        </w:rPr>
        <w:t xml:space="preserve"> جَمِيعً۬ا فَيَحۡلِفُونَ لَهُ </w:t>
      </w:r>
      <w:r>
        <w:rPr>
          <w:rFonts w:hint="cs"/>
          <w:rtl/>
        </w:rPr>
        <w:t>ۥ</w:t>
      </w:r>
      <w:r>
        <w:rPr>
          <w:rtl/>
        </w:rPr>
        <w:t xml:space="preserve"> كَمَا يَحۡلِفُونَ لَكُمۡ‌ۖ وَيَحۡسَبُونَ أَنَّ</w:t>
      </w:r>
      <w:r w:rsidR="001E6BAB" w:rsidRPr="001E6BAB">
        <w:rPr>
          <w:rFonts w:hint="cs"/>
          <w:rtl/>
        </w:rPr>
        <w:t>ه</w:t>
      </w:r>
      <w:r w:rsidRPr="00595365">
        <w:rPr>
          <w:rFonts w:hint="cs"/>
          <w:rtl/>
        </w:rPr>
        <w:t>مۡ عَلَىٰ شَىۡءٍ‌ۚ أَلَآ إِنَّ</w:t>
      </w:r>
      <w:r w:rsidR="001E6BAB" w:rsidRPr="001E6BAB">
        <w:rPr>
          <w:rFonts w:hint="cs"/>
          <w:rtl/>
        </w:rPr>
        <w:t>ه</w:t>
      </w:r>
      <w:r w:rsidRPr="00595365">
        <w:rPr>
          <w:rFonts w:hint="cs"/>
          <w:rtl/>
        </w:rPr>
        <w:t xml:space="preserve">مۡ هُمُ </w:t>
      </w:r>
      <w:r>
        <w:rPr>
          <w:rFonts w:hint="cs"/>
          <w:rtl/>
        </w:rPr>
        <w:t>ٱ</w:t>
      </w:r>
      <w:r>
        <w:rPr>
          <w:rFonts w:hint="eastAsia"/>
          <w:rtl/>
        </w:rPr>
        <w:t>لۡكَـٰذِبُونَ</w:t>
      </w:r>
      <w:r>
        <w:rPr>
          <w:rtl/>
        </w:rPr>
        <w:t xml:space="preserve"> (١٨</w:t>
      </w:r>
      <w:r w:rsidR="009229E3">
        <w:rPr>
          <w:rtl/>
        </w:rPr>
        <w:t>)</w:t>
      </w:r>
      <w:r>
        <w:rPr>
          <w:rtl/>
        </w:rPr>
        <w:t xml:space="preserve"> </w:t>
      </w:r>
      <w:r>
        <w:rPr>
          <w:rFonts w:hint="cs"/>
          <w:rtl/>
        </w:rPr>
        <w:t>ٱ</w:t>
      </w:r>
      <w:r>
        <w:rPr>
          <w:rFonts w:hint="eastAsia"/>
          <w:rtl/>
        </w:rPr>
        <w:t>سۡتَحۡوَذَ</w:t>
      </w:r>
      <w:r>
        <w:rPr>
          <w:rtl/>
        </w:rPr>
        <w:t xml:space="preserve"> عَلَيۡهِمُ </w:t>
      </w:r>
      <w:r>
        <w:rPr>
          <w:rFonts w:hint="cs"/>
          <w:rtl/>
        </w:rPr>
        <w:t>ٱ</w:t>
      </w:r>
      <w:r>
        <w:rPr>
          <w:rFonts w:hint="eastAsia"/>
          <w:rtl/>
        </w:rPr>
        <w:t>لشَّيۡطَـٰنُ</w:t>
      </w:r>
      <w:r>
        <w:rPr>
          <w:rtl/>
        </w:rPr>
        <w:t xml:space="preserve"> فَأَنسَ</w:t>
      </w:r>
      <w:r>
        <w:rPr>
          <w:rFonts w:hint="cs"/>
          <w:rtl/>
        </w:rPr>
        <w:t>ٮٰ</w:t>
      </w:r>
      <w:r>
        <w:rPr>
          <w:rFonts w:hint="eastAsia"/>
          <w:rtl/>
        </w:rPr>
        <w:t>هُمۡ</w:t>
      </w:r>
      <w:r>
        <w:rPr>
          <w:rtl/>
        </w:rPr>
        <w:t xml:space="preserve"> ذِكۡرَ </w:t>
      </w:r>
      <w:r>
        <w:rPr>
          <w:rFonts w:hint="cs"/>
          <w:rtl/>
        </w:rPr>
        <w:t>ٱ</w:t>
      </w:r>
      <w:r>
        <w:rPr>
          <w:rFonts w:hint="eastAsia"/>
          <w:rtl/>
        </w:rPr>
        <w:t>للَّهِ‌ۚ</w:t>
      </w:r>
      <w:r>
        <w:rPr>
          <w:rtl/>
        </w:rPr>
        <w:t xml:space="preserve"> أُوْلَـٰٓ</w:t>
      </w:r>
      <w:r>
        <w:rPr>
          <w:rFonts w:hint="cs"/>
          <w:rtl/>
        </w:rPr>
        <w:t>ٮِٕ</w:t>
      </w:r>
      <w:r>
        <w:rPr>
          <w:rFonts w:hint="eastAsia"/>
          <w:rtl/>
        </w:rPr>
        <w:t>كَ</w:t>
      </w:r>
      <w:r>
        <w:rPr>
          <w:rtl/>
        </w:rPr>
        <w:t xml:space="preserve"> حِزۡب</w:t>
      </w:r>
      <w:r>
        <w:rPr>
          <w:rFonts w:hint="eastAsia"/>
          <w:rtl/>
        </w:rPr>
        <w:t>ُ</w:t>
      </w:r>
      <w:r>
        <w:rPr>
          <w:rtl/>
        </w:rPr>
        <w:t xml:space="preserve"> </w:t>
      </w:r>
      <w:r>
        <w:rPr>
          <w:rFonts w:hint="cs"/>
          <w:rtl/>
        </w:rPr>
        <w:t>ٱ</w:t>
      </w:r>
      <w:r>
        <w:rPr>
          <w:rFonts w:hint="eastAsia"/>
          <w:rtl/>
        </w:rPr>
        <w:t>لشَّيۡطَـٰنِ‌ۚ</w:t>
      </w:r>
      <w:r>
        <w:rPr>
          <w:rtl/>
        </w:rPr>
        <w:t xml:space="preserve"> أَلَآ إِنَّ حِزۡبَ </w:t>
      </w:r>
      <w:r>
        <w:rPr>
          <w:rFonts w:hint="cs"/>
          <w:rtl/>
        </w:rPr>
        <w:t>ٱ</w:t>
      </w:r>
      <w:r>
        <w:rPr>
          <w:rFonts w:hint="eastAsia"/>
          <w:rtl/>
        </w:rPr>
        <w:t>لشَّيۡطَـٰنِ</w:t>
      </w:r>
      <w:r>
        <w:rPr>
          <w:rtl/>
        </w:rPr>
        <w:t xml:space="preserve"> هُمُ </w:t>
      </w:r>
      <w:r>
        <w:rPr>
          <w:rFonts w:hint="cs"/>
          <w:rtl/>
        </w:rPr>
        <w:t>ٱ</w:t>
      </w:r>
      <w:r>
        <w:rPr>
          <w:rFonts w:hint="eastAsia"/>
          <w:rtl/>
        </w:rPr>
        <w:t>لۡخَـٰسِرُونَ</w:t>
      </w:r>
      <w:r>
        <w:rPr>
          <w:rtl/>
        </w:rPr>
        <w:t xml:space="preserve"> (١٩</w:t>
      </w:r>
      <w:r w:rsidR="009229E3">
        <w:rPr>
          <w:rtl/>
        </w:rPr>
        <w:t>)</w:t>
      </w:r>
      <w:r>
        <w:rPr>
          <w:rtl/>
        </w:rPr>
        <w:t xml:space="preserve"> إِنَّ </w:t>
      </w:r>
      <w:r>
        <w:rPr>
          <w:rFonts w:hint="cs"/>
          <w:rtl/>
        </w:rPr>
        <w:t>ٱ</w:t>
      </w:r>
      <w:r>
        <w:rPr>
          <w:rFonts w:hint="eastAsia"/>
          <w:rtl/>
        </w:rPr>
        <w:t>لَّذِينَ</w:t>
      </w:r>
      <w:r>
        <w:rPr>
          <w:rtl/>
        </w:rPr>
        <w:t xml:space="preserve"> يُحَآدُّونَ </w:t>
      </w:r>
      <w:r>
        <w:rPr>
          <w:rFonts w:hint="cs"/>
          <w:rtl/>
        </w:rPr>
        <w:t>ٱ</w:t>
      </w:r>
      <w:r>
        <w:rPr>
          <w:rFonts w:hint="eastAsia"/>
          <w:rtl/>
        </w:rPr>
        <w:t>للَّهَ</w:t>
      </w:r>
      <w:r>
        <w:rPr>
          <w:rtl/>
        </w:rPr>
        <w:t xml:space="preserve"> وَرَسُولَهُ </w:t>
      </w:r>
      <w:r>
        <w:rPr>
          <w:rFonts w:hint="cs"/>
          <w:rtl/>
        </w:rPr>
        <w:t>ۥۤ</w:t>
      </w:r>
      <w:r>
        <w:rPr>
          <w:rtl/>
        </w:rPr>
        <w:t xml:space="preserve"> أُوْلَـٰٓ</w:t>
      </w:r>
      <w:r>
        <w:rPr>
          <w:rFonts w:hint="cs"/>
          <w:rtl/>
        </w:rPr>
        <w:t>ٮِٕ</w:t>
      </w:r>
      <w:r>
        <w:rPr>
          <w:rFonts w:hint="eastAsia"/>
          <w:rtl/>
        </w:rPr>
        <w:t>كَ</w:t>
      </w:r>
      <w:r>
        <w:rPr>
          <w:rtl/>
        </w:rPr>
        <w:t xml:space="preserve"> فِى </w:t>
      </w:r>
      <w:r>
        <w:rPr>
          <w:rFonts w:hint="cs"/>
          <w:rtl/>
        </w:rPr>
        <w:t>ٱ</w:t>
      </w:r>
      <w:r>
        <w:rPr>
          <w:rFonts w:hint="eastAsia"/>
          <w:rtl/>
        </w:rPr>
        <w:t>لۡأَذَلِّينَ</w:t>
      </w:r>
      <w:r>
        <w:rPr>
          <w:rtl/>
        </w:rPr>
        <w:t xml:space="preserve"> (٢٠</w:t>
      </w:r>
      <w:r w:rsidR="009229E3">
        <w:rPr>
          <w:rtl/>
        </w:rPr>
        <w:t>)</w:t>
      </w:r>
      <w:r>
        <w:rPr>
          <w:rtl/>
        </w:rPr>
        <w:t xml:space="preserve"> </w:t>
      </w:r>
      <w:r w:rsidR="001E6BAB" w:rsidRPr="001E6BAB">
        <w:rPr>
          <w:rFonts w:hint="cs"/>
          <w:rtl/>
        </w:rPr>
        <w:t>ک</w:t>
      </w:r>
      <w:r>
        <w:rPr>
          <w:rFonts w:hint="eastAsia"/>
          <w:rtl/>
        </w:rPr>
        <w:t>تَبَ</w:t>
      </w:r>
      <w:r>
        <w:rPr>
          <w:rtl/>
        </w:rPr>
        <w:t xml:space="preserve"> </w:t>
      </w:r>
      <w:r>
        <w:rPr>
          <w:rFonts w:hint="cs"/>
          <w:rtl/>
        </w:rPr>
        <w:t>ٱ</w:t>
      </w:r>
      <w:r>
        <w:rPr>
          <w:rFonts w:hint="eastAsia"/>
          <w:rtl/>
        </w:rPr>
        <w:t>للَّهُ</w:t>
      </w:r>
      <w:r>
        <w:rPr>
          <w:rtl/>
        </w:rPr>
        <w:t xml:space="preserve"> لَأَغۡلِبَنَّ أَنَا۟ وَرُسُلِىٓ‌ۚ إِنَّ </w:t>
      </w:r>
      <w:r>
        <w:rPr>
          <w:rFonts w:hint="cs"/>
          <w:rtl/>
        </w:rPr>
        <w:t>ٱ</w:t>
      </w:r>
      <w:r>
        <w:rPr>
          <w:rFonts w:hint="eastAsia"/>
          <w:rtl/>
        </w:rPr>
        <w:t>للَّهَ</w:t>
      </w:r>
      <w:r>
        <w:rPr>
          <w:rtl/>
        </w:rPr>
        <w:t xml:space="preserve"> قَوِىٌّ عَزِيزٌ۬ (٢١</w:t>
      </w:r>
      <w:r w:rsidR="009229E3">
        <w:rPr>
          <w:rtl/>
        </w:rPr>
        <w:t>)</w:t>
      </w:r>
    </w:p>
    <w:p w:rsidR="001A403D" w:rsidRDefault="001A403D" w:rsidP="00E36567">
      <w:pPr>
        <w:pStyle w:val="libBoldItalic"/>
      </w:pPr>
      <w:r>
        <w:t>On the day when Allah will resurrect them all together, then they will swear in front of Him as they (now) swear in front of you, and they think that they are on something. Beware, it is they who are the liars. (18) Shaitan has overcome them and caused them to forget Zikr of Allah. They are the  party of Shaitan. Beware, certainly the party of Shaitan – they are the losers. (19) Indeed, those who oppose Allah and His Rasool, they are among the lowest (shunned people). (20) Allah has written (decree): Certainly I will dominate and My Rasool. No doubt Allah is Powerful, Almighty. (21)</w:t>
      </w:r>
    </w:p>
    <w:p w:rsidR="001A403D" w:rsidRDefault="001A403D" w:rsidP="00E36567">
      <w:pPr>
        <w:pStyle w:val="libNormal"/>
      </w:pPr>
      <w:r>
        <w:t>1-The saying of Allah Ta’ala, “On the day when Allah will resurrect them all together, then they will swear in front of Him as they swear in front of you” means when it will be the day of Qiyamah, Allah will gather those people who had usurped the right of Aal-e-Mohammad asws, then their deeds will be presented in front of them, so they will swear in front of Him that they did not do any of these deeds, as they were swearing in front of Rasool Allah sawaw in the  world, when they vowed that they will not allow Walayat to go in Bani Hashim, and then when they tried to martyr Rasool Allah sawaw in Uqbah, and Allah informed His Nabi sawaw and gave news of this plot, then they swore in front of him (sawaw) that they did not say that and nor they tried that plot, until Allah revealed to His Rasool sawaw, “They swear by Allah that they did not say (anything wrong), but they did say the word of disbelief, and disbelieved after their (pretense of) Islam. And they strived for what they could not attain, and they did not revenge except that Allah and His Rasool had enriched them of His bounty. If they repent it will be better for them.....”(Sura Taubah, v74) (al-Burhan, v7, p486)</w:t>
      </w:r>
    </w:p>
    <w:p w:rsidR="001A403D" w:rsidRDefault="001A403D" w:rsidP="00E36567">
      <w:pPr>
        <w:pStyle w:val="libNormal"/>
      </w:pPr>
      <w:r>
        <w:t xml:space="preserve">2-Maola Ali bin Abi Talib asws said: No doubt, soon Ummah will be divided into seventy three sects: seventy two sects in Fire, and one sect in Paradise. And thirteen sects among seventy three will be claiming Mawaddat of us the Ahlul Bait asws, from them one will go to Paradise and twelve in the Fire. So the guided sect is hopeful, Momin, Muslim, having guidance &amp; Marifat, which believes in me, and they submit to my Amr while doing obedience &amp; love to me, and dissociate from my enemies, love to me and grudge to my enemy, and they keep Marifat of the right of my Imamat, and (Marifat of) my obedience which is obligatory in the Book of Allah and Sunnah of His Nabi sawaw, and they never belie and never doubt, because Allah has enlightened their heart for the sake of our right, and they keep Marifat of our Faza’il, and they are inspired and they are entered among our Shias by holding their heads, until their hearts are content and their faith is strong, doubt does not enter it that I and Aosiya (asws) after me are Hadi until Qiyamah, whom Allah has joined with Himself and with His </w:t>
      </w:r>
      <w:r>
        <w:lastRenderedPageBreak/>
        <w:t>Nabi sawaw in majority of the verses of Quran, and created us pure and infallible, and made witness upon His creations, and His Hujjat upon His earth, and treasure of His Knowledge, and translator of His Wahi (rvelation), and declared us with Quran and Quran with us, neither we depart from it nor it departs from us, until we will reach Rasool Allah sawaw at Hawz, as he (sawaw) has stated. So only this sect among the seventy three will be saved from Fire, and is saved from all corruptions and misguidance and doubts, and they are the real companions of the Paradise, and these are the seventy thousand who will enter Paradise without accounting. And the rest all seventy two sects whose Deen is without Haqq, they are the helper of the Deen of Shaitan, and they take Deen from Iblees and his friends, they are the enemies of Allah, and enemies of His Rasool sawaw, and enemies of Momineen, they will be entered into Fire without accounting, Allah and His Rasool sawaw is dissociated from them, and they do Shirk with Allah and His Rasool sawaw, and they worship other than Allah while even they do not realise, and they think that they are doing very good deeds. They will say on the day of Qiyamah: By Allah, O our Rabb, we were not polytheists, and they will swear as they swear in front of you, and they think that they are on something, beware certainly they are liars. (al-Burhan, v7, p486)</w:t>
      </w:r>
    </w:p>
    <w:p w:rsidR="001A403D" w:rsidRDefault="001A403D" w:rsidP="009229E3">
      <w:pPr>
        <w:pStyle w:val="libCenterBold1"/>
      </w:pPr>
      <w:r>
        <w:t>Lesson:</w:t>
      </w:r>
    </w:p>
    <w:p w:rsidR="001A403D" w:rsidRDefault="001A403D" w:rsidP="001A403D">
      <w:pPr>
        <w:pStyle w:val="libNormal"/>
      </w:pPr>
      <w:r>
        <w:t>1-All Muqassir Mullas are deceiving the Shia public, they tell from the pulpit only this that Shias will go to Paradise, but they do not tell which twelve sects of Shias will go to Hell. Because if they tell the complete Hadees, then obviously public will be after Mulla to tell them about the sect which will be successful in detail so that people can be saved from the Hell. Then he will be forced to tell that Successful Sect is that which acts on Quran &amp; Sunnah by rejecting ilmul-usul, philosophy, Zunn and Qiyas, which believes that Quran &amp; Sunnah is complete and sufficient, which does not accept Walayat-e-Faqeh parallel to Walayat-e-Ali asws.</w:t>
      </w:r>
    </w:p>
    <w:p w:rsidR="001A403D" w:rsidRDefault="001A403D" w:rsidP="001A403D">
      <w:pPr>
        <w:pStyle w:val="libNormal"/>
      </w:pPr>
      <w:r>
        <w:t>2-Those who believe in Walayat-e-Faqeh, they think that they are on something, but they are on a religion without Haqq, Shaitan does not let them do Zikrullah i.e. Zikr of Walayat-e-Ali asws. They are the lowest people. But soon Haqq is going to dominate i.e. with Zahoor of our Imam Qaim asws.</w:t>
      </w:r>
    </w:p>
    <w:p w:rsidR="00EB2345" w:rsidRDefault="00EB2345" w:rsidP="00FC02E7">
      <w:pPr>
        <w:pStyle w:val="libNormal"/>
        <w:rPr>
          <w:rtl/>
        </w:rPr>
      </w:pPr>
      <w:r>
        <w:rPr>
          <w:rFonts w:hint="eastAsia"/>
        </w:rPr>
        <w:br w:type="page"/>
      </w:r>
    </w:p>
    <w:p w:rsidR="001A403D" w:rsidRDefault="00EB2345" w:rsidP="00EB2345">
      <w:pPr>
        <w:pStyle w:val="Heading1Center"/>
      </w:pPr>
      <w:bookmarkStart w:id="57" w:name="_Toc449789450"/>
      <w:r>
        <w:rPr>
          <w:rFonts w:hint="eastAsia"/>
          <w:rtl/>
        </w:rPr>
        <w:lastRenderedPageBreak/>
        <w:t>سُوۡرَةُ</w:t>
      </w:r>
      <w:r>
        <w:rPr>
          <w:rtl/>
        </w:rPr>
        <w:t xml:space="preserve"> </w:t>
      </w:r>
      <w:r w:rsidR="001A403D">
        <w:rPr>
          <w:rtl/>
        </w:rPr>
        <w:t>الحَشر</w:t>
      </w:r>
      <w:bookmarkEnd w:id="57"/>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لَا</w:t>
      </w:r>
      <w:r>
        <w:rPr>
          <w:rtl/>
        </w:rPr>
        <w:t xml:space="preserve"> يَسۡتَوِىٓ أَصۡحَـٰبُ </w:t>
      </w:r>
      <w:r>
        <w:rPr>
          <w:rFonts w:hint="cs"/>
          <w:rtl/>
        </w:rPr>
        <w:t>ٱ</w:t>
      </w:r>
      <w:r>
        <w:rPr>
          <w:rFonts w:hint="eastAsia"/>
          <w:rtl/>
        </w:rPr>
        <w:t>لنَّارِ</w:t>
      </w:r>
      <w:r>
        <w:rPr>
          <w:rtl/>
        </w:rPr>
        <w:t xml:space="preserve"> وَأَصۡحَـٰبُ </w:t>
      </w:r>
      <w:r>
        <w:rPr>
          <w:rFonts w:hint="cs"/>
          <w:rtl/>
        </w:rPr>
        <w:t>ٱ</w:t>
      </w:r>
      <w:r>
        <w:rPr>
          <w:rFonts w:hint="eastAsia"/>
          <w:rtl/>
        </w:rPr>
        <w:t>لۡجَنَّةِ‌ۚ</w:t>
      </w:r>
      <w:r>
        <w:rPr>
          <w:rtl/>
        </w:rPr>
        <w:t xml:space="preserve"> أَصۡحَـٰبُ </w:t>
      </w:r>
      <w:r>
        <w:rPr>
          <w:rFonts w:hint="cs"/>
          <w:rtl/>
        </w:rPr>
        <w:t>ٱ</w:t>
      </w:r>
      <w:r>
        <w:rPr>
          <w:rFonts w:hint="eastAsia"/>
          <w:rtl/>
        </w:rPr>
        <w:t>لۡجَنَّةِ</w:t>
      </w:r>
      <w:r>
        <w:rPr>
          <w:rtl/>
        </w:rPr>
        <w:t xml:space="preserve"> هُمُ </w:t>
      </w:r>
      <w:r>
        <w:rPr>
          <w:rFonts w:hint="cs"/>
          <w:rtl/>
        </w:rPr>
        <w:t>ٱ</w:t>
      </w:r>
      <w:r>
        <w:rPr>
          <w:rFonts w:hint="eastAsia"/>
          <w:rtl/>
        </w:rPr>
        <w:t>لۡفَآ</w:t>
      </w:r>
      <w:r>
        <w:rPr>
          <w:rFonts w:hint="cs"/>
          <w:rtl/>
        </w:rPr>
        <w:t>ٮِٕ</w:t>
      </w:r>
      <w:r>
        <w:rPr>
          <w:rFonts w:hint="eastAsia"/>
          <w:rtl/>
        </w:rPr>
        <w:t>زُونَ</w:t>
      </w:r>
      <w:r>
        <w:rPr>
          <w:rtl/>
        </w:rPr>
        <w:t xml:space="preserve"> (٢٠</w:t>
      </w:r>
      <w:r w:rsidR="009229E3">
        <w:rPr>
          <w:rtl/>
        </w:rPr>
        <w:t>)</w:t>
      </w:r>
    </w:p>
    <w:p w:rsidR="001A403D" w:rsidRDefault="001A403D" w:rsidP="00E36567">
      <w:pPr>
        <w:pStyle w:val="libBoldItalic"/>
      </w:pPr>
      <w:r>
        <w:t>Not equal are the companions of the Fire and the companions of the Paradise. The companions of the Paradise, they are the attainers (successful). (20)</w:t>
      </w:r>
    </w:p>
    <w:p w:rsidR="001A403D" w:rsidRDefault="001A403D" w:rsidP="00E36567">
      <w:pPr>
        <w:pStyle w:val="libNormal"/>
      </w:pPr>
      <w:r>
        <w:t>1-Rasool Allah sawaw recited this verse, “Not equal are the companions of the Fire and the companions of the Paradise. The companions of the Paradise, they are the attainers” and said: The companions of the Paradise are those who obey me and submit to Ali bin Abi Talib asws after me, and testify his Walayat. And the companions of the Fire are those who do not believe in his Walayat, and break the covenant of Walayat, and will martyr him after me. (al-Burhan, v7, p506)</w:t>
      </w:r>
    </w:p>
    <w:p w:rsidR="001A403D" w:rsidRDefault="001A403D" w:rsidP="009229E3">
      <w:pPr>
        <w:pStyle w:val="libCenterBold1"/>
      </w:pPr>
      <w:r>
        <w:t>Lesson:</w:t>
      </w:r>
    </w:p>
    <w:p w:rsidR="001A403D" w:rsidRDefault="001A403D" w:rsidP="001A403D">
      <w:pPr>
        <w:pStyle w:val="libNormal"/>
      </w:pPr>
      <w:r>
        <w:t>1-It is very clear Hadees that companions of the Paradise submit to Walayat-e-Ali asws, they are not deceived by the Walayat of any fallible Muqassir Majoosi Mulla, and Momineen testify Walayat while standing in the presence of Allah. Just to testify in front of people to deceive them does not have any value, because Eman, Iqrar, and Amaal are only for Allah, so it is must to declare Eman in front of Allah.</w:t>
      </w:r>
    </w:p>
    <w:p w:rsidR="001A403D" w:rsidRDefault="001A403D" w:rsidP="001A403D">
      <w:pPr>
        <w:pStyle w:val="libNormal"/>
      </w:pPr>
      <w:r>
        <w:t>2-The citizens of Hell are those who are satisfied &amp; contented with Walayat-e-Ali asws, so they break the covenant of Walayat-e-Ali asws which was contracted with Allah and then they pay allegiance to Muqassir Mulla, and they think that Muqassir Mulla will be definitely responsible for their deeds, and then they murder Walayat-e-Ali asws with their tongues i.e. they deny to recite testimony of Walayat-e-Ali asws in front of Allah willingly and knowingly.</w:t>
      </w:r>
    </w:p>
    <w:p w:rsidR="00EB2345" w:rsidRDefault="00EB2345" w:rsidP="00FC02E7">
      <w:pPr>
        <w:pStyle w:val="libNormal"/>
        <w:rPr>
          <w:rtl/>
        </w:rPr>
      </w:pPr>
      <w:r>
        <w:rPr>
          <w:rFonts w:hint="eastAsia"/>
        </w:rPr>
        <w:br w:type="page"/>
      </w:r>
    </w:p>
    <w:p w:rsidR="001A403D" w:rsidRDefault="00EB2345" w:rsidP="00EB2345">
      <w:pPr>
        <w:pStyle w:val="Heading1Center"/>
      </w:pPr>
      <w:bookmarkStart w:id="58" w:name="_Toc449789451"/>
      <w:r>
        <w:rPr>
          <w:rFonts w:hint="eastAsia"/>
          <w:rtl/>
        </w:rPr>
        <w:lastRenderedPageBreak/>
        <w:t>سُوۡرَةُ</w:t>
      </w:r>
      <w:r>
        <w:rPr>
          <w:rtl/>
        </w:rPr>
        <w:t xml:space="preserve"> </w:t>
      </w:r>
      <w:r w:rsidR="001A403D">
        <w:rPr>
          <w:rtl/>
        </w:rPr>
        <w:t>الصَّف</w:t>
      </w:r>
      <w:bookmarkEnd w:id="58"/>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يُرِيدُونَ</w:t>
      </w:r>
      <w:r>
        <w:rPr>
          <w:rtl/>
        </w:rPr>
        <w:t xml:space="preserve"> لِيُطۡفِـُٔواْ نُورَ </w:t>
      </w:r>
      <w:r>
        <w:rPr>
          <w:rFonts w:hint="cs"/>
          <w:rtl/>
        </w:rPr>
        <w:t>ٱ</w:t>
      </w:r>
      <w:r>
        <w:rPr>
          <w:rFonts w:hint="eastAsia"/>
          <w:rtl/>
        </w:rPr>
        <w:t>للَّهِ</w:t>
      </w:r>
      <w:r>
        <w:rPr>
          <w:rtl/>
        </w:rPr>
        <w:t xml:space="preserve"> بِأَفۡوَ</w:t>
      </w:r>
      <w:r w:rsidR="005B7B9E" w:rsidRPr="005B7B9E">
        <w:rPr>
          <w:rFonts w:hint="cs"/>
          <w:rtl/>
        </w:rPr>
        <w:t>ا</w:t>
      </w:r>
      <w:r>
        <w:rPr>
          <w:rFonts w:hint="eastAsia"/>
          <w:rtl/>
        </w:rPr>
        <w:t>هِهِمۡ</w:t>
      </w:r>
      <w:r>
        <w:rPr>
          <w:rtl/>
        </w:rPr>
        <w:t xml:space="preserve"> وَ</w:t>
      </w:r>
      <w:r>
        <w:rPr>
          <w:rFonts w:hint="cs"/>
          <w:rtl/>
        </w:rPr>
        <w:t>ٱ</w:t>
      </w:r>
      <w:r>
        <w:rPr>
          <w:rFonts w:hint="eastAsia"/>
          <w:rtl/>
        </w:rPr>
        <w:t>للَّهُ</w:t>
      </w:r>
      <w:r>
        <w:rPr>
          <w:rtl/>
        </w:rPr>
        <w:t xml:space="preserve"> مُتِمُّ نُورِهِ</w:t>
      </w:r>
      <w:r>
        <w:rPr>
          <w:rFonts w:hint="cs"/>
          <w:rtl/>
        </w:rPr>
        <w:t>ۦ</w:t>
      </w:r>
      <w:r>
        <w:rPr>
          <w:rtl/>
        </w:rPr>
        <w:t xml:space="preserve"> وَلَوۡ </w:t>
      </w:r>
      <w:r w:rsidR="001E6BAB" w:rsidRPr="001E6BAB">
        <w:rPr>
          <w:rFonts w:hint="cs"/>
          <w:rtl/>
        </w:rPr>
        <w:t>ک</w:t>
      </w:r>
      <w:r>
        <w:rPr>
          <w:rFonts w:hint="eastAsia"/>
          <w:rtl/>
        </w:rPr>
        <w:t>رِهَ</w:t>
      </w:r>
      <w:r>
        <w:rPr>
          <w:rtl/>
        </w:rPr>
        <w:t xml:space="preserve"> </w:t>
      </w:r>
      <w:r>
        <w:rPr>
          <w:rFonts w:hint="cs"/>
          <w:rtl/>
        </w:rPr>
        <w:t>ٱ</w:t>
      </w:r>
      <w:r>
        <w:rPr>
          <w:rFonts w:hint="eastAsia"/>
          <w:rtl/>
        </w:rPr>
        <w:t>لۡكَـٰفِرُونَ</w:t>
      </w:r>
      <w:r>
        <w:rPr>
          <w:rtl/>
        </w:rPr>
        <w:t xml:space="preserve"> (٨</w:t>
      </w:r>
      <w:r w:rsidR="009229E3">
        <w:rPr>
          <w:rtl/>
        </w:rPr>
        <w:t>)</w:t>
      </w:r>
      <w:r>
        <w:rPr>
          <w:rtl/>
        </w:rPr>
        <w:t xml:space="preserve"> هُوَ </w:t>
      </w:r>
      <w:r>
        <w:rPr>
          <w:rFonts w:hint="cs"/>
          <w:rtl/>
        </w:rPr>
        <w:t>ٱ</w:t>
      </w:r>
      <w:r>
        <w:rPr>
          <w:rFonts w:hint="eastAsia"/>
          <w:rtl/>
        </w:rPr>
        <w:t>لَّذِىٓ</w:t>
      </w:r>
      <w:r>
        <w:rPr>
          <w:rtl/>
        </w:rPr>
        <w:t xml:space="preserve"> أَرۡسَلَ رَسُولَهُ </w:t>
      </w:r>
      <w:r>
        <w:rPr>
          <w:rFonts w:hint="cs"/>
          <w:rtl/>
        </w:rPr>
        <w:t>ۥ</w:t>
      </w:r>
      <w:r>
        <w:rPr>
          <w:rtl/>
        </w:rPr>
        <w:t xml:space="preserve"> بِ</w:t>
      </w:r>
      <w:r>
        <w:rPr>
          <w:rFonts w:hint="cs"/>
          <w:rtl/>
        </w:rPr>
        <w:t>ٱ</w:t>
      </w:r>
      <w:r>
        <w:rPr>
          <w:rFonts w:hint="eastAsia"/>
          <w:rtl/>
        </w:rPr>
        <w:t>لۡهُدَىٰ</w:t>
      </w:r>
      <w:r>
        <w:rPr>
          <w:rtl/>
        </w:rPr>
        <w:t xml:space="preserve"> وَدِينِ </w:t>
      </w:r>
      <w:r>
        <w:rPr>
          <w:rFonts w:hint="cs"/>
          <w:rtl/>
        </w:rPr>
        <w:t>ٱ</w:t>
      </w:r>
      <w:r>
        <w:rPr>
          <w:rFonts w:hint="eastAsia"/>
          <w:rtl/>
        </w:rPr>
        <w:t>لۡحَقِّ</w:t>
      </w:r>
      <w:r>
        <w:rPr>
          <w:rtl/>
        </w:rPr>
        <w:t xml:space="preserve"> لِيُظۡهِرَهُ </w:t>
      </w:r>
      <w:r>
        <w:rPr>
          <w:rFonts w:hint="cs"/>
          <w:rtl/>
        </w:rPr>
        <w:t>ۥ</w:t>
      </w:r>
      <w:r>
        <w:rPr>
          <w:rtl/>
        </w:rPr>
        <w:t xml:space="preserve"> عَلَى </w:t>
      </w:r>
      <w:r>
        <w:rPr>
          <w:rFonts w:hint="cs"/>
          <w:rtl/>
        </w:rPr>
        <w:t>ٱ</w:t>
      </w:r>
      <w:r>
        <w:rPr>
          <w:rFonts w:hint="eastAsia"/>
          <w:rtl/>
        </w:rPr>
        <w:t>لدِّينِ</w:t>
      </w:r>
      <w:r>
        <w:rPr>
          <w:rtl/>
        </w:rPr>
        <w:t xml:space="preserve"> كُلِّهِ</w:t>
      </w:r>
      <w:r>
        <w:rPr>
          <w:rFonts w:hint="cs"/>
          <w:rtl/>
        </w:rPr>
        <w:t>ۦ</w:t>
      </w:r>
      <w:r>
        <w:rPr>
          <w:rtl/>
        </w:rPr>
        <w:t xml:space="preserve"> وَلَوۡ كَرِهَ </w:t>
      </w:r>
      <w:r>
        <w:rPr>
          <w:rFonts w:hint="cs"/>
          <w:rtl/>
        </w:rPr>
        <w:t>ٱ</w:t>
      </w:r>
      <w:r>
        <w:rPr>
          <w:rFonts w:hint="eastAsia"/>
          <w:rtl/>
        </w:rPr>
        <w:t>لۡمُشۡرِكُونَ</w:t>
      </w:r>
      <w:r>
        <w:rPr>
          <w:rtl/>
        </w:rPr>
        <w:t xml:space="preserve"> (٩</w:t>
      </w:r>
      <w:r w:rsidR="009229E3">
        <w:rPr>
          <w:rtl/>
        </w:rPr>
        <w:t>)</w:t>
      </w:r>
    </w:p>
    <w:p w:rsidR="001A403D" w:rsidRDefault="001A403D" w:rsidP="00E36567">
      <w:pPr>
        <w:pStyle w:val="libBoldItalic"/>
      </w:pPr>
      <w:r>
        <w:t>They want to extinguish the Noor of Allah with their mouths, but Allah will perfect (complete) His Noor although the disbelievers dislike it. (8) He it is Who sent His Rasool with the guidance and Deen of Haqq to manifest it over all religion, although polytheists dislike it. (9)</w:t>
      </w:r>
    </w:p>
    <w:p w:rsidR="001A403D" w:rsidRDefault="001A403D" w:rsidP="00E36567">
      <w:pPr>
        <w:pStyle w:val="libNormal"/>
      </w:pPr>
      <w:r>
        <w:t>1-Imam Musa Kazim asws said about the saying of Allah, “They want to extinguish the Noor of Allah with their mouths”: They want to extinguish Walayat of Amirul Momineen asws with their mouths, “but Allah will complete His Noor” and Allah will complete Imamat, because Allah Azza wa Jalla says, “Believe in Allah and His Rasool and that Noor which We have sent down” (Sura Taghaban, v8) so that Noor is Imam asws, and says, “It is He Who sent His Rasool with the guidance and Deen of Haqq” means it is He Who sent His Rasool sawaw with Walayat of Wasi asws, and Walayat is the Deen of Haqq, “to prevail it on all religion” means will prevail it on all religions at the time of Qiyam of Qaim asws. Allah Azza wa Jalla says that Allah will complete His Noor with the Walayat of Qaim asws, although the deniers of Walayat-e-Ali asws dislike it. (al-Burhan, v7, p526)</w:t>
      </w:r>
    </w:p>
    <w:p w:rsidR="001A403D" w:rsidRDefault="001A403D" w:rsidP="009229E3">
      <w:pPr>
        <w:pStyle w:val="libCenterBold1"/>
      </w:pPr>
      <w:r>
        <w:t>Lesson:</w:t>
      </w:r>
    </w:p>
    <w:p w:rsidR="001A403D" w:rsidRDefault="001A403D" w:rsidP="001A403D">
      <w:pPr>
        <w:pStyle w:val="libNormal"/>
      </w:pPr>
      <w:r>
        <w:t>1-Noor of Walayat-e-Ali asws can not be extinguished with the Fatawa of Majoosi Muqassir Mullas, whether they keep blowing like poisonous snakes that “Walayat-e-Ali asws is not part of Kalima, Azaan, Aqamat, and Tashahud, rather it nullifies them” (Naoozobillah). It is clear Qawl-e-Masoom asws that Walayat of Masumeen asws is Deen-e-Haqq, Noor, and guidance. Walayat-e-Ali asws dominates the whole universe.</w:t>
      </w:r>
    </w:p>
    <w:p w:rsidR="001A403D" w:rsidRDefault="001A403D" w:rsidP="001A403D">
      <w:pPr>
        <w:pStyle w:val="libNormal"/>
      </w:pPr>
      <w:r>
        <w:t>2-Kafir and Mushrik who do not like Walayat-e-Ali asws &amp; Zahoor-e-Qaim asws, they are not some other foreigner Kafir &amp; Mushrik, in fact they are the Majoosi Muqassireen. When Imam Qaim asws will do Zahoor, these people will hide in the stones, then stone will call: O Momin, a Kafir or Mushrik is hiding in me, take him out and kill him. And Hazrat Eesa will kill all Khinzeers, even if they will be hiding in human form.</w:t>
      </w:r>
    </w:p>
    <w:p w:rsidR="001A403D" w:rsidRDefault="001A403D" w:rsidP="001A403D">
      <w:pPr>
        <w:pStyle w:val="libNormal"/>
      </w:pPr>
      <w:r>
        <w:t>3-People are being deceived that only one Khinzeer says that Masumeen asws are exactly humans like us and they are not Noor. But in fact, the faith of all Usuli Muqassireen is the same, but they do not disclose it, in order to show to the world that religion of Muqassireen is prevailing. Do not be deceived by any Muqassir Mulla at all, whoever believes in Walayat of Muqassir Mulla, is the enemy of Deen.</w:t>
      </w:r>
    </w:p>
    <w:p w:rsidR="00EB2345" w:rsidRDefault="00EB2345" w:rsidP="00FC02E7">
      <w:pPr>
        <w:pStyle w:val="libNormal"/>
        <w:rPr>
          <w:rtl/>
        </w:rPr>
      </w:pPr>
      <w:r>
        <w:rPr>
          <w:rFonts w:hint="eastAsia"/>
        </w:rPr>
        <w:br w:type="page"/>
      </w:r>
    </w:p>
    <w:p w:rsidR="001A403D" w:rsidRDefault="00EB2345" w:rsidP="00EB2345">
      <w:pPr>
        <w:pStyle w:val="Heading1Center"/>
      </w:pPr>
      <w:bookmarkStart w:id="59" w:name="_Toc449789452"/>
      <w:r>
        <w:rPr>
          <w:rFonts w:hint="eastAsia"/>
          <w:rtl/>
        </w:rPr>
        <w:lastRenderedPageBreak/>
        <w:t>سُوۡرَةُ</w:t>
      </w:r>
      <w:r>
        <w:rPr>
          <w:rtl/>
        </w:rPr>
        <w:t xml:space="preserve"> </w:t>
      </w:r>
      <w:r w:rsidR="001A403D">
        <w:rPr>
          <w:rtl/>
        </w:rPr>
        <w:t>الجُمُعَة</w:t>
      </w:r>
      <w:bookmarkEnd w:id="59"/>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هُوَ</w:t>
      </w:r>
      <w:r>
        <w:rPr>
          <w:rtl/>
        </w:rPr>
        <w:t xml:space="preserve"> </w:t>
      </w:r>
      <w:r>
        <w:rPr>
          <w:rFonts w:hint="cs"/>
          <w:rtl/>
        </w:rPr>
        <w:t>ٱ</w:t>
      </w:r>
      <w:r>
        <w:rPr>
          <w:rFonts w:hint="eastAsia"/>
          <w:rtl/>
        </w:rPr>
        <w:t>لَّذِى</w:t>
      </w:r>
      <w:r>
        <w:rPr>
          <w:rtl/>
        </w:rPr>
        <w:t xml:space="preserve"> بَعَثَ فِى </w:t>
      </w:r>
      <w:r>
        <w:rPr>
          <w:rFonts w:hint="cs"/>
          <w:rtl/>
        </w:rPr>
        <w:t>ٱ</w:t>
      </w:r>
      <w:r>
        <w:rPr>
          <w:rFonts w:hint="eastAsia"/>
          <w:rtl/>
        </w:rPr>
        <w:t>لۡأُمِّيِّـۧنَ</w:t>
      </w:r>
      <w:r>
        <w:rPr>
          <w:rtl/>
        </w:rPr>
        <w:t xml:space="preserve"> رَسُولاً۬ مِّنۡ</w:t>
      </w:r>
      <w:r w:rsidR="001E6BAB" w:rsidRPr="001E6BAB">
        <w:rPr>
          <w:rFonts w:hint="cs"/>
          <w:rtl/>
        </w:rPr>
        <w:t>ه</w:t>
      </w:r>
      <w:r w:rsidRPr="00595365">
        <w:rPr>
          <w:rFonts w:hint="cs"/>
          <w:rtl/>
        </w:rPr>
        <w:t>مۡ يَتۡلُواْ عَلَيۡ</w:t>
      </w:r>
      <w:r w:rsidR="001E6BAB" w:rsidRPr="001E6BAB">
        <w:rPr>
          <w:rFonts w:hint="cs"/>
          <w:rtl/>
        </w:rPr>
        <w:t>ه</w:t>
      </w:r>
      <w:r w:rsidRPr="00595365">
        <w:rPr>
          <w:rFonts w:hint="cs"/>
          <w:rtl/>
        </w:rPr>
        <w:t>مۡ ءَايَـٰتِهِ</w:t>
      </w:r>
      <w:r>
        <w:rPr>
          <w:rFonts w:hint="cs"/>
          <w:rtl/>
        </w:rPr>
        <w:t>ۦ</w:t>
      </w:r>
      <w:r>
        <w:rPr>
          <w:rtl/>
        </w:rPr>
        <w:t xml:space="preserve"> وَيُزَكِّي</w:t>
      </w:r>
      <w:r w:rsidR="001E6BAB" w:rsidRPr="001E6BAB">
        <w:rPr>
          <w:rFonts w:hint="cs"/>
          <w:rtl/>
        </w:rPr>
        <w:t>ه</w:t>
      </w:r>
      <w:r w:rsidRPr="00595365">
        <w:rPr>
          <w:rFonts w:hint="cs"/>
          <w:rtl/>
        </w:rPr>
        <w:t xml:space="preserve">مۡ وَيُعَلِّمُهُمُ </w:t>
      </w:r>
      <w:r>
        <w:rPr>
          <w:rFonts w:hint="cs"/>
          <w:rtl/>
        </w:rPr>
        <w:t>ٱ</w:t>
      </w:r>
      <w:r>
        <w:rPr>
          <w:rFonts w:hint="eastAsia"/>
          <w:rtl/>
        </w:rPr>
        <w:t>لۡكِتَـٰبَ</w:t>
      </w:r>
      <w:r>
        <w:rPr>
          <w:rtl/>
        </w:rPr>
        <w:t xml:space="preserve"> وَ</w:t>
      </w:r>
      <w:r>
        <w:rPr>
          <w:rFonts w:hint="cs"/>
          <w:rtl/>
        </w:rPr>
        <w:t>ٱ</w:t>
      </w:r>
      <w:r>
        <w:rPr>
          <w:rFonts w:hint="eastAsia"/>
          <w:rtl/>
        </w:rPr>
        <w:t>لۡحِكۡمَةَ</w:t>
      </w:r>
      <w:r>
        <w:rPr>
          <w:rtl/>
        </w:rPr>
        <w:t xml:space="preserve"> وَإِن كَانُواْ مِن قَبۡلُ لَفِى ضَلَـٰلٍ۬ مُّبِينٍ۬ (٢</w:t>
      </w:r>
      <w:r w:rsidR="009229E3">
        <w:rPr>
          <w:rtl/>
        </w:rPr>
        <w:t>)</w:t>
      </w:r>
    </w:p>
    <w:p w:rsidR="001A403D" w:rsidRDefault="001A403D" w:rsidP="00E36567">
      <w:pPr>
        <w:pStyle w:val="libBoldItalic"/>
      </w:pPr>
      <w:r>
        <w:t>He it is Who sent among Ummiyeen (inhabitants of Makkah) a Rasool who is present among them, to recite to them His verses and to purify them, and to teach them the Book and the wisdom, although before they were surely in clear error. (2)</w:t>
      </w:r>
    </w:p>
    <w:p w:rsidR="001A403D" w:rsidRDefault="001A403D" w:rsidP="00E36567">
      <w:pPr>
        <w:pStyle w:val="libNormal"/>
      </w:pPr>
      <w:r>
        <w:t>1-It was asked from Imam Mohammad Taqi asws: O son of Rasool Allah sawaw, why Nabi Akram sawaw is called as Ummi? Said: What people say? Replied: They think that he is called Ummi because he did not know how to write. Then Imam asws said: They tell lie, curse of Allah on them, how it is possible, and Allah says in His decisive Book, “He it is Who sent among Ummiyeen a Rasool who is present among them, to recite to them His verses and to purify them, and to teach them the Book and the wisdom” then how he used to teach them when did not know himself? By Allah, certainly Rasool Allah sawaw could read and write in seventy three languages, and he was called Ummi only because he was inhabitant of Makkah, and Makkah is among Ummahat-ul-Qura (mothers of cities), and this is the saying of Allah, “so that you can warn Ummul Qura and those around it” (Sura al-An’am, v92). (al-Burhan, v8, p6)</w:t>
      </w:r>
    </w:p>
    <w:p w:rsidR="001A403D" w:rsidRDefault="001A403D" w:rsidP="009229E3">
      <w:pPr>
        <w:pStyle w:val="libCenterBold1"/>
      </w:pPr>
      <w:r>
        <w:t>Lesson:</w:t>
      </w:r>
    </w:p>
    <w:p w:rsidR="001A403D" w:rsidRDefault="001A403D" w:rsidP="001A403D">
      <w:pPr>
        <w:pStyle w:val="libNormal"/>
      </w:pPr>
      <w:r>
        <w:t>1-Majoosi Mulla talks nonsense about the knowledge of Masumeen asws that they do not posses the knowledge of Ghaib, lest the secret of his own ignorance &amp; doom should not be exposed, because the enemies of Walayat-e-Ali asws speak Majoosi language in this world and will speak the same in the Hereafter. According to Qawl-e-Masoom asws the language of Hell is the language of Majoos. Therefore one can make Dua in any language in Qanoot except Persian language.</w:t>
      </w:r>
    </w:p>
    <w:p w:rsidR="001A403D" w:rsidRDefault="001A403D" w:rsidP="001A403D">
      <w:pPr>
        <w:pStyle w:val="libNormal"/>
      </w:pPr>
      <w:r>
        <w:t>2-We should make vogue Arabic which is the chosen language of Allah, so education of Deen should be only in Arabic language.</w:t>
      </w:r>
    </w:p>
    <w:p w:rsidR="001A403D" w:rsidRDefault="001A403D" w:rsidP="00385B48">
      <w:pPr>
        <w:pStyle w:val="libAr"/>
      </w:pPr>
      <w:r>
        <w:rPr>
          <w:rFonts w:hint="eastAsia"/>
          <w:rtl/>
        </w:rPr>
        <w:t>ذَ</w:t>
      </w:r>
      <w:r w:rsidR="005B7B9E" w:rsidRPr="005B7B9E">
        <w:rPr>
          <w:rFonts w:hint="cs"/>
          <w:rtl/>
        </w:rPr>
        <w:t>ا</w:t>
      </w:r>
      <w:r>
        <w:rPr>
          <w:rFonts w:hint="eastAsia"/>
          <w:rtl/>
        </w:rPr>
        <w:t>لِكَ</w:t>
      </w:r>
      <w:r>
        <w:rPr>
          <w:rtl/>
        </w:rPr>
        <w:t xml:space="preserve"> فَضۡلُ </w:t>
      </w:r>
      <w:r>
        <w:rPr>
          <w:rFonts w:hint="cs"/>
          <w:rtl/>
        </w:rPr>
        <w:t>ٱ</w:t>
      </w:r>
      <w:r>
        <w:rPr>
          <w:rFonts w:hint="eastAsia"/>
          <w:rtl/>
        </w:rPr>
        <w:t>للَّهِ</w:t>
      </w:r>
      <w:r>
        <w:rPr>
          <w:rtl/>
        </w:rPr>
        <w:t xml:space="preserve"> يُؤۡتِيهِ مَن يَشَآءُ‌ۚ وَ</w:t>
      </w:r>
      <w:r>
        <w:rPr>
          <w:rFonts w:hint="cs"/>
          <w:rtl/>
        </w:rPr>
        <w:t>ٱ</w:t>
      </w:r>
      <w:r>
        <w:rPr>
          <w:rFonts w:hint="eastAsia"/>
          <w:rtl/>
        </w:rPr>
        <w:t>للَّهُ</w:t>
      </w:r>
      <w:r>
        <w:rPr>
          <w:rtl/>
        </w:rPr>
        <w:t xml:space="preserve"> ذُو </w:t>
      </w:r>
      <w:r>
        <w:rPr>
          <w:rFonts w:hint="cs"/>
          <w:rtl/>
        </w:rPr>
        <w:t>ٱ</w:t>
      </w:r>
      <w:r>
        <w:rPr>
          <w:rFonts w:hint="eastAsia"/>
          <w:rtl/>
        </w:rPr>
        <w:t>لۡفَضۡلِ</w:t>
      </w:r>
      <w:r>
        <w:rPr>
          <w:rtl/>
        </w:rPr>
        <w:t xml:space="preserve"> </w:t>
      </w:r>
      <w:r>
        <w:rPr>
          <w:rFonts w:hint="cs"/>
          <w:rtl/>
        </w:rPr>
        <w:t>ٱ</w:t>
      </w:r>
      <w:r>
        <w:rPr>
          <w:rFonts w:hint="eastAsia"/>
          <w:rtl/>
        </w:rPr>
        <w:t>لۡعَظِيمِ</w:t>
      </w:r>
      <w:r>
        <w:rPr>
          <w:rtl/>
        </w:rPr>
        <w:t xml:space="preserve"> (٤</w:t>
      </w:r>
      <w:r w:rsidR="009229E3">
        <w:rPr>
          <w:rtl/>
        </w:rPr>
        <w:t>)</w:t>
      </w:r>
    </w:p>
    <w:p w:rsidR="001A403D" w:rsidRDefault="001A403D" w:rsidP="00E36567">
      <w:pPr>
        <w:pStyle w:val="libBoldItalic"/>
      </w:pPr>
      <w:r>
        <w:t>That is the bounty of Allah, which He gives to whom He wills. And Allah is the possessor of great bounty. (4)</w:t>
      </w:r>
    </w:p>
    <w:p w:rsidR="001A403D" w:rsidRDefault="001A403D" w:rsidP="00E36567">
      <w:pPr>
        <w:pStyle w:val="libNormal"/>
      </w:pPr>
      <w:r>
        <w:t xml:space="preserve">1-Rasool Allah sawaw said: Whenever some people gather to mention Faza’il of Mohammad sawaw and Ali bin Abi Talib asws and their Ahlul Bait asws, then Angels (a.s.) come down from heavens in their honour, when they (Momineen) disperse then Angels (a.s.) rise towards heaven, then (other) Angels (a.s.) say: Certainly we are smelling such perfume from you which we never smelled before, and there isn’t any better perfume than this. Then they answer: We were sitting with those people who were mentioning Faza’il of Mohammad-o-Aal-e-Mohammad asws, so we got their spreading perfume. Then they say: Take us with you as well to go down in that house </w:t>
      </w:r>
      <w:r>
        <w:lastRenderedPageBreak/>
        <w:t>where they are. So they say: But they have dispersed. Then they say: Come down with us in that house, there will be still Tabarruk (blessing) for us in that. (al-Burhan, v8, p8)</w:t>
      </w:r>
    </w:p>
    <w:p w:rsidR="001A403D" w:rsidRDefault="001A403D" w:rsidP="00E36567">
      <w:pPr>
        <w:pStyle w:val="libNormal"/>
      </w:pPr>
      <w:r>
        <w:t>2-Imam Jafar Sadiq asws said: No doubt when the Angels (a.s.) of the world-sky see that when one or two or three people are mentioning the Faza’il of Aal-e-Mohammad asws, they say, “Did you see, how less in number they are, and their enemies are in majority, (even then) they are mentioning Faza’il of Aal-e-Mohammad asws. Then second group says, “That is the bounty of Allah, which He gives to whom He wills. And Allah is the possessor of great bounty” (al-Burhan, v8, p8)</w:t>
      </w:r>
    </w:p>
    <w:p w:rsidR="001A403D" w:rsidRDefault="001A403D" w:rsidP="009229E3">
      <w:pPr>
        <w:pStyle w:val="libCenterBold1"/>
      </w:pPr>
      <w:r>
        <w:t>Lesson:</w:t>
      </w:r>
    </w:p>
    <w:p w:rsidR="001A403D" w:rsidRDefault="001A403D" w:rsidP="001A403D">
      <w:pPr>
        <w:pStyle w:val="libNormal"/>
      </w:pPr>
      <w:r>
        <w:t>1-During Majlis Muqassireen feel suffocated, all the time Faza’il of Ali asws and Walayat of Ali asws. To tell and listen Faza’il of Mohammad-o-Aal-e-Mohammad asws is great bounty &amp; blessing of Allah. Therefore Angels (a.s.) come down in Majalis of Faza’il-e-Ali asws to get Tabarruk. Muqassireen think &amp; suggest that Farooh-e-Deen should be taught in Majalis as well in order to learn how to do Taharat, Wazu, and Ghusl, etc. The answer is, firstly Minber (pulpit) &amp; Majalis are only for Faza’il of Aal-e-Mohammad asws, secondly if anyone sinks in the ocean without Walayat-e-Ali asws even then he cannot be purified, and thirdly basic issues of Deen are to be learned at home. If parents do not know, then they spent life without Taharat, and gave birth to Muqassir as well.</w:t>
      </w:r>
    </w:p>
    <w:p w:rsidR="001A403D" w:rsidRDefault="001A403D" w:rsidP="00385B48">
      <w:pPr>
        <w:pStyle w:val="libAr"/>
      </w:pPr>
      <w:r>
        <w:rPr>
          <w:rFonts w:hint="eastAsia"/>
          <w:rtl/>
        </w:rPr>
        <w:t>مَثَلُ</w:t>
      </w:r>
      <w:r>
        <w:rPr>
          <w:rtl/>
        </w:rPr>
        <w:t xml:space="preserve"> </w:t>
      </w:r>
      <w:r>
        <w:rPr>
          <w:rFonts w:hint="cs"/>
          <w:rtl/>
        </w:rPr>
        <w:t>ٱ</w:t>
      </w:r>
      <w:r>
        <w:rPr>
          <w:rFonts w:hint="eastAsia"/>
          <w:rtl/>
        </w:rPr>
        <w:t>لَّذِينَ</w:t>
      </w:r>
      <w:r>
        <w:rPr>
          <w:rtl/>
        </w:rPr>
        <w:t xml:space="preserve"> حُمِّلُواْ </w:t>
      </w:r>
      <w:r>
        <w:rPr>
          <w:rFonts w:hint="cs"/>
          <w:rtl/>
        </w:rPr>
        <w:t>ٱ</w:t>
      </w:r>
      <w:r>
        <w:rPr>
          <w:rFonts w:hint="eastAsia"/>
          <w:rtl/>
        </w:rPr>
        <w:t>لتَّوۡرَ</w:t>
      </w:r>
      <w:r>
        <w:rPr>
          <w:rFonts w:hint="cs"/>
          <w:rtl/>
        </w:rPr>
        <w:t>ٮٰ</w:t>
      </w:r>
      <w:r>
        <w:rPr>
          <w:rFonts w:hint="eastAsia"/>
          <w:rtl/>
        </w:rPr>
        <w:t>ةَ</w:t>
      </w:r>
      <w:r>
        <w:rPr>
          <w:rtl/>
        </w:rPr>
        <w:t xml:space="preserve"> ثُمَّ لَمۡ يَحۡمِلُوهَا كَمَثَلِ </w:t>
      </w:r>
      <w:r>
        <w:rPr>
          <w:rFonts w:hint="cs"/>
          <w:rtl/>
        </w:rPr>
        <w:t>ٱ</w:t>
      </w:r>
      <w:r>
        <w:rPr>
          <w:rFonts w:hint="eastAsia"/>
          <w:rtl/>
        </w:rPr>
        <w:t>لۡحِمَارِ</w:t>
      </w:r>
      <w:r>
        <w:rPr>
          <w:rtl/>
        </w:rPr>
        <w:t xml:space="preserve"> يَحۡمِلُ أَسۡفَارَۢا‌ۚ بِئۡسَ مَثَلُ </w:t>
      </w:r>
      <w:r>
        <w:rPr>
          <w:rFonts w:hint="cs"/>
          <w:rtl/>
        </w:rPr>
        <w:t>ٱ</w:t>
      </w:r>
      <w:r>
        <w:rPr>
          <w:rFonts w:hint="eastAsia"/>
          <w:rtl/>
        </w:rPr>
        <w:t>لۡقَوۡمِ</w:t>
      </w:r>
      <w:r>
        <w:rPr>
          <w:rtl/>
        </w:rPr>
        <w:t xml:space="preserve"> </w:t>
      </w:r>
      <w:r>
        <w:rPr>
          <w:rFonts w:hint="cs"/>
          <w:rtl/>
        </w:rPr>
        <w:t>ٱ</w:t>
      </w:r>
      <w:r>
        <w:rPr>
          <w:rFonts w:hint="eastAsia"/>
          <w:rtl/>
        </w:rPr>
        <w:t>لَّذِينَ</w:t>
      </w:r>
      <w:r>
        <w:rPr>
          <w:rtl/>
        </w:rPr>
        <w:t xml:space="preserve"> كَذَّبُواْ بِـَٔايَـٰتِ </w:t>
      </w:r>
      <w:r>
        <w:rPr>
          <w:rFonts w:hint="cs"/>
          <w:rtl/>
        </w:rPr>
        <w:t>ٱ</w:t>
      </w:r>
      <w:r>
        <w:rPr>
          <w:rFonts w:hint="eastAsia"/>
          <w:rtl/>
        </w:rPr>
        <w:t>للَّهِ‌ۚ</w:t>
      </w:r>
      <w:r>
        <w:rPr>
          <w:rtl/>
        </w:rPr>
        <w:t xml:space="preserve"> وَ</w:t>
      </w:r>
      <w:r>
        <w:rPr>
          <w:rFonts w:hint="cs"/>
          <w:rtl/>
        </w:rPr>
        <w:t>ٱ</w:t>
      </w:r>
      <w:r>
        <w:rPr>
          <w:rFonts w:hint="eastAsia"/>
          <w:rtl/>
        </w:rPr>
        <w:t>للَّهُ</w:t>
      </w:r>
      <w:r>
        <w:rPr>
          <w:rtl/>
        </w:rPr>
        <w:t xml:space="preserve"> لَا يَ</w:t>
      </w:r>
      <w:r w:rsidR="001E6BAB" w:rsidRPr="001E6BAB">
        <w:rPr>
          <w:rFonts w:hint="cs"/>
          <w:rtl/>
        </w:rPr>
        <w:t>ه</w:t>
      </w:r>
      <w:r w:rsidRPr="00595365">
        <w:rPr>
          <w:rFonts w:hint="cs"/>
          <w:rtl/>
        </w:rPr>
        <w:t xml:space="preserve">ۡدِى </w:t>
      </w:r>
      <w:r>
        <w:rPr>
          <w:rFonts w:hint="cs"/>
          <w:rtl/>
        </w:rPr>
        <w:t>ٱ</w:t>
      </w:r>
      <w:r>
        <w:rPr>
          <w:rFonts w:hint="eastAsia"/>
          <w:rtl/>
        </w:rPr>
        <w:t>لۡقَوۡمَ</w:t>
      </w:r>
      <w:r>
        <w:rPr>
          <w:rtl/>
        </w:rPr>
        <w:t xml:space="preserve"> </w:t>
      </w:r>
      <w:r>
        <w:rPr>
          <w:rFonts w:hint="cs"/>
          <w:rtl/>
        </w:rPr>
        <w:t>ٱ</w:t>
      </w:r>
      <w:r>
        <w:rPr>
          <w:rFonts w:hint="eastAsia"/>
          <w:rtl/>
        </w:rPr>
        <w:t>لظَّـٰلِمِينَ</w:t>
      </w:r>
      <w:r>
        <w:rPr>
          <w:rtl/>
        </w:rPr>
        <w:t xml:space="preserve"> (٥</w:t>
      </w:r>
      <w:r w:rsidR="009229E3">
        <w:rPr>
          <w:rtl/>
        </w:rPr>
        <w:t>)</w:t>
      </w:r>
      <w:r>
        <w:rPr>
          <w:rtl/>
        </w:rPr>
        <w:t xml:space="preserve"> قُلۡ يَـٰٓأَيُّ</w:t>
      </w:r>
      <w:r w:rsidR="001E6BAB" w:rsidRPr="001E6BAB">
        <w:rPr>
          <w:rFonts w:hint="cs"/>
          <w:rtl/>
        </w:rPr>
        <w:t>ه</w:t>
      </w:r>
      <w:r w:rsidRPr="00595365">
        <w:rPr>
          <w:rFonts w:hint="cs"/>
          <w:rtl/>
        </w:rPr>
        <w:t xml:space="preserve">ا </w:t>
      </w:r>
      <w:r>
        <w:rPr>
          <w:rFonts w:hint="cs"/>
          <w:rtl/>
        </w:rPr>
        <w:t>ٱ</w:t>
      </w:r>
      <w:r>
        <w:rPr>
          <w:rFonts w:hint="eastAsia"/>
          <w:rtl/>
        </w:rPr>
        <w:t>لَّذِينَ</w:t>
      </w:r>
      <w:r>
        <w:rPr>
          <w:rtl/>
        </w:rPr>
        <w:t xml:space="preserve"> هَادُوٓاْ إِن زَعَمۡتُمۡ أَنَّكُمۡ أَوۡلِيَآءُ لِلَّهِ مِن دُونِ </w:t>
      </w:r>
      <w:r>
        <w:rPr>
          <w:rFonts w:hint="cs"/>
          <w:rtl/>
        </w:rPr>
        <w:t>ٱ</w:t>
      </w:r>
      <w:r>
        <w:rPr>
          <w:rFonts w:hint="eastAsia"/>
          <w:rtl/>
        </w:rPr>
        <w:t>لنَّاسِ</w:t>
      </w:r>
      <w:r>
        <w:rPr>
          <w:rtl/>
        </w:rPr>
        <w:t xml:space="preserve"> فَتَمَنَّوُاْ </w:t>
      </w:r>
      <w:r>
        <w:rPr>
          <w:rFonts w:hint="cs"/>
          <w:rtl/>
        </w:rPr>
        <w:t>ٱ</w:t>
      </w:r>
      <w:r>
        <w:rPr>
          <w:rFonts w:hint="eastAsia"/>
          <w:rtl/>
        </w:rPr>
        <w:t>لۡمَوۡتَ</w:t>
      </w:r>
      <w:r>
        <w:rPr>
          <w:rtl/>
        </w:rPr>
        <w:t xml:space="preserve"> إِن كُنتُمۡ صَـٰدِقِينَ (٦</w:t>
      </w:r>
      <w:r w:rsidR="009229E3">
        <w:rPr>
          <w:rtl/>
        </w:rPr>
        <w:t>)</w:t>
      </w:r>
    </w:p>
    <w:p w:rsidR="001A403D" w:rsidRDefault="001A403D" w:rsidP="00E36567">
      <w:pPr>
        <w:pStyle w:val="libBoldItalic"/>
      </w:pPr>
      <w:r>
        <w:t>The example of those who were entrusted with Taurat, but they could not bear it, is like the example of the donkey who carries books. Wretched is the example of the nation who deny Ayaat of Allah. And Allah does not guide the unjust nation. (5) Say: O you who are Jews! If you claim that you are Aoliya of Allah apart from (other) people, then wish for death if you are truthful. (6)</w:t>
      </w:r>
    </w:p>
    <w:p w:rsidR="001A403D" w:rsidRDefault="001A403D" w:rsidP="00E36567">
      <w:pPr>
        <w:pStyle w:val="libNormal"/>
      </w:pPr>
      <w:r>
        <w:t>1-Imam Jafar Sadiq asws said: Then presented example of Bani Israel and said, “The example of those who were entrusted with Taurat, but they could not bear it, is like the example of the donkey who carries books” means donkey carries books but does not know what is in them and nor acts on them. Similarly Bani Israel bore load like donkey that they did not know what is in it, and nor they were acting on it. Allah Ta’ala says, “O you who are Jews! If you claim that you are Aoliya of Allah apart from (other) people, then wish for death if you are truthful” it is written in Taurat that Aoliya of Allah wish for death. (al-Burhan, v8, p9)</w:t>
      </w:r>
    </w:p>
    <w:p w:rsidR="001A403D" w:rsidRDefault="001A403D" w:rsidP="009229E3">
      <w:pPr>
        <w:pStyle w:val="libCenterBold1"/>
      </w:pPr>
      <w:r>
        <w:t>Lesson:</w:t>
      </w:r>
    </w:p>
    <w:p w:rsidR="001A403D" w:rsidRDefault="001A403D" w:rsidP="001A403D">
      <w:pPr>
        <w:pStyle w:val="libNormal"/>
      </w:pPr>
      <w:r>
        <w:t xml:space="preserve">1-The example of Majoosi Muqassireen is like donkey, who carry the load of Quran &amp; Hadees but do not know what is written in them. After many centuries they came to know that only five hundred verses are about </w:t>
      </w:r>
      <w:r>
        <w:lastRenderedPageBreak/>
        <w:t>Shariah. But hundreds of verses which are about Walayat-e-Ali asws which are foundation of Deen &amp; Shariah, these Muqassir Donkeys run away from them like wild donkey runs away from Asadullah (as mentioned in Surah Mudassir, v49-51) and these donkeys do not act on Walayat-e-Ali asws which is made obligatory in Quran &amp; Hadees. But when Allah will disfigure them as donkeys and give them painful punishment by closing them in Box of Fire in Hell then they will bray loudly “denchu denchu” and will disturb the other companions of the Hell.</w:t>
      </w:r>
    </w:p>
    <w:p w:rsidR="00595365" w:rsidRDefault="001A403D" w:rsidP="001A403D">
      <w:pPr>
        <w:pStyle w:val="libNormal"/>
      </w:pPr>
      <w:r>
        <w:t>These misguided unjust Muqassireen who have become Jews by opposing Walayat-e-Ali asws, and raise the flag of their own Walayat in competition with Walayat of Maola Ali asws, if they are really appointed by Allah on the designation of Walayat and they have the status of Ayatullah al-Uzma, then they should do Mubahila with Momineen, and invoke death for that who is liar. By the Grace of Allah, Shias of Maola Ali asws are ready for Mubahila.</w:t>
      </w:r>
    </w:p>
    <w:p w:rsidR="001A403D" w:rsidRDefault="001A403D" w:rsidP="00385B48">
      <w:pPr>
        <w:pStyle w:val="libAr"/>
      </w:pPr>
      <w:r>
        <w:rPr>
          <w:rFonts w:hint="eastAsia"/>
          <w:rtl/>
        </w:rPr>
        <w:t>يَـٰٓأَيُّ</w:t>
      </w:r>
      <w:r w:rsidR="001E6BAB" w:rsidRPr="001E6BAB">
        <w:rPr>
          <w:rFonts w:hint="cs"/>
          <w:rtl/>
        </w:rPr>
        <w:t>ه</w:t>
      </w:r>
      <w:r w:rsidRPr="00595365">
        <w:rPr>
          <w:rFonts w:hint="cs"/>
          <w:rtl/>
        </w:rPr>
        <w:t>ا</w:t>
      </w:r>
      <w:r>
        <w:rPr>
          <w:rtl/>
        </w:rPr>
        <w:t xml:space="preserve"> </w:t>
      </w:r>
      <w:r>
        <w:rPr>
          <w:rFonts w:hint="cs"/>
          <w:rtl/>
        </w:rPr>
        <w:t>ٱ</w:t>
      </w:r>
      <w:r>
        <w:rPr>
          <w:rFonts w:hint="eastAsia"/>
          <w:rtl/>
        </w:rPr>
        <w:t>لَّذِينَ</w:t>
      </w:r>
      <w:r>
        <w:rPr>
          <w:rtl/>
        </w:rPr>
        <w:t xml:space="preserve"> ءَامَنُوٓاْ إِذَا نُودِىَ لِلصَّلَوٰةِ مِن يَوۡمِ </w:t>
      </w:r>
      <w:r>
        <w:rPr>
          <w:rFonts w:hint="cs"/>
          <w:rtl/>
        </w:rPr>
        <w:t>ٱ</w:t>
      </w:r>
      <w:r>
        <w:rPr>
          <w:rFonts w:hint="eastAsia"/>
          <w:rtl/>
        </w:rPr>
        <w:t>لۡجُمُعَةِ</w:t>
      </w:r>
      <w:r>
        <w:rPr>
          <w:rtl/>
        </w:rPr>
        <w:t xml:space="preserve"> فَ</w:t>
      </w:r>
      <w:r>
        <w:rPr>
          <w:rFonts w:hint="cs"/>
          <w:rtl/>
        </w:rPr>
        <w:t>ٱ</w:t>
      </w:r>
      <w:r>
        <w:rPr>
          <w:rFonts w:hint="eastAsia"/>
          <w:rtl/>
        </w:rPr>
        <w:t>سۡعَوۡاْ</w:t>
      </w:r>
      <w:r>
        <w:rPr>
          <w:rtl/>
        </w:rPr>
        <w:t xml:space="preserve"> إِلَىٰ ذِكۡرِ </w:t>
      </w:r>
      <w:r>
        <w:rPr>
          <w:rFonts w:hint="cs"/>
          <w:rtl/>
        </w:rPr>
        <w:t>ٱ</w:t>
      </w:r>
      <w:r>
        <w:rPr>
          <w:rFonts w:hint="eastAsia"/>
          <w:rtl/>
        </w:rPr>
        <w:t>للَّهِ</w:t>
      </w:r>
      <w:r>
        <w:rPr>
          <w:rtl/>
        </w:rPr>
        <w:t xml:space="preserve"> وَذَرُواْ </w:t>
      </w:r>
      <w:r>
        <w:rPr>
          <w:rFonts w:hint="cs"/>
          <w:rtl/>
        </w:rPr>
        <w:t>ٱ</w:t>
      </w:r>
      <w:r>
        <w:rPr>
          <w:rFonts w:hint="eastAsia"/>
          <w:rtl/>
        </w:rPr>
        <w:t>لۡبَيۡعَ‌ۚ</w:t>
      </w:r>
      <w:r>
        <w:rPr>
          <w:rtl/>
        </w:rPr>
        <w:t xml:space="preserve"> ذَ</w:t>
      </w:r>
      <w:r w:rsidR="005B7B9E" w:rsidRPr="005B7B9E">
        <w:rPr>
          <w:rFonts w:hint="cs"/>
          <w:rtl/>
        </w:rPr>
        <w:t>ا</w:t>
      </w:r>
      <w:r>
        <w:rPr>
          <w:rFonts w:hint="eastAsia"/>
          <w:rtl/>
        </w:rPr>
        <w:t>لِكُمۡ</w:t>
      </w:r>
      <w:r>
        <w:rPr>
          <w:rtl/>
        </w:rPr>
        <w:t xml:space="preserve"> خَيۡرٌ۬ لَّكُمۡ إِن كُنتُمۡ تَعۡلَمُونَ (٩</w:t>
      </w:r>
      <w:r w:rsidR="009229E3">
        <w:rPr>
          <w:rtl/>
        </w:rPr>
        <w:t>)</w:t>
      </w:r>
      <w:r>
        <w:rPr>
          <w:rtl/>
        </w:rPr>
        <w:t xml:space="preserve"> فَإِذَا قُضِيَتِ </w:t>
      </w:r>
      <w:r>
        <w:rPr>
          <w:rFonts w:hint="cs"/>
          <w:rtl/>
        </w:rPr>
        <w:t>ٱ</w:t>
      </w:r>
      <w:r>
        <w:rPr>
          <w:rFonts w:hint="eastAsia"/>
          <w:rtl/>
        </w:rPr>
        <w:t>لصَّلَوٰةُ</w:t>
      </w:r>
      <w:r>
        <w:rPr>
          <w:rtl/>
        </w:rPr>
        <w:t xml:space="preserve"> فَ</w:t>
      </w:r>
      <w:r>
        <w:rPr>
          <w:rFonts w:hint="cs"/>
          <w:rtl/>
        </w:rPr>
        <w:t>ٱ</w:t>
      </w:r>
      <w:r>
        <w:rPr>
          <w:rFonts w:hint="eastAsia"/>
          <w:rtl/>
        </w:rPr>
        <w:t>نتَشِرُواْ</w:t>
      </w:r>
      <w:r>
        <w:rPr>
          <w:rtl/>
        </w:rPr>
        <w:t xml:space="preserve"> فِى </w:t>
      </w:r>
      <w:r>
        <w:rPr>
          <w:rFonts w:hint="cs"/>
          <w:rtl/>
        </w:rPr>
        <w:t>ٱ</w:t>
      </w:r>
      <w:r>
        <w:rPr>
          <w:rFonts w:hint="eastAsia"/>
          <w:rtl/>
        </w:rPr>
        <w:t>لۡأَرۡضِ</w:t>
      </w:r>
      <w:r>
        <w:rPr>
          <w:rtl/>
        </w:rPr>
        <w:t xml:space="preserve"> وَ</w:t>
      </w:r>
      <w:r>
        <w:rPr>
          <w:rFonts w:hint="cs"/>
          <w:rtl/>
        </w:rPr>
        <w:t>ٱ</w:t>
      </w:r>
      <w:r>
        <w:rPr>
          <w:rtl/>
        </w:rPr>
        <w:t xml:space="preserve">بۡتَغُواْ مِن فَضۡلِ </w:t>
      </w:r>
      <w:r>
        <w:rPr>
          <w:rFonts w:hint="cs"/>
          <w:rtl/>
        </w:rPr>
        <w:t>ٱ</w:t>
      </w:r>
      <w:r>
        <w:rPr>
          <w:rFonts w:hint="eastAsia"/>
          <w:rtl/>
        </w:rPr>
        <w:t>للَّهِ</w:t>
      </w:r>
      <w:r>
        <w:rPr>
          <w:rtl/>
        </w:rPr>
        <w:t xml:space="preserve"> وَ</w:t>
      </w:r>
      <w:r>
        <w:rPr>
          <w:rFonts w:hint="cs"/>
          <w:rtl/>
        </w:rPr>
        <w:t>ٱ</w:t>
      </w:r>
      <w:r>
        <w:rPr>
          <w:rFonts w:hint="eastAsia"/>
          <w:rtl/>
        </w:rPr>
        <w:t>ذۡكُرُواْ</w:t>
      </w:r>
      <w:r>
        <w:rPr>
          <w:rtl/>
        </w:rPr>
        <w:t xml:space="preserve"> </w:t>
      </w:r>
      <w:r>
        <w:rPr>
          <w:rFonts w:hint="cs"/>
          <w:rtl/>
        </w:rPr>
        <w:t>ٱ</w:t>
      </w:r>
      <w:r>
        <w:rPr>
          <w:rFonts w:hint="eastAsia"/>
          <w:rtl/>
        </w:rPr>
        <w:t>للَّهَ</w:t>
      </w:r>
      <w:r>
        <w:rPr>
          <w:rtl/>
        </w:rPr>
        <w:t xml:space="preserve"> كَثِيرً۬ا لَّعَلَّكُمۡ تُفۡلِحُونَ (١٠</w:t>
      </w:r>
      <w:r w:rsidR="009229E3">
        <w:rPr>
          <w:rtl/>
        </w:rPr>
        <w:t>)</w:t>
      </w:r>
      <w:r>
        <w:rPr>
          <w:rtl/>
        </w:rPr>
        <w:t xml:space="preserve"> وَإِذَا رَأَوۡاْ تِجَـٰرَةً أَوۡ لَهۡوًا </w:t>
      </w:r>
      <w:r>
        <w:rPr>
          <w:rFonts w:hint="cs"/>
          <w:rtl/>
        </w:rPr>
        <w:t>ٱ</w:t>
      </w:r>
      <w:r>
        <w:rPr>
          <w:rFonts w:hint="eastAsia"/>
          <w:rtl/>
        </w:rPr>
        <w:t>نفَضُّوٓاْ</w:t>
      </w:r>
      <w:r>
        <w:rPr>
          <w:rtl/>
        </w:rPr>
        <w:t xml:space="preserve"> إِلَيۡ</w:t>
      </w:r>
      <w:r w:rsidR="001E6BAB" w:rsidRPr="001E6BAB">
        <w:rPr>
          <w:rFonts w:hint="cs"/>
          <w:rtl/>
        </w:rPr>
        <w:t>ه</w:t>
      </w:r>
      <w:r w:rsidRPr="00595365">
        <w:rPr>
          <w:rFonts w:hint="cs"/>
          <w:rtl/>
        </w:rPr>
        <w:t>ا وَتَرَكُوكَ قَآ</w:t>
      </w:r>
      <w:r>
        <w:rPr>
          <w:rFonts w:hint="cs"/>
          <w:rtl/>
        </w:rPr>
        <w:t>ٮِٕ</w:t>
      </w:r>
      <w:r>
        <w:rPr>
          <w:rFonts w:hint="eastAsia"/>
          <w:rtl/>
        </w:rPr>
        <w:t>مً۬ا‌ۚ</w:t>
      </w:r>
      <w:r>
        <w:rPr>
          <w:rtl/>
        </w:rPr>
        <w:t xml:space="preserve"> قُلۡ مَا عِندَ </w:t>
      </w:r>
      <w:r>
        <w:rPr>
          <w:rFonts w:hint="cs"/>
          <w:rtl/>
        </w:rPr>
        <w:t>ٱ</w:t>
      </w:r>
      <w:r>
        <w:rPr>
          <w:rFonts w:hint="eastAsia"/>
          <w:rtl/>
        </w:rPr>
        <w:t>للَّهِ</w:t>
      </w:r>
      <w:r>
        <w:rPr>
          <w:rtl/>
        </w:rPr>
        <w:t xml:space="preserve"> خَيۡرٌ۬ مِّنَ </w:t>
      </w:r>
      <w:r>
        <w:rPr>
          <w:rFonts w:hint="cs"/>
          <w:rtl/>
        </w:rPr>
        <w:t>ٱ</w:t>
      </w:r>
      <w:r>
        <w:rPr>
          <w:rFonts w:hint="eastAsia"/>
          <w:rtl/>
        </w:rPr>
        <w:t>للَّهۡوِ</w:t>
      </w:r>
      <w:r>
        <w:rPr>
          <w:rtl/>
        </w:rPr>
        <w:t xml:space="preserve"> وَمِنَ </w:t>
      </w:r>
      <w:r>
        <w:rPr>
          <w:rFonts w:hint="cs"/>
          <w:rtl/>
        </w:rPr>
        <w:t>ٱ</w:t>
      </w:r>
      <w:r>
        <w:rPr>
          <w:rFonts w:hint="eastAsia"/>
          <w:rtl/>
        </w:rPr>
        <w:t>لتِّجَـٰرَةِ‌ۚ</w:t>
      </w:r>
      <w:r>
        <w:rPr>
          <w:rtl/>
        </w:rPr>
        <w:t xml:space="preserve"> وَ</w:t>
      </w:r>
      <w:r>
        <w:rPr>
          <w:rFonts w:hint="cs"/>
          <w:rtl/>
        </w:rPr>
        <w:t>ٱ</w:t>
      </w:r>
      <w:r>
        <w:rPr>
          <w:rFonts w:hint="eastAsia"/>
          <w:rtl/>
        </w:rPr>
        <w:t>للَّهُ</w:t>
      </w:r>
      <w:r>
        <w:rPr>
          <w:rtl/>
        </w:rPr>
        <w:t xml:space="preserve"> خَيۡرُ </w:t>
      </w:r>
      <w:r>
        <w:rPr>
          <w:rFonts w:hint="cs"/>
          <w:rtl/>
        </w:rPr>
        <w:t>ٱ</w:t>
      </w:r>
      <w:r>
        <w:rPr>
          <w:rFonts w:hint="eastAsia"/>
          <w:rtl/>
        </w:rPr>
        <w:t>لرَّ</w:t>
      </w:r>
      <w:r w:rsidR="005B7B9E" w:rsidRPr="005B7B9E">
        <w:rPr>
          <w:rFonts w:hint="cs"/>
          <w:rtl/>
        </w:rPr>
        <w:t>ا</w:t>
      </w:r>
      <w:r>
        <w:rPr>
          <w:rFonts w:hint="eastAsia"/>
          <w:rtl/>
        </w:rPr>
        <w:t>زِقِينَ</w:t>
      </w:r>
      <w:r>
        <w:rPr>
          <w:rtl/>
        </w:rPr>
        <w:t xml:space="preserve"> (١١</w:t>
      </w:r>
      <w:r w:rsidR="009229E3">
        <w:rPr>
          <w:rtl/>
        </w:rPr>
        <w:t>)</w:t>
      </w:r>
    </w:p>
    <w:p w:rsidR="001A403D" w:rsidRDefault="001A403D" w:rsidP="00E36567">
      <w:pPr>
        <w:pStyle w:val="libBoldItalic"/>
      </w:pPr>
      <w:r>
        <w:t>O you who believe! When the call is given for the Salaah of the day of Jum’ah (congregation), then haste to Zikr of Allah and leave trading. That is better for you if you only know. (9) So when the Salaah is concluded, then disperse on the earth and seek of Allah's bounty, and do Zikr of Allah much, that you may be successful. (10) And when they saw some merchandise or (useless) entertainment, they ran away to it and left you standing (in Qiyam). Say: That which Allah has is better than entertainment and than merchandise, and Allah is the best of providers. (11)</w:t>
      </w:r>
    </w:p>
    <w:p w:rsidR="001A403D" w:rsidRDefault="001A403D" w:rsidP="00E36567">
      <w:pPr>
        <w:pStyle w:val="libNormal"/>
      </w:pPr>
      <w:r>
        <w:t>1-It was asked from Imam Mohammad Baqir asws: How Jum’ah was called Jum’ah? Said: No doubt, on that day Allah Azza wa Jalla gathered His creations to take the covenant of Walayat of Mohammad sawaw and his Wasi asws, then gave it name the day of Jum’ah because gathered His creations on that (day). (al-Burhan, v8, p11)</w:t>
      </w:r>
    </w:p>
    <w:p w:rsidR="001A403D" w:rsidRDefault="001A403D" w:rsidP="00E36567">
      <w:pPr>
        <w:pStyle w:val="libNormal"/>
      </w:pPr>
      <w:r>
        <w:t xml:space="preserve">2-Imam Mohammad Baqir asws said: Allah called Jum’ah because Allah Azza wa Jalla gathered all the first ones and the last ones on that day and all the jinns and humans which Allah has created, and everything which our Rabb has created, and all skies and earths and oceans and Paradise and Hell and everything which Allah has created, to take covenant. Then took covenant from them of Lordship and Nabuwat of Mohammad sawaw and Walayat of Ali asws, and that day Allah said to the heavens and the earth, “Come willingly or unwillingly. Both said: We come obediently.” (Sura Fussilat, v11) So Allah gave that day name of Jum’ah that He gathered the first ones and the last ones on that. Then Allah Azza wa Jalla said, “O you who believe! When the call is given for Salaah from the day of Jum’ah” means from your that day on which you were gathered, and Salaah is </w:t>
      </w:r>
      <w:r>
        <w:lastRenderedPageBreak/>
        <w:t>Amirul Momineen asws, it means Salaah of Walayat and this is the Walayat al-Kubra. So on that day Messengers (a.s.) and Prophets (a.s.) and Angels (a.s.) and everything which Allah has created and Saqalan: jinns and humans and all skies and earths and Momineen came saying “Lab’baik” to Allah Azza wa Jalla. “So haste to Zikrullah” and Zikrullah is Amirul Momineen asws, “and leave trading” means (leave) opponents of Ali asws, “and that is better for you” means allegiance &amp; Walayat of Amirul Momineen asws than allegiance &amp; Walayat of opponent of Ali asws, “if you only know. So when Salaah is concluded” means allegiance to Amirul Momineen asws, “then disperse on the earth</w:t>
      </w:r>
      <w:r>
        <w:rPr>
          <w:rFonts w:hint="eastAsia"/>
        </w:rPr>
        <w:t>”</w:t>
      </w:r>
      <w:r>
        <w:t xml:space="preserve"> means earth of Aosiya asws, Allah has commanded their obedience and Walayat just as commanded obedience of Rasool sawaw and obedience of Amirul Momineen asws. Allah has meant their (asws) names by calling them ‘earth’, “and seek from Fazal of Allah” which is bestowed upon Aosiya asws, “and do Zikr of Allah often, so that you may be successful.” Then on that place Allah Azza wa Jalla says addressing to Mohammad sawaw: Ya Mohammad sawaw “when you see trading and amusement” means doubting &amp; opposing opponents of Walayat (then break away from them), “and they leave you” together with Ali asws, “in Qiyam, say” Ya Mohammad sawaw, “What Allah has” Walayat of Ali asws and Aosiya asws, “is better than amusement and trading” means allegiance of opponents of Walayat-e-Ali asws, “and Allah is the best of providers” (al-Burhan, v8, p12)</w:t>
      </w:r>
    </w:p>
    <w:p w:rsidR="001A403D" w:rsidRDefault="001A403D" w:rsidP="009229E3">
      <w:pPr>
        <w:pStyle w:val="libCenterBold1"/>
      </w:pPr>
      <w:r>
        <w:t>Lesson:</w:t>
      </w:r>
    </w:p>
    <w:p w:rsidR="001A403D" w:rsidRDefault="001A403D" w:rsidP="001A403D">
      <w:pPr>
        <w:pStyle w:val="libNormal"/>
      </w:pPr>
      <w:r>
        <w:t>1-Rasool Allah sawaw was leading Jum’ah Salaah, and Dehya Kalbi arrived from Shaam with items of trade, and drums were beaten &amp; trumpets were played to attract people, so all Muslims ran away leaving Salaah, except Imam Ali asws, Imam Hassan asws, Imam Hussain asws, Syyeda Fatima asws, Salman, Abu Zarr, Miqdad, and Sohaib. Rasool Allah sawas said: No doubt Allah has seen my Masjid on the day of Jum’ah, if these eight people who are sitting in my Masjid were not there, then Allah would have burned the city along with its inhabitants, punishment of stones would have occurred like the nation of Loot (a.s.). And it is revealed about those who are left in the Masjid, “merchandise does not distract them” (Sura Noor, v37).</w:t>
      </w:r>
    </w:p>
    <w:p w:rsidR="001A403D" w:rsidRDefault="001A403D" w:rsidP="001A403D">
      <w:pPr>
        <w:pStyle w:val="libNormal"/>
      </w:pPr>
      <w:r>
        <w:t>2-Imam Jafar Sadiq asws has closed all paths of escape for Muqassireen, what other explanation one needs than this that from Azal Salaah means Amirul Momineen asws &amp; testimony of Walayat-e-Ali asws, then to seek Fazal of Allah for the sake of Walayat of all holy Imams asws to become successful.</w:t>
      </w:r>
    </w:p>
    <w:p w:rsidR="001A403D" w:rsidRDefault="001A403D" w:rsidP="001A403D">
      <w:pPr>
        <w:pStyle w:val="libNormal"/>
      </w:pPr>
      <w:r>
        <w:t>3-Those ignorant who are leaving real Salaah (Walayat-e-Ali asws), and they are attracted toward the entertainment (drama of Taqleed) of Majoosi Mulla, they are worthy of punishment of fire and stones, but they are being spared due to minority of Momineen who are establishing Salaah of Walayat-e-Ali asws, and in fact they are being reprieved until the Qiyam of Qaim asws.</w:t>
      </w:r>
    </w:p>
    <w:p w:rsidR="001A403D" w:rsidRDefault="001A403D" w:rsidP="001A403D">
      <w:pPr>
        <w:pStyle w:val="libNormal"/>
      </w:pPr>
      <w:r>
        <w:t xml:space="preserve">4-The call from the day of Jum’ah, Azaan, Salaah, and Zikrullah all these are invitation towards the testimony of Walayat-e-Ali asws, and then on the </w:t>
      </w:r>
      <w:r>
        <w:lastRenderedPageBreak/>
        <w:t>day of Zahoor of Qaim asws invitation to Walayat-e-Ali asws will be given, then Momineen will haste (run) toward Zikrulllah i.e. Imam Qaim asws.</w:t>
      </w:r>
    </w:p>
    <w:p w:rsidR="00EB2345" w:rsidRDefault="00EB2345" w:rsidP="00FC02E7">
      <w:pPr>
        <w:pStyle w:val="libNormal"/>
        <w:rPr>
          <w:rtl/>
        </w:rPr>
      </w:pPr>
      <w:r>
        <w:rPr>
          <w:rFonts w:hint="eastAsia"/>
        </w:rPr>
        <w:br w:type="page"/>
      </w:r>
    </w:p>
    <w:p w:rsidR="001A403D" w:rsidRDefault="00EB2345" w:rsidP="00EB2345">
      <w:pPr>
        <w:pStyle w:val="Heading1Center"/>
      </w:pPr>
      <w:bookmarkStart w:id="60" w:name="_Toc449789453"/>
      <w:r>
        <w:rPr>
          <w:rFonts w:hint="eastAsia"/>
          <w:rtl/>
        </w:rPr>
        <w:lastRenderedPageBreak/>
        <w:t>سُوۡرَةُ</w:t>
      </w:r>
      <w:r>
        <w:rPr>
          <w:rtl/>
        </w:rPr>
        <w:t xml:space="preserve"> </w:t>
      </w:r>
      <w:r w:rsidR="001A403D">
        <w:rPr>
          <w:rtl/>
        </w:rPr>
        <w:t>المنَافِقون</w:t>
      </w:r>
      <w:bookmarkEnd w:id="60"/>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إِذَا</w:t>
      </w:r>
      <w:r>
        <w:rPr>
          <w:rtl/>
        </w:rPr>
        <w:t xml:space="preserve"> جَآءَكَ </w:t>
      </w:r>
      <w:r>
        <w:rPr>
          <w:rFonts w:hint="cs"/>
          <w:rtl/>
        </w:rPr>
        <w:t>ٱ</w:t>
      </w:r>
      <w:r>
        <w:rPr>
          <w:rFonts w:hint="eastAsia"/>
          <w:rtl/>
        </w:rPr>
        <w:t>لۡمُنَـٰفِقُونَ</w:t>
      </w:r>
      <w:r>
        <w:rPr>
          <w:rtl/>
        </w:rPr>
        <w:t xml:space="preserve"> قَالُواْ نَشۡ</w:t>
      </w:r>
      <w:r w:rsidR="001E6BAB" w:rsidRPr="001E6BAB">
        <w:rPr>
          <w:rFonts w:hint="cs"/>
          <w:rtl/>
        </w:rPr>
        <w:t>ه</w:t>
      </w:r>
      <w:r w:rsidRPr="00595365">
        <w:rPr>
          <w:rFonts w:hint="cs"/>
          <w:rtl/>
        </w:rPr>
        <w:t xml:space="preserve">دُ إِنَّكَ لَرَسُولُ </w:t>
      </w:r>
      <w:r>
        <w:rPr>
          <w:rFonts w:hint="cs"/>
          <w:rtl/>
        </w:rPr>
        <w:t>ٱ</w:t>
      </w:r>
      <w:r>
        <w:rPr>
          <w:rFonts w:hint="eastAsia"/>
          <w:rtl/>
        </w:rPr>
        <w:t>للَّهِ‌ۗ</w:t>
      </w:r>
      <w:r>
        <w:rPr>
          <w:rtl/>
        </w:rPr>
        <w:t xml:space="preserve"> وَ</w:t>
      </w:r>
      <w:r>
        <w:rPr>
          <w:rFonts w:hint="cs"/>
          <w:rtl/>
        </w:rPr>
        <w:t>ٱ</w:t>
      </w:r>
      <w:r>
        <w:rPr>
          <w:rFonts w:hint="eastAsia"/>
          <w:rtl/>
        </w:rPr>
        <w:t>للَّهُ</w:t>
      </w:r>
      <w:r>
        <w:rPr>
          <w:rtl/>
        </w:rPr>
        <w:t xml:space="preserve"> يَعۡلَمُ إِنَّكَ لَرَسُولُهُ </w:t>
      </w:r>
      <w:r>
        <w:rPr>
          <w:rFonts w:hint="cs"/>
          <w:rtl/>
        </w:rPr>
        <w:t>ۥ</w:t>
      </w:r>
      <w:r>
        <w:rPr>
          <w:rtl/>
        </w:rPr>
        <w:t xml:space="preserve"> وَ</w:t>
      </w:r>
      <w:r>
        <w:rPr>
          <w:rFonts w:hint="cs"/>
          <w:rtl/>
        </w:rPr>
        <w:t>ٱ</w:t>
      </w:r>
      <w:r>
        <w:rPr>
          <w:rFonts w:hint="eastAsia"/>
          <w:rtl/>
        </w:rPr>
        <w:t>للَّهُ</w:t>
      </w:r>
      <w:r>
        <w:rPr>
          <w:rtl/>
        </w:rPr>
        <w:t xml:space="preserve"> يَشۡ</w:t>
      </w:r>
      <w:r w:rsidR="001E6BAB" w:rsidRPr="001E6BAB">
        <w:rPr>
          <w:rFonts w:hint="cs"/>
          <w:rtl/>
        </w:rPr>
        <w:t>ه</w:t>
      </w:r>
      <w:r w:rsidRPr="00595365">
        <w:rPr>
          <w:rFonts w:hint="cs"/>
          <w:rtl/>
        </w:rPr>
        <w:t xml:space="preserve">دُ إِنَّ </w:t>
      </w:r>
      <w:r>
        <w:rPr>
          <w:rFonts w:hint="cs"/>
          <w:rtl/>
        </w:rPr>
        <w:t>ٱ</w:t>
      </w:r>
      <w:r>
        <w:rPr>
          <w:rFonts w:hint="eastAsia"/>
          <w:rtl/>
        </w:rPr>
        <w:t>لۡمُنَـٰفِقِينَ</w:t>
      </w:r>
      <w:r>
        <w:rPr>
          <w:rtl/>
        </w:rPr>
        <w:t xml:space="preserve"> لَكَـٰذِبُونَ (١</w:t>
      </w:r>
      <w:r w:rsidR="009229E3">
        <w:rPr>
          <w:rtl/>
        </w:rPr>
        <w:t>)</w:t>
      </w:r>
      <w:r>
        <w:rPr>
          <w:rtl/>
        </w:rPr>
        <w:t xml:space="preserve"> </w:t>
      </w:r>
      <w:r>
        <w:rPr>
          <w:rFonts w:hint="cs"/>
          <w:rtl/>
        </w:rPr>
        <w:t>ٱ</w:t>
      </w:r>
      <w:r>
        <w:rPr>
          <w:rFonts w:hint="eastAsia"/>
          <w:rtl/>
        </w:rPr>
        <w:t>تَّخَذُوٓاْ</w:t>
      </w:r>
      <w:r>
        <w:rPr>
          <w:rtl/>
        </w:rPr>
        <w:t xml:space="preserve"> أَيۡمَـٰنَ</w:t>
      </w:r>
      <w:r w:rsidR="001E6BAB" w:rsidRPr="001E6BAB">
        <w:rPr>
          <w:rFonts w:hint="cs"/>
          <w:rtl/>
        </w:rPr>
        <w:t>ه</w:t>
      </w:r>
      <w:r w:rsidRPr="00595365">
        <w:rPr>
          <w:rFonts w:hint="cs"/>
          <w:rtl/>
        </w:rPr>
        <w:t xml:space="preserve">مۡ جُنَّةً۬ فَصَدُّواْ عَن سَبِيلِ </w:t>
      </w:r>
      <w:r>
        <w:rPr>
          <w:rFonts w:hint="cs"/>
          <w:rtl/>
        </w:rPr>
        <w:t>ٱ</w:t>
      </w:r>
      <w:r>
        <w:rPr>
          <w:rFonts w:hint="eastAsia"/>
          <w:rtl/>
        </w:rPr>
        <w:t>للَّهِ‌ۚ</w:t>
      </w:r>
      <w:r>
        <w:rPr>
          <w:rtl/>
        </w:rPr>
        <w:t xml:space="preserve"> إِنَّ</w:t>
      </w:r>
      <w:r w:rsidR="001E6BAB" w:rsidRPr="001E6BAB">
        <w:rPr>
          <w:rFonts w:hint="cs"/>
          <w:rtl/>
        </w:rPr>
        <w:t>ه</w:t>
      </w:r>
      <w:r>
        <w:rPr>
          <w:rFonts w:hint="eastAsia"/>
          <w:rtl/>
        </w:rPr>
        <w:t>مۡ</w:t>
      </w:r>
      <w:r>
        <w:rPr>
          <w:rtl/>
        </w:rPr>
        <w:t xml:space="preserve"> سَآءَ مَا كَانُواْ يَعۡمَلُونَ (٢</w:t>
      </w:r>
      <w:r w:rsidR="009229E3">
        <w:rPr>
          <w:rtl/>
        </w:rPr>
        <w:t>)</w:t>
      </w:r>
      <w:r>
        <w:rPr>
          <w:rtl/>
        </w:rPr>
        <w:t xml:space="preserve"> ذَ</w:t>
      </w:r>
      <w:r w:rsidR="005B7B9E" w:rsidRPr="005B7B9E">
        <w:rPr>
          <w:rFonts w:hint="cs"/>
          <w:rtl/>
        </w:rPr>
        <w:t>ا</w:t>
      </w:r>
      <w:r>
        <w:rPr>
          <w:rFonts w:hint="eastAsia"/>
          <w:rtl/>
        </w:rPr>
        <w:t>لِكَ</w:t>
      </w:r>
      <w:r>
        <w:rPr>
          <w:rtl/>
        </w:rPr>
        <w:t xml:space="preserve"> بِأَنَّ</w:t>
      </w:r>
      <w:r w:rsidR="001E6BAB" w:rsidRPr="001E6BAB">
        <w:rPr>
          <w:rFonts w:hint="cs"/>
          <w:rtl/>
        </w:rPr>
        <w:t>ه</w:t>
      </w:r>
      <w:r w:rsidRPr="00595365">
        <w:rPr>
          <w:rFonts w:hint="cs"/>
          <w:rtl/>
        </w:rPr>
        <w:t>مۡ ءَامَنُواْ ثُمَّ كَفَرُواْ فَطُبِعَ عَلَىٰ قُلُوبِ</w:t>
      </w:r>
      <w:r w:rsidR="001E6BAB" w:rsidRPr="001E6BAB">
        <w:rPr>
          <w:rFonts w:hint="cs"/>
          <w:rtl/>
        </w:rPr>
        <w:t>ه</w:t>
      </w:r>
      <w:r w:rsidRPr="00595365">
        <w:rPr>
          <w:rFonts w:hint="cs"/>
          <w:rtl/>
        </w:rPr>
        <w:t>مۡ فَهُمۡ لَا يَفۡقَهُونَ (٣</w:t>
      </w:r>
      <w:r w:rsidR="009229E3">
        <w:rPr>
          <w:rFonts w:hint="cs"/>
          <w:rtl/>
        </w:rPr>
        <w:t>)</w:t>
      </w:r>
      <w:r w:rsidRPr="00595365">
        <w:rPr>
          <w:rFonts w:hint="cs"/>
          <w:rtl/>
        </w:rPr>
        <w:t xml:space="preserve"> ۞ وَإِذَا رَأَيۡتَهُمۡ تُعۡجِبُكَ أَجۡسَامُهُمۡ‌ۖ وَإِن يَقُولُواْ تَسۡمَعۡ لِقَوۡلِهِمۡ‌ۖ كَأَنَّ</w:t>
      </w:r>
      <w:r w:rsidR="001E6BAB" w:rsidRPr="001E6BAB">
        <w:rPr>
          <w:rFonts w:hint="cs"/>
          <w:rtl/>
        </w:rPr>
        <w:t>ه</w:t>
      </w:r>
      <w:r w:rsidRPr="00595365">
        <w:rPr>
          <w:rFonts w:hint="cs"/>
          <w:rtl/>
        </w:rPr>
        <w:t>مۡ خُشُبٌ۬ مُّس</w:t>
      </w:r>
      <w:r>
        <w:rPr>
          <w:rFonts w:hint="eastAsia"/>
          <w:rtl/>
        </w:rPr>
        <w:t>َنَّدَةٌ۬‌ۖ</w:t>
      </w:r>
      <w:r>
        <w:rPr>
          <w:rtl/>
        </w:rPr>
        <w:t xml:space="preserve"> يَحۡسَبُونَ كُلَّ صَيۡحَةٍ عَلَيۡ</w:t>
      </w:r>
      <w:r w:rsidR="001E6BAB" w:rsidRPr="001E6BAB">
        <w:rPr>
          <w:rFonts w:hint="cs"/>
          <w:rtl/>
        </w:rPr>
        <w:t>ه</w:t>
      </w:r>
      <w:r w:rsidRPr="00595365">
        <w:rPr>
          <w:rFonts w:hint="cs"/>
          <w:rtl/>
        </w:rPr>
        <w:t xml:space="preserve">مۡ‌ۚ هُمُ </w:t>
      </w:r>
      <w:r>
        <w:rPr>
          <w:rFonts w:hint="cs"/>
          <w:rtl/>
        </w:rPr>
        <w:t>ٱ</w:t>
      </w:r>
      <w:r>
        <w:rPr>
          <w:rFonts w:hint="eastAsia"/>
          <w:rtl/>
        </w:rPr>
        <w:t>لۡعَدُوُّ</w:t>
      </w:r>
      <w:r>
        <w:rPr>
          <w:rtl/>
        </w:rPr>
        <w:t xml:space="preserve"> فَ</w:t>
      </w:r>
      <w:r>
        <w:rPr>
          <w:rFonts w:hint="cs"/>
          <w:rtl/>
        </w:rPr>
        <w:t>ٱ</w:t>
      </w:r>
      <w:r>
        <w:rPr>
          <w:rFonts w:hint="eastAsia"/>
          <w:rtl/>
        </w:rPr>
        <w:t>حۡذَرۡهُمۡ‌ۚ</w:t>
      </w:r>
      <w:r>
        <w:rPr>
          <w:rtl/>
        </w:rPr>
        <w:t xml:space="preserve"> قَـٰتَلَهُمُ </w:t>
      </w:r>
      <w:r>
        <w:rPr>
          <w:rFonts w:hint="cs"/>
          <w:rtl/>
        </w:rPr>
        <w:t>ٱ</w:t>
      </w:r>
      <w:r>
        <w:rPr>
          <w:rFonts w:hint="eastAsia"/>
          <w:rtl/>
        </w:rPr>
        <w:t>للَّهُ‌ۖ</w:t>
      </w:r>
      <w:r>
        <w:rPr>
          <w:rtl/>
        </w:rPr>
        <w:t xml:space="preserve"> أَنَّىٰ يُؤۡفَكُونَ (٤</w:t>
      </w:r>
      <w:r w:rsidR="009229E3">
        <w:rPr>
          <w:rtl/>
        </w:rPr>
        <w:t>)</w:t>
      </w:r>
      <w:r>
        <w:rPr>
          <w:rtl/>
        </w:rPr>
        <w:t xml:space="preserve"> وَإِذَا قِيلَ لَهُمۡ تَعَالَوۡاْ يَسۡتَغۡفِرۡ لَكُمۡ رَسُولُ </w:t>
      </w:r>
      <w:r>
        <w:rPr>
          <w:rFonts w:hint="cs"/>
          <w:rtl/>
        </w:rPr>
        <w:t>ٱ</w:t>
      </w:r>
      <w:r>
        <w:rPr>
          <w:rFonts w:hint="eastAsia"/>
          <w:rtl/>
        </w:rPr>
        <w:t>للَّهِ</w:t>
      </w:r>
      <w:r>
        <w:rPr>
          <w:rtl/>
        </w:rPr>
        <w:t xml:space="preserve"> لَوَّوۡاْ رُءُوسَهُمۡ وَرَأَيۡتَهُمۡ يَصُدُّونَ وَهُم مّ</w:t>
      </w:r>
      <w:r>
        <w:rPr>
          <w:rFonts w:hint="eastAsia"/>
          <w:rtl/>
        </w:rPr>
        <w:t>ُسۡتَكۡبِرُونَ</w:t>
      </w:r>
      <w:r>
        <w:rPr>
          <w:rtl/>
        </w:rPr>
        <w:t xml:space="preserve"> (٥</w:t>
      </w:r>
      <w:r w:rsidR="009229E3">
        <w:rPr>
          <w:rtl/>
        </w:rPr>
        <w:t>)</w:t>
      </w:r>
      <w:r>
        <w:rPr>
          <w:rtl/>
        </w:rPr>
        <w:t xml:space="preserve"> سَوَآءٌ عَلَيۡهِمۡ أَسۡتَغۡفَرۡتَ لَهُمۡ أَمۡ لَمۡ تَسۡتَغۡفِرۡ لَهُمۡ لَن يَغۡفِرَ </w:t>
      </w:r>
      <w:r>
        <w:rPr>
          <w:rFonts w:hint="cs"/>
          <w:rtl/>
        </w:rPr>
        <w:t>ٱ</w:t>
      </w:r>
      <w:r>
        <w:rPr>
          <w:rFonts w:hint="eastAsia"/>
          <w:rtl/>
        </w:rPr>
        <w:t>للَّهُ</w:t>
      </w:r>
      <w:r>
        <w:rPr>
          <w:rtl/>
        </w:rPr>
        <w:t xml:space="preserve"> لَهُمۡ‌ۚ إِنَّ </w:t>
      </w:r>
      <w:r>
        <w:rPr>
          <w:rFonts w:hint="cs"/>
          <w:rtl/>
        </w:rPr>
        <w:t>ٱ</w:t>
      </w:r>
      <w:r>
        <w:rPr>
          <w:rFonts w:hint="eastAsia"/>
          <w:rtl/>
        </w:rPr>
        <w:t>للَّهَ</w:t>
      </w:r>
      <w:r>
        <w:rPr>
          <w:rtl/>
        </w:rPr>
        <w:t xml:space="preserve"> لَا يَ</w:t>
      </w:r>
      <w:r w:rsidR="001E6BAB" w:rsidRPr="001E6BAB">
        <w:rPr>
          <w:rFonts w:hint="cs"/>
          <w:rtl/>
        </w:rPr>
        <w:t>ه</w:t>
      </w:r>
      <w:r w:rsidRPr="00595365">
        <w:rPr>
          <w:rFonts w:hint="cs"/>
          <w:rtl/>
        </w:rPr>
        <w:t xml:space="preserve">ۡدِى </w:t>
      </w:r>
      <w:r>
        <w:rPr>
          <w:rFonts w:hint="cs"/>
          <w:rtl/>
        </w:rPr>
        <w:t>ٱ</w:t>
      </w:r>
      <w:r>
        <w:rPr>
          <w:rFonts w:hint="eastAsia"/>
          <w:rtl/>
        </w:rPr>
        <w:t>لۡقَوۡمَ</w:t>
      </w:r>
      <w:r>
        <w:rPr>
          <w:rtl/>
        </w:rPr>
        <w:t xml:space="preserve"> </w:t>
      </w:r>
      <w:r>
        <w:rPr>
          <w:rFonts w:hint="cs"/>
          <w:rtl/>
        </w:rPr>
        <w:t>ٱ</w:t>
      </w:r>
      <w:r>
        <w:rPr>
          <w:rFonts w:hint="eastAsia"/>
          <w:rtl/>
        </w:rPr>
        <w:t>لۡفَـٰسِقِينَ</w:t>
      </w:r>
      <w:r>
        <w:rPr>
          <w:rtl/>
        </w:rPr>
        <w:t xml:space="preserve"> (٦</w:t>
      </w:r>
      <w:r w:rsidR="009229E3">
        <w:rPr>
          <w:rtl/>
        </w:rPr>
        <w:t>)</w:t>
      </w:r>
    </w:p>
    <w:p w:rsidR="001A403D" w:rsidRDefault="001A403D" w:rsidP="00E36567">
      <w:pPr>
        <w:pStyle w:val="libBoldItalic"/>
      </w:pPr>
      <w:r>
        <w:t>When the hypocrites come to you (Ya Mohammad sawaw), they say, “We testify that you are indeed Allah's Rasool”. And Allah knows that you are indeed His Rasool, and Allah testifies that the hypocrites are indeed liars. (1) They have taken their oaths as a shield so that they prevent from the Sabeel of Allah. Verily evil is that which they used to do, (2) That is because they believed, then disbelieved, therefore their hearts are sealed so that they do not understand. (3) And when you see them their figures (physiques) please you, and if they speak you give ear to their speech. (They are) as if they were pieces of wood propped up, they think every shout is against them. They are the enemy, so beware of them. May Allah kill them! How are they perverted! (4) And when it is said to them, “Come! The Rasool of Allah will ask forgiveness for you” they avert their heads and you see them evading, while they are arrogant. (5) It is same for them whether you ask forgiveness for them or do not ask forgiveness for them, Allah will never forgive them. Indeed Allah does not guide the defiantly disobedient nation. (6)</w:t>
      </w:r>
    </w:p>
    <w:p w:rsidR="001A403D" w:rsidRDefault="001A403D" w:rsidP="001A403D">
      <w:pPr>
        <w:pStyle w:val="libNormal"/>
      </w:pPr>
      <w:r>
        <w:t>1-Imam Musa Kazim asws said about the saying of Allah, “That is because they believed then disbelieved”: No doubt, Allah Tabarak wa Ta’ala has called them hypocrites who do not obey His Rasool sawaw concerning Walayat of his Wasi asws, and who oppose his Wasi asws and his Imamat, they are declared as those who oppose Mohammad sawaw, and revealed it in Quran and said, Ya Mohammad sawaw “When hypocrites come to you” means hypocrites about Walayat of your Wasi asws, “they say: We testify that you are indeed Allah's Rasool. And Allah knows that you are indeed His Rasool, and Allah testifies that the hypocrites” of Walayat-e-Ali asws, “are indeed liars. They have taken their oaths as a shield so that they prevent from the Sabeel of Allah” and Sabeel is Wasi asws, “Verily evil is that which they used to do, that is because they believed” in your Risalat, “then disbelieved” in Walayat of your Wasi asws, “therefore their hearts are sealed so that they do not understand.”</w:t>
      </w:r>
    </w:p>
    <w:p w:rsidR="001A403D" w:rsidRDefault="001A403D" w:rsidP="00E36567">
      <w:pPr>
        <w:pStyle w:val="libNormal"/>
      </w:pPr>
      <w:r>
        <w:t xml:space="preserve">It was asked: What it means “that they do not understand”? Said: That they do not use intelligence concerning your Nabuwat, “And when it is said </w:t>
      </w:r>
      <w:r>
        <w:lastRenderedPageBreak/>
        <w:t>to them: Come! Rasool  Allah will ask forgiveness for you” means that when it is said to them that come to Walayat-e-Ali asws then Nabi sawaw will ask forgiveness of your sins, “then they avert their heads” Allah says, “and you see them that they are preventing” from Walayat-e-Ali asws, “and they are arrogant” then on this, because Allah knows the condition of their hearts, says like this, “It is same for them whether you ask forgiveness for them or do not ask forgiveness for them, Allah will never forgive them. Indeed Allah does not guide the defiantly disobedient people” means who do injustice to your Wasi asws. (al-Burhan, v8, p16)</w:t>
      </w:r>
    </w:p>
    <w:p w:rsidR="001A403D" w:rsidRDefault="001A403D" w:rsidP="009229E3">
      <w:pPr>
        <w:pStyle w:val="libCenterBold1"/>
      </w:pPr>
      <w:r>
        <w:t>Lesson:</w:t>
      </w:r>
    </w:p>
    <w:p w:rsidR="001A403D" w:rsidRDefault="001A403D" w:rsidP="001A403D">
      <w:pPr>
        <w:pStyle w:val="libNormal"/>
      </w:pPr>
      <w:r>
        <w:t>1-Majoosi Muqassireen bear false oaths that they also believe in Walayat-e-Ali asws, then they make those oaths as shields to deceive &amp; prevent people from Walayat-e-Ali asws, they are doing grave evil, Allah has sealed their hearts. When you see such Muqassir Mulla, he looks very good, nice big turbans like spare wheels, fine expansive cloaks, showing artificial splendor, talking like usurper of Shaam attractive political &amp; philosophical conversation, giving impression of piety &amp; righteousness, but actually they are propped up wooden dummies which can neither hear or understand anything about Walayat-e-Ali asws, rather these wooden dummies are fuel of Hell. Even if Rahmatun-lil-Aalameen Khulq-e-Azeem sawaw make Dua for them for courtesy sake, Allah will never forgive these Fasiqeen because they did injustice to Walayat-e-Ali asws, they do not recite testimony of Walayat-e-Ali asws themselves and prevent others as well, they are doomed Jews. In fact they know the condition of their hearts that they have grudge toward Walayat of Masumeen asws, they are jealous from their Faza’il, therefore whenever they hear any loud sound, they are afraid that may be Azaab came. Allah has commanded to be aware of such enemies of Walayat, they delude people, Allah will kill them and destroy them. Similar to this verse of holy Quran, there is a sentence of Ziyarat of Imam asws quoted in Mafatehul Jinan, “May Allah kill them who martyr you with hand or tongue.” Muqassireen are martyring by tongues by denying to recite testimony of Walayat, they are trying their utmost like Yazid (l.u.) to extinguish the Noor of Walayat by their dirty filthy mouths, therefore Imam asws declared them worse than the army of Yazid (l.u.).</w:t>
      </w:r>
    </w:p>
    <w:p w:rsidR="00EB2345" w:rsidRDefault="00EB2345" w:rsidP="00FC02E7">
      <w:pPr>
        <w:pStyle w:val="libNormal"/>
        <w:rPr>
          <w:rtl/>
        </w:rPr>
      </w:pPr>
      <w:r>
        <w:rPr>
          <w:rFonts w:hint="eastAsia"/>
        </w:rPr>
        <w:br w:type="page"/>
      </w:r>
    </w:p>
    <w:p w:rsidR="001A403D" w:rsidRDefault="00EB2345" w:rsidP="00EB2345">
      <w:pPr>
        <w:pStyle w:val="Heading1Center"/>
      </w:pPr>
      <w:bookmarkStart w:id="61" w:name="_Toc449789454"/>
      <w:r>
        <w:rPr>
          <w:rFonts w:hint="eastAsia"/>
          <w:rtl/>
        </w:rPr>
        <w:lastRenderedPageBreak/>
        <w:t>سُوۡرَةُ</w:t>
      </w:r>
      <w:r>
        <w:rPr>
          <w:rtl/>
        </w:rPr>
        <w:t xml:space="preserve"> </w:t>
      </w:r>
      <w:r w:rsidR="001A403D">
        <w:rPr>
          <w:rtl/>
        </w:rPr>
        <w:t>التّغَابُن</w:t>
      </w:r>
      <w:bookmarkEnd w:id="61"/>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هُوَ</w:t>
      </w:r>
      <w:r>
        <w:rPr>
          <w:rtl/>
        </w:rPr>
        <w:t xml:space="preserve"> </w:t>
      </w:r>
      <w:r>
        <w:rPr>
          <w:rFonts w:hint="cs"/>
          <w:rtl/>
        </w:rPr>
        <w:t>ٱ</w:t>
      </w:r>
      <w:r>
        <w:rPr>
          <w:rFonts w:hint="eastAsia"/>
          <w:rtl/>
        </w:rPr>
        <w:t>لَّذِى</w:t>
      </w:r>
      <w:r>
        <w:rPr>
          <w:rtl/>
        </w:rPr>
        <w:t xml:space="preserve"> خَلَقَكُمۡ فَمِنكُمۡ </w:t>
      </w:r>
      <w:r w:rsidR="001E6BAB" w:rsidRPr="001E6BAB">
        <w:rPr>
          <w:rFonts w:hint="cs"/>
          <w:rtl/>
        </w:rPr>
        <w:t>ک</w:t>
      </w:r>
      <w:r>
        <w:rPr>
          <w:rFonts w:hint="eastAsia"/>
          <w:rtl/>
        </w:rPr>
        <w:t>افِرٌ۬</w:t>
      </w:r>
      <w:r>
        <w:rPr>
          <w:rtl/>
        </w:rPr>
        <w:t xml:space="preserve"> وَمِنكُم مُّؤۡمِنٌ۬‌ۚ وَ</w:t>
      </w:r>
      <w:r>
        <w:rPr>
          <w:rFonts w:hint="cs"/>
          <w:rtl/>
        </w:rPr>
        <w:t>ٱ</w:t>
      </w:r>
      <w:r>
        <w:rPr>
          <w:rFonts w:hint="eastAsia"/>
          <w:rtl/>
        </w:rPr>
        <w:t>للَّهُ</w:t>
      </w:r>
      <w:r>
        <w:rPr>
          <w:rtl/>
        </w:rPr>
        <w:t xml:space="preserve"> بِمَا تَعۡمَلُونَ بَصِيرٌ (٢</w:t>
      </w:r>
      <w:r w:rsidR="009229E3">
        <w:rPr>
          <w:rtl/>
        </w:rPr>
        <w:t>)</w:t>
      </w:r>
    </w:p>
    <w:p w:rsidR="001A403D" w:rsidRDefault="001A403D" w:rsidP="00E36567">
      <w:pPr>
        <w:pStyle w:val="libBoldItalic"/>
      </w:pPr>
      <w:r>
        <w:t>He it is Who created you, but one of you is a disbeliever and one of you is a believer, and Allah is Seeing what you do. (2)</w:t>
      </w:r>
    </w:p>
    <w:p w:rsidR="001A403D" w:rsidRDefault="001A403D" w:rsidP="00385B48">
      <w:pPr>
        <w:pStyle w:val="libAr"/>
      </w:pPr>
      <w:r>
        <w:rPr>
          <w:rFonts w:hint="eastAsia"/>
          <w:rtl/>
        </w:rPr>
        <w:t>فَـَٔامِنُواْ</w:t>
      </w:r>
      <w:r>
        <w:rPr>
          <w:rtl/>
        </w:rPr>
        <w:t xml:space="preserve"> بِ</w:t>
      </w:r>
      <w:r>
        <w:rPr>
          <w:rFonts w:hint="cs"/>
          <w:rtl/>
        </w:rPr>
        <w:t>ٱ</w:t>
      </w:r>
      <w:r>
        <w:rPr>
          <w:rFonts w:hint="eastAsia"/>
          <w:rtl/>
        </w:rPr>
        <w:t>للَّهِ</w:t>
      </w:r>
      <w:r>
        <w:rPr>
          <w:rtl/>
        </w:rPr>
        <w:t xml:space="preserve"> وَرَسُولِهِ</w:t>
      </w:r>
      <w:r>
        <w:rPr>
          <w:rFonts w:hint="cs"/>
          <w:rtl/>
        </w:rPr>
        <w:t>ۦ</w:t>
      </w:r>
      <w:r>
        <w:rPr>
          <w:rtl/>
        </w:rPr>
        <w:t xml:space="preserve"> وَ</w:t>
      </w:r>
      <w:r>
        <w:rPr>
          <w:rFonts w:hint="cs"/>
          <w:rtl/>
        </w:rPr>
        <w:t>ٱ</w:t>
      </w:r>
      <w:r>
        <w:rPr>
          <w:rFonts w:hint="eastAsia"/>
          <w:rtl/>
        </w:rPr>
        <w:t>لنُّورِ</w:t>
      </w:r>
      <w:r>
        <w:rPr>
          <w:rtl/>
        </w:rPr>
        <w:t xml:space="preserve"> </w:t>
      </w:r>
      <w:r>
        <w:rPr>
          <w:rFonts w:hint="cs"/>
          <w:rtl/>
        </w:rPr>
        <w:t>ٱ</w:t>
      </w:r>
      <w:r>
        <w:rPr>
          <w:rFonts w:hint="eastAsia"/>
          <w:rtl/>
        </w:rPr>
        <w:t>لَّذِىٓ</w:t>
      </w:r>
      <w:r>
        <w:rPr>
          <w:rtl/>
        </w:rPr>
        <w:t xml:space="preserve"> أَنزَلۡنَا‌ۚ وَ</w:t>
      </w:r>
      <w:r>
        <w:rPr>
          <w:rFonts w:hint="cs"/>
          <w:rtl/>
        </w:rPr>
        <w:t>ٱ</w:t>
      </w:r>
      <w:r>
        <w:rPr>
          <w:rFonts w:hint="eastAsia"/>
          <w:rtl/>
        </w:rPr>
        <w:t>للَّهُ</w:t>
      </w:r>
      <w:r>
        <w:rPr>
          <w:rtl/>
        </w:rPr>
        <w:t xml:space="preserve"> بِمَا تَعۡمَلُونَ خَبِيرٌ۬ (٨</w:t>
      </w:r>
      <w:r w:rsidR="009229E3">
        <w:rPr>
          <w:rtl/>
        </w:rPr>
        <w:t>)</w:t>
      </w:r>
    </w:p>
    <w:p w:rsidR="001A403D" w:rsidRDefault="001A403D" w:rsidP="00E36567">
      <w:pPr>
        <w:pStyle w:val="libBoldItalic"/>
      </w:pPr>
      <w:r>
        <w:t>So believe in Allah and His Rasool and the Noor which We sent down. And Allah is Aware of what you do. (8)</w:t>
      </w:r>
    </w:p>
    <w:p w:rsidR="001A403D" w:rsidRDefault="001A403D" w:rsidP="00E36567">
      <w:pPr>
        <w:pStyle w:val="libNormal"/>
      </w:pPr>
      <w:r>
        <w:t>1-Imam Jafar Sadiq asws said about the saying of Allah, “but one of you is a disbeliever and one of you is a believer”: Allah Azza wa Jalla knows their faith in our Walayat and their disbelief as well, the day when Allah took covenant from them in the Sulb (progeny) of Adam (a.s.) while they were in Alam-e-Zarr. (al-Burhan, v8, p24)</w:t>
      </w:r>
    </w:p>
    <w:p w:rsidR="001A403D" w:rsidRDefault="001A403D" w:rsidP="00E36567">
      <w:pPr>
        <w:pStyle w:val="libNormal"/>
      </w:pPr>
      <w:r>
        <w:t>2-Imam Jafar Sadiq asws said: “and Noor which We sent down” that is Amirul Momineen asws. (al-Burhan, v8, p27)</w:t>
      </w:r>
    </w:p>
    <w:p w:rsidR="001A403D" w:rsidRDefault="001A403D" w:rsidP="00E36567">
      <w:pPr>
        <w:pStyle w:val="libNormal"/>
      </w:pPr>
      <w:r>
        <w:t>3-Imam Mohammad Baqir asws said about the saying of Allah Azza wa Jalla, “So believe in Allah and His Rasool and the Noor which We sent down”: By Allah, Noor is Imams asws in Aal-e-Mohammad asws until they day of Qiyamah, and by Allah they are the Noorullah which were sent down, and by Allah they are the Noor of Allah in the heavens and the earth, by Allah the Noor of Imam asws is more bright in the hearts of Momineen than this sun which shines during the day, and by Allah they enlighten the hearts of Momineen. And for whom Allah wills hides their Noor from him, so their hearts become dark. By Allah no one can love us and does not believe us Wali until Allah has purified his heart, and Allah does not purify anyone’s heart until he submits to us and is obedient to us, so when he becomes our obedient Allah spares him from severe Hisaab (account), and grants him peace from the greatest horror of the day of Qiyamah. (al-Burhan, v8, p27)</w:t>
      </w:r>
    </w:p>
    <w:p w:rsidR="001A403D" w:rsidRDefault="001A403D" w:rsidP="009229E3">
      <w:pPr>
        <w:pStyle w:val="libCenterBold1"/>
      </w:pPr>
      <w:r>
        <w:t>Lesson:</w:t>
      </w:r>
    </w:p>
    <w:p w:rsidR="001A403D" w:rsidRDefault="001A403D" w:rsidP="001A403D">
      <w:pPr>
        <w:pStyle w:val="libNormal"/>
      </w:pPr>
      <w:r>
        <w:t>1-Allah Ta’ala knows very well the deniers and Muqassireen and hypocrites of Walayat-e-Ali asws since Alam-e-Zarr and Alam-e-Arwah, rather in fact everything is in Allah’s Knowledge from ever, that who is Khabees, what injustice he will do to the rights of Aal-e-Mohammad asws, the denier of infallibility &amp; guardianship of Masumeen asww will be blind of intelligence &amp; wisdom,or he will be paralysed, limping, or monoplegic, or he will be Majoosi, or he will be from unfaithful city, or he will be from a vulgar society, Allah is Aware &amp; Seeing of all such evil &amp; ugly facts &amp; deeds, and some facts are indicated in Ahadees as well.</w:t>
      </w:r>
    </w:p>
    <w:p w:rsidR="001A403D" w:rsidRDefault="001A403D" w:rsidP="001A403D">
      <w:pPr>
        <w:pStyle w:val="libNormal"/>
      </w:pPr>
      <w:r>
        <w:t>2-Muqassir Mulla thinks that Masumeen asws who are Noorullah, are humans like himself. Zunn-e-ijtihadi has extinguished the lamp in the heart of Muqassir Mulla, so it is dark and it is sealed with the lock of Haris &amp; Co.</w:t>
      </w:r>
    </w:p>
    <w:p w:rsidR="001A403D" w:rsidRDefault="001A403D" w:rsidP="00385B48">
      <w:pPr>
        <w:pStyle w:val="libAr"/>
      </w:pPr>
      <w:r>
        <w:rPr>
          <w:rFonts w:hint="eastAsia"/>
          <w:rtl/>
        </w:rPr>
        <w:t>وَأَطِيعُواْ</w:t>
      </w:r>
      <w:r>
        <w:rPr>
          <w:rtl/>
        </w:rPr>
        <w:t xml:space="preserve"> </w:t>
      </w:r>
      <w:r>
        <w:rPr>
          <w:rFonts w:hint="cs"/>
          <w:rtl/>
        </w:rPr>
        <w:t>ٱ</w:t>
      </w:r>
      <w:r>
        <w:rPr>
          <w:rFonts w:hint="eastAsia"/>
          <w:rtl/>
        </w:rPr>
        <w:t>للَّهَ</w:t>
      </w:r>
      <w:r>
        <w:rPr>
          <w:rtl/>
        </w:rPr>
        <w:t xml:space="preserve"> وَأَطِيعُواْ </w:t>
      </w:r>
      <w:r>
        <w:rPr>
          <w:rFonts w:hint="cs"/>
          <w:rtl/>
        </w:rPr>
        <w:t>ٱ</w:t>
      </w:r>
      <w:r>
        <w:rPr>
          <w:rFonts w:hint="eastAsia"/>
          <w:rtl/>
        </w:rPr>
        <w:t>لرَّسُولَ‌ۚ</w:t>
      </w:r>
      <w:r>
        <w:rPr>
          <w:rtl/>
        </w:rPr>
        <w:t xml:space="preserve"> فَإِن تَوَلَّيۡتُمۡ فَإِنَّمَا عَلَىٰ رَسُولِنَا </w:t>
      </w:r>
      <w:r>
        <w:rPr>
          <w:rFonts w:hint="cs"/>
          <w:rtl/>
        </w:rPr>
        <w:t>ٱ</w:t>
      </w:r>
      <w:r>
        <w:rPr>
          <w:rFonts w:hint="eastAsia"/>
          <w:rtl/>
        </w:rPr>
        <w:t>لۡبَلَـٰغُ</w:t>
      </w:r>
      <w:r>
        <w:rPr>
          <w:rtl/>
        </w:rPr>
        <w:t xml:space="preserve"> </w:t>
      </w:r>
      <w:r>
        <w:rPr>
          <w:rFonts w:hint="cs"/>
          <w:rtl/>
        </w:rPr>
        <w:t>ٱ</w:t>
      </w:r>
      <w:r>
        <w:rPr>
          <w:rFonts w:hint="eastAsia"/>
          <w:rtl/>
        </w:rPr>
        <w:t>لۡمُبِينُ</w:t>
      </w:r>
      <w:r>
        <w:rPr>
          <w:rtl/>
        </w:rPr>
        <w:t xml:space="preserve"> (١٢</w:t>
      </w:r>
      <w:r w:rsidR="009229E3">
        <w:rPr>
          <w:rtl/>
        </w:rPr>
        <w:t>)</w:t>
      </w:r>
    </w:p>
    <w:p w:rsidR="001A403D" w:rsidRDefault="001A403D" w:rsidP="00E36567">
      <w:pPr>
        <w:pStyle w:val="libBoldItalic"/>
      </w:pPr>
      <w:r>
        <w:lastRenderedPageBreak/>
        <w:t>And obey Allah and obey His Rasool, but if you turn away, then upon Our Rasool is only to convey (the message) clearly. (12)</w:t>
      </w:r>
    </w:p>
    <w:p w:rsidR="001A403D" w:rsidRDefault="001A403D" w:rsidP="00385B48">
      <w:pPr>
        <w:pStyle w:val="libAr"/>
      </w:pPr>
      <w:r>
        <w:rPr>
          <w:rFonts w:hint="eastAsia"/>
          <w:rtl/>
        </w:rPr>
        <w:t>فَ</w:t>
      </w:r>
      <w:r>
        <w:rPr>
          <w:rFonts w:hint="cs"/>
          <w:rtl/>
        </w:rPr>
        <w:t>ٱ</w:t>
      </w:r>
      <w:r>
        <w:rPr>
          <w:rFonts w:hint="eastAsia"/>
          <w:rtl/>
        </w:rPr>
        <w:t>تَّقُواْ</w:t>
      </w:r>
      <w:r>
        <w:rPr>
          <w:rtl/>
        </w:rPr>
        <w:t xml:space="preserve"> </w:t>
      </w:r>
      <w:r>
        <w:rPr>
          <w:rFonts w:hint="cs"/>
          <w:rtl/>
        </w:rPr>
        <w:t>ٱ</w:t>
      </w:r>
      <w:r>
        <w:rPr>
          <w:rFonts w:hint="eastAsia"/>
          <w:rtl/>
        </w:rPr>
        <w:t>للَّهَ</w:t>
      </w:r>
      <w:r>
        <w:rPr>
          <w:rtl/>
        </w:rPr>
        <w:t xml:space="preserve"> مَا </w:t>
      </w:r>
      <w:r>
        <w:rPr>
          <w:rFonts w:hint="cs"/>
          <w:rtl/>
        </w:rPr>
        <w:t>ٱ</w:t>
      </w:r>
      <w:r>
        <w:rPr>
          <w:rFonts w:hint="eastAsia"/>
          <w:rtl/>
        </w:rPr>
        <w:t>سۡتَطَعۡتُمۡ</w:t>
      </w:r>
      <w:r>
        <w:rPr>
          <w:rtl/>
        </w:rPr>
        <w:t xml:space="preserve"> وَ</w:t>
      </w:r>
      <w:r>
        <w:rPr>
          <w:rFonts w:hint="cs"/>
          <w:rtl/>
        </w:rPr>
        <w:t>ٱ</w:t>
      </w:r>
      <w:r>
        <w:rPr>
          <w:rFonts w:hint="eastAsia"/>
          <w:rtl/>
        </w:rPr>
        <w:t>سۡمَعُواْ</w:t>
      </w:r>
      <w:r>
        <w:rPr>
          <w:rtl/>
        </w:rPr>
        <w:t xml:space="preserve"> وَأَطِيعُواْ وَأَنفِقُواْ خَيۡرً۬ا لِّأَنفُسِ</w:t>
      </w:r>
      <w:r w:rsidR="001E6BAB" w:rsidRPr="001E6BAB">
        <w:rPr>
          <w:rFonts w:hint="cs"/>
          <w:rtl/>
        </w:rPr>
        <w:t>ک</w:t>
      </w:r>
      <w:r>
        <w:rPr>
          <w:rFonts w:hint="eastAsia"/>
          <w:rtl/>
        </w:rPr>
        <w:t>مۡ‌ۗ</w:t>
      </w:r>
      <w:r>
        <w:rPr>
          <w:rtl/>
        </w:rPr>
        <w:t xml:space="preserve"> وَمَن يُوقَ شُحَّ نَفۡسِهِ</w:t>
      </w:r>
      <w:r>
        <w:rPr>
          <w:rFonts w:hint="cs"/>
          <w:rtl/>
        </w:rPr>
        <w:t>ۦ</w:t>
      </w:r>
      <w:r>
        <w:rPr>
          <w:rtl/>
        </w:rPr>
        <w:t xml:space="preserve"> فَأُوْلَـٰٓ</w:t>
      </w:r>
      <w:r>
        <w:rPr>
          <w:rFonts w:hint="cs"/>
          <w:rtl/>
        </w:rPr>
        <w:t>ٮِٕ</w:t>
      </w:r>
      <w:r>
        <w:rPr>
          <w:rFonts w:hint="eastAsia"/>
          <w:rtl/>
        </w:rPr>
        <w:t>كَ</w:t>
      </w:r>
      <w:r>
        <w:rPr>
          <w:rtl/>
        </w:rPr>
        <w:t xml:space="preserve"> هُمُ </w:t>
      </w:r>
      <w:r>
        <w:rPr>
          <w:rFonts w:hint="cs"/>
          <w:rtl/>
        </w:rPr>
        <w:t>ٱ</w:t>
      </w:r>
      <w:r>
        <w:rPr>
          <w:rFonts w:hint="eastAsia"/>
          <w:rtl/>
        </w:rPr>
        <w:t>لۡمُفۡلِحُونَ</w:t>
      </w:r>
      <w:r>
        <w:rPr>
          <w:rtl/>
        </w:rPr>
        <w:t xml:space="preserve"> (١٦</w:t>
      </w:r>
      <w:r w:rsidR="009229E3">
        <w:rPr>
          <w:rtl/>
        </w:rPr>
        <w:t>)</w:t>
      </w:r>
    </w:p>
    <w:p w:rsidR="001A403D" w:rsidRDefault="001A403D" w:rsidP="00E36567">
      <w:pPr>
        <w:pStyle w:val="libBoldItalic"/>
      </w:pPr>
      <w:r>
        <w:t>So fear Allah as much as you can, and listen, and obey, and spend, it is better for your souls. And whoever is saved from the stinginess of his soul, it is those who are the successful. (16)</w:t>
      </w:r>
    </w:p>
    <w:p w:rsidR="001A403D" w:rsidRDefault="001A403D" w:rsidP="00E36567">
      <w:pPr>
        <w:pStyle w:val="libNormal"/>
      </w:pPr>
      <w:r>
        <w:t>1-Imam Jafar Sadiq asws said about the saying of Allah, “And obey Allah and obey His Rasool, but if you turn away, then upon Our Rasool is only to convey clearly”: By Allah who were destroyed before them, and who will be destroyed until the Qiyam of our Qaim asws, all of them were destroyed due to rejecting our Walayat and opposing our right. And Rasool Allah sawaw did not go from this world until made obligatory our right on the neck of this Ummah, and Allah guides to Sirat-e-Mustaqeem whom He wills. (al-Burhan, v8, p29)</w:t>
      </w:r>
    </w:p>
    <w:p w:rsidR="001A403D" w:rsidRDefault="001A403D" w:rsidP="00E36567">
      <w:pPr>
        <w:pStyle w:val="libNormal"/>
      </w:pPr>
      <w:r>
        <w:t>2-Amirul Momineen asws said about the saying of Allah Ta’ala, “Fear Allah as is the right of Taqwa”: By Allah no one acted on it except Ahlul Bait asws of Rasool Allah sawaw, we do Zikr of Allah in such a way that we never forget Him even for a moment, and we are grateful to Him in such manner that we are never ungrateful, and we obey Him that we never disobeyed. And when this verse was revealed then companions said, “We do not have ability of that”, then Allah revealed, “So fear Allah as much as you can”, then said, “and listen” means whatever you are commanded, “and obey” means obey Allah and His Rasool sawaw and his Ahlul Bait asws, about which you are commanded. (al-Burhan, v8, p30)</w:t>
      </w:r>
    </w:p>
    <w:p w:rsidR="001A403D" w:rsidRDefault="001A403D" w:rsidP="009229E3">
      <w:pPr>
        <w:pStyle w:val="libCenterBold1"/>
      </w:pPr>
      <w:r>
        <w:t>Lesson:</w:t>
      </w:r>
    </w:p>
    <w:p w:rsidR="001A403D" w:rsidRDefault="001A403D" w:rsidP="001A403D">
      <w:pPr>
        <w:pStyle w:val="libNormal"/>
      </w:pPr>
      <w:r>
        <w:t>1-This world is the place of examination, so one can choose any of the two paths. Rasool Allah sawaw preached and conveyed Walayat-e-Ali asws openly &amp; clearly on hundreds of occasions, and told that every nation which was destroyed by Allah, it was only destroyed because they turned away from Walayat-e-Ali asws. Rasool Allah sawaw put the Garland of Walayat-e-Ali asws in the neck of Ummah, but Muqassireen took off this garland of greatest favour of Allah and put Noose of Majoosi Mulla in their necks.</w:t>
      </w:r>
    </w:p>
    <w:p w:rsidR="001A403D" w:rsidRDefault="001A403D" w:rsidP="001A403D">
      <w:pPr>
        <w:pStyle w:val="libNormal"/>
      </w:pPr>
      <w:r>
        <w:t>2-Only Masumeen asws have the Marifat of Allah, and only Masumeen asws do the real Ibadat, Zikr, Hamd o Sana, and Tasbeh o Taqdees of Allah as it should be. And all the creations try to do Ibadat according to their ability, and by learning from Masumeen asws. Our duty is only to listen and obey. This is lesson of Shaitan that Muqassir Mulla is trying to compete Masumeen asws.</w:t>
      </w:r>
    </w:p>
    <w:p w:rsidR="00EB2345" w:rsidRDefault="00EB2345" w:rsidP="00FC02E7">
      <w:pPr>
        <w:pStyle w:val="libNormal"/>
        <w:rPr>
          <w:rtl/>
        </w:rPr>
      </w:pPr>
      <w:r>
        <w:rPr>
          <w:rFonts w:hint="eastAsia"/>
        </w:rPr>
        <w:br w:type="page"/>
      </w:r>
    </w:p>
    <w:p w:rsidR="001A403D" w:rsidRDefault="00EB2345" w:rsidP="00EB2345">
      <w:pPr>
        <w:pStyle w:val="Heading1Center"/>
      </w:pPr>
      <w:bookmarkStart w:id="62" w:name="_Toc449789455"/>
      <w:r>
        <w:rPr>
          <w:rFonts w:hint="eastAsia"/>
          <w:rtl/>
        </w:rPr>
        <w:lastRenderedPageBreak/>
        <w:t>سُوۡرَةُ</w:t>
      </w:r>
      <w:r>
        <w:rPr>
          <w:rtl/>
        </w:rPr>
        <w:t xml:space="preserve"> </w:t>
      </w:r>
      <w:r w:rsidR="001A403D">
        <w:rPr>
          <w:rtl/>
        </w:rPr>
        <w:t>الطّلاَق</w:t>
      </w:r>
      <w:bookmarkEnd w:id="62"/>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أَعَدَّ</w:t>
      </w:r>
      <w:r>
        <w:rPr>
          <w:rtl/>
        </w:rPr>
        <w:t xml:space="preserve"> </w:t>
      </w:r>
      <w:r>
        <w:rPr>
          <w:rFonts w:hint="cs"/>
          <w:rtl/>
        </w:rPr>
        <w:t>ٱ</w:t>
      </w:r>
      <w:r>
        <w:rPr>
          <w:rFonts w:hint="eastAsia"/>
          <w:rtl/>
        </w:rPr>
        <w:t>للَّهُ</w:t>
      </w:r>
      <w:r>
        <w:rPr>
          <w:rtl/>
        </w:rPr>
        <w:t xml:space="preserve"> لَهُمۡ عَذَابً۬ا شَدِيدً۬ا‌ۖ فَ</w:t>
      </w:r>
      <w:r>
        <w:rPr>
          <w:rFonts w:hint="cs"/>
          <w:rtl/>
        </w:rPr>
        <w:t>ٱ</w:t>
      </w:r>
      <w:r>
        <w:rPr>
          <w:rFonts w:hint="eastAsia"/>
          <w:rtl/>
        </w:rPr>
        <w:t>تَّقُواْ</w:t>
      </w:r>
      <w:r>
        <w:rPr>
          <w:rtl/>
        </w:rPr>
        <w:t xml:space="preserve"> </w:t>
      </w:r>
      <w:r>
        <w:rPr>
          <w:rFonts w:hint="cs"/>
          <w:rtl/>
        </w:rPr>
        <w:t>ٱ</w:t>
      </w:r>
      <w:r>
        <w:rPr>
          <w:rFonts w:hint="eastAsia"/>
          <w:rtl/>
        </w:rPr>
        <w:t>للَّهَ</w:t>
      </w:r>
      <w:r>
        <w:rPr>
          <w:rtl/>
        </w:rPr>
        <w:t xml:space="preserve"> يَـٰٓأُوْلِى </w:t>
      </w:r>
      <w:r>
        <w:rPr>
          <w:rFonts w:hint="cs"/>
          <w:rtl/>
        </w:rPr>
        <w:t>ٱ</w:t>
      </w:r>
      <w:r>
        <w:rPr>
          <w:rFonts w:hint="eastAsia"/>
          <w:rtl/>
        </w:rPr>
        <w:t>لۡأَلۡبَـٰبِ</w:t>
      </w:r>
      <w:r>
        <w:rPr>
          <w:rtl/>
        </w:rPr>
        <w:t xml:space="preserve"> </w:t>
      </w:r>
      <w:r>
        <w:rPr>
          <w:rFonts w:hint="cs"/>
          <w:rtl/>
        </w:rPr>
        <w:t>ٱ</w:t>
      </w:r>
      <w:r>
        <w:rPr>
          <w:rFonts w:hint="eastAsia"/>
          <w:rtl/>
        </w:rPr>
        <w:t>لَّذِينَ</w:t>
      </w:r>
      <w:r>
        <w:rPr>
          <w:rtl/>
        </w:rPr>
        <w:t xml:space="preserve"> ءَامَنُواْ‌ۚ قَدۡ أَنزَلَ </w:t>
      </w:r>
      <w:r>
        <w:rPr>
          <w:rFonts w:hint="cs"/>
          <w:rtl/>
        </w:rPr>
        <w:t>ٱ</w:t>
      </w:r>
      <w:r>
        <w:rPr>
          <w:rFonts w:hint="eastAsia"/>
          <w:rtl/>
        </w:rPr>
        <w:t>للَّهُ</w:t>
      </w:r>
      <w:r>
        <w:rPr>
          <w:rtl/>
        </w:rPr>
        <w:t xml:space="preserve"> إِلَيۡكُمۡ ذِكۡرً۬ا (١٠</w:t>
      </w:r>
      <w:r w:rsidR="009229E3">
        <w:rPr>
          <w:rtl/>
        </w:rPr>
        <w:t>)</w:t>
      </w:r>
      <w:r>
        <w:rPr>
          <w:rtl/>
        </w:rPr>
        <w:t xml:space="preserve"> رَّسُولاً۬ يَتۡلُواْ عَلَيۡكُمۡ ءَايَـٰتِ </w:t>
      </w:r>
      <w:r>
        <w:rPr>
          <w:rFonts w:hint="cs"/>
          <w:rtl/>
        </w:rPr>
        <w:t>ٱ</w:t>
      </w:r>
      <w:r>
        <w:rPr>
          <w:rFonts w:hint="eastAsia"/>
          <w:rtl/>
        </w:rPr>
        <w:t>للَّهِ</w:t>
      </w:r>
      <w:r>
        <w:rPr>
          <w:rtl/>
        </w:rPr>
        <w:t xml:space="preserve"> مُبَيِّنَـٰتٍ۬ لِّيُخۡرِجَ </w:t>
      </w:r>
      <w:r>
        <w:rPr>
          <w:rFonts w:hint="cs"/>
          <w:rtl/>
        </w:rPr>
        <w:t>ٱ</w:t>
      </w:r>
      <w:r>
        <w:rPr>
          <w:rFonts w:hint="eastAsia"/>
          <w:rtl/>
        </w:rPr>
        <w:t>لَّذِينَ</w:t>
      </w:r>
      <w:r>
        <w:rPr>
          <w:rtl/>
        </w:rPr>
        <w:t xml:space="preserve"> ءَامَنُو</w:t>
      </w:r>
      <w:r>
        <w:rPr>
          <w:rFonts w:hint="eastAsia"/>
          <w:rtl/>
        </w:rPr>
        <w:t>اْ</w:t>
      </w:r>
      <w:r>
        <w:rPr>
          <w:rtl/>
        </w:rPr>
        <w:t xml:space="preserve"> وَعَمِلُواْ </w:t>
      </w:r>
      <w:r>
        <w:rPr>
          <w:rFonts w:hint="cs"/>
          <w:rtl/>
        </w:rPr>
        <w:t>ٱ</w:t>
      </w:r>
      <w:r>
        <w:rPr>
          <w:rFonts w:hint="eastAsia"/>
          <w:rtl/>
        </w:rPr>
        <w:t>لصَّـٰلِحَـٰتِ</w:t>
      </w:r>
      <w:r>
        <w:rPr>
          <w:rtl/>
        </w:rPr>
        <w:t xml:space="preserve"> مِنَ </w:t>
      </w:r>
      <w:r>
        <w:rPr>
          <w:rFonts w:hint="cs"/>
          <w:rtl/>
        </w:rPr>
        <w:t>ٱ</w:t>
      </w:r>
      <w:r>
        <w:rPr>
          <w:rFonts w:hint="eastAsia"/>
          <w:rtl/>
        </w:rPr>
        <w:t>لظُّلُمَـٰتِ</w:t>
      </w:r>
      <w:r>
        <w:rPr>
          <w:rtl/>
        </w:rPr>
        <w:t xml:space="preserve"> إِلَى </w:t>
      </w:r>
      <w:r>
        <w:rPr>
          <w:rFonts w:hint="cs"/>
          <w:rtl/>
        </w:rPr>
        <w:t>ٱ</w:t>
      </w:r>
      <w:r>
        <w:rPr>
          <w:rFonts w:hint="eastAsia"/>
          <w:rtl/>
        </w:rPr>
        <w:t>لنُّورِ‌ۚ</w:t>
      </w:r>
      <w:r>
        <w:rPr>
          <w:rtl/>
        </w:rPr>
        <w:t xml:space="preserve"> وَمَن يُؤۡمِنۢ بِ</w:t>
      </w:r>
      <w:r>
        <w:rPr>
          <w:rFonts w:hint="cs"/>
          <w:rtl/>
        </w:rPr>
        <w:t>ٱ</w:t>
      </w:r>
      <w:r>
        <w:rPr>
          <w:rFonts w:hint="eastAsia"/>
          <w:rtl/>
        </w:rPr>
        <w:t>للَّهِ</w:t>
      </w:r>
      <w:r>
        <w:rPr>
          <w:rtl/>
        </w:rPr>
        <w:t xml:space="preserve"> وَيَعۡمَلۡ صَـٰلِحً۬ا يُدۡخِلۡهُ جَنَّـٰتٍ۬ تَجۡرِى مِن تَحۡتِهَا </w:t>
      </w:r>
      <w:r>
        <w:rPr>
          <w:rFonts w:hint="cs"/>
          <w:rtl/>
        </w:rPr>
        <w:t>ٱ</w:t>
      </w:r>
      <w:r>
        <w:rPr>
          <w:rFonts w:hint="eastAsia"/>
          <w:rtl/>
        </w:rPr>
        <w:t>لۡأَنۡ</w:t>
      </w:r>
      <w:r w:rsidR="001E6BAB" w:rsidRPr="001E6BAB">
        <w:rPr>
          <w:rFonts w:hint="cs"/>
          <w:rtl/>
        </w:rPr>
        <w:t>ه</w:t>
      </w:r>
      <w:r w:rsidRPr="00595365">
        <w:rPr>
          <w:rFonts w:hint="cs"/>
          <w:rtl/>
        </w:rPr>
        <w:t>ـٰرُ</w:t>
      </w:r>
      <w:r>
        <w:rPr>
          <w:rtl/>
        </w:rPr>
        <w:t xml:space="preserve"> خَـٰلِدِينَ فِي</w:t>
      </w:r>
      <w:r w:rsidR="001E6BAB" w:rsidRPr="001E6BAB">
        <w:rPr>
          <w:rFonts w:hint="cs"/>
          <w:rtl/>
        </w:rPr>
        <w:t>ه</w:t>
      </w:r>
      <w:r w:rsidRPr="00595365">
        <w:rPr>
          <w:rFonts w:hint="cs"/>
          <w:rtl/>
        </w:rPr>
        <w:t xml:space="preserve">آ أَبَدً۬ا‌ۖ قَدۡ أَحۡسَنَ </w:t>
      </w:r>
      <w:r>
        <w:rPr>
          <w:rFonts w:hint="cs"/>
          <w:rtl/>
        </w:rPr>
        <w:t>ٱ</w:t>
      </w:r>
      <w:r>
        <w:rPr>
          <w:rFonts w:hint="eastAsia"/>
          <w:rtl/>
        </w:rPr>
        <w:t>للَّهُ</w:t>
      </w:r>
      <w:r>
        <w:rPr>
          <w:rtl/>
        </w:rPr>
        <w:t xml:space="preserve"> لَهُ </w:t>
      </w:r>
      <w:r>
        <w:rPr>
          <w:rFonts w:hint="cs"/>
          <w:rtl/>
        </w:rPr>
        <w:t>ۥ</w:t>
      </w:r>
      <w:r>
        <w:rPr>
          <w:rtl/>
        </w:rPr>
        <w:t xml:space="preserve"> رِزۡقًا (١١</w:t>
      </w:r>
      <w:r w:rsidR="009229E3">
        <w:rPr>
          <w:rtl/>
        </w:rPr>
        <w:t>)</w:t>
      </w:r>
    </w:p>
    <w:p w:rsidR="001A403D" w:rsidRDefault="001A403D" w:rsidP="00E36567">
      <w:pPr>
        <w:pStyle w:val="libBoldItalic"/>
      </w:pPr>
      <w:r>
        <w:t>Allah has prepared for them severe punishment; so fear Allah, O people of understanding! O you who believe! Certainly Allah has sent down to you Zikr, (10) Rasool  who recites to you the clarifying verses of Allah, that He may bring out those who believe and do good deeds from the darknesses into the light. And whoever believes in Allah and does righteousness, He will admit him into Gardens underneath which rivers flow, to abide therein for ever. Certainly Allah has made good provision for him. (11)</w:t>
      </w:r>
    </w:p>
    <w:p w:rsidR="001A403D" w:rsidRDefault="001A403D" w:rsidP="00E36567">
      <w:pPr>
        <w:pStyle w:val="libNormal"/>
      </w:pPr>
      <w:r>
        <w:t>1-Imam Ali Raza asws said: Al-Zikr is Rasool Allah sawaw, and we are his Ahl, and this is stated clearly in the Book of Allah Azza wa Jalla, when He says in Sura at-Talaq, “…so fear Allah, O people of understanding! O you who believe! Certainly Allah has sent down to you Zikr Rasool  who recites to you the clarifying verses of Allah...” thus Zikr is Rasool Allah sawaw, and we are his Ahl, and certainly Allah Ta’ala says about it in Sura Nahl, “So ask Ahluz-Zikr if you do not know” (al-Burhan, v8, p45)</w:t>
      </w:r>
    </w:p>
    <w:p w:rsidR="001A403D" w:rsidRDefault="001A403D" w:rsidP="009229E3">
      <w:pPr>
        <w:pStyle w:val="libCenterBold1"/>
      </w:pPr>
      <w:r>
        <w:t>Lesson:</w:t>
      </w:r>
    </w:p>
    <w:p w:rsidR="001A403D" w:rsidRDefault="001A403D" w:rsidP="001A403D">
      <w:pPr>
        <w:pStyle w:val="libNormal"/>
      </w:pPr>
      <w:r>
        <w:t>1-Rasool Allah sawaw is Zikr of Allah Ta’ala, Maola Ali asws is Zikr of Allah Ta’ala which is stated in verse 44 of Sura Zukhruf “No doubt this is Zikr for you and for your nation”, and all Masumeen asws are Zikr of Allah Ta’ala, as stated in Hadees-e-Masoom asws “We are Zikrullah” Masumeen asws are Quran-e-Natiq, and Quran-e-Samit is also Zikr of Allah. Allah Azza wa Jalla is Zakir of Masumeen asws, and Masumeen asws are Zakir of Allah Ta’ala.</w:t>
      </w:r>
    </w:p>
    <w:p w:rsidR="001A403D" w:rsidRDefault="001A403D" w:rsidP="001A403D">
      <w:pPr>
        <w:pStyle w:val="libNormal"/>
      </w:pPr>
      <w:r>
        <w:t>2-Muqassir Mulla is in exteme error and he is highly ignorant, he says that nothing should be read in Salaah except Quran and Zikrullah! He does not know that Zikrullah are Mohammad sawaw, Ali asws, and their Ahlul Bait asws. And they are Quran-e-Natiq as well. Then how Salaah is nullified by testimony of Walayat-e-Ali asws? Whoever reads Salaah without testimony of Walayat-e-Ali asws knowingly, he only and only makes Allah Ta’ala Wroth.</w:t>
      </w:r>
    </w:p>
    <w:p w:rsidR="00EB2345" w:rsidRDefault="00EB2345" w:rsidP="00FC02E7">
      <w:pPr>
        <w:pStyle w:val="libNormal"/>
        <w:rPr>
          <w:rtl/>
        </w:rPr>
      </w:pPr>
      <w:r>
        <w:rPr>
          <w:rFonts w:hint="eastAsia"/>
        </w:rPr>
        <w:br w:type="page"/>
      </w:r>
    </w:p>
    <w:p w:rsidR="001A403D" w:rsidRDefault="00EB2345" w:rsidP="00EB2345">
      <w:pPr>
        <w:pStyle w:val="Heading1Center"/>
      </w:pPr>
      <w:bookmarkStart w:id="63" w:name="_Toc449789456"/>
      <w:r>
        <w:rPr>
          <w:rFonts w:hint="eastAsia"/>
          <w:rtl/>
        </w:rPr>
        <w:lastRenderedPageBreak/>
        <w:t>سُوۡرَةُ</w:t>
      </w:r>
      <w:r>
        <w:rPr>
          <w:rtl/>
        </w:rPr>
        <w:t xml:space="preserve"> </w:t>
      </w:r>
      <w:r w:rsidR="001A403D">
        <w:rPr>
          <w:rtl/>
        </w:rPr>
        <w:t>المُلک</w:t>
      </w:r>
      <w:bookmarkEnd w:id="63"/>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أَفَمَن</w:t>
      </w:r>
      <w:r>
        <w:rPr>
          <w:rtl/>
        </w:rPr>
        <w:t xml:space="preserve"> يَمۡشِى مُكِبًّا عَلَىٰ وَجۡهِهِ</w:t>
      </w:r>
      <w:r>
        <w:rPr>
          <w:rFonts w:hint="cs"/>
          <w:rtl/>
        </w:rPr>
        <w:t>ۦۤ</w:t>
      </w:r>
      <w:r>
        <w:rPr>
          <w:rtl/>
        </w:rPr>
        <w:t xml:space="preserve"> أَهۡدَىٰٓ أَمَّن يَمۡشِى سَوِيًّا عَلَىٰ صِرَ</w:t>
      </w:r>
      <w:r w:rsidR="005B7B9E" w:rsidRPr="005B7B9E">
        <w:rPr>
          <w:rFonts w:hint="cs"/>
          <w:rtl/>
        </w:rPr>
        <w:t>ا</w:t>
      </w:r>
      <w:r>
        <w:rPr>
          <w:rFonts w:hint="eastAsia"/>
          <w:rtl/>
        </w:rPr>
        <w:t>طٍ۬</w:t>
      </w:r>
      <w:r>
        <w:rPr>
          <w:rtl/>
        </w:rPr>
        <w:t xml:space="preserve"> مُّسۡتَقِيمٍ۬ (٢٢</w:t>
      </w:r>
      <w:r w:rsidR="009229E3">
        <w:rPr>
          <w:rtl/>
        </w:rPr>
        <w:t>)</w:t>
      </w:r>
    </w:p>
    <w:p w:rsidR="001A403D" w:rsidRDefault="001A403D" w:rsidP="00E36567">
      <w:pPr>
        <w:pStyle w:val="libBoldItalic"/>
      </w:pPr>
      <w:r>
        <w:t>Then is he who walks upside down on his face better guided, or he who walks upright on Sirat-e-Mustaqeem? (22)</w:t>
      </w:r>
    </w:p>
    <w:p w:rsidR="001A403D" w:rsidRDefault="001A403D" w:rsidP="00E36567">
      <w:pPr>
        <w:pStyle w:val="libNormal"/>
      </w:pPr>
      <w:r>
        <w:t>1-Imam Musa Kazim asws said about this verse: No doubt Allah is giving example of that person who has turned away from Walayat-e-Ali asws, he is like that person who walks on face, and does not get guidance in his affair. And who obeys Maola Ali asws he is upright on Sirat-e-Mustaqeem, and Sirat-e-Mustaqeem is Amirul Momineen asws. (al-Burhan, v8, p74)</w:t>
      </w:r>
    </w:p>
    <w:p w:rsidR="001A403D" w:rsidRDefault="001A403D" w:rsidP="00E36567">
      <w:pPr>
        <w:pStyle w:val="libNormal"/>
      </w:pPr>
      <w:r>
        <w:t>2-Imam Mohammad Baqir asws was entering Masjid al-Haraam through Bab-e-Bani Shaibah, and on seeing people said to Fazeel: O Fazeel, these people used to do Tawaf in same way during the time of ignorance, and neither they have Marifat of Haqq, and nor their adopted Deen is Deen. O Fazeel, look towards them, they are upside down on their faces, Allah is cursing on them who are born disfigured upside down on face. Then said: “Then is he who walks upside down on his face better guided, or he who walks upright on Sirat-e-Mustaqeem?” by Allah, it (Sirat-e-Mustaqeem) means Ali asws and Aosiya asws. Then recited, “But when they will see him from near, the faces of those who disbelieve will be disfigured, and it will be said (to them): This is that for which you used to wish” Amirul Momineen asws. (extract from Hadees) (al-Burhan, v8, p75)</w:t>
      </w:r>
    </w:p>
    <w:p w:rsidR="001A403D" w:rsidRDefault="001A403D" w:rsidP="009229E3">
      <w:pPr>
        <w:pStyle w:val="libCenterBold1"/>
      </w:pPr>
      <w:r>
        <w:t>Lesson:</w:t>
      </w:r>
    </w:p>
    <w:p w:rsidR="001A403D" w:rsidRDefault="001A403D" w:rsidP="001A403D">
      <w:pPr>
        <w:pStyle w:val="libNormal"/>
      </w:pPr>
      <w:r>
        <w:t>1-It is obvious that who is on Walayat-e-Ali asws, he does not bow in front of anyone except Allah, and who leaves Walayat-e-Ali asws and puts Qalada (noose) of allegiance of Majoosi Mulla in his neck, then obviously he has to walk on his face like an animal.</w:t>
      </w:r>
    </w:p>
    <w:p w:rsidR="001A403D" w:rsidRDefault="001A403D" w:rsidP="001A403D">
      <w:pPr>
        <w:pStyle w:val="libNormal"/>
      </w:pPr>
      <w:r>
        <w:t>2-The opponents of Walayat-e-Ali asws are by birth disfigured, these Muqassireen who walk face-wards, will be dragged face-wards on their noses to be thrown in Hell on the day of Qiyamah. They wish to be called with the titles of Maola Ali asws.</w:t>
      </w:r>
    </w:p>
    <w:p w:rsidR="001A403D" w:rsidRDefault="001A403D" w:rsidP="00385B48">
      <w:pPr>
        <w:pStyle w:val="libAr"/>
      </w:pPr>
      <w:r>
        <w:rPr>
          <w:rFonts w:hint="eastAsia"/>
          <w:rtl/>
        </w:rPr>
        <w:t>فَلَمَّا</w:t>
      </w:r>
      <w:r>
        <w:rPr>
          <w:rtl/>
        </w:rPr>
        <w:t xml:space="preserve"> رَأَوۡهُ زُلۡفَةً۬ سِيٓـَٔتۡ وُجُوهُ </w:t>
      </w:r>
      <w:r>
        <w:rPr>
          <w:rFonts w:hint="cs"/>
          <w:rtl/>
        </w:rPr>
        <w:t>ٱ</w:t>
      </w:r>
      <w:r>
        <w:rPr>
          <w:rFonts w:hint="eastAsia"/>
          <w:rtl/>
        </w:rPr>
        <w:t>لَّذِينَ</w:t>
      </w:r>
      <w:r>
        <w:rPr>
          <w:rtl/>
        </w:rPr>
        <w:t xml:space="preserve"> كَفَرُواْ وَقِيلَ هَـٰذَا </w:t>
      </w:r>
      <w:r>
        <w:rPr>
          <w:rFonts w:hint="cs"/>
          <w:rtl/>
        </w:rPr>
        <w:t>ٱ</w:t>
      </w:r>
      <w:r>
        <w:rPr>
          <w:rFonts w:hint="eastAsia"/>
          <w:rtl/>
        </w:rPr>
        <w:t>لَّذِى</w:t>
      </w:r>
      <w:r>
        <w:rPr>
          <w:rtl/>
        </w:rPr>
        <w:t xml:space="preserve"> كُنتُم بِهِ</w:t>
      </w:r>
      <w:r>
        <w:rPr>
          <w:rFonts w:hint="cs"/>
          <w:rtl/>
        </w:rPr>
        <w:t>ۦ</w:t>
      </w:r>
      <w:r>
        <w:rPr>
          <w:rtl/>
        </w:rPr>
        <w:t xml:space="preserve"> تَدَّعُونَ (٢٧</w:t>
      </w:r>
      <w:r w:rsidR="009229E3">
        <w:rPr>
          <w:rtl/>
        </w:rPr>
        <w:t>)</w:t>
      </w:r>
    </w:p>
    <w:p w:rsidR="001A403D" w:rsidRDefault="001A403D" w:rsidP="00E36567">
      <w:pPr>
        <w:pStyle w:val="libBoldItalic"/>
      </w:pPr>
      <w:r>
        <w:t>But when they will see him from near, the faces of those who disbelieve will become crooked, and it will be said (to them): This is that for which you used to call (wish). (27)</w:t>
      </w:r>
    </w:p>
    <w:p w:rsidR="001A403D" w:rsidRDefault="001A403D" w:rsidP="00E36567">
      <w:pPr>
        <w:pStyle w:val="libNormal"/>
      </w:pPr>
      <w:r>
        <w:t>1-Imam Mohammad Baqir asws recited this verse and said: Do you know whom they will see? By Allah they will see Ali asws with Rasool Allah sawaw, and they will come near to them, “and it will be said (to them): This is that for which you used to wish” means that you called yourself with the title of Amirul Momineen. This title is not permissible for anyone except Amirul Momineen asws,  except for a fabricator liar, this is for until Qiyamah. (al-Burhan, v8, p78)</w:t>
      </w:r>
    </w:p>
    <w:p w:rsidR="001A403D" w:rsidRDefault="001A403D" w:rsidP="00E36567">
      <w:pPr>
        <w:pStyle w:val="libNormal"/>
      </w:pPr>
      <w:r>
        <w:lastRenderedPageBreak/>
        <w:t>2-Imam Jafar Sadiq asws said about this verse: This is Ali asws, when they (opponents) will see his rank &amp; status near Allah, then they will chew their hands that why they neglected his (asws) Walayat. (al-Burhan, v8, p77)</w:t>
      </w:r>
    </w:p>
    <w:p w:rsidR="001A403D" w:rsidRDefault="001A403D" w:rsidP="009229E3">
      <w:pPr>
        <w:pStyle w:val="libCenterBold1"/>
      </w:pPr>
      <w:r>
        <w:t>Lesson:</w:t>
      </w:r>
    </w:p>
    <w:p w:rsidR="001A403D" w:rsidRDefault="001A403D" w:rsidP="001A403D">
      <w:pPr>
        <w:pStyle w:val="libNormal"/>
      </w:pPr>
      <w:r>
        <w:t>1-Those who oppose Walayat-e-Ali asws, who calls themselves Ayatollah al-Uzma and Imam i.e. declaring titles of Maola Ali asws permissible for them, and their followers when they will see a glimpse of the status of Maola Ali asws on the day of Qiyamah, then their faces will be disfigured &amp; blackened, then they will bite their hands in despair saying “Alas, why we fixed our Walayat in front of Walayat-e-Ali asws, then we adopted titles of Masumeen asws for ourselves, we acted like Fir’oun and denied Walayat-e-Ali asws, and prevented others as well from testimony of Walayat-e-Ali asws by issuing Fatawa.” On that day there will be no other solution except casting them into Hell while dragging them on their faces.</w:t>
      </w:r>
    </w:p>
    <w:p w:rsidR="001A403D" w:rsidRDefault="001A403D" w:rsidP="001A403D">
      <w:pPr>
        <w:pStyle w:val="libNormal"/>
      </w:pPr>
      <w:r>
        <w:t>2-To wish for the rank &amp; status of Masumeen asws is destruction. Creations are created only for their obedience. Our duty is to narrate and listen to Faza’il of Masumeen asws, and to preach &amp; convey Walayat-e-Ali asws, and to wait &amp; get ready for Zahoor of Imam Qaim asws, and to observe Azadari of Imam Hussain asws.</w:t>
      </w:r>
    </w:p>
    <w:p w:rsidR="00EB2345" w:rsidRDefault="00EB2345" w:rsidP="00FC02E7">
      <w:pPr>
        <w:pStyle w:val="libNormal"/>
        <w:rPr>
          <w:rtl/>
        </w:rPr>
      </w:pPr>
      <w:r>
        <w:rPr>
          <w:rFonts w:hint="eastAsia"/>
        </w:rPr>
        <w:br w:type="page"/>
      </w:r>
    </w:p>
    <w:p w:rsidR="001A403D" w:rsidRDefault="00EB2345" w:rsidP="00EB2345">
      <w:pPr>
        <w:pStyle w:val="Heading1Center"/>
      </w:pPr>
      <w:bookmarkStart w:id="64" w:name="_Toc449789457"/>
      <w:r>
        <w:rPr>
          <w:rFonts w:hint="eastAsia"/>
          <w:rtl/>
        </w:rPr>
        <w:lastRenderedPageBreak/>
        <w:t>سُوۡرَةُ</w:t>
      </w:r>
      <w:r>
        <w:rPr>
          <w:rtl/>
        </w:rPr>
        <w:t xml:space="preserve"> </w:t>
      </w:r>
      <w:r w:rsidR="001A403D">
        <w:rPr>
          <w:rtl/>
        </w:rPr>
        <w:t>القَلَم</w:t>
      </w:r>
      <w:bookmarkEnd w:id="64"/>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وَإِن</w:t>
      </w:r>
      <w:r>
        <w:rPr>
          <w:rtl/>
        </w:rPr>
        <w:t xml:space="preserve"> يَكَادُ </w:t>
      </w:r>
      <w:r>
        <w:rPr>
          <w:rFonts w:hint="cs"/>
          <w:rtl/>
        </w:rPr>
        <w:t>ٱ</w:t>
      </w:r>
      <w:r>
        <w:rPr>
          <w:rFonts w:hint="eastAsia"/>
          <w:rtl/>
        </w:rPr>
        <w:t>لَّذِينَ</w:t>
      </w:r>
      <w:r>
        <w:rPr>
          <w:rtl/>
        </w:rPr>
        <w:t xml:space="preserve"> كَفَرُواْ لَيُزۡلِقُونَكَ بِأَبۡصَـٰرِهِمۡ لَمَّا سَمِعُواْ </w:t>
      </w:r>
      <w:r>
        <w:rPr>
          <w:rFonts w:hint="cs"/>
          <w:rtl/>
        </w:rPr>
        <w:t>ٱ</w:t>
      </w:r>
      <w:r>
        <w:rPr>
          <w:rFonts w:hint="eastAsia"/>
          <w:rtl/>
        </w:rPr>
        <w:t>لذِّكۡرَ</w:t>
      </w:r>
      <w:r>
        <w:rPr>
          <w:rtl/>
        </w:rPr>
        <w:t xml:space="preserve"> وَيَقُولُونَ إِنَّهُ </w:t>
      </w:r>
      <w:r>
        <w:rPr>
          <w:rFonts w:hint="cs"/>
          <w:rtl/>
        </w:rPr>
        <w:t>ۥ</w:t>
      </w:r>
      <w:r>
        <w:rPr>
          <w:rtl/>
        </w:rPr>
        <w:t xml:space="preserve"> لَمَجۡنُونٌ۬ (٥١</w:t>
      </w:r>
      <w:r w:rsidR="009229E3">
        <w:rPr>
          <w:rtl/>
        </w:rPr>
        <w:t>)</w:t>
      </w:r>
      <w:r>
        <w:rPr>
          <w:rtl/>
        </w:rPr>
        <w:t xml:space="preserve"> وَمَا هُوَ إِلَّا ذِكۡرٌ۬ لِّلۡعَـٰلَمِينَ (٥٢</w:t>
      </w:r>
      <w:r w:rsidR="009229E3">
        <w:rPr>
          <w:rtl/>
        </w:rPr>
        <w:t>)</w:t>
      </w:r>
    </w:p>
    <w:p w:rsidR="001A403D" w:rsidRDefault="001A403D" w:rsidP="00E36567">
      <w:pPr>
        <w:pStyle w:val="libBoldItalic"/>
      </w:pPr>
      <w:r>
        <w:t>And it seems that those who disbelieve would make you slip (your feet) with their (bad) looks when they hear the Zikr (Reminder), and they say: No doubt he is certainly mad; (51) But it is not except a Reminder to the worlds. (52)</w:t>
      </w:r>
    </w:p>
    <w:p w:rsidR="001A403D" w:rsidRDefault="001A403D" w:rsidP="00E36567">
      <w:pPr>
        <w:pStyle w:val="libNormal"/>
      </w:pPr>
      <w:r>
        <w:t>1-Imam Jafar Sadiq asws was going from Madina to Makkah, when reached Ghadeer-e-Khum then said: On this place Rasool Allah sawaw was standing when raised Ali asws by holding his hand and said: For whoever I am Maola, Ali asws is his Maola.” And on the right side there were tents of four people, when they saw towards him (sawaw) that he raised Ali’s asws hand until the white of armpit was exposed, then they said: Look towards his eyes, they are rotating (moving) like the eyes of a mad (Naoozobillah). Then Jibrael (a.s.) came and said: Recite “And it seems that those who disbelieve would make you slip with their bad looks when they hear the Zikr, and they say: No doubt he is certainly mad; but it is not except Zikr for the worlds” and Zikr is Ali bin Abi Talib asws. (al-Burhan, v8, p97)</w:t>
      </w:r>
    </w:p>
    <w:p w:rsidR="001A403D" w:rsidRDefault="001A403D" w:rsidP="009229E3">
      <w:pPr>
        <w:pStyle w:val="libCenterBold1"/>
      </w:pPr>
      <w:r>
        <w:t>Lesson:</w:t>
      </w:r>
    </w:p>
    <w:p w:rsidR="001A403D" w:rsidRDefault="001A403D" w:rsidP="001A403D">
      <w:pPr>
        <w:pStyle w:val="libNormal"/>
      </w:pPr>
      <w:r>
        <w:t>1-Whoever is steadfast on Walayat-e-Ali asws and preaches it, then he has to hear the taunting and scolding of Batil &amp; Taghoot. But Rasool Allah sawaw did not care about Muqassireen at all, and continued Zikr of Ali asws. Usuli Muqassireen also mock Shia Momineen that these Shias have become mad about Walayat-e-Ali asws, bringing Walayat-e-Ali asws in every matter. While blind of wisdom Muqassireen do not know that Maola Ali asws is Zikr for all the worlds, just as Rasool Allah sawaw is Rahmat for all the worlds.</w:t>
      </w:r>
    </w:p>
    <w:p w:rsidR="001A403D" w:rsidRDefault="001A403D" w:rsidP="001A403D">
      <w:pPr>
        <w:pStyle w:val="libNormal"/>
      </w:pPr>
      <w:r>
        <w:t>2-Rasool Allah sawaw said: “Adorn your Majalis with Zikr of Ali asws.”</w:t>
      </w:r>
    </w:p>
    <w:p w:rsidR="001A403D" w:rsidRDefault="001A403D" w:rsidP="001A403D">
      <w:pPr>
        <w:pStyle w:val="libNormal"/>
      </w:pPr>
      <w:r>
        <w:t>Zikr of Ali asws beautifies the deed. Without Zikr-e-Ali asws deeds are ugly and unacceptable. Allah Azza wa Jalla said: “…..I do not accept any deed from its doer at all except with the testimony of Walayat of Ali and Nabuwat of My Rasool Ahmad…..”(Hadees-e-Qudsi). In this Hadees-e-Qudsi Allah is not putting the condition of Eman on Walayat-e-Ali asws, but clear condition is verbal testimony during performing deed. So who does not recite testimony of Walayat-e-Ali asws in Salaah after getting knowledge, then his Salaah is not accepted, because he opposed Sunnah of Rasool Allah sawaw and disobeyed order of Allah.</w:t>
      </w:r>
    </w:p>
    <w:p w:rsidR="00EB2345" w:rsidRDefault="00EB2345" w:rsidP="00FC02E7">
      <w:pPr>
        <w:pStyle w:val="libNormal"/>
        <w:rPr>
          <w:rtl/>
        </w:rPr>
      </w:pPr>
      <w:r>
        <w:rPr>
          <w:rFonts w:hint="eastAsia"/>
        </w:rPr>
        <w:br w:type="page"/>
      </w:r>
    </w:p>
    <w:p w:rsidR="001A403D" w:rsidRDefault="00EB2345" w:rsidP="00EB2345">
      <w:pPr>
        <w:pStyle w:val="Heading1Center"/>
      </w:pPr>
      <w:bookmarkStart w:id="65" w:name="_Toc449789458"/>
      <w:r>
        <w:rPr>
          <w:rFonts w:hint="eastAsia"/>
          <w:rtl/>
        </w:rPr>
        <w:lastRenderedPageBreak/>
        <w:t>سُوۡرَةُ</w:t>
      </w:r>
      <w:r>
        <w:rPr>
          <w:rtl/>
        </w:rPr>
        <w:t xml:space="preserve"> </w:t>
      </w:r>
      <w:r w:rsidR="001A403D">
        <w:rPr>
          <w:rtl/>
        </w:rPr>
        <w:t>الحَاقَّة</w:t>
      </w:r>
      <w:bookmarkEnd w:id="65"/>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إِنَّهُ</w:t>
      </w:r>
      <w:r>
        <w:rPr>
          <w:rtl/>
        </w:rPr>
        <w:t xml:space="preserve"> </w:t>
      </w:r>
      <w:r>
        <w:rPr>
          <w:rFonts w:hint="cs"/>
          <w:rtl/>
        </w:rPr>
        <w:t>ۥ</w:t>
      </w:r>
      <w:r>
        <w:rPr>
          <w:rtl/>
        </w:rPr>
        <w:t xml:space="preserve"> لَقَوۡلُ رَسُولٍ۬ كَرِيمٍ۬ (٤٠</w:t>
      </w:r>
      <w:r w:rsidR="009229E3">
        <w:rPr>
          <w:rtl/>
        </w:rPr>
        <w:t>)</w:t>
      </w:r>
      <w:r>
        <w:rPr>
          <w:rtl/>
        </w:rPr>
        <w:t xml:space="preserve"> وَمَا هُوَ بِقَوۡلِ شَاعِرٍ۬‌ۚ قَلِيلاً۬ مَّا تُؤۡمِنُونَ (٤١</w:t>
      </w:r>
      <w:r w:rsidR="009229E3">
        <w:rPr>
          <w:rtl/>
        </w:rPr>
        <w:t>)</w:t>
      </w:r>
      <w:r>
        <w:rPr>
          <w:rtl/>
        </w:rPr>
        <w:t xml:space="preserve"> وَلَا بِقَوۡلِ كَاهِنٍ۬‌ۚ قَلِيلاً۬ مَّا تَذَكَّرُونَ (٤٢</w:t>
      </w:r>
      <w:r w:rsidR="009229E3">
        <w:rPr>
          <w:rtl/>
        </w:rPr>
        <w:t>)</w:t>
      </w:r>
      <w:r>
        <w:rPr>
          <w:rtl/>
        </w:rPr>
        <w:t xml:space="preserve"> تَنزِيلٌ۬ مِّن رَّبِّ </w:t>
      </w:r>
      <w:r>
        <w:rPr>
          <w:rFonts w:hint="cs"/>
          <w:rtl/>
        </w:rPr>
        <w:t>ٱ</w:t>
      </w:r>
      <w:r>
        <w:rPr>
          <w:rFonts w:hint="eastAsia"/>
          <w:rtl/>
        </w:rPr>
        <w:t>لۡعَـٰلَمِينَ</w:t>
      </w:r>
      <w:r>
        <w:rPr>
          <w:rtl/>
        </w:rPr>
        <w:t xml:space="preserve"> (٤٣</w:t>
      </w:r>
      <w:r w:rsidR="009229E3">
        <w:rPr>
          <w:rtl/>
        </w:rPr>
        <w:t>)</w:t>
      </w:r>
      <w:r>
        <w:rPr>
          <w:rtl/>
        </w:rPr>
        <w:t xml:space="preserve"> وَلَوۡ تَقَوَّلَ عَلَيۡنَا بَعۡضَ </w:t>
      </w:r>
      <w:r>
        <w:rPr>
          <w:rFonts w:hint="cs"/>
          <w:rtl/>
        </w:rPr>
        <w:t>ٱ</w:t>
      </w:r>
      <w:r>
        <w:rPr>
          <w:rFonts w:hint="eastAsia"/>
          <w:rtl/>
        </w:rPr>
        <w:t>لۡأَقَاوِيلِ</w:t>
      </w:r>
      <w:r>
        <w:rPr>
          <w:rtl/>
        </w:rPr>
        <w:t xml:space="preserve"> (٤٤</w:t>
      </w:r>
      <w:r w:rsidR="009229E3">
        <w:rPr>
          <w:rtl/>
        </w:rPr>
        <w:t>)</w:t>
      </w:r>
      <w:r>
        <w:rPr>
          <w:rtl/>
        </w:rPr>
        <w:t xml:space="preserve"> لَأَخَذۡنَا مِنۡهُ بِ</w:t>
      </w:r>
      <w:r>
        <w:rPr>
          <w:rFonts w:hint="cs"/>
          <w:rtl/>
        </w:rPr>
        <w:t>ٱ</w:t>
      </w:r>
      <w:r>
        <w:rPr>
          <w:rFonts w:hint="eastAsia"/>
          <w:rtl/>
        </w:rPr>
        <w:t>لۡيَمِينِ</w:t>
      </w:r>
      <w:r>
        <w:rPr>
          <w:rtl/>
        </w:rPr>
        <w:t xml:space="preserve"> (٤٥</w:t>
      </w:r>
      <w:r w:rsidR="009229E3">
        <w:rPr>
          <w:rtl/>
        </w:rPr>
        <w:t>)</w:t>
      </w:r>
      <w:r>
        <w:rPr>
          <w:rtl/>
        </w:rPr>
        <w:t xml:space="preserve"> ثُمَّ لَقَطَعۡنَا مِنۡهُ </w:t>
      </w:r>
      <w:r>
        <w:rPr>
          <w:rFonts w:hint="cs"/>
          <w:rtl/>
        </w:rPr>
        <w:t>ٱ</w:t>
      </w:r>
      <w:r>
        <w:rPr>
          <w:rFonts w:hint="eastAsia"/>
          <w:rtl/>
        </w:rPr>
        <w:t>لۡوَتِينَ</w:t>
      </w:r>
      <w:r>
        <w:rPr>
          <w:rtl/>
        </w:rPr>
        <w:t xml:space="preserve"> (٤٦</w:t>
      </w:r>
      <w:r w:rsidR="009229E3">
        <w:rPr>
          <w:rtl/>
        </w:rPr>
        <w:t>)</w:t>
      </w:r>
      <w:r>
        <w:rPr>
          <w:rtl/>
        </w:rPr>
        <w:t xml:space="preserve"> فَمَا مِنكُم مِّنۡ أَحَدٍ عَنۡهُ حَـٰجِزِينَ (٤٧</w:t>
      </w:r>
      <w:r w:rsidR="009229E3">
        <w:rPr>
          <w:rtl/>
        </w:rPr>
        <w:t>)</w:t>
      </w:r>
      <w:r>
        <w:rPr>
          <w:rtl/>
        </w:rPr>
        <w:t xml:space="preserve"> وَإِنَّهُ </w:t>
      </w:r>
      <w:r>
        <w:rPr>
          <w:rFonts w:hint="cs"/>
          <w:rtl/>
        </w:rPr>
        <w:t>ۥ</w:t>
      </w:r>
      <w:r>
        <w:rPr>
          <w:rtl/>
        </w:rPr>
        <w:t xml:space="preserve"> لَتَذۡكِرَةٌ۬ لِّلۡمُتَّقِينَ (٤٨</w:t>
      </w:r>
      <w:r w:rsidR="009229E3">
        <w:rPr>
          <w:rtl/>
        </w:rPr>
        <w:t>)</w:t>
      </w:r>
      <w:r>
        <w:rPr>
          <w:rtl/>
        </w:rPr>
        <w:t xml:space="preserve"> وَإِنَّا لَنَعۡلَمُ أَنَّ مِنكُم مُّكَذِّبِينَ (٤٩</w:t>
      </w:r>
      <w:r w:rsidR="009229E3">
        <w:rPr>
          <w:rtl/>
        </w:rPr>
        <w:t>)</w:t>
      </w:r>
      <w:r>
        <w:rPr>
          <w:rtl/>
        </w:rPr>
        <w:t xml:space="preserve"> وَإِنَّهُ </w:t>
      </w:r>
      <w:r>
        <w:rPr>
          <w:rFonts w:hint="cs"/>
          <w:rtl/>
        </w:rPr>
        <w:t>ۥ</w:t>
      </w:r>
      <w:r>
        <w:rPr>
          <w:rtl/>
        </w:rPr>
        <w:t xml:space="preserve"> لَحَسۡرَةٌ عَل</w:t>
      </w:r>
      <w:r>
        <w:rPr>
          <w:rFonts w:hint="eastAsia"/>
          <w:rtl/>
        </w:rPr>
        <w:t>َى</w:t>
      </w:r>
      <w:r>
        <w:rPr>
          <w:rtl/>
        </w:rPr>
        <w:t xml:space="preserve"> </w:t>
      </w:r>
      <w:r>
        <w:rPr>
          <w:rFonts w:hint="cs"/>
          <w:rtl/>
        </w:rPr>
        <w:t>ٱ</w:t>
      </w:r>
      <w:r>
        <w:rPr>
          <w:rFonts w:hint="eastAsia"/>
          <w:rtl/>
        </w:rPr>
        <w:t>لۡكَـٰفِرِينَ</w:t>
      </w:r>
      <w:r>
        <w:rPr>
          <w:rtl/>
        </w:rPr>
        <w:t xml:space="preserve"> (٥٠</w:t>
      </w:r>
      <w:r w:rsidR="009229E3">
        <w:rPr>
          <w:rtl/>
        </w:rPr>
        <w:t>)</w:t>
      </w:r>
      <w:r>
        <w:rPr>
          <w:rtl/>
        </w:rPr>
        <w:t xml:space="preserve"> وَإِنَّهُ </w:t>
      </w:r>
      <w:r>
        <w:rPr>
          <w:rFonts w:hint="cs"/>
          <w:rtl/>
        </w:rPr>
        <w:t>ۥ</w:t>
      </w:r>
      <w:r>
        <w:rPr>
          <w:rtl/>
        </w:rPr>
        <w:t xml:space="preserve"> لَحَقُّ </w:t>
      </w:r>
      <w:r>
        <w:rPr>
          <w:rFonts w:hint="cs"/>
          <w:rtl/>
        </w:rPr>
        <w:t>ٱ</w:t>
      </w:r>
      <w:r>
        <w:rPr>
          <w:rFonts w:hint="eastAsia"/>
          <w:rtl/>
        </w:rPr>
        <w:t>لۡيَقِينِ</w:t>
      </w:r>
      <w:r>
        <w:rPr>
          <w:rtl/>
        </w:rPr>
        <w:t xml:space="preserve"> (٥١</w:t>
      </w:r>
      <w:r w:rsidR="009229E3">
        <w:rPr>
          <w:rtl/>
        </w:rPr>
        <w:t>)</w:t>
      </w:r>
      <w:r>
        <w:rPr>
          <w:rtl/>
        </w:rPr>
        <w:t xml:space="preserve"> فَسَبِّحۡ بِ</w:t>
      </w:r>
      <w:r>
        <w:rPr>
          <w:rFonts w:hint="cs"/>
          <w:rtl/>
        </w:rPr>
        <w:t>ٱ</w:t>
      </w:r>
      <w:r>
        <w:rPr>
          <w:rFonts w:hint="eastAsia"/>
          <w:rtl/>
        </w:rPr>
        <w:t>سۡمِ</w:t>
      </w:r>
      <w:r>
        <w:rPr>
          <w:rtl/>
        </w:rPr>
        <w:t xml:space="preserve"> رَبِّكَ </w:t>
      </w:r>
      <w:r>
        <w:rPr>
          <w:rFonts w:hint="cs"/>
          <w:rtl/>
        </w:rPr>
        <w:t>ٱ</w:t>
      </w:r>
      <w:r>
        <w:rPr>
          <w:rFonts w:hint="eastAsia"/>
          <w:rtl/>
        </w:rPr>
        <w:t>لۡعَظِيمِ</w:t>
      </w:r>
      <w:r>
        <w:rPr>
          <w:rtl/>
        </w:rPr>
        <w:t xml:space="preserve"> (٥٢</w:t>
      </w:r>
      <w:r w:rsidR="009229E3">
        <w:rPr>
          <w:rtl/>
        </w:rPr>
        <w:t>)</w:t>
      </w:r>
    </w:p>
    <w:p w:rsidR="001A403D" w:rsidRDefault="001A403D" w:rsidP="00E36567">
      <w:pPr>
        <w:pStyle w:val="libBoldItalic"/>
      </w:pPr>
      <w:r>
        <w:t>No doubt it is the Qawl (word) of noble Rasool. (40) And it is not the word of a poet, little is what you believe. (41) And nor it is the word of a fortune teller, little is what you remember. (42) It is a revelation from the Rabb of the worlds. (43) And if he would have invented false sayings concerning Us, (44) We would have surely seized him by the right hand, (45) Then We would have cut his carotid, (46) And not one of you could have prevented Us from him. (47) And indeed it is a reminder for the righteous. (48) And indeed We know that some among you are beliers. (49) And certainly it is regret upon the disbelievers. (50) And no doubt it is absolute truth. (51) So glorify with the Ism (Name) of your Rabb the Most Great. (52)</w:t>
      </w:r>
    </w:p>
    <w:p w:rsidR="001A403D" w:rsidRDefault="001A403D" w:rsidP="00E36567">
      <w:pPr>
        <w:pStyle w:val="libNormal"/>
      </w:pPr>
      <w:r>
        <w:t>1-Imam Musa Kazim asws said about these verses: People said, “Mohammad sawaw belied about his Rabb, Allah has not commanded anything about Ali asws.” Then Allah revealed it in Quran and said that no doubt Walayat-e-Ali asws is revealed from the Rabb of the worlds, and if he would have have fabricated words about Us, then We would have caught him by the right hand, then We would have cut his carotid. Then said that no doubt Walayat-e-Ali asws is reminder for the pious, for the worlds as well, and no doubt We definitely know that some among you are beliers, and no doubt Ali asws is regret for the disbelievers, and no doubt Walayat-e-Ali asws is certain Haqq (truth). So, Ya Mohammad sawaw, glorify with the Ism of your Rabb the Greatest, means be grateful to your Rabb the Greatest Who bestowed you this Fazal. (al-Burhan, v8, p110)</w:t>
      </w:r>
    </w:p>
    <w:p w:rsidR="001A403D" w:rsidRDefault="001A403D" w:rsidP="009229E3">
      <w:pPr>
        <w:pStyle w:val="libCenterBold1"/>
      </w:pPr>
      <w:r>
        <w:t>Lesson:</w:t>
      </w:r>
    </w:p>
    <w:p w:rsidR="001A403D" w:rsidRDefault="001A403D" w:rsidP="001A403D">
      <w:pPr>
        <w:pStyle w:val="libNormal"/>
      </w:pPr>
      <w:r>
        <w:t xml:space="preserve">1-The verses about Walayat-e-Ali asws are the Word of Allah and Qawl of Rasool Allah sawaw. Quran which is resplendent with Walayat-e-Ali asws is not poetry or soothsaying, actually it is the commandment of the Rabb of the worlds. Then to manifest the importance of Walayat-e-Ali asws, Allah Ta’ala changes the way of addressing like in verse 67 of Sura Ma’ida, so that it should become clear to Muqassireen that Allah will kill those who consider that Ayaat &amp; Ahadees about Walayat-e-Ali asws are unauthentic. Who belie Walayat-e-Ali asws are Kafirs, Walayat-e-Ali asws befalls upon those Kafirs as regret, and these Kafirs become disappointed &amp; hopeless by hearing Zikr-e-Walayat, which is mentioned in verse 3 of Sura Ma’ida. Walayat-e-Ali asws is Haqq-ul-Yaqeen (Absolute Truth) and it is Tazkirah </w:t>
      </w:r>
      <w:r>
        <w:lastRenderedPageBreak/>
        <w:t>for only Muttaqeen, and they are grateful to Allah for this great Ne’mat (favour) of Walayat. Walayat-e-Ali asws is more precious than all the treasures of the worlds.</w:t>
      </w:r>
    </w:p>
    <w:p w:rsidR="00EB2345" w:rsidRDefault="00EB2345" w:rsidP="00FC02E7">
      <w:pPr>
        <w:pStyle w:val="libNormal"/>
        <w:rPr>
          <w:rtl/>
        </w:rPr>
      </w:pPr>
      <w:r>
        <w:rPr>
          <w:rFonts w:hint="eastAsia"/>
        </w:rPr>
        <w:br w:type="page"/>
      </w:r>
    </w:p>
    <w:p w:rsidR="001A403D" w:rsidRDefault="00EB2345" w:rsidP="00EB2345">
      <w:pPr>
        <w:pStyle w:val="Heading1Center"/>
      </w:pPr>
      <w:bookmarkStart w:id="66" w:name="_Toc449789459"/>
      <w:r>
        <w:rPr>
          <w:rFonts w:hint="eastAsia"/>
          <w:rtl/>
        </w:rPr>
        <w:lastRenderedPageBreak/>
        <w:t>سُوۡرَةُ</w:t>
      </w:r>
      <w:r>
        <w:rPr>
          <w:rtl/>
        </w:rPr>
        <w:t xml:space="preserve"> </w:t>
      </w:r>
      <w:r w:rsidR="001A403D">
        <w:rPr>
          <w:rtl/>
        </w:rPr>
        <w:t>المعَارج</w:t>
      </w:r>
      <w:bookmarkEnd w:id="66"/>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سَأَلَ</w:t>
      </w:r>
      <w:r>
        <w:rPr>
          <w:rtl/>
        </w:rPr>
        <w:t xml:space="preserve"> سَآ</w:t>
      </w:r>
      <w:r>
        <w:rPr>
          <w:rFonts w:hint="cs"/>
          <w:rtl/>
        </w:rPr>
        <w:t>ٮِٕ</w:t>
      </w:r>
      <w:r>
        <w:rPr>
          <w:rFonts w:hint="eastAsia"/>
          <w:rtl/>
        </w:rPr>
        <w:t>لُۢ</w:t>
      </w:r>
      <w:r>
        <w:rPr>
          <w:rtl/>
        </w:rPr>
        <w:t xml:space="preserve"> بِعَذَابٍ۬ وَاقِعٍ۬ (١</w:t>
      </w:r>
      <w:r w:rsidR="009229E3">
        <w:rPr>
          <w:rtl/>
        </w:rPr>
        <w:t>)</w:t>
      </w:r>
      <w:r>
        <w:rPr>
          <w:rtl/>
        </w:rPr>
        <w:t xml:space="preserve"> لِّلۡ</w:t>
      </w:r>
      <w:r w:rsidR="001E6BAB" w:rsidRPr="001E6BAB">
        <w:rPr>
          <w:rFonts w:hint="cs"/>
          <w:rtl/>
        </w:rPr>
        <w:t>ک</w:t>
      </w:r>
      <w:r>
        <w:rPr>
          <w:rFonts w:hint="eastAsia"/>
          <w:rtl/>
        </w:rPr>
        <w:t>ـٰفِرِينَ</w:t>
      </w:r>
      <w:r>
        <w:rPr>
          <w:rtl/>
        </w:rPr>
        <w:t xml:space="preserve"> لَيۡسَ لَهُ </w:t>
      </w:r>
      <w:r>
        <w:rPr>
          <w:rFonts w:hint="cs"/>
          <w:rtl/>
        </w:rPr>
        <w:t>ۥ</w:t>
      </w:r>
      <w:r>
        <w:rPr>
          <w:rtl/>
        </w:rPr>
        <w:t xml:space="preserve"> دَافِعٌ۬ (٢</w:t>
      </w:r>
      <w:r w:rsidR="009229E3">
        <w:rPr>
          <w:rtl/>
        </w:rPr>
        <w:t>)</w:t>
      </w:r>
      <w:r>
        <w:rPr>
          <w:rtl/>
        </w:rPr>
        <w:t xml:space="preserve"> مِّنَ </w:t>
      </w:r>
      <w:r>
        <w:rPr>
          <w:rFonts w:hint="cs"/>
          <w:rtl/>
        </w:rPr>
        <w:t>ٱ</w:t>
      </w:r>
      <w:r>
        <w:rPr>
          <w:rFonts w:hint="eastAsia"/>
          <w:rtl/>
        </w:rPr>
        <w:t>للَّهِ</w:t>
      </w:r>
      <w:r>
        <w:rPr>
          <w:rtl/>
        </w:rPr>
        <w:t xml:space="preserve"> ذِى </w:t>
      </w:r>
      <w:r>
        <w:rPr>
          <w:rFonts w:hint="cs"/>
          <w:rtl/>
        </w:rPr>
        <w:t>ٱ</w:t>
      </w:r>
      <w:r>
        <w:rPr>
          <w:rFonts w:hint="eastAsia"/>
          <w:rtl/>
        </w:rPr>
        <w:t>لۡمَعَارِجِ</w:t>
      </w:r>
      <w:r>
        <w:rPr>
          <w:rtl/>
        </w:rPr>
        <w:t xml:space="preserve"> (٣</w:t>
      </w:r>
      <w:r w:rsidR="009229E3">
        <w:rPr>
          <w:rtl/>
        </w:rPr>
        <w:t>)</w:t>
      </w:r>
    </w:p>
    <w:p w:rsidR="001A403D" w:rsidRDefault="001A403D" w:rsidP="00E36567">
      <w:pPr>
        <w:pStyle w:val="libBoldItalic"/>
      </w:pPr>
      <w:r>
        <w:t>A questioner asked for the punishment  bound to occur (1) Upon the disbelievers, for which there is no repellant, (2) From Allah, Owner of the Ascending Stairways (3)</w:t>
      </w:r>
    </w:p>
    <w:p w:rsidR="001A403D" w:rsidRDefault="001A403D" w:rsidP="001A403D">
      <w:pPr>
        <w:pStyle w:val="libNormal"/>
      </w:pPr>
      <w:r>
        <w:t>1-Imam Jafar Sadiq asws said about this verse: Asker has asked the punishment which occurs upon the disbelievers and deniers of Walayat-e-Ali asws, which no one can prevent. On the day of Ghadeer-e-Khum, Rasool Allah sawaw delivered the sermon while standing and called Ali bin Abi Talib asws, and held his hand then raised with his hand until the white of their armpits was exposed, and said to the people: Did I convey Risalat? Have I warned (advised) you? They said: Yes, Allah is Witness. He said: Thus for whoever I am Maola, then Ali asws is his Maola, O Allah love him who loves him (asws), and keep animosity to him who keeps animosity to him (asws).</w:t>
      </w:r>
    </w:p>
    <w:p w:rsidR="001A403D" w:rsidRDefault="001A403D" w:rsidP="00E36567">
      <w:pPr>
        <w:pStyle w:val="libNormal"/>
      </w:pPr>
      <w:r>
        <w:t>So this news spread among the people, and it reached Haris bin Numan Fehri, and he rode on his conveyance,  and Rasool Allah sawaw was on the place Abtaha, he came speeding his she-camel, then tied her, and came to Nabi Akram sawaw and said: Ya Abdullah sawaw, you invited us to say “La ilaha illallah” so we did,  then invited us to say that you are Rasool of Allah so we did, and what was in our heart it was, then you told us to say prayer so we offered, then you told us to keep fasts so we kept, then you told us to perform Hajj so we did Hajj, then you told us “for whoever I am Maola thus Ali asws is his Maola, Ya Allah love him who loves him, and keep animosity to him who keeps animosity to him”, so this is from you or from Allah? Then said to him: Rather from Allah, and repeated it three times. So he stood up and he was in anger, and said: Ya Allah, If what Mohammad sawaw says is truth, then rain stones on us from the heaven, so that it should be punishment for the pioneers and becomes the sign of warning for those who will come after us. And if what Mohammad sawaw says is a lie, then send punishment on him (Naoozobillah). Then he rode on his she-camel and went, then Allah hit a stone on his head and he fell and died, so Allah Tabarak wa Ta’ala revealed, “A questioner asked for the punishment  bound to occur upon the disbelievers, for which there is no repellant, from Allah, Owner of the Ascending Stairways” (al-Burhan, v8, p115)</w:t>
      </w:r>
    </w:p>
    <w:p w:rsidR="001A403D" w:rsidRDefault="001A403D" w:rsidP="009229E3">
      <w:pPr>
        <w:pStyle w:val="libCenterBold1"/>
      </w:pPr>
      <w:r>
        <w:t>Lesson:</w:t>
      </w:r>
    </w:p>
    <w:p w:rsidR="001A403D" w:rsidRDefault="001A403D" w:rsidP="001A403D">
      <w:pPr>
        <w:pStyle w:val="libNormal"/>
      </w:pPr>
      <w:r>
        <w:t>1-Allah stones to death who rejects the commandments of Quran &amp; Hadees about Walayat-e-Ali asws, because there is partnership &amp; filth in his birth. Stones are for the deniers of Walayat-e-Ali asws in this world, and Fire in the Hereafter.</w:t>
      </w:r>
    </w:p>
    <w:p w:rsidR="00EB2345" w:rsidRDefault="00EB2345" w:rsidP="00FC02E7">
      <w:pPr>
        <w:pStyle w:val="libNormal"/>
        <w:rPr>
          <w:rtl/>
        </w:rPr>
      </w:pPr>
      <w:r>
        <w:rPr>
          <w:rFonts w:hint="eastAsia"/>
        </w:rPr>
        <w:br w:type="page"/>
      </w:r>
    </w:p>
    <w:p w:rsidR="001A403D" w:rsidRDefault="00EB2345" w:rsidP="00EB2345">
      <w:pPr>
        <w:pStyle w:val="Heading1Center"/>
      </w:pPr>
      <w:bookmarkStart w:id="67" w:name="_Toc449789460"/>
      <w:r>
        <w:rPr>
          <w:rFonts w:hint="eastAsia"/>
          <w:rtl/>
        </w:rPr>
        <w:lastRenderedPageBreak/>
        <w:t>سُوۡرَةُ</w:t>
      </w:r>
      <w:r>
        <w:rPr>
          <w:rtl/>
        </w:rPr>
        <w:t xml:space="preserve"> </w:t>
      </w:r>
      <w:r w:rsidR="001A403D">
        <w:rPr>
          <w:rtl/>
        </w:rPr>
        <w:t>نُوح</w:t>
      </w:r>
      <w:bookmarkEnd w:id="67"/>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رَّبِّ</w:t>
      </w:r>
      <w:r>
        <w:rPr>
          <w:rtl/>
        </w:rPr>
        <w:t xml:space="preserve"> </w:t>
      </w:r>
      <w:r>
        <w:rPr>
          <w:rFonts w:hint="cs"/>
          <w:rtl/>
        </w:rPr>
        <w:t>ٱ</w:t>
      </w:r>
      <w:r>
        <w:rPr>
          <w:rFonts w:hint="eastAsia"/>
          <w:rtl/>
        </w:rPr>
        <w:t>غۡفِرۡ</w:t>
      </w:r>
      <w:r>
        <w:rPr>
          <w:rtl/>
        </w:rPr>
        <w:t xml:space="preserve"> لِى وَلِوَ</w:t>
      </w:r>
      <w:r w:rsidR="005B7B9E" w:rsidRPr="005B7B9E">
        <w:rPr>
          <w:rFonts w:hint="cs"/>
          <w:rtl/>
        </w:rPr>
        <w:t>ا</w:t>
      </w:r>
      <w:r>
        <w:rPr>
          <w:rFonts w:hint="eastAsia"/>
          <w:rtl/>
        </w:rPr>
        <w:t>لِدَىَّ</w:t>
      </w:r>
      <w:r>
        <w:rPr>
          <w:rtl/>
        </w:rPr>
        <w:t xml:space="preserve"> وَلِمَن دَخَلَ بَيۡتِىَ مُؤۡمِنً۬ا وَلِلۡمُؤۡمِنِينَ وَ</w:t>
      </w:r>
      <w:r>
        <w:rPr>
          <w:rFonts w:hint="cs"/>
          <w:rtl/>
        </w:rPr>
        <w:t>ٱ</w:t>
      </w:r>
      <w:r>
        <w:rPr>
          <w:rFonts w:hint="eastAsia"/>
          <w:rtl/>
        </w:rPr>
        <w:t>لۡمُؤۡمِنَـٰتِ</w:t>
      </w:r>
      <w:r>
        <w:rPr>
          <w:rtl/>
        </w:rPr>
        <w:t xml:space="preserve"> وَلَا تَزِدِ </w:t>
      </w:r>
      <w:r>
        <w:rPr>
          <w:rFonts w:hint="cs"/>
          <w:rtl/>
        </w:rPr>
        <w:t>ٱ</w:t>
      </w:r>
      <w:r>
        <w:rPr>
          <w:rFonts w:hint="eastAsia"/>
          <w:rtl/>
        </w:rPr>
        <w:t>لظَّـٰلِمِينَ</w:t>
      </w:r>
      <w:r>
        <w:rPr>
          <w:rtl/>
        </w:rPr>
        <w:t xml:space="preserve"> إِلَّا تَبَارَۢا (٢٨</w:t>
      </w:r>
      <w:r w:rsidR="009229E3">
        <w:rPr>
          <w:rtl/>
        </w:rPr>
        <w:t>)</w:t>
      </w:r>
    </w:p>
    <w:p w:rsidR="001A403D" w:rsidRDefault="001A403D" w:rsidP="00E36567">
      <w:pPr>
        <w:pStyle w:val="libBoldItalic"/>
      </w:pPr>
      <w:r>
        <w:t>My Rabb! Forgive me and my parents and whoever enters my house believing, and believing men and believing women, and do not increase for the wrongdoers except destruction. (28)</w:t>
      </w:r>
    </w:p>
    <w:p w:rsidR="001A403D" w:rsidRDefault="001A403D" w:rsidP="00E36567">
      <w:pPr>
        <w:pStyle w:val="libNormal"/>
      </w:pPr>
      <w:r>
        <w:t>1-Imam Jafar Sadiq asws said about this verse: It means only Walayat, whoever entered Walayat he entered the house of Prophets (a.s.), and Allah says, “Only and only Allah’s intention is to keep away Rijs from you the Ahlul Bait, and to keep you pure as it should be kept pure” it means Imams asws and their Walayat, whoever entered their Walayat he entered the house of Nabi Akram sawaw. (al-Burhan, v8, p133)</w:t>
      </w:r>
    </w:p>
    <w:p w:rsidR="001A403D" w:rsidRDefault="001A403D" w:rsidP="009229E3">
      <w:pPr>
        <w:pStyle w:val="libCenterBold1"/>
      </w:pPr>
      <w:r>
        <w:t>Lesson:</w:t>
      </w:r>
    </w:p>
    <w:p w:rsidR="001A403D" w:rsidRDefault="001A403D" w:rsidP="001A403D">
      <w:pPr>
        <w:pStyle w:val="libNormal"/>
      </w:pPr>
      <w:r>
        <w:t>1-Walayat-e-Ali asws is the Fort of Allah Azza wa Jalla, whoever entered it, he is saved from the punishment. Walayat-e-Ali asws is the holy house of Rasool Allah sawaw, whoever entered it, he becomes clean from sins. Any sinner who becomes adherent to Walayat-e-Ali asws, he becomes pure. But it is obligatory for success &amp; salvation that one should keep steadfast on Walayat-e-Ali asws until the last breath.</w:t>
      </w:r>
    </w:p>
    <w:p w:rsidR="001A403D" w:rsidRDefault="001A403D" w:rsidP="001A403D">
      <w:pPr>
        <w:pStyle w:val="libNormal"/>
      </w:pPr>
      <w:r>
        <w:t>2-Nabi (a.s.) is invoking destruction upon the unjust ones, it means whoever does injustice &amp; opposition to Walayat-e-Ali asws then Prophets (a.s.) invoke destruction &amp; curse upon him.</w:t>
      </w:r>
    </w:p>
    <w:p w:rsidR="00EB2345" w:rsidRDefault="00EB2345" w:rsidP="00FC02E7">
      <w:pPr>
        <w:pStyle w:val="libNormal"/>
        <w:rPr>
          <w:rtl/>
        </w:rPr>
      </w:pPr>
      <w:r>
        <w:rPr>
          <w:rFonts w:hint="eastAsia"/>
        </w:rPr>
        <w:br w:type="page"/>
      </w:r>
    </w:p>
    <w:p w:rsidR="001A403D" w:rsidRDefault="00EB2345" w:rsidP="00EB2345">
      <w:pPr>
        <w:pStyle w:val="Heading1Center"/>
      </w:pPr>
      <w:bookmarkStart w:id="68" w:name="_Toc449789461"/>
      <w:r>
        <w:rPr>
          <w:rFonts w:hint="eastAsia"/>
          <w:rtl/>
        </w:rPr>
        <w:lastRenderedPageBreak/>
        <w:t>سُوۡرَةُ</w:t>
      </w:r>
      <w:r>
        <w:rPr>
          <w:rtl/>
        </w:rPr>
        <w:t xml:space="preserve"> </w:t>
      </w:r>
      <w:r w:rsidR="001A403D">
        <w:rPr>
          <w:rtl/>
        </w:rPr>
        <w:t>الجنّ</w:t>
      </w:r>
      <w:bookmarkEnd w:id="68"/>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وَأَنَّا</w:t>
      </w:r>
      <w:r>
        <w:rPr>
          <w:rtl/>
        </w:rPr>
        <w:t xml:space="preserve"> مِنَّا </w:t>
      </w:r>
      <w:r>
        <w:rPr>
          <w:rFonts w:hint="cs"/>
          <w:rtl/>
        </w:rPr>
        <w:t>ٱ</w:t>
      </w:r>
      <w:r>
        <w:rPr>
          <w:rFonts w:hint="eastAsia"/>
          <w:rtl/>
        </w:rPr>
        <w:t>لۡمُسۡلِمُونَ</w:t>
      </w:r>
      <w:r>
        <w:rPr>
          <w:rtl/>
        </w:rPr>
        <w:t xml:space="preserve"> وَمِنَّا </w:t>
      </w:r>
      <w:r>
        <w:rPr>
          <w:rFonts w:hint="cs"/>
          <w:rtl/>
        </w:rPr>
        <w:t>ٱ</w:t>
      </w:r>
      <w:r>
        <w:rPr>
          <w:rFonts w:hint="eastAsia"/>
          <w:rtl/>
        </w:rPr>
        <w:t>لۡقَـٰسِطُونَ‌ۖ</w:t>
      </w:r>
      <w:r>
        <w:rPr>
          <w:rtl/>
        </w:rPr>
        <w:t xml:space="preserve"> فَمَنۡ أَسۡلَمَ فَأُوْلَـٰٓ</w:t>
      </w:r>
      <w:r>
        <w:rPr>
          <w:rFonts w:hint="cs"/>
          <w:rtl/>
        </w:rPr>
        <w:t>ٮِٕ</w:t>
      </w:r>
      <w:r>
        <w:rPr>
          <w:rFonts w:hint="eastAsia"/>
          <w:rtl/>
        </w:rPr>
        <w:t>كَ</w:t>
      </w:r>
      <w:r>
        <w:rPr>
          <w:rtl/>
        </w:rPr>
        <w:t xml:space="preserve"> تَحَرَّوۡاْ رَشَدً۬ا (١٤</w:t>
      </w:r>
      <w:r w:rsidR="009229E3">
        <w:rPr>
          <w:rtl/>
        </w:rPr>
        <w:t>)</w:t>
      </w:r>
      <w:r>
        <w:rPr>
          <w:rtl/>
        </w:rPr>
        <w:t xml:space="preserve"> وَأَمَّا </w:t>
      </w:r>
      <w:r>
        <w:rPr>
          <w:rFonts w:hint="cs"/>
          <w:rtl/>
        </w:rPr>
        <w:t>ٱ</w:t>
      </w:r>
      <w:r>
        <w:rPr>
          <w:rFonts w:hint="eastAsia"/>
          <w:rtl/>
        </w:rPr>
        <w:t>لۡقَـٰسِطُونَ</w:t>
      </w:r>
      <w:r>
        <w:rPr>
          <w:rtl/>
        </w:rPr>
        <w:t xml:space="preserve"> فَكَانُواْ لِجَهَنَّمَ حَطَبً۬ا (١٥</w:t>
      </w:r>
      <w:r w:rsidR="009229E3">
        <w:rPr>
          <w:rtl/>
        </w:rPr>
        <w:t>)</w:t>
      </w:r>
      <w:r>
        <w:rPr>
          <w:rtl/>
        </w:rPr>
        <w:t xml:space="preserve"> وَأَلَّوِ </w:t>
      </w:r>
      <w:r>
        <w:rPr>
          <w:rFonts w:hint="cs"/>
          <w:rtl/>
        </w:rPr>
        <w:t>ٱ</w:t>
      </w:r>
      <w:r>
        <w:rPr>
          <w:rFonts w:hint="eastAsia"/>
          <w:rtl/>
        </w:rPr>
        <w:t>سۡتَقَـٰمُواْ</w:t>
      </w:r>
      <w:r>
        <w:rPr>
          <w:rtl/>
        </w:rPr>
        <w:t xml:space="preserve"> عَلَى </w:t>
      </w:r>
      <w:r>
        <w:rPr>
          <w:rFonts w:hint="cs"/>
          <w:rtl/>
        </w:rPr>
        <w:t>ٱ</w:t>
      </w:r>
      <w:r>
        <w:rPr>
          <w:rFonts w:hint="eastAsia"/>
          <w:rtl/>
        </w:rPr>
        <w:t>لطَّرِيقَةِ</w:t>
      </w:r>
      <w:r>
        <w:rPr>
          <w:rtl/>
        </w:rPr>
        <w:t xml:space="preserve"> لَأَسۡقَيۡنَـٰهُم مَّآءً غَدَقً۬ا (١٦</w:t>
      </w:r>
      <w:r w:rsidR="009229E3">
        <w:rPr>
          <w:rtl/>
        </w:rPr>
        <w:t>)</w:t>
      </w:r>
      <w:r>
        <w:rPr>
          <w:rtl/>
        </w:rPr>
        <w:t xml:space="preserve"> لِّنَفۡتِنَهُمۡ فِيهِ‌ۚ وَمَن يُعۡرِضۡ عَن ذِكۡرِ رَبِّهِ</w:t>
      </w:r>
      <w:r>
        <w:rPr>
          <w:rFonts w:hint="cs"/>
          <w:rtl/>
        </w:rPr>
        <w:t>ۦ</w:t>
      </w:r>
      <w:r>
        <w:rPr>
          <w:rtl/>
        </w:rPr>
        <w:t xml:space="preserve"> يَسۡلُكۡهُ عَذَابً۬ا صَعَدً۬ا (١٧</w:t>
      </w:r>
      <w:r w:rsidR="009229E3">
        <w:rPr>
          <w:rtl/>
        </w:rPr>
        <w:t>)</w:t>
      </w:r>
      <w:r>
        <w:rPr>
          <w:rtl/>
        </w:rPr>
        <w:t xml:space="preserve"> وَأَنَّ </w:t>
      </w:r>
      <w:r>
        <w:rPr>
          <w:rFonts w:hint="cs"/>
          <w:rtl/>
        </w:rPr>
        <w:t>ٱ</w:t>
      </w:r>
      <w:r>
        <w:rPr>
          <w:rFonts w:hint="eastAsia"/>
          <w:rtl/>
        </w:rPr>
        <w:t>لۡمَسَـٰجِدَ</w:t>
      </w:r>
      <w:r>
        <w:rPr>
          <w:rtl/>
        </w:rPr>
        <w:t xml:space="preserve"> لِلَّهِ فَلَا تَدۡعُواْ مَعَ </w:t>
      </w:r>
      <w:r>
        <w:rPr>
          <w:rFonts w:hint="cs"/>
          <w:rtl/>
        </w:rPr>
        <w:t>ٱ</w:t>
      </w:r>
      <w:r>
        <w:rPr>
          <w:rFonts w:hint="eastAsia"/>
          <w:rtl/>
        </w:rPr>
        <w:t>للَّهِ</w:t>
      </w:r>
      <w:r>
        <w:rPr>
          <w:rtl/>
        </w:rPr>
        <w:t xml:space="preserve"> أَحَدً۬ا (١٨</w:t>
      </w:r>
      <w:r w:rsidR="009229E3">
        <w:rPr>
          <w:rtl/>
        </w:rPr>
        <w:t>)</w:t>
      </w:r>
      <w:r>
        <w:rPr>
          <w:rtl/>
        </w:rPr>
        <w:t xml:space="preserve"> وَأَنَّهُ </w:t>
      </w:r>
      <w:r>
        <w:rPr>
          <w:rFonts w:hint="cs"/>
          <w:rtl/>
        </w:rPr>
        <w:t>ۥ</w:t>
      </w:r>
      <w:r>
        <w:rPr>
          <w:rtl/>
        </w:rPr>
        <w:t xml:space="preserve"> لَمَّا قَامَ عَبۡدُ </w:t>
      </w:r>
      <w:r>
        <w:rPr>
          <w:rFonts w:hint="cs"/>
          <w:rtl/>
        </w:rPr>
        <w:t>ٱ</w:t>
      </w:r>
      <w:r>
        <w:rPr>
          <w:rFonts w:hint="eastAsia"/>
          <w:rtl/>
        </w:rPr>
        <w:t>للَّهِ</w:t>
      </w:r>
      <w:r>
        <w:rPr>
          <w:rtl/>
        </w:rPr>
        <w:t xml:space="preserve"> يَدۡعُوهُ كَادُواْ يَكُونُونَ عَلَيۡهِ لِبَد</w:t>
      </w:r>
      <w:r>
        <w:rPr>
          <w:rFonts w:hint="eastAsia"/>
          <w:rtl/>
        </w:rPr>
        <w:t>ً۬ا</w:t>
      </w:r>
      <w:r>
        <w:rPr>
          <w:rtl/>
        </w:rPr>
        <w:t xml:space="preserve"> (١٩</w:t>
      </w:r>
      <w:r w:rsidR="009229E3">
        <w:rPr>
          <w:rtl/>
        </w:rPr>
        <w:t>)</w:t>
      </w:r>
      <w:r>
        <w:rPr>
          <w:rtl/>
        </w:rPr>
        <w:t xml:space="preserve"> قُلۡ إِنَّمَآ أَدۡعُواْ رَبِّى وَلَآ أُشۡرِكُ بِهِ</w:t>
      </w:r>
      <w:r>
        <w:rPr>
          <w:rFonts w:hint="cs"/>
          <w:rtl/>
        </w:rPr>
        <w:t>ۦۤ</w:t>
      </w:r>
      <w:r>
        <w:rPr>
          <w:rtl/>
        </w:rPr>
        <w:t xml:space="preserve"> أَحَدً۬ا (٢٠</w:t>
      </w:r>
      <w:r w:rsidR="009229E3">
        <w:rPr>
          <w:rtl/>
        </w:rPr>
        <w:t>)</w:t>
      </w:r>
      <w:r>
        <w:rPr>
          <w:rtl/>
        </w:rPr>
        <w:t xml:space="preserve"> قُلۡ إِنِّى لَآ أَمۡلِكُ لَكُمۡ ضَرًّ۬ا وَلَا رَشَدً۬ا (٢١</w:t>
      </w:r>
      <w:r w:rsidR="009229E3">
        <w:rPr>
          <w:rtl/>
        </w:rPr>
        <w:t>)</w:t>
      </w:r>
      <w:r>
        <w:rPr>
          <w:rtl/>
        </w:rPr>
        <w:t xml:space="preserve"> قُلۡ إِنِّى لَن يُجِيرَنِى مِنَ </w:t>
      </w:r>
      <w:r>
        <w:rPr>
          <w:rFonts w:hint="cs"/>
          <w:rtl/>
        </w:rPr>
        <w:t>ٱ</w:t>
      </w:r>
      <w:r>
        <w:rPr>
          <w:rFonts w:hint="eastAsia"/>
          <w:rtl/>
        </w:rPr>
        <w:t>للَّهِ</w:t>
      </w:r>
      <w:r>
        <w:rPr>
          <w:rtl/>
        </w:rPr>
        <w:t xml:space="preserve"> أَحَدٌ۬ وَلَنۡ أَجِدَ مِن دُونِهِ</w:t>
      </w:r>
      <w:r>
        <w:rPr>
          <w:rFonts w:hint="cs"/>
          <w:rtl/>
        </w:rPr>
        <w:t>ۦ</w:t>
      </w:r>
      <w:r>
        <w:rPr>
          <w:rtl/>
        </w:rPr>
        <w:t xml:space="preserve"> مُلۡتَحَدًا (٢٢</w:t>
      </w:r>
      <w:r w:rsidR="009229E3">
        <w:rPr>
          <w:rtl/>
        </w:rPr>
        <w:t>)</w:t>
      </w:r>
      <w:r>
        <w:rPr>
          <w:rtl/>
        </w:rPr>
        <w:t xml:space="preserve"> إِلَّا بَلَـٰغً۬ا مِّنَ </w:t>
      </w:r>
      <w:r>
        <w:rPr>
          <w:rFonts w:hint="cs"/>
          <w:rtl/>
        </w:rPr>
        <w:t>ٱ</w:t>
      </w:r>
      <w:r>
        <w:rPr>
          <w:rtl/>
        </w:rPr>
        <w:t>للَّهِ وَرِسَـٰلَـٰتِهِ</w:t>
      </w:r>
      <w:r>
        <w:rPr>
          <w:rFonts w:hint="cs"/>
          <w:rtl/>
        </w:rPr>
        <w:t>ۦ‌ۚ</w:t>
      </w:r>
      <w:r>
        <w:rPr>
          <w:rtl/>
        </w:rPr>
        <w:t xml:space="preserve"> وَمَن يَعۡصِ </w:t>
      </w:r>
      <w:r>
        <w:rPr>
          <w:rFonts w:hint="cs"/>
          <w:rtl/>
        </w:rPr>
        <w:t>ٱ</w:t>
      </w:r>
      <w:r>
        <w:rPr>
          <w:rFonts w:hint="eastAsia"/>
          <w:rtl/>
        </w:rPr>
        <w:t>للَّهَ</w:t>
      </w:r>
      <w:r>
        <w:rPr>
          <w:rtl/>
        </w:rPr>
        <w:t xml:space="preserve"> وَرَسُولَهُ </w:t>
      </w:r>
      <w:r>
        <w:rPr>
          <w:rFonts w:hint="cs"/>
          <w:rtl/>
        </w:rPr>
        <w:t>ۥ</w:t>
      </w:r>
      <w:r>
        <w:rPr>
          <w:rtl/>
        </w:rPr>
        <w:t xml:space="preserve"> فَإِنَّ لَهُ </w:t>
      </w:r>
      <w:r>
        <w:rPr>
          <w:rFonts w:hint="cs"/>
          <w:rtl/>
        </w:rPr>
        <w:t>ۥ</w:t>
      </w:r>
      <w:r>
        <w:rPr>
          <w:rtl/>
        </w:rPr>
        <w:t xml:space="preserve"> نَارَ جَهَنَّمَ خَـٰلِدِينَ فِي</w:t>
      </w:r>
      <w:r w:rsidR="001E6BAB" w:rsidRPr="001E6BAB">
        <w:rPr>
          <w:rFonts w:hint="cs"/>
          <w:rtl/>
        </w:rPr>
        <w:t>ه</w:t>
      </w:r>
      <w:r w:rsidRPr="00595365">
        <w:rPr>
          <w:rFonts w:hint="cs"/>
          <w:rtl/>
        </w:rPr>
        <w:t>آ أَبَدًا (٢٣</w:t>
      </w:r>
      <w:r w:rsidR="009229E3">
        <w:rPr>
          <w:rFonts w:hint="cs"/>
          <w:rtl/>
        </w:rPr>
        <w:t>)</w:t>
      </w:r>
      <w:r w:rsidRPr="00595365">
        <w:rPr>
          <w:rFonts w:hint="cs"/>
          <w:rtl/>
        </w:rPr>
        <w:t xml:space="preserve"> حَتَّىٰٓ إِذَا رَأَوۡاْ مَا يُوعَدُونَ فَسَيَعۡلَمُونَ مَنۡ أَضۡعَفُ نَاصِرً۬ا وَأَقَلُّ عَدَد</w:t>
      </w:r>
      <w:r>
        <w:rPr>
          <w:rtl/>
        </w:rPr>
        <w:t>ً۬ا (٢٤</w:t>
      </w:r>
      <w:r w:rsidR="009229E3">
        <w:rPr>
          <w:rtl/>
        </w:rPr>
        <w:t>)</w:t>
      </w:r>
      <w:r>
        <w:rPr>
          <w:rtl/>
        </w:rPr>
        <w:t xml:space="preserve"> قُلۡ إِنۡ أَدۡرِىٓ أَقَرِيب</w:t>
      </w:r>
      <w:r>
        <w:rPr>
          <w:rFonts w:hint="eastAsia"/>
          <w:rtl/>
        </w:rPr>
        <w:t>ٌ۬</w:t>
      </w:r>
      <w:r>
        <w:rPr>
          <w:rtl/>
        </w:rPr>
        <w:t xml:space="preserve"> مَّا تُوعَدُونَ أَمۡ يَجۡعَلُ لَهُ </w:t>
      </w:r>
      <w:r>
        <w:rPr>
          <w:rFonts w:hint="cs"/>
          <w:rtl/>
        </w:rPr>
        <w:t>ۥ</w:t>
      </w:r>
      <w:r>
        <w:rPr>
          <w:rtl/>
        </w:rPr>
        <w:t xml:space="preserve"> رَبِّىٓ أَمَدًا (٢٥</w:t>
      </w:r>
      <w:r w:rsidR="009229E3">
        <w:rPr>
          <w:rtl/>
        </w:rPr>
        <w:t>)</w:t>
      </w:r>
      <w:r>
        <w:rPr>
          <w:rtl/>
        </w:rPr>
        <w:t xml:space="preserve"> عَـٰلِمُ </w:t>
      </w:r>
      <w:r>
        <w:rPr>
          <w:rFonts w:hint="cs"/>
          <w:rtl/>
        </w:rPr>
        <w:t>ٱ</w:t>
      </w:r>
      <w:r>
        <w:rPr>
          <w:rFonts w:hint="eastAsia"/>
          <w:rtl/>
        </w:rPr>
        <w:t>لۡغَيۡبِ</w:t>
      </w:r>
      <w:r>
        <w:rPr>
          <w:rtl/>
        </w:rPr>
        <w:t xml:space="preserve"> فَلَا يُظۡهِرُ عَلَىٰ غَيۡبِهِ</w:t>
      </w:r>
      <w:r>
        <w:rPr>
          <w:rFonts w:hint="cs"/>
          <w:rtl/>
        </w:rPr>
        <w:t>ۦۤ</w:t>
      </w:r>
      <w:r>
        <w:rPr>
          <w:rtl/>
        </w:rPr>
        <w:t xml:space="preserve"> أَحَدًا (٢٦</w:t>
      </w:r>
      <w:r w:rsidR="009229E3">
        <w:rPr>
          <w:rtl/>
        </w:rPr>
        <w:t>)</w:t>
      </w:r>
      <w:r>
        <w:rPr>
          <w:rtl/>
        </w:rPr>
        <w:t xml:space="preserve"> إِلَّا مَنِ </w:t>
      </w:r>
      <w:r>
        <w:rPr>
          <w:rFonts w:hint="cs"/>
          <w:rtl/>
        </w:rPr>
        <w:t>ٱ</w:t>
      </w:r>
      <w:r>
        <w:rPr>
          <w:rFonts w:hint="eastAsia"/>
          <w:rtl/>
        </w:rPr>
        <w:t>رۡتَضَىٰ</w:t>
      </w:r>
      <w:r>
        <w:rPr>
          <w:rtl/>
        </w:rPr>
        <w:t xml:space="preserve"> مِن رَّسُولٍ۬ فَإِنَّهُ </w:t>
      </w:r>
      <w:r>
        <w:rPr>
          <w:rFonts w:hint="cs"/>
          <w:rtl/>
        </w:rPr>
        <w:t>ۥ</w:t>
      </w:r>
      <w:r>
        <w:rPr>
          <w:rtl/>
        </w:rPr>
        <w:t xml:space="preserve"> يَسۡلُكُ مِنۢ بَيۡنِ يَدَيۡهِ وَمِنۡ خَلۡفِهِ</w:t>
      </w:r>
      <w:r>
        <w:rPr>
          <w:rFonts w:hint="cs"/>
          <w:rtl/>
        </w:rPr>
        <w:t>ۦ</w:t>
      </w:r>
      <w:r>
        <w:rPr>
          <w:rtl/>
        </w:rPr>
        <w:t xml:space="preserve"> رَصَدً۬ا (٢٧</w:t>
      </w:r>
      <w:r w:rsidR="009229E3">
        <w:rPr>
          <w:rtl/>
        </w:rPr>
        <w:t>)</w:t>
      </w:r>
      <w:r>
        <w:rPr>
          <w:rtl/>
        </w:rPr>
        <w:t xml:space="preserve"> لِّيَعۡلَمَ أَن قَدۡ </w:t>
      </w:r>
      <w:r>
        <w:rPr>
          <w:rFonts w:hint="eastAsia"/>
          <w:rtl/>
        </w:rPr>
        <w:t>أَبۡلَغُواْ</w:t>
      </w:r>
      <w:r>
        <w:rPr>
          <w:rtl/>
        </w:rPr>
        <w:t xml:space="preserve"> رِسَـٰلَـٰتِ رَبِّ</w:t>
      </w:r>
      <w:r w:rsidR="001E6BAB" w:rsidRPr="001E6BAB">
        <w:rPr>
          <w:rFonts w:hint="cs"/>
          <w:rtl/>
        </w:rPr>
        <w:t>ه</w:t>
      </w:r>
      <w:r w:rsidRPr="00595365">
        <w:rPr>
          <w:rFonts w:hint="cs"/>
          <w:rtl/>
        </w:rPr>
        <w:t>مۡ وَأَحَاطَ بِمَا لَدَيۡ</w:t>
      </w:r>
      <w:r w:rsidR="001E6BAB" w:rsidRPr="001E6BAB">
        <w:rPr>
          <w:rFonts w:hint="cs"/>
          <w:rtl/>
        </w:rPr>
        <w:t>ه</w:t>
      </w:r>
      <w:r w:rsidRPr="00595365">
        <w:rPr>
          <w:rFonts w:hint="cs"/>
          <w:rtl/>
        </w:rPr>
        <w:t>مۡ وَأَحۡصَىٰ كُلَّ شَىۡءٍ عَدَدَۢا (٢٨</w:t>
      </w:r>
      <w:r w:rsidR="009229E3">
        <w:rPr>
          <w:rtl/>
        </w:rPr>
        <w:t>)</w:t>
      </w:r>
    </w:p>
    <w:p w:rsidR="001A403D" w:rsidRDefault="001A403D" w:rsidP="00E36567">
      <w:pPr>
        <w:pStyle w:val="libBoldItalic"/>
      </w:pPr>
      <w:r>
        <w:t>And among us are Muslims and among us are the unjust. And whoever has become Muslim, those have taken the right path. (14) And as for those who are unjust, they are firewood for the Hell. (15) And if they would remain steadfast on the path, We would have quenched them with abundant water, (16) That We may test them therein, and whoever turns away from the Zikr of his Rabb; He will inflict him with ever-growing punishment. (17) And no doubt Masajid are only for Allah, so do not invoke anyone along with Allah. (18) And when the Abd of Allah stood up to call Him, they almost crowded on him, (19) Say: I only invoke my Rabb, and do not associate anyone with Him. (20) Say: Certainly I do not posses harm nor benefit for you. (21) Say: Indeed no one can protect me from Allah, nor can I find any refuge beside Him. (22) (My task is) but conveyance (of Haqq) from Allah, and His messages; and whoever disobeys Allah and His Rasool, no doubt  for him is the Fire of Hell, they will abide therein for ever. (23) Until (the day) when they will see that which they are promised, then they will know who is weaker in helpers and less in number. (24) Say: I do not know if what you are promised is near, or if my Rabb has set a long period for it. (25) (He is) the Knower of the Ghaib (Unseen), and He does not disclose His Ghaib to anyone, (26) Except who is Irtaza from Rasool, and then He appoints a guard before him and behind him (27) That He may know that they have indeed conveyed the messages of their Rabb. And he encompasses whatever is with them, and he has counted number of  all things. (28)</w:t>
      </w:r>
    </w:p>
    <w:p w:rsidR="001A403D" w:rsidRDefault="001A403D" w:rsidP="001A403D">
      <w:pPr>
        <w:pStyle w:val="libNormal"/>
      </w:pPr>
      <w:r>
        <w:t xml:space="preserve">1-Imam Mohammad Baqir asws said: “And whoever has become Muslim, those have found the right path” means those who testified our </w:t>
      </w:r>
      <w:r>
        <w:lastRenderedPageBreak/>
        <w:t>Walayat, “they have found the path of salvation, and those who averted from Haqq they are firewood for the Hell” Maola Ali’s asws opponents &amp; their companions, “And if they would remain steadfast on the Tariqa (path), We would have quenched them with abundant water” so Tariqa is Walayat-e-Ali asws. “That We may test them therein” means test them with martyrdom of Hussain asws, “and whoever turns away from the Zikr of his Rabb; He will inflict him with ever-growing punishment. And no doubt Masajid are only for Allah, so do not invoke anyone along with Allah” means (do not make partner) anyone with Aal-e-Mohammad asws, so do not appoint anyone Imam besides them. “And when the Abd (sawaw) of Allah stood up to call Him” means when Rasool Allah sawaw invites people to Walayat of Ali Amirul Momineen asws, then “they” people of Quraish, “almost crowded on him” means do animosity, “Say: I only invoke my Rabb” I only invite towards the commandment of my Rabb, “I do not posses harm nor benefit for you” if you turn away from Walayat-e-Ali asws, “Say: Indeed no one can protect me from Allah” if I conceal about which I am commanded, “nor can I find any refuge beside Him” means shelter, “but conveyance from Allah” that I should convey you what Allah has ordered about Walayat of Ali bin Abi Talib asws,  “and whoever disobeys Allah and His Rasool” concerning Walayat-e-Ali asws,  “no doubt  for him is the Fire of Hell, they will abide therein for ever”</w:t>
      </w:r>
    </w:p>
    <w:p w:rsidR="001A403D" w:rsidRDefault="001A403D" w:rsidP="00E36567">
      <w:pPr>
        <w:pStyle w:val="libNormal"/>
      </w:pPr>
      <w:r>
        <w:t>Nabi Akram sawaw said: Ya Ali asws you will distribute Fire and you will say, “This is for me and this is for you.” People asked: When this matter of Ali asws and Fire will happen? So Allah revealed, “Until when they will see that which they are promised” means death and Qiyamah, “then they will know” means all opponents of Maola Ali asws, “who is weaker in helpers and less in number”, then they said: When it will happen? So Allah said to Mohammad sawaw, “Say: I do not know if what you are promised is near, or if my Rabb has set a long period for it” means postpones, “(He is) the Knower of the Ghaib, and He does not disclose His Ghaib to anyone except who is Irtaza from Rasool” means Ali Murtaza asws is from Rasool sawaw and he (sawaw) is from him (asws). Allah says, “and then He appoints a guard before him and behind him” means knowledge is in his heart, and the Rasad (guarding &amp; providing) which is behind him teaches him the knowledge, and gives him provision of knowledge and Allah teaches him through inspiration, and Rasad is education from Nabi Akram sawaw, “That He may know that” Nabi sawaw has “conveyed the messages of their Rabb, and he encompasses” means Ali asws encompasses what knowledge Rasool sawaw has, “and he has counted number of  all things” what has happened or will happen from the day of creation of Adam (a.s.) to occurrence of Qiyamah whatever happens, corruption or earthquake or sinking of earth or mudslide (land becomes upside down) or which previous nations were destroyed or which will be destroyed from the remaining ones or how many unjust or just Imams will be, knows the names and family trees of all of them, and who will die with death or will be murdered, and for how many Imams it will be tried to insult them but insult will not harm them, and how many Imams will be helped but help will not benefit them. (al-Burhan, v8, p140)</w:t>
      </w:r>
    </w:p>
    <w:p w:rsidR="001A403D" w:rsidRDefault="001A403D" w:rsidP="00E36567">
      <w:pPr>
        <w:pStyle w:val="libNormal"/>
      </w:pPr>
      <w:r>
        <w:lastRenderedPageBreak/>
        <w:t>2-Imam Ali Raza asws said: Masajid are Imams asws. (al-Burhan, v8, p143)</w:t>
      </w:r>
    </w:p>
    <w:p w:rsidR="001A403D" w:rsidRDefault="001A403D" w:rsidP="00E36567">
      <w:pPr>
        <w:pStyle w:val="libNormal"/>
      </w:pPr>
      <w:r>
        <w:t>3-Imam Mohammad Baqir asws said, “And if they would remain steadfast on the Tariqa (path), We would have quenched them with abundant water” means if they remain steadfast on Walayat of Ali bin Abi Talib Amirul Momineen asws and Aosiya asws from his progeny, and obey their command and forbiddance, then We will surely quench their hearts with Eman, and Tariqa is Walayat of Ali bin Abi Talib asws and Aosiya asws. (al-Burhan, v8, p139)</w:t>
      </w:r>
    </w:p>
    <w:p w:rsidR="001A403D" w:rsidRDefault="001A403D" w:rsidP="009229E3">
      <w:pPr>
        <w:pStyle w:val="libCenterBold1"/>
      </w:pPr>
      <w:r>
        <w:t>Lesson:</w:t>
      </w:r>
    </w:p>
    <w:p w:rsidR="001A403D" w:rsidRDefault="001A403D" w:rsidP="001A403D">
      <w:pPr>
        <w:pStyle w:val="libNormal"/>
      </w:pPr>
      <w:r>
        <w:t>1-Whoever is steadfast on Walayat-e-Ali asws and acts on only orders (command and forbiddance) of Masumeen asws, and rejects Fatawa of fallible Muqassir Mullas, then Allah quenches his heart with Eman and fills it with Mawaddat. And then the Ultimate Sacrifice of Karbala is test for everyone that who observes Azadari and who issues Fatawa against Azadari, and who does Shirk with Walayat-e-Masumeen asws by making Majoosi Mulla his Imam and Wali. No one can save the opponents of Walayat-e-Ali asws from the punishment of Allah.</w:t>
      </w:r>
    </w:p>
    <w:p w:rsidR="001A403D" w:rsidRDefault="001A403D" w:rsidP="001A403D">
      <w:pPr>
        <w:pStyle w:val="libNormal"/>
      </w:pPr>
      <w:r>
        <w:t>2-Maola Ali asws said: Mohammad sawaw is I, and I am Mohammad sawaw. Just as Rasool Allah sawaw said: Hussain asws is from me and I am from Hussain asws. And moreover like Rasool Allah sawaw said: Our first is Mohammad asws, and our last is Mohammad asws, and our middle is Mohammad asws, and we all are Mohammad asws. And Allah says that Murtaza asws who is from Mohammad sawaw, he possesses My Knowledge of Ghaib, that Imam-e-Mubeen asws who encompasses everything.</w:t>
      </w:r>
    </w:p>
    <w:p w:rsidR="00EB2345" w:rsidRDefault="00EB2345" w:rsidP="00FC02E7">
      <w:pPr>
        <w:pStyle w:val="libNormal"/>
        <w:rPr>
          <w:rtl/>
        </w:rPr>
      </w:pPr>
      <w:r>
        <w:rPr>
          <w:rFonts w:hint="eastAsia"/>
        </w:rPr>
        <w:br w:type="page"/>
      </w:r>
    </w:p>
    <w:p w:rsidR="001A403D" w:rsidRDefault="00EB2345" w:rsidP="00EB2345">
      <w:pPr>
        <w:pStyle w:val="Heading1Center"/>
      </w:pPr>
      <w:bookmarkStart w:id="69" w:name="_Toc449789462"/>
      <w:r>
        <w:rPr>
          <w:rFonts w:hint="eastAsia"/>
          <w:rtl/>
        </w:rPr>
        <w:lastRenderedPageBreak/>
        <w:t>سُوۡرَةُ</w:t>
      </w:r>
      <w:r>
        <w:rPr>
          <w:rtl/>
        </w:rPr>
        <w:t xml:space="preserve"> </w:t>
      </w:r>
      <w:r w:rsidR="001A403D">
        <w:rPr>
          <w:rtl/>
        </w:rPr>
        <w:t>المُزمّل</w:t>
      </w:r>
      <w:bookmarkEnd w:id="69"/>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يَـٰٓأَيُّ</w:t>
      </w:r>
      <w:r w:rsidR="001E6BAB" w:rsidRPr="001E6BAB">
        <w:rPr>
          <w:rFonts w:hint="cs"/>
          <w:rtl/>
        </w:rPr>
        <w:t>ه</w:t>
      </w:r>
      <w:r w:rsidRPr="00595365">
        <w:rPr>
          <w:rFonts w:hint="cs"/>
          <w:rtl/>
        </w:rPr>
        <w:t>ا</w:t>
      </w:r>
      <w:r>
        <w:rPr>
          <w:rtl/>
        </w:rPr>
        <w:t xml:space="preserve"> </w:t>
      </w:r>
      <w:r>
        <w:rPr>
          <w:rFonts w:hint="cs"/>
          <w:rtl/>
        </w:rPr>
        <w:t>ٱ</w:t>
      </w:r>
      <w:r>
        <w:rPr>
          <w:rFonts w:hint="eastAsia"/>
          <w:rtl/>
        </w:rPr>
        <w:t>لۡمُزَّمِّلُ</w:t>
      </w:r>
      <w:r>
        <w:rPr>
          <w:rtl/>
        </w:rPr>
        <w:t xml:space="preserve"> (١</w:t>
      </w:r>
      <w:r w:rsidR="009229E3">
        <w:rPr>
          <w:rtl/>
        </w:rPr>
        <w:t>)</w:t>
      </w:r>
      <w:r>
        <w:rPr>
          <w:rtl/>
        </w:rPr>
        <w:t xml:space="preserve"> قُمِ </w:t>
      </w:r>
      <w:r>
        <w:rPr>
          <w:rFonts w:hint="cs"/>
          <w:rtl/>
        </w:rPr>
        <w:t>ٱ</w:t>
      </w:r>
      <w:r>
        <w:rPr>
          <w:rFonts w:hint="eastAsia"/>
          <w:rtl/>
        </w:rPr>
        <w:t>لَّيۡلَ</w:t>
      </w:r>
      <w:r>
        <w:rPr>
          <w:rtl/>
        </w:rPr>
        <w:t xml:space="preserve"> إِلَّا قَلِيلاً۬ (٢</w:t>
      </w:r>
      <w:r w:rsidR="009229E3">
        <w:rPr>
          <w:rtl/>
        </w:rPr>
        <w:t>)</w:t>
      </w:r>
      <w:r>
        <w:rPr>
          <w:rtl/>
        </w:rPr>
        <w:t xml:space="preserve"> نِّصۡفَهُ </w:t>
      </w:r>
      <w:r>
        <w:rPr>
          <w:rFonts w:hint="cs"/>
          <w:rtl/>
        </w:rPr>
        <w:t>ۥۤ</w:t>
      </w:r>
      <w:r>
        <w:rPr>
          <w:rtl/>
        </w:rPr>
        <w:t xml:space="preserve"> أَوِ </w:t>
      </w:r>
      <w:r>
        <w:rPr>
          <w:rFonts w:hint="cs"/>
          <w:rtl/>
        </w:rPr>
        <w:t>ٱ</w:t>
      </w:r>
      <w:r>
        <w:rPr>
          <w:rFonts w:hint="eastAsia"/>
          <w:rtl/>
        </w:rPr>
        <w:t>نقُصۡ</w:t>
      </w:r>
      <w:r>
        <w:rPr>
          <w:rtl/>
        </w:rPr>
        <w:t xml:space="preserve"> مِنۡهُ قَلِيلاً (٣</w:t>
      </w:r>
      <w:r w:rsidR="009229E3">
        <w:rPr>
          <w:rtl/>
        </w:rPr>
        <w:t>)</w:t>
      </w:r>
    </w:p>
    <w:p w:rsidR="001A403D" w:rsidRDefault="001A403D" w:rsidP="00E36567">
      <w:pPr>
        <w:pStyle w:val="libBoldItalic"/>
      </w:pPr>
      <w:r>
        <w:t>O you Muzzammil (wrapped in Chadar-e-Tat’heer) (1) Do Qiyam at night but less (2) Half of it, or subtract a little from it. (3)</w:t>
      </w:r>
    </w:p>
    <w:p w:rsidR="001A403D" w:rsidRDefault="001A403D" w:rsidP="00E36567">
      <w:pPr>
        <w:pStyle w:val="libNormal"/>
      </w:pPr>
      <w:r>
        <w:t>1-According to Qawl-e-Masoom asws the reason of revelation of this Sura is that Nabi Akram sawaw used to do Ibadat whole night standing, so his feet were swollen dut to that, so Allah Ta’ala revealed to make it less. And he used to rest by taking Chadar over him, so Allah addressed by saying Muzzammil sawaw. (al-Burhan, v8, p147)</w:t>
      </w:r>
    </w:p>
    <w:p w:rsidR="001A403D" w:rsidRDefault="001A403D" w:rsidP="009229E3">
      <w:pPr>
        <w:pStyle w:val="libCenterBold1"/>
      </w:pPr>
      <w:r>
        <w:t>Lesson:</w:t>
      </w:r>
    </w:p>
    <w:p w:rsidR="001A403D" w:rsidRDefault="001A403D" w:rsidP="001A403D">
      <w:pPr>
        <w:pStyle w:val="libNormal"/>
      </w:pPr>
      <w:r>
        <w:t>1-All creations can not fulfil the right of Ibadaat as it should be. Only Masumeen asws do Ibadat of Allah as it should be. When Masumeen asws did Ibadat in the heavens, by seeing the Angels (a.s.) learned how to do Ibadat of Allah. And all the creations in the universe learned Ibadat from Masumeen asws. Jinns &amp; humans are only created for Ibadat. But Allah is saying to His Habeeb sawaw to reduce the duration of Ibadat, so that Muqassireen can know that Masumeen asws are not like them, and Allah did not create Masumeen asws for His Ibadat. Apparent life of this world which Masumeen asws spent in front of the people, whatever they did in it was for the sake of our education and guidance. Eating, drinking, walking, doing other tasks of life all is for our education. Actually Masumeen asws are beloved personalities of Allah Ta’ala whom Allah has created for Himself.</w:t>
      </w:r>
    </w:p>
    <w:p w:rsidR="00EB2345" w:rsidRDefault="00EB2345" w:rsidP="00FC02E7">
      <w:pPr>
        <w:pStyle w:val="libNormal"/>
        <w:rPr>
          <w:rtl/>
        </w:rPr>
      </w:pPr>
      <w:r>
        <w:rPr>
          <w:rFonts w:hint="eastAsia"/>
        </w:rPr>
        <w:br w:type="page"/>
      </w:r>
    </w:p>
    <w:p w:rsidR="001A403D" w:rsidRDefault="00EB2345" w:rsidP="00EB2345">
      <w:pPr>
        <w:pStyle w:val="Heading1Center"/>
      </w:pPr>
      <w:bookmarkStart w:id="70" w:name="_Toc449789463"/>
      <w:r>
        <w:rPr>
          <w:rFonts w:hint="eastAsia"/>
          <w:rtl/>
        </w:rPr>
        <w:lastRenderedPageBreak/>
        <w:t>سُوۡرَةُ</w:t>
      </w:r>
      <w:r>
        <w:rPr>
          <w:rtl/>
        </w:rPr>
        <w:t xml:space="preserve"> </w:t>
      </w:r>
      <w:r w:rsidR="001A403D">
        <w:rPr>
          <w:rtl/>
        </w:rPr>
        <w:t>المدَّثِّر</w:t>
      </w:r>
      <w:bookmarkEnd w:id="70"/>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يَـٰٓأَيُّ</w:t>
      </w:r>
      <w:r w:rsidR="001E6BAB" w:rsidRPr="001E6BAB">
        <w:rPr>
          <w:rFonts w:hint="cs"/>
          <w:rtl/>
        </w:rPr>
        <w:t>ه</w:t>
      </w:r>
      <w:r w:rsidRPr="00595365">
        <w:rPr>
          <w:rFonts w:hint="cs"/>
          <w:rtl/>
        </w:rPr>
        <w:t>ا</w:t>
      </w:r>
      <w:r>
        <w:rPr>
          <w:rtl/>
        </w:rPr>
        <w:t xml:space="preserve"> </w:t>
      </w:r>
      <w:r>
        <w:rPr>
          <w:rFonts w:hint="cs"/>
          <w:rtl/>
        </w:rPr>
        <w:t>ٱ</w:t>
      </w:r>
      <w:r>
        <w:rPr>
          <w:rFonts w:hint="eastAsia"/>
          <w:rtl/>
        </w:rPr>
        <w:t>لۡمُدَّثِّرُ</w:t>
      </w:r>
      <w:r>
        <w:rPr>
          <w:rtl/>
        </w:rPr>
        <w:t xml:space="preserve"> (١</w:t>
      </w:r>
      <w:r w:rsidR="009229E3">
        <w:rPr>
          <w:rtl/>
        </w:rPr>
        <w:t>)</w:t>
      </w:r>
      <w:r>
        <w:rPr>
          <w:rtl/>
        </w:rPr>
        <w:t xml:space="preserve"> قُمۡ فَأَنذِرۡ (٢</w:t>
      </w:r>
      <w:r w:rsidR="009229E3">
        <w:rPr>
          <w:rtl/>
        </w:rPr>
        <w:t>)</w:t>
      </w:r>
    </w:p>
    <w:p w:rsidR="001A403D" w:rsidRDefault="001A403D" w:rsidP="00E36567">
      <w:pPr>
        <w:pStyle w:val="libBoldItalic"/>
      </w:pPr>
      <w:r>
        <w:t>O you Muddassir (enveloped in Chadar-e-Tat’heer) (1) Arise and warn! (2)</w:t>
      </w:r>
    </w:p>
    <w:p w:rsidR="001A403D" w:rsidRDefault="001A403D" w:rsidP="00385B48">
      <w:pPr>
        <w:pStyle w:val="libAr"/>
      </w:pPr>
      <w:r>
        <w:rPr>
          <w:rFonts w:hint="eastAsia"/>
          <w:rtl/>
        </w:rPr>
        <w:t>فَإِذَا</w:t>
      </w:r>
      <w:r>
        <w:rPr>
          <w:rtl/>
        </w:rPr>
        <w:t xml:space="preserve"> نُقِرَ فِى </w:t>
      </w:r>
      <w:r>
        <w:rPr>
          <w:rFonts w:hint="cs"/>
          <w:rtl/>
        </w:rPr>
        <w:t>ٱ</w:t>
      </w:r>
      <w:r>
        <w:rPr>
          <w:rFonts w:hint="eastAsia"/>
          <w:rtl/>
        </w:rPr>
        <w:t>لنَّاقُورِ</w:t>
      </w:r>
      <w:r>
        <w:rPr>
          <w:rtl/>
        </w:rPr>
        <w:t xml:space="preserve"> (٨</w:t>
      </w:r>
      <w:r w:rsidR="009229E3">
        <w:rPr>
          <w:rtl/>
        </w:rPr>
        <w:t>)</w:t>
      </w:r>
      <w:r>
        <w:rPr>
          <w:rtl/>
        </w:rPr>
        <w:t xml:space="preserve"> فَذَ</w:t>
      </w:r>
      <w:r w:rsidR="005B7B9E" w:rsidRPr="005B7B9E">
        <w:rPr>
          <w:rFonts w:hint="cs"/>
          <w:rtl/>
        </w:rPr>
        <w:t>ا</w:t>
      </w:r>
      <w:r>
        <w:rPr>
          <w:rFonts w:hint="eastAsia"/>
          <w:rtl/>
        </w:rPr>
        <w:t>لِكَ</w:t>
      </w:r>
      <w:r>
        <w:rPr>
          <w:rtl/>
        </w:rPr>
        <w:t xml:space="preserve"> يَوۡمَ</w:t>
      </w:r>
      <w:r>
        <w:rPr>
          <w:rFonts w:hint="cs"/>
          <w:rtl/>
        </w:rPr>
        <w:t>ٮِٕ</w:t>
      </w:r>
      <w:r>
        <w:rPr>
          <w:rFonts w:hint="eastAsia"/>
          <w:rtl/>
        </w:rPr>
        <w:t>ذٍ۬</w:t>
      </w:r>
      <w:r>
        <w:rPr>
          <w:rtl/>
        </w:rPr>
        <w:t xml:space="preserve"> يَوۡمٌ عَسِيرٌ (٩</w:t>
      </w:r>
      <w:r w:rsidR="009229E3">
        <w:rPr>
          <w:rtl/>
        </w:rPr>
        <w:t>)</w:t>
      </w:r>
      <w:r>
        <w:rPr>
          <w:rtl/>
        </w:rPr>
        <w:t xml:space="preserve"> عَلَى </w:t>
      </w:r>
      <w:r>
        <w:rPr>
          <w:rFonts w:hint="cs"/>
          <w:rtl/>
        </w:rPr>
        <w:t>ٱ</w:t>
      </w:r>
      <w:r>
        <w:rPr>
          <w:rFonts w:hint="eastAsia"/>
          <w:rtl/>
        </w:rPr>
        <w:t>لۡكَـٰفِرِينَ</w:t>
      </w:r>
      <w:r>
        <w:rPr>
          <w:rtl/>
        </w:rPr>
        <w:t xml:space="preserve"> غَيۡرُ يَسِيرٍ۬ (١٠</w:t>
      </w:r>
      <w:r w:rsidR="009229E3">
        <w:rPr>
          <w:rtl/>
        </w:rPr>
        <w:t>)</w:t>
      </w:r>
    </w:p>
    <w:p w:rsidR="001A403D" w:rsidRDefault="001A403D" w:rsidP="00E36567">
      <w:pPr>
        <w:pStyle w:val="libBoldItalic"/>
      </w:pPr>
      <w:r>
        <w:t>So when the trumpet will be blown, (8) So that day will be a difficult day, (9) Not easy for the disbelievers. (10)</w:t>
      </w:r>
    </w:p>
    <w:p w:rsidR="001A403D" w:rsidRDefault="001A403D" w:rsidP="00E36567">
      <w:pPr>
        <w:pStyle w:val="libNormal"/>
      </w:pPr>
      <w:r>
        <w:t>1-Imam Mohammad Baqir asws said about the saying of Allah Azza wa Jalla, “O you Muddassir, arise and warn”: It means Mohammad sawaw, and his Qiyam in Raj’at, in which he will warn. “So when the trumpet will be blown” trumpet is that call which will come from the heaven “Beware, Allah is your Wali, and Fulan (Mohammad asws) bin Fulan (Hassan asws) al-Qaim asws is with Haqq. And this announcement Jibrael (a.s.) will do three times on that day, so that day will be difficult upon disbelievers, it will not be easy, means upon Kafirs and Murjia people, who deny favour of Allah and Walayat of Ali bin Abi Talib asws. (al-Burhan, v8, p153,155,156)</w:t>
      </w:r>
    </w:p>
    <w:p w:rsidR="001A403D" w:rsidRDefault="001A403D" w:rsidP="009229E3">
      <w:pPr>
        <w:pStyle w:val="libCenterBold1"/>
      </w:pPr>
      <w:r>
        <w:t>Lesson:</w:t>
      </w:r>
    </w:p>
    <w:p w:rsidR="001A403D" w:rsidRDefault="001A403D" w:rsidP="001A403D">
      <w:pPr>
        <w:pStyle w:val="libNormal"/>
      </w:pPr>
      <w:r>
        <w:t>1-Muqassireen have forgotton the great Ne’mat-e-Walayat of Allah and the proclamation of Ghadeer. Majoosi Mulla forgot as well how Rasool Allah sawaw was offering his Salaah, how is Tashahud &amp; Salam according to Sunnah. But beware! Rasool Allah sawaw and Masumeen asws are coming in Raj’at, again preaching &amp; invitation of Walayat-e-Ali asws will start. The day of Zahoor will be very difficult upon those who are running away from the testimony of Walayat-e-Ali asws.</w:t>
      </w:r>
    </w:p>
    <w:p w:rsidR="001A403D" w:rsidRDefault="001A403D" w:rsidP="00385B48">
      <w:pPr>
        <w:pStyle w:val="libAr"/>
      </w:pPr>
      <w:r>
        <w:rPr>
          <w:rFonts w:hint="eastAsia"/>
          <w:rtl/>
        </w:rPr>
        <w:t>ذَرۡنِى</w:t>
      </w:r>
      <w:r>
        <w:rPr>
          <w:rtl/>
        </w:rPr>
        <w:t xml:space="preserve"> وَمَنۡ خَلَقۡتُ وَحِيدً۬ا (١١</w:t>
      </w:r>
      <w:r w:rsidR="009229E3">
        <w:rPr>
          <w:rtl/>
        </w:rPr>
        <w:t>)</w:t>
      </w:r>
      <w:r>
        <w:rPr>
          <w:rtl/>
        </w:rPr>
        <w:t xml:space="preserve"> وَجَعَلۡتُ لَهُ </w:t>
      </w:r>
      <w:r>
        <w:rPr>
          <w:rFonts w:hint="cs"/>
          <w:rtl/>
        </w:rPr>
        <w:t>ۥ</w:t>
      </w:r>
      <w:r>
        <w:rPr>
          <w:rtl/>
        </w:rPr>
        <w:t xml:space="preserve"> مَالاً۬ مَّمۡدُودً۬ا (١٢</w:t>
      </w:r>
      <w:r w:rsidR="009229E3">
        <w:rPr>
          <w:rtl/>
        </w:rPr>
        <w:t>)</w:t>
      </w:r>
      <w:r>
        <w:rPr>
          <w:rtl/>
        </w:rPr>
        <w:t xml:space="preserve"> وَبَنِينَ شُ</w:t>
      </w:r>
      <w:r w:rsidR="001E6BAB" w:rsidRPr="001E6BAB">
        <w:rPr>
          <w:rFonts w:hint="cs"/>
          <w:rtl/>
        </w:rPr>
        <w:t>ه</w:t>
      </w:r>
      <w:r w:rsidRPr="00595365">
        <w:rPr>
          <w:rFonts w:hint="cs"/>
          <w:rtl/>
        </w:rPr>
        <w:t>ودً۬ا (١٣</w:t>
      </w:r>
      <w:r w:rsidR="009229E3">
        <w:rPr>
          <w:rFonts w:hint="cs"/>
          <w:rtl/>
        </w:rPr>
        <w:t>)</w:t>
      </w:r>
      <w:r w:rsidRPr="00595365">
        <w:rPr>
          <w:rFonts w:hint="cs"/>
          <w:rtl/>
        </w:rPr>
        <w:t xml:space="preserve"> وَمَهَّدتُّ لَهُ </w:t>
      </w:r>
      <w:r>
        <w:rPr>
          <w:rFonts w:hint="cs"/>
          <w:rtl/>
        </w:rPr>
        <w:t>ۥ</w:t>
      </w:r>
      <w:r>
        <w:rPr>
          <w:rtl/>
        </w:rPr>
        <w:t xml:space="preserve"> تَمۡهِيدً۬ا (١٤</w:t>
      </w:r>
      <w:r w:rsidR="009229E3">
        <w:rPr>
          <w:rtl/>
        </w:rPr>
        <w:t>)</w:t>
      </w:r>
      <w:r>
        <w:rPr>
          <w:rtl/>
        </w:rPr>
        <w:t xml:space="preserve"> ثُمَّ يَطۡمَعُ أَنۡ أَزِيدَ (١٥</w:t>
      </w:r>
      <w:r w:rsidR="009229E3">
        <w:rPr>
          <w:rtl/>
        </w:rPr>
        <w:t>)</w:t>
      </w:r>
      <w:r>
        <w:rPr>
          <w:rtl/>
        </w:rPr>
        <w:t xml:space="preserve"> كَلَّآ‌ۖ إِنَّهُ </w:t>
      </w:r>
      <w:r>
        <w:rPr>
          <w:rFonts w:hint="cs"/>
          <w:rtl/>
        </w:rPr>
        <w:t>ۥ</w:t>
      </w:r>
      <w:r>
        <w:rPr>
          <w:rtl/>
        </w:rPr>
        <w:t xml:space="preserve"> كَانَ لِأَيَـٰتِنَا عَنِيدً۬ا (١٦</w:t>
      </w:r>
      <w:r w:rsidR="009229E3">
        <w:rPr>
          <w:rtl/>
        </w:rPr>
        <w:t>)</w:t>
      </w:r>
      <w:r>
        <w:rPr>
          <w:rtl/>
        </w:rPr>
        <w:t xml:space="preserve"> سَأُرۡهِقُهُ </w:t>
      </w:r>
      <w:r>
        <w:rPr>
          <w:rFonts w:hint="cs"/>
          <w:rtl/>
        </w:rPr>
        <w:t>ۥ</w:t>
      </w:r>
      <w:r>
        <w:rPr>
          <w:rtl/>
        </w:rPr>
        <w:t xml:space="preserve"> صَعُودًا (١٧</w:t>
      </w:r>
      <w:r w:rsidR="009229E3">
        <w:rPr>
          <w:rtl/>
        </w:rPr>
        <w:t>)</w:t>
      </w:r>
      <w:r>
        <w:rPr>
          <w:rtl/>
        </w:rPr>
        <w:t xml:space="preserve"> إِنَّهُ </w:t>
      </w:r>
      <w:r>
        <w:rPr>
          <w:rFonts w:hint="cs"/>
          <w:rtl/>
        </w:rPr>
        <w:t>ۥ</w:t>
      </w:r>
      <w:r>
        <w:rPr>
          <w:rtl/>
        </w:rPr>
        <w:t xml:space="preserve"> فَكَّرَ وَقَدَّرَ (١٨</w:t>
      </w:r>
      <w:r w:rsidR="009229E3">
        <w:rPr>
          <w:rtl/>
        </w:rPr>
        <w:t>)</w:t>
      </w:r>
      <w:r>
        <w:rPr>
          <w:rtl/>
        </w:rPr>
        <w:t xml:space="preserve"> فَقُتِلَ كَيۡفَ قَدَّرَ (١٩</w:t>
      </w:r>
      <w:r w:rsidR="009229E3">
        <w:rPr>
          <w:rtl/>
        </w:rPr>
        <w:t>)</w:t>
      </w:r>
      <w:r>
        <w:rPr>
          <w:rtl/>
        </w:rPr>
        <w:t xml:space="preserve"> ثُمَّ قُتِلَ كَيۡفَ قَدَّرَ (٢٠</w:t>
      </w:r>
      <w:r w:rsidR="009229E3">
        <w:rPr>
          <w:rtl/>
        </w:rPr>
        <w:t>)</w:t>
      </w:r>
      <w:r>
        <w:rPr>
          <w:rtl/>
        </w:rPr>
        <w:t xml:space="preserve"> ثُمَّ نَظَرَ (٢١</w:t>
      </w:r>
      <w:r w:rsidR="009229E3">
        <w:rPr>
          <w:rtl/>
        </w:rPr>
        <w:t>)</w:t>
      </w:r>
      <w:r>
        <w:rPr>
          <w:rtl/>
        </w:rPr>
        <w:t xml:space="preserve"> ثُمَّ عَبَسَ وَبَسَرَ (٢٢</w:t>
      </w:r>
      <w:r w:rsidR="009229E3">
        <w:rPr>
          <w:rtl/>
        </w:rPr>
        <w:t>)</w:t>
      </w:r>
      <w:r>
        <w:rPr>
          <w:rtl/>
        </w:rPr>
        <w:t xml:space="preserve"> ثُمَّ أَدۡبَرَ وَ</w:t>
      </w:r>
      <w:r>
        <w:rPr>
          <w:rFonts w:hint="cs"/>
          <w:rtl/>
        </w:rPr>
        <w:t>ٱ</w:t>
      </w:r>
      <w:r>
        <w:rPr>
          <w:rFonts w:hint="eastAsia"/>
          <w:rtl/>
        </w:rPr>
        <w:t>سۡتَكۡبَرَ</w:t>
      </w:r>
      <w:r>
        <w:rPr>
          <w:rtl/>
        </w:rPr>
        <w:t xml:space="preserve"> (٢٣</w:t>
      </w:r>
      <w:r w:rsidR="009229E3">
        <w:rPr>
          <w:rtl/>
        </w:rPr>
        <w:t>)</w:t>
      </w:r>
      <w:r>
        <w:rPr>
          <w:rtl/>
        </w:rPr>
        <w:t xml:space="preserve"> فَقَالَ إِنۡ هَـٰذَآ إِلَّا سِحۡرٌ۬ يُؤۡثَرُ (٢٤</w:t>
      </w:r>
      <w:r w:rsidR="009229E3">
        <w:rPr>
          <w:rtl/>
        </w:rPr>
        <w:t>)</w:t>
      </w:r>
      <w:r>
        <w:rPr>
          <w:rtl/>
        </w:rPr>
        <w:t xml:space="preserve"> إِنۡ هَـٰذَآ إِلَّا قَوۡل</w:t>
      </w:r>
      <w:r>
        <w:rPr>
          <w:rFonts w:hint="eastAsia"/>
          <w:rtl/>
        </w:rPr>
        <w:t>ُ</w:t>
      </w:r>
      <w:r>
        <w:rPr>
          <w:rtl/>
        </w:rPr>
        <w:t xml:space="preserve"> </w:t>
      </w:r>
      <w:r>
        <w:rPr>
          <w:rFonts w:hint="cs"/>
          <w:rtl/>
        </w:rPr>
        <w:t>ٱ</w:t>
      </w:r>
      <w:r>
        <w:rPr>
          <w:rFonts w:hint="eastAsia"/>
          <w:rtl/>
        </w:rPr>
        <w:t>لۡبَشَرِ</w:t>
      </w:r>
      <w:r>
        <w:rPr>
          <w:rtl/>
        </w:rPr>
        <w:t xml:space="preserve"> (٢٥</w:t>
      </w:r>
      <w:r w:rsidR="009229E3">
        <w:rPr>
          <w:rtl/>
        </w:rPr>
        <w:t>)</w:t>
      </w:r>
      <w:r>
        <w:rPr>
          <w:rtl/>
        </w:rPr>
        <w:t xml:space="preserve"> سَأُصۡلِيهِ سَقَرَ (٢٦</w:t>
      </w:r>
      <w:r w:rsidR="009229E3">
        <w:rPr>
          <w:rtl/>
        </w:rPr>
        <w:t>)</w:t>
      </w:r>
    </w:p>
    <w:p w:rsidR="001A403D" w:rsidRDefault="001A403D" w:rsidP="00E36567">
      <w:pPr>
        <w:pStyle w:val="libBoldItalic"/>
      </w:pPr>
      <w:r>
        <w:t xml:space="preserve">Leave Me (to deal) with him whom I created Waheed (lonely), (11) And gave him extensive wealth, (12) And sons abiding in his presence (13) And made way smooth for him. (14) Yet he desires that I should add more. (15) No! Indeed he kept animosity to Our Ayaat. (16) Soon I will force him to climb steep uphill. (17) Indeed he thought and plotted, (18) So he should perish, how he plotted! (19) Again he should perish, how he plotted, (20) Then he looked, (21) Then he frowned and showed displeasure (made ugly face). (22) Then he turned away in pride (arrogance), (23) And said: This is nothing but magic coming from olden times, (24) This is not but </w:t>
      </w:r>
      <w:r>
        <w:lastRenderedPageBreak/>
        <w:t>the word of a human being. (25) Soon I wil cast him in Saqar (Hell Fire). (26)</w:t>
      </w:r>
    </w:p>
    <w:p w:rsidR="001A403D" w:rsidRDefault="001A403D" w:rsidP="00E36567">
      <w:pPr>
        <w:pStyle w:val="libNormal"/>
      </w:pPr>
      <w:r>
        <w:t>1-Imam Jafar Sadiq asws said about the saying of Allah Ta’ala, “Leave Me and him whom I created Waheed” that Waheed means illegitimate, meaning opponent of Walayat-e-Ali asws, “and gave him extensive wealth” means left abundance of wealth for a period, “and witnessing sons” those who gave witness that Rasool Allah sawaw has no inheritor, “And made way smooth for him” made way smooth for the kingdom which he got, “Yet he desires that I should add more. No! Indeed he kept animosity to Our Ayaat” means keeps animosity to Rasool Allah sawaw due to Walayat of Amirul Momineen asws, “Soon I will force him to climb steep uphill. Indeed he thought and plotted” uphill is a hill of copper in the Hell on which opponent of Maola Ali asws climbs under compulsion, when he tries to climb on that hill with hands then it melts and he sinks until knees in it, then comes out and then it happens again, and same keeps happening as long as order of Allah. So he thought about Walayat about which commandment was given, and he plotted that when Rasool Allah sawaw will go, then they will not submit to allegiance of Amirul Momineen asws that allegiance which was done during the time of Rasool Allah sawaw, “So he should perish, how he plotted! Again he should perish, how he plotted” punishment upon punishment, Qaim asws will give him punishment. Then he saw towards Rasool Allah sawaw and towards Amirul Momineen asws, and frowned and made bad face due to that what he was commanded, “then he turned away arrogantly and he said: It is nothing but working magic” denier of Walayat said: No doubt Nabi sawaw does magic on the people through Ali asws, meaning that this is not revelation from Allah Azza wa Jalla, “Soon I will throw him in Saqar.” (al-Burhan, v8, p158)</w:t>
      </w:r>
    </w:p>
    <w:p w:rsidR="001A403D" w:rsidRDefault="001A403D" w:rsidP="009229E3">
      <w:pPr>
        <w:pStyle w:val="libCenterBold1"/>
      </w:pPr>
      <w:r>
        <w:t>Lesson:</w:t>
      </w:r>
    </w:p>
    <w:p w:rsidR="001A403D" w:rsidRDefault="001A403D" w:rsidP="001A403D">
      <w:pPr>
        <w:pStyle w:val="libNormal"/>
      </w:pPr>
      <w:r>
        <w:t>1-He is illegitimate among Muqassireen who says that Fadak was not the right of Syyeda Fatima Zahra asws. Majoosi Muqassireen are malicious &amp; jealous to Masumeen asws. Muqassireen thought and plotted that when Imam Qaim asws will go into Gaibatul Kubra, then they will break the allegiance to Maola Ali asws and they will announce their our Walayat-e-Faqeh. Allah will destroy them, then after Zahoor Imam Qaim asws will punish them.</w:t>
      </w:r>
    </w:p>
    <w:p w:rsidR="001A403D" w:rsidRDefault="001A403D" w:rsidP="00385B48">
      <w:pPr>
        <w:pStyle w:val="libAr"/>
      </w:pPr>
      <w:r>
        <w:rPr>
          <w:rFonts w:hint="eastAsia"/>
          <w:rtl/>
        </w:rPr>
        <w:t>وَمَا</w:t>
      </w:r>
      <w:r>
        <w:rPr>
          <w:rtl/>
        </w:rPr>
        <w:t xml:space="preserve"> جَعَلۡنَآ أَصۡحَـٰبَ </w:t>
      </w:r>
      <w:r>
        <w:rPr>
          <w:rFonts w:hint="cs"/>
          <w:rtl/>
        </w:rPr>
        <w:t>ٱ</w:t>
      </w:r>
      <w:r>
        <w:rPr>
          <w:rFonts w:hint="eastAsia"/>
          <w:rtl/>
        </w:rPr>
        <w:t>لنَّارِ</w:t>
      </w:r>
      <w:r>
        <w:rPr>
          <w:rtl/>
        </w:rPr>
        <w:t xml:space="preserve"> إِلَّا مَلَـٰٓ</w:t>
      </w:r>
      <w:r>
        <w:rPr>
          <w:rFonts w:hint="cs"/>
          <w:rtl/>
        </w:rPr>
        <w:t>ٮِٕ</w:t>
      </w:r>
      <w:r>
        <w:rPr>
          <w:rFonts w:hint="eastAsia"/>
          <w:rtl/>
        </w:rPr>
        <w:t>كَةً۬‌ۙ</w:t>
      </w:r>
      <w:r>
        <w:rPr>
          <w:rtl/>
        </w:rPr>
        <w:t xml:space="preserve"> وَمَا جَعَلۡنَا عِدَّتَ</w:t>
      </w:r>
      <w:r w:rsidR="001E6BAB" w:rsidRPr="001E6BAB">
        <w:rPr>
          <w:rFonts w:hint="cs"/>
          <w:rtl/>
        </w:rPr>
        <w:t>ه</w:t>
      </w:r>
      <w:r w:rsidRPr="00595365">
        <w:rPr>
          <w:rFonts w:hint="cs"/>
          <w:rtl/>
        </w:rPr>
        <w:t xml:space="preserve">مۡ إِلَّا فِتۡنَةً۬ لِّلَّذِينَ كَفَرُواْ لِيَسۡتَيۡقِنَ </w:t>
      </w:r>
      <w:r>
        <w:rPr>
          <w:rFonts w:hint="cs"/>
          <w:rtl/>
        </w:rPr>
        <w:t>ٱ</w:t>
      </w:r>
      <w:r>
        <w:rPr>
          <w:rFonts w:hint="eastAsia"/>
          <w:rtl/>
        </w:rPr>
        <w:t>لَّذِينَ</w:t>
      </w:r>
      <w:r>
        <w:rPr>
          <w:rtl/>
        </w:rPr>
        <w:t xml:space="preserve"> أُوتُواْ </w:t>
      </w:r>
      <w:r>
        <w:rPr>
          <w:rFonts w:hint="cs"/>
          <w:rtl/>
        </w:rPr>
        <w:t>ٱ</w:t>
      </w:r>
      <w:r>
        <w:rPr>
          <w:rFonts w:hint="eastAsia"/>
          <w:rtl/>
        </w:rPr>
        <w:t>لۡكِتَـٰبَ</w:t>
      </w:r>
      <w:r>
        <w:rPr>
          <w:rtl/>
        </w:rPr>
        <w:t xml:space="preserve"> وَيَزۡدَادَ </w:t>
      </w:r>
      <w:r>
        <w:rPr>
          <w:rFonts w:hint="cs"/>
          <w:rtl/>
        </w:rPr>
        <w:t>ٱ</w:t>
      </w:r>
      <w:r>
        <w:rPr>
          <w:rFonts w:hint="eastAsia"/>
          <w:rtl/>
        </w:rPr>
        <w:t>لَّذِينَ</w:t>
      </w:r>
      <w:r>
        <w:rPr>
          <w:rtl/>
        </w:rPr>
        <w:t xml:space="preserve"> ءَامَنُوٓاْ إِيمَـٰنً۬ا‌ۙ وَلَا يَرۡتَابَ </w:t>
      </w:r>
      <w:r>
        <w:rPr>
          <w:rFonts w:hint="cs"/>
          <w:rtl/>
        </w:rPr>
        <w:t>ٱ</w:t>
      </w:r>
      <w:r>
        <w:rPr>
          <w:rFonts w:hint="eastAsia"/>
          <w:rtl/>
        </w:rPr>
        <w:t>لَّذِينَ</w:t>
      </w:r>
      <w:r>
        <w:rPr>
          <w:rtl/>
        </w:rPr>
        <w:t xml:space="preserve"> أُوتُوا</w:t>
      </w:r>
      <w:r>
        <w:rPr>
          <w:rFonts w:hint="eastAsia"/>
          <w:rtl/>
        </w:rPr>
        <w:t>ْ</w:t>
      </w:r>
      <w:r>
        <w:rPr>
          <w:rtl/>
        </w:rPr>
        <w:t xml:space="preserve"> </w:t>
      </w:r>
      <w:r>
        <w:rPr>
          <w:rFonts w:hint="cs"/>
          <w:rtl/>
        </w:rPr>
        <w:t>ٱ</w:t>
      </w:r>
      <w:r>
        <w:rPr>
          <w:rFonts w:hint="eastAsia"/>
          <w:rtl/>
        </w:rPr>
        <w:t>لۡكِتَـٰبَ</w:t>
      </w:r>
      <w:r>
        <w:rPr>
          <w:rtl/>
        </w:rPr>
        <w:t xml:space="preserve"> وَ</w:t>
      </w:r>
      <w:r>
        <w:rPr>
          <w:rFonts w:hint="cs"/>
          <w:rtl/>
        </w:rPr>
        <w:t>ٱ</w:t>
      </w:r>
      <w:r>
        <w:rPr>
          <w:rFonts w:hint="eastAsia"/>
          <w:rtl/>
        </w:rPr>
        <w:t>لۡمُؤۡمِنُونَ‌ۙ</w:t>
      </w:r>
      <w:r>
        <w:rPr>
          <w:rtl/>
        </w:rPr>
        <w:t xml:space="preserve"> وَلِيَقُولَ </w:t>
      </w:r>
      <w:r>
        <w:rPr>
          <w:rFonts w:hint="cs"/>
          <w:rtl/>
        </w:rPr>
        <w:t>ٱ</w:t>
      </w:r>
      <w:r>
        <w:rPr>
          <w:rFonts w:hint="eastAsia"/>
          <w:rtl/>
        </w:rPr>
        <w:t>لَّذِينَ</w:t>
      </w:r>
      <w:r>
        <w:rPr>
          <w:rtl/>
        </w:rPr>
        <w:t xml:space="preserve"> فِى قُلُوبِ</w:t>
      </w:r>
      <w:r w:rsidR="001E6BAB" w:rsidRPr="001E6BAB">
        <w:rPr>
          <w:rFonts w:hint="cs"/>
          <w:rtl/>
        </w:rPr>
        <w:t>ه</w:t>
      </w:r>
      <w:r w:rsidRPr="00595365">
        <w:rPr>
          <w:rFonts w:hint="cs"/>
          <w:rtl/>
        </w:rPr>
        <w:t>م مَّرَضٌ</w:t>
      </w:r>
      <w:r>
        <w:rPr>
          <w:rtl/>
        </w:rPr>
        <w:t>۬ وَ</w:t>
      </w:r>
      <w:r>
        <w:rPr>
          <w:rFonts w:hint="cs"/>
          <w:rtl/>
        </w:rPr>
        <w:t>ٱ</w:t>
      </w:r>
      <w:r>
        <w:rPr>
          <w:rFonts w:hint="eastAsia"/>
          <w:rtl/>
        </w:rPr>
        <w:t>لۡكَـٰفِرُونَ</w:t>
      </w:r>
      <w:r>
        <w:rPr>
          <w:rtl/>
        </w:rPr>
        <w:t xml:space="preserve"> مَاذَآ أَرَادَ </w:t>
      </w:r>
      <w:r>
        <w:rPr>
          <w:rFonts w:hint="cs"/>
          <w:rtl/>
        </w:rPr>
        <w:t>ٱ</w:t>
      </w:r>
      <w:r>
        <w:rPr>
          <w:rFonts w:hint="eastAsia"/>
          <w:rtl/>
        </w:rPr>
        <w:t>للَّهُ</w:t>
      </w:r>
      <w:r>
        <w:rPr>
          <w:rtl/>
        </w:rPr>
        <w:t xml:space="preserve"> بِ</w:t>
      </w:r>
      <w:r w:rsidR="001E6BAB" w:rsidRPr="001E6BAB">
        <w:rPr>
          <w:rFonts w:hint="cs"/>
          <w:rtl/>
        </w:rPr>
        <w:t>ه</w:t>
      </w:r>
      <w:r w:rsidRPr="00595365">
        <w:rPr>
          <w:rFonts w:hint="cs"/>
          <w:rtl/>
        </w:rPr>
        <w:t>ـٰذَا مَثَلاً۬‌ۚ كَذَ</w:t>
      </w:r>
      <w:r w:rsidR="005B7B9E" w:rsidRPr="005B7B9E">
        <w:rPr>
          <w:rFonts w:hint="cs"/>
          <w:rtl/>
        </w:rPr>
        <w:t>ا</w:t>
      </w:r>
      <w:r>
        <w:rPr>
          <w:rFonts w:hint="eastAsia"/>
          <w:rtl/>
        </w:rPr>
        <w:t>لِكَ</w:t>
      </w:r>
      <w:r>
        <w:rPr>
          <w:rtl/>
        </w:rPr>
        <w:t xml:space="preserve"> يُضِلُّ </w:t>
      </w:r>
      <w:r>
        <w:rPr>
          <w:rFonts w:hint="cs"/>
          <w:rtl/>
        </w:rPr>
        <w:t>ٱ</w:t>
      </w:r>
      <w:r>
        <w:rPr>
          <w:rFonts w:hint="eastAsia"/>
          <w:rtl/>
        </w:rPr>
        <w:t>للَّهُ</w:t>
      </w:r>
      <w:r>
        <w:rPr>
          <w:rtl/>
        </w:rPr>
        <w:t xml:space="preserve"> مَن يَشَآءُ وَيَ</w:t>
      </w:r>
      <w:r w:rsidR="001E6BAB" w:rsidRPr="001E6BAB">
        <w:rPr>
          <w:rFonts w:hint="cs"/>
          <w:rtl/>
        </w:rPr>
        <w:t>ه</w:t>
      </w:r>
      <w:r w:rsidRPr="00595365">
        <w:rPr>
          <w:rFonts w:hint="cs"/>
          <w:rtl/>
        </w:rPr>
        <w:t>ۡدِى مَن يَشَآءُ‌ۚ وَمَا يَعۡلَمُ جُنُودَ رَبِّكَ إِلَّا هُوَ‌ۚ وَمَا</w:t>
      </w:r>
      <w:r>
        <w:rPr>
          <w:rtl/>
        </w:rPr>
        <w:t xml:space="preserve"> </w:t>
      </w:r>
      <w:r>
        <w:rPr>
          <w:rFonts w:hint="eastAsia"/>
          <w:rtl/>
        </w:rPr>
        <w:t>هِىَ</w:t>
      </w:r>
      <w:r>
        <w:rPr>
          <w:rtl/>
        </w:rPr>
        <w:t xml:space="preserve"> إِلَّا ذِكۡرَىٰ لِلۡبَشَرِ (٣١</w:t>
      </w:r>
      <w:r w:rsidR="009229E3">
        <w:rPr>
          <w:rtl/>
        </w:rPr>
        <w:t>)</w:t>
      </w:r>
      <w:r>
        <w:rPr>
          <w:rtl/>
        </w:rPr>
        <w:t xml:space="preserve"> كَلَّا وَ</w:t>
      </w:r>
      <w:r>
        <w:rPr>
          <w:rFonts w:hint="cs"/>
          <w:rtl/>
        </w:rPr>
        <w:t>ٱ</w:t>
      </w:r>
      <w:r>
        <w:rPr>
          <w:rFonts w:hint="eastAsia"/>
          <w:rtl/>
        </w:rPr>
        <w:t>لۡقَمَرِ</w:t>
      </w:r>
      <w:r>
        <w:rPr>
          <w:rtl/>
        </w:rPr>
        <w:t xml:space="preserve"> (٣٢</w:t>
      </w:r>
      <w:r w:rsidR="009229E3">
        <w:rPr>
          <w:rtl/>
        </w:rPr>
        <w:t>)</w:t>
      </w:r>
      <w:r>
        <w:rPr>
          <w:rtl/>
        </w:rPr>
        <w:t xml:space="preserve"> وَ</w:t>
      </w:r>
      <w:r>
        <w:rPr>
          <w:rFonts w:hint="cs"/>
          <w:rtl/>
        </w:rPr>
        <w:t>ٱ</w:t>
      </w:r>
      <w:r>
        <w:rPr>
          <w:rFonts w:hint="eastAsia"/>
          <w:rtl/>
        </w:rPr>
        <w:t>لَّيۡلِ</w:t>
      </w:r>
      <w:r>
        <w:rPr>
          <w:rtl/>
        </w:rPr>
        <w:t xml:space="preserve"> إِذۡ أَدۡبَرَ (٣٣</w:t>
      </w:r>
      <w:r w:rsidR="009229E3">
        <w:rPr>
          <w:rtl/>
        </w:rPr>
        <w:t>)</w:t>
      </w:r>
      <w:r>
        <w:rPr>
          <w:rtl/>
        </w:rPr>
        <w:t xml:space="preserve"> وَ</w:t>
      </w:r>
      <w:r>
        <w:rPr>
          <w:rFonts w:hint="cs"/>
          <w:rtl/>
        </w:rPr>
        <w:t>ٱ</w:t>
      </w:r>
      <w:r>
        <w:rPr>
          <w:rFonts w:hint="eastAsia"/>
          <w:rtl/>
        </w:rPr>
        <w:t>لصُّبۡحِ</w:t>
      </w:r>
      <w:r>
        <w:rPr>
          <w:rtl/>
        </w:rPr>
        <w:t xml:space="preserve"> إِذَآ أَسۡفَرَ (٣٤</w:t>
      </w:r>
      <w:r w:rsidR="009229E3">
        <w:rPr>
          <w:rtl/>
        </w:rPr>
        <w:t>)</w:t>
      </w:r>
      <w:r>
        <w:rPr>
          <w:rtl/>
        </w:rPr>
        <w:t xml:space="preserve"> إِنَّ</w:t>
      </w:r>
      <w:r w:rsidR="001E6BAB" w:rsidRPr="001E6BAB">
        <w:rPr>
          <w:rFonts w:hint="cs"/>
          <w:rtl/>
        </w:rPr>
        <w:t>ه</w:t>
      </w:r>
      <w:r w:rsidRPr="00595365">
        <w:rPr>
          <w:rFonts w:hint="cs"/>
          <w:rtl/>
        </w:rPr>
        <w:t xml:space="preserve">ا لَإِحۡدَى </w:t>
      </w:r>
      <w:r>
        <w:rPr>
          <w:rFonts w:hint="cs"/>
          <w:rtl/>
        </w:rPr>
        <w:t>ٱ</w:t>
      </w:r>
      <w:r>
        <w:rPr>
          <w:rFonts w:hint="eastAsia"/>
          <w:rtl/>
        </w:rPr>
        <w:t>لۡكُبَرِ</w:t>
      </w:r>
      <w:r>
        <w:rPr>
          <w:rtl/>
        </w:rPr>
        <w:t xml:space="preserve"> (٣٥</w:t>
      </w:r>
      <w:r w:rsidR="009229E3">
        <w:rPr>
          <w:rtl/>
        </w:rPr>
        <w:t>)</w:t>
      </w:r>
      <w:r>
        <w:rPr>
          <w:rtl/>
        </w:rPr>
        <w:t xml:space="preserve"> نَذِيرً۬ا لِّلۡبَشَرِ (٣٦</w:t>
      </w:r>
      <w:r w:rsidR="009229E3">
        <w:rPr>
          <w:rtl/>
        </w:rPr>
        <w:t>)</w:t>
      </w:r>
      <w:r>
        <w:rPr>
          <w:rtl/>
        </w:rPr>
        <w:t xml:space="preserve"> لِمَن شَآءَ مِنكُمۡ أَن يَتَقَدَّمَ أَوۡ يَتَأَخَّرَ (٣٧</w:t>
      </w:r>
      <w:r w:rsidR="009229E3">
        <w:rPr>
          <w:rtl/>
        </w:rPr>
        <w:t>)</w:t>
      </w:r>
    </w:p>
    <w:p w:rsidR="001A403D" w:rsidRDefault="001A403D" w:rsidP="00E36567">
      <w:pPr>
        <w:pStyle w:val="libBoldItalic"/>
      </w:pPr>
      <w:r>
        <w:t xml:space="preserve">And We have not appointed the wardens of the Fire except Angels, and We have not made their number except as a trial for those who disbelieve; </w:t>
      </w:r>
      <w:r>
        <w:lastRenderedPageBreak/>
        <w:t>so that those who are given the Book will have certainty, and those who believe will increase in faith; and that those who are given the Book and the believers will not doubt; and that those in whose hearts is disease and disbelievers will say: What does Allah intends by this similitude? Thus Allah leaves astray whom He wills, and guides whom He wills. And none knows the soldiers of your Rabb except Him. And it is not but a reminder for the human beings. (31) No, by the Moon (32) And (by) the night when it departs, (33) And (by) the dawn when it shines, (34) No doubt this is one of the greatest (things) (35) As a warning to humans, (36) To him among you who wants to advance or stay behind. (37)</w:t>
      </w:r>
    </w:p>
    <w:p w:rsidR="001A403D" w:rsidRDefault="001A403D" w:rsidP="00E36567">
      <w:pPr>
        <w:pStyle w:val="libNormal"/>
      </w:pPr>
      <w:r>
        <w:t>1-Imam Musa Kazim asws said: “so that those who are given he Book will have certainty” they are certain that Allah and His Rasool sawaw and his Wasi asws are Haqq (the truth), “and those who believe will increase in faith” their faith increases by the Walayat of Wasi asws, “and that those who are given the Book and the believers will not doubt” means about Walayat-e-Ali asws, “And it is not but Zikr (reminder) for the human beings” yes Walayat-e-Ali asws, “No doubt this is one of the greatest (things)” means Walayat, “To him among you who wants to advance or stay behind” means who advances toward our Walayat then Hell is pushed far from him, and who steps behind from Walayat then he is pushed close to Hell. (al-Burhan, v8, p159)</w:t>
      </w:r>
    </w:p>
    <w:p w:rsidR="001A403D" w:rsidRDefault="001A403D" w:rsidP="009229E3">
      <w:pPr>
        <w:pStyle w:val="libCenterBold1"/>
      </w:pPr>
      <w:r>
        <w:t>Lesson:</w:t>
      </w:r>
    </w:p>
    <w:p w:rsidR="00595365" w:rsidRDefault="001A403D" w:rsidP="001A403D">
      <w:pPr>
        <w:pStyle w:val="libNormal"/>
      </w:pPr>
      <w:r>
        <w:t>1-Shia Momineen who have the Book of Allah, their Eman &amp; Yaqeen (faith &amp; certainty) increases for the sake of Walayat-e-Ali asws. And thow who have the disease of jealousy of Walayat-e-Ali asws in their hearts they go astray further &amp; further by these Quranic verses by saying “What is this that Masumeen asws are applying every verse to Walayat-e-Ali asws in Tafseer?”</w:t>
      </w:r>
    </w:p>
    <w:p w:rsidR="001A403D" w:rsidRDefault="001A403D" w:rsidP="001A403D">
      <w:pPr>
        <w:pStyle w:val="libNormal"/>
      </w:pPr>
      <w:r>
        <w:t>Allah Azza wa Jalla swears by Maola Ali asws (Qamar) and Syyeda Fatima asws (Lail), and Imam Qaim asws (Subha) and says that Walayat-e-Ali asws is the greatest thing. Now there is no compulsion in Deen, whether one advances towards Walayat of Maola asws to get salvation, or one slips to Walayat of Mulla to fall in Hell.</w:t>
      </w:r>
    </w:p>
    <w:p w:rsidR="001A403D" w:rsidRDefault="001A403D" w:rsidP="00385B48">
      <w:pPr>
        <w:pStyle w:val="libAr"/>
      </w:pPr>
      <w:r>
        <w:rPr>
          <w:rFonts w:hint="eastAsia"/>
          <w:rtl/>
        </w:rPr>
        <w:t>كُلُّ</w:t>
      </w:r>
      <w:r>
        <w:rPr>
          <w:rtl/>
        </w:rPr>
        <w:t xml:space="preserve"> نَفۡسِۭ بِمَا كَسَبَتۡ رَهِينَةٌ (٣٨</w:t>
      </w:r>
      <w:r w:rsidR="009229E3">
        <w:rPr>
          <w:rtl/>
        </w:rPr>
        <w:t>)</w:t>
      </w:r>
      <w:r>
        <w:rPr>
          <w:rtl/>
        </w:rPr>
        <w:t xml:space="preserve"> إِلَّآ أَصۡحَـٰبَ </w:t>
      </w:r>
      <w:r>
        <w:rPr>
          <w:rFonts w:hint="cs"/>
          <w:rtl/>
        </w:rPr>
        <w:t>ٱ</w:t>
      </w:r>
      <w:r>
        <w:rPr>
          <w:rFonts w:hint="eastAsia"/>
          <w:rtl/>
        </w:rPr>
        <w:t>لۡيَمِينِ</w:t>
      </w:r>
      <w:r>
        <w:rPr>
          <w:rtl/>
        </w:rPr>
        <w:t xml:space="preserve"> (٣٩</w:t>
      </w:r>
      <w:r w:rsidR="009229E3">
        <w:rPr>
          <w:rtl/>
        </w:rPr>
        <w:t>)</w:t>
      </w:r>
      <w:r>
        <w:rPr>
          <w:rtl/>
        </w:rPr>
        <w:t xml:space="preserve"> فِى جَنَّـٰتٍ۬ يَتَسَآءَلُونَ (٤٠</w:t>
      </w:r>
      <w:r w:rsidR="009229E3">
        <w:rPr>
          <w:rtl/>
        </w:rPr>
        <w:t>)</w:t>
      </w:r>
      <w:r>
        <w:rPr>
          <w:rtl/>
        </w:rPr>
        <w:t xml:space="preserve"> عَنِ </w:t>
      </w:r>
      <w:r>
        <w:rPr>
          <w:rFonts w:hint="cs"/>
          <w:rtl/>
        </w:rPr>
        <w:t>ٱ</w:t>
      </w:r>
      <w:r>
        <w:rPr>
          <w:rFonts w:hint="eastAsia"/>
          <w:rtl/>
        </w:rPr>
        <w:t>لۡمُجۡرِمِينَ</w:t>
      </w:r>
      <w:r>
        <w:rPr>
          <w:rtl/>
        </w:rPr>
        <w:t xml:space="preserve"> (٤١</w:t>
      </w:r>
      <w:r w:rsidR="009229E3">
        <w:rPr>
          <w:rtl/>
        </w:rPr>
        <w:t>)</w:t>
      </w:r>
      <w:r>
        <w:rPr>
          <w:rtl/>
        </w:rPr>
        <w:t xml:space="preserve"> مَا سَلَ</w:t>
      </w:r>
      <w:r w:rsidR="001E6BAB" w:rsidRPr="001E6BAB">
        <w:rPr>
          <w:rFonts w:hint="cs"/>
          <w:rtl/>
        </w:rPr>
        <w:t>ک</w:t>
      </w:r>
      <w:r>
        <w:rPr>
          <w:rFonts w:hint="eastAsia"/>
          <w:rtl/>
        </w:rPr>
        <w:t>كُمۡ</w:t>
      </w:r>
      <w:r>
        <w:rPr>
          <w:rtl/>
        </w:rPr>
        <w:t xml:space="preserve"> فِى سَقَرَ (٤٢</w:t>
      </w:r>
      <w:r w:rsidR="009229E3">
        <w:rPr>
          <w:rtl/>
        </w:rPr>
        <w:t>)</w:t>
      </w:r>
      <w:r>
        <w:rPr>
          <w:rtl/>
        </w:rPr>
        <w:t xml:space="preserve"> قَالُواْ لَمۡ نَكُ مِنَ </w:t>
      </w:r>
      <w:r>
        <w:rPr>
          <w:rFonts w:hint="cs"/>
          <w:rtl/>
        </w:rPr>
        <w:t>ٱ</w:t>
      </w:r>
      <w:r>
        <w:rPr>
          <w:rFonts w:hint="eastAsia"/>
          <w:rtl/>
        </w:rPr>
        <w:t>لۡمُصَلِّينَ</w:t>
      </w:r>
      <w:r>
        <w:rPr>
          <w:rtl/>
        </w:rPr>
        <w:t xml:space="preserve"> (٤٣</w:t>
      </w:r>
      <w:r w:rsidR="009229E3">
        <w:rPr>
          <w:rtl/>
        </w:rPr>
        <w:t>)</w:t>
      </w:r>
      <w:r>
        <w:rPr>
          <w:rtl/>
        </w:rPr>
        <w:t xml:space="preserve"> وَلَمۡ نَكُ نُطۡعِمُ </w:t>
      </w:r>
      <w:r>
        <w:rPr>
          <w:rFonts w:hint="cs"/>
          <w:rtl/>
        </w:rPr>
        <w:t>ٱ</w:t>
      </w:r>
      <w:r>
        <w:rPr>
          <w:rFonts w:hint="eastAsia"/>
          <w:rtl/>
        </w:rPr>
        <w:t>لۡمِسۡكِينَ</w:t>
      </w:r>
      <w:r>
        <w:rPr>
          <w:rtl/>
        </w:rPr>
        <w:t xml:space="preserve"> (٤٤</w:t>
      </w:r>
      <w:r w:rsidR="009229E3">
        <w:rPr>
          <w:rtl/>
        </w:rPr>
        <w:t>)</w:t>
      </w:r>
      <w:r>
        <w:rPr>
          <w:rtl/>
        </w:rPr>
        <w:t xml:space="preserve"> وَ</w:t>
      </w:r>
      <w:r w:rsidR="001E6BAB" w:rsidRPr="001E6BAB">
        <w:rPr>
          <w:rFonts w:hint="cs"/>
          <w:rtl/>
        </w:rPr>
        <w:t>ک</w:t>
      </w:r>
      <w:r>
        <w:rPr>
          <w:rtl/>
        </w:rPr>
        <w:t xml:space="preserve">نَّا نَخُوضُ مَعَ </w:t>
      </w:r>
      <w:r>
        <w:rPr>
          <w:rFonts w:hint="cs"/>
          <w:rtl/>
        </w:rPr>
        <w:t>ٱ</w:t>
      </w:r>
      <w:r>
        <w:rPr>
          <w:rFonts w:hint="eastAsia"/>
          <w:rtl/>
        </w:rPr>
        <w:t>لۡخَآ</w:t>
      </w:r>
      <w:r>
        <w:rPr>
          <w:rFonts w:hint="cs"/>
          <w:rtl/>
        </w:rPr>
        <w:t>ٮِٕ</w:t>
      </w:r>
      <w:r>
        <w:rPr>
          <w:rFonts w:hint="eastAsia"/>
          <w:rtl/>
        </w:rPr>
        <w:t>ضِينَ</w:t>
      </w:r>
      <w:r>
        <w:rPr>
          <w:rtl/>
        </w:rPr>
        <w:t xml:space="preserve"> (٤٥</w:t>
      </w:r>
      <w:r w:rsidR="009229E3">
        <w:rPr>
          <w:rtl/>
        </w:rPr>
        <w:t>)</w:t>
      </w:r>
      <w:r>
        <w:rPr>
          <w:rtl/>
        </w:rPr>
        <w:t xml:space="preserve"> وَكُنَّا نُكَذِّبُ بِيَوۡمِ </w:t>
      </w:r>
      <w:r>
        <w:rPr>
          <w:rFonts w:hint="cs"/>
          <w:rtl/>
        </w:rPr>
        <w:t>ٱ</w:t>
      </w:r>
      <w:r>
        <w:rPr>
          <w:rFonts w:hint="eastAsia"/>
          <w:rtl/>
        </w:rPr>
        <w:t>لدِّينِ</w:t>
      </w:r>
      <w:r>
        <w:rPr>
          <w:rtl/>
        </w:rPr>
        <w:t xml:space="preserve"> (٤٦</w:t>
      </w:r>
      <w:r w:rsidR="009229E3">
        <w:rPr>
          <w:rtl/>
        </w:rPr>
        <w:t>)</w:t>
      </w:r>
      <w:r>
        <w:rPr>
          <w:rtl/>
        </w:rPr>
        <w:t xml:space="preserve"> حَتَّىٰٓ أَتَ</w:t>
      </w:r>
      <w:r>
        <w:rPr>
          <w:rFonts w:hint="cs"/>
          <w:rtl/>
        </w:rPr>
        <w:t>ٮٰ</w:t>
      </w:r>
      <w:r>
        <w:rPr>
          <w:rFonts w:hint="eastAsia"/>
          <w:rtl/>
        </w:rPr>
        <w:t>نَا</w:t>
      </w:r>
      <w:r>
        <w:rPr>
          <w:rtl/>
        </w:rPr>
        <w:t xml:space="preserve"> </w:t>
      </w:r>
      <w:r>
        <w:rPr>
          <w:rFonts w:hint="cs"/>
          <w:rtl/>
        </w:rPr>
        <w:t>ٱ</w:t>
      </w:r>
      <w:r>
        <w:rPr>
          <w:rFonts w:hint="eastAsia"/>
          <w:rtl/>
        </w:rPr>
        <w:t>لۡيَقِينُ</w:t>
      </w:r>
      <w:r>
        <w:rPr>
          <w:rtl/>
        </w:rPr>
        <w:t xml:space="preserve"> (٤٧</w:t>
      </w:r>
      <w:r w:rsidR="009229E3">
        <w:rPr>
          <w:rtl/>
        </w:rPr>
        <w:t>)</w:t>
      </w:r>
      <w:r>
        <w:rPr>
          <w:rtl/>
        </w:rPr>
        <w:t xml:space="preserve"> فَمَا تَنفَعُهُمۡ شَفَـٰعَةُ </w:t>
      </w:r>
      <w:r>
        <w:rPr>
          <w:rFonts w:hint="cs"/>
          <w:rtl/>
        </w:rPr>
        <w:t>ٱ</w:t>
      </w:r>
      <w:r>
        <w:rPr>
          <w:rFonts w:hint="eastAsia"/>
          <w:rtl/>
        </w:rPr>
        <w:t>لشَّـٰفِعِينَ</w:t>
      </w:r>
      <w:r>
        <w:rPr>
          <w:rtl/>
        </w:rPr>
        <w:t xml:space="preserve"> (٤٨</w:t>
      </w:r>
      <w:r w:rsidR="009229E3">
        <w:rPr>
          <w:rtl/>
        </w:rPr>
        <w:t>)</w:t>
      </w:r>
    </w:p>
    <w:p w:rsidR="001A403D" w:rsidRDefault="001A403D" w:rsidP="00E36567">
      <w:pPr>
        <w:pStyle w:val="libBoldItalic"/>
      </w:pPr>
      <w:r>
        <w:t xml:space="preserve">Every soul is a pledge (hostage) for its own deeds; (38) Except the companions of Yameen, (39) (who will be) In Gardens they will ask (from there) (40) To the guilty: (41) What has brought you to Saqar ? (42) They will say: We were not among Musalleen (those who offer Salaah) (43) And nor did we feed the poor. (44) We used to criticize (on Haqq) along with the criticizers, (45) And we used to deny the day of Deen </w:t>
      </w:r>
      <w:r>
        <w:lastRenderedPageBreak/>
        <w:t>(Recompense), (46) Until the certainty (death) came to us. (47) Thus intercession of intercessors will not benefit them. (48)</w:t>
      </w:r>
    </w:p>
    <w:p w:rsidR="001A403D" w:rsidRDefault="001A403D" w:rsidP="00E36567">
      <w:pPr>
        <w:pStyle w:val="libNormal"/>
      </w:pPr>
      <w:r>
        <w:t>1-Imam Jafar Sadiq asws said about this verse, “What has brought you to Saqar ? They will say: We were not among Musalleen”: It means that we were not among those who obey Imams asws, about whom Allah says, “And Sabiqoon are those who excel, they are the Muqarribeen” (Sura Waqia, v10,11), don’t you see that which remains behind (the 2nd) the excelling one in horse race, people call him Musalla, thus same meaning is here that Allah says, “we were not among Musalleen” we were not among those who obey Sabiqeen (Excelling ones), “and nor did we feed the poor” means the rights of Aal-e-Rasool asws and that Khums which is for the near ones and orphans and poor and travellers of Aal-e-Rasool asws, and saying of Allah Ta’ala, “We used to criticize (on Haqq) along with the criticizers, and we used to deny the day of Deen” means the day of Recompense, “until Yaqeen (certainty) came to us” means death came, and “Thus intercession of intercessors will not benefit them” even if all the courtier Angels (a.s.) and Prophets (a.s.) and Messengers (a.s.) intercede for a Nasbi of Aal-e-Mohammad asws, it will not be accepted what recommendation they would do. (al-Burhan, v8, p162)</w:t>
      </w:r>
    </w:p>
    <w:p w:rsidR="001A403D" w:rsidRDefault="001A403D" w:rsidP="009229E3">
      <w:pPr>
        <w:pStyle w:val="libCenterBold1"/>
      </w:pPr>
      <w:r>
        <w:t>Lesson:</w:t>
      </w:r>
    </w:p>
    <w:p w:rsidR="001A403D" w:rsidRDefault="001A403D" w:rsidP="001A403D">
      <w:pPr>
        <w:pStyle w:val="libNormal"/>
      </w:pPr>
      <w:r>
        <w:t>1-Muqassireen are hostages &amp; prisoners of their own deeds, in this world they are imprisoned with hard labour. They are trying their best with hard labour to do very good deeds without testimony of Walayat-e-Ali asws, but all of them will be blown away like ashes. In the Hereafter they will know that they are outlawed criminals due to denial of testimony of Walayat-e-Ali asws, because they did not say Salaah while obeying Sabiqeen (asws) as Rasool Allah sawaw used to offer, in which Rasool Allah sawaw used to recite testimony of Walayat-e-Ali asws, and during Salaah when used to make Dua for forgiveness of Ummah then it was also for the sake of the right of Ali asws. And Muqassireen do not give Khums, it means that they waste it by giving it to Majoosi Mulla or his Wakeel instead of giving it to who are worthy of Khums. And without any knowledge and reason they criticize Walayat-e-Ali asws, e.g. how Zikr-e-Ali asws can be done in Masjid or Namaz? And in reality they do not believe in Raj’at as well, they think Raj’at is an idea and hope. Therefore Imam asws said that if all the Angels (a.s.) and Prophets (a.s.) would intercede for Nasibi, even then Allah will never accept. And Imam asws explained clearly the definition of Nasibi as well that they are so-called Shia scholars who insult Masumeen asws and try to decrease their merits by telling lies, and they keep adding on it, they are worse than the army of Yazid (l.u.). It means those Majoosi scholars who fix the flag of their own Walayat in front of Walayat-e-Ali asws, then they issue Fatawa against testimony of Walayat-e-Ali asws, they are misguided themselves and misguide others as well, and they use titles of Masumeen asws for themselves which is clearly forbidden. Please see its detail in the book “Ehtijaj al-Tabrasi”</w:t>
      </w:r>
    </w:p>
    <w:p w:rsidR="001A403D" w:rsidRDefault="001A403D" w:rsidP="00385B48">
      <w:pPr>
        <w:pStyle w:val="libAr"/>
      </w:pPr>
      <w:r>
        <w:rPr>
          <w:rFonts w:hint="eastAsia"/>
          <w:rtl/>
        </w:rPr>
        <w:lastRenderedPageBreak/>
        <w:t>فَمَا</w:t>
      </w:r>
      <w:r>
        <w:rPr>
          <w:rtl/>
        </w:rPr>
        <w:t xml:space="preserve"> لَهُمۡ عَنِ </w:t>
      </w:r>
      <w:r>
        <w:rPr>
          <w:rFonts w:hint="cs"/>
          <w:rtl/>
        </w:rPr>
        <w:t>ٱ</w:t>
      </w:r>
      <w:r>
        <w:rPr>
          <w:rFonts w:hint="eastAsia"/>
          <w:rtl/>
        </w:rPr>
        <w:t>لتَّذۡكِرَةِ</w:t>
      </w:r>
      <w:r>
        <w:rPr>
          <w:rtl/>
        </w:rPr>
        <w:t xml:space="preserve"> مُعۡرِضِينَ (٤٩</w:t>
      </w:r>
      <w:r w:rsidR="009229E3">
        <w:rPr>
          <w:rtl/>
        </w:rPr>
        <w:t>)</w:t>
      </w:r>
      <w:r>
        <w:rPr>
          <w:rtl/>
        </w:rPr>
        <w:t xml:space="preserve"> كَأَنَّهُمۡ حُمُرٌ۬ مُّسۡتَنفِرَةٌ۬ (٥٠</w:t>
      </w:r>
      <w:r w:rsidR="009229E3">
        <w:rPr>
          <w:rtl/>
        </w:rPr>
        <w:t>)</w:t>
      </w:r>
      <w:r>
        <w:rPr>
          <w:rtl/>
        </w:rPr>
        <w:t xml:space="preserve"> فَرَّتۡ مِن قَسۡوَرَةِۭ (٥١</w:t>
      </w:r>
      <w:r w:rsidR="009229E3">
        <w:rPr>
          <w:rtl/>
        </w:rPr>
        <w:t>)</w:t>
      </w:r>
      <w:r>
        <w:rPr>
          <w:rtl/>
        </w:rPr>
        <w:t xml:space="preserve"> بَلۡ يُرِيدُ كُلُّ </w:t>
      </w:r>
      <w:r>
        <w:rPr>
          <w:rFonts w:hint="cs"/>
          <w:rtl/>
        </w:rPr>
        <w:t>ٱ</w:t>
      </w:r>
      <w:r>
        <w:rPr>
          <w:rFonts w:hint="eastAsia"/>
          <w:rtl/>
        </w:rPr>
        <w:t>مۡرِىٍٕ۬</w:t>
      </w:r>
      <w:r>
        <w:rPr>
          <w:rtl/>
        </w:rPr>
        <w:t xml:space="preserve"> مِّنۡ</w:t>
      </w:r>
      <w:r w:rsidR="001E6BAB" w:rsidRPr="001E6BAB">
        <w:rPr>
          <w:rFonts w:hint="cs"/>
          <w:rtl/>
        </w:rPr>
        <w:t>ه</w:t>
      </w:r>
      <w:r>
        <w:rPr>
          <w:rtl/>
        </w:rPr>
        <w:t>مۡ أَن يُؤۡتَىٰ صُحُفً۬ا مُّنَشَّرَةً۬ (٥٢</w:t>
      </w:r>
      <w:r w:rsidR="009229E3">
        <w:rPr>
          <w:rtl/>
        </w:rPr>
        <w:t>)</w:t>
      </w:r>
      <w:r>
        <w:rPr>
          <w:rtl/>
        </w:rPr>
        <w:t xml:space="preserve"> كَلَّا‌ۖ بَل لَّا يَخَافُونَ </w:t>
      </w:r>
      <w:r>
        <w:rPr>
          <w:rFonts w:hint="cs"/>
          <w:rtl/>
        </w:rPr>
        <w:t>ٱ</w:t>
      </w:r>
      <w:r>
        <w:rPr>
          <w:rFonts w:hint="eastAsia"/>
          <w:rtl/>
        </w:rPr>
        <w:t>لۡأَخِرَةَ</w:t>
      </w:r>
      <w:r>
        <w:rPr>
          <w:rtl/>
        </w:rPr>
        <w:t xml:space="preserve"> (٥٣</w:t>
      </w:r>
      <w:r w:rsidR="009229E3">
        <w:rPr>
          <w:rtl/>
        </w:rPr>
        <w:t>)</w:t>
      </w:r>
      <w:r>
        <w:rPr>
          <w:rtl/>
        </w:rPr>
        <w:t xml:space="preserve"> </w:t>
      </w:r>
      <w:r w:rsidR="001E6BAB" w:rsidRPr="001E6BAB">
        <w:rPr>
          <w:rFonts w:hint="cs"/>
          <w:rtl/>
        </w:rPr>
        <w:t>ک</w:t>
      </w:r>
      <w:r>
        <w:rPr>
          <w:rFonts w:hint="eastAsia"/>
          <w:rtl/>
        </w:rPr>
        <w:t>لَّآ</w:t>
      </w:r>
      <w:r>
        <w:rPr>
          <w:rtl/>
        </w:rPr>
        <w:t xml:space="preserve"> إِن</w:t>
      </w:r>
      <w:r>
        <w:rPr>
          <w:rFonts w:hint="eastAsia"/>
          <w:rtl/>
        </w:rPr>
        <w:t>َّهُ</w:t>
      </w:r>
      <w:r>
        <w:rPr>
          <w:rtl/>
        </w:rPr>
        <w:t xml:space="preserve"> </w:t>
      </w:r>
      <w:r>
        <w:rPr>
          <w:rFonts w:hint="cs"/>
          <w:rtl/>
        </w:rPr>
        <w:t>ۥ</w:t>
      </w:r>
      <w:r>
        <w:rPr>
          <w:rtl/>
        </w:rPr>
        <w:t xml:space="preserve"> تَذۡكِرَةٌ۬ (٥٤</w:t>
      </w:r>
      <w:r w:rsidR="009229E3">
        <w:rPr>
          <w:rtl/>
        </w:rPr>
        <w:t>)</w:t>
      </w:r>
      <w:r>
        <w:rPr>
          <w:rtl/>
        </w:rPr>
        <w:t xml:space="preserve"> فَمَن شَآءَ ذَ</w:t>
      </w:r>
      <w:r w:rsidR="001E6BAB" w:rsidRPr="001E6BAB">
        <w:rPr>
          <w:rFonts w:hint="cs"/>
          <w:rtl/>
        </w:rPr>
        <w:t>ک</w:t>
      </w:r>
      <w:r>
        <w:rPr>
          <w:rFonts w:hint="eastAsia"/>
          <w:rtl/>
        </w:rPr>
        <w:t>رَهُ</w:t>
      </w:r>
      <w:r>
        <w:rPr>
          <w:rtl/>
        </w:rPr>
        <w:t xml:space="preserve"> </w:t>
      </w:r>
      <w:r>
        <w:rPr>
          <w:rFonts w:hint="cs"/>
          <w:rtl/>
        </w:rPr>
        <w:t>ۥ</w:t>
      </w:r>
      <w:r>
        <w:rPr>
          <w:rtl/>
        </w:rPr>
        <w:t xml:space="preserve"> (٥٥</w:t>
      </w:r>
      <w:r w:rsidR="009229E3">
        <w:rPr>
          <w:rtl/>
        </w:rPr>
        <w:t>)</w:t>
      </w:r>
      <w:r>
        <w:rPr>
          <w:rtl/>
        </w:rPr>
        <w:t xml:space="preserve"> وَمَا يَذۡكُرُونَ إِلَّآ أَن يَشَآءَ </w:t>
      </w:r>
      <w:r>
        <w:rPr>
          <w:rFonts w:hint="cs"/>
          <w:rtl/>
        </w:rPr>
        <w:t>ٱ</w:t>
      </w:r>
      <w:r>
        <w:rPr>
          <w:rFonts w:hint="eastAsia"/>
          <w:rtl/>
        </w:rPr>
        <w:t>للَّهُ‌ۚ</w:t>
      </w:r>
      <w:r>
        <w:rPr>
          <w:rtl/>
        </w:rPr>
        <w:t xml:space="preserve"> هُوَ أَهۡلُ </w:t>
      </w:r>
      <w:r>
        <w:rPr>
          <w:rFonts w:hint="cs"/>
          <w:rtl/>
        </w:rPr>
        <w:t>ٱ</w:t>
      </w:r>
      <w:r>
        <w:rPr>
          <w:rFonts w:hint="eastAsia"/>
          <w:rtl/>
        </w:rPr>
        <w:t>لتَّقۡوَىٰ</w:t>
      </w:r>
      <w:r>
        <w:rPr>
          <w:rtl/>
        </w:rPr>
        <w:t xml:space="preserve"> وَأَهۡلُ </w:t>
      </w:r>
      <w:r>
        <w:rPr>
          <w:rFonts w:hint="cs"/>
          <w:rtl/>
        </w:rPr>
        <w:t>ٱ</w:t>
      </w:r>
      <w:r>
        <w:rPr>
          <w:rFonts w:hint="eastAsia"/>
          <w:rtl/>
        </w:rPr>
        <w:t>لۡمَغۡفِرَةِ</w:t>
      </w:r>
      <w:r>
        <w:rPr>
          <w:rtl/>
        </w:rPr>
        <w:t xml:space="preserve"> (٥٦</w:t>
      </w:r>
      <w:r w:rsidR="009229E3">
        <w:rPr>
          <w:rtl/>
        </w:rPr>
        <w:t>)</w:t>
      </w:r>
    </w:p>
    <w:p w:rsidR="001A403D" w:rsidRDefault="001A403D" w:rsidP="00E36567">
      <w:pPr>
        <w:pStyle w:val="libBoldItalic"/>
      </w:pPr>
      <w:r>
        <w:t>Then what is (wrong) with them that they are turning away from Tazkirah (reminder), (49) As if they were frightened wild donkeys (50) Fleeing from a lion! (51) But every person among them desires that he should be given open scripture. (52) Not at all! But they do not fear the Hereafter. (53) No! Indeed this is Tazkirah. (54) So whoever wants may do its Zikr. (55) And they will not do Zikr (remember) unless Allah wills. He is Owner of Piety and He is Owner of Forgiveness. (56)</w:t>
      </w:r>
    </w:p>
    <w:p w:rsidR="001A403D" w:rsidRDefault="001A403D" w:rsidP="00E36567">
      <w:pPr>
        <w:pStyle w:val="libNormal"/>
      </w:pPr>
      <w:r>
        <w:t>1-Imam Jafar Sadiq asws said, “Then what is the matter with them that they are running away from Tazkirah” means from the mentioning of Walayat of Amirul Momineen asws, and “As if they were frightened wild donkeys fleeing from a lion” means those wild donkeys who run away when they see the lion, and similarly Murjiah people hate Haqq when they hear Faza’il of Aal-e-Mohammad asws, then Allah says, “But every person among them desires that he should be given open scripture” means every person among the opponents want that a book should be revealed upon him from the sky, then Allah Ta’ala says so that they should know that Tazkirah is Walayat, “No! Indeed this is Tazkirah. So whoever wants may do its Zikr, and they will not do Zikr unless Allah wills. He is Owner of Taqwa and He is Owner of Maghfirah” here Taqwa is Nabi sawaw, and Maghfirah is Amirul Momineen asws. (al-Burhan, v8, p161)</w:t>
      </w:r>
    </w:p>
    <w:p w:rsidR="001A403D" w:rsidRDefault="001A403D" w:rsidP="009229E3">
      <w:pPr>
        <w:pStyle w:val="libCenterBold1"/>
      </w:pPr>
      <w:r>
        <w:t>Lesson:</w:t>
      </w:r>
    </w:p>
    <w:p w:rsidR="001A403D" w:rsidRDefault="001A403D" w:rsidP="001A403D">
      <w:pPr>
        <w:pStyle w:val="libNormal"/>
      </w:pPr>
      <w:r>
        <w:t>1-Those who run away from testimony of Walayat-e-Ali asws, Allah declares them as wild donkeys ignorant of Shariah, human culture, and modesty, who are running away from Asadullah asws, and then they are falling in the dark &amp; deep ditch of Fire. And why Muqassireen are running away? Because Walayat-e-Ali asws invites to gather &amp; unite on Deen-e-Haqq which is free from doubts &amp; differences according to the teachings of Quran and Sunnah. On the other side, Majoosi leaders of Muqassireen think that Quran &amp; Sunnah are insufficient, and differences among Usuli Mujtahideen is Rahmat, and every Majoosi Mulla wishes that a book should be revealed to him from the sky. But they know that they do not have any connection with Allah at all, so due to grudge &amp; jealousy every Mulla has printed his own book, and he is misguiding people that this Tauzihul Masa’il (Risala-e-Amlia, Practical Lawa) is from Allah, who will act on it, Majoosi Mulla will be responsible for him. Those arrogant are not even afraid of Qiyam-e-Qaim asws and Zulfiqar. So this is the bounty &amp; blessing of Allah that those with pure birth are reciting testimony of Walayat-e-Ali asws, and do Zikr of Faza’il-e-Ali asws, they are pious for the sake of Mohammad Mustafa sawaw, and they are forgiven for the sake of Ali Murtaza asws. Mohammad sawaw &amp; Ali asws are their guide &amp; guardian.</w:t>
      </w:r>
    </w:p>
    <w:p w:rsidR="00EB2345" w:rsidRDefault="00EB2345" w:rsidP="00FC02E7">
      <w:pPr>
        <w:pStyle w:val="libNormal"/>
        <w:rPr>
          <w:rtl/>
        </w:rPr>
      </w:pPr>
      <w:r>
        <w:rPr>
          <w:rFonts w:hint="eastAsia"/>
        </w:rPr>
        <w:lastRenderedPageBreak/>
        <w:br w:type="page"/>
      </w:r>
    </w:p>
    <w:p w:rsidR="001A403D" w:rsidRDefault="00EB2345" w:rsidP="00EB2345">
      <w:pPr>
        <w:pStyle w:val="Heading1Center"/>
      </w:pPr>
      <w:bookmarkStart w:id="71" w:name="_Toc449789464"/>
      <w:r>
        <w:rPr>
          <w:rFonts w:hint="eastAsia"/>
          <w:rtl/>
        </w:rPr>
        <w:lastRenderedPageBreak/>
        <w:t>سُوۡرَةُ</w:t>
      </w:r>
      <w:r>
        <w:rPr>
          <w:rtl/>
        </w:rPr>
        <w:t xml:space="preserve"> </w:t>
      </w:r>
      <w:r w:rsidR="001A403D">
        <w:rPr>
          <w:rtl/>
        </w:rPr>
        <w:t>القِ</w:t>
      </w:r>
      <w:r w:rsidR="001A403D">
        <w:rPr>
          <w:rFonts w:hint="cs"/>
          <w:rtl/>
        </w:rPr>
        <w:t>یَ</w:t>
      </w:r>
      <w:r w:rsidR="001A403D">
        <w:rPr>
          <w:rFonts w:hint="eastAsia"/>
          <w:rtl/>
        </w:rPr>
        <w:t>امَة</w:t>
      </w:r>
      <w:bookmarkEnd w:id="71"/>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إِنَّ</w:t>
      </w:r>
      <w:r>
        <w:rPr>
          <w:rtl/>
        </w:rPr>
        <w:t xml:space="preserve"> عَلَيۡنَا جَمۡعَهُ </w:t>
      </w:r>
      <w:r>
        <w:rPr>
          <w:rFonts w:hint="cs"/>
          <w:rtl/>
        </w:rPr>
        <w:t>ۥ</w:t>
      </w:r>
      <w:r>
        <w:rPr>
          <w:rtl/>
        </w:rPr>
        <w:t xml:space="preserve"> وَقُرۡءَانَهُ </w:t>
      </w:r>
      <w:r>
        <w:rPr>
          <w:rFonts w:hint="cs"/>
          <w:rtl/>
        </w:rPr>
        <w:t>ۥ</w:t>
      </w:r>
      <w:r>
        <w:rPr>
          <w:rtl/>
        </w:rPr>
        <w:t xml:space="preserve"> (١٧</w:t>
      </w:r>
      <w:r w:rsidR="009229E3">
        <w:rPr>
          <w:rtl/>
        </w:rPr>
        <w:t>)</w:t>
      </w:r>
      <w:r>
        <w:rPr>
          <w:rtl/>
        </w:rPr>
        <w:t xml:space="preserve"> فَإِذَا قَرَأۡنَـٰهُ فَ</w:t>
      </w:r>
      <w:r>
        <w:rPr>
          <w:rFonts w:hint="cs"/>
          <w:rtl/>
        </w:rPr>
        <w:t>ٱ</w:t>
      </w:r>
      <w:r>
        <w:rPr>
          <w:rFonts w:hint="eastAsia"/>
          <w:rtl/>
        </w:rPr>
        <w:t>تَّبِعۡ</w:t>
      </w:r>
      <w:r>
        <w:rPr>
          <w:rtl/>
        </w:rPr>
        <w:t xml:space="preserve"> قُرۡءَانَهُ </w:t>
      </w:r>
      <w:r>
        <w:rPr>
          <w:rFonts w:hint="cs"/>
          <w:rtl/>
        </w:rPr>
        <w:t>ۥ</w:t>
      </w:r>
      <w:r>
        <w:rPr>
          <w:rtl/>
        </w:rPr>
        <w:t xml:space="preserve"> (١٨</w:t>
      </w:r>
      <w:r w:rsidR="009229E3">
        <w:rPr>
          <w:rtl/>
        </w:rPr>
        <w:t>)</w:t>
      </w:r>
      <w:r>
        <w:rPr>
          <w:rtl/>
        </w:rPr>
        <w:t xml:space="preserve"> ثُمَّ إِنَّ عَلَيۡنَا بَيَانَهُ </w:t>
      </w:r>
      <w:r>
        <w:rPr>
          <w:rFonts w:hint="cs"/>
          <w:rtl/>
        </w:rPr>
        <w:t>ۥ</w:t>
      </w:r>
      <w:r>
        <w:rPr>
          <w:rtl/>
        </w:rPr>
        <w:t xml:space="preserve"> (١٩</w:t>
      </w:r>
      <w:r w:rsidR="009229E3">
        <w:rPr>
          <w:rtl/>
        </w:rPr>
        <w:t>)</w:t>
      </w:r>
      <w:r>
        <w:rPr>
          <w:rtl/>
        </w:rPr>
        <w:t xml:space="preserve"> كَلَّا بَلۡ تُحِبُّونَ </w:t>
      </w:r>
      <w:r>
        <w:rPr>
          <w:rFonts w:hint="cs"/>
          <w:rtl/>
        </w:rPr>
        <w:t>ٱ</w:t>
      </w:r>
      <w:r>
        <w:rPr>
          <w:rFonts w:hint="eastAsia"/>
          <w:rtl/>
        </w:rPr>
        <w:t>لۡعَاجِلَةَ</w:t>
      </w:r>
      <w:r>
        <w:rPr>
          <w:rtl/>
        </w:rPr>
        <w:t xml:space="preserve"> (٢٠</w:t>
      </w:r>
      <w:r w:rsidR="009229E3">
        <w:rPr>
          <w:rtl/>
        </w:rPr>
        <w:t>)</w:t>
      </w:r>
      <w:r>
        <w:rPr>
          <w:rtl/>
        </w:rPr>
        <w:t xml:space="preserve"> وَتَذَرُونَ </w:t>
      </w:r>
      <w:r>
        <w:rPr>
          <w:rFonts w:hint="cs"/>
          <w:rtl/>
        </w:rPr>
        <w:t>ٱ</w:t>
      </w:r>
      <w:r>
        <w:rPr>
          <w:rFonts w:hint="eastAsia"/>
          <w:rtl/>
        </w:rPr>
        <w:t>لۡأَخِرَةَ</w:t>
      </w:r>
      <w:r>
        <w:rPr>
          <w:rtl/>
        </w:rPr>
        <w:t xml:space="preserve"> (٢١</w:t>
      </w:r>
      <w:r w:rsidR="009229E3">
        <w:rPr>
          <w:rtl/>
        </w:rPr>
        <w:t>)</w:t>
      </w:r>
      <w:r>
        <w:rPr>
          <w:rtl/>
        </w:rPr>
        <w:t xml:space="preserve"> وُجُوهٌ۬ يَوۡمَ</w:t>
      </w:r>
      <w:r>
        <w:rPr>
          <w:rFonts w:hint="cs"/>
          <w:rtl/>
        </w:rPr>
        <w:t>ٮِٕ</w:t>
      </w:r>
      <w:r>
        <w:rPr>
          <w:rFonts w:hint="eastAsia"/>
          <w:rtl/>
        </w:rPr>
        <w:t>ذٍ۬</w:t>
      </w:r>
      <w:r>
        <w:rPr>
          <w:rtl/>
        </w:rPr>
        <w:t xml:space="preserve"> نَّاضِرَةٌ (٢٢</w:t>
      </w:r>
      <w:r w:rsidR="009229E3">
        <w:rPr>
          <w:rtl/>
        </w:rPr>
        <w:t>)</w:t>
      </w:r>
      <w:r>
        <w:rPr>
          <w:rtl/>
        </w:rPr>
        <w:t xml:space="preserve"> إِلَىٰ رَب</w:t>
      </w:r>
      <w:r>
        <w:rPr>
          <w:rFonts w:hint="eastAsia"/>
          <w:rtl/>
        </w:rPr>
        <w:t>ِّ</w:t>
      </w:r>
      <w:r w:rsidR="001E6BAB" w:rsidRPr="001E6BAB">
        <w:rPr>
          <w:rFonts w:hint="cs"/>
          <w:rtl/>
        </w:rPr>
        <w:t>ه</w:t>
      </w:r>
      <w:r w:rsidRPr="00595365">
        <w:rPr>
          <w:rFonts w:hint="cs"/>
          <w:rtl/>
        </w:rPr>
        <w:t>ا</w:t>
      </w:r>
      <w:r>
        <w:rPr>
          <w:rtl/>
        </w:rPr>
        <w:t xml:space="preserve"> نَاظِرَةٌ۬ (٢٣</w:t>
      </w:r>
      <w:r w:rsidR="009229E3">
        <w:rPr>
          <w:rtl/>
        </w:rPr>
        <w:t>)</w:t>
      </w:r>
    </w:p>
    <w:p w:rsidR="001A403D" w:rsidRDefault="001A403D" w:rsidP="00E36567">
      <w:pPr>
        <w:pStyle w:val="libBoldItalic"/>
      </w:pPr>
      <w:r>
        <w:t>Indeed upon Us is its collection (compilation) and its recitation (education). (17) So when We recite it, then follow its recitation, (18) Then surely upon Us is its explanation. (19) Nay, but you (humans) love the immediate (world) (20) And leave (neglect) the Hereafter. (21) That day (some) faces will be radiant, (22) Looking toward their Rabb. (23)</w:t>
      </w:r>
    </w:p>
    <w:p w:rsidR="001A403D" w:rsidRDefault="001A403D" w:rsidP="00E36567">
      <w:pPr>
        <w:pStyle w:val="libNormal"/>
      </w:pPr>
      <w:r>
        <w:t>1-Said: To compile and teach Quran is the responsibility of Aal-e-Mohammad sawaw, “So when We recite it then follow its recitation” means obey what is read, “then surely upon Us is its explanation” means its Tafseer (exegesis). (al-Burhan, v8, p167)</w:t>
      </w:r>
    </w:p>
    <w:p w:rsidR="001A403D" w:rsidRDefault="001A403D" w:rsidP="001A403D">
      <w:pPr>
        <w:pStyle w:val="libNormal"/>
      </w:pPr>
      <w:r>
        <w:t xml:space="preserve">2-Abdus Salam Harwi asked from Imam Ali Raza asws: O son of Rasool Allah asws, what do you say about this Hadees, “No doubt, Momineen will do Ziyarat of their Rabb from their stations in the Paradise”? Said: O Abu Sallat, no doubt Allah Ta’ala has given superiority to His Nabi sawaw over Prophets (a.s.) and Angels (a.s.) in His creations, and declared his obedience as His obedience, and his allegiance as His allegiance, and his Ziyarat in the world &amp; Hereafter as His Ziyarat. So Allah Azza wa Jalla says, “Who obeyed Rasool then certainly he obeyed Allah” (Sura al-Nisa, v80), and said, “No doubt who pay allegiance to you certainly they pay allegiance to Allah, Allah’s Hand is on top of their hands.” (Sura al-Fatha, v10), and it is saying of Nabi Akram sawaw, </w:t>
      </w:r>
      <w:r>
        <w:rPr>
          <w:rFonts w:hint="eastAsia"/>
        </w:rPr>
        <w:t>“</w:t>
      </w:r>
      <w:r>
        <w:t>Whoever did my Ziyarat in my apparent life or after my martyrdom, then certainly he did Ziyarat of Allah Ta’ala.” And grade of Nabi Akram sawaw in the Paradise is higher than all grades. So whoever did his (sawaw) Ziyarat from his station from the grade of Paradise, then certainly he did Ziyarat of Allah Tabarak wa Ta’ala.</w:t>
      </w:r>
    </w:p>
    <w:p w:rsidR="001A403D" w:rsidRDefault="001A403D" w:rsidP="00E36567">
      <w:pPr>
        <w:pStyle w:val="libNormal"/>
      </w:pPr>
      <w:r>
        <w:t xml:space="preserve">Then Abdus Salam asked: O son of Rasool Allah sawaw, what is the meaning of this Hadees, “Reward of La ilaha illallah is equal to seeing the Face of Allah Ta’ala.” Said: O Abu Sallat, who stated the quality (appearance) of the Face of Allah Ta’ala as faces are, then certainly he did Kufr, rather Face of Allah Ta’ala is His Prophets (a.s.), and His Messengers (a.s.) and His Hujjaj (asws), through whom attention of Allah Azza wa Jalla is gained and of His Deen and His Marifat. And no doubt Allah Ta’ala says, </w:t>
      </w:r>
      <w:r>
        <w:rPr>
          <w:rFonts w:hint="eastAsia"/>
        </w:rPr>
        <w:t>“</w:t>
      </w:r>
      <w:r>
        <w:t xml:space="preserve">Whatever is on it (earth) will perish, and ever remaining is the Face of your Rabb, owner of Majesty &amp; Honour” (Sura Rahman, v26-27), and Allah Azza wa Jalla says, “Everything is perishable except His Face” (Sura al-Qassas, v88). Thus on the day of Qiyamah to see towards Allah Ta’ala’s Prophets (a.s.) and His Messengers (a.s.) and His Hujjaj from one’s station is great reward for the Momineen. And indeed Nabi Akram sawaw said: Who keeps grudge with my Ahlul Bait asws &amp; Itrat asws, neither I will see him on the day of Qiyamah, nor he will see me; no doubt there are such </w:t>
      </w:r>
      <w:r>
        <w:lastRenderedPageBreak/>
        <w:t>among you who will never see me again after that when I will depart from them. O Abu Sallat, no doubt attributes of Allah Ta’ala can not be described by space, and nor thought &amp; insight can perceive Him. (al-Burhan, v8, p169)</w:t>
      </w:r>
    </w:p>
    <w:p w:rsidR="001A403D" w:rsidRDefault="001A403D" w:rsidP="00E36567">
      <w:pPr>
        <w:pStyle w:val="libNormal"/>
      </w:pPr>
      <w:r>
        <w:t>3-Rasool Allah sawaw said: There is not a single among the Momineen with insight who is not responsible for Tab’ah (obedience). It was asked: I sacrifice on you, what is Tab’ah? Said: Fifty one Rakat (Salaah), and thirty fasts in the month, when it will be the day of Qiyamah, they will emerge from their graves and their faces will be like moon of fourteenth, then it will be said to one of them: Demand that it should be bestowed to you. So he will say: I demand from my Rabb to do Ziyarat of the face of Mohammad sawaw. So Allah Azza wa Jalla will permit the companions of the Paradise that they do Ziyarat of Mohammad sawaw. Thus a pulpit of Noor will be placed on a carpet from the carpets of Paradise for Rasool Allah sawaw, which has one thousand steps, and from one step to the second step there is travel of a race of a horse, and Mohammad sawaw and Ali asws will climb and sit on it, and Shias of Aal-e-Mohammad will touch that pulpit, then Allah will see towards them with blessing, and this is the saying of Allah Ta’ala, “That day (some) faces will be radiant, looking toward their Rabb” so they will be granted Noor, so when anyone of them will return then Hoor will not have the ability to see towards him with full open eyes. (al-Burhan, v8, p170)</w:t>
      </w:r>
    </w:p>
    <w:p w:rsidR="001A403D" w:rsidRDefault="001A403D" w:rsidP="009229E3">
      <w:pPr>
        <w:pStyle w:val="libCenterBold1"/>
      </w:pPr>
      <w:r>
        <w:t>Lesson:</w:t>
      </w:r>
    </w:p>
    <w:p w:rsidR="001A403D" w:rsidRDefault="001A403D" w:rsidP="001A403D">
      <w:pPr>
        <w:pStyle w:val="libNormal"/>
      </w:pPr>
      <w:r>
        <w:t>1-Rasool Allah sawaw gave the task of compilation of Quran to Maola Ali asws, and he did it. Only Masumeen asws know the translation, Tafseer, Tanzeel, and Taweel of Quran, that what is the meaning of the Kalam of Allah, because they are Lisanullah and Mashiyatullah. It is our duty to follow the commandments of Quran, and it is not possible to take only five hundred verses and saying that the rest of the verses about Walayat-e-Ali asws are not applicable on us. The scholars can only translate and explain the holy Quran in the light of Ahadees of Masumeen asws to teach the people. It is not right to translate &amp; explain Quran with one’s own Zunn &amp; Qiyas, and intelligence &amp; wisdom.</w:t>
      </w:r>
    </w:p>
    <w:p w:rsidR="001A403D" w:rsidRDefault="001A403D" w:rsidP="001A403D">
      <w:pPr>
        <w:pStyle w:val="libNormal"/>
      </w:pPr>
      <w:r>
        <w:t>2-Ziyarat of Rasool Allah sawaw and Amirul Momineen asws is Ziyarat of Allah Ta’ala. On many places in holy Quran, Allah declares their act as His act. Therefore any Majoosi Mulla who declares Namaz Batil by Zikr-e-Ali asws, and forbids others from testimony of Walayat, he is definitely enemy of Allah. Masumeen asws are the ever remaining Face of Allah, due to whom Marifat &amp; Ibadat of Allah is established.</w:t>
      </w:r>
    </w:p>
    <w:p w:rsidR="001A403D" w:rsidRDefault="001A403D" w:rsidP="00385B48">
      <w:pPr>
        <w:pStyle w:val="libAr"/>
      </w:pPr>
      <w:r>
        <w:rPr>
          <w:rFonts w:hint="eastAsia"/>
          <w:rtl/>
        </w:rPr>
        <w:t>فَلَا</w:t>
      </w:r>
      <w:r>
        <w:rPr>
          <w:rtl/>
        </w:rPr>
        <w:t xml:space="preserve"> صَدَّقَ وَلَا صَلَّىٰ (٣١</w:t>
      </w:r>
      <w:r w:rsidR="009229E3">
        <w:rPr>
          <w:rtl/>
        </w:rPr>
        <w:t>)</w:t>
      </w:r>
      <w:r>
        <w:rPr>
          <w:rtl/>
        </w:rPr>
        <w:t xml:space="preserve"> وَلَـٰكِن كَذَّبَ وَتَوَلَّىٰ (٣٢</w:t>
      </w:r>
      <w:r w:rsidR="009229E3">
        <w:rPr>
          <w:rtl/>
        </w:rPr>
        <w:t>)</w:t>
      </w:r>
      <w:r>
        <w:rPr>
          <w:rtl/>
        </w:rPr>
        <w:t xml:space="preserve"> ثُمَّ ذَهَبَ إِلَىٰٓ أَهۡلِهِ</w:t>
      </w:r>
      <w:r>
        <w:rPr>
          <w:rFonts w:hint="cs"/>
          <w:rtl/>
        </w:rPr>
        <w:t>ۦ</w:t>
      </w:r>
      <w:r>
        <w:rPr>
          <w:rtl/>
        </w:rPr>
        <w:t xml:space="preserve"> يَتَمَطَّىٰٓ (٣٣</w:t>
      </w:r>
      <w:r w:rsidR="009229E3">
        <w:rPr>
          <w:rtl/>
        </w:rPr>
        <w:t>)</w:t>
      </w:r>
      <w:r>
        <w:rPr>
          <w:rtl/>
        </w:rPr>
        <w:t xml:space="preserve"> أَوۡلَىٰ لَكَ فَأَوۡلَىٰ (٣٤</w:t>
      </w:r>
      <w:r w:rsidR="009229E3">
        <w:rPr>
          <w:rtl/>
        </w:rPr>
        <w:t>)</w:t>
      </w:r>
      <w:r>
        <w:rPr>
          <w:rtl/>
        </w:rPr>
        <w:t xml:space="preserve"> ثُمَّ أَوۡلَىٰ لَكَ فَأَوۡلَىٰٓ (٣٥</w:t>
      </w:r>
      <w:r w:rsidR="009229E3">
        <w:rPr>
          <w:rtl/>
        </w:rPr>
        <w:t>)</w:t>
      </w:r>
      <w:r>
        <w:rPr>
          <w:rtl/>
        </w:rPr>
        <w:t xml:space="preserve"> أَيَحۡسَبُ </w:t>
      </w:r>
      <w:r>
        <w:rPr>
          <w:rFonts w:hint="cs"/>
          <w:rtl/>
        </w:rPr>
        <w:t>ٱ</w:t>
      </w:r>
      <w:r>
        <w:rPr>
          <w:rFonts w:hint="eastAsia"/>
          <w:rtl/>
        </w:rPr>
        <w:t>لۡإِنسَـٰنُ</w:t>
      </w:r>
      <w:r>
        <w:rPr>
          <w:rtl/>
        </w:rPr>
        <w:t xml:space="preserve"> أَن يُتۡرَكَ سُدًى (٣٦</w:t>
      </w:r>
      <w:r w:rsidR="009229E3">
        <w:rPr>
          <w:rtl/>
        </w:rPr>
        <w:t>)</w:t>
      </w:r>
    </w:p>
    <w:p w:rsidR="001A403D" w:rsidRDefault="001A403D" w:rsidP="00E36567">
      <w:pPr>
        <w:pStyle w:val="libBoldItalic"/>
      </w:pPr>
      <w:r>
        <w:t>So neither he testified (believed) and nor said Salaah. (31) But he denied and turned away. (32) Then he went to his family arrogantly. (33) Woe to you and woe, (34) Again woe to you and woe. (35) Does man think that he will be left free (without account)? (36)</w:t>
      </w:r>
    </w:p>
    <w:p w:rsidR="001A403D" w:rsidRDefault="001A403D" w:rsidP="00E36567">
      <w:pPr>
        <w:pStyle w:val="libNormal"/>
      </w:pPr>
      <w:r>
        <w:lastRenderedPageBreak/>
        <w:t>1-The cause of revelation of these verses is that Rasool Allah sawaw called for allegiance to Ali asws on the day of Ghadeer-e-Khum, so people came, and people were given the news about Ali asws, which was Allah’s intention that inform them about him (asws), and people returned. And Usurper of Shaam was holding hands on Mugheera bin Shu’ba and Abu Musa Ash’ari, then he went boasting to his family and said: By Allah, we will never testify Walayat-e-Ali asws, and nor we testify the long sermon of Mohammad sawaw. So Allah Azza wa Jalla revealed his statement, “So neither he testified (believed) and nor said Salaah, but he denied and turned away, then he went to his family arrogantly. Woe to you and woe” O you Fasiq. (al-Burhan, v8, p172)</w:t>
      </w:r>
    </w:p>
    <w:p w:rsidR="001A403D" w:rsidRDefault="001A403D" w:rsidP="009229E3">
      <w:pPr>
        <w:pStyle w:val="libCenterBold1"/>
      </w:pPr>
      <w:r>
        <w:t>Lesson:</w:t>
      </w:r>
    </w:p>
    <w:p w:rsidR="001A403D" w:rsidRDefault="001A403D" w:rsidP="001A403D">
      <w:pPr>
        <w:pStyle w:val="libNormal"/>
      </w:pPr>
      <w:r>
        <w:t>1-These are very clear verses, whoever does not testify Walayat-e-Ali asws, and does not believe Ahadees about Walayat-e-Ali asws, then Allah says that it is as if he does not read Salaah. It means those who does not recite testimony of Walayat-e-Ali asws in Tashahud knowingly &amp; willingly, then they are party of the Usurper of Shaam, Nasibi &amp; Muqassireen, who martyred Imam Ali asws, Hassan asws, Hussain asws. Do Muqassireen think that they will not be questioned about Walayat-e-Ali asws on the day of Qiyamah, and they will be left free without Hisaab Kitaab, because it is written in Tauzihul Masa’il that Majoosi Mulla has declared them free from answerability. Woe on Muqassireen, again woe on Fasiqeen.</w:t>
      </w:r>
    </w:p>
    <w:p w:rsidR="00EB2345" w:rsidRDefault="00EB2345" w:rsidP="00FC02E7">
      <w:pPr>
        <w:pStyle w:val="libNormal"/>
        <w:rPr>
          <w:rtl/>
        </w:rPr>
      </w:pPr>
      <w:r>
        <w:rPr>
          <w:rFonts w:hint="eastAsia"/>
        </w:rPr>
        <w:br w:type="page"/>
      </w:r>
    </w:p>
    <w:p w:rsidR="001A403D" w:rsidRDefault="00EB2345" w:rsidP="00EB2345">
      <w:pPr>
        <w:pStyle w:val="Heading1Center"/>
      </w:pPr>
      <w:bookmarkStart w:id="72" w:name="_Toc449789465"/>
      <w:r>
        <w:rPr>
          <w:rFonts w:hint="eastAsia"/>
          <w:rtl/>
        </w:rPr>
        <w:lastRenderedPageBreak/>
        <w:t>سُوۡرَةُ</w:t>
      </w:r>
      <w:r>
        <w:rPr>
          <w:rtl/>
        </w:rPr>
        <w:t xml:space="preserve"> </w:t>
      </w:r>
      <w:r w:rsidR="001A403D">
        <w:rPr>
          <w:rFonts w:hint="cs"/>
          <w:rtl/>
        </w:rPr>
        <w:t>ٱ</w:t>
      </w:r>
      <w:r w:rsidR="001A403D">
        <w:rPr>
          <w:rFonts w:hint="eastAsia"/>
          <w:rtl/>
        </w:rPr>
        <w:t>لدَّهۡر</w:t>
      </w:r>
      <w:r w:rsidR="001A403D">
        <w:rPr>
          <w:rtl/>
        </w:rPr>
        <w:t xml:space="preserve"> / الإنسَان</w:t>
      </w:r>
      <w:bookmarkEnd w:id="72"/>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وَيُطۡعِمُونَ</w:t>
      </w:r>
      <w:r>
        <w:rPr>
          <w:rtl/>
        </w:rPr>
        <w:t xml:space="preserve"> </w:t>
      </w:r>
      <w:r>
        <w:rPr>
          <w:rFonts w:hint="cs"/>
          <w:rtl/>
        </w:rPr>
        <w:t>ٱ</w:t>
      </w:r>
      <w:r>
        <w:rPr>
          <w:rFonts w:hint="eastAsia"/>
          <w:rtl/>
        </w:rPr>
        <w:t>لطَّعَامَ</w:t>
      </w:r>
      <w:r>
        <w:rPr>
          <w:rtl/>
        </w:rPr>
        <w:t xml:space="preserve"> عَلَىٰ حُبِّهِ</w:t>
      </w:r>
      <w:r>
        <w:rPr>
          <w:rFonts w:hint="cs"/>
          <w:rtl/>
        </w:rPr>
        <w:t>ۦ</w:t>
      </w:r>
      <w:r>
        <w:rPr>
          <w:rtl/>
        </w:rPr>
        <w:t xml:space="preserve"> مِسۡكِينً۬ا وَيَتِيمً۬ا وَأَسِيرًا (٨</w:t>
      </w:r>
      <w:r w:rsidR="009229E3">
        <w:rPr>
          <w:rtl/>
        </w:rPr>
        <w:t>)</w:t>
      </w:r>
      <w:r>
        <w:rPr>
          <w:rtl/>
        </w:rPr>
        <w:t xml:space="preserve"> إِنَّمَا نُطۡعِمُكُمۡ لِوَجۡهِ </w:t>
      </w:r>
      <w:r>
        <w:rPr>
          <w:rFonts w:hint="cs"/>
          <w:rtl/>
        </w:rPr>
        <w:t>ٱ</w:t>
      </w:r>
      <w:r>
        <w:rPr>
          <w:rFonts w:hint="eastAsia"/>
          <w:rtl/>
        </w:rPr>
        <w:t>للَّهِ</w:t>
      </w:r>
      <w:r>
        <w:rPr>
          <w:rtl/>
        </w:rPr>
        <w:t xml:space="preserve"> لَا نُرِيدُ مِنكُمۡ جَزَآءً۬ وَلَا شُكُورًا (٩</w:t>
      </w:r>
      <w:r w:rsidR="009229E3">
        <w:rPr>
          <w:rtl/>
        </w:rPr>
        <w:t>)</w:t>
      </w:r>
    </w:p>
    <w:p w:rsidR="001A403D" w:rsidRDefault="001A403D" w:rsidP="00E36567">
      <w:pPr>
        <w:pStyle w:val="libBoldItalic"/>
      </w:pPr>
      <w:r>
        <w:t>And they feed food to the poor and the orphan and the prisoner for His love, (8) (Saying): We feed you merely for the sake of Wajhullah, we do not want from you any reward or thanks. (9)</w:t>
      </w:r>
    </w:p>
    <w:p w:rsidR="001A403D" w:rsidRDefault="001A403D" w:rsidP="00E36567">
      <w:pPr>
        <w:pStyle w:val="libNormal"/>
      </w:pPr>
      <w:r>
        <w:t>1-Once Imam Hassan asws and Hussain asws were not feeling well, so Maola Ali asws vowed to keep three fasts, and Syyeda Fatima Zahra asws and Hazrat Fizzah (s.a.) vowed as well, and Imam Hassan asws and Hussain asws vowed too. They recovered, then Ahlul Bait asws kept fast. Hazrat Fizzah (s.a.) baked five barley breads, and dished out for eating at Aftar time, and a poor came at the door and begged for food, so all of them gave their food to him. Second day they kept fast with water. Daily Syyeda Fatima Zahra asws was spinning some wool, and Sham’oon Jew was giving one Sa’eh (3kg) barley as labour, and Maola Ali asws did this contract with him for 3 Sa’eh barley for three fasts. Second day again Hazrat Fizzah (s.a.) baked one bread for each, and put five breads on dinning table at Aftar time, and an orphan came on the door and asked for food. So again everyone gave his food to him, and kept hungry. Kept the third fast with water again. Hazrat Fizzah baked five breads and put on the dinning table at Aftar time, and a prisoner came on the door and begged for food, so all of them gave their food to him. In the morning Rasool Allah sawaw came and said: Jibrael (a.s.) came and said Salam to all of you, and these verses (1 to 22) are revealed in your favour. (Summary of Hadees) (al-Burhan, v8, p179)</w:t>
      </w:r>
    </w:p>
    <w:p w:rsidR="001A403D" w:rsidRDefault="001A403D" w:rsidP="009229E3">
      <w:pPr>
        <w:pStyle w:val="libCenterBold1"/>
      </w:pPr>
      <w:r>
        <w:t>Lesson:</w:t>
      </w:r>
    </w:p>
    <w:p w:rsidR="001A403D" w:rsidRDefault="001A403D" w:rsidP="001A403D">
      <w:pPr>
        <w:pStyle w:val="libNormal"/>
      </w:pPr>
      <w:r>
        <w:t>1-The words and actions of Masumeen asws become Quran, and moreover Masumeen asws do not speak but it is Will of Allah always. And Masumeen asws perform some act, then Allah declares it as His act. And Masumeen asws sacrificed everything in the love of Allah.</w:t>
      </w:r>
    </w:p>
    <w:p w:rsidR="001A403D" w:rsidRDefault="001A403D" w:rsidP="001A403D">
      <w:pPr>
        <w:pStyle w:val="libNormal"/>
      </w:pPr>
      <w:r>
        <w:t>This Sura was revealed in the favour of Ahlul Bait asws and Hazrat Fizza (s.a.) is included in it as well. Holy Quran is Qaseeda of Masumeen asws, and it is news of Azaab for their enemies, that is the reason Muqassireen run away from Quran.</w:t>
      </w:r>
    </w:p>
    <w:p w:rsidR="001A403D" w:rsidRDefault="001A403D" w:rsidP="00385B48">
      <w:pPr>
        <w:pStyle w:val="libAr"/>
      </w:pPr>
      <w:r>
        <w:rPr>
          <w:rFonts w:hint="eastAsia"/>
          <w:rtl/>
        </w:rPr>
        <w:t>إِنَّ</w:t>
      </w:r>
      <w:r>
        <w:rPr>
          <w:rtl/>
        </w:rPr>
        <w:t xml:space="preserve"> هَـٰذِهِ</w:t>
      </w:r>
      <w:r>
        <w:rPr>
          <w:rFonts w:hint="cs"/>
          <w:rtl/>
        </w:rPr>
        <w:t>ۦ</w:t>
      </w:r>
      <w:r>
        <w:rPr>
          <w:rtl/>
        </w:rPr>
        <w:t xml:space="preserve"> تَذۡكِرَةٌ۬‌ۖ فَمَن شَآءَ </w:t>
      </w:r>
      <w:r>
        <w:rPr>
          <w:rFonts w:hint="cs"/>
          <w:rtl/>
        </w:rPr>
        <w:t>ٱ</w:t>
      </w:r>
      <w:r>
        <w:rPr>
          <w:rFonts w:hint="eastAsia"/>
          <w:rtl/>
        </w:rPr>
        <w:t>تَّخَذَ</w:t>
      </w:r>
      <w:r>
        <w:rPr>
          <w:rtl/>
        </w:rPr>
        <w:t xml:space="preserve"> إِلَىٰ رَبِّهِ</w:t>
      </w:r>
      <w:r>
        <w:rPr>
          <w:rFonts w:hint="cs"/>
          <w:rtl/>
        </w:rPr>
        <w:t>ۦ</w:t>
      </w:r>
      <w:r>
        <w:rPr>
          <w:rtl/>
        </w:rPr>
        <w:t xml:space="preserve"> سَبِيلاً۬ (٢٩</w:t>
      </w:r>
      <w:r w:rsidR="009229E3">
        <w:rPr>
          <w:rtl/>
        </w:rPr>
        <w:t>)</w:t>
      </w:r>
      <w:r>
        <w:rPr>
          <w:rtl/>
        </w:rPr>
        <w:t xml:space="preserve"> وَمَا تَشَآءُونَ إِلَّآ أَن يَشَآءَ </w:t>
      </w:r>
      <w:r>
        <w:rPr>
          <w:rFonts w:hint="cs"/>
          <w:rtl/>
        </w:rPr>
        <w:t>ٱ</w:t>
      </w:r>
      <w:r>
        <w:rPr>
          <w:rFonts w:hint="eastAsia"/>
          <w:rtl/>
        </w:rPr>
        <w:t>للَّهُ‌ۚ</w:t>
      </w:r>
      <w:r>
        <w:rPr>
          <w:rtl/>
        </w:rPr>
        <w:t xml:space="preserve"> إِنَّ </w:t>
      </w:r>
      <w:r>
        <w:rPr>
          <w:rFonts w:hint="cs"/>
          <w:rtl/>
        </w:rPr>
        <w:t>ٱ</w:t>
      </w:r>
      <w:r>
        <w:rPr>
          <w:rFonts w:hint="eastAsia"/>
          <w:rtl/>
        </w:rPr>
        <w:t>للَّهَ</w:t>
      </w:r>
      <w:r>
        <w:rPr>
          <w:rtl/>
        </w:rPr>
        <w:t xml:space="preserve"> كَانَ عَلِيمًا حَكِيمً۬ا (٣٠</w:t>
      </w:r>
      <w:r w:rsidR="009229E3">
        <w:rPr>
          <w:rtl/>
        </w:rPr>
        <w:t>)</w:t>
      </w:r>
      <w:r>
        <w:rPr>
          <w:rtl/>
        </w:rPr>
        <w:t xml:space="preserve"> يُدۡخِلُ مَن يَشَآءُ فِى رَحۡمَتِهِ</w:t>
      </w:r>
      <w:r>
        <w:rPr>
          <w:rFonts w:hint="cs"/>
          <w:rtl/>
        </w:rPr>
        <w:t>ۦ‌ۚ</w:t>
      </w:r>
      <w:r>
        <w:rPr>
          <w:rtl/>
        </w:rPr>
        <w:t xml:space="preserve"> وَ</w:t>
      </w:r>
      <w:r>
        <w:rPr>
          <w:rFonts w:hint="cs"/>
          <w:rtl/>
        </w:rPr>
        <w:t>ٱ</w:t>
      </w:r>
      <w:r>
        <w:rPr>
          <w:rFonts w:hint="eastAsia"/>
          <w:rtl/>
        </w:rPr>
        <w:t>لظَّـٰلِمِينَ</w:t>
      </w:r>
      <w:r>
        <w:rPr>
          <w:rtl/>
        </w:rPr>
        <w:t xml:space="preserve"> أَعَدَّ لَهُمۡ عَذَابًا أَلِيمَۢا (٣١</w:t>
      </w:r>
      <w:r w:rsidR="009229E3">
        <w:rPr>
          <w:rtl/>
        </w:rPr>
        <w:t>)</w:t>
      </w:r>
    </w:p>
    <w:p w:rsidR="001A403D" w:rsidRDefault="001A403D" w:rsidP="00E36567">
      <w:pPr>
        <w:pStyle w:val="libBoldItalic"/>
      </w:pPr>
      <w:r>
        <w:t>No doubt this is Tazkirah (reminder), so whoever desires may choose Sabeel (way) towards his Rabb. (29) And you do not desire anything except that what Allah desires. Indeed Allah is ever Knowing, Wise. (30) He admits to His mercy whom He wills, and for the unjust He has prepared a painful punishment for them. (31)</w:t>
      </w:r>
    </w:p>
    <w:p w:rsidR="001A403D" w:rsidRDefault="001A403D" w:rsidP="00E36567">
      <w:pPr>
        <w:pStyle w:val="libNormal"/>
      </w:pPr>
      <w:r>
        <w:lastRenderedPageBreak/>
        <w:t>1-Imam Musa Kazim asws said: “No doubt this is Tazkirah” means Walayat, “He enters in to His mercy whom He wills” means into our Walayat, “and for the unjust He has prepared a painful punishment for them” don’t you understand that Allah says, “and We did not do injustice to them rather they do injustice to themselves” no doubt Allah is higher than this that He would do injustice, and He forbids that injustice should be attributed to Him. But Allah joins His Nafs with us (asws), so He declares injustice to us as injustice to Him, and declared our Walayat as His Walayat, and then revealed it on His Nabi sawaw in Quran, “and We do not do injustice to them, but they do injustice to themselves” (Sura Nahl, v118, Sura Baqarah, v57) (al-Burhan, v8, p187)</w:t>
      </w:r>
    </w:p>
    <w:p w:rsidR="001A403D" w:rsidRDefault="001A403D" w:rsidP="009229E3">
      <w:pPr>
        <w:pStyle w:val="libCenterBold1"/>
      </w:pPr>
      <w:r>
        <w:t>Lesson:</w:t>
      </w:r>
    </w:p>
    <w:p w:rsidR="001A403D" w:rsidRDefault="001A403D" w:rsidP="001A403D">
      <w:pPr>
        <w:pStyle w:val="libNormal"/>
      </w:pPr>
      <w:r>
        <w:t>1-Tazkirah of Walayat-e-Ali asws is Sabeel of nearness of Allah Ta’ala. Masumeen asws are Mashiyatullah, whatever they will, the same their Khaliq wills. Whoever enters completely into Walayat-e-Ali asws, definitely he entered into the mercy of Allah. Walayat-e-Ali asws is Walayat-e-Elahi, so it is obvious whoever leaves Walayat-e-Elahi and worships Walayat-e-Faqeh of Majoosi Mulla, then he did injustice to himself. Now if anyone is punished due to leaving Quran &amp; Sunnah, and by acting on Fatawa based on Zunn &amp; Qiyas, then it is absolute justice rather than injustice.</w:t>
      </w:r>
    </w:p>
    <w:p w:rsidR="00EB2345" w:rsidRDefault="00EB2345" w:rsidP="00FC02E7">
      <w:pPr>
        <w:pStyle w:val="libNormal"/>
        <w:rPr>
          <w:rtl/>
        </w:rPr>
      </w:pPr>
      <w:r>
        <w:rPr>
          <w:rFonts w:hint="eastAsia"/>
        </w:rPr>
        <w:br w:type="page"/>
      </w:r>
    </w:p>
    <w:p w:rsidR="001A403D" w:rsidRDefault="00EB2345" w:rsidP="00EB2345">
      <w:pPr>
        <w:pStyle w:val="Heading1Center"/>
      </w:pPr>
      <w:bookmarkStart w:id="73" w:name="_Toc449789466"/>
      <w:r>
        <w:rPr>
          <w:rFonts w:hint="eastAsia"/>
          <w:rtl/>
        </w:rPr>
        <w:lastRenderedPageBreak/>
        <w:t>سُوۡرَةُ</w:t>
      </w:r>
      <w:r>
        <w:rPr>
          <w:rtl/>
        </w:rPr>
        <w:t xml:space="preserve"> </w:t>
      </w:r>
      <w:r w:rsidR="001A403D">
        <w:rPr>
          <w:rtl/>
        </w:rPr>
        <w:t>المُرسَلات</w:t>
      </w:r>
      <w:bookmarkEnd w:id="73"/>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وَيۡلٌ۬</w:t>
      </w:r>
      <w:r>
        <w:rPr>
          <w:rtl/>
        </w:rPr>
        <w:t xml:space="preserve"> يَوۡمَ</w:t>
      </w:r>
      <w:r>
        <w:rPr>
          <w:rFonts w:hint="cs"/>
          <w:rtl/>
        </w:rPr>
        <w:t>ٮِٕ</w:t>
      </w:r>
      <w:r>
        <w:rPr>
          <w:rFonts w:hint="eastAsia"/>
          <w:rtl/>
        </w:rPr>
        <w:t>ذٍ۬</w:t>
      </w:r>
      <w:r>
        <w:rPr>
          <w:rtl/>
        </w:rPr>
        <w:t xml:space="preserve"> لِّلۡمُكَذِّبِينَ (١٥</w:t>
      </w:r>
      <w:r w:rsidR="009229E3">
        <w:rPr>
          <w:rtl/>
        </w:rPr>
        <w:t>)</w:t>
      </w:r>
      <w:r>
        <w:rPr>
          <w:rtl/>
        </w:rPr>
        <w:t xml:space="preserve"> أَلَمۡ نُ</w:t>
      </w:r>
      <w:r w:rsidR="001E6BAB" w:rsidRPr="001E6BAB">
        <w:rPr>
          <w:rFonts w:hint="cs"/>
          <w:rtl/>
        </w:rPr>
        <w:t>ه</w:t>
      </w:r>
      <w:r w:rsidRPr="00595365">
        <w:rPr>
          <w:rFonts w:hint="cs"/>
          <w:rtl/>
        </w:rPr>
        <w:t xml:space="preserve">ۡلِكِ </w:t>
      </w:r>
      <w:r>
        <w:rPr>
          <w:rFonts w:hint="cs"/>
          <w:rtl/>
        </w:rPr>
        <w:t>ٱ</w:t>
      </w:r>
      <w:r>
        <w:rPr>
          <w:rFonts w:hint="eastAsia"/>
          <w:rtl/>
        </w:rPr>
        <w:t>لۡأَوَّلِينَ</w:t>
      </w:r>
      <w:r>
        <w:rPr>
          <w:rtl/>
        </w:rPr>
        <w:t xml:space="preserve"> (١٦</w:t>
      </w:r>
      <w:r w:rsidR="009229E3">
        <w:rPr>
          <w:rtl/>
        </w:rPr>
        <w:t>)</w:t>
      </w:r>
      <w:r>
        <w:rPr>
          <w:rtl/>
        </w:rPr>
        <w:t xml:space="preserve"> ثُمَّ نُتۡبِعُهُمُ </w:t>
      </w:r>
      <w:r>
        <w:rPr>
          <w:rFonts w:hint="cs"/>
          <w:rtl/>
        </w:rPr>
        <w:t>ٱ</w:t>
      </w:r>
      <w:r>
        <w:rPr>
          <w:rFonts w:hint="eastAsia"/>
          <w:rtl/>
        </w:rPr>
        <w:t>لۡأَخِرِينَ</w:t>
      </w:r>
      <w:r>
        <w:rPr>
          <w:rtl/>
        </w:rPr>
        <w:t xml:space="preserve"> (١٧</w:t>
      </w:r>
      <w:r w:rsidR="009229E3">
        <w:rPr>
          <w:rtl/>
        </w:rPr>
        <w:t>)</w:t>
      </w:r>
      <w:r>
        <w:rPr>
          <w:rtl/>
        </w:rPr>
        <w:t xml:space="preserve"> كَذَ</w:t>
      </w:r>
      <w:r w:rsidR="005B7B9E" w:rsidRPr="005B7B9E">
        <w:rPr>
          <w:rFonts w:hint="cs"/>
          <w:rtl/>
        </w:rPr>
        <w:t>ا</w:t>
      </w:r>
      <w:r>
        <w:rPr>
          <w:rFonts w:hint="eastAsia"/>
          <w:rtl/>
        </w:rPr>
        <w:t>لِكَ</w:t>
      </w:r>
      <w:r>
        <w:rPr>
          <w:rtl/>
        </w:rPr>
        <w:t xml:space="preserve"> نَفۡعَلُ بِ</w:t>
      </w:r>
      <w:r>
        <w:rPr>
          <w:rFonts w:hint="cs"/>
          <w:rtl/>
        </w:rPr>
        <w:t>ٱ</w:t>
      </w:r>
      <w:r>
        <w:rPr>
          <w:rFonts w:hint="eastAsia"/>
          <w:rtl/>
        </w:rPr>
        <w:t>لۡمُجۡرِمِينَ</w:t>
      </w:r>
      <w:r>
        <w:rPr>
          <w:rtl/>
        </w:rPr>
        <w:t xml:space="preserve"> (١٨</w:t>
      </w:r>
      <w:r w:rsidR="009229E3">
        <w:rPr>
          <w:rtl/>
        </w:rPr>
        <w:t>)</w:t>
      </w:r>
    </w:p>
    <w:p w:rsidR="001A403D" w:rsidRDefault="001A403D" w:rsidP="00E36567">
      <w:pPr>
        <w:pStyle w:val="libBoldItalic"/>
      </w:pPr>
      <w:r>
        <w:t>Woe to the beliers on that day! (15) Did We not destroy the former peoples, (16) Then We will cause the latter ones to follow them. (17) In this way We deal with the criminals. (18)</w:t>
      </w:r>
    </w:p>
    <w:p w:rsidR="001A403D" w:rsidRDefault="001A403D" w:rsidP="00385B48">
      <w:pPr>
        <w:pStyle w:val="libAr"/>
      </w:pPr>
      <w:r>
        <w:rPr>
          <w:rFonts w:hint="cs"/>
          <w:rtl/>
        </w:rPr>
        <w:t>ٱ</w:t>
      </w:r>
      <w:r>
        <w:rPr>
          <w:rFonts w:hint="eastAsia"/>
          <w:rtl/>
        </w:rPr>
        <w:t>نطَلِقُوٓاْ</w:t>
      </w:r>
      <w:r>
        <w:rPr>
          <w:rtl/>
        </w:rPr>
        <w:t xml:space="preserve"> إِلَىٰ مَا كُنتُم بِهِ</w:t>
      </w:r>
      <w:r>
        <w:rPr>
          <w:rFonts w:hint="cs"/>
          <w:rtl/>
        </w:rPr>
        <w:t>ۦ</w:t>
      </w:r>
      <w:r>
        <w:rPr>
          <w:rtl/>
        </w:rPr>
        <w:t xml:space="preserve"> تُكَذِّبُونَ (٢٩</w:t>
      </w:r>
      <w:r w:rsidR="009229E3">
        <w:rPr>
          <w:rtl/>
        </w:rPr>
        <w:t>)</w:t>
      </w:r>
      <w:r>
        <w:rPr>
          <w:rtl/>
        </w:rPr>
        <w:t xml:space="preserve"> </w:t>
      </w:r>
      <w:r>
        <w:rPr>
          <w:rFonts w:hint="cs"/>
          <w:rtl/>
        </w:rPr>
        <w:t>ٱ</w:t>
      </w:r>
      <w:r>
        <w:rPr>
          <w:rFonts w:hint="eastAsia"/>
          <w:rtl/>
        </w:rPr>
        <w:t>نطَلِقُوٓاْ</w:t>
      </w:r>
      <w:r>
        <w:rPr>
          <w:rtl/>
        </w:rPr>
        <w:t xml:space="preserve"> إِلَىٰ ظِلٍّ۬ ذِى ثَلَـٰثِ شُعَبٍ۬ (٣٠</w:t>
      </w:r>
      <w:r w:rsidR="009229E3">
        <w:rPr>
          <w:rtl/>
        </w:rPr>
        <w:t>)</w:t>
      </w:r>
      <w:r>
        <w:rPr>
          <w:rtl/>
        </w:rPr>
        <w:t xml:space="preserve"> لَّا ظَلِيلٍ۬ وَلَا يُغۡنِى مِنَ </w:t>
      </w:r>
      <w:r>
        <w:rPr>
          <w:rFonts w:hint="cs"/>
          <w:rtl/>
        </w:rPr>
        <w:t>ٱ</w:t>
      </w:r>
      <w:r>
        <w:rPr>
          <w:rFonts w:hint="eastAsia"/>
          <w:rtl/>
        </w:rPr>
        <w:t>للَّهَبِ</w:t>
      </w:r>
      <w:r>
        <w:rPr>
          <w:rtl/>
        </w:rPr>
        <w:t xml:space="preserve"> (٣١</w:t>
      </w:r>
      <w:r w:rsidR="009229E3">
        <w:rPr>
          <w:rtl/>
        </w:rPr>
        <w:t>)</w:t>
      </w:r>
    </w:p>
    <w:p w:rsidR="001A403D" w:rsidRDefault="001A403D" w:rsidP="00E36567">
      <w:pPr>
        <w:pStyle w:val="libBoldItalic"/>
      </w:pPr>
      <w:r>
        <w:t>(It will be said to them:) Depart towards that which you used to belie, (29) Depart towards the shadow having three branches (heads, triangular), (30) (Which is) neither giving cool shade nor protecting from the flame. (31)</w:t>
      </w:r>
    </w:p>
    <w:p w:rsidR="001A403D" w:rsidRDefault="001A403D" w:rsidP="00E36567">
      <w:pPr>
        <w:pStyle w:val="libNormal"/>
      </w:pPr>
      <w:r>
        <w:t>1-Imam Musa Kazim asws said: “Destruction for the beliers on that day” means Allah says that O Habeeb Mohammad sawaw, destruction for the beliers of that Wahi (revelation) which I sent to you about Walayat-e-Ali asws. “Did We not deestroy the former peoples, then We will cause the latter ones to follow them” means those former peoples who belied Messengers (a.s.) regarding the obedience of Aosiya (a.s.), “In this manner We deal with the criminals” means who did crime concerning Aal-e-Mohammad asws, and tortured his Wasi asws as much he could torture. (al-Burhan, v8, p191)</w:t>
      </w:r>
    </w:p>
    <w:p w:rsidR="001A403D" w:rsidRDefault="001A403D" w:rsidP="00E36567">
      <w:pPr>
        <w:pStyle w:val="libNormal"/>
      </w:pPr>
      <w:r>
        <w:t>2-Imam Jafar Sadiq asws said: When thirst will trouble the people (opponents of walayat), then it will be said to them, “Go towards that which you used to belie” means Amirul Momineen asws. So when they will come to him, it will be said to them, “Go towards the three branched shadow, neither shady nor saving from flame” means flames of thirst. (al-Burhan, v8, p191)</w:t>
      </w:r>
    </w:p>
    <w:p w:rsidR="001A403D" w:rsidRDefault="001A403D" w:rsidP="00E36567">
      <w:pPr>
        <w:pStyle w:val="libNormal"/>
      </w:pPr>
      <w:r>
        <w:t>3-Imam Mohammad Baqir asws said: When the companions of the Hell will be made ready to go to Fire, then before entering Fire they will be sent towards that, and it will be said: Go under the three branched shade. Which will be made of smoke of Fire, and they will think it is Paradise. Then they will enter into Fire as army after army, and that will be time of noon. And the companions of the Paradise will get gifts according to their desires, until they will be granted their residences in the Paradise at noon time. (Tafseer al-Safi, v3, p504)</w:t>
      </w:r>
    </w:p>
    <w:p w:rsidR="001A403D" w:rsidRDefault="001A403D" w:rsidP="009229E3">
      <w:pPr>
        <w:pStyle w:val="libCenterBold1"/>
      </w:pPr>
      <w:r>
        <w:t>Lesson:</w:t>
      </w:r>
    </w:p>
    <w:p w:rsidR="001A403D" w:rsidRDefault="001A403D" w:rsidP="001A403D">
      <w:pPr>
        <w:pStyle w:val="libNormal"/>
      </w:pPr>
      <w:r>
        <w:t xml:space="preserve">1-Who were destroyed from the previous nations due to opposing Walayat-e-Ali asws, they are already in Hell. And from the later ones who are opposing Walayat-e-Ali asws and issuing Fatawa against Azadari, Allah Ta’ala is joining them with the former ones in the Hell. On the day of Qiyamah, many great Namazi, Haji,and Rozadar  but Muqassir due to </w:t>
      </w:r>
      <w:r>
        <w:lastRenderedPageBreak/>
        <w:t>neglecting Janbulla by denying testimony of Walayat, will demand Paradise from Allah, so they will be ordered to go under that triangular shade, which they will think is Paradise, there Flames will be rained on them, because in the world also they testified Walayat of Majoosi Mulla the Fire-worshiper, so what one loves will be gathered (resurrected) with the same and will remain with the same.</w:t>
      </w:r>
    </w:p>
    <w:p w:rsidR="001A403D" w:rsidRDefault="001A403D" w:rsidP="001A403D">
      <w:pPr>
        <w:pStyle w:val="libNormal"/>
      </w:pPr>
      <w:r>
        <w:t>2-Ya Allah, we make Dua: Those Shia Momineen who recite testimony of Walayat-e-Ali asws while standing in Your presence during Salaah according to Sunnah of Rasool Allah sawaw &amp; Your command, keep them under the shade of blessing of Masumeen asws. And those who believe in Walayat-e-Faqeh of Majoosi Muqassir Mulla, send them along with Majoosi Mulla wherever they go. Elahi Ameen.</w:t>
      </w:r>
    </w:p>
    <w:p w:rsidR="00EB2345" w:rsidRDefault="00EB2345" w:rsidP="00FC02E7">
      <w:pPr>
        <w:pStyle w:val="libNormal"/>
        <w:rPr>
          <w:rtl/>
        </w:rPr>
      </w:pPr>
      <w:r>
        <w:rPr>
          <w:rFonts w:hint="eastAsia"/>
        </w:rPr>
        <w:br w:type="page"/>
      </w:r>
    </w:p>
    <w:p w:rsidR="001A403D" w:rsidRDefault="00EB2345" w:rsidP="00EB2345">
      <w:pPr>
        <w:pStyle w:val="Heading1Center"/>
      </w:pPr>
      <w:bookmarkStart w:id="74" w:name="_Toc449789467"/>
      <w:r>
        <w:rPr>
          <w:rFonts w:hint="eastAsia"/>
          <w:rtl/>
        </w:rPr>
        <w:lastRenderedPageBreak/>
        <w:t>سُوۡرَةُ</w:t>
      </w:r>
      <w:r>
        <w:rPr>
          <w:rtl/>
        </w:rPr>
        <w:t xml:space="preserve"> </w:t>
      </w:r>
      <w:r w:rsidR="001A403D">
        <w:rPr>
          <w:rtl/>
        </w:rPr>
        <w:t>النّبَإِ</w:t>
      </w:r>
      <w:bookmarkEnd w:id="74"/>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عَمَّ</w:t>
      </w:r>
      <w:r>
        <w:rPr>
          <w:rtl/>
        </w:rPr>
        <w:t xml:space="preserve"> يَتَسَآءَلُونَ (١</w:t>
      </w:r>
      <w:r w:rsidR="009229E3">
        <w:rPr>
          <w:rtl/>
        </w:rPr>
        <w:t>)</w:t>
      </w:r>
      <w:r>
        <w:rPr>
          <w:rtl/>
        </w:rPr>
        <w:t xml:space="preserve"> عَنِ </w:t>
      </w:r>
      <w:r>
        <w:rPr>
          <w:rFonts w:hint="cs"/>
          <w:rtl/>
        </w:rPr>
        <w:t>ٱ</w:t>
      </w:r>
      <w:r>
        <w:rPr>
          <w:rFonts w:hint="eastAsia"/>
          <w:rtl/>
        </w:rPr>
        <w:t>لنَّبَإِ</w:t>
      </w:r>
      <w:r>
        <w:rPr>
          <w:rtl/>
        </w:rPr>
        <w:t xml:space="preserve"> </w:t>
      </w:r>
      <w:r>
        <w:rPr>
          <w:rFonts w:hint="cs"/>
          <w:rtl/>
        </w:rPr>
        <w:t>ٱ</w:t>
      </w:r>
      <w:r>
        <w:rPr>
          <w:rFonts w:hint="eastAsia"/>
          <w:rtl/>
        </w:rPr>
        <w:t>لۡعَظِيمِ</w:t>
      </w:r>
      <w:r>
        <w:rPr>
          <w:rtl/>
        </w:rPr>
        <w:t xml:space="preserve"> (٢</w:t>
      </w:r>
      <w:r w:rsidR="009229E3">
        <w:rPr>
          <w:rtl/>
        </w:rPr>
        <w:t>)</w:t>
      </w:r>
      <w:r>
        <w:rPr>
          <w:rtl/>
        </w:rPr>
        <w:t xml:space="preserve"> </w:t>
      </w:r>
      <w:r>
        <w:rPr>
          <w:rFonts w:hint="cs"/>
          <w:rtl/>
        </w:rPr>
        <w:t>ٱ</w:t>
      </w:r>
      <w:r>
        <w:rPr>
          <w:rFonts w:hint="eastAsia"/>
          <w:rtl/>
        </w:rPr>
        <w:t>لَّذِى</w:t>
      </w:r>
      <w:r>
        <w:rPr>
          <w:rtl/>
        </w:rPr>
        <w:t xml:space="preserve"> هُمۡ فِيهِ مُخۡتَلِفُونَ (٣</w:t>
      </w:r>
      <w:r w:rsidR="009229E3">
        <w:rPr>
          <w:rtl/>
        </w:rPr>
        <w:t>)</w:t>
      </w:r>
      <w:r>
        <w:rPr>
          <w:rtl/>
        </w:rPr>
        <w:t xml:space="preserve"> كَلَّا سَيَعۡلَمُونَ (٤</w:t>
      </w:r>
      <w:r w:rsidR="009229E3">
        <w:rPr>
          <w:rtl/>
        </w:rPr>
        <w:t>)</w:t>
      </w:r>
      <w:r>
        <w:rPr>
          <w:rtl/>
        </w:rPr>
        <w:t xml:space="preserve"> ثُمَّ كَلَّا سَيَعۡلَمُونَ (٥</w:t>
      </w:r>
      <w:r w:rsidR="009229E3">
        <w:rPr>
          <w:rtl/>
        </w:rPr>
        <w:t>)</w:t>
      </w:r>
    </w:p>
    <w:p w:rsidR="001A403D" w:rsidRDefault="001A403D" w:rsidP="00E36567">
      <w:pPr>
        <w:pStyle w:val="libBoldItalic"/>
      </w:pPr>
      <w:r>
        <w:t>About what are they questioning one another? (1) About that great news, (2) Concerning which they are in disagreement. (3) No! Soon they will come to know! (4) Again no! Soon they will come to know! (5)</w:t>
      </w:r>
    </w:p>
    <w:p w:rsidR="001A403D" w:rsidRDefault="001A403D" w:rsidP="00E36567">
      <w:pPr>
        <w:pStyle w:val="libNormal"/>
      </w:pPr>
      <w:r>
        <w:t>1-Imam Mohammad Baqir asws said: “About what are they asking one another?” this is about Amirul Momineen asws, and Amiul Momineen said, “There is no Ayat of Allah Azza wa Jalla greater than me, and there is no greater News of Allah than me, and no doubt my Walayat was made obligatory on the previous nations as well, and they denied to accept it” (al-Burhan, v8, p194)</w:t>
      </w:r>
    </w:p>
    <w:p w:rsidR="00595365" w:rsidRDefault="001A403D" w:rsidP="00E36567">
      <w:pPr>
        <w:pStyle w:val="libNormal"/>
      </w:pPr>
      <w:r>
        <w:t>2-Rasool Allah sawaw said to Ali Murtaza asws: Ya Ali asws you are Hujjatullah and you are Babullah and you are the Path towards Allah and you are Naba al-Azeem (the great News) and you are Sirat-e-Mustaqeem and you are Masal-ul-A’la (the highest similitude), Ya Ali asws you are Imam of Muslims and Amiul Momineen and Khairul Wassiyyeen and head &amp; chief of the truthful ones, Ya Ali asws you are Farooq-e-Azam and you are Siddeeq-e-Akbar, Ya Ali asws you are my Khalifa, and you are Qazi (chief justice) of my Deen, and you are who will give punishment to my enemies, Ya Ali asws you are Mazloom after me, Ya Ali asws you will be left alone, Ya Ali asws you will be make Mahjoor (from which people migrate away). Allah is Witness and those who are present from among my Ummah that your party is my party, and my party is Allah’s party, and certainly party of your enemies is the party of Shaitan. (al-Burhan, v8, p195)</w:t>
      </w:r>
    </w:p>
    <w:p w:rsidR="001A403D" w:rsidRDefault="001A403D" w:rsidP="00E36567">
      <w:pPr>
        <w:pStyle w:val="libNormal"/>
      </w:pPr>
      <w:r>
        <w:t>3-Sakhar bin Harab came to Rasool Allah sawaw and asked: Ya Mohammad sawaw, after you this Amr (matter of Walayat) is for us or for whom? Said: O Sakhar, after me Amarat (Khilafat) is for him who is on that status to me, on which Haroon (a.s.) is to Musa (a.s.), so Allah revealed this, “About what are they questioning one another? About that great news” some of them testify Walayat &amp; Khilafat of Ali asws, and some of them belie it. Then said: “No” and this is their negation and condemnation, “soon they will come to know” means soon they will know his (real) Khilafat when they will be questioned about him (asws) in their graves, so no one will escape that day neither in the east of the earth nor in the west, nor on land, nor in the ocean but Munkar Nakeer will ask after his death about Walayat &amp; Khilafat of Amirul Momineen asws. And they ask who dies: Who is your Rabb? And what is your Deen? Who is your Nabi sawaw? And who is your Imam asws? (al-Burhan, v8, p195)</w:t>
      </w:r>
    </w:p>
    <w:p w:rsidR="001A403D" w:rsidRDefault="001A403D" w:rsidP="00E36567">
      <w:pPr>
        <w:pStyle w:val="libNormal"/>
      </w:pPr>
      <w:r>
        <w:t xml:space="preserve">4-During the battle of Siffeen, a person came out from the army of Shaam, he was wearing armour and Quran over it, and he was reading “About what are they questioning one another? About that great news” so Maola Ali asws came out himself and said to him: Do you know, what is Naba al-Azeem, about which you are differing? He replied: No. Then Maola </w:t>
      </w:r>
      <w:r>
        <w:lastRenderedPageBreak/>
        <w:t>Ali asws said to him: I am, by Allah, that Naba al-Azeem about which you are differing, and you are disputing about his Walayat, and you are turning back from my Walayat after accepting, and your rebellion is killing you after that my sword saved you, and certainly you know the day of Ghadeer as well, and you will know on the day of Qiyamah as well what you know (already). Then Maola Ali asws raised his Zulfiqar and hit on his head and hands. (al-Burhan, v8, p196)</w:t>
      </w:r>
    </w:p>
    <w:p w:rsidR="001A403D" w:rsidRDefault="001A403D" w:rsidP="00E36567">
      <w:pPr>
        <w:pStyle w:val="libNormal"/>
      </w:pPr>
      <w:r>
        <w:t>5-Maola Ali asws said: By Allah, I am that Naba al-Azeem about which they are in disagreement, No, soon they will know. Again no, soon they will come to know, when I will be standing in between Paradise and Hell, and I will say: This is for me, and this is for you. (al-Burhan, v8, p196)</w:t>
      </w:r>
    </w:p>
    <w:p w:rsidR="001A403D" w:rsidRDefault="001A403D" w:rsidP="009229E3">
      <w:pPr>
        <w:pStyle w:val="libCenterBold1"/>
      </w:pPr>
      <w:r>
        <w:t>Lesson:</w:t>
      </w:r>
    </w:p>
    <w:p w:rsidR="001A403D" w:rsidRDefault="001A403D" w:rsidP="001A403D">
      <w:pPr>
        <w:pStyle w:val="libNormal"/>
      </w:pPr>
      <w:r>
        <w:t>1-The great News of Allah, and the greatest Ayat of Allah is Maola Ali asws. If someone says, “No, I am also Ayatullah al-Uzma, and Wali of Muslims, and Hujjat upon creation &amp; Islam” if Allah does not kill &amp; destroy him, then what else He can do. As He destroyed the previous nations who denied &amp; opposed Walayat-e-Ali asws.</w:t>
      </w:r>
    </w:p>
    <w:p w:rsidR="001A403D" w:rsidRDefault="001A403D" w:rsidP="001A403D">
      <w:pPr>
        <w:pStyle w:val="libNormal"/>
      </w:pPr>
      <w:r>
        <w:t>2-Rasool Allah sawaw said to Maola Ali asws, “You are Qazi of my Deen, but you will be made Mazloom and Mahjoor after me, and your opponents are party of Shaitan.” So it is obvious that who does not accept Maola Ali asws as Qazi, i.e. they prefer Fatawa of Majoosi Mulla over Ahadees of Masumeen asws, they are the party of Shaitan, it means that they do not say Salaah rather they are worshiping Taghoot. Therefore it is narrated in Hadees: Every Flag (of revolution) raised before the Qiyam of Qaim (asws), their bearers will be worshiping Taghoot (i.e. opposition of Walayat-e-Ali asws). Similarly it is narrated in Hadees: Those scholars and judges whose deeds are opposite to their statements (i.e. verbally they tell people that they are Shia Ulma and they testify Walayat-e-Ali asws, but at the time of practice they say that testimony of Walayat-e-Ali asws nullifies Namaz), on the day of Qiyamah they will be gnawing their tongues, and their tongues will be hanging until their chests, and pus will be oozing from them.</w:t>
      </w:r>
    </w:p>
    <w:p w:rsidR="001A403D" w:rsidRDefault="001A403D" w:rsidP="001A403D">
      <w:pPr>
        <w:pStyle w:val="libNormal"/>
      </w:pPr>
      <w:r>
        <w:t>3-The result of denial of testimony of Walayat will be known at the time of death, in the grave, in the plane of Qiyamah, on Siraat, and finally in the bottom of Hell, that what trick Majoosi Mulla played with them. Majoosi Mulla loves Fire (of his ancestors) and he loves his Majoosi language as well, which will be spoken by the people in the Hell. But why other people are putting themselves in destruction just like a sheep following other sheep without any knowledge and reason.</w:t>
      </w:r>
    </w:p>
    <w:p w:rsidR="00595365" w:rsidRDefault="001A403D" w:rsidP="001A403D">
      <w:pPr>
        <w:pStyle w:val="libNormal"/>
      </w:pPr>
      <w:r>
        <w:t>4-Majoosi Muqassireen read the Quran like the army of Shaam, but they are unaware of verses about Walayat-e-Ali asws. Muqassir, whether he reads Quran or prays Namaz, he cannot escape from Zulfiqar at all.</w:t>
      </w:r>
    </w:p>
    <w:p w:rsidR="001A403D" w:rsidRDefault="001A403D" w:rsidP="00385B48">
      <w:pPr>
        <w:pStyle w:val="libAr"/>
      </w:pPr>
      <w:r>
        <w:rPr>
          <w:rFonts w:hint="eastAsia"/>
          <w:rtl/>
        </w:rPr>
        <w:t>يَوۡمَ</w:t>
      </w:r>
      <w:r>
        <w:rPr>
          <w:rtl/>
        </w:rPr>
        <w:t xml:space="preserve"> يَقُومُ </w:t>
      </w:r>
      <w:r>
        <w:rPr>
          <w:rFonts w:hint="cs"/>
          <w:rtl/>
        </w:rPr>
        <w:t>ٱ</w:t>
      </w:r>
      <w:r>
        <w:rPr>
          <w:rFonts w:hint="eastAsia"/>
          <w:rtl/>
        </w:rPr>
        <w:t>لرُّوحُ</w:t>
      </w:r>
      <w:r>
        <w:rPr>
          <w:rtl/>
        </w:rPr>
        <w:t xml:space="preserve"> وَ</w:t>
      </w:r>
      <w:r>
        <w:rPr>
          <w:rFonts w:hint="cs"/>
          <w:rtl/>
        </w:rPr>
        <w:t>ٱ</w:t>
      </w:r>
      <w:r>
        <w:rPr>
          <w:rFonts w:hint="eastAsia"/>
          <w:rtl/>
        </w:rPr>
        <w:t>لۡمَلَـٰٓ</w:t>
      </w:r>
      <w:r>
        <w:rPr>
          <w:rFonts w:hint="cs"/>
          <w:rtl/>
        </w:rPr>
        <w:t>ٮِٕ</w:t>
      </w:r>
      <w:r>
        <w:rPr>
          <w:rFonts w:hint="eastAsia"/>
          <w:rtl/>
        </w:rPr>
        <w:t>كَةُ</w:t>
      </w:r>
      <w:r>
        <w:rPr>
          <w:rtl/>
        </w:rPr>
        <w:t xml:space="preserve"> صَفًّ۬ا‌ۖ لَّا يَتَكَلَّمُونَ إِلَّا مَنۡ أَذِنَ لَهُ </w:t>
      </w:r>
      <w:r>
        <w:rPr>
          <w:rFonts w:hint="cs"/>
          <w:rtl/>
        </w:rPr>
        <w:t>ٱ</w:t>
      </w:r>
      <w:r>
        <w:rPr>
          <w:rFonts w:hint="eastAsia"/>
          <w:rtl/>
        </w:rPr>
        <w:t>لرَّحۡمَـٰنُ</w:t>
      </w:r>
      <w:r>
        <w:rPr>
          <w:rtl/>
        </w:rPr>
        <w:t xml:space="preserve"> وَقَالَ صَوَابً۬ا (٣٨</w:t>
      </w:r>
      <w:r w:rsidR="009229E3">
        <w:rPr>
          <w:rtl/>
        </w:rPr>
        <w:t>)</w:t>
      </w:r>
      <w:r>
        <w:rPr>
          <w:rtl/>
        </w:rPr>
        <w:t xml:space="preserve"> ذَ</w:t>
      </w:r>
      <w:r w:rsidR="005B7B9E" w:rsidRPr="005B7B9E">
        <w:rPr>
          <w:rFonts w:hint="cs"/>
          <w:rtl/>
        </w:rPr>
        <w:t>ا</w:t>
      </w:r>
      <w:r>
        <w:rPr>
          <w:rFonts w:hint="eastAsia"/>
          <w:rtl/>
        </w:rPr>
        <w:t>لِكَ</w:t>
      </w:r>
      <w:r>
        <w:rPr>
          <w:rtl/>
        </w:rPr>
        <w:t xml:space="preserve"> </w:t>
      </w:r>
      <w:r>
        <w:rPr>
          <w:rFonts w:hint="cs"/>
          <w:rtl/>
        </w:rPr>
        <w:t>ٱ</w:t>
      </w:r>
      <w:r>
        <w:rPr>
          <w:rFonts w:hint="eastAsia"/>
          <w:rtl/>
        </w:rPr>
        <w:t>لۡيَوۡمُ</w:t>
      </w:r>
      <w:r>
        <w:rPr>
          <w:rtl/>
        </w:rPr>
        <w:t xml:space="preserve"> </w:t>
      </w:r>
      <w:r>
        <w:rPr>
          <w:rFonts w:hint="cs"/>
          <w:rtl/>
        </w:rPr>
        <w:t>ٱ</w:t>
      </w:r>
      <w:r>
        <w:rPr>
          <w:rFonts w:hint="eastAsia"/>
          <w:rtl/>
        </w:rPr>
        <w:t>لۡحَقُّ‌ۖ</w:t>
      </w:r>
      <w:r>
        <w:rPr>
          <w:rtl/>
        </w:rPr>
        <w:t xml:space="preserve"> فَمَن شَآءَ </w:t>
      </w:r>
      <w:r>
        <w:rPr>
          <w:rFonts w:hint="cs"/>
          <w:rtl/>
        </w:rPr>
        <w:t>ٱ</w:t>
      </w:r>
      <w:r>
        <w:rPr>
          <w:rFonts w:hint="eastAsia"/>
          <w:rtl/>
        </w:rPr>
        <w:t>تَّخَذَ</w:t>
      </w:r>
      <w:r>
        <w:rPr>
          <w:rtl/>
        </w:rPr>
        <w:t xml:space="preserve"> إِلَىٰ رَبِّهِ</w:t>
      </w:r>
      <w:r>
        <w:rPr>
          <w:rFonts w:hint="cs"/>
          <w:rtl/>
        </w:rPr>
        <w:t>ۦ</w:t>
      </w:r>
      <w:r>
        <w:rPr>
          <w:rtl/>
        </w:rPr>
        <w:t xml:space="preserve"> مَـَٔابًا (٣٩</w:t>
      </w:r>
      <w:r w:rsidR="009229E3">
        <w:rPr>
          <w:rtl/>
        </w:rPr>
        <w:t>)</w:t>
      </w:r>
      <w:r>
        <w:rPr>
          <w:rtl/>
        </w:rPr>
        <w:t xml:space="preserve"> إِنَّآ أَنذَرۡنَـٰكُمۡ عَذَابً۬ا قَرِي</w:t>
      </w:r>
      <w:r>
        <w:rPr>
          <w:rFonts w:hint="eastAsia"/>
          <w:rtl/>
        </w:rPr>
        <w:t>بً۬ا</w:t>
      </w:r>
      <w:r>
        <w:rPr>
          <w:rtl/>
        </w:rPr>
        <w:t xml:space="preserve"> يَوۡمَ يَنظُرُ </w:t>
      </w:r>
      <w:r>
        <w:rPr>
          <w:rFonts w:hint="cs"/>
          <w:rtl/>
        </w:rPr>
        <w:t>ٱ</w:t>
      </w:r>
      <w:r>
        <w:rPr>
          <w:rFonts w:hint="eastAsia"/>
          <w:rtl/>
        </w:rPr>
        <w:t>لۡمَرۡءُ</w:t>
      </w:r>
      <w:r>
        <w:rPr>
          <w:rtl/>
        </w:rPr>
        <w:t xml:space="preserve"> مَا قَدَّمَتۡ يَدَاهُ وَيَقُولُ </w:t>
      </w:r>
      <w:r>
        <w:rPr>
          <w:rFonts w:hint="cs"/>
          <w:rtl/>
        </w:rPr>
        <w:t>ٱ</w:t>
      </w:r>
      <w:r>
        <w:rPr>
          <w:rFonts w:hint="eastAsia"/>
          <w:rtl/>
        </w:rPr>
        <w:t>لۡكَافِرُ</w:t>
      </w:r>
      <w:r>
        <w:rPr>
          <w:rtl/>
        </w:rPr>
        <w:t xml:space="preserve"> يَـٰلَيۡتَنِى كُنتُ تُرَ</w:t>
      </w:r>
      <w:r w:rsidR="005B7B9E" w:rsidRPr="005B7B9E">
        <w:rPr>
          <w:rFonts w:hint="cs"/>
          <w:rtl/>
        </w:rPr>
        <w:t>ا</w:t>
      </w:r>
      <w:r>
        <w:rPr>
          <w:rFonts w:hint="eastAsia"/>
          <w:rtl/>
        </w:rPr>
        <w:t>بَۢا</w:t>
      </w:r>
      <w:r>
        <w:rPr>
          <w:rtl/>
        </w:rPr>
        <w:t xml:space="preserve"> (٤٠</w:t>
      </w:r>
      <w:r w:rsidR="009229E3">
        <w:rPr>
          <w:rtl/>
        </w:rPr>
        <w:t>)</w:t>
      </w:r>
    </w:p>
    <w:p w:rsidR="001A403D" w:rsidRDefault="001A403D" w:rsidP="00E36567">
      <w:pPr>
        <w:pStyle w:val="libBoldItalic"/>
      </w:pPr>
      <w:r>
        <w:lastRenderedPageBreak/>
        <w:t>The day when the Rooh and the Angels will stand in rows, they will not speak except one whom Rahman allows and who speaks right. (38) That is the True Day, so whoever wants should take refuge with his Rabb. (39) Indeed, We have warned you of a near punishment, the day when a man will see that which his own hands have sent forward, and the disbeliever will say: "Would that I were Turab (dust)!" (40)</w:t>
      </w:r>
    </w:p>
    <w:p w:rsidR="001A403D" w:rsidRDefault="001A403D" w:rsidP="00E36567">
      <w:pPr>
        <w:pStyle w:val="libNormal"/>
      </w:pPr>
      <w:r>
        <w:t>1-Imam Jafar Sadiq asws said: “they will not speak except one whom Rahman allows and who speaks right” by Allah, we are who have been given permission that day, and we say the Haqq (right). It was asked: I sacrifice on you, what you will say? Said: We will praise our Rabb, and we will recite Salawat on our Nabi sawaw, and we will intercede for our Shias, and our Rabb will not reject it. (al-Burhan, v8, p200)</w:t>
      </w:r>
    </w:p>
    <w:p w:rsidR="001A403D" w:rsidRDefault="001A403D" w:rsidP="00E36567">
      <w:pPr>
        <w:pStyle w:val="libNormal"/>
      </w:pPr>
      <w:r>
        <w:t>2-Imam Mohammad Baqir asws said: When it will be the day of Qiyamah, and Allah will gather the first and the last creations in one plane, then from all creations their saying “La ilaha illallah” will be separated except who had testified Walayat-e-Ali bin Abi Talib asws. And this is the saying of Allah Ta’ala, “The day when the Rooh and the Angels will stand in rows, they will not speak except one whom Rahman allows and who speaks right.” (al-Burhan, v8, p200)</w:t>
      </w:r>
    </w:p>
    <w:p w:rsidR="001A403D" w:rsidRDefault="001A403D" w:rsidP="00E36567">
      <w:pPr>
        <w:pStyle w:val="libNormal"/>
      </w:pPr>
      <w:r>
        <w:t>3-Imam Jafar Sadiq asws said about the saying of Allah Ta’ala, “the day when a man will see what his own hands have sent forward, and the Kafir (denier of Walayat) will say: Would that I were Turab (dust)!": Would that I were Turabi i.e. Alwi who loves Abu Turab asws. No doubt Rasool Allah sawaw gave the title (agnomen, Kuniya) of Abu Turab to Amirul Momineen asws. (al-Burhan, v8, p201)</w:t>
      </w:r>
    </w:p>
    <w:p w:rsidR="001A403D" w:rsidRDefault="001A403D" w:rsidP="00E36567">
      <w:pPr>
        <w:pStyle w:val="libNormal"/>
      </w:pPr>
      <w:r>
        <w:t>4-Abaya asked Abdullah bin Abbas: Why Rasool Allah sawaw gave Kuniya of Abu Turab to Ali asws? He said: Because he is the owner of the earth, and he (asws) is Hujjatullah upon the inhabitants of the earth after him (sawaw), and perpetuation (existence) of earth is for his sake and for his sake (earth) is in equilibrium, and certainly I heard Rasool Allah sawaw saying: No doubt when it will be the day of Qiyamah, and Kafir will see whatever reward and dignity &amp; status, and prize &amp; honour Allah Tabarak wa Ta’ala has prepared for the Shia of Ali asws, then he will say, “Would that I were Turab” means from among the Shias of Ali asws, and this is the saying of Allah Azza wa Jalla, “and Kafir will say: Would that I were Turab” (al-Burhan, v8, p202)</w:t>
      </w:r>
    </w:p>
    <w:p w:rsidR="001A403D" w:rsidRDefault="001A403D" w:rsidP="009229E3">
      <w:pPr>
        <w:pStyle w:val="libCenterBold1"/>
      </w:pPr>
      <w:r>
        <w:t>Lesson:</w:t>
      </w:r>
    </w:p>
    <w:p w:rsidR="001A403D" w:rsidRDefault="001A403D" w:rsidP="001A403D">
      <w:pPr>
        <w:pStyle w:val="libNormal"/>
      </w:pPr>
      <w:r>
        <w:t>1-Intercession &amp; recommendation is only right of Masumeen asws. Majoosi Mulla’s claim to take responsibility is absolute mirage. Anyway Allah does not accept any intercession for denier of Walayat-e-Ali asws, even if all Prophets (a.s.) and Angels (a.s.) would try their best.</w:t>
      </w:r>
    </w:p>
    <w:p w:rsidR="001A403D" w:rsidRDefault="001A403D" w:rsidP="001A403D">
      <w:pPr>
        <w:pStyle w:val="libNormal"/>
      </w:pPr>
      <w:r>
        <w:t xml:space="preserve">2-Those who do not recite full Kalima in front of Allah, i.e do not recite testimony of Walayat-e-Ali asws with the testimony of Tauheed &amp; Risalat, Allah will delete their read Kalima from their deed book, and good deeds will blow away like ashes. There is no option except testimony of Walayat-e-Ali asws. The owner of the earth and the secret of existence of the universe is Maola Ali asws. Universe would perish without them, then how </w:t>
      </w:r>
      <w:r>
        <w:lastRenderedPageBreak/>
        <w:t>Namaz of Muqassir would not perish without testimony of Walayat? There will be no benefit to chew own hands with teeth on the day of Qiyamah, still there is time, only one has to recite one holy sentence according to Sunnah of Rasool Allah sawaw, i.e. to recite the testimony of Walayat of Ali asws &amp; Imams asws with testimony of Tauheed &amp; Risalat in Tashahud during Salaah in the presence of Allah Ta’ala.</w:t>
      </w:r>
    </w:p>
    <w:p w:rsidR="00EB2345" w:rsidRDefault="00EB2345" w:rsidP="00FC02E7">
      <w:pPr>
        <w:pStyle w:val="libNormal"/>
        <w:rPr>
          <w:rtl/>
        </w:rPr>
      </w:pPr>
      <w:r>
        <w:rPr>
          <w:rFonts w:hint="eastAsia"/>
        </w:rPr>
        <w:br w:type="page"/>
      </w:r>
    </w:p>
    <w:p w:rsidR="001A403D" w:rsidRDefault="00EB2345" w:rsidP="00EB2345">
      <w:pPr>
        <w:pStyle w:val="Heading1Center"/>
      </w:pPr>
      <w:bookmarkStart w:id="75" w:name="_Toc449789468"/>
      <w:r>
        <w:rPr>
          <w:rFonts w:hint="eastAsia"/>
          <w:rtl/>
        </w:rPr>
        <w:lastRenderedPageBreak/>
        <w:t>سُوۡرَةُ</w:t>
      </w:r>
      <w:r>
        <w:rPr>
          <w:rtl/>
        </w:rPr>
        <w:t xml:space="preserve"> </w:t>
      </w:r>
      <w:r w:rsidR="001A403D">
        <w:rPr>
          <w:rtl/>
        </w:rPr>
        <w:t>النَّازعَات</w:t>
      </w:r>
      <w:bookmarkEnd w:id="75"/>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فَ</w:t>
      </w:r>
      <w:r>
        <w:rPr>
          <w:rFonts w:hint="cs"/>
          <w:rtl/>
        </w:rPr>
        <w:t>ٱ</w:t>
      </w:r>
      <w:r>
        <w:rPr>
          <w:rFonts w:hint="eastAsia"/>
          <w:rtl/>
        </w:rPr>
        <w:t>لسَّـٰبِقَـٰتِ</w:t>
      </w:r>
      <w:r>
        <w:rPr>
          <w:rtl/>
        </w:rPr>
        <w:t xml:space="preserve"> سَبۡقً۬ا (٤</w:t>
      </w:r>
      <w:r w:rsidR="009229E3">
        <w:rPr>
          <w:rtl/>
        </w:rPr>
        <w:t>)</w:t>
      </w:r>
      <w:r>
        <w:rPr>
          <w:rtl/>
        </w:rPr>
        <w:t xml:space="preserve"> فَ</w:t>
      </w:r>
      <w:r>
        <w:rPr>
          <w:rFonts w:hint="cs"/>
          <w:rtl/>
        </w:rPr>
        <w:t>ٱ</w:t>
      </w:r>
      <w:r>
        <w:rPr>
          <w:rFonts w:hint="eastAsia"/>
          <w:rtl/>
        </w:rPr>
        <w:t>لۡمُدَبِّرَ</w:t>
      </w:r>
      <w:r w:rsidR="005B7B9E" w:rsidRPr="005B7B9E">
        <w:rPr>
          <w:rFonts w:hint="cs"/>
          <w:rtl/>
        </w:rPr>
        <w:t>ا</w:t>
      </w:r>
      <w:r>
        <w:rPr>
          <w:rFonts w:hint="eastAsia"/>
          <w:rtl/>
        </w:rPr>
        <w:t>تِ</w:t>
      </w:r>
      <w:r>
        <w:rPr>
          <w:rtl/>
        </w:rPr>
        <w:t xml:space="preserve"> أَمۡرً۬ا (٥</w:t>
      </w:r>
      <w:r w:rsidR="009229E3">
        <w:rPr>
          <w:rtl/>
        </w:rPr>
        <w:t>)</w:t>
      </w:r>
      <w:r>
        <w:rPr>
          <w:rtl/>
        </w:rPr>
        <w:t xml:space="preserve"> يَوۡمَ تَرۡجُفُ </w:t>
      </w:r>
      <w:r>
        <w:rPr>
          <w:rFonts w:hint="cs"/>
          <w:rtl/>
        </w:rPr>
        <w:t>ٱ</w:t>
      </w:r>
      <w:r>
        <w:rPr>
          <w:rFonts w:hint="eastAsia"/>
          <w:rtl/>
        </w:rPr>
        <w:t>لرَّاجِفَةُ</w:t>
      </w:r>
      <w:r>
        <w:rPr>
          <w:rtl/>
        </w:rPr>
        <w:t xml:space="preserve"> (٦</w:t>
      </w:r>
      <w:r w:rsidR="009229E3">
        <w:rPr>
          <w:rtl/>
        </w:rPr>
        <w:t>)</w:t>
      </w:r>
      <w:r>
        <w:rPr>
          <w:rtl/>
        </w:rPr>
        <w:t xml:space="preserve"> تَتۡبَعُهَا </w:t>
      </w:r>
      <w:r>
        <w:rPr>
          <w:rFonts w:hint="cs"/>
          <w:rtl/>
        </w:rPr>
        <w:t>ٱ</w:t>
      </w:r>
      <w:r>
        <w:rPr>
          <w:rFonts w:hint="eastAsia"/>
          <w:rtl/>
        </w:rPr>
        <w:t>لرَّادِفَةُ</w:t>
      </w:r>
      <w:r>
        <w:rPr>
          <w:rtl/>
        </w:rPr>
        <w:t xml:space="preserve"> (٧</w:t>
      </w:r>
      <w:r w:rsidR="009229E3">
        <w:rPr>
          <w:rtl/>
        </w:rPr>
        <w:t>)</w:t>
      </w:r>
    </w:p>
    <w:p w:rsidR="001A403D" w:rsidRDefault="001A403D" w:rsidP="00E36567">
      <w:pPr>
        <w:pStyle w:val="libBoldItalic"/>
      </w:pPr>
      <w:r>
        <w:t>So excelling ones excel, (4) Then those who govern the Amr (matter), (5) The day Rajifah (quake) will shake, (6) And Radifah (the second) will follow it. (7)</w:t>
      </w:r>
    </w:p>
    <w:p w:rsidR="001A403D" w:rsidRDefault="001A403D" w:rsidP="00385B48">
      <w:pPr>
        <w:pStyle w:val="libAr"/>
      </w:pPr>
      <w:r>
        <w:rPr>
          <w:rFonts w:hint="eastAsia"/>
          <w:rtl/>
        </w:rPr>
        <w:t>قَالُواْ</w:t>
      </w:r>
      <w:r>
        <w:rPr>
          <w:rtl/>
        </w:rPr>
        <w:t xml:space="preserve"> تِلۡكَ إِذً۬ا كَرَّةٌ خَاسِرَةٌ۬ (١٢</w:t>
      </w:r>
      <w:r w:rsidR="009229E3">
        <w:rPr>
          <w:rtl/>
        </w:rPr>
        <w:t>)</w:t>
      </w:r>
    </w:p>
    <w:p w:rsidR="001A403D" w:rsidRDefault="001A403D" w:rsidP="00E36567">
      <w:pPr>
        <w:pStyle w:val="libBoldItalic"/>
      </w:pPr>
      <w:r>
        <w:t>They say: Then that would be a return (Qiyamah) of loss. (12)</w:t>
      </w:r>
    </w:p>
    <w:p w:rsidR="001A403D" w:rsidRDefault="001A403D" w:rsidP="00E36567">
      <w:pPr>
        <w:pStyle w:val="libNormal"/>
      </w:pPr>
      <w:r>
        <w:t>1-Imam Jafar Sadiq asws said: “The day Rajifah will shake, and Radifah will follow it” means that Rajifah is Hussain bin Ali asws, and Radifah is Ali bin Abi Talib asws, and first of all who will dust off his head, he is Hussain bin Ali asws. (al-Burhan, v8, p205)</w:t>
      </w:r>
    </w:p>
    <w:p w:rsidR="001A403D" w:rsidRDefault="001A403D" w:rsidP="00E36567">
      <w:pPr>
        <w:pStyle w:val="libNormal"/>
      </w:pPr>
      <w:r>
        <w:t>2-Rasool Allah sawaw said: On the day of Hisaab, blessed &amp; beneficial return is for them who have my Walayat, and obey my Amr, and have Walayat of Ali asws and Aosiya asws after him, and obey their Amr (Command), due to that Allah will enter them into Paradise along with me and my Wasi Ali asws and with Aosiya asws (who are) after him. And return of loss is my animosity, and leaving my Amr, and animosity of Ali asws and Aosiya asws after him, due to that Allah will enter them into the lowest level among the lower levels of Fire. (al-Burhan, v8, p206)</w:t>
      </w:r>
    </w:p>
    <w:p w:rsidR="001A403D" w:rsidRDefault="001A403D" w:rsidP="009229E3">
      <w:pPr>
        <w:pStyle w:val="libCenterBold1"/>
      </w:pPr>
      <w:r>
        <w:t>Lesson:</w:t>
      </w:r>
    </w:p>
    <w:p w:rsidR="001A403D" w:rsidRDefault="001A403D" w:rsidP="001A403D">
      <w:pPr>
        <w:pStyle w:val="libNormal"/>
      </w:pPr>
      <w:r>
        <w:t>1-The first verses are about Raj’at, that Masumeen asws will emerge from the ground with earthquake by splitting the earth, just as Maola Ali asws will come along with the Angels (a.s.) on the day of Qiyamah by splitting the sky, where Maola Ali asws is called as Ghamam. Masumeen asws are Hazir Nazir, they can do Zahoor from anywhere they wish, as Maola Ali asws will emerge by shaking the earth in Raj’at as Da’abatul Arz. Maola Ali asws will come many times and will help every Masoom asws.</w:t>
      </w:r>
    </w:p>
    <w:p w:rsidR="001A403D" w:rsidRDefault="001A403D" w:rsidP="001A403D">
      <w:pPr>
        <w:pStyle w:val="libNormal"/>
      </w:pPr>
      <w:r>
        <w:t>2-Accounting on the day of Qiyamah is only beneficial for him who believes in Walayat of Masumeen asws with heart, and follow only their Amr (Ahadees, Fatawa, commands), and rejects &amp; throws in the dustbin Fatawa of fallible Muqassir Mullas.</w:t>
      </w:r>
    </w:p>
    <w:p w:rsidR="00EB2345" w:rsidRDefault="00EB2345" w:rsidP="00FC02E7">
      <w:pPr>
        <w:pStyle w:val="libNormal"/>
        <w:rPr>
          <w:rtl/>
        </w:rPr>
      </w:pPr>
      <w:r>
        <w:rPr>
          <w:rFonts w:hint="eastAsia"/>
        </w:rPr>
        <w:br w:type="page"/>
      </w:r>
    </w:p>
    <w:p w:rsidR="001A403D" w:rsidRDefault="00EB2345" w:rsidP="00EB2345">
      <w:pPr>
        <w:pStyle w:val="Heading1Center"/>
      </w:pPr>
      <w:bookmarkStart w:id="76" w:name="_Toc449789469"/>
      <w:r>
        <w:rPr>
          <w:rFonts w:hint="eastAsia"/>
          <w:rtl/>
        </w:rPr>
        <w:lastRenderedPageBreak/>
        <w:t>سُوۡرَةُ</w:t>
      </w:r>
      <w:r>
        <w:rPr>
          <w:rtl/>
        </w:rPr>
        <w:t xml:space="preserve"> </w:t>
      </w:r>
      <w:r w:rsidR="001A403D">
        <w:rPr>
          <w:rtl/>
        </w:rPr>
        <w:t>عَبَسَ</w:t>
      </w:r>
      <w:bookmarkEnd w:id="76"/>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عَبَسَ</w:t>
      </w:r>
      <w:r>
        <w:rPr>
          <w:rtl/>
        </w:rPr>
        <w:t xml:space="preserve"> وَتَوَلَّىٰٓ (١</w:t>
      </w:r>
      <w:r w:rsidR="009229E3">
        <w:rPr>
          <w:rtl/>
        </w:rPr>
        <w:t>)</w:t>
      </w:r>
      <w:r>
        <w:rPr>
          <w:rtl/>
        </w:rPr>
        <w:t xml:space="preserve"> أَن جَآءَهُ </w:t>
      </w:r>
      <w:r>
        <w:rPr>
          <w:rFonts w:hint="cs"/>
          <w:rtl/>
        </w:rPr>
        <w:t>ٱ</w:t>
      </w:r>
      <w:r>
        <w:rPr>
          <w:rFonts w:hint="eastAsia"/>
          <w:rtl/>
        </w:rPr>
        <w:t>لۡأَعۡمَىٰ</w:t>
      </w:r>
      <w:r>
        <w:rPr>
          <w:rtl/>
        </w:rPr>
        <w:t xml:space="preserve"> (٢</w:t>
      </w:r>
      <w:r w:rsidR="009229E3">
        <w:rPr>
          <w:rtl/>
        </w:rPr>
        <w:t>)</w:t>
      </w:r>
      <w:r>
        <w:rPr>
          <w:rtl/>
        </w:rPr>
        <w:t xml:space="preserve"> وَمَا يُدۡرِيكَ لَعَلَّهُ </w:t>
      </w:r>
      <w:r>
        <w:rPr>
          <w:rFonts w:hint="cs"/>
          <w:rtl/>
        </w:rPr>
        <w:t>ۥ</w:t>
      </w:r>
      <w:r>
        <w:rPr>
          <w:rtl/>
        </w:rPr>
        <w:t xml:space="preserve"> يَزَّكَّىٰٓ (٣</w:t>
      </w:r>
      <w:r w:rsidR="009229E3">
        <w:rPr>
          <w:rtl/>
        </w:rPr>
        <w:t>)</w:t>
      </w:r>
      <w:r>
        <w:rPr>
          <w:rtl/>
        </w:rPr>
        <w:t xml:space="preserve"> أَوۡ يَذَّكَّرُ فَتَنفَعَهُ </w:t>
      </w:r>
      <w:r>
        <w:rPr>
          <w:rFonts w:hint="cs"/>
          <w:rtl/>
        </w:rPr>
        <w:t>ٱ</w:t>
      </w:r>
      <w:r>
        <w:rPr>
          <w:rFonts w:hint="eastAsia"/>
          <w:rtl/>
        </w:rPr>
        <w:t>لذِّكۡرَىٰٓ</w:t>
      </w:r>
      <w:r>
        <w:rPr>
          <w:rtl/>
        </w:rPr>
        <w:t xml:space="preserve"> (٤</w:t>
      </w:r>
      <w:r w:rsidR="009229E3">
        <w:rPr>
          <w:rtl/>
        </w:rPr>
        <w:t>)</w:t>
      </w:r>
      <w:r>
        <w:rPr>
          <w:rtl/>
        </w:rPr>
        <w:t xml:space="preserve"> أَمَّا مَنِ </w:t>
      </w:r>
      <w:r>
        <w:rPr>
          <w:rFonts w:hint="cs"/>
          <w:rtl/>
        </w:rPr>
        <w:t>ٱ</w:t>
      </w:r>
      <w:r>
        <w:rPr>
          <w:rFonts w:hint="eastAsia"/>
          <w:rtl/>
        </w:rPr>
        <w:t>سۡتَغۡنَىٰ</w:t>
      </w:r>
      <w:r>
        <w:rPr>
          <w:rtl/>
        </w:rPr>
        <w:t xml:space="preserve"> (٥</w:t>
      </w:r>
      <w:r w:rsidR="009229E3">
        <w:rPr>
          <w:rtl/>
        </w:rPr>
        <w:t>)</w:t>
      </w:r>
      <w:r>
        <w:rPr>
          <w:rtl/>
        </w:rPr>
        <w:t xml:space="preserve"> فَأَنتَ لَهُ </w:t>
      </w:r>
      <w:r>
        <w:rPr>
          <w:rFonts w:hint="cs"/>
          <w:rtl/>
        </w:rPr>
        <w:t>ۥ</w:t>
      </w:r>
      <w:r>
        <w:rPr>
          <w:rtl/>
        </w:rPr>
        <w:t xml:space="preserve"> تَصَدَّىٰ (٦</w:t>
      </w:r>
      <w:r w:rsidR="009229E3">
        <w:rPr>
          <w:rtl/>
        </w:rPr>
        <w:t>)</w:t>
      </w:r>
      <w:r>
        <w:rPr>
          <w:rtl/>
        </w:rPr>
        <w:t xml:space="preserve"> وَمَا عَلَيۡكَ أَلَّا يَزَّكَّىٰ (٧</w:t>
      </w:r>
      <w:r w:rsidR="009229E3">
        <w:rPr>
          <w:rtl/>
        </w:rPr>
        <w:t>)</w:t>
      </w:r>
      <w:r>
        <w:rPr>
          <w:rtl/>
        </w:rPr>
        <w:t xml:space="preserve"> وَأَمَّا مَن جَآءَك</w:t>
      </w:r>
      <w:r>
        <w:rPr>
          <w:rFonts w:hint="eastAsia"/>
          <w:rtl/>
        </w:rPr>
        <w:t>َ</w:t>
      </w:r>
      <w:r>
        <w:rPr>
          <w:rtl/>
        </w:rPr>
        <w:t xml:space="preserve"> يَسۡعَىٰ (٨</w:t>
      </w:r>
      <w:r w:rsidR="009229E3">
        <w:rPr>
          <w:rtl/>
        </w:rPr>
        <w:t>)</w:t>
      </w:r>
      <w:r>
        <w:rPr>
          <w:rtl/>
        </w:rPr>
        <w:t xml:space="preserve"> وَهُوَ يَخۡشَىٰ (٩</w:t>
      </w:r>
      <w:r w:rsidR="009229E3">
        <w:rPr>
          <w:rtl/>
        </w:rPr>
        <w:t>)</w:t>
      </w:r>
      <w:r>
        <w:rPr>
          <w:rtl/>
        </w:rPr>
        <w:t xml:space="preserve"> فَأَنتَ عَنۡهُ تَلَهَّىٰ (١٠</w:t>
      </w:r>
      <w:r w:rsidR="009229E3">
        <w:rPr>
          <w:rtl/>
        </w:rPr>
        <w:t>)</w:t>
      </w:r>
    </w:p>
    <w:p w:rsidR="001A403D" w:rsidRDefault="001A403D" w:rsidP="00E36567">
      <w:pPr>
        <w:pStyle w:val="libBoldItalic"/>
      </w:pPr>
      <w:r>
        <w:t>He (a companion) frowned and turned away (1) Because the blind man came to him (sawaw). (2) (O companion) You do not realise that perhaps he might be purified, (3) Or take heed and so the advice (of Nabi sawaw) might benefit him. (4) As for him who thinks himself independent of need, (5) To him you pay attention. (6) And it is not (duty) upon you if he (the companion) will not be purified. (7) But as for him (the blind) who comes to you running (striving for knowledge), (8) And he fears (Allah), (9) So from him (the blind) you (the companion) are distracted. (10)</w:t>
      </w:r>
    </w:p>
    <w:p w:rsidR="001A403D" w:rsidRDefault="001A403D" w:rsidP="00E36567">
      <w:pPr>
        <w:pStyle w:val="libNormal"/>
      </w:pPr>
      <w:r>
        <w:t>1-Ibne Umme Maktoom was Mo’azzin of Rasool Allah, and he was blind. He came to Rasool Allah sawaw, and companions were sitting, among them was a rich man, so Rasool Allah sawaw gave preference to Ibne Umme Maktoom, so that rich man frowned and turned his face away, then Allah revealed that person, “frowned and turned away, because the blind man came to him (sawaw). (O companion) You do not realise that perhaps he might be purified” means becomes clean &amp; pure, “or take heed” that Rasool Allah sawaw gives him advice, “so the advice benefits him” Then Allah says to that person, “As for him who thinks himself independent of need, to him you pay attention” means when rich comes to you, you pay attention to him and give high place? “And it is not upon you if he will not be purified” means you should not care whether he becomes pure or keeps unclean while he is Ghani (rich or considering himself needless), “But who comes running to you” means Ibne Umme Maktoom, “And he fears Allah, so to him you are impolite” means you (the rich person) behave impolitely to him and do not deal with love to him. (al-Burhan, v8, p212)</w:t>
      </w:r>
    </w:p>
    <w:p w:rsidR="001A403D" w:rsidRDefault="001A403D" w:rsidP="009229E3">
      <w:pPr>
        <w:pStyle w:val="libCenterBold1"/>
      </w:pPr>
      <w:r>
        <w:t>Lesson:</w:t>
      </w:r>
    </w:p>
    <w:p w:rsidR="001A403D" w:rsidRDefault="001A403D" w:rsidP="001A403D">
      <w:pPr>
        <w:pStyle w:val="libNormal"/>
      </w:pPr>
      <w:r>
        <w:t>1-To save a rich person who was Muslim, ignorant people say that these verses were revealed for admonition of Rasool Allah sawaw, because he was not polite to the blind man (Naoozobillah). Rasool Allah sawaw is Rahmat for the worlds, and he is owner &amp; teacher of greatest morals &amp; manners, then how he can behave impolitely with pious &amp; poor.</w:t>
      </w:r>
    </w:p>
    <w:p w:rsidR="001A403D" w:rsidRDefault="001A403D" w:rsidP="001A403D">
      <w:pPr>
        <w:pStyle w:val="libNormal"/>
      </w:pPr>
      <w:r>
        <w:t xml:space="preserve">Similarly nowadays some so-called Momineen are snatching monies from Shias in the name of Imam asws, but they are becoming Ghani themselves with that usurped wealth, and they are claiming Walayat for themselves. It is a pity that weak-faith Shias are supporting those Muqassir Ghanis instead of Masumeen asws, by saying “Whatever Fatwa is given by Mujtahid is right” But they think that Quran &amp; Hadees is insufficient and unauthentic. Allah and His Rasool sawaw do not care about such man-made </w:t>
      </w:r>
      <w:r>
        <w:lastRenderedPageBreak/>
        <w:t>Walis and Ghanis who are soaked with filth of doubts &amp; Zunn, and grudge &amp; jealousy.</w:t>
      </w:r>
    </w:p>
    <w:p w:rsidR="00EB2345" w:rsidRDefault="00EB2345" w:rsidP="00FC02E7">
      <w:pPr>
        <w:pStyle w:val="libNormal"/>
        <w:rPr>
          <w:rtl/>
        </w:rPr>
      </w:pPr>
      <w:r>
        <w:rPr>
          <w:rFonts w:hint="eastAsia"/>
        </w:rPr>
        <w:br w:type="page"/>
      </w:r>
    </w:p>
    <w:p w:rsidR="001A403D" w:rsidRDefault="00EB2345" w:rsidP="00EB2345">
      <w:pPr>
        <w:pStyle w:val="Heading1Center"/>
      </w:pPr>
      <w:bookmarkStart w:id="77" w:name="_Toc449789470"/>
      <w:r>
        <w:rPr>
          <w:rFonts w:hint="eastAsia"/>
          <w:rtl/>
        </w:rPr>
        <w:lastRenderedPageBreak/>
        <w:t>سُوۡرَةُ</w:t>
      </w:r>
      <w:r>
        <w:rPr>
          <w:rtl/>
        </w:rPr>
        <w:t xml:space="preserve"> </w:t>
      </w:r>
      <w:r w:rsidR="001A403D">
        <w:rPr>
          <w:rtl/>
        </w:rPr>
        <w:t>التّکو</w:t>
      </w:r>
      <w:r w:rsidR="001A403D">
        <w:rPr>
          <w:rFonts w:hint="cs"/>
          <w:rtl/>
        </w:rPr>
        <w:t>ی</w:t>
      </w:r>
      <w:r w:rsidR="001A403D">
        <w:rPr>
          <w:rFonts w:hint="eastAsia"/>
          <w:rtl/>
        </w:rPr>
        <w:t>ر</w:t>
      </w:r>
      <w:bookmarkEnd w:id="77"/>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وَإِذَا</w:t>
      </w:r>
      <w:r>
        <w:rPr>
          <w:rtl/>
        </w:rPr>
        <w:t xml:space="preserve"> </w:t>
      </w:r>
      <w:r>
        <w:rPr>
          <w:rFonts w:hint="cs"/>
          <w:rtl/>
        </w:rPr>
        <w:t>ٱ</w:t>
      </w:r>
      <w:r>
        <w:rPr>
          <w:rFonts w:hint="eastAsia"/>
          <w:rtl/>
        </w:rPr>
        <w:t>لۡمَوۡءُ</w:t>
      </w:r>
      <w:r>
        <w:rPr>
          <w:rtl/>
        </w:rPr>
        <w:t xml:space="preserve"> </w:t>
      </w:r>
      <w:r>
        <w:rPr>
          <w:rFonts w:hint="cs"/>
          <w:rtl/>
        </w:rPr>
        <w:t>ۥ</w:t>
      </w:r>
      <w:r>
        <w:rPr>
          <w:rFonts w:hint="eastAsia"/>
          <w:rtl/>
        </w:rPr>
        <w:t>دَةُ</w:t>
      </w:r>
      <w:r>
        <w:rPr>
          <w:rtl/>
        </w:rPr>
        <w:t xml:space="preserve"> سُ</w:t>
      </w:r>
      <w:r>
        <w:rPr>
          <w:rFonts w:hint="cs"/>
          <w:rtl/>
        </w:rPr>
        <w:t>ٮِٕ</w:t>
      </w:r>
      <w:r>
        <w:rPr>
          <w:rFonts w:hint="eastAsia"/>
          <w:rtl/>
        </w:rPr>
        <w:t>لَتۡ</w:t>
      </w:r>
      <w:r>
        <w:rPr>
          <w:rtl/>
        </w:rPr>
        <w:t xml:space="preserve"> (٨</w:t>
      </w:r>
      <w:r w:rsidR="009229E3">
        <w:rPr>
          <w:rtl/>
        </w:rPr>
        <w:t>)</w:t>
      </w:r>
      <w:r>
        <w:rPr>
          <w:rtl/>
        </w:rPr>
        <w:t xml:space="preserve"> بِأَىِّ ذَنۢبٍ۬ قُتِلَتۡ (٩</w:t>
      </w:r>
      <w:r w:rsidR="009229E3">
        <w:rPr>
          <w:rtl/>
        </w:rPr>
        <w:t>)</w:t>
      </w:r>
    </w:p>
    <w:p w:rsidR="001A403D" w:rsidRDefault="001A403D" w:rsidP="00E36567">
      <w:pPr>
        <w:pStyle w:val="libBoldItalic"/>
      </w:pPr>
      <w:r>
        <w:t>And when the buried alive will be asked (8) For what sin it was slain, (9)</w:t>
      </w:r>
    </w:p>
    <w:p w:rsidR="001A403D" w:rsidRDefault="001A403D" w:rsidP="00E36567">
      <w:pPr>
        <w:pStyle w:val="libNormal"/>
      </w:pPr>
      <w:r>
        <w:t>1-Imam Jafar Sadiq asws said: “When Mawaddat will be asked, for what sin it was murdered?” and this is Mawaddat-fil-Qurba, and no doubt it is slain, it will be asked that for what reason (guilt) it was slain? (al-Burhan, v8, p220)</w:t>
      </w:r>
    </w:p>
    <w:p w:rsidR="001A403D" w:rsidRDefault="001A403D" w:rsidP="009229E3">
      <w:pPr>
        <w:pStyle w:val="libCenterBold1"/>
      </w:pPr>
      <w:r>
        <w:t>Lesson:</w:t>
      </w:r>
    </w:p>
    <w:p w:rsidR="001A403D" w:rsidRDefault="001A403D" w:rsidP="001A403D">
      <w:pPr>
        <w:pStyle w:val="libNormal"/>
      </w:pPr>
      <w:r>
        <w:t>1-The expected fruit &amp; object of whole system of Guidance of Allah Ta’la from Adam (a.s.) to Khatam (sawaw) if Mawaddat of Moahmmad-o-Aal-e-Mohammad asws. And this Mawaddat is being slain (buried alive) with poison, sword, and tongue by the enemies of Allah, and they are continuously martyring it with their tongues even nowadays. About the same Mawaddat &amp; Walayat of Ali asws, question will be asked in grave and on Qiyamah, that for what reason it was killed.</w:t>
      </w:r>
    </w:p>
    <w:p w:rsidR="001A403D" w:rsidRDefault="001A403D" w:rsidP="00385B48">
      <w:pPr>
        <w:pStyle w:val="libAr"/>
      </w:pPr>
      <w:r>
        <w:rPr>
          <w:rFonts w:hint="eastAsia"/>
          <w:rtl/>
        </w:rPr>
        <w:t>فَلَآ</w:t>
      </w:r>
      <w:r>
        <w:rPr>
          <w:rtl/>
        </w:rPr>
        <w:t xml:space="preserve"> أُقۡسِمُ بِ</w:t>
      </w:r>
      <w:r>
        <w:rPr>
          <w:rFonts w:hint="cs"/>
          <w:rtl/>
        </w:rPr>
        <w:t>ٱ</w:t>
      </w:r>
      <w:r>
        <w:rPr>
          <w:rFonts w:hint="eastAsia"/>
          <w:rtl/>
        </w:rPr>
        <w:t>لۡخُنَّسِ</w:t>
      </w:r>
      <w:r>
        <w:rPr>
          <w:rtl/>
        </w:rPr>
        <w:t xml:space="preserve"> (١٥</w:t>
      </w:r>
      <w:r w:rsidR="009229E3">
        <w:rPr>
          <w:rtl/>
        </w:rPr>
        <w:t>)</w:t>
      </w:r>
      <w:r>
        <w:rPr>
          <w:rtl/>
        </w:rPr>
        <w:t xml:space="preserve"> </w:t>
      </w:r>
      <w:r>
        <w:rPr>
          <w:rFonts w:hint="cs"/>
          <w:rtl/>
        </w:rPr>
        <w:t>ٱ</w:t>
      </w:r>
      <w:r>
        <w:rPr>
          <w:rFonts w:hint="eastAsia"/>
          <w:rtl/>
        </w:rPr>
        <w:t>لۡجَوَارِ</w:t>
      </w:r>
      <w:r>
        <w:rPr>
          <w:rtl/>
        </w:rPr>
        <w:t xml:space="preserve"> </w:t>
      </w:r>
      <w:r>
        <w:rPr>
          <w:rFonts w:hint="cs"/>
          <w:rtl/>
        </w:rPr>
        <w:t>ٱ</w:t>
      </w:r>
      <w:r>
        <w:rPr>
          <w:rFonts w:hint="eastAsia"/>
          <w:rtl/>
        </w:rPr>
        <w:t>لۡكُنَّسِ</w:t>
      </w:r>
      <w:r>
        <w:rPr>
          <w:rtl/>
        </w:rPr>
        <w:t xml:space="preserve"> (١٦</w:t>
      </w:r>
      <w:r w:rsidR="009229E3">
        <w:rPr>
          <w:rtl/>
        </w:rPr>
        <w:t>)</w:t>
      </w:r>
      <w:r>
        <w:rPr>
          <w:rtl/>
        </w:rPr>
        <w:t xml:space="preserve"> وَ</w:t>
      </w:r>
      <w:r>
        <w:rPr>
          <w:rFonts w:hint="cs"/>
          <w:rtl/>
        </w:rPr>
        <w:t>ٱ</w:t>
      </w:r>
      <w:r>
        <w:rPr>
          <w:rFonts w:hint="eastAsia"/>
          <w:rtl/>
        </w:rPr>
        <w:t>لَّيۡلِ</w:t>
      </w:r>
      <w:r>
        <w:rPr>
          <w:rtl/>
        </w:rPr>
        <w:t xml:space="preserve"> إِذَا عَسۡعَسَ (١٧</w:t>
      </w:r>
      <w:r w:rsidR="009229E3">
        <w:rPr>
          <w:rtl/>
        </w:rPr>
        <w:t>)</w:t>
      </w:r>
      <w:r>
        <w:rPr>
          <w:rtl/>
        </w:rPr>
        <w:t xml:space="preserve"> وَ</w:t>
      </w:r>
      <w:r>
        <w:rPr>
          <w:rFonts w:hint="cs"/>
          <w:rtl/>
        </w:rPr>
        <w:t>ٱ</w:t>
      </w:r>
      <w:r>
        <w:rPr>
          <w:rFonts w:hint="eastAsia"/>
          <w:rtl/>
        </w:rPr>
        <w:t>لصُّبۡحِ</w:t>
      </w:r>
      <w:r>
        <w:rPr>
          <w:rtl/>
        </w:rPr>
        <w:t xml:space="preserve"> إِذَا تَنَفَّسَ (١٨</w:t>
      </w:r>
      <w:r w:rsidR="009229E3">
        <w:rPr>
          <w:rtl/>
        </w:rPr>
        <w:t>)</w:t>
      </w:r>
      <w:r>
        <w:rPr>
          <w:rtl/>
        </w:rPr>
        <w:t xml:space="preserve"> إِنَّهُ </w:t>
      </w:r>
      <w:r>
        <w:rPr>
          <w:rFonts w:hint="cs"/>
          <w:rtl/>
        </w:rPr>
        <w:t>ۥ</w:t>
      </w:r>
      <w:r>
        <w:rPr>
          <w:rtl/>
        </w:rPr>
        <w:t xml:space="preserve"> لَقَوۡلُ رَسُولٍ۬ كَرِيمٍ۬ (١٩</w:t>
      </w:r>
      <w:r w:rsidR="009229E3">
        <w:rPr>
          <w:rtl/>
        </w:rPr>
        <w:t>)</w:t>
      </w:r>
      <w:r>
        <w:rPr>
          <w:rtl/>
        </w:rPr>
        <w:t xml:space="preserve"> ذِى قُوَّةٍ عِندَ ذِى </w:t>
      </w:r>
      <w:r>
        <w:rPr>
          <w:rFonts w:hint="cs"/>
          <w:rtl/>
        </w:rPr>
        <w:t>ٱ</w:t>
      </w:r>
      <w:r>
        <w:rPr>
          <w:rFonts w:hint="eastAsia"/>
          <w:rtl/>
        </w:rPr>
        <w:t>لۡعَرۡشِ</w:t>
      </w:r>
      <w:r>
        <w:rPr>
          <w:rtl/>
        </w:rPr>
        <w:t xml:space="preserve"> مَكِينٍ۬ (٢٠</w:t>
      </w:r>
      <w:r w:rsidR="009229E3">
        <w:rPr>
          <w:rtl/>
        </w:rPr>
        <w:t>)</w:t>
      </w:r>
      <w:r>
        <w:rPr>
          <w:rtl/>
        </w:rPr>
        <w:t xml:space="preserve"> مُّطَاعٍ۬ ثَمَّ أَمِينٍ۬ (٢١</w:t>
      </w:r>
      <w:r w:rsidR="009229E3">
        <w:rPr>
          <w:rtl/>
        </w:rPr>
        <w:t>)</w:t>
      </w:r>
      <w:r>
        <w:rPr>
          <w:rtl/>
        </w:rPr>
        <w:t xml:space="preserve"> وَمَا صَاحِبُ</w:t>
      </w:r>
      <w:r>
        <w:rPr>
          <w:rFonts w:hint="eastAsia"/>
          <w:rtl/>
        </w:rPr>
        <w:t>كُم</w:t>
      </w:r>
      <w:r>
        <w:rPr>
          <w:rtl/>
        </w:rPr>
        <w:t xml:space="preserve"> بِمَجۡنُونٍ۬ (٢٢</w:t>
      </w:r>
      <w:r w:rsidR="009229E3">
        <w:rPr>
          <w:rtl/>
        </w:rPr>
        <w:t>)</w:t>
      </w:r>
      <w:r>
        <w:rPr>
          <w:rtl/>
        </w:rPr>
        <w:t xml:space="preserve"> وَلَقَدۡ رَءَاهُ بِ</w:t>
      </w:r>
      <w:r>
        <w:rPr>
          <w:rFonts w:hint="cs"/>
          <w:rtl/>
        </w:rPr>
        <w:t>ٱ</w:t>
      </w:r>
      <w:r>
        <w:rPr>
          <w:rFonts w:hint="eastAsia"/>
          <w:rtl/>
        </w:rPr>
        <w:t>لۡأُفُقِ</w:t>
      </w:r>
      <w:r>
        <w:rPr>
          <w:rtl/>
        </w:rPr>
        <w:t xml:space="preserve"> </w:t>
      </w:r>
      <w:r>
        <w:rPr>
          <w:rFonts w:hint="cs"/>
          <w:rtl/>
        </w:rPr>
        <w:t>ٱ</w:t>
      </w:r>
      <w:r>
        <w:rPr>
          <w:rFonts w:hint="eastAsia"/>
          <w:rtl/>
        </w:rPr>
        <w:t>لۡمُبِينِ</w:t>
      </w:r>
      <w:r>
        <w:rPr>
          <w:rtl/>
        </w:rPr>
        <w:t xml:space="preserve"> (٢٣</w:t>
      </w:r>
      <w:r w:rsidR="009229E3">
        <w:rPr>
          <w:rtl/>
        </w:rPr>
        <w:t>)</w:t>
      </w:r>
      <w:r>
        <w:rPr>
          <w:rtl/>
        </w:rPr>
        <w:t xml:space="preserve"> وَمَا هُوَ عَلَى </w:t>
      </w:r>
      <w:r>
        <w:rPr>
          <w:rFonts w:hint="cs"/>
          <w:rtl/>
        </w:rPr>
        <w:t>ٱ</w:t>
      </w:r>
      <w:r>
        <w:rPr>
          <w:rFonts w:hint="eastAsia"/>
          <w:rtl/>
        </w:rPr>
        <w:t>لۡغَيۡبِ</w:t>
      </w:r>
      <w:r>
        <w:rPr>
          <w:rtl/>
        </w:rPr>
        <w:t xml:space="preserve"> بِضَنِينٍ۬ (٢٤</w:t>
      </w:r>
      <w:r w:rsidR="009229E3">
        <w:rPr>
          <w:rtl/>
        </w:rPr>
        <w:t>)</w:t>
      </w:r>
      <w:r>
        <w:rPr>
          <w:rtl/>
        </w:rPr>
        <w:t xml:space="preserve"> وَمَا هُوَ بِقَوۡلِ شَيۡطَـٰنٍ۬ رَّجِيمٍ۬ (٢٥</w:t>
      </w:r>
      <w:r w:rsidR="009229E3">
        <w:rPr>
          <w:rtl/>
        </w:rPr>
        <w:t>)</w:t>
      </w:r>
      <w:r>
        <w:rPr>
          <w:rtl/>
        </w:rPr>
        <w:t xml:space="preserve"> فَأَيۡنَ تَذۡهَبُونَ (٢٦</w:t>
      </w:r>
      <w:r w:rsidR="009229E3">
        <w:rPr>
          <w:rtl/>
        </w:rPr>
        <w:t>)</w:t>
      </w:r>
      <w:r>
        <w:rPr>
          <w:rtl/>
        </w:rPr>
        <w:t xml:space="preserve"> إِنۡ هُوَ إِلَّا ذِكۡرٌ۬ لِّلۡعَـٰلَمِينَ (٢٧</w:t>
      </w:r>
      <w:r w:rsidR="009229E3">
        <w:rPr>
          <w:rtl/>
        </w:rPr>
        <w:t>)</w:t>
      </w:r>
      <w:r>
        <w:rPr>
          <w:rtl/>
        </w:rPr>
        <w:t xml:space="preserve"> لِمَن شَآءَ مِنكُمۡ أَن ي</w:t>
      </w:r>
      <w:r>
        <w:rPr>
          <w:rFonts w:hint="eastAsia"/>
          <w:rtl/>
        </w:rPr>
        <w:t>َسۡتَقِيمَ</w:t>
      </w:r>
      <w:r>
        <w:rPr>
          <w:rtl/>
        </w:rPr>
        <w:t xml:space="preserve"> (٢٨</w:t>
      </w:r>
      <w:r w:rsidR="009229E3">
        <w:rPr>
          <w:rtl/>
        </w:rPr>
        <w:t>)</w:t>
      </w:r>
      <w:r>
        <w:rPr>
          <w:rtl/>
        </w:rPr>
        <w:t xml:space="preserve"> وَمَا تَشَآءُونَ إِلَّآ أَن يَشَآءَ </w:t>
      </w:r>
      <w:r>
        <w:rPr>
          <w:rFonts w:hint="cs"/>
          <w:rtl/>
        </w:rPr>
        <w:t>ٱ</w:t>
      </w:r>
      <w:r>
        <w:rPr>
          <w:rFonts w:hint="eastAsia"/>
          <w:rtl/>
        </w:rPr>
        <w:t>للَّهُ</w:t>
      </w:r>
      <w:r>
        <w:rPr>
          <w:rtl/>
        </w:rPr>
        <w:t xml:space="preserve"> رَبُّ </w:t>
      </w:r>
      <w:r>
        <w:rPr>
          <w:rFonts w:hint="cs"/>
          <w:rtl/>
        </w:rPr>
        <w:t>ٱ</w:t>
      </w:r>
      <w:r>
        <w:rPr>
          <w:rFonts w:hint="eastAsia"/>
          <w:rtl/>
        </w:rPr>
        <w:t>لۡعَـٰلَمِينَ</w:t>
      </w:r>
      <w:r>
        <w:rPr>
          <w:rtl/>
        </w:rPr>
        <w:t xml:space="preserve"> (٢٩</w:t>
      </w:r>
      <w:r w:rsidR="009229E3">
        <w:rPr>
          <w:rtl/>
        </w:rPr>
        <w:t>)</w:t>
      </w:r>
    </w:p>
    <w:p w:rsidR="001A403D" w:rsidRDefault="001A403D" w:rsidP="00E36567">
      <w:pPr>
        <w:pStyle w:val="libBoldItalic"/>
      </w:pPr>
      <w:r>
        <w:t>So no, I swear by the returning star, (15) That rises and disappears, (16) And by the night when it departs, (17) And by the dawn when it breathes, (18) That this is indeed the Qawl (word) of an honoured Rasool, (19) Who is owner of power, and resides (or owns highest position) near the Owner of the Arsh, (20) He is obeyed, and trustworthy, (21) And your master is not mad. (22) And surely he saw him on the clear horizon. (23) And He is not miser about the Unseen. (24) And this is not the word of Shaitan, the rejected. (25) Then where are you going? (26) It is not except Zikr (reminder) for the worlds, (27) For him among you who desires to walk straight. (28) And you do not will, except that Allah wills, the Rabb of the worlds. (29)</w:t>
      </w:r>
    </w:p>
    <w:p w:rsidR="001A403D" w:rsidRDefault="001A403D" w:rsidP="00E36567">
      <w:pPr>
        <w:pStyle w:val="libNormal"/>
      </w:pPr>
      <w:r>
        <w:t>1-Imam Mohammad Baqir asws said about the saying of Allah Azza wa Jalla, “So I swear by the returning one, which rises and then disappears”: Imam asws will go into Ghaibah in the year 260 (Hijri), then he will appear like shining star and will light up the dark night, and if you find his time, then your eyes will be cool. (al-Burhan, v8, p224)</w:t>
      </w:r>
    </w:p>
    <w:p w:rsidR="001A403D" w:rsidRDefault="001A403D" w:rsidP="00E36567">
      <w:pPr>
        <w:pStyle w:val="libNormal"/>
      </w:pPr>
      <w:r>
        <w:t xml:space="preserve">2-Maola Ali asws said about the saying of Allah Ta’ala, “and by the night when it departs”: It means dark night, and Allah is giving this example of that person who invites towards Walayat of himself, and turns away from </w:t>
      </w:r>
      <w:r>
        <w:lastRenderedPageBreak/>
        <w:t>the Walayat of Wali-al-Amr asws, “and by the dawn when it breathes” it means Aosiya asws. No doubt their knowledge is more shining and clear than the dawn when it rises. (al-Burhan, v8, p225)</w:t>
      </w:r>
    </w:p>
    <w:p w:rsidR="001A403D" w:rsidRDefault="001A403D" w:rsidP="00E36567">
      <w:pPr>
        <w:pStyle w:val="libNormal"/>
      </w:pPr>
      <w:r>
        <w:t>3-Ibne Abbas narrated that the saying of Allah Azza wa Jalla, “That this is indeed the Qawl of Rasool-e-Kareem, who is owner of power, and resides (or owns highest position) near the Owner of the Arsh, he is obeyed, and trustworthy” means Rasool Allah sawaw, who is powerful and having high status in the presence of the Owner of the Arsh (Throne), and Rizwan of Paradise &amp; guarding Angels of Hell obey him, and he is Ameen (trustee) over whatever he is deputed over the creations of Allah, and his brother Ali Amirul Momineen asws is also Ameen over whatever Mohammad Mustafa sawaw entrusted him about Ummah. (al-Burhan, v8, p226)</w:t>
      </w:r>
    </w:p>
    <w:p w:rsidR="001A403D" w:rsidRDefault="001A403D" w:rsidP="00E36567">
      <w:pPr>
        <w:pStyle w:val="libNormal"/>
      </w:pPr>
      <w:r>
        <w:t>4-Imam Jafar Sadiq asws said about the saying of Allah Ta’ala, “and your master is not mad”: It means Rasool Allah sawaw who is not mad due to fixing (appointing, declaring) Amirul Momineen asws as flag of guidance for the people, “and He is not miser concerning the Ghaib” Allah Tabarak wa Ta’ala does not deal miserly with His Nabi sawaw concerning Ghaib, “and it is not the word of Shaitan the rejected” means soothsaying which was vogue in Quraish, they attributed their word to the word of Shayateen who were with them, and they used to speak through their tongue, “Then where are you going? It is merely Zikr for the worlds” the covenant which Allah took about his (asws) Walayat, “For him among you who wants to walk straight” in obedience of Ali asws and Imams asws after him, “and you do not desire anything except what Allah desires, the Rabb of the worlds” means their Mashiyat (will, desire, wish) is towards Allah, not towards the people. (al-Burhan, v8, p226)</w:t>
      </w:r>
    </w:p>
    <w:p w:rsidR="001A403D" w:rsidRDefault="001A403D" w:rsidP="00E36567">
      <w:pPr>
        <w:pStyle w:val="libNormal"/>
      </w:pPr>
      <w:r>
        <w:t>5-Imam Ali Naqi asws said: Allah Tabarak wa Ta’ala has made the hearts of Imams asws as fountainhead of His intentions, and when they wish something then Allah wishes the same, and this is the saying of Allah Ta’ala, “And you do not will, except that Allah wills, the Rabb of the worlds.” (al-Burhan, v8, p227)</w:t>
      </w:r>
    </w:p>
    <w:p w:rsidR="001A403D" w:rsidRDefault="001A403D" w:rsidP="009229E3">
      <w:pPr>
        <w:pStyle w:val="libCenterBold1"/>
      </w:pPr>
      <w:r>
        <w:t>Lesson:</w:t>
      </w:r>
    </w:p>
    <w:p w:rsidR="001A403D" w:rsidRDefault="001A403D" w:rsidP="001A403D">
      <w:pPr>
        <w:pStyle w:val="libNormal"/>
      </w:pPr>
      <w:r>
        <w:t>1-Allah Ta’ala swears by the Zahoor and Ghaibah of Imam Qaim asws, then mentions the dark period in which Muqassireen &amp; opponents of Walayat turn away from Walayat of Masumeen asws and invite people to their personal Walayat, then after that the dawn of Haqq will rise, so with the Zahoor of Qaim asws world will be illuminated &amp; alive again.</w:t>
      </w:r>
    </w:p>
    <w:p w:rsidR="001A403D" w:rsidRDefault="001A403D" w:rsidP="001A403D">
      <w:pPr>
        <w:pStyle w:val="libNormal"/>
      </w:pPr>
      <w:r>
        <w:t>2-For preaching Walayat-e-Ali asws people called Rasool Allah sawaw as mad (Naoozobillah), and denied that Quran is the world of Allah. Similarly Muqassir Mulla can not openly oppose Quran, so then he misguides people by saying that commandments in the Quran are not complete &amp; clear, so people have to accept Walayat of Mulla, that he can issue Fatawa for them to solve modern issues of the modern people.</w:t>
      </w:r>
    </w:p>
    <w:p w:rsidR="001A403D" w:rsidRDefault="001A403D" w:rsidP="001A403D">
      <w:pPr>
        <w:pStyle w:val="libNormal"/>
      </w:pPr>
      <w:r>
        <w:t>3-Who wants to walk on the straight path, he should do Zikr-e-Ali asws, should obey Masumeen asws who are Mashiyatullah.</w:t>
      </w:r>
    </w:p>
    <w:p w:rsidR="00EB2345" w:rsidRDefault="00EB2345" w:rsidP="00FC02E7">
      <w:pPr>
        <w:pStyle w:val="libNormal"/>
        <w:rPr>
          <w:rtl/>
        </w:rPr>
      </w:pPr>
      <w:r>
        <w:rPr>
          <w:rFonts w:hint="eastAsia"/>
        </w:rPr>
        <w:br w:type="page"/>
      </w:r>
    </w:p>
    <w:p w:rsidR="001A403D" w:rsidRDefault="00EB2345" w:rsidP="00EB2345">
      <w:pPr>
        <w:pStyle w:val="Heading1Center"/>
      </w:pPr>
      <w:bookmarkStart w:id="78" w:name="_Toc449789471"/>
      <w:r>
        <w:rPr>
          <w:rFonts w:hint="eastAsia"/>
          <w:rtl/>
        </w:rPr>
        <w:lastRenderedPageBreak/>
        <w:t>سُوۡرَةُ</w:t>
      </w:r>
      <w:r>
        <w:rPr>
          <w:rtl/>
        </w:rPr>
        <w:t xml:space="preserve"> </w:t>
      </w:r>
      <w:r w:rsidR="001A403D">
        <w:rPr>
          <w:rtl/>
        </w:rPr>
        <w:t>المطفّفِ</w:t>
      </w:r>
      <w:r w:rsidR="001A403D">
        <w:rPr>
          <w:rFonts w:hint="cs"/>
          <w:rtl/>
        </w:rPr>
        <w:t>ی</w:t>
      </w:r>
      <w:r w:rsidR="001A403D">
        <w:rPr>
          <w:rFonts w:hint="eastAsia"/>
          <w:rtl/>
        </w:rPr>
        <w:t>ن</w:t>
      </w:r>
      <w:bookmarkEnd w:id="78"/>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وَيۡلٌ۬</w:t>
      </w:r>
      <w:r>
        <w:rPr>
          <w:rtl/>
        </w:rPr>
        <w:t xml:space="preserve"> لِّلۡمُطَفِّفِينَ (١</w:t>
      </w:r>
      <w:r w:rsidR="009229E3">
        <w:rPr>
          <w:rtl/>
        </w:rPr>
        <w:t>)</w:t>
      </w:r>
      <w:r>
        <w:rPr>
          <w:rtl/>
        </w:rPr>
        <w:t xml:space="preserve"> </w:t>
      </w:r>
      <w:r>
        <w:rPr>
          <w:rFonts w:hint="cs"/>
          <w:rtl/>
        </w:rPr>
        <w:t>ٱ</w:t>
      </w:r>
      <w:r>
        <w:rPr>
          <w:rFonts w:hint="eastAsia"/>
          <w:rtl/>
        </w:rPr>
        <w:t>لَّذِينَ</w:t>
      </w:r>
      <w:r>
        <w:rPr>
          <w:rtl/>
        </w:rPr>
        <w:t xml:space="preserve"> إِذَا </w:t>
      </w:r>
      <w:r>
        <w:rPr>
          <w:rFonts w:hint="cs"/>
          <w:rtl/>
        </w:rPr>
        <w:t>ٱ</w:t>
      </w:r>
      <w:r>
        <w:rPr>
          <w:rFonts w:hint="eastAsia"/>
          <w:rtl/>
        </w:rPr>
        <w:t>كۡتَالُواْ</w:t>
      </w:r>
      <w:r>
        <w:rPr>
          <w:rtl/>
        </w:rPr>
        <w:t xml:space="preserve"> عَلَى </w:t>
      </w:r>
      <w:r>
        <w:rPr>
          <w:rFonts w:hint="cs"/>
          <w:rtl/>
        </w:rPr>
        <w:t>ٱ</w:t>
      </w:r>
      <w:r>
        <w:rPr>
          <w:rFonts w:hint="eastAsia"/>
          <w:rtl/>
        </w:rPr>
        <w:t>لنَّاسِ</w:t>
      </w:r>
      <w:r>
        <w:rPr>
          <w:rtl/>
        </w:rPr>
        <w:t xml:space="preserve"> يَسۡتَوۡفُونَ (٢</w:t>
      </w:r>
      <w:r w:rsidR="009229E3">
        <w:rPr>
          <w:rtl/>
        </w:rPr>
        <w:t>)</w:t>
      </w:r>
      <w:r>
        <w:rPr>
          <w:rtl/>
        </w:rPr>
        <w:t xml:space="preserve"> وَإِذَا كَالُوهُمۡ أَو وَّزَنُوهُمۡ يُخۡسِرُونَ (٣</w:t>
      </w:r>
      <w:r w:rsidR="009229E3">
        <w:rPr>
          <w:rtl/>
        </w:rPr>
        <w:t>)</w:t>
      </w:r>
    </w:p>
    <w:p w:rsidR="001A403D" w:rsidRDefault="001A403D" w:rsidP="00E36567">
      <w:pPr>
        <w:pStyle w:val="libBoldItalic"/>
      </w:pPr>
      <w:r>
        <w:t>Woe to those who give less (than due), (1) Those who when they take the measure from people take it full, (2) And when they give by measure or by weight to them, they cause them loss. (3)</w:t>
      </w:r>
    </w:p>
    <w:p w:rsidR="001A403D" w:rsidRDefault="001A403D" w:rsidP="00385B48">
      <w:pPr>
        <w:pStyle w:val="libAr"/>
      </w:pPr>
      <w:r>
        <w:rPr>
          <w:rFonts w:hint="eastAsia"/>
          <w:rtl/>
        </w:rPr>
        <w:t>كَلَّآ</w:t>
      </w:r>
      <w:r>
        <w:rPr>
          <w:rtl/>
        </w:rPr>
        <w:t xml:space="preserve"> إِنَّ كِتَـٰبَ </w:t>
      </w:r>
      <w:r>
        <w:rPr>
          <w:rFonts w:hint="cs"/>
          <w:rtl/>
        </w:rPr>
        <w:t>ٱ</w:t>
      </w:r>
      <w:r>
        <w:rPr>
          <w:rFonts w:hint="eastAsia"/>
          <w:rtl/>
        </w:rPr>
        <w:t>لۡفُجَّارِ</w:t>
      </w:r>
      <w:r>
        <w:rPr>
          <w:rtl/>
        </w:rPr>
        <w:t xml:space="preserve"> لَفِى سِجِّينٍ۬ (٧</w:t>
      </w:r>
      <w:r w:rsidR="009229E3">
        <w:rPr>
          <w:rtl/>
        </w:rPr>
        <w:t>)</w:t>
      </w:r>
    </w:p>
    <w:p w:rsidR="001A403D" w:rsidRDefault="001A403D" w:rsidP="00E36567">
      <w:pPr>
        <w:pStyle w:val="libBoldItalic"/>
      </w:pPr>
      <w:r>
        <w:t>Nay, certainly the record of the wicked is in Sijjeen - (7)</w:t>
      </w:r>
    </w:p>
    <w:p w:rsidR="001A403D" w:rsidRDefault="001A403D" w:rsidP="00385B48">
      <w:pPr>
        <w:pStyle w:val="libAr"/>
      </w:pPr>
      <w:r>
        <w:rPr>
          <w:rFonts w:hint="eastAsia"/>
          <w:rtl/>
        </w:rPr>
        <w:t>إِذَا</w:t>
      </w:r>
      <w:r>
        <w:rPr>
          <w:rtl/>
        </w:rPr>
        <w:t xml:space="preserve"> تُتۡلَىٰ عَلَيۡهِ ءَايَـٰتُنَا قَالَ أَسَـٰطِيرُ </w:t>
      </w:r>
      <w:r>
        <w:rPr>
          <w:rFonts w:hint="cs"/>
          <w:rtl/>
        </w:rPr>
        <w:t>ٱ</w:t>
      </w:r>
      <w:r>
        <w:rPr>
          <w:rFonts w:hint="eastAsia"/>
          <w:rtl/>
        </w:rPr>
        <w:t>لۡأَوَّلِينَ</w:t>
      </w:r>
      <w:r>
        <w:rPr>
          <w:rtl/>
        </w:rPr>
        <w:t xml:space="preserve"> (١٣</w:t>
      </w:r>
      <w:r w:rsidR="009229E3">
        <w:rPr>
          <w:rtl/>
        </w:rPr>
        <w:t>)</w:t>
      </w:r>
      <w:r>
        <w:rPr>
          <w:rtl/>
        </w:rPr>
        <w:t xml:space="preserve"> كَلَّا‌ۖ بَلۡۜ رَانَ عَلَىٰ قُلُوبِ</w:t>
      </w:r>
      <w:r w:rsidR="001E6BAB" w:rsidRPr="001E6BAB">
        <w:rPr>
          <w:rFonts w:hint="cs"/>
          <w:rtl/>
        </w:rPr>
        <w:t>ه</w:t>
      </w:r>
      <w:r w:rsidRPr="00595365">
        <w:rPr>
          <w:rFonts w:hint="cs"/>
          <w:rtl/>
        </w:rPr>
        <w:t>م مَّا كَانُواْ يَكۡسِبُونَ (١٤</w:t>
      </w:r>
      <w:r w:rsidR="009229E3">
        <w:rPr>
          <w:rFonts w:hint="cs"/>
          <w:rtl/>
        </w:rPr>
        <w:t>)</w:t>
      </w:r>
      <w:r w:rsidRPr="00595365">
        <w:rPr>
          <w:rFonts w:hint="cs"/>
          <w:rtl/>
        </w:rPr>
        <w:t xml:space="preserve"> كَلَّآ إِنَّ</w:t>
      </w:r>
      <w:r w:rsidR="001E6BAB" w:rsidRPr="001E6BAB">
        <w:rPr>
          <w:rFonts w:hint="cs"/>
          <w:rtl/>
        </w:rPr>
        <w:t>ه</w:t>
      </w:r>
      <w:r w:rsidRPr="00595365">
        <w:rPr>
          <w:rFonts w:hint="cs"/>
          <w:rtl/>
        </w:rPr>
        <w:t>مۡ عَن رَّبِّ</w:t>
      </w:r>
      <w:r w:rsidR="001E6BAB" w:rsidRPr="001E6BAB">
        <w:rPr>
          <w:rFonts w:hint="cs"/>
          <w:rtl/>
        </w:rPr>
        <w:t>ه</w:t>
      </w:r>
      <w:r w:rsidRPr="00595365">
        <w:rPr>
          <w:rFonts w:hint="cs"/>
          <w:rtl/>
        </w:rPr>
        <w:t>مۡ يَوۡمَ</w:t>
      </w:r>
      <w:r>
        <w:rPr>
          <w:rFonts w:hint="cs"/>
          <w:rtl/>
        </w:rPr>
        <w:t>ٮِٕ</w:t>
      </w:r>
      <w:r>
        <w:rPr>
          <w:rFonts w:hint="eastAsia"/>
          <w:rtl/>
        </w:rPr>
        <w:t>ذٍ۬</w:t>
      </w:r>
      <w:r>
        <w:rPr>
          <w:rtl/>
        </w:rPr>
        <w:t xml:space="preserve"> لَّمَحۡجُوبُونَ (١٥</w:t>
      </w:r>
      <w:r w:rsidR="009229E3">
        <w:rPr>
          <w:rtl/>
        </w:rPr>
        <w:t>)</w:t>
      </w:r>
      <w:r>
        <w:rPr>
          <w:rtl/>
        </w:rPr>
        <w:t xml:space="preserve"> ثُمَّ إِنَّ</w:t>
      </w:r>
      <w:r w:rsidR="001E6BAB" w:rsidRPr="001E6BAB">
        <w:rPr>
          <w:rFonts w:hint="cs"/>
          <w:rtl/>
        </w:rPr>
        <w:t>ه</w:t>
      </w:r>
      <w:r w:rsidRPr="00595365">
        <w:rPr>
          <w:rFonts w:hint="cs"/>
          <w:rtl/>
        </w:rPr>
        <w:t xml:space="preserve">مۡ لَصَالُواْ </w:t>
      </w:r>
      <w:r>
        <w:rPr>
          <w:rFonts w:hint="cs"/>
          <w:rtl/>
        </w:rPr>
        <w:t>ٱ</w:t>
      </w:r>
      <w:r>
        <w:rPr>
          <w:rFonts w:hint="eastAsia"/>
          <w:rtl/>
        </w:rPr>
        <w:t>لۡجَحِيمِ</w:t>
      </w:r>
      <w:r>
        <w:rPr>
          <w:rtl/>
        </w:rPr>
        <w:t xml:space="preserve"> (١٦</w:t>
      </w:r>
      <w:r w:rsidR="009229E3">
        <w:rPr>
          <w:rtl/>
        </w:rPr>
        <w:t>)</w:t>
      </w:r>
      <w:r>
        <w:rPr>
          <w:rtl/>
        </w:rPr>
        <w:t xml:space="preserve"> ثُ</w:t>
      </w:r>
      <w:r>
        <w:rPr>
          <w:rFonts w:hint="eastAsia"/>
          <w:rtl/>
        </w:rPr>
        <w:t>مَّ</w:t>
      </w:r>
      <w:r>
        <w:rPr>
          <w:rtl/>
        </w:rPr>
        <w:t xml:space="preserve"> يُقَالُ هَـٰذَا </w:t>
      </w:r>
      <w:r>
        <w:rPr>
          <w:rFonts w:hint="cs"/>
          <w:rtl/>
        </w:rPr>
        <w:t>ٱ</w:t>
      </w:r>
      <w:r>
        <w:rPr>
          <w:rFonts w:hint="eastAsia"/>
          <w:rtl/>
        </w:rPr>
        <w:t>لَّذِى</w:t>
      </w:r>
      <w:r>
        <w:rPr>
          <w:rtl/>
        </w:rPr>
        <w:t xml:space="preserve"> كُنتُم بِهِ</w:t>
      </w:r>
      <w:r>
        <w:rPr>
          <w:rFonts w:hint="cs"/>
          <w:rtl/>
        </w:rPr>
        <w:t>ۦ</w:t>
      </w:r>
      <w:r>
        <w:rPr>
          <w:rtl/>
        </w:rPr>
        <w:t xml:space="preserve"> تُكَذِّبُونَ (١٧</w:t>
      </w:r>
      <w:r w:rsidR="009229E3">
        <w:rPr>
          <w:rtl/>
        </w:rPr>
        <w:t>)</w:t>
      </w:r>
      <w:r>
        <w:rPr>
          <w:rtl/>
        </w:rPr>
        <w:t xml:space="preserve"> كَلَّآ إِنَّ كِتَـٰبَ </w:t>
      </w:r>
      <w:r>
        <w:rPr>
          <w:rFonts w:hint="cs"/>
          <w:rtl/>
        </w:rPr>
        <w:t>ٱ</w:t>
      </w:r>
      <w:r>
        <w:rPr>
          <w:rFonts w:hint="eastAsia"/>
          <w:rtl/>
        </w:rPr>
        <w:t>لۡأَبۡرَارِ</w:t>
      </w:r>
      <w:r>
        <w:rPr>
          <w:rtl/>
        </w:rPr>
        <w:t xml:space="preserve"> لَفِى عِلِّيِّينَ (١٨</w:t>
      </w:r>
      <w:r w:rsidR="009229E3">
        <w:rPr>
          <w:rtl/>
        </w:rPr>
        <w:t>)</w:t>
      </w:r>
    </w:p>
    <w:p w:rsidR="001A403D" w:rsidRDefault="001A403D" w:rsidP="00E36567">
      <w:pPr>
        <w:pStyle w:val="libBoldItalic"/>
      </w:pPr>
      <w:r>
        <w:t>When Our verses are recited to him, he says: (Mere) fables of the former people. (13) Nay, rather their hearts have been rusted by what (deeds) they used to earn. (14) Nay, but surely on that day they will be partitioned from their Rabb. (15) Then no doubt they will surely (enter &amp;) burn in Hell, (16) Then it will be said (to them): This is that which you used to belie. (17) Nay, but the record of the righteous is in 'Illiyeen. (18)</w:t>
      </w:r>
    </w:p>
    <w:p w:rsidR="001A403D" w:rsidRDefault="001A403D" w:rsidP="00E36567">
      <w:pPr>
        <w:pStyle w:val="libNormal"/>
      </w:pPr>
      <w:r>
        <w:t>1-Imam Jafar Sadiq asws said: “Woe to those who give less” means Ya Mohammad sawaw! Who give less in you Khums, “Those who when they take the measure from people take it full” means when they take their share from the war booty then they take it full, “and when they give by measure or by weight to them they casue them loss” means when they are asked for Khums of Aal-e-Mohammad sawaw then they make loss in it, “Woe that day to the deniers” Ya Mohammad sawaw for those who belie your Wasi asws, “When Our verses are recited to him, he says: Stories of the previous ones” means belies Qaim asws, when he will say to him (asws): We do not know you (asws) and you (asws) are not from the progeny of Syyeda Fatima asws, as polytheists used to say to Mohammad Mustafa sawaw. (al-Burhan, v8, p233)</w:t>
      </w:r>
    </w:p>
    <w:p w:rsidR="001A403D" w:rsidRDefault="001A403D" w:rsidP="00E36567">
      <w:pPr>
        <w:pStyle w:val="libNormal"/>
      </w:pPr>
      <w:r>
        <w:t>2-Imam Musa Kazim asws said about the saying of Allah, “Nay, certainly the record of the vile is in Sijjeen”: They are those who did evil deeds against the right of Imams asws and did injustice to them, “Then it will be said to them: This is that which you used to deny” means Amirul Momineen asws. (al-Burhan, v8, p235)</w:t>
      </w:r>
    </w:p>
    <w:p w:rsidR="00595365" w:rsidRDefault="001A403D" w:rsidP="001A403D">
      <w:pPr>
        <w:pStyle w:val="libNormal"/>
      </w:pPr>
      <w:r>
        <w:t xml:space="preserve">3-Rasool Allah sawaw said to Maola Ali asws: Ya Ali asws, Allah Tabarak wa Ta’ala was there (from ever) and nothing was with Him, so He created me and you, two Spirits from His Noor-e-Jalal, and in front of Arsh of Rabb of the worlds we were doing Tasbeh of Allah and His Hamd &amp; Tehleel, and this is before the creation of the heavens and the earths. And when Allah intended to create Adam (a.s.), then created me and you from one Teenat (matter), Teenat for Illiyeen, and doughed it with Noor, and </w:t>
      </w:r>
      <w:r>
        <w:lastRenderedPageBreak/>
        <w:t>touched us with all Anwaar and rivers of the Paradise. Then created Adam (a.s.), and that Teenat &amp; Noor placed in his progeny. Then when he was created, then took out his descendants from his progeny and gave them power of speech, and took testimony of His Lordship. And first of all who testified His Lordship that is me and you, and then Prophets (a.s.) according to their status &amp; nearness to Allah Azza wa Jalla. So Allah Tabarak wa Ta’ala said: You both proved the truth and testified, Ya Mohammad sawaw and Ya Ali asws, and you both excelled in My obedience, and same was in My Knowledge from before about you, thus you both are the chosen ones in My creations, Imams asws from the progeny of both of you, and Shias of both of you, and in this manner I have created you.</w:t>
      </w:r>
    </w:p>
    <w:p w:rsidR="001A403D" w:rsidRDefault="001A403D" w:rsidP="00E36567">
      <w:pPr>
        <w:pStyle w:val="libNormal"/>
      </w:pPr>
      <w:r>
        <w:t>Then Rasool Allah sawaw said: Ya Ali asws, that Teenat was in the Sulb (progeny) of Adam (a.s.), mine and your Noor was in between his eyes, and it kept transferring between the eyes of Prophets (a.s.) and Masumeen (a.s.) until that Noor &amp; Teenat reached the Sulb of Abdul Muttalib asws, then it was divided into two parts, so from half part Allah created me, and declared me Nabi and Rasool, and from the second half part created you, and declared you Khalifa and Wasi and Wali. When I was at the distance of two bows or less than that from the Splendor of my Rabb, then He said to me: Ya Mohammad sawaw, whom you love most among My creations? Then I said: Ali bin Abi Talib asws. So Azza wa Jalla said: So declare him Khalifa and Wasi, certainly I have made him Wali and Safi, O Mohammad sawaw, I have written your name and Ali’s asws name on My Arsh, even before I created the creations, My Love is for both of you, and for him who loves both of you, and accepts both of you as Wali, and obeys both of you, thus whoever loves you both and obeys both of you and believes both of you as Wali, he is courtier near Me; and whoever opposes Walayat of both of you and turns away from both of you, he is from among the astray disbelievers near Me. Ya Ali asws! who disputes between me and you, while me and you are from one Noor and from one Teenat, and you have more right (nearness) to me than the people in the world and the Hereafter, and your progeny is my progeny, and your Shias are my Shias, and your friends are my friends, and you will be with me in Jannah tomorrow. (al-Burhan, v8, p236)</w:t>
      </w:r>
    </w:p>
    <w:p w:rsidR="001A403D" w:rsidRDefault="001A403D" w:rsidP="009229E3">
      <w:pPr>
        <w:pStyle w:val="libCenterBold1"/>
      </w:pPr>
      <w:r>
        <w:t>Lesson:</w:t>
      </w:r>
    </w:p>
    <w:p w:rsidR="001A403D" w:rsidRDefault="001A403D" w:rsidP="001A403D">
      <w:pPr>
        <w:pStyle w:val="libNormal"/>
      </w:pPr>
      <w:r>
        <w:t>1-Allah Ta’ala has kept Mohammad Mustafa sawaw and Ali Murtaza asws together from ever even before the creation of the universe, and then Allah kept transferring their Noor in the foreheads of infallible Prophets (a.s.) and Hujjaj (a.s.), who were used to do Sajdah, and Allah Ta’ala kept observing His beloved Anwaar being transferred in the foreheads of Sajideen. Mohammad sawaw and Ali asws are together everywhere, and Allah says, “Whenever someone says La ilaha illallah Mohammadur Rasool Allah, then immediately should say Aliun Waliullah. But Majoosi Mulla mislead people that reciting Aliun Waliullah nullifies Namaz (Naoozobillah). Muqassir Mulla who is a product of Najis mean water, he issues Fatawa against Noor-e-Jalal of Allah Ta’ala with his Najis mind, and thinks Masumeen asws are humans like him and they forget and can do mistakes (Naoozobillah).</w:t>
      </w:r>
    </w:p>
    <w:p w:rsidR="001A403D" w:rsidRDefault="001A403D" w:rsidP="00385B48">
      <w:pPr>
        <w:pStyle w:val="libAr"/>
      </w:pPr>
      <w:r>
        <w:rPr>
          <w:rFonts w:hint="eastAsia"/>
          <w:rtl/>
        </w:rPr>
        <w:lastRenderedPageBreak/>
        <w:t>إِنَّ</w:t>
      </w:r>
      <w:r>
        <w:rPr>
          <w:rtl/>
        </w:rPr>
        <w:t xml:space="preserve"> </w:t>
      </w:r>
      <w:r>
        <w:rPr>
          <w:rFonts w:hint="cs"/>
          <w:rtl/>
        </w:rPr>
        <w:t>ٱ</w:t>
      </w:r>
      <w:r>
        <w:rPr>
          <w:rFonts w:hint="eastAsia"/>
          <w:rtl/>
        </w:rPr>
        <w:t>لَّذِينَ</w:t>
      </w:r>
      <w:r>
        <w:rPr>
          <w:rtl/>
        </w:rPr>
        <w:t xml:space="preserve"> أَجۡرَمُواْ كَانُواْ مِنَ </w:t>
      </w:r>
      <w:r>
        <w:rPr>
          <w:rFonts w:hint="cs"/>
          <w:rtl/>
        </w:rPr>
        <w:t>ٱ</w:t>
      </w:r>
      <w:r>
        <w:rPr>
          <w:rFonts w:hint="eastAsia"/>
          <w:rtl/>
        </w:rPr>
        <w:t>لَّذِينَ</w:t>
      </w:r>
      <w:r>
        <w:rPr>
          <w:rtl/>
        </w:rPr>
        <w:t xml:space="preserve"> ءَامَنُواْ يَضۡحَكُونَ (٢٩</w:t>
      </w:r>
      <w:r w:rsidR="009229E3">
        <w:rPr>
          <w:rtl/>
        </w:rPr>
        <w:t>)</w:t>
      </w:r>
      <w:r>
        <w:rPr>
          <w:rtl/>
        </w:rPr>
        <w:t xml:space="preserve"> وَإِذَا مَرُّواْ بِ</w:t>
      </w:r>
      <w:r w:rsidR="001E6BAB" w:rsidRPr="001E6BAB">
        <w:rPr>
          <w:rFonts w:hint="cs"/>
          <w:rtl/>
        </w:rPr>
        <w:t>ه</w:t>
      </w:r>
      <w:r w:rsidRPr="00595365">
        <w:rPr>
          <w:rFonts w:hint="cs"/>
          <w:rtl/>
        </w:rPr>
        <w:t>مۡ يَتَغَامَزُونَ (٣٠</w:t>
      </w:r>
      <w:r w:rsidR="009229E3">
        <w:rPr>
          <w:rFonts w:hint="cs"/>
          <w:rtl/>
        </w:rPr>
        <w:t>)</w:t>
      </w:r>
      <w:r w:rsidRPr="00595365">
        <w:rPr>
          <w:rFonts w:hint="cs"/>
          <w:rtl/>
        </w:rPr>
        <w:t xml:space="preserve"> وَإِذَا </w:t>
      </w:r>
      <w:r>
        <w:rPr>
          <w:rFonts w:hint="cs"/>
          <w:rtl/>
        </w:rPr>
        <w:t>ٱ</w:t>
      </w:r>
      <w:r>
        <w:rPr>
          <w:rFonts w:hint="eastAsia"/>
          <w:rtl/>
        </w:rPr>
        <w:t>نقَلَبُوٓاْ</w:t>
      </w:r>
      <w:r>
        <w:rPr>
          <w:rtl/>
        </w:rPr>
        <w:t xml:space="preserve"> إِلَىٰٓ أَهۡلِهِمُ </w:t>
      </w:r>
      <w:r>
        <w:rPr>
          <w:rFonts w:hint="cs"/>
          <w:rtl/>
        </w:rPr>
        <w:t>ٱ</w:t>
      </w:r>
      <w:r>
        <w:rPr>
          <w:rFonts w:hint="eastAsia"/>
          <w:rtl/>
        </w:rPr>
        <w:t>نقَلَبُواْ</w:t>
      </w:r>
      <w:r>
        <w:rPr>
          <w:rtl/>
        </w:rPr>
        <w:t xml:space="preserve"> فَكِهِينَ (٣١</w:t>
      </w:r>
      <w:r w:rsidR="009229E3">
        <w:rPr>
          <w:rtl/>
        </w:rPr>
        <w:t>)</w:t>
      </w:r>
      <w:r>
        <w:rPr>
          <w:rtl/>
        </w:rPr>
        <w:t xml:space="preserve"> وَإِذَا رَأَوۡهُمۡ قَالُوٓاْ إِنَّ هَـٰٓؤُلَآءِ لَضَآلُّونَ (٣٢</w:t>
      </w:r>
      <w:r w:rsidR="009229E3">
        <w:rPr>
          <w:rtl/>
        </w:rPr>
        <w:t>)</w:t>
      </w:r>
      <w:r>
        <w:rPr>
          <w:rtl/>
        </w:rPr>
        <w:t xml:space="preserve"> وَمَآ أُرۡسِلُواْ عَلَيۡ</w:t>
      </w:r>
      <w:r w:rsidR="001E6BAB" w:rsidRPr="001E6BAB">
        <w:rPr>
          <w:rFonts w:hint="cs"/>
          <w:rtl/>
        </w:rPr>
        <w:t>ه</w:t>
      </w:r>
      <w:r w:rsidRPr="00595365">
        <w:rPr>
          <w:rFonts w:hint="cs"/>
          <w:rtl/>
        </w:rPr>
        <w:t>مۡ حَـٰفِظِينَ (٣٣</w:t>
      </w:r>
      <w:r w:rsidR="009229E3">
        <w:rPr>
          <w:rFonts w:hint="cs"/>
          <w:rtl/>
        </w:rPr>
        <w:t>)</w:t>
      </w:r>
      <w:r w:rsidRPr="00595365">
        <w:rPr>
          <w:rFonts w:hint="cs"/>
          <w:rtl/>
        </w:rPr>
        <w:t xml:space="preserve"> فَ</w:t>
      </w:r>
      <w:r>
        <w:rPr>
          <w:rFonts w:hint="cs"/>
          <w:rtl/>
        </w:rPr>
        <w:t>ٱ</w:t>
      </w:r>
      <w:r>
        <w:rPr>
          <w:rFonts w:hint="eastAsia"/>
          <w:rtl/>
        </w:rPr>
        <w:t>لۡيَوۡمَ</w:t>
      </w:r>
      <w:r>
        <w:rPr>
          <w:rtl/>
        </w:rPr>
        <w:t xml:space="preserve"> </w:t>
      </w:r>
      <w:r>
        <w:rPr>
          <w:rFonts w:hint="cs"/>
          <w:rtl/>
        </w:rPr>
        <w:t>ٱ</w:t>
      </w:r>
      <w:r>
        <w:rPr>
          <w:rFonts w:hint="eastAsia"/>
          <w:rtl/>
        </w:rPr>
        <w:t>لَّذِينَ</w:t>
      </w:r>
      <w:r>
        <w:rPr>
          <w:rtl/>
        </w:rPr>
        <w:t xml:space="preserve"> ءَامَنُواْ مِنَ </w:t>
      </w:r>
      <w:r>
        <w:rPr>
          <w:rFonts w:hint="cs"/>
          <w:rtl/>
        </w:rPr>
        <w:t>ٱ</w:t>
      </w:r>
      <w:r>
        <w:rPr>
          <w:rFonts w:hint="eastAsia"/>
          <w:rtl/>
        </w:rPr>
        <w:t>لۡكُفَّارِ</w:t>
      </w:r>
      <w:r>
        <w:rPr>
          <w:rtl/>
        </w:rPr>
        <w:t xml:space="preserve"> يَضۡحَكُونَ (٣٤</w:t>
      </w:r>
      <w:r w:rsidR="009229E3">
        <w:rPr>
          <w:rtl/>
        </w:rPr>
        <w:t>)</w:t>
      </w:r>
      <w:r>
        <w:rPr>
          <w:rtl/>
        </w:rPr>
        <w:t xml:space="preserve"> عَلَى </w:t>
      </w:r>
      <w:r>
        <w:rPr>
          <w:rFonts w:hint="cs"/>
          <w:rtl/>
        </w:rPr>
        <w:t>ٱ</w:t>
      </w:r>
      <w:r>
        <w:rPr>
          <w:rFonts w:hint="eastAsia"/>
          <w:rtl/>
        </w:rPr>
        <w:t>لۡأَرَآ</w:t>
      </w:r>
      <w:r>
        <w:rPr>
          <w:rFonts w:hint="cs"/>
          <w:rtl/>
        </w:rPr>
        <w:t>ٮِٕ</w:t>
      </w:r>
      <w:r>
        <w:rPr>
          <w:rFonts w:hint="eastAsia"/>
          <w:rtl/>
        </w:rPr>
        <w:t>كِ</w:t>
      </w:r>
      <w:r>
        <w:rPr>
          <w:rtl/>
        </w:rPr>
        <w:t xml:space="preserve"> يَنظُرُونَ (٣٥</w:t>
      </w:r>
      <w:r w:rsidR="009229E3">
        <w:rPr>
          <w:rtl/>
        </w:rPr>
        <w:t>)</w:t>
      </w:r>
      <w:r>
        <w:rPr>
          <w:rtl/>
        </w:rPr>
        <w:t xml:space="preserve"> هَلۡ ثُوِّبَ </w:t>
      </w:r>
      <w:r>
        <w:rPr>
          <w:rFonts w:hint="cs"/>
          <w:rtl/>
        </w:rPr>
        <w:t>ٱ</w:t>
      </w:r>
      <w:r>
        <w:rPr>
          <w:rFonts w:hint="eastAsia"/>
          <w:rtl/>
        </w:rPr>
        <w:t>لۡكُفَّارُ</w:t>
      </w:r>
      <w:r>
        <w:rPr>
          <w:rtl/>
        </w:rPr>
        <w:t xml:space="preserve"> مَا كَانُواْ يَفۡعَلُونَ (٣٦</w:t>
      </w:r>
      <w:r w:rsidR="009229E3">
        <w:rPr>
          <w:rtl/>
        </w:rPr>
        <w:t>)</w:t>
      </w:r>
    </w:p>
    <w:p w:rsidR="001A403D" w:rsidRDefault="001A403D" w:rsidP="00E36567">
      <w:pPr>
        <w:pStyle w:val="libBoldItalic"/>
      </w:pPr>
      <w:r>
        <w:t>Indeed those who committed crimes used to laugh at those who believed, (29) And when they passed by them they winked (derisive glances) to each other, (30) And when they returned to their families, they returned jesting, (31) And when they saw them they said: No doubt those are surely astray. (32) And they were not sent as guardians over them. (33) So today those who believed are laughing at the disbelievers, (34) Sitting on thrones, observing. (35) Have the disbelievers been rewarded for what they used to do? (36)</w:t>
      </w:r>
    </w:p>
    <w:p w:rsidR="001A403D" w:rsidRDefault="001A403D" w:rsidP="00E36567">
      <w:pPr>
        <w:pStyle w:val="libNormal"/>
      </w:pPr>
      <w:r>
        <w:t>1-Ibne Abbas narrated about these verse: Haris bin Qais and his companions were sitting in the compound of Ka’ba, and Maola Ali asws passed by them, then they said: Look to this man whom Mohammad sawaw has chosen, and chose from his Ahlul Bait asws. And they were mocking and laughing. So it will be the day of Qiyamah, and one door between Paradise and Hell will be opened, and that day Maola Ali asws will be sitting on the throne, and will say to them (criminals): You can come here. When they will come, the door will be closed between them. Thus they will be mocked and laughed at. (al-Burhan, v8, p241)</w:t>
      </w:r>
    </w:p>
    <w:p w:rsidR="001A403D" w:rsidRDefault="001A403D" w:rsidP="009229E3">
      <w:pPr>
        <w:pStyle w:val="libCenterBold1"/>
      </w:pPr>
      <w:r>
        <w:t>Lesson:</w:t>
      </w:r>
    </w:p>
    <w:p w:rsidR="00595365" w:rsidRDefault="001A403D" w:rsidP="001A403D">
      <w:pPr>
        <w:pStyle w:val="libNormal"/>
      </w:pPr>
      <w:r>
        <w:t>1-Similar Ahadees are narrated from Imam Zainul Abideen asws and Imam Hassan Askari asws that revenge of mocking will be taken from the deniers of Walayat-e-Ali asws in the Hell. Muqassireen are also mocking by saying: Look at these Shias, in every matter they introduce Aliun Waliullah, wearing ill-omened colour black clothes doing very hard Matam ‘Ya Hussain Ya Hussain asws’ wasting blood by Zanjeer Zani, we never see them saying Namaz with us or keeping fast.</w:t>
      </w:r>
    </w:p>
    <w:p w:rsidR="00595365" w:rsidRDefault="001A403D" w:rsidP="001A403D">
      <w:pPr>
        <w:pStyle w:val="libNormal"/>
      </w:pPr>
      <w:r>
        <w:t>Yes, it is absolutely right, Masumeen asws will definitely intercede for Azadaran-e-Imam-e-Mazloom asws who are steadfast on Walayat-e-Ali asws, insha-Allah. It is also right that Momineen do not read Namaz with Muqassireen because it is sin to read Namaz without testimony of Walayat-e-Masumeen asws, rather Momineen offer Salaah at home and Angels (a.s.) offer prayer behind such Momieen who offer Salaah according to the Sunnah of Rasool Allah sawaw.</w:t>
      </w:r>
    </w:p>
    <w:p w:rsidR="00EB2345" w:rsidRDefault="00EB2345" w:rsidP="00FC02E7">
      <w:pPr>
        <w:pStyle w:val="libNormal"/>
        <w:rPr>
          <w:rtl/>
        </w:rPr>
      </w:pPr>
      <w:r>
        <w:rPr>
          <w:rFonts w:hint="eastAsia"/>
        </w:rPr>
        <w:br w:type="page"/>
      </w:r>
    </w:p>
    <w:p w:rsidR="001A403D" w:rsidRDefault="00EB2345" w:rsidP="00EB2345">
      <w:pPr>
        <w:pStyle w:val="Heading1Center"/>
      </w:pPr>
      <w:bookmarkStart w:id="79" w:name="_Toc449789472"/>
      <w:r>
        <w:rPr>
          <w:rFonts w:hint="eastAsia"/>
          <w:rtl/>
        </w:rPr>
        <w:lastRenderedPageBreak/>
        <w:t>سُوۡرَةُ</w:t>
      </w:r>
      <w:r>
        <w:rPr>
          <w:rtl/>
        </w:rPr>
        <w:t xml:space="preserve"> </w:t>
      </w:r>
      <w:r w:rsidR="001A403D">
        <w:rPr>
          <w:rtl/>
        </w:rPr>
        <w:t>الانشقاق</w:t>
      </w:r>
      <w:bookmarkEnd w:id="79"/>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لَتَرۡكَبُنَّ</w:t>
      </w:r>
      <w:r>
        <w:rPr>
          <w:rtl/>
        </w:rPr>
        <w:t xml:space="preserve"> طَبَقًا عَن طَبَقٍ۬ (١٩</w:t>
      </w:r>
      <w:r w:rsidR="009229E3">
        <w:rPr>
          <w:rtl/>
        </w:rPr>
        <w:t>)</w:t>
      </w:r>
    </w:p>
    <w:p w:rsidR="001A403D" w:rsidRDefault="001A403D" w:rsidP="00E36567">
      <w:pPr>
        <w:pStyle w:val="libBoldItalic"/>
      </w:pPr>
      <w:r>
        <w:t>Surely you will journey on from station to station. (19)</w:t>
      </w:r>
    </w:p>
    <w:p w:rsidR="001A403D" w:rsidRDefault="001A403D" w:rsidP="00E36567">
      <w:pPr>
        <w:pStyle w:val="libNormal"/>
      </w:pPr>
      <w:r>
        <w:t>1-Imam Mohammad Baqir asws said: “Surely you will journey on from station to station” means from one condition to other condition, Rasool Allah sawaw said, “You will follow the Sunnah of your former people, just as one shoe is similar to the second one, and a wing of arrow is similar to the other wing, and you will not do even a little bit mistake in following their way, not even a meter (Gaz) or ½ meter (Hath) or ¼ meter (Balisht), so much so that if your former ones entered the hole of a lizard, then you will surely enter its hole as well. It was asked: You mean Jews and Christians, Ya Rasool Allah sawaw? Said: Then what else I mean, you will surely break the joints of Islam one by one, so what you will break in your Deen first of all that is Imamat, and last is Salaah. (al-Safi, v3, p529)</w:t>
      </w:r>
    </w:p>
    <w:p w:rsidR="001A403D" w:rsidRDefault="001A403D" w:rsidP="009229E3">
      <w:pPr>
        <w:pStyle w:val="libCenterBold1"/>
      </w:pPr>
      <w:r>
        <w:t>Lesson:</w:t>
      </w:r>
    </w:p>
    <w:p w:rsidR="001A403D" w:rsidRDefault="001A403D" w:rsidP="001A403D">
      <w:pPr>
        <w:pStyle w:val="libNormal"/>
      </w:pPr>
      <w:r>
        <w:t>1-In every heavenly book Mohammad-o-Aal-e-Mohammad asws were clearly mentioned. To keep away &amp; misguide the people from that Zikr of Masumeen asws, Jew &amp; Christian scholars devised books for the public in which there was not any Zikr of Masumeen asws. Majoosi Mullas did the similar job, that instead of Quran &amp; Hadees, public is provided with Tauzihul Masa’il, in which one can not find even Kalima Tayyiba.</w:t>
      </w:r>
    </w:p>
    <w:p w:rsidR="001A403D" w:rsidRDefault="001A403D" w:rsidP="001A403D">
      <w:pPr>
        <w:pStyle w:val="libNormal"/>
      </w:pPr>
      <w:r>
        <w:t>2-According to Hadees of Rasool Allah sawaw, Muqassireen have followed all Sunnahs of Jews and Christians, rather they are now leading them. They have broken the first joint (pillar) Imamat &amp; Walayat of Islam, Majoosi Mulla is now himself Imam &amp; Wali, invitation of Walayat-e-Faqeh has plagued the whole world. And now Muqassir Mulla has broken the last pillar Salaah as well. Fatawa that recitation of Shahadat-e-Salisa nullifies Namaz are echoing in the accent of Yazid (l.u.). Those evil scholars who issued Fatawa that murder of Hussain asws is permissible, their progeny Majoosi Muqassireen are issuing a Fatwa after Fatwa to promote immodesty &amp; vulgarity.</w:t>
      </w:r>
    </w:p>
    <w:p w:rsidR="00EB2345" w:rsidRDefault="00EB2345" w:rsidP="00FC02E7">
      <w:pPr>
        <w:pStyle w:val="libNormal"/>
        <w:rPr>
          <w:rtl/>
        </w:rPr>
      </w:pPr>
      <w:r>
        <w:rPr>
          <w:rFonts w:hint="eastAsia"/>
        </w:rPr>
        <w:br w:type="page"/>
      </w:r>
    </w:p>
    <w:p w:rsidR="001A403D" w:rsidRDefault="00EB2345" w:rsidP="00EB2345">
      <w:pPr>
        <w:pStyle w:val="Heading1Center"/>
      </w:pPr>
      <w:bookmarkStart w:id="80" w:name="_Toc449789473"/>
      <w:r>
        <w:rPr>
          <w:rFonts w:hint="eastAsia"/>
          <w:rtl/>
        </w:rPr>
        <w:lastRenderedPageBreak/>
        <w:t>سُوۡرَةُ</w:t>
      </w:r>
      <w:r>
        <w:rPr>
          <w:rtl/>
        </w:rPr>
        <w:t xml:space="preserve"> </w:t>
      </w:r>
      <w:r w:rsidR="001A403D">
        <w:rPr>
          <w:rtl/>
        </w:rPr>
        <w:t>البُرُوج</w:t>
      </w:r>
      <w:bookmarkEnd w:id="80"/>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وَ</w:t>
      </w:r>
      <w:r>
        <w:rPr>
          <w:rFonts w:hint="cs"/>
          <w:rtl/>
        </w:rPr>
        <w:t>ٱ</w:t>
      </w:r>
      <w:r>
        <w:rPr>
          <w:rFonts w:hint="eastAsia"/>
          <w:rtl/>
        </w:rPr>
        <w:t>لسَّمَآءِ</w:t>
      </w:r>
      <w:r>
        <w:rPr>
          <w:rtl/>
        </w:rPr>
        <w:t xml:space="preserve"> ذَاتِ </w:t>
      </w:r>
      <w:r>
        <w:rPr>
          <w:rFonts w:hint="cs"/>
          <w:rtl/>
        </w:rPr>
        <w:t>ٱ</w:t>
      </w:r>
      <w:r>
        <w:rPr>
          <w:rFonts w:hint="eastAsia"/>
          <w:rtl/>
        </w:rPr>
        <w:t>لۡبُرُوجِ</w:t>
      </w:r>
      <w:r>
        <w:rPr>
          <w:rtl/>
        </w:rPr>
        <w:t xml:space="preserve"> (١</w:t>
      </w:r>
      <w:r w:rsidR="009229E3">
        <w:rPr>
          <w:rtl/>
        </w:rPr>
        <w:t>)</w:t>
      </w:r>
      <w:r>
        <w:rPr>
          <w:rtl/>
        </w:rPr>
        <w:t xml:space="preserve"> وَ</w:t>
      </w:r>
      <w:r>
        <w:rPr>
          <w:rFonts w:hint="cs"/>
          <w:rtl/>
        </w:rPr>
        <w:t>ٱ</w:t>
      </w:r>
      <w:r>
        <w:rPr>
          <w:rFonts w:hint="eastAsia"/>
          <w:rtl/>
        </w:rPr>
        <w:t>لۡيَوۡمِ</w:t>
      </w:r>
      <w:r>
        <w:rPr>
          <w:rtl/>
        </w:rPr>
        <w:t xml:space="preserve"> </w:t>
      </w:r>
      <w:r>
        <w:rPr>
          <w:rFonts w:hint="cs"/>
          <w:rtl/>
        </w:rPr>
        <w:t>ٱ</w:t>
      </w:r>
      <w:r>
        <w:rPr>
          <w:rFonts w:hint="eastAsia"/>
          <w:rtl/>
        </w:rPr>
        <w:t>لۡمَوۡعُودِ</w:t>
      </w:r>
      <w:r>
        <w:rPr>
          <w:rtl/>
        </w:rPr>
        <w:t xml:space="preserve"> (٢</w:t>
      </w:r>
      <w:r w:rsidR="009229E3">
        <w:rPr>
          <w:rtl/>
        </w:rPr>
        <w:t>)</w:t>
      </w:r>
      <w:r>
        <w:rPr>
          <w:rtl/>
        </w:rPr>
        <w:t xml:space="preserve"> وَشَاهِدٍ۬ وَمَشۡ</w:t>
      </w:r>
      <w:r w:rsidR="001E6BAB" w:rsidRPr="001E6BAB">
        <w:rPr>
          <w:rFonts w:hint="cs"/>
          <w:rtl/>
        </w:rPr>
        <w:t>ه</w:t>
      </w:r>
      <w:r w:rsidRPr="00595365">
        <w:rPr>
          <w:rFonts w:hint="cs"/>
          <w:rtl/>
        </w:rPr>
        <w:t>ودٍ۬ (٣</w:t>
      </w:r>
      <w:r w:rsidR="009229E3">
        <w:rPr>
          <w:rtl/>
        </w:rPr>
        <w:t>)</w:t>
      </w:r>
    </w:p>
    <w:p w:rsidR="001A403D" w:rsidRDefault="001A403D" w:rsidP="00E36567">
      <w:pPr>
        <w:pStyle w:val="libBoldItalic"/>
      </w:pPr>
      <w:r>
        <w:t>By the heaven, having mansions of the stars, (1) And by the Promised Day. (2) And by Shahid (the witness) and Mash’hood (about whom testimony is given), (3)</w:t>
      </w:r>
    </w:p>
    <w:p w:rsidR="001A403D" w:rsidRDefault="001A403D" w:rsidP="00E36567">
      <w:pPr>
        <w:pStyle w:val="libNormal"/>
      </w:pPr>
      <w:r>
        <w:t>1-Rasool Allah sawaw said: Zikr of Allah Azza wa Jalla is Ibadat (worship) and my Zikr is Ibadat, and Zikr of Ali asws is Ibadat and Zikr of Imams asws in his progeny is Ibadat, and by Him Who raised me with Nabuwat and made me superior to all the creations, no doubt my Wasi asws is surely superior to all Aosiya (a.s.), and he is certainly Hujjat of Allah upon the servants of Allah, and he &amp; those who are guiding Imams asws in his progeny after him are His Khalifa upon His creations, and due to their (asws) sake Allah has suspended (holding) punishment on the inhabitants of the earth, and due to their sake sky is held from falling on the earth with the permission of Allah, and due to their sake hills are held from falling on the people, and due to their sake creations are quenched with rain, and due to their sake plants grow, the they are the Aoliya-e-Haqq (the true guardians) of Allah, and His true Khulafa, their number is equal to the number of the months and that is twelve months, and their number is equal to the number of successors of Musa bin Imran (a.s.), “By the sky having Burooj” so I am the sky and Burooj are Imams asws after me, the first among them is Ali asws, and the last among them is Mahdi asws. (al-Burhan, v8, p250)</w:t>
      </w:r>
    </w:p>
    <w:p w:rsidR="001A403D" w:rsidRDefault="001A403D" w:rsidP="00E36567">
      <w:pPr>
        <w:pStyle w:val="libNormal"/>
      </w:pPr>
      <w:r>
        <w:t>2-Imam Jafar Sadiq asws said: Shahid is Nabi sawaw and Mash’hood is Amirul Momineen asws. (al-Burhan, v8, p250)</w:t>
      </w:r>
    </w:p>
    <w:p w:rsidR="001A403D" w:rsidRDefault="001A403D" w:rsidP="009229E3">
      <w:pPr>
        <w:pStyle w:val="libCenterBold1"/>
      </w:pPr>
      <w:r>
        <w:t>Lesson:</w:t>
      </w:r>
    </w:p>
    <w:p w:rsidR="001A403D" w:rsidRDefault="001A403D" w:rsidP="001A403D">
      <w:pPr>
        <w:pStyle w:val="libNormal"/>
      </w:pPr>
      <w:r>
        <w:t>1-Nabi Akram sawaw is Shahid, who gives Shahadat (witness), and Maola Ali asws is Mash’hood, the testimony of whose Walayat Rasool Allah sawaw used to give during Salaah. And Zikr of Ali asws is Ibadat. Doomed Muqassir Mulla is trying to exit Zikr of Ali asws from Ibadaat. Which reprieve Allah has given to Muqassir Mulla along with Shaitan, they are taking its wrong benefit. Namak-Haram (unfaithful) Mulla is getting bounties &amp; provisions of Allah for the sake of Maola Ali asws, but he is doing all evil deeds like pigs.</w:t>
      </w:r>
    </w:p>
    <w:p w:rsidR="00EB2345" w:rsidRDefault="00EB2345" w:rsidP="00FC02E7">
      <w:pPr>
        <w:pStyle w:val="libNormal"/>
        <w:rPr>
          <w:rtl/>
        </w:rPr>
      </w:pPr>
      <w:r>
        <w:rPr>
          <w:rFonts w:hint="eastAsia"/>
        </w:rPr>
        <w:br w:type="page"/>
      </w:r>
    </w:p>
    <w:p w:rsidR="001A403D" w:rsidRDefault="00EB2345" w:rsidP="00EB2345">
      <w:pPr>
        <w:pStyle w:val="Heading1Center"/>
      </w:pPr>
      <w:bookmarkStart w:id="81" w:name="_Toc449789474"/>
      <w:r>
        <w:rPr>
          <w:rFonts w:hint="eastAsia"/>
          <w:rtl/>
        </w:rPr>
        <w:lastRenderedPageBreak/>
        <w:t>سُوۡرَةُ</w:t>
      </w:r>
      <w:r>
        <w:rPr>
          <w:rtl/>
        </w:rPr>
        <w:t xml:space="preserve"> </w:t>
      </w:r>
      <w:r w:rsidR="001A403D">
        <w:rPr>
          <w:rtl/>
        </w:rPr>
        <w:t>الطّارق</w:t>
      </w:r>
      <w:bookmarkEnd w:id="81"/>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وَ</w:t>
      </w:r>
      <w:r>
        <w:rPr>
          <w:rFonts w:hint="cs"/>
          <w:rtl/>
        </w:rPr>
        <w:t>ٱ</w:t>
      </w:r>
      <w:r>
        <w:rPr>
          <w:rFonts w:hint="eastAsia"/>
          <w:rtl/>
        </w:rPr>
        <w:t>لسَّمَآءِ</w:t>
      </w:r>
      <w:r>
        <w:rPr>
          <w:rtl/>
        </w:rPr>
        <w:t xml:space="preserve"> وَ</w:t>
      </w:r>
      <w:r>
        <w:rPr>
          <w:rFonts w:hint="cs"/>
          <w:rtl/>
        </w:rPr>
        <w:t>ٱ</w:t>
      </w:r>
      <w:r>
        <w:rPr>
          <w:rFonts w:hint="eastAsia"/>
          <w:rtl/>
        </w:rPr>
        <w:t>لطَّارِقِ</w:t>
      </w:r>
      <w:r>
        <w:rPr>
          <w:rtl/>
        </w:rPr>
        <w:t xml:space="preserve"> (١</w:t>
      </w:r>
      <w:r w:rsidR="009229E3">
        <w:rPr>
          <w:rtl/>
        </w:rPr>
        <w:t>)</w:t>
      </w:r>
      <w:r>
        <w:rPr>
          <w:rtl/>
        </w:rPr>
        <w:t xml:space="preserve"> وَمَآ أَدۡرَ</w:t>
      </w:r>
      <w:r>
        <w:rPr>
          <w:rFonts w:hint="cs"/>
          <w:rtl/>
        </w:rPr>
        <w:t>ٮٰ</w:t>
      </w:r>
      <w:r>
        <w:rPr>
          <w:rFonts w:hint="eastAsia"/>
          <w:rtl/>
        </w:rPr>
        <w:t>كَ</w:t>
      </w:r>
      <w:r>
        <w:rPr>
          <w:rtl/>
        </w:rPr>
        <w:t xml:space="preserve"> مَا </w:t>
      </w:r>
      <w:r>
        <w:rPr>
          <w:rFonts w:hint="cs"/>
          <w:rtl/>
        </w:rPr>
        <w:t>ٱ</w:t>
      </w:r>
      <w:r>
        <w:rPr>
          <w:rFonts w:hint="eastAsia"/>
          <w:rtl/>
        </w:rPr>
        <w:t>لطَّارِقُ</w:t>
      </w:r>
      <w:r>
        <w:rPr>
          <w:rtl/>
        </w:rPr>
        <w:t xml:space="preserve"> (٢</w:t>
      </w:r>
      <w:r w:rsidR="009229E3">
        <w:rPr>
          <w:rtl/>
        </w:rPr>
        <w:t>)</w:t>
      </w:r>
      <w:r>
        <w:rPr>
          <w:rtl/>
        </w:rPr>
        <w:t xml:space="preserve"> </w:t>
      </w:r>
      <w:r>
        <w:rPr>
          <w:rFonts w:hint="cs"/>
          <w:rtl/>
        </w:rPr>
        <w:t>ٱ</w:t>
      </w:r>
      <w:r>
        <w:rPr>
          <w:rFonts w:hint="eastAsia"/>
          <w:rtl/>
        </w:rPr>
        <w:t>لنَّجۡمُ</w:t>
      </w:r>
      <w:r>
        <w:rPr>
          <w:rtl/>
        </w:rPr>
        <w:t xml:space="preserve"> </w:t>
      </w:r>
      <w:r>
        <w:rPr>
          <w:rFonts w:hint="cs"/>
          <w:rtl/>
        </w:rPr>
        <w:t>ٱ</w:t>
      </w:r>
      <w:r>
        <w:rPr>
          <w:rFonts w:hint="eastAsia"/>
          <w:rtl/>
        </w:rPr>
        <w:t>لثَّاقِبُ</w:t>
      </w:r>
      <w:r>
        <w:rPr>
          <w:rtl/>
        </w:rPr>
        <w:t xml:space="preserve"> (٣</w:t>
      </w:r>
      <w:r w:rsidR="009229E3">
        <w:rPr>
          <w:rtl/>
        </w:rPr>
        <w:t>)</w:t>
      </w:r>
    </w:p>
    <w:p w:rsidR="001A403D" w:rsidRDefault="001A403D" w:rsidP="00E36567">
      <w:pPr>
        <w:pStyle w:val="libBoldItalic"/>
      </w:pPr>
      <w:r>
        <w:t>By the heaven and Tariq (which rises at night), (1) And you do not know what is Tariq, (2) - The piercing bright Star! (3)</w:t>
      </w:r>
    </w:p>
    <w:p w:rsidR="001A403D" w:rsidRDefault="001A403D" w:rsidP="00E36567">
      <w:pPr>
        <w:pStyle w:val="libNormal"/>
      </w:pPr>
      <w:r>
        <w:t>1-According to the saying of Imam Jafar Sadiq asws this Najam (Star) is the star of Amirul Momineen asws and Aosiya asws, which rises on the seventh sky, and its piercing light illuminates the sky of the world (first sky), therefore Allah Azza wa Jalla has given its name Najam-us-Saqib there. (al-Burhan, v8, p285)</w:t>
      </w:r>
    </w:p>
    <w:p w:rsidR="001A403D" w:rsidRDefault="001A403D" w:rsidP="009229E3">
      <w:pPr>
        <w:pStyle w:val="libCenterBold1"/>
      </w:pPr>
      <w:r>
        <w:t>Lesson:</w:t>
      </w:r>
    </w:p>
    <w:p w:rsidR="001A403D" w:rsidRDefault="001A403D" w:rsidP="001A403D">
      <w:pPr>
        <w:pStyle w:val="libNormal"/>
      </w:pPr>
      <w:r>
        <w:t>1-One swears by that thing which is superior or beloved or whose greatness or importance has to be made obvious. Allah Ta’ala is the Creator and Master of everyone, nothing to superior to Him. So Allah Ta’ala swears by His most Beloved personalities or He swears by those things which are related to them (asws), so that their greatness should be obvious to Muqassireen and no objection &amp; excuse (Hujjat) should be left for them that they did not know. Allah Ta’ala swears by Masumeen asws, and ill-fated Mulla issues Fatawa against them, usurps their rights, takes their Alqabaat which are forbidden for anyone.</w:t>
      </w:r>
    </w:p>
    <w:p w:rsidR="001A403D" w:rsidRDefault="001A403D" w:rsidP="001A403D">
      <w:pPr>
        <w:pStyle w:val="libNormal"/>
      </w:pPr>
      <w:r>
        <w:t>Star of Walayat-e-Ali asws illuminates all the skies. Crooked limbed one-eyed Raja of blind Muqallideen is trying to pull people out of Noor-e-Walayat to put them in his dark slums of Walayat-e-Faqeh.</w:t>
      </w:r>
    </w:p>
    <w:p w:rsidR="00EB2345" w:rsidRDefault="00EB2345" w:rsidP="00FC02E7">
      <w:pPr>
        <w:pStyle w:val="libNormal"/>
        <w:rPr>
          <w:rtl/>
        </w:rPr>
      </w:pPr>
      <w:r>
        <w:rPr>
          <w:rFonts w:hint="eastAsia"/>
        </w:rPr>
        <w:br w:type="page"/>
      </w:r>
    </w:p>
    <w:p w:rsidR="001A403D" w:rsidRDefault="00EB2345" w:rsidP="00EB2345">
      <w:pPr>
        <w:pStyle w:val="Heading1Center"/>
      </w:pPr>
      <w:bookmarkStart w:id="82" w:name="_Toc449789475"/>
      <w:r>
        <w:rPr>
          <w:rFonts w:hint="eastAsia"/>
          <w:rtl/>
        </w:rPr>
        <w:lastRenderedPageBreak/>
        <w:t>سُوۡرَةُ</w:t>
      </w:r>
      <w:r>
        <w:rPr>
          <w:rtl/>
        </w:rPr>
        <w:t xml:space="preserve"> </w:t>
      </w:r>
      <w:r w:rsidR="001A403D">
        <w:rPr>
          <w:rtl/>
        </w:rPr>
        <w:t>الا</w:t>
      </w:r>
      <w:r w:rsidR="001A403D">
        <w:rPr>
          <w:rFonts w:hint="cs"/>
          <w:rtl/>
        </w:rPr>
        <w:t>ٴ</w:t>
      </w:r>
      <w:r w:rsidR="001A403D">
        <w:rPr>
          <w:rFonts w:hint="eastAsia"/>
          <w:rtl/>
        </w:rPr>
        <w:t>عل</w:t>
      </w:r>
      <w:r w:rsidR="001A403D">
        <w:rPr>
          <w:rFonts w:hint="cs"/>
          <w:rtl/>
        </w:rPr>
        <w:t>ی</w:t>
      </w:r>
      <w:bookmarkEnd w:id="82"/>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سَبِّحِ</w:t>
      </w:r>
      <w:r>
        <w:rPr>
          <w:rtl/>
        </w:rPr>
        <w:t xml:space="preserve"> </w:t>
      </w:r>
      <w:r>
        <w:rPr>
          <w:rFonts w:hint="cs"/>
          <w:rtl/>
        </w:rPr>
        <w:t>ٱ</w:t>
      </w:r>
      <w:r>
        <w:rPr>
          <w:rFonts w:hint="eastAsia"/>
          <w:rtl/>
        </w:rPr>
        <w:t>سۡمَ</w:t>
      </w:r>
      <w:r>
        <w:rPr>
          <w:rtl/>
        </w:rPr>
        <w:t xml:space="preserve"> رَبِّكَ </w:t>
      </w:r>
      <w:r>
        <w:rPr>
          <w:rFonts w:hint="cs"/>
          <w:rtl/>
        </w:rPr>
        <w:t>ٱ</w:t>
      </w:r>
      <w:r>
        <w:rPr>
          <w:rFonts w:hint="eastAsia"/>
          <w:rtl/>
        </w:rPr>
        <w:t>لۡأَعۡلَى</w:t>
      </w:r>
      <w:r>
        <w:rPr>
          <w:rtl/>
        </w:rPr>
        <w:t xml:space="preserve"> (١</w:t>
      </w:r>
      <w:r w:rsidR="009229E3">
        <w:rPr>
          <w:rtl/>
        </w:rPr>
        <w:t>)</w:t>
      </w:r>
    </w:p>
    <w:p w:rsidR="001A403D" w:rsidRDefault="001A403D" w:rsidP="00E36567">
      <w:pPr>
        <w:pStyle w:val="libBoldItalic"/>
      </w:pPr>
      <w:r>
        <w:t>Exalt the Ism (Name) of your Rabb the Most High, (1)</w:t>
      </w:r>
    </w:p>
    <w:p w:rsidR="001A403D" w:rsidRDefault="001A403D" w:rsidP="00385B48">
      <w:pPr>
        <w:pStyle w:val="libAr"/>
      </w:pPr>
      <w:r>
        <w:rPr>
          <w:rFonts w:hint="eastAsia"/>
          <w:rtl/>
        </w:rPr>
        <w:t>قَدۡ</w:t>
      </w:r>
      <w:r>
        <w:rPr>
          <w:rtl/>
        </w:rPr>
        <w:t xml:space="preserve"> أَفۡلَحَ مَن تَزَكَّىٰ (١٤</w:t>
      </w:r>
      <w:r w:rsidR="009229E3">
        <w:rPr>
          <w:rtl/>
        </w:rPr>
        <w:t>)</w:t>
      </w:r>
      <w:r>
        <w:rPr>
          <w:rtl/>
        </w:rPr>
        <w:t xml:space="preserve"> وَذَكَرَ </w:t>
      </w:r>
      <w:r>
        <w:rPr>
          <w:rFonts w:hint="cs"/>
          <w:rtl/>
        </w:rPr>
        <w:t>ٱ</w:t>
      </w:r>
      <w:r>
        <w:rPr>
          <w:rFonts w:hint="eastAsia"/>
          <w:rtl/>
        </w:rPr>
        <w:t>سۡمَ</w:t>
      </w:r>
      <w:r>
        <w:rPr>
          <w:rtl/>
        </w:rPr>
        <w:t xml:space="preserve"> رَبِّهِ</w:t>
      </w:r>
      <w:r>
        <w:rPr>
          <w:rFonts w:hint="cs"/>
          <w:rtl/>
        </w:rPr>
        <w:t>ۦ</w:t>
      </w:r>
      <w:r>
        <w:rPr>
          <w:rtl/>
        </w:rPr>
        <w:t xml:space="preserve"> فَصَلَّىٰ (١٥</w:t>
      </w:r>
      <w:r w:rsidR="009229E3">
        <w:rPr>
          <w:rtl/>
        </w:rPr>
        <w:t>)</w:t>
      </w:r>
    </w:p>
    <w:p w:rsidR="001A403D" w:rsidRDefault="001A403D" w:rsidP="00E36567">
      <w:pPr>
        <w:pStyle w:val="libBoldItalic"/>
      </w:pPr>
      <w:r>
        <w:t>He is certainly successful who purifies himself, (14) And does Zikr (mentions) of the Ism (Name) of his Rabb, then offers Salaah, (15)</w:t>
      </w:r>
    </w:p>
    <w:p w:rsidR="001A403D" w:rsidRDefault="001A403D" w:rsidP="00E36567">
      <w:pPr>
        <w:pStyle w:val="libNormal"/>
      </w:pPr>
      <w:r>
        <w:t>1-Amirul Momineen asws said about the saying of Allah Azza wa Jalla, “Do Tasbeh of the Ism of your Rabb al-A’la”: Allah wrote on the pillar of Arsh one thousand years before the creation of the heavens and the earths “La ilaha illallah Wahdahu la sharika lahu wa unna Mohammadan Abduhu wa Rasoolohu fa ash’hadu bihima wa unna Aliyan Wasi o Mohammad” (al-Burhan, v8, p263)</w:t>
      </w:r>
    </w:p>
    <w:p w:rsidR="001A403D" w:rsidRDefault="001A403D" w:rsidP="00E36567">
      <w:pPr>
        <w:pStyle w:val="libNormal"/>
      </w:pPr>
      <w:r>
        <w:t>2-Imam Jafar Sadiq asws said: Paying Zakah completes fast, just as reciting Salawat on Nabi Akram sawaw completes Salaah. And who kept fast but did not give Zakah, then his fast is not accepted if he left it knowingly. And who read Salaah and did not recited Salawat on Nabi Akram sawaw and left it knowingly then his Salaah is naught, no doubt due to this only Allah Azza wa Jalla accepts Salaah, He says, “He is certainly successful who purifies himself, and does Zikr of the Ism of his Rabb, then offers Salaah” (al-Burhan, v8, p263)</w:t>
      </w:r>
    </w:p>
    <w:p w:rsidR="001A403D" w:rsidRDefault="001A403D" w:rsidP="00E36567">
      <w:pPr>
        <w:pStyle w:val="libNormal"/>
      </w:pPr>
      <w:r>
        <w:t>3-Imam Ali Raza asws asked Obaidullah Dehqan: What is the meaning of the saying of Allah, “and does Zikr of the Ism of his Rabb, then offers Salaah”? He said: When you do Zikr of the Ism of your Rabb then stand and offer Salaah. Said: Then Allah Azza wa Jalla gave much trouble (to servants) by this! He replied: I sacrifice on you, then what is the meaning? Said: Whenever you mention the Name of your Rabb, then recite Salawat on Mohammad-o-Aal-e-Mohammad asws. (al-Burhan, v8, p263)</w:t>
      </w:r>
    </w:p>
    <w:p w:rsidR="001A403D" w:rsidRDefault="001A403D" w:rsidP="009229E3">
      <w:pPr>
        <w:pStyle w:val="libCenterBold1"/>
      </w:pPr>
      <w:r>
        <w:t>Lesson:</w:t>
      </w:r>
    </w:p>
    <w:p w:rsidR="001A403D" w:rsidRDefault="001A403D" w:rsidP="001A403D">
      <w:pPr>
        <w:pStyle w:val="libNormal"/>
      </w:pPr>
      <w:r>
        <w:t>1-Maola Ali asws made it clear that Zikr &amp; Tasbeh of Allah is testimony of Tauheed &amp; Risalat &amp; Walayat which is written on Arsh before the creation of the universe. And all Muslims believe &amp; agree that Salaah is not accepted without reciting Salawat on Mohammad-o-Aal-e-Mohammad asws. So it is obvious that Fatwa of Muqassir Mulla that testimony of Walayat-e-Ali asws nullifies Namaz, is transpired by Shaitan. How Salaah can be nullified by reciting complete Kalima Tayyiba with three testimonies which is written on Arsh, Kursi, and Paradise. Then according to Zunn-e-ijtihadi Arsh, Kursi, and Paradise are also Batil because Aliun Waliullah is written on them. But in fact Paradise is Haraam on Muqassir Mulla who issues Fatawa against Walayat &amp; Azadari, therefore knowingly &amp; willingly he does not testify Walayat-e-Ali asws, and in reality he is recruiting his Yazidi companions for the Hell to gain majority to establish Majoosi government in the Hereafter as well.</w:t>
      </w:r>
    </w:p>
    <w:p w:rsidR="001A403D" w:rsidRDefault="001A403D" w:rsidP="00385B48">
      <w:pPr>
        <w:pStyle w:val="libAr"/>
      </w:pPr>
      <w:r>
        <w:rPr>
          <w:rFonts w:hint="eastAsia"/>
          <w:rtl/>
        </w:rPr>
        <w:lastRenderedPageBreak/>
        <w:t>بَلۡ</w:t>
      </w:r>
      <w:r>
        <w:rPr>
          <w:rtl/>
        </w:rPr>
        <w:t xml:space="preserve"> تُؤۡثِرُونَ </w:t>
      </w:r>
      <w:r>
        <w:rPr>
          <w:rFonts w:hint="cs"/>
          <w:rtl/>
        </w:rPr>
        <w:t>ٱ</w:t>
      </w:r>
      <w:r>
        <w:rPr>
          <w:rFonts w:hint="eastAsia"/>
          <w:rtl/>
        </w:rPr>
        <w:t>لۡحَيَوٰةَ</w:t>
      </w:r>
      <w:r>
        <w:rPr>
          <w:rtl/>
        </w:rPr>
        <w:t xml:space="preserve"> </w:t>
      </w:r>
      <w:r>
        <w:rPr>
          <w:rFonts w:hint="cs"/>
          <w:rtl/>
        </w:rPr>
        <w:t>ٱ</w:t>
      </w:r>
      <w:r>
        <w:rPr>
          <w:rFonts w:hint="eastAsia"/>
          <w:rtl/>
        </w:rPr>
        <w:t>لدُّنۡيَا</w:t>
      </w:r>
      <w:r>
        <w:rPr>
          <w:rtl/>
        </w:rPr>
        <w:t xml:space="preserve"> (١٦</w:t>
      </w:r>
      <w:r w:rsidR="009229E3">
        <w:rPr>
          <w:rtl/>
        </w:rPr>
        <w:t>)</w:t>
      </w:r>
      <w:r>
        <w:rPr>
          <w:rtl/>
        </w:rPr>
        <w:t xml:space="preserve"> وَ</w:t>
      </w:r>
      <w:r>
        <w:rPr>
          <w:rFonts w:hint="cs"/>
          <w:rtl/>
        </w:rPr>
        <w:t>ٱ</w:t>
      </w:r>
      <w:r>
        <w:rPr>
          <w:rFonts w:hint="eastAsia"/>
          <w:rtl/>
        </w:rPr>
        <w:t>لۡأَخِرَةُ</w:t>
      </w:r>
      <w:r>
        <w:rPr>
          <w:rtl/>
        </w:rPr>
        <w:t xml:space="preserve"> خَيۡرٌ۬ وَأَبۡقَىٰٓ (١٧</w:t>
      </w:r>
      <w:r w:rsidR="009229E3">
        <w:rPr>
          <w:rtl/>
        </w:rPr>
        <w:t>)</w:t>
      </w:r>
      <w:r>
        <w:rPr>
          <w:rtl/>
        </w:rPr>
        <w:t xml:space="preserve"> إِنَّ هَـٰذَا لَفِى </w:t>
      </w:r>
      <w:r>
        <w:rPr>
          <w:rFonts w:hint="cs"/>
          <w:rtl/>
        </w:rPr>
        <w:t>ٱ</w:t>
      </w:r>
      <w:r>
        <w:rPr>
          <w:rFonts w:hint="eastAsia"/>
          <w:rtl/>
        </w:rPr>
        <w:t>لصُّحُفِ</w:t>
      </w:r>
      <w:r>
        <w:rPr>
          <w:rtl/>
        </w:rPr>
        <w:t xml:space="preserve"> </w:t>
      </w:r>
      <w:r>
        <w:rPr>
          <w:rFonts w:hint="cs"/>
          <w:rtl/>
        </w:rPr>
        <w:t>ٱ</w:t>
      </w:r>
      <w:r>
        <w:rPr>
          <w:rFonts w:hint="eastAsia"/>
          <w:rtl/>
        </w:rPr>
        <w:t>لۡأُولَىٰ</w:t>
      </w:r>
      <w:r>
        <w:rPr>
          <w:rtl/>
        </w:rPr>
        <w:t xml:space="preserve"> (١٨</w:t>
      </w:r>
      <w:r w:rsidR="009229E3">
        <w:rPr>
          <w:rtl/>
        </w:rPr>
        <w:t>)</w:t>
      </w:r>
      <w:r>
        <w:rPr>
          <w:rtl/>
        </w:rPr>
        <w:t xml:space="preserve"> صُحُفِ إِبۡرَ</w:t>
      </w:r>
      <w:r w:rsidR="005B7B9E" w:rsidRPr="005B7B9E">
        <w:rPr>
          <w:rFonts w:hint="cs"/>
          <w:rtl/>
        </w:rPr>
        <w:t>ا</w:t>
      </w:r>
      <w:r>
        <w:rPr>
          <w:rFonts w:hint="eastAsia"/>
          <w:rtl/>
        </w:rPr>
        <w:t>هِيمَ</w:t>
      </w:r>
      <w:r>
        <w:rPr>
          <w:rtl/>
        </w:rPr>
        <w:t xml:space="preserve"> وَمُوسَىٰ (١٩</w:t>
      </w:r>
      <w:r w:rsidR="009229E3">
        <w:rPr>
          <w:rtl/>
        </w:rPr>
        <w:t>)</w:t>
      </w:r>
    </w:p>
    <w:p w:rsidR="001A403D" w:rsidRDefault="001A403D" w:rsidP="00E36567">
      <w:pPr>
        <w:pStyle w:val="libBoldItalic"/>
      </w:pPr>
      <w:r>
        <w:t>But you prefer the life of the world (16) While the Hereafter is better and more lasting. (17) No doubt this is in the former Scriptures. (18) The Scriptures of Ibraheem and Musa. (19)</w:t>
      </w:r>
    </w:p>
    <w:p w:rsidR="001A403D" w:rsidRDefault="001A403D" w:rsidP="00E36567">
      <w:pPr>
        <w:pStyle w:val="libNormal"/>
      </w:pPr>
      <w:r>
        <w:t>1-Imam Jafar Sadiq asws said about the saying of Allah, “But you prefer the worldly life”: It means Walayat of the opponents of Walayat-e-Ali asws, “While the Hereafter is better and more lasting” means Walayat of Amirul Momineen asws, “No doubt this is in the former Scriptures, the Scriptures of Ibraheem and Musa” (al-Burhan, v8, p264)</w:t>
      </w:r>
    </w:p>
    <w:p w:rsidR="001A403D" w:rsidRDefault="001A403D" w:rsidP="00E36567">
      <w:pPr>
        <w:pStyle w:val="libNormal"/>
      </w:pPr>
      <w:r>
        <w:t>2-Imam Ali Raza asws said: Walayat-e-Ali asws is written in the Scriptures of all the Prophets (a.s.), and Allah has not raised any Rasool (a.s.) but on the basis of Nabuwat of Mohammad sawaw and Wasayat (vicegerency) of Ali asws. (al-Burhan, v8, p264)</w:t>
      </w:r>
    </w:p>
    <w:p w:rsidR="001A403D" w:rsidRDefault="001A403D" w:rsidP="009229E3">
      <w:pPr>
        <w:pStyle w:val="libCenterBold1"/>
      </w:pPr>
      <w:r>
        <w:t>Lesson:</w:t>
      </w:r>
    </w:p>
    <w:p w:rsidR="001A403D" w:rsidRDefault="001A403D" w:rsidP="001A403D">
      <w:pPr>
        <w:pStyle w:val="libNormal"/>
      </w:pPr>
      <w:r>
        <w:t>1-One hundred and four (104) heavenly books are mentioned in Ahadees, in which Allah prescribed Walayat-e-Ali asws, and made it obligatory to believe and testify it on all Ummahs. And Allah put the same condition to bestow Nabuwat &amp; Risalat as well, i.e. testimony of Walayat of Masumeen asws. Woe &amp; destruction to Majoosi Muqassireen that in spite of this still they do not find the proof of testimony of Walayat-e-Ali asws. Therefore such blind of wisdom &amp; intelligence utter nonsense that ‘Ali un Waliullah’ is not a part of Kalima, Azaan, Aqamah, or Tashahud. Furthermore they talk nonsense that if Walayat-e-Ali asws was so important then show us the name of Maola Ali asws in Quran. How one can show something in Quran who is blind, who does not believe in whole Quran, who hardly could understand 500 verses. Otherwise Maola Ali asws is mentioned in more than one thousand five hundred verses. Holy name of Maola Ali asws is mentioned in verse 50 of Sura Mariyam, verse 41 of Sura Hajar, and verse 4 of Sura Zukhraf, and Murtaza is mentioned in verse 27 of Sura Jinn, Kalima with Ali asws is mentioned in verse 40 of Sura Taobah. But still Muqassireen are leaving Walayat-e-Ali asws and they are running after the mirage of Walayat of Mulla. Moreover such thoughtless &amp; unwise think &amp; say that Walayat of Mulla is also from Allah, it is just as what Samri said about the Calf. Two loves can not be in one heart together, and even that of Maola Ali asws and of those who are jealous to him and steal his Alqabaat!</w:t>
      </w:r>
    </w:p>
    <w:p w:rsidR="00EB2345" w:rsidRDefault="00EB2345" w:rsidP="00FC02E7">
      <w:pPr>
        <w:pStyle w:val="libNormal"/>
        <w:rPr>
          <w:rtl/>
        </w:rPr>
      </w:pPr>
      <w:r>
        <w:rPr>
          <w:rFonts w:hint="eastAsia"/>
        </w:rPr>
        <w:br w:type="page"/>
      </w:r>
    </w:p>
    <w:p w:rsidR="001A403D" w:rsidRDefault="00EB2345" w:rsidP="00EB2345">
      <w:pPr>
        <w:pStyle w:val="Heading1Center"/>
      </w:pPr>
      <w:bookmarkStart w:id="83" w:name="_Toc449789476"/>
      <w:r>
        <w:rPr>
          <w:rFonts w:hint="eastAsia"/>
          <w:rtl/>
        </w:rPr>
        <w:lastRenderedPageBreak/>
        <w:t>سُوۡرَةُ</w:t>
      </w:r>
      <w:r>
        <w:rPr>
          <w:rtl/>
        </w:rPr>
        <w:t xml:space="preserve"> </w:t>
      </w:r>
      <w:r w:rsidR="001A403D">
        <w:rPr>
          <w:rtl/>
        </w:rPr>
        <w:t>الغَاشِ</w:t>
      </w:r>
      <w:r w:rsidR="001A403D">
        <w:rPr>
          <w:rFonts w:hint="cs"/>
          <w:rtl/>
        </w:rPr>
        <w:t>یَ</w:t>
      </w:r>
      <w:r w:rsidR="001A403D">
        <w:rPr>
          <w:rFonts w:hint="eastAsia"/>
          <w:rtl/>
        </w:rPr>
        <w:t>ة</w:t>
      </w:r>
      <w:bookmarkEnd w:id="83"/>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هَلۡ</w:t>
      </w:r>
      <w:r>
        <w:rPr>
          <w:rtl/>
        </w:rPr>
        <w:t xml:space="preserve"> أَتَ</w:t>
      </w:r>
      <w:r>
        <w:rPr>
          <w:rFonts w:hint="cs"/>
          <w:rtl/>
        </w:rPr>
        <w:t>ٮٰ</w:t>
      </w:r>
      <w:r>
        <w:rPr>
          <w:rFonts w:hint="eastAsia"/>
          <w:rtl/>
        </w:rPr>
        <w:t>كَ</w:t>
      </w:r>
      <w:r>
        <w:rPr>
          <w:rtl/>
        </w:rPr>
        <w:t xml:space="preserve"> حَدِيثُ </w:t>
      </w:r>
      <w:r>
        <w:rPr>
          <w:rFonts w:hint="cs"/>
          <w:rtl/>
        </w:rPr>
        <w:t>ٱ</w:t>
      </w:r>
      <w:r>
        <w:rPr>
          <w:rFonts w:hint="eastAsia"/>
          <w:rtl/>
        </w:rPr>
        <w:t>لۡغَـٰشِيَةِ</w:t>
      </w:r>
      <w:r>
        <w:rPr>
          <w:rtl/>
        </w:rPr>
        <w:t xml:space="preserve"> (١</w:t>
      </w:r>
      <w:r w:rsidR="009229E3">
        <w:rPr>
          <w:rtl/>
        </w:rPr>
        <w:t>)</w:t>
      </w:r>
      <w:r>
        <w:rPr>
          <w:rtl/>
        </w:rPr>
        <w:t xml:space="preserve"> وُجُوهٌ۬ يَوۡمَ</w:t>
      </w:r>
      <w:r>
        <w:rPr>
          <w:rFonts w:hint="cs"/>
          <w:rtl/>
        </w:rPr>
        <w:t>ٮِٕ</w:t>
      </w:r>
      <w:r>
        <w:rPr>
          <w:rFonts w:hint="eastAsia"/>
          <w:rtl/>
        </w:rPr>
        <w:t>ذٍ</w:t>
      </w:r>
      <w:r>
        <w:rPr>
          <w:rtl/>
        </w:rPr>
        <w:t xml:space="preserve"> خَـٰشِعَةٌ (٢</w:t>
      </w:r>
      <w:r w:rsidR="009229E3">
        <w:rPr>
          <w:rtl/>
        </w:rPr>
        <w:t>)</w:t>
      </w:r>
      <w:r>
        <w:rPr>
          <w:rtl/>
        </w:rPr>
        <w:t xml:space="preserve"> عَامِلَةٌ۬ نَّاصِبَةٌ۬ (٣</w:t>
      </w:r>
      <w:r w:rsidR="009229E3">
        <w:rPr>
          <w:rtl/>
        </w:rPr>
        <w:t>)</w:t>
      </w:r>
      <w:r>
        <w:rPr>
          <w:rtl/>
        </w:rPr>
        <w:t xml:space="preserve"> تَصۡلَىٰ نَارًا حَامِيَةً۬ (٤</w:t>
      </w:r>
      <w:r w:rsidR="009229E3">
        <w:rPr>
          <w:rtl/>
        </w:rPr>
        <w:t>)</w:t>
      </w:r>
      <w:r>
        <w:rPr>
          <w:rtl/>
        </w:rPr>
        <w:t xml:space="preserve"> تُسۡقَىٰ مِنۡ عَيۡنٍ ءَانِيَةٍ۬ (٥</w:t>
      </w:r>
      <w:r w:rsidR="009229E3">
        <w:rPr>
          <w:rtl/>
        </w:rPr>
        <w:t>)</w:t>
      </w:r>
      <w:r>
        <w:rPr>
          <w:rtl/>
        </w:rPr>
        <w:t xml:space="preserve"> لَّيۡسَ لَهُمۡ طَعَامٌ إِلَّا مِن ضَرِيعٍ۬ (٦</w:t>
      </w:r>
      <w:r w:rsidR="009229E3">
        <w:rPr>
          <w:rtl/>
        </w:rPr>
        <w:t>)</w:t>
      </w:r>
      <w:r>
        <w:rPr>
          <w:rtl/>
        </w:rPr>
        <w:t xml:space="preserve"> لَّا يُسۡمِنُ وَلَا يُغۡنِى مِن جُوعٍ۬ (٧</w:t>
      </w:r>
      <w:r w:rsidR="009229E3">
        <w:rPr>
          <w:rtl/>
        </w:rPr>
        <w:t>)</w:t>
      </w:r>
      <w:r>
        <w:rPr>
          <w:rtl/>
        </w:rPr>
        <w:t xml:space="preserve"> وُجُوهٌ۬ يَوۡمَ</w:t>
      </w:r>
      <w:r>
        <w:rPr>
          <w:rFonts w:hint="cs"/>
          <w:rtl/>
        </w:rPr>
        <w:t>ٮِٕ</w:t>
      </w:r>
      <w:r>
        <w:rPr>
          <w:rFonts w:hint="eastAsia"/>
          <w:rtl/>
        </w:rPr>
        <w:t>ذٍ۬</w:t>
      </w:r>
      <w:r>
        <w:rPr>
          <w:rtl/>
        </w:rPr>
        <w:t xml:space="preserve"> نَّاعِمَةٌ۬ (٨</w:t>
      </w:r>
      <w:r w:rsidR="009229E3">
        <w:rPr>
          <w:rtl/>
        </w:rPr>
        <w:t>)</w:t>
      </w:r>
      <w:r>
        <w:rPr>
          <w:rtl/>
        </w:rPr>
        <w:t xml:space="preserve"> لِّسَعۡيِ</w:t>
      </w:r>
      <w:r w:rsidR="001E6BAB" w:rsidRPr="001E6BAB">
        <w:rPr>
          <w:rFonts w:hint="cs"/>
          <w:rtl/>
        </w:rPr>
        <w:t>ه</w:t>
      </w:r>
      <w:r w:rsidRPr="00595365">
        <w:rPr>
          <w:rFonts w:hint="cs"/>
          <w:rtl/>
        </w:rPr>
        <w:t>ا رَاضِ</w:t>
      </w:r>
      <w:r>
        <w:rPr>
          <w:rtl/>
        </w:rPr>
        <w:t>يَةٌ۬ (٩</w:t>
      </w:r>
      <w:r w:rsidR="009229E3">
        <w:rPr>
          <w:rtl/>
        </w:rPr>
        <w:t>)</w:t>
      </w:r>
      <w:r>
        <w:rPr>
          <w:rtl/>
        </w:rPr>
        <w:t xml:space="preserve"> فِى جَنَّةٍ عَالِيَةٍ۬ (١٠</w:t>
      </w:r>
      <w:r w:rsidR="009229E3">
        <w:rPr>
          <w:rtl/>
        </w:rPr>
        <w:t>)</w:t>
      </w:r>
      <w:r>
        <w:rPr>
          <w:rtl/>
        </w:rPr>
        <w:t xml:space="preserve"> لَّا تَسۡمَعُ فِي</w:t>
      </w:r>
      <w:r w:rsidR="001E6BAB" w:rsidRPr="001E6BAB">
        <w:rPr>
          <w:rFonts w:hint="cs"/>
          <w:rtl/>
        </w:rPr>
        <w:t>ه</w:t>
      </w:r>
      <w:r w:rsidRPr="00595365">
        <w:rPr>
          <w:rFonts w:hint="cs"/>
          <w:rtl/>
        </w:rPr>
        <w:t>ا لَـٰغِيَةً۬ (١١</w:t>
      </w:r>
      <w:r w:rsidR="009229E3">
        <w:rPr>
          <w:rtl/>
        </w:rPr>
        <w:t>)</w:t>
      </w:r>
    </w:p>
    <w:p w:rsidR="001A403D" w:rsidRDefault="001A403D" w:rsidP="00E36567">
      <w:pPr>
        <w:pStyle w:val="libBoldItalic"/>
      </w:pPr>
      <w:r>
        <w:t>Has the report of the Overwhelming reached you? (1) On that day (many) faces will be downcast (frightened), (2) who did Nasibi (competing Walayat) deeds, (3) They will (enter to) burn in the blazing Fire, (4) They will be quenched from a boiling spring, (5) There will be no food for them except bitter thorn-fruit (6) Which neither nourishes nor release from hunger. (7) On that day other faces will be calm, (8) Glad for their effort, (9) In a high Garden (10) Where they will hear no idle speech, (11)</w:t>
      </w:r>
    </w:p>
    <w:p w:rsidR="001A403D" w:rsidRDefault="001A403D" w:rsidP="00E36567">
      <w:pPr>
        <w:pStyle w:val="libNormal"/>
      </w:pPr>
      <w:r>
        <w:t>1-Imam Jafar Sadiq asws said: Every Nasibi whether he does Ibadat and Ijtihad as well, he is attributed to this verse, “Those with Nasibi deeds will enter in the blazing Fire” and deeds of every Nasibi Mujtahid are ashes. (al-Burhan, v8, p268)</w:t>
      </w:r>
    </w:p>
    <w:p w:rsidR="001A403D" w:rsidRDefault="001A403D" w:rsidP="00E36567">
      <w:pPr>
        <w:pStyle w:val="libNormal"/>
      </w:pPr>
      <w:r>
        <w:t>2-Imam Jafar Sadiq asws said: We do not care whether Nasibi reads Salaah or does Zina, and these verses are revealed about them, “Who used to do Nasibi deeds, they will burn in Blazing Fire” (al-Burhan, v8, p268)</w:t>
      </w:r>
    </w:p>
    <w:p w:rsidR="001A403D" w:rsidRDefault="001A403D" w:rsidP="00E36567">
      <w:pPr>
        <w:pStyle w:val="libNormal"/>
      </w:pPr>
      <w:r>
        <w:t>3-“Has the report of the Overwhelming reached you?” means Ya Mohammad sawaw, certainly the news of Qiyamah has reached you, and Ghasiya means overwhelming the people, “On that day (many) faces will be frightened who used to do Nasibi deeds” this was revealed about Nasibies, and they are those who oppose the Deen of Allah, and read Salaah as well and keep fasts as well, and fix (the Walayat of opponent) against Amirul Momineen asws as well, and this is the saying of Allah Ta’ala, “who do Nasibi deeds”  they do deeds and fix (Walayat of others) as well, nothing will be accepted from their actions and deeds, “will burn” their faces “blazing Fire, and they will be quenched from a boiling spring” boiling water from intense heat for them, “There will be no food for them except Zareh” perspiration of the inhabitants of the Hell and that pus which oozes out from the private parts of Zani people, “Which neither fattens nor avail against hunger.” Then mentioning who obey Amirul Momineen asws, Allah says, “On that day other faces will be calm, pleased with their effort” means Allah will be pleased with their effort, “In a high Garden, where they will not hear any idle speech” means vulgar and lie. (al-Burhan, v8, p270)</w:t>
      </w:r>
    </w:p>
    <w:p w:rsidR="001A403D" w:rsidRDefault="001A403D" w:rsidP="009229E3">
      <w:pPr>
        <w:pStyle w:val="libCenterBold1"/>
      </w:pPr>
      <w:r>
        <w:t>Lesson:</w:t>
      </w:r>
    </w:p>
    <w:p w:rsidR="001A403D" w:rsidRDefault="001A403D" w:rsidP="001A403D">
      <w:pPr>
        <w:pStyle w:val="libNormal"/>
      </w:pPr>
      <w:r>
        <w:t xml:space="preserve">1-Very clear explanation has been done that Nasibi Mujtahid is that who fixes (Nasab) his own Walatyat in front of Walayat of Maola Ali asws, i.e. issues decree (Fatwa) concerning a given matter according to Zunn-e-ijtihadi instead of Quran &amp; Hadees; the deeds of such Nasibi Mujtahid will </w:t>
      </w:r>
      <w:r>
        <w:lastRenderedPageBreak/>
        <w:t>be blown away like dust &amp; ashes, and his deeds are equal to great sins even if they are prayers and fasts. Who doubt about the infallibility of Masumeen asws they will be given dirtiest Najis things to drink.</w:t>
      </w:r>
    </w:p>
    <w:p w:rsidR="001A403D" w:rsidRDefault="001A403D" w:rsidP="00385B48">
      <w:pPr>
        <w:pStyle w:val="libAr"/>
      </w:pPr>
      <w:r>
        <w:rPr>
          <w:rFonts w:hint="eastAsia"/>
          <w:rtl/>
        </w:rPr>
        <w:t>إِنَّ</w:t>
      </w:r>
      <w:r>
        <w:rPr>
          <w:rtl/>
        </w:rPr>
        <w:t xml:space="preserve"> إِلَيۡنَآ إِيَابَ</w:t>
      </w:r>
      <w:r w:rsidR="001E6BAB" w:rsidRPr="001E6BAB">
        <w:rPr>
          <w:rFonts w:hint="cs"/>
          <w:rtl/>
        </w:rPr>
        <w:t>ه</w:t>
      </w:r>
      <w:r w:rsidRPr="00595365">
        <w:rPr>
          <w:rFonts w:hint="cs"/>
          <w:rtl/>
        </w:rPr>
        <w:t>مۡ (٢٥</w:t>
      </w:r>
      <w:r w:rsidR="009229E3">
        <w:rPr>
          <w:rFonts w:hint="cs"/>
          <w:rtl/>
        </w:rPr>
        <w:t>)</w:t>
      </w:r>
      <w:r w:rsidRPr="00595365">
        <w:rPr>
          <w:rFonts w:hint="cs"/>
          <w:rtl/>
        </w:rPr>
        <w:t xml:space="preserve"> ثُمَّ إِ</w:t>
      </w:r>
      <w:r>
        <w:rPr>
          <w:rtl/>
        </w:rPr>
        <w:t>نَّ عَلَيۡنَا حِسَابَ</w:t>
      </w:r>
      <w:r w:rsidR="001E6BAB" w:rsidRPr="001E6BAB">
        <w:rPr>
          <w:rFonts w:hint="cs"/>
          <w:rtl/>
        </w:rPr>
        <w:t>ه</w:t>
      </w:r>
      <w:r w:rsidRPr="00595365">
        <w:rPr>
          <w:rFonts w:hint="cs"/>
          <w:rtl/>
        </w:rPr>
        <w:t>م (٢٦</w:t>
      </w:r>
      <w:r w:rsidR="009229E3">
        <w:rPr>
          <w:rtl/>
        </w:rPr>
        <w:t>)</w:t>
      </w:r>
    </w:p>
    <w:p w:rsidR="001A403D" w:rsidRDefault="001A403D" w:rsidP="00E36567">
      <w:pPr>
        <w:pStyle w:val="libBoldItalic"/>
      </w:pPr>
      <w:r>
        <w:t>Indeed, to Us is their return (25) Then certainly upon Us is their account. (26)</w:t>
      </w:r>
    </w:p>
    <w:p w:rsidR="001A403D" w:rsidRDefault="001A403D" w:rsidP="00E36567">
      <w:pPr>
        <w:pStyle w:val="libNormal"/>
      </w:pPr>
      <w:r>
        <w:t>1-Rasool Allah sawaw said: When it will be the day of Qiyamah, the account of our Shias will be entrusted to us, so which sins will be in between him and Allah Azza wa Jallah Allah will accept our decision about it, and which sins will be between him and the people we will give them its recompense and they will accept it, and which sins will be between him and us then we have more right to pardon and forgive it. (al-Burhan, v8, p272)</w:t>
      </w:r>
    </w:p>
    <w:p w:rsidR="001A403D" w:rsidRDefault="001A403D" w:rsidP="00E36567">
      <w:pPr>
        <w:pStyle w:val="libNormal"/>
      </w:pPr>
      <w:r>
        <w:t>2-Imam Jafar Sadiq asws said about the saying of Allah Ta’ala, “Indeed, to Us is their return, then certainly upon Us is their account”: When Allah Ta’ala will gather all people in a plane, then He will postpone severe accounting for our Shias, then we will say: O our Allah, these are our Shias. So Allah Azza wa Jalla will say: Certainly I have entrusted their matter to you, and your intercession is for them, and I have forgiven their sins, enter them in Paradise without accounting. (al-Burhan, v8, p273)</w:t>
      </w:r>
    </w:p>
    <w:p w:rsidR="001A403D" w:rsidRDefault="001A403D" w:rsidP="00E36567">
      <w:pPr>
        <w:pStyle w:val="libNormal"/>
      </w:pPr>
      <w:r>
        <w:t>3-Imam Ali Naqi asws said while teaching Ziyarat-e-Jamiah of Imams asws: Thus whoever turns away from you (asws) is exited from Deen, and whoever departs you he is left behind, and Muqassir (who does shortfall / neglects) of your Haqq (right) is perishable, and Haqq (truth) is with you and in you and due to you and towards you,  and you are the owner &amp; mine (source/fountainhead) of Haqq, and inheritance of Nabuwat is with you, and return of creations is towards you, and their account (Hisaab) is upon you, and the decisive statement is with you. (al-Burhan, v8, p273)</w:t>
      </w:r>
    </w:p>
    <w:p w:rsidR="001A403D" w:rsidRDefault="001A403D" w:rsidP="009229E3">
      <w:pPr>
        <w:pStyle w:val="libCenterBold1"/>
      </w:pPr>
      <w:r>
        <w:t>Lesson:</w:t>
      </w:r>
    </w:p>
    <w:p w:rsidR="001A403D" w:rsidRDefault="001A403D" w:rsidP="001A403D">
      <w:pPr>
        <w:pStyle w:val="libNormal"/>
      </w:pPr>
      <w:r>
        <w:t>1-Masumeen asws are taking responsibility that they are guarantor for intercession &amp; salvation of their sinful Shias. Muqassireen should be ashamed that they doubt about the rights of Masumeen asws and neglect their Mawaddat, rather they suppose that Muqassir Mulla possesses same rights as Masumeen asws that he will be able to save his Muqallideen! Whereas Muqassireen will be destroyed by Allah. Masumeen asws are the fountainhead of Haqq, mine of Nabuwat &amp; Risalat, treasure of Walayat-e-Elahia. All creations have to return toward Masumeen asws, except Muqassireen whose Marjah (returning officer) is Majoosi Mulla who have taken contract for them to reserve their seats in Hell in advance to avoid rush &amp; horror of the day of Judgement.</w:t>
      </w:r>
    </w:p>
    <w:p w:rsidR="00EB2345" w:rsidRDefault="00EB2345" w:rsidP="00FC02E7">
      <w:pPr>
        <w:pStyle w:val="libNormal"/>
        <w:rPr>
          <w:rtl/>
        </w:rPr>
      </w:pPr>
      <w:r>
        <w:rPr>
          <w:rFonts w:hint="eastAsia"/>
        </w:rPr>
        <w:br w:type="page"/>
      </w:r>
    </w:p>
    <w:p w:rsidR="001A403D" w:rsidRDefault="00EB2345" w:rsidP="00EB2345">
      <w:pPr>
        <w:pStyle w:val="Heading1Center"/>
      </w:pPr>
      <w:bookmarkStart w:id="84" w:name="_Toc449789477"/>
      <w:r>
        <w:rPr>
          <w:rFonts w:hint="eastAsia"/>
          <w:rtl/>
        </w:rPr>
        <w:lastRenderedPageBreak/>
        <w:t>سُوۡرَةُ</w:t>
      </w:r>
      <w:r>
        <w:rPr>
          <w:rtl/>
        </w:rPr>
        <w:t xml:space="preserve"> </w:t>
      </w:r>
      <w:r w:rsidR="001A403D">
        <w:rPr>
          <w:rtl/>
        </w:rPr>
        <w:t>الفَجر</w:t>
      </w:r>
      <w:bookmarkEnd w:id="84"/>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وَ</w:t>
      </w:r>
      <w:r>
        <w:rPr>
          <w:rFonts w:hint="cs"/>
          <w:rtl/>
        </w:rPr>
        <w:t>ٱ</w:t>
      </w:r>
      <w:r>
        <w:rPr>
          <w:rFonts w:hint="eastAsia"/>
          <w:rtl/>
        </w:rPr>
        <w:t>لۡفَجۡرِ</w:t>
      </w:r>
      <w:r>
        <w:rPr>
          <w:rtl/>
        </w:rPr>
        <w:t xml:space="preserve"> (١</w:t>
      </w:r>
      <w:r w:rsidR="009229E3">
        <w:rPr>
          <w:rtl/>
        </w:rPr>
        <w:t>)</w:t>
      </w:r>
      <w:r>
        <w:rPr>
          <w:rtl/>
        </w:rPr>
        <w:t xml:space="preserve"> وَلَيَالٍ عَشۡرٍ۬ (٢</w:t>
      </w:r>
      <w:r w:rsidR="009229E3">
        <w:rPr>
          <w:rtl/>
        </w:rPr>
        <w:t>)</w:t>
      </w:r>
      <w:r>
        <w:rPr>
          <w:rtl/>
        </w:rPr>
        <w:t xml:space="preserve"> وَ</w:t>
      </w:r>
      <w:r>
        <w:rPr>
          <w:rFonts w:hint="cs"/>
          <w:rtl/>
        </w:rPr>
        <w:t>ٱ</w:t>
      </w:r>
      <w:r>
        <w:rPr>
          <w:rFonts w:hint="eastAsia"/>
          <w:rtl/>
        </w:rPr>
        <w:t>لشَّفۡعِ</w:t>
      </w:r>
      <w:r>
        <w:rPr>
          <w:rtl/>
        </w:rPr>
        <w:t xml:space="preserve"> وَ</w:t>
      </w:r>
      <w:r>
        <w:rPr>
          <w:rFonts w:hint="cs"/>
          <w:rtl/>
        </w:rPr>
        <w:t>ٱ</w:t>
      </w:r>
      <w:r>
        <w:rPr>
          <w:rFonts w:hint="eastAsia"/>
          <w:rtl/>
        </w:rPr>
        <w:t>لۡوَتۡرِ</w:t>
      </w:r>
      <w:r>
        <w:rPr>
          <w:rtl/>
        </w:rPr>
        <w:t xml:space="preserve"> (٣</w:t>
      </w:r>
      <w:r w:rsidR="009229E3">
        <w:rPr>
          <w:rtl/>
        </w:rPr>
        <w:t>)</w:t>
      </w:r>
      <w:r>
        <w:rPr>
          <w:rtl/>
        </w:rPr>
        <w:t xml:space="preserve"> وَ</w:t>
      </w:r>
      <w:r>
        <w:rPr>
          <w:rFonts w:hint="cs"/>
          <w:rtl/>
        </w:rPr>
        <w:t>ٱ</w:t>
      </w:r>
      <w:r>
        <w:rPr>
          <w:rFonts w:hint="eastAsia"/>
          <w:rtl/>
        </w:rPr>
        <w:t>لَّيۡلِ</w:t>
      </w:r>
      <w:r>
        <w:rPr>
          <w:rtl/>
        </w:rPr>
        <w:t xml:space="preserve"> إِذَا يَسۡرِ (٤</w:t>
      </w:r>
      <w:r w:rsidR="009229E3">
        <w:rPr>
          <w:rtl/>
        </w:rPr>
        <w:t>)</w:t>
      </w:r>
      <w:r>
        <w:rPr>
          <w:rtl/>
        </w:rPr>
        <w:t xml:space="preserve"> هَلۡ فِى ذَ</w:t>
      </w:r>
      <w:r w:rsidR="005B7B9E" w:rsidRPr="005B7B9E">
        <w:rPr>
          <w:rFonts w:hint="cs"/>
          <w:rtl/>
        </w:rPr>
        <w:t>ا</w:t>
      </w:r>
      <w:r>
        <w:rPr>
          <w:rFonts w:hint="eastAsia"/>
          <w:rtl/>
        </w:rPr>
        <w:t>لِكَ</w:t>
      </w:r>
      <w:r>
        <w:rPr>
          <w:rtl/>
        </w:rPr>
        <w:t xml:space="preserve"> قَسَمٌ۬ لِّذِى حِجۡرٍ (٥</w:t>
      </w:r>
      <w:r w:rsidR="009229E3">
        <w:rPr>
          <w:rtl/>
        </w:rPr>
        <w:t>)</w:t>
      </w:r>
    </w:p>
    <w:p w:rsidR="001A403D" w:rsidRDefault="001A403D" w:rsidP="00E36567">
      <w:pPr>
        <w:pStyle w:val="libBoldItalic"/>
      </w:pPr>
      <w:r>
        <w:t>By the Dawn (1) And by the ten nights, (2) And by the Even and the Odd, (3) And by the night when it departs, (4) Is there (not) in that an oath for the intelligent. (5)</w:t>
      </w:r>
    </w:p>
    <w:p w:rsidR="001A403D" w:rsidRDefault="001A403D" w:rsidP="00E36567">
      <w:pPr>
        <w:pStyle w:val="libNormal"/>
      </w:pPr>
      <w:r>
        <w:t>1-According to the sayings of Masumeen asws Fajr (Dawn) means Imam Qaim asws, and Ten Nights means ten Imams asws from Imam Hassan asws to Imam Hassan Askari asws, and Shufa (Even) means Rasool Allah sawaw &amp; Maola Ali asws, and Watr (Odd) means Allah Wahid al-Qah’har. (al-Burhan, v8, p276)</w:t>
      </w:r>
    </w:p>
    <w:p w:rsidR="001A403D" w:rsidRDefault="001A403D" w:rsidP="009229E3">
      <w:pPr>
        <w:pStyle w:val="libCenterBold1"/>
      </w:pPr>
      <w:r>
        <w:t>Lesson:</w:t>
      </w:r>
    </w:p>
    <w:p w:rsidR="00595365" w:rsidRDefault="001A403D" w:rsidP="001A403D">
      <w:pPr>
        <w:pStyle w:val="libNormal"/>
      </w:pPr>
      <w:r>
        <w:t>1-Allah Ta’ala swears by fourteen Masumeen asws and then says that this is a great oath for the intelligent people, that Allah will definitely punish such Fir’ouns who oppose Walayat-e-Ali asws.</w:t>
      </w:r>
    </w:p>
    <w:p w:rsidR="001A403D" w:rsidRDefault="001A403D" w:rsidP="00385B48">
      <w:pPr>
        <w:pStyle w:val="libAr"/>
      </w:pPr>
      <w:r>
        <w:rPr>
          <w:rFonts w:hint="eastAsia"/>
          <w:rtl/>
        </w:rPr>
        <w:t>يَـٰٓأَيَّتُ</w:t>
      </w:r>
      <w:r w:rsidR="001E6BAB" w:rsidRPr="001E6BAB">
        <w:rPr>
          <w:rFonts w:hint="cs"/>
          <w:rtl/>
        </w:rPr>
        <w:t>ه</w:t>
      </w:r>
      <w:r w:rsidRPr="00595365">
        <w:rPr>
          <w:rFonts w:hint="cs"/>
          <w:rtl/>
        </w:rPr>
        <w:t>ا</w:t>
      </w:r>
      <w:r>
        <w:rPr>
          <w:rtl/>
        </w:rPr>
        <w:t xml:space="preserve"> </w:t>
      </w:r>
      <w:r>
        <w:rPr>
          <w:rFonts w:hint="cs"/>
          <w:rtl/>
        </w:rPr>
        <w:t>ٱ</w:t>
      </w:r>
      <w:r>
        <w:rPr>
          <w:rFonts w:hint="eastAsia"/>
          <w:rtl/>
        </w:rPr>
        <w:t>لنَّفۡسُ</w:t>
      </w:r>
      <w:r>
        <w:rPr>
          <w:rtl/>
        </w:rPr>
        <w:t xml:space="preserve"> </w:t>
      </w:r>
      <w:r>
        <w:rPr>
          <w:rFonts w:hint="cs"/>
          <w:rtl/>
        </w:rPr>
        <w:t>ٱ</w:t>
      </w:r>
      <w:r>
        <w:rPr>
          <w:rFonts w:hint="eastAsia"/>
          <w:rtl/>
        </w:rPr>
        <w:t>لۡمُطۡمَ</w:t>
      </w:r>
      <w:r>
        <w:rPr>
          <w:rFonts w:hint="cs"/>
          <w:rtl/>
        </w:rPr>
        <w:t>ٮِٕ</w:t>
      </w:r>
      <w:r>
        <w:rPr>
          <w:rFonts w:hint="eastAsia"/>
          <w:rtl/>
        </w:rPr>
        <w:t>نَّةُ</w:t>
      </w:r>
      <w:r>
        <w:rPr>
          <w:rtl/>
        </w:rPr>
        <w:t xml:space="preserve"> (٢٧</w:t>
      </w:r>
      <w:r w:rsidR="009229E3">
        <w:rPr>
          <w:rtl/>
        </w:rPr>
        <w:t>)</w:t>
      </w:r>
      <w:r>
        <w:rPr>
          <w:rtl/>
        </w:rPr>
        <w:t xml:space="preserve"> </w:t>
      </w:r>
      <w:r>
        <w:rPr>
          <w:rFonts w:hint="cs"/>
          <w:rtl/>
        </w:rPr>
        <w:t>ٱ</w:t>
      </w:r>
      <w:r>
        <w:rPr>
          <w:rFonts w:hint="eastAsia"/>
          <w:rtl/>
        </w:rPr>
        <w:t>رۡجِعِىٓ</w:t>
      </w:r>
      <w:r>
        <w:rPr>
          <w:rtl/>
        </w:rPr>
        <w:t xml:space="preserve"> إِلَىٰ رَبِّكِ رَاضِيَةً۬ مَّرۡضِيَّةً۬ (٢٨</w:t>
      </w:r>
      <w:r w:rsidR="009229E3">
        <w:rPr>
          <w:rtl/>
        </w:rPr>
        <w:t>)</w:t>
      </w:r>
      <w:r>
        <w:rPr>
          <w:rtl/>
        </w:rPr>
        <w:t xml:space="preserve"> فَ</w:t>
      </w:r>
      <w:r>
        <w:rPr>
          <w:rFonts w:hint="cs"/>
          <w:rtl/>
        </w:rPr>
        <w:t>ٱ</w:t>
      </w:r>
      <w:r>
        <w:rPr>
          <w:rFonts w:hint="eastAsia"/>
          <w:rtl/>
        </w:rPr>
        <w:t>دۡخُلِى</w:t>
      </w:r>
      <w:r>
        <w:rPr>
          <w:rtl/>
        </w:rPr>
        <w:t xml:space="preserve"> فِى عِبَـٰدِى (٢٩</w:t>
      </w:r>
      <w:r w:rsidR="009229E3">
        <w:rPr>
          <w:rtl/>
        </w:rPr>
        <w:t>)</w:t>
      </w:r>
      <w:r>
        <w:rPr>
          <w:rtl/>
        </w:rPr>
        <w:t xml:space="preserve"> وَ</w:t>
      </w:r>
      <w:r>
        <w:rPr>
          <w:rFonts w:hint="cs"/>
          <w:rtl/>
        </w:rPr>
        <w:t>ٱ</w:t>
      </w:r>
      <w:r>
        <w:rPr>
          <w:rFonts w:hint="eastAsia"/>
          <w:rtl/>
        </w:rPr>
        <w:t>دۡخُلِى</w:t>
      </w:r>
      <w:r>
        <w:rPr>
          <w:rtl/>
        </w:rPr>
        <w:t xml:space="preserve"> جَنَّتِى (٣٠</w:t>
      </w:r>
      <w:r w:rsidR="009229E3">
        <w:rPr>
          <w:rtl/>
        </w:rPr>
        <w:t>)</w:t>
      </w:r>
    </w:p>
    <w:p w:rsidR="001A403D" w:rsidRDefault="001A403D" w:rsidP="00E36567">
      <w:pPr>
        <w:pStyle w:val="libBoldItalic"/>
      </w:pPr>
      <w:r>
        <w:t>O you the satisfied soul! (27) Return to you Rabb, you pleased to Him, He pleased to you. (28) And enter among My Ibaad (pl. of Abd)! (29) And enter My Jannah! (30)</w:t>
      </w:r>
    </w:p>
    <w:p w:rsidR="001A403D" w:rsidRDefault="001A403D" w:rsidP="00E36567">
      <w:pPr>
        <w:pStyle w:val="libNormal"/>
      </w:pPr>
      <w:r>
        <w:t>1-Imam Jafar Sadiq asws said: Recite Sura Fajr in your Fara’iz and Nawafil because this is Sura of Hussain ibne Ali asws, and keep inclined to it Allah will grant mercy on you. Abu Usama asked: What is the cause of this Sura being specific for Imam Hussain asws? Said: Have you not heard the saying of Allah, “O you the satisfied soul! Return to you Rabb, you pleased to Him, He pleased to you, and enter among My Ibaad, and enter My Jannah” it means only Hussain bin Ali asws, thus he is the satisfied soul who is pleased with Allah and Allah is pleased with him. And the companions of Aal-e-Mohammad asws will be pleased with Allah on the day of Qiyamah, and He will be pleased with them. And this Sura was specifically revealed in favour of Hussain bin Ali asws, and his Shias and Shias of Aal-e-Mohammad asws. Who makes habbit to recite Sura Fajr, he will be with Hussain asws in the Paradise, no doubt Allah is Almighty the Wise. (al-Burhan, v8, p284)</w:t>
      </w:r>
    </w:p>
    <w:p w:rsidR="001A403D" w:rsidRDefault="001A403D" w:rsidP="009229E3">
      <w:pPr>
        <w:pStyle w:val="libCenterBold1"/>
      </w:pPr>
      <w:r>
        <w:t>Lesson:</w:t>
      </w:r>
    </w:p>
    <w:p w:rsidR="001A403D" w:rsidRDefault="001A403D" w:rsidP="001A403D">
      <w:pPr>
        <w:pStyle w:val="libNormal"/>
      </w:pPr>
      <w:r>
        <w:t>1-On the day of Ashoor at the time of Asr, Allah Ta’ala sent the message by these verses to His Rahman Habeeb Hussain asws to come to Him for Mairaj. But Maola Hussain asws did some secret conversation in Sajdah with his Beloved Allah, that Qadir-e-Mutliq made Karbala as Qaba Qaosain Ao Adna.</w:t>
      </w:r>
    </w:p>
    <w:p w:rsidR="001A403D" w:rsidRDefault="001A403D" w:rsidP="001A403D">
      <w:pPr>
        <w:pStyle w:val="libNormal"/>
      </w:pPr>
      <w:r>
        <w:lastRenderedPageBreak/>
        <w:t>2-Masumeen asws have advised to recite those Suras in Salaah which are in favour of Masumeen asws, e.g. Maola Ali asws is mentioned in Sura Fatiha, Maola Ali asws is Sirat-e-Mustaqeem, Sura Ikhlas is similitude of Maola Ali asws, all Masumeen asws are mentioned in Sura Qadr, Angels (a.s.) do Tawaf of Masumeen asws in Lailatul Qadr, Sura Fajr is Sura of Maola Hussain asws. It means that Allah’s intention is that everyone should do Zikr of Masumeen asws in Salaah willingly or unwillingly. Momineen recite testimony of Walayat of Masumeen asws in Tashahud willingly &amp; happily for the pleasure &amp; obedience of Allah and according to the Sunnah of Rasool Allah sawaw. While Muqassireen and Munafiqeen worship unwillingly in the greed of this world, without being certain about the Hereafter because the religion of Muqassireen is based on Zunn &amp; Qiyas, Shak &amp; Ashkal, Ehtiyat &amp; Ijtihad, in which there is no Yaqeen anywhere. And in Deen-e-Haqq there is only Yaqeen, and Shak is nowhere to be found.</w:t>
      </w:r>
    </w:p>
    <w:p w:rsidR="00EB2345" w:rsidRDefault="00EB2345" w:rsidP="00FC02E7">
      <w:pPr>
        <w:pStyle w:val="libNormal"/>
        <w:rPr>
          <w:rtl/>
        </w:rPr>
      </w:pPr>
      <w:r>
        <w:rPr>
          <w:rFonts w:hint="eastAsia"/>
        </w:rPr>
        <w:br w:type="page"/>
      </w:r>
    </w:p>
    <w:p w:rsidR="001A403D" w:rsidRDefault="00EB2345" w:rsidP="00EB2345">
      <w:pPr>
        <w:pStyle w:val="Heading1Center"/>
      </w:pPr>
      <w:bookmarkStart w:id="85" w:name="_Toc449789478"/>
      <w:r>
        <w:rPr>
          <w:rFonts w:hint="eastAsia"/>
          <w:rtl/>
        </w:rPr>
        <w:lastRenderedPageBreak/>
        <w:t>سُوۡرَةُ</w:t>
      </w:r>
      <w:r>
        <w:rPr>
          <w:rtl/>
        </w:rPr>
        <w:t xml:space="preserve"> </w:t>
      </w:r>
      <w:r w:rsidR="001A403D">
        <w:rPr>
          <w:rtl/>
        </w:rPr>
        <w:t>البَلَد</w:t>
      </w:r>
      <w:bookmarkEnd w:id="85"/>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لَآ</w:t>
      </w:r>
      <w:r>
        <w:rPr>
          <w:rtl/>
        </w:rPr>
        <w:t xml:space="preserve"> أُقۡسِمُ بِ</w:t>
      </w:r>
      <w:r w:rsidR="001E6BAB" w:rsidRPr="001E6BAB">
        <w:rPr>
          <w:rFonts w:hint="cs"/>
          <w:rtl/>
        </w:rPr>
        <w:t>ه</w:t>
      </w:r>
      <w:r w:rsidRPr="00595365">
        <w:rPr>
          <w:rFonts w:hint="cs"/>
          <w:rtl/>
        </w:rPr>
        <w:t xml:space="preserve">ـٰذَا </w:t>
      </w:r>
      <w:r>
        <w:rPr>
          <w:rFonts w:hint="cs"/>
          <w:rtl/>
        </w:rPr>
        <w:t>ٱ</w:t>
      </w:r>
      <w:r>
        <w:rPr>
          <w:rFonts w:hint="eastAsia"/>
          <w:rtl/>
        </w:rPr>
        <w:t>لۡبَلَدِ</w:t>
      </w:r>
      <w:r>
        <w:rPr>
          <w:rtl/>
        </w:rPr>
        <w:t xml:space="preserve"> (١</w:t>
      </w:r>
      <w:r w:rsidR="009229E3">
        <w:rPr>
          <w:rtl/>
        </w:rPr>
        <w:t>)</w:t>
      </w:r>
      <w:r>
        <w:rPr>
          <w:rtl/>
        </w:rPr>
        <w:t xml:space="preserve"> وَأَنتَ حِلُّۢ بِ</w:t>
      </w:r>
      <w:r w:rsidR="001E6BAB" w:rsidRPr="001E6BAB">
        <w:rPr>
          <w:rFonts w:hint="cs"/>
          <w:rtl/>
        </w:rPr>
        <w:t>ه</w:t>
      </w:r>
      <w:r w:rsidRPr="00595365">
        <w:rPr>
          <w:rFonts w:hint="cs"/>
          <w:rtl/>
        </w:rPr>
        <w:t xml:space="preserve">ـٰذَا </w:t>
      </w:r>
      <w:r>
        <w:rPr>
          <w:rFonts w:hint="cs"/>
          <w:rtl/>
        </w:rPr>
        <w:t>ٱ</w:t>
      </w:r>
      <w:r>
        <w:rPr>
          <w:rFonts w:hint="eastAsia"/>
          <w:rtl/>
        </w:rPr>
        <w:t>لۡبَلَدِ</w:t>
      </w:r>
      <w:r>
        <w:rPr>
          <w:rtl/>
        </w:rPr>
        <w:t xml:space="preserve"> (٢</w:t>
      </w:r>
      <w:r w:rsidR="009229E3">
        <w:rPr>
          <w:rtl/>
        </w:rPr>
        <w:t>)</w:t>
      </w:r>
      <w:r>
        <w:rPr>
          <w:rtl/>
        </w:rPr>
        <w:t xml:space="preserve"> وَوَالِدٍ۬ وَمَا وَلَدَ (٣</w:t>
      </w:r>
      <w:r w:rsidR="009229E3">
        <w:rPr>
          <w:rtl/>
        </w:rPr>
        <w:t>)</w:t>
      </w:r>
    </w:p>
    <w:p w:rsidR="001A403D" w:rsidRDefault="001A403D" w:rsidP="00E36567">
      <w:pPr>
        <w:pStyle w:val="libBoldItalic"/>
      </w:pPr>
      <w:r>
        <w:t>Nay, I swear by this city - (1) And you are dwelling in this city, (2) And by the father and his offspring, (3)</w:t>
      </w:r>
    </w:p>
    <w:p w:rsidR="001A403D" w:rsidRDefault="001A403D" w:rsidP="00385B48">
      <w:pPr>
        <w:pStyle w:val="libAr"/>
      </w:pPr>
      <w:r>
        <w:rPr>
          <w:rFonts w:hint="eastAsia"/>
          <w:rtl/>
        </w:rPr>
        <w:t>أَلَمۡ</w:t>
      </w:r>
      <w:r>
        <w:rPr>
          <w:rtl/>
        </w:rPr>
        <w:t xml:space="preserve"> نَجۡعَل لَّهُ </w:t>
      </w:r>
      <w:r>
        <w:rPr>
          <w:rFonts w:hint="cs"/>
          <w:rtl/>
        </w:rPr>
        <w:t>ۥ</w:t>
      </w:r>
      <w:r>
        <w:rPr>
          <w:rtl/>
        </w:rPr>
        <w:t xml:space="preserve"> عَيۡنَيۡنِ (٨</w:t>
      </w:r>
      <w:r w:rsidR="009229E3">
        <w:rPr>
          <w:rtl/>
        </w:rPr>
        <w:t>)</w:t>
      </w:r>
      <w:r>
        <w:rPr>
          <w:rtl/>
        </w:rPr>
        <w:t xml:space="preserve"> وَلِسَانً۬ا وَشَفَتَيۡنِ (٩</w:t>
      </w:r>
      <w:r w:rsidR="009229E3">
        <w:rPr>
          <w:rtl/>
        </w:rPr>
        <w:t>)</w:t>
      </w:r>
      <w:r>
        <w:rPr>
          <w:rtl/>
        </w:rPr>
        <w:t xml:space="preserve"> وَهَدَيۡنَـٰهُ </w:t>
      </w:r>
      <w:r>
        <w:rPr>
          <w:rFonts w:hint="cs"/>
          <w:rtl/>
        </w:rPr>
        <w:t>ٱ</w:t>
      </w:r>
      <w:r>
        <w:rPr>
          <w:rFonts w:hint="eastAsia"/>
          <w:rtl/>
        </w:rPr>
        <w:t>لنَّجۡدَيۡنِ</w:t>
      </w:r>
      <w:r>
        <w:rPr>
          <w:rtl/>
        </w:rPr>
        <w:t xml:space="preserve"> (١٠</w:t>
      </w:r>
      <w:r w:rsidR="009229E3">
        <w:rPr>
          <w:rtl/>
        </w:rPr>
        <w:t>)</w:t>
      </w:r>
      <w:r>
        <w:rPr>
          <w:rtl/>
        </w:rPr>
        <w:t xml:space="preserve"> فَلَا </w:t>
      </w:r>
      <w:r>
        <w:rPr>
          <w:rFonts w:hint="cs"/>
          <w:rtl/>
        </w:rPr>
        <w:t>ٱ</w:t>
      </w:r>
      <w:r>
        <w:rPr>
          <w:rFonts w:hint="eastAsia"/>
          <w:rtl/>
        </w:rPr>
        <w:t>قۡتَحَمَ</w:t>
      </w:r>
      <w:r>
        <w:rPr>
          <w:rtl/>
        </w:rPr>
        <w:t xml:space="preserve"> </w:t>
      </w:r>
      <w:r>
        <w:rPr>
          <w:rFonts w:hint="cs"/>
          <w:rtl/>
        </w:rPr>
        <w:t>ٱ</w:t>
      </w:r>
      <w:r>
        <w:rPr>
          <w:rFonts w:hint="eastAsia"/>
          <w:rtl/>
        </w:rPr>
        <w:t>لۡعَقَبَةَ</w:t>
      </w:r>
      <w:r>
        <w:rPr>
          <w:rtl/>
        </w:rPr>
        <w:t xml:space="preserve"> (١١</w:t>
      </w:r>
      <w:r w:rsidR="009229E3">
        <w:rPr>
          <w:rtl/>
        </w:rPr>
        <w:t>)</w:t>
      </w:r>
      <w:r>
        <w:rPr>
          <w:rtl/>
        </w:rPr>
        <w:t xml:space="preserve"> وَمَآ أَدۡرَ</w:t>
      </w:r>
      <w:r>
        <w:rPr>
          <w:rFonts w:hint="cs"/>
          <w:rtl/>
        </w:rPr>
        <w:t>ٮٰ</w:t>
      </w:r>
      <w:r>
        <w:rPr>
          <w:rFonts w:hint="eastAsia"/>
          <w:rtl/>
        </w:rPr>
        <w:t>كَ</w:t>
      </w:r>
      <w:r>
        <w:rPr>
          <w:rtl/>
        </w:rPr>
        <w:t xml:space="preserve"> مَا </w:t>
      </w:r>
      <w:r>
        <w:rPr>
          <w:rFonts w:hint="cs"/>
          <w:rtl/>
        </w:rPr>
        <w:t>ٱ</w:t>
      </w:r>
      <w:r>
        <w:rPr>
          <w:rFonts w:hint="eastAsia"/>
          <w:rtl/>
        </w:rPr>
        <w:t>لۡعَقَبَةُ</w:t>
      </w:r>
      <w:r>
        <w:rPr>
          <w:rtl/>
        </w:rPr>
        <w:t xml:space="preserve"> (١٢</w:t>
      </w:r>
      <w:r w:rsidR="009229E3">
        <w:rPr>
          <w:rtl/>
        </w:rPr>
        <w:t>)</w:t>
      </w:r>
      <w:r>
        <w:rPr>
          <w:rtl/>
        </w:rPr>
        <w:t xml:space="preserve"> فَكُّ رَقَبَةٍ (١٣</w:t>
      </w:r>
      <w:r w:rsidR="009229E3">
        <w:rPr>
          <w:rtl/>
        </w:rPr>
        <w:t>)</w:t>
      </w:r>
    </w:p>
    <w:p w:rsidR="001A403D" w:rsidRDefault="001A403D" w:rsidP="00E36567">
      <w:pPr>
        <w:pStyle w:val="libBoldItalic"/>
      </w:pPr>
      <w:r>
        <w:t>Have We not made for him two eyes (8) And a tongue and two lips, (9) And We showed him to the two paths (of Haqq and Batil)? (10) But he has not passed through the Ascent (uphill path), (11) And you do not know what is Ascent? (12) (It is) to free a neck (slave), (13)</w:t>
      </w:r>
    </w:p>
    <w:p w:rsidR="001A403D" w:rsidRDefault="001A403D" w:rsidP="00E36567">
      <w:pPr>
        <w:pStyle w:val="libNormal"/>
      </w:pPr>
      <w:r>
        <w:t>1-Imam Jafar Sadiq asws said about the saying of Allah Azza wa Jalla, “and you are living in this city”: It means Rasool Allah sawaw, and “and by the father and his offspring” Ali asws and his progeny asws. (al-Burhan, v8, p288)</w:t>
      </w:r>
    </w:p>
    <w:p w:rsidR="001A403D" w:rsidRDefault="001A403D" w:rsidP="00E36567">
      <w:pPr>
        <w:pStyle w:val="libNormal"/>
      </w:pPr>
      <w:r>
        <w:t>2-Imam Ali asws said: No doubt I and Aosiya asws in my progeny are the guiding Imams asws, we all are Mohaddis. It was asked: Ya Amirul Momineen asws, who are they? Said: Hassan asws and Hussain asws, then my son Ali bin Hussain asws, then after him eight one after the other, and they are those by whom Allah swears, “and by the father and his offspring” father is Rasool Allah swaw, and his children are these Aosiya asws. (al-Burhan, v8, p289)</w:t>
      </w:r>
    </w:p>
    <w:p w:rsidR="001A403D" w:rsidRDefault="001A403D" w:rsidP="00E36567">
      <w:pPr>
        <w:pStyle w:val="libNormal"/>
      </w:pPr>
      <w:r>
        <w:t>3-Imam Mohammad Baqir asws said about the saying of Allah Azza wa Jalla, “Have We not made for him two eyes and a tongue and two lips?”: Two eyes is Rasool Allah sawaw, and tongue is Amirul Momineen asws, and two lips are Hassan asws and Hussain asws. (al-Burhan, v8, p291)</w:t>
      </w:r>
    </w:p>
    <w:p w:rsidR="001A403D" w:rsidRDefault="001A403D" w:rsidP="00E36567">
      <w:pPr>
        <w:pStyle w:val="libNormal"/>
      </w:pPr>
      <w:r>
        <w:t>4-Imam Jafar Sadiq asws said about the saying of Allah Azza wa Jalla, “but he did not pass through the uphill path”: Whom Allah has honoured due to our Walayat, then certainly he got permission to pass through the uphill path, and we are that Uqabah (uphill path) from which who passed got salvation. “to free a neck” means all the people are slaves of Fire except him who entered our obedience and Walayat, then certainly Allah freed is neck from the Fire. And Uqabah is our Walayat. (al-Burhan, v8, p292)</w:t>
      </w:r>
    </w:p>
    <w:p w:rsidR="001A403D" w:rsidRDefault="001A403D" w:rsidP="009229E3">
      <w:pPr>
        <w:pStyle w:val="libCenterBold1"/>
      </w:pPr>
      <w:r>
        <w:t>Lesson:</w:t>
      </w:r>
    </w:p>
    <w:p w:rsidR="00595365" w:rsidRDefault="001A403D" w:rsidP="001A403D">
      <w:pPr>
        <w:pStyle w:val="libNormal"/>
      </w:pPr>
      <w:r>
        <w:t>1-Allah Ta’ala swears by His beloveds Mohammad sawaw and Ali asws and their eleven sons the Holy Imams asws, that perhaps people can be grateful to His great favour of Walayat-e-Masumeen asws to get salvation. Allah Ta’ala wants that we should read Quran &amp; Ahadees of Rasool Allah sawaw with two eyes, in which there is Zikr and Faza’il of Masumeen asws, then with tongue we should recite testimony of Walayat-e-Ali asws, and narrate Faza’il and Masa’ib of Imams asws with two lips.</w:t>
      </w:r>
    </w:p>
    <w:p w:rsidR="001A403D" w:rsidRDefault="001A403D" w:rsidP="001A403D">
      <w:pPr>
        <w:pStyle w:val="libNormal"/>
      </w:pPr>
      <w:r>
        <w:t xml:space="preserve">2-Allah Ta’ala has showed both paths to humans: One Sirat-e-Mustaqeem of Walayat-e-Ali asws which goes towards heights which is </w:t>
      </w:r>
      <w:r>
        <w:lastRenderedPageBreak/>
        <w:t>called Uqabah; and second path goes down towards low levels of Hell, which is the path of the opponents of Masumeen asws, who are taking people (Muqallideen) with by putting Qalada (noose) in their necks. Who takes the path of Walayat-e-Ali asws with the blessing of Allah, then Allah removes the Fire Qalada from his neck. It means that Muqallideen of Majoosi Mullas can only remove the Fire Noose from their necks by reciting the testimony of Walayat-e-Ali asws in front of Allah.</w:t>
      </w:r>
    </w:p>
    <w:p w:rsidR="00EB2345" w:rsidRDefault="00EB2345" w:rsidP="00FC02E7">
      <w:pPr>
        <w:pStyle w:val="libNormal"/>
        <w:rPr>
          <w:rtl/>
        </w:rPr>
      </w:pPr>
      <w:r>
        <w:rPr>
          <w:rFonts w:hint="eastAsia"/>
        </w:rPr>
        <w:br w:type="page"/>
      </w:r>
    </w:p>
    <w:p w:rsidR="001A403D" w:rsidRDefault="00EB2345" w:rsidP="00EB2345">
      <w:pPr>
        <w:pStyle w:val="Heading1Center"/>
      </w:pPr>
      <w:bookmarkStart w:id="86" w:name="_Toc449789479"/>
      <w:r>
        <w:rPr>
          <w:rFonts w:hint="eastAsia"/>
          <w:rtl/>
        </w:rPr>
        <w:lastRenderedPageBreak/>
        <w:t>سُوۡرَةُ</w:t>
      </w:r>
      <w:r>
        <w:rPr>
          <w:rtl/>
        </w:rPr>
        <w:t xml:space="preserve"> </w:t>
      </w:r>
      <w:r w:rsidR="001A403D">
        <w:rPr>
          <w:rtl/>
        </w:rPr>
        <w:t>الشّمس</w:t>
      </w:r>
      <w:bookmarkEnd w:id="86"/>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وَ</w:t>
      </w:r>
      <w:r>
        <w:rPr>
          <w:rFonts w:hint="cs"/>
          <w:rtl/>
        </w:rPr>
        <w:t>ٱ</w:t>
      </w:r>
      <w:r>
        <w:rPr>
          <w:rFonts w:hint="eastAsia"/>
          <w:rtl/>
        </w:rPr>
        <w:t>لشَّمۡسِ</w:t>
      </w:r>
      <w:r>
        <w:rPr>
          <w:rtl/>
        </w:rPr>
        <w:t xml:space="preserve"> وَضُحَ</w:t>
      </w:r>
      <w:r>
        <w:rPr>
          <w:rFonts w:hint="cs"/>
          <w:rtl/>
        </w:rPr>
        <w:t>ٮٰ</w:t>
      </w:r>
      <w:r>
        <w:rPr>
          <w:rFonts w:hint="eastAsia"/>
          <w:rtl/>
        </w:rPr>
        <w:t>هَا</w:t>
      </w:r>
      <w:r>
        <w:rPr>
          <w:rtl/>
        </w:rPr>
        <w:t xml:space="preserve"> (١</w:t>
      </w:r>
      <w:r w:rsidR="009229E3">
        <w:rPr>
          <w:rtl/>
        </w:rPr>
        <w:t>)</w:t>
      </w:r>
      <w:r>
        <w:rPr>
          <w:rtl/>
        </w:rPr>
        <w:t xml:space="preserve"> وَ</w:t>
      </w:r>
      <w:r>
        <w:rPr>
          <w:rFonts w:hint="cs"/>
          <w:rtl/>
        </w:rPr>
        <w:t>ٱ</w:t>
      </w:r>
      <w:r>
        <w:rPr>
          <w:rFonts w:hint="eastAsia"/>
          <w:rtl/>
        </w:rPr>
        <w:t>لۡقَمَرِ</w:t>
      </w:r>
      <w:r>
        <w:rPr>
          <w:rtl/>
        </w:rPr>
        <w:t xml:space="preserve"> إِذَا تَلَ</w:t>
      </w:r>
      <w:r>
        <w:rPr>
          <w:rFonts w:hint="cs"/>
          <w:rtl/>
        </w:rPr>
        <w:t>ٮٰ</w:t>
      </w:r>
      <w:r>
        <w:rPr>
          <w:rFonts w:hint="eastAsia"/>
          <w:rtl/>
        </w:rPr>
        <w:t>هَا</w:t>
      </w:r>
      <w:r>
        <w:rPr>
          <w:rtl/>
        </w:rPr>
        <w:t xml:space="preserve"> (٢</w:t>
      </w:r>
      <w:r w:rsidR="009229E3">
        <w:rPr>
          <w:rtl/>
        </w:rPr>
        <w:t>)</w:t>
      </w:r>
      <w:r>
        <w:rPr>
          <w:rtl/>
        </w:rPr>
        <w:t xml:space="preserve"> وَ</w:t>
      </w:r>
      <w:r>
        <w:rPr>
          <w:rFonts w:hint="cs"/>
          <w:rtl/>
        </w:rPr>
        <w:t>ٱ</w:t>
      </w:r>
      <w:r>
        <w:rPr>
          <w:rFonts w:hint="eastAsia"/>
          <w:rtl/>
        </w:rPr>
        <w:t>لنَّ</w:t>
      </w:r>
      <w:r w:rsidR="001E6BAB" w:rsidRPr="001E6BAB">
        <w:rPr>
          <w:rFonts w:hint="cs"/>
          <w:rtl/>
        </w:rPr>
        <w:t>ه</w:t>
      </w:r>
      <w:r w:rsidRPr="00595365">
        <w:rPr>
          <w:rFonts w:hint="cs"/>
          <w:rtl/>
        </w:rPr>
        <w:t>ارِ</w:t>
      </w:r>
      <w:r>
        <w:rPr>
          <w:rtl/>
        </w:rPr>
        <w:t xml:space="preserve"> إِذَا جَلَّ</w:t>
      </w:r>
      <w:r>
        <w:rPr>
          <w:rFonts w:hint="cs"/>
          <w:rtl/>
        </w:rPr>
        <w:t>ٮٰ</w:t>
      </w:r>
      <w:r>
        <w:rPr>
          <w:rFonts w:hint="eastAsia"/>
          <w:rtl/>
        </w:rPr>
        <w:t>هَا</w:t>
      </w:r>
      <w:r>
        <w:rPr>
          <w:rtl/>
        </w:rPr>
        <w:t xml:space="preserve"> (٣</w:t>
      </w:r>
      <w:r w:rsidR="009229E3">
        <w:rPr>
          <w:rtl/>
        </w:rPr>
        <w:t>)</w:t>
      </w:r>
      <w:r>
        <w:rPr>
          <w:rtl/>
        </w:rPr>
        <w:t xml:space="preserve"> وَ</w:t>
      </w:r>
      <w:r>
        <w:rPr>
          <w:rFonts w:hint="cs"/>
          <w:rtl/>
        </w:rPr>
        <w:t>ٱ</w:t>
      </w:r>
      <w:r>
        <w:rPr>
          <w:rFonts w:hint="eastAsia"/>
          <w:rtl/>
        </w:rPr>
        <w:t>لَّيۡلِ</w:t>
      </w:r>
      <w:r>
        <w:rPr>
          <w:rtl/>
        </w:rPr>
        <w:t xml:space="preserve"> إِذَا يَغۡشَ</w:t>
      </w:r>
      <w:r>
        <w:rPr>
          <w:rFonts w:hint="cs"/>
          <w:rtl/>
        </w:rPr>
        <w:t>ٮٰ</w:t>
      </w:r>
      <w:r>
        <w:rPr>
          <w:rFonts w:hint="eastAsia"/>
          <w:rtl/>
        </w:rPr>
        <w:t>هَا</w:t>
      </w:r>
      <w:r>
        <w:rPr>
          <w:rtl/>
        </w:rPr>
        <w:t xml:space="preserve"> (٤</w:t>
      </w:r>
      <w:r w:rsidR="009229E3">
        <w:rPr>
          <w:rtl/>
        </w:rPr>
        <w:t>)</w:t>
      </w:r>
    </w:p>
    <w:p w:rsidR="00595365" w:rsidRDefault="001A403D" w:rsidP="00E36567">
      <w:pPr>
        <w:pStyle w:val="libBoldItalic"/>
      </w:pPr>
      <w:r>
        <w:t>By the sun and its brightness, (1) And by the moon when it follows him, (2) And by the day when it shines him, (3) And the night when it enshrouds him, (4)</w:t>
      </w:r>
    </w:p>
    <w:p w:rsidR="001A403D" w:rsidRDefault="001A403D" w:rsidP="00E36567">
      <w:pPr>
        <w:pStyle w:val="libNormal"/>
      </w:pPr>
      <w:r>
        <w:t>1-Imam Jafar Sadiq asws said about the saying of Allah Azza wa Jalla, “By the sun and its brightness”: Shams (sun) is Rasool Allah sawaw, through him Allah Azza wa Jalla made clear for the people their Deen, “And by the moon when it follows him” that is Amirul Momineen asws who follows Rasool Allah sawaw, and he transferred his knowledge to him, “and the night when it covers him” those are unjust Imams who usurped the matter of Khilafat unjustly from Aal-e-Mohammad asws, and Allah is narrating their deed, “and the night when it conceals him”, “and by the day when it brightens him” those are Imams asws from the progeny of Syyeda Fatima Zahra asws, from whom questions will be asked about the Deen of Rasool Allah sawaw, then they explain clearly to the asker, so Allah Azza wa Jalla has narrated it, “and by the day when it shines the sun” (al-Burhan, v8, p297)</w:t>
      </w:r>
    </w:p>
    <w:p w:rsidR="001A403D" w:rsidRDefault="001A403D" w:rsidP="009229E3">
      <w:pPr>
        <w:pStyle w:val="libCenterBold1"/>
      </w:pPr>
      <w:r>
        <w:t>Lesson:</w:t>
      </w:r>
    </w:p>
    <w:p w:rsidR="001A403D" w:rsidRDefault="001A403D" w:rsidP="001A403D">
      <w:pPr>
        <w:pStyle w:val="libNormal"/>
      </w:pPr>
      <w:r>
        <w:t>1-To explain the Deen of Allah is the responsibility of Masumeen asws. The job of true scholars is only and only to convey the commandments to the public with reference of Quran &amp; Hadees. It is obligatory for the Momineen to honour &amp; respect the true scholars (Ulma-e-Haqq). But it is unjust and Batil to declare Walayat of Mulla along with Walayat-e-Masumeen asws and to issue Fatawa with Zunn-e-ijtihadi. Masumeen asws have told the solution of any problem which can come across until Qiyamah, and Ulma-e-Haqq confirm it, and moreover the Imam asws of our Time is Hazir Nazir, whoever needs guidance, no doubt Imam asws helps him.</w:t>
      </w:r>
    </w:p>
    <w:p w:rsidR="00EB2345" w:rsidRDefault="00EB2345" w:rsidP="00FC02E7">
      <w:pPr>
        <w:pStyle w:val="libNormal"/>
        <w:rPr>
          <w:rtl/>
        </w:rPr>
      </w:pPr>
      <w:r>
        <w:rPr>
          <w:rFonts w:hint="eastAsia"/>
        </w:rPr>
        <w:br w:type="page"/>
      </w:r>
    </w:p>
    <w:p w:rsidR="001A403D" w:rsidRDefault="00EB2345" w:rsidP="00EB2345">
      <w:pPr>
        <w:pStyle w:val="Heading1Center"/>
      </w:pPr>
      <w:bookmarkStart w:id="87" w:name="_Toc449789480"/>
      <w:r>
        <w:rPr>
          <w:rFonts w:hint="eastAsia"/>
          <w:rtl/>
        </w:rPr>
        <w:lastRenderedPageBreak/>
        <w:t>سُوۡرَةُ</w:t>
      </w:r>
      <w:r>
        <w:rPr>
          <w:rtl/>
        </w:rPr>
        <w:t xml:space="preserve"> </w:t>
      </w:r>
      <w:r w:rsidR="001A403D">
        <w:rPr>
          <w:rtl/>
        </w:rPr>
        <w:t>الل</w:t>
      </w:r>
      <w:r w:rsidR="001A403D">
        <w:rPr>
          <w:rFonts w:hint="cs"/>
          <w:rtl/>
        </w:rPr>
        <w:t>یْ</w:t>
      </w:r>
      <w:r w:rsidR="001A403D">
        <w:rPr>
          <w:rFonts w:hint="eastAsia"/>
          <w:rtl/>
        </w:rPr>
        <w:t>ل</w:t>
      </w:r>
      <w:bookmarkEnd w:id="87"/>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فَأَنذَرۡتُكُمۡ</w:t>
      </w:r>
      <w:r>
        <w:rPr>
          <w:rtl/>
        </w:rPr>
        <w:t xml:space="preserve"> نَارً۬ا تَلَظَّىٰ (١٤</w:t>
      </w:r>
      <w:r w:rsidR="009229E3">
        <w:rPr>
          <w:rtl/>
        </w:rPr>
        <w:t>)</w:t>
      </w:r>
      <w:r>
        <w:rPr>
          <w:rtl/>
        </w:rPr>
        <w:t xml:space="preserve"> لَا يَصۡلَ</w:t>
      </w:r>
      <w:r>
        <w:rPr>
          <w:rFonts w:hint="cs"/>
          <w:rtl/>
        </w:rPr>
        <w:t>ٮٰ</w:t>
      </w:r>
      <w:r>
        <w:rPr>
          <w:rFonts w:hint="eastAsia"/>
          <w:rtl/>
        </w:rPr>
        <w:t>هَآ</w:t>
      </w:r>
      <w:r>
        <w:rPr>
          <w:rtl/>
        </w:rPr>
        <w:t xml:space="preserve"> إِلَّا </w:t>
      </w:r>
      <w:r>
        <w:rPr>
          <w:rFonts w:hint="cs"/>
          <w:rtl/>
        </w:rPr>
        <w:t>ٱ</w:t>
      </w:r>
      <w:r>
        <w:rPr>
          <w:rFonts w:hint="eastAsia"/>
          <w:rtl/>
        </w:rPr>
        <w:t>لۡأَشۡقَى</w:t>
      </w:r>
      <w:r>
        <w:rPr>
          <w:rtl/>
        </w:rPr>
        <w:t xml:space="preserve"> (١٥</w:t>
      </w:r>
      <w:r w:rsidR="009229E3">
        <w:rPr>
          <w:rtl/>
        </w:rPr>
        <w:t>)</w:t>
      </w:r>
      <w:r>
        <w:rPr>
          <w:rtl/>
        </w:rPr>
        <w:t xml:space="preserve"> </w:t>
      </w:r>
      <w:r>
        <w:rPr>
          <w:rFonts w:hint="cs"/>
          <w:rtl/>
        </w:rPr>
        <w:t>ٱ</w:t>
      </w:r>
      <w:r>
        <w:rPr>
          <w:rFonts w:hint="eastAsia"/>
          <w:rtl/>
        </w:rPr>
        <w:t>لَّذِى</w:t>
      </w:r>
      <w:r>
        <w:rPr>
          <w:rtl/>
        </w:rPr>
        <w:t xml:space="preserve"> كَذَّبَ وَتَوَلَّىٰ (١٦</w:t>
      </w:r>
      <w:r w:rsidR="009229E3">
        <w:rPr>
          <w:rtl/>
        </w:rPr>
        <w:t>)</w:t>
      </w:r>
    </w:p>
    <w:p w:rsidR="001A403D" w:rsidRDefault="001A403D" w:rsidP="00E36567">
      <w:pPr>
        <w:pStyle w:val="libBoldItalic"/>
      </w:pPr>
      <w:r>
        <w:t>So I have warned you of the flaming Fire (14) None will (enter to) burn therein except the most wretched, (15) He belied and turned away. (16)</w:t>
      </w:r>
    </w:p>
    <w:p w:rsidR="001A403D" w:rsidRDefault="001A403D" w:rsidP="00E36567">
      <w:pPr>
        <w:pStyle w:val="libNormal"/>
      </w:pPr>
      <w:r>
        <w:t>1-Imam Jafar Sadiq asws said about these verses: There is a valley in the Hell which is filled with Fire, no one will go in it except Shaqi (wretched) means who belied Rasool Allah sawaw concerning Ali asws, and turned away from his (asws) Walayat. And the Fires of Hell, one is bigger than the other, but there is no bigger Fire than the Fire of this valley which is for Nasibies. (al-Burhan, v8, p304)</w:t>
      </w:r>
    </w:p>
    <w:p w:rsidR="001A403D" w:rsidRDefault="001A403D" w:rsidP="009229E3">
      <w:pPr>
        <w:pStyle w:val="libCenterBold1"/>
      </w:pPr>
      <w:r>
        <w:t>Lesson:</w:t>
      </w:r>
    </w:p>
    <w:p w:rsidR="001A403D" w:rsidRDefault="001A403D" w:rsidP="001A403D">
      <w:pPr>
        <w:pStyle w:val="libNormal"/>
      </w:pPr>
      <w:r>
        <w:t>1-Wretched doomed are those people who accept Walayat of such people in competition with Walayat-e-Ali asws, who belie clear Ahadees of Rasool Allah sawaw about Walayat-e-Ali asws, e.g. they belie that Rasool Allah sawaw was reciting testimony of Walayat-e-Ali asws in Salaah, and was doing Dua for forgiveness for Momineen for the sake of Ali asws in Salaah, and was doing Dua to put love of Ali asws in the hearts of Momineen. While Nasibi Majoosi Mulla is prohibiting people from doing Zikr-e-Ali asws in Salaah, so valleys &amp; wells of the Hell are waiting for the Muqassir Mulla &amp; his Muqallideen.</w:t>
      </w:r>
    </w:p>
    <w:p w:rsidR="00EB2345" w:rsidRDefault="00EB2345" w:rsidP="00FC02E7">
      <w:pPr>
        <w:pStyle w:val="libNormal"/>
        <w:rPr>
          <w:rtl/>
        </w:rPr>
      </w:pPr>
      <w:r>
        <w:rPr>
          <w:rFonts w:hint="eastAsia"/>
        </w:rPr>
        <w:br w:type="page"/>
      </w:r>
    </w:p>
    <w:p w:rsidR="001A403D" w:rsidRDefault="00EB2345" w:rsidP="00EB2345">
      <w:pPr>
        <w:pStyle w:val="Heading1Center"/>
      </w:pPr>
      <w:bookmarkStart w:id="88" w:name="_Toc449789481"/>
      <w:r>
        <w:rPr>
          <w:rFonts w:hint="eastAsia"/>
          <w:rtl/>
        </w:rPr>
        <w:lastRenderedPageBreak/>
        <w:t>سُوۡرَةُ</w:t>
      </w:r>
      <w:r>
        <w:rPr>
          <w:rtl/>
        </w:rPr>
        <w:t xml:space="preserve"> </w:t>
      </w:r>
      <w:r w:rsidR="001A403D">
        <w:rPr>
          <w:rtl/>
        </w:rPr>
        <w:t>الشَّرح</w:t>
      </w:r>
      <w:bookmarkEnd w:id="88"/>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595365" w:rsidRDefault="001A403D" w:rsidP="00385B48">
      <w:pPr>
        <w:pStyle w:val="libAr"/>
      </w:pPr>
      <w:r>
        <w:rPr>
          <w:rFonts w:hint="eastAsia"/>
          <w:rtl/>
        </w:rPr>
        <w:t>أَلَمۡ</w:t>
      </w:r>
      <w:r>
        <w:rPr>
          <w:rtl/>
        </w:rPr>
        <w:t xml:space="preserve"> نَشۡرَحۡ لَكَ صَدۡرَكَ (١</w:t>
      </w:r>
      <w:r w:rsidR="009229E3">
        <w:rPr>
          <w:rtl/>
        </w:rPr>
        <w:t>)</w:t>
      </w:r>
      <w:r>
        <w:rPr>
          <w:rtl/>
        </w:rPr>
        <w:t xml:space="preserve"> وَوَضَعۡنَا عَنكَ وِزۡرَكَ (٢</w:t>
      </w:r>
      <w:r w:rsidR="009229E3">
        <w:rPr>
          <w:rtl/>
        </w:rPr>
        <w:t>)</w:t>
      </w:r>
      <w:r>
        <w:rPr>
          <w:rtl/>
        </w:rPr>
        <w:t xml:space="preserve"> </w:t>
      </w:r>
      <w:r>
        <w:rPr>
          <w:rFonts w:hint="cs"/>
          <w:rtl/>
        </w:rPr>
        <w:t>ٱ</w:t>
      </w:r>
      <w:r>
        <w:rPr>
          <w:rFonts w:hint="eastAsia"/>
          <w:rtl/>
        </w:rPr>
        <w:t>لَّذِىٓ</w:t>
      </w:r>
      <w:r>
        <w:rPr>
          <w:rtl/>
        </w:rPr>
        <w:t xml:space="preserve"> أَنقَضَ ظَهۡرَكَ (٣</w:t>
      </w:r>
      <w:r w:rsidR="009229E3">
        <w:rPr>
          <w:rtl/>
        </w:rPr>
        <w:t>)</w:t>
      </w:r>
      <w:r>
        <w:rPr>
          <w:rtl/>
        </w:rPr>
        <w:t xml:space="preserve"> وَرَفَعۡنَا لَكَ ذِكۡرَكَ (٤</w:t>
      </w:r>
      <w:r w:rsidR="009229E3">
        <w:rPr>
          <w:rtl/>
        </w:rPr>
        <w:t>)</w:t>
      </w:r>
      <w:r>
        <w:rPr>
          <w:rtl/>
        </w:rPr>
        <w:t xml:space="preserve"> فَإِنَّ مَعَ </w:t>
      </w:r>
      <w:r>
        <w:rPr>
          <w:rFonts w:hint="cs"/>
          <w:rtl/>
        </w:rPr>
        <w:t>ٱ</w:t>
      </w:r>
      <w:r>
        <w:rPr>
          <w:rFonts w:hint="eastAsia"/>
          <w:rtl/>
        </w:rPr>
        <w:t>لۡعُسۡرِ</w:t>
      </w:r>
      <w:r>
        <w:rPr>
          <w:rtl/>
        </w:rPr>
        <w:t xml:space="preserve"> يُسۡرًا (٥</w:t>
      </w:r>
      <w:r w:rsidR="009229E3">
        <w:rPr>
          <w:rtl/>
        </w:rPr>
        <w:t>)</w:t>
      </w:r>
      <w:r>
        <w:rPr>
          <w:rtl/>
        </w:rPr>
        <w:t xml:space="preserve"> إِنَّ مَعَ </w:t>
      </w:r>
      <w:r>
        <w:rPr>
          <w:rFonts w:hint="cs"/>
          <w:rtl/>
        </w:rPr>
        <w:t>ٱ</w:t>
      </w:r>
      <w:r>
        <w:rPr>
          <w:rFonts w:hint="eastAsia"/>
          <w:rtl/>
        </w:rPr>
        <w:t>لۡعُسۡرِ</w:t>
      </w:r>
      <w:r>
        <w:rPr>
          <w:rtl/>
        </w:rPr>
        <w:t xml:space="preserve"> يُسۡرً۬ا (٦</w:t>
      </w:r>
      <w:r w:rsidR="009229E3">
        <w:rPr>
          <w:rtl/>
        </w:rPr>
        <w:t>)</w:t>
      </w:r>
      <w:r>
        <w:rPr>
          <w:rtl/>
        </w:rPr>
        <w:t xml:space="preserve"> فَإِذَا فَرَغۡتَ فَ</w:t>
      </w:r>
      <w:r>
        <w:rPr>
          <w:rFonts w:hint="cs"/>
          <w:rtl/>
        </w:rPr>
        <w:t>ٱ</w:t>
      </w:r>
      <w:r>
        <w:rPr>
          <w:rFonts w:hint="eastAsia"/>
          <w:rtl/>
        </w:rPr>
        <w:t>نصَبۡ</w:t>
      </w:r>
      <w:r>
        <w:rPr>
          <w:rtl/>
        </w:rPr>
        <w:t xml:space="preserve"> (٧</w:t>
      </w:r>
      <w:r w:rsidR="009229E3">
        <w:rPr>
          <w:rtl/>
        </w:rPr>
        <w:t>)</w:t>
      </w:r>
      <w:r>
        <w:rPr>
          <w:rtl/>
        </w:rPr>
        <w:t xml:space="preserve"> وَإِلَىٰ رَبِّكَ فَ</w:t>
      </w:r>
      <w:r>
        <w:rPr>
          <w:rFonts w:hint="cs"/>
          <w:rtl/>
        </w:rPr>
        <w:t>ٱ</w:t>
      </w:r>
      <w:r>
        <w:rPr>
          <w:rFonts w:hint="eastAsia"/>
          <w:rtl/>
        </w:rPr>
        <w:t>رۡغَب</w:t>
      </w:r>
      <w:r>
        <w:rPr>
          <w:rtl/>
        </w:rPr>
        <w:t xml:space="preserve"> (٨</w:t>
      </w:r>
      <w:r w:rsidR="009229E3">
        <w:rPr>
          <w:rtl/>
        </w:rPr>
        <w:t>)</w:t>
      </w:r>
    </w:p>
    <w:p w:rsidR="00595365" w:rsidRDefault="001A403D" w:rsidP="00E36567">
      <w:pPr>
        <w:pStyle w:val="libBoldItalic"/>
      </w:pPr>
      <w:r>
        <w:t>Have We not expanded for you your chest? 1) And We removed from you your burden (2) Which weighed down your back; (3) And We exalted for you your Zikr. (4) So indeed, with hardship is ease, (5) Indeed with hardship is ease, (6) So when you are finished, then fix (appoint) (7) And then incline towards your Rabb. (8)</w:t>
      </w:r>
    </w:p>
    <w:p w:rsidR="001A403D" w:rsidRDefault="001A403D" w:rsidP="00E36567">
      <w:pPr>
        <w:pStyle w:val="libNormal"/>
      </w:pPr>
      <w:r>
        <w:t>1-Imam Ali Raza asws said: “Have We not expanded for you your chest?” means Ya Mohammad sawaw, have We not made Ali asws your Wasi? “And We removed from you your burden” means the burden of battles to disbelievers and people of Taweel through Ali bin Abi Talib asws, “And We exalted for you” through him “your Zikr” means Ya Mohammad sawaw We have raised his (asws) status as well along with your Zikr. (al-Burhan, v8, p316)</w:t>
      </w:r>
    </w:p>
    <w:p w:rsidR="001A403D" w:rsidRDefault="001A403D" w:rsidP="00E36567">
      <w:pPr>
        <w:pStyle w:val="libNormal"/>
      </w:pPr>
      <w:r>
        <w:t>2-Imam Jafar Sadiq asws said about the saying of Allah Ta’ala “So when you are finished then appoint”: Rasool Allah sawaw was doing Hajj that it was revealed “So when you are finished” from your Hajj, “then appoint” Ali asws for the people. (al-Burhan, v8, p315)</w:t>
      </w:r>
    </w:p>
    <w:p w:rsidR="001A403D" w:rsidRDefault="001A403D" w:rsidP="009229E3">
      <w:pPr>
        <w:pStyle w:val="libCenterBold1"/>
      </w:pPr>
      <w:r>
        <w:t>Lesson:</w:t>
      </w:r>
    </w:p>
    <w:p w:rsidR="001A403D" w:rsidRDefault="001A403D" w:rsidP="001A403D">
      <w:pPr>
        <w:pStyle w:val="libNormal"/>
      </w:pPr>
      <w:r>
        <w:t>1-Maola Ali asws is that Sultan-e-Naseer from Allah by whom chest of Rasool Allah sawaw expanded with pride. It means who has Ali asws in his heart, there is no worry or hardship for him. Due to Walayat-e-Ali asws there is ease with hardship. Due to Help of Maola Ali asws, the holy chest of Rasool-e-Rahmat of the universe is expanded, while chest of Muqassireen narrows (straitened) on hearing Ya Ali asws Maddad and they feel short of breath like moribund.</w:t>
      </w:r>
    </w:p>
    <w:p w:rsidR="001A403D" w:rsidRDefault="001A403D" w:rsidP="001A403D">
      <w:pPr>
        <w:pStyle w:val="libNormal"/>
      </w:pPr>
      <w:r>
        <w:t>2-Allah Ta’ala has exalted Zikr of His Rasool sawaw and His Wali asws along with His Zikr, so this Noor can not be extinguished by Majoosi Fatawa. Allah Ta’ala is not asking for a lot of deed but He needs the best deed. If majority does not mentions Walayat-e-Ali asws in Salaah, then Allah does not care about them. Walayat-e-Ali asws is fixed in the hearts of Momineen, no one can remove/extinguish Noor-e-Walayat from our hearts.</w:t>
      </w:r>
    </w:p>
    <w:p w:rsidR="00EB2345" w:rsidRDefault="00EB2345" w:rsidP="00FC02E7">
      <w:pPr>
        <w:pStyle w:val="libNormal"/>
        <w:rPr>
          <w:rtl/>
        </w:rPr>
      </w:pPr>
      <w:r>
        <w:rPr>
          <w:rFonts w:hint="eastAsia"/>
        </w:rPr>
        <w:br w:type="page"/>
      </w:r>
    </w:p>
    <w:p w:rsidR="001A403D" w:rsidRDefault="00EB2345" w:rsidP="00EB2345">
      <w:pPr>
        <w:pStyle w:val="Heading1Center"/>
      </w:pPr>
      <w:bookmarkStart w:id="89" w:name="_Toc449789482"/>
      <w:r>
        <w:rPr>
          <w:rFonts w:hint="eastAsia"/>
          <w:rtl/>
        </w:rPr>
        <w:lastRenderedPageBreak/>
        <w:t>سُوۡرَةُ</w:t>
      </w:r>
      <w:r>
        <w:rPr>
          <w:rtl/>
        </w:rPr>
        <w:t xml:space="preserve"> </w:t>
      </w:r>
      <w:r w:rsidR="001A403D">
        <w:rPr>
          <w:rtl/>
        </w:rPr>
        <w:t>التِّ</w:t>
      </w:r>
      <w:r w:rsidR="001A403D">
        <w:rPr>
          <w:rFonts w:hint="cs"/>
          <w:rtl/>
        </w:rPr>
        <w:t>ی</w:t>
      </w:r>
      <w:r w:rsidR="001A403D">
        <w:rPr>
          <w:rFonts w:hint="eastAsia"/>
          <w:rtl/>
        </w:rPr>
        <w:t>ن</w:t>
      </w:r>
      <w:bookmarkEnd w:id="89"/>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وَ</w:t>
      </w:r>
      <w:r>
        <w:rPr>
          <w:rFonts w:hint="cs"/>
          <w:rtl/>
        </w:rPr>
        <w:t>ٱ</w:t>
      </w:r>
      <w:r>
        <w:rPr>
          <w:rFonts w:hint="eastAsia"/>
          <w:rtl/>
        </w:rPr>
        <w:t>لتِّينِ</w:t>
      </w:r>
      <w:r>
        <w:rPr>
          <w:rtl/>
        </w:rPr>
        <w:t xml:space="preserve"> وَ</w:t>
      </w:r>
      <w:r>
        <w:rPr>
          <w:rFonts w:hint="cs"/>
          <w:rtl/>
        </w:rPr>
        <w:t>ٱ</w:t>
      </w:r>
      <w:r>
        <w:rPr>
          <w:rFonts w:hint="eastAsia"/>
          <w:rtl/>
        </w:rPr>
        <w:t>لزَّيۡتُونِ</w:t>
      </w:r>
      <w:r>
        <w:rPr>
          <w:rtl/>
        </w:rPr>
        <w:t xml:space="preserve"> (١</w:t>
      </w:r>
      <w:r w:rsidR="009229E3">
        <w:rPr>
          <w:rtl/>
        </w:rPr>
        <w:t>)</w:t>
      </w:r>
      <w:r>
        <w:rPr>
          <w:rtl/>
        </w:rPr>
        <w:t xml:space="preserve"> وَطُورِ سِينِينَ (٢</w:t>
      </w:r>
      <w:r w:rsidR="009229E3">
        <w:rPr>
          <w:rtl/>
        </w:rPr>
        <w:t>)</w:t>
      </w:r>
      <w:r>
        <w:rPr>
          <w:rtl/>
        </w:rPr>
        <w:t xml:space="preserve"> وَهَـٰذَا </w:t>
      </w:r>
      <w:r>
        <w:rPr>
          <w:rFonts w:hint="cs"/>
          <w:rtl/>
        </w:rPr>
        <w:t>ٱ</w:t>
      </w:r>
      <w:r>
        <w:rPr>
          <w:rFonts w:hint="eastAsia"/>
          <w:rtl/>
        </w:rPr>
        <w:t>لۡبَلَدِ</w:t>
      </w:r>
      <w:r>
        <w:rPr>
          <w:rtl/>
        </w:rPr>
        <w:t xml:space="preserve"> </w:t>
      </w:r>
      <w:r>
        <w:rPr>
          <w:rFonts w:hint="cs"/>
          <w:rtl/>
        </w:rPr>
        <w:t>ٱ</w:t>
      </w:r>
      <w:r>
        <w:rPr>
          <w:rFonts w:hint="eastAsia"/>
          <w:rtl/>
        </w:rPr>
        <w:t>لۡأَمِينِ</w:t>
      </w:r>
      <w:r>
        <w:rPr>
          <w:rtl/>
        </w:rPr>
        <w:t xml:space="preserve"> (٣</w:t>
      </w:r>
      <w:r w:rsidR="009229E3">
        <w:rPr>
          <w:rtl/>
        </w:rPr>
        <w:t>)</w:t>
      </w:r>
      <w:r>
        <w:rPr>
          <w:rtl/>
        </w:rPr>
        <w:t xml:space="preserve"> لَقَدۡ خَلَقۡنَا </w:t>
      </w:r>
      <w:r>
        <w:rPr>
          <w:rFonts w:hint="cs"/>
          <w:rtl/>
        </w:rPr>
        <w:t>ٱ</w:t>
      </w:r>
      <w:r>
        <w:rPr>
          <w:rFonts w:hint="eastAsia"/>
          <w:rtl/>
        </w:rPr>
        <w:t>لۡإِنسَـٰنَ</w:t>
      </w:r>
      <w:r>
        <w:rPr>
          <w:rtl/>
        </w:rPr>
        <w:t xml:space="preserve"> فِىٓ أَحۡسَنِ تَقۡوِيمٍ۬ (٤</w:t>
      </w:r>
      <w:r w:rsidR="009229E3">
        <w:rPr>
          <w:rtl/>
        </w:rPr>
        <w:t>)</w:t>
      </w:r>
      <w:r>
        <w:rPr>
          <w:rtl/>
        </w:rPr>
        <w:t xml:space="preserve"> ثُمَّ رَدَدۡنَـٰهُ أَسۡفَلَ سَـٰفِلِينَ (٥</w:t>
      </w:r>
      <w:r w:rsidR="009229E3">
        <w:rPr>
          <w:rtl/>
        </w:rPr>
        <w:t>)</w:t>
      </w:r>
      <w:r>
        <w:rPr>
          <w:rtl/>
        </w:rPr>
        <w:t xml:space="preserve"> إِلَّا </w:t>
      </w:r>
      <w:r>
        <w:rPr>
          <w:rFonts w:hint="cs"/>
          <w:rtl/>
        </w:rPr>
        <w:t>ٱ</w:t>
      </w:r>
      <w:r>
        <w:rPr>
          <w:rFonts w:hint="eastAsia"/>
          <w:rtl/>
        </w:rPr>
        <w:t>لَّذِينَ</w:t>
      </w:r>
      <w:r>
        <w:rPr>
          <w:rtl/>
        </w:rPr>
        <w:t xml:space="preserve"> ءَامَنُواْ وَعَمِلُواْ </w:t>
      </w:r>
      <w:r>
        <w:rPr>
          <w:rFonts w:hint="cs"/>
          <w:rtl/>
        </w:rPr>
        <w:t>ٱ</w:t>
      </w:r>
      <w:r>
        <w:rPr>
          <w:rFonts w:hint="eastAsia"/>
          <w:rtl/>
        </w:rPr>
        <w:t>لصَّـٰلِحَـٰتِ</w:t>
      </w:r>
      <w:r>
        <w:rPr>
          <w:rtl/>
        </w:rPr>
        <w:t xml:space="preserve"> فَلَهُمۡ أَ</w:t>
      </w:r>
      <w:r>
        <w:rPr>
          <w:rFonts w:hint="eastAsia"/>
          <w:rtl/>
        </w:rPr>
        <w:t>جۡرٌ</w:t>
      </w:r>
      <w:r>
        <w:rPr>
          <w:rtl/>
        </w:rPr>
        <w:t xml:space="preserve"> غَيۡرُ مَمۡنُونٍ۬ (٦</w:t>
      </w:r>
      <w:r w:rsidR="009229E3">
        <w:rPr>
          <w:rtl/>
        </w:rPr>
        <w:t>)</w:t>
      </w:r>
      <w:r>
        <w:rPr>
          <w:rtl/>
        </w:rPr>
        <w:t xml:space="preserve"> فَمَا يُكَذِّبُكَ بَعۡدُ بِ</w:t>
      </w:r>
      <w:r>
        <w:rPr>
          <w:rFonts w:hint="cs"/>
          <w:rtl/>
        </w:rPr>
        <w:t>ٱ</w:t>
      </w:r>
      <w:r>
        <w:rPr>
          <w:rFonts w:hint="eastAsia"/>
          <w:rtl/>
        </w:rPr>
        <w:t>لدِّينِ</w:t>
      </w:r>
      <w:r>
        <w:rPr>
          <w:rtl/>
        </w:rPr>
        <w:t xml:space="preserve"> (٧</w:t>
      </w:r>
      <w:r w:rsidR="009229E3">
        <w:rPr>
          <w:rtl/>
        </w:rPr>
        <w:t>)</w:t>
      </w:r>
      <w:r>
        <w:rPr>
          <w:rtl/>
        </w:rPr>
        <w:t xml:space="preserve"> أَلَيۡسَ </w:t>
      </w:r>
      <w:r>
        <w:rPr>
          <w:rFonts w:hint="cs"/>
          <w:rtl/>
        </w:rPr>
        <w:t>ٱ</w:t>
      </w:r>
      <w:r>
        <w:rPr>
          <w:rFonts w:hint="eastAsia"/>
          <w:rtl/>
        </w:rPr>
        <w:t>للَّهُ</w:t>
      </w:r>
      <w:r>
        <w:rPr>
          <w:rtl/>
        </w:rPr>
        <w:t xml:space="preserve"> بِأَحۡكَمِ </w:t>
      </w:r>
      <w:r>
        <w:rPr>
          <w:rFonts w:hint="cs"/>
          <w:rtl/>
        </w:rPr>
        <w:t>ٱ</w:t>
      </w:r>
      <w:r>
        <w:rPr>
          <w:rFonts w:hint="eastAsia"/>
          <w:rtl/>
        </w:rPr>
        <w:t>لۡحَـٰكِمِينَ</w:t>
      </w:r>
      <w:r>
        <w:rPr>
          <w:rtl/>
        </w:rPr>
        <w:t xml:space="preserve"> (٨</w:t>
      </w:r>
      <w:r w:rsidR="009229E3">
        <w:rPr>
          <w:rtl/>
        </w:rPr>
        <w:t>)</w:t>
      </w:r>
    </w:p>
    <w:p w:rsidR="00595365" w:rsidRDefault="001A403D" w:rsidP="00E36567">
      <w:pPr>
        <w:pStyle w:val="libBoldItalic"/>
      </w:pPr>
      <w:r>
        <w:t>By the fig and the olive, (1) By Mount Sinai, (2) And by this peaceful city, (3) Surely We created man in the best stature (4) Then We returned him to the lowest of the low, (5) Except those who believe and do good deeds, so for them is a reward unfailing (never exhausting). (6) So after this who can belie you about Deen? (7) Is not Allah the most just of all judges? (8)</w:t>
      </w:r>
    </w:p>
    <w:p w:rsidR="001A403D" w:rsidRDefault="001A403D" w:rsidP="00E36567">
      <w:pPr>
        <w:pStyle w:val="libNormal"/>
      </w:pPr>
      <w:r>
        <w:t>1-Imam Ali Raza asws said: Teen (fig) and Zaitoon (olive) is Hassan asws and Hussain asws, and Toor-e-Sina is Amiul Momineen asws, and Baladul Ameen (peaceful city) is Rasool Allah sawaw, it means people get safety from Fire when they obey him (sawaw), “Certainly We created human in the best stature” means when Allah took covenant of His Lordship and Nabuwat of Mohammad sawaw and Walayat of his Aosiya asws and they testified. Yes, beware that Allah says, “Then We returned him to the lowest of the low” means in the lowest level when he broke the covenant and did injustice to Aal-e-Mohammad asws, “Except those who believe and do righteous deeds” by Allah they are Amirul Momineen asws and his Shias, “for them is never ending reward” and “So after this who can belie you about Deen?” and Deen is Amirul Momineen asws, “Is not Allah the most just of all judges?” (al-Burhan, v8, p320)</w:t>
      </w:r>
    </w:p>
    <w:p w:rsidR="001A403D" w:rsidRDefault="001A403D" w:rsidP="009229E3">
      <w:pPr>
        <w:pStyle w:val="libCenterBold1"/>
      </w:pPr>
      <w:r>
        <w:t>Lesson:</w:t>
      </w:r>
    </w:p>
    <w:p w:rsidR="001A403D" w:rsidRDefault="001A403D" w:rsidP="001A403D">
      <w:pPr>
        <w:pStyle w:val="libNormal"/>
      </w:pPr>
      <w:r>
        <w:t>1-After swearing by Masumeen asws, Allah Ta’ala says that whoever will obey Masumeen asws will get peace-order. Certainly Allah Ta’ala has created humans on Deen-e-Fitrat, Islam, Fitrat of Allah, and best stature i.e. Walayat-e-Ali asws. Now it is up to the man that he renounces the Walayat-e-Ali asws Passport of Salvation, and puts the noose of Walayat-e-Faqeh in his neck and jumps into the lowest level of Hell.</w:t>
      </w:r>
    </w:p>
    <w:p w:rsidR="001A403D" w:rsidRDefault="001A403D" w:rsidP="001A403D">
      <w:pPr>
        <w:pStyle w:val="libNormal"/>
      </w:pPr>
      <w:r>
        <w:t>2-The opponents of Walayat-e-Ali asws will raise their heads in the Hell and will say loudly “We believe in Walayat of Ali bin Abi Talib asws.” At that time Maola Ali asws will come out smiling from behind the Hijab-e-Azmat and will say: By the Rabb of Ka’ba, my Rabb has given judgement in my favour and this is the saying of Allah, “Is not Allah the most just of all judges?”</w:t>
      </w:r>
    </w:p>
    <w:p w:rsidR="001A403D" w:rsidRDefault="001A403D" w:rsidP="001A403D">
      <w:pPr>
        <w:pStyle w:val="libNormal"/>
      </w:pPr>
      <w:r>
        <w:t xml:space="preserve">3-If Muqassireen wish to come on the right path then it is not so difficult task, rather it is easy because Allah has made Deen-e-Walayat easy. Only one has to remove the noose of Taqleed of Majoosi Mulla from its neck to become Hurr. Then recite testimony of Walayat-e-Ali asws in Salaah, observe Azadari of Imam-e-Mazloom asws, prepare yourselves for Zahoor of Qaim asws by doing righteous deeds, and condemn the enemies of Ahlul </w:t>
      </w:r>
      <w:r>
        <w:lastRenderedPageBreak/>
        <w:t>Bait asws who are issuing Fatawa against Walayat, Azadari, and infallibility of Masumeen asws, and curse on them.</w:t>
      </w:r>
    </w:p>
    <w:p w:rsidR="00EB2345" w:rsidRDefault="00EB2345" w:rsidP="00FC02E7">
      <w:pPr>
        <w:pStyle w:val="libNormal"/>
        <w:rPr>
          <w:rtl/>
        </w:rPr>
      </w:pPr>
      <w:r>
        <w:rPr>
          <w:rFonts w:hint="eastAsia"/>
        </w:rPr>
        <w:br w:type="page"/>
      </w:r>
    </w:p>
    <w:p w:rsidR="001A403D" w:rsidRDefault="00EB2345" w:rsidP="00EB2345">
      <w:pPr>
        <w:pStyle w:val="Heading1Center"/>
      </w:pPr>
      <w:bookmarkStart w:id="90" w:name="_Toc449789483"/>
      <w:r>
        <w:rPr>
          <w:rFonts w:hint="eastAsia"/>
          <w:rtl/>
        </w:rPr>
        <w:lastRenderedPageBreak/>
        <w:t>سُوۡرَةُ</w:t>
      </w:r>
      <w:r>
        <w:rPr>
          <w:rtl/>
        </w:rPr>
        <w:t xml:space="preserve"> </w:t>
      </w:r>
      <w:r w:rsidR="001A403D">
        <w:rPr>
          <w:rtl/>
        </w:rPr>
        <w:t>العَلق</w:t>
      </w:r>
      <w:bookmarkEnd w:id="90"/>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cs"/>
          <w:rtl/>
        </w:rPr>
        <w:t>ٱ</w:t>
      </w:r>
      <w:r>
        <w:rPr>
          <w:rFonts w:hint="eastAsia"/>
          <w:rtl/>
        </w:rPr>
        <w:t>قۡرَأۡ</w:t>
      </w:r>
      <w:r>
        <w:rPr>
          <w:rtl/>
        </w:rPr>
        <w:t xml:space="preserve"> بِ</w:t>
      </w:r>
      <w:r>
        <w:rPr>
          <w:rFonts w:hint="cs"/>
          <w:rtl/>
        </w:rPr>
        <w:t>ٱ</w:t>
      </w:r>
      <w:r>
        <w:rPr>
          <w:rFonts w:hint="eastAsia"/>
          <w:rtl/>
        </w:rPr>
        <w:t>سۡمِ</w:t>
      </w:r>
      <w:r>
        <w:rPr>
          <w:rtl/>
        </w:rPr>
        <w:t xml:space="preserve"> رَبِّكَ </w:t>
      </w:r>
      <w:r>
        <w:rPr>
          <w:rFonts w:hint="cs"/>
          <w:rtl/>
        </w:rPr>
        <w:t>ٱ</w:t>
      </w:r>
      <w:r>
        <w:rPr>
          <w:rFonts w:hint="eastAsia"/>
          <w:rtl/>
        </w:rPr>
        <w:t>لَّذِى</w:t>
      </w:r>
      <w:r>
        <w:rPr>
          <w:rtl/>
        </w:rPr>
        <w:t xml:space="preserve"> خَلَقَ (١</w:t>
      </w:r>
      <w:r w:rsidR="009229E3">
        <w:rPr>
          <w:rtl/>
        </w:rPr>
        <w:t>)</w:t>
      </w:r>
      <w:r>
        <w:rPr>
          <w:rtl/>
        </w:rPr>
        <w:t xml:space="preserve"> خَلَقَ </w:t>
      </w:r>
      <w:r>
        <w:rPr>
          <w:rFonts w:hint="cs"/>
          <w:rtl/>
        </w:rPr>
        <w:t>ٱ</w:t>
      </w:r>
      <w:r>
        <w:rPr>
          <w:rFonts w:hint="eastAsia"/>
          <w:rtl/>
        </w:rPr>
        <w:t>لۡإِنسَـٰنَ</w:t>
      </w:r>
      <w:r>
        <w:rPr>
          <w:rtl/>
        </w:rPr>
        <w:t xml:space="preserve"> مِنۡ عَلَقٍ (٢</w:t>
      </w:r>
      <w:r w:rsidR="009229E3">
        <w:rPr>
          <w:rtl/>
        </w:rPr>
        <w:t>)</w:t>
      </w:r>
      <w:r>
        <w:rPr>
          <w:rtl/>
        </w:rPr>
        <w:t xml:space="preserve"> </w:t>
      </w:r>
      <w:r>
        <w:rPr>
          <w:rFonts w:hint="cs"/>
          <w:rtl/>
        </w:rPr>
        <w:t>ٱ</w:t>
      </w:r>
      <w:r>
        <w:rPr>
          <w:rFonts w:hint="eastAsia"/>
          <w:rtl/>
        </w:rPr>
        <w:t>قۡرَأۡ</w:t>
      </w:r>
      <w:r>
        <w:rPr>
          <w:rtl/>
        </w:rPr>
        <w:t xml:space="preserve"> وَرَبُّكَ </w:t>
      </w:r>
      <w:r>
        <w:rPr>
          <w:rFonts w:hint="cs"/>
          <w:rtl/>
        </w:rPr>
        <w:t>ٱ</w:t>
      </w:r>
      <w:r>
        <w:rPr>
          <w:rFonts w:hint="eastAsia"/>
          <w:rtl/>
        </w:rPr>
        <w:t>لۡأَكۡرَمُ</w:t>
      </w:r>
      <w:r>
        <w:rPr>
          <w:rtl/>
        </w:rPr>
        <w:t xml:space="preserve"> (٣</w:t>
      </w:r>
      <w:r w:rsidR="009229E3">
        <w:rPr>
          <w:rtl/>
        </w:rPr>
        <w:t>)</w:t>
      </w:r>
      <w:r>
        <w:rPr>
          <w:rtl/>
        </w:rPr>
        <w:t xml:space="preserve"> </w:t>
      </w:r>
      <w:r>
        <w:rPr>
          <w:rFonts w:hint="cs"/>
          <w:rtl/>
        </w:rPr>
        <w:t>ٱ</w:t>
      </w:r>
      <w:r>
        <w:rPr>
          <w:rFonts w:hint="eastAsia"/>
          <w:rtl/>
        </w:rPr>
        <w:t>لَّذِى</w:t>
      </w:r>
      <w:r>
        <w:rPr>
          <w:rtl/>
        </w:rPr>
        <w:t xml:space="preserve"> عَلَّمَ بِ</w:t>
      </w:r>
      <w:r>
        <w:rPr>
          <w:rFonts w:hint="cs"/>
          <w:rtl/>
        </w:rPr>
        <w:t>ٱ</w:t>
      </w:r>
      <w:r>
        <w:rPr>
          <w:rFonts w:hint="eastAsia"/>
          <w:rtl/>
        </w:rPr>
        <w:t>لۡقَلَمِ</w:t>
      </w:r>
      <w:r>
        <w:rPr>
          <w:rtl/>
        </w:rPr>
        <w:t xml:space="preserve"> (٤</w:t>
      </w:r>
      <w:r w:rsidR="009229E3">
        <w:rPr>
          <w:rtl/>
        </w:rPr>
        <w:t>)</w:t>
      </w:r>
      <w:r>
        <w:rPr>
          <w:rtl/>
        </w:rPr>
        <w:t xml:space="preserve"> عَلَّمَ </w:t>
      </w:r>
      <w:r>
        <w:rPr>
          <w:rFonts w:hint="cs"/>
          <w:rtl/>
        </w:rPr>
        <w:t>ٱ</w:t>
      </w:r>
      <w:r>
        <w:rPr>
          <w:rFonts w:hint="eastAsia"/>
          <w:rtl/>
        </w:rPr>
        <w:t>لۡإِنسَـٰنَ</w:t>
      </w:r>
      <w:r>
        <w:rPr>
          <w:rtl/>
        </w:rPr>
        <w:t xml:space="preserve"> مَا لَمۡ يَعۡلَمۡ (٥</w:t>
      </w:r>
      <w:r w:rsidR="009229E3">
        <w:rPr>
          <w:rtl/>
        </w:rPr>
        <w:t>)</w:t>
      </w:r>
    </w:p>
    <w:p w:rsidR="001A403D" w:rsidRDefault="001A403D" w:rsidP="00E36567">
      <w:pPr>
        <w:pStyle w:val="libBoldItalic"/>
      </w:pPr>
      <w:r>
        <w:t>Recite with the Ism (Name) of your Rabb Who created, (1) Created man from a clot. (2) Recite and your Rabb is the most Generous, (3) Who taught by the pen, (4) Taught man that which he knew not. (5)</w:t>
      </w:r>
    </w:p>
    <w:p w:rsidR="001A403D" w:rsidRDefault="001A403D" w:rsidP="00E36567">
      <w:pPr>
        <w:pStyle w:val="libNormal"/>
      </w:pPr>
      <w:r>
        <w:t>1-It is stated in the narration of Ibne Abbas: When Jibrael (a.s.) came with the first revelation in handsome form and with best perfume, then said: Ya Mohammad sawaw, your Rabb says Salam to you, and specifies blessings and honour for you, and says to you: You are my Rasool towards Saqalain, so invite them towards my Ibadat, and certainly they should say “La ilaha illallah Mohammadur Rasool Allah Aliun Waliullah” then he read the Wahi (revelation). (al-Burhan, v8, p323)</w:t>
      </w:r>
    </w:p>
    <w:p w:rsidR="001A403D" w:rsidRDefault="001A403D" w:rsidP="009229E3">
      <w:pPr>
        <w:pStyle w:val="libCenterBold1"/>
      </w:pPr>
      <w:r>
        <w:t>Lesson:</w:t>
      </w:r>
    </w:p>
    <w:p w:rsidR="001A403D" w:rsidRDefault="001A403D" w:rsidP="001A403D">
      <w:pPr>
        <w:pStyle w:val="libNormal"/>
      </w:pPr>
      <w:r>
        <w:t>1-Before starting the first revelation of the Holy Quran, Allah reminded the Kalima Tayyibah to people, about which covenant was taken in Alam-e-Zarr. While Majoosi Muqassir Mulla is persistently opposing arrogantly without any shame in front of Allah Jabbar &amp; Qah’har that “Aliun Waliullah” is not a part of Kalima. Allah is Just, so he will throw the opponents of Walayat-e-Ali asws along with their Nijasaat in the dirtiest &amp; lowest level of Hell.</w:t>
      </w:r>
    </w:p>
    <w:p w:rsidR="001A403D" w:rsidRDefault="001A403D" w:rsidP="001A403D">
      <w:pPr>
        <w:pStyle w:val="libNormal"/>
      </w:pPr>
      <w:r>
        <w:t>2-Qalam (Pen) is Maola Ali asws, it means Allah teaches guidance to people through Walayat-e-Ali asws. Who has Walayat-e-Ali asws in his heart, certainly Kareem is very generous to him, then such Momin is never trapped by Mulla that Kalima is only “La ilaha illallah” then with time “Mohammadur Rasool Allah” was added, and it is habbit (Shu’aar) of Shias to add “Aliun Waliullah” after that.</w:t>
      </w:r>
    </w:p>
    <w:p w:rsidR="00EB2345" w:rsidRDefault="00EB2345" w:rsidP="00FC02E7">
      <w:pPr>
        <w:pStyle w:val="libNormal"/>
        <w:rPr>
          <w:rtl/>
        </w:rPr>
      </w:pPr>
      <w:r>
        <w:rPr>
          <w:rFonts w:hint="eastAsia"/>
        </w:rPr>
        <w:br w:type="page"/>
      </w:r>
    </w:p>
    <w:p w:rsidR="001A403D" w:rsidRDefault="00EB2345" w:rsidP="00EB2345">
      <w:pPr>
        <w:pStyle w:val="Heading1Center"/>
      </w:pPr>
      <w:bookmarkStart w:id="91" w:name="_Toc449789484"/>
      <w:r>
        <w:rPr>
          <w:rFonts w:hint="eastAsia"/>
          <w:rtl/>
        </w:rPr>
        <w:lastRenderedPageBreak/>
        <w:t>سُوۡرَةُ</w:t>
      </w:r>
      <w:r>
        <w:rPr>
          <w:rtl/>
        </w:rPr>
        <w:t xml:space="preserve"> </w:t>
      </w:r>
      <w:r w:rsidR="001A403D">
        <w:rPr>
          <w:rtl/>
        </w:rPr>
        <w:t>القَدر</w:t>
      </w:r>
      <w:bookmarkEnd w:id="91"/>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إِنَّآ</w:t>
      </w:r>
      <w:r>
        <w:rPr>
          <w:rtl/>
        </w:rPr>
        <w:t xml:space="preserve"> أَنزَلۡنَـٰهُ فِى لَيۡلَةِ </w:t>
      </w:r>
      <w:r>
        <w:rPr>
          <w:rFonts w:hint="cs"/>
          <w:rtl/>
        </w:rPr>
        <w:t>ٱ</w:t>
      </w:r>
      <w:r>
        <w:rPr>
          <w:rFonts w:hint="eastAsia"/>
          <w:rtl/>
        </w:rPr>
        <w:t>لۡقَدۡرِ</w:t>
      </w:r>
      <w:r>
        <w:rPr>
          <w:rtl/>
        </w:rPr>
        <w:t xml:space="preserve"> (١</w:t>
      </w:r>
      <w:r w:rsidR="009229E3">
        <w:rPr>
          <w:rtl/>
        </w:rPr>
        <w:t>)</w:t>
      </w:r>
      <w:r>
        <w:rPr>
          <w:rtl/>
        </w:rPr>
        <w:t xml:space="preserve"> وَمَآ أَدۡرَ</w:t>
      </w:r>
      <w:r>
        <w:rPr>
          <w:rFonts w:hint="cs"/>
          <w:rtl/>
        </w:rPr>
        <w:t>ٮٰ</w:t>
      </w:r>
      <w:r>
        <w:rPr>
          <w:rFonts w:hint="eastAsia"/>
          <w:rtl/>
        </w:rPr>
        <w:t>كَ</w:t>
      </w:r>
      <w:r>
        <w:rPr>
          <w:rtl/>
        </w:rPr>
        <w:t xml:space="preserve"> مَا لَيۡلَةُ </w:t>
      </w:r>
      <w:r>
        <w:rPr>
          <w:rFonts w:hint="cs"/>
          <w:rtl/>
        </w:rPr>
        <w:t>ٱ</w:t>
      </w:r>
      <w:r>
        <w:rPr>
          <w:rFonts w:hint="eastAsia"/>
          <w:rtl/>
        </w:rPr>
        <w:t>لۡقَدۡرِ</w:t>
      </w:r>
      <w:r>
        <w:rPr>
          <w:rtl/>
        </w:rPr>
        <w:t xml:space="preserve"> (٢</w:t>
      </w:r>
      <w:r w:rsidR="009229E3">
        <w:rPr>
          <w:rtl/>
        </w:rPr>
        <w:t>)</w:t>
      </w:r>
      <w:r>
        <w:rPr>
          <w:rtl/>
        </w:rPr>
        <w:t xml:space="preserve"> لَيۡلَةُ </w:t>
      </w:r>
      <w:r>
        <w:rPr>
          <w:rFonts w:hint="cs"/>
          <w:rtl/>
        </w:rPr>
        <w:t>ٱ</w:t>
      </w:r>
      <w:r>
        <w:rPr>
          <w:rFonts w:hint="eastAsia"/>
          <w:rtl/>
        </w:rPr>
        <w:t>لۡقَدۡرِ</w:t>
      </w:r>
      <w:r>
        <w:rPr>
          <w:rtl/>
        </w:rPr>
        <w:t xml:space="preserve"> خَيۡرٌ۬ مِّنۡ أَلۡفِ شَ</w:t>
      </w:r>
      <w:r w:rsidR="001E6BAB" w:rsidRPr="001E6BAB">
        <w:rPr>
          <w:rFonts w:hint="cs"/>
          <w:rtl/>
        </w:rPr>
        <w:t>ه</w:t>
      </w:r>
      <w:r w:rsidRPr="00595365">
        <w:rPr>
          <w:rFonts w:hint="cs"/>
          <w:rtl/>
        </w:rPr>
        <w:t>ۡرٍ۬ (٣</w:t>
      </w:r>
      <w:r w:rsidR="009229E3">
        <w:rPr>
          <w:rFonts w:hint="cs"/>
          <w:rtl/>
        </w:rPr>
        <w:t>)</w:t>
      </w:r>
      <w:r w:rsidRPr="00595365">
        <w:rPr>
          <w:rFonts w:hint="cs"/>
          <w:rtl/>
        </w:rPr>
        <w:t xml:space="preserve"> تَنَزَّلُ </w:t>
      </w:r>
      <w:r>
        <w:rPr>
          <w:rFonts w:hint="cs"/>
          <w:rtl/>
        </w:rPr>
        <w:t>ٱ</w:t>
      </w:r>
      <w:r>
        <w:rPr>
          <w:rFonts w:hint="eastAsia"/>
          <w:rtl/>
        </w:rPr>
        <w:t>لۡمَلَـٰٓ</w:t>
      </w:r>
      <w:r>
        <w:rPr>
          <w:rFonts w:hint="cs"/>
          <w:rtl/>
        </w:rPr>
        <w:t>ٮِٕ</w:t>
      </w:r>
      <w:r>
        <w:rPr>
          <w:rFonts w:hint="eastAsia"/>
          <w:rtl/>
        </w:rPr>
        <w:t>كَةُ</w:t>
      </w:r>
      <w:r>
        <w:rPr>
          <w:rtl/>
        </w:rPr>
        <w:t xml:space="preserve"> وَ</w:t>
      </w:r>
      <w:r>
        <w:rPr>
          <w:rFonts w:hint="cs"/>
          <w:rtl/>
        </w:rPr>
        <w:t>ٱ</w:t>
      </w:r>
      <w:r>
        <w:rPr>
          <w:rFonts w:hint="eastAsia"/>
          <w:rtl/>
        </w:rPr>
        <w:t>لرُّوحُ</w:t>
      </w:r>
      <w:r>
        <w:rPr>
          <w:rtl/>
        </w:rPr>
        <w:t xml:space="preserve"> فِي</w:t>
      </w:r>
      <w:r w:rsidR="001E6BAB" w:rsidRPr="001E6BAB">
        <w:rPr>
          <w:rFonts w:hint="cs"/>
          <w:rtl/>
        </w:rPr>
        <w:t>ه</w:t>
      </w:r>
      <w:r w:rsidRPr="00595365">
        <w:rPr>
          <w:rFonts w:hint="cs"/>
          <w:rtl/>
        </w:rPr>
        <w:t>ا بِإِذۡنِ رَبِّ</w:t>
      </w:r>
      <w:r w:rsidR="001E6BAB" w:rsidRPr="001E6BAB">
        <w:rPr>
          <w:rFonts w:hint="cs"/>
          <w:rtl/>
        </w:rPr>
        <w:t>ه</w:t>
      </w:r>
      <w:r w:rsidRPr="00595365">
        <w:rPr>
          <w:rFonts w:hint="cs"/>
          <w:rtl/>
        </w:rPr>
        <w:t>م مِّن كُلِّ أَمۡرٍ۬ (٤</w:t>
      </w:r>
      <w:r w:rsidR="009229E3">
        <w:rPr>
          <w:rFonts w:hint="cs"/>
          <w:rtl/>
        </w:rPr>
        <w:t>)</w:t>
      </w:r>
      <w:r w:rsidRPr="00595365">
        <w:rPr>
          <w:rFonts w:hint="cs"/>
          <w:rtl/>
        </w:rPr>
        <w:t xml:space="preserve"> سَلَـٰمٌ هِىَ حَتَّىٰ م</w:t>
      </w:r>
      <w:r>
        <w:rPr>
          <w:rFonts w:hint="eastAsia"/>
          <w:rtl/>
        </w:rPr>
        <w:t>َطۡلَعِ</w:t>
      </w:r>
      <w:r>
        <w:rPr>
          <w:rtl/>
        </w:rPr>
        <w:t xml:space="preserve"> </w:t>
      </w:r>
      <w:r>
        <w:rPr>
          <w:rFonts w:hint="cs"/>
          <w:rtl/>
        </w:rPr>
        <w:t>ٱ</w:t>
      </w:r>
      <w:r>
        <w:rPr>
          <w:rFonts w:hint="eastAsia"/>
          <w:rtl/>
        </w:rPr>
        <w:t>لۡفَجۡرِ</w:t>
      </w:r>
      <w:r>
        <w:rPr>
          <w:rtl/>
        </w:rPr>
        <w:t xml:space="preserve"> (٥</w:t>
      </w:r>
      <w:r w:rsidR="009229E3">
        <w:rPr>
          <w:rtl/>
        </w:rPr>
        <w:t>)</w:t>
      </w:r>
    </w:p>
    <w:p w:rsidR="00595365" w:rsidRDefault="001A403D" w:rsidP="00E36567">
      <w:pPr>
        <w:pStyle w:val="libBoldItalic"/>
      </w:pPr>
      <w:r>
        <w:t>Indeed We sent it down in Lailatul Qadr (the Night of Power/Decree). (1) And you do not know what is Lailatul Qadr! (2) Lailatul Qadr is better than a thousand months. (3) The Angels and the Rooh (Spirit) descend therein by the permission of their Rabb, with all decrees (matters). (4) Peace it is until the rising of the dawn. (5)</w:t>
      </w:r>
    </w:p>
    <w:p w:rsidR="001A403D" w:rsidRDefault="001A403D" w:rsidP="00E36567">
      <w:pPr>
        <w:pStyle w:val="libNormal"/>
      </w:pPr>
      <w:r>
        <w:t>1-Imam Mohammad Baqir asws said: House of Ali asws &amp; Fatima asws is the house of Rasool Allah sawaw, and the roof of their house is the Arsh of the Rabb of the worlds, and the roof of their houses is open until Arsh for Wahi (revelation) and for Mairaj of the Angels (a.s.), they come down upon them with revelation morning and evening and every hour and every moment, the chain of armies of Angels (a.s.) does not interrupt, one army comes down and other army ascends. And certainly Allah Tabarak wa Ta’ala opened skies for Ibraheem (a.s.) until he could see Arsh, and Allah increased his sight. And no doubt, Allah has bestowed more power of sight to Mohammad sawaw and Ali asws and Fatima asws and Hassan asws and Hussain asws, and they see Arsh, and they do not find anything else as the roof of their house except Arsh, thus the roofs of their houses are made of Arsh of Rahman, and the Angels (a.s.) and Rooh do Mairaj, army after army their chain does not finish. And there is no house among our i.e. Imams’ houses in which Angels (a.s.) do not come for Mairaj, about which Allah Ta’ala says, “The Angels and the Rooh sescend in it by the permission of their Rabb with every matter, peace it is” (al-Burhan, v8, p342)</w:t>
      </w:r>
    </w:p>
    <w:p w:rsidR="001A403D" w:rsidRDefault="001A403D" w:rsidP="00E36567">
      <w:pPr>
        <w:pStyle w:val="libNormal"/>
      </w:pPr>
      <w:r>
        <w:t>2-According to Hadees of Imam Jafar Sadiq asws Lailatul Qadr means Syyeda Fatima Zahra asws, and Fajr (dawn) means Qiyam of Qaim asws. (al-Burhan, v8, p342)</w:t>
      </w:r>
    </w:p>
    <w:p w:rsidR="001A403D" w:rsidRDefault="001A403D" w:rsidP="009229E3">
      <w:pPr>
        <w:pStyle w:val="libCenterBold1"/>
      </w:pPr>
      <w:r>
        <w:t>Lesson:</w:t>
      </w:r>
    </w:p>
    <w:p w:rsidR="001A403D" w:rsidRDefault="001A403D" w:rsidP="001A403D">
      <w:pPr>
        <w:pStyle w:val="libNormal"/>
      </w:pPr>
      <w:r>
        <w:t>1-For Mairaj the Angels (a.s.) come down in the holy house of Syyeda Fatima Zahra asws and holy houses of her sons the Imams asws, and they keep coming all the time every second, and they present to Masumeen asws all the commandments of Allah which has to be implemented in the universe.</w:t>
      </w:r>
    </w:p>
    <w:p w:rsidR="001A403D" w:rsidRDefault="001A403D" w:rsidP="001A403D">
      <w:pPr>
        <w:pStyle w:val="libNormal"/>
      </w:pPr>
      <w:r>
        <w:t>2-Shehr (month) means Imam asws as well, and Lailatul Qadr means Syyeda Fatima Zahra asws. It means that Syyeda asws is equal to Maola Ali asws, but superior to thousand Imams asws. Imam Hassan Askari asws said: We are Hujjat of Allah upon His creations, and our grandmother Fatima asws is Hujjat of Allah upon us. Therefore an Ism of Syyeda Fatima Zahra asws is Hujjatullah as well.</w:t>
      </w:r>
    </w:p>
    <w:p w:rsidR="001A403D" w:rsidRDefault="001A403D" w:rsidP="001A403D">
      <w:pPr>
        <w:pStyle w:val="libNormal"/>
      </w:pPr>
      <w:r>
        <w:lastRenderedPageBreak/>
        <w:t>3-Punishment is on hold upon the opponents of Walayat-e-Ali asws until Qiyam of Qaim asws, this is reprieve which Allah Ta’ala has given them along with Shaitan. After Zahoor, Iblees and his Majoosi companions will be sent to Hell.</w:t>
      </w:r>
    </w:p>
    <w:p w:rsidR="001A403D" w:rsidRDefault="001A403D" w:rsidP="001A403D">
      <w:pPr>
        <w:pStyle w:val="libNormal"/>
      </w:pPr>
      <w:r>
        <w:t>4-The roof of the houses of Masumeen asws is Arsh of Allah, it means that seven skies and different worlds do not intervene in between. The Mausoleums of Masumeen asws are their houses, so when Zaireen (visitors) enter the Haram of Masoom asws for Ziyarat then they are under the shadow of Arsh of Allah, and in the Blessing of Allah.</w:t>
      </w:r>
    </w:p>
    <w:p w:rsidR="00595365" w:rsidRDefault="001A403D" w:rsidP="001A403D">
      <w:pPr>
        <w:pStyle w:val="libNormal"/>
      </w:pPr>
      <w:r>
        <w:t>5-Whole universe is in the sight of Masumeen asws, i.e. there is no limit of their sight, and it is not strange that universe is in their sight because Allah has created the universe in their love only. Deprived of intellect &amp; wisdom, wandering in the sheer darkness of ignorance &amp; misguidance, the Muqassir Majoosi Mulla is deciding the limits of Zikr of Maola Ali asws, whose Zikr Allah has exalted and merged with His own Zikr.</w:t>
      </w:r>
    </w:p>
    <w:p w:rsidR="00EB2345" w:rsidRDefault="00EB2345" w:rsidP="00FC02E7">
      <w:pPr>
        <w:pStyle w:val="libNormal"/>
        <w:rPr>
          <w:rtl/>
        </w:rPr>
      </w:pPr>
      <w:r>
        <w:rPr>
          <w:rFonts w:hint="eastAsia"/>
        </w:rPr>
        <w:br w:type="page"/>
      </w:r>
    </w:p>
    <w:p w:rsidR="001A403D" w:rsidRDefault="00EB2345" w:rsidP="00EB2345">
      <w:pPr>
        <w:pStyle w:val="Heading1Center"/>
      </w:pPr>
      <w:bookmarkStart w:id="92" w:name="_Toc449789485"/>
      <w:r>
        <w:rPr>
          <w:rFonts w:hint="eastAsia"/>
          <w:rtl/>
        </w:rPr>
        <w:lastRenderedPageBreak/>
        <w:t>سُوۡرَةُ</w:t>
      </w:r>
      <w:r>
        <w:rPr>
          <w:rtl/>
        </w:rPr>
        <w:t xml:space="preserve"> </w:t>
      </w:r>
      <w:r w:rsidR="001A403D">
        <w:rPr>
          <w:rtl/>
        </w:rPr>
        <w:t>البَ</w:t>
      </w:r>
      <w:r w:rsidR="001A403D">
        <w:rPr>
          <w:rFonts w:hint="cs"/>
          <w:rtl/>
        </w:rPr>
        <w:t>یّ</w:t>
      </w:r>
      <w:r w:rsidR="001A403D">
        <w:rPr>
          <w:rFonts w:hint="eastAsia"/>
          <w:rtl/>
        </w:rPr>
        <w:t>نَة</w:t>
      </w:r>
      <w:bookmarkEnd w:id="92"/>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لَمۡ</w:t>
      </w:r>
      <w:r>
        <w:rPr>
          <w:rtl/>
        </w:rPr>
        <w:t xml:space="preserve"> يَكُنِ </w:t>
      </w:r>
      <w:r>
        <w:rPr>
          <w:rFonts w:hint="cs"/>
          <w:rtl/>
        </w:rPr>
        <w:t>ٱ</w:t>
      </w:r>
      <w:r>
        <w:rPr>
          <w:rFonts w:hint="eastAsia"/>
          <w:rtl/>
        </w:rPr>
        <w:t>لَّذِينَ</w:t>
      </w:r>
      <w:r>
        <w:rPr>
          <w:rtl/>
        </w:rPr>
        <w:t xml:space="preserve"> كَفَرُواْ مِنۡ أَهۡلِ </w:t>
      </w:r>
      <w:r>
        <w:rPr>
          <w:rFonts w:hint="cs"/>
          <w:rtl/>
        </w:rPr>
        <w:t>ٱ</w:t>
      </w:r>
      <w:r>
        <w:rPr>
          <w:rFonts w:hint="eastAsia"/>
          <w:rtl/>
        </w:rPr>
        <w:t>لۡكِتَـٰبِ</w:t>
      </w:r>
      <w:r>
        <w:rPr>
          <w:rtl/>
        </w:rPr>
        <w:t xml:space="preserve"> وَ</w:t>
      </w:r>
      <w:r>
        <w:rPr>
          <w:rFonts w:hint="cs"/>
          <w:rtl/>
        </w:rPr>
        <w:t>ٱ</w:t>
      </w:r>
      <w:r>
        <w:rPr>
          <w:rFonts w:hint="eastAsia"/>
          <w:rtl/>
        </w:rPr>
        <w:t>لۡمُشۡرِكِينَ</w:t>
      </w:r>
      <w:r>
        <w:rPr>
          <w:rtl/>
        </w:rPr>
        <w:t xml:space="preserve"> مُنفَكِّينَ حَتَّىٰ تَأۡتِيَ</w:t>
      </w:r>
      <w:r w:rsidR="001E6BAB" w:rsidRPr="001E6BAB">
        <w:rPr>
          <w:rFonts w:hint="cs"/>
          <w:rtl/>
        </w:rPr>
        <w:t>ه</w:t>
      </w:r>
      <w:r w:rsidRPr="00595365">
        <w:rPr>
          <w:rFonts w:hint="cs"/>
          <w:rtl/>
        </w:rPr>
        <w:t xml:space="preserve">مُ </w:t>
      </w:r>
      <w:r>
        <w:rPr>
          <w:rFonts w:hint="cs"/>
          <w:rtl/>
        </w:rPr>
        <w:t>ٱ</w:t>
      </w:r>
      <w:r>
        <w:rPr>
          <w:rFonts w:hint="eastAsia"/>
          <w:rtl/>
        </w:rPr>
        <w:t>لۡبَيِّنَةُ</w:t>
      </w:r>
      <w:r>
        <w:rPr>
          <w:rtl/>
        </w:rPr>
        <w:t xml:space="preserve"> (١</w:t>
      </w:r>
      <w:r w:rsidR="009229E3">
        <w:rPr>
          <w:rtl/>
        </w:rPr>
        <w:t>)</w:t>
      </w:r>
      <w:r>
        <w:rPr>
          <w:rtl/>
        </w:rPr>
        <w:t xml:space="preserve"> رَسُولٌ۬ مِّنَ </w:t>
      </w:r>
      <w:r>
        <w:rPr>
          <w:rFonts w:hint="cs"/>
          <w:rtl/>
        </w:rPr>
        <w:t>ٱ</w:t>
      </w:r>
      <w:r>
        <w:rPr>
          <w:rFonts w:hint="eastAsia"/>
          <w:rtl/>
        </w:rPr>
        <w:t>للَّهِ</w:t>
      </w:r>
      <w:r>
        <w:rPr>
          <w:rtl/>
        </w:rPr>
        <w:t xml:space="preserve"> يَتۡلُواْ صُحُفً۬ا مُّطَهَّرَةٰ۬ (٢</w:t>
      </w:r>
      <w:r w:rsidR="009229E3">
        <w:rPr>
          <w:rtl/>
        </w:rPr>
        <w:t>)</w:t>
      </w:r>
      <w:r>
        <w:rPr>
          <w:rtl/>
        </w:rPr>
        <w:t xml:space="preserve"> فِي</w:t>
      </w:r>
      <w:r w:rsidR="001E6BAB" w:rsidRPr="001E6BAB">
        <w:rPr>
          <w:rFonts w:hint="cs"/>
          <w:rtl/>
        </w:rPr>
        <w:t>ه</w:t>
      </w:r>
      <w:r w:rsidRPr="00595365">
        <w:rPr>
          <w:rFonts w:hint="cs"/>
          <w:rtl/>
        </w:rPr>
        <w:t>ا كُتُبٌ۬ قَيِّمَةٌ۬ (٣</w:t>
      </w:r>
      <w:r w:rsidR="009229E3">
        <w:rPr>
          <w:rFonts w:hint="cs"/>
          <w:rtl/>
        </w:rPr>
        <w:t>)</w:t>
      </w:r>
      <w:r w:rsidRPr="00595365">
        <w:rPr>
          <w:rFonts w:hint="cs"/>
          <w:rtl/>
        </w:rPr>
        <w:t xml:space="preserve"> وَمَا تَفَرَّقَ </w:t>
      </w:r>
      <w:r>
        <w:rPr>
          <w:rFonts w:hint="cs"/>
          <w:rtl/>
        </w:rPr>
        <w:t>ٱ</w:t>
      </w:r>
      <w:r>
        <w:rPr>
          <w:rFonts w:hint="eastAsia"/>
          <w:rtl/>
        </w:rPr>
        <w:t>لَّذِينَ</w:t>
      </w:r>
      <w:r>
        <w:rPr>
          <w:rtl/>
        </w:rPr>
        <w:t xml:space="preserve"> أُوتُواْ </w:t>
      </w:r>
      <w:r>
        <w:rPr>
          <w:rFonts w:hint="cs"/>
          <w:rtl/>
        </w:rPr>
        <w:t>ٱ</w:t>
      </w:r>
      <w:r>
        <w:rPr>
          <w:rFonts w:hint="eastAsia"/>
          <w:rtl/>
        </w:rPr>
        <w:t>لۡكِتَـ</w:t>
      </w:r>
      <w:r>
        <w:rPr>
          <w:rtl/>
        </w:rPr>
        <w:t>ٰبَ إِلَّا مِنۢ بَعۡدِ مَا جَآءَتۡ</w:t>
      </w:r>
      <w:r w:rsidR="001E6BAB" w:rsidRPr="001E6BAB">
        <w:rPr>
          <w:rFonts w:hint="cs"/>
          <w:rtl/>
        </w:rPr>
        <w:t>ه</w:t>
      </w:r>
      <w:r w:rsidRPr="00595365">
        <w:rPr>
          <w:rFonts w:hint="cs"/>
          <w:rtl/>
        </w:rPr>
        <w:t xml:space="preserve">مُ </w:t>
      </w:r>
      <w:r>
        <w:rPr>
          <w:rFonts w:hint="cs"/>
          <w:rtl/>
        </w:rPr>
        <w:t>ٱ</w:t>
      </w:r>
      <w:r>
        <w:rPr>
          <w:rFonts w:hint="eastAsia"/>
          <w:rtl/>
        </w:rPr>
        <w:t>لۡبَيِّنَةُ</w:t>
      </w:r>
      <w:r>
        <w:rPr>
          <w:rtl/>
        </w:rPr>
        <w:t xml:space="preserve"> (٤</w:t>
      </w:r>
      <w:r w:rsidR="009229E3">
        <w:rPr>
          <w:rtl/>
        </w:rPr>
        <w:t>)</w:t>
      </w:r>
      <w:r>
        <w:rPr>
          <w:rtl/>
        </w:rPr>
        <w:t xml:space="preserve"> وَمَآ أُمِرُوٓاْ إِلَّا لِيَعۡبُدُواْ </w:t>
      </w:r>
      <w:r>
        <w:rPr>
          <w:rFonts w:hint="cs"/>
          <w:rtl/>
        </w:rPr>
        <w:t>ٱ</w:t>
      </w:r>
      <w:r>
        <w:rPr>
          <w:rFonts w:hint="eastAsia"/>
          <w:rtl/>
        </w:rPr>
        <w:t>للَّهَ</w:t>
      </w:r>
      <w:r>
        <w:rPr>
          <w:rtl/>
        </w:rPr>
        <w:t xml:space="preserve"> مُخۡلِصِينَ لَهُ </w:t>
      </w:r>
      <w:r>
        <w:rPr>
          <w:rFonts w:hint="cs"/>
          <w:rtl/>
        </w:rPr>
        <w:t>ٱ</w:t>
      </w:r>
      <w:r>
        <w:rPr>
          <w:rFonts w:hint="eastAsia"/>
          <w:rtl/>
        </w:rPr>
        <w:t>لدِّينَ</w:t>
      </w:r>
      <w:r>
        <w:rPr>
          <w:rtl/>
        </w:rPr>
        <w:t xml:space="preserve"> حُنَفَآءَ وَيُقِيمُواْ </w:t>
      </w:r>
      <w:r>
        <w:rPr>
          <w:rFonts w:hint="cs"/>
          <w:rtl/>
        </w:rPr>
        <w:t>ٱ</w:t>
      </w:r>
      <w:r>
        <w:rPr>
          <w:rFonts w:hint="eastAsia"/>
          <w:rtl/>
        </w:rPr>
        <w:t>لصَّلَوٰةَ</w:t>
      </w:r>
      <w:r>
        <w:rPr>
          <w:rtl/>
        </w:rPr>
        <w:t xml:space="preserve"> وَيُؤۡتُواْ </w:t>
      </w:r>
      <w:r>
        <w:rPr>
          <w:rFonts w:hint="cs"/>
          <w:rtl/>
        </w:rPr>
        <w:t>ٱ</w:t>
      </w:r>
      <w:r>
        <w:rPr>
          <w:rFonts w:hint="eastAsia"/>
          <w:rtl/>
        </w:rPr>
        <w:t>لزَّكَوٰةَ‌ۚ</w:t>
      </w:r>
      <w:r>
        <w:rPr>
          <w:rtl/>
        </w:rPr>
        <w:t xml:space="preserve"> وَذَ</w:t>
      </w:r>
      <w:r w:rsidR="005B7B9E" w:rsidRPr="005B7B9E">
        <w:rPr>
          <w:rFonts w:hint="cs"/>
          <w:rtl/>
        </w:rPr>
        <w:t>ا</w:t>
      </w:r>
      <w:r>
        <w:rPr>
          <w:rFonts w:hint="eastAsia"/>
          <w:rtl/>
        </w:rPr>
        <w:t>لِكَ</w:t>
      </w:r>
      <w:r>
        <w:rPr>
          <w:rtl/>
        </w:rPr>
        <w:t xml:space="preserve"> دِينُ </w:t>
      </w:r>
      <w:r>
        <w:rPr>
          <w:rFonts w:hint="cs"/>
          <w:rtl/>
        </w:rPr>
        <w:t>ٱ</w:t>
      </w:r>
      <w:r>
        <w:rPr>
          <w:rFonts w:hint="eastAsia"/>
          <w:rtl/>
        </w:rPr>
        <w:t>لۡقَيِّمَةِ</w:t>
      </w:r>
      <w:r>
        <w:rPr>
          <w:rtl/>
        </w:rPr>
        <w:t xml:space="preserve"> (٥</w:t>
      </w:r>
      <w:r w:rsidR="009229E3">
        <w:rPr>
          <w:rtl/>
        </w:rPr>
        <w:t>)</w:t>
      </w:r>
      <w:r>
        <w:rPr>
          <w:rtl/>
        </w:rPr>
        <w:t xml:space="preserve"> إِنَّ </w:t>
      </w:r>
      <w:r>
        <w:rPr>
          <w:rFonts w:hint="cs"/>
          <w:rtl/>
        </w:rPr>
        <w:t>ٱ</w:t>
      </w:r>
      <w:r>
        <w:rPr>
          <w:rFonts w:hint="eastAsia"/>
          <w:rtl/>
        </w:rPr>
        <w:t>لَّذِينَ</w:t>
      </w:r>
      <w:r>
        <w:rPr>
          <w:rtl/>
        </w:rPr>
        <w:t xml:space="preserve"> كَفَرُواْ مِنۡ </w:t>
      </w:r>
      <w:r>
        <w:rPr>
          <w:rFonts w:hint="eastAsia"/>
          <w:rtl/>
        </w:rPr>
        <w:t>أَهۡلِ</w:t>
      </w:r>
      <w:r>
        <w:rPr>
          <w:rtl/>
        </w:rPr>
        <w:t xml:space="preserve"> </w:t>
      </w:r>
      <w:r>
        <w:rPr>
          <w:rFonts w:hint="cs"/>
          <w:rtl/>
        </w:rPr>
        <w:t>ٱ</w:t>
      </w:r>
      <w:r>
        <w:rPr>
          <w:rFonts w:hint="eastAsia"/>
          <w:rtl/>
        </w:rPr>
        <w:t>لۡكِتَـٰبِ</w:t>
      </w:r>
      <w:r>
        <w:rPr>
          <w:rtl/>
        </w:rPr>
        <w:t xml:space="preserve"> وَ</w:t>
      </w:r>
      <w:r>
        <w:rPr>
          <w:rFonts w:hint="cs"/>
          <w:rtl/>
        </w:rPr>
        <w:t>ٱ</w:t>
      </w:r>
      <w:r>
        <w:rPr>
          <w:rFonts w:hint="eastAsia"/>
          <w:rtl/>
        </w:rPr>
        <w:t>لۡمُشۡرِكِينَ</w:t>
      </w:r>
      <w:r>
        <w:rPr>
          <w:rtl/>
        </w:rPr>
        <w:t xml:space="preserve"> فِى نَارِ جَهَنَّمَ خَـٰلِدِينَ فِي</w:t>
      </w:r>
      <w:r w:rsidR="001E6BAB" w:rsidRPr="001E6BAB">
        <w:rPr>
          <w:rFonts w:hint="cs"/>
          <w:rtl/>
        </w:rPr>
        <w:t>ه</w:t>
      </w:r>
      <w:r w:rsidRPr="00595365">
        <w:rPr>
          <w:rFonts w:hint="cs"/>
          <w:rtl/>
        </w:rPr>
        <w:t>آ‌ۚ أُوْلَـٰٓ</w:t>
      </w:r>
      <w:r>
        <w:rPr>
          <w:rFonts w:hint="cs"/>
          <w:rtl/>
        </w:rPr>
        <w:t>ٮِٕ</w:t>
      </w:r>
      <w:r>
        <w:rPr>
          <w:rFonts w:hint="eastAsia"/>
          <w:rtl/>
        </w:rPr>
        <w:t>كَ</w:t>
      </w:r>
      <w:r>
        <w:rPr>
          <w:rtl/>
        </w:rPr>
        <w:t xml:space="preserve"> هُمۡ شَرُّ </w:t>
      </w:r>
      <w:r>
        <w:rPr>
          <w:rFonts w:hint="cs"/>
          <w:rtl/>
        </w:rPr>
        <w:t>ٱ</w:t>
      </w:r>
      <w:r>
        <w:rPr>
          <w:rFonts w:hint="eastAsia"/>
          <w:rtl/>
        </w:rPr>
        <w:t>لۡبَرِيَّةِ</w:t>
      </w:r>
      <w:r>
        <w:rPr>
          <w:rtl/>
        </w:rPr>
        <w:t xml:space="preserve"> (٦</w:t>
      </w:r>
      <w:r w:rsidR="009229E3">
        <w:rPr>
          <w:rtl/>
        </w:rPr>
        <w:t>)</w:t>
      </w:r>
      <w:r>
        <w:rPr>
          <w:rtl/>
        </w:rPr>
        <w:t xml:space="preserve"> إِنَّ </w:t>
      </w:r>
      <w:r>
        <w:rPr>
          <w:rFonts w:hint="cs"/>
          <w:rtl/>
        </w:rPr>
        <w:t>ٱ</w:t>
      </w:r>
      <w:r>
        <w:rPr>
          <w:rFonts w:hint="eastAsia"/>
          <w:rtl/>
        </w:rPr>
        <w:t>لَّذِينَ</w:t>
      </w:r>
      <w:r>
        <w:rPr>
          <w:rtl/>
        </w:rPr>
        <w:t xml:space="preserve"> ءَامَنُواْ وَعَمِلُواْ </w:t>
      </w:r>
      <w:r>
        <w:rPr>
          <w:rFonts w:hint="cs"/>
          <w:rtl/>
        </w:rPr>
        <w:t>ٱ</w:t>
      </w:r>
      <w:r>
        <w:rPr>
          <w:rFonts w:hint="eastAsia"/>
          <w:rtl/>
        </w:rPr>
        <w:t>لصَّـٰلِحَـٰتِ</w:t>
      </w:r>
      <w:r>
        <w:rPr>
          <w:rtl/>
        </w:rPr>
        <w:t xml:space="preserve"> أُوْلَـٰٓ</w:t>
      </w:r>
      <w:r>
        <w:rPr>
          <w:rFonts w:hint="cs"/>
          <w:rtl/>
        </w:rPr>
        <w:t>ٮِٕ</w:t>
      </w:r>
      <w:r>
        <w:rPr>
          <w:rFonts w:hint="eastAsia"/>
          <w:rtl/>
        </w:rPr>
        <w:t>كَ</w:t>
      </w:r>
      <w:r>
        <w:rPr>
          <w:rtl/>
        </w:rPr>
        <w:t xml:space="preserve"> هُمۡ خَيۡرُ </w:t>
      </w:r>
      <w:r>
        <w:rPr>
          <w:rFonts w:hint="cs"/>
          <w:rtl/>
        </w:rPr>
        <w:t>ٱ</w:t>
      </w:r>
      <w:r>
        <w:rPr>
          <w:rFonts w:hint="eastAsia"/>
          <w:rtl/>
        </w:rPr>
        <w:t>لۡبَرِيَّةِ</w:t>
      </w:r>
      <w:r>
        <w:rPr>
          <w:rtl/>
        </w:rPr>
        <w:t xml:space="preserve"> (٧</w:t>
      </w:r>
      <w:r w:rsidR="009229E3">
        <w:rPr>
          <w:rtl/>
        </w:rPr>
        <w:t>)</w:t>
      </w:r>
    </w:p>
    <w:p w:rsidR="001A403D" w:rsidRDefault="001A403D" w:rsidP="00E36567">
      <w:pPr>
        <w:pStyle w:val="libBoldItalic"/>
      </w:pPr>
      <w:r>
        <w:t>Those who disbelieve among the people of the Book and the polytheists were not going to depart (erring) until the clear proof came to them, (1) A Messenger from Allah, reciting purified (holy) Scriptures (2) Containing correct writings. (3) And those people who were given the Book did not divide until after the clear proof came to them. (4) And they were not ordered except to worship Allah, keeping religion pure for Him, inclining to truth, and to establish Salaah and to give Zakah, and that is the true religion. (5) Indeed those who disbelieve, among the people of the Book and the polytheists, will abide in the Fire of the Hell eternally. They are the worst of creatures. (6) No doubt those who believe and do good deeds, those are the best of created beings. (7)</w:t>
      </w:r>
    </w:p>
    <w:p w:rsidR="001A403D" w:rsidRDefault="001A403D" w:rsidP="00E36567">
      <w:pPr>
        <w:pStyle w:val="libNormal"/>
      </w:pPr>
      <w:r>
        <w:t>1-Imam Mohammad Baqir asws said about the saying of Allah Azza wa Jalla, “Those who disbelieve among the people of the Book”: They are the beliers (deniers) among the Shias, because the Book means verses, and the people of the Book are Shias, “and the polytheists were not going to stop” means Marjai sect, “until the clear evidence came to them” means until Haqq (truth) became clear to them, and “a Messenger from Allah” means Mohammad Mustafa sawaw, “reciting holy Scriptures” means gives them the proof of Olil Amr after him, and they are Imams asws, and they are the holy Scriptures, and “which comprise of correct writings” means they (Imams asws) have Haqq-e-Mubeen (clear truth), “And those people who were given the Book did not divide, “means belier (denier) sect among Shias, and “until after the clear proof came to them” means after that Haqq has come to them, “and they were not commanded” means those different sects, “except to worship Allah keeping Deen pure for Him” and Ikhlaas (purity) is Eman (faith) on Allah and His Rasool sawaw and Imams asws, “and establish Salaah and give Zakah” and Salaah is Amirul Momineen Ali bin Abi Talib asws, “and that is the correct (established) Deen” it means Fatima asws, and “those who believe and do righteous deeds” means those who believe in Allah and His Rasool sawaw and Olil Amr asws, and whatever they (asws) commanded they obeyed it, so this is Eman and righteous deed. (al-Burhan, v8, p346)</w:t>
      </w:r>
    </w:p>
    <w:p w:rsidR="001A403D" w:rsidRDefault="001A403D" w:rsidP="00E36567">
      <w:pPr>
        <w:pStyle w:val="libNormal"/>
      </w:pPr>
      <w:r>
        <w:t xml:space="preserve">2-Rasool Allah sawaw said to Maola Ali asws: O brother, do you hear the saying of Allah Azza wa Jalla in His Book, “No doubt those who believe </w:t>
      </w:r>
      <w:r>
        <w:lastRenderedPageBreak/>
        <w:t>and do good deeds, those are the best of created beings”? Maola Ali asws said: Yes, Ya Rasool Allah sawaw. Said: Those are you and your Shias, you will come bright faced, full stomach, satisfied. Do you hear the saying of Allah Azza wa Jalla in His Book, “Indeed those who disbelieve, among the people of the Book and the polytheists, will abide in the Fire of the Hell eternally, they are the worst of creatures”? Maola Ali asws replied: Yes Ya Rasool Allah sawaw. Said: They are your enemies and their Shias, they will be brought dark faced, thirsty on the day of Qiyamah, wretched, on whom is wrath, deniers, hypocrites. (al-Burhan, v8, p347)</w:t>
      </w:r>
    </w:p>
    <w:p w:rsidR="001A403D" w:rsidRDefault="001A403D" w:rsidP="00E36567">
      <w:pPr>
        <w:pStyle w:val="libNormal"/>
      </w:pPr>
      <w:r>
        <w:t>3-Imam Mohammad Baqir asws said: Rasool Allah sawaw said to Maola Ali asws: You are Khairul Bariyah (the best of creations), and your Shias are the bright faced. (al-Burhan, v8, p351)</w:t>
      </w:r>
    </w:p>
    <w:p w:rsidR="001A403D" w:rsidRDefault="001A403D" w:rsidP="00E36567">
      <w:pPr>
        <w:pStyle w:val="libNormal"/>
      </w:pPr>
      <w:r>
        <w:t>4-Jabir narrated that when this verse was revealed then Rasool Allah said that Ali asws is Khairul Bariyah, and whenever the companions of Rasool Allah sawaw used to see Maola Ali asws, they used to say “Khairul Bariyah is coming” (al-Burhan, v8, p351)</w:t>
      </w:r>
    </w:p>
    <w:p w:rsidR="001A403D" w:rsidRDefault="001A403D" w:rsidP="009229E3">
      <w:pPr>
        <w:pStyle w:val="libCenterBold1"/>
      </w:pPr>
      <w:r>
        <w:t>Lesson:</w:t>
      </w:r>
    </w:p>
    <w:p w:rsidR="001A403D" w:rsidRDefault="001A403D" w:rsidP="001A403D">
      <w:pPr>
        <w:pStyle w:val="libNormal"/>
      </w:pPr>
      <w:r>
        <w:t xml:space="preserve">1-It is clear that all those who claim to be Shias are not the same. According to the Hadees fo Masoom asws there are thirteen (13) sects of Shias, only one among them is successful. And some sects are mentioned in these verses. One sect is who belies, i.e. in spite of clear verses &amp; Ahadees about any issue, and by belying them they prefer &amp; accept Fatwa of Majoosi Mulla. E.g. there is clear proof in the books that Rasool Allah sawaw was reciting the testimony of Walayat-e-Ali asws in Salaah, but this belying Shia sect believes that testimony of Walayat-e-Ali asws nullifies Salaah (Naoozobillah). And the second example of belying Shia sect is that there are so many clear verses and Ahadees that Kalima Tayyibah comprises of testimony of Tauheed, Risalat, and Walayat of Imams, which is from ever; but belying Shia sect believes that “Aliun Waliullah” is not a part of Kalima. It means that this sect belies Allah and His Rasool sawaw. The second sect which is mentioned is polytheists, i.e. who left holy Imams asws and made their own Imam, it means they are doing Shirk in Guardian Authority of Allah, and they are Nasibi by making their own Imam. So Usuli sect has many characteristics: 1) Hypocrisy: Verbal confirmation of Walayat-e-Ali asws but denying practically. Verbal claim to be Shia but their religion is based on ilmul-usul &amp; philosophy which is taken from non-Islamic sources. 2) Belying: Denying Quran &amp; Sunnah, and believing in Fatawa of Majoosi Mulla. 3) Kufr &amp; Shirk: Denying (Kufr) Walayat-e-Ali asws and believing Walayat of Majoosi Mulla, so doing Shirk in Walayat authority of Allah. In spite of prohibition, giving Alqabaat of Masumeen asws to fallible Muqassir Mullas. 4) Nasibi: Fixing Walayat-e-Faqeh in front of Walayat-e-Ali asws. They talk nonsense about the merits and infallibility of Masumeen asws. And Imam Hassan Askari declared them Nasibi and worse than the army of Yazid (l.u.) 5) Denier of Haqq: They do not believe fully in Quran &amp; Raj’at as it should be, rather they doubt every Haqq, their religion is based on doubt. They doubt about Masumeen’s asws knowledge of Ghaib, infallibility, greatness &amp; authority, being Hazir Nazir, </w:t>
      </w:r>
      <w:r>
        <w:lastRenderedPageBreak/>
        <w:t>Marifat-e-Noorania, in short they doubt every Haqq. These Usuli Muqassireen do this in spite of knowledge &amp; Haqq, and proof &amp; evidence have reached them, otherwise money laundering business of Majoosi Mulla will close.</w:t>
      </w:r>
    </w:p>
    <w:p w:rsidR="001A403D" w:rsidRDefault="001A403D" w:rsidP="001A403D">
      <w:pPr>
        <w:pStyle w:val="libNormal"/>
      </w:pPr>
      <w:r>
        <w:t>2-Imam asws has stated clearly that Salaah is Maola Ali asws, and the correct Deen of Allah is Syyeda Fatima Zahra asws, i.e. Deen of Allah emerges from the house of Maola Ali asws. The same Maola Ali asws, Muqassir expels from his Namaz, then on the day of Qiyamah he will gnaw his hands, in thirst &amp; hunger, with blackened face, saying “Alas, why I neglected Janbullah?” The deniers of Walayat-e-Ali asws are the worst among the creations, i.e. they are even worse than Najis animals.</w:t>
      </w:r>
    </w:p>
    <w:p w:rsidR="00EB2345" w:rsidRDefault="00EB2345" w:rsidP="00FC02E7">
      <w:pPr>
        <w:pStyle w:val="libNormal"/>
        <w:rPr>
          <w:rtl/>
        </w:rPr>
      </w:pPr>
      <w:r>
        <w:rPr>
          <w:rFonts w:hint="eastAsia"/>
        </w:rPr>
        <w:br w:type="page"/>
      </w:r>
    </w:p>
    <w:p w:rsidR="001A403D" w:rsidRDefault="00EB2345" w:rsidP="00EB2345">
      <w:pPr>
        <w:pStyle w:val="Heading1Center"/>
      </w:pPr>
      <w:bookmarkStart w:id="93" w:name="_Toc449789486"/>
      <w:r>
        <w:rPr>
          <w:rFonts w:hint="eastAsia"/>
          <w:rtl/>
        </w:rPr>
        <w:lastRenderedPageBreak/>
        <w:t>سُوۡرَةُ</w:t>
      </w:r>
      <w:r>
        <w:rPr>
          <w:rtl/>
        </w:rPr>
        <w:t xml:space="preserve"> </w:t>
      </w:r>
      <w:r w:rsidR="001A403D">
        <w:rPr>
          <w:rtl/>
        </w:rPr>
        <w:t>الزّلزَلة</w:t>
      </w:r>
      <w:bookmarkEnd w:id="93"/>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إِذَا</w:t>
      </w:r>
      <w:r>
        <w:rPr>
          <w:rtl/>
        </w:rPr>
        <w:t xml:space="preserve"> زُلۡزِلَتِ </w:t>
      </w:r>
      <w:r>
        <w:rPr>
          <w:rFonts w:hint="cs"/>
          <w:rtl/>
        </w:rPr>
        <w:t>ٱ</w:t>
      </w:r>
      <w:r>
        <w:rPr>
          <w:rFonts w:hint="eastAsia"/>
          <w:rtl/>
        </w:rPr>
        <w:t>لۡأَرۡضُ</w:t>
      </w:r>
      <w:r>
        <w:rPr>
          <w:rtl/>
        </w:rPr>
        <w:t xml:space="preserve"> زِلۡزَالَهَا (١</w:t>
      </w:r>
      <w:r w:rsidR="009229E3">
        <w:rPr>
          <w:rtl/>
        </w:rPr>
        <w:t>)</w:t>
      </w:r>
      <w:r>
        <w:rPr>
          <w:rtl/>
        </w:rPr>
        <w:t xml:space="preserve"> وَأَخۡرَجَتِ </w:t>
      </w:r>
      <w:r>
        <w:rPr>
          <w:rFonts w:hint="cs"/>
          <w:rtl/>
        </w:rPr>
        <w:t>ٱ</w:t>
      </w:r>
      <w:r>
        <w:rPr>
          <w:rFonts w:hint="eastAsia"/>
          <w:rtl/>
        </w:rPr>
        <w:t>لۡأَرۡضُ</w:t>
      </w:r>
      <w:r>
        <w:rPr>
          <w:rtl/>
        </w:rPr>
        <w:t xml:space="preserve"> أَثۡقَالَهَا (٢</w:t>
      </w:r>
      <w:r w:rsidR="009229E3">
        <w:rPr>
          <w:rtl/>
        </w:rPr>
        <w:t>)</w:t>
      </w:r>
      <w:r>
        <w:rPr>
          <w:rtl/>
        </w:rPr>
        <w:t xml:space="preserve"> وَقَالَ </w:t>
      </w:r>
      <w:r>
        <w:rPr>
          <w:rFonts w:hint="cs"/>
          <w:rtl/>
        </w:rPr>
        <w:t>ٱ</w:t>
      </w:r>
      <w:r>
        <w:rPr>
          <w:rFonts w:hint="eastAsia"/>
          <w:rtl/>
        </w:rPr>
        <w:t>لۡإِنسَـٰنُ</w:t>
      </w:r>
      <w:r>
        <w:rPr>
          <w:rtl/>
        </w:rPr>
        <w:t xml:space="preserve"> مَا لَهَا (٣</w:t>
      </w:r>
      <w:r w:rsidR="009229E3">
        <w:rPr>
          <w:rtl/>
        </w:rPr>
        <w:t>)</w:t>
      </w:r>
    </w:p>
    <w:p w:rsidR="001A403D" w:rsidRDefault="001A403D" w:rsidP="00E36567">
      <w:pPr>
        <w:pStyle w:val="libBoldItalic"/>
      </w:pPr>
      <w:r>
        <w:t>When the Earth will be shaken with its earthquake (1) And Earth will bring out her burdens, (2) And the man will say: What is (wrong) with it? (3)</w:t>
      </w:r>
    </w:p>
    <w:p w:rsidR="001A403D" w:rsidRDefault="001A403D" w:rsidP="00E36567">
      <w:pPr>
        <w:pStyle w:val="libNormal"/>
      </w:pPr>
      <w:r>
        <w:t>1-Syyeda Fatima Zahra asws narrated: People were inflicted with earthquake duging the time of first Calif of Muslims, so they went out toward Calif in distress, but found that he himself was going to Maola Ali asws in distress, so people reached behind him at the door of Maola Ali asws, and Maola Ali asws came out to them without any fear in which they were. So he (asws) started walking and people followed him until he stopped at a mound and sat on it, and those people sat around him, and they were seeing the walls of Madina trembling forward and backward. Maola Ali asws said to them: It seems that you are dying by seeing this? They said: Why we would not dye, because we have not ever seen such. So he moved his lips and stroke his hand on the earth and said: What is wrong with you, be in peace (stop). Then the earth stopped. And people were astonished, more than their first surprise when he (asws) came out (of house). He said to them: Certainly you are surprised about what work I did. They said: Yes. Said: I am that Man about whom Allah Ta’ala says, “When the earth will be shaken with its earthquake, and the earth will exit its burdens, and the Man will say: What happened to it?” Thus I am that Man who will say to it: What happened to you, “that day it (earth) will report its news” tell its news to me. (al-Burhan, v8, p356)</w:t>
      </w:r>
    </w:p>
    <w:p w:rsidR="001A403D" w:rsidRDefault="001A403D" w:rsidP="009229E3">
      <w:pPr>
        <w:pStyle w:val="libCenterBold1"/>
      </w:pPr>
      <w:r>
        <w:t>Lesson:</w:t>
      </w:r>
    </w:p>
    <w:p w:rsidR="001A403D" w:rsidRDefault="001A403D" w:rsidP="001A403D">
      <w:pPr>
        <w:pStyle w:val="libNormal"/>
      </w:pPr>
      <w:r>
        <w:t>1-The incident of stopping an eathquake did not happen once, but it occurred many times. Once it happened while going to Basra. Once Maola Ali asws was inspecting the markets in his apparent time of Khilafat and stopped the earthquake. Once it happened at the place of Rahbah, and Maola Ali asws said this as well, “Don’t you see that it (earth) talks to its Rabb?” Once it happened in the time of second Calif of Muslims. It means the owner &amp; the master of the earth is Maola Ali Abu Turab asws. And this is confirmed that Salaah can not be performed on usurped land, then how Muqassireen can read Namaz on the earth when they deny to recite testimony of Walayat-e-Ali asws. Salt is also produced from the earth, and Allah gives provision to the creations for the sake of the foot-wear of Masumeen asws, and the perpetuation of universe is the proof of Masumeen asws being Hazir Nazir. So whoever talks nonsense about Maola Ali asws, he definitely Namak-Haraam Pig.</w:t>
      </w:r>
    </w:p>
    <w:p w:rsidR="001A403D" w:rsidRDefault="001A403D" w:rsidP="001A403D">
      <w:pPr>
        <w:pStyle w:val="libNormal"/>
      </w:pPr>
      <w:r>
        <w:t>2-At the time of Qiyam of Qaim asws, earth will throw out its burdens, i.e. enemies of Maola Ali asws and Imam-e-Mazloom asws, so that Imam Qaim asws can resurrect them and punish them. Those people who oppose Walayat-e-Ali asws and Azadari of Imam Hussain asws they are burden on the earth.</w:t>
      </w:r>
    </w:p>
    <w:p w:rsidR="00EB2345" w:rsidRDefault="00EB2345" w:rsidP="00FC02E7">
      <w:pPr>
        <w:pStyle w:val="libNormal"/>
        <w:rPr>
          <w:rtl/>
        </w:rPr>
      </w:pPr>
      <w:r>
        <w:rPr>
          <w:rFonts w:hint="eastAsia"/>
        </w:rPr>
        <w:lastRenderedPageBreak/>
        <w:br w:type="page"/>
      </w:r>
    </w:p>
    <w:p w:rsidR="001A403D" w:rsidRDefault="00EB2345" w:rsidP="00EB2345">
      <w:pPr>
        <w:pStyle w:val="Heading1Center"/>
      </w:pPr>
      <w:bookmarkStart w:id="94" w:name="_Toc449789487"/>
      <w:r>
        <w:rPr>
          <w:rFonts w:hint="eastAsia"/>
          <w:rtl/>
        </w:rPr>
        <w:lastRenderedPageBreak/>
        <w:t>سُوۡرَةُ</w:t>
      </w:r>
      <w:r>
        <w:rPr>
          <w:rtl/>
        </w:rPr>
        <w:t xml:space="preserve"> </w:t>
      </w:r>
      <w:r w:rsidR="001A403D">
        <w:rPr>
          <w:rtl/>
        </w:rPr>
        <w:t>العَاد</w:t>
      </w:r>
      <w:r w:rsidR="001A403D">
        <w:rPr>
          <w:rFonts w:hint="cs"/>
          <w:rtl/>
        </w:rPr>
        <w:t>یَ</w:t>
      </w:r>
      <w:r w:rsidR="001A403D">
        <w:rPr>
          <w:rFonts w:hint="eastAsia"/>
          <w:rtl/>
        </w:rPr>
        <w:t>ات</w:t>
      </w:r>
      <w:bookmarkEnd w:id="94"/>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وَ</w:t>
      </w:r>
      <w:r>
        <w:rPr>
          <w:rFonts w:hint="cs"/>
          <w:rtl/>
        </w:rPr>
        <w:t>ٱ</w:t>
      </w:r>
      <w:r>
        <w:rPr>
          <w:rFonts w:hint="eastAsia"/>
          <w:rtl/>
        </w:rPr>
        <w:t>لۡعَـٰدِيَـٰتِ</w:t>
      </w:r>
      <w:r>
        <w:rPr>
          <w:rtl/>
        </w:rPr>
        <w:t xml:space="preserve"> ضَبۡحً۬ا (١</w:t>
      </w:r>
      <w:r w:rsidR="009229E3">
        <w:rPr>
          <w:rtl/>
        </w:rPr>
        <w:t>)</w:t>
      </w:r>
      <w:r>
        <w:rPr>
          <w:rtl/>
        </w:rPr>
        <w:t xml:space="preserve"> فَ</w:t>
      </w:r>
      <w:r>
        <w:rPr>
          <w:rFonts w:hint="cs"/>
          <w:rtl/>
        </w:rPr>
        <w:t>ٱ</w:t>
      </w:r>
      <w:r>
        <w:rPr>
          <w:rFonts w:hint="eastAsia"/>
          <w:rtl/>
        </w:rPr>
        <w:t>لۡمُورِيَـٰتِ</w:t>
      </w:r>
      <w:r>
        <w:rPr>
          <w:rtl/>
        </w:rPr>
        <w:t xml:space="preserve"> قَدۡحً۬ا (٢</w:t>
      </w:r>
      <w:r w:rsidR="009229E3">
        <w:rPr>
          <w:rtl/>
        </w:rPr>
        <w:t>)</w:t>
      </w:r>
      <w:r>
        <w:rPr>
          <w:rtl/>
        </w:rPr>
        <w:t xml:space="preserve"> فَ</w:t>
      </w:r>
      <w:r>
        <w:rPr>
          <w:rFonts w:hint="cs"/>
          <w:rtl/>
        </w:rPr>
        <w:t>ٱ</w:t>
      </w:r>
      <w:r>
        <w:rPr>
          <w:rFonts w:hint="eastAsia"/>
          <w:rtl/>
        </w:rPr>
        <w:t>لۡمُغِيرَ</w:t>
      </w:r>
      <w:r w:rsidR="005B7B9E" w:rsidRPr="005B7B9E">
        <w:rPr>
          <w:rFonts w:hint="cs"/>
          <w:rtl/>
        </w:rPr>
        <w:t>ا</w:t>
      </w:r>
      <w:r>
        <w:rPr>
          <w:rFonts w:hint="eastAsia"/>
          <w:rtl/>
        </w:rPr>
        <w:t>تِ</w:t>
      </w:r>
      <w:r>
        <w:rPr>
          <w:rtl/>
        </w:rPr>
        <w:t xml:space="preserve"> صُبۡحً۬ا (٣</w:t>
      </w:r>
      <w:r w:rsidR="009229E3">
        <w:rPr>
          <w:rtl/>
        </w:rPr>
        <w:t>)</w:t>
      </w:r>
      <w:r>
        <w:rPr>
          <w:rtl/>
        </w:rPr>
        <w:t xml:space="preserve"> فَأَثَرۡنَ بِهِ</w:t>
      </w:r>
      <w:r>
        <w:rPr>
          <w:rFonts w:hint="cs"/>
          <w:rtl/>
        </w:rPr>
        <w:t>ۦ</w:t>
      </w:r>
      <w:r>
        <w:rPr>
          <w:rtl/>
        </w:rPr>
        <w:t xml:space="preserve"> نَقۡعً۬ا (٤</w:t>
      </w:r>
      <w:r w:rsidR="009229E3">
        <w:rPr>
          <w:rtl/>
        </w:rPr>
        <w:t>)</w:t>
      </w:r>
      <w:r>
        <w:rPr>
          <w:rtl/>
        </w:rPr>
        <w:t xml:space="preserve"> فَوَسَطۡنَ بِهِ</w:t>
      </w:r>
      <w:r>
        <w:rPr>
          <w:rFonts w:hint="cs"/>
          <w:rtl/>
        </w:rPr>
        <w:t>ۦ</w:t>
      </w:r>
      <w:r>
        <w:rPr>
          <w:rtl/>
        </w:rPr>
        <w:t xml:space="preserve"> جَمۡعًا (٥</w:t>
      </w:r>
      <w:r w:rsidR="009229E3">
        <w:rPr>
          <w:rtl/>
        </w:rPr>
        <w:t>)</w:t>
      </w:r>
    </w:p>
    <w:p w:rsidR="001A403D" w:rsidRDefault="001A403D" w:rsidP="00E36567">
      <w:pPr>
        <w:pStyle w:val="libBoldItalic"/>
      </w:pPr>
      <w:r>
        <w:t>By the snorting coursers (swiftly running horses), (1) Then by the sparks producers by striking hoofs (on stones) (2) Then by the raiders at the dawn, (3) Then thereby stirring up (clouds of) dust, (4) Then penetrating thereby in the mass (of enemies). (5)</w:t>
      </w:r>
    </w:p>
    <w:p w:rsidR="001A403D" w:rsidRDefault="001A403D" w:rsidP="00E36567">
      <w:pPr>
        <w:pStyle w:val="libNormal"/>
      </w:pPr>
      <w:r>
        <w:t>1-Imam Jafar Sadiq asws did Tafseer of this Sura in detail, its summary is: The people of the valley of Yabis gathered an army of twelve thousand horsemen, and took firm oaths that they will martyr Mohammad Mustafa sawaw and Ali Murtaza asws, even if they all have to die. Allah Ta’ala gave news to His Rasool sawaw, so he sent an army of four thousand horsemen under the command of a person, but that person returned defeated after hearing the threats of the people of the valley of Yabis in spite of the opposition of the army. Rasool Allah sawaw admonished him, and sent the army under the leadership of another person. Again same happened what happened with the first one. Then Rasool Allah sawaw sent army with Maola Ali asws, and he reached there very fast on the way told by Rasool Allah sawaw, and presented Islam to them, but they denied, and said: Rather we were waiting for you to fight. Maola Ali asws offered Fajr Salaah at Awwal time and attacked, and victory was so fast that the last part of the army of Maola Ali asws did not know. On the other side (in Madina), Rasool Allah sawaw gave news of victory to the Muslims, and recited this revealed Sura in Salaah too. Then came out of Madina three miles and came down from the conveyance to receive Maola Ali asws. Maola Ali asws also came down from the horse, and Rasool Allah sawaw embraced him and kissed between eyes on the forehead. They got war booty equal to the battle of Khaiber, never got equal to that in any battle. Only two were martyred from Muslims, and their hundred and twenty were killed, and six hundred and twenty were captured. (al-Burhan, v8, p361)</w:t>
      </w:r>
    </w:p>
    <w:p w:rsidR="001A403D" w:rsidRDefault="001A403D" w:rsidP="009229E3">
      <w:pPr>
        <w:pStyle w:val="libCenterBold1"/>
      </w:pPr>
      <w:r>
        <w:t>Lesson:</w:t>
      </w:r>
    </w:p>
    <w:p w:rsidR="001A403D" w:rsidRDefault="001A403D" w:rsidP="001A403D">
      <w:pPr>
        <w:pStyle w:val="libNormal"/>
      </w:pPr>
      <w:r>
        <w:t xml:space="preserve">1-Allah Ta’ala knows them who are jealous to the merits of Maola Ali asws that they will run away by taking only few hundred verses, because Maola Ali asws is mentioned in the holy Quran everywhere. So Allah Ta’ala burns more who run away from the testimony of Walayat-e-Ali asws, so that they should burn in the Fire of jealousy in this world and in Fire of Hell in the Hereafter. So Allah made verses of Quran by swearing by the horse of Maola Ali asws, so Muqassireen should not have any objection to present. So whenever they will read Quran, they will remember the horse of Masoom asws. In spite of this, Majoosi Mulla says that Zuljanah is Bidah (Naoozobillah), while Allah Ta’ala swears by horse of Masoom asws. In fact Majoosi Muqassireen are enemies of Allah, and brothers of Iblees. </w:t>
      </w:r>
      <w:r>
        <w:lastRenderedPageBreak/>
        <w:t>Rasool Allah sawaw comes down to receive and say welcome to Maola Ali asws, while Muqassir is running away from his Zikr.</w:t>
      </w:r>
    </w:p>
    <w:p w:rsidR="00EB2345" w:rsidRDefault="00EB2345" w:rsidP="00FC02E7">
      <w:pPr>
        <w:pStyle w:val="libNormal"/>
        <w:rPr>
          <w:rtl/>
        </w:rPr>
      </w:pPr>
      <w:r>
        <w:rPr>
          <w:rFonts w:hint="eastAsia"/>
        </w:rPr>
        <w:br w:type="page"/>
      </w:r>
    </w:p>
    <w:p w:rsidR="001A403D" w:rsidRDefault="00EB2345" w:rsidP="00EB2345">
      <w:pPr>
        <w:pStyle w:val="Heading1Center"/>
      </w:pPr>
      <w:bookmarkStart w:id="95" w:name="_Toc449789488"/>
      <w:r>
        <w:rPr>
          <w:rFonts w:hint="eastAsia"/>
          <w:rtl/>
        </w:rPr>
        <w:lastRenderedPageBreak/>
        <w:t>سُوۡرَةُ</w:t>
      </w:r>
      <w:r>
        <w:rPr>
          <w:rtl/>
        </w:rPr>
        <w:t xml:space="preserve"> </w:t>
      </w:r>
      <w:r w:rsidR="001A403D">
        <w:rPr>
          <w:rtl/>
        </w:rPr>
        <w:t>التّکاثُر</w:t>
      </w:r>
      <w:bookmarkEnd w:id="95"/>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ثُمَّ</w:t>
      </w:r>
      <w:r>
        <w:rPr>
          <w:rtl/>
        </w:rPr>
        <w:t xml:space="preserve"> لَتُسۡـَٔلُنَّ يَوۡمَ</w:t>
      </w:r>
      <w:r>
        <w:rPr>
          <w:rFonts w:hint="cs"/>
          <w:rtl/>
        </w:rPr>
        <w:t>ٮِٕ</w:t>
      </w:r>
      <w:r>
        <w:rPr>
          <w:rFonts w:hint="eastAsia"/>
          <w:rtl/>
        </w:rPr>
        <w:t>ذٍ</w:t>
      </w:r>
      <w:r>
        <w:rPr>
          <w:rtl/>
        </w:rPr>
        <w:t xml:space="preserve"> عَنِ </w:t>
      </w:r>
      <w:r>
        <w:rPr>
          <w:rFonts w:hint="cs"/>
          <w:rtl/>
        </w:rPr>
        <w:t>ٱ</w:t>
      </w:r>
      <w:r>
        <w:rPr>
          <w:rFonts w:hint="eastAsia"/>
          <w:rtl/>
        </w:rPr>
        <w:t>لنَّعِيمِ</w:t>
      </w:r>
      <w:r>
        <w:rPr>
          <w:rtl/>
        </w:rPr>
        <w:t xml:space="preserve"> (٨</w:t>
      </w:r>
      <w:r w:rsidR="009229E3">
        <w:rPr>
          <w:rtl/>
        </w:rPr>
        <w:t>)</w:t>
      </w:r>
    </w:p>
    <w:p w:rsidR="001A403D" w:rsidRDefault="001A403D" w:rsidP="00E36567">
      <w:pPr>
        <w:pStyle w:val="libBoldItalic"/>
      </w:pPr>
      <w:r>
        <w:t>Then certainly you will be questioned on that day concerning Naeem (Favour). (8)</w:t>
      </w:r>
    </w:p>
    <w:p w:rsidR="001A403D" w:rsidRDefault="001A403D" w:rsidP="00E36567">
      <w:pPr>
        <w:pStyle w:val="libNormal"/>
      </w:pPr>
      <w:r>
        <w:t>1-Imam Jafar Sadiq asws said about this verse: This Ummah will be questioned about that Ne’mat which Allah has given them through His Rasool sawaw and Ahlul Bait asws. (al-Burhan, v8, p374)</w:t>
      </w:r>
    </w:p>
    <w:p w:rsidR="001A403D" w:rsidRDefault="001A403D" w:rsidP="00E36567">
      <w:pPr>
        <w:pStyle w:val="libNormal"/>
      </w:pPr>
      <w:r>
        <w:t>2-Rasool Allah sawa said: Ya Ali asws, no doubt what a person will be asked first of all after death that is this testimony “There is no God except Allah and Mohammad is Rasool of Allah and you are Wali of Momineen” whom Allah has appointed and I have appointed you as well, so whoever testified it, and believed in it, he went towards Naeem, for which there is no decline (everlasting). (al-Burhan, v8, p375)</w:t>
      </w:r>
    </w:p>
    <w:p w:rsidR="001A403D" w:rsidRDefault="001A403D" w:rsidP="00E36567">
      <w:pPr>
        <w:pStyle w:val="libNormal"/>
      </w:pPr>
      <w:r>
        <w:t>3-Numan asked Imam Jafar Sadiq asws: I sacrifice on you, what is Amr-bil-Maroof? Said: Al-Ma’roof is that whom even the inhabitants of the sky know and inhabitants of the earth as well, and he is Amirul Momineen Ali bin Abi Talib asws. (It means Amr-bil Ma</w:t>
      </w:r>
      <w:r>
        <w:rPr>
          <w:rFonts w:hint="eastAsia"/>
        </w:rPr>
        <w:t>’</w:t>
      </w:r>
      <w:r>
        <w:t>roof means invitation towards Walayat-e-Ali asws) He asked: I sacrifice on you, then what is Munkar? Said: Those who did injustice to the right of Ali asws, and ruined his case, and incited people against him. He asked: If a person sees someone disobeying Allah, and forbid him from that, then what is that? Imam Jafar Sadqi asws said: That is neither Amr-bil Ma’roof, nor Nahi-anil Munkar, that is only good deed, which he did for himself. Numan asked: I sacrifice on you, tell me about the saying of Allah Azza wa Jalla, “Then certainly you will be questioned on that day about Naeem.” Imam asws said: What is with you (what you think)? He replied: Peace in life, and health of body, and provision to eat. Said: O Numan, if Allah gives you this and stops you on the day of Qiyamah until questions you about every bolus you ate and every sip you drank, then your stay will be very long. He replied: Then what is Naeem, I sacrifice on you? Said: We are Naeem, through whom Allah took people out of misguidance, and granted them sight through us from blindness, and took them out of ignorance to give knowledge through us. He asked: I sacrifice on you, so how Quran will remain new (modern) for ever? Said: That is like this, that Quran is not declared for one specific time that it is not for the other time (period, era) that it becomes old (obsolete) by passing days; and if it was like this then Quran would have perished before the destruction of the world. (al-Burhan, v8, p377)</w:t>
      </w:r>
    </w:p>
    <w:p w:rsidR="001A403D" w:rsidRDefault="001A403D" w:rsidP="009229E3">
      <w:pPr>
        <w:pStyle w:val="libCenterBold1"/>
      </w:pPr>
      <w:r>
        <w:t>Lesson:</w:t>
      </w:r>
    </w:p>
    <w:p w:rsidR="001A403D" w:rsidRDefault="001A403D" w:rsidP="001A403D">
      <w:pPr>
        <w:pStyle w:val="libNormal"/>
      </w:pPr>
      <w:r>
        <w:t>1-Everywhere inquiry will be held about Walayat-e-Ali asws, whether testified Walayat-e-Ali asws while believing it as the foundation of Deen, or just uttered it only in front of people not believing Walayat-e-Ali asws even as part of anything in Deen according to the Fatawa of Majoosi Mullas.</w:t>
      </w:r>
    </w:p>
    <w:p w:rsidR="001A403D" w:rsidRDefault="001A403D" w:rsidP="001A403D">
      <w:pPr>
        <w:pStyle w:val="libNormal"/>
      </w:pPr>
      <w:r>
        <w:t xml:space="preserve">2-Muqassir Mulla stresses upon Farooh-e-Deen without Rooh-e-Ibadaat, to keep worshiping like Iblees without thinking. Walayat-e-Ali asws is </w:t>
      </w:r>
      <w:r>
        <w:lastRenderedPageBreak/>
        <w:t>foundation of everything. Salaah is the name of testimony of Walayat-e-Ali asws in the Presence of Allah. Saom (fast) is the name of keeping mouth shut from talking nonsense about Walayat-e-Ali asws. Hajj is the name of going to do Ziyarat of the place where Maola Ali asws did Zahoor. Zakah is the name of purifying oneself from the doubts about Maola Ali asws. Khums is the name of paying the right of Walayat of Maola Ali asws. Jihad is the name of preaching Walayat-e-Ali asws. Amr-bil Ma’roof is the name of invitation towards Walayat-e-Ali asws. Nahi-anil Munkar is preventing people to return (Rajooh) to Majoosi Muqassir Mulla. Tawalla is the name of Mawaddat (Devotion) of Maola Ali asws. And Tabarrah is the name of cursing on the opponents of Walayat-e-Ali asws. Azadari is the name of preparation for the revenge from the enemies of Masumeen asws. Raj’at is the name of prevalence &amp; domination of Walayat-e-Ali asws, and revenge from the enemies of Walayat-e-Ali asws.</w:t>
      </w:r>
    </w:p>
    <w:p w:rsidR="001A403D" w:rsidRDefault="001A403D" w:rsidP="001A403D">
      <w:pPr>
        <w:pStyle w:val="libNormal"/>
      </w:pPr>
      <w:r>
        <w:t>Tauheed is the name of the Creator of Maola Ali asws. Adl (Justice) is the name of Maola Ali asws being complete Mazhar (expresser) of the Attributes of Allah. Nabuwat is the name of the brother of Maola Ali asws. Imamat is the name of the Progeny asws of Maola Ali asws. Qiyamah is the name of inquiry about Walayat of Maola Ali asws. Jannah is the name of the Prize for being steadfast on Walayat-e-Ali asws. Jahannum is the name of torture cells for the enemies of Walayt-e-Ali asws.</w:t>
      </w:r>
    </w:p>
    <w:p w:rsidR="001A403D" w:rsidRDefault="001A403D" w:rsidP="001A403D">
      <w:pPr>
        <w:pStyle w:val="libNormal"/>
      </w:pPr>
      <w:r>
        <w:t>3-From whom Muqassireen took the basis (i.e. ilmul-Usul) of their religion, took the concept of Quran being ambiguous &amp; insufficient from him as well: New issues of modern time are not available in Quran &amp; Hadees, so return (do Rajooh) to hundred year old rather thousands of years old Satanic Majoosi Sanyasi Baba, because this experienced Amil Baba (expert in practical witchcraft) deceived Adam (a.s.) as well, then to misguide the weak-faith Shias is his left hand’s trick. Majoosi Muqassir Mulla rejects the Haqq claim of Allah that everything is stated in the holy Quran.</w:t>
      </w:r>
    </w:p>
    <w:p w:rsidR="00EB2345" w:rsidRDefault="00EB2345" w:rsidP="00FC02E7">
      <w:pPr>
        <w:pStyle w:val="libNormal"/>
        <w:rPr>
          <w:rtl/>
        </w:rPr>
      </w:pPr>
      <w:r>
        <w:rPr>
          <w:rFonts w:hint="eastAsia"/>
        </w:rPr>
        <w:br w:type="page"/>
      </w:r>
    </w:p>
    <w:p w:rsidR="001A403D" w:rsidRDefault="00EB2345" w:rsidP="00EB2345">
      <w:pPr>
        <w:pStyle w:val="Heading1Center"/>
      </w:pPr>
      <w:bookmarkStart w:id="96" w:name="_Toc449789489"/>
      <w:r>
        <w:rPr>
          <w:rFonts w:hint="eastAsia"/>
          <w:rtl/>
        </w:rPr>
        <w:lastRenderedPageBreak/>
        <w:t>سُوۡرَةُ</w:t>
      </w:r>
      <w:r>
        <w:rPr>
          <w:rtl/>
        </w:rPr>
        <w:t xml:space="preserve"> </w:t>
      </w:r>
      <w:r w:rsidR="001A403D">
        <w:rPr>
          <w:rtl/>
        </w:rPr>
        <w:t>العَصر</w:t>
      </w:r>
      <w:bookmarkEnd w:id="96"/>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وَ</w:t>
      </w:r>
      <w:r>
        <w:rPr>
          <w:rFonts w:hint="cs"/>
          <w:rtl/>
        </w:rPr>
        <w:t>ٱ</w:t>
      </w:r>
      <w:r>
        <w:rPr>
          <w:rFonts w:hint="eastAsia"/>
          <w:rtl/>
        </w:rPr>
        <w:t>لۡعَصۡرِ</w:t>
      </w:r>
      <w:r>
        <w:rPr>
          <w:rtl/>
        </w:rPr>
        <w:t xml:space="preserve"> (١</w:t>
      </w:r>
      <w:r w:rsidR="009229E3">
        <w:rPr>
          <w:rtl/>
        </w:rPr>
        <w:t>)</w:t>
      </w:r>
      <w:r>
        <w:rPr>
          <w:rtl/>
        </w:rPr>
        <w:t xml:space="preserve"> إِنَّ </w:t>
      </w:r>
      <w:r>
        <w:rPr>
          <w:rFonts w:hint="cs"/>
          <w:rtl/>
        </w:rPr>
        <w:t>ٱ</w:t>
      </w:r>
      <w:r>
        <w:rPr>
          <w:rFonts w:hint="eastAsia"/>
          <w:rtl/>
        </w:rPr>
        <w:t>لۡإِنسَـٰنَ</w:t>
      </w:r>
      <w:r>
        <w:rPr>
          <w:rtl/>
        </w:rPr>
        <w:t xml:space="preserve"> لَفِى خُسۡرٍ (٢</w:t>
      </w:r>
      <w:r w:rsidR="009229E3">
        <w:rPr>
          <w:rtl/>
        </w:rPr>
        <w:t>)</w:t>
      </w:r>
      <w:r>
        <w:rPr>
          <w:rtl/>
        </w:rPr>
        <w:t xml:space="preserve"> إِلَّا </w:t>
      </w:r>
      <w:r>
        <w:rPr>
          <w:rFonts w:hint="cs"/>
          <w:rtl/>
        </w:rPr>
        <w:t>ٱ</w:t>
      </w:r>
      <w:r>
        <w:rPr>
          <w:rFonts w:hint="eastAsia"/>
          <w:rtl/>
        </w:rPr>
        <w:t>لَّذِينَ</w:t>
      </w:r>
      <w:r>
        <w:rPr>
          <w:rtl/>
        </w:rPr>
        <w:t xml:space="preserve"> ءَامَنُواْ وَعَمِلُواْ </w:t>
      </w:r>
      <w:r>
        <w:rPr>
          <w:rFonts w:hint="cs"/>
          <w:rtl/>
        </w:rPr>
        <w:t>ٱ</w:t>
      </w:r>
      <w:r>
        <w:rPr>
          <w:rFonts w:hint="eastAsia"/>
          <w:rtl/>
        </w:rPr>
        <w:t>لصَّـٰلِحَـٰتِ</w:t>
      </w:r>
      <w:r>
        <w:rPr>
          <w:rtl/>
        </w:rPr>
        <w:t xml:space="preserve"> وَتَوَاصَوۡاْ بِ</w:t>
      </w:r>
      <w:r>
        <w:rPr>
          <w:rFonts w:hint="cs"/>
          <w:rtl/>
        </w:rPr>
        <w:t>ٱ</w:t>
      </w:r>
      <w:r>
        <w:rPr>
          <w:rFonts w:hint="eastAsia"/>
          <w:rtl/>
        </w:rPr>
        <w:t>لۡحَقِّ</w:t>
      </w:r>
      <w:r>
        <w:rPr>
          <w:rtl/>
        </w:rPr>
        <w:t xml:space="preserve"> وَتَوَاصَوۡاْ بِ</w:t>
      </w:r>
      <w:r>
        <w:rPr>
          <w:rFonts w:hint="cs"/>
          <w:rtl/>
        </w:rPr>
        <w:t>ٱ</w:t>
      </w:r>
      <w:r>
        <w:rPr>
          <w:rFonts w:hint="eastAsia"/>
          <w:rtl/>
        </w:rPr>
        <w:t>لصَّبۡرِ</w:t>
      </w:r>
      <w:r>
        <w:rPr>
          <w:rtl/>
        </w:rPr>
        <w:t xml:space="preserve"> (٣</w:t>
      </w:r>
      <w:r w:rsidR="009229E3">
        <w:rPr>
          <w:rtl/>
        </w:rPr>
        <w:t>)</w:t>
      </w:r>
    </w:p>
    <w:p w:rsidR="00595365" w:rsidRDefault="001A403D" w:rsidP="00E36567">
      <w:pPr>
        <w:pStyle w:val="libBoldItalic"/>
      </w:pPr>
      <w:r>
        <w:t>By the Asr, (1) No doubt man is in loss, (2) Except those who believe and do good deeds, and advise one another to Haqq and advise one another to endurance. (3)</w:t>
      </w:r>
    </w:p>
    <w:p w:rsidR="001A403D" w:rsidRDefault="001A403D" w:rsidP="00E36567">
      <w:pPr>
        <w:pStyle w:val="libNormal"/>
      </w:pPr>
      <w:r>
        <w:t>1-Imam Jafar Sadiq asws said: Al-Asr means the time of Zahoor of Qaim asws, “Indeed man is in loss” means our enemies, “except those who believe” in Walayat of Amirul Momineen asws, “and do righteous deeds” means fulfilled obligations (Fara’iz), “and advised about Haqq to each other” means about Walayat-e-Ali asws, “and advise about patience to each other” means advised to be patient (steadfast) on Walayat to their children which they leave after them. (al-Burhan, v8, p380)</w:t>
      </w:r>
    </w:p>
    <w:p w:rsidR="001A403D" w:rsidRDefault="001A403D" w:rsidP="009229E3">
      <w:pPr>
        <w:pStyle w:val="libCenterBold1"/>
      </w:pPr>
      <w:r>
        <w:t>Lesson:</w:t>
      </w:r>
    </w:p>
    <w:p w:rsidR="00595365" w:rsidRDefault="001A403D" w:rsidP="001A403D">
      <w:pPr>
        <w:pStyle w:val="libNormal"/>
      </w:pPr>
      <w:r>
        <w:t>1-It is clear order to Momineen, reminding Zahoor of Qaim asws, to preach Walayt-e-Ali asws, and to entrust the same task to children as well. It is inevitable obligation on everyone to preach Walayat-e-Ali asws according to one’s capacity and means, otherwise the end result will be loss and destruction.</w:t>
      </w:r>
    </w:p>
    <w:p w:rsidR="00EB2345" w:rsidRDefault="00EB2345" w:rsidP="00FC02E7">
      <w:pPr>
        <w:pStyle w:val="libNormal"/>
        <w:rPr>
          <w:rtl/>
        </w:rPr>
      </w:pPr>
      <w:r>
        <w:rPr>
          <w:rFonts w:hint="eastAsia"/>
        </w:rPr>
        <w:br w:type="page"/>
      </w:r>
    </w:p>
    <w:p w:rsidR="001A403D" w:rsidRDefault="00EB2345" w:rsidP="00EB2345">
      <w:pPr>
        <w:pStyle w:val="Heading1Center"/>
      </w:pPr>
      <w:bookmarkStart w:id="97" w:name="_Toc449789490"/>
      <w:r>
        <w:rPr>
          <w:rFonts w:hint="eastAsia"/>
          <w:rtl/>
        </w:rPr>
        <w:lastRenderedPageBreak/>
        <w:t>سُوۡرَةُ</w:t>
      </w:r>
      <w:r>
        <w:rPr>
          <w:rtl/>
        </w:rPr>
        <w:t xml:space="preserve"> </w:t>
      </w:r>
      <w:r w:rsidR="001A403D">
        <w:rPr>
          <w:rtl/>
        </w:rPr>
        <w:t>الفِ</w:t>
      </w:r>
      <w:r w:rsidR="001A403D">
        <w:rPr>
          <w:rFonts w:hint="cs"/>
          <w:rtl/>
        </w:rPr>
        <w:t>ی</w:t>
      </w:r>
      <w:r w:rsidR="001A403D">
        <w:rPr>
          <w:rFonts w:hint="eastAsia"/>
          <w:rtl/>
        </w:rPr>
        <w:t>ل</w:t>
      </w:r>
      <w:bookmarkEnd w:id="97"/>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أَلَمۡ</w:t>
      </w:r>
      <w:r>
        <w:rPr>
          <w:rtl/>
        </w:rPr>
        <w:t xml:space="preserve"> تَرَ كَيۡفَ فَعَلَ رَبُّكَ بِأَصۡحَـٰبِ </w:t>
      </w:r>
      <w:r>
        <w:rPr>
          <w:rFonts w:hint="cs"/>
          <w:rtl/>
        </w:rPr>
        <w:t>ٱ</w:t>
      </w:r>
      <w:r>
        <w:rPr>
          <w:rFonts w:hint="eastAsia"/>
          <w:rtl/>
        </w:rPr>
        <w:t>لۡفِيلِ</w:t>
      </w:r>
      <w:r>
        <w:rPr>
          <w:rtl/>
        </w:rPr>
        <w:t xml:space="preserve"> (١</w:t>
      </w:r>
      <w:r w:rsidR="009229E3">
        <w:rPr>
          <w:rtl/>
        </w:rPr>
        <w:t>)</w:t>
      </w:r>
      <w:r>
        <w:rPr>
          <w:rtl/>
        </w:rPr>
        <w:t xml:space="preserve"> أَلَمۡ يَجۡعَلۡ كَيۡدَهُمۡ فِى تَضۡلِيلٍ۬ (٢</w:t>
      </w:r>
      <w:r w:rsidR="009229E3">
        <w:rPr>
          <w:rtl/>
        </w:rPr>
        <w:t>)</w:t>
      </w:r>
      <w:r>
        <w:rPr>
          <w:rtl/>
        </w:rPr>
        <w:t xml:space="preserve"> وَأَرۡسَلَ عَلَيۡ</w:t>
      </w:r>
      <w:r w:rsidR="001E6BAB" w:rsidRPr="001E6BAB">
        <w:rPr>
          <w:rFonts w:hint="cs"/>
          <w:rtl/>
        </w:rPr>
        <w:t>ه</w:t>
      </w:r>
      <w:r w:rsidRPr="00595365">
        <w:rPr>
          <w:rFonts w:hint="cs"/>
          <w:rtl/>
        </w:rPr>
        <w:t>مۡ طَيۡرًا أَبَابِيلَ (٣</w:t>
      </w:r>
      <w:r w:rsidR="009229E3">
        <w:rPr>
          <w:rFonts w:hint="cs"/>
          <w:rtl/>
        </w:rPr>
        <w:t>)</w:t>
      </w:r>
      <w:r w:rsidRPr="00595365">
        <w:rPr>
          <w:rFonts w:hint="cs"/>
          <w:rtl/>
        </w:rPr>
        <w:t xml:space="preserve"> تَرۡمِيهِم بِحِجَارَةٍ۬ مِّن سِجِّيلٍ۬ (٤</w:t>
      </w:r>
      <w:r w:rsidR="009229E3">
        <w:rPr>
          <w:rFonts w:hint="cs"/>
          <w:rtl/>
        </w:rPr>
        <w:t>)</w:t>
      </w:r>
      <w:r w:rsidRPr="00595365">
        <w:rPr>
          <w:rFonts w:hint="cs"/>
          <w:rtl/>
        </w:rPr>
        <w:t xml:space="preserve"> فَجَعَلَهُمۡ كَعَصۡفٍ۬ مَّأۡ</w:t>
      </w:r>
      <w:r w:rsidR="001E6BAB" w:rsidRPr="001E6BAB">
        <w:rPr>
          <w:rFonts w:hint="cs"/>
          <w:rtl/>
        </w:rPr>
        <w:t>ک</w:t>
      </w:r>
      <w:r>
        <w:rPr>
          <w:rFonts w:hint="eastAsia"/>
          <w:rtl/>
        </w:rPr>
        <w:t>ولِۭ</w:t>
      </w:r>
      <w:r>
        <w:rPr>
          <w:rtl/>
        </w:rPr>
        <w:t xml:space="preserve"> (٥</w:t>
      </w:r>
      <w:r w:rsidR="009229E3">
        <w:rPr>
          <w:rtl/>
        </w:rPr>
        <w:t>)</w:t>
      </w:r>
    </w:p>
    <w:p w:rsidR="00595365" w:rsidRDefault="001A403D" w:rsidP="00E36567">
      <w:pPr>
        <w:pStyle w:val="libBoldItalic"/>
      </w:pPr>
      <w:r>
        <w:t>Have you not seen how your Rabb dealt with the companions of the Elephant? (1) Did He not make their plot failure, (2) And send against them swarms of birds, (3) Which pelted them with stones of hard clay, (4) And made them like eaten straw (by cattle). (5)</w:t>
      </w:r>
    </w:p>
    <w:p w:rsidR="001A403D" w:rsidRDefault="001A403D" w:rsidP="00E36567">
      <w:pPr>
        <w:pStyle w:val="libNormal"/>
      </w:pPr>
      <w:r>
        <w:t>1-It is summary of Hadees of Masoom asws: The king of Habsha Abraha bin Sabah came with army to demolish Ka’ba, and started looting on arrival, and captured the camels of Hazrat Abdul Muttalib asws as well. So Hazrat Abdul Muttalib asws went to him, he was sitting on the throne, he saw his (asws) handsomeness &amp; beauty, and countenance, and asked: Your forefathers had the same Noor &amp; splendour which I am seeing in you? Said: O king, my all forefathers had the same splendour and Noor and handsomeness. Abraha ordered to present his biggest elephant, which was mammoth and white coloured, and its tusks were adorned with pearls and gems, and Abraha was very proud about it. When the elephant-driver brought the elephant, its name was Mahmood, when that elephant came in front of Hazrat Abdul Muttalib asws, it did Sajdah to him, but he never did Sajdah to the king, and Allah gave him power to speak, and he did Salam to Hazrat Abdul Muttalib asws in Arabic language. And Hazrat Abdul Muttalib asws told the elephant that he was brought to demolish Ka’ba, then he replied that he will never do that. King ordered to take the elephant back. Then he asked Hazrat Abdul Muttalib asws the reason of coming to him. So he said: Your people have captured my camels, return them to me. He was astonished that he did not prohibited from attacking on Ka’ba. Then he (asws) said: I am Rabb of the camels which your companions have captured, I am not Rabb of that Bait which you have come with the intention of demolishing, and the Rabb of Bait has the power to protect it from all the creations, and He is the most Worthy of it. He returned with camels, and he also came out with his army, but elephant Mahmood was not entering Haram but when they were leaving him he was running back. Hazrat Abdul Muttalib asws said to Hazrat Abdullah asws: Go on Abu Qubais hill and look towards sea that if anything is coming, then inform me. So Hazrat Abdullah asws saw that swarms of birds are coming like flood and night. They (birds) came over hill of Abu Qubais, then they did seven time Tawaf of Ka’ba, then took seven rounds of Safa and Merwa, and Hazrat Abdullah came and informed. Then Hazrat Abdul Muttalib asws came out and said to the people: O people of Makkah, go towards the army and get booty. People went and saw that army was lying like rotten wood. Every bird had three stones, one in beak and two in claws, killing one person with one stone. Then Hazrat Abdul Muttalib asws said thanks to Allah while holding the curtain of Ka’ba. (al-Burhan, v8, p389)</w:t>
      </w:r>
    </w:p>
    <w:p w:rsidR="001A403D" w:rsidRDefault="001A403D" w:rsidP="009229E3">
      <w:pPr>
        <w:pStyle w:val="libCenterBold1"/>
      </w:pPr>
      <w:r>
        <w:lastRenderedPageBreak/>
        <w:t>Lesson:</w:t>
      </w:r>
    </w:p>
    <w:p w:rsidR="001A403D" w:rsidRDefault="001A403D" w:rsidP="001A403D">
      <w:pPr>
        <w:pStyle w:val="libNormal"/>
      </w:pPr>
      <w:r>
        <w:t>1-Even animals did Sajdah to Hujjatullah Hazrat Abdul Muttalib asws the grandfather of Maola Ali asws. Muqassireen are worse than wild animals who run away from Zikr-e-Ali asws. Leave alone Sajdah, they are denying to recite testimony of Walayat, but they do not forget to mention themselves in Sajdah, saying “O Rabb,be merciful to me the servant who is weak, disgraced, humble, poor.”</w:t>
      </w:r>
    </w:p>
    <w:p w:rsidR="001A403D" w:rsidRDefault="001A403D" w:rsidP="001A403D">
      <w:pPr>
        <w:pStyle w:val="libNormal"/>
      </w:pPr>
      <w:r>
        <w:t>2-Ka’ba is the monument of Walayat-e-Ali asws. The wall of Ka’ba did Sajdah to Walayat-e-Ali asws and to holy mother of Maola Ali asws. Who intended to demolish Ka’ba, Allah made them like chewed hay by stoning them. Similarly Ibadaat performed without Walayat-e-Ali asws convert into punishments waiting for its doer in Hell to gnaw him to make him like rotton wood.</w:t>
      </w:r>
    </w:p>
    <w:p w:rsidR="001A403D" w:rsidRDefault="001A403D" w:rsidP="001A403D">
      <w:pPr>
        <w:pStyle w:val="libNormal"/>
      </w:pPr>
      <w:r>
        <w:t>3-Hazrat Abdul Muttalib asws knew that what his Rabb is going to do, but Muqassireen asws deny that Masumeen asws have the knowledge of Ghaib. Abraha was enemy but when he saw Noor of Abdul Muttalib asws, he confirmed it. But Majoosi Muqassireen claim to be Shia, still they deny Marifat-e-Noorania, and consider Masumeen asws exactly like themselves. These Majoosi Mullas are like frog in a blind well, croaking in the Majoosi language of Hell.</w:t>
      </w:r>
    </w:p>
    <w:p w:rsidR="00EB2345" w:rsidRDefault="00EB2345" w:rsidP="00FC02E7">
      <w:pPr>
        <w:pStyle w:val="libNormal"/>
        <w:rPr>
          <w:rtl/>
        </w:rPr>
      </w:pPr>
      <w:r>
        <w:rPr>
          <w:rFonts w:hint="eastAsia"/>
        </w:rPr>
        <w:br w:type="page"/>
      </w:r>
    </w:p>
    <w:p w:rsidR="001A403D" w:rsidRDefault="00EB2345" w:rsidP="00EB2345">
      <w:pPr>
        <w:pStyle w:val="Heading1Center"/>
      </w:pPr>
      <w:bookmarkStart w:id="98" w:name="_Toc449789491"/>
      <w:r>
        <w:rPr>
          <w:rFonts w:hint="eastAsia"/>
          <w:rtl/>
        </w:rPr>
        <w:lastRenderedPageBreak/>
        <w:t>سُوۡرَةُ</w:t>
      </w:r>
      <w:r>
        <w:rPr>
          <w:rtl/>
        </w:rPr>
        <w:t xml:space="preserve"> </w:t>
      </w:r>
      <w:r w:rsidR="001A403D">
        <w:rPr>
          <w:rtl/>
        </w:rPr>
        <w:t>الکَوثَر</w:t>
      </w:r>
      <w:bookmarkEnd w:id="98"/>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إِنَّآ</w:t>
      </w:r>
      <w:r>
        <w:rPr>
          <w:rtl/>
        </w:rPr>
        <w:t xml:space="preserve"> أَعۡطَيۡنَـٰكَ </w:t>
      </w:r>
      <w:r>
        <w:rPr>
          <w:rFonts w:hint="cs"/>
          <w:rtl/>
        </w:rPr>
        <w:t>ٱ</w:t>
      </w:r>
      <w:r>
        <w:rPr>
          <w:rFonts w:hint="eastAsia"/>
          <w:rtl/>
        </w:rPr>
        <w:t>لۡكَوۡثَرَ</w:t>
      </w:r>
      <w:r>
        <w:rPr>
          <w:rtl/>
        </w:rPr>
        <w:t xml:space="preserve"> (١</w:t>
      </w:r>
      <w:r w:rsidR="009229E3">
        <w:rPr>
          <w:rtl/>
        </w:rPr>
        <w:t>)</w:t>
      </w:r>
      <w:r>
        <w:rPr>
          <w:rtl/>
        </w:rPr>
        <w:t xml:space="preserve"> فَصَلِّ لِرَبِّكَ وَ</w:t>
      </w:r>
      <w:r>
        <w:rPr>
          <w:rFonts w:hint="cs"/>
          <w:rtl/>
        </w:rPr>
        <w:t>ٱ</w:t>
      </w:r>
      <w:r>
        <w:rPr>
          <w:rFonts w:hint="eastAsia"/>
          <w:rtl/>
        </w:rPr>
        <w:t>نۡحَرۡ</w:t>
      </w:r>
      <w:r>
        <w:rPr>
          <w:rtl/>
        </w:rPr>
        <w:t xml:space="preserve"> (٢</w:t>
      </w:r>
      <w:r w:rsidR="009229E3">
        <w:rPr>
          <w:rtl/>
        </w:rPr>
        <w:t>)</w:t>
      </w:r>
      <w:r>
        <w:rPr>
          <w:rtl/>
        </w:rPr>
        <w:t xml:space="preserve"> إِنَّ شَانِئَكَ هُوَ </w:t>
      </w:r>
      <w:r>
        <w:rPr>
          <w:rFonts w:hint="cs"/>
          <w:rtl/>
        </w:rPr>
        <w:t>ٱ</w:t>
      </w:r>
      <w:r>
        <w:rPr>
          <w:rFonts w:hint="eastAsia"/>
          <w:rtl/>
        </w:rPr>
        <w:t>لۡأَبۡتَرُ</w:t>
      </w:r>
      <w:r>
        <w:rPr>
          <w:rtl/>
        </w:rPr>
        <w:t xml:space="preserve"> (٣</w:t>
      </w:r>
      <w:r w:rsidR="009229E3">
        <w:rPr>
          <w:rtl/>
        </w:rPr>
        <w:t>)</w:t>
      </w:r>
    </w:p>
    <w:p w:rsidR="00595365" w:rsidRDefault="001A403D" w:rsidP="00E36567">
      <w:pPr>
        <w:pStyle w:val="libBoldItalic"/>
      </w:pPr>
      <w:r>
        <w:t>No doubt We  granted you al-Kauser. (1) So offer Salaah to your  Rabb and sacrifice. (2) Certainly it is your enemy who is without posterity. (3)</w:t>
      </w:r>
    </w:p>
    <w:p w:rsidR="001A403D" w:rsidRDefault="001A403D" w:rsidP="00E36567">
      <w:pPr>
        <w:pStyle w:val="libNormal"/>
      </w:pPr>
      <w:r>
        <w:t>1-Rasool Allah sawaw entered Masjid al-Haram, and Amru bin Aas (l.u.) and Hakam bin Abul Aas (l.u.) were also there. Then Amru (l.u.) uttered nonsense: O Aba al-Abtar. And during ignorance that person was called Abtar who had no children. Then moreover Amru (l.u.) said: I keep grudge with Mohammad sawaw. Then Allah revealed to His Rasool sawaw, “No doubt We granted you al-Kauser, so offer Salaah to your  Rabb and sacrifice. Certainly it is your enemy who is without posterity” meaning that those who keep grudge to you (sawaw) they neither have Deen nor progeny. (al-Burhan, v8, p405)</w:t>
      </w:r>
    </w:p>
    <w:p w:rsidR="001A403D" w:rsidRDefault="001A403D" w:rsidP="00E36567">
      <w:pPr>
        <w:pStyle w:val="libNormal"/>
      </w:pPr>
      <w:r>
        <w:t>2-Some holy sentences from a lengthy Hadees of Rasool Allah sawaw: Allah appointed me Nabi and appointed Ali asws as Wasi, and bestowed me Kauser and bestowed him Salsabeel.....(Advising Ibne Abbas said): Mawaddat of Ali ibne Abi Talib asws is obligation upon you. By Him Who raised me as Nabi with Haqq, Allah does not accept good deed from anybody until questions him about the love of Ali bin Abi Talib asws, though Allah knows everything. So if that person brings Walayat then his deed whatever it is, is accepted. And if a person did not bring Walayat then he is asked about anything, then it is commanded to take him to Fire. O Ibne Abbas, by Him Who raised me as Nabi with Haqq, no doubt the wrath of the Fire of Hell is more on him who keeps grudge to Ali asws than that person who thinks that Allah has son. O Ibne Abbas, (suppose) if all courtier Angels (a.s.) and sent Prophets (a.s.) would gather on jealousy of Ali asws, then surely Allah would have given them punishment of Fire, but they will never do it. Ibne Abbas asked: Ya Rasool Allah sawaw, will there be anyone who will keep grudge to Ali asws? Said: Yes, one nation will be jealous, which will think that it is my Ummah as well, but Allah has not declared any part for them in Islam. O Ibne Abbas, the sign of their jealousy is this that they will prefer such a person upon Ali asws who will be far low than him. By Him Who raised me as Nabi with Haqq, Allah has not raised any Nabi more honourable than me, and there is no honourable Wasi among Aosiya than Ali asws.....O Ibne Abbas, oppose him who opposes Ali asws, and don’t be their supporter and friend.....O Ibne Abbas, if you wish to meet Allah in such a condition that He should be happy with you, then you adopt the Way of Ali bin Abi Talib asws, which side he inclines, you incline to them, and keep happy with is Imamat, and keep animosity to him to whom he keeps animosity, and love him to whom he loves. O Ibne Abbas, fear that you should not enter in doubt about Ali asws, because doubt about Ali asws is certainly Kufr of Allah Azza wa Jalla. (al-Burhan, v8, p399)</w:t>
      </w:r>
    </w:p>
    <w:p w:rsidR="001A403D" w:rsidRDefault="001A403D" w:rsidP="009229E3">
      <w:pPr>
        <w:pStyle w:val="libCenterBold1"/>
      </w:pPr>
      <w:r>
        <w:t>Lesson:</w:t>
      </w:r>
    </w:p>
    <w:p w:rsidR="001A403D" w:rsidRDefault="001A403D" w:rsidP="001A403D">
      <w:pPr>
        <w:pStyle w:val="libNormal"/>
      </w:pPr>
      <w:r>
        <w:lastRenderedPageBreak/>
        <w:t>1-Noor of Masumeen asws except the Noor of Syyeda Fatima Zahra asws kept transferring in the foreheads of infallible Prophets (a.s.) and Hujjatullahs (a.s.). Noor of Syyeda asws remained at Arsh of Allah. When enemies taunted Rasool Allah sawaw after his sons left this world, then Allah Ta’ala called Rasool Allah sawaw on Mairaj and granted Noor of Syyeda Fatima Zahra asws directly. Among the holy names of Syyeda, one name is Kauser as well, which is mentioned in this Sura. So Allah Ta’ala bestowed Kauser asws to Rasool Allah sawaw, and Salsabeel to Maola Ali asws, i.e. Syyeda Masooma Zainab al-Kubra asws and Syyeda Masooma Umme Kulsoom asws.</w:t>
      </w:r>
    </w:p>
    <w:p w:rsidR="001A403D" w:rsidRDefault="001A403D" w:rsidP="001A403D">
      <w:pPr>
        <w:pStyle w:val="libNormal"/>
      </w:pPr>
      <w:r>
        <w:t>2-The holy progeny of Kauser asws established such Salaah for the pleasure of Allah and offered such ultimate sacrifice that Hussain asws sacrificed everything for the splendour of Deen of Allah, then Needless has to make a plan to save Imam Zainul Abideen asws, and He made holy progeny of Kauser asws Qaim until Qiyamah and Hazir Nazir. And He made issueless to the enemies of Masumeen asws. This is a fact that Quran confirmed at many occasions that the enemies of Ahlul Bait asws are not children of their father but they are children of Shaitan.</w:t>
      </w:r>
    </w:p>
    <w:p w:rsidR="001A403D" w:rsidRDefault="001A403D" w:rsidP="001A403D">
      <w:pPr>
        <w:pStyle w:val="libNormal"/>
      </w:pPr>
      <w:r>
        <w:t>3-Hadees of Rasool Allah sawaw is Haqq that who keeps jealousy &amp; grudge to Maola Ali asws, he cannot escape from punishment of Hell even if he would be a Nabi or an Angel. And doubt about Ali asws is Kufr, e.g. to be in doubt whether to recite testimony of Walayat-e-Ali asws in Salaah or not? It means that person did Kufr of Allah Azza wa Jalla by preferring Fatwa of Majoosi Mulla over the command of Allah &amp; Sunnah of Rasool Allah sawaw. Similarly sign of jealousy to Ali asws is narrated in Qawl-e-Rasool sawaw.</w:t>
      </w:r>
    </w:p>
    <w:p w:rsidR="00EB2345" w:rsidRDefault="00EB2345" w:rsidP="00FC02E7">
      <w:pPr>
        <w:pStyle w:val="libNormal"/>
        <w:rPr>
          <w:rtl/>
        </w:rPr>
      </w:pPr>
      <w:r>
        <w:rPr>
          <w:rFonts w:hint="eastAsia"/>
        </w:rPr>
        <w:br w:type="page"/>
      </w:r>
    </w:p>
    <w:p w:rsidR="001A403D" w:rsidRDefault="00EB2345" w:rsidP="00EB2345">
      <w:pPr>
        <w:pStyle w:val="Heading1Center"/>
      </w:pPr>
      <w:bookmarkStart w:id="99" w:name="_Toc449789492"/>
      <w:r>
        <w:rPr>
          <w:rFonts w:hint="eastAsia"/>
          <w:rtl/>
        </w:rPr>
        <w:lastRenderedPageBreak/>
        <w:t>سُوۡرَةُ</w:t>
      </w:r>
      <w:r>
        <w:rPr>
          <w:rtl/>
        </w:rPr>
        <w:t xml:space="preserve"> </w:t>
      </w:r>
      <w:r w:rsidR="001A403D">
        <w:rPr>
          <w:rtl/>
        </w:rPr>
        <w:t>الکافِرون</w:t>
      </w:r>
      <w:bookmarkEnd w:id="99"/>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قُلۡ</w:t>
      </w:r>
      <w:r>
        <w:rPr>
          <w:rtl/>
        </w:rPr>
        <w:t xml:space="preserve"> يَـٰٓأَيُّ</w:t>
      </w:r>
      <w:r w:rsidR="001E6BAB" w:rsidRPr="001E6BAB">
        <w:rPr>
          <w:rFonts w:hint="cs"/>
          <w:rtl/>
        </w:rPr>
        <w:t>ه</w:t>
      </w:r>
      <w:r w:rsidRPr="00595365">
        <w:rPr>
          <w:rFonts w:hint="cs"/>
          <w:rtl/>
        </w:rPr>
        <w:t xml:space="preserve">ا </w:t>
      </w:r>
      <w:r>
        <w:rPr>
          <w:rFonts w:hint="cs"/>
          <w:rtl/>
        </w:rPr>
        <w:t>ٱ</w:t>
      </w:r>
      <w:r>
        <w:rPr>
          <w:rFonts w:hint="eastAsia"/>
          <w:rtl/>
        </w:rPr>
        <w:t>لۡ</w:t>
      </w:r>
      <w:r w:rsidR="001E6BAB" w:rsidRPr="001E6BAB">
        <w:rPr>
          <w:rFonts w:hint="cs"/>
          <w:rtl/>
        </w:rPr>
        <w:t>ک</w:t>
      </w:r>
      <w:r>
        <w:rPr>
          <w:rFonts w:hint="eastAsia"/>
          <w:rtl/>
        </w:rPr>
        <w:t>ـٰفِرُونَ</w:t>
      </w:r>
      <w:r>
        <w:rPr>
          <w:rtl/>
        </w:rPr>
        <w:t xml:space="preserve"> (١</w:t>
      </w:r>
      <w:r w:rsidR="009229E3">
        <w:rPr>
          <w:rtl/>
        </w:rPr>
        <w:t>)</w:t>
      </w:r>
      <w:r>
        <w:rPr>
          <w:rtl/>
        </w:rPr>
        <w:t xml:space="preserve"> لَآ أَعۡبُدُ مَا تَعۡبُدُونَ (٢</w:t>
      </w:r>
      <w:r w:rsidR="009229E3">
        <w:rPr>
          <w:rtl/>
        </w:rPr>
        <w:t>)</w:t>
      </w:r>
      <w:r>
        <w:rPr>
          <w:rtl/>
        </w:rPr>
        <w:t xml:space="preserve"> وَلَآ أَنتُمۡ عَـٰبِدُونَ مَآ أَعۡبُدُ (٣</w:t>
      </w:r>
      <w:r w:rsidR="009229E3">
        <w:rPr>
          <w:rtl/>
        </w:rPr>
        <w:t>)</w:t>
      </w:r>
      <w:r>
        <w:rPr>
          <w:rtl/>
        </w:rPr>
        <w:t xml:space="preserve"> وَلَآ أَنَا۟ عَابِدٌ۬ مَّا عَبَدتُّمۡ (٤</w:t>
      </w:r>
      <w:r w:rsidR="009229E3">
        <w:rPr>
          <w:rtl/>
        </w:rPr>
        <w:t>)</w:t>
      </w:r>
      <w:r>
        <w:rPr>
          <w:rtl/>
        </w:rPr>
        <w:t xml:space="preserve"> وَلَآ أَنتُمۡ عَـٰبِدُونَ مَآ أَعۡبُدُ (٥</w:t>
      </w:r>
      <w:r w:rsidR="009229E3">
        <w:rPr>
          <w:rtl/>
        </w:rPr>
        <w:t>)</w:t>
      </w:r>
      <w:r>
        <w:rPr>
          <w:rtl/>
        </w:rPr>
        <w:t xml:space="preserve"> لَكُمۡ دِينُكُمۡ وَلِىَ دِينِ (٦</w:t>
      </w:r>
      <w:r w:rsidR="009229E3">
        <w:rPr>
          <w:rtl/>
        </w:rPr>
        <w:t>)</w:t>
      </w:r>
    </w:p>
    <w:p w:rsidR="00595365" w:rsidRDefault="001A403D" w:rsidP="00E36567">
      <w:pPr>
        <w:pStyle w:val="libBoldItalic"/>
      </w:pPr>
      <w:r>
        <w:t>Say: O disbelievers! (1) I do not worship what you worship, (2) And nor you worship what I worship. (3) And nor I will be worshipper of what you worship. (4) And nor will you worship what I worship. (5) For you is your religion, and for me is my religion. (6)</w:t>
      </w:r>
    </w:p>
    <w:p w:rsidR="001A403D" w:rsidRDefault="001A403D" w:rsidP="00E36567">
      <w:pPr>
        <w:pStyle w:val="libNormal"/>
      </w:pPr>
      <w:r>
        <w:t>1-A person asked Imam Jafar Sadiq asws about this Sura: What is the wisdom behind the repetition of one thing in this saying of Allah Ta’ala? Imam asws said: The reason of its revelation and repetition is this that Quraish said to Rasool Allah sawaw, “You worship our gods (idols) for one year, and we worship your God for one year, and you will worship our gods for a year and we will worship your God for a year.” So Allah answered them in the same way what they said. Thus said concerning that what they said: You worship our gods for one year, “Say: O disbelievers, I do not worship what you worship” and about that what they said: We worship your God for one year, “And nor you worship what I worship” and about that what they said: You will worship our gods for one year, “And nor I will be worshiper of what you worship” and about that what they said: We will worship your God for one year, “And nor will you worship what I worship, for your is your religion, and for me is my religion.” (al-Burhan, v8, p409)</w:t>
      </w:r>
    </w:p>
    <w:p w:rsidR="001A403D" w:rsidRDefault="001A403D" w:rsidP="009229E3">
      <w:pPr>
        <w:pStyle w:val="libCenterBold1"/>
      </w:pPr>
      <w:r>
        <w:t>Lesson:</w:t>
      </w:r>
    </w:p>
    <w:p w:rsidR="001A403D" w:rsidRDefault="001A403D" w:rsidP="001A403D">
      <w:pPr>
        <w:pStyle w:val="libNormal"/>
      </w:pPr>
      <w:r>
        <w:t>1-Exactly according to this command of Allah, Shia Momineen do not do Shirk in their Deen and Ibadaat. Shias do not do Shirk in Walayat-e-Elahia, i.e. they do not include any fallible in Walayat-e-Elahia, and they do not obey anyone except infallible Hujjatullahs asws sent from Allah Ta’ala.</w:t>
      </w:r>
    </w:p>
    <w:p w:rsidR="001A403D" w:rsidRDefault="001A403D" w:rsidP="001A403D">
      <w:pPr>
        <w:pStyle w:val="libNormal"/>
      </w:pPr>
      <w:r>
        <w:t>2-Although Usuli Muqassir Ulma has tried their best and still they are trying their utmost that they should finish Deen-e-Haqq of Asna-Ashari Shias to make them their ally to establish compound (alloy) type religion in which Walayat-e-Faqeh should be mixed with Walayat-e-Ali asws. But it is not acceptable to Allah Ta’ala at all. Congratulations to Majoosi Muqassireen on their stolen Usuli religion, and Mubarak to Shia Momineen on their Deen-e-Haqq of Walayat-e-Ali asws according to Quran &amp; Sunnah.</w:t>
      </w:r>
    </w:p>
    <w:p w:rsidR="00EB2345" w:rsidRDefault="00EB2345" w:rsidP="00FC02E7">
      <w:pPr>
        <w:pStyle w:val="libNormal"/>
        <w:rPr>
          <w:rtl/>
        </w:rPr>
      </w:pPr>
      <w:r>
        <w:rPr>
          <w:rFonts w:hint="eastAsia"/>
        </w:rPr>
        <w:br w:type="page"/>
      </w:r>
    </w:p>
    <w:p w:rsidR="001A403D" w:rsidRDefault="00EB2345" w:rsidP="00EB2345">
      <w:pPr>
        <w:pStyle w:val="Heading1Center"/>
      </w:pPr>
      <w:bookmarkStart w:id="100" w:name="_Toc449789493"/>
      <w:r>
        <w:rPr>
          <w:rFonts w:hint="eastAsia"/>
          <w:rtl/>
        </w:rPr>
        <w:lastRenderedPageBreak/>
        <w:t>سُوۡرَةُ</w:t>
      </w:r>
      <w:r>
        <w:rPr>
          <w:rtl/>
        </w:rPr>
        <w:t xml:space="preserve"> </w:t>
      </w:r>
      <w:r w:rsidR="001A403D">
        <w:rPr>
          <w:rtl/>
        </w:rPr>
        <w:t>الفَلَق</w:t>
      </w:r>
      <w:bookmarkEnd w:id="100"/>
    </w:p>
    <w:p w:rsidR="001A403D" w:rsidRDefault="001A403D" w:rsidP="00385B48">
      <w:pPr>
        <w:pStyle w:val="libAr"/>
      </w:pPr>
      <w:r>
        <w:rPr>
          <w:rFonts w:hint="eastAsia"/>
          <w:rtl/>
        </w:rPr>
        <w:t>بِسۡمِ</w:t>
      </w:r>
      <w:r>
        <w:rPr>
          <w:rtl/>
        </w:rPr>
        <w:t xml:space="preserve"> </w:t>
      </w:r>
      <w:r>
        <w:rPr>
          <w:rFonts w:hint="cs"/>
          <w:rtl/>
        </w:rPr>
        <w:t>ٱ</w:t>
      </w:r>
      <w:r>
        <w:rPr>
          <w:rFonts w:hint="eastAsia"/>
          <w:rtl/>
        </w:rPr>
        <w:t>للهِ</w:t>
      </w:r>
      <w:r>
        <w:rPr>
          <w:rtl/>
        </w:rPr>
        <w:t xml:space="preserve"> </w:t>
      </w:r>
      <w:r>
        <w:rPr>
          <w:rFonts w:hint="cs"/>
          <w:rtl/>
        </w:rPr>
        <w:t>ٱ</w:t>
      </w:r>
      <w:r>
        <w:rPr>
          <w:rFonts w:hint="eastAsia"/>
          <w:rtl/>
        </w:rPr>
        <w:t>لرَّحۡمَـٰنِ</w:t>
      </w:r>
      <w:r>
        <w:rPr>
          <w:rtl/>
        </w:rPr>
        <w:t xml:space="preserve"> </w:t>
      </w:r>
      <w:r>
        <w:rPr>
          <w:rFonts w:hint="cs"/>
          <w:rtl/>
        </w:rPr>
        <w:t>ٱ</w:t>
      </w:r>
      <w:r>
        <w:rPr>
          <w:rFonts w:hint="eastAsia"/>
          <w:rtl/>
        </w:rPr>
        <w:t>لرَّحِيمِ</w:t>
      </w:r>
    </w:p>
    <w:p w:rsidR="001A403D" w:rsidRDefault="001A403D" w:rsidP="00385B48">
      <w:pPr>
        <w:pStyle w:val="libAr"/>
      </w:pPr>
      <w:r>
        <w:rPr>
          <w:rFonts w:hint="eastAsia"/>
          <w:rtl/>
        </w:rPr>
        <w:t>قُلۡ</w:t>
      </w:r>
      <w:r>
        <w:rPr>
          <w:rtl/>
        </w:rPr>
        <w:t xml:space="preserve"> أَعُوذُ بِرَبِّ </w:t>
      </w:r>
      <w:r>
        <w:rPr>
          <w:rFonts w:hint="cs"/>
          <w:rtl/>
        </w:rPr>
        <w:t>ٱ</w:t>
      </w:r>
      <w:r>
        <w:rPr>
          <w:rFonts w:hint="eastAsia"/>
          <w:rtl/>
        </w:rPr>
        <w:t>لۡفَلَقِ</w:t>
      </w:r>
      <w:r>
        <w:rPr>
          <w:rtl/>
        </w:rPr>
        <w:t xml:space="preserve"> (١</w:t>
      </w:r>
      <w:r w:rsidR="009229E3">
        <w:rPr>
          <w:rtl/>
        </w:rPr>
        <w:t>)</w:t>
      </w:r>
      <w:r>
        <w:rPr>
          <w:rtl/>
        </w:rPr>
        <w:t xml:space="preserve"> مِن شَرِّ مَا خَلَقَ (٢</w:t>
      </w:r>
      <w:r w:rsidR="009229E3">
        <w:rPr>
          <w:rtl/>
        </w:rPr>
        <w:t>)</w:t>
      </w:r>
      <w:r>
        <w:rPr>
          <w:rtl/>
        </w:rPr>
        <w:t xml:space="preserve"> وَمِن شَرِّ غَاسِقٍ إِذَا وَقَبَ (٣</w:t>
      </w:r>
      <w:r w:rsidR="009229E3">
        <w:rPr>
          <w:rtl/>
        </w:rPr>
        <w:t>)</w:t>
      </w:r>
      <w:r>
        <w:rPr>
          <w:rtl/>
        </w:rPr>
        <w:t xml:space="preserve"> وَمِن شَرِّ </w:t>
      </w:r>
      <w:r>
        <w:rPr>
          <w:rFonts w:hint="cs"/>
          <w:rtl/>
        </w:rPr>
        <w:t>ٱ</w:t>
      </w:r>
      <w:r>
        <w:rPr>
          <w:rFonts w:hint="eastAsia"/>
          <w:rtl/>
        </w:rPr>
        <w:t>لنَّفَّـٰثَـٰتِ</w:t>
      </w:r>
      <w:r>
        <w:rPr>
          <w:rtl/>
        </w:rPr>
        <w:t xml:space="preserve"> فِى </w:t>
      </w:r>
      <w:r>
        <w:rPr>
          <w:rFonts w:hint="cs"/>
          <w:rtl/>
        </w:rPr>
        <w:t>ٱ</w:t>
      </w:r>
      <w:r>
        <w:rPr>
          <w:rFonts w:hint="eastAsia"/>
          <w:rtl/>
        </w:rPr>
        <w:t>لۡعُقَدِ</w:t>
      </w:r>
      <w:r>
        <w:rPr>
          <w:rtl/>
        </w:rPr>
        <w:t xml:space="preserve"> (٤</w:t>
      </w:r>
      <w:r w:rsidR="009229E3">
        <w:rPr>
          <w:rtl/>
        </w:rPr>
        <w:t>)</w:t>
      </w:r>
      <w:r>
        <w:rPr>
          <w:rtl/>
        </w:rPr>
        <w:t xml:space="preserve"> وَمِن شَرِّ حَاسِدٍ إِذَا حَسَدَ (٥</w:t>
      </w:r>
      <w:r w:rsidR="009229E3">
        <w:rPr>
          <w:rtl/>
        </w:rPr>
        <w:t>)</w:t>
      </w:r>
    </w:p>
    <w:p w:rsidR="00595365" w:rsidRDefault="001A403D" w:rsidP="00E36567">
      <w:pPr>
        <w:pStyle w:val="libBoldItalic"/>
      </w:pPr>
      <w:r>
        <w:t>Say: I seek refuge in the Rabb of the Falaq (1) From the evil of that which He created, (2) And from the evil of the darkness when it is prevails, (3) And from the evil of the blowers in knots (witchcraft), (4) And from the evil of the envier when he envies. (5)</w:t>
      </w:r>
    </w:p>
    <w:p w:rsidR="001A403D" w:rsidRDefault="001A403D" w:rsidP="00E36567">
      <w:pPr>
        <w:pStyle w:val="libNormal"/>
      </w:pPr>
      <w:r>
        <w:t>1-“Say: I seek refuge in the Rabb of the Falaq” said that Falaq is a well in Hell, even the companions of Hell seek refuge from its severity of heat. This well begged permission from Allah to breathe once (to blow), so it got permission, then Hell got ablaze. And there is a box of Fire in this well, even the inhabitants of the well seek refuge from the severity of heat of this box, and that is a Taboot (chest), and there are six from the formers and six from the later ones in that chest, among the formers six are these: Son of Adam (a.s.) who murdered his brother, and Namrood who threw Ibraheem (a.s.) in fire, and Firoun of Musa’s (a.s.) time, and Samri who made the Calf, and that who made Jews as Jews (i.e. who said Uzair is son of Allah) and that who made Christians as Christians (i.e. who said Eesa is son of Allah), and six among the later are these: Ibne Muljam (l.u.), and chief of Kharijies (Kharijites) and their four companions. “And from the evil of the darkness when it spreads over” means who is put in the Well, he falls in that deep ditch. (al-Burhan, v8, p438)</w:t>
      </w:r>
    </w:p>
    <w:p w:rsidR="001A403D" w:rsidRDefault="001A403D" w:rsidP="00E36567">
      <w:pPr>
        <w:pStyle w:val="libNormal"/>
      </w:pPr>
      <w:r>
        <w:t>2-Imam Mohammad Baqir asws said: No doubt jealousy eats up (engulfs) Eman as fire swallows wood. (al-Burhan, v8, p438)</w:t>
      </w:r>
    </w:p>
    <w:p w:rsidR="001A403D" w:rsidRDefault="001A403D" w:rsidP="009229E3">
      <w:pPr>
        <w:pStyle w:val="libCenterBold1"/>
      </w:pPr>
      <w:r>
        <w:t>Lesson:</w:t>
      </w:r>
    </w:p>
    <w:p w:rsidR="001A403D" w:rsidRDefault="001A403D" w:rsidP="001A403D">
      <w:pPr>
        <w:pStyle w:val="libNormal"/>
      </w:pPr>
      <w:r>
        <w:t>1-From Azal to Abad, whoever is enemy of Walayat-e-Ali asws, who announced their kingship by misguiding people from Walayat-e-Elahia, they all are in this Well, in which Yazid, Amru Aas, Abu Musa Ash’ari, and who martyred Imams asws are all included. It means the opponents of Walayat-e-Ali asws from every period, every land, and every nation are thrown in this Well by Allah and then the lid is quickly closed so that the rest of the people of the Hell should not be tortured by its severe heat. Because they all are covered with a lid in this blind deep heated Well that is why they are called as Dhaku (covered with lid) and brothers. And who put the foundation of opposition of Walayat-e-Ali asws, they are braying as donkeys closed up in the box of Fire in this Well.</w:t>
      </w:r>
    </w:p>
    <w:p w:rsidR="001A403D" w:rsidRDefault="001A403D" w:rsidP="001A403D">
      <w:pPr>
        <w:pStyle w:val="libNormal"/>
      </w:pPr>
      <w:r>
        <w:t>2-Majoosi Muqassir Mulla is jealous about Walayat-e-Ali asws. He publishes his Zanni Fatawa and announces that it is from Allah, and plays drama of his own Walayat. Due to jealousy of Masumeen asws, the Eman of Muqassir Mulla has burnt like wood to ashes.</w:t>
      </w:r>
      <w:r>
        <w:cr/>
      </w:r>
    </w:p>
    <w:p w:rsidR="001A403D" w:rsidRDefault="001A403D" w:rsidP="001A403D">
      <w:pPr>
        <w:pStyle w:val="libNormal"/>
      </w:pPr>
      <w:r>
        <w:t>** ** ** ** ** ** **</w:t>
      </w:r>
    </w:p>
    <w:p w:rsidR="001A403D" w:rsidRDefault="001A403D" w:rsidP="00E36567">
      <w:pPr>
        <w:pStyle w:val="Heading1Center"/>
      </w:pPr>
      <w:bookmarkStart w:id="101" w:name="_Toc449789494"/>
      <w:r>
        <w:lastRenderedPageBreak/>
        <w:t>Completion</w:t>
      </w:r>
      <w:bookmarkEnd w:id="101"/>
    </w:p>
    <w:p w:rsidR="001A403D" w:rsidRDefault="001A403D" w:rsidP="001A403D">
      <w:pPr>
        <w:pStyle w:val="libNormal"/>
      </w:pPr>
      <w:r>
        <w:t>Al-Hamdo Lillah. The translation completed on the day of Zahoor of Maola Hassan Askari asws, Rabi-us-Sani 10, 1434 Hijri under the holy observing Eyes (asws) of Allah.</w:t>
      </w:r>
    </w:p>
    <w:p w:rsidR="00595365" w:rsidRDefault="001A403D" w:rsidP="001A403D">
      <w:pPr>
        <w:pStyle w:val="libNormal"/>
      </w:pPr>
      <w:r>
        <w:t>Ya Elahi! Keep us steadfast on Walayat-e-Ali asws, and keep us strong to observe Azadari of Mazloom Masumeen asws, and keep us righteous waiting for our Imam-e-Qaim asws, and we request that our Imam-e-Zamana asws and Masumeen asws should reveal themselves immediately to prevail Deen-e-Haqq and to take revenge from the enemies of our Rabb.</w:t>
      </w:r>
    </w:p>
    <w:p w:rsidR="001A403D" w:rsidRDefault="001A403D" w:rsidP="001A403D">
      <w:pPr>
        <w:pStyle w:val="libNormal"/>
      </w:pPr>
    </w:p>
    <w:p w:rsidR="001A403D" w:rsidRDefault="001A403D" w:rsidP="00711B88">
      <w:pPr>
        <w:pStyle w:val="libBold1"/>
      </w:pPr>
      <w:r>
        <w:t>Waiting for Qiyam-e-Qaim asws</w:t>
      </w:r>
    </w:p>
    <w:p w:rsidR="001A403D" w:rsidRDefault="001A403D" w:rsidP="00711B88">
      <w:pPr>
        <w:pStyle w:val="libBold1"/>
      </w:pPr>
      <w:r>
        <w:t>Alsyyed Abu Mohammad Naqvi</w:t>
      </w:r>
    </w:p>
    <w:p w:rsidR="00413479" w:rsidRDefault="001A403D" w:rsidP="00711B88">
      <w:pPr>
        <w:pStyle w:val="libBold1"/>
      </w:pPr>
      <w:r>
        <w:t>February 2013.</w:t>
      </w:r>
    </w:p>
    <w:p w:rsidR="00723AF4" w:rsidRDefault="00723AF4" w:rsidP="00FC02E7">
      <w:pPr>
        <w:pStyle w:val="libNormal"/>
      </w:pPr>
      <w:r>
        <w:br w:type="page"/>
      </w:r>
    </w:p>
    <w:p w:rsidR="00A870A5" w:rsidRDefault="00A870A5" w:rsidP="00A870A5">
      <w:pPr>
        <w:pStyle w:val="libCenterBold1"/>
      </w:pPr>
    </w:p>
    <w:p w:rsidR="00A870A5" w:rsidRDefault="00A870A5" w:rsidP="00A870A5">
      <w:pPr>
        <w:pStyle w:val="libCenterBold1"/>
      </w:pPr>
    </w:p>
    <w:p w:rsidR="00A870A5" w:rsidRDefault="00A870A5" w:rsidP="00A870A5">
      <w:pPr>
        <w:pStyle w:val="libCenterBold1"/>
      </w:pPr>
    </w:p>
    <w:p w:rsidR="00A870A5" w:rsidRDefault="00A870A5" w:rsidP="00A870A5">
      <w:pPr>
        <w:pStyle w:val="libCenterBold1"/>
      </w:pPr>
    </w:p>
    <w:p w:rsidR="00A870A5" w:rsidRDefault="00A870A5" w:rsidP="00A870A5">
      <w:pPr>
        <w:pStyle w:val="libCenterBold1"/>
      </w:pPr>
    </w:p>
    <w:p w:rsidR="00A870A5" w:rsidRDefault="00A870A5" w:rsidP="00A870A5">
      <w:pPr>
        <w:pStyle w:val="libCenterBold1"/>
      </w:pPr>
    </w:p>
    <w:p w:rsidR="00A870A5" w:rsidRDefault="00A870A5" w:rsidP="00A870A5">
      <w:pPr>
        <w:pStyle w:val="libCenterBold1"/>
      </w:pPr>
    </w:p>
    <w:p w:rsidR="00A870A5" w:rsidRDefault="00A870A5" w:rsidP="00A870A5">
      <w:pPr>
        <w:pStyle w:val="libCenterBold1"/>
      </w:pPr>
    </w:p>
    <w:p w:rsidR="00A870A5" w:rsidRDefault="00A870A5" w:rsidP="00A870A5">
      <w:pPr>
        <w:pStyle w:val="libCenterBold1"/>
      </w:pPr>
    </w:p>
    <w:p w:rsidR="00A870A5" w:rsidRDefault="00A870A5" w:rsidP="00A870A5">
      <w:pPr>
        <w:pStyle w:val="libCenterBold1"/>
      </w:pPr>
      <w:r>
        <w:t>All rights reserved for Al-Hassanain (p) Network, Imam Hussain (p) Foundation</w:t>
      </w:r>
    </w:p>
    <w:p w:rsidR="00A870A5" w:rsidRDefault="00A870A5" w:rsidP="00A870A5">
      <w:pPr>
        <w:pStyle w:val="libCenterBold1"/>
      </w:pPr>
    </w:p>
    <w:p w:rsidR="00A870A5" w:rsidRDefault="00A870A5" w:rsidP="00A870A5">
      <w:pPr>
        <w:pStyle w:val="libCenterBold1"/>
      </w:pPr>
      <w:r>
        <w:t>Alhassanain (p) Network for Islamic Heritage and Thought</w:t>
      </w:r>
    </w:p>
    <w:p w:rsidR="00A870A5" w:rsidRDefault="00A870A5" w:rsidP="00A870A5">
      <w:pPr>
        <w:pStyle w:val="libCenterBold1"/>
      </w:pPr>
    </w:p>
    <w:p w:rsidR="00723AF4" w:rsidRDefault="00483A50" w:rsidP="00A870A5">
      <w:pPr>
        <w:pStyle w:val="libCenterBold1"/>
      </w:pPr>
      <w:hyperlink r:id="rId9" w:history="1">
        <w:r w:rsidR="00A870A5" w:rsidRPr="00DA4E76">
          <w:rPr>
            <w:rStyle w:val="Hyperlink"/>
          </w:rPr>
          <w:t>www.alhassanain.org/english</w:t>
        </w:r>
      </w:hyperlink>
    </w:p>
    <w:p w:rsidR="00A870A5" w:rsidRPr="00723AF4" w:rsidRDefault="00A870A5" w:rsidP="00A870A5">
      <w:pPr>
        <w:pStyle w:val="libCenterBold1"/>
      </w:pPr>
    </w:p>
    <w:sectPr w:rsidR="00A870A5" w:rsidRPr="00723AF4" w:rsidSect="001A403D">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3D0A" w:rsidRDefault="002E3D0A" w:rsidP="00113C59">
      <w:r>
        <w:separator/>
      </w:r>
    </w:p>
  </w:endnote>
  <w:endnote w:type="continuationSeparator" w:id="0">
    <w:p w:rsidR="002E3D0A" w:rsidRDefault="002E3D0A"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39B" w:rsidRDefault="00B6739B" w:rsidP="00745C1D">
    <w:pPr>
      <w:pStyle w:val="Footer"/>
      <w:tabs>
        <w:tab w:val="clear" w:pos="4153"/>
        <w:tab w:val="clear" w:pos="8306"/>
      </w:tabs>
    </w:pPr>
    <w:fldSimple w:instr=" PAGE   \* MERGEFORMAT ">
      <w:r>
        <w:rPr>
          <w:noProof/>
        </w:rPr>
        <w:t>442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39B" w:rsidRDefault="00B6739B" w:rsidP="00595365">
    <w:pPr>
      <w:pStyle w:val="libCenter"/>
    </w:pPr>
    <w:fldSimple w:instr=" PAGE   \* MERGEFORMAT ">
      <w:r w:rsidR="00B926B8">
        <w:rPr>
          <w:noProof/>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39B" w:rsidRDefault="00B6739B" w:rsidP="00745C1D">
    <w:pPr>
      <w:pStyle w:val="Footer"/>
      <w:tabs>
        <w:tab w:val="clear" w:pos="4153"/>
        <w:tab w:val="clear" w:pos="8306"/>
      </w:tabs>
    </w:pPr>
    <w:fldSimple w:instr=" PAGE   \* MERGEFORMAT ">
      <w:r>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3D0A" w:rsidRDefault="002E3D0A" w:rsidP="00113C59">
      <w:r>
        <w:separator/>
      </w:r>
    </w:p>
  </w:footnote>
  <w:footnote w:type="continuationSeparator" w:id="0">
    <w:p w:rsidR="002E3D0A" w:rsidRDefault="002E3D0A"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39B" w:rsidRDefault="00B6739B"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39B" w:rsidRDefault="00B6739B"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595365"/>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4F5F"/>
    <w:rsid w:val="0018664D"/>
    <w:rsid w:val="00187017"/>
    <w:rsid w:val="00187246"/>
    <w:rsid w:val="001937F7"/>
    <w:rsid w:val="00195BFD"/>
    <w:rsid w:val="001A1408"/>
    <w:rsid w:val="001A3110"/>
    <w:rsid w:val="001A403D"/>
    <w:rsid w:val="001A4C37"/>
    <w:rsid w:val="001A4D9B"/>
    <w:rsid w:val="001A6EC0"/>
    <w:rsid w:val="001B07B7"/>
    <w:rsid w:val="001B16FD"/>
    <w:rsid w:val="001B577F"/>
    <w:rsid w:val="001B702D"/>
    <w:rsid w:val="001B7407"/>
    <w:rsid w:val="001C0214"/>
    <w:rsid w:val="001C5EDB"/>
    <w:rsid w:val="001D41A1"/>
    <w:rsid w:val="001E11FF"/>
    <w:rsid w:val="001E25DC"/>
    <w:rsid w:val="001E5959"/>
    <w:rsid w:val="001E6BAB"/>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1AE9"/>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3D0A"/>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5B48"/>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47216"/>
    <w:rsid w:val="00453381"/>
    <w:rsid w:val="004538D5"/>
    <w:rsid w:val="00455A59"/>
    <w:rsid w:val="0046634E"/>
    <w:rsid w:val="00467E54"/>
    <w:rsid w:val="00470378"/>
    <w:rsid w:val="004722F9"/>
    <w:rsid w:val="00475E99"/>
    <w:rsid w:val="00481FD0"/>
    <w:rsid w:val="0048221F"/>
    <w:rsid w:val="00483A50"/>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5365"/>
    <w:rsid w:val="00597294"/>
    <w:rsid w:val="00597B34"/>
    <w:rsid w:val="005A1C39"/>
    <w:rsid w:val="005A43ED"/>
    <w:rsid w:val="005A55E8"/>
    <w:rsid w:val="005B2DE4"/>
    <w:rsid w:val="005B56BE"/>
    <w:rsid w:val="005B68D5"/>
    <w:rsid w:val="005B7B9E"/>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C604D"/>
    <w:rsid w:val="006D36EC"/>
    <w:rsid w:val="006D41DF"/>
    <w:rsid w:val="006D6DC1"/>
    <w:rsid w:val="006D6F9A"/>
    <w:rsid w:val="006E2C8E"/>
    <w:rsid w:val="006E446F"/>
    <w:rsid w:val="006E6291"/>
    <w:rsid w:val="006F005A"/>
    <w:rsid w:val="006F7CE8"/>
    <w:rsid w:val="00701353"/>
    <w:rsid w:val="0070524C"/>
    <w:rsid w:val="00710619"/>
    <w:rsid w:val="00711B88"/>
    <w:rsid w:val="00717AB1"/>
    <w:rsid w:val="00717C64"/>
    <w:rsid w:val="00721FA0"/>
    <w:rsid w:val="00723983"/>
    <w:rsid w:val="00723AF4"/>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21D1"/>
    <w:rsid w:val="008340ED"/>
    <w:rsid w:val="00835393"/>
    <w:rsid w:val="00837259"/>
    <w:rsid w:val="0084238B"/>
    <w:rsid w:val="0084318E"/>
    <w:rsid w:val="0084496F"/>
    <w:rsid w:val="00850983"/>
    <w:rsid w:val="00855249"/>
    <w:rsid w:val="00856941"/>
    <w:rsid w:val="00857A7C"/>
    <w:rsid w:val="00864864"/>
    <w:rsid w:val="008656BE"/>
    <w:rsid w:val="008703F4"/>
    <w:rsid w:val="00870D4D"/>
    <w:rsid w:val="00873D57"/>
    <w:rsid w:val="00874112"/>
    <w:rsid w:val="00875856"/>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29E3"/>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26E99"/>
    <w:rsid w:val="00A30F05"/>
    <w:rsid w:val="00A35EDE"/>
    <w:rsid w:val="00A36CA9"/>
    <w:rsid w:val="00A44704"/>
    <w:rsid w:val="00A478DC"/>
    <w:rsid w:val="00A47F0B"/>
    <w:rsid w:val="00A50FBD"/>
    <w:rsid w:val="00A51FCA"/>
    <w:rsid w:val="00A57875"/>
    <w:rsid w:val="00A6076B"/>
    <w:rsid w:val="00A60B19"/>
    <w:rsid w:val="00A6486D"/>
    <w:rsid w:val="00A668D6"/>
    <w:rsid w:val="00A745EB"/>
    <w:rsid w:val="00A749A9"/>
    <w:rsid w:val="00A751DD"/>
    <w:rsid w:val="00A86979"/>
    <w:rsid w:val="00A870A5"/>
    <w:rsid w:val="00A91F7E"/>
    <w:rsid w:val="00A9330B"/>
    <w:rsid w:val="00A971B5"/>
    <w:rsid w:val="00AA378D"/>
    <w:rsid w:val="00AB1F96"/>
    <w:rsid w:val="00AB49D8"/>
    <w:rsid w:val="00AB5AFC"/>
    <w:rsid w:val="00AB5B22"/>
    <w:rsid w:val="00AC1BBF"/>
    <w:rsid w:val="00AC28CD"/>
    <w:rsid w:val="00AC6146"/>
    <w:rsid w:val="00AC64A5"/>
    <w:rsid w:val="00AD0994"/>
    <w:rsid w:val="00AD1CED"/>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6739B"/>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26B8"/>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10B"/>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36567"/>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2345"/>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2E7"/>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styleId="TOC6">
    <w:name w:val="toc 6"/>
    <w:basedOn w:val="Normal"/>
    <w:next w:val="Normal"/>
    <w:autoRedefine/>
    <w:uiPriority w:val="39"/>
    <w:unhideWhenUsed/>
    <w:rsid w:val="002A1AE9"/>
    <w:pPr>
      <w:spacing w:after="100" w:line="276" w:lineRule="auto"/>
      <w:ind w:left="1100" w:firstLine="0"/>
      <w:jc w:val="left"/>
    </w:pPr>
    <w:rPr>
      <w:rFonts w:asciiTheme="minorHAnsi" w:eastAsiaTheme="minorEastAsia" w:hAnsiTheme="minorHAnsi" w:cstheme="minorBidi"/>
      <w:color w:val="auto"/>
      <w:sz w:val="22"/>
      <w:szCs w:val="22"/>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paragraph" w:styleId="TOC7">
    <w:name w:val="toc 7"/>
    <w:basedOn w:val="Normal"/>
    <w:next w:val="Normal"/>
    <w:autoRedefine/>
    <w:uiPriority w:val="39"/>
    <w:unhideWhenUsed/>
    <w:rsid w:val="002A1AE9"/>
    <w:pPr>
      <w:spacing w:after="100" w:line="276" w:lineRule="auto"/>
      <w:ind w:left="1320" w:firstLine="0"/>
      <w:jc w:val="left"/>
    </w:pPr>
    <w:rPr>
      <w:rFonts w:asciiTheme="minorHAnsi" w:eastAsiaTheme="minorEastAsia" w:hAnsiTheme="minorHAnsi" w:cstheme="minorBidi"/>
      <w:color w:val="auto"/>
      <w:sz w:val="22"/>
      <w:szCs w:val="22"/>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5B7B9E"/>
    <w:rPr>
      <w:rFonts w:ascii="Tahoma" w:hAnsi="Tahoma" w:cs="Tahoma"/>
      <w:sz w:val="16"/>
      <w:szCs w:val="16"/>
    </w:rPr>
  </w:style>
  <w:style w:type="character" w:customStyle="1" w:styleId="DocumentMapChar">
    <w:name w:val="Document Map Char"/>
    <w:basedOn w:val="DefaultParagraphFont"/>
    <w:link w:val="DocumentMap"/>
    <w:rsid w:val="005B7B9E"/>
    <w:rPr>
      <w:rFonts w:ascii="Tahoma" w:hAnsi="Tahoma" w:cs="Tahoma"/>
      <w:color w:val="000000"/>
      <w:sz w:val="16"/>
      <w:szCs w:val="16"/>
    </w:rPr>
  </w:style>
  <w:style w:type="paragraph" w:styleId="TOC8">
    <w:name w:val="toc 8"/>
    <w:basedOn w:val="Normal"/>
    <w:next w:val="Normal"/>
    <w:autoRedefine/>
    <w:uiPriority w:val="39"/>
    <w:unhideWhenUsed/>
    <w:rsid w:val="002A1AE9"/>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2A1AE9"/>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ED0C49-FD88-4C6B-8943-7732E9432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103</TotalTime>
  <Pages>504</Pages>
  <Words>202687</Words>
  <Characters>1155318</Characters>
  <Application>Microsoft Office Word</Application>
  <DocSecurity>0</DocSecurity>
  <Lines>9627</Lines>
  <Paragraphs>2710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1355295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19</cp:revision>
  <cp:lastPrinted>2016-04-30T10:05:00Z</cp:lastPrinted>
  <dcterms:created xsi:type="dcterms:W3CDTF">2016-04-30T08:30:00Z</dcterms:created>
  <dcterms:modified xsi:type="dcterms:W3CDTF">2016-04-30T10:14:00Z</dcterms:modified>
</cp:coreProperties>
</file>