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EFE" w:rsidRDefault="002F5EFE" w:rsidP="003C6E61">
      <w:pPr>
        <w:pStyle w:val="libCenterBold1"/>
        <w:rPr>
          <w:lang w:bidi="bn-IN"/>
        </w:rPr>
      </w:pPr>
    </w:p>
    <w:p w:rsidR="00A569A4" w:rsidRPr="00266964" w:rsidRDefault="00A569A4" w:rsidP="003C6E61">
      <w:pPr>
        <w:pStyle w:val="libCenterBold1"/>
      </w:pP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শাহাদাতের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</w:t>
      </w:r>
    </w:p>
    <w:p w:rsidR="00A569A4" w:rsidRPr="00266964" w:rsidRDefault="00A569A4" w:rsidP="003C6E61">
      <w:pPr>
        <w:pStyle w:val="libCenterTitr"/>
      </w:pPr>
      <w:r w:rsidRPr="00266964">
        <w:rPr>
          <w:rFonts w:hint="cs"/>
          <w:cs/>
          <w:lang w:bidi="bn-IN"/>
        </w:rPr>
        <w:t>মহানবী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</w:t>
      </w:r>
    </w:p>
    <w:p w:rsidR="003C6E61" w:rsidRDefault="003C6E61" w:rsidP="00A569A4">
      <w:pPr>
        <w:pStyle w:val="libNormal"/>
        <w:rPr>
          <w:lang w:bidi="bn-IN"/>
        </w:rPr>
      </w:pPr>
    </w:p>
    <w:p w:rsidR="003C6E61" w:rsidRDefault="003C6E61" w:rsidP="00A569A4">
      <w:pPr>
        <w:pStyle w:val="libNormal"/>
        <w:rPr>
          <w:lang w:bidi="bn-IN"/>
        </w:rPr>
      </w:pPr>
    </w:p>
    <w:p w:rsidR="003C6E61" w:rsidRDefault="003C6E61" w:rsidP="00A569A4">
      <w:pPr>
        <w:pStyle w:val="libNormal"/>
        <w:rPr>
          <w:lang w:bidi="bn-IN"/>
        </w:rPr>
      </w:pPr>
    </w:p>
    <w:p w:rsidR="003C6E61" w:rsidRDefault="003C6E61" w:rsidP="00A569A4">
      <w:pPr>
        <w:pStyle w:val="libNormal"/>
        <w:rPr>
          <w:lang w:bidi="bn-IN"/>
        </w:rPr>
      </w:pPr>
    </w:p>
    <w:p w:rsidR="003C6E61" w:rsidRDefault="003C6E61" w:rsidP="00A569A4">
      <w:pPr>
        <w:pStyle w:val="libNormal"/>
        <w:rPr>
          <w:lang w:bidi="bn-IN"/>
        </w:rPr>
      </w:pPr>
    </w:p>
    <w:p w:rsidR="00A569A4" w:rsidRPr="00266964" w:rsidRDefault="00A569A4" w:rsidP="003C6E61">
      <w:pPr>
        <w:pStyle w:val="libCenterBold1"/>
      </w:pPr>
      <w:r w:rsidRPr="00266964">
        <w:rPr>
          <w:rFonts w:hint="cs"/>
          <w:cs/>
          <w:lang w:bidi="bn-IN"/>
        </w:rPr>
        <w:t>সংকলনে</w:t>
      </w:r>
    </w:p>
    <w:p w:rsidR="00A569A4" w:rsidRPr="00266964" w:rsidRDefault="00A569A4" w:rsidP="003C6E61">
      <w:pPr>
        <w:pStyle w:val="libCenter"/>
      </w:pPr>
      <w:r w:rsidRPr="00266964">
        <w:rPr>
          <w:rFonts w:hint="cs"/>
          <w:cs/>
          <w:lang w:bidi="bn-IN"/>
        </w:rPr>
        <w:t>মুহাম্মাদ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ইরফানুল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হক</w:t>
      </w:r>
    </w:p>
    <w:p w:rsidR="00A569A4" w:rsidRPr="00266964" w:rsidRDefault="00A569A4" w:rsidP="003C6E61">
      <w:pPr>
        <w:pStyle w:val="libCenter"/>
      </w:pP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. 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. </w:t>
      </w:r>
      <w:r w:rsidRPr="00266964">
        <w:rPr>
          <w:rFonts w:hint="cs"/>
          <w:cs/>
          <w:lang w:bidi="bn-IN"/>
        </w:rPr>
        <w:t>এম</w:t>
      </w:r>
      <w:r w:rsidRPr="00266964">
        <w:rPr>
          <w:cs/>
          <w:lang w:bidi="bn-IN"/>
        </w:rPr>
        <w:t xml:space="preserve">. </w:t>
      </w:r>
      <w:r w:rsidRPr="00266964">
        <w:rPr>
          <w:rFonts w:hint="cs"/>
          <w:cs/>
          <w:lang w:bidi="bn-IN"/>
        </w:rPr>
        <w:t>রাশিদুজ্জামান</w:t>
      </w:r>
    </w:p>
    <w:p w:rsidR="003C6E61" w:rsidRDefault="003C6E61" w:rsidP="00A569A4">
      <w:pPr>
        <w:pStyle w:val="libNormal"/>
        <w:rPr>
          <w:lang w:bidi="bn-IN"/>
        </w:rPr>
      </w:pPr>
    </w:p>
    <w:p w:rsidR="003C6E61" w:rsidRDefault="003C6E61" w:rsidP="00A569A4">
      <w:pPr>
        <w:pStyle w:val="libNormal"/>
        <w:rPr>
          <w:lang w:bidi="bn-IN"/>
        </w:rPr>
      </w:pPr>
    </w:p>
    <w:p w:rsidR="002F5EFE" w:rsidRDefault="002F5EFE" w:rsidP="00A569A4">
      <w:pPr>
        <w:pStyle w:val="libNormal"/>
        <w:rPr>
          <w:lang w:bidi="bn-IN"/>
        </w:rPr>
      </w:pPr>
    </w:p>
    <w:p w:rsidR="002F5EFE" w:rsidRDefault="002F5EFE" w:rsidP="00A569A4">
      <w:pPr>
        <w:pStyle w:val="libNormal"/>
        <w:rPr>
          <w:lang w:bidi="bn-IN"/>
        </w:rPr>
      </w:pPr>
    </w:p>
    <w:p w:rsidR="002F5EFE" w:rsidRDefault="002F5EFE" w:rsidP="00A569A4">
      <w:pPr>
        <w:pStyle w:val="libNormal"/>
        <w:rPr>
          <w:lang w:bidi="bn-IN"/>
        </w:rPr>
      </w:pPr>
    </w:p>
    <w:p w:rsidR="00A569A4" w:rsidRPr="00266964" w:rsidRDefault="00A569A4" w:rsidP="003C6E61">
      <w:pPr>
        <w:pStyle w:val="libCenter"/>
      </w:pPr>
      <w:r w:rsidRPr="00266964">
        <w:rPr>
          <w:rFonts w:hint="cs"/>
          <w:cs/>
          <w:lang w:bidi="bn-IN"/>
        </w:rPr>
        <w:t>ওয়াইজম্যান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পাবলিকেশনস</w:t>
      </w:r>
    </w:p>
    <w:p w:rsidR="003C6E61" w:rsidRPr="00F37004" w:rsidRDefault="003C6E61" w:rsidP="00C929DC">
      <w:pPr>
        <w:rPr>
          <w:cs/>
        </w:rPr>
      </w:pPr>
      <w:r>
        <w:rPr>
          <w:cs/>
          <w:lang w:bidi="bn-IN"/>
        </w:rPr>
        <w:br w:type="page"/>
      </w:r>
    </w:p>
    <w:p w:rsidR="00A569A4" w:rsidRPr="00266964" w:rsidRDefault="00A569A4" w:rsidP="00A569A4">
      <w:pPr>
        <w:pStyle w:val="libNormal"/>
      </w:pPr>
      <w:r w:rsidRPr="003C6E61">
        <w:rPr>
          <w:rStyle w:val="libBold1Char"/>
          <w:rFonts w:hint="cs"/>
          <w:cs/>
          <w:lang w:bidi="bn-IN"/>
        </w:rPr>
        <w:lastRenderedPageBreak/>
        <w:t>শিরোনাম</w:t>
      </w:r>
      <w:r w:rsidRPr="003C6E61">
        <w:rPr>
          <w:rStyle w:val="libBold1Char"/>
          <w:rtl/>
          <w:cs/>
        </w:rPr>
        <w:t xml:space="preserve"> :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শাহাদাতের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মহানবী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</w:t>
      </w:r>
    </w:p>
    <w:p w:rsidR="00A569A4" w:rsidRPr="00266964" w:rsidRDefault="00A569A4" w:rsidP="00A569A4">
      <w:pPr>
        <w:pStyle w:val="libNormal"/>
      </w:pPr>
      <w:r w:rsidRPr="003C6E61">
        <w:rPr>
          <w:rStyle w:val="libBold1Char"/>
          <w:rFonts w:hint="cs"/>
          <w:cs/>
          <w:lang w:bidi="bn-IN"/>
        </w:rPr>
        <w:t>সংকলনে</w:t>
      </w:r>
      <w:r w:rsidRPr="003C6E61">
        <w:rPr>
          <w:rStyle w:val="libBold1Char"/>
          <w:rtl/>
          <w:cs/>
        </w:rPr>
        <w:t xml:space="preserve"> :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ইরফানুল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হক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>.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>.</w:t>
      </w:r>
      <w:r w:rsidRPr="00266964">
        <w:rPr>
          <w:rFonts w:hint="cs"/>
          <w:cs/>
          <w:lang w:bidi="bn-IN"/>
        </w:rPr>
        <w:t>এম</w:t>
      </w:r>
      <w:r w:rsidRPr="00266964">
        <w:rPr>
          <w:cs/>
          <w:lang w:bidi="bn-IN"/>
        </w:rPr>
        <w:t xml:space="preserve">. </w:t>
      </w:r>
      <w:r w:rsidRPr="00266964">
        <w:rPr>
          <w:rFonts w:hint="cs"/>
          <w:cs/>
          <w:lang w:bidi="bn-IN"/>
        </w:rPr>
        <w:t>রাশিদুজ্জামান</w:t>
      </w:r>
    </w:p>
    <w:p w:rsidR="00A569A4" w:rsidRPr="00266964" w:rsidRDefault="00A569A4" w:rsidP="00A569A4">
      <w:pPr>
        <w:pStyle w:val="libNormal"/>
      </w:pPr>
      <w:r w:rsidRPr="003C6E61">
        <w:rPr>
          <w:rStyle w:val="libBold1Char"/>
          <w:rFonts w:hint="cs"/>
          <w:cs/>
          <w:lang w:bidi="bn-IN"/>
        </w:rPr>
        <w:t>প্রকাশক</w:t>
      </w:r>
      <w:r w:rsidRPr="003C6E61">
        <w:rPr>
          <w:rStyle w:val="libBold1Char"/>
          <w:rtl/>
          <w:cs/>
        </w:rPr>
        <w:t xml:space="preserve"> :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ওয়াইজম্যান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পাবলিকেশনস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২৭৯</w:t>
      </w:r>
      <w:r w:rsidRPr="00266964">
        <w:rPr>
          <w:cs/>
          <w:lang w:bidi="bn-IN"/>
        </w:rPr>
        <w:t>/</w:t>
      </w:r>
      <w:r w:rsidRPr="00266964">
        <w:rPr>
          <w:rFonts w:hint="cs"/>
          <w:cs/>
          <w:lang w:bidi="bn-IN"/>
        </w:rPr>
        <w:t>৫</w:t>
      </w:r>
      <w:r w:rsidRPr="00266964">
        <w:t xml:space="preserve">, </w:t>
      </w:r>
      <w:r w:rsidRPr="00266964">
        <w:rPr>
          <w:rFonts w:hint="cs"/>
          <w:cs/>
          <w:lang w:bidi="bn-IN"/>
        </w:rPr>
        <w:t>মাসকান্দা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ময়মনসিংহ।</w:t>
      </w:r>
    </w:p>
    <w:p w:rsidR="00A569A4" w:rsidRPr="00266964" w:rsidRDefault="00A569A4" w:rsidP="00A569A4">
      <w:pPr>
        <w:pStyle w:val="libNormal"/>
      </w:pPr>
      <w:r w:rsidRPr="003C6E61">
        <w:rPr>
          <w:rStyle w:val="libBold1Char"/>
          <w:rFonts w:hint="cs"/>
          <w:cs/>
          <w:lang w:bidi="bn-IN"/>
        </w:rPr>
        <w:t>গ্রন্থস্বত্ব</w:t>
      </w:r>
      <w:r w:rsidRPr="003C6E61">
        <w:rPr>
          <w:rStyle w:val="libBold1Char"/>
          <w:rtl/>
          <w:cs/>
        </w:rPr>
        <w:t xml:space="preserve"> :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প্রকাশক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কর্তৃক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সংরক্ষিত।</w:t>
      </w:r>
    </w:p>
    <w:p w:rsidR="00A569A4" w:rsidRPr="00266964" w:rsidRDefault="00A569A4" w:rsidP="00A569A4">
      <w:pPr>
        <w:pStyle w:val="libNormal"/>
      </w:pPr>
      <w:r w:rsidRPr="003C6E61">
        <w:rPr>
          <w:rStyle w:val="libBold1Char"/>
          <w:rFonts w:hint="cs"/>
          <w:cs/>
          <w:lang w:bidi="bn-IN"/>
        </w:rPr>
        <w:t>প্রকাশকাল</w:t>
      </w:r>
      <w:r w:rsidRPr="003C6E61">
        <w:rPr>
          <w:rStyle w:val="libBold1Char"/>
          <w:rtl/>
          <w:cs/>
        </w:rPr>
        <w:t xml:space="preserve"> :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২৫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মহরম</w:t>
      </w:r>
      <w:r w:rsidRPr="00266964">
        <w:t xml:space="preserve">, </w:t>
      </w:r>
      <w:r w:rsidRPr="00266964">
        <w:rPr>
          <w:rFonts w:hint="cs"/>
          <w:cs/>
          <w:lang w:bidi="bn-IN"/>
        </w:rPr>
        <w:t>১৪৩৪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হি</w:t>
      </w:r>
      <w:r w:rsidRPr="00266964">
        <w:rPr>
          <w:cs/>
          <w:lang w:bidi="bn-IN"/>
        </w:rPr>
        <w:t>.</w:t>
      </w:r>
      <w:r w:rsidRPr="00266964">
        <w:t>,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২৬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অগ্রহায়ণ</w:t>
      </w:r>
      <w:r w:rsidRPr="00266964">
        <w:t xml:space="preserve">, </w:t>
      </w:r>
      <w:r w:rsidRPr="00266964">
        <w:rPr>
          <w:rFonts w:hint="cs"/>
          <w:cs/>
          <w:lang w:bidi="bn-IN"/>
        </w:rPr>
        <w:t>১৪১৯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বাং</w:t>
      </w:r>
      <w:r w:rsidRPr="00266964">
        <w:rPr>
          <w:cs/>
          <w:lang w:bidi="bn-IN"/>
        </w:rPr>
        <w:t>.</w:t>
      </w:r>
      <w:r w:rsidRPr="00266964">
        <w:t>,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১০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ডিসেম্বর</w:t>
      </w:r>
      <w:r w:rsidRPr="00266964">
        <w:t xml:space="preserve">, </w:t>
      </w:r>
      <w:r w:rsidRPr="00266964">
        <w:rPr>
          <w:rFonts w:hint="cs"/>
          <w:cs/>
          <w:lang w:bidi="bn-IN"/>
        </w:rPr>
        <w:t>২০১২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খ্রি</w:t>
      </w:r>
      <w:r w:rsidRPr="00266964">
        <w:rPr>
          <w:cs/>
          <w:lang w:bidi="bn-IN"/>
        </w:rPr>
        <w:t>.</w:t>
      </w:r>
      <w:r w:rsidRPr="00266964">
        <w:rPr>
          <w:rFonts w:hint="cs"/>
          <w:cs/>
          <w:lang w:bidi="hi-IN"/>
        </w:rPr>
        <w:t>।</w:t>
      </w:r>
    </w:p>
    <w:p w:rsidR="00A569A4" w:rsidRPr="00266964" w:rsidRDefault="00A569A4" w:rsidP="00A569A4">
      <w:pPr>
        <w:pStyle w:val="libNormal"/>
      </w:pPr>
      <w:r w:rsidRPr="003C6E61">
        <w:rPr>
          <w:rStyle w:val="libBold1Char"/>
          <w:rFonts w:hint="cs"/>
          <w:cs/>
          <w:lang w:bidi="bn-IN"/>
        </w:rPr>
        <w:t>কম্পোজ</w:t>
      </w:r>
      <w:r w:rsidRPr="003C6E61">
        <w:rPr>
          <w:rStyle w:val="libBold1Char"/>
          <w:rtl/>
          <w:cs/>
        </w:rPr>
        <w:t xml:space="preserve"> </w:t>
      </w:r>
      <w:r w:rsidRPr="003C6E61">
        <w:rPr>
          <w:rStyle w:val="libBold1Char"/>
          <w:rFonts w:hint="cs"/>
          <w:cs/>
          <w:lang w:bidi="bn-IN"/>
        </w:rPr>
        <w:t>ও</w:t>
      </w:r>
      <w:r w:rsidRPr="003C6E61">
        <w:rPr>
          <w:rStyle w:val="libBold1Char"/>
          <w:rtl/>
          <w:cs/>
        </w:rPr>
        <w:t xml:space="preserve"> </w:t>
      </w:r>
      <w:r w:rsidRPr="003C6E61">
        <w:rPr>
          <w:rStyle w:val="libBold1Char"/>
          <w:rFonts w:hint="cs"/>
          <w:cs/>
          <w:lang w:bidi="bn-IN"/>
        </w:rPr>
        <w:t>প্রচ্ছদ</w:t>
      </w:r>
      <w:r w:rsidRPr="003C6E61">
        <w:rPr>
          <w:rStyle w:val="libBold1Char"/>
          <w:rtl/>
          <w:cs/>
        </w:rPr>
        <w:t xml:space="preserve"> :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আলতাফ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হোসাইন</w:t>
      </w:r>
    </w:p>
    <w:p w:rsidR="00A569A4" w:rsidRPr="00266964" w:rsidRDefault="00A569A4" w:rsidP="00A569A4">
      <w:pPr>
        <w:pStyle w:val="libEn"/>
      </w:pPr>
      <w:proofErr w:type="gramStart"/>
      <w:r w:rsidRPr="00266964">
        <w:t>ISBN :</w:t>
      </w:r>
      <w:proofErr w:type="gramEnd"/>
      <w:r w:rsidRPr="00266964">
        <w:t xml:space="preserve"> 978-984-33-6037-3</w:t>
      </w:r>
    </w:p>
    <w:p w:rsidR="00A569A4" w:rsidRPr="00266964" w:rsidRDefault="00A569A4" w:rsidP="00A569A4">
      <w:pPr>
        <w:pStyle w:val="libEn"/>
      </w:pPr>
      <w:proofErr w:type="gramStart"/>
      <w:r w:rsidRPr="00266964">
        <w:t>Captive Family of Prophet (s.)</w:t>
      </w:r>
      <w:proofErr w:type="gramEnd"/>
      <w:r w:rsidRPr="00C929DC">
        <w:t>―</w:t>
      </w:r>
      <w:r w:rsidRPr="00266964">
        <w:t>After the Martyrdom of Imam Hossain (a.), Compiled by Md. Irfanul Huq &amp; A.K.M. Rashiduzzaman, Published by Wiseman Publications, Mashkanda, Mymensingh, Bangladesh.</w:t>
      </w:r>
    </w:p>
    <w:p w:rsidR="00A569A4" w:rsidRPr="00266964" w:rsidRDefault="00A569A4" w:rsidP="00A569A4">
      <w:pPr>
        <w:pStyle w:val="libEn"/>
      </w:pPr>
      <w:proofErr w:type="gramStart"/>
      <w:r w:rsidRPr="00266964">
        <w:rPr>
          <w:rFonts w:hint="eastAsia"/>
        </w:rPr>
        <w:t>©</w:t>
      </w:r>
      <w:r w:rsidRPr="00266964">
        <w:t xml:space="preserve"> Wiseman Publications, 2012.</w:t>
      </w:r>
      <w:proofErr w:type="gramEnd"/>
    </w:p>
    <w:p w:rsidR="00A569A4" w:rsidRPr="00266964" w:rsidRDefault="00A569A4" w:rsidP="00A569A4">
      <w:pPr>
        <w:pStyle w:val="libEn"/>
      </w:pPr>
      <w:r w:rsidRPr="00266964">
        <w:t>ALL RIGHTS RESERVED FOR THE PUBLISHER.</w:t>
      </w:r>
    </w:p>
    <w:p w:rsidR="00A569A4" w:rsidRPr="00266964" w:rsidRDefault="00A569A4" w:rsidP="003C6E61">
      <w:pPr>
        <w:pStyle w:val="libEn"/>
      </w:pPr>
      <w:r w:rsidRPr="00266964">
        <w:t xml:space="preserve">Published in December 2012 (First Edition), </w:t>
      </w:r>
      <w:r w:rsidR="003C6E61">
        <w:t>Printed in Bangladesh, Pages-56</w:t>
      </w:r>
      <w:r w:rsidRPr="00266964">
        <w:t>.</w:t>
      </w:r>
    </w:p>
    <w:p w:rsidR="00A569A4" w:rsidRPr="00266964" w:rsidRDefault="00A569A4" w:rsidP="00A569A4">
      <w:pPr>
        <w:pStyle w:val="libEn"/>
      </w:pPr>
      <w:r w:rsidRPr="00266964">
        <w:t xml:space="preserve">For </w:t>
      </w:r>
      <w:proofErr w:type="gramStart"/>
      <w:r w:rsidRPr="00266964">
        <w:t>Contact :</w:t>
      </w:r>
      <w:proofErr w:type="gramEnd"/>
      <w:r w:rsidRPr="00266964">
        <w:t xml:space="preserve"> wiseman1472313@yahoo.com, (8802) 01922683019</w:t>
      </w:r>
    </w:p>
    <w:p w:rsidR="00A569A4" w:rsidRPr="00266964" w:rsidRDefault="00A569A4" w:rsidP="00A569A4">
      <w:pPr>
        <w:pStyle w:val="libEn"/>
      </w:pPr>
      <w:r w:rsidRPr="00266964">
        <w:t xml:space="preserve">Topics : Historical incidences of Karbala </w:t>
      </w:r>
      <w:r w:rsidRPr="00C929DC">
        <w:t>–</w:t>
      </w:r>
      <w:r w:rsidRPr="00266964">
        <w:t xml:space="preserve"> Martyrdom of Imam Hussain Ibne Ali (a.) </w:t>
      </w:r>
      <w:r w:rsidRPr="00C929DC">
        <w:t>–</w:t>
      </w:r>
      <w:r w:rsidRPr="00266964">
        <w:t xml:space="preserve"> Heartrending Tragedy of Islam </w:t>
      </w:r>
      <w:r w:rsidRPr="00C929DC">
        <w:t>–</w:t>
      </w:r>
      <w:r w:rsidRPr="00266964">
        <w:t xml:space="preserve"> Teachings of Sacrifice in Islam </w:t>
      </w:r>
      <w:r w:rsidRPr="00C929DC">
        <w:t>–</w:t>
      </w:r>
      <w:r w:rsidRPr="00266964">
        <w:t xml:space="preserve"> Steadfastness of Ahlul Bayt (a.) </w:t>
      </w:r>
      <w:r w:rsidRPr="00C929DC">
        <w:t>–</w:t>
      </w:r>
      <w:r w:rsidRPr="00266964">
        <w:t xml:space="preserve"> Captive Family of Prophet (s.).</w:t>
      </w:r>
    </w:p>
    <w:p w:rsidR="003C6E61" w:rsidRPr="00F37004" w:rsidRDefault="003C6E61" w:rsidP="00C929DC">
      <w:r>
        <w:br w:type="page"/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lastRenderedPageBreak/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বলেন</w:t>
      </w:r>
      <w:r w:rsidRPr="00266964">
        <w:rPr>
          <w:cs/>
          <w:lang w:bidi="bn-IN"/>
        </w:rPr>
        <w:t xml:space="preserve">: </w:t>
      </w:r>
    </w:p>
    <w:p w:rsidR="00A569A4" w:rsidRPr="00266964" w:rsidRDefault="00A76938" w:rsidP="00A569A4">
      <w:pPr>
        <w:pStyle w:val="libNormal"/>
      </w:pPr>
      <w:r w:rsidRPr="00C929DC">
        <w:rPr>
          <w:rStyle w:val="libAlaemChar"/>
        </w:rPr>
        <w:t>“</w:t>
      </w:r>
      <w:r w:rsidR="00A569A4" w:rsidRPr="00266964">
        <w:rPr>
          <w:rFonts w:hint="cs"/>
          <w:cs/>
          <w:lang w:bidi="bn-IN"/>
        </w:rPr>
        <w:t>নিশ্চয়ই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হোসেইন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হেদায়াতের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বাতি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ও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নাজাতের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নৌকা।</w:t>
      </w:r>
      <w:r w:rsidR="00A569A4" w:rsidRPr="00266964">
        <w:rPr>
          <w:rFonts w:hint="eastAsia"/>
        </w:rPr>
        <w:t>”</w:t>
      </w:r>
    </w:p>
    <w:p w:rsidR="00A569A4" w:rsidRPr="00266964" w:rsidRDefault="00A569A4" w:rsidP="00A569A4">
      <w:pPr>
        <w:pStyle w:val="libNormal"/>
      </w:pPr>
      <w:r w:rsidRPr="00266964">
        <w:t>[</w:t>
      </w:r>
      <w:r w:rsidRPr="00266964">
        <w:rPr>
          <w:rFonts w:hint="cs"/>
          <w:cs/>
          <w:lang w:bidi="bn-IN"/>
        </w:rPr>
        <w:t>মীযান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হিকমাহ</w:t>
      </w:r>
      <w:r w:rsidRPr="00266964">
        <w:t xml:space="preserve">, </w:t>
      </w:r>
      <w:r w:rsidRPr="00266964">
        <w:rPr>
          <w:rFonts w:hint="cs"/>
          <w:cs/>
          <w:lang w:bidi="bn-IN"/>
        </w:rPr>
        <w:t>হাদীস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৪৩৩</w:t>
      </w:r>
      <w:r w:rsidRPr="00266964">
        <w:t xml:space="preserve">; </w:t>
      </w:r>
      <w:r w:rsidRPr="00266964">
        <w:rPr>
          <w:rFonts w:hint="cs"/>
          <w:cs/>
          <w:lang w:bidi="bn-IN"/>
        </w:rPr>
        <w:t>সাফিনাতুল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বিহার</w:t>
      </w:r>
      <w:r w:rsidRPr="00266964">
        <w:t xml:space="preserve">, </w:t>
      </w:r>
      <w:r w:rsidRPr="00266964">
        <w:rPr>
          <w:rFonts w:hint="cs"/>
          <w:cs/>
          <w:lang w:bidi="bn-IN"/>
        </w:rPr>
        <w:t>খণ্ড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১</w:t>
      </w:r>
      <w:r w:rsidRPr="00266964">
        <w:t>;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মদিনাতুল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মায়াজিয</w:t>
      </w:r>
      <w:r w:rsidRPr="00266964">
        <w:t xml:space="preserve">, </w:t>
      </w:r>
      <w:r w:rsidRPr="00266964">
        <w:rPr>
          <w:rFonts w:hint="cs"/>
          <w:cs/>
          <w:lang w:bidi="bn-IN"/>
        </w:rPr>
        <w:t>খণ্ড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৪</w:t>
      </w:r>
      <w:r w:rsidRPr="00266964">
        <w:t xml:space="preserve">, </w:t>
      </w:r>
      <w:r w:rsidRPr="00266964">
        <w:rPr>
          <w:rFonts w:hint="cs"/>
          <w:cs/>
          <w:lang w:bidi="bn-IN"/>
        </w:rPr>
        <w:t>পৃষ্ঠা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৫২</w:t>
      </w:r>
      <w:r w:rsidRPr="00266964">
        <w:t xml:space="preserve">; </w:t>
      </w:r>
      <w:r w:rsidRPr="00266964">
        <w:rPr>
          <w:rFonts w:hint="cs"/>
          <w:cs/>
          <w:lang w:bidi="bn-IN"/>
        </w:rPr>
        <w:t>খাসায়িসুল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হোসেইনিয়া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পৃষ্ঠা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৪৫</w:t>
      </w:r>
      <w:r w:rsidRPr="00266964">
        <w:t>;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নাসিখুত্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তাওয়ারিখ</w:t>
      </w:r>
      <w:r w:rsidRPr="00266964">
        <w:t xml:space="preserve">, </w:t>
      </w:r>
      <w:r w:rsidRPr="00266964">
        <w:rPr>
          <w:rFonts w:hint="cs"/>
          <w:cs/>
          <w:lang w:bidi="bn-IN"/>
        </w:rPr>
        <w:t>পৃষ্ঠা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৫৭</w:t>
      </w:r>
      <w:r w:rsidRPr="00266964">
        <w:rPr>
          <w:cs/>
          <w:lang w:bidi="bn-IN"/>
        </w:rPr>
        <w:t>]</w:t>
      </w:r>
    </w:p>
    <w:p w:rsidR="00A76938" w:rsidRPr="00F37004" w:rsidRDefault="00A76938" w:rsidP="00C929DC">
      <w:r>
        <w:br w:type="page"/>
      </w:r>
    </w:p>
    <w:p w:rsidR="00A569A4" w:rsidRPr="00266964" w:rsidRDefault="00A569A4" w:rsidP="00A76938">
      <w:pPr>
        <w:pStyle w:val="libCenterBold1"/>
      </w:pPr>
      <w:r w:rsidRPr="00266964">
        <w:rPr>
          <w:rFonts w:hint="cs"/>
          <w:cs/>
          <w:lang w:bidi="bn-IN"/>
        </w:rPr>
        <w:lastRenderedPageBreak/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শাহাদাতের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</w:t>
      </w:r>
      <w:r w:rsidRPr="00266964">
        <w:rPr>
          <w:cs/>
          <w:lang w:bidi="bn-IN"/>
        </w:rPr>
        <w:t xml:space="preserve"> </w:t>
      </w:r>
    </w:p>
    <w:p w:rsidR="00A569A4" w:rsidRPr="00266964" w:rsidRDefault="00A569A4" w:rsidP="00A76938">
      <w:pPr>
        <w:pStyle w:val="libCenterBold1"/>
      </w:pPr>
      <w:r w:rsidRPr="00266964">
        <w:rPr>
          <w:rFonts w:hint="cs"/>
          <w:cs/>
          <w:lang w:bidi="bn-IN"/>
        </w:rPr>
        <w:t>মহানবী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</w:t>
      </w:r>
    </w:p>
    <w:p w:rsidR="00A569A4" w:rsidRPr="00266964" w:rsidRDefault="00A569A4" w:rsidP="00A569A4">
      <w:pPr>
        <w:pStyle w:val="libNormal"/>
      </w:pPr>
    </w:p>
    <w:p w:rsidR="00EE7701" w:rsidRDefault="006049A7" w:rsidP="006049A7">
      <w:pPr>
        <w:pStyle w:val="Heading1Center"/>
        <w:rPr>
          <w:cs/>
        </w:rPr>
      </w:pPr>
      <w:bookmarkStart w:id="0" w:name="_Toc443388785"/>
      <w:r w:rsidRPr="006049A7">
        <w:rPr>
          <w:rFonts w:hint="cs"/>
          <w:cs/>
        </w:rPr>
        <w:t>ইমাম</w:t>
      </w:r>
      <w:r w:rsidRPr="006049A7">
        <w:rPr>
          <w:cs/>
        </w:rPr>
        <w:t xml:space="preserve"> </w:t>
      </w:r>
      <w:r w:rsidRPr="006049A7">
        <w:rPr>
          <w:rFonts w:hint="cs"/>
          <w:cs/>
        </w:rPr>
        <w:t>হোসেইন</w:t>
      </w:r>
      <w:r w:rsidRPr="006049A7">
        <w:rPr>
          <w:cs/>
        </w:rPr>
        <w:t xml:space="preserve"> (</w:t>
      </w:r>
      <w:r w:rsidRPr="006049A7">
        <w:rPr>
          <w:rFonts w:hint="cs"/>
          <w:cs/>
        </w:rPr>
        <w:t>আ</w:t>
      </w:r>
      <w:r w:rsidRPr="006049A7">
        <w:rPr>
          <w:cs/>
        </w:rPr>
        <w:t>.)-</w:t>
      </w:r>
      <w:r w:rsidRPr="006049A7">
        <w:rPr>
          <w:rFonts w:hint="cs"/>
          <w:cs/>
        </w:rPr>
        <w:t>এর</w:t>
      </w:r>
      <w:r w:rsidRPr="006049A7">
        <w:rPr>
          <w:cs/>
        </w:rPr>
        <w:t xml:space="preserve"> </w:t>
      </w:r>
      <w:r w:rsidRPr="006049A7">
        <w:rPr>
          <w:rFonts w:hint="cs"/>
          <w:cs/>
        </w:rPr>
        <w:t>শাহাদাত</w:t>
      </w:r>
      <w:bookmarkEnd w:id="0"/>
    </w:p>
    <w:p w:rsidR="006049A7" w:rsidRDefault="006049A7" w:rsidP="00A569A4">
      <w:pPr>
        <w:pStyle w:val="libNormal"/>
        <w:rPr>
          <w:lang w:bidi="bn-IN"/>
        </w:rPr>
      </w:pP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মহান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সর্বশেষ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প্রিয়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ছিলেন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হযরত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ফাতিমার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প্রিয়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কারবালায়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হিজরী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৬১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১০ই</w:t>
      </w:r>
      <w:r w:rsidRPr="00266964">
        <w:rPr>
          <w:cs/>
          <w:lang w:bidi="bn-IN"/>
        </w:rPr>
        <w:t xml:space="preserve"> </w:t>
      </w:r>
      <w:r w:rsidR="00A76938">
        <w:rPr>
          <w:rFonts w:hint="cs"/>
          <w:cs/>
          <w:lang w:bidi="bn-IN"/>
        </w:rPr>
        <w:t>মুহাররম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নির্মমভাবে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পিপাসার্ত</w:t>
      </w:r>
      <w:r w:rsidRPr="00266964">
        <w:t xml:space="preserve">, </w:t>
      </w:r>
      <w:r w:rsidRPr="00266964">
        <w:rPr>
          <w:rFonts w:hint="cs"/>
          <w:cs/>
          <w:lang w:bidi="bn-IN"/>
        </w:rPr>
        <w:t>ক্ষুধার্ত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অসহায়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অবস্থায়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শহীদ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সাইয়েদুশ্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শুহাদা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সম্পর্কে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মহানবীর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সবচেয়ে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সুপরিচিত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হাদীস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সেখানকার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উপস্থিত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হত্যাকারীরা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পর্যন্ত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জানতো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="00A76938" w:rsidRPr="00C929DC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হাসান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বেহেশতের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যুবকদের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সর্দার।</w:t>
      </w:r>
      <w:r w:rsidR="00A76938" w:rsidRPr="00C929DC">
        <w:rPr>
          <w:rStyle w:val="libAlaemChar"/>
        </w:rPr>
        <w:t>”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জামে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আত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তিরমিযী</w:t>
      </w:r>
      <w:r w:rsidRPr="00266964">
        <w:t xml:space="preserve">, </w:t>
      </w:r>
      <w:r w:rsidRPr="00266964">
        <w:rPr>
          <w:rFonts w:hint="cs"/>
          <w:cs/>
          <w:lang w:bidi="bn-IN"/>
        </w:rPr>
        <w:t>হাদীস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৩৭২০</w:t>
      </w:r>
      <w:r w:rsidRPr="00266964">
        <w:rPr>
          <w:cs/>
          <w:lang w:bidi="bn-IN"/>
        </w:rPr>
        <w:t>]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বলেছেন</w:t>
      </w:r>
      <w:r w:rsidRPr="00266964">
        <w:t xml:space="preserve">,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হোসেইনের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বিষয়ে</w:t>
      </w:r>
      <w:r w:rsidRPr="00266964">
        <w:rPr>
          <w:rFonts w:hint="eastAsia"/>
        </w:rPr>
        <w:t>—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বংশ</w:t>
      </w:r>
      <w:r w:rsidRPr="00266964">
        <w:t xml:space="preserve">, </w:t>
      </w:r>
      <w:r w:rsidRPr="00266964">
        <w:rPr>
          <w:rFonts w:hint="cs"/>
          <w:cs/>
          <w:lang w:bidi="bn-IN"/>
        </w:rPr>
        <w:t>মানবজাতির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মধ্যে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ভাইয়ের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শ্রেষ্ঠ।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মুসলমানদের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মুমিনদের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অভিভাবক</w:t>
      </w:r>
      <w:r w:rsidRPr="00266964">
        <w:t xml:space="preserve">, </w:t>
      </w:r>
      <w:r w:rsidRPr="00266964">
        <w:rPr>
          <w:rFonts w:hint="cs"/>
          <w:cs/>
          <w:lang w:bidi="bn-IN"/>
        </w:rPr>
        <w:t>জগতসমূহের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রবের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প্রতিনিধি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সাহায্যকারী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সাহায্য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চায়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আশ্রয়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আশ্রয়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খোঁজে</w:t>
      </w:r>
      <w:r w:rsidRPr="00266964">
        <w:t>, [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প্রমাণ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পুরো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সৃষ্টির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বেহেশতের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যুবকদের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সর্দার</w:t>
      </w:r>
      <w:r w:rsidRPr="00266964">
        <w:t xml:space="preserve">, </w:t>
      </w:r>
      <w:r w:rsidRPr="00266964">
        <w:rPr>
          <w:rFonts w:hint="cs"/>
          <w:cs/>
          <w:lang w:bidi="bn-IN"/>
        </w:rPr>
        <w:t>উম্মতের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নাজাতের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দরজা।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আদেশই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আদেশ।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আনুগত্য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আনুগত্য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অনুসরণ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যুক্ত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অবাধ্য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যুক্ত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না।</w:t>
      </w:r>
      <w:r w:rsidRPr="00266964">
        <w:rPr>
          <w:rFonts w:hint="eastAsia"/>
        </w:rPr>
        <w:t>’</w:t>
      </w:r>
      <w:r w:rsidRPr="00266964">
        <w:t xml:space="preserve"> [</w:t>
      </w:r>
      <w:r w:rsidRPr="00266964">
        <w:rPr>
          <w:rFonts w:hint="cs"/>
          <w:cs/>
          <w:lang w:bidi="bn-IN"/>
        </w:rPr>
        <w:t>মীযান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হিকমাহ</w:t>
      </w:r>
      <w:r w:rsidRPr="00266964">
        <w:t xml:space="preserve">, </w:t>
      </w:r>
      <w:r w:rsidRPr="00266964">
        <w:rPr>
          <w:rFonts w:hint="cs"/>
          <w:cs/>
          <w:lang w:bidi="bn-IN"/>
        </w:rPr>
        <w:t>হাদীস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৪২৮</w:t>
      </w:r>
      <w:r w:rsidRPr="00266964">
        <w:rPr>
          <w:cs/>
          <w:lang w:bidi="bn-IN"/>
        </w:rPr>
        <w:t>]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ছিলেন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অত্যন্ত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পরহেজগার</w:t>
      </w:r>
      <w:r w:rsidRPr="00266964">
        <w:t xml:space="preserve">, </w:t>
      </w:r>
      <w:r w:rsidRPr="00266964">
        <w:rPr>
          <w:rFonts w:hint="cs"/>
          <w:cs/>
          <w:lang w:bidi="bn-IN"/>
        </w:rPr>
        <w:t>বিনয়ী</w:t>
      </w:r>
      <w:r w:rsidRPr="00266964">
        <w:t xml:space="preserve">, </w:t>
      </w:r>
      <w:r w:rsidRPr="00266964">
        <w:rPr>
          <w:rFonts w:hint="cs"/>
          <w:cs/>
          <w:lang w:bidi="bn-IN"/>
        </w:rPr>
        <w:t>জ্ঞানী</w:t>
      </w:r>
      <w:r w:rsidRPr="00266964">
        <w:t xml:space="preserve">, </w:t>
      </w:r>
      <w:r w:rsidRPr="00266964">
        <w:rPr>
          <w:rFonts w:hint="cs"/>
          <w:cs/>
          <w:lang w:bidi="bn-IN"/>
        </w:rPr>
        <w:t>সাহসী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স্বাধীনতাকামী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নেতা।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উম্মতের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সংশোধনের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ধরনের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পদক্ষেপ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উদ্দ্যোগ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কিন্তু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সময়ের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খলিফা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শাসক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lastRenderedPageBreak/>
        <w:t>ইয়াযীদ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মুয়াবিয়া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অপছন্দ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ধরনের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অন্যায়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অপকর্মকে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সম্মতি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আনুগত্য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আদেশ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দেয়।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দেয়।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অপকর্মের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প্রতিবাদ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আনুগত্য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অস্বীকার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করেন।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কিন্তু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জানতে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হজ্বের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মক্কায়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দূত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পাঠিয়েছে।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পবিত্র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স্থানে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ঝরুক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পছন্দ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হজ্ব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৮ই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জিলহজ্ব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মক্কা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মরুভূমির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বেরিয়ে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পড়েন।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বর্তমান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ইরাকের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কুফা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এলাকা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অনেক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গণ্যমান্য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ব্যক্তি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চিঠি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পাঠিয়েছিলেন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কুফায়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সেখানে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ধর্মীয়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নেতৃত্ব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ইসলাম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ধ্বংস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বিকৃতি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রক্ষা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পাবে।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চিঠির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কারণে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মক্কা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ত্যাগ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কুফার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যাত্রা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কিন্তু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নিয়োগ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গভর্নর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উবায়দুল্লাহ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যিয়াদের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আদেশে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বাধা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প্রদান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কারবালা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প্রান্তরে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এখানে</w:t>
      </w:r>
      <w:r w:rsidRPr="00266964">
        <w:rPr>
          <w:cs/>
          <w:lang w:bidi="bn-IN"/>
        </w:rPr>
        <w:t xml:space="preserve"> </w:t>
      </w:r>
      <w:r w:rsidR="003E7358">
        <w:rPr>
          <w:rFonts w:hint="cs"/>
          <w:cs/>
          <w:lang w:bidi="bn-IN"/>
        </w:rPr>
        <w:t>শত্রু</w:t>
      </w:r>
      <w:r w:rsidRPr="00266964">
        <w:rPr>
          <w:rFonts w:hint="cs"/>
          <w:cs/>
          <w:lang w:bidi="bn-IN"/>
        </w:rPr>
        <w:t>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ত্রিশ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হাজার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সসস্ত্র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সৈন্য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মোতায়েন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জোরপূর্বক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বাইয়াত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আনুগত্য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করার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প্রয়োগ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জানায়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তাহলে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যুদ্ধ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হবে।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কেবল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অল্প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</w:t>
      </w:r>
      <w:r w:rsidRPr="00266964">
        <w:rPr>
          <w:rFonts w:hint="eastAsia"/>
        </w:rPr>
        <w:t>’</w:t>
      </w:r>
      <w:r w:rsidRPr="00266964">
        <w:rPr>
          <w:rFonts w:hint="cs"/>
          <w:cs/>
          <w:lang w:bidi="bn-IN"/>
        </w:rPr>
        <w:t>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বন্ধু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সাহায্যকারী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শিশুরা।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যুদ্ধ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এমন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পুরুষের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সংখ্যা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৭০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জনেরও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কম।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অন্যায়ের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সত্য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ইসলামকে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রক্ষার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আত্মরক্ষার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যুদ্ধ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সিদ্ধান্ত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নিলেন।</w:t>
      </w:r>
    </w:p>
    <w:p w:rsidR="00A569A4" w:rsidRPr="00266964" w:rsidRDefault="003E7358" w:rsidP="00A569A4">
      <w:pPr>
        <w:pStyle w:val="libNormal"/>
      </w:pPr>
      <w:r>
        <w:rPr>
          <w:rFonts w:hint="cs"/>
          <w:cs/>
          <w:lang w:bidi="bn-IN"/>
        </w:rPr>
        <w:t>শত্রু</w:t>
      </w:r>
      <w:r w:rsidR="00A569A4" w:rsidRPr="00266964">
        <w:rPr>
          <w:rFonts w:hint="cs"/>
          <w:cs/>
          <w:lang w:bidi="bn-IN"/>
        </w:rPr>
        <w:t>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ইমাম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হোসেইন</w:t>
      </w:r>
      <w:r w:rsidR="00A569A4" w:rsidRPr="00266964">
        <w:rPr>
          <w:cs/>
          <w:lang w:bidi="bn-IN"/>
        </w:rPr>
        <w:t xml:space="preserve"> (</w:t>
      </w:r>
      <w:r w:rsidR="00A569A4" w:rsidRPr="00266964">
        <w:rPr>
          <w:rFonts w:hint="cs"/>
          <w:cs/>
          <w:lang w:bidi="bn-IN"/>
        </w:rPr>
        <w:t>আ</w:t>
      </w:r>
      <w:r w:rsidR="00A569A4" w:rsidRPr="00266964">
        <w:rPr>
          <w:cs/>
          <w:lang w:bidi="bn-IN"/>
        </w:rPr>
        <w:t>.)-</w:t>
      </w:r>
      <w:r w:rsidR="00A569A4" w:rsidRPr="00266964">
        <w:rPr>
          <w:rFonts w:hint="cs"/>
          <w:cs/>
          <w:lang w:bidi="bn-IN"/>
        </w:rPr>
        <w:t>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কাবু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জন্য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পাশেই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বয়ে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যাওয়া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ফোরাত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নদীর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তীর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ঘেরাও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রাখে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যাতে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ইমাম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হোসেইন</w:t>
      </w:r>
      <w:r w:rsidR="00A569A4" w:rsidRPr="00266964">
        <w:rPr>
          <w:cs/>
          <w:lang w:bidi="bn-IN"/>
        </w:rPr>
        <w:t xml:space="preserve"> (</w:t>
      </w:r>
      <w:r w:rsidR="00A569A4" w:rsidRPr="00266964">
        <w:rPr>
          <w:rFonts w:hint="cs"/>
          <w:cs/>
          <w:lang w:bidi="bn-IN"/>
        </w:rPr>
        <w:t>আ</w:t>
      </w:r>
      <w:r w:rsidR="00A569A4" w:rsidRPr="00266964">
        <w:rPr>
          <w:cs/>
          <w:lang w:bidi="bn-IN"/>
        </w:rPr>
        <w:t xml:space="preserve">.) </w:t>
      </w:r>
      <w:r w:rsidR="00A569A4" w:rsidRPr="00266964">
        <w:rPr>
          <w:rFonts w:hint="cs"/>
          <w:cs/>
          <w:lang w:bidi="bn-IN"/>
        </w:rPr>
        <w:t>ও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সাথীরা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পানি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থেকে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বঞ্চিত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হন।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একটানা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কয়েক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দিন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ইমামের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পরিবারের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নারী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শিশুরা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ও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সাথীরা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পানি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থেকে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বঞ্চিত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হয়।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শিশুরা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পানির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পিপাসায়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কাতর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হয়ে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যায়।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এমন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অবস্থায়</w:t>
      </w:r>
      <w:r w:rsidR="00A569A4" w:rsidRPr="00266964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শত্রু</w:t>
      </w:r>
      <w:r w:rsidR="00A569A4" w:rsidRPr="00266964">
        <w:rPr>
          <w:rFonts w:hint="cs"/>
          <w:cs/>
          <w:lang w:bidi="bn-IN"/>
        </w:rPr>
        <w:t>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৯ই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মহররম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ইমামকে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যুদ্ধ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শুরুর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জন্য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অতিরিক্ত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lastRenderedPageBreak/>
        <w:t>চাপ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প্রয়োগ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ইমামের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তাবুর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দিকে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তীর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নিক্ষেপ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করতে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থাকে।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ইমাম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হোসেইন</w:t>
      </w:r>
      <w:r w:rsidR="00A569A4" w:rsidRPr="00266964">
        <w:rPr>
          <w:cs/>
          <w:lang w:bidi="bn-IN"/>
        </w:rPr>
        <w:t xml:space="preserve"> (</w:t>
      </w:r>
      <w:r w:rsidR="00A569A4" w:rsidRPr="00266964">
        <w:rPr>
          <w:rFonts w:hint="cs"/>
          <w:cs/>
          <w:lang w:bidi="bn-IN"/>
        </w:rPr>
        <w:t>আ</w:t>
      </w:r>
      <w:r w:rsidR="00A569A4" w:rsidRPr="00266964"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শত্রু</w:t>
      </w:r>
      <w:r w:rsidR="00A569A4" w:rsidRPr="00266964">
        <w:rPr>
          <w:rFonts w:hint="cs"/>
          <w:cs/>
          <w:lang w:bidi="bn-IN"/>
        </w:rPr>
        <w:t>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কাছে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দূত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পাঠালেন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বলে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যে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তিনি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একটি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রাত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ইবাদতের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জন্য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সময়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চান।</w:t>
      </w:r>
      <w:r w:rsidR="00A569A4" w:rsidRPr="00266964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শত্রু</w:t>
      </w:r>
      <w:r w:rsidR="00A569A4" w:rsidRPr="00266964">
        <w:rPr>
          <w:rFonts w:hint="cs"/>
          <w:cs/>
          <w:lang w:bidi="bn-IN"/>
        </w:rPr>
        <w:t>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এক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রাতের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জন্য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সময়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দেয়।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সাথীরা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জীবনের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শেষ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রাতটি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যিকির</w:t>
      </w:r>
      <w:r w:rsidRPr="00266964">
        <w:t xml:space="preserve">, </w:t>
      </w:r>
      <w:r w:rsidRPr="00266964">
        <w:rPr>
          <w:rFonts w:hint="cs"/>
          <w:cs/>
          <w:lang w:bidi="bn-IN"/>
        </w:rPr>
        <w:t>দোয়া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নামায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কুরআন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তেলাওয়াতে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কাটালেন।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সকাল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ছেলে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হযরত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আকবর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আযান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নামায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আদায়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="003E7358">
        <w:rPr>
          <w:rFonts w:hint="cs"/>
          <w:cs/>
          <w:lang w:bidi="bn-IN"/>
        </w:rPr>
        <w:t>শত্রু</w:t>
      </w:r>
      <w:r w:rsidRPr="00266964">
        <w:rPr>
          <w:rFonts w:hint="cs"/>
          <w:cs/>
          <w:lang w:bidi="bn-IN"/>
        </w:rPr>
        <w:t>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বৃষ্টির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ছুঁড়ে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যুদ্ধ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একদল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ক্লান্ত</w:t>
      </w:r>
      <w:r w:rsidRPr="00266964">
        <w:t xml:space="preserve">, </w:t>
      </w:r>
      <w:r w:rsidRPr="00266964">
        <w:rPr>
          <w:rFonts w:hint="cs"/>
          <w:cs/>
          <w:lang w:bidi="bn-IN"/>
        </w:rPr>
        <w:t>ক্ষুধার্ত</w:t>
      </w:r>
      <w:r w:rsidRPr="00266964">
        <w:t xml:space="preserve">, </w:t>
      </w:r>
      <w:r w:rsidRPr="00266964">
        <w:rPr>
          <w:rFonts w:hint="cs"/>
          <w:cs/>
          <w:lang w:bidi="bn-IN"/>
        </w:rPr>
        <w:t>পিপাসার্ত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পরহেজগার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বিরুদ্ধে।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সংখ্যা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নগন্য।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শিশু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মোট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সংখ্যা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১০০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লোকের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বিরুদ্ধে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৩০</w:t>
      </w:r>
      <w:r w:rsidRPr="00266964">
        <w:t>,</w:t>
      </w:r>
      <w:r w:rsidRPr="00266964">
        <w:rPr>
          <w:rFonts w:hint="cs"/>
          <w:cs/>
          <w:lang w:bidi="bn-IN"/>
        </w:rPr>
        <w:t>০০০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সসস্ত্র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সেনাদলের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যুদ্ধ।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পৃথিবীর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ইতিহাসে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অসম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যুদ্ধ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জোর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চাপিয়ে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দেওয়া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যুদ্ধে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সহ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মোট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৭২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শহীদ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হন।</w:t>
      </w:r>
      <w:r w:rsidRPr="00266964">
        <w:rPr>
          <w:cs/>
          <w:lang w:bidi="bn-IN"/>
        </w:rPr>
        <w:t xml:space="preserve"> </w:t>
      </w:r>
      <w:r w:rsidR="003E7358">
        <w:rPr>
          <w:rFonts w:hint="cs"/>
          <w:cs/>
          <w:lang w:bidi="bn-IN"/>
        </w:rPr>
        <w:t>শত্রু</w:t>
      </w:r>
      <w:r w:rsidRPr="00266964">
        <w:rPr>
          <w:rFonts w:hint="cs"/>
          <w:cs/>
          <w:lang w:bidi="bn-IN"/>
        </w:rPr>
        <w:t>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মাত্র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মাসের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শিশু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আসগরকেও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নিক্ষেপ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জঘন্য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নিকৃষ্টতম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ঐ</w:t>
      </w:r>
      <w:r w:rsidRPr="00266964">
        <w:rPr>
          <w:cs/>
          <w:lang w:bidi="bn-IN"/>
        </w:rPr>
        <w:t xml:space="preserve"> </w:t>
      </w:r>
      <w:r w:rsidR="003E7358">
        <w:rPr>
          <w:rFonts w:hint="cs"/>
          <w:cs/>
          <w:lang w:bidi="bn-IN"/>
        </w:rPr>
        <w:t>শত্রু</w:t>
      </w:r>
      <w:r w:rsidRPr="00266964">
        <w:rPr>
          <w:rFonts w:hint="cs"/>
          <w:cs/>
          <w:lang w:bidi="bn-IN"/>
        </w:rPr>
        <w:t>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লাশের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বর্শার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বিদ্ধ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ঘোড়সওয়ার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দেহগুলোকে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ঘোড়ার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পায়ের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আঘাতে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আঘাতে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পিষ্ট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তাবুগুলো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লুট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আগুন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ধরিয়ে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দেয়।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লুট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শোকার্ত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সদস্যদের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চাবুক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মারে।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মেয়ে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পাঁচ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বছরের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শিশু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সাকিনার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ছিঁড়ে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ঝরতে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শিশুরা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ব্যাথায়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গালে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মারে।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চাদরও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বোরখা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কেড়ে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নেয়।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নির্যাতিত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অসহায়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সম্মানিত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ব্যক্তিরা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মরুভূমিতে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আশ্রয়হীনভাবে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খোলা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আকাশের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নীচে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আসেন।</w:t>
      </w:r>
    </w:p>
    <w:p w:rsidR="003E7358" w:rsidRDefault="003E7358" w:rsidP="00A569A4">
      <w:pPr>
        <w:pStyle w:val="libNormal"/>
        <w:rPr>
          <w:lang w:bidi="bn-IN"/>
        </w:rPr>
      </w:pPr>
      <w:r>
        <w:rPr>
          <w:lang w:bidi="bn-IN"/>
        </w:rPr>
        <w:lastRenderedPageBreak/>
        <w:t xml:space="preserve">            </w:t>
      </w:r>
      <w:r>
        <w:rPr>
          <w:noProof/>
        </w:rPr>
        <w:drawing>
          <wp:inline distT="0" distB="0" distL="0" distR="0">
            <wp:extent cx="2819400" cy="3086100"/>
            <wp:effectExtent l="19050" t="0" r="0" b="0"/>
            <wp:docPr id="1" name="Picture 1" descr="D:\faysal\HASSANAIN BOOK\BOOK\bondi_nobi_poribar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aysal\HASSANAIN BOOK\BOOK\bondi_nobi_poribar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চিত্র</w:t>
      </w:r>
      <w:r w:rsidRPr="00266964">
        <w:rPr>
          <w:cs/>
          <w:lang w:bidi="bn-IN"/>
        </w:rPr>
        <w:t xml:space="preserve">: [....]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মদীনা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যাত্রা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মক্কা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কারবালায়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যাওয়ার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রুট।</w:t>
      </w:r>
    </w:p>
    <w:p w:rsidR="00A569A4" w:rsidRPr="00266964" w:rsidRDefault="00A569A4" w:rsidP="00A569A4">
      <w:pPr>
        <w:pStyle w:val="libNormal"/>
      </w:pPr>
      <w:r w:rsidRPr="00266964">
        <w:t>[</w:t>
      </w:r>
      <w:r w:rsidRPr="00F37004">
        <w:rPr>
          <w:rFonts w:ascii="Times New Roman" w:hAnsi="Times New Roman" w:cs="Times New Roman"/>
        </w:rPr>
        <w:t>―</w:t>
      </w:r>
      <w:r w:rsidRPr="00266964">
        <w:t xml:space="preserve">] </w:t>
      </w:r>
      <w:r w:rsidRPr="00266964">
        <w:rPr>
          <w:rFonts w:hint="cs"/>
          <w:cs/>
          <w:lang w:bidi="bn-IN"/>
        </w:rPr>
        <w:t>মহানবীর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পরিবারের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অবস্থায়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কারবালা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কুফা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দামেস্কে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গমনের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রুট।</w:t>
      </w:r>
    </w:p>
    <w:p w:rsidR="00A569A4" w:rsidRPr="00266964" w:rsidRDefault="00A569A4" w:rsidP="0069538E">
      <w:pPr>
        <w:pStyle w:val="libNormal"/>
      </w:pP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বেঁচে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সদস্যদের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নিকৃষ্ট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অপমানজনক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আচরণ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প্রথমে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কুফায়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উবায়দুল্লাহ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যিয়াদের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প্রাসাদে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নেওয়া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সেখান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সিরিয়ার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দামেস্কে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ইয়াজিদ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মুয়াবিয়ার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রাজপ্রাসাদে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নেওয়া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কারবালা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কুফা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৭৬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কিলোমিটার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কুফা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দামেস্ক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১২০০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কিলোমিটার।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কুফা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দামেস্কে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শামে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যাওয়ার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দীর্ঘ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কাফেলাটি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বিভি</w:t>
      </w:r>
      <w:r w:rsidR="0069538E">
        <w:rPr>
          <w:rFonts w:hint="cs"/>
          <w:cs/>
          <w:lang w:bidi="bn-IN"/>
        </w:rPr>
        <w:t>ন্ন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যায়গায়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মোট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উনিশটি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স্থানে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বিশ্রামের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থামে।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যায়গাগুলো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প্রথম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বিশ্রামের</w:t>
      </w:r>
      <w:r w:rsidRPr="00266964">
        <w:rPr>
          <w:cs/>
          <w:lang w:bidi="bn-IN"/>
        </w:rPr>
        <w:t xml:space="preserve"> </w:t>
      </w:r>
      <w:r w:rsidR="0069538E">
        <w:rPr>
          <w:rFonts w:hint="cs"/>
          <w:cs/>
          <w:lang w:bidi="bn-IN"/>
        </w:rPr>
        <w:t>স্থা</w:t>
      </w:r>
      <w:r w:rsidR="0069538E">
        <w:rPr>
          <w:cs/>
          <w:lang w:bidi="bn-IN"/>
        </w:rPr>
        <w:t>ন</w:t>
      </w:r>
      <w:r w:rsidR="0069538E" w:rsidRPr="00C929DC">
        <w:rPr>
          <w:rStyle w:val="libAlaemChar"/>
        </w:rPr>
        <w:t>’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তাফরিত্</w:t>
      </w:r>
      <w:r w:rsidRPr="00266964">
        <w:t xml:space="preserve">, </w:t>
      </w:r>
      <w:r w:rsidRPr="00266964">
        <w:rPr>
          <w:rFonts w:hint="cs"/>
          <w:cs/>
          <w:lang w:bidi="bn-IN"/>
        </w:rPr>
        <w:t>মাশহাদ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নুকতা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ওয়াদি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নুখলা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মুসাল</w:t>
      </w:r>
      <w:r w:rsidRPr="00266964">
        <w:t xml:space="preserve">, </w:t>
      </w:r>
      <w:r w:rsidRPr="00266964">
        <w:rPr>
          <w:rFonts w:hint="cs"/>
          <w:cs/>
          <w:lang w:bidi="bn-IN"/>
        </w:rPr>
        <w:t>নাসিবুন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</w:t>
      </w:r>
      <w:r w:rsidRPr="00266964">
        <w:rPr>
          <w:rFonts w:hint="eastAsia"/>
        </w:rPr>
        <w:t>’</w:t>
      </w:r>
      <w:r w:rsidRPr="00266964">
        <w:rPr>
          <w:rFonts w:hint="cs"/>
          <w:cs/>
          <w:lang w:bidi="bn-IN"/>
        </w:rPr>
        <w:t>ইনুল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ওয়ারদা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রাক্কা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জুসাক্ব</w:t>
      </w:r>
      <w:r w:rsidRPr="00266964">
        <w:t xml:space="preserve">, </w:t>
      </w:r>
      <w:r w:rsidRPr="00266964">
        <w:rPr>
          <w:rFonts w:hint="cs"/>
          <w:cs/>
          <w:lang w:bidi="bn-IN"/>
        </w:rPr>
        <w:t>দাওয়ায়াত</w:t>
      </w:r>
      <w:r w:rsidRPr="00266964">
        <w:t xml:space="preserve">, </w:t>
      </w:r>
      <w:r w:rsidRPr="00266964">
        <w:rPr>
          <w:rFonts w:hint="cs"/>
          <w:cs/>
          <w:lang w:bidi="bn-IN"/>
        </w:rPr>
        <w:t>হাল্ব</w:t>
      </w:r>
      <w:r w:rsidRPr="00266964">
        <w:t xml:space="preserve">, </w:t>
      </w:r>
      <w:r w:rsidRPr="00266964">
        <w:rPr>
          <w:rFonts w:hint="cs"/>
          <w:cs/>
          <w:lang w:bidi="bn-IN"/>
        </w:rPr>
        <w:t>ক্বিন্নাসরিন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মা</w:t>
      </w:r>
      <w:r w:rsidR="0069538E">
        <w:rPr>
          <w:cs/>
          <w:lang w:bidi="bn-IN"/>
        </w:rPr>
        <w:t>য়ার</w:t>
      </w:r>
      <w:r w:rsidRPr="00266964">
        <w:rPr>
          <w:rFonts w:hint="cs"/>
          <w:cs/>
          <w:lang w:bidi="bn-IN"/>
        </w:rPr>
        <w:t>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নুমান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শি</w:t>
      </w:r>
      <w:r w:rsidR="0069538E">
        <w:rPr>
          <w:cs/>
          <w:lang w:bidi="bn-IN"/>
        </w:rPr>
        <w:t>যর</w:t>
      </w:r>
      <w:r w:rsidRPr="00266964">
        <w:t xml:space="preserve">, </w:t>
      </w:r>
      <w:r w:rsidRPr="00266964">
        <w:rPr>
          <w:rFonts w:hint="cs"/>
          <w:cs/>
          <w:lang w:bidi="bn-IN"/>
        </w:rPr>
        <w:t>কাফরি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তালিব</w:t>
      </w:r>
      <w:r w:rsidRPr="00266964">
        <w:t xml:space="preserve">, </w:t>
      </w:r>
      <w:r w:rsidRPr="00266964">
        <w:rPr>
          <w:rFonts w:hint="cs"/>
          <w:cs/>
          <w:lang w:bidi="bn-IN"/>
        </w:rPr>
        <w:t>সিবুর</w:t>
      </w:r>
      <w:r w:rsidRPr="00266964">
        <w:t xml:space="preserve">, </w:t>
      </w:r>
      <w:r w:rsidRPr="00266964">
        <w:rPr>
          <w:rFonts w:hint="cs"/>
          <w:cs/>
          <w:lang w:bidi="bn-IN"/>
        </w:rPr>
        <w:t>হামাত</w:t>
      </w:r>
      <w:r w:rsidRPr="00266964">
        <w:t xml:space="preserve">, </w:t>
      </w:r>
      <w:r w:rsidRPr="00266964">
        <w:rPr>
          <w:rFonts w:hint="cs"/>
          <w:cs/>
          <w:lang w:bidi="bn-IN"/>
        </w:rPr>
        <w:t>হিমাস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বালবাক।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lastRenderedPageBreak/>
        <w:t>মহানবীর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বন্দী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</w:t>
      </w:r>
      <w:r w:rsidRPr="00266964">
        <w:t xml:space="preserve">, </w:t>
      </w:r>
      <w:r w:rsidRPr="00266964">
        <w:rPr>
          <w:rFonts w:hint="cs"/>
          <w:cs/>
          <w:lang w:bidi="bn-IN"/>
        </w:rPr>
        <w:t>শিশু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একমাত্র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জীবিত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পুরুষ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অসুস্থ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২০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কয়েদিদের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দড়িতে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বাঁধা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অবস্থায়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ছাড়া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ছাউনি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বিহীন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খচ্চরে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চড়ে</w:t>
      </w:r>
      <w:r w:rsidRPr="00266964">
        <w:rPr>
          <w:rFonts w:hint="eastAsia"/>
        </w:rPr>
        <w:t>―</w:t>
      </w:r>
      <w:r w:rsidRPr="00266964">
        <w:t xml:space="preserve"> </w:t>
      </w:r>
      <w:r w:rsidRPr="00266964">
        <w:rPr>
          <w:rFonts w:hint="cs"/>
          <w:cs/>
          <w:lang w:bidi="bn-IN"/>
        </w:rPr>
        <w:t>আবার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কখনোবা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হেঁটে</w:t>
      </w:r>
      <w:r w:rsidRPr="00266964">
        <w:rPr>
          <w:rFonts w:hint="eastAsia"/>
        </w:rPr>
        <w:t>―</w:t>
      </w:r>
      <w:r w:rsidRPr="00266964">
        <w:rPr>
          <w:rFonts w:hint="cs"/>
          <w:cs/>
          <w:lang w:bidi="bn-IN"/>
        </w:rPr>
        <w:t>মরুভূমির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উত্তপ্ত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দিনগুলোতে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পথ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পাড়ি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সংকলনটিতে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শাহাদাতের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কারবালায়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বেঁচে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সম্মানিত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সদস্যদের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নেওয়া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অমানবিক</w:t>
      </w:r>
      <w:r w:rsidRPr="00266964">
        <w:t xml:space="preserve">, </w:t>
      </w:r>
      <w:r w:rsidRPr="00266964">
        <w:rPr>
          <w:rFonts w:hint="cs"/>
          <w:cs/>
          <w:lang w:bidi="bn-IN"/>
        </w:rPr>
        <w:t>অপমানজনক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প্রতিশোধমূলক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আচরণ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পথিমধ্যে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নির্যাতিত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শোকার্ত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সদস্যগণ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বক্তব্য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বিভি</w:t>
      </w:r>
      <w:r w:rsidR="0069538E">
        <w:rPr>
          <w:rFonts w:hint="cs"/>
          <w:cs/>
          <w:lang w:bidi="bn-IN"/>
        </w:rPr>
        <w:t>ন্ন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ঐতিহাসিক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উপস্থাপন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প্রখ্যাত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মুহাদ্দিস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আল্লামা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শেইখ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আব্বাস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কুম্মি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রচিত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শোকার্তের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দীর্ঘশ্বাস</w:t>
      </w:r>
      <w:r w:rsidRPr="00266964">
        <w:rPr>
          <w:rFonts w:hint="eastAsia"/>
        </w:rPr>
        <w:t>’</w:t>
      </w:r>
      <w:r w:rsidRPr="00266964">
        <w:t xml:space="preserve"> [</w:t>
      </w:r>
      <w:r w:rsidRPr="00266964">
        <w:rPr>
          <w:rFonts w:hint="cs"/>
          <w:cs/>
          <w:lang w:bidi="bn-IN"/>
        </w:rPr>
        <w:t>নাফাসুল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মাহমুম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নেওয়া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হয়েছে।</w:t>
      </w:r>
    </w:p>
    <w:p w:rsidR="0069538E" w:rsidRPr="00F37004" w:rsidRDefault="0069538E" w:rsidP="00C929DC">
      <w:pPr>
        <w:rPr>
          <w:cs/>
        </w:rPr>
      </w:pPr>
      <w:r>
        <w:rPr>
          <w:cs/>
          <w:lang w:bidi="bn-IN"/>
        </w:rPr>
        <w:br w:type="page"/>
      </w:r>
    </w:p>
    <w:p w:rsidR="00A569A4" w:rsidRPr="00266964" w:rsidRDefault="00A569A4" w:rsidP="0069538E">
      <w:pPr>
        <w:pStyle w:val="Heading2Center"/>
      </w:pPr>
      <w:bookmarkStart w:id="1" w:name="_Toc443388786"/>
      <w:r w:rsidRPr="00266964">
        <w:rPr>
          <w:rFonts w:hint="cs"/>
          <w:cs/>
          <w:lang w:bidi="bn-IN"/>
        </w:rPr>
        <w:lastRenderedPageBreak/>
        <w:t>শাহাদাতের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ঘটনাবলী</w:t>
      </w:r>
      <w:bookmarkEnd w:id="1"/>
    </w:p>
    <w:p w:rsidR="0069538E" w:rsidRDefault="0069538E" w:rsidP="00A569A4">
      <w:pPr>
        <w:pStyle w:val="libNormal"/>
        <w:rPr>
          <w:lang w:bidi="bn-IN"/>
        </w:rPr>
      </w:pP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বর্ণনাকারী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শাহাদাতের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পোশাক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লুট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গায়ের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জামা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ইসহাক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হেইওয়াহ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হাযরামি</w:t>
      </w:r>
      <w:r w:rsidRPr="00266964">
        <w:t xml:space="preserve">,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কুষ্ঠ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রোগ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গিয়েছিল।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জাফর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সাদিক্ব</w:t>
      </w:r>
      <w:r w:rsidRPr="00266964"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বলেন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তেত্রিশটি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বর্শার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আঘাত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চৌত্রিশটি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তরবারির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আঘাত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পাজামা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</w:t>
      </w:r>
      <w:r w:rsidRPr="00266964">
        <w:rPr>
          <w:rFonts w:hint="eastAsia"/>
        </w:rPr>
        <w:t>’</w:t>
      </w:r>
      <w:r w:rsidRPr="00266964">
        <w:rPr>
          <w:rFonts w:hint="cs"/>
          <w:cs/>
          <w:lang w:bidi="bn-IN"/>
        </w:rPr>
        <w:t>আব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তামিমি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শয্যাশায়ী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গিয়েছিল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গিয়েছিল।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পাগড়ি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আখনাস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মুরসিদ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হাযরামি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গিয়েছিল।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স্যান্ডেলগুলো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খালিদ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আংটি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বাজদুল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সালীম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কালবি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আঙ্গুল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গিয়েছিল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অভিশাপ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ওপরে</w:t>
      </w:r>
      <w:r w:rsidRPr="00266964">
        <w:rPr>
          <w:cs/>
          <w:lang w:bidi="bn-IN"/>
        </w:rPr>
        <w:t>]</w:t>
      </w:r>
      <w:r w:rsidRPr="00266964">
        <w:rPr>
          <w:rFonts w:hint="cs"/>
          <w:cs/>
          <w:lang w:bidi="hi-IN"/>
        </w:rPr>
        <w:t>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মুখতার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বাজদুলকে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গ্রেফতার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ফেলেছিল</w:t>
      </w:r>
      <w:r w:rsidRPr="00266964">
        <w:t xml:space="preserve">,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প্রবাহিত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যতক্ষণ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মৃত্যু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গোসলের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পশমের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তৈরী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লম্বা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জামা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লুট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ক্বায়েস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আশআস।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উমর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</w:t>
      </w:r>
      <w:r w:rsidRPr="00266964">
        <w:rPr>
          <w:rFonts w:hint="eastAsia"/>
        </w:rPr>
        <w:t>’</w:t>
      </w:r>
      <w:r w:rsidRPr="00266964">
        <w:rPr>
          <w:rFonts w:hint="cs"/>
          <w:cs/>
          <w:lang w:bidi="bn-IN"/>
        </w:rPr>
        <w:t>আদ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মুখতার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উপহার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হত্যাকারী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উমরোহকে।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তরবারি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জামী</w:t>
      </w:r>
      <w:r w:rsidRPr="00266964">
        <w:rPr>
          <w:rFonts w:hint="eastAsia"/>
        </w:rPr>
        <w:t>’</w:t>
      </w:r>
      <w:r w:rsidRPr="00266964"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খালক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আওদী</w:t>
      </w:r>
      <w:r w:rsidRPr="00266964">
        <w:t xml:space="preserve">; </w:t>
      </w:r>
      <w:r w:rsidRPr="00266964">
        <w:rPr>
          <w:rFonts w:hint="cs"/>
          <w:cs/>
          <w:lang w:bidi="bn-IN"/>
        </w:rPr>
        <w:t>আবার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তামিমি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ব্যক্তি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হানযালাহ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অথবা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ফালাফিস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মুনশালি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বিদ্যুৎগতি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তরবারিটি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যুলফিক্বার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নবুয়ত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আমানত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বিশেষ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আংটিও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নিরাপদ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হেফাযতে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ছিলো।</w:t>
      </w:r>
    </w:p>
    <w:p w:rsidR="00A569A4" w:rsidRPr="00C929DC" w:rsidRDefault="00A569A4" w:rsidP="00CA22F9">
      <w:pPr>
        <w:pStyle w:val="libNormal"/>
        <w:rPr>
          <w:rStyle w:val="libAlaemChar"/>
        </w:rPr>
      </w:pPr>
      <w:r w:rsidRPr="00266964">
        <w:rPr>
          <w:rFonts w:hint="cs"/>
          <w:cs/>
          <w:lang w:bidi="bn-IN"/>
        </w:rPr>
        <w:t>শেইখ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সাদুক্ব</w:t>
      </w:r>
      <w:r w:rsidRPr="00266964"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মুসলিম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জাফর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সাদিক্ব</w:t>
      </w:r>
      <w:r w:rsidRPr="00266964"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</w:t>
      </w:r>
      <w:r w:rsidR="00CA22F9">
        <w:rPr>
          <w:rFonts w:hint="cs"/>
          <w:cs/>
          <w:lang w:bidi="bn-IN"/>
        </w:rPr>
        <w:t>শ্ন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আংটি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সম্পর্কে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পোষাক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লুটের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উত্তর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দিলেন</w:t>
      </w:r>
      <w:r w:rsidRPr="00266964">
        <w:t xml:space="preserve">, </w:t>
      </w:r>
      <w:r w:rsidR="00CA22F9" w:rsidRPr="00C929DC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তেমন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নয়।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ওসিয়ত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যায়নুল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আবেদীন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হস্তান্তর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গিয়েছিলেন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আংটি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জিনিসপত্র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এসেছিল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আমিরুল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মুমিনীন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হাসান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হস্তান্তর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হাসান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পরবর্তীতে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বাক্বির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.)]-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পৌঁছেছে।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জুম</w:t>
      </w:r>
      <w:r w:rsidRPr="00266964">
        <w:rPr>
          <w:rFonts w:hint="eastAsia"/>
        </w:rPr>
        <w:t>’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নামাজ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পড়ি।</w:t>
      </w:r>
      <w:r w:rsidR="00CA22F9" w:rsidRPr="00C929DC">
        <w:rPr>
          <w:rStyle w:val="libAlaemChar"/>
        </w:rPr>
        <w:t>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মুসলিম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="00CA22F9" w:rsidRPr="00CA22F9">
        <w:rPr>
          <w:rFonts w:hint="cs"/>
          <w:cs/>
          <w:lang w:bidi="bn-IN"/>
        </w:rPr>
        <w:t>শুক্র</w:t>
      </w:r>
      <w:r w:rsidRPr="00266964">
        <w:rPr>
          <w:rFonts w:hint="cs"/>
          <w:cs/>
          <w:lang w:bidi="bn-IN"/>
        </w:rPr>
        <w:t>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সাক্ষাৎ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নামাজ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পড়লাম।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নামাজ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শেষ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লম্বা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আঙ্গুলে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আংটিটি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খোদাই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লেখা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ছাড়া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সাক্ষাতে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প্রস্তুত।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="00CA22F9" w:rsidRPr="00C929DC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এটি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প্রপিতামহ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আব্দুল্লাহ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আংটি।</w:t>
      </w:r>
      <w:r w:rsidR="00CA22F9" w:rsidRPr="00C929DC">
        <w:rPr>
          <w:rStyle w:val="libAlaemChar"/>
        </w:rPr>
        <w:t>”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শেইখ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সাদুক্বের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আমালি</w:t>
      </w:r>
      <w:r w:rsidRPr="00266964">
        <w:rPr>
          <w:rFonts w:hint="eastAsia"/>
        </w:rPr>
        <w:t>’</w:t>
      </w:r>
      <w:r w:rsidRPr="00266964"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রাওযাতুল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ওয়ায়েযীন</w:t>
      </w:r>
      <w:r w:rsidRPr="00266964">
        <w:rPr>
          <w:rFonts w:hint="eastAsia"/>
        </w:rPr>
        <w:t>’</w:t>
      </w:r>
      <w:r w:rsidRPr="00266964">
        <w:t>-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ঘোড়া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কেশর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কপালকে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রঞ্জিত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দৌঁড়াতে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চিৎকার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নবীর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নাতনীরা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চিৎকার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শুনতে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তাঁবু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বেরিয়ে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ঘোড়াটিকে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আরোহী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ছাড়া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এভাবে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জানতে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শহীদ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গেছেন।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আশোব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মানাক্বিব</w:t>
      </w:r>
      <w:r w:rsidRPr="00266964">
        <w:rPr>
          <w:rFonts w:hint="eastAsia"/>
        </w:rPr>
        <w:t>’</w:t>
      </w:r>
      <w:r w:rsidRPr="00266964">
        <w:t>-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তালিব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ঘোড়া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সেনাবাহিনীর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ঘেরাও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পালিয়ে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কপালের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ভেজালো।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দ্রুত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তাঁবুর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ছুটে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চিৎকার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লাগলো।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তাঁবুর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পিছনে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মাটিতে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আঘাত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লাগলো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যতক্ষণ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মৃত্যুবরণ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সম্মানিতা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ঘোড়াটিতে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আরোহী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বিলাপ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করলেন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সাইয়েদা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উম্মে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কুলসুম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আঘাত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লাগলেন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উচ্চকণ্ঠে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নানা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নবী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ক্বাসিম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জাফর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হামযা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হাসান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মরুভূমিতে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ঘাড়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বিচ্ছি</w:t>
      </w:r>
      <w:r w:rsidR="0069538E">
        <w:rPr>
          <w:rFonts w:hint="cs"/>
          <w:cs/>
          <w:lang w:bidi="bn-IN"/>
        </w:rPr>
        <w:t>ন্ন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পাগড়ী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পোশাক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লুট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অজ্ঞান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গেলেন।</w:t>
      </w:r>
    </w:p>
    <w:p w:rsidR="00CA22F9" w:rsidRPr="00F37004" w:rsidRDefault="00CA22F9" w:rsidP="00C929DC">
      <w:pPr>
        <w:rPr>
          <w:cs/>
        </w:rPr>
      </w:pPr>
      <w:r>
        <w:rPr>
          <w:cs/>
          <w:lang w:bidi="bn-IN"/>
        </w:rPr>
        <w:br w:type="page"/>
      </w:r>
    </w:p>
    <w:p w:rsidR="00A569A4" w:rsidRPr="00266964" w:rsidRDefault="00A569A4" w:rsidP="00CA22F9">
      <w:pPr>
        <w:pStyle w:val="Heading2Center"/>
      </w:pPr>
      <w:bookmarkStart w:id="2" w:name="_Toc443388787"/>
      <w:r w:rsidRPr="00266964">
        <w:rPr>
          <w:rFonts w:hint="cs"/>
          <w:cs/>
          <w:lang w:bidi="bn-IN"/>
        </w:rPr>
        <w:lastRenderedPageBreak/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জিনিসপত্র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লুট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আহলুল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বাইতের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</w:t>
      </w:r>
      <w:r w:rsidR="00CA22F9">
        <w:rPr>
          <w:rFonts w:hint="cs"/>
          <w:cs/>
          <w:lang w:bidi="bn-IN"/>
        </w:rPr>
        <w:t>ন্না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বিলাপ</w:t>
      </w:r>
      <w:bookmarkEnd w:id="2"/>
    </w:p>
    <w:p w:rsidR="00CA22F9" w:rsidRDefault="00CA22F9" w:rsidP="00A569A4">
      <w:pPr>
        <w:pStyle w:val="libNormal"/>
        <w:rPr>
          <w:lang w:bidi="bn-IN"/>
        </w:rPr>
      </w:pP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সাইয়েদ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তাউস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গৃহকর্মী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তাঁবু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বেরিয়ে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ব্যক্তি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দাসী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সর্দারকে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গৃহকর্তার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দৌড়ে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দাঁড়ালেন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বিলাপ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সেনাবাহিনী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একত্রে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এগিয়ে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রাসূলুল্লাহর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বংশধর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যাহরা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চোখের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তাঁবু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লুট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চাদর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রাসূলুল্লাহর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পরিবারের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কন্যারা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আহলুল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বাইত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একত্রে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বিলাপ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বন্ধুদের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হারিয়ে।</w:t>
      </w:r>
    </w:p>
    <w:p w:rsidR="00A569A4" w:rsidRPr="00C929DC" w:rsidRDefault="00A569A4" w:rsidP="00A569A4">
      <w:pPr>
        <w:pStyle w:val="libNormal"/>
        <w:rPr>
          <w:rStyle w:val="libAlaemChar"/>
        </w:rPr>
      </w:pPr>
      <w:r w:rsidRPr="00266964">
        <w:rPr>
          <w:rFonts w:hint="cs"/>
          <w:cs/>
          <w:lang w:bidi="bn-IN"/>
        </w:rPr>
        <w:t>বলা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শপথ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কন্যা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যায়নাব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ভুলতে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হোসেইনের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কাঁদছিলেন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শোকাহত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কণ্ঠে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বলেছিলেন</w:t>
      </w:r>
      <w:r w:rsidRPr="00266964">
        <w:t xml:space="preserve">, </w:t>
      </w:r>
      <w:r w:rsidR="00CA22F9" w:rsidRPr="00C929DC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আকাশের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ফেরেশতাদের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উপর</w:t>
      </w:r>
      <w:r w:rsidRPr="00266964">
        <w:t xml:space="preserve">,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গেছে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নিহত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>]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শরীর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ভিজে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শরীরের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অঙ্গপ্রতঙ্গ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কন্যারা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অভিযোগ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মুস্তাফা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মুরতাযা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ফাতিমা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যাহরা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শহীদদের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হামযার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</w:t>
      </w:r>
      <w:r w:rsidRPr="00266964">
        <w:t xml:space="preserve">,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মরুভূমিতে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গড়িয়ে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বাতাস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শ্বাসকষ্ট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পাচ্ছে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নিহত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অবৈধ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হাতে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শোক</w:t>
      </w:r>
      <w:r w:rsidRPr="00266964">
        <w:t xml:space="preserve">, </w:t>
      </w:r>
      <w:r w:rsidRPr="00266964">
        <w:rPr>
          <w:rFonts w:hint="cs"/>
          <w:cs/>
          <w:lang w:bidi="bn-IN"/>
        </w:rPr>
        <w:t>হায়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মুসিবত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পৃথিবী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গেছেন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সাথীরা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আসুন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দেখুন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মুস্তাফা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বংশকে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কিভাবে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কয়েদীদের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হয়েছে।</w:t>
      </w:r>
      <w:r w:rsidR="00CA22F9" w:rsidRPr="00C929DC">
        <w:rPr>
          <w:rStyle w:val="libAlaemChar"/>
        </w:rPr>
        <w:t>”</w:t>
      </w:r>
    </w:p>
    <w:p w:rsidR="00A569A4" w:rsidRPr="00C929DC" w:rsidRDefault="00A569A4" w:rsidP="00A569A4">
      <w:pPr>
        <w:pStyle w:val="libNormal"/>
        <w:rPr>
          <w:rStyle w:val="libAlaemChar"/>
        </w:rPr>
      </w:pPr>
      <w:r w:rsidRPr="00266964">
        <w:rPr>
          <w:rFonts w:hint="cs"/>
          <w:cs/>
          <w:lang w:bidi="bn-IN"/>
        </w:rPr>
        <w:lastRenderedPageBreak/>
        <w:t>অন্য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আরেকটি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নিচের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এসেছে</w:t>
      </w:r>
      <w:r w:rsidRPr="00266964">
        <w:t xml:space="preserve">, </w:t>
      </w:r>
      <w:r w:rsidR="00CA22F9" w:rsidRPr="00C929DC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কন্যাদের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গ্রেফতার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বংশকে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বাতাস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ফেলছে।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ঘাড়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বিচ্ছি</w:t>
      </w:r>
      <w:r w:rsidR="0069538E">
        <w:rPr>
          <w:rFonts w:hint="cs"/>
          <w:cs/>
          <w:lang w:bidi="bn-IN"/>
        </w:rPr>
        <w:t>ন্ন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পোশাক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চাদর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লুট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কোরবান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দলকে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সোমবার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হামলা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কোরবান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তাঁবুর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দড়ি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ছিঁড়ে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কোরবান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সাক্ষাৎ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সম্ভব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আঘাতগুলো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সুস্থ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নয়।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জীবন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কোরবান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জীবন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কোরবান।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কোরবান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দুঃখের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ভিতর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তৃষ্ণার্ত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অবস্থায়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নিহত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কোরবান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দাড়ি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ফোঁটায়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ফোঁটায়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কোরবান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মুস্তাফা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কোরবান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আকাশগুলোর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রবের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কোরবান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খাদিজাতুল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কুবরা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কোরবান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মুরতাযা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কোরবান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ফাতিমা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যাহরা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সর্দার।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কোরবান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সূর্য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ফিরে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এসেছিল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নামাজ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পারেন।</w:t>
      </w:r>
      <w:r w:rsidR="00CA22F9" w:rsidRPr="00C929DC">
        <w:rPr>
          <w:rStyle w:val="libAlaemChar"/>
        </w:rPr>
        <w:t>”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বর্ণনাকারী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শপথ</w:t>
      </w:r>
      <w:r w:rsidRPr="00266964">
        <w:t xml:space="preserve">,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প্রত্যেকেই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কেঁদেছিল</w:t>
      </w:r>
      <w:r w:rsidRPr="00266964">
        <w:rPr>
          <w:rFonts w:hint="eastAsia"/>
        </w:rPr>
        <w:t>―</w:t>
      </w:r>
      <w:r w:rsidRPr="00266964">
        <w:t xml:space="preserve"> </w:t>
      </w:r>
      <w:r w:rsidRPr="00266964">
        <w:rPr>
          <w:rFonts w:hint="cs"/>
          <w:cs/>
          <w:lang w:bidi="bn-IN"/>
        </w:rPr>
        <w:t>হোক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বন্ধু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অথবা</w:t>
      </w:r>
      <w:r w:rsidRPr="00266964">
        <w:rPr>
          <w:cs/>
          <w:lang w:bidi="bn-IN"/>
        </w:rPr>
        <w:t xml:space="preserve"> </w:t>
      </w:r>
      <w:r w:rsidR="003E7358">
        <w:rPr>
          <w:rFonts w:hint="cs"/>
          <w:cs/>
          <w:lang w:bidi="bn-IN"/>
        </w:rPr>
        <w:t>শত্রু</w:t>
      </w:r>
      <w:r w:rsidRPr="00266964">
        <w:rPr>
          <w:rFonts w:hint="cs"/>
          <w:cs/>
          <w:lang w:bidi="hi-IN"/>
        </w:rPr>
        <w:t>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সাকিনা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জড়িয়ে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ধরেন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বেদুইনরা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চারিদিকে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জমা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টেনে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সরিয়ে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নিলো।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কাফ</w:t>
      </w:r>
      <w:r w:rsidRPr="00266964">
        <w:rPr>
          <w:rFonts w:hint="eastAsia"/>
        </w:rPr>
        <w:t>’</w:t>
      </w:r>
      <w:r w:rsidRPr="00266964">
        <w:rPr>
          <w:rFonts w:hint="cs"/>
          <w:cs/>
          <w:lang w:bidi="bn-IN"/>
        </w:rPr>
        <w:t>আমির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মিসবাহ</w:t>
      </w:r>
      <w:r w:rsidRPr="00266964">
        <w:rPr>
          <w:rFonts w:hint="eastAsia"/>
        </w:rPr>
        <w:t>’</w:t>
      </w:r>
      <w:r w:rsidRPr="00266964">
        <w:t>-</w:t>
      </w:r>
      <w:r w:rsidRPr="00266964">
        <w:rPr>
          <w:rFonts w:hint="cs"/>
          <w:cs/>
          <w:lang w:bidi="bn-IN"/>
        </w:rPr>
        <w:t>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সাকিনা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বলেছেন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শহীদ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জড়িয়ে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জ্ঞান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হারিয়ে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ফেললাম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শুনলাম</w:t>
      </w:r>
      <w:r w:rsidRPr="00266964">
        <w:t xml:space="preserve">, </w:t>
      </w:r>
      <w:r w:rsidR="008D5D78" w:rsidRPr="00C929DC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শিয়ারা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অনুসারীরা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আমাকে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স্মরণ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ভ্রমণকারী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অথবা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শহীদের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শোন।</w:t>
      </w:r>
      <w:r w:rsidR="008D5D78" w:rsidRPr="00C929DC">
        <w:rPr>
          <w:rStyle w:val="libAlaemChar"/>
        </w:rPr>
        <w:t>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</w:t>
      </w:r>
      <w:r w:rsidR="00CA22F9">
        <w:rPr>
          <w:rFonts w:hint="cs"/>
          <w:cs/>
          <w:lang w:bidi="bn-IN"/>
        </w:rPr>
        <w:t>ন্না</w:t>
      </w:r>
      <w:r w:rsidRPr="00266964">
        <w:rPr>
          <w:rFonts w:hint="cs"/>
          <w:cs/>
          <w:lang w:bidi="bn-IN"/>
        </w:rPr>
        <w:t>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কারণে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চোখ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করছিল</w:t>
      </w:r>
      <w:r w:rsidRPr="00266964">
        <w:t xml:space="preserve">;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মুখে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আঘাত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থাকি।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lastRenderedPageBreak/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রাব্বাহ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ইক্বদুল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ফারীদ</w:t>
      </w:r>
      <w:r w:rsidRPr="00266964">
        <w:rPr>
          <w:rFonts w:hint="eastAsia"/>
        </w:rPr>
        <w:t>’</w:t>
      </w:r>
      <w:r w:rsidRPr="00266964">
        <w:t>-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হাম্মাদ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মুসলিমাহ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সাবীত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আনাস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মালিক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: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দাফন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সাইয়েদা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ফাতিমা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যাহরা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="008D5D78" w:rsidRPr="00C929DC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আনাস</w:t>
      </w:r>
      <w:r w:rsidRPr="00266964">
        <w:t xml:space="preserve">, </w:t>
      </w:r>
      <w:r w:rsidRPr="00266964">
        <w:rPr>
          <w:rFonts w:hint="cs"/>
          <w:cs/>
          <w:lang w:bidi="bn-IN"/>
        </w:rPr>
        <w:t>কীভাবে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অন্তর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চেহারায়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ঢালতে</w:t>
      </w:r>
      <w:r w:rsidRPr="00266964">
        <w:t>?</w:t>
      </w:r>
      <w:r w:rsidR="008D5D78" w:rsidRPr="00C929DC">
        <w:rPr>
          <w:rStyle w:val="libAlaemChar"/>
        </w:rPr>
        <w:t>”</w:t>
      </w:r>
      <w:r w:rsidRPr="00266964"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লাগলেন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উচ্চকণ্ঠে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="008D5D78" w:rsidRPr="00C929DC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প্রিয়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বাবা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আপনি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রাজী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সাক্ষাৎ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চেয়েছেন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প্রিয়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নিকটবর্তী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রব</w:t>
      </w:r>
      <w:r w:rsidRPr="00266964">
        <w:rPr>
          <w:cs/>
          <w:lang w:bidi="bn-IN"/>
        </w:rPr>
        <w:t xml:space="preserve"> ... (</w:t>
      </w:r>
      <w:r w:rsidRPr="00266964">
        <w:rPr>
          <w:rFonts w:hint="cs"/>
          <w:cs/>
          <w:lang w:bidi="bn-IN"/>
        </w:rPr>
        <w:t>শেষ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পর্যন্ত</w:t>
      </w:r>
      <w:r w:rsidRPr="00266964">
        <w:rPr>
          <w:cs/>
          <w:lang w:bidi="bn-IN"/>
        </w:rPr>
        <w:t>)</w:t>
      </w:r>
      <w:r w:rsidRPr="00266964">
        <w:rPr>
          <w:rFonts w:hint="cs"/>
          <w:cs/>
          <w:lang w:bidi="hi-IN"/>
        </w:rPr>
        <w:t>।</w:t>
      </w:r>
      <w:r w:rsidR="008D5D78" w:rsidRPr="00C929DC">
        <w:rPr>
          <w:rStyle w:val="libAlaemChar"/>
        </w:rPr>
        <w:t>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ফাতিমা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অবস্থা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এরকম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দাফনের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তাহলে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এসেছিল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সাকিনা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রক্তাক্ত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জড়িয়ে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ধরেছিলেন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মাথাবিহীন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পাগড়ী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পোশাক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লুট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যাওয়া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হাড়গুলো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ভাঙ্গা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বাঁকা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পিঠসম্প</w:t>
      </w:r>
      <w:r w:rsidR="0069538E">
        <w:rPr>
          <w:rFonts w:hint="cs"/>
          <w:cs/>
          <w:lang w:bidi="bn-IN"/>
        </w:rPr>
        <w:t>ন্ন</w:t>
      </w:r>
      <w:r w:rsidRPr="00266964">
        <w:t xml:space="preserve">?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অবস্থা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এভাবে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: </w:t>
      </w:r>
      <w:r w:rsidR="008D5D78" w:rsidRPr="00C929DC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কিভাবে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অন্তর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করলে</w:t>
      </w:r>
      <w:r w:rsidRPr="00266964">
        <w:t xml:space="preserve">? </w:t>
      </w:r>
      <w:r w:rsidRPr="00266964">
        <w:rPr>
          <w:rFonts w:hint="cs"/>
          <w:cs/>
          <w:lang w:bidi="bn-IN"/>
        </w:rPr>
        <w:t>কিভাবে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বুকের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হাড়গুলো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ভেঙ্গে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পিষে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ফেললে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পবিত্র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জ্ঞান</w:t>
      </w:r>
      <w:r w:rsidRPr="00266964">
        <w:rPr>
          <w:rFonts w:hint="eastAsia"/>
        </w:rPr>
        <w:t>’</w:t>
      </w:r>
      <w:r w:rsidRPr="00266964">
        <w:t>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ভাণ্ডার</w:t>
      </w:r>
      <w:r w:rsidRPr="00266964">
        <w:t>?</w:t>
      </w:r>
    </w:p>
    <w:p w:rsidR="00A569A4" w:rsidRPr="00266964" w:rsidRDefault="00A569A4" w:rsidP="008D5D78">
      <w:pPr>
        <w:pStyle w:val="libNormal"/>
      </w:pPr>
      <w:r w:rsidRPr="00266964">
        <w:rPr>
          <w:rFonts w:hint="cs"/>
          <w:cs/>
          <w:lang w:bidi="bn-IN"/>
        </w:rPr>
        <w:t>সাইয়েদ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তাউস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উমর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</w:t>
      </w:r>
      <w:r w:rsidRPr="00266964">
        <w:rPr>
          <w:rFonts w:hint="eastAsia"/>
        </w:rPr>
        <w:t>’</w:t>
      </w:r>
      <w:r w:rsidRPr="00266964">
        <w:rPr>
          <w:rFonts w:hint="cs"/>
          <w:cs/>
          <w:lang w:bidi="bn-IN"/>
        </w:rPr>
        <w:t>আদ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সাঙ্গপাঙ্গদের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মাঝে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উচ্চকণ্ঠে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ঘোষণা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স্বেচ্ছায়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পিঠ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বুকের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ঘোড়া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চালাতে</w:t>
      </w:r>
      <w:r w:rsidRPr="00266964">
        <w:t xml:space="preserve">? </w:t>
      </w:r>
      <w:r w:rsidRPr="00266964">
        <w:rPr>
          <w:rFonts w:hint="cs"/>
          <w:cs/>
          <w:lang w:bidi="bn-IN"/>
        </w:rPr>
        <w:t>দশ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লোক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স্বেচ্ছায়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এগিয়ে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মধ্যে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ইসহাক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হাইওয়াহ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হাযরামি</w:t>
      </w:r>
      <w:r w:rsidRPr="00266964">
        <w:t xml:space="preserve">,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জামা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লুটে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নিয়েছিলো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অন্যরা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আখনাস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মুরসিদ</w:t>
      </w:r>
      <w:r w:rsidRPr="00266964">
        <w:t xml:space="preserve">, </w:t>
      </w:r>
      <w:r w:rsidRPr="00266964">
        <w:rPr>
          <w:rFonts w:hint="cs"/>
          <w:cs/>
          <w:lang w:bidi="bn-IN"/>
        </w:rPr>
        <w:t>হাকীম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তুফাইল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সুমবোসি</w:t>
      </w:r>
      <w:r w:rsidRPr="00266964">
        <w:t xml:space="preserve">, </w:t>
      </w:r>
      <w:r w:rsidRPr="00266964">
        <w:rPr>
          <w:rFonts w:hint="cs"/>
          <w:cs/>
          <w:lang w:bidi="bn-IN"/>
        </w:rPr>
        <w:t>উমর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সাবীহ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সাইদাউই</w:t>
      </w:r>
      <w:r w:rsidRPr="00266964">
        <w:t xml:space="preserve">, </w:t>
      </w:r>
      <w:r w:rsidRPr="00266964">
        <w:rPr>
          <w:rFonts w:hint="cs"/>
          <w:cs/>
          <w:lang w:bidi="bn-IN"/>
        </w:rPr>
        <w:t>রাজা</w:t>
      </w:r>
      <w:r w:rsidRPr="00266964">
        <w:rPr>
          <w:rFonts w:hint="eastAsia"/>
        </w:rPr>
        <w:t>’</w:t>
      </w:r>
      <w:r w:rsidRPr="00266964"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মানকায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আবাদি</w:t>
      </w:r>
      <w:r w:rsidRPr="00266964">
        <w:t xml:space="preserve">, </w:t>
      </w:r>
      <w:r w:rsidRPr="00266964">
        <w:rPr>
          <w:rFonts w:hint="cs"/>
          <w:cs/>
          <w:lang w:bidi="bn-IN"/>
        </w:rPr>
        <w:t>সালীম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খাইসামাহ</w:t>
      </w:r>
      <w:r w:rsidRPr="00266964">
        <w:rPr>
          <w:cs/>
          <w:lang w:bidi="bn-IN"/>
        </w:rPr>
        <w:t xml:space="preserve"> </w:t>
      </w:r>
      <w:r w:rsidR="008D5D78">
        <w:rPr>
          <w:cs/>
          <w:lang w:bidi="bn-IN"/>
        </w:rPr>
        <w:t>জু</w:t>
      </w:r>
      <w:r w:rsidRPr="00266964">
        <w:rPr>
          <w:rFonts w:hint="cs"/>
          <w:cs/>
          <w:lang w:bidi="bn-IN"/>
        </w:rPr>
        <w:t>ফী</w:t>
      </w:r>
      <w:r w:rsidRPr="00266964">
        <w:t xml:space="preserve">, </w:t>
      </w:r>
      <w:r w:rsidRPr="00266964">
        <w:rPr>
          <w:rFonts w:hint="cs"/>
          <w:cs/>
          <w:lang w:bidi="bn-IN"/>
        </w:rPr>
        <w:t>ওয়াহেয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rFonts w:hint="eastAsia"/>
        </w:rPr>
        <w:t>’</w:t>
      </w:r>
      <w:r w:rsidRPr="00266964">
        <w:rPr>
          <w:rFonts w:hint="cs"/>
          <w:cs/>
          <w:lang w:bidi="bn-IN"/>
        </w:rPr>
        <w:t>য়েম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সালেহ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ওয়াহাব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জু</w:t>
      </w:r>
      <w:r w:rsidRPr="00266964">
        <w:rPr>
          <w:rFonts w:hint="eastAsia"/>
        </w:rPr>
        <w:t>’</w:t>
      </w:r>
      <w:r w:rsidRPr="00266964">
        <w:rPr>
          <w:rFonts w:hint="cs"/>
          <w:cs/>
          <w:lang w:bidi="bn-IN"/>
        </w:rPr>
        <w:t>ফী</w:t>
      </w:r>
      <w:r w:rsidRPr="00266964">
        <w:t xml:space="preserve">, </w:t>
      </w:r>
      <w:r w:rsidRPr="00266964">
        <w:rPr>
          <w:rFonts w:hint="cs"/>
          <w:cs/>
          <w:lang w:bidi="bn-IN"/>
        </w:rPr>
        <w:t>হানি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সাবীত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হাযরামি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উসাইদ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মালিক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অভিশাপ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উপর</w:t>
      </w:r>
      <w:r w:rsidRPr="00266964">
        <w:rPr>
          <w:cs/>
          <w:lang w:bidi="bn-IN"/>
        </w:rPr>
        <w:t>]</w:t>
      </w:r>
      <w:r w:rsidRPr="00266964">
        <w:rPr>
          <w:rFonts w:hint="cs"/>
          <w:cs/>
          <w:lang w:bidi="hi-IN"/>
        </w:rPr>
        <w:t>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ঘোড়ার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খুরে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পিষ্ট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যতক্ষণ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বুক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পিঠ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পিষে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বর্ণনাকারী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উবায়দুল্লাহর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উসাইদ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মালিক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মধ্যে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শক্তিশালী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ঘোড়ার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পিঠের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বুক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পিষেছি।</w:t>
      </w:r>
      <w:r w:rsidRPr="00266964">
        <w:rPr>
          <w:cs/>
          <w:lang w:bidi="bn-IN"/>
        </w:rPr>
        <w:t xml:space="preserve"> </w:t>
      </w:r>
      <w:r w:rsidRPr="00266964">
        <w:rPr>
          <w:cs/>
          <w:lang w:bidi="bn-IN"/>
        </w:rPr>
        <w:lastRenderedPageBreak/>
        <w:t>[</w:t>
      </w:r>
      <w:r w:rsidRPr="00266964">
        <w:rPr>
          <w:rFonts w:hint="cs"/>
          <w:cs/>
          <w:lang w:bidi="bn-IN"/>
        </w:rPr>
        <w:t>উবায়দুল্লাহ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যিয়াদ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কারা</w:t>
      </w:r>
      <w:r w:rsidRPr="00266964">
        <w:t xml:space="preserve">?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পিঠ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ঘোড়ার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পায়ের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নিচে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পিষ্ট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যতক্ষণ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পর্যন্ত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বুকের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হাড়গুলো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গুঁড়ো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উবায়দুল্লাহ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কিছু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উপহার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দিলো।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আবু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যাহিদ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ঐ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সম্পর্কে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অনুসন্ধান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সিদ্ধান্তে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উপনীত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জারজ।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পরে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মুখতার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সাক্বাফি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সবাইকে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গ্রেফতার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লোহার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বেড়িতে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বেঁধেছিলো।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আদেশ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ঘোড়া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পিঠ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পিষ্ট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যতক্ষণ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পর্যন্ত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যায়।</w:t>
      </w:r>
    </w:p>
    <w:p w:rsidR="0003544E" w:rsidRPr="00F37004" w:rsidRDefault="0003544E" w:rsidP="00C929DC">
      <w:pPr>
        <w:rPr>
          <w:cs/>
        </w:rPr>
      </w:pPr>
      <w:r>
        <w:rPr>
          <w:cs/>
          <w:lang w:bidi="bn-IN"/>
        </w:rPr>
        <w:br w:type="page"/>
      </w:r>
    </w:p>
    <w:p w:rsidR="00A569A4" w:rsidRPr="0003544E" w:rsidRDefault="00A569A4" w:rsidP="0003544E">
      <w:pPr>
        <w:pStyle w:val="Heading2Center"/>
      </w:pPr>
      <w:bookmarkStart w:id="3" w:name="_Toc443388788"/>
      <w:r w:rsidRPr="0003544E">
        <w:rPr>
          <w:rFonts w:hint="cs"/>
          <w:cs/>
          <w:lang w:bidi="bn-IN"/>
        </w:rPr>
        <w:lastRenderedPageBreak/>
        <w:t>শহীদদের</w:t>
      </w:r>
      <w:r w:rsidRPr="0003544E">
        <w:rPr>
          <w:cs/>
          <w:lang w:bidi="bn-IN"/>
        </w:rPr>
        <w:t xml:space="preserve"> </w:t>
      </w:r>
      <w:r w:rsidRPr="0003544E">
        <w:rPr>
          <w:rFonts w:hint="cs"/>
          <w:cs/>
          <w:lang w:bidi="bn-IN"/>
        </w:rPr>
        <w:t>পবিত্র</w:t>
      </w:r>
      <w:r w:rsidRPr="0003544E">
        <w:rPr>
          <w:cs/>
          <w:lang w:bidi="bn-IN"/>
        </w:rPr>
        <w:t xml:space="preserve"> </w:t>
      </w:r>
      <w:r w:rsidRPr="0003544E">
        <w:rPr>
          <w:rFonts w:hint="cs"/>
          <w:cs/>
          <w:lang w:bidi="bn-IN"/>
        </w:rPr>
        <w:t>মাথাগুলোকে</w:t>
      </w:r>
      <w:r w:rsidRPr="0003544E">
        <w:rPr>
          <w:cs/>
          <w:lang w:bidi="bn-IN"/>
        </w:rPr>
        <w:t xml:space="preserve"> </w:t>
      </w:r>
      <w:r w:rsidRPr="0003544E">
        <w:rPr>
          <w:rFonts w:hint="cs"/>
          <w:cs/>
          <w:lang w:bidi="bn-IN"/>
        </w:rPr>
        <w:t>কুফায়</w:t>
      </w:r>
      <w:r w:rsidRPr="0003544E">
        <w:rPr>
          <w:cs/>
          <w:lang w:bidi="bn-IN"/>
        </w:rPr>
        <w:t xml:space="preserve"> </w:t>
      </w:r>
      <w:r w:rsidRPr="0003544E">
        <w:rPr>
          <w:rFonts w:hint="cs"/>
          <w:cs/>
          <w:lang w:bidi="bn-IN"/>
        </w:rPr>
        <w:t>উবায়দুল্লাহ</w:t>
      </w:r>
      <w:r w:rsidRPr="0003544E">
        <w:rPr>
          <w:cs/>
          <w:lang w:bidi="bn-IN"/>
        </w:rPr>
        <w:t xml:space="preserve"> </w:t>
      </w:r>
      <w:r w:rsidRPr="0003544E">
        <w:rPr>
          <w:rFonts w:hint="cs"/>
          <w:cs/>
          <w:lang w:bidi="bn-IN"/>
        </w:rPr>
        <w:t>বিন</w:t>
      </w:r>
      <w:r w:rsidRPr="0003544E">
        <w:rPr>
          <w:cs/>
          <w:lang w:bidi="bn-IN"/>
        </w:rPr>
        <w:t xml:space="preserve"> </w:t>
      </w:r>
      <w:r w:rsidRPr="0003544E">
        <w:rPr>
          <w:rFonts w:hint="cs"/>
          <w:cs/>
          <w:lang w:bidi="bn-IN"/>
        </w:rPr>
        <w:t>যিয়াদের</w:t>
      </w:r>
      <w:r w:rsidRPr="0003544E">
        <w:rPr>
          <w:cs/>
          <w:lang w:bidi="bn-IN"/>
        </w:rPr>
        <w:t xml:space="preserve"> </w:t>
      </w:r>
      <w:r w:rsidRPr="0003544E">
        <w:rPr>
          <w:rFonts w:hint="cs"/>
          <w:cs/>
          <w:lang w:bidi="bn-IN"/>
        </w:rPr>
        <w:t>কাছে</w:t>
      </w:r>
      <w:r w:rsidRPr="0003544E">
        <w:rPr>
          <w:cs/>
          <w:lang w:bidi="bn-IN"/>
        </w:rPr>
        <w:t xml:space="preserve"> </w:t>
      </w:r>
      <w:r w:rsidRPr="0003544E">
        <w:rPr>
          <w:rFonts w:hint="cs"/>
          <w:cs/>
          <w:lang w:bidi="bn-IN"/>
        </w:rPr>
        <w:t>প্রেরণ</w:t>
      </w:r>
      <w:bookmarkEnd w:id="3"/>
    </w:p>
    <w:p w:rsidR="0003544E" w:rsidRDefault="0003544E" w:rsidP="00A569A4">
      <w:pPr>
        <w:pStyle w:val="libNormal"/>
      </w:pPr>
    </w:p>
    <w:p w:rsidR="00A569A4" w:rsidRPr="00266964" w:rsidRDefault="00A569A4" w:rsidP="00A569A4">
      <w:pPr>
        <w:pStyle w:val="libNormal"/>
      </w:pPr>
      <w:proofErr w:type="gramStart"/>
      <w:r w:rsidRPr="00266964">
        <w:t>[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মানাক্বিব</w:t>
      </w:r>
      <w:r w:rsidRPr="00266964">
        <w:rPr>
          <w:rFonts w:hint="eastAsia"/>
        </w:rPr>
        <w:t>’</w:t>
      </w:r>
      <w:r w:rsidRPr="00266964">
        <w:t xml:space="preserve">,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ইরশাদ</w:t>
      </w:r>
      <w:r w:rsidRPr="00266964">
        <w:rPr>
          <w:rFonts w:hint="eastAsia"/>
        </w:rPr>
        <w:t>’</w:t>
      </w:r>
      <w:r w:rsidRPr="00266964"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মালহুফ</w:t>
      </w:r>
      <w:r w:rsidRPr="00266964">
        <w:rPr>
          <w:rFonts w:hint="eastAsia"/>
        </w:rPr>
        <w:t>’</w:t>
      </w:r>
      <w:r w:rsidRPr="00266964">
        <w:t xml:space="preserve"> </w:t>
      </w:r>
      <w:r w:rsidRPr="00266964">
        <w:rPr>
          <w:rFonts w:hint="cs"/>
          <w:cs/>
          <w:lang w:bidi="bn-IN"/>
        </w:rPr>
        <w:t>গ্রন্থে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উমর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</w:t>
      </w:r>
      <w:r w:rsidRPr="00266964">
        <w:rPr>
          <w:rFonts w:hint="eastAsia"/>
        </w:rPr>
        <w:t>’</w:t>
      </w:r>
      <w:r w:rsidRPr="00266964">
        <w:rPr>
          <w:rFonts w:hint="cs"/>
          <w:cs/>
          <w:lang w:bidi="bn-IN"/>
        </w:rPr>
        <w:t>আদ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</w:t>
      </w:r>
      <w:proofErr w:type="gramEnd"/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আশুরার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উবায়দুল্লাহ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যিয়াদের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পাঠালো।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আত্মীয়দের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জমা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সংখ্যা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বাহাত্তর।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সেগুলো</w:t>
      </w:r>
      <w:r w:rsidRPr="00266964">
        <w:rPr>
          <w:cs/>
          <w:lang w:bidi="bn-IN"/>
        </w:rPr>
        <w:t xml:space="preserve"> </w:t>
      </w:r>
      <w:r w:rsidR="0003544E">
        <w:rPr>
          <w:rFonts w:hint="cs"/>
          <w:cs/>
          <w:lang w:bidi="bn-IN"/>
        </w:rPr>
        <w:t>শিমর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যিলজাওশন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ক্বায়েস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আশ</w:t>
      </w:r>
      <w:r w:rsidRPr="00266964">
        <w:rPr>
          <w:rFonts w:hint="eastAsia"/>
        </w:rPr>
        <w:t>’</w:t>
      </w:r>
      <w:r w:rsidRPr="00266964">
        <w:rPr>
          <w:rFonts w:hint="cs"/>
          <w:cs/>
          <w:lang w:bidi="bn-IN"/>
        </w:rPr>
        <w:t>আস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হাজ্জাজ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উযরাহ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ক্বায়েসকে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পাঠালো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উবায়দুল্লাহ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যিয়াদের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পৌঁছালো।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তাবারি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খাওলি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মাথাটি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কুফার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রাজপ্রাসাদে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নিজের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বাসায়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কাপড়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ধোয়ার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ড্রামের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নিচে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স্ত্রী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দুজন।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গোত্রের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অন্যজন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হাযরাম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গোত্রের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নাওয়ার</w:t>
      </w:r>
      <w:r w:rsidRPr="00266964">
        <w:t xml:space="preserve">,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মালিক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আক্বরাবের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কন্যা।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নাওয়ারের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স্বামীর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থাকার</w:t>
      </w:r>
      <w:r w:rsidRPr="00266964">
        <w:rPr>
          <w:cs/>
          <w:lang w:bidi="bn-IN"/>
        </w:rPr>
        <w:t>]</w:t>
      </w:r>
      <w:r w:rsidRPr="00266964">
        <w:rPr>
          <w:rFonts w:hint="cs"/>
          <w:cs/>
          <w:lang w:bidi="hi-IN"/>
        </w:rPr>
        <w:t>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হিশাম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কালবি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বলে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নাওয়ার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শুনেছে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খাওলি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উঠানে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কাপড়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ধোয়ার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ড্রামের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নিচে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ঢেকে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রেখেছিল।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প্রবেশ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বিছানার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বিশ্রাম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নেওয়ার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জিজ্ঞেস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করলাম</w:t>
      </w:r>
      <w:r w:rsidRPr="00266964">
        <w:t xml:space="preserve">, </w:t>
      </w:r>
      <w:r w:rsidR="0003544E" w:rsidRPr="00C929DC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খবর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এনেছো</w:t>
      </w:r>
      <w:r w:rsidRPr="00266964">
        <w:t>?</w:t>
      </w:r>
      <w:r w:rsidR="0003544E" w:rsidRPr="00C929DC">
        <w:rPr>
          <w:rStyle w:val="libAlaemChar"/>
        </w:rPr>
        <w:t>”</w:t>
      </w:r>
      <w:r w:rsidRPr="00266964"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জবাব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দিলো</w:t>
      </w:r>
      <w:r w:rsidRPr="00266964">
        <w:t xml:space="preserve">, </w:t>
      </w:r>
      <w:r w:rsidR="0003544E" w:rsidRPr="00C929DC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প্রচুর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সম্পদ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এসেছি।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বাড়ির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উঠানে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আছে।</w:t>
      </w:r>
      <w:r w:rsidR="0003544E" w:rsidRPr="00C929DC">
        <w:rPr>
          <w:rStyle w:val="libAlaemChar"/>
        </w:rPr>
        <w:t>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বললাম</w:t>
      </w:r>
      <w:r w:rsidRPr="00266964">
        <w:t xml:space="preserve">, </w:t>
      </w:r>
      <w:r w:rsidR="0003544E" w:rsidRPr="00C929DC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দুর্ভোগ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হোক</w:t>
      </w:r>
      <w:r w:rsidRPr="00266964">
        <w:t xml:space="preserve">, </w:t>
      </w:r>
      <w:r w:rsidRPr="00266964">
        <w:rPr>
          <w:rFonts w:hint="cs"/>
          <w:cs/>
          <w:lang w:bidi="bn-IN"/>
        </w:rPr>
        <w:t>মানুষ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সোনা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রুপা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এনেছো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রাসূলুল্লাহর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নাতির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t xml:space="preserve">?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শপথ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কখনোই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বিছানার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পাশে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রাখবো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না।</w:t>
      </w:r>
      <w:r w:rsidR="0003544E" w:rsidRPr="00C929DC">
        <w:rPr>
          <w:rStyle w:val="libAlaemChar"/>
        </w:rPr>
        <w:t>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বিছানা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দূরে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বাড়ির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উঠানে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এলাম।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খাওলি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স্ত্রীকে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ডেকে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পাঠালো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গোত্রের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বিছানায়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রইলাম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মাথাটির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তাকিয়ে।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শপথ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স্তম্ভ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আকাশের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গেছে</w:t>
      </w:r>
      <w:r w:rsidRPr="00266964">
        <w:rPr>
          <w:rFonts w:hint="eastAsia"/>
        </w:rPr>
        <w:t>―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কিছু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রঙের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পাখি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তাওয়াফ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সকাল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উবায়দুল্লাহ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যিয়াদের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গেলো।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সাইয়েদ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তাউস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ইক্ববাল</w:t>
      </w:r>
      <w:r w:rsidRPr="00266964">
        <w:rPr>
          <w:rFonts w:hint="eastAsia"/>
        </w:rPr>
        <w:t>’</w:t>
      </w:r>
      <w:r w:rsidRPr="00266964">
        <w:t xml:space="preserve"> </w:t>
      </w:r>
      <w:r w:rsidRPr="00266964">
        <w:rPr>
          <w:rFonts w:hint="cs"/>
          <w:cs/>
          <w:lang w:bidi="bn-IN"/>
        </w:rPr>
        <w:t>গ্রন্থে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জেনে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আশুরার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সন্ধ্যায়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</w:t>
      </w:r>
      <w:r w:rsidRPr="00266964">
        <w:t xml:space="preserve">, </w:t>
      </w:r>
      <w:r w:rsidRPr="00266964">
        <w:rPr>
          <w:rFonts w:hint="cs"/>
          <w:cs/>
          <w:lang w:bidi="bn-IN"/>
        </w:rPr>
        <w:t>কন্যারা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শিশু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সন্তানরা</w:t>
      </w:r>
      <w:r w:rsidRPr="00266964">
        <w:rPr>
          <w:cs/>
          <w:lang w:bidi="bn-IN"/>
        </w:rPr>
        <w:t xml:space="preserve"> </w:t>
      </w:r>
      <w:r w:rsidR="003E7358">
        <w:rPr>
          <w:rFonts w:hint="cs"/>
          <w:cs/>
          <w:lang w:bidi="bn-IN"/>
        </w:rPr>
        <w:t>শত্রু</w:t>
      </w:r>
      <w:r w:rsidRPr="00266964">
        <w:rPr>
          <w:rFonts w:hint="cs"/>
          <w:cs/>
          <w:lang w:bidi="bn-IN"/>
        </w:rPr>
        <w:t>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শোক</w:t>
      </w:r>
      <w:r w:rsidRPr="00266964">
        <w:t xml:space="preserve">, </w:t>
      </w:r>
      <w:r w:rsidRPr="00266964">
        <w:rPr>
          <w:rFonts w:hint="cs"/>
          <w:cs/>
          <w:lang w:bidi="bn-IN"/>
        </w:rPr>
        <w:t>দুঃখ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</w:t>
      </w:r>
      <w:r w:rsidR="00CA22F9">
        <w:rPr>
          <w:rFonts w:hint="cs"/>
          <w:cs/>
          <w:lang w:bidi="bn-IN"/>
        </w:rPr>
        <w:t>ন্না</w:t>
      </w:r>
      <w:r w:rsidRPr="00266964">
        <w:rPr>
          <w:rFonts w:hint="cs"/>
          <w:cs/>
          <w:lang w:bidi="bn-IN"/>
        </w:rPr>
        <w:t>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মাঝে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ঘেরাও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পড়লেন।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অবস্থায়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অসম্মান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কলমের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শক্তির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বাইরে।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কাটালেন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পরিত্যক্ত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অবস্থায়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সাহায্যকারী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পুরুষদের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অনুপস্থিতির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মাঝে।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অন্যদিকে</w:t>
      </w:r>
      <w:r w:rsidRPr="00266964">
        <w:rPr>
          <w:cs/>
          <w:lang w:bidi="bn-IN"/>
        </w:rPr>
        <w:t xml:space="preserve"> </w:t>
      </w:r>
      <w:r w:rsidR="003E7358">
        <w:rPr>
          <w:rFonts w:hint="cs"/>
          <w:cs/>
          <w:lang w:bidi="bn-IN"/>
        </w:rPr>
        <w:t>শত্রু</w:t>
      </w:r>
      <w:r w:rsidRPr="00266964">
        <w:rPr>
          <w:rFonts w:hint="cs"/>
          <w:cs/>
          <w:lang w:bidi="bn-IN"/>
        </w:rPr>
        <w:t>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চরম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ঘৃণা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ঘৃণ্য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রেখেছিল।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মাধ্যমে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মুরতাদ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ধর্মত্যাগী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উমর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</w:t>
      </w:r>
      <w:r w:rsidRPr="00266964">
        <w:rPr>
          <w:rFonts w:hint="eastAsia"/>
        </w:rPr>
        <w:t>’</w:t>
      </w:r>
      <w:r w:rsidRPr="00266964">
        <w:rPr>
          <w:rFonts w:hint="cs"/>
          <w:cs/>
          <w:lang w:bidi="bn-IN"/>
        </w:rPr>
        <w:t>আদ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নৈকট্য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চেয়েছিল</w:t>
      </w:r>
      <w:r w:rsidRPr="00266964">
        <w:t xml:space="preserve">,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এতিম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হৃদয়কে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আহত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করেছিল</w:t>
      </w:r>
      <w:r w:rsidRPr="00266964">
        <w:rPr>
          <w:rFonts w:hint="eastAsia"/>
        </w:rPr>
        <w:t>―</w:t>
      </w:r>
      <w:r w:rsidRPr="00266964"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নৈকট্য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চেয়েছিল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উবায়দুল্লাহ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যিয়াদের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নাস্তিক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মুয়াবিয়ার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নৈকট্য</w:t>
      </w:r>
      <w:r w:rsidRPr="00266964">
        <w:rPr>
          <w:cs/>
          <w:lang w:bidi="bn-IN"/>
        </w:rPr>
        <w:t>]</w:t>
      </w:r>
      <w:r w:rsidRPr="00266964">
        <w:t xml:space="preserve">,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বিদ্রোহী</w:t>
      </w:r>
      <w:r w:rsidRPr="00266964">
        <w:rPr>
          <w:rFonts w:hint="eastAsia"/>
        </w:rPr>
        <w:t>―</w:t>
      </w:r>
      <w:r w:rsidRPr="00266964">
        <w:rPr>
          <w:rFonts w:hint="cs"/>
          <w:cs/>
          <w:lang w:bidi="bn-IN"/>
        </w:rPr>
        <w:t>ধর্মদ্রোহী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ঔদ্ধত্যের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চুড়ায়।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মাসাবীহ</w:t>
      </w:r>
      <w:r w:rsidRPr="00266964">
        <w:rPr>
          <w:rFonts w:hint="eastAsia"/>
        </w:rPr>
        <w:t>’</w:t>
      </w:r>
      <w:r w:rsidRPr="00266964">
        <w:t>-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হাদীস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দেখেছি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জাফর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সাদিক্ব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আল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বাক্বির</w:t>
      </w:r>
      <w:r w:rsidRPr="00266964">
        <w:rPr>
          <w:cs/>
          <w:lang w:bidi="bn-IN"/>
        </w:rPr>
        <w:t>]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আমাকে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: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যায়নুল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আবেদীন</w:t>
      </w:r>
      <w:r w:rsidRPr="00266964">
        <w:rPr>
          <w:cs/>
          <w:lang w:bidi="bn-IN"/>
        </w:rPr>
        <w:t>]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বহনের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বাহন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পাঠিয়েছিলো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সম্পর্কে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জিজ্ঞেস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করলাম।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দুর্বল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উলঙ্গ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উটের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পিঠে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হাওদার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ছাড়া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চড়েছিলাম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বাঁশের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হয়েছিল।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পিছনে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বসানো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ছাড়া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খচ্চরের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রক্ষীরা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পিছনে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চারিদিক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ঘেরাও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বর্শা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লম্বা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চোখ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ফোঁটা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পড়েছে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তাহলে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আঘাত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বর্শা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যতক্ষণ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পর্যন্ত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দামেশকে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প্রবেশ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ঘোষক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ঘোষণা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দিচ্ছিলো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সিরিয়াবাসীরা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অভিশপ্ত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বন্দীরা।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আউযুবিল্লাহ</w:t>
      </w:r>
      <w:r w:rsidRPr="00266964">
        <w:rPr>
          <w:cs/>
          <w:lang w:bidi="bn-IN"/>
        </w:rPr>
        <w:t>]</w:t>
      </w:r>
    </w:p>
    <w:p w:rsidR="00A569A4" w:rsidRPr="00C929DC" w:rsidRDefault="00A569A4" w:rsidP="00A569A4">
      <w:pPr>
        <w:pStyle w:val="libNormal"/>
        <w:rPr>
          <w:rStyle w:val="libAlaemChar"/>
        </w:rPr>
      </w:pPr>
      <w:r w:rsidRPr="00266964">
        <w:t>[</w:t>
      </w:r>
      <w:r w:rsidRPr="00266964">
        <w:rPr>
          <w:rFonts w:hint="cs"/>
          <w:cs/>
          <w:lang w:bidi="bn-IN"/>
        </w:rPr>
        <w:t>তাবারির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গ্রন্থে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আযদি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আবু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যুহাইর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আবাসি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কুররাহ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ক্বায়েস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তামিমি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বলেছে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পাহারায়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পরিবারের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শিশুদের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যাওয়া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হচ্ছিলো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শাহাদাতের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স্থানটির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উচ্চকণ্ঠে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লাগলেন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নিজেদের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চেহারাতে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আঘাত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লাগলেন।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ভুলতে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কিন্তু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ঐ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সময়টিকে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ভুলতে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ফাতিমা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কন্যা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যায়নাব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যাচ্ছিলেন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মাটিতে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দেখলেন।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চিৎকার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="00776CED" w:rsidRPr="00C929DC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আকাশের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ফেরেশতাদের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ভিজে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কর্তিত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অবস্থায়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মরুভূমিতে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গড়িয়ে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পড়েছে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কন্যাদের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বংশ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শহীদ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</w:t>
      </w:r>
      <w:r w:rsidRPr="00266964">
        <w:t xml:space="preserve">;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বাতাস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লাশের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বালি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ছিটিয়ে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দিচ্ছে।</w:t>
      </w:r>
      <w:r w:rsidR="00776CED" w:rsidRPr="00C929DC">
        <w:rPr>
          <w:rStyle w:val="libAlaemChar"/>
        </w:rPr>
        <w:t>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কুররাহ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বলে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="00776CED" w:rsidRPr="00C929DC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শপথ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প্রত্যেক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বন্ধু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="003E7358">
        <w:rPr>
          <w:rFonts w:hint="cs"/>
          <w:cs/>
          <w:lang w:bidi="bn-IN"/>
        </w:rPr>
        <w:t>শত্রু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কাঁদিয়েছে।</w:t>
      </w:r>
      <w:r w:rsidR="00776CED" w:rsidRPr="00C929DC">
        <w:rPr>
          <w:rStyle w:val="libAlaemChar"/>
        </w:rPr>
        <w:t>”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যায়েদাহ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সুপরিচিত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হাদীসে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যায়নুল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আবেদীন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বলেছেন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আপতিত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কারবালার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সমতলে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ঘটলো</w:t>
      </w:r>
      <w:r w:rsidRPr="00266964">
        <w:rPr>
          <w:rFonts w:hint="eastAsia"/>
        </w:rPr>
        <w:t>―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মাঝে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সাথীরা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ভাইয়েরা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অন্যান্যরা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শহীদ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স্বজনদের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উটগুলোয়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উঠানো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যেগুলোতে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বসার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কুফার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যাওয়া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দৃষ্টি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শহীদদের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মাটিতে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পড়েছিলেন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কেউ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দাফন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</w:t>
      </w:r>
      <w:r w:rsidRPr="00266964">
        <w:rPr>
          <w:rFonts w:hint="eastAsia"/>
        </w:rPr>
        <w:t>―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হৃদয়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চাপে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সংকুচিত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মারাত্মক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শোকে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মৃত্যুর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গিয়েছিলাম।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ফুফু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যায়নাব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কন্যা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অবস্থা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অনুভব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নানা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বাবা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ভাইয়ের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প্রতিচ্ছবি</w:t>
      </w:r>
      <w:r w:rsidRPr="00266964">
        <w:t xml:space="preserve">, </w:t>
      </w:r>
      <w:r w:rsidRPr="00266964">
        <w:rPr>
          <w:rFonts w:hint="cs"/>
          <w:cs/>
          <w:lang w:bidi="bn-IN"/>
        </w:rPr>
        <w:t>কেন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জীবনকে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বিপদাপ</w:t>
      </w:r>
      <w:r w:rsidR="0069538E">
        <w:rPr>
          <w:rFonts w:hint="cs"/>
          <w:cs/>
          <w:lang w:bidi="bn-IN"/>
        </w:rPr>
        <w:t>ন্ন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করছো</w:t>
      </w:r>
      <w:r w:rsidRPr="00266964">
        <w:t xml:space="preserve">?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জবাব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কেন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অস্থির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হবো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কেন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জীবনকে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বিপদাপ</w:t>
      </w:r>
      <w:r w:rsidR="0069538E">
        <w:rPr>
          <w:rFonts w:hint="cs"/>
          <w:cs/>
          <w:lang w:bidi="bn-IN"/>
        </w:rPr>
        <w:t>ন্ন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মাওলা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ভাইয়েরা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চাচারা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চাচাতো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ভাইয়েরা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ধুলায়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মেখে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মাটিতে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গড়িয়ে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পড়েছে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আবরণহীন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বস্ত্রহীন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অবস্থায়</w:t>
      </w:r>
      <w:r w:rsidRPr="00266964">
        <w:t xml:space="preserve">, </w:t>
      </w:r>
      <w:r w:rsidRPr="00266964">
        <w:rPr>
          <w:rFonts w:hint="cs"/>
          <w:cs/>
          <w:lang w:bidi="bn-IN"/>
        </w:rPr>
        <w:t>মরুভুমিতে</w:t>
      </w:r>
      <w:r w:rsidRPr="00266964">
        <w:t xml:space="preserve">?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কাফনও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পরানো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</w:t>
      </w:r>
      <w:r w:rsidRPr="00266964">
        <w:t xml:space="preserve">, </w:t>
      </w:r>
      <w:r w:rsidRPr="00266964">
        <w:rPr>
          <w:rFonts w:hint="cs"/>
          <w:cs/>
          <w:lang w:bidi="bn-IN"/>
        </w:rPr>
        <w:t>দাফনও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কেউ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পাশে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নেই</w:t>
      </w:r>
      <w:r w:rsidRPr="00266964">
        <w:t xml:space="preserve">,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মানুষ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চারপাশে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ঘুরছে</w:t>
      </w:r>
      <w:r w:rsidRPr="00266964">
        <w:rPr>
          <w:rFonts w:hint="eastAsia"/>
        </w:rPr>
        <w:t>―</w:t>
      </w:r>
      <w:r w:rsidRPr="00266964">
        <w:rPr>
          <w:rFonts w:hint="cs"/>
          <w:cs/>
          <w:lang w:bidi="bn-IN"/>
        </w:rPr>
        <w:t>যেন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তুর্কী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অথবা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দায়লামি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বংশ।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কারণে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স্থিরতা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হারিও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শপথ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দাদা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উপদেশ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লাভ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মারাত্মক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দুর্যোগের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সহ্য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উম্মতের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একদলের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অঙ্গীকার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পৃথিবীর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ফেরাউনের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ব্যক্তিরা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চেনে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কিন্তু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আকাশের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বাসিন্দাদের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মাঝে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সুপরিচিত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দেহগুলোর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টুকরোগুলোকে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জড়ো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দাফন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কবরের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নিদর্শন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গম্বুজ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মিনার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প্রতিষ্ঠা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কারবালার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ভূমিতে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চিরদিন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কখনোই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কুফরের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পথভ্রষ্টদের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সমর্থকরা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ফেলতে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চায়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তাহলে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নিদর্শন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প্রচুর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সংখ্যায়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বাড়তেই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বিষয়টি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বৃদ্ধি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থাকবে।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শেইখ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তুসি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বনি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গোত্রের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লোকেরা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নতুন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চাটাই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দেহের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নিচে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বিছিয়ে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দিয়েছিল।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দীযাজ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বলেছে</w:t>
      </w:r>
      <w:r w:rsidRPr="00266964">
        <w:t xml:space="preserve">, </w:t>
      </w:r>
      <w:r w:rsidR="00776CED" w:rsidRPr="00C929DC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দাসদের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বিশেষ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একদলকে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কবর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খুঁড়ে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উম্মুক্ত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করলাম।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নতুন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চাটাইয়ের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শোয়ানো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মেশকের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সুগন্ধ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ছড়িয়ে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ঐ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চাটাইটি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আগের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জায়গাতেই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রেখে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শোয়ানো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আদেশ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ছিটিয়ে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দিতে।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lastRenderedPageBreak/>
        <w:t>আবিল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জারুদ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প্রথমে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কবর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উম্মোচন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পায়ের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মেশকের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সুগন্ধ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ছড়িয়ে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সন্দেহ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না।</w:t>
      </w:r>
    </w:p>
    <w:p w:rsidR="00A569A4" w:rsidRPr="00C929DC" w:rsidRDefault="00A569A4" w:rsidP="00A569A4">
      <w:pPr>
        <w:pStyle w:val="libNormal"/>
        <w:rPr>
          <w:rStyle w:val="libAlaemChar"/>
        </w:rPr>
      </w:pPr>
      <w:r w:rsidRPr="00266964">
        <w:rPr>
          <w:rFonts w:hint="cs"/>
          <w:cs/>
          <w:lang w:bidi="bn-IN"/>
        </w:rPr>
        <w:t>যায়েদাহ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সুপরিচিত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হাদীস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জিবরাঈল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নাতি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ইশারা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শহীদ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</w:t>
      </w:r>
      <w:r w:rsidRPr="00266964">
        <w:t xml:space="preserve">, </w:t>
      </w:r>
      <w:r w:rsidRPr="00266964">
        <w:rPr>
          <w:rFonts w:hint="cs"/>
          <w:cs/>
          <w:lang w:bidi="bn-IN"/>
        </w:rPr>
        <w:t>বংশ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উম্মতের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অন্তর্ভুক্ত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ধার্মিক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একদল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মানুষের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ফোরাত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নদীর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তীরে</w:t>
      </w:r>
      <w:r w:rsidRPr="00266964">
        <w:rPr>
          <w:rFonts w:hint="eastAsia"/>
        </w:rPr>
        <w:t>―</w:t>
      </w:r>
      <w:r w:rsidRPr="00266964">
        <w:rPr>
          <w:rFonts w:hint="cs"/>
          <w:cs/>
          <w:lang w:bidi="bn-IN"/>
        </w:rPr>
        <w:t>জায়গাটির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কারবালা।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লুটিয়ে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আরামের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জায়গায়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সুবহানাহু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তায়ালা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আত্মাগুলোকে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নিজের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সপ্তম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আকাশের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ফেরেশতারা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লালমনি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</w:t>
      </w:r>
      <w:r w:rsidR="00CA22F9">
        <w:rPr>
          <w:rFonts w:hint="cs"/>
          <w:cs/>
          <w:lang w:bidi="bn-IN"/>
        </w:rPr>
        <w:t>ন্না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ট্রে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পূর্ণ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জীবন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লাভের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</w:t>
      </w:r>
      <w:r w:rsidR="00CA22F9">
        <w:rPr>
          <w:rFonts w:hint="cs"/>
          <w:cs/>
          <w:lang w:bidi="bn-IN"/>
        </w:rPr>
        <w:t>ন্না</w:t>
      </w:r>
      <w:r w:rsidRPr="00266964">
        <w:rPr>
          <w:rFonts w:hint="cs"/>
          <w:cs/>
          <w:lang w:bidi="bn-IN"/>
        </w:rPr>
        <w:t>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চাদর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সুগন্ধি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লাশের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জানাযার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নামাজ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পড়বে।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উম্মতের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মধ্যে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দলকে</w:t>
      </w:r>
      <w:r w:rsidRPr="00266964">
        <w:rPr>
          <w:cs/>
          <w:lang w:bidi="bn-IN"/>
        </w:rPr>
        <w:t xml:space="preserve"> </w:t>
      </w:r>
      <w:r w:rsidR="00776CED" w:rsidRPr="00776CED">
        <w:rPr>
          <w:cs/>
          <w:lang w:bidi="bn-IN"/>
        </w:rPr>
        <w:t>ক্রি</w:t>
      </w:r>
      <w:r w:rsidRPr="00266964">
        <w:rPr>
          <w:rFonts w:hint="cs"/>
          <w:cs/>
          <w:lang w:bidi="bn-IN"/>
        </w:rPr>
        <w:t>য়াশীল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মুশরিকদের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রাজ্য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চিনতে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</w:t>
      </w:r>
      <w:r w:rsidRPr="00266964">
        <w:t xml:space="preserve">, </w:t>
      </w:r>
      <w:r w:rsidRPr="00266964">
        <w:rPr>
          <w:rFonts w:hint="cs"/>
          <w:cs/>
          <w:lang w:bidi="bn-IN"/>
        </w:rPr>
        <w:t>বক্তব্য</w:t>
      </w:r>
      <w:r w:rsidRPr="00266964">
        <w:t xml:space="preserve">, </w:t>
      </w:r>
      <w:r w:rsidRPr="00266964">
        <w:rPr>
          <w:rFonts w:hint="cs"/>
          <w:cs/>
          <w:lang w:bidi="bn-IN"/>
        </w:rPr>
        <w:t>ধারণা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কার্য</w:t>
      </w:r>
      <w:r w:rsidR="00776CED">
        <w:rPr>
          <w:rFonts w:hint="eastAsia"/>
          <w:cs/>
          <w:lang w:bidi="bn-IN"/>
        </w:rPr>
        <w:t>ক্র</w:t>
      </w:r>
      <w:r w:rsidRPr="00266964">
        <w:rPr>
          <w:rFonts w:hint="cs"/>
          <w:cs/>
          <w:lang w:bidi="bn-IN"/>
        </w:rPr>
        <w:t>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সম্পৃক্ত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থাকবে।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দাফন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নিদর্শনকে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দাঁড়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শহীদদের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সর্দারের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ঐ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মরুভূমির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বুকে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সৎকর্মশীলদের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পথপ্রদর্শক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হিসাবে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বিশ্বাসীদের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সম্মৃদ্ধির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মাধ্যম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প্রতিদিন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প্রত্যেক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আকাশ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লক্ষ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ফেরেশতা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তাওয়াফ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তাসবিহ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তাঁকে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অনুরোধ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জানাবে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নাজাত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দেওয়ার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কবর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যিয়ারতে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যিয়ারাতকারীদের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লিখে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নিবে।</w:t>
      </w:r>
      <w:r w:rsidR="00776CED" w:rsidRPr="00C929DC">
        <w:rPr>
          <w:rStyle w:val="libAlaemChar"/>
        </w:rPr>
        <w:t>”</w:t>
      </w:r>
    </w:p>
    <w:p w:rsidR="00776CED" w:rsidRPr="00F37004" w:rsidRDefault="00776CED" w:rsidP="00C929DC">
      <w:pPr>
        <w:rPr>
          <w:cs/>
        </w:rPr>
      </w:pPr>
      <w:r>
        <w:rPr>
          <w:cs/>
          <w:lang w:bidi="bn-IN"/>
        </w:rPr>
        <w:br w:type="page"/>
      </w:r>
    </w:p>
    <w:p w:rsidR="00A569A4" w:rsidRPr="00266964" w:rsidRDefault="00A569A4" w:rsidP="00776CED">
      <w:pPr>
        <w:pStyle w:val="Heading2Center"/>
      </w:pPr>
      <w:bookmarkStart w:id="4" w:name="_Toc443388789"/>
      <w:r w:rsidRPr="00266964">
        <w:rPr>
          <w:rFonts w:hint="cs"/>
          <w:cs/>
          <w:lang w:bidi="bn-IN"/>
        </w:rPr>
        <w:lastRenderedPageBreak/>
        <w:t>কুফাতে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সাইয়েদা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যায়নাব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খোতবা</w:t>
      </w:r>
      <w:bookmarkEnd w:id="4"/>
    </w:p>
    <w:p w:rsidR="00776CED" w:rsidRDefault="00776CED" w:rsidP="00A569A4">
      <w:pPr>
        <w:pStyle w:val="libNormal"/>
        <w:rPr>
          <w:lang w:bidi="bn-IN"/>
        </w:rPr>
      </w:pP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উমর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</w:t>
      </w:r>
      <w:r w:rsidRPr="00266964">
        <w:rPr>
          <w:rFonts w:hint="eastAsia"/>
        </w:rPr>
        <w:t>’</w:t>
      </w:r>
      <w:r w:rsidRPr="00266964">
        <w:rPr>
          <w:rFonts w:hint="cs"/>
          <w:cs/>
          <w:lang w:bidi="bn-IN"/>
        </w:rPr>
        <w:t>আদ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কারবালা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মহানবী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অবশিষ্ট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সদস্যদের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কুফার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নিকটবর্তী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স্থানে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সেখানকার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লোকেরা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দৃশ্য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জমায়েত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কুফার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লোকেরা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পরিচয়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জেনে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সাইয়েদা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যায়নাব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ভাষণ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দেন।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আবু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মানসূর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তাবারসি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ইহতিজাজ</w:t>
      </w:r>
      <w:r w:rsidRPr="00266964">
        <w:rPr>
          <w:rFonts w:hint="eastAsia"/>
        </w:rPr>
        <w:t>’</w:t>
      </w:r>
      <w:r w:rsidRPr="00266964">
        <w:t>-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কুফাবাসীদের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মধ্যে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তালিব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কন্যা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যায়নাব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খোতবা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তিরস্কার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দমনমূলক।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হিযাম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সাতীর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আসাদি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অসুস্থ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অবস্থায়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কারবালা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কুফা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কুফার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নিজেদের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কলার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ছেঁড়া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উচ্চ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স্বরে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লাগলো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পুরুষরাও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আহাজারির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যোগ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যায়নুল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আবেদীন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অসুস্থ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ক্ষীণ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কণ্ঠে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ডেকে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="004D6F1B" w:rsidRPr="00C929DC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কাঁদছো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ছাড়া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</w:t>
      </w:r>
      <w:r w:rsidRPr="00266964">
        <w:t>?</w:t>
      </w:r>
      <w:r w:rsidR="004D6F1B" w:rsidRPr="00C929DC">
        <w:rPr>
          <w:rStyle w:val="libAlaemChar"/>
        </w:rPr>
        <w:t>”</w:t>
      </w:r>
      <w:r w:rsidRPr="00266964">
        <w:t xml:space="preserve"> </w:t>
      </w:r>
      <w:r w:rsidRPr="00266964">
        <w:rPr>
          <w:rFonts w:hint="cs"/>
          <w:cs/>
          <w:lang w:bidi="bn-IN"/>
        </w:rPr>
        <w:t>সাইয়েদা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যায়নাব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বিনতে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লোকদেরকে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ইশারা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চুপ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হিযাম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আসাদি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শপথ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কখনো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নম্র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চাইতে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বাগ্মী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বিশ্বাসীদের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কণ্ঠে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বলছিলেন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লোকদেরকে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ইশারা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শোনার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নিশ্বাস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বুকের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ভেতরে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সম্মিলিত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কন্ঠের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মিলিয়ে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প্রশংসা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>,</w:t>
      </w:r>
    </w:p>
    <w:p w:rsidR="00A569A4" w:rsidRPr="00266964" w:rsidRDefault="004D6F1B" w:rsidP="004D6F1B">
      <w:pPr>
        <w:pStyle w:val="libNormal"/>
      </w:pPr>
      <w:r w:rsidRPr="00C929DC">
        <w:rPr>
          <w:rStyle w:val="libAlaemChar"/>
        </w:rPr>
        <w:t>“</w:t>
      </w:r>
      <w:r w:rsidR="00A569A4" w:rsidRPr="00266964">
        <w:rPr>
          <w:rFonts w:hint="cs"/>
          <w:cs/>
          <w:lang w:bidi="bn-IN"/>
        </w:rPr>
        <w:t>আম্মা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বা</w:t>
      </w:r>
      <w:r w:rsidRPr="00C929DC">
        <w:rPr>
          <w:rStyle w:val="libAlaemChar"/>
        </w:rPr>
        <w:t>’</w:t>
      </w:r>
      <w:r w:rsidR="00A569A4" w:rsidRPr="00266964">
        <w:rPr>
          <w:rFonts w:hint="cs"/>
          <w:cs/>
          <w:lang w:bidi="bn-IN"/>
        </w:rPr>
        <w:t>দ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হে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কুফাবাসীরা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হে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অহংকারী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ব্যক্তিরা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হে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প্রতারক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ব্যক্তিরা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হে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পেছনে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পলায়নকারীরা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শুনে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রাখো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তোমাদের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কা</w:t>
      </w:r>
      <w:r w:rsidR="00CA22F9">
        <w:rPr>
          <w:rFonts w:hint="cs"/>
          <w:cs/>
          <w:lang w:bidi="bn-IN"/>
        </w:rPr>
        <w:t>ন্না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যেন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কখনো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থামে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বিলাপ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যেন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কখনো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শেষ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হয়।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নিশ্চয়ই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উদাহরণ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হচ্ছে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সেই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নারীর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মতো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নিজেই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lastRenderedPageBreak/>
        <w:t>সুতার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প্যাঁচ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খুলে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ফেলে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প্যাঁচানোর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পর।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অঙ্গীকার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ভঙ্গ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করেছো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প্রতারণার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মাধ্যমে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মাঝে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লোক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দেখানো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আত্ম</w:t>
      </w:r>
      <w:r w:rsidR="00A569A4" w:rsidRPr="00266964">
        <w:rPr>
          <w:cs/>
          <w:lang w:bidi="bn-IN"/>
        </w:rPr>
        <w:t>-</w:t>
      </w:r>
      <w:r w:rsidR="00A569A4" w:rsidRPr="00266964">
        <w:rPr>
          <w:rFonts w:hint="cs"/>
          <w:cs/>
          <w:lang w:bidi="bn-IN"/>
        </w:rPr>
        <w:t>গরিমা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সীমা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অতি</w:t>
      </w:r>
      <w:r w:rsidR="00776CED">
        <w:rPr>
          <w:rFonts w:hint="eastAsia"/>
          <w:cs/>
          <w:lang w:bidi="bn-IN"/>
        </w:rPr>
        <w:t>ক্র</w:t>
      </w:r>
      <w:r w:rsidR="00A569A4" w:rsidRPr="00266964">
        <w:rPr>
          <w:rFonts w:hint="cs"/>
          <w:cs/>
          <w:lang w:bidi="bn-IN"/>
        </w:rPr>
        <w:t>ম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অসততা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ছাড়া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কিছু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বাকী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নেই।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দাসীদের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প্রতি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প্রেমবাক্য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3E7358">
        <w:rPr>
          <w:rFonts w:hint="cs"/>
          <w:cs/>
          <w:lang w:bidi="bn-IN"/>
        </w:rPr>
        <w:t>শত্রু</w:t>
      </w:r>
      <w:r w:rsidR="00A569A4" w:rsidRPr="00266964">
        <w:rPr>
          <w:rFonts w:hint="cs"/>
          <w:cs/>
          <w:lang w:bidi="bn-IN"/>
        </w:rPr>
        <w:t>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প্রতি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মিষ্টি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কথাকে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ঐতিহ্য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হিসাবে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নিয়েছো।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উদাহরণ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হলো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বিস্তীর্ণ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বনের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মতো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অথবা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কবরস্থানের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মূল্যবান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গহনার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মতো।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জেনে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রাখো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কী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খারাপই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নিজেদের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জন্য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এনেছো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আল্লাহর</w:t>
      </w:r>
      <w:r w:rsidR="00A569A4" w:rsidRPr="00266964">
        <w:rPr>
          <w:cs/>
          <w:lang w:bidi="bn-IN"/>
        </w:rPr>
        <w:t xml:space="preserve"> </w:t>
      </w:r>
      <w:r>
        <w:rPr>
          <w:cs/>
          <w:lang w:bidi="bn-IN"/>
        </w:rPr>
        <w:t>ক্রো</w:t>
      </w:r>
      <w:r w:rsidRPr="004D6F1B">
        <w:rPr>
          <w:cs/>
          <w:lang w:bidi="bn-IN"/>
        </w:rPr>
        <w:t>ধ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ডেকে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এনেছে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ওপরে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আখেরাতে</w:t>
      </w:r>
      <w:r w:rsidR="00A569A4" w:rsidRPr="00266964">
        <w:rPr>
          <w:cs/>
          <w:lang w:bidi="bn-IN"/>
        </w:rPr>
        <w:t xml:space="preserve"> </w:t>
      </w:r>
      <w:r w:rsidRPr="004D6F1B">
        <w:rPr>
          <w:rFonts w:hint="cs"/>
          <w:cs/>
          <w:lang w:bidi="bn-IN"/>
        </w:rPr>
        <w:t>ক্রদ্ধ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আগুনের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ভেতরে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জায়গা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অর্জন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করেছো।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ভাইয়ের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জন্য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কাঁদছো</w:t>
      </w:r>
      <w:r w:rsidR="00A569A4" w:rsidRPr="00266964">
        <w:t xml:space="preserve">? </w:t>
      </w:r>
      <w:r w:rsidR="00A569A4" w:rsidRPr="00266964">
        <w:rPr>
          <w:rFonts w:hint="cs"/>
          <w:cs/>
          <w:lang w:bidi="bn-IN"/>
        </w:rPr>
        <w:t>হ্যাঁ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নিশ্চয়ই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আল্লাহর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শপথ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তোমাদের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কাঁদা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উচিত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তোমরা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যোগ্য।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প্রচুর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কাঁদো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কম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হাসো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এভাবেই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অপমানে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</w:t>
      </w:r>
      <w:r w:rsidR="00776CED">
        <w:rPr>
          <w:rFonts w:hint="eastAsia"/>
          <w:cs/>
          <w:lang w:bidi="bn-IN"/>
        </w:rPr>
        <w:t>ক্র</w:t>
      </w:r>
      <w:r w:rsidR="00A569A4" w:rsidRPr="00266964">
        <w:rPr>
          <w:rFonts w:hint="eastAsia"/>
          <w:cs/>
          <w:lang w:bidi="bn-IN"/>
        </w:rPr>
        <w:t>া</w:t>
      </w:r>
      <w:r w:rsidR="00A569A4" w:rsidRPr="00266964">
        <w:rPr>
          <w:rFonts w:hint="cs"/>
          <w:cs/>
          <w:lang w:bidi="bn-IN"/>
        </w:rPr>
        <w:t>ন্ত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হয়েছো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ঘৃণার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ভেতরে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বন্দী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হয়েছো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কখনোই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ধুয়ে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ফেলতে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পারবে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না।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কীভাবে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তোমরা</w:t>
      </w:r>
      <w:r w:rsidR="00A569A4" w:rsidRPr="00266964">
        <w:rPr>
          <w:cs/>
          <w:lang w:bidi="bn-IN"/>
        </w:rPr>
        <w:t xml:space="preserve"> </w:t>
      </w:r>
      <w:r w:rsidR="00A569A4" w:rsidRPr="00C929DC">
        <w:rPr>
          <w:rStyle w:val="libAlaemChar"/>
        </w:rPr>
        <w:t>‘</w:t>
      </w:r>
      <w:r w:rsidR="00A569A4" w:rsidRPr="00266964">
        <w:rPr>
          <w:rFonts w:hint="cs"/>
          <w:cs/>
          <w:lang w:bidi="bn-IN"/>
        </w:rPr>
        <w:t>শেষ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নবী</w:t>
      </w:r>
      <w:r w:rsidR="00A569A4" w:rsidRPr="00266964">
        <w:rPr>
          <w:rFonts w:hint="eastAsia"/>
        </w:rPr>
        <w:t>’</w:t>
      </w:r>
      <w:r w:rsidR="00A569A4" w:rsidRPr="00266964">
        <w:t xml:space="preserve"> (</w:t>
      </w:r>
      <w:r w:rsidR="00A569A4" w:rsidRPr="00266964">
        <w:rPr>
          <w:rFonts w:hint="cs"/>
          <w:cs/>
          <w:lang w:bidi="bn-IN"/>
        </w:rPr>
        <w:t>সা</w:t>
      </w:r>
      <w:r w:rsidR="00A569A4" w:rsidRPr="00266964">
        <w:rPr>
          <w:cs/>
          <w:lang w:bidi="bn-IN"/>
        </w:rPr>
        <w:t>.)-</w:t>
      </w:r>
      <w:r w:rsidR="00A569A4" w:rsidRPr="00266964">
        <w:rPr>
          <w:rFonts w:hint="cs"/>
          <w:cs/>
          <w:lang w:bidi="bn-IN"/>
        </w:rPr>
        <w:t>এর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সন্তান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মাঝে</w:t>
      </w:r>
      <w:r w:rsidR="00A569A4" w:rsidRPr="00266964">
        <w:rPr>
          <w:cs/>
          <w:lang w:bidi="bn-IN"/>
        </w:rPr>
        <w:t xml:space="preserve"> </w:t>
      </w:r>
      <w:r w:rsidR="00A569A4" w:rsidRPr="00C929DC">
        <w:rPr>
          <w:rStyle w:val="libAlaemChar"/>
        </w:rPr>
        <w:t>‘</w:t>
      </w:r>
      <w:r w:rsidR="00A569A4" w:rsidRPr="00266964">
        <w:rPr>
          <w:rFonts w:hint="cs"/>
          <w:cs/>
          <w:lang w:bidi="bn-IN"/>
        </w:rPr>
        <w:t>রিসালাতের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খনি</w:t>
      </w:r>
      <w:r w:rsidR="00A569A4" w:rsidRPr="00266964">
        <w:rPr>
          <w:rFonts w:hint="eastAsia"/>
        </w:rPr>
        <w:t>’</w:t>
      </w:r>
      <w:r w:rsidR="00A569A4" w:rsidRPr="00266964">
        <w:t>-</w:t>
      </w:r>
      <w:r w:rsidR="00A569A4" w:rsidRPr="00266964">
        <w:rPr>
          <w:rFonts w:hint="cs"/>
          <w:cs/>
          <w:lang w:bidi="bn-IN"/>
        </w:rPr>
        <w:t>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রক্ত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নিজেদের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হাত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থেকে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ধুয়ে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ফেলবে</w:t>
      </w:r>
      <w:r w:rsidR="00A569A4" w:rsidRPr="00266964">
        <w:rPr>
          <w:rFonts w:hint="eastAsia"/>
        </w:rPr>
        <w:t>―</w:t>
      </w:r>
      <w:r w:rsidR="00A569A4" w:rsidRPr="00266964">
        <w:rPr>
          <w:rFonts w:hint="cs"/>
          <w:cs/>
          <w:lang w:bidi="bn-IN"/>
        </w:rPr>
        <w:t>যিনি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ছিলেন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বেহেশতের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যুবকদের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সর্দার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যুদ্ধক্ষেত্রের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সেনাপতি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দলের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আশ্রয়।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তিনি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ছিলেন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বিশ্রামের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কল্যাণের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বাসস্থান।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তিনি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ক্ষত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নিরাময়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করতেন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তোমাদেরকে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রক্ষা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করতেন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যেসব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খারাপ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দিকে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আসতো।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কাছে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যেতে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যখন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নিজেদের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মধ্যে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ঝগড়া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বিবাদ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করতে।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তিনি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ছিলেন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শ্রেষ্ঠ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পরামর্শদাতা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তোমরা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ওপর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নির্ভর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করতে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তিনি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ছিলেন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পথ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চলার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বাতি।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জেনে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রাখো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কী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খারাপই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নিজেদের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জন্য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এনেছো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ক্বিয়ামতের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দিনের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জন্য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কী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বোঝাই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ঘাড়ে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তুলে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নিয়েছো।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আত্মার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ধ্বংস</w:t>
      </w:r>
      <w:r w:rsidR="00A569A4" w:rsidRPr="00266964">
        <w:rPr>
          <w:cs/>
          <w:lang w:bidi="bn-IN"/>
        </w:rPr>
        <w:t xml:space="preserve">! </w:t>
      </w:r>
      <w:r w:rsidR="00A569A4" w:rsidRPr="00266964">
        <w:rPr>
          <w:rFonts w:hint="cs"/>
          <w:cs/>
          <w:lang w:bidi="bn-IN"/>
        </w:rPr>
        <w:t>আত্মার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ধ্বংস</w:t>
      </w:r>
      <w:r w:rsidR="00A569A4" w:rsidRPr="00266964">
        <w:rPr>
          <w:cs/>
          <w:lang w:bidi="bn-IN"/>
        </w:rPr>
        <w:t xml:space="preserve">! </w:t>
      </w:r>
      <w:r w:rsidR="00A569A4" w:rsidRPr="00266964">
        <w:rPr>
          <w:rFonts w:hint="cs"/>
          <w:cs/>
          <w:lang w:bidi="bn-IN"/>
        </w:rPr>
        <w:t>ধ্বংস</w:t>
      </w:r>
      <w:r w:rsidR="00A569A4" w:rsidRPr="00266964">
        <w:rPr>
          <w:cs/>
          <w:lang w:bidi="bn-IN"/>
        </w:rPr>
        <w:t xml:space="preserve">! </w:t>
      </w:r>
      <w:r w:rsidR="00A569A4" w:rsidRPr="00266964">
        <w:rPr>
          <w:rFonts w:hint="cs"/>
          <w:cs/>
          <w:lang w:bidi="bn-IN"/>
        </w:rPr>
        <w:t>তোমাদের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সন্ধান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ব্যর্থ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হোক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হাত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অবশ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হয়ে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যাক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কারণ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রিযক্ব</w:t>
      </w:r>
      <w:r w:rsidR="00A569A4" w:rsidRPr="00266964">
        <w:rPr>
          <w:cs/>
          <w:lang w:bidi="bn-IN"/>
        </w:rPr>
        <w:t>-</w:t>
      </w:r>
      <w:r w:rsidR="00A569A4" w:rsidRPr="00266964">
        <w:rPr>
          <w:rFonts w:hint="cs"/>
          <w:cs/>
          <w:lang w:bidi="bn-IN"/>
        </w:rPr>
        <w:t>এর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বিষয়টি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প্রবহমান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বাতাসের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কাছে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হস্তান্তর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করেছো।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আল্লাহর</w:t>
      </w:r>
      <w:r w:rsidR="00A569A4" w:rsidRPr="00266964">
        <w:rPr>
          <w:cs/>
          <w:lang w:bidi="bn-IN"/>
        </w:rPr>
        <w:t xml:space="preserve"> </w:t>
      </w:r>
      <w:r w:rsidRPr="004D6F1B">
        <w:rPr>
          <w:cs/>
          <w:lang w:bidi="bn-IN"/>
        </w:rPr>
        <w:t>ক্রো</w:t>
      </w:r>
      <w:r w:rsidR="00A569A4" w:rsidRPr="00266964">
        <w:rPr>
          <w:rFonts w:hint="cs"/>
          <w:cs/>
          <w:lang w:bidi="bn-IN"/>
        </w:rPr>
        <w:t>ধের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ভেতরে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জায়গা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নিয়েছো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ঘৃণা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ও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দুর্ভাগ্যের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মোহর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কপালে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বসিয়ে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দেওয়া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হয়েছে।</w:t>
      </w:r>
    </w:p>
    <w:p w:rsidR="00A569A4" w:rsidRPr="00266964" w:rsidRDefault="00A569A4" w:rsidP="004D6F1B">
      <w:pPr>
        <w:pStyle w:val="libNormal"/>
      </w:pPr>
      <w:r w:rsidRPr="00266964">
        <w:rPr>
          <w:rFonts w:hint="cs"/>
          <w:cs/>
          <w:lang w:bidi="bn-IN"/>
        </w:rPr>
        <w:t>দুর্ভোগ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!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জানো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প্রিয়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বিচ্ছি</w:t>
      </w:r>
      <w:r w:rsidR="0069538E">
        <w:rPr>
          <w:rFonts w:hint="cs"/>
          <w:cs/>
          <w:lang w:bidi="bn-IN"/>
        </w:rPr>
        <w:t>ন্ন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</w:t>
      </w:r>
      <w:r w:rsidRPr="00266964">
        <w:t xml:space="preserve">?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অঙ্গীকার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ভঙ্গ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</w:t>
      </w:r>
      <w:r w:rsidRPr="00266964">
        <w:t xml:space="preserve">?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প্রিয়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পরিবারকে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রাস্তায়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এনেছো</w:t>
      </w:r>
      <w:r w:rsidRPr="00266964">
        <w:t xml:space="preserve">?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মর্যাদার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কোন্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আবরণ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বোরখা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নিয়েছো</w:t>
      </w:r>
      <w:r w:rsidRPr="00266964">
        <w:t xml:space="preserve">?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কোন্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ঝরিয়েছো</w:t>
      </w:r>
      <w:r w:rsidRPr="00266964">
        <w:t xml:space="preserve">? </w:t>
      </w:r>
      <w:r w:rsidRPr="00266964">
        <w:rPr>
          <w:rFonts w:hint="cs"/>
          <w:cs/>
          <w:lang w:bidi="bn-IN"/>
        </w:rPr>
        <w:t>কী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কুটিল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জিনিসই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আকাশগুলো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ভেঙ্গে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জমিন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</w:t>
      </w:r>
      <w:r w:rsidR="0069538E">
        <w:rPr>
          <w:rFonts w:hint="cs"/>
          <w:cs/>
          <w:lang w:bidi="bn-IN"/>
        </w:rPr>
        <w:t>ন্ন</w:t>
      </w:r>
      <w:r w:rsidRPr="00266964">
        <w:rPr>
          <w:cs/>
          <w:lang w:bidi="bn-IN"/>
        </w:rPr>
        <w:t xml:space="preserve">- </w:t>
      </w:r>
      <w:r w:rsidRPr="00266964">
        <w:rPr>
          <w:rFonts w:hint="cs"/>
          <w:cs/>
          <w:lang w:bidi="bn-IN"/>
        </w:rPr>
        <w:t>বিচ্ছি</w:t>
      </w:r>
      <w:r w:rsidR="0069538E">
        <w:rPr>
          <w:rFonts w:hint="cs"/>
          <w:cs/>
          <w:lang w:bidi="bn-IN"/>
        </w:rPr>
        <w:t>ন্ন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যাবে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পাহাড়গুলো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টুকরো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ভেঙ্গে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পৃথিবী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আকাশের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মাঝের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জায়গা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পূর্ণ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করে।</w:t>
      </w:r>
    </w:p>
    <w:p w:rsidR="00A569A4" w:rsidRPr="00C929DC" w:rsidRDefault="00A569A4" w:rsidP="00A569A4">
      <w:pPr>
        <w:pStyle w:val="libNormal"/>
        <w:rPr>
          <w:rStyle w:val="libAlaemChar"/>
        </w:rPr>
      </w:pP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বিষয়গুলোর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বধূ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চুলবিহীন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অপরিচিত</w:t>
      </w:r>
      <w:r w:rsidRPr="00266964">
        <w:t xml:space="preserve">, </w:t>
      </w:r>
      <w:r w:rsidRPr="00266964">
        <w:rPr>
          <w:rFonts w:hint="cs"/>
          <w:cs/>
          <w:lang w:bidi="bn-IN"/>
        </w:rPr>
        <w:t>নোংরা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অন্ধ</w:t>
      </w:r>
      <w:r w:rsidRPr="00266964">
        <w:t xml:space="preserve">, </w:t>
      </w:r>
      <w:r w:rsidRPr="00266964">
        <w:rPr>
          <w:rFonts w:hint="cs"/>
          <w:cs/>
          <w:lang w:bidi="bn-IN"/>
        </w:rPr>
        <w:t>কুৎসিত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গম্ভীর।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আশ্চর্য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হচ্ছো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আকাশ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বৃষ্টি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t xml:space="preserve">? </w:t>
      </w:r>
      <w:r w:rsidRPr="00266964">
        <w:rPr>
          <w:rFonts w:hint="cs"/>
          <w:cs/>
          <w:lang w:bidi="bn-IN"/>
        </w:rPr>
        <w:t>আখেরাতের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শাস্তি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অপমানকর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সাহায্যকারী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অবসর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হালকা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দেয়</w:t>
      </w:r>
      <w:r w:rsidRPr="00266964">
        <w:t xml:space="preserve">, </w:t>
      </w:r>
      <w:r w:rsidRPr="00266964">
        <w:rPr>
          <w:rFonts w:hint="cs"/>
          <w:cs/>
          <w:lang w:bidi="bn-IN"/>
        </w:rPr>
        <w:t>কারণ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সর্বশক্তিমান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পবিত্র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সম্পর্কে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কেউ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পূর্ব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ধারণা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প্রতিশোধ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নেওয়ার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বিষয়ে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ভুলে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t xml:space="preserve">; </w:t>
      </w:r>
      <w:r w:rsidRPr="00266964">
        <w:rPr>
          <w:rFonts w:hint="cs"/>
          <w:cs/>
          <w:lang w:bidi="bn-IN"/>
        </w:rPr>
        <w:t>না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কখনোই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ওঁত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আছেন।</w:t>
      </w:r>
      <w:r w:rsidR="004D6F1B" w:rsidRPr="00C929DC">
        <w:rPr>
          <w:rStyle w:val="libAlaemChar"/>
        </w:rPr>
        <w:t>”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নিচের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শোকগাঁথাটি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আবৃত্তি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করলেন</w:t>
      </w:r>
      <w:r w:rsidRPr="00266964">
        <w:t xml:space="preserve">, </w:t>
      </w:r>
      <w:r w:rsidR="004D6F1B" w:rsidRPr="00C929DC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কী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উত্তর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জিজ্ঞেস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শেষ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উম্মত</w:t>
      </w:r>
      <w:r w:rsidRPr="00266964">
        <w:t xml:space="preserve">; </w:t>
      </w:r>
      <w:r w:rsidRPr="00266964">
        <w:rPr>
          <w:rFonts w:hint="cs"/>
          <w:cs/>
          <w:lang w:bidi="bn-IN"/>
        </w:rPr>
        <w:t>কেমন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আচরণ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বংশ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rFonts w:hint="eastAsia"/>
        </w:rPr>
        <w:t>―</w:t>
      </w:r>
      <w:r w:rsidRPr="00266964">
        <w:rPr>
          <w:rFonts w:hint="cs"/>
          <w:cs/>
          <w:lang w:bidi="bn-IN"/>
        </w:rPr>
        <w:t>যারা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সম্মানিত</w:t>
      </w:r>
      <w:r w:rsidRPr="00266964">
        <w:t xml:space="preserve">; </w:t>
      </w:r>
      <w:r w:rsidRPr="00266964">
        <w:rPr>
          <w:rFonts w:hint="cs"/>
          <w:cs/>
          <w:lang w:bidi="bn-IN"/>
        </w:rPr>
        <w:t>যাদের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কিছুকে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করেছিলে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কিছুকে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ভিজিয়েছো</w:t>
      </w:r>
      <w:r w:rsidRPr="00266964">
        <w:t xml:space="preserve">? </w:t>
      </w:r>
      <w:r w:rsidRPr="00266964">
        <w:rPr>
          <w:rFonts w:hint="cs"/>
          <w:cs/>
          <w:lang w:bidi="bn-IN"/>
        </w:rPr>
        <w:t>এটি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প্রতিদান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বিষয়ে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উপদেশ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দিয়েছিলাম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মাধ্যমে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ক্বুরবা</w:t>
      </w:r>
      <w:r w:rsidRPr="00266964">
        <w:rPr>
          <w:rFonts w:hint="eastAsia"/>
        </w:rPr>
        <w:t>’</w:t>
      </w:r>
      <w:r w:rsidRPr="00266964">
        <w:t xml:space="preserve"> [</w:t>
      </w:r>
      <w:r w:rsidRPr="00266964">
        <w:rPr>
          <w:rFonts w:hint="cs"/>
          <w:cs/>
          <w:lang w:bidi="bn-IN"/>
        </w:rPr>
        <w:t>রক্তজ</w:t>
      </w:r>
      <w:r w:rsidRPr="00266964">
        <w:rPr>
          <w:cs/>
          <w:lang w:bidi="bn-IN"/>
        </w:rPr>
        <w:t>]-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আচরণ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</w:t>
      </w:r>
      <w:r w:rsidRPr="00266964">
        <w:t xml:space="preserve">;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আশঙ্কা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করি</w:t>
      </w:r>
      <w:r w:rsidRPr="00266964">
        <w:t xml:space="preserve">,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গযব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ইরাম</w:t>
      </w:r>
      <w:r w:rsidRPr="00266964">
        <w:rPr>
          <w:rFonts w:hint="eastAsia"/>
        </w:rPr>
        <w:t>’</w:t>
      </w:r>
      <w:r w:rsidRPr="00266964">
        <w:t>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লোকজনের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ঐ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গযব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অবতরণ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করবে।</w:t>
      </w:r>
      <w:r w:rsidR="004D6F1B" w:rsidRPr="00C929DC">
        <w:rPr>
          <w:rStyle w:val="libAlaemChar"/>
        </w:rPr>
        <w:t>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ঘুরিয়ে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নিলেন।</w:t>
      </w:r>
    </w:p>
    <w:p w:rsidR="00A569A4" w:rsidRPr="00C929DC" w:rsidRDefault="00A569A4" w:rsidP="00A569A4">
      <w:pPr>
        <w:pStyle w:val="libNormal"/>
        <w:rPr>
          <w:rStyle w:val="libAlaemChar"/>
        </w:rPr>
      </w:pPr>
      <w:r w:rsidRPr="00266964">
        <w:rPr>
          <w:rFonts w:hint="cs"/>
          <w:cs/>
          <w:lang w:bidi="bn-IN"/>
        </w:rPr>
        <w:t>হিযাম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পুরুষ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এদিক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সেদিক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গভীর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অনুতপ্ত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পাশে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দাঁড়ানো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বৃদ্ধ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মানুষ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ভীষণ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দাড়ি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চোখের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পানিতে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ভিজে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দুটো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আকাশের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বাবা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মা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কোরবান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বৃদ্ধ</w:t>
      </w:r>
      <w:r w:rsidRPr="00266964">
        <w:t xml:space="preserve">, </w:t>
      </w:r>
      <w:r w:rsidRPr="00266964">
        <w:rPr>
          <w:rFonts w:hint="cs"/>
          <w:cs/>
          <w:lang w:bidi="bn-IN"/>
        </w:rPr>
        <w:t>যুবক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বৃদ্ধ</w:t>
      </w:r>
      <w:r w:rsidRPr="00266964">
        <w:t xml:space="preserve">, </w:t>
      </w:r>
      <w:r w:rsidRPr="00266964">
        <w:rPr>
          <w:rFonts w:hint="cs"/>
          <w:cs/>
          <w:lang w:bidi="bn-IN"/>
        </w:rPr>
        <w:t>যুবক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ওপরে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বাছাইকৃত।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সম্মানিত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মর্যাদা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সুউচ্চ।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="004D6F1B" w:rsidRPr="00C929DC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পুর্বপুরুষরা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বংশধরগণ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শ্রেষ্ঠ।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আগামীকাল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বংশধরদের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হবে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ধ্বংসপ্রাপ্ত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অভিশপ্তদের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মাঝে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বংশধর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থাকবে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না।</w:t>
      </w:r>
      <w:r w:rsidR="004D6F1B" w:rsidRPr="00C929DC">
        <w:rPr>
          <w:rStyle w:val="libAlaemChar"/>
        </w:rPr>
        <w:t>”</w:t>
      </w:r>
    </w:p>
    <w:p w:rsidR="00A569A4" w:rsidRPr="00C929DC" w:rsidRDefault="00A569A4" w:rsidP="00A569A4">
      <w:pPr>
        <w:pStyle w:val="libNormal"/>
        <w:rPr>
          <w:rStyle w:val="libAlaemChar"/>
        </w:rPr>
      </w:pP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বলেছেন</w:t>
      </w:r>
      <w:r w:rsidRPr="00266964">
        <w:t xml:space="preserve">, </w:t>
      </w:r>
      <w:r w:rsidR="004D6F1B" w:rsidRPr="00C929DC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প্রিয়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ফুফু</w:t>
      </w:r>
      <w:r w:rsidRPr="00266964">
        <w:t xml:space="preserve">, </w:t>
      </w:r>
      <w:r w:rsidRPr="00266964">
        <w:rPr>
          <w:rFonts w:hint="cs"/>
          <w:cs/>
          <w:lang w:bidi="bn-IN"/>
        </w:rPr>
        <w:t>দয়া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চুপ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থাকুন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ভবিষ্যতের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উদাহরণ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থাকবে।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আলহামদুলি</w:t>
      </w:r>
      <w:r w:rsidR="004D6F1B" w:rsidRPr="004D6F1B">
        <w:rPr>
          <w:rFonts w:hint="cs"/>
          <w:cs/>
          <w:lang w:bidi="bn-IN"/>
        </w:rPr>
        <w:t>ল্লা</w:t>
      </w:r>
      <w:r w:rsidRPr="00266964">
        <w:rPr>
          <w:rFonts w:hint="cs"/>
          <w:cs/>
          <w:lang w:bidi="bn-IN"/>
        </w:rPr>
        <w:t>হ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আপনি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প্রশিক্ষণ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ছাড়াই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বিচক্ষণ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ব্যক্তি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জ্ঞানী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বুঝানোর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প্রয়োজন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নিশ্চয়ই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</w:t>
      </w:r>
      <w:r w:rsidR="00CA22F9">
        <w:rPr>
          <w:rFonts w:hint="cs"/>
          <w:cs/>
          <w:lang w:bidi="bn-IN"/>
        </w:rPr>
        <w:t>ন্না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আহাজারি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ফেরত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গেছে।</w:t>
      </w:r>
      <w:r w:rsidR="004D6F1B" w:rsidRPr="00C929DC">
        <w:rPr>
          <w:rStyle w:val="libAlaemChar"/>
        </w:rPr>
        <w:t>”</w:t>
      </w:r>
    </w:p>
    <w:p w:rsidR="004D6F1B" w:rsidRPr="00F37004" w:rsidRDefault="004D6F1B" w:rsidP="00C929DC">
      <w:pPr>
        <w:rPr>
          <w:cs/>
        </w:rPr>
      </w:pPr>
      <w:r>
        <w:rPr>
          <w:cs/>
          <w:lang w:bidi="bn-IN"/>
        </w:rPr>
        <w:br w:type="page"/>
      </w:r>
    </w:p>
    <w:p w:rsidR="00A569A4" w:rsidRPr="00266964" w:rsidRDefault="00A569A4" w:rsidP="003A1E54">
      <w:pPr>
        <w:pStyle w:val="Heading2Center"/>
      </w:pPr>
      <w:bookmarkStart w:id="5" w:name="_Toc443388790"/>
      <w:r w:rsidRPr="00266964">
        <w:rPr>
          <w:rFonts w:hint="cs"/>
          <w:cs/>
          <w:lang w:bidi="bn-IN"/>
        </w:rPr>
        <w:lastRenderedPageBreak/>
        <w:t>কুফার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জনগণের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ভেতর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যুক্তি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পেশ</w:t>
      </w:r>
      <w:bookmarkEnd w:id="5"/>
    </w:p>
    <w:p w:rsidR="00A569A4" w:rsidRPr="00EE7701" w:rsidRDefault="00A569A4" w:rsidP="00A569A4">
      <w:pPr>
        <w:pStyle w:val="libNormal"/>
      </w:pPr>
      <w:r w:rsidRPr="00EE7701">
        <w:rPr>
          <w:rFonts w:hint="cs"/>
          <w:cs/>
          <w:lang w:bidi="bn-IN"/>
        </w:rPr>
        <w:t>এরপর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হিযাম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বিন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সাতীর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বলে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যে</w:t>
      </w:r>
      <w:r w:rsidRPr="00EE7701">
        <w:t xml:space="preserve">, </w:t>
      </w:r>
      <w:r w:rsidRPr="00EE7701">
        <w:rPr>
          <w:rFonts w:hint="cs"/>
          <w:cs/>
          <w:lang w:bidi="bn-IN"/>
        </w:rPr>
        <w:t>ইমাম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আলী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বিন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যায়নুল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আবেদীন</w:t>
      </w:r>
      <w:r w:rsidRPr="00EE7701">
        <w:rPr>
          <w:cs/>
          <w:lang w:bidi="bn-IN"/>
        </w:rPr>
        <w:t xml:space="preserve"> (</w:t>
      </w:r>
      <w:r w:rsidRPr="00EE7701">
        <w:rPr>
          <w:rFonts w:hint="cs"/>
          <w:cs/>
          <w:lang w:bidi="bn-IN"/>
        </w:rPr>
        <w:t>আ</w:t>
      </w:r>
      <w:r w:rsidRPr="00EE7701">
        <w:rPr>
          <w:cs/>
          <w:lang w:bidi="bn-IN"/>
        </w:rPr>
        <w:t xml:space="preserve">.) </w:t>
      </w:r>
      <w:r w:rsidRPr="00EE7701">
        <w:rPr>
          <w:rFonts w:hint="cs"/>
          <w:cs/>
          <w:lang w:bidi="bn-IN"/>
        </w:rPr>
        <w:t>জনতার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সামনে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এগিয়ে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এলেন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এবং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তাদেরকে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ইশারা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করলেন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চুপ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থাকার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জন্য।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এরপর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তিনি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বসলেন</w:t>
      </w:r>
      <w:r w:rsidRPr="00EE7701">
        <w:t xml:space="preserve">, </w:t>
      </w:r>
      <w:r w:rsidRPr="00EE7701">
        <w:rPr>
          <w:rFonts w:hint="cs"/>
          <w:cs/>
          <w:lang w:bidi="bn-IN"/>
        </w:rPr>
        <w:t>আল্লাহর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প্রশংসা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ও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তাসবিহ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করলেন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এবং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রাসূলুল্লাহ</w:t>
      </w:r>
      <w:r w:rsidRPr="00EE7701">
        <w:rPr>
          <w:cs/>
          <w:lang w:bidi="bn-IN"/>
        </w:rPr>
        <w:t xml:space="preserve"> (</w:t>
      </w:r>
      <w:r w:rsidRPr="00EE7701">
        <w:rPr>
          <w:rFonts w:hint="cs"/>
          <w:cs/>
          <w:lang w:bidi="bn-IN"/>
        </w:rPr>
        <w:t>সা</w:t>
      </w:r>
      <w:r w:rsidRPr="00EE7701">
        <w:rPr>
          <w:cs/>
          <w:lang w:bidi="bn-IN"/>
        </w:rPr>
        <w:t>.)-</w:t>
      </w:r>
      <w:r w:rsidRPr="00EE7701">
        <w:rPr>
          <w:rFonts w:hint="cs"/>
          <w:cs/>
          <w:lang w:bidi="bn-IN"/>
        </w:rPr>
        <w:t>এর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ওপর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সালাম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পেশ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করলেন।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তারপর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বললেন</w:t>
      </w:r>
      <w:r w:rsidRPr="00EE7701">
        <w:t>,</w:t>
      </w:r>
    </w:p>
    <w:p w:rsidR="00A569A4" w:rsidRPr="00EE7701" w:rsidRDefault="00EE7701" w:rsidP="00A569A4">
      <w:pPr>
        <w:pStyle w:val="libNormal"/>
      </w:pPr>
      <w:r w:rsidRPr="00F37004">
        <w:rPr>
          <w:rStyle w:val="libAlaemChar"/>
          <w:cs/>
        </w:rPr>
        <w:t>“</w:t>
      </w:r>
      <w:r w:rsidR="00A569A4" w:rsidRPr="00EE7701">
        <w:rPr>
          <w:rFonts w:hint="cs"/>
          <w:cs/>
          <w:lang w:bidi="bn-IN"/>
        </w:rPr>
        <w:t>হে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জনতা</w:t>
      </w:r>
      <w:r w:rsidR="00A569A4" w:rsidRPr="00EE7701">
        <w:t xml:space="preserve">, </w:t>
      </w:r>
      <w:r w:rsidR="00A569A4" w:rsidRPr="00EE7701">
        <w:rPr>
          <w:rFonts w:hint="cs"/>
          <w:cs/>
          <w:lang w:bidi="bn-IN"/>
        </w:rPr>
        <w:t>তোমাদের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মধ্যে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যারা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আমাকে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চিনো</w:t>
      </w:r>
      <w:r w:rsidR="00A569A4" w:rsidRPr="00EE7701">
        <w:t xml:space="preserve">, </w:t>
      </w:r>
      <w:r w:rsidR="00A569A4" w:rsidRPr="00EE7701">
        <w:rPr>
          <w:rFonts w:hint="cs"/>
          <w:cs/>
          <w:lang w:bidi="bn-IN"/>
        </w:rPr>
        <w:t>তারাতো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আমাকে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চিনোই</w:t>
      </w:r>
      <w:r w:rsidR="00A569A4" w:rsidRPr="00EE7701">
        <w:t xml:space="preserve">, </w:t>
      </w:r>
      <w:r w:rsidR="00A569A4" w:rsidRPr="00EE7701">
        <w:rPr>
          <w:rFonts w:hint="cs"/>
          <w:cs/>
          <w:lang w:bidi="bn-IN"/>
        </w:rPr>
        <w:t>আর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যারা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আমাকে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চিনো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না</w:t>
      </w:r>
      <w:r w:rsidR="00A569A4" w:rsidRPr="00EE7701">
        <w:rPr>
          <w:rFonts w:hint="eastAsia"/>
        </w:rPr>
        <w:t>―</w:t>
      </w:r>
      <w:r w:rsidR="00A569A4" w:rsidRPr="00EE7701">
        <w:rPr>
          <w:rFonts w:hint="cs"/>
          <w:cs/>
          <w:lang w:bidi="bn-IN"/>
        </w:rPr>
        <w:t>আমি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আলী</w:t>
      </w:r>
      <w:r w:rsidR="00A569A4" w:rsidRPr="00EE7701">
        <w:t xml:space="preserve">, </w:t>
      </w:r>
      <w:r w:rsidR="00A569A4" w:rsidRPr="00EE7701">
        <w:rPr>
          <w:rFonts w:hint="cs"/>
          <w:cs/>
          <w:lang w:bidi="bn-IN"/>
        </w:rPr>
        <w:t>হোসেইনের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সন্তান</w:t>
      </w:r>
      <w:r w:rsidR="00A569A4" w:rsidRPr="00EE7701">
        <w:t xml:space="preserve">, </w:t>
      </w:r>
      <w:r w:rsidR="00A569A4" w:rsidRPr="00EE7701">
        <w:rPr>
          <w:rFonts w:hint="cs"/>
          <w:cs/>
          <w:lang w:bidi="bn-IN"/>
        </w:rPr>
        <w:t>যার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মাথা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বিচ্ছি</w:t>
      </w:r>
      <w:r w:rsidR="0069538E" w:rsidRPr="00EE7701">
        <w:rPr>
          <w:rFonts w:hint="cs"/>
          <w:cs/>
          <w:lang w:bidi="bn-IN"/>
        </w:rPr>
        <w:t>ন্ন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করা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হয়েছে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ফোরাতের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তীরে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কোন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অপরাধ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বা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দোষ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ছাড়াই।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আমি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তার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সন্তান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যার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পবিত্রতা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লঙ্ঘন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করা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হয়েছে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এবং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যার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রহমতপূর্ণ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জীবনকে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কেড়ে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নেওয়া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হয়েছে</w:t>
      </w:r>
      <w:r w:rsidR="00A569A4" w:rsidRPr="00EE7701">
        <w:rPr>
          <w:cs/>
          <w:lang w:bidi="bn-IN"/>
        </w:rPr>
        <w:t xml:space="preserve">. </w:t>
      </w:r>
      <w:r w:rsidR="00A569A4" w:rsidRPr="00EE7701">
        <w:rPr>
          <w:rFonts w:hint="cs"/>
          <w:cs/>
          <w:lang w:bidi="bn-IN"/>
        </w:rPr>
        <w:t>তার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সম্পদ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লুট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করা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হয়েছে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এবং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তার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নারীদের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বন্দী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করা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হয়েছে।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আমি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তার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সন্তান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যাকে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হত্যা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করেছে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একদল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সংঘবদ্ধ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মানুষ</w:t>
      </w:r>
      <w:r w:rsidR="00A569A4" w:rsidRPr="00EE7701">
        <w:t xml:space="preserve">, </w:t>
      </w:r>
      <w:r w:rsidR="00A569A4" w:rsidRPr="00EE7701">
        <w:rPr>
          <w:rFonts w:hint="cs"/>
          <w:cs/>
          <w:lang w:bidi="bn-IN"/>
        </w:rPr>
        <w:t>আর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এ</w:t>
      </w:r>
      <w:r w:rsidR="00A569A4" w:rsidRPr="00EE7701">
        <w:rPr>
          <w:cs/>
          <w:lang w:bidi="bn-IN"/>
        </w:rPr>
        <w:t xml:space="preserve"> [</w:t>
      </w:r>
      <w:r w:rsidR="00A569A4" w:rsidRPr="00EE7701">
        <w:rPr>
          <w:rFonts w:hint="cs"/>
          <w:cs/>
          <w:lang w:bidi="bn-IN"/>
        </w:rPr>
        <w:t>শাহাদাতের</w:t>
      </w:r>
      <w:r w:rsidR="00A569A4" w:rsidRPr="00EE7701">
        <w:rPr>
          <w:cs/>
          <w:lang w:bidi="bn-IN"/>
        </w:rPr>
        <w:t xml:space="preserve">] </w:t>
      </w:r>
      <w:r w:rsidR="00A569A4" w:rsidRPr="00EE7701">
        <w:rPr>
          <w:rFonts w:hint="cs"/>
          <w:cs/>
          <w:lang w:bidi="bn-IN"/>
        </w:rPr>
        <w:t>সম্মান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আমাদের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জন্য</w:t>
      </w:r>
      <w:r w:rsidR="00A569A4" w:rsidRPr="00EE7701">
        <w:rPr>
          <w:cs/>
          <w:lang w:bidi="bn-IN"/>
        </w:rPr>
        <w:t xml:space="preserve"> </w:t>
      </w:r>
      <w:r w:rsidR="00A569A4" w:rsidRPr="00EE7701">
        <w:rPr>
          <w:rFonts w:hint="cs"/>
          <w:cs/>
          <w:lang w:bidi="bn-IN"/>
        </w:rPr>
        <w:t>যথেষ্ট।</w:t>
      </w:r>
    </w:p>
    <w:p w:rsidR="00A569A4" w:rsidRPr="00F37004" w:rsidRDefault="00A569A4" w:rsidP="00A569A4">
      <w:pPr>
        <w:pStyle w:val="libNormal"/>
        <w:rPr>
          <w:rStyle w:val="libAlaemChar"/>
        </w:rPr>
      </w:pPr>
      <w:r w:rsidRPr="00EE7701">
        <w:rPr>
          <w:rFonts w:hint="cs"/>
          <w:cs/>
          <w:lang w:bidi="bn-IN"/>
        </w:rPr>
        <w:t>হে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জনতা</w:t>
      </w:r>
      <w:r w:rsidRPr="00EE7701">
        <w:t xml:space="preserve">, </w:t>
      </w:r>
      <w:r w:rsidRPr="00EE7701">
        <w:rPr>
          <w:rFonts w:hint="cs"/>
          <w:cs/>
          <w:lang w:bidi="bn-IN"/>
        </w:rPr>
        <w:t>আমি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তোমাদেরকে</w:t>
      </w:r>
      <w:r w:rsidRPr="00EE7701">
        <w:rPr>
          <w:cs/>
          <w:lang w:bidi="bn-IN"/>
        </w:rPr>
        <w:t xml:space="preserve"> </w:t>
      </w:r>
      <w:r w:rsidRPr="00EE7701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বলছি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জানো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চিঠি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লিখেছিলে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আমন্ত্রণ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জানিয়ে</w:t>
      </w:r>
      <w:r w:rsidRPr="00266964">
        <w:t xml:space="preserve">?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ধোঁকা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অঙ্গীকারের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মাধ্যমে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সাহায্য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প্রতিশ্রতি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আনুগত্যের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শপথ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পরিবর্তে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বিরুদ্ধে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যুদ্ধ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পরিত্যাগ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মাধ্যমে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ধ্বংস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আদর্শ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কদর্য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কিভাবে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সামনে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দাঁড়াবে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বলবেন</w:t>
      </w:r>
      <w:r w:rsidRPr="00266964">
        <w:rPr>
          <w:cs/>
          <w:lang w:bidi="bn-IN"/>
        </w:rPr>
        <w:t xml:space="preserve">: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পবিত্রতার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মর্যাদা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লঙ্ঘন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উম্মতের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অন্তর্ভুক্ত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নও।</w:t>
      </w:r>
      <w:r w:rsidR="00EE7701" w:rsidRPr="00F37004">
        <w:rPr>
          <w:rStyle w:val="libAlaemChar"/>
          <w:cs/>
        </w:rPr>
        <w:t>”</w:t>
      </w:r>
    </w:p>
    <w:p w:rsidR="00A569A4" w:rsidRPr="00F37004" w:rsidRDefault="00A569A4" w:rsidP="00A569A4">
      <w:pPr>
        <w:pStyle w:val="libNormal"/>
        <w:rPr>
          <w:rStyle w:val="libAlaemChar"/>
        </w:rPr>
      </w:pPr>
      <w:r w:rsidRPr="00266964">
        <w:rPr>
          <w:rFonts w:hint="cs"/>
          <w:cs/>
          <w:lang w:bidi="bn-IN"/>
        </w:rPr>
        <w:t>পুরুষদের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মাঝে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</w:t>
      </w:r>
      <w:r w:rsidR="00CA22F9">
        <w:rPr>
          <w:rFonts w:hint="cs"/>
          <w:cs/>
          <w:lang w:bidi="bn-IN"/>
        </w:rPr>
        <w:t>ন্না</w:t>
      </w:r>
      <w:r w:rsidRPr="00266964">
        <w:rPr>
          <w:rFonts w:hint="cs"/>
          <w:cs/>
          <w:lang w:bidi="bn-IN"/>
        </w:rPr>
        <w:t>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রোল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পরস্পরকে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লাগলো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ধ্বংস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জানো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আরও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="00EE7701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রহমত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উপদেশ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গ্রহণ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পরামর্শকে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হেফাযত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তাঁর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বংশের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সম্পর্ক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রেখে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উত্তম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হেদায়েতের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অধিকারী।</w:t>
      </w:r>
      <w:r w:rsidR="00EE7701" w:rsidRPr="00F37004">
        <w:rPr>
          <w:rStyle w:val="libAlaemChar"/>
          <w:cs/>
        </w:rPr>
        <w:t>”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="00EE7701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শুনি</w:t>
      </w:r>
      <w:r w:rsidRPr="00266964">
        <w:t xml:space="preserve">, </w:t>
      </w:r>
      <w:r w:rsidRPr="00266964">
        <w:rPr>
          <w:rFonts w:hint="cs"/>
          <w:cs/>
          <w:lang w:bidi="bn-IN"/>
        </w:rPr>
        <w:t>অনুগত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পবিত্রতার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প্রশংসাকারী।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পরিত্যাগ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ঘুরিয়ে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নিবো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আদেশ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করুন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রহমত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করুন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যুদ্ধ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শান্তির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সময়ে।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প্রতিশোধ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নিবো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জুলুম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অথবা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বললেন</w:t>
      </w:r>
      <w:r w:rsidRPr="00266964">
        <w:t>,</w:t>
      </w:r>
    </w:p>
    <w:p w:rsidR="00A569A4" w:rsidRPr="00266964" w:rsidRDefault="00EE7701" w:rsidP="00A569A4">
      <w:pPr>
        <w:pStyle w:val="libNormal"/>
      </w:pPr>
      <w:r w:rsidRPr="00F37004">
        <w:rPr>
          <w:rStyle w:val="libAlaemChar"/>
          <w:cs/>
        </w:rPr>
        <w:t>“</w:t>
      </w:r>
      <w:r w:rsidR="00A569A4" w:rsidRPr="00266964">
        <w:rPr>
          <w:rFonts w:hint="cs"/>
          <w:cs/>
          <w:lang w:bidi="bn-IN"/>
        </w:rPr>
        <w:t>হায়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আশ্চর্য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হায়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আশ্চর্য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হে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প্রতারণাপূর্ণ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ধোঁকাবাজের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দল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একটি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বিরাট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বাধা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আছে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ব্যর্থ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আকা</w:t>
      </w:r>
      <w:r>
        <w:rPr>
          <w:rFonts w:hint="cs"/>
          <w:cs/>
          <w:lang w:bidi="bn-IN"/>
        </w:rPr>
        <w:t>ঙ্ক্ষা</w:t>
      </w:r>
      <w:r w:rsidR="00A569A4" w:rsidRPr="00266964">
        <w:rPr>
          <w:rFonts w:hint="cs"/>
          <w:cs/>
          <w:lang w:bidi="bn-IN"/>
        </w:rPr>
        <w:t>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মাঝে।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সাথে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একই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আচরণ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করতে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চাও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যেভাবে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পূর্বপুরুষদের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সাথে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আচরণ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করেছো</w:t>
      </w:r>
      <w:r w:rsidR="00A569A4" w:rsidRPr="00266964">
        <w:t xml:space="preserve">? </w:t>
      </w:r>
      <w:r w:rsidR="00A569A4" w:rsidRPr="00266964">
        <w:rPr>
          <w:rFonts w:hint="cs"/>
          <w:cs/>
          <w:lang w:bidi="bn-IN"/>
        </w:rPr>
        <w:t>না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কখনোই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না।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হাজ্বীদের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আনন্দিত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উটদের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রবের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শপথ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আমার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পিতার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ও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পরিবারের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শাহাদাতের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গভীর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ক্ষতসমূহ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এখনো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আরোগ্য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লাভ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নি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যে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আঘাতগুলো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রাসূলুল্লাহ</w:t>
      </w:r>
      <w:r w:rsidR="00A569A4" w:rsidRPr="00266964">
        <w:rPr>
          <w:cs/>
          <w:lang w:bidi="bn-IN"/>
        </w:rPr>
        <w:t xml:space="preserve"> (</w:t>
      </w:r>
      <w:r w:rsidR="00A569A4" w:rsidRPr="00266964">
        <w:rPr>
          <w:rFonts w:hint="cs"/>
          <w:cs/>
          <w:lang w:bidi="bn-IN"/>
        </w:rPr>
        <w:t>সা</w:t>
      </w:r>
      <w:r w:rsidR="00A569A4" w:rsidRPr="00266964">
        <w:rPr>
          <w:cs/>
          <w:lang w:bidi="bn-IN"/>
        </w:rPr>
        <w:t>.)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আমার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পিতা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ও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সন্তানদের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বুকে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হয়েছে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এখনো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স্মৃতি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থেকে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মুছে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যায়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নি।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ঘাড়ের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হাড়গুলো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ভেঙ্গে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গেছে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দুঃখে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তিক্ততা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কণ্ঠ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ও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শ্বাসনালীর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মাঝখানে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উপস্থিত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আছে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আমার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হৃদয়ের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হাড়গুলো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শ্বাসরুদ্ধ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দিচ্ছে।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চাই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যেন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উপকারকারীদের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অন্তর্ভুক্ত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হও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আর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অনিষ্টকারীদের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অন্তর্ভুক্ত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হও।</w:t>
      </w:r>
    </w:p>
    <w:p w:rsidR="009A5886" w:rsidRDefault="00A569A4" w:rsidP="009A5886">
      <w:pPr>
        <w:pStyle w:val="libNormal"/>
        <w:rPr>
          <w:cs/>
          <w:lang w:bidi="bn-IN"/>
        </w:rPr>
      </w:pP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আশ্চর্যের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বিষয়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হোসেইনকে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মতোই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চাইতে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উত্তম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চাইতে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শ্রেষ্ঠ।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কুফাবাসীরা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উ</w:t>
      </w:r>
      <w:r w:rsidR="009A5886">
        <w:rPr>
          <w:cs/>
          <w:lang w:bidi="bn-IN"/>
        </w:rPr>
        <w:t>ল্লা</w:t>
      </w:r>
      <w:r w:rsidRPr="00266964">
        <w:rPr>
          <w:rFonts w:hint="cs"/>
          <w:cs/>
          <w:lang w:bidi="bn-IN"/>
        </w:rPr>
        <w:t>সিত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দুর্দশায়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বিরাট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দুর্যোগ।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শহীদ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ফোরাতের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তীরে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জীবন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কোরবান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হোক</w:t>
      </w:r>
      <w:r w:rsidRPr="00266964">
        <w:rPr>
          <w:rFonts w:hint="eastAsia"/>
        </w:rPr>
        <w:t>―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শাস্তি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জাহা</w:t>
      </w:r>
      <w:r w:rsidR="00CA22F9">
        <w:rPr>
          <w:rFonts w:hint="cs"/>
          <w:cs/>
          <w:lang w:bidi="bn-IN"/>
        </w:rPr>
        <w:t>ন্না</w:t>
      </w:r>
      <w:r w:rsidRPr="00266964">
        <w:rPr>
          <w:rFonts w:hint="cs"/>
          <w:cs/>
          <w:lang w:bidi="bn-IN"/>
        </w:rPr>
        <w:t>মের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আগুন।</w:t>
      </w:r>
    </w:p>
    <w:p w:rsidR="009A5886" w:rsidRPr="00F37004" w:rsidRDefault="009A5886" w:rsidP="00F37004">
      <w:pPr>
        <w:rPr>
          <w:cs/>
        </w:rPr>
      </w:pPr>
      <w:r>
        <w:rPr>
          <w:cs/>
          <w:lang w:bidi="bn-IN"/>
        </w:rPr>
        <w:br w:type="page"/>
      </w:r>
    </w:p>
    <w:p w:rsidR="00A569A4" w:rsidRPr="00A87622" w:rsidRDefault="00A569A4" w:rsidP="00A87622">
      <w:pPr>
        <w:pStyle w:val="Heading2Center"/>
      </w:pPr>
      <w:bookmarkStart w:id="6" w:name="_Toc443388791"/>
      <w:r w:rsidRPr="00A87622">
        <w:rPr>
          <w:rFonts w:hint="cs"/>
          <w:cs/>
          <w:lang w:bidi="bn-IN"/>
        </w:rPr>
        <w:lastRenderedPageBreak/>
        <w:t>কুফায়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সাইয়েদা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ফাতিমা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বিনতে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হোসেইন</w:t>
      </w:r>
      <w:r w:rsidRPr="00A87622">
        <w:rPr>
          <w:cs/>
          <w:lang w:bidi="bn-IN"/>
        </w:rPr>
        <w:t xml:space="preserve"> (</w:t>
      </w:r>
      <w:r w:rsidRPr="00A87622">
        <w:rPr>
          <w:rFonts w:hint="cs"/>
          <w:cs/>
          <w:lang w:bidi="bn-IN"/>
        </w:rPr>
        <w:t>আ</w:t>
      </w:r>
      <w:r w:rsidRPr="00A87622">
        <w:rPr>
          <w:cs/>
          <w:lang w:bidi="bn-IN"/>
        </w:rPr>
        <w:t>.)-</w:t>
      </w:r>
      <w:r w:rsidRPr="00A87622">
        <w:rPr>
          <w:rFonts w:hint="cs"/>
          <w:cs/>
          <w:lang w:bidi="bn-IN"/>
        </w:rPr>
        <w:t>এর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খোতবা</w:t>
      </w:r>
      <w:bookmarkEnd w:id="6"/>
    </w:p>
    <w:p w:rsidR="00A87622" w:rsidRDefault="00A87622" w:rsidP="00A569A4">
      <w:pPr>
        <w:pStyle w:val="libNormal"/>
        <w:rPr>
          <w:cs/>
          <w:lang w:bidi="bn-IN"/>
        </w:rPr>
      </w:pPr>
    </w:p>
    <w:p w:rsidR="00A569A4" w:rsidRPr="00A87622" w:rsidRDefault="00A569A4" w:rsidP="00A569A4">
      <w:pPr>
        <w:pStyle w:val="libNormal"/>
      </w:pPr>
      <w:r w:rsidRPr="00A87622">
        <w:rPr>
          <w:rFonts w:hint="cs"/>
          <w:cs/>
          <w:lang w:bidi="bn-IN"/>
        </w:rPr>
        <w:t>যাইদ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বিন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মূসা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বিন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জাফর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তার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পিতা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থেকে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বর্ণনা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করেছে</w:t>
      </w:r>
      <w:r w:rsidRPr="00A87622">
        <w:t xml:space="preserve">, </w:t>
      </w:r>
      <w:r w:rsidRPr="00A87622">
        <w:rPr>
          <w:rFonts w:hint="cs"/>
          <w:cs/>
          <w:lang w:bidi="bn-IN"/>
        </w:rPr>
        <w:t>যে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তার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পূর্বপুরুষদের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কাছ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থেকে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ফাতিমা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সুগরা</w:t>
      </w:r>
      <w:r w:rsidRPr="00A87622">
        <w:rPr>
          <w:cs/>
          <w:lang w:bidi="bn-IN"/>
        </w:rPr>
        <w:t xml:space="preserve"> [</w:t>
      </w:r>
      <w:r w:rsidRPr="00A87622">
        <w:rPr>
          <w:rFonts w:hint="cs"/>
          <w:cs/>
          <w:lang w:bidi="bn-IN"/>
        </w:rPr>
        <w:t>বিনতে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হোসেইন</w:t>
      </w:r>
      <w:r w:rsidRPr="00A87622">
        <w:rPr>
          <w:cs/>
          <w:lang w:bidi="bn-IN"/>
        </w:rPr>
        <w:t>] (</w:t>
      </w:r>
      <w:r w:rsidRPr="00A87622">
        <w:rPr>
          <w:rFonts w:hint="cs"/>
          <w:cs/>
          <w:lang w:bidi="bn-IN"/>
        </w:rPr>
        <w:t>আ</w:t>
      </w:r>
      <w:r w:rsidRPr="00A87622">
        <w:rPr>
          <w:cs/>
          <w:lang w:bidi="bn-IN"/>
        </w:rPr>
        <w:t>.)-</w:t>
      </w:r>
      <w:r w:rsidRPr="00A87622">
        <w:rPr>
          <w:rFonts w:hint="cs"/>
          <w:cs/>
          <w:lang w:bidi="bn-IN"/>
        </w:rPr>
        <w:t>এর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খোতবা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বর্ণনা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করেছে</w:t>
      </w:r>
      <w:r w:rsidRPr="00A87622">
        <w:t xml:space="preserve">, </w:t>
      </w:r>
      <w:r w:rsidRPr="00A87622">
        <w:rPr>
          <w:rFonts w:hint="cs"/>
          <w:cs/>
          <w:lang w:bidi="bn-IN"/>
        </w:rPr>
        <w:t>যা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তিনি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কারবালা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থেকে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ফেরার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পর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দিয়েছিলেন</w:t>
      </w:r>
      <w:r w:rsidRPr="00A87622">
        <w:rPr>
          <w:cs/>
          <w:lang w:bidi="bn-IN"/>
        </w:rPr>
        <w:t>:</w:t>
      </w:r>
    </w:p>
    <w:p w:rsidR="00A569A4" w:rsidRPr="00266964" w:rsidRDefault="00A569A4" w:rsidP="00A569A4">
      <w:pPr>
        <w:pStyle w:val="libNormal"/>
      </w:pPr>
      <w:r w:rsidRPr="00A87622">
        <w:rPr>
          <w:rFonts w:hint="cs"/>
          <w:cs/>
          <w:lang w:bidi="bn-IN"/>
        </w:rPr>
        <w:t>আল্লাহর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প্রশংসা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করছি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সব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বালুকণার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সংখ্যায়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এবং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পৃথিবী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পর্যন্ত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আকাশগুলোর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ওজনের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সমান।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আমরা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তার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প্রশংসা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করি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এবং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তাকে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বিশ্বাস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করি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এবং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শুধু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তারই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ওপর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নির্ভর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করি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এবং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আমরা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বলি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যে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আল্লাহ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ছাড়া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আর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কোন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খোদা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নেই</w:t>
      </w:r>
      <w:r w:rsidRPr="00A87622">
        <w:t xml:space="preserve">, </w:t>
      </w:r>
      <w:r w:rsidRPr="00A87622">
        <w:rPr>
          <w:rFonts w:hint="cs"/>
          <w:cs/>
          <w:lang w:bidi="bn-IN"/>
        </w:rPr>
        <w:t>তিনি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অদ্বিতীয়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ও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তাঁর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কোন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অংশীদার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নেই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এবং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মুহাম্মাদ</w:t>
      </w:r>
      <w:r w:rsidRPr="00A87622">
        <w:rPr>
          <w:cs/>
          <w:lang w:bidi="bn-IN"/>
        </w:rPr>
        <w:t xml:space="preserve"> (</w:t>
      </w:r>
      <w:r w:rsidRPr="00A87622">
        <w:rPr>
          <w:rFonts w:hint="cs"/>
          <w:cs/>
          <w:lang w:bidi="bn-IN"/>
        </w:rPr>
        <w:t>সা</w:t>
      </w:r>
      <w:r w:rsidRPr="00A87622">
        <w:rPr>
          <w:cs/>
          <w:lang w:bidi="bn-IN"/>
        </w:rPr>
        <w:t xml:space="preserve">.) </w:t>
      </w:r>
      <w:r w:rsidRPr="00A87622">
        <w:rPr>
          <w:rFonts w:hint="cs"/>
          <w:cs/>
          <w:lang w:bidi="bn-IN"/>
        </w:rPr>
        <w:t>তাঁর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দাস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ও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রাসূল।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কোন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দোষ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ছাড়াই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তার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সন্তানদের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মাথা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বিচ্ছি</w:t>
      </w:r>
      <w:r w:rsidR="0069538E" w:rsidRPr="00A87622">
        <w:rPr>
          <w:rFonts w:hint="cs"/>
          <w:cs/>
          <w:lang w:bidi="bn-IN"/>
        </w:rPr>
        <w:t>ন্ন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করা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হয়েছে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ফোরাত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নদীর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তীরে।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হে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আল্লাহ</w:t>
      </w:r>
      <w:r w:rsidRPr="00A87622">
        <w:t xml:space="preserve">, </w:t>
      </w:r>
      <w:r w:rsidRPr="00A87622">
        <w:rPr>
          <w:rFonts w:hint="cs"/>
          <w:cs/>
          <w:lang w:bidi="bn-IN"/>
        </w:rPr>
        <w:t>আমি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আপনার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কাছে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আশ্রয়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চাই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যদি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আমি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আপনার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বিষয়ে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কোন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মিথ্যা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বলি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অথবা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আমি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যদি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কোন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ভুল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ধারণা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পোষণ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করি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আলী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ইবনে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আবি</w:t>
      </w:r>
      <w:r w:rsidRPr="00A87622">
        <w:rPr>
          <w:cs/>
          <w:lang w:bidi="bn-IN"/>
        </w:rPr>
        <w:t xml:space="preserve"> </w:t>
      </w:r>
      <w:r w:rsidRPr="00A87622">
        <w:rPr>
          <w:rFonts w:hint="cs"/>
          <w:cs/>
          <w:lang w:bidi="bn-IN"/>
        </w:rPr>
        <w:t>তালিব</w:t>
      </w:r>
      <w:r w:rsidRPr="00A87622">
        <w:rPr>
          <w:cs/>
          <w:lang w:bidi="bn-IN"/>
        </w:rPr>
        <w:t xml:space="preserve"> (</w:t>
      </w:r>
      <w:r w:rsidRPr="00A87622">
        <w:rPr>
          <w:rFonts w:hint="cs"/>
          <w:cs/>
          <w:lang w:bidi="bn-IN"/>
        </w:rPr>
        <w:t>আ</w:t>
      </w:r>
      <w:r w:rsidRPr="00A87622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খিলাফতের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বিষয়ে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অধিকার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অন্যায়ভাবে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দখল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অপরাধ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ছাড়াই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ঘরগুলোর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একটিতে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যেভাবে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গতকাল।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সেখানে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একদল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লোক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নিজেদের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মুসলমান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করেছিল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ঘাড়ের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পিপাসার্ত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যতক্ষণ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সত্তাকে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হয়েছিল।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প্রশংসনীয়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চরিত্র</w:t>
      </w:r>
      <w:r w:rsidRPr="00266964">
        <w:t xml:space="preserve">, </w:t>
      </w:r>
      <w:r w:rsidRPr="00266964">
        <w:rPr>
          <w:rFonts w:hint="cs"/>
          <w:cs/>
          <w:lang w:bidi="bn-IN"/>
        </w:rPr>
        <w:t>ধার্মিক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বংশধর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সুবিখ্যাত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গুণাবলী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প্রশংসনীয়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ধর্ম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তিরস্কার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ধমককে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আপনি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ইসলামের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পথ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দেখিয়েছেন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শৈশব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বালেগ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বয়সের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গুণাবলীকে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প্রশংসা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সার্বক্ষণিকভাবে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আন্তরিক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দরুদ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বর্ষিত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ঐ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পর্যন্ত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নিজের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ডেকে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নিলেন।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বিরত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পৃথিবীর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বিষয়ে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সম্পদলোভী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আখেরাতের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বিষয়ে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আশাবাদী।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সংগ্রাম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ভালোবেসেছেন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অগ্রাধিকার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সিরাতাল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মুসতাক্বিমের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পথ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দেখিয়েছেন।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আম্মা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</w:t>
      </w:r>
      <w:r w:rsidRPr="00266964">
        <w:rPr>
          <w:rFonts w:hint="eastAsia"/>
        </w:rPr>
        <w:t>’</w:t>
      </w:r>
      <w:r w:rsidRPr="00266964">
        <w:rPr>
          <w:rFonts w:hint="cs"/>
          <w:cs/>
          <w:lang w:bidi="bn-IN"/>
        </w:rPr>
        <w:t>দ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কুফাবাসীরা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ধোঁকাবাজ</w:t>
      </w:r>
      <w:r w:rsidRPr="00266964">
        <w:t xml:space="preserve">, </w:t>
      </w:r>
      <w:r w:rsidRPr="00266964">
        <w:rPr>
          <w:rFonts w:hint="cs"/>
          <w:cs/>
          <w:lang w:bidi="bn-IN"/>
        </w:rPr>
        <w:t>প্রতারক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অহংকারী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ব্যক্তিরা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পরীক্ষা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বিষয়ে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পরীক্ষা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বিষয়ে।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পরীক্ষাগুলোকে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ঐশী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প্রশান্তি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লাভের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বিষয়ে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জানিয়েছেন।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জ্ঞানের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হেফাযতকারী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অভিভাবক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বুদ্ধির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ভাণ্ডার।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প্রজ্ঞাকে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স্বীকৃতি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পৃথিবীতে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দাসদের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প্রমাণ।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অত্যন্ত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ভালোবাসেন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মাধ্যমে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সৃষ্টিকূলের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মর্যাদা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নবীর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মাধ্যমে।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মিথ্যা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কুফুরী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অত্যাচারের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মাধ্যমে।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বৈধ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জিনিসপত্র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লুট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তুরস্ক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কাবুলের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কাফের।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গতকাল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দাদাকে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তরবারিগুলো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আহলুল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বায়েত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নবী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</w:t>
      </w:r>
      <w:r w:rsidRPr="00266964">
        <w:rPr>
          <w:cs/>
          <w:lang w:bidi="bn-IN"/>
        </w:rPr>
        <w:t>]-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ছিটিয়েছে।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চোখকে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শীতল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প্রাচীন</w:t>
      </w:r>
      <w:r w:rsidRPr="00266964">
        <w:rPr>
          <w:cs/>
          <w:lang w:bidi="bn-IN"/>
        </w:rPr>
        <w:t xml:space="preserve"> </w:t>
      </w:r>
      <w:r w:rsidR="003E7358">
        <w:rPr>
          <w:rFonts w:hint="cs"/>
          <w:cs/>
          <w:lang w:bidi="bn-IN"/>
        </w:rPr>
        <w:t>শত্রু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কারণে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উল্লাস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বিরুদ্ধে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উদ্ধত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ধোঁকার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কারণে।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ঝরানোতে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জিনিসপত্র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লুট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="00A87622">
        <w:rPr>
          <w:rFonts w:hint="cs"/>
          <w:cs/>
          <w:lang w:bidi="bn-IN"/>
        </w:rPr>
        <w:t>উল্লা</w:t>
      </w:r>
      <w:r w:rsidRPr="00266964">
        <w:rPr>
          <w:rFonts w:hint="cs"/>
          <w:cs/>
          <w:lang w:bidi="bn-IN"/>
        </w:rPr>
        <w:t>সিত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কারণ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মহাদুর্যোগের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বিরাট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জবাইয়ের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মাধ্যমে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পৌঁছেছে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কোরআনের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আয়াতের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একমত</w:t>
      </w:r>
    </w:p>
    <w:p w:rsidR="00A87622" w:rsidRDefault="00EF7A7B" w:rsidP="00EF7A7B">
      <w:pPr>
        <w:pStyle w:val="libAie"/>
        <w:rPr>
          <w:cs/>
          <w:lang w:bidi="bn-IN"/>
        </w:rPr>
      </w:pPr>
      <w:proofErr w:type="gramStart"/>
      <w:r w:rsidRPr="00EF7A7B">
        <w:rPr>
          <w:rStyle w:val="libAlaemChar"/>
        </w:rPr>
        <w:t>)</w:t>
      </w:r>
      <w:r w:rsidRPr="00EF7A7B">
        <w:rPr>
          <w:rFonts w:hint="eastAsia"/>
          <w:rtl/>
        </w:rPr>
        <w:t>س</w:t>
      </w:r>
      <w:proofErr w:type="gramEnd"/>
      <w:r w:rsidRPr="00EF7A7B">
        <w:rPr>
          <w:rFonts w:hint="eastAsia"/>
          <w:rtl/>
        </w:rPr>
        <w:t>َابِقُوا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إِلَى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مَغْفِرَةٍ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مِنْ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رَبِّكُمْ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وَجَنَّةٍ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عَرْضُهَا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كَعَرْضِ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السَّمَاءِ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وَالْأَرْضِ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أُعِدَّتْ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لِلَّذِينَ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آمَنُوا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بِاللَّهِ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وَرُسُلِهِ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ذَلِكَ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فَضْلُ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اللَّهِ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يُؤْتِيهِ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مَنْ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يَشَاءُ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وَاللَّهُ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ذُو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الْفَضْلِ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الْعَظِيمِ</w:t>
      </w:r>
      <w:r w:rsidRPr="00EF7A7B">
        <w:rPr>
          <w:rtl/>
        </w:rPr>
        <w:t xml:space="preserve"> (21) </w:t>
      </w:r>
      <w:r w:rsidRPr="00EF7A7B">
        <w:rPr>
          <w:rFonts w:hint="eastAsia"/>
          <w:rtl/>
        </w:rPr>
        <w:t>مَا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أَصَابَ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مِنْ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مُصِيبَةٍ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فِي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الْأَرْضِ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وَلَا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فِي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أَنْفُسِكُمْ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إِلَّا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فِي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كِتَابٍ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مِنْ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قَبْلِ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أَنْ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نَبْرَأَهَا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إِنَّ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ذَلِكَ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عَلَى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اللَّهِ</w:t>
      </w:r>
      <w:r w:rsidRPr="00EF7A7B">
        <w:rPr>
          <w:rtl/>
        </w:rPr>
        <w:t xml:space="preserve"> </w:t>
      </w:r>
      <w:r w:rsidRPr="00EF7A7B">
        <w:rPr>
          <w:rFonts w:hint="eastAsia"/>
          <w:rtl/>
        </w:rPr>
        <w:t>يَسِيرٌ</w:t>
      </w:r>
      <w:r w:rsidRPr="00EF7A7B">
        <w:rPr>
          <w:rStyle w:val="libAlaemChar"/>
        </w:rPr>
        <w:t>(</w:t>
      </w:r>
    </w:p>
    <w:p w:rsidR="00A569A4" w:rsidRPr="00266964" w:rsidRDefault="00A87622" w:rsidP="00A569A4">
      <w:pPr>
        <w:pStyle w:val="libNormal"/>
      </w:pPr>
      <w:r w:rsidRPr="00F37004">
        <w:rPr>
          <w:rStyle w:val="libAlaemChar"/>
          <w:cs/>
        </w:rPr>
        <w:t>“</w:t>
      </w:r>
      <w:r w:rsidR="00A569A4" w:rsidRPr="00266964">
        <w:rPr>
          <w:rFonts w:hint="cs"/>
          <w:cs/>
          <w:lang w:bidi="bn-IN"/>
        </w:rPr>
        <w:t>প্রতিযোগিতা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দ্রুত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এগোবার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জন্য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রবের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ক্ষমা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এক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জা</w:t>
      </w:r>
      <w:r w:rsidR="00CA22F9">
        <w:rPr>
          <w:rFonts w:hint="cs"/>
          <w:cs/>
          <w:lang w:bidi="bn-IN"/>
        </w:rPr>
        <w:t>ন্না</w:t>
      </w:r>
      <w:r w:rsidR="00A569A4" w:rsidRPr="00266964">
        <w:rPr>
          <w:rFonts w:hint="cs"/>
          <w:cs/>
          <w:lang w:bidi="bn-IN"/>
        </w:rPr>
        <w:t>তের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দিকে</w:t>
      </w:r>
      <w:r w:rsidR="00A569A4" w:rsidRPr="00266964">
        <w:rPr>
          <w:rFonts w:hint="eastAsia"/>
        </w:rPr>
        <w:t>―</w:t>
      </w:r>
      <w:r w:rsidR="00A569A4" w:rsidRPr="00266964">
        <w:rPr>
          <w:rFonts w:hint="cs"/>
          <w:cs/>
          <w:lang w:bidi="bn-IN"/>
        </w:rPr>
        <w:t>যার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বিস্তৃতি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আকাশ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ও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পৃথিবীর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বিস্তৃতির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মতো</w:t>
      </w:r>
      <w:r w:rsidR="00A569A4" w:rsidRPr="00266964">
        <w:t>, [</w:t>
      </w:r>
      <w:r w:rsidR="00A569A4" w:rsidRPr="00266964">
        <w:rPr>
          <w:rFonts w:hint="cs"/>
          <w:cs/>
          <w:lang w:bidi="bn-IN"/>
        </w:rPr>
        <w:t>এটি</w:t>
      </w:r>
      <w:r w:rsidR="00A569A4" w:rsidRPr="00266964">
        <w:rPr>
          <w:cs/>
          <w:lang w:bidi="bn-IN"/>
        </w:rPr>
        <w:t xml:space="preserve">] </w:t>
      </w:r>
      <w:r w:rsidR="00A569A4" w:rsidRPr="00266964">
        <w:rPr>
          <w:rFonts w:hint="cs"/>
          <w:cs/>
          <w:lang w:bidi="bn-IN"/>
        </w:rPr>
        <w:t>প্রস্তুত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হয়েছে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জন্য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যারা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বিশ্বাস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আল্লাহ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তাঁর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রাসূলে</w:t>
      </w:r>
      <w:r w:rsidR="00A569A4" w:rsidRPr="00266964">
        <w:t xml:space="preserve">; </w:t>
      </w:r>
      <w:r w:rsidR="00A569A4" w:rsidRPr="00266964">
        <w:rPr>
          <w:rFonts w:hint="cs"/>
          <w:cs/>
          <w:lang w:bidi="bn-IN"/>
        </w:rPr>
        <w:t>এটি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আল্লাহর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অনুগ্রহ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তিনি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দান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করেন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যাকে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তাঁর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ইচ্ছা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lastRenderedPageBreak/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আল্লাহ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বিরাট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অনুগ্রহের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প্রভু।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কোন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দুর্যোগ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ঘটে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পৃথিবীতে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অথবা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নিজেদের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ভেতরে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যা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আগে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থেকেই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একটি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কিতাবে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নেই</w:t>
      </w:r>
      <w:r w:rsidR="00A569A4" w:rsidRPr="00266964">
        <w:rPr>
          <w:rFonts w:hint="eastAsia"/>
        </w:rPr>
        <w:t>―</w:t>
      </w:r>
      <w:r w:rsidR="00A569A4" w:rsidRPr="00266964">
        <w:rPr>
          <w:rFonts w:hint="cs"/>
          <w:cs/>
          <w:lang w:bidi="bn-IN"/>
        </w:rPr>
        <w:t>আমরা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ঘটতে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দেই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তা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আল্লাহর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জন্য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সহজ।</w:t>
      </w:r>
      <w:r w:rsidRPr="00F37004">
        <w:rPr>
          <w:rStyle w:val="libAlaemChar"/>
          <w:cs/>
        </w:rPr>
        <w:t>”</w:t>
      </w:r>
      <w:r w:rsidR="00A569A4" w:rsidRPr="00266964">
        <w:rPr>
          <w:cs/>
          <w:lang w:bidi="bn-IN"/>
        </w:rPr>
        <w:t xml:space="preserve"> [</w:t>
      </w:r>
      <w:r w:rsidR="00A569A4" w:rsidRPr="00266964">
        <w:rPr>
          <w:rFonts w:hint="cs"/>
          <w:cs/>
          <w:lang w:bidi="bn-IN"/>
        </w:rPr>
        <w:t>সূরা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হাদীদ</w:t>
      </w:r>
      <w:r w:rsidR="00A569A4" w:rsidRPr="00266964">
        <w:rPr>
          <w:cs/>
          <w:lang w:bidi="bn-IN"/>
        </w:rPr>
        <w:t xml:space="preserve">: </w:t>
      </w:r>
      <w:r w:rsidR="00A569A4" w:rsidRPr="00266964">
        <w:rPr>
          <w:rFonts w:hint="cs"/>
          <w:cs/>
          <w:lang w:bidi="bn-IN"/>
        </w:rPr>
        <w:t>২১</w:t>
      </w:r>
      <w:r w:rsidR="00A569A4" w:rsidRPr="00266964">
        <w:rPr>
          <w:cs/>
          <w:lang w:bidi="bn-IN"/>
        </w:rPr>
        <w:t>-</w:t>
      </w:r>
      <w:r w:rsidR="00A569A4" w:rsidRPr="00266964">
        <w:rPr>
          <w:rFonts w:hint="cs"/>
          <w:cs/>
          <w:lang w:bidi="bn-IN"/>
        </w:rPr>
        <w:t>২২</w:t>
      </w:r>
      <w:r w:rsidR="00A569A4" w:rsidRPr="00266964">
        <w:rPr>
          <w:cs/>
          <w:lang w:bidi="bn-IN"/>
        </w:rPr>
        <w:t>]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বহি</w:t>
      </w:r>
      <w:r w:rsidR="00A87622">
        <w:rPr>
          <w:rFonts w:hint="eastAsia"/>
          <w:cs/>
          <w:lang w:bidi="bn-IN"/>
        </w:rPr>
        <w:t>স্কৃ</w:t>
      </w:r>
      <w:r w:rsidRPr="00266964">
        <w:rPr>
          <w:rFonts w:hint="cs"/>
          <w:cs/>
          <w:lang w:bidi="bn-IN"/>
        </w:rPr>
        <w:t>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হও</w:t>
      </w:r>
      <w:r w:rsidRPr="00266964">
        <w:rPr>
          <w:cs/>
          <w:lang w:bidi="bn-IN"/>
        </w:rPr>
        <w:t xml:space="preserve">! </w:t>
      </w:r>
      <w:r w:rsidRPr="00266964">
        <w:rPr>
          <w:rFonts w:hint="cs"/>
          <w:cs/>
          <w:lang w:bidi="bn-IN"/>
        </w:rPr>
        <w:t>অপেক্ষা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অভিশাপের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শীঘ্রই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অবতরণ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আকাশগুলোর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প্রতিশোধ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অবতরণ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ক্ষয়ে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থাকবে</w:t>
      </w:r>
      <w:r w:rsidRPr="00266964">
        <w:t>,</w:t>
      </w:r>
    </w:p>
    <w:p w:rsidR="00A87622" w:rsidRPr="00A87622" w:rsidRDefault="00A87622" w:rsidP="00A87622">
      <w:pPr>
        <w:pStyle w:val="libAie"/>
        <w:rPr>
          <w:rStyle w:val="libAlaemChar"/>
          <w:rtl/>
          <w:cs/>
        </w:rPr>
      </w:pPr>
      <w:proofErr w:type="gramStart"/>
      <w:r w:rsidRPr="00A87622">
        <w:rPr>
          <w:rStyle w:val="libAlaemChar"/>
        </w:rPr>
        <w:t>)</w:t>
      </w:r>
      <w:r w:rsidRPr="00A87622">
        <w:rPr>
          <w:rFonts w:hint="eastAsia"/>
          <w:rtl/>
        </w:rPr>
        <w:t>أ</w:t>
      </w:r>
      <w:proofErr w:type="gramEnd"/>
      <w:r w:rsidRPr="00A87622">
        <w:rPr>
          <w:rFonts w:hint="eastAsia"/>
          <w:rtl/>
        </w:rPr>
        <w:t>َوْ</w:t>
      </w:r>
      <w:r w:rsidRPr="00A87622">
        <w:rPr>
          <w:rtl/>
        </w:rPr>
        <w:t xml:space="preserve"> </w:t>
      </w:r>
      <w:r w:rsidRPr="00A87622">
        <w:rPr>
          <w:rFonts w:hint="eastAsia"/>
          <w:rtl/>
        </w:rPr>
        <w:t>يَلْبِسَكُمْ</w:t>
      </w:r>
      <w:r w:rsidRPr="00A87622">
        <w:rPr>
          <w:rtl/>
        </w:rPr>
        <w:t xml:space="preserve"> </w:t>
      </w:r>
      <w:r w:rsidRPr="00A87622">
        <w:rPr>
          <w:rFonts w:hint="eastAsia"/>
          <w:rtl/>
        </w:rPr>
        <w:t>شِيَعًا</w:t>
      </w:r>
      <w:r w:rsidRPr="00A87622">
        <w:rPr>
          <w:rtl/>
        </w:rPr>
        <w:t xml:space="preserve"> </w:t>
      </w:r>
      <w:r w:rsidRPr="00A87622">
        <w:rPr>
          <w:rFonts w:hint="eastAsia"/>
          <w:rtl/>
        </w:rPr>
        <w:t>وَيُذِيقَ</w:t>
      </w:r>
      <w:r w:rsidRPr="00A87622">
        <w:rPr>
          <w:rtl/>
        </w:rPr>
        <w:t xml:space="preserve"> </w:t>
      </w:r>
      <w:r w:rsidRPr="00A87622">
        <w:rPr>
          <w:rFonts w:hint="eastAsia"/>
          <w:rtl/>
        </w:rPr>
        <w:t>بَعْضَكُمْ</w:t>
      </w:r>
      <w:r w:rsidRPr="00A87622">
        <w:rPr>
          <w:rtl/>
        </w:rPr>
        <w:t xml:space="preserve"> </w:t>
      </w:r>
      <w:r w:rsidRPr="00A87622">
        <w:rPr>
          <w:rFonts w:hint="eastAsia"/>
          <w:rtl/>
        </w:rPr>
        <w:t>بَأْسَ</w:t>
      </w:r>
      <w:r w:rsidRPr="00A87622">
        <w:rPr>
          <w:rStyle w:val="libAlaemChar"/>
        </w:rPr>
        <w:t>(</w:t>
      </w:r>
    </w:p>
    <w:p w:rsidR="00A569A4" w:rsidRPr="00266964" w:rsidRDefault="00A87622" w:rsidP="00A569A4">
      <w:pPr>
        <w:pStyle w:val="libNormal"/>
      </w:pPr>
      <w:r w:rsidRPr="00F37004">
        <w:rPr>
          <w:rStyle w:val="libAlaemChar"/>
          <w:cs/>
        </w:rPr>
        <w:t>“</w:t>
      </w:r>
      <w:r w:rsidR="00A569A4" w:rsidRPr="00266964">
        <w:rPr>
          <w:rFonts w:hint="cs"/>
          <w:cs/>
          <w:lang w:bidi="bn-IN"/>
        </w:rPr>
        <w:t>অথবা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তিনি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তোমাদেরকে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বিভি</w:t>
      </w:r>
      <w:r w:rsidR="0069538E">
        <w:rPr>
          <w:rFonts w:hint="cs"/>
          <w:cs/>
          <w:lang w:bidi="bn-IN"/>
        </w:rPr>
        <w:t>ন্ন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দলে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পরিণত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করবেন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মধ্যে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কিছুকে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অন্যের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যুদ্ধের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স্বাদ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গ্রহণ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করাবেন।</w:t>
      </w:r>
      <w:r w:rsidRPr="00F37004">
        <w:rPr>
          <w:rStyle w:val="libAlaemChar"/>
          <w:cs/>
        </w:rPr>
        <w:t>”</w:t>
      </w:r>
      <w:r w:rsidR="00A569A4" w:rsidRPr="00266964">
        <w:rPr>
          <w:cs/>
          <w:lang w:bidi="bn-IN"/>
        </w:rPr>
        <w:t xml:space="preserve"> [</w:t>
      </w:r>
      <w:r w:rsidR="00A569A4" w:rsidRPr="00266964">
        <w:rPr>
          <w:rFonts w:hint="cs"/>
          <w:cs/>
          <w:lang w:bidi="bn-IN"/>
        </w:rPr>
        <w:t>সূরা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আন</w:t>
      </w:r>
      <w:r w:rsidR="00A569A4" w:rsidRPr="00266964">
        <w:rPr>
          <w:rFonts w:hint="eastAsia"/>
        </w:rPr>
        <w:t>’</w:t>
      </w:r>
      <w:r w:rsidR="00A569A4" w:rsidRPr="00266964">
        <w:rPr>
          <w:rFonts w:hint="cs"/>
          <w:cs/>
          <w:lang w:bidi="bn-IN"/>
        </w:rPr>
        <w:t>আম</w:t>
      </w:r>
      <w:r w:rsidR="00A569A4" w:rsidRPr="00266964">
        <w:rPr>
          <w:cs/>
          <w:lang w:bidi="bn-IN"/>
        </w:rPr>
        <w:t xml:space="preserve">: </w:t>
      </w:r>
      <w:r w:rsidR="00A569A4" w:rsidRPr="00266964">
        <w:rPr>
          <w:rFonts w:hint="cs"/>
          <w:cs/>
          <w:lang w:bidi="bn-IN"/>
        </w:rPr>
        <w:t>৬৫</w:t>
      </w:r>
      <w:r w:rsidR="00A569A4" w:rsidRPr="00266964">
        <w:rPr>
          <w:cs/>
          <w:lang w:bidi="bn-IN"/>
        </w:rPr>
        <w:t>]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জুলুম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</w:t>
      </w:r>
      <w:r w:rsidRPr="00266964">
        <w:t>, [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কিয়ামতের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চিরস্থায়ী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ভয়ানক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আযাবের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ভেতর।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জেনে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জালেমদের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অভিশাপ</w:t>
      </w:r>
      <w:r w:rsidRPr="00266964">
        <w:rPr>
          <w:cs/>
          <w:lang w:bidi="bn-IN"/>
        </w:rPr>
        <w:t xml:space="preserve">!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দুর্ভোগ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হোক</w:t>
      </w:r>
      <w:r w:rsidRPr="00266964">
        <w:rPr>
          <w:cs/>
          <w:lang w:bidi="bn-IN"/>
        </w:rPr>
        <w:t xml:space="preserve">!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জানো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বুঝো</w:t>
      </w:r>
      <w:r w:rsidRPr="00266964">
        <w:t xml:space="preserve">?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কেমন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বর্শা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করেছিলে</w:t>
      </w:r>
      <w:r w:rsidRPr="00266964">
        <w:t xml:space="preserve">? </w:t>
      </w:r>
      <w:r w:rsidRPr="00266964">
        <w:rPr>
          <w:rFonts w:hint="cs"/>
          <w:cs/>
          <w:lang w:bidi="bn-IN"/>
        </w:rPr>
        <w:t>কেমন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সত্তা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বিরুদ্ধে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</w:t>
      </w:r>
      <w:r w:rsidR="00776CED">
        <w:rPr>
          <w:rFonts w:hint="eastAsia"/>
          <w:cs/>
          <w:lang w:bidi="bn-IN"/>
        </w:rPr>
        <w:t>ক্র</w:t>
      </w:r>
      <w:r w:rsidRPr="00266964">
        <w:rPr>
          <w:rFonts w:hint="cs"/>
          <w:cs/>
          <w:lang w:bidi="bn-IN"/>
        </w:rPr>
        <w:t>মণ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এসেছিলে</w:t>
      </w:r>
      <w:r w:rsidRPr="00266964">
        <w:t xml:space="preserve">? </w:t>
      </w:r>
      <w:r w:rsidRPr="00266964">
        <w:rPr>
          <w:rFonts w:hint="cs"/>
          <w:cs/>
          <w:lang w:bidi="bn-IN"/>
        </w:rPr>
        <w:t>কেমন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দ্বন্দ্বযুদ্ধ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এগিয়ে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এসেছিলে</w:t>
      </w:r>
      <w:r w:rsidRPr="00266964">
        <w:t xml:space="preserve">?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অন্তরগুলো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কলিজা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লোহায়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পরিণত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হৃদয়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চোখের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মোহর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মেরে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দেওয়া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শয়তান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উস্কানি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আদেশ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চোখগুলোকে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কখনোই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হেদায়াত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খুঁজে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ধ্বংস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কুফাবাসীরা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রাসূল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t xml:space="preserve">?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পরিমাণ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প্রতিশোধ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ঘাড়ের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t xml:space="preserve">?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তালিবের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প্রতারণা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সাথেও</w:t>
      </w:r>
      <w:r w:rsidRPr="00266964">
        <w:rPr>
          <w:rFonts w:hint="eastAsia"/>
        </w:rPr>
        <w:t>―</w:t>
      </w:r>
      <w:r w:rsidRPr="00266964">
        <w:rPr>
          <w:rFonts w:hint="cs"/>
          <w:cs/>
          <w:lang w:bidi="bn-IN"/>
        </w:rPr>
        <w:t>যারা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নবীর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বংশ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পবিত্র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ধার্মিকদের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অন্তর্ভুক্ত।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মাঝে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দম্ভ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বলেছিল</w:t>
      </w:r>
      <w:r w:rsidRPr="00266964">
        <w:rPr>
          <w:cs/>
          <w:lang w:bidi="bn-IN"/>
        </w:rPr>
        <w:t xml:space="preserve">: </w:t>
      </w:r>
      <w:r w:rsidRPr="00266964">
        <w:rPr>
          <w:rFonts w:hint="cs"/>
          <w:cs/>
          <w:lang w:bidi="bn-IN"/>
        </w:rPr>
        <w:t>আমরাই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ভারতীয়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তরবারি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বর্শা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তুরস্কের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বিরুদ্ধে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যুদ্ধ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যুদ্ধই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মুখের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মধ্যে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গর্ব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প্রশংসা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পবিত্র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অপবিত্রতা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দূরে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সরিয়ে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রেখেছেন</w:t>
      </w:r>
      <w:r w:rsidRPr="00266964">
        <w:t xml:space="preserve">? </w:t>
      </w:r>
      <w:r w:rsidRPr="00266964">
        <w:rPr>
          <w:rFonts w:hint="cs"/>
          <w:cs/>
          <w:lang w:bidi="bn-IN"/>
        </w:rPr>
        <w:t>নিশ্বাস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বসো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যেভাবে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কুকুর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লেজের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আগায়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বসে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যেভাবে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বসতো।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প্রত্যেক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ব্যক্তি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লাভ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আগে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পাঠিয়েছে।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দুর্ভোগ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হিংসা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অনুগ্রহ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কারণে।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দোষ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নদী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প্রচুর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পানিতে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পূর্ণ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নদী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শুকিয়ে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কেঁচোকে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লুকাতে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t>?</w:t>
      </w:r>
    </w:p>
    <w:p w:rsidR="00EF7A7B" w:rsidRPr="00F37004" w:rsidRDefault="00EF7A7B" w:rsidP="00EF7A7B">
      <w:pPr>
        <w:pStyle w:val="libAie"/>
        <w:rPr>
          <w:cs/>
        </w:rPr>
      </w:pPr>
      <w:proofErr w:type="gramStart"/>
      <w:r w:rsidRPr="00EF7A7B">
        <w:rPr>
          <w:rStyle w:val="libAlaemChar"/>
        </w:rPr>
        <w:t>)</w:t>
      </w:r>
      <w:r w:rsidRPr="00EF7A7B">
        <w:rPr>
          <w:rFonts w:hint="cs"/>
          <w:rtl/>
        </w:rPr>
        <w:t>ذ</w:t>
      </w:r>
      <w:proofErr w:type="gramEnd"/>
      <w:r w:rsidRPr="00EF7A7B">
        <w:rPr>
          <w:rFonts w:hint="cs"/>
          <w:rtl/>
        </w:rPr>
        <w:t>َلِكَ</w:t>
      </w:r>
      <w:r w:rsidRPr="00EF7A7B">
        <w:rPr>
          <w:rtl/>
        </w:rPr>
        <w:t xml:space="preserve"> </w:t>
      </w:r>
      <w:r w:rsidRPr="00EF7A7B">
        <w:rPr>
          <w:rFonts w:hint="cs"/>
          <w:rtl/>
        </w:rPr>
        <w:t>فَضْلُ</w:t>
      </w:r>
      <w:r w:rsidRPr="00EF7A7B">
        <w:rPr>
          <w:rtl/>
        </w:rPr>
        <w:t xml:space="preserve"> </w:t>
      </w:r>
      <w:r w:rsidRPr="00EF7A7B">
        <w:rPr>
          <w:rFonts w:hint="cs"/>
          <w:rtl/>
        </w:rPr>
        <w:t>اللَّهِ</w:t>
      </w:r>
      <w:r w:rsidRPr="00EF7A7B">
        <w:rPr>
          <w:rtl/>
        </w:rPr>
        <w:t xml:space="preserve"> </w:t>
      </w:r>
      <w:r w:rsidRPr="00EF7A7B">
        <w:rPr>
          <w:rFonts w:hint="cs"/>
          <w:rtl/>
        </w:rPr>
        <w:t>يُؤْتِيهِ</w:t>
      </w:r>
      <w:r w:rsidRPr="00EF7A7B">
        <w:rPr>
          <w:rtl/>
        </w:rPr>
        <w:t xml:space="preserve"> </w:t>
      </w:r>
      <w:r w:rsidRPr="00EF7A7B">
        <w:rPr>
          <w:rFonts w:hint="cs"/>
          <w:rtl/>
        </w:rPr>
        <w:t>مَنْ</w:t>
      </w:r>
      <w:r w:rsidRPr="00EF7A7B">
        <w:rPr>
          <w:rtl/>
        </w:rPr>
        <w:t xml:space="preserve"> </w:t>
      </w:r>
      <w:r w:rsidRPr="00EF7A7B">
        <w:rPr>
          <w:rFonts w:hint="cs"/>
          <w:rtl/>
        </w:rPr>
        <w:t>يَشَاءُ</w:t>
      </w:r>
      <w:r w:rsidRPr="00EF7A7B">
        <w:rPr>
          <w:rtl/>
        </w:rPr>
        <w:t xml:space="preserve"> </w:t>
      </w:r>
      <w:r w:rsidRPr="00EF7A7B">
        <w:rPr>
          <w:rFonts w:hint="cs"/>
          <w:rtl/>
        </w:rPr>
        <w:t>وَاللَّهُ</w:t>
      </w:r>
      <w:r w:rsidRPr="00EF7A7B">
        <w:rPr>
          <w:rtl/>
        </w:rPr>
        <w:t xml:space="preserve"> </w:t>
      </w:r>
      <w:r w:rsidRPr="00EF7A7B">
        <w:rPr>
          <w:rFonts w:hint="cs"/>
          <w:rtl/>
        </w:rPr>
        <w:t>ذُو</w:t>
      </w:r>
      <w:r w:rsidRPr="00EF7A7B">
        <w:rPr>
          <w:rtl/>
        </w:rPr>
        <w:t xml:space="preserve"> </w:t>
      </w:r>
      <w:r w:rsidRPr="00EF7A7B">
        <w:rPr>
          <w:rFonts w:hint="cs"/>
          <w:rtl/>
        </w:rPr>
        <w:t>الْفَضْلِ</w:t>
      </w:r>
      <w:r w:rsidRPr="00EF7A7B">
        <w:rPr>
          <w:rtl/>
        </w:rPr>
        <w:t xml:space="preserve"> </w:t>
      </w:r>
      <w:r w:rsidRPr="00EF7A7B">
        <w:rPr>
          <w:rFonts w:hint="cs"/>
          <w:rtl/>
        </w:rPr>
        <w:t>الْعَظِيمِ</w:t>
      </w:r>
      <w:r w:rsidRPr="00EF7A7B">
        <w:rPr>
          <w:rStyle w:val="libAlaemChar"/>
        </w:rPr>
        <w:t>(</w:t>
      </w:r>
    </w:p>
    <w:p w:rsidR="00A569A4" w:rsidRPr="00266964" w:rsidRDefault="00EF7A7B" w:rsidP="00A569A4">
      <w:pPr>
        <w:pStyle w:val="libNormal"/>
      </w:pPr>
      <w:r w:rsidRPr="00F37004">
        <w:rPr>
          <w:rStyle w:val="libAlaemChar"/>
          <w:cs/>
        </w:rPr>
        <w:t>“</w:t>
      </w:r>
      <w:r w:rsidR="00A569A4" w:rsidRPr="00266964">
        <w:rPr>
          <w:rFonts w:hint="cs"/>
          <w:cs/>
          <w:lang w:bidi="bn-IN"/>
        </w:rPr>
        <w:t>এ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হলো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আল্লাহর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অনুগ্রহ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তিনি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দান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করেন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যাকে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তাঁর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ইচ্ছা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আল্লাহ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বিরাট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অনুগ্রহের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প্রভু।</w:t>
      </w:r>
      <w:r w:rsidRPr="00F37004">
        <w:rPr>
          <w:rStyle w:val="libAlaemChar"/>
          <w:cs/>
        </w:rPr>
        <w:t>”</w:t>
      </w:r>
      <w:r w:rsidR="00A569A4" w:rsidRPr="00266964">
        <w:rPr>
          <w:cs/>
          <w:lang w:bidi="bn-IN"/>
        </w:rPr>
        <w:t xml:space="preserve"> [</w:t>
      </w:r>
      <w:r w:rsidR="00A569A4" w:rsidRPr="00266964">
        <w:rPr>
          <w:rFonts w:hint="cs"/>
          <w:cs/>
          <w:lang w:bidi="bn-IN"/>
        </w:rPr>
        <w:t>সূরা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হাদীদ</w:t>
      </w:r>
      <w:r w:rsidR="00A569A4" w:rsidRPr="00266964">
        <w:rPr>
          <w:cs/>
          <w:lang w:bidi="bn-IN"/>
        </w:rPr>
        <w:t xml:space="preserve">: </w:t>
      </w:r>
      <w:r w:rsidR="00A569A4" w:rsidRPr="00266964">
        <w:rPr>
          <w:rFonts w:hint="cs"/>
          <w:cs/>
          <w:lang w:bidi="bn-IN"/>
        </w:rPr>
        <w:t>২১</w:t>
      </w:r>
      <w:r w:rsidR="00A569A4" w:rsidRPr="00266964">
        <w:rPr>
          <w:cs/>
          <w:lang w:bidi="bn-IN"/>
        </w:rPr>
        <w:t>]</w:t>
      </w:r>
    </w:p>
    <w:p w:rsidR="00EF7A7B" w:rsidRDefault="00B16A0A" w:rsidP="00B16A0A">
      <w:pPr>
        <w:pStyle w:val="libAie"/>
        <w:rPr>
          <w:cs/>
          <w:lang w:bidi="bn-IN"/>
        </w:rPr>
      </w:pPr>
      <w:proofErr w:type="gramStart"/>
      <w:r w:rsidRPr="00B16A0A">
        <w:rPr>
          <w:rStyle w:val="libAlaemChar"/>
        </w:rPr>
        <w:t>)</w:t>
      </w:r>
      <w:r w:rsidRPr="00B16A0A">
        <w:rPr>
          <w:rFonts w:hint="eastAsia"/>
          <w:rtl/>
        </w:rPr>
        <w:t>و</w:t>
      </w:r>
      <w:proofErr w:type="gramEnd"/>
      <w:r w:rsidRPr="00B16A0A">
        <w:rPr>
          <w:rFonts w:hint="eastAsia"/>
          <w:rtl/>
        </w:rPr>
        <w:t>َمَنْ</w:t>
      </w:r>
      <w:r w:rsidRPr="00B16A0A">
        <w:rPr>
          <w:rtl/>
        </w:rPr>
        <w:t xml:space="preserve"> </w:t>
      </w:r>
      <w:r w:rsidRPr="00B16A0A">
        <w:rPr>
          <w:rFonts w:hint="eastAsia"/>
          <w:rtl/>
        </w:rPr>
        <w:t>لَمْ</w:t>
      </w:r>
      <w:r w:rsidRPr="00B16A0A">
        <w:rPr>
          <w:rtl/>
        </w:rPr>
        <w:t xml:space="preserve"> </w:t>
      </w:r>
      <w:r w:rsidRPr="00B16A0A">
        <w:rPr>
          <w:rFonts w:hint="eastAsia"/>
          <w:rtl/>
        </w:rPr>
        <w:t>يَجْعَلِ</w:t>
      </w:r>
      <w:r w:rsidRPr="00B16A0A">
        <w:rPr>
          <w:rtl/>
        </w:rPr>
        <w:t xml:space="preserve"> </w:t>
      </w:r>
      <w:r w:rsidRPr="00B16A0A">
        <w:rPr>
          <w:rFonts w:hint="eastAsia"/>
          <w:rtl/>
        </w:rPr>
        <w:t>اللَّهُ</w:t>
      </w:r>
      <w:r w:rsidRPr="00B16A0A">
        <w:rPr>
          <w:rtl/>
        </w:rPr>
        <w:t xml:space="preserve"> </w:t>
      </w:r>
      <w:r w:rsidRPr="00B16A0A">
        <w:rPr>
          <w:rFonts w:hint="eastAsia"/>
          <w:rtl/>
        </w:rPr>
        <w:t>لَهُ</w:t>
      </w:r>
      <w:r w:rsidRPr="00B16A0A">
        <w:rPr>
          <w:rtl/>
        </w:rPr>
        <w:t xml:space="preserve"> </w:t>
      </w:r>
      <w:r w:rsidRPr="00B16A0A">
        <w:rPr>
          <w:rFonts w:hint="eastAsia"/>
          <w:rtl/>
        </w:rPr>
        <w:t>نُورًا</w:t>
      </w:r>
      <w:r w:rsidRPr="00B16A0A">
        <w:rPr>
          <w:rtl/>
        </w:rPr>
        <w:t xml:space="preserve"> </w:t>
      </w:r>
      <w:r w:rsidRPr="00B16A0A">
        <w:rPr>
          <w:rFonts w:hint="eastAsia"/>
          <w:rtl/>
        </w:rPr>
        <w:t>فَمَا</w:t>
      </w:r>
      <w:r w:rsidRPr="00B16A0A">
        <w:rPr>
          <w:rtl/>
        </w:rPr>
        <w:t xml:space="preserve"> </w:t>
      </w:r>
      <w:r w:rsidRPr="00B16A0A">
        <w:rPr>
          <w:rFonts w:hint="eastAsia"/>
          <w:rtl/>
        </w:rPr>
        <w:t>لَهُ</w:t>
      </w:r>
      <w:r w:rsidRPr="00B16A0A">
        <w:rPr>
          <w:rtl/>
        </w:rPr>
        <w:t xml:space="preserve"> </w:t>
      </w:r>
      <w:r w:rsidRPr="00B16A0A">
        <w:rPr>
          <w:rFonts w:hint="eastAsia"/>
          <w:rtl/>
        </w:rPr>
        <w:t>مِنْ</w:t>
      </w:r>
      <w:r w:rsidRPr="00B16A0A">
        <w:rPr>
          <w:rtl/>
        </w:rPr>
        <w:t xml:space="preserve"> </w:t>
      </w:r>
      <w:r w:rsidRPr="00B16A0A">
        <w:rPr>
          <w:rFonts w:hint="eastAsia"/>
          <w:rtl/>
        </w:rPr>
        <w:t>نُورٍ</w:t>
      </w:r>
      <w:r w:rsidRPr="00B16A0A">
        <w:rPr>
          <w:rStyle w:val="libAlaemChar"/>
        </w:rPr>
        <w:t>(</w:t>
      </w:r>
    </w:p>
    <w:p w:rsidR="00A569A4" w:rsidRPr="00266964" w:rsidRDefault="00EF7A7B" w:rsidP="00A569A4">
      <w:pPr>
        <w:pStyle w:val="libNormal"/>
      </w:pPr>
      <w:r w:rsidRPr="00F37004">
        <w:rPr>
          <w:rStyle w:val="libAlaemChar"/>
          <w:cs/>
        </w:rPr>
        <w:t>“</w:t>
      </w:r>
      <w:r w:rsidR="00A569A4" w:rsidRPr="00266964">
        <w:rPr>
          <w:rFonts w:hint="cs"/>
          <w:cs/>
          <w:lang w:bidi="bn-IN"/>
        </w:rPr>
        <w:t>যাকে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আল্লাহ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নূর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দেন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না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তার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জন্য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নূর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থেকে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কিছু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নেই।</w:t>
      </w:r>
      <w:r w:rsidR="00A569A4" w:rsidRPr="00266964">
        <w:rPr>
          <w:cs/>
          <w:lang w:bidi="bn-IN"/>
        </w:rPr>
        <w:t xml:space="preserve"> [</w:t>
      </w:r>
      <w:r w:rsidR="00A569A4" w:rsidRPr="00266964">
        <w:rPr>
          <w:rFonts w:hint="cs"/>
          <w:cs/>
          <w:lang w:bidi="bn-IN"/>
        </w:rPr>
        <w:t>সূরা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নূর</w:t>
      </w:r>
      <w:r w:rsidR="00A569A4" w:rsidRPr="00266964">
        <w:rPr>
          <w:cs/>
          <w:lang w:bidi="bn-IN"/>
        </w:rPr>
        <w:t xml:space="preserve">: </w:t>
      </w:r>
      <w:r w:rsidR="00A569A4" w:rsidRPr="00266964">
        <w:rPr>
          <w:rFonts w:hint="cs"/>
          <w:cs/>
          <w:lang w:bidi="bn-IN"/>
        </w:rPr>
        <w:t>৪০</w:t>
      </w:r>
      <w:r w:rsidR="00A569A4" w:rsidRPr="00266964">
        <w:rPr>
          <w:cs/>
          <w:lang w:bidi="bn-IN"/>
        </w:rPr>
        <w:t>]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বলা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</w:t>
      </w:r>
      <w:r w:rsidR="00CA22F9">
        <w:rPr>
          <w:rFonts w:hint="cs"/>
          <w:cs/>
          <w:lang w:bidi="bn-IN"/>
        </w:rPr>
        <w:t>ন্না</w:t>
      </w:r>
      <w:r w:rsidRPr="00266964">
        <w:rPr>
          <w:rFonts w:hint="cs"/>
          <w:cs/>
          <w:lang w:bidi="bn-IN"/>
        </w:rPr>
        <w:t>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কণ্ঠগুলো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উচ্চকিত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যথেষ্ট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পবিত্রদের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কন্যা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আপনি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হৃদয়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পুড়িয়ে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ফেলেছেন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ঘাড়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নিচু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বিবেকে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আগুন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ধরিয়ে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চুপ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শান্তি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বর্ষিত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হোক।</w:t>
      </w:r>
    </w:p>
    <w:p w:rsidR="00B16A0A" w:rsidRPr="00F37004" w:rsidRDefault="00B16A0A" w:rsidP="00F37004">
      <w:pPr>
        <w:rPr>
          <w:cs/>
        </w:rPr>
      </w:pPr>
      <w:r>
        <w:rPr>
          <w:cs/>
          <w:lang w:bidi="bn-IN"/>
        </w:rPr>
        <w:br w:type="page"/>
      </w:r>
    </w:p>
    <w:p w:rsidR="00A569A4" w:rsidRPr="00266964" w:rsidRDefault="00A569A4" w:rsidP="00B16A0A">
      <w:pPr>
        <w:pStyle w:val="Heading2Center"/>
      </w:pPr>
      <w:bookmarkStart w:id="7" w:name="_Toc443388792"/>
      <w:r w:rsidRPr="00266964">
        <w:rPr>
          <w:rFonts w:hint="cs"/>
          <w:cs/>
          <w:lang w:bidi="bn-IN"/>
        </w:rPr>
        <w:lastRenderedPageBreak/>
        <w:t>কুফাতে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সাইয়েদা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উম্মে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কুলসুম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খোতবা</w:t>
      </w:r>
      <w:bookmarkEnd w:id="7"/>
    </w:p>
    <w:p w:rsidR="00B16A0A" w:rsidRDefault="00B16A0A" w:rsidP="00A569A4">
      <w:pPr>
        <w:pStyle w:val="libNormal"/>
        <w:rPr>
          <w:cs/>
          <w:lang w:bidi="bn-IN"/>
        </w:rPr>
      </w:pP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সাইয়েদ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তাউস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মালহুফ</w:t>
      </w:r>
      <w:r w:rsidRPr="00266964">
        <w:rPr>
          <w:rFonts w:hint="eastAsia"/>
        </w:rPr>
        <w:t>’</w:t>
      </w:r>
      <w:r w:rsidRPr="00266964">
        <w:t>-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খোতবাগুলো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উদ্ধৃত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সেদিন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কন্যা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উম্মে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কুলসুম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পর্দার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পেছন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কেঁদে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কুফাবাসীরা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খারাপের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সম্মুখীন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হও</w:t>
      </w:r>
      <w:r w:rsidRPr="00266964">
        <w:t xml:space="preserve">, </w:t>
      </w:r>
      <w:r w:rsidRPr="00266964">
        <w:rPr>
          <w:rFonts w:hint="cs"/>
          <w:cs/>
          <w:lang w:bidi="bn-IN"/>
        </w:rPr>
        <w:t>কেন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সাহায্য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বিরত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রইলে</w:t>
      </w:r>
      <w:r w:rsidRPr="00266964">
        <w:t xml:space="preserve">? </w:t>
      </w:r>
      <w:r w:rsidRPr="00266964">
        <w:rPr>
          <w:rFonts w:hint="cs"/>
          <w:cs/>
          <w:lang w:bidi="bn-IN"/>
        </w:rPr>
        <w:t>কেন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করলে</w:t>
      </w:r>
      <w:r w:rsidRPr="00266964">
        <w:t xml:space="preserve">? </w:t>
      </w:r>
      <w:r w:rsidRPr="00266964">
        <w:rPr>
          <w:rFonts w:hint="cs"/>
          <w:cs/>
          <w:lang w:bidi="bn-IN"/>
        </w:rPr>
        <w:t>কেন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জিনিসপত্র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লুট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এগুলোর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মালিক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গেলে</w:t>
      </w:r>
      <w:r w:rsidRPr="00266964">
        <w:t xml:space="preserve">? </w:t>
      </w:r>
      <w:r w:rsidRPr="00266964">
        <w:rPr>
          <w:rFonts w:hint="cs"/>
          <w:cs/>
          <w:lang w:bidi="bn-IN"/>
        </w:rPr>
        <w:t>কেন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স্বজনদের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নিশ্চুপ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দিয়েছো</w:t>
      </w:r>
      <w:r w:rsidRPr="00266964">
        <w:t xml:space="preserve">?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ধ্বংস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শিকড়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শুদ্ধ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উৎপাটিত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যাও।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দুর্ভোগ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জানো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কিসের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দিয়েছো</w:t>
      </w:r>
      <w:r w:rsidRPr="00266964">
        <w:t xml:space="preserve">?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জানো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গুনাহের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বোঝা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পিঠের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নিয়েছো</w:t>
      </w:r>
      <w:r w:rsidRPr="00266964">
        <w:t xml:space="preserve">?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ঝরিয়েছো</w:t>
      </w:r>
      <w:r w:rsidRPr="00266964">
        <w:t xml:space="preserve">?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</w:t>
      </w:r>
      <w:r w:rsidRPr="00266964">
        <w:t xml:space="preserve">?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শিশুদের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লুট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চাও</w:t>
      </w:r>
      <w:r w:rsidRPr="00266964">
        <w:t xml:space="preserve">?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জিনিসপত্র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লুটতরাজ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</w:t>
      </w:r>
      <w:r w:rsidRPr="00266964">
        <w:t xml:space="preserve">?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সর্বশ্রেষ্ঠ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মানুষকে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হৃদয়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বিদায়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নিয়েছে।</w:t>
      </w:r>
      <w:r w:rsidRPr="00266964">
        <w:rPr>
          <w:cs/>
          <w:lang w:bidi="bn-IN"/>
        </w:rPr>
        <w:t xml:space="preserve"> </w:t>
      </w:r>
    </w:p>
    <w:p w:rsidR="00B16A0A" w:rsidRDefault="00B16A0A" w:rsidP="00B16A0A">
      <w:pPr>
        <w:pStyle w:val="libAie"/>
        <w:rPr>
          <w:cs/>
          <w:lang w:bidi="bn-IN"/>
        </w:rPr>
      </w:pPr>
      <w:proofErr w:type="gramStart"/>
      <w:r w:rsidRPr="00B16A0A">
        <w:rPr>
          <w:rStyle w:val="libAlaemChar"/>
        </w:rPr>
        <w:t>)</w:t>
      </w:r>
      <w:r w:rsidRPr="00B16A0A">
        <w:rPr>
          <w:rFonts w:hint="eastAsia"/>
          <w:rtl/>
        </w:rPr>
        <w:t>أ</w:t>
      </w:r>
      <w:proofErr w:type="gramEnd"/>
      <w:r w:rsidRPr="00B16A0A">
        <w:rPr>
          <w:rFonts w:hint="eastAsia"/>
          <w:rtl/>
        </w:rPr>
        <w:t>َلَا</w:t>
      </w:r>
      <w:r w:rsidRPr="00B16A0A">
        <w:rPr>
          <w:rtl/>
        </w:rPr>
        <w:t xml:space="preserve"> </w:t>
      </w:r>
      <w:r w:rsidRPr="00B16A0A">
        <w:rPr>
          <w:rFonts w:hint="eastAsia"/>
          <w:rtl/>
        </w:rPr>
        <w:t>إِنَّ</w:t>
      </w:r>
      <w:r w:rsidRPr="00B16A0A">
        <w:rPr>
          <w:rtl/>
        </w:rPr>
        <w:t xml:space="preserve"> </w:t>
      </w:r>
      <w:r w:rsidRPr="00B16A0A">
        <w:rPr>
          <w:rFonts w:hint="eastAsia"/>
          <w:rtl/>
        </w:rPr>
        <w:t>حِزْبَ</w:t>
      </w:r>
      <w:r w:rsidRPr="00B16A0A">
        <w:rPr>
          <w:rtl/>
        </w:rPr>
        <w:t xml:space="preserve"> </w:t>
      </w:r>
      <w:r w:rsidRPr="00B16A0A">
        <w:rPr>
          <w:rFonts w:hint="eastAsia"/>
          <w:rtl/>
        </w:rPr>
        <w:t>الشَّيْطَانِ</w:t>
      </w:r>
      <w:r w:rsidRPr="00B16A0A">
        <w:rPr>
          <w:rtl/>
        </w:rPr>
        <w:t xml:space="preserve"> </w:t>
      </w:r>
      <w:r w:rsidRPr="00B16A0A">
        <w:rPr>
          <w:rFonts w:hint="eastAsia"/>
          <w:rtl/>
        </w:rPr>
        <w:t>هُمُ</w:t>
      </w:r>
      <w:r w:rsidRPr="00B16A0A">
        <w:rPr>
          <w:rtl/>
        </w:rPr>
        <w:t xml:space="preserve"> </w:t>
      </w:r>
      <w:r w:rsidRPr="00B16A0A">
        <w:rPr>
          <w:rFonts w:hint="eastAsia"/>
          <w:rtl/>
        </w:rPr>
        <w:t>الْخَاسِرُونَ</w:t>
      </w:r>
      <w:r w:rsidRPr="00B16A0A">
        <w:rPr>
          <w:rStyle w:val="libAlaemChar"/>
        </w:rPr>
        <w:t>(</w:t>
      </w:r>
    </w:p>
    <w:p w:rsidR="00A569A4" w:rsidRPr="00266964" w:rsidRDefault="00B16A0A" w:rsidP="00A569A4">
      <w:pPr>
        <w:pStyle w:val="libNormal"/>
      </w:pPr>
      <w:r w:rsidRPr="00F37004">
        <w:rPr>
          <w:rStyle w:val="libAlaemChar"/>
          <w:cs/>
        </w:rPr>
        <w:t>“</w:t>
      </w:r>
      <w:r w:rsidR="00A569A4" w:rsidRPr="00266964">
        <w:rPr>
          <w:rFonts w:hint="cs"/>
          <w:cs/>
          <w:lang w:bidi="bn-IN"/>
        </w:rPr>
        <w:t>জেনে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রাখো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একমাত্র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হিযবুল্লাহ</w:t>
      </w:r>
      <w:r w:rsidR="00A569A4" w:rsidRPr="00266964">
        <w:rPr>
          <w:cs/>
          <w:lang w:bidi="bn-IN"/>
        </w:rPr>
        <w:t>-</w:t>
      </w:r>
      <w:r w:rsidR="00A569A4" w:rsidRPr="00266964">
        <w:rPr>
          <w:rFonts w:hint="cs"/>
          <w:cs/>
          <w:lang w:bidi="bn-IN"/>
        </w:rPr>
        <w:t>ই</w:t>
      </w:r>
      <w:r w:rsidR="00A569A4" w:rsidRPr="00266964">
        <w:rPr>
          <w:cs/>
          <w:lang w:bidi="bn-IN"/>
        </w:rPr>
        <w:t xml:space="preserve"> [</w:t>
      </w:r>
      <w:r w:rsidR="00A569A4" w:rsidRPr="00266964">
        <w:rPr>
          <w:rFonts w:hint="cs"/>
          <w:cs/>
          <w:lang w:bidi="bn-IN"/>
        </w:rPr>
        <w:t>আল্লাহর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দল</w:t>
      </w:r>
      <w:r w:rsidR="00A569A4" w:rsidRPr="00266964">
        <w:rPr>
          <w:cs/>
          <w:lang w:bidi="bn-IN"/>
        </w:rPr>
        <w:t xml:space="preserve">] </w:t>
      </w:r>
      <w:r w:rsidR="00A569A4" w:rsidRPr="00266964">
        <w:rPr>
          <w:rFonts w:hint="cs"/>
          <w:cs/>
          <w:lang w:bidi="bn-IN"/>
        </w:rPr>
        <w:t>সফলতা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লাভ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করবে</w:t>
      </w:r>
      <w:r w:rsidR="00A569A4" w:rsidRPr="00266964">
        <w:rPr>
          <w:cs/>
          <w:lang w:bidi="bn-IN"/>
        </w:rPr>
        <w:t xml:space="preserve"> [</w:t>
      </w:r>
      <w:r w:rsidR="00A569A4" w:rsidRPr="00266964">
        <w:rPr>
          <w:rFonts w:hint="cs"/>
          <w:cs/>
          <w:lang w:bidi="bn-IN"/>
        </w:rPr>
        <w:t>সূরা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মুজাদালাহ</w:t>
      </w:r>
      <w:r w:rsidR="00A569A4" w:rsidRPr="00266964">
        <w:rPr>
          <w:cs/>
          <w:lang w:bidi="bn-IN"/>
        </w:rPr>
        <w:t xml:space="preserve">: </w:t>
      </w:r>
      <w:r w:rsidR="00A569A4" w:rsidRPr="00266964">
        <w:rPr>
          <w:rFonts w:hint="cs"/>
          <w:cs/>
          <w:lang w:bidi="bn-IN"/>
        </w:rPr>
        <w:t>২২</w:t>
      </w:r>
      <w:r w:rsidR="00A569A4" w:rsidRPr="00266964">
        <w:rPr>
          <w:cs/>
          <w:lang w:bidi="bn-IN"/>
        </w:rPr>
        <w:t>]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জেনে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অবশ্যই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শয়তানের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ক্ষতিগ্রস্ত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হবে।</w:t>
      </w:r>
      <w:r w:rsidR="00B16A0A" w:rsidRPr="00F37004">
        <w:rPr>
          <w:rStyle w:val="libAlaemChar"/>
          <w:cs/>
        </w:rPr>
        <w:t>”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সূরা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মুজাদালাহ</w:t>
      </w:r>
      <w:r w:rsidRPr="00266964">
        <w:rPr>
          <w:cs/>
          <w:lang w:bidi="bn-IN"/>
        </w:rPr>
        <w:t xml:space="preserve">: </w:t>
      </w:r>
      <w:r w:rsidRPr="00266964">
        <w:rPr>
          <w:rFonts w:hint="cs"/>
          <w:cs/>
          <w:lang w:bidi="bn-IN"/>
        </w:rPr>
        <w:t>১৯</w:t>
      </w:r>
      <w:r w:rsidRPr="00266964">
        <w:rPr>
          <w:cs/>
          <w:lang w:bidi="bn-IN"/>
        </w:rPr>
        <w:t>]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>,</w:t>
      </w:r>
    </w:p>
    <w:p w:rsidR="00A569A4" w:rsidRPr="00F37004" w:rsidRDefault="00B16A0A" w:rsidP="00A569A4">
      <w:pPr>
        <w:pStyle w:val="libNormal"/>
        <w:rPr>
          <w:rStyle w:val="libAlaemChar"/>
        </w:rPr>
      </w:pPr>
      <w:r w:rsidRPr="00F37004">
        <w:rPr>
          <w:rStyle w:val="libAlaemChar"/>
          <w:cs/>
        </w:rPr>
        <w:t>“</w:t>
      </w:r>
      <w:r w:rsidR="00A569A4" w:rsidRPr="00266964">
        <w:rPr>
          <w:rFonts w:hint="cs"/>
          <w:cs/>
          <w:lang w:bidi="bn-IN"/>
        </w:rPr>
        <w:t>তোমরা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ভাইকে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হত্যা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করেছো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অভিশাপ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ওপর।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অবশ্যই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পুরস্কার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হিসাবে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পাবে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আগুন</w:t>
      </w:r>
      <w:r w:rsidR="00A569A4" w:rsidRPr="00266964">
        <w:rPr>
          <w:rFonts w:hint="eastAsia"/>
        </w:rPr>
        <w:t>―</w:t>
      </w:r>
      <w:r w:rsidR="00A569A4" w:rsidRPr="00266964">
        <w:rPr>
          <w:rFonts w:hint="cs"/>
          <w:cs/>
          <w:lang w:bidi="bn-IN"/>
        </w:rPr>
        <w:t>যাতে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চিরকাল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পুড়বে।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রক্ত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ঝরিয়েছো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রক্ত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ঝরানোকে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হারাম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ঘোষণা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করেছেন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আল্লাহ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কোরআন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ও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মুহাম্মাদ</w:t>
      </w:r>
      <w:r w:rsidR="00A569A4" w:rsidRPr="00266964">
        <w:rPr>
          <w:cs/>
          <w:lang w:bidi="bn-IN"/>
        </w:rPr>
        <w:t xml:space="preserve"> (</w:t>
      </w:r>
      <w:r w:rsidR="00A569A4" w:rsidRPr="00266964">
        <w:rPr>
          <w:rFonts w:hint="cs"/>
          <w:cs/>
          <w:lang w:bidi="bn-IN"/>
        </w:rPr>
        <w:t>সা</w:t>
      </w:r>
      <w:r w:rsidR="00A569A4" w:rsidRPr="00266964">
        <w:rPr>
          <w:cs/>
          <w:lang w:bidi="bn-IN"/>
        </w:rPr>
        <w:t>.)-</w:t>
      </w:r>
      <w:r w:rsidR="00A569A4" w:rsidRPr="00266964">
        <w:rPr>
          <w:rFonts w:hint="cs"/>
          <w:cs/>
          <w:lang w:bidi="bn-IN"/>
        </w:rPr>
        <w:t>এর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মাধ্যমে</w:t>
      </w:r>
      <w:r w:rsidR="00A569A4" w:rsidRPr="00266964">
        <w:t xml:space="preserve">; </w:t>
      </w:r>
      <w:r w:rsidR="00A569A4" w:rsidRPr="00266964">
        <w:rPr>
          <w:rFonts w:hint="cs"/>
          <w:cs/>
          <w:lang w:bidi="bn-IN"/>
        </w:rPr>
        <w:t>তোমরা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যেন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আগুনের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সংবাদ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পাও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যেখানে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আগামীকাল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প্রবেশ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করবে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চিরস্থায়ীভাবে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lastRenderedPageBreak/>
        <w:t>সেখানে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যাবে।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ভাইয়ের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জন্য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সারা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জীবন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কাঁদবো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যিনি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জন্ম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নিয়েছিলেন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রাসূলুল্লাহ</w:t>
      </w:r>
      <w:r w:rsidR="00A569A4" w:rsidRPr="00266964">
        <w:rPr>
          <w:cs/>
          <w:lang w:bidi="bn-IN"/>
        </w:rPr>
        <w:t xml:space="preserve"> (</w:t>
      </w:r>
      <w:r w:rsidR="00A569A4" w:rsidRPr="00266964">
        <w:rPr>
          <w:rFonts w:hint="cs"/>
          <w:cs/>
          <w:lang w:bidi="bn-IN"/>
        </w:rPr>
        <w:t>সা</w:t>
      </w:r>
      <w:r w:rsidR="00A569A4" w:rsidRPr="00266964">
        <w:rPr>
          <w:cs/>
          <w:lang w:bidi="bn-IN"/>
        </w:rPr>
        <w:t>.)-</w:t>
      </w:r>
      <w:r w:rsidR="00A569A4" w:rsidRPr="00266964">
        <w:rPr>
          <w:rFonts w:hint="cs"/>
          <w:cs/>
          <w:lang w:bidi="bn-IN"/>
        </w:rPr>
        <w:t>এর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পরে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শ্রেষ্ঠ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ব্যক্তি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হিসাবে।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গালে</w:t>
      </w:r>
      <w:r w:rsidR="00A569A4" w:rsidRPr="00266964">
        <w:rPr>
          <w:cs/>
          <w:lang w:bidi="bn-IN"/>
        </w:rPr>
        <w:t xml:space="preserve"> </w:t>
      </w:r>
      <w:r w:rsidR="000A3960">
        <w:rPr>
          <w:rFonts w:hint="cs"/>
          <w:cs/>
          <w:lang w:bidi="bn-IN"/>
        </w:rPr>
        <w:t>অশ্রু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বইছে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বন্যার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মতো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বৃষ্টির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মতো</w:t>
      </w:r>
      <w:r w:rsidR="00A569A4" w:rsidRPr="00266964">
        <w:rPr>
          <w:rFonts w:hint="eastAsia"/>
        </w:rPr>
        <w:t>―</w:t>
      </w:r>
      <w:r w:rsidR="00A569A4" w:rsidRPr="00266964">
        <w:rPr>
          <w:rFonts w:hint="cs"/>
          <w:cs/>
          <w:lang w:bidi="bn-IN"/>
        </w:rPr>
        <w:t>যা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কখনো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শুকোবে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না।</w:t>
      </w:r>
      <w:r w:rsidRPr="00F37004">
        <w:rPr>
          <w:rStyle w:val="libAlaemChar"/>
          <w:cs/>
        </w:rPr>
        <w:t>”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বলা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জনতা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লাগলো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উচ্চকণ্ঠে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আহাজারি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লাগলো।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নিজেদের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ছিঁড়লো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বালি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মাখলো।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চেহারায়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খামচি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আঘাত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হায়</w:t>
      </w:r>
      <w:r w:rsidRPr="00266964">
        <w:t xml:space="preserve">, </w:t>
      </w:r>
      <w:r w:rsidRPr="00266964">
        <w:rPr>
          <w:rFonts w:hint="cs"/>
          <w:cs/>
          <w:lang w:bidi="bn-IN"/>
        </w:rPr>
        <w:t>হায়।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পুরুষরা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নিজেদের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দাড়ি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টানলো।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পুরুষ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এমন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বিলাপ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নি।</w:t>
      </w:r>
    </w:p>
    <w:p w:rsidR="00B16A0A" w:rsidRPr="00F37004" w:rsidRDefault="00B16A0A" w:rsidP="00F37004">
      <w:r>
        <w:br w:type="page"/>
      </w:r>
    </w:p>
    <w:p w:rsidR="00A569A4" w:rsidRPr="00266964" w:rsidRDefault="00A569A4" w:rsidP="00B16A0A">
      <w:pPr>
        <w:pStyle w:val="Heading2Center"/>
      </w:pPr>
      <w:bookmarkStart w:id="8" w:name="_Toc443388793"/>
      <w:r w:rsidRPr="00266964">
        <w:rPr>
          <w:rFonts w:hint="cs"/>
          <w:cs/>
          <w:lang w:bidi="bn-IN"/>
        </w:rPr>
        <w:lastRenderedPageBreak/>
        <w:t>কুফায়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উবায়দুল্লাহ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যিয়াদের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প্রাসাদে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বন্দীরা</w:t>
      </w:r>
      <w:bookmarkEnd w:id="8"/>
    </w:p>
    <w:p w:rsidR="00B16A0A" w:rsidRDefault="00B16A0A" w:rsidP="00A569A4">
      <w:pPr>
        <w:pStyle w:val="libNormal"/>
      </w:pPr>
    </w:p>
    <w:p w:rsidR="00A569A4" w:rsidRPr="00266964" w:rsidRDefault="00B16A0A" w:rsidP="00A569A4">
      <w:pPr>
        <w:pStyle w:val="libNormal"/>
      </w:pPr>
      <w:r w:rsidRPr="00F37004">
        <w:rPr>
          <w:rStyle w:val="libAlaemChar"/>
        </w:rPr>
        <w:t>‘</w:t>
      </w:r>
      <w:r w:rsidR="00A569A4" w:rsidRPr="00266964">
        <w:rPr>
          <w:rFonts w:hint="cs"/>
          <w:cs/>
          <w:lang w:bidi="bn-IN"/>
        </w:rPr>
        <w:t>শারহে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হামাযিয়া</w:t>
      </w:r>
      <w:r w:rsidR="00A569A4" w:rsidRPr="00266964">
        <w:rPr>
          <w:rFonts w:hint="eastAsia"/>
        </w:rPr>
        <w:t>’</w:t>
      </w:r>
      <w:r w:rsidR="00A569A4" w:rsidRPr="00266964">
        <w:t xml:space="preserve"> </w:t>
      </w:r>
      <w:r w:rsidR="00A569A4" w:rsidRPr="00266964">
        <w:rPr>
          <w:rFonts w:hint="cs"/>
          <w:cs/>
          <w:lang w:bidi="bn-IN"/>
        </w:rPr>
        <w:t>গ্রন্থে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বর্ণিত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হয়েছে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যে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সে</w:t>
      </w:r>
      <w:r w:rsidR="00A569A4" w:rsidRPr="00266964">
        <w:rPr>
          <w:cs/>
          <w:lang w:bidi="bn-IN"/>
        </w:rPr>
        <w:t xml:space="preserve"> [</w:t>
      </w:r>
      <w:r w:rsidR="00A569A4" w:rsidRPr="00266964">
        <w:rPr>
          <w:rFonts w:hint="cs"/>
          <w:cs/>
          <w:lang w:bidi="bn-IN"/>
        </w:rPr>
        <w:t>উবায়দুল্লাহ</w:t>
      </w:r>
      <w:r w:rsidR="00A569A4" w:rsidRPr="00266964">
        <w:rPr>
          <w:cs/>
          <w:lang w:bidi="bn-IN"/>
        </w:rPr>
        <w:t xml:space="preserve">] </w:t>
      </w:r>
      <w:r w:rsidR="00A569A4" w:rsidRPr="00266964">
        <w:rPr>
          <w:rFonts w:hint="cs"/>
          <w:cs/>
          <w:lang w:bidi="bn-IN"/>
        </w:rPr>
        <w:t>আদেশ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দিলো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যেন</w:t>
      </w:r>
      <w:r w:rsidR="00A569A4" w:rsidRPr="00266964">
        <w:rPr>
          <w:cs/>
          <w:lang w:bidi="bn-IN"/>
        </w:rPr>
        <w:t xml:space="preserve"> [</w:t>
      </w:r>
      <w:r w:rsidR="00A569A4" w:rsidRPr="00266964">
        <w:rPr>
          <w:rFonts w:hint="cs"/>
          <w:cs/>
          <w:lang w:bidi="bn-IN"/>
        </w:rPr>
        <w:t>ইমাম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হোসেইন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</w:t>
      </w:r>
      <w:r w:rsidR="00A569A4" w:rsidRPr="00266964">
        <w:rPr>
          <w:cs/>
          <w:lang w:bidi="bn-IN"/>
        </w:rPr>
        <w:t>.-</w:t>
      </w:r>
      <w:r w:rsidR="00A569A4" w:rsidRPr="00266964">
        <w:rPr>
          <w:rFonts w:hint="cs"/>
          <w:cs/>
          <w:lang w:bidi="bn-IN"/>
        </w:rPr>
        <w:t>এর</w:t>
      </w:r>
      <w:r w:rsidR="00A569A4" w:rsidRPr="00266964">
        <w:rPr>
          <w:cs/>
          <w:lang w:bidi="bn-IN"/>
        </w:rPr>
        <w:t xml:space="preserve">] </w:t>
      </w:r>
      <w:r w:rsidR="00A569A4" w:rsidRPr="00266964">
        <w:rPr>
          <w:rFonts w:hint="cs"/>
          <w:cs/>
          <w:lang w:bidi="bn-IN"/>
        </w:rPr>
        <w:t>মাথাটি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ডান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পাশে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রাখা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একটি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বর্মের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ওপর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রাখা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হয়।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কাছেই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দুই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সারিতে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লোকজন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দাঁড়িয়ে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ছিলো।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আযদি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সুলাইমান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রাশীদ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হামীদ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মুসলিম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দাঁতগুলোতে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ঘন্টা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আঘাত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যাইদ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আরক্বাম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হাতকে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নিবৃত্ত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উচ্চকণ্ঠে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="00B16A0A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সরিয়ে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দাঁতগুলো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কারণ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শপথ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ছাড়া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দুটো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ঠোঁটকেই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দেখেছি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সেগুলোর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চুমু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দিতে।</w:t>
      </w:r>
      <w:r w:rsidR="00B16A0A" w:rsidRPr="00F37004">
        <w:rPr>
          <w:rStyle w:val="libAlaemChar"/>
          <w:cs/>
        </w:rPr>
        <w:t>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বৃদ্ধের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দুঃখ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বিস্ফোরিত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লাগলেন।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যিয়াদ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কাঁদাক।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শপথ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বৃদ্ধ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অথবা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নির্বোধে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পরিণত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বুদ্ধি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যেতো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উড়িয়ে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দিতাম।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দাঁড়ালো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রাজপ্রাসাদ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বেরিয়ে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দেখলাম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লোকজন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পরস্পরকে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বলছে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শপথ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যাইদ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আরক্বাম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এমন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উচ্চারণ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যিয়াদের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শুনতো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ফেলতো।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জিজ্ঞেস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বলেছে</w:t>
      </w:r>
      <w:r w:rsidRPr="00266964">
        <w:rPr>
          <w:cs/>
          <w:lang w:bidi="bn-IN"/>
        </w:rPr>
        <w:t xml:space="preserve">: </w:t>
      </w:r>
      <w:r w:rsidRPr="00266964">
        <w:rPr>
          <w:rFonts w:hint="cs"/>
          <w:cs/>
          <w:lang w:bidi="bn-IN"/>
        </w:rPr>
        <w:t>একজন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লাভ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মানুষ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দাসের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আরবী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প্রবাদ</w:t>
      </w:r>
      <w:r w:rsidRPr="00266964">
        <w:rPr>
          <w:cs/>
          <w:lang w:bidi="bn-IN"/>
        </w:rPr>
        <w:t>]</w:t>
      </w:r>
      <w:r w:rsidRPr="00266964">
        <w:rPr>
          <w:rFonts w:hint="cs"/>
          <w:cs/>
          <w:lang w:bidi="hi-IN"/>
        </w:rPr>
        <w:t>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আরবরা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পরিণত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ফাতেমা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মারজানাহর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অধিনায়ক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বানিয়েছো।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মাঝে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ধার্মিকদের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জেনে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তোমাদেরকে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বানিয়েছে।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নিজেদেরকে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অপমানের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ভেতরে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প্রবেশ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করিয়েছো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মৃত্যু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নিজেদের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অপমানের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ভেতর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প্রবেশ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করিয়েছে।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শেইখ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সাদূক্ব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আমালি</w:t>
      </w:r>
      <w:r w:rsidRPr="00266964">
        <w:rPr>
          <w:rFonts w:hint="eastAsia"/>
        </w:rPr>
        <w:t>’</w:t>
      </w:r>
      <w:r w:rsidRPr="00266964">
        <w:t xml:space="preserve"> </w:t>
      </w:r>
      <w:r w:rsidRPr="00266964">
        <w:rPr>
          <w:rFonts w:hint="cs"/>
          <w:cs/>
          <w:lang w:bidi="bn-IN"/>
        </w:rPr>
        <w:t>গ্রন্থে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ফাত্তাল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নিশাপুরি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রাওযাতুল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ওয়ায়েযীন</w:t>
      </w:r>
      <w:r w:rsidRPr="00266964">
        <w:rPr>
          <w:rFonts w:hint="eastAsia"/>
        </w:rPr>
        <w:t>’</w:t>
      </w:r>
      <w:r w:rsidRPr="00266964">
        <w:t xml:space="preserve"> </w:t>
      </w:r>
      <w:r w:rsidRPr="00266964">
        <w:rPr>
          <w:rFonts w:hint="cs"/>
          <w:cs/>
          <w:lang w:bidi="bn-IN"/>
        </w:rPr>
        <w:t>গ্রন্থে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উবায়দুল্লাহর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খাদেমের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বলেছে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উবায়দুল্লাহ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যিয়াদের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এটিকে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সোনালী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ট্রে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আদেশ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সামনের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দাঁতগুলোতে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আঘাত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লাগলো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আবদিল্লাহ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খুব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তাড়াতাড়িই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বৃদ্ধ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গেছো।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উপস্থিতদের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মধ্যে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দেখেছি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সেখানে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চুমু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যেখানে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আঘাত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করছো।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বদরের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বদলা।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আদেশ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শেকলে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বাঁধতে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অন্যান্য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কারাগারে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পাঠাতে।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রাস্তা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পুরুষ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পূর্ণ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নিজেদের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চেহারায়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আঘাত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কাঁদছিলো।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কারাগারে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ঢুকালো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দরজায়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মেরে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সাইয়েদা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যায়নাব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যিয়াদ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="00FF679B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প্রশংসা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অপমান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করেছেন।</w:t>
      </w:r>
      <w:r w:rsidR="00FF679B" w:rsidRPr="00F37004">
        <w:rPr>
          <w:rStyle w:val="libAlaemChar"/>
          <w:cs/>
        </w:rPr>
        <w:t>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উবায়দুল্লাহ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কারাগারে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পাঠানোর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আদেশ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জায়গায়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মৃত্যুর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সংবাদ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পাঠালো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মাথাসহ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সিরিয়ার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উদ্দেশ্যে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পাঠালো।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শেইখ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তুসী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শাহাদাতের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সংবাদ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মদীনায়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পৌঁছলো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আক্বীল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তালিবের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কন্যা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আসমা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একদল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বেরিয়ে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এলেন।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কবরের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চিৎকার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লাগলেন।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মুহাজির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আনসারদের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আপনারা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উত্তর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দেবেন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আপনাদের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জিজ্ঞেস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কিয়ামত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হিসাব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দেওয়ার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দিনে</w:t>
      </w:r>
      <w:r w:rsidRPr="00266964">
        <w:rPr>
          <w:rFonts w:hint="eastAsia"/>
        </w:rPr>
        <w:t>―</w:t>
      </w:r>
      <w:r w:rsidRPr="00266964">
        <w:rPr>
          <w:rFonts w:hint="cs"/>
          <w:cs/>
          <w:lang w:bidi="bn-IN"/>
        </w:rPr>
        <w:t>যেদিন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সত্য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টিকে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থাকবে</w:t>
      </w:r>
      <w:r w:rsidRPr="00266964">
        <w:rPr>
          <w:rFonts w:hint="eastAsia"/>
        </w:rPr>
        <w:t>―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বংশধরকে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পরিত্যাগ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করেছিলে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অনুপস্থিত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জুলুমকারিদের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ছেড়ে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দিয়েছিলে</w:t>
      </w:r>
      <w:r w:rsidRPr="00266964">
        <w:t xml:space="preserve">; </w:t>
      </w:r>
      <w:r w:rsidRPr="00266964">
        <w:rPr>
          <w:rFonts w:hint="cs"/>
          <w:cs/>
          <w:lang w:bidi="bn-IN"/>
        </w:rPr>
        <w:t>এখন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কেউ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শাফায়াত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করবে</w:t>
      </w:r>
      <w:r w:rsidRPr="00266964">
        <w:t xml:space="preserve">;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কারবালার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মরুভূমিতে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মৃত্যু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এসেছিল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সাহায্যকারী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বলবে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প্রতিরক্ষা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করবো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অন্যের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নিহত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হওয়া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থেকে।</w:t>
      </w:r>
      <w:r w:rsidRPr="00266964">
        <w:rPr>
          <w:rFonts w:hint="eastAsia"/>
        </w:rPr>
        <w:t>’</w:t>
      </w:r>
      <w:r w:rsidRPr="00266964">
        <w:t xml:space="preserve"> </w:t>
      </w:r>
      <w:r w:rsidRPr="00266964">
        <w:rPr>
          <w:rFonts w:hint="cs"/>
          <w:cs/>
          <w:lang w:bidi="bn-IN"/>
        </w:rPr>
        <w:t>বর্ণনাকারী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আগে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পুরুষদের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এভাবে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কাদঁতে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নি।</w:t>
      </w:r>
    </w:p>
    <w:p w:rsidR="00FF679B" w:rsidRPr="00F37004" w:rsidRDefault="00FF679B" w:rsidP="00F37004">
      <w:pPr>
        <w:rPr>
          <w:cs/>
        </w:rPr>
      </w:pPr>
      <w:r>
        <w:rPr>
          <w:cs/>
          <w:lang w:bidi="bn-IN"/>
        </w:rPr>
        <w:br w:type="page"/>
      </w:r>
    </w:p>
    <w:p w:rsidR="00A569A4" w:rsidRPr="00266964" w:rsidRDefault="00A569A4" w:rsidP="00FF679B">
      <w:pPr>
        <w:pStyle w:val="Heading2Center"/>
      </w:pPr>
      <w:bookmarkStart w:id="9" w:name="_Toc443388794"/>
      <w:r w:rsidRPr="00266964">
        <w:rPr>
          <w:rFonts w:hint="cs"/>
          <w:cs/>
          <w:lang w:bidi="bn-IN"/>
        </w:rPr>
        <w:lastRenderedPageBreak/>
        <w:t>নবী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কুফা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দামেস্কে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প্রেরণ</w:t>
      </w:r>
      <w:bookmarkEnd w:id="9"/>
    </w:p>
    <w:p w:rsidR="00FF679B" w:rsidRDefault="00FF679B" w:rsidP="00A569A4">
      <w:pPr>
        <w:pStyle w:val="libNormal"/>
        <w:rPr>
          <w:cs/>
          <w:lang w:bidi="bn-IN"/>
        </w:rPr>
      </w:pP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পাঠিয়ে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দেওয়ার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উবায়দুল্লাহ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শিশুদের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প্রস্তুত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গলায়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লোহার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বেষ্টনি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পরালো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পিছনে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রওয়ানা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মাখফার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</w:t>
      </w:r>
      <w:r w:rsidRPr="00266964">
        <w:rPr>
          <w:rFonts w:hint="eastAsia"/>
        </w:rPr>
        <w:t>’</w:t>
      </w:r>
      <w:r w:rsidRPr="00266964">
        <w:rPr>
          <w:rFonts w:hint="cs"/>
          <w:cs/>
          <w:lang w:bidi="bn-IN"/>
        </w:rPr>
        <w:t>লাবাহ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</w:t>
      </w:r>
      <w:r w:rsidRPr="00266964">
        <w:rPr>
          <w:rFonts w:hint="eastAsia"/>
        </w:rPr>
        <w:t>’</w:t>
      </w:r>
      <w:r w:rsidRPr="00266964">
        <w:rPr>
          <w:rFonts w:hint="cs"/>
          <w:cs/>
          <w:lang w:bidi="bn-IN"/>
        </w:rPr>
        <w:t>য়েযী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="0003544E">
        <w:rPr>
          <w:rFonts w:hint="cs"/>
          <w:cs/>
          <w:lang w:bidi="bn-IN"/>
        </w:rPr>
        <w:t>শিমর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যিলজাওশানকে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একসময়ে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বহনকারী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কাফেলার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যুক্ত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যায়নুল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আবেদীন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পথে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সিরিয়া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পৌঁছা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পর্যন্ত।</w:t>
      </w:r>
    </w:p>
    <w:p w:rsidR="00A569A4" w:rsidRPr="00F37004" w:rsidRDefault="009F0592" w:rsidP="00A569A4">
      <w:pPr>
        <w:pStyle w:val="libNormal"/>
        <w:rPr>
          <w:rStyle w:val="libAlaemChar"/>
        </w:rPr>
      </w:pPr>
      <w:r w:rsidRPr="00F37004">
        <w:rPr>
          <w:rStyle w:val="libAlaemChar"/>
        </w:rPr>
        <w:t>‘</w:t>
      </w:r>
      <w:r w:rsidR="00A569A4" w:rsidRPr="00266964">
        <w:rPr>
          <w:rFonts w:hint="cs"/>
          <w:cs/>
          <w:lang w:bidi="bn-IN"/>
        </w:rPr>
        <w:t>তারীখুল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খামীস</w:t>
      </w:r>
      <w:r w:rsidR="00A569A4" w:rsidRPr="00266964">
        <w:rPr>
          <w:rFonts w:hint="eastAsia"/>
        </w:rPr>
        <w:t>’</w:t>
      </w:r>
      <w:r w:rsidR="00A569A4" w:rsidRPr="00266964">
        <w:t xml:space="preserve"> </w:t>
      </w:r>
      <w:r w:rsidR="00A569A4" w:rsidRPr="00266964">
        <w:rPr>
          <w:rFonts w:hint="cs"/>
          <w:cs/>
          <w:lang w:bidi="bn-IN"/>
        </w:rPr>
        <w:t>গ্রন্থ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থেকে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উ</w:t>
      </w:r>
      <w:r w:rsidR="00C929DC">
        <w:rPr>
          <w:rFonts w:hint="cs"/>
          <w:cs/>
          <w:lang w:bidi="bn-IN"/>
        </w:rPr>
        <w:t>ল্লে</w:t>
      </w:r>
      <w:r w:rsidR="00A569A4" w:rsidRPr="00266964">
        <w:rPr>
          <w:rFonts w:hint="cs"/>
          <w:cs/>
          <w:lang w:bidi="bn-IN"/>
        </w:rPr>
        <w:t>খ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হয়েছে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যে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তারা</w:t>
      </w:r>
      <w:r w:rsidR="00A569A4" w:rsidRPr="00266964">
        <w:rPr>
          <w:cs/>
          <w:lang w:bidi="bn-IN"/>
        </w:rPr>
        <w:t xml:space="preserve"> [</w:t>
      </w:r>
      <w:r w:rsidR="00A569A4" w:rsidRPr="00266964">
        <w:rPr>
          <w:rFonts w:hint="cs"/>
          <w:cs/>
          <w:lang w:bidi="bn-IN"/>
        </w:rPr>
        <w:t>মাথা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বহনকারীরা</w:t>
      </w:r>
      <w:r w:rsidR="00A569A4" w:rsidRPr="00266964">
        <w:rPr>
          <w:cs/>
          <w:lang w:bidi="bn-IN"/>
        </w:rPr>
        <w:t xml:space="preserve">] </w:t>
      </w:r>
      <w:r w:rsidR="00A569A4" w:rsidRPr="00266964">
        <w:rPr>
          <w:rFonts w:hint="cs"/>
          <w:cs/>
          <w:lang w:bidi="bn-IN"/>
        </w:rPr>
        <w:t>এগিয়ে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যেতে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থাকলো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একটি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গির্জাতে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পৌঁছানো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পর্যন্ত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সেখানে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দুপুর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পর্যন্ত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বিশ্রাম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নেয়ার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জন্য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প্রবেশ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করলো।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সেখানে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দেখলো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দেয়ালে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লেখা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আছে</w:t>
      </w:r>
      <w:r w:rsidR="00A569A4" w:rsidRPr="00266964">
        <w:t xml:space="preserve">, </w:t>
      </w:r>
      <w:r w:rsidRPr="00F37004">
        <w:rPr>
          <w:rStyle w:val="libAlaemChar"/>
        </w:rPr>
        <w:t>“</w:t>
      </w:r>
      <w:r w:rsidR="00A569A4" w:rsidRPr="00266964">
        <w:rPr>
          <w:rFonts w:hint="cs"/>
          <w:cs/>
          <w:lang w:bidi="bn-IN"/>
        </w:rPr>
        <w:t>যে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উম্মত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হোসেইনকে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হত্যা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করেছে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এরপরও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আশা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কিয়ামতের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দিন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নানা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জন্য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সুপারিশ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করবে</w:t>
      </w:r>
      <w:r w:rsidR="00A569A4" w:rsidRPr="00266964">
        <w:t xml:space="preserve">? </w:t>
      </w:r>
      <w:r w:rsidR="00A569A4" w:rsidRPr="00266964">
        <w:rPr>
          <w:rFonts w:hint="cs"/>
          <w:cs/>
          <w:lang w:bidi="bn-IN"/>
        </w:rPr>
        <w:t>তারা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একজন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পাদ্রীকে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জিজ্ঞেস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করলো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বাক্যগুলো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লিখেছে</w:t>
      </w:r>
      <w:r w:rsidR="00A569A4" w:rsidRPr="00266964">
        <w:t xml:space="preserve">? </w:t>
      </w:r>
      <w:r w:rsidR="00A569A4" w:rsidRPr="00266964">
        <w:rPr>
          <w:rFonts w:hint="cs"/>
          <w:cs/>
          <w:lang w:bidi="bn-IN"/>
        </w:rPr>
        <w:t>সে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বললো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এগুলো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নবুয়ত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ঘোষণার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একশত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পঞ্চাশ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বছর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আগে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এখানে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লেখা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হয়েছিল।</w:t>
      </w:r>
      <w:r w:rsidRPr="00F37004">
        <w:rPr>
          <w:rStyle w:val="libAlaemChar"/>
          <w:cs/>
        </w:rPr>
        <w:t>”</w:t>
      </w:r>
    </w:p>
    <w:p w:rsidR="00A569A4" w:rsidRPr="00F37004" w:rsidRDefault="00A569A4" w:rsidP="00A569A4">
      <w:pPr>
        <w:pStyle w:val="libNormal"/>
        <w:rPr>
          <w:rStyle w:val="libAlaemChar"/>
        </w:rPr>
      </w:pPr>
      <w:r w:rsidRPr="00266964">
        <w:rPr>
          <w:rFonts w:hint="cs"/>
          <w:cs/>
          <w:lang w:bidi="bn-IN"/>
        </w:rPr>
        <w:t>সিবতে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জাওযী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ধারাবাহিক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বর্ণনাকারীদের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মাধ্যমে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আব্দুল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মালিক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হিশাম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নাহউই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মিসরি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হাদীসের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মধ্যে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মাথা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বহনকারীরা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যখনই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জিনিসপত্র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নামাতো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প্রতিবারই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ট্রাংক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পবিত্র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মাথাটিও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বর্শার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ওঠাতো।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পাহারা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দিত</w:t>
      </w:r>
      <w:r w:rsidRPr="00266964">
        <w:rPr>
          <w:rFonts w:hint="eastAsia"/>
        </w:rPr>
        <w:t>―</w:t>
      </w:r>
      <w:r w:rsidRPr="00266964">
        <w:rPr>
          <w:rFonts w:hint="cs"/>
          <w:cs/>
          <w:lang w:bidi="bn-IN"/>
        </w:rPr>
        <w:t>সকাল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পর্যন্ত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যাত্রা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শুরুর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আগে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ট্রাংকে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ঢুকিয়ে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সামনে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অগ্রসর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যাত্রা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বিরতির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পাদ্রীর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গির্জার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বরাবরের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বর্শার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ওঠালো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পাহারা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বর্শাটিকে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গির্জার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দেয়ালে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হেলান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মধ্যরাতে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পাদ্রী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রশ্মি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বেরিয়ে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আকাশে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পৌঁছে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গির্জার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কারা</w:t>
      </w:r>
      <w:r w:rsidRPr="00266964">
        <w:t xml:space="preserve">?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উত্তর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যিয়াদের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সাথী।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t xml:space="preserve">?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হোসেইনের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তালিব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নবীর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কন্যা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ফাতেমার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নবী</w:t>
      </w:r>
      <w:r w:rsidRPr="00266964">
        <w:t xml:space="preserve">?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হ্যাঁ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সূচক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উত্তর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মানুষের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মধ্যে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নিকৃষ্ট।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মসীহর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ঈসা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.]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পুত্র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সন্তান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চোখের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রাখতাম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অনেক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সম্মান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দিতাম</w:t>
      </w:r>
      <w:r w:rsidRPr="00266964">
        <w:rPr>
          <w:cs/>
          <w:lang w:bidi="bn-IN"/>
        </w:rPr>
        <w:t>]</w:t>
      </w:r>
      <w:r w:rsidRPr="00266964">
        <w:rPr>
          <w:rFonts w:hint="cs"/>
          <w:cs/>
          <w:lang w:bidi="hi-IN"/>
        </w:rPr>
        <w:t>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কিছু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চাও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উপকার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পারো</w:t>
      </w:r>
      <w:r w:rsidRPr="00266964">
        <w:t xml:space="preserve">?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জিজ্ঞেস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কী</w:t>
      </w:r>
      <w:r w:rsidRPr="00266964">
        <w:t xml:space="preserve">?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হাজার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আশরাফী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দাও।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সকাল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পর্যন্ত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যাত্রা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ফেরত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নিও।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ক্ষতি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হস্তান্তর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পাদ্রী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বিনিময়ে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আশরাফীগুলো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পাদ্রী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ধুয়ে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সুগন্ধি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মাখালো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উরুর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রেখে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সকাল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পর্যন্ত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অনেক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সকাল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="009F0592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নিজের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ছাড়া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ক্ষমতা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সাক্ষ্য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দিচ্ছি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ছাড়া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সাক্ষী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থাকুন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বন্ধু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গোলাম।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গির্জা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ভেতরে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পরিত্যাগ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আহলুল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বাইত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গোলামদের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সারিতে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প্রবেশ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করলো।</w:t>
      </w:r>
      <w:r w:rsidR="009F0592" w:rsidRPr="00F37004">
        <w:rPr>
          <w:rStyle w:val="libAlaemChar"/>
          <w:cs/>
        </w:rPr>
        <w:t>”</w:t>
      </w:r>
    </w:p>
    <w:p w:rsidR="00A569A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হিশাম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সীরাহ</w:t>
      </w:r>
      <w:r w:rsidRPr="00266964">
        <w:rPr>
          <w:rFonts w:hint="eastAsia"/>
        </w:rPr>
        <w:t>’</w:t>
      </w:r>
      <w:r w:rsidRPr="00266964">
        <w:t>-</w:t>
      </w:r>
      <w:r w:rsidRPr="00266964">
        <w:rPr>
          <w:rFonts w:hint="cs"/>
          <w:cs/>
          <w:lang w:bidi="bn-IN"/>
        </w:rPr>
        <w:t>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সম্মুখে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অগ্রসর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দামেস্কের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পৌঁছলো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পরস্পরকে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আসো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আশরাফীগুলো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মাঝে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ভাগ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যাবে।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থলেটি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খোলা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মাটিতে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পরিণত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পাশে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লেখা</w:t>
      </w:r>
      <w:r w:rsidRPr="00266964">
        <w:t>,</w:t>
      </w:r>
    </w:p>
    <w:p w:rsidR="009F0592" w:rsidRPr="00266964" w:rsidRDefault="009F0592" w:rsidP="009F0592">
      <w:pPr>
        <w:pStyle w:val="libAie"/>
      </w:pPr>
      <w:proofErr w:type="gramStart"/>
      <w:r w:rsidRPr="009F0592">
        <w:rPr>
          <w:rStyle w:val="libAlaemChar"/>
        </w:rPr>
        <w:lastRenderedPageBreak/>
        <w:t>)</w:t>
      </w:r>
      <w:r w:rsidRPr="009F0592">
        <w:rPr>
          <w:rFonts w:hint="eastAsia"/>
          <w:rtl/>
        </w:rPr>
        <w:t>و</w:t>
      </w:r>
      <w:proofErr w:type="gramEnd"/>
      <w:r w:rsidRPr="009F0592">
        <w:rPr>
          <w:rFonts w:hint="eastAsia"/>
          <w:rtl/>
        </w:rPr>
        <w:t>َلَا</w:t>
      </w:r>
      <w:r w:rsidRPr="009F0592">
        <w:rPr>
          <w:rtl/>
        </w:rPr>
        <w:t xml:space="preserve"> </w:t>
      </w:r>
      <w:r w:rsidRPr="009F0592">
        <w:rPr>
          <w:rFonts w:hint="eastAsia"/>
          <w:rtl/>
        </w:rPr>
        <w:t>تَحْسَبَنَّ</w:t>
      </w:r>
      <w:r w:rsidRPr="009F0592">
        <w:rPr>
          <w:rtl/>
        </w:rPr>
        <w:t xml:space="preserve"> </w:t>
      </w:r>
      <w:r w:rsidRPr="009F0592">
        <w:rPr>
          <w:rFonts w:hint="eastAsia"/>
          <w:rtl/>
        </w:rPr>
        <w:t>اللَّهَ</w:t>
      </w:r>
      <w:r w:rsidRPr="009F0592">
        <w:rPr>
          <w:rtl/>
        </w:rPr>
        <w:t xml:space="preserve"> </w:t>
      </w:r>
      <w:r w:rsidRPr="009F0592">
        <w:rPr>
          <w:rFonts w:hint="eastAsia"/>
          <w:rtl/>
        </w:rPr>
        <w:t>غَافِلًا</w:t>
      </w:r>
      <w:r w:rsidRPr="009F0592">
        <w:rPr>
          <w:rtl/>
        </w:rPr>
        <w:t xml:space="preserve"> </w:t>
      </w:r>
      <w:r w:rsidRPr="009F0592">
        <w:rPr>
          <w:rFonts w:hint="eastAsia"/>
          <w:rtl/>
        </w:rPr>
        <w:t>عَمَّا</w:t>
      </w:r>
      <w:r w:rsidRPr="009F0592">
        <w:rPr>
          <w:rtl/>
        </w:rPr>
        <w:t xml:space="preserve"> </w:t>
      </w:r>
      <w:r w:rsidRPr="009F0592">
        <w:rPr>
          <w:rFonts w:hint="eastAsia"/>
          <w:rtl/>
        </w:rPr>
        <w:t>يَعْمَلُ</w:t>
      </w:r>
      <w:r w:rsidRPr="009F0592">
        <w:rPr>
          <w:rtl/>
        </w:rPr>
        <w:t xml:space="preserve"> </w:t>
      </w:r>
      <w:r w:rsidRPr="009F0592">
        <w:rPr>
          <w:rFonts w:hint="eastAsia"/>
          <w:rtl/>
        </w:rPr>
        <w:t>الظَّالِمُونَ</w:t>
      </w:r>
      <w:r w:rsidRPr="009F0592">
        <w:rPr>
          <w:rtl/>
        </w:rPr>
        <w:t xml:space="preserve"> </w:t>
      </w:r>
      <w:r w:rsidRPr="009F0592">
        <w:rPr>
          <w:rFonts w:hint="eastAsia"/>
          <w:rtl/>
        </w:rPr>
        <w:t>إِنَّمَا</w:t>
      </w:r>
      <w:r w:rsidRPr="009F0592">
        <w:rPr>
          <w:rtl/>
        </w:rPr>
        <w:t xml:space="preserve"> </w:t>
      </w:r>
      <w:r w:rsidRPr="009F0592">
        <w:rPr>
          <w:rFonts w:hint="eastAsia"/>
          <w:rtl/>
        </w:rPr>
        <w:t>يُؤَخِّرُهُمْ</w:t>
      </w:r>
      <w:r w:rsidRPr="009F0592">
        <w:rPr>
          <w:rtl/>
        </w:rPr>
        <w:t xml:space="preserve"> </w:t>
      </w:r>
      <w:r w:rsidRPr="009F0592">
        <w:rPr>
          <w:rFonts w:hint="eastAsia"/>
          <w:rtl/>
        </w:rPr>
        <w:t>لِيَوْمٍ</w:t>
      </w:r>
      <w:r w:rsidRPr="009F0592">
        <w:rPr>
          <w:rtl/>
        </w:rPr>
        <w:t xml:space="preserve"> </w:t>
      </w:r>
      <w:r w:rsidRPr="009F0592">
        <w:rPr>
          <w:rFonts w:hint="eastAsia"/>
          <w:rtl/>
        </w:rPr>
        <w:t>تَشْخَصُ</w:t>
      </w:r>
      <w:r w:rsidRPr="009F0592">
        <w:rPr>
          <w:rtl/>
        </w:rPr>
        <w:t xml:space="preserve"> </w:t>
      </w:r>
      <w:r w:rsidRPr="009F0592">
        <w:rPr>
          <w:rFonts w:hint="eastAsia"/>
          <w:rtl/>
        </w:rPr>
        <w:t>فِيهِ</w:t>
      </w:r>
      <w:r w:rsidRPr="009F0592">
        <w:rPr>
          <w:rtl/>
        </w:rPr>
        <w:t xml:space="preserve"> </w:t>
      </w:r>
      <w:r w:rsidRPr="009F0592">
        <w:rPr>
          <w:rFonts w:hint="eastAsia"/>
          <w:rtl/>
        </w:rPr>
        <w:t>الْأَبْصَارُ</w:t>
      </w:r>
      <w:r w:rsidRPr="009F0592">
        <w:rPr>
          <w:rStyle w:val="libAlaemChar"/>
        </w:rPr>
        <w:t>(</w:t>
      </w:r>
    </w:p>
    <w:p w:rsidR="00A569A4" w:rsidRPr="00266964" w:rsidRDefault="009F0592" w:rsidP="00A569A4">
      <w:pPr>
        <w:pStyle w:val="libNormal"/>
      </w:pPr>
      <w:r w:rsidRPr="00F37004">
        <w:rPr>
          <w:rStyle w:val="libAlaemChar"/>
          <w:cs/>
        </w:rPr>
        <w:t>“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ভেবো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জালেমরা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সম্পর্কে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আল্লাহ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গাফেল।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তিনি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শুধু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ঐ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দিন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পর্যন্ত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রেহাই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দেন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যেদিন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চোখগুলো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পলকহীন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তাকিয়ে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থাকবে</w:t>
      </w:r>
      <w:r w:rsidR="00A569A4" w:rsidRPr="00266964">
        <w:rPr>
          <w:cs/>
          <w:lang w:bidi="bn-IN"/>
        </w:rPr>
        <w:t xml:space="preserve"> (</w:t>
      </w:r>
      <w:r w:rsidR="00A569A4" w:rsidRPr="00266964">
        <w:rPr>
          <w:rFonts w:hint="cs"/>
          <w:cs/>
          <w:lang w:bidi="bn-IN"/>
        </w:rPr>
        <w:t>আতঙ্কে</w:t>
      </w:r>
      <w:r w:rsidR="00A569A4" w:rsidRPr="00266964">
        <w:rPr>
          <w:cs/>
          <w:lang w:bidi="bn-IN"/>
        </w:rPr>
        <w:t>)</w:t>
      </w:r>
      <w:r w:rsidR="00A569A4" w:rsidRPr="00266964">
        <w:rPr>
          <w:rFonts w:hint="cs"/>
          <w:cs/>
          <w:lang w:bidi="hi-IN"/>
        </w:rPr>
        <w:t>।</w:t>
      </w:r>
      <w:r w:rsidRPr="00F37004">
        <w:rPr>
          <w:rStyle w:val="libAlaemChar"/>
          <w:cs/>
        </w:rPr>
        <w:t>”</w:t>
      </w:r>
      <w:r w:rsidR="00A569A4" w:rsidRPr="00266964">
        <w:rPr>
          <w:cs/>
          <w:lang w:bidi="bn-IN"/>
        </w:rPr>
        <w:t xml:space="preserve"> [</w:t>
      </w:r>
      <w:r w:rsidR="00A569A4" w:rsidRPr="00266964">
        <w:rPr>
          <w:rFonts w:hint="cs"/>
          <w:cs/>
          <w:lang w:bidi="bn-IN"/>
        </w:rPr>
        <w:t>সূরা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ইবরাহীম</w:t>
      </w:r>
      <w:r w:rsidR="00A569A4" w:rsidRPr="00266964">
        <w:rPr>
          <w:cs/>
          <w:lang w:bidi="bn-IN"/>
        </w:rPr>
        <w:t xml:space="preserve">: </w:t>
      </w:r>
      <w:r w:rsidR="00A569A4" w:rsidRPr="00266964">
        <w:rPr>
          <w:rFonts w:hint="cs"/>
          <w:cs/>
          <w:lang w:bidi="bn-IN"/>
        </w:rPr>
        <w:t>৪২</w:t>
      </w:r>
      <w:r w:rsidR="00A569A4" w:rsidRPr="00266964">
        <w:rPr>
          <w:cs/>
          <w:lang w:bidi="bn-IN"/>
        </w:rPr>
        <w:t>]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পাশে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লেখা</w:t>
      </w:r>
      <w:r w:rsidRPr="00266964">
        <w:rPr>
          <w:cs/>
          <w:lang w:bidi="bn-IN"/>
        </w:rPr>
        <w:t>:</w:t>
      </w:r>
    </w:p>
    <w:p w:rsidR="009F0592" w:rsidRDefault="009F0592" w:rsidP="009F0592">
      <w:pPr>
        <w:pStyle w:val="libAie"/>
        <w:rPr>
          <w:cs/>
          <w:lang w:bidi="bn-IN"/>
        </w:rPr>
      </w:pPr>
      <w:proofErr w:type="gramStart"/>
      <w:r w:rsidRPr="009F0592">
        <w:rPr>
          <w:rStyle w:val="libAlaemChar"/>
        </w:rPr>
        <w:t>)</w:t>
      </w:r>
      <w:r w:rsidRPr="009F0592">
        <w:rPr>
          <w:rFonts w:hint="eastAsia"/>
          <w:rtl/>
        </w:rPr>
        <w:t>و</w:t>
      </w:r>
      <w:proofErr w:type="gramEnd"/>
      <w:r w:rsidRPr="009F0592">
        <w:rPr>
          <w:rFonts w:hint="eastAsia"/>
          <w:rtl/>
        </w:rPr>
        <w:t>َسَيَعْلَمُ</w:t>
      </w:r>
      <w:r w:rsidRPr="009F0592">
        <w:rPr>
          <w:rtl/>
        </w:rPr>
        <w:t xml:space="preserve"> </w:t>
      </w:r>
      <w:r w:rsidRPr="009F0592">
        <w:rPr>
          <w:rFonts w:hint="eastAsia"/>
          <w:rtl/>
        </w:rPr>
        <w:t>الَّذِينَ</w:t>
      </w:r>
      <w:r w:rsidRPr="009F0592">
        <w:rPr>
          <w:rtl/>
        </w:rPr>
        <w:t xml:space="preserve"> </w:t>
      </w:r>
      <w:r w:rsidRPr="009F0592">
        <w:rPr>
          <w:rFonts w:hint="eastAsia"/>
          <w:rtl/>
        </w:rPr>
        <w:t>ظَلَمُوا</w:t>
      </w:r>
      <w:r w:rsidRPr="009F0592">
        <w:rPr>
          <w:rtl/>
        </w:rPr>
        <w:t xml:space="preserve"> </w:t>
      </w:r>
      <w:r w:rsidRPr="009F0592">
        <w:rPr>
          <w:rFonts w:hint="eastAsia"/>
          <w:rtl/>
        </w:rPr>
        <w:t>أَيَّ</w:t>
      </w:r>
      <w:r w:rsidRPr="009F0592">
        <w:rPr>
          <w:rtl/>
        </w:rPr>
        <w:t xml:space="preserve"> </w:t>
      </w:r>
      <w:r w:rsidRPr="009F0592">
        <w:rPr>
          <w:rFonts w:hint="eastAsia"/>
          <w:rtl/>
        </w:rPr>
        <w:t>مُنْقَلَبٍ</w:t>
      </w:r>
      <w:r w:rsidRPr="009F0592">
        <w:rPr>
          <w:rtl/>
        </w:rPr>
        <w:t xml:space="preserve"> </w:t>
      </w:r>
      <w:r w:rsidRPr="009F0592">
        <w:rPr>
          <w:rFonts w:hint="eastAsia"/>
          <w:rtl/>
        </w:rPr>
        <w:t>يَنْقَلِبُونَ</w:t>
      </w:r>
      <w:r w:rsidRPr="009F0592">
        <w:rPr>
          <w:rStyle w:val="libAlaemChar"/>
        </w:rPr>
        <w:t>(</w:t>
      </w:r>
    </w:p>
    <w:p w:rsidR="00A569A4" w:rsidRPr="00266964" w:rsidRDefault="009F0592" w:rsidP="00A569A4">
      <w:pPr>
        <w:pStyle w:val="libNormal"/>
      </w:pPr>
      <w:r w:rsidRPr="00F37004">
        <w:rPr>
          <w:rStyle w:val="libAlaemChar"/>
          <w:cs/>
        </w:rPr>
        <w:t>“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শীঘ্রই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জালেমরা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জানতে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পারবে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কী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খারাপ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ফেরার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দিকেই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ফিরে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আসবে।</w:t>
      </w:r>
      <w:r w:rsidRPr="00F37004">
        <w:rPr>
          <w:rStyle w:val="libAlaemChar"/>
          <w:cs/>
        </w:rPr>
        <w:t>”</w:t>
      </w:r>
      <w:r w:rsidR="00A569A4" w:rsidRPr="00266964">
        <w:rPr>
          <w:cs/>
          <w:lang w:bidi="bn-IN"/>
        </w:rPr>
        <w:t xml:space="preserve"> [</w:t>
      </w:r>
      <w:r w:rsidR="00A569A4" w:rsidRPr="00266964">
        <w:rPr>
          <w:rFonts w:hint="cs"/>
          <w:cs/>
          <w:lang w:bidi="bn-IN"/>
        </w:rPr>
        <w:t>সূরা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আশ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শুআরা</w:t>
      </w:r>
      <w:r w:rsidR="00A569A4" w:rsidRPr="00266964">
        <w:rPr>
          <w:cs/>
          <w:lang w:bidi="bn-IN"/>
        </w:rPr>
        <w:t xml:space="preserve">: </w:t>
      </w:r>
      <w:r w:rsidR="00A569A4" w:rsidRPr="00266964">
        <w:rPr>
          <w:rFonts w:hint="cs"/>
          <w:cs/>
          <w:lang w:bidi="bn-IN"/>
        </w:rPr>
        <w:t>২২৭</w:t>
      </w:r>
      <w:r w:rsidR="00A569A4" w:rsidRPr="00266964">
        <w:rPr>
          <w:cs/>
          <w:lang w:bidi="bn-IN"/>
        </w:rPr>
        <w:t>]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সেগুলোকে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বুরদা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নদীতে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নিক্ষেপ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করলো।</w:t>
      </w:r>
    </w:p>
    <w:p w:rsidR="00A569A4" w:rsidRPr="00F37004" w:rsidRDefault="00A569A4" w:rsidP="00A569A4">
      <w:pPr>
        <w:pStyle w:val="libNormal"/>
        <w:rPr>
          <w:rStyle w:val="libAlaemChar"/>
        </w:rPr>
      </w:pPr>
      <w:r w:rsidRPr="00266964">
        <w:rPr>
          <w:rFonts w:hint="cs"/>
          <w:cs/>
          <w:lang w:bidi="bn-IN"/>
        </w:rPr>
        <w:t>সাইয়্যেদ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তাউস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লাহী</w:t>
      </w:r>
      <w:r w:rsidRPr="00266964">
        <w:rPr>
          <w:rFonts w:hint="eastAsia"/>
        </w:rPr>
        <w:t>’</w:t>
      </w:r>
      <w:r w:rsidRPr="00266964">
        <w:rPr>
          <w:rFonts w:hint="cs"/>
          <w:cs/>
          <w:lang w:bidi="bn-IN"/>
        </w:rPr>
        <w:t>আহ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অন্যরা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সংবাদটি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অংশ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</w:t>
      </w:r>
      <w:r w:rsidR="00C929DC">
        <w:rPr>
          <w:rFonts w:hint="cs"/>
          <w:cs/>
          <w:lang w:bidi="bn-IN"/>
        </w:rPr>
        <w:t>ল্লে</w:t>
      </w:r>
      <w:r w:rsidRPr="00266964">
        <w:rPr>
          <w:rFonts w:hint="cs"/>
          <w:cs/>
          <w:lang w:bidi="bn-IN"/>
        </w:rPr>
        <w:t>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যতটুকু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প্রয়োজন</w:t>
      </w:r>
      <w:r w:rsidRPr="00266964">
        <w:rPr>
          <w:cs/>
          <w:lang w:bidi="bn-IN"/>
        </w:rPr>
        <w:t xml:space="preserve">: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</w:t>
      </w:r>
      <w:r w:rsidRPr="00266964">
        <w:rPr>
          <w:rFonts w:hint="eastAsia"/>
        </w:rPr>
        <w:t>’</w:t>
      </w:r>
      <w:r w:rsidRPr="00266964">
        <w:rPr>
          <w:rFonts w:hint="cs"/>
          <w:cs/>
          <w:lang w:bidi="bn-IN"/>
        </w:rPr>
        <w:t>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তাওয়াফ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করছিলাম।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ব্যক্তিকে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শুনলাম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ক্ষমা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কিন্তু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কখনো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বান্দাহ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আল্লাহকে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উচ্চারণ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এমনও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গুনাহ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বৃষ্টির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ফোটাগুলোর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অথবা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গাছগুলোর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সংখ্যার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সমান।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ক্ষমা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চাও</w:t>
      </w:r>
      <w:r w:rsidRPr="00266964">
        <w:t xml:space="preserve">, </w:t>
      </w:r>
      <w:r w:rsidRPr="00266964">
        <w:rPr>
          <w:rFonts w:hint="cs"/>
          <w:cs/>
          <w:lang w:bidi="bn-IN"/>
        </w:rPr>
        <w:t>নিশ্চয়ই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ক্ষমা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দেবেন।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ক্ষমাশীল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করুণাময়।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আসো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যেন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সম্পর্কে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পারি।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পঞ্চাশ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সিরিয়া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যাচ্ছিলাম।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ট্রাঙ্কে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ঢুকিয়ে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রাখতাম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ঘিরে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মদপান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করতাম।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বন্ধুরা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মদপান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মাতাল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বেহুশ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কিন্তু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রাত্রির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অংশ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বজ্রপাতের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শব্দ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শুনতে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বিদ্যুৎ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চমকাতে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দেখলাম।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হঠাৎ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আকাশের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দরজাগুলো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খুলে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আদম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</w:t>
      </w:r>
      <w:r w:rsidRPr="00266964">
        <w:t xml:space="preserve">, </w:t>
      </w:r>
      <w:r w:rsidRPr="00266964">
        <w:rPr>
          <w:rFonts w:hint="cs"/>
          <w:cs/>
          <w:lang w:bidi="bn-IN"/>
        </w:rPr>
        <w:t>নূহ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</w:t>
      </w:r>
      <w:r w:rsidRPr="00266964">
        <w:t xml:space="preserve">, </w:t>
      </w:r>
      <w:r w:rsidRPr="00266964">
        <w:rPr>
          <w:rFonts w:hint="cs"/>
          <w:cs/>
          <w:lang w:bidi="bn-IN"/>
        </w:rPr>
        <w:t>ইবরাহীম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</w:t>
      </w:r>
      <w:r w:rsidRPr="00266964">
        <w:t xml:space="preserve">, </w:t>
      </w:r>
      <w:r w:rsidRPr="00266964">
        <w:rPr>
          <w:rFonts w:hint="cs"/>
          <w:cs/>
          <w:lang w:bidi="bn-IN"/>
        </w:rPr>
        <w:t>ইসমাইল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</w:t>
      </w:r>
      <w:r w:rsidRPr="00266964">
        <w:t xml:space="preserve">, </w:t>
      </w:r>
      <w:r w:rsidRPr="00266964">
        <w:rPr>
          <w:rFonts w:hint="cs"/>
          <w:cs/>
          <w:lang w:bidi="bn-IN"/>
        </w:rPr>
        <w:t>ইসহাক্ব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</w:t>
      </w:r>
      <w:r w:rsidRPr="00266964">
        <w:t xml:space="preserve">,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জিবরাঈল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অন্যান্য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ফেরেশতারা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নেমে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এলেন।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জিবরাঈল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ট্রাঙ্কের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পবিত্র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জড়িয়ে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ধরলেন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চুমু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লাগলেন।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প্রত্যেক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অনুসরণ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যতক্ষণ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পর্যন্ত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শেষ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নবী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পৌঁছালো।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নবীরা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সমবেদনা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জানাতে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লাগলেন।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জিবরাঈল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="009F0592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উম্মত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সম্পর্কে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অনুগত।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আদেশ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জমিন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উল্টিয়ে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দিবো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যেভাবে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লূতের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জাতিকে।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জিবরাঈল</w:t>
      </w:r>
      <w:r w:rsidRPr="00266964">
        <w:t xml:space="preserve">, </w:t>
      </w:r>
      <w:r w:rsidRPr="00266964">
        <w:rPr>
          <w:rFonts w:hint="cs"/>
          <w:cs/>
          <w:lang w:bidi="bn-IN"/>
        </w:rPr>
        <w:t>নিশ্চয়ই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সামনে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বিরুদ্ধে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হিসাব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চাইবো।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ফেরেশতারা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অগ্রসর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আশ্রয়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আশ্রয়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দূর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হও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কখনো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ক্ষমা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করেন।</w:t>
      </w:r>
      <w:r w:rsidR="00DD74D0" w:rsidRPr="00F37004">
        <w:rPr>
          <w:rStyle w:val="libAlaemChar"/>
          <w:cs/>
        </w:rPr>
        <w:t>”</w:t>
      </w:r>
    </w:p>
    <w:p w:rsidR="00DD74D0" w:rsidRPr="00F37004" w:rsidRDefault="00DD74D0" w:rsidP="00F37004">
      <w:pPr>
        <w:rPr>
          <w:cs/>
        </w:rPr>
      </w:pPr>
      <w:r>
        <w:rPr>
          <w:cs/>
          <w:lang w:bidi="bn-IN"/>
        </w:rPr>
        <w:br w:type="page"/>
      </w:r>
    </w:p>
    <w:p w:rsidR="00A569A4" w:rsidRPr="00266964" w:rsidRDefault="00A569A4" w:rsidP="003C5257">
      <w:pPr>
        <w:pStyle w:val="Heading2Center"/>
      </w:pPr>
      <w:bookmarkStart w:id="10" w:name="_Toc443388795"/>
      <w:r w:rsidRPr="00266964">
        <w:rPr>
          <w:rFonts w:hint="cs"/>
          <w:cs/>
          <w:lang w:bidi="bn-IN"/>
        </w:rPr>
        <w:lastRenderedPageBreak/>
        <w:t>দামেস্কে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বন্দীরা</w:t>
      </w:r>
      <w:bookmarkEnd w:id="10"/>
    </w:p>
    <w:p w:rsidR="00684238" w:rsidRDefault="00684238" w:rsidP="00A569A4">
      <w:pPr>
        <w:pStyle w:val="libNormal"/>
        <w:rPr>
          <w:rFonts w:hint="cs"/>
          <w:lang w:bidi="bn-BD"/>
        </w:rPr>
      </w:pPr>
    </w:p>
    <w:p w:rsidR="00A569A4" w:rsidRPr="00266964" w:rsidRDefault="00A569A4" w:rsidP="00A569A4">
      <w:pPr>
        <w:pStyle w:val="libNormal"/>
      </w:pPr>
      <w:r w:rsidRPr="00684238">
        <w:rPr>
          <w:rFonts w:hint="cs"/>
          <w:cs/>
          <w:lang w:bidi="bn-IN"/>
        </w:rPr>
        <w:t>আবু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রায়হান</w:t>
      </w:r>
      <w:r w:rsidRPr="00684238">
        <w:rPr>
          <w:cs/>
          <w:lang w:bidi="bn-IN"/>
        </w:rPr>
        <w:t xml:space="preserve"> [</w:t>
      </w:r>
      <w:r w:rsidRPr="00684238">
        <w:rPr>
          <w:rFonts w:hint="cs"/>
          <w:cs/>
          <w:lang w:bidi="bn-IN"/>
        </w:rPr>
        <w:t>আল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বিরুনী</w:t>
      </w:r>
      <w:r w:rsidRPr="00684238">
        <w:rPr>
          <w:cs/>
          <w:lang w:bidi="bn-IN"/>
        </w:rPr>
        <w:t xml:space="preserve">] </w:t>
      </w:r>
      <w:r w:rsidRPr="00684238">
        <w:rPr>
          <w:rFonts w:hint="cs"/>
          <w:cs/>
          <w:lang w:bidi="bn-IN"/>
        </w:rPr>
        <w:t>তার</w:t>
      </w:r>
      <w:r w:rsidRPr="00684238">
        <w:rPr>
          <w:cs/>
          <w:lang w:bidi="bn-IN"/>
        </w:rPr>
        <w:t xml:space="preserve"> </w:t>
      </w:r>
      <w:r w:rsidRPr="00684238">
        <w:rPr>
          <w:rStyle w:val="libAlaemChar"/>
        </w:rPr>
        <w:t>‘</w:t>
      </w:r>
      <w:r w:rsidRPr="00684238">
        <w:rPr>
          <w:rFonts w:hint="cs"/>
          <w:cs/>
          <w:lang w:bidi="bn-IN"/>
        </w:rPr>
        <w:t>আসারুল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বাক্বিয়াহ</w:t>
      </w:r>
      <w:r w:rsidRPr="00684238">
        <w:rPr>
          <w:rFonts w:hint="eastAsia"/>
        </w:rPr>
        <w:t>’</w:t>
      </w:r>
      <w:r w:rsidRPr="00684238">
        <w:t xml:space="preserve"> </w:t>
      </w:r>
      <w:r w:rsidRPr="00684238">
        <w:rPr>
          <w:rFonts w:hint="cs"/>
          <w:cs/>
          <w:lang w:bidi="bn-IN"/>
        </w:rPr>
        <w:t>গ্রন্থে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বর্ণনা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করেছেন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যে</w:t>
      </w:r>
      <w:r w:rsidRPr="00684238">
        <w:t xml:space="preserve">, </w:t>
      </w:r>
      <w:r w:rsidRPr="00684238">
        <w:rPr>
          <w:rFonts w:hint="cs"/>
          <w:cs/>
          <w:lang w:bidi="bn-IN"/>
        </w:rPr>
        <w:t>সফর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মাসের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প্রথম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দিন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ইমাম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হোসেইন</w:t>
      </w:r>
      <w:r w:rsidRPr="00684238">
        <w:rPr>
          <w:cs/>
          <w:lang w:bidi="bn-IN"/>
        </w:rPr>
        <w:t xml:space="preserve"> (</w:t>
      </w:r>
      <w:r w:rsidRPr="00684238">
        <w:rPr>
          <w:rFonts w:hint="cs"/>
          <w:cs/>
          <w:lang w:bidi="bn-IN"/>
        </w:rPr>
        <w:t>আ</w:t>
      </w:r>
      <w:r w:rsidRPr="00684238">
        <w:rPr>
          <w:cs/>
          <w:lang w:bidi="bn-IN"/>
        </w:rPr>
        <w:t>.)-</w:t>
      </w:r>
      <w:r w:rsidRPr="00684238">
        <w:rPr>
          <w:rFonts w:hint="cs"/>
          <w:cs/>
          <w:lang w:bidi="bn-IN"/>
        </w:rPr>
        <w:t>এর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মাথা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দামেস্কে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আনা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হলো।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ইয়াযীদ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এটি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তার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সামনে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রাখলো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এবং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এর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দাঁতগুলোতে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হাতের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লাঠি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দিয়ে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খোঁচা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দিয়ে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বলছিল</w:t>
      </w:r>
      <w:r w:rsidRPr="00684238">
        <w:t xml:space="preserve">, </w:t>
      </w:r>
      <w:r w:rsidRPr="00684238">
        <w:rPr>
          <w:rFonts w:hint="cs"/>
          <w:cs/>
          <w:lang w:bidi="bn-IN"/>
        </w:rPr>
        <w:t>আহ</w:t>
      </w:r>
      <w:r w:rsidRPr="00684238">
        <w:t xml:space="preserve">, </w:t>
      </w:r>
      <w:r w:rsidRPr="00684238">
        <w:rPr>
          <w:rFonts w:hint="cs"/>
          <w:cs/>
          <w:lang w:bidi="bn-IN"/>
        </w:rPr>
        <w:t>কতইনা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ভালো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হতো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আমার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গোত্রের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মধ্য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থেকে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যারা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বদরে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নিহত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হয়েছিল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এবং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যারা</w:t>
      </w:r>
      <w:r w:rsidRPr="00684238">
        <w:rPr>
          <w:cs/>
          <w:lang w:bidi="bn-IN"/>
        </w:rPr>
        <w:t xml:space="preserve"> [</w:t>
      </w:r>
      <w:r w:rsidRPr="00684238">
        <w:rPr>
          <w:rFonts w:hint="cs"/>
          <w:cs/>
          <w:lang w:bidi="bn-IN"/>
        </w:rPr>
        <w:t>ওহুদের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যুদ্ধে</w:t>
      </w:r>
      <w:r w:rsidRPr="00684238">
        <w:rPr>
          <w:cs/>
          <w:lang w:bidi="bn-IN"/>
        </w:rPr>
        <w:t xml:space="preserve">] </w:t>
      </w:r>
      <w:r w:rsidRPr="00684238">
        <w:rPr>
          <w:rFonts w:hint="cs"/>
          <w:cs/>
          <w:lang w:bidi="bn-IN"/>
        </w:rPr>
        <w:t>খাযরাজ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গোত্রকে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দুমাথা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ওয়ালা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বর্শার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আঘাতে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আহত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হয়ে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চিৎকার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করতে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দেখেছিল</w:t>
      </w:r>
      <w:r w:rsidRPr="00684238">
        <w:t xml:space="preserve">, </w:t>
      </w:r>
      <w:r w:rsidRPr="00684238">
        <w:rPr>
          <w:rFonts w:hint="cs"/>
          <w:cs/>
          <w:lang w:bidi="bn-IN"/>
        </w:rPr>
        <w:t>যদি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তারা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আজ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এখানে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উপস্থিত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থাকতো।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তারা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আমাকে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উচ্চকণ্ঠে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অভিনন্দন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জানাতো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এবং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বলতো</w:t>
      </w:r>
      <w:r w:rsidRPr="00684238">
        <w:t xml:space="preserve">, </w:t>
      </w:r>
      <w:r w:rsidRPr="00684238">
        <w:rPr>
          <w:rStyle w:val="libAlaemChar"/>
        </w:rPr>
        <w:t>‘</w:t>
      </w:r>
      <w:r w:rsidRPr="00684238">
        <w:rPr>
          <w:rFonts w:hint="cs"/>
          <w:cs/>
          <w:lang w:bidi="bn-IN"/>
        </w:rPr>
        <w:t>হে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ইয়াযীদ</w:t>
      </w:r>
      <w:r w:rsidRPr="00684238">
        <w:t xml:space="preserve">, </w:t>
      </w:r>
      <w:r w:rsidRPr="00684238">
        <w:rPr>
          <w:rFonts w:hint="cs"/>
          <w:cs/>
          <w:lang w:bidi="bn-IN"/>
        </w:rPr>
        <w:t>তোমার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হাত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যেন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অলস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না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হয়ে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যায়</w:t>
      </w:r>
      <w:r w:rsidRPr="00684238">
        <w:t xml:space="preserve">, </w:t>
      </w:r>
      <w:r w:rsidRPr="00684238">
        <w:rPr>
          <w:rFonts w:hint="cs"/>
          <w:cs/>
          <w:lang w:bidi="bn-IN"/>
        </w:rPr>
        <w:t>কারণ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আমরা</w:t>
      </w:r>
      <w:r w:rsidRPr="00684238">
        <w:rPr>
          <w:cs/>
          <w:lang w:bidi="bn-IN"/>
        </w:rPr>
        <w:t xml:space="preserve"> </w:t>
      </w:r>
      <w:r w:rsidRPr="00684238">
        <w:rPr>
          <w:rFonts w:hint="cs"/>
          <w:cs/>
          <w:lang w:bidi="bn-IN"/>
        </w:rPr>
        <w:t>তার</w:t>
      </w:r>
      <w:r w:rsidRPr="00684238">
        <w:rPr>
          <w:cs/>
          <w:lang w:bidi="bn-IN"/>
        </w:rPr>
        <w:t xml:space="preserve"> [</w:t>
      </w:r>
      <w:r w:rsidRPr="00684238">
        <w:rPr>
          <w:rFonts w:hint="cs"/>
          <w:cs/>
          <w:lang w:bidi="bn-IN"/>
        </w:rPr>
        <w:t>রাসূলুল্লাহ</w:t>
      </w:r>
      <w:r w:rsidRPr="00684238">
        <w:rPr>
          <w:cs/>
          <w:lang w:bidi="bn-IN"/>
        </w:rPr>
        <w:t>-</w:t>
      </w:r>
      <w:r w:rsidRPr="00684238">
        <w:rPr>
          <w:rFonts w:hint="cs"/>
          <w:cs/>
          <w:lang w:bidi="bn-IN"/>
        </w:rPr>
        <w:t>সা</w:t>
      </w:r>
      <w:r w:rsidRPr="00684238">
        <w:rPr>
          <w:cs/>
          <w:lang w:bidi="bn-IN"/>
        </w:rPr>
        <w:t xml:space="preserve">.] </w:t>
      </w:r>
      <w:r w:rsidRPr="00684238">
        <w:rPr>
          <w:rFonts w:hint="cs"/>
          <w:cs/>
          <w:lang w:bidi="bn-IN"/>
        </w:rPr>
        <w:t>গোত্রের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সর্দারকে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করেছি।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বদরের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প্রতিশোধ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হিসাবে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পরিপূর্ণ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হাশিম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সার্বভৌমত্ব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খেলা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খেলেছে।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রিসালাহ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সংবাদ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আসে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</w:t>
      </w:r>
      <w:r w:rsidRPr="00266964">
        <w:t xml:space="preserve">,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এসেছে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ওহী।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খন্দক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থাকতাম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আহমাদ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বংশধরের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প্রতিশোধ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নিতাম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কৃতকর্মের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জন্য।</w:t>
      </w:r>
      <w:r w:rsidRPr="00266964">
        <w:rPr>
          <w:rFonts w:hint="eastAsia"/>
        </w:rPr>
        <w:t>’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আবি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মাখনাফ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মানাক্বিব</w:t>
      </w:r>
      <w:r w:rsidRPr="00266964">
        <w:rPr>
          <w:rFonts w:hint="eastAsia"/>
        </w:rPr>
        <w:t>’</w:t>
      </w:r>
      <w:r w:rsidRPr="00266964">
        <w:t xml:space="preserve"> </w:t>
      </w:r>
      <w:r w:rsidRPr="00266964">
        <w:rPr>
          <w:rFonts w:hint="cs"/>
          <w:cs/>
          <w:lang w:bidi="bn-IN"/>
        </w:rPr>
        <w:t>গ্রন্থে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সুবাস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ছড়িয়ে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সুবাসকে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শুষে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ফেললো।</w:t>
      </w:r>
    </w:p>
    <w:p w:rsidR="00A569A4" w:rsidRPr="00266964" w:rsidRDefault="00A569A4" w:rsidP="00A569A4">
      <w:pPr>
        <w:pStyle w:val="libNormal"/>
      </w:pPr>
      <w:r w:rsidRPr="00266964">
        <w:rPr>
          <w:rFonts w:hint="eastAsia"/>
        </w:rPr>
        <w:t>‘</w:t>
      </w:r>
      <w:r w:rsidRPr="00266964">
        <w:rPr>
          <w:rFonts w:hint="cs"/>
          <w:cs/>
          <w:lang w:bidi="bn-IN"/>
        </w:rPr>
        <w:t>বিহার</w:t>
      </w:r>
      <w:r w:rsidRPr="00266964">
        <w:rPr>
          <w:rFonts w:hint="eastAsia"/>
        </w:rPr>
        <w:t>’</w:t>
      </w:r>
      <w:r w:rsidRPr="00266964"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মানাক্বিব</w:t>
      </w:r>
      <w:r w:rsidRPr="00266964">
        <w:rPr>
          <w:rFonts w:hint="eastAsia"/>
        </w:rPr>
        <w:t>’</w:t>
      </w:r>
      <w:r w:rsidRPr="00266964">
        <w:t>-</w:t>
      </w:r>
      <w:r w:rsidRPr="00266964">
        <w:rPr>
          <w:rFonts w:hint="cs"/>
          <w:cs/>
          <w:lang w:bidi="bn-IN"/>
        </w:rPr>
        <w:t>এও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ধারাবাহিক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বর্ণনাকারীদের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মাধ্যমে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যাইদ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পূর্বপুরুষ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সাহল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</w:t>
      </w:r>
      <w:r w:rsidRPr="00266964">
        <w:rPr>
          <w:rFonts w:hint="eastAsia"/>
        </w:rPr>
        <w:t>’</w:t>
      </w:r>
      <w:r w:rsidRPr="00266964">
        <w:rPr>
          <w:rFonts w:hint="cs"/>
          <w:cs/>
          <w:lang w:bidi="bn-IN"/>
        </w:rPr>
        <w:t>আদ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বলেছে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বাড়ির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উদ্দেশ্যে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যাচ্ছিলাম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সিরিয়ার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মধ্যবর্তী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অঞ্চলে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প্রবেশ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শহরে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প্রবেশ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যেখানে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কিছু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পানির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স্রোতধারা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সবুজ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গাছ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গাছালি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শহরটিকে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সাজানো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চারিদিকে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আনন্দ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উল্লাস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চলছে।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তাম্বুরীন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ঢাক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বাজাচ্ছিলো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আনন্দ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ফুর্তিতে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ব্যস্ত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নিজেকে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সিরিয়াবাসীদের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উৎসব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সম্পর্কে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ভালোভাবেই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অবগত</w:t>
      </w:r>
      <w:r w:rsidRPr="00266964">
        <w:t xml:space="preserve">, </w:t>
      </w:r>
      <w:r w:rsidRPr="00266964">
        <w:rPr>
          <w:rFonts w:hint="cs"/>
          <w:cs/>
          <w:lang w:bidi="bn-IN"/>
        </w:rPr>
        <w:t>অথচ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উৎসবের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নয়।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একদল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লোককে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পরস্পর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আপনারা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সিরিয়াতে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উৎসব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অথচ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সম্পর্কে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যেন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মরুভূমি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এসেছো</w:t>
      </w:r>
      <w:r w:rsidRPr="00266964">
        <w:t xml:space="preserve">?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সাহল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</w:t>
      </w:r>
      <w:r w:rsidRPr="00266964">
        <w:rPr>
          <w:rFonts w:hint="eastAsia"/>
        </w:rPr>
        <w:t>’</w:t>
      </w:r>
      <w:r w:rsidRPr="00266964">
        <w:rPr>
          <w:rFonts w:hint="cs"/>
          <w:cs/>
          <w:lang w:bidi="bn-IN"/>
        </w:rPr>
        <w:t>আদ</w:t>
      </w:r>
      <w:r w:rsidRPr="00266964">
        <w:t xml:space="preserve">, </w:t>
      </w:r>
      <w:r w:rsidRPr="00266964">
        <w:rPr>
          <w:rFonts w:hint="cs"/>
          <w:cs/>
          <w:lang w:bidi="bn-IN"/>
        </w:rPr>
        <w:t>মুহাম্মাদ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সাহাবী।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সাহল</w:t>
      </w:r>
      <w:r w:rsidRPr="00266964">
        <w:t xml:space="preserve">, </w:t>
      </w:r>
      <w:r w:rsidRPr="00266964">
        <w:rPr>
          <w:rFonts w:hint="cs"/>
          <w:cs/>
          <w:lang w:bidi="bn-IN"/>
        </w:rPr>
        <w:t>খুবই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আশ্চর্য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আকাশগুলোর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বৃষ্টি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ঝরছে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পৃথিবী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অধিবাসীদের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গিলে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ফেলছে।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বলছে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কী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আশ্চর্য</w:t>
      </w:r>
      <w:r w:rsidRPr="00266964">
        <w:rPr>
          <w:cs/>
          <w:lang w:bidi="bn-IN"/>
        </w:rPr>
        <w:t xml:space="preserve">! </w:t>
      </w:r>
      <w:r w:rsidRPr="00266964">
        <w:rPr>
          <w:rFonts w:hint="cs"/>
          <w:cs/>
          <w:lang w:bidi="bn-IN"/>
        </w:rPr>
        <w:t>হোসেইনের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ইরাক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উপহার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হিসেবে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লোকেরা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উল্লাস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করছে</w:t>
      </w:r>
      <w:r w:rsidRPr="00266964">
        <w:t xml:space="preserve">?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জিজ্ঞেস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প্রবেশ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করানো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t xml:space="preserve">?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তোরণের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ইশারা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বাব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</w:t>
      </w:r>
      <w:r w:rsidRPr="00266964">
        <w:rPr>
          <w:rFonts w:hint="eastAsia"/>
        </w:rPr>
        <w:t>’</w:t>
      </w:r>
      <w:r w:rsidRPr="00266964">
        <w:rPr>
          <w:rFonts w:hint="cs"/>
          <w:cs/>
          <w:lang w:bidi="bn-IN"/>
        </w:rPr>
        <w:t>আত</w:t>
      </w:r>
      <w:r w:rsidRPr="00266964">
        <w:rPr>
          <w:rFonts w:hint="eastAsia"/>
        </w:rPr>
        <w:t>’</w:t>
      </w:r>
      <w:r w:rsidRPr="00266964">
        <w:rPr>
          <w:rFonts w:hint="cs"/>
          <w:cs/>
          <w:lang w:bidi="hi-IN"/>
        </w:rPr>
        <w:t>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হঠাৎ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সামরিক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পতাকা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প্রবেশ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ঘোড়সওয়ার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লম্বা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ফলাবিহীন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বর্শা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বহন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আগায়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মানুষের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বসানো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গালগুলোর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ব্যক্তির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চাইতে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সবচেয়ে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বেশী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পেছনে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নারীরা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গদীবিহীন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উটের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একজনকে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জিজ্ঞেস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কন্যা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t xml:space="preserve">?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সাকিনাহ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হোসেইনের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কন্যা।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কিছু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চাও</w:t>
      </w:r>
      <w:r w:rsidRPr="00266964">
        <w:t xml:space="preserve">?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সাহল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</w:t>
      </w:r>
      <w:r w:rsidRPr="00266964">
        <w:rPr>
          <w:rFonts w:hint="eastAsia"/>
        </w:rPr>
        <w:t>’</w:t>
      </w:r>
      <w:r w:rsidRPr="00266964">
        <w:rPr>
          <w:rFonts w:hint="cs"/>
          <w:cs/>
          <w:lang w:bidi="bn-IN"/>
        </w:rPr>
        <w:t>আদ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প্রপিতামহ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সাহাবী।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উত্তর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মাথা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বহনকারীদের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বলুন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</w:t>
      </w:r>
      <w:r w:rsidRPr="00266964">
        <w:t xml:space="preserve">, </w:t>
      </w:r>
      <w:r w:rsidRPr="00266964">
        <w:rPr>
          <w:rFonts w:hint="cs"/>
          <w:cs/>
          <w:lang w:bidi="bn-IN"/>
        </w:rPr>
        <w:t>যেন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ব্যস্ত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দৃষ্টি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মুক্তি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পায়।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বহনকারীর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আশা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পূরণ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পরিবর্তে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চারশ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আশরাফী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চাও</w:t>
      </w:r>
      <w:r w:rsidRPr="00266964">
        <w:t xml:space="preserve">?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জিজ্ঞেস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কী</w:t>
      </w:r>
      <w:r w:rsidRPr="00266964">
        <w:t xml:space="preserve">?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দূরে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সরিয়ে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নাও।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রাজী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আশরাফীগুলো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মাথাটিকে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ট্রাঙ্কে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গেলাম।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সিংহাসনে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বসা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মুকুট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মুক্তা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লালমনি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পাথরে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সজ্জিত।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একদল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গণ্যমান্য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কুরাইশ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ব্যক্তি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বসা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বহনকারী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সেখানে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প্রবেশ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ঘোড়ার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ব্যাগ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সোনা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রূপা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কারণ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হেফাজতে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ব্যক্তিদের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সর্দারকে।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পিতা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মাতার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বিবেচনায়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শ্রেষ্ঠ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ব্যক্তিকে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করেছি</w:t>
      </w:r>
      <w:r w:rsidRPr="00266964">
        <w:rPr>
          <w:rFonts w:hint="eastAsia"/>
        </w:rPr>
        <w:t>―</w:t>
      </w:r>
      <w:r w:rsidRPr="00266964">
        <w:rPr>
          <w:rFonts w:hint="cs"/>
          <w:cs/>
          <w:lang w:bidi="bn-IN"/>
        </w:rPr>
        <w:t>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বংশধারা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শ্রেষ্ঠ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বংশধারা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সম্পর্কে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আলোচনা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জানতেই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মানুষের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মধ্যে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শ্রেষ্ঠ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তাহলে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</w:t>
      </w:r>
      <w:r w:rsidRPr="00266964">
        <w:t xml:space="preserve">?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জবাব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পুরস্কারের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লোভে।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আদেশ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বিচ্ছি</w:t>
      </w:r>
      <w:r w:rsidR="0069538E">
        <w:rPr>
          <w:rFonts w:hint="cs"/>
          <w:cs/>
          <w:lang w:bidi="bn-IN"/>
        </w:rPr>
        <w:t>ন্ন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নিজের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সামনে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কেমন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দেখছো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t>?</w:t>
      </w:r>
    </w:p>
    <w:p w:rsidR="00A569A4" w:rsidRPr="00266964" w:rsidRDefault="00A569A4" w:rsidP="00A569A4">
      <w:pPr>
        <w:pStyle w:val="libNormal"/>
      </w:pPr>
      <w:r w:rsidRPr="00266964">
        <w:rPr>
          <w:rFonts w:hint="eastAsia"/>
        </w:rPr>
        <w:t>‘</w:t>
      </w:r>
      <w:r w:rsidRPr="00266964">
        <w:rPr>
          <w:rFonts w:hint="cs"/>
          <w:cs/>
          <w:lang w:bidi="bn-IN"/>
        </w:rPr>
        <w:t>কামিলে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বাহাই</w:t>
      </w:r>
      <w:r w:rsidRPr="00266964">
        <w:rPr>
          <w:rFonts w:hint="eastAsia"/>
        </w:rPr>
        <w:t>’</w:t>
      </w:r>
      <w:r w:rsidRPr="00266964">
        <w:t>-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</w:t>
      </w:r>
      <w:r w:rsidR="00C929DC">
        <w:rPr>
          <w:rFonts w:hint="cs"/>
          <w:cs/>
          <w:lang w:bidi="bn-IN"/>
        </w:rPr>
        <w:t>ল্লে</w:t>
      </w:r>
      <w:r w:rsidRPr="00266964">
        <w:rPr>
          <w:rFonts w:hint="cs"/>
          <w:cs/>
          <w:lang w:bidi="bn-IN"/>
        </w:rPr>
        <w:t>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নবী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সিরিয়ার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প্রবেশদ্বারে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অপেক্ষায়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শহরকে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এমনভাবে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সাজানো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হচ্ছিলো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আগে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কখনো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পাঁচ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লক্ষ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সিরিয়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পুরুষ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মহিলা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নতুন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পোশাক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পরেছিল</w:t>
      </w:r>
      <w:r w:rsidRPr="00266964">
        <w:t xml:space="preserve">,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তাম্বুরীন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করতাল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ঢাক</w:t>
      </w:r>
      <w:r w:rsidRPr="00266964">
        <w:t xml:space="preserve">;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নিজেদের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প্রস্তুত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এগিয়ে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বৃহষ্পতিবার</w:t>
      </w:r>
      <w:r w:rsidRPr="00266964">
        <w:t xml:space="preserve">, </w:t>
      </w:r>
      <w:r w:rsidRPr="00266964">
        <w:rPr>
          <w:rFonts w:hint="cs"/>
          <w:cs/>
          <w:lang w:bidi="bn-IN"/>
        </w:rPr>
        <w:t>শহরের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ভেতরে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পুনরুত্থান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দিবসের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মত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ভীড়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সেখানে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জনগণ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আনন্দ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উল্লাস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করছিল।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দিবস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অগ্রসর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মাথাগুলোকে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শহরে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প্রবেশ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করানো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অনেক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মানুষের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ভীড়ের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কারণে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অনেক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কষ্টে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শেষে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মুয়াবিয়ার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প্রাসাদের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দরজায়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পৌঁছাতে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মূল্যবান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পাথরে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সজ্জিত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সিংহাসন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বাড়ি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সাজানো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সোনালী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রূপালী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চেয়ারগুলো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সিংহাসনকে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ঘিরে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হয়েছিল।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সেবকরা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বহনকারীদের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প্রবেশ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পালন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অধিনায়কের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ইযযতের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শপথ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তুরাব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>]-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বংশধারা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বিচ্ছি</w:t>
      </w:r>
      <w:r w:rsidR="0069538E">
        <w:rPr>
          <w:rFonts w:hint="cs"/>
          <w:cs/>
          <w:lang w:bidi="bn-IN"/>
        </w:rPr>
        <w:t>ন্ন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ফেলেছি।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পুরো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ঘটনা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সামনে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আহলে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বাইত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দীর্ঘ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সময়ের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হয়েছিল</w:t>
      </w:r>
      <w:r w:rsidRPr="00266964">
        <w:t xml:space="preserve">, </w:t>
      </w:r>
      <w:r w:rsidRPr="00266964">
        <w:rPr>
          <w:rFonts w:hint="cs"/>
          <w:cs/>
          <w:lang w:bidi="bn-IN"/>
        </w:rPr>
        <w:t>ছেষট্টিদিন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যাবৎ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কেউ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জানাতে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বৃদ্ধ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ব্যক্তি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প্রশংসা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ধ্বংস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বিদ্রোহের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আগুন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নিভিয়ে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দিয়েছেন।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শইখ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মুফীদ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প্রাসাদের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দরজায়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পৌঁছলো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মাখফার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</w:t>
      </w:r>
      <w:r w:rsidRPr="00266964">
        <w:rPr>
          <w:rFonts w:hint="eastAsia"/>
        </w:rPr>
        <w:t>’</w:t>
      </w:r>
      <w:r w:rsidRPr="00266964">
        <w:rPr>
          <w:rFonts w:hint="cs"/>
          <w:cs/>
          <w:lang w:bidi="bn-IN"/>
        </w:rPr>
        <w:t>লাবাহ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উচ্চকণ্ঠে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মাখফার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</w:t>
      </w:r>
      <w:r w:rsidRPr="00266964">
        <w:rPr>
          <w:rFonts w:hint="eastAsia"/>
        </w:rPr>
        <w:t>’</w:t>
      </w:r>
      <w:r w:rsidRPr="00266964">
        <w:rPr>
          <w:rFonts w:hint="cs"/>
          <w:cs/>
          <w:lang w:bidi="bn-IN"/>
        </w:rPr>
        <w:t>লাবাহ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নোংরা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সীমালঙ্ঘনকারীদের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আউযুবিল্লাহ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এনেছি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একথা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মাখফারের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মায়ের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সবচেয়ে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নিকৃষ্ট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সবচেয়ে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নীচ।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অত্যাচারী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সিরিয়ার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নাগরিকরা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কখনো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সুন্দর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কারা</w:t>
      </w:r>
      <w:r w:rsidRPr="00266964">
        <w:t xml:space="preserve">?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কন্যা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সাইয়েদা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সাকিনাহ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উত্তর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দিলেন</w:t>
      </w:r>
      <w:r w:rsidRPr="00266964">
        <w:t xml:space="preserve">, </w:t>
      </w:r>
      <w:r w:rsidR="00684238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পরিবার।</w:t>
      </w:r>
      <w:r w:rsidR="00684238" w:rsidRPr="00F37004">
        <w:rPr>
          <w:rStyle w:val="libAlaemChar"/>
        </w:rPr>
        <w:t>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আটকে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মসজিদের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সিঁড়িঘরে।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অল্প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বয়সী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যুবক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সিরিয়াবাসীদের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মধ্যে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বৃদ্ধ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এগিয়ে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="00D33863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প্রশংসা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ধ্বংস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বিদ্রোহের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আগুনকে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নিভিয়ে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দিয়েছেন।</w:t>
      </w:r>
      <w:r w:rsidR="00D33863" w:rsidRPr="00F37004">
        <w:rPr>
          <w:rStyle w:val="libAlaemChar"/>
        </w:rPr>
        <w:t>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ইচ্ছা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চুপ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যায়নুল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আবেদীন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="00D33863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কুরআন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পড়েছো</w:t>
      </w:r>
      <w:r w:rsidRPr="00266964">
        <w:t>?</w:t>
      </w:r>
      <w:r w:rsidR="00D33863" w:rsidRPr="00F37004">
        <w:rPr>
          <w:rStyle w:val="libAlaemChar"/>
        </w:rPr>
        <w:t>”</w:t>
      </w:r>
      <w:r w:rsidRPr="00266964"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হ্যাঁ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আয়াত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পড়েছো</w:t>
      </w:r>
      <w:r w:rsidRPr="00266964">
        <w:rPr>
          <w:cs/>
          <w:lang w:bidi="bn-IN"/>
        </w:rPr>
        <w:t>:</w:t>
      </w:r>
    </w:p>
    <w:p w:rsidR="00D33863" w:rsidRDefault="00D33863" w:rsidP="00D33863">
      <w:pPr>
        <w:pStyle w:val="libAie"/>
        <w:rPr>
          <w:lang w:bidi="bn-IN"/>
        </w:rPr>
      </w:pPr>
      <w:proofErr w:type="gramStart"/>
      <w:r w:rsidRPr="00D33863">
        <w:rPr>
          <w:rStyle w:val="libAlaemChar"/>
        </w:rPr>
        <w:t>)</w:t>
      </w:r>
      <w:r w:rsidRPr="00D33863">
        <w:rPr>
          <w:rFonts w:hint="eastAsia"/>
          <w:rtl/>
        </w:rPr>
        <w:t>ق</w:t>
      </w:r>
      <w:proofErr w:type="gramEnd"/>
      <w:r w:rsidRPr="00D33863">
        <w:rPr>
          <w:rFonts w:hint="eastAsia"/>
          <w:rtl/>
        </w:rPr>
        <w:t>ُل</w:t>
      </w:r>
      <w:r w:rsidRPr="00D33863">
        <w:rPr>
          <w:rtl/>
        </w:rPr>
        <w:t xml:space="preserve"> </w:t>
      </w:r>
      <w:r w:rsidRPr="00D33863">
        <w:rPr>
          <w:rFonts w:hint="eastAsia"/>
          <w:rtl/>
        </w:rPr>
        <w:t>لَّا</w:t>
      </w:r>
      <w:r w:rsidRPr="00D33863">
        <w:rPr>
          <w:rtl/>
        </w:rPr>
        <w:t xml:space="preserve"> </w:t>
      </w:r>
      <w:r w:rsidRPr="00D33863">
        <w:rPr>
          <w:rFonts w:hint="eastAsia"/>
          <w:rtl/>
        </w:rPr>
        <w:t>أَسْأَلُكُمْ</w:t>
      </w:r>
      <w:r w:rsidRPr="00D33863">
        <w:rPr>
          <w:rtl/>
        </w:rPr>
        <w:t xml:space="preserve"> </w:t>
      </w:r>
      <w:r w:rsidRPr="00D33863">
        <w:rPr>
          <w:rFonts w:hint="eastAsia"/>
          <w:rtl/>
        </w:rPr>
        <w:t>عَلَيْهِ</w:t>
      </w:r>
      <w:r w:rsidRPr="00D33863">
        <w:rPr>
          <w:rtl/>
        </w:rPr>
        <w:t xml:space="preserve"> </w:t>
      </w:r>
      <w:r w:rsidRPr="00D33863">
        <w:rPr>
          <w:rFonts w:hint="eastAsia"/>
          <w:rtl/>
        </w:rPr>
        <w:t>أَجْرً‌ا</w:t>
      </w:r>
      <w:r w:rsidRPr="00D33863">
        <w:rPr>
          <w:rtl/>
        </w:rPr>
        <w:t xml:space="preserve"> </w:t>
      </w:r>
      <w:r w:rsidRPr="00D33863">
        <w:rPr>
          <w:rFonts w:hint="eastAsia"/>
          <w:rtl/>
        </w:rPr>
        <w:t>إِلَّا</w:t>
      </w:r>
      <w:r w:rsidRPr="00D33863">
        <w:rPr>
          <w:rtl/>
        </w:rPr>
        <w:t xml:space="preserve"> </w:t>
      </w:r>
      <w:r w:rsidRPr="00D33863">
        <w:rPr>
          <w:rFonts w:hint="eastAsia"/>
          <w:rtl/>
        </w:rPr>
        <w:t>الْمَوَدَّةَ</w:t>
      </w:r>
      <w:r w:rsidRPr="00D33863">
        <w:rPr>
          <w:rtl/>
        </w:rPr>
        <w:t xml:space="preserve"> </w:t>
      </w:r>
      <w:r w:rsidRPr="00D33863">
        <w:rPr>
          <w:rFonts w:hint="eastAsia"/>
          <w:rtl/>
        </w:rPr>
        <w:t>فِي</w:t>
      </w:r>
      <w:r w:rsidRPr="00D33863">
        <w:rPr>
          <w:rtl/>
        </w:rPr>
        <w:t xml:space="preserve"> </w:t>
      </w:r>
      <w:r w:rsidRPr="00D33863">
        <w:rPr>
          <w:rFonts w:hint="eastAsia"/>
          <w:rtl/>
        </w:rPr>
        <w:t>الْقُرْ‌بَىٰ</w:t>
      </w:r>
      <w:r w:rsidRPr="00D33863">
        <w:rPr>
          <w:rStyle w:val="libAlaemChar"/>
        </w:rPr>
        <w:t>(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বলো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</w:t>
      </w:r>
      <w:r w:rsidRPr="00266964">
        <w:rPr>
          <w:cs/>
          <w:lang w:bidi="bn-IN"/>
        </w:rPr>
        <w:t xml:space="preserve">]: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কিছু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নবুয়তের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পরিশ্রমের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শুধু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আত্মীয়দের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ভালোবাসা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ছাড়া।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সূরা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শুরা</w:t>
      </w:r>
      <w:r w:rsidRPr="00266964">
        <w:rPr>
          <w:cs/>
          <w:lang w:bidi="bn-IN"/>
        </w:rPr>
        <w:t xml:space="preserve">: </w:t>
      </w:r>
      <w:r w:rsidRPr="00266964">
        <w:rPr>
          <w:rFonts w:hint="cs"/>
          <w:cs/>
          <w:lang w:bidi="bn-IN"/>
        </w:rPr>
        <w:t>২৩</w:t>
      </w:r>
      <w:r w:rsidRPr="00266964">
        <w:rPr>
          <w:cs/>
          <w:lang w:bidi="bn-IN"/>
        </w:rPr>
        <w:t>]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হ্যাঁ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পড়েছি।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আমরাই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এছাড়া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আয়াত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</w:t>
      </w:r>
      <w:r w:rsidRPr="00266964">
        <w:rPr>
          <w:cs/>
          <w:lang w:bidi="bn-IN"/>
        </w:rPr>
        <w:t>:</w:t>
      </w:r>
    </w:p>
    <w:p w:rsidR="00D33863" w:rsidRDefault="005D2922" w:rsidP="005D2922">
      <w:pPr>
        <w:pStyle w:val="libAie"/>
        <w:rPr>
          <w:lang w:bidi="bn-IN"/>
        </w:rPr>
      </w:pPr>
      <w:proofErr w:type="gramStart"/>
      <w:r w:rsidRPr="005D2922">
        <w:rPr>
          <w:rStyle w:val="libAlaemChar"/>
        </w:rPr>
        <w:lastRenderedPageBreak/>
        <w:t>)</w:t>
      </w:r>
      <w:r w:rsidRPr="005D2922">
        <w:rPr>
          <w:rFonts w:hint="eastAsia"/>
          <w:rtl/>
        </w:rPr>
        <w:t>و</w:t>
      </w:r>
      <w:proofErr w:type="gramEnd"/>
      <w:r w:rsidRPr="005D2922">
        <w:rPr>
          <w:rFonts w:hint="eastAsia"/>
          <w:rtl/>
        </w:rPr>
        <w:t>َآتِ</w:t>
      </w:r>
      <w:r w:rsidRPr="005D2922">
        <w:rPr>
          <w:rtl/>
        </w:rPr>
        <w:t xml:space="preserve"> </w:t>
      </w:r>
      <w:r w:rsidRPr="005D2922">
        <w:rPr>
          <w:rFonts w:hint="eastAsia"/>
          <w:rtl/>
        </w:rPr>
        <w:t>ذَا</w:t>
      </w:r>
      <w:r w:rsidRPr="005D2922">
        <w:rPr>
          <w:rtl/>
        </w:rPr>
        <w:t xml:space="preserve"> </w:t>
      </w:r>
      <w:r w:rsidRPr="005D2922">
        <w:rPr>
          <w:rFonts w:hint="eastAsia"/>
          <w:rtl/>
        </w:rPr>
        <w:t>الْقُرْ‌بَىٰ</w:t>
      </w:r>
      <w:r w:rsidRPr="005D2922">
        <w:rPr>
          <w:rtl/>
        </w:rPr>
        <w:t xml:space="preserve"> </w:t>
      </w:r>
      <w:r w:rsidRPr="005D2922">
        <w:rPr>
          <w:rFonts w:hint="eastAsia"/>
          <w:rtl/>
        </w:rPr>
        <w:t>حَقَّهُ</w:t>
      </w:r>
      <w:r w:rsidRPr="005D2922">
        <w:rPr>
          <w:rStyle w:val="libAlaemChar"/>
        </w:rPr>
        <w:t>(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আত্মীয়দের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অধিকার।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সূরা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ইসরাইল</w:t>
      </w:r>
      <w:r w:rsidRPr="00266964">
        <w:rPr>
          <w:cs/>
          <w:lang w:bidi="bn-IN"/>
        </w:rPr>
        <w:t xml:space="preserve">: </w:t>
      </w:r>
      <w:r w:rsidRPr="00266964">
        <w:rPr>
          <w:rFonts w:hint="cs"/>
          <w:cs/>
          <w:lang w:bidi="bn-IN"/>
        </w:rPr>
        <w:t>২৬</w:t>
      </w:r>
      <w:r w:rsidRPr="00266964">
        <w:rPr>
          <w:cs/>
          <w:lang w:bidi="bn-IN"/>
        </w:rPr>
        <w:t>]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সাজ্জাদ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অন্তর্ভুক্ত।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আয়াত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</w:t>
      </w:r>
      <w:r w:rsidRPr="00266964">
        <w:rPr>
          <w:cs/>
          <w:lang w:bidi="bn-IN"/>
        </w:rPr>
        <w:t>:</w:t>
      </w:r>
    </w:p>
    <w:p w:rsidR="005D2922" w:rsidRDefault="005D2922" w:rsidP="005D2922">
      <w:pPr>
        <w:pStyle w:val="libAie"/>
        <w:rPr>
          <w:lang w:bidi="bn-IN"/>
        </w:rPr>
      </w:pPr>
      <w:proofErr w:type="gramStart"/>
      <w:r w:rsidRPr="005D2922">
        <w:rPr>
          <w:rStyle w:val="libAlaemChar"/>
        </w:rPr>
        <w:t>)</w:t>
      </w:r>
      <w:r w:rsidRPr="005D2922">
        <w:rPr>
          <w:rFonts w:hint="eastAsia"/>
          <w:rtl/>
        </w:rPr>
        <w:t>إ</w:t>
      </w:r>
      <w:proofErr w:type="gramEnd"/>
      <w:r w:rsidRPr="005D2922">
        <w:rPr>
          <w:rFonts w:hint="eastAsia"/>
          <w:rtl/>
        </w:rPr>
        <w:t>ِنَّمَا</w:t>
      </w:r>
      <w:r w:rsidRPr="005D2922">
        <w:rPr>
          <w:rtl/>
        </w:rPr>
        <w:t xml:space="preserve"> </w:t>
      </w:r>
      <w:r w:rsidRPr="005D2922">
        <w:rPr>
          <w:rFonts w:hint="eastAsia"/>
          <w:rtl/>
        </w:rPr>
        <w:t>يُرِ‌يدُ</w:t>
      </w:r>
      <w:r w:rsidRPr="005D2922">
        <w:rPr>
          <w:rtl/>
        </w:rPr>
        <w:t xml:space="preserve"> </w:t>
      </w:r>
      <w:r w:rsidRPr="005D2922">
        <w:rPr>
          <w:rFonts w:hint="eastAsia"/>
          <w:rtl/>
        </w:rPr>
        <w:t>اللَّـهُ</w:t>
      </w:r>
      <w:r w:rsidRPr="005D2922">
        <w:rPr>
          <w:rtl/>
        </w:rPr>
        <w:t xml:space="preserve"> </w:t>
      </w:r>
      <w:r w:rsidRPr="005D2922">
        <w:rPr>
          <w:rFonts w:hint="eastAsia"/>
          <w:rtl/>
        </w:rPr>
        <w:t>لِيُذْهِبَ</w:t>
      </w:r>
      <w:r w:rsidRPr="005D2922">
        <w:rPr>
          <w:rtl/>
        </w:rPr>
        <w:t xml:space="preserve"> </w:t>
      </w:r>
      <w:r w:rsidRPr="005D2922">
        <w:rPr>
          <w:rFonts w:hint="eastAsia"/>
          <w:rtl/>
        </w:rPr>
        <w:t>عَنكُمُ</w:t>
      </w:r>
      <w:r w:rsidRPr="005D2922">
        <w:rPr>
          <w:rtl/>
        </w:rPr>
        <w:t xml:space="preserve"> </w:t>
      </w:r>
      <w:r w:rsidRPr="005D2922">
        <w:rPr>
          <w:rFonts w:hint="eastAsia"/>
          <w:rtl/>
        </w:rPr>
        <w:t>الرِّ‌جْسَ</w:t>
      </w:r>
      <w:r w:rsidRPr="005D2922">
        <w:rPr>
          <w:rtl/>
        </w:rPr>
        <w:t xml:space="preserve"> </w:t>
      </w:r>
      <w:r w:rsidRPr="005D2922">
        <w:rPr>
          <w:rFonts w:hint="eastAsia"/>
          <w:rtl/>
        </w:rPr>
        <w:t>أَهْلَ</w:t>
      </w:r>
      <w:r w:rsidRPr="005D2922">
        <w:rPr>
          <w:rtl/>
        </w:rPr>
        <w:t xml:space="preserve"> </w:t>
      </w:r>
      <w:r w:rsidRPr="005D2922">
        <w:rPr>
          <w:rFonts w:hint="eastAsia"/>
          <w:rtl/>
        </w:rPr>
        <w:t>الْبَيْتِ</w:t>
      </w:r>
      <w:r w:rsidRPr="005D2922">
        <w:rPr>
          <w:rtl/>
        </w:rPr>
        <w:t xml:space="preserve"> </w:t>
      </w:r>
      <w:r w:rsidRPr="005D2922">
        <w:rPr>
          <w:rFonts w:hint="eastAsia"/>
          <w:rtl/>
        </w:rPr>
        <w:t>وَيُطَهِّرَ‌كُمْ</w:t>
      </w:r>
      <w:r w:rsidRPr="005D2922">
        <w:rPr>
          <w:rtl/>
        </w:rPr>
        <w:t xml:space="preserve"> </w:t>
      </w:r>
      <w:r w:rsidRPr="005D2922">
        <w:rPr>
          <w:rFonts w:hint="eastAsia"/>
          <w:rtl/>
        </w:rPr>
        <w:t>تَطْهِيرً‌ا</w:t>
      </w:r>
      <w:r w:rsidRPr="005D2922">
        <w:rPr>
          <w:rStyle w:val="libAlaemChar"/>
        </w:rPr>
        <w:t>(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আল্লাহ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শুধু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অপবিত্রতা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দূরে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আহলে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বাইত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পবিত্র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পুত</w:t>
      </w:r>
      <w:r w:rsidRPr="00266964">
        <w:rPr>
          <w:cs/>
          <w:lang w:bidi="bn-IN"/>
        </w:rPr>
        <w:t xml:space="preserve">: </w:t>
      </w:r>
      <w:r w:rsidRPr="00266964">
        <w:rPr>
          <w:rFonts w:hint="cs"/>
          <w:cs/>
          <w:lang w:bidi="bn-IN"/>
        </w:rPr>
        <w:t>পবিত্রের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মতো।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সূরা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আহযাব</w:t>
      </w:r>
      <w:r w:rsidRPr="00266964">
        <w:rPr>
          <w:cs/>
          <w:lang w:bidi="bn-IN"/>
        </w:rPr>
        <w:t xml:space="preserve">: </w:t>
      </w:r>
      <w:r w:rsidRPr="00266964">
        <w:rPr>
          <w:rFonts w:hint="cs"/>
          <w:cs/>
          <w:lang w:bidi="bn-IN"/>
        </w:rPr>
        <w:t>৩৩</w:t>
      </w:r>
      <w:r w:rsidRPr="00266964">
        <w:rPr>
          <w:cs/>
          <w:lang w:bidi="bn-IN"/>
        </w:rPr>
        <w:t>]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কেন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নয়</w:t>
      </w:r>
      <w:r w:rsidRPr="00266964">
        <w:t xml:space="preserve">?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আমরাই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এখানে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সিরিয়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ব্যক্তি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দুহাত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আকাশের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>,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সামনে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নিজেকে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মুহম্মাদ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সন্তানদের</w:t>
      </w:r>
      <w:r w:rsidRPr="00266964">
        <w:rPr>
          <w:cs/>
          <w:lang w:bidi="bn-IN"/>
        </w:rPr>
        <w:t xml:space="preserve"> </w:t>
      </w:r>
      <w:r w:rsidR="003E7358">
        <w:rPr>
          <w:rFonts w:hint="cs"/>
          <w:cs/>
          <w:lang w:bidi="bn-IN"/>
        </w:rPr>
        <w:t>শত্রু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হত্যাকারীদের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সম্পর্ক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</w:t>
      </w:r>
      <w:r w:rsidR="0069538E">
        <w:rPr>
          <w:rFonts w:hint="cs"/>
          <w:cs/>
          <w:lang w:bidi="bn-IN"/>
        </w:rPr>
        <w:t>ন্ন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করছি।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কোরআন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পড়েছি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কিন্তু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আজকে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পর্যন্ত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গভীরভাবে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ভাবি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নি।</w:t>
      </w:r>
    </w:p>
    <w:p w:rsidR="00A569A4" w:rsidRPr="00F37004" w:rsidRDefault="00A569A4" w:rsidP="00A569A4">
      <w:pPr>
        <w:pStyle w:val="libNormal"/>
        <w:rPr>
          <w:rStyle w:val="libAlaemChar"/>
        </w:rPr>
      </w:pP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উস্তাদ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শেইখ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সাদূক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ফযল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শাযান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রিদা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শুনেছি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="005D2922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সিরিয়াতে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নেওয়া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ইয়াযীদ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আদেশ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মাটিতে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দস্তরখান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সামনে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বিছানো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সাথীদেরসহ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ফিরে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খাবার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খাচ্ছিলো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করেছিল।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শেষ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ট্রে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টিকে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সিংহাসনের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নিচে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আদেশ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সিংহাসনের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পাশা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খেলার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বোর্ড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বিছালো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খেলা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টিটকারী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লাগলো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নানার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নাম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</w:t>
      </w:r>
      <w:r w:rsidR="00C929DC">
        <w:rPr>
          <w:rFonts w:hint="cs"/>
          <w:cs/>
          <w:lang w:bidi="bn-IN"/>
        </w:rPr>
        <w:t>ল্লে</w:t>
      </w:r>
      <w:r w:rsidRPr="00266964">
        <w:rPr>
          <w:rFonts w:hint="cs"/>
          <w:cs/>
          <w:lang w:bidi="bn-IN"/>
        </w:rPr>
        <w:t>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জিতলো।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কিছুটা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ট্রের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ছুঁড়ে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মারলো।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অতএব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শিয়া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অনুসারী</w:t>
      </w:r>
      <w:r w:rsidRPr="00266964">
        <w:rPr>
          <w:cs/>
          <w:lang w:bidi="bn-IN"/>
        </w:rPr>
        <w:t>]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দৃষ্টি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পাশার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স্মরণ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ইয়াযীদ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বংশকে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অভিশাপ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দিবে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গুনাহগুলো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ক্ষমা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দিবেন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তারাগুলোর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সংখ্যার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সমানও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হয়।</w:t>
      </w:r>
      <w:r w:rsidR="005D2922" w:rsidRPr="00F37004">
        <w:rPr>
          <w:rStyle w:val="libAlaemChar"/>
        </w:rPr>
        <w:t>”</w:t>
      </w:r>
    </w:p>
    <w:p w:rsidR="005D2922" w:rsidRPr="00F37004" w:rsidRDefault="005D2922" w:rsidP="00F37004">
      <w:pPr>
        <w:rPr>
          <w:cs/>
        </w:rPr>
      </w:pPr>
      <w:r>
        <w:rPr>
          <w:cs/>
          <w:lang w:bidi="bn-IN"/>
        </w:rPr>
        <w:br w:type="page"/>
      </w:r>
    </w:p>
    <w:p w:rsidR="00A569A4" w:rsidRPr="00266964" w:rsidRDefault="00A569A4" w:rsidP="005D2922">
      <w:pPr>
        <w:pStyle w:val="Heading2Center"/>
      </w:pPr>
      <w:bookmarkStart w:id="11" w:name="_Toc443388796"/>
      <w:r w:rsidRPr="00266964">
        <w:rPr>
          <w:rFonts w:hint="cs"/>
          <w:cs/>
          <w:lang w:bidi="bn-IN"/>
        </w:rPr>
        <w:lastRenderedPageBreak/>
        <w:t>অভিশপ্ত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সামনে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সাইয়েদা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যায়নাব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খোতবা</w:t>
      </w:r>
      <w:bookmarkEnd w:id="11"/>
    </w:p>
    <w:p w:rsidR="005D2922" w:rsidRDefault="005D2922" w:rsidP="00A569A4">
      <w:pPr>
        <w:pStyle w:val="libNormal"/>
        <w:rPr>
          <w:lang w:bidi="bn-IN"/>
        </w:rPr>
      </w:pP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বর্ণনাকারী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তালিব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কন্যা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সাইয়েদা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যায়নাব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উঠে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দাঁড়ালেন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প্রশংসা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জগতসমূহের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প্রতিপালকের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শান্তি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বর্ষিত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বংশধরদের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সত্যই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সুবহানাহু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তায়ালা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বলেছেন</w:t>
      </w:r>
      <w:r w:rsidRPr="00266964">
        <w:rPr>
          <w:cs/>
          <w:lang w:bidi="bn-IN"/>
        </w:rPr>
        <w:t>:</w:t>
      </w:r>
    </w:p>
    <w:p w:rsidR="00F41807" w:rsidRDefault="00F41807" w:rsidP="00F41807">
      <w:pPr>
        <w:pStyle w:val="libAie"/>
        <w:rPr>
          <w:lang w:bidi="bn-IN"/>
        </w:rPr>
      </w:pPr>
      <w:proofErr w:type="gramStart"/>
      <w:r w:rsidRPr="00F41807">
        <w:rPr>
          <w:rStyle w:val="libAlaemChar"/>
        </w:rPr>
        <w:t>)</w:t>
      </w:r>
      <w:r w:rsidRPr="00F41807">
        <w:rPr>
          <w:rFonts w:hint="eastAsia"/>
          <w:rtl/>
        </w:rPr>
        <w:t>ث</w:t>
      </w:r>
      <w:proofErr w:type="gramEnd"/>
      <w:r w:rsidRPr="00F41807">
        <w:rPr>
          <w:rFonts w:hint="eastAsia"/>
          <w:rtl/>
        </w:rPr>
        <w:t>ُمَّ</w:t>
      </w:r>
      <w:r w:rsidRPr="00F41807">
        <w:rPr>
          <w:rtl/>
        </w:rPr>
        <w:t xml:space="preserve"> </w:t>
      </w:r>
      <w:r w:rsidRPr="00F41807">
        <w:rPr>
          <w:rFonts w:hint="eastAsia"/>
          <w:rtl/>
        </w:rPr>
        <w:t>كَانَ</w:t>
      </w:r>
      <w:r w:rsidRPr="00F41807">
        <w:rPr>
          <w:rtl/>
        </w:rPr>
        <w:t xml:space="preserve"> </w:t>
      </w:r>
      <w:r w:rsidRPr="00F41807">
        <w:rPr>
          <w:rFonts w:hint="eastAsia"/>
          <w:rtl/>
        </w:rPr>
        <w:t>عَاقِبَةَ</w:t>
      </w:r>
      <w:r w:rsidRPr="00F41807">
        <w:rPr>
          <w:rtl/>
        </w:rPr>
        <w:t xml:space="preserve"> </w:t>
      </w:r>
      <w:r w:rsidRPr="00F41807">
        <w:rPr>
          <w:rFonts w:hint="eastAsia"/>
          <w:rtl/>
        </w:rPr>
        <w:t>الَّذِينَ</w:t>
      </w:r>
      <w:r w:rsidRPr="00F41807">
        <w:rPr>
          <w:rtl/>
        </w:rPr>
        <w:t xml:space="preserve"> </w:t>
      </w:r>
      <w:r w:rsidRPr="00F41807">
        <w:rPr>
          <w:rFonts w:hint="eastAsia"/>
          <w:rtl/>
        </w:rPr>
        <w:t>أَسَاءُوا</w:t>
      </w:r>
      <w:r w:rsidRPr="00F41807">
        <w:rPr>
          <w:rtl/>
        </w:rPr>
        <w:t xml:space="preserve"> </w:t>
      </w:r>
      <w:r w:rsidRPr="00F41807">
        <w:rPr>
          <w:rFonts w:hint="eastAsia"/>
          <w:rtl/>
        </w:rPr>
        <w:t>السُّوأَىٰ</w:t>
      </w:r>
      <w:r w:rsidRPr="00F41807">
        <w:rPr>
          <w:rtl/>
        </w:rPr>
        <w:t xml:space="preserve"> </w:t>
      </w:r>
      <w:r w:rsidRPr="00F41807">
        <w:rPr>
          <w:rFonts w:hint="eastAsia"/>
          <w:rtl/>
        </w:rPr>
        <w:t>أَن</w:t>
      </w:r>
      <w:r w:rsidRPr="00F41807">
        <w:rPr>
          <w:rtl/>
        </w:rPr>
        <w:t xml:space="preserve"> </w:t>
      </w:r>
      <w:r w:rsidRPr="00F41807">
        <w:rPr>
          <w:rFonts w:hint="eastAsia"/>
          <w:rtl/>
        </w:rPr>
        <w:t>كَذَّبُوا</w:t>
      </w:r>
      <w:r w:rsidRPr="00F41807">
        <w:rPr>
          <w:rtl/>
        </w:rPr>
        <w:t xml:space="preserve"> </w:t>
      </w:r>
      <w:r w:rsidRPr="00F41807">
        <w:rPr>
          <w:rFonts w:hint="eastAsia"/>
          <w:rtl/>
        </w:rPr>
        <w:t>بِآيَاتِ</w:t>
      </w:r>
      <w:r w:rsidRPr="00F41807">
        <w:rPr>
          <w:rtl/>
        </w:rPr>
        <w:t xml:space="preserve"> </w:t>
      </w:r>
      <w:r w:rsidRPr="00F41807">
        <w:rPr>
          <w:rFonts w:hint="eastAsia"/>
          <w:rtl/>
        </w:rPr>
        <w:t>اللَّـهِ</w:t>
      </w:r>
      <w:r w:rsidRPr="00F41807">
        <w:rPr>
          <w:rtl/>
        </w:rPr>
        <w:t xml:space="preserve"> </w:t>
      </w:r>
      <w:r w:rsidRPr="00F41807">
        <w:rPr>
          <w:rFonts w:hint="eastAsia"/>
          <w:rtl/>
        </w:rPr>
        <w:t>وَكَانُوا</w:t>
      </w:r>
      <w:r w:rsidRPr="00F41807">
        <w:rPr>
          <w:rtl/>
        </w:rPr>
        <w:t xml:space="preserve"> </w:t>
      </w:r>
      <w:r w:rsidRPr="00F41807">
        <w:rPr>
          <w:rFonts w:hint="eastAsia"/>
          <w:rtl/>
        </w:rPr>
        <w:t>بِهَا</w:t>
      </w:r>
      <w:r w:rsidRPr="00F41807">
        <w:rPr>
          <w:rtl/>
        </w:rPr>
        <w:t xml:space="preserve"> </w:t>
      </w:r>
      <w:r w:rsidRPr="00F41807">
        <w:rPr>
          <w:rFonts w:hint="eastAsia"/>
          <w:rtl/>
        </w:rPr>
        <w:t>يَسْتَهْزِئُونَ</w:t>
      </w:r>
      <w:r w:rsidRPr="00F41807">
        <w:rPr>
          <w:rStyle w:val="libAlaemChar"/>
        </w:rPr>
        <w:t>(</w:t>
      </w:r>
    </w:p>
    <w:p w:rsidR="00A569A4" w:rsidRPr="00266964" w:rsidRDefault="00F41807" w:rsidP="00A569A4">
      <w:pPr>
        <w:pStyle w:val="libNormal"/>
      </w:pPr>
      <w:r w:rsidRPr="00F37004">
        <w:rPr>
          <w:rStyle w:val="libAlaemChar"/>
        </w:rPr>
        <w:t>“</w:t>
      </w:r>
      <w:r w:rsidR="00A569A4" w:rsidRPr="00266964">
        <w:rPr>
          <w:rFonts w:hint="cs"/>
          <w:cs/>
          <w:lang w:bidi="bn-IN"/>
        </w:rPr>
        <w:t>এরপর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অত্যন্ত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খারাপ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পরিণতি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হলো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যারা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খুব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খারাপ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কাজ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করেছে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কারণ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আল্লাহর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নিদর্শনগুলোকে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মেনে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নিতে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অস্বীকার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করেছে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প্রতি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টিটকারী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করতো।</w:t>
      </w:r>
      <w:r w:rsidRPr="00F37004">
        <w:rPr>
          <w:rStyle w:val="libAlaemChar"/>
        </w:rPr>
        <w:t>”</w:t>
      </w:r>
      <w:r w:rsidR="00A569A4" w:rsidRPr="00266964">
        <w:rPr>
          <w:cs/>
          <w:lang w:bidi="bn-IN"/>
        </w:rPr>
        <w:t xml:space="preserve"> [</w:t>
      </w:r>
      <w:r w:rsidR="00A569A4" w:rsidRPr="00266964">
        <w:rPr>
          <w:rFonts w:hint="cs"/>
          <w:cs/>
          <w:lang w:bidi="bn-IN"/>
        </w:rPr>
        <w:t>সূরা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রূম</w:t>
      </w:r>
      <w:r w:rsidR="00A569A4" w:rsidRPr="00266964">
        <w:rPr>
          <w:cs/>
          <w:lang w:bidi="bn-IN"/>
        </w:rPr>
        <w:t xml:space="preserve">: </w:t>
      </w:r>
      <w:r w:rsidR="00A569A4" w:rsidRPr="00266964">
        <w:rPr>
          <w:rFonts w:hint="cs"/>
          <w:cs/>
          <w:lang w:bidi="bn-IN"/>
        </w:rPr>
        <w:t>১০</w:t>
      </w:r>
      <w:r w:rsidR="00A569A4" w:rsidRPr="00266964">
        <w:rPr>
          <w:cs/>
          <w:lang w:bidi="bn-IN"/>
        </w:rPr>
        <w:t>]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যেহেতু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পৃথিবীর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পথ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আকাশের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দিগন্তকে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কয়েদীদের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তাড়িয়ে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এনেছো।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বেইযযতি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করেছো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এবং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তোমাকে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প্রিয়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করেছো</w:t>
      </w:r>
      <w:r w:rsidRPr="00AE2BC1">
        <w:t xml:space="preserve">? </w:t>
      </w:r>
      <w:r w:rsidRPr="00AE2BC1">
        <w:rPr>
          <w:rFonts w:hint="cs"/>
          <w:cs/>
          <w:lang w:bidi="bn-IN"/>
        </w:rPr>
        <w:t>আর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তুমি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এর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কারণে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আল্লাহর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কাছে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সম্মান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ও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উচ্চ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মর্যাদা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লাভ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করেছো</w:t>
      </w:r>
      <w:r w:rsidRPr="00AE2BC1">
        <w:t xml:space="preserve">? </w:t>
      </w:r>
      <w:r w:rsidRPr="00AE2BC1">
        <w:rPr>
          <w:rFonts w:hint="cs"/>
          <w:cs/>
          <w:lang w:bidi="bn-IN"/>
        </w:rPr>
        <w:t>আর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তাই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তুমি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আমাদেরকে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নীচু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মনে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করে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তাকাচ্ছো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এবং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অহংকারী</w:t>
      </w:r>
      <w:r w:rsidRPr="00AE2BC1">
        <w:t xml:space="preserve">, </w:t>
      </w:r>
      <w:r w:rsidRPr="00AE2BC1">
        <w:rPr>
          <w:rFonts w:hint="cs"/>
          <w:cs/>
          <w:lang w:bidi="bn-IN"/>
        </w:rPr>
        <w:t>আনন্দিত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ও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উচ্ছসিত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হচ্ছো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যে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পৃথিবী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তোমার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দিকে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ফিরে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এসেছে</w:t>
      </w:r>
      <w:r w:rsidRPr="00AE2BC1">
        <w:t xml:space="preserve">? </w:t>
      </w:r>
      <w:r w:rsidRPr="00AE2BC1">
        <w:rPr>
          <w:rFonts w:hint="cs"/>
          <w:cs/>
          <w:lang w:bidi="bn-IN"/>
        </w:rPr>
        <w:t>তুমি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মনে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করেছো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যে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তোমার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কাজ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গোছানো</w:t>
      </w:r>
      <w:r w:rsidRPr="00AE2BC1">
        <w:t xml:space="preserve">, </w:t>
      </w:r>
      <w:r w:rsidRPr="00AE2BC1">
        <w:rPr>
          <w:rFonts w:hint="cs"/>
          <w:cs/>
          <w:lang w:bidi="bn-IN"/>
        </w:rPr>
        <w:t>আর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সার্বভৌমত্ব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ও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রাজ্য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তোমার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জন্য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প্রীতিকর</w:t>
      </w:r>
      <w:r w:rsidRPr="00AE2BC1">
        <w:t xml:space="preserve">? </w:t>
      </w:r>
      <w:r w:rsidRPr="00AE2BC1">
        <w:rPr>
          <w:rFonts w:hint="cs"/>
          <w:cs/>
          <w:lang w:bidi="bn-IN"/>
        </w:rPr>
        <w:t>মনে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হচ্ছে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তুমি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ধীরে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ধীরে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সর্বশক্তিমান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ও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পবিত্র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আল্লাহর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কথাগুলো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ভুলে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গেছো</w:t>
      </w:r>
      <w:r w:rsidRPr="00AE2BC1">
        <w:t xml:space="preserve">, </w:t>
      </w:r>
      <w:r w:rsidRPr="00AE2BC1">
        <w:rPr>
          <w:rFonts w:hint="cs"/>
          <w:cs/>
          <w:lang w:bidi="bn-IN"/>
        </w:rPr>
        <w:t>যারা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অবিশ্বাসী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তারা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যেন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মনে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না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করে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যে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তাদেরকে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আমরা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যে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সময়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দিচ্ছি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তা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তাদের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জন্য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কল্যাণকর</w:t>
      </w:r>
      <w:r w:rsidRPr="00AE2BC1">
        <w:t xml:space="preserve">; </w:t>
      </w:r>
      <w:r w:rsidRPr="00AE2BC1">
        <w:rPr>
          <w:rFonts w:hint="cs"/>
          <w:cs/>
          <w:lang w:bidi="bn-IN"/>
        </w:rPr>
        <w:t>আমরা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তাদের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শুধু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সময়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দেই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এজন্যে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যে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তারা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যেন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গুনাহতে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বৃদ্ধি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পায়</w:t>
      </w:r>
      <w:r w:rsidRPr="00AE2BC1">
        <w:t xml:space="preserve">, </w:t>
      </w:r>
      <w:r w:rsidRPr="00AE2BC1">
        <w:rPr>
          <w:rFonts w:hint="cs"/>
          <w:cs/>
          <w:lang w:bidi="bn-IN"/>
        </w:rPr>
        <w:t>আর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তাদের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জন্য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আছে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অপমানকর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শাস্তি।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এটিই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কি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ন্যায়বিচারের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সংস্কৃতি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যে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তুমি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তোমার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পরিবারের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নারীদের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এবং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নারী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গৃহকর্মীদের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পর্দার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আড়ালে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বসাবে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আর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রাসূলুল্লাহ</w:t>
      </w:r>
      <w:r w:rsidRPr="00AE2BC1">
        <w:rPr>
          <w:cs/>
          <w:lang w:bidi="bn-IN"/>
        </w:rPr>
        <w:t xml:space="preserve"> (</w:t>
      </w:r>
      <w:r w:rsidRPr="00AE2BC1">
        <w:rPr>
          <w:rFonts w:hint="cs"/>
          <w:cs/>
          <w:lang w:bidi="bn-IN"/>
        </w:rPr>
        <w:t>সা</w:t>
      </w:r>
      <w:r w:rsidRPr="00AE2BC1">
        <w:rPr>
          <w:cs/>
          <w:lang w:bidi="bn-IN"/>
        </w:rPr>
        <w:t>.)-</w:t>
      </w:r>
      <w:r w:rsidRPr="00AE2BC1">
        <w:rPr>
          <w:rFonts w:hint="cs"/>
          <w:cs/>
          <w:lang w:bidi="bn-IN"/>
        </w:rPr>
        <w:t>এর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কন্যাদের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বন্দী</w:t>
      </w:r>
      <w:r w:rsidRPr="00AE2BC1">
        <w:rPr>
          <w:cs/>
          <w:lang w:bidi="bn-IN"/>
        </w:rPr>
        <w:t xml:space="preserve"> </w:t>
      </w:r>
      <w:r w:rsidRPr="00AE2BC1">
        <w:rPr>
          <w:rFonts w:hint="cs"/>
          <w:cs/>
          <w:lang w:bidi="bn-IN"/>
        </w:rPr>
        <w:t>করবে</w:t>
      </w:r>
      <w:r w:rsidRPr="00AE2BC1">
        <w:t>,</w:t>
      </w:r>
      <w:r w:rsidRPr="00266964">
        <w:t xml:space="preserve">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প্রদর্শনী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বানাবে</w:t>
      </w:r>
      <w:r w:rsidRPr="00266964">
        <w:t xml:space="preserve">?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বোরখা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</w:t>
      </w:r>
      <w:r w:rsidR="00AE2BC1">
        <w:rPr>
          <w:rFonts w:hint="cs"/>
          <w:cs/>
          <w:lang w:bidi="bn-IN"/>
        </w:rPr>
        <w:t>আব্রু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রাখবে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="003E7358">
        <w:rPr>
          <w:rFonts w:hint="cs"/>
          <w:cs/>
          <w:lang w:bidi="bn-IN"/>
        </w:rPr>
        <w:t>শত্রু</w:t>
      </w:r>
      <w:r w:rsidRPr="00266964">
        <w:rPr>
          <w:rFonts w:hint="cs"/>
          <w:cs/>
          <w:lang w:bidi="bn-IN"/>
        </w:rPr>
        <w:t>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অন্যদের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সামনে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প্রদর্শন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বেড়াবে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আরেক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শহরে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প্রত্যেক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নদী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শহরের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অধিবাসীরা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নজর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দেখবে</w:t>
      </w:r>
      <w:r w:rsidRPr="00266964">
        <w:t xml:space="preserve">?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প্রত্যেক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ঘনিষ্ঠ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অঘনিষ্ঠ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মানুষ</w:t>
      </w:r>
      <w:r w:rsidRPr="00266964">
        <w:t xml:space="preserve">, </w:t>
      </w:r>
      <w:r w:rsidRPr="00266964">
        <w:rPr>
          <w:rFonts w:hint="cs"/>
          <w:cs/>
          <w:lang w:bidi="bn-IN"/>
        </w:rPr>
        <w:t>নীচ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সম্মানিত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লোকেরাও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পুরুষ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অথবা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নির্ভরযোগ্য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ব্যক্তি</w:t>
      </w:r>
      <w:r w:rsidRPr="00266964">
        <w:t xml:space="preserve">? </w:t>
      </w:r>
      <w:r w:rsidRPr="00266964">
        <w:rPr>
          <w:rFonts w:hint="cs"/>
          <w:cs/>
          <w:lang w:bidi="bn-IN"/>
        </w:rPr>
        <w:t>কী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তাক্বওয়া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আশা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পরহেযগারদের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মুত্তাকীদের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কলিজা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খেয়েছে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গায়ে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মাংস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গজিয়েছে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শহীদদের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পান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থেকে</w:t>
      </w:r>
      <w:r w:rsidRPr="00266964">
        <w:t xml:space="preserve">? </w:t>
      </w:r>
      <w:r w:rsidRPr="00266964">
        <w:rPr>
          <w:rFonts w:hint="cs"/>
          <w:cs/>
          <w:lang w:bidi="bn-IN"/>
        </w:rPr>
        <w:t>কীভাবে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ঈর্ষা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কমাবে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আহলুল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বাইতের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দাম্ভিকতা</w:t>
      </w:r>
      <w:r w:rsidRPr="00266964">
        <w:t xml:space="preserve">, </w:t>
      </w:r>
      <w:r w:rsidR="003E7358">
        <w:rPr>
          <w:rFonts w:hint="cs"/>
          <w:cs/>
          <w:lang w:bidi="bn-IN"/>
        </w:rPr>
        <w:t>শত্রু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ঘৃণার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দৃষ্টিতে</w:t>
      </w:r>
      <w:r w:rsidRPr="00266964">
        <w:t xml:space="preserve">?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বীরত্বের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ঘোষণা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উচ্চকণ্ঠে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অভিনন্দন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জানাতো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বলতো</w:t>
      </w:r>
      <w:r w:rsidRPr="00266964">
        <w:rPr>
          <w:cs/>
          <w:lang w:bidi="bn-IN"/>
        </w:rPr>
        <w:t xml:space="preserve">: </w:t>
      </w:r>
      <w:r w:rsidR="00AE2BC1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দুটো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অলস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আব্দুল্লাহ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</w:t>
      </w:r>
      <w:r w:rsidR="00CA22F9">
        <w:rPr>
          <w:rFonts w:hint="cs"/>
          <w:cs/>
          <w:lang w:bidi="bn-IN"/>
        </w:rPr>
        <w:t>ন্না</w:t>
      </w:r>
      <w:r w:rsidRPr="00266964">
        <w:rPr>
          <w:rFonts w:hint="cs"/>
          <w:cs/>
          <w:lang w:bidi="bn-IN"/>
        </w:rPr>
        <w:t>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সর্দার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দাঁতের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মনোযোগ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আঘাত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কঞ্চি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</w:t>
      </w:r>
      <w:r w:rsidRPr="00266964">
        <w:t xml:space="preserve">? </w:t>
      </w:r>
      <w:r w:rsidRPr="00266964">
        <w:rPr>
          <w:rFonts w:hint="cs"/>
          <w:cs/>
          <w:lang w:bidi="bn-IN"/>
        </w:rPr>
        <w:t>তাই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এরকম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কেনইবা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t xml:space="preserve">?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আঘাতকে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গভীরতম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তলায়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পৌঁছে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উৎসকে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উপড়ে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ফেলেছো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আব্দুল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মোত্তালিবের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বংশ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পৃথিবীর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নক্ষত্রদের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একজনের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ঝরানোর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মাধ্যমে।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উচ্চকণ্ঠে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পূর্বপুরুষদের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সম্বোধন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অনুমানে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ডেকে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আনছো</w:t>
      </w:r>
      <w:r w:rsidRPr="00266964">
        <w:t xml:space="preserve">? </w:t>
      </w:r>
      <w:r w:rsidRPr="00266964">
        <w:rPr>
          <w:rFonts w:hint="cs"/>
          <w:cs/>
          <w:lang w:bidi="bn-IN"/>
        </w:rPr>
        <w:t>খুব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শীঘ্রই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শেষ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পরিণতির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সম্মুখীন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হবে।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বলবে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হায়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বোবা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তাহলে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একথাগুলো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এমন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চরিত্র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অধিকারকে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অত্যাচার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প্রতিশোধ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গযব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পাঠান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ঝরিয়েছে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="00254B40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সাহায্যকারীদের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শপথ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নিজের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চামড়া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ছিঁড়েছো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নিজের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মাংস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টেনে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ছিঁড়েছো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ঝরানোর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অনুসারীদের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পবিত্রতা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লঙ্ঘনের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বিরাট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বোঝা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সামনে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যাবে</w:t>
      </w:r>
      <w:r w:rsidRPr="00266964">
        <w:rPr>
          <w:rFonts w:hint="eastAsia"/>
        </w:rPr>
        <w:t>―</w:t>
      </w:r>
      <w:r w:rsidRPr="00266964">
        <w:rPr>
          <w:rFonts w:hint="cs"/>
          <w:cs/>
          <w:lang w:bidi="bn-IN"/>
        </w:rPr>
        <w:t>এমন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জায়গায়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যেখানে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জড়ো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ছত্রভঙ্গ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যাওয়াদের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সংখ্যা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বৃদ্ধি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মধ্যে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ছড়িয়ে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পড়েছিল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অধিকার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উপহার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দিবেন</w:t>
      </w:r>
      <w:r w:rsidRPr="00266964">
        <w:t>,</w:t>
      </w:r>
    </w:p>
    <w:p w:rsidR="00254B40" w:rsidRDefault="000E1AC4" w:rsidP="000E1AC4">
      <w:pPr>
        <w:pStyle w:val="libAie"/>
        <w:rPr>
          <w:lang w:bidi="bn-IN"/>
        </w:rPr>
      </w:pPr>
      <w:proofErr w:type="gramStart"/>
      <w:r w:rsidRPr="000E1AC4">
        <w:rPr>
          <w:rStyle w:val="libAlaemChar"/>
        </w:rPr>
        <w:t>)</w:t>
      </w:r>
      <w:r w:rsidRPr="000E1AC4">
        <w:rPr>
          <w:rFonts w:hint="eastAsia"/>
          <w:rtl/>
        </w:rPr>
        <w:t>و</w:t>
      </w:r>
      <w:proofErr w:type="gramEnd"/>
      <w:r w:rsidRPr="000E1AC4">
        <w:rPr>
          <w:rFonts w:hint="eastAsia"/>
          <w:rtl/>
        </w:rPr>
        <w:t>َلَا</w:t>
      </w:r>
      <w:r w:rsidRPr="000E1AC4">
        <w:rPr>
          <w:rtl/>
        </w:rPr>
        <w:t xml:space="preserve"> </w:t>
      </w:r>
      <w:r w:rsidRPr="000E1AC4">
        <w:rPr>
          <w:rFonts w:hint="eastAsia"/>
          <w:rtl/>
        </w:rPr>
        <w:t>تَحْسَبَنَّ</w:t>
      </w:r>
      <w:r w:rsidRPr="000E1AC4">
        <w:rPr>
          <w:rtl/>
        </w:rPr>
        <w:t xml:space="preserve"> </w:t>
      </w:r>
      <w:r w:rsidRPr="000E1AC4">
        <w:rPr>
          <w:rFonts w:hint="eastAsia"/>
          <w:rtl/>
        </w:rPr>
        <w:t>الَّذِينَ</w:t>
      </w:r>
      <w:r w:rsidRPr="000E1AC4">
        <w:rPr>
          <w:rtl/>
        </w:rPr>
        <w:t xml:space="preserve"> </w:t>
      </w:r>
      <w:r w:rsidRPr="000E1AC4">
        <w:rPr>
          <w:rFonts w:hint="eastAsia"/>
          <w:rtl/>
        </w:rPr>
        <w:t>قُتِلُوا</w:t>
      </w:r>
      <w:r w:rsidRPr="000E1AC4">
        <w:rPr>
          <w:rtl/>
        </w:rPr>
        <w:t xml:space="preserve"> </w:t>
      </w:r>
      <w:r w:rsidRPr="000E1AC4">
        <w:rPr>
          <w:rFonts w:hint="eastAsia"/>
          <w:rtl/>
        </w:rPr>
        <w:t>فِي</w:t>
      </w:r>
      <w:r w:rsidRPr="000E1AC4">
        <w:rPr>
          <w:rtl/>
        </w:rPr>
        <w:t xml:space="preserve"> </w:t>
      </w:r>
      <w:r w:rsidRPr="000E1AC4">
        <w:rPr>
          <w:rFonts w:hint="eastAsia"/>
          <w:rtl/>
        </w:rPr>
        <w:t>سَبِيلِ</w:t>
      </w:r>
      <w:r w:rsidRPr="000E1AC4">
        <w:rPr>
          <w:rtl/>
        </w:rPr>
        <w:t xml:space="preserve"> </w:t>
      </w:r>
      <w:r w:rsidRPr="000E1AC4">
        <w:rPr>
          <w:rFonts w:hint="eastAsia"/>
          <w:rtl/>
        </w:rPr>
        <w:t>اللَّـهِ</w:t>
      </w:r>
      <w:r w:rsidRPr="000E1AC4">
        <w:rPr>
          <w:rtl/>
        </w:rPr>
        <w:t xml:space="preserve"> </w:t>
      </w:r>
      <w:r w:rsidRPr="000E1AC4">
        <w:rPr>
          <w:rFonts w:hint="eastAsia"/>
          <w:rtl/>
        </w:rPr>
        <w:t>أَمْوَاتًا</w:t>
      </w:r>
      <w:r w:rsidRPr="000E1AC4">
        <w:rPr>
          <w:rtl/>
        </w:rPr>
        <w:t xml:space="preserve"> </w:t>
      </w:r>
      <w:r w:rsidRPr="000E1AC4">
        <w:rPr>
          <w:rFonts w:hint="eastAsia"/>
          <w:rtl/>
        </w:rPr>
        <w:t>بَلْ</w:t>
      </w:r>
      <w:r w:rsidRPr="000E1AC4">
        <w:rPr>
          <w:rtl/>
        </w:rPr>
        <w:t xml:space="preserve"> </w:t>
      </w:r>
      <w:r w:rsidRPr="000E1AC4">
        <w:rPr>
          <w:rFonts w:hint="eastAsia"/>
          <w:rtl/>
        </w:rPr>
        <w:t>أَحْيَاءٌ</w:t>
      </w:r>
      <w:r w:rsidRPr="000E1AC4">
        <w:rPr>
          <w:rtl/>
        </w:rPr>
        <w:t xml:space="preserve"> </w:t>
      </w:r>
      <w:r w:rsidRPr="000E1AC4">
        <w:rPr>
          <w:rFonts w:hint="eastAsia"/>
          <w:rtl/>
        </w:rPr>
        <w:t>عِندَ</w:t>
      </w:r>
      <w:r w:rsidRPr="000E1AC4">
        <w:rPr>
          <w:rtl/>
        </w:rPr>
        <w:t xml:space="preserve"> </w:t>
      </w:r>
      <w:r w:rsidRPr="000E1AC4">
        <w:rPr>
          <w:rFonts w:hint="eastAsia"/>
          <w:rtl/>
        </w:rPr>
        <w:t>رَ‌بِّهِمْ</w:t>
      </w:r>
      <w:r w:rsidRPr="000E1AC4">
        <w:rPr>
          <w:rtl/>
        </w:rPr>
        <w:t xml:space="preserve"> </w:t>
      </w:r>
      <w:r w:rsidRPr="000E1AC4">
        <w:rPr>
          <w:rFonts w:hint="eastAsia"/>
          <w:rtl/>
        </w:rPr>
        <w:t>يُرْ‌زَقُونَ</w:t>
      </w:r>
      <w:r w:rsidRPr="000E1AC4">
        <w:rPr>
          <w:rStyle w:val="libAlaemChar"/>
        </w:rPr>
        <w:t>(</w:t>
      </w:r>
    </w:p>
    <w:p w:rsidR="00A569A4" w:rsidRPr="00266964" w:rsidRDefault="000E1AC4" w:rsidP="00A569A4">
      <w:pPr>
        <w:pStyle w:val="libNormal"/>
      </w:pPr>
      <w:r w:rsidRPr="00F37004">
        <w:rPr>
          <w:rStyle w:val="libAlaemChar"/>
        </w:rPr>
        <w:t>“</w:t>
      </w:r>
      <w:r>
        <w:rPr>
          <w:lang w:bidi="bn-IN"/>
        </w:rPr>
        <w:t>এ</w:t>
      </w:r>
      <w:r w:rsidR="00A569A4" w:rsidRPr="00266964">
        <w:rPr>
          <w:rFonts w:hint="cs"/>
          <w:cs/>
          <w:lang w:bidi="bn-IN"/>
        </w:rPr>
        <w:t>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ভেবো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যারা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আল্লাহর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পথে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নিহত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হয়েছে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মৃত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বরং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জীবিত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তাদের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রবের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সাথে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আছে</w:t>
      </w:r>
      <w:r w:rsidR="00A569A4" w:rsidRPr="00266964">
        <w:rPr>
          <w:rFonts w:hint="eastAsia"/>
        </w:rPr>
        <w:t>―</w:t>
      </w:r>
      <w:r w:rsidR="00A569A4" w:rsidRPr="00266964">
        <w:rPr>
          <w:rFonts w:hint="cs"/>
          <w:cs/>
          <w:lang w:bidi="bn-IN"/>
        </w:rPr>
        <w:t>রিযক্ব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লাভ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করছে।</w:t>
      </w:r>
      <w:r w:rsidRPr="00F37004">
        <w:rPr>
          <w:rStyle w:val="libAlaemChar"/>
        </w:rPr>
        <w:t>”</w:t>
      </w:r>
      <w:r w:rsidR="00A569A4" w:rsidRPr="00266964">
        <w:rPr>
          <w:cs/>
          <w:lang w:bidi="bn-IN"/>
        </w:rPr>
        <w:t xml:space="preserve"> [</w:t>
      </w:r>
      <w:r w:rsidR="00A569A4" w:rsidRPr="00266964">
        <w:rPr>
          <w:rFonts w:hint="cs"/>
          <w:cs/>
          <w:lang w:bidi="bn-IN"/>
        </w:rPr>
        <w:t>আল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ইমরান</w:t>
      </w:r>
      <w:r w:rsidR="00A569A4" w:rsidRPr="00266964">
        <w:rPr>
          <w:cs/>
          <w:lang w:bidi="bn-IN"/>
        </w:rPr>
        <w:t xml:space="preserve">: </w:t>
      </w:r>
      <w:r w:rsidR="00A569A4" w:rsidRPr="00266964">
        <w:rPr>
          <w:rFonts w:hint="cs"/>
          <w:cs/>
          <w:lang w:bidi="bn-IN"/>
        </w:rPr>
        <w:t>১৬৯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আল্লাহ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বিচারক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হিসাবে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যথেষ্ট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হবেন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="003E7358">
        <w:rPr>
          <w:rFonts w:hint="cs"/>
          <w:cs/>
          <w:lang w:bidi="bn-IN"/>
        </w:rPr>
        <w:t>শত্রু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জীবরাঈলের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সমর্থন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পাবেন।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খুব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শীঘ্রই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বাবা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রাজ্য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প্রস্তুত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মুসলমানদের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ঘাড়ে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বসিয়ে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গেছে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বুঝতে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অত্যাচারীদের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খারাপ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জায়গা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অপেক্ষা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করছে।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কী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খারাপ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স্থানই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অর্জন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দুর্বল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সামরিক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বাহিনীইনা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হোক</w:t>
      </w:r>
      <w:r w:rsidRPr="00266964">
        <w:t xml:space="preserve">, </w:t>
      </w:r>
      <w:r w:rsidRPr="00266964">
        <w:rPr>
          <w:rFonts w:hint="cs"/>
          <w:cs/>
          <w:lang w:bidi="bn-IN"/>
        </w:rPr>
        <w:t>অপ্রীতিকর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পরিস্থিতি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বাধ্য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বলতে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স্থান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অত্যন্ত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নিচে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তিরস্কার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খুবই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অনেক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তাচ্ছিল্য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করি।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কিন্তু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চোখগুলো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ফুলে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হৃদয়গুলো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ছিটকে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বেরিয়ে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চায়।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সাবধান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আশ্চর্য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মর্যাদাবান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ব্যক্তিদের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দলটিকে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মুক্তদের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সেনাবাহিনী</w:t>
      </w:r>
      <w:r w:rsidRPr="00266964">
        <w:rPr>
          <w:rFonts w:hint="eastAsia"/>
        </w:rPr>
        <w:t>―</w:t>
      </w:r>
      <w:r w:rsidRPr="00266964">
        <w:t xml:space="preserve"> </w:t>
      </w:r>
      <w:r w:rsidRPr="00266964">
        <w:rPr>
          <w:rFonts w:hint="cs"/>
          <w:cs/>
          <w:lang w:bidi="bn-IN"/>
        </w:rPr>
        <w:t>যারা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শয়তান।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হাতগুলোই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মুঠোয়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চেপে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ধরেছে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চোয়ালগুলোই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মাংস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গোগ্রাসে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খেয়েছে।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পবিত্র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জ্যোতির্ময়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লাশসমূহ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যেগুলোকে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পাহারা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দিচ্ছে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নেকড়েরা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হায়েনাগুলো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বালি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ছিটিয়ে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দিচ্ছে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দেহের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গনিমত</w:t>
      </w:r>
      <w:r w:rsidRPr="00266964">
        <w:t>,</w:t>
      </w:r>
    </w:p>
    <w:p w:rsidR="000E1AC4" w:rsidRDefault="00D22C05" w:rsidP="00D22C05">
      <w:pPr>
        <w:pStyle w:val="libAie"/>
        <w:rPr>
          <w:lang w:bidi="bn-IN"/>
        </w:rPr>
      </w:pPr>
      <w:proofErr w:type="gramStart"/>
      <w:r w:rsidRPr="00D22C05">
        <w:rPr>
          <w:rStyle w:val="libAlaemChar"/>
        </w:rPr>
        <w:t>)</w:t>
      </w:r>
      <w:r w:rsidRPr="00D22C05">
        <w:rPr>
          <w:rFonts w:hint="eastAsia"/>
          <w:rtl/>
        </w:rPr>
        <w:t>ذ</w:t>
      </w:r>
      <w:proofErr w:type="gramEnd"/>
      <w:r w:rsidRPr="00D22C05">
        <w:rPr>
          <w:rFonts w:hint="eastAsia"/>
          <w:rtl/>
        </w:rPr>
        <w:t>َٰلِكَ</w:t>
      </w:r>
      <w:r w:rsidRPr="00D22C05">
        <w:rPr>
          <w:rtl/>
        </w:rPr>
        <w:t xml:space="preserve"> </w:t>
      </w:r>
      <w:r w:rsidRPr="00D22C05">
        <w:rPr>
          <w:rFonts w:hint="eastAsia"/>
          <w:rtl/>
        </w:rPr>
        <w:t>بِمَا</w:t>
      </w:r>
      <w:r w:rsidRPr="00D22C05">
        <w:rPr>
          <w:rtl/>
        </w:rPr>
        <w:t xml:space="preserve"> </w:t>
      </w:r>
      <w:r w:rsidRPr="00D22C05">
        <w:rPr>
          <w:rFonts w:hint="eastAsia"/>
          <w:rtl/>
        </w:rPr>
        <w:t>قَدَّمَتْ</w:t>
      </w:r>
      <w:r w:rsidRPr="00D22C05">
        <w:rPr>
          <w:rtl/>
        </w:rPr>
        <w:t xml:space="preserve"> </w:t>
      </w:r>
      <w:r w:rsidRPr="00D22C05">
        <w:rPr>
          <w:rFonts w:hint="eastAsia"/>
          <w:rtl/>
        </w:rPr>
        <w:t>يَدَاكَ</w:t>
      </w:r>
      <w:r w:rsidRPr="00D22C05">
        <w:rPr>
          <w:rtl/>
        </w:rPr>
        <w:t xml:space="preserve"> </w:t>
      </w:r>
      <w:r w:rsidRPr="00D22C05">
        <w:rPr>
          <w:rFonts w:hint="eastAsia"/>
          <w:rtl/>
        </w:rPr>
        <w:t>وَأَنَّ</w:t>
      </w:r>
      <w:r w:rsidRPr="00D22C05">
        <w:rPr>
          <w:rtl/>
        </w:rPr>
        <w:t xml:space="preserve"> </w:t>
      </w:r>
      <w:r w:rsidRPr="00D22C05">
        <w:rPr>
          <w:rFonts w:hint="eastAsia"/>
          <w:rtl/>
        </w:rPr>
        <w:t>اللَّـهَ</w:t>
      </w:r>
      <w:r w:rsidRPr="00D22C05">
        <w:rPr>
          <w:rtl/>
        </w:rPr>
        <w:t xml:space="preserve"> </w:t>
      </w:r>
      <w:r w:rsidRPr="00D22C05">
        <w:rPr>
          <w:rFonts w:hint="eastAsia"/>
          <w:rtl/>
        </w:rPr>
        <w:t>لَيْسَ</w:t>
      </w:r>
      <w:r w:rsidRPr="00D22C05">
        <w:rPr>
          <w:rtl/>
        </w:rPr>
        <w:t xml:space="preserve"> </w:t>
      </w:r>
      <w:r w:rsidRPr="00D22C05">
        <w:rPr>
          <w:rFonts w:hint="eastAsia"/>
          <w:rtl/>
        </w:rPr>
        <w:t>بِظَلَّامٍ</w:t>
      </w:r>
      <w:r w:rsidRPr="00D22C05">
        <w:rPr>
          <w:rtl/>
        </w:rPr>
        <w:t xml:space="preserve"> </w:t>
      </w:r>
      <w:r w:rsidRPr="00D22C05">
        <w:rPr>
          <w:rFonts w:hint="eastAsia"/>
          <w:rtl/>
        </w:rPr>
        <w:t>لِّلْعَبِيدِ</w:t>
      </w:r>
      <w:r w:rsidRPr="00D22C05">
        <w:rPr>
          <w:rStyle w:val="libAlaemChar"/>
        </w:rPr>
        <w:t>(</w:t>
      </w:r>
    </w:p>
    <w:p w:rsidR="00A569A4" w:rsidRPr="00266964" w:rsidRDefault="000E1AC4" w:rsidP="00A569A4">
      <w:pPr>
        <w:pStyle w:val="libNormal"/>
      </w:pPr>
      <w:r w:rsidRPr="00F37004">
        <w:rPr>
          <w:rStyle w:val="libAlaemChar"/>
        </w:rPr>
        <w:t>“</w:t>
      </w:r>
      <w:r w:rsidR="00A569A4" w:rsidRPr="00266964">
        <w:rPr>
          <w:rFonts w:hint="cs"/>
          <w:cs/>
          <w:lang w:bidi="bn-IN"/>
        </w:rPr>
        <w:t>এটি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হচ্ছে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কারণে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হাত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সামনে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পাঠিয়েছিল</w:t>
      </w:r>
      <w:r w:rsidR="00A569A4" w:rsidRPr="00266964">
        <w:rPr>
          <w:cs/>
          <w:lang w:bidi="bn-IN"/>
        </w:rPr>
        <w:t xml:space="preserve"> [</w:t>
      </w:r>
      <w:r w:rsidR="00A569A4" w:rsidRPr="00266964">
        <w:rPr>
          <w:rFonts w:hint="cs"/>
          <w:cs/>
          <w:lang w:bidi="bn-IN"/>
        </w:rPr>
        <w:t>যা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তোমাদের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জীবনে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করেছিলে</w:t>
      </w:r>
      <w:r w:rsidR="00A569A4" w:rsidRPr="00266964">
        <w:rPr>
          <w:cs/>
          <w:lang w:bidi="bn-IN"/>
        </w:rPr>
        <w:t xml:space="preserve">] 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আল্লাহ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দাসদের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প্রতি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কখনো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জুলুম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করেন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না।</w:t>
      </w:r>
      <w:r w:rsidR="00D22C05" w:rsidRPr="00F37004">
        <w:rPr>
          <w:rStyle w:val="libAlaemChar"/>
        </w:rPr>
        <w:t>”</w:t>
      </w:r>
      <w:r w:rsidR="00A569A4" w:rsidRPr="00266964">
        <w:rPr>
          <w:cs/>
          <w:lang w:bidi="bn-IN"/>
        </w:rPr>
        <w:t xml:space="preserve"> [</w:t>
      </w:r>
      <w:r w:rsidR="00A569A4" w:rsidRPr="00266964">
        <w:rPr>
          <w:rFonts w:hint="cs"/>
          <w:cs/>
          <w:lang w:bidi="bn-IN"/>
        </w:rPr>
        <w:t>সূরা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হাজ্ব</w:t>
      </w:r>
      <w:r w:rsidR="00A569A4" w:rsidRPr="00266964">
        <w:rPr>
          <w:cs/>
          <w:lang w:bidi="bn-IN"/>
        </w:rPr>
        <w:t xml:space="preserve">: </w:t>
      </w:r>
      <w:r w:rsidR="00A569A4" w:rsidRPr="00266964">
        <w:rPr>
          <w:rFonts w:hint="cs"/>
          <w:cs/>
          <w:lang w:bidi="bn-IN"/>
        </w:rPr>
        <w:t>১০</w:t>
      </w:r>
      <w:r w:rsidR="00A569A4" w:rsidRPr="00266964">
        <w:rPr>
          <w:cs/>
          <w:lang w:bidi="bn-IN"/>
        </w:rPr>
        <w:t>]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অভিযোগ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শুধু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নির্ভর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করি।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ফাঁদ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পাততে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ইচ্ছানুযায়ী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পদক্ষেপ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চেষ্টা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চাও।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শপথ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কখনোই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ফেলতে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ওহীকে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উৎখাত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ঘটনার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লজ্জাকে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ফেলতে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পারবে।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অভিমত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ভ্রান্তিপূর্ণ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কম।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ছত্রভঙ্গ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আহ্বানকারী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আহ্বান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করবে</w:t>
      </w:r>
      <w:r w:rsidRPr="00266964">
        <w:rPr>
          <w:cs/>
          <w:lang w:bidi="bn-IN"/>
        </w:rPr>
        <w:t xml:space="preserve">: </w:t>
      </w:r>
      <w:r w:rsidRPr="00266964">
        <w:rPr>
          <w:rFonts w:hint="cs"/>
          <w:cs/>
          <w:lang w:bidi="bn-IN"/>
        </w:rPr>
        <w:t>জেনে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রাখো</w:t>
      </w:r>
      <w:r w:rsidRPr="00266964">
        <w:t>,</w:t>
      </w:r>
    </w:p>
    <w:p w:rsidR="0086447E" w:rsidRPr="00330ABB" w:rsidRDefault="00330ABB" w:rsidP="00330ABB">
      <w:pPr>
        <w:pStyle w:val="libAie"/>
      </w:pPr>
      <w:proofErr w:type="gramStart"/>
      <w:r w:rsidRPr="00330ABB">
        <w:rPr>
          <w:rStyle w:val="libAlaemChar"/>
        </w:rPr>
        <w:t>)</w:t>
      </w:r>
      <w:r w:rsidRPr="00F37004">
        <w:rPr>
          <w:rtl/>
        </w:rPr>
        <w:t>أ</w:t>
      </w:r>
      <w:proofErr w:type="gramEnd"/>
      <w:r w:rsidRPr="00F37004">
        <w:rPr>
          <w:rtl/>
        </w:rPr>
        <w:t>َلَا لَعْنَةُ اللَّـهِ عَلَى الظَّالِمِينَ</w:t>
      </w:r>
      <w:r w:rsidRPr="00330ABB">
        <w:rPr>
          <w:rStyle w:val="libAlaemChar"/>
        </w:rPr>
        <w:t>(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নিশ্চয়ই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অভিশাপ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জালিমদের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ওপরে।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সূরা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হুদ</w:t>
      </w:r>
      <w:r w:rsidRPr="00266964">
        <w:rPr>
          <w:cs/>
          <w:lang w:bidi="bn-IN"/>
        </w:rPr>
        <w:t xml:space="preserve">: </w:t>
      </w:r>
      <w:r w:rsidRPr="00266964">
        <w:rPr>
          <w:rFonts w:hint="cs"/>
          <w:cs/>
          <w:lang w:bidi="bn-IN"/>
        </w:rPr>
        <w:t>১৮</w:t>
      </w:r>
      <w:r w:rsidRPr="00266964">
        <w:rPr>
          <w:cs/>
          <w:lang w:bidi="bn-IN"/>
        </w:rPr>
        <w:t>]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প্রশংসা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জগতসমূহের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সৃষ্টিকর্তা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প্রতিপালক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শুরুতে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শান্তি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বর্ষণ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শাহাদাতকে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বরকতসহ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পরিণতি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হিসাবে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নির্ধারণ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পুরস্কারকে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পূর্ণ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বৃদ্ধি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উত্তরাধিকার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হিসেবে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সদয়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ফেরেন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কারণ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ক্ষমাশীল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বন্ধু।</w:t>
      </w:r>
    </w:p>
    <w:p w:rsidR="00330ABB" w:rsidRDefault="00330ABB" w:rsidP="00330ABB">
      <w:pPr>
        <w:pStyle w:val="libAie"/>
        <w:rPr>
          <w:lang w:bidi="bn-IN"/>
        </w:rPr>
      </w:pPr>
      <w:proofErr w:type="gramStart"/>
      <w:r w:rsidRPr="00330ABB">
        <w:rPr>
          <w:rStyle w:val="libAlaemChar"/>
        </w:rPr>
        <w:t>)</w:t>
      </w:r>
      <w:r w:rsidRPr="00330ABB">
        <w:rPr>
          <w:rFonts w:hint="eastAsia"/>
          <w:rtl/>
        </w:rPr>
        <w:t>ح</w:t>
      </w:r>
      <w:proofErr w:type="gramEnd"/>
      <w:r w:rsidRPr="00330ABB">
        <w:rPr>
          <w:rFonts w:hint="eastAsia"/>
          <w:rtl/>
        </w:rPr>
        <w:t>َسْبُنَا</w:t>
      </w:r>
      <w:r w:rsidRPr="00330ABB">
        <w:rPr>
          <w:rtl/>
        </w:rPr>
        <w:t xml:space="preserve"> </w:t>
      </w:r>
      <w:r w:rsidRPr="00330ABB">
        <w:rPr>
          <w:rFonts w:hint="eastAsia"/>
          <w:rtl/>
        </w:rPr>
        <w:t>اللَّـهُ</w:t>
      </w:r>
      <w:r w:rsidRPr="00330ABB">
        <w:rPr>
          <w:rtl/>
        </w:rPr>
        <w:t xml:space="preserve"> </w:t>
      </w:r>
      <w:r w:rsidRPr="00330ABB">
        <w:rPr>
          <w:rFonts w:hint="eastAsia"/>
          <w:rtl/>
        </w:rPr>
        <w:t>وَنِعْمَ</w:t>
      </w:r>
      <w:r w:rsidRPr="00330ABB">
        <w:rPr>
          <w:rtl/>
        </w:rPr>
        <w:t xml:space="preserve"> </w:t>
      </w:r>
      <w:r w:rsidRPr="00330ABB">
        <w:rPr>
          <w:rFonts w:hint="eastAsia"/>
          <w:rtl/>
        </w:rPr>
        <w:t>الْوَكِيلُ</w:t>
      </w:r>
      <w:r w:rsidRPr="00330ABB">
        <w:rPr>
          <w:rStyle w:val="libAlaemChar"/>
        </w:rPr>
        <w:t>(</w:t>
      </w:r>
    </w:p>
    <w:p w:rsidR="00A569A4" w:rsidRPr="00F37004" w:rsidRDefault="00330ABB" w:rsidP="00A569A4">
      <w:pPr>
        <w:pStyle w:val="libNormal"/>
        <w:rPr>
          <w:rStyle w:val="libAlaemChar"/>
        </w:rPr>
      </w:pPr>
      <w:r w:rsidRPr="00F37004">
        <w:rPr>
          <w:rStyle w:val="libAlaemChar"/>
        </w:rPr>
        <w:t>“</w:t>
      </w:r>
      <w:r w:rsidR="00A569A4" w:rsidRPr="00266964">
        <w:rPr>
          <w:rFonts w:hint="cs"/>
          <w:cs/>
          <w:lang w:bidi="bn-IN"/>
        </w:rPr>
        <w:t>আল্লাহ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জন্য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যথেষ্ট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তিনি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হলেন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শ্রেষ্ঠ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নিরাপত্তাদানকারী।</w:t>
      </w:r>
      <w:r w:rsidRPr="00F37004">
        <w:rPr>
          <w:rStyle w:val="libAlaemChar"/>
        </w:rPr>
        <w:t>”</w:t>
      </w:r>
    </w:p>
    <w:p w:rsidR="00A569A4" w:rsidRPr="00266964" w:rsidRDefault="00A569A4" w:rsidP="00A569A4">
      <w:pPr>
        <w:pStyle w:val="libNormal"/>
      </w:pPr>
      <w:r w:rsidRPr="00266964">
        <w:t>[</w:t>
      </w:r>
      <w:r w:rsidRPr="00266964">
        <w:rPr>
          <w:rFonts w:hint="cs"/>
          <w:cs/>
          <w:lang w:bidi="bn-IN"/>
        </w:rPr>
        <w:t>সূরা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ইমরান</w:t>
      </w:r>
      <w:r w:rsidRPr="00266964">
        <w:rPr>
          <w:cs/>
          <w:lang w:bidi="bn-IN"/>
        </w:rPr>
        <w:t xml:space="preserve">: </w:t>
      </w:r>
      <w:r w:rsidRPr="00266964">
        <w:rPr>
          <w:rFonts w:hint="cs"/>
          <w:cs/>
          <w:lang w:bidi="bn-IN"/>
        </w:rPr>
        <w:t>১৭৩</w:t>
      </w:r>
      <w:r w:rsidRPr="00266964">
        <w:rPr>
          <w:cs/>
          <w:lang w:bidi="bn-IN"/>
        </w:rPr>
        <w:t>]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সাইয়েদা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যায়নাব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দীর্ঘ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গুরুভার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বক্তব্যের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উত্তরে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শোকার্ত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বিলাপ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প্রশংসনীয়</w:t>
      </w:r>
      <w:r w:rsidRPr="00266964">
        <w:t xml:space="preserve">, </w:t>
      </w:r>
      <w:r w:rsidRPr="00266964">
        <w:rPr>
          <w:rFonts w:hint="cs"/>
          <w:cs/>
          <w:lang w:bidi="bn-IN"/>
        </w:rPr>
        <w:t>কিন্তু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মৃত্যু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বিলাপরত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সহজ।</w:t>
      </w:r>
    </w:p>
    <w:p w:rsidR="00A569A4" w:rsidRPr="00F37004" w:rsidRDefault="00A569A4" w:rsidP="002426FC">
      <w:pPr>
        <w:pStyle w:val="libNormal"/>
        <w:rPr>
          <w:rStyle w:val="libAlaemChar"/>
        </w:rPr>
      </w:pPr>
      <w:r w:rsidRPr="00266964">
        <w:rPr>
          <w:rFonts w:hint="cs"/>
          <w:cs/>
          <w:lang w:bidi="bn-IN"/>
        </w:rPr>
        <w:t>শেইখ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মুফীদ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সাইয়েদা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ফাতেমা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সামনে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বসেছিলাম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অবস্থা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করুণা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প্রকাশ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সিরিয়াবাসীদের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মধ্যে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চেহারার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দাঁড়িয়ে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="002426FC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বিশ্বাসীদের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আমির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আউযুবিল্লাহ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আমাকে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মেয়েটি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উপহার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এ</w:t>
      </w:r>
      <w:r w:rsidRPr="00266964">
        <w:rPr>
          <w:rFonts w:hint="eastAsia"/>
        </w:rPr>
        <w:t>’</w:t>
      </w:r>
      <w:r w:rsidRPr="00266964">
        <w:t xml:space="preserve"> </w:t>
      </w:r>
      <w:r w:rsidRPr="00266964">
        <w:rPr>
          <w:rFonts w:hint="cs"/>
          <w:cs/>
          <w:lang w:bidi="bn-IN"/>
        </w:rPr>
        <w:t>বলার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মাধ্যমে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বুঝাচ্ছিলো।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কাঁপতে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লাগলাম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অনুমান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সহজ।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ফুফু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যায়নাব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সেঁটে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রইলাম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অবশ্য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জানতেন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কখনো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ঘটবে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ফুফু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সিরিয়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ব্যক্তিকে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শপথ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মিথ্যা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বলছো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নীচ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প্রকৃতির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প্রকাশ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ঘটিয়েছো।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ক্ষমতা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করার।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</w:t>
      </w:r>
      <w:r w:rsidRPr="00266964">
        <w:rPr>
          <w:cs/>
          <w:lang w:bidi="bn-IN"/>
        </w:rPr>
        <w:t xml:space="preserve"> </w:t>
      </w:r>
      <w:r w:rsidR="002426FC">
        <w:rPr>
          <w:lang w:bidi="bn-IN"/>
        </w:rPr>
        <w:t>ক্রু</w:t>
      </w:r>
      <w:r w:rsidR="002426FC" w:rsidRPr="002426FC">
        <w:rPr>
          <w:rFonts w:hint="cs"/>
          <w:cs/>
          <w:lang w:bidi="bn-IN"/>
        </w:rPr>
        <w:t>দ্ধ</w:t>
      </w:r>
      <w:r w:rsidRPr="00266964">
        <w:rPr>
          <w:rFonts w:hint="cs"/>
          <w:cs/>
          <w:lang w:bidi="bn-IN"/>
        </w:rPr>
        <w:t xml:space="preserve"> 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="002426FC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মিথ্যা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বলছো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শপথ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অধিকার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আছে।</w:t>
      </w:r>
      <w:r w:rsidR="002426FC" w:rsidRPr="00F37004">
        <w:rPr>
          <w:rStyle w:val="libAlaemChar"/>
        </w:rPr>
        <w:t>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সাইয়েদা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যায়নাব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উত্তর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দিলেন</w:t>
      </w:r>
      <w:r w:rsidRPr="00266964">
        <w:t xml:space="preserve">, </w:t>
      </w:r>
      <w:r w:rsidR="002426FC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না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শপথ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ক্ষমতা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উম্মত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পরিত্যাগ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ধর্ম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গ্রহণ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করো।</w:t>
      </w:r>
      <w:r w:rsidR="002426FC" w:rsidRPr="00F37004">
        <w:rPr>
          <w:rStyle w:val="libAlaemChar"/>
        </w:rPr>
        <w:t>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দ্বিগুণ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চিৎকার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="002426FC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এভাবে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বলো</w:t>
      </w:r>
      <w:r w:rsidRPr="00266964">
        <w:t xml:space="preserve">? </w:t>
      </w:r>
      <w:r w:rsidRPr="00266964">
        <w:rPr>
          <w:rFonts w:hint="cs"/>
          <w:cs/>
          <w:lang w:bidi="bn-IN"/>
        </w:rPr>
        <w:t>অবশ্যই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ভাই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ধর্ম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ত্যাগ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করেছিল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আউযুবিল্লাহ</w:t>
      </w:r>
      <w:r w:rsidRPr="00266964">
        <w:rPr>
          <w:cs/>
          <w:lang w:bidi="bn-IN"/>
        </w:rPr>
        <w:t>]</w:t>
      </w:r>
      <w:r w:rsidRPr="00266964">
        <w:rPr>
          <w:rFonts w:hint="cs"/>
          <w:cs/>
          <w:lang w:bidi="hi-IN"/>
        </w:rPr>
        <w:t>।</w:t>
      </w:r>
      <w:r w:rsidR="002426FC" w:rsidRPr="00F37004">
        <w:rPr>
          <w:rStyle w:val="libAlaemChar"/>
        </w:rPr>
        <w:t>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সাইয়েদা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যায়নাব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="002426FC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মুসলমান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বাবা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তাহলে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ধর্মের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সঠিক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পথ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পেয়েছো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ভাইয়ের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ধর্ম।</w:t>
      </w:r>
      <w:r w:rsidR="002426FC" w:rsidRPr="00F37004">
        <w:rPr>
          <w:rStyle w:val="libAlaemChar"/>
        </w:rPr>
        <w:t>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="002426FC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="003E7358">
        <w:rPr>
          <w:rFonts w:hint="cs"/>
          <w:cs/>
          <w:lang w:bidi="bn-IN"/>
        </w:rPr>
        <w:t>শত্রু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আউযুবিল্লাহ</w:t>
      </w:r>
      <w:r w:rsidRPr="00266964">
        <w:rPr>
          <w:cs/>
          <w:lang w:bidi="bn-IN"/>
        </w:rPr>
        <w:t>]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মিথ্যা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বলছো।</w:t>
      </w:r>
      <w:r w:rsidR="002426FC" w:rsidRPr="00F37004">
        <w:rPr>
          <w:rStyle w:val="libAlaemChar"/>
        </w:rPr>
        <w:t>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সাইয়েদা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যায়নাব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="002426FC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সার্বভৌমত্ব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জুলুমের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মাধ্যমে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গালি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দিচ্ছো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ব্যক্তিকে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তিরস্কার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শাসন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ক্ষমতার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শক্তি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দিয়ে।</w:t>
      </w:r>
      <w:r w:rsidR="002426FC" w:rsidRPr="00F37004">
        <w:rPr>
          <w:rStyle w:val="libAlaemChar"/>
        </w:rPr>
        <w:t>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লজ্জা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চুপ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রইলো।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সিরিয়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ব্যক্তিটি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অনুরোধ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মেয়েটি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উপহার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চিৎকার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="002426FC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বের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তোকে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করে।</w:t>
      </w:r>
      <w:r w:rsidR="002426FC" w:rsidRPr="00F37004">
        <w:rPr>
          <w:rStyle w:val="libAlaemChar"/>
        </w:rPr>
        <w:t>”</w:t>
      </w:r>
    </w:p>
    <w:p w:rsidR="00B61C10" w:rsidRPr="00F37004" w:rsidRDefault="00B61C10" w:rsidP="00F37004">
      <w:pPr>
        <w:rPr>
          <w:cs/>
        </w:rPr>
      </w:pPr>
      <w:r>
        <w:rPr>
          <w:cs/>
          <w:lang w:bidi="bn-IN"/>
        </w:rPr>
        <w:br w:type="page"/>
      </w:r>
    </w:p>
    <w:p w:rsidR="00A569A4" w:rsidRPr="00266964" w:rsidRDefault="00A569A4" w:rsidP="00B61C10">
      <w:pPr>
        <w:pStyle w:val="Heading2Center"/>
      </w:pPr>
      <w:bookmarkStart w:id="12" w:name="_Toc443388797"/>
      <w:r w:rsidRPr="00266964">
        <w:rPr>
          <w:rFonts w:hint="cs"/>
          <w:cs/>
          <w:lang w:bidi="bn-IN"/>
        </w:rPr>
        <w:lastRenderedPageBreak/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খোতবা</w:t>
      </w:r>
      <w:bookmarkEnd w:id="12"/>
    </w:p>
    <w:p w:rsidR="00B61C10" w:rsidRDefault="00B61C10" w:rsidP="00A569A4">
      <w:pPr>
        <w:pStyle w:val="libNormal"/>
        <w:rPr>
          <w:lang w:bidi="bn-IN"/>
        </w:rPr>
      </w:pP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দামেস্কে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অবস্থায়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ইয়াযিদকে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বলেছিলেন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জুমার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খুতবার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দেওয়ার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অনুমতি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দেয়।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বিহার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আনওয়ার</w:t>
      </w:r>
      <w:r w:rsidRPr="00266964">
        <w:rPr>
          <w:rFonts w:hint="eastAsia"/>
        </w:rPr>
        <w:t>’</w:t>
      </w:r>
      <w:r w:rsidRPr="00266964">
        <w:t xml:space="preserve"> </w:t>
      </w:r>
      <w:r w:rsidRPr="00266964">
        <w:rPr>
          <w:rFonts w:hint="cs"/>
          <w:cs/>
          <w:lang w:bidi="bn-IN"/>
        </w:rPr>
        <w:t>গ্রন্থে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উদ্ধৃত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মানাক্বিব</w:t>
      </w:r>
      <w:r w:rsidRPr="00266964">
        <w:rPr>
          <w:rFonts w:hint="eastAsia"/>
        </w:rPr>
        <w:t>’</w:t>
      </w:r>
      <w:r w:rsidRPr="00266964">
        <w:t>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লেখক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অন্যান্যরা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ইয়াযীদ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মিম্বর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তৈরী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বক্তাকে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ডেকে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পাঠালো।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আদেশ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তিরস্কার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কাজকর্ম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সম্পর্কে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সামনে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বক্তা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মিম্বরে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হামদ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তাসবিহ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প্রচুর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গালিগালাজ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দীর্ঘ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মুয়াবিয়া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প্রশংসা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অনেক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ভালো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</w:t>
      </w:r>
      <w:r w:rsidR="00C929DC">
        <w:rPr>
          <w:rFonts w:hint="cs"/>
          <w:cs/>
          <w:lang w:bidi="bn-IN"/>
        </w:rPr>
        <w:t>ল্লে</w:t>
      </w:r>
      <w:r w:rsidRPr="00266964">
        <w:rPr>
          <w:rFonts w:hint="cs"/>
          <w:cs/>
          <w:lang w:bidi="bn-IN"/>
        </w:rPr>
        <w:t>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উচ্চকণ্ঠে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="00B61C10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t xml:space="preserve">,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ওয়াজ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করছো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দুর্ভোগ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সৃষ্টিকর্তার</w:t>
      </w:r>
      <w:r w:rsidRPr="00266964">
        <w:rPr>
          <w:cs/>
          <w:lang w:bidi="bn-IN"/>
        </w:rPr>
        <w:t xml:space="preserve"> </w:t>
      </w:r>
      <w:r w:rsidR="004D6F1B" w:rsidRPr="00C929DC">
        <w:rPr>
          <w:cs/>
          <w:lang w:bidi="bn-IN"/>
        </w:rPr>
        <w:t>ক্রোধ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ডেকেছো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সৃষ্টিকে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খুশী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গিয়ে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স্থান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জাহা</w:t>
      </w:r>
      <w:r w:rsidR="00CA22F9">
        <w:rPr>
          <w:rFonts w:hint="cs"/>
          <w:cs/>
          <w:lang w:bidi="bn-IN"/>
        </w:rPr>
        <w:t>ন্না</w:t>
      </w:r>
      <w:r w:rsidRPr="00266964">
        <w:rPr>
          <w:rFonts w:hint="cs"/>
          <w:cs/>
          <w:lang w:bidi="bn-IN"/>
        </w:rPr>
        <w:t>মে।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ফিরলেন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অনুমতি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দিচ্ছো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কিছু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সন্তুষ্টির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উপস্থিত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পুরস্কার</w:t>
      </w:r>
      <w:r w:rsidRPr="00266964">
        <w:t>?</w:t>
      </w:r>
      <w:r w:rsidR="00B61C10" w:rsidRPr="00F37004">
        <w:rPr>
          <w:rStyle w:val="libAlaemChar"/>
        </w:rPr>
        <w:t>”</w:t>
      </w:r>
      <w:r w:rsidRPr="00266964">
        <w:t xml:space="preserve"> </w:t>
      </w:r>
      <w:r w:rsidRPr="00266964">
        <w:rPr>
          <w:rFonts w:hint="cs"/>
          <w:cs/>
          <w:lang w:bidi="bn-IN"/>
        </w:rPr>
        <w:t>ইয়াযীদ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প্রত্যাখ্যান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কিন্তু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="00B61C10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অনুমতি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মিম্বরে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ওঠার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হয়তোবা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মূল্যবান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কিছু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শুনতে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পাবো।</w:t>
      </w:r>
      <w:r w:rsidR="00B61C10" w:rsidRPr="00F37004">
        <w:rPr>
          <w:rStyle w:val="libAlaemChar"/>
        </w:rPr>
        <w:t>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="00B61C10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যদি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অনুমতি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মিম্বরে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ওঠার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নামবে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যতক্ষণ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পর্যন্ত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সুফিয়ানের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বংশকে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অপমানিত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করবে।</w:t>
      </w:r>
      <w:r w:rsidR="00B61C10" w:rsidRPr="00F37004">
        <w:rPr>
          <w:rStyle w:val="libAlaemChar"/>
        </w:rPr>
        <w:t>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কিভাবে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অসুস্থ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যুবক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করবে</w:t>
      </w:r>
      <w:r w:rsidRPr="00266964">
        <w:t xml:space="preserve">? </w:t>
      </w:r>
      <w:r w:rsidRPr="00266964">
        <w:rPr>
          <w:rFonts w:hint="cs"/>
          <w:cs/>
          <w:lang w:bidi="bn-IN"/>
        </w:rPr>
        <w:t>ইয়াযীদ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="00B61C10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এমন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এসেছে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শিশুকালেই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দুধের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প্রজ্ঞা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করেছে।</w:t>
      </w:r>
      <w:r w:rsidR="00B61C10" w:rsidRPr="00F37004">
        <w:rPr>
          <w:rStyle w:val="libAlaemChar"/>
        </w:rPr>
        <w:t>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যতক্ষণ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রাজী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মিম্বরে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হামদ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তাসবিহ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করলেন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খোতবা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চোখগুলোকে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কাঁদালো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হৃদয়গুলোকে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কাঁপিয়ে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>,</w:t>
      </w:r>
    </w:p>
    <w:p w:rsidR="00A569A4" w:rsidRDefault="00B61C10" w:rsidP="00F37004">
      <w:pPr>
        <w:pStyle w:val="libNormal"/>
        <w:rPr>
          <w:lang w:bidi="bn-IN"/>
        </w:rPr>
      </w:pPr>
      <w:r w:rsidRPr="00F37004">
        <w:rPr>
          <w:rStyle w:val="libAlaemChar"/>
        </w:rPr>
        <w:t>“</w:t>
      </w:r>
      <w:r w:rsidR="00A569A4" w:rsidRPr="00266964">
        <w:rPr>
          <w:rFonts w:hint="cs"/>
          <w:cs/>
          <w:lang w:bidi="bn-IN"/>
        </w:rPr>
        <w:t>হে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জনতা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আমাদেরকে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ছয়টি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গুণাবলী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ও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সাতটি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মর্যাদা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দেওয়া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হয়েছে</w:t>
      </w:r>
      <w:r w:rsidR="00A569A4" w:rsidRPr="00266964">
        <w:rPr>
          <w:cs/>
          <w:lang w:bidi="bn-IN"/>
        </w:rPr>
        <w:t xml:space="preserve"> [</w:t>
      </w:r>
      <w:r w:rsidR="00A569A4" w:rsidRPr="00266964">
        <w:rPr>
          <w:rFonts w:hint="cs"/>
          <w:cs/>
          <w:lang w:bidi="bn-IN"/>
        </w:rPr>
        <w:t>আল্লাহর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পক্ষ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থেকে</w:t>
      </w:r>
      <w:r w:rsidR="00A569A4" w:rsidRPr="00266964">
        <w:rPr>
          <w:cs/>
          <w:lang w:bidi="bn-IN"/>
        </w:rPr>
        <w:t>]</w:t>
      </w:r>
      <w:r w:rsidR="00A569A4" w:rsidRPr="00F37004">
        <w:rPr>
          <w:rFonts w:ascii="Times New Roman" w:hAnsi="Times New Roman" w:cs="Times New Roman"/>
        </w:rPr>
        <w:t>―</w:t>
      </w:r>
      <w:r w:rsidR="00A569A4" w:rsidRPr="00266964">
        <w:rPr>
          <w:rFonts w:hint="cs"/>
          <w:cs/>
          <w:lang w:bidi="bn-IN"/>
        </w:rPr>
        <w:t>জ্ঞান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সহনশীলতা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উদারতা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বাগ্মিতা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সাহস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ও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বিশ্বাসীদের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অন্তরে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জন্য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ভালোবাসা</w:t>
      </w:r>
      <w:r w:rsidR="00A569A4" w:rsidRPr="00F37004">
        <w:rPr>
          <w:rFonts w:ascii="Times New Roman" w:hAnsi="Times New Roman" w:cs="Times New Roman"/>
        </w:rPr>
        <w:t>―</w:t>
      </w:r>
      <w:r w:rsidR="00A569A4" w:rsidRPr="00266964">
        <w:rPr>
          <w:rFonts w:hint="cs"/>
          <w:cs/>
          <w:lang w:bidi="bn-IN"/>
        </w:rPr>
        <w:t>যা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মাঝে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উপস্থিত।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মর্যাদাগুলো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হলো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যে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যে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রাসূল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দায়িত্বে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আছেন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তিনি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মাঝ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থেকে</w:t>
      </w:r>
      <w:r w:rsidR="00A569A4" w:rsidRPr="00266964">
        <w:t xml:space="preserve">; </w:t>
      </w:r>
      <w:r w:rsidR="00A569A4" w:rsidRPr="00266964">
        <w:rPr>
          <w:rFonts w:hint="cs"/>
          <w:cs/>
          <w:lang w:bidi="bn-IN"/>
        </w:rPr>
        <w:t>সত্যবাদী</w:t>
      </w:r>
      <w:r w:rsidR="00A569A4" w:rsidRPr="00266964">
        <w:rPr>
          <w:cs/>
          <w:lang w:bidi="bn-IN"/>
        </w:rPr>
        <w:t xml:space="preserve"> [</w:t>
      </w:r>
      <w:r w:rsidR="00A569A4" w:rsidRPr="00266964">
        <w:rPr>
          <w:rFonts w:hint="cs"/>
          <w:cs/>
          <w:lang w:bidi="bn-IN"/>
        </w:rPr>
        <w:t>ইমাম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আলী</w:t>
      </w:r>
      <w:r w:rsidR="00A569A4" w:rsidRPr="00266964">
        <w:rPr>
          <w:cs/>
          <w:lang w:bidi="bn-IN"/>
        </w:rPr>
        <w:t xml:space="preserve">] </w:t>
      </w:r>
      <w:r w:rsidR="00A569A4" w:rsidRPr="00266964">
        <w:rPr>
          <w:rFonts w:hint="cs"/>
          <w:cs/>
          <w:lang w:bidi="bn-IN"/>
        </w:rPr>
        <w:t>আমাদের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মাঝ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থেকে</w:t>
      </w:r>
      <w:r w:rsidR="00A569A4" w:rsidRPr="00266964">
        <w:t xml:space="preserve">; </w:t>
      </w:r>
      <w:r w:rsidR="00A569A4" w:rsidRPr="00266964">
        <w:rPr>
          <w:rFonts w:hint="cs"/>
          <w:cs/>
          <w:lang w:bidi="bn-IN"/>
        </w:rPr>
        <w:t>যিনি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ওড়েন</w:t>
      </w:r>
      <w:r w:rsidR="00A569A4" w:rsidRPr="00266964">
        <w:rPr>
          <w:cs/>
          <w:lang w:bidi="bn-IN"/>
        </w:rPr>
        <w:t xml:space="preserve"> [</w:t>
      </w:r>
      <w:r w:rsidR="00A569A4" w:rsidRPr="00266964">
        <w:rPr>
          <w:rFonts w:hint="cs"/>
          <w:cs/>
          <w:lang w:bidi="bn-IN"/>
        </w:rPr>
        <w:t>জাফর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তাইয়ার</w:t>
      </w:r>
      <w:r w:rsidR="00A569A4" w:rsidRPr="00266964">
        <w:rPr>
          <w:cs/>
          <w:lang w:bidi="bn-IN"/>
        </w:rPr>
        <w:t xml:space="preserve">] </w:t>
      </w:r>
      <w:r w:rsidR="00A569A4" w:rsidRPr="00266964">
        <w:rPr>
          <w:rFonts w:hint="cs"/>
          <w:cs/>
          <w:lang w:bidi="bn-IN"/>
        </w:rPr>
        <w:t>তিনি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মাঝ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থেকে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আল্লাহর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সিংহ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তাঁর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রাসূলেরও</w:t>
      </w:r>
      <w:r w:rsidR="00A569A4" w:rsidRPr="00F37004">
        <w:rPr>
          <w:rFonts w:ascii="Times New Roman" w:hAnsi="Times New Roman" w:cs="Times New Roman"/>
        </w:rPr>
        <w:t>―</w:t>
      </w:r>
      <w:r w:rsidR="00A569A4" w:rsidRPr="00266964">
        <w:t xml:space="preserve"> </w:t>
      </w:r>
      <w:r w:rsidR="00A569A4" w:rsidRPr="00266964">
        <w:rPr>
          <w:rFonts w:hint="cs"/>
          <w:cs/>
          <w:lang w:bidi="bn-IN"/>
        </w:rPr>
        <w:t>আমাদের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মাঝ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থেকে</w:t>
      </w:r>
      <w:r w:rsidR="00A569A4" w:rsidRPr="00266964">
        <w:t xml:space="preserve">; </w:t>
      </w:r>
      <w:r w:rsidR="00A569A4" w:rsidRPr="00266964">
        <w:rPr>
          <w:rFonts w:hint="cs"/>
          <w:cs/>
          <w:lang w:bidi="bn-IN"/>
        </w:rPr>
        <w:t>আর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উম্মতের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দুই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সিবত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মাঝ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থেকে।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যারা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আমাকে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জানে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তারাতো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আমাকে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জানেই</w:t>
      </w:r>
      <w:r w:rsidR="00A569A4" w:rsidRPr="00266964">
        <w:t xml:space="preserve">; </w:t>
      </w:r>
      <w:r w:rsidR="00A569A4" w:rsidRPr="00266964">
        <w:rPr>
          <w:rFonts w:hint="cs"/>
          <w:cs/>
          <w:lang w:bidi="bn-IN"/>
        </w:rPr>
        <w:t>যারা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আমাকে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চেনে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না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আমি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জন্য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বংশধারা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ও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পুর্বপুরুষদের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পরিচয়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প্রকাশ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করছি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যতক্ষণ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পর্যন্ত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আমাকে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চিনতে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পারে।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জনতা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আমি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মক্কা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ও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মিনার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সন্তান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আমি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যমযম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ও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সাফা</w:t>
      </w:r>
      <w:r w:rsidR="00A569A4" w:rsidRPr="00266964">
        <w:rPr>
          <w:cs/>
          <w:lang w:bidi="bn-IN"/>
        </w:rPr>
        <w:t>-</w:t>
      </w:r>
      <w:r w:rsidR="00A569A4" w:rsidRPr="00266964">
        <w:rPr>
          <w:rFonts w:hint="cs"/>
          <w:cs/>
          <w:lang w:bidi="bn-IN"/>
        </w:rPr>
        <w:t>এর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সন্তান।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সন্তান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যিনি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কালো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পাথরকে</w:t>
      </w:r>
      <w:r w:rsidR="00A569A4" w:rsidRPr="00266964">
        <w:rPr>
          <w:cs/>
          <w:lang w:bidi="bn-IN"/>
        </w:rPr>
        <w:t xml:space="preserve"> [</w:t>
      </w:r>
      <w:r w:rsidR="00A569A4" w:rsidRPr="00266964">
        <w:rPr>
          <w:rFonts w:hint="cs"/>
          <w:cs/>
          <w:lang w:bidi="bn-IN"/>
        </w:rPr>
        <w:t>হাজর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আল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আসওয়াদ</w:t>
      </w:r>
      <w:r w:rsidR="00A569A4" w:rsidRPr="00266964">
        <w:rPr>
          <w:cs/>
          <w:lang w:bidi="bn-IN"/>
        </w:rPr>
        <w:t xml:space="preserve">] </w:t>
      </w:r>
      <w:r w:rsidR="00A569A4" w:rsidRPr="00266964">
        <w:rPr>
          <w:rFonts w:hint="cs"/>
          <w:cs/>
          <w:lang w:bidi="bn-IN"/>
        </w:rPr>
        <w:t>তুলেছিলেন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কম্বলের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প্রান্ত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ধরে।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সেই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শ্রেষ্ঠ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ব্যক্তির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সন্তান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যিনি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সুন্দর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পাজামা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ও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আলখাল্লা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পড়তেন।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শ্রেষ্ঠ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ব্যক্তির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সন্তান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যিনি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কাবা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তাওয়াফ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করেছেন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সাঈ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করেছেন।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সেই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শ্রেষ্ঠ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ব্যক্তির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সন্তান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যিনি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হজ্ব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করেছেন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তালবিয়া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উচ্চারণ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করেছেন।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সন্তান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যাকে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রাতের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বেলা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মাসজিদুল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আকসাতে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নিয়ে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যাওয়া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হয়েছিল</w:t>
      </w:r>
      <w:r w:rsidR="00A569A4" w:rsidRPr="00266964">
        <w:rPr>
          <w:cs/>
          <w:lang w:bidi="bn-IN"/>
        </w:rPr>
        <w:t xml:space="preserve"> [</w:t>
      </w:r>
      <w:r w:rsidR="00A569A4" w:rsidRPr="00266964">
        <w:rPr>
          <w:rFonts w:hint="cs"/>
          <w:cs/>
          <w:lang w:bidi="bn-IN"/>
        </w:rPr>
        <w:t>মেরাজের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সময়</w:t>
      </w:r>
      <w:r w:rsidR="00A569A4" w:rsidRPr="00266964">
        <w:rPr>
          <w:cs/>
          <w:lang w:bidi="bn-IN"/>
        </w:rPr>
        <w:t>]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আমি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সন্তান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যাকে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সিদরাতুল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মুনতাহাতে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নিয়ে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যাওয়া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হয়েছিল</w:t>
      </w:r>
      <w:r w:rsidR="00A569A4" w:rsidRPr="00266964">
        <w:t xml:space="preserve">, </w:t>
      </w:r>
      <w:r w:rsidR="00A569A4" w:rsidRPr="00266964">
        <w:rPr>
          <w:rFonts w:hint="cs"/>
          <w:cs/>
          <w:lang w:bidi="bn-IN"/>
        </w:rPr>
        <w:t>আমি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সন্তান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যে</w:t>
      </w:r>
      <w:r w:rsidR="00A569A4" w:rsidRPr="00266964">
        <w:rPr>
          <w:cs/>
          <w:lang w:bidi="bn-IN"/>
        </w:rPr>
        <w:t xml:space="preserve">- </w:t>
      </w:r>
    </w:p>
    <w:p w:rsidR="00B61C10" w:rsidRPr="00266964" w:rsidRDefault="00B61C10" w:rsidP="00295894">
      <w:pPr>
        <w:pStyle w:val="libAie"/>
      </w:pPr>
      <w:proofErr w:type="gramStart"/>
      <w:r w:rsidRPr="00B61C10">
        <w:rPr>
          <w:rStyle w:val="libAlaemChar"/>
        </w:rPr>
        <w:t>)</w:t>
      </w:r>
      <w:r w:rsidRPr="00B61C10">
        <w:rPr>
          <w:rFonts w:hint="cs"/>
          <w:rtl/>
        </w:rPr>
        <w:t>ث</w:t>
      </w:r>
      <w:proofErr w:type="gramEnd"/>
      <w:r w:rsidRPr="00B61C10">
        <w:rPr>
          <w:rFonts w:hint="cs"/>
          <w:rtl/>
        </w:rPr>
        <w:t>ُمَّ</w:t>
      </w:r>
      <w:r w:rsidRPr="00B61C10">
        <w:rPr>
          <w:rtl/>
        </w:rPr>
        <w:t xml:space="preserve"> </w:t>
      </w:r>
      <w:r w:rsidRPr="00B61C10">
        <w:rPr>
          <w:rFonts w:hint="cs"/>
          <w:rtl/>
        </w:rPr>
        <w:t>دَنَا</w:t>
      </w:r>
      <w:r w:rsidRPr="00B61C10">
        <w:rPr>
          <w:rtl/>
        </w:rPr>
        <w:t xml:space="preserve"> </w:t>
      </w:r>
      <w:r w:rsidRPr="00B61C10">
        <w:rPr>
          <w:rFonts w:hint="cs"/>
          <w:rtl/>
        </w:rPr>
        <w:t>فَتَدَلَّىٰ</w:t>
      </w:r>
      <w:r w:rsidRPr="00B61C10">
        <w:rPr>
          <w:rStyle w:val="libAlaemChar"/>
        </w:rPr>
        <w:t>(</w:t>
      </w:r>
    </w:p>
    <w:p w:rsidR="00A569A4" w:rsidRPr="00266964" w:rsidRDefault="00B61C10" w:rsidP="00F37004">
      <w:pPr>
        <w:pStyle w:val="libNormal"/>
      </w:pPr>
      <w:r w:rsidRPr="00F37004">
        <w:rPr>
          <w:rStyle w:val="libAlaemChar"/>
        </w:rPr>
        <w:t>“</w:t>
      </w:r>
      <w:r w:rsidR="00A569A4" w:rsidRPr="00266964">
        <w:rPr>
          <w:rFonts w:hint="cs"/>
          <w:cs/>
          <w:lang w:bidi="bn-IN"/>
        </w:rPr>
        <w:t>এরপর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নিকটবর্তী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হলো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আরো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নিকটবর্তী।</w:t>
      </w:r>
      <w:r w:rsidRPr="00F37004">
        <w:rPr>
          <w:rStyle w:val="libAlaemChar"/>
        </w:rPr>
        <w:t>”</w:t>
      </w:r>
      <w:r w:rsidR="00A569A4" w:rsidRPr="00266964">
        <w:rPr>
          <w:cs/>
          <w:lang w:bidi="bn-IN"/>
        </w:rPr>
        <w:t xml:space="preserve"> [</w:t>
      </w:r>
      <w:r w:rsidR="00A569A4" w:rsidRPr="00266964">
        <w:rPr>
          <w:rFonts w:hint="cs"/>
          <w:cs/>
          <w:lang w:bidi="bn-IN"/>
        </w:rPr>
        <w:t>সূরা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নাজম</w:t>
      </w:r>
      <w:r w:rsidR="00A569A4" w:rsidRPr="00266964">
        <w:rPr>
          <w:cs/>
          <w:lang w:bidi="bn-IN"/>
        </w:rPr>
        <w:t xml:space="preserve">: </w:t>
      </w:r>
      <w:r w:rsidR="00A569A4" w:rsidRPr="00266964">
        <w:rPr>
          <w:rFonts w:hint="cs"/>
          <w:cs/>
          <w:lang w:bidi="bn-IN"/>
        </w:rPr>
        <w:t>৮</w:t>
      </w:r>
      <w:r w:rsidR="00A569A4" w:rsidRPr="00266964">
        <w:rPr>
          <w:cs/>
          <w:lang w:bidi="bn-IN"/>
        </w:rPr>
        <w:t>]</w:t>
      </w:r>
    </w:p>
    <w:p w:rsidR="00A569A4" w:rsidRPr="00266964" w:rsidRDefault="00A569A4" w:rsidP="00F37004">
      <w:pPr>
        <w:pStyle w:val="libNormal"/>
      </w:pP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>-</w:t>
      </w:r>
    </w:p>
    <w:p w:rsidR="00F62B17" w:rsidRDefault="00F62B17" w:rsidP="00295894">
      <w:pPr>
        <w:pStyle w:val="libAie"/>
        <w:rPr>
          <w:lang w:bidi="bn-IN"/>
        </w:rPr>
      </w:pPr>
      <w:proofErr w:type="gramStart"/>
      <w:r w:rsidRPr="00F62B17">
        <w:rPr>
          <w:rStyle w:val="libAlaemChar"/>
        </w:rPr>
        <w:t>)</w:t>
      </w:r>
      <w:r w:rsidRPr="00F62B17">
        <w:rPr>
          <w:rFonts w:hint="cs"/>
          <w:rtl/>
        </w:rPr>
        <w:t>ك</w:t>
      </w:r>
      <w:proofErr w:type="gramEnd"/>
      <w:r w:rsidRPr="00F62B17">
        <w:rPr>
          <w:rFonts w:hint="cs"/>
          <w:rtl/>
        </w:rPr>
        <w:t>َانَ</w:t>
      </w:r>
      <w:r w:rsidRPr="00F62B17">
        <w:rPr>
          <w:rtl/>
        </w:rPr>
        <w:t xml:space="preserve"> </w:t>
      </w:r>
      <w:r w:rsidRPr="00F62B17">
        <w:rPr>
          <w:rFonts w:hint="cs"/>
          <w:rtl/>
        </w:rPr>
        <w:t>قَابَ</w:t>
      </w:r>
      <w:r w:rsidRPr="00F62B17">
        <w:rPr>
          <w:rtl/>
        </w:rPr>
        <w:t xml:space="preserve"> </w:t>
      </w:r>
      <w:r w:rsidRPr="00F62B17">
        <w:rPr>
          <w:rFonts w:hint="cs"/>
          <w:rtl/>
        </w:rPr>
        <w:t>قَوْسَيْنِ</w:t>
      </w:r>
      <w:r w:rsidRPr="00F62B17">
        <w:rPr>
          <w:rtl/>
        </w:rPr>
        <w:t xml:space="preserve"> </w:t>
      </w:r>
      <w:r w:rsidRPr="00F62B17">
        <w:rPr>
          <w:rFonts w:hint="cs"/>
          <w:rtl/>
        </w:rPr>
        <w:t>أَوْ</w:t>
      </w:r>
      <w:r w:rsidRPr="00F62B17">
        <w:rPr>
          <w:rtl/>
        </w:rPr>
        <w:t xml:space="preserve"> </w:t>
      </w:r>
      <w:r w:rsidRPr="00F62B17">
        <w:rPr>
          <w:rFonts w:hint="cs"/>
          <w:rtl/>
        </w:rPr>
        <w:t>أَدْنَىٰ</w:t>
      </w:r>
      <w:r w:rsidRPr="00F62B17">
        <w:rPr>
          <w:rStyle w:val="libAlaemChar"/>
        </w:rPr>
        <w:t>(</w:t>
      </w:r>
    </w:p>
    <w:p w:rsidR="00A569A4" w:rsidRPr="00266964" w:rsidRDefault="00F62B17" w:rsidP="00F37004">
      <w:pPr>
        <w:pStyle w:val="libNormal"/>
      </w:pPr>
      <w:r w:rsidRPr="00F37004">
        <w:rPr>
          <w:rStyle w:val="libAlaemChar"/>
        </w:rPr>
        <w:t>“</w:t>
      </w:r>
      <w:r w:rsidR="00A569A4" w:rsidRPr="00266964">
        <w:rPr>
          <w:rFonts w:hint="cs"/>
          <w:cs/>
          <w:lang w:bidi="bn-IN"/>
        </w:rPr>
        <w:t>দুই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ধনুক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পরিমাণ</w:t>
      </w:r>
      <w:r w:rsidR="00A569A4" w:rsidRPr="00266964">
        <w:rPr>
          <w:cs/>
          <w:lang w:bidi="bn-IN"/>
        </w:rPr>
        <w:t xml:space="preserve"> [</w:t>
      </w:r>
      <w:r w:rsidR="00A569A4" w:rsidRPr="00266964">
        <w:rPr>
          <w:rFonts w:hint="cs"/>
          <w:cs/>
          <w:lang w:bidi="bn-IN"/>
        </w:rPr>
        <w:t>পরস্পর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মুখোমুখি</w:t>
      </w:r>
      <w:r w:rsidR="00A569A4" w:rsidRPr="00266964">
        <w:rPr>
          <w:cs/>
          <w:lang w:bidi="bn-IN"/>
        </w:rPr>
        <w:t xml:space="preserve">] </w:t>
      </w:r>
      <w:r w:rsidR="00A569A4" w:rsidRPr="00266964">
        <w:rPr>
          <w:rFonts w:hint="cs"/>
          <w:cs/>
          <w:lang w:bidi="bn-IN"/>
        </w:rPr>
        <w:t>অথবা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চাইতেও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কাছে।</w:t>
      </w:r>
      <w:r w:rsidRPr="00F37004">
        <w:rPr>
          <w:rStyle w:val="libAlaemChar"/>
        </w:rPr>
        <w:t>”</w:t>
      </w:r>
      <w:r w:rsidR="00A569A4" w:rsidRPr="00266964">
        <w:rPr>
          <w:cs/>
          <w:lang w:bidi="bn-IN"/>
        </w:rPr>
        <w:t xml:space="preserve"> [</w:t>
      </w:r>
      <w:r w:rsidR="00A569A4" w:rsidRPr="00266964">
        <w:rPr>
          <w:rFonts w:hint="cs"/>
          <w:cs/>
          <w:lang w:bidi="bn-IN"/>
        </w:rPr>
        <w:t>সূরা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নাজম</w:t>
      </w:r>
      <w:r w:rsidR="00A569A4" w:rsidRPr="00266964">
        <w:rPr>
          <w:cs/>
          <w:lang w:bidi="bn-IN"/>
        </w:rPr>
        <w:t xml:space="preserve">: </w:t>
      </w:r>
      <w:r w:rsidR="00A569A4" w:rsidRPr="00266964">
        <w:rPr>
          <w:rFonts w:hint="cs"/>
          <w:cs/>
          <w:lang w:bidi="bn-IN"/>
        </w:rPr>
        <w:t>৯</w:t>
      </w:r>
      <w:r w:rsidR="00A569A4" w:rsidRPr="00266964">
        <w:rPr>
          <w:cs/>
          <w:lang w:bidi="bn-IN"/>
        </w:rPr>
        <w:t>]</w:t>
      </w:r>
    </w:p>
    <w:p w:rsidR="00A569A4" w:rsidRPr="00F37004" w:rsidRDefault="00A569A4" w:rsidP="00F37004">
      <w:pPr>
        <w:pStyle w:val="libNormal"/>
      </w:pPr>
      <w:r w:rsidRPr="00266964">
        <w:rPr>
          <w:rFonts w:hint="cs"/>
          <w:cs/>
          <w:lang w:bidi="bn-IN"/>
        </w:rPr>
        <w:lastRenderedPageBreak/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সর্বশক্তিমান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ওহী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করেছিলেন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প্রকাশ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করেছিলেন।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</w:t>
      </w:r>
      <w:r w:rsidRPr="00F37004">
        <w:rPr>
          <w:rFonts w:ascii="Times New Roman" w:hAnsi="Times New Roman" w:cs="Times New Roman"/>
        </w:rPr>
        <w:t>―</w:t>
      </w:r>
      <w:r w:rsidRPr="00266964">
        <w:rPr>
          <w:rFonts w:hint="cs"/>
          <w:cs/>
          <w:lang w:bidi="bn-IN"/>
        </w:rPr>
        <w:t>যাকে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কারবালায়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t xml:space="preserve">;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</w:t>
      </w:r>
      <w:r w:rsidRPr="00F37004">
        <w:rPr>
          <w:rFonts w:ascii="Times New Roman" w:hAnsi="Times New Roman" w:cs="Times New Roman"/>
        </w:rPr>
        <w:t>―</w:t>
      </w:r>
      <w:r w:rsidRPr="00266964">
        <w:rPr>
          <w:rFonts w:hint="cs"/>
          <w:cs/>
          <w:lang w:bidi="bn-IN"/>
        </w:rPr>
        <w:t>যিনি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মুর্তাযা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অনুমোদনপ্রাপ্ত</w:t>
      </w:r>
      <w:r w:rsidRPr="00266964">
        <w:rPr>
          <w:cs/>
          <w:lang w:bidi="bn-IN"/>
        </w:rPr>
        <w:t>]</w:t>
      </w:r>
      <w:r w:rsidRPr="00266964">
        <w:t xml:space="preserve">;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</w:t>
      </w:r>
      <w:r w:rsidRPr="00F37004">
        <w:rPr>
          <w:rFonts w:ascii="Times New Roman" w:hAnsi="Times New Roman" w:cs="Times New Roman"/>
        </w:rPr>
        <w:t>―</w:t>
      </w:r>
      <w:r w:rsidRPr="00266964">
        <w:rPr>
          <w:rFonts w:hint="cs"/>
          <w:cs/>
          <w:lang w:bidi="bn-IN"/>
        </w:rPr>
        <w:t>যাকে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বাছাই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হয়েছিল</w:t>
      </w:r>
      <w:r w:rsidRPr="00266964">
        <w:t xml:space="preserve">;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ফাতেমাতুয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যাহরা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সিদরাতুল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মুনতাহার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শাজারাতুল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মুবারাকাহ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বরকতময়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গাছ</w:t>
      </w:r>
      <w:r w:rsidRPr="00266964">
        <w:rPr>
          <w:cs/>
          <w:lang w:bidi="bn-IN"/>
        </w:rPr>
        <w:t>]-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শোকে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অন্ধকারে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জিনরা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বিলাপ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করেছিল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পাখিরা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শোক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পালন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করেছিল।</w:t>
      </w:r>
      <w:r w:rsidR="00295894" w:rsidRPr="00F37004">
        <w:rPr>
          <w:rStyle w:val="libAlaemChar"/>
        </w:rPr>
        <w:t>”</w:t>
      </w:r>
    </w:p>
    <w:p w:rsidR="00A569A4" w:rsidRPr="00F37004" w:rsidRDefault="00A569A4" w:rsidP="00A569A4">
      <w:pPr>
        <w:pStyle w:val="libNormal"/>
      </w:pPr>
      <w:r w:rsidRPr="00266964">
        <w:rPr>
          <w:rFonts w:hint="eastAsia"/>
        </w:rPr>
        <w:t>‘</w:t>
      </w:r>
      <w:r w:rsidRPr="00266964">
        <w:rPr>
          <w:rFonts w:hint="cs"/>
          <w:cs/>
          <w:lang w:bidi="bn-IN"/>
        </w:rPr>
        <w:t>কামিলে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বাহাঈ</w:t>
      </w:r>
      <w:r w:rsidRPr="00266964">
        <w:rPr>
          <w:rFonts w:hint="eastAsia"/>
        </w:rPr>
        <w:t>’</w:t>
      </w:r>
      <w:r w:rsidRPr="00266964">
        <w:t xml:space="preserve"> </w:t>
      </w:r>
      <w:r w:rsidRPr="00266964">
        <w:rPr>
          <w:rFonts w:hint="cs"/>
          <w:cs/>
          <w:lang w:bidi="bn-IN"/>
        </w:rPr>
        <w:t>গ্রন্থে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উদ্ধৃত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যায়নুল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আবেদীন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ইয়াযীদকে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বলেছিলেন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জুম</w:t>
      </w:r>
      <w:r w:rsidRPr="00266964">
        <w:rPr>
          <w:rFonts w:hint="eastAsia"/>
        </w:rPr>
        <w:t>’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খোতবা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দেয়।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রাজী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হয়েছিল।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জুম</w:t>
      </w:r>
      <w:r w:rsidR="00863902" w:rsidRPr="00F37004">
        <w:rPr>
          <w:rStyle w:val="libAlaemChar"/>
        </w:rPr>
        <w:t>’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অভিশপ্তকে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আদেশ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মিম্বরে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গালি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খলিফা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উমর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খলিফা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বকরের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প্রশংসা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অভিশপ্ত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ব্যক্তিটি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মিম্বরে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ইচ্ছা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="00863902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আমাকে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অনুমতি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খোতবা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দেওয়ার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জন্য।</w:t>
      </w:r>
      <w:r w:rsidR="00863902" w:rsidRPr="00F37004">
        <w:rPr>
          <w:rStyle w:val="libAlaemChar"/>
        </w:rPr>
        <w:t>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প্রতিশ্রতি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রক্ষা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অস্বীকার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অনুমতি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প্রয়োগ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কিন্তু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অনুমতি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যতক্ষণ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পর্যন্ত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নাবালক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মুয়াবিয়া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বাবা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খোতবা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পারে</w:t>
      </w:r>
      <w:r w:rsidRPr="00266964">
        <w:t xml:space="preserve">?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খোতবা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দেওয়ার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অনুমতি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="00863902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সম্পর্কে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জানো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প্রজ্ঞা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বাগ্মীতা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উত্তরাধিকার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সূত্রে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পেয়েছে।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আশঙ্কা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খোতবা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বিদ্রোহের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সৃষ্টি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ঘুরতে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পারে।</w:t>
      </w:r>
      <w:r w:rsidR="00863902" w:rsidRPr="00F37004">
        <w:rPr>
          <w:rStyle w:val="libAlaemChar"/>
        </w:rPr>
        <w:t>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অনুমতি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মিম্বরে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="00863902" w:rsidRPr="00F37004">
        <w:rPr>
          <w:rStyle w:val="libAlaemChar"/>
        </w:rPr>
        <w:t>“</w:t>
      </w:r>
      <w:r w:rsidRPr="00F37004">
        <w:rPr>
          <w:rFonts w:hint="cs"/>
          <w:cs/>
        </w:rPr>
        <w:t>প্রশংসা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আল্লাহর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যার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কোন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শুরু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নেই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এবং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যিনি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চিরস্থায়ী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যার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কোন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শেষ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নেই</w:t>
      </w:r>
      <w:r w:rsidRPr="00F37004">
        <w:t xml:space="preserve">, </w:t>
      </w:r>
      <w:r w:rsidRPr="00F37004">
        <w:rPr>
          <w:rFonts w:hint="cs"/>
          <w:cs/>
        </w:rPr>
        <w:t>তিনি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সবার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প্রথমে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যাঁর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কোন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শুরু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নেই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এবং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তিনি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সবার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শেষে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যার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শেষের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কোন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শেষ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নেই</w:t>
      </w:r>
      <w:r w:rsidRPr="00F37004">
        <w:t xml:space="preserve">, </w:t>
      </w:r>
      <w:r w:rsidRPr="00F37004">
        <w:rPr>
          <w:rFonts w:hint="cs"/>
          <w:cs/>
        </w:rPr>
        <w:t>সবকিছু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নিশ্চিহ্ন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হয়ে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যাবে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শুধু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তাঁর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সত্তা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ছাড়া</w:t>
      </w:r>
      <w:r w:rsidRPr="00F37004">
        <w:t xml:space="preserve">, </w:t>
      </w:r>
      <w:r w:rsidRPr="00F37004">
        <w:rPr>
          <w:rFonts w:hint="cs"/>
          <w:cs/>
        </w:rPr>
        <w:t>তিনি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দিন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ও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রাতের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পরিমাপ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নির্ধারণ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করেন</w:t>
      </w:r>
      <w:r w:rsidRPr="00F37004">
        <w:t xml:space="preserve">, </w:t>
      </w:r>
      <w:r w:rsidRPr="00F37004">
        <w:rPr>
          <w:rFonts w:hint="cs"/>
          <w:cs/>
        </w:rPr>
        <w:t>পরিণতি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প্রস্তুত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করেন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এবং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বরকতময়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হলেন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আল্লাহ</w:t>
      </w:r>
      <w:r w:rsidRPr="00F37004">
        <w:t xml:space="preserve">, </w:t>
      </w:r>
      <w:r w:rsidRPr="00F37004">
        <w:rPr>
          <w:rFonts w:hint="cs"/>
          <w:cs/>
        </w:rPr>
        <w:t>তিনিই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একমাত্র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বাদশাহ</w:t>
      </w:r>
      <w:r w:rsidRPr="00F37004">
        <w:t xml:space="preserve">, </w:t>
      </w:r>
      <w:r w:rsidRPr="00F37004">
        <w:rPr>
          <w:rFonts w:hint="cs"/>
          <w:cs/>
        </w:rPr>
        <w:t>সর্বজ্ঞানী।</w:t>
      </w:r>
      <w:r w:rsidR="00863902" w:rsidRPr="00F37004">
        <w:rPr>
          <w:rStyle w:val="libAlaemChar"/>
        </w:rPr>
        <w:t>”</w:t>
      </w:r>
    </w:p>
    <w:p w:rsidR="00A569A4" w:rsidRPr="00266964" w:rsidRDefault="00A569A4" w:rsidP="00B81FE8">
      <w:pPr>
        <w:pStyle w:val="libNormal"/>
      </w:pPr>
      <w:r w:rsidRPr="00266964">
        <w:rPr>
          <w:rFonts w:hint="cs"/>
          <w:cs/>
          <w:lang w:bidi="bn-IN"/>
        </w:rPr>
        <w:lastRenderedPageBreak/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="00863902" w:rsidRPr="00F37004">
        <w:rPr>
          <w:rStyle w:val="libAlaemChar"/>
        </w:rPr>
        <w:t>“</w:t>
      </w:r>
      <w:r w:rsidRPr="00F37004">
        <w:rPr>
          <w:rFonts w:hint="cs"/>
          <w:cs/>
        </w:rPr>
        <w:t>আল্লাহ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আমাদেরকে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দান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করেছেন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জ্ঞান</w:t>
      </w:r>
      <w:r w:rsidRPr="00F37004">
        <w:t xml:space="preserve">, </w:t>
      </w:r>
      <w:r w:rsidRPr="00F37004">
        <w:rPr>
          <w:rFonts w:hint="cs"/>
          <w:cs/>
        </w:rPr>
        <w:t>সহনশীলতা</w:t>
      </w:r>
      <w:r w:rsidRPr="00F37004">
        <w:t xml:space="preserve">, </w:t>
      </w:r>
      <w:r w:rsidRPr="00F37004">
        <w:rPr>
          <w:rFonts w:hint="cs"/>
          <w:cs/>
        </w:rPr>
        <w:t>উদারতা</w:t>
      </w:r>
      <w:r w:rsidRPr="00F37004">
        <w:t xml:space="preserve">, </w:t>
      </w:r>
      <w:r w:rsidRPr="00F37004">
        <w:rPr>
          <w:rFonts w:hint="cs"/>
          <w:cs/>
        </w:rPr>
        <w:t>বাগ্মীতা</w:t>
      </w:r>
      <w:r w:rsidRPr="00F37004">
        <w:t xml:space="preserve">, </w:t>
      </w:r>
      <w:r w:rsidRPr="00F37004">
        <w:rPr>
          <w:rFonts w:hint="cs"/>
          <w:cs/>
        </w:rPr>
        <w:t>সাহস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এবং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বিশ্বাসীদের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অন্তরে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ভালোবাসা।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আর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আমাদের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মর্যাদা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হলো</w:t>
      </w:r>
      <w:r w:rsidRPr="00F37004">
        <w:t xml:space="preserve">, </w:t>
      </w:r>
      <w:r w:rsidRPr="00F37004">
        <w:rPr>
          <w:rFonts w:hint="cs"/>
          <w:cs/>
        </w:rPr>
        <w:t>যে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রাসূল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দায়িত্বে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আছেন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তিনি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আমাদের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মাঝ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থেকে</w:t>
      </w:r>
      <w:r w:rsidRPr="00F37004">
        <w:t xml:space="preserve">, </w:t>
      </w:r>
      <w:r w:rsidRPr="00F37004">
        <w:rPr>
          <w:rFonts w:hint="cs"/>
          <w:cs/>
        </w:rPr>
        <w:t>এ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ছাড়াও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শহীদদের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সর্দার</w:t>
      </w:r>
      <w:r w:rsidRPr="00F37004">
        <w:rPr>
          <w:cs/>
        </w:rPr>
        <w:t xml:space="preserve"> [</w:t>
      </w:r>
      <w:r w:rsidRPr="00F37004">
        <w:rPr>
          <w:rFonts w:hint="cs"/>
          <w:cs/>
        </w:rPr>
        <w:t>হামযা</w:t>
      </w:r>
      <w:r w:rsidRPr="00F37004">
        <w:rPr>
          <w:cs/>
        </w:rPr>
        <w:t xml:space="preserve">] </w:t>
      </w:r>
      <w:r w:rsidRPr="00F37004">
        <w:rPr>
          <w:rFonts w:hint="cs"/>
          <w:cs/>
        </w:rPr>
        <w:t>এবং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জাফর</w:t>
      </w:r>
      <w:r w:rsidRPr="00F37004">
        <w:t xml:space="preserve">, </w:t>
      </w:r>
      <w:r w:rsidRPr="00F37004">
        <w:rPr>
          <w:rFonts w:hint="cs"/>
          <w:cs/>
        </w:rPr>
        <w:t>যিনি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বেহেশতে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ওড়েন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এবং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এ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উম্মতের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দুই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সিব্ত</w:t>
      </w:r>
      <w:r w:rsidRPr="00F37004">
        <w:rPr>
          <w:cs/>
        </w:rPr>
        <w:t xml:space="preserve"> [</w:t>
      </w:r>
      <w:r w:rsidRPr="00F37004">
        <w:rPr>
          <w:rFonts w:hint="cs"/>
          <w:cs/>
        </w:rPr>
        <w:t>ইমাম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হাসান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ও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ইমাম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হোসেইন</w:t>
      </w:r>
      <w:r w:rsidRPr="00F37004">
        <w:rPr>
          <w:cs/>
        </w:rPr>
        <w:t>-</w:t>
      </w:r>
      <w:r w:rsidRPr="00F37004">
        <w:rPr>
          <w:rFonts w:hint="cs"/>
          <w:cs/>
        </w:rPr>
        <w:t>আ</w:t>
      </w:r>
      <w:r w:rsidRPr="00F37004">
        <w:rPr>
          <w:cs/>
        </w:rPr>
        <w:t xml:space="preserve">.] </w:t>
      </w:r>
      <w:r w:rsidRPr="00F37004">
        <w:rPr>
          <w:rFonts w:hint="cs"/>
          <w:cs/>
        </w:rPr>
        <w:t>আমাদের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মাঝ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থেকে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এবং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মাহদী</w:t>
      </w:r>
      <w:r w:rsidRPr="00F37004">
        <w:rPr>
          <w:cs/>
        </w:rPr>
        <w:t xml:space="preserve"> (</w:t>
      </w:r>
      <w:r w:rsidRPr="00F37004">
        <w:rPr>
          <w:rFonts w:hint="cs"/>
          <w:cs/>
        </w:rPr>
        <w:t>আ</w:t>
      </w:r>
      <w:r w:rsidRPr="00F37004">
        <w:rPr>
          <w:cs/>
        </w:rPr>
        <w:t>.)-</w:t>
      </w:r>
      <w:r w:rsidRPr="00F37004">
        <w:rPr>
          <w:rFonts w:hint="cs"/>
          <w:cs/>
        </w:rPr>
        <w:t>ও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যিনি</w:t>
      </w:r>
      <w:r w:rsidRPr="00F37004">
        <w:rPr>
          <w:cs/>
        </w:rPr>
        <w:t xml:space="preserve"> </w:t>
      </w:r>
      <w:r w:rsidRPr="00F37004">
        <w:rPr>
          <w:rStyle w:val="libAlaemChar"/>
        </w:rPr>
        <w:t>‘</w:t>
      </w:r>
      <w:r w:rsidRPr="00F37004">
        <w:rPr>
          <w:rFonts w:hint="cs"/>
          <w:cs/>
        </w:rPr>
        <w:t>দাজ্জাল</w:t>
      </w:r>
      <w:r w:rsidRPr="00F37004">
        <w:rPr>
          <w:rFonts w:hint="eastAsia"/>
        </w:rPr>
        <w:t>’</w:t>
      </w:r>
      <w:r w:rsidRPr="00F37004">
        <w:t>-</w:t>
      </w:r>
      <w:r w:rsidRPr="00F37004">
        <w:rPr>
          <w:rFonts w:hint="cs"/>
          <w:cs/>
        </w:rPr>
        <w:t>কে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হত্যা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করবেন।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হে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জনতা</w:t>
      </w:r>
      <w:r w:rsidRPr="00F37004">
        <w:t xml:space="preserve">, </w:t>
      </w:r>
      <w:r w:rsidRPr="00F37004">
        <w:rPr>
          <w:rFonts w:hint="cs"/>
          <w:cs/>
        </w:rPr>
        <w:t>যারা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আমাকে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চিনে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তারাতো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চিনেই</w:t>
      </w:r>
      <w:r w:rsidRPr="00F37004">
        <w:t xml:space="preserve">, </w:t>
      </w:r>
      <w:r w:rsidRPr="00F37004">
        <w:rPr>
          <w:rFonts w:hint="cs"/>
          <w:cs/>
        </w:rPr>
        <w:t>আর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যারা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আমাকে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চিনো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না</w:t>
      </w:r>
      <w:r w:rsidRPr="00F37004">
        <w:t xml:space="preserve">, </w:t>
      </w:r>
      <w:r w:rsidRPr="00F37004">
        <w:rPr>
          <w:rFonts w:hint="cs"/>
          <w:cs/>
        </w:rPr>
        <w:t>তাদের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জন্য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আমার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বংশবৃক্ষ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ও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পূর্বপুরুষের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পরিচয়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দিচ্ছি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যতক্ষণ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না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তারা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আমাকে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চিনতে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পারে।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হে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জনতা</w:t>
      </w:r>
      <w:r w:rsidRPr="00F37004">
        <w:t xml:space="preserve">, </w:t>
      </w:r>
      <w:r w:rsidRPr="00F37004">
        <w:rPr>
          <w:rFonts w:hint="cs"/>
          <w:cs/>
        </w:rPr>
        <w:t>আমি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মক্কা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ও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মিনার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সন্তান</w:t>
      </w:r>
      <w:r w:rsidRPr="00F37004">
        <w:t xml:space="preserve">, </w:t>
      </w:r>
      <w:r w:rsidRPr="00F37004">
        <w:rPr>
          <w:rFonts w:hint="cs"/>
          <w:cs/>
        </w:rPr>
        <w:t>আমি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যমযম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ও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সাফা</w:t>
      </w:r>
      <w:r w:rsidRPr="00F37004">
        <w:rPr>
          <w:cs/>
        </w:rPr>
        <w:t>-</w:t>
      </w:r>
      <w:r w:rsidRPr="00F37004">
        <w:rPr>
          <w:rFonts w:hint="cs"/>
          <w:cs/>
        </w:rPr>
        <w:t>এর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সন্তান</w:t>
      </w:r>
      <w:r w:rsidRPr="00F37004">
        <w:t xml:space="preserve">, </w:t>
      </w:r>
      <w:r w:rsidRPr="00F37004">
        <w:rPr>
          <w:rFonts w:hint="cs"/>
          <w:cs/>
        </w:rPr>
        <w:t>আমি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তার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সন্তান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যিনি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তার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কম্বলের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পাশ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ধরে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হাজর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আল</w:t>
      </w:r>
      <w:r w:rsidRPr="00F37004">
        <w:rPr>
          <w:cs/>
        </w:rPr>
        <w:t>-</w:t>
      </w:r>
      <w:r w:rsidRPr="00F37004">
        <w:rPr>
          <w:rFonts w:hint="cs"/>
          <w:cs/>
        </w:rPr>
        <w:t>আসওয়াদ</w:t>
      </w:r>
      <w:r w:rsidRPr="00F37004">
        <w:rPr>
          <w:cs/>
        </w:rPr>
        <w:t xml:space="preserve"> [</w:t>
      </w:r>
      <w:r w:rsidRPr="00F37004">
        <w:rPr>
          <w:rFonts w:hint="cs"/>
          <w:cs/>
        </w:rPr>
        <w:t>কালো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পাথর</w:t>
      </w:r>
      <w:r w:rsidRPr="00F37004">
        <w:rPr>
          <w:cs/>
        </w:rPr>
        <w:t xml:space="preserve">] </w:t>
      </w:r>
      <w:r w:rsidRPr="00F37004">
        <w:rPr>
          <w:rFonts w:hint="cs"/>
          <w:cs/>
        </w:rPr>
        <w:t>তুলেছিলেন।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আমি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সেই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শ্রেষ্ঠ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ব্যক্তির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সন্তান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যার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কারণে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পাজামা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ও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আলখাল্লা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সৌন্দর্য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পেয়েছিল।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আমি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সেই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শ্রেষ্ঠ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ব্যক্তিদের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সন্তান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যারা</w:t>
      </w:r>
      <w:r w:rsidRPr="00F37004">
        <w:rPr>
          <w:cs/>
        </w:rPr>
        <w:t xml:space="preserve"> [</w:t>
      </w:r>
      <w:r w:rsidRPr="00F37004">
        <w:rPr>
          <w:rFonts w:hint="cs"/>
          <w:cs/>
        </w:rPr>
        <w:t>কা</w:t>
      </w:r>
      <w:r w:rsidRPr="00F37004">
        <w:rPr>
          <w:rFonts w:hint="eastAsia"/>
        </w:rPr>
        <w:t>’</w:t>
      </w:r>
      <w:r w:rsidRPr="00F37004">
        <w:rPr>
          <w:rFonts w:hint="cs"/>
          <w:cs/>
        </w:rPr>
        <w:t>বা</w:t>
      </w:r>
      <w:r w:rsidRPr="00F37004">
        <w:rPr>
          <w:cs/>
        </w:rPr>
        <w:t xml:space="preserve">] </w:t>
      </w:r>
      <w:r w:rsidRPr="00F37004">
        <w:rPr>
          <w:rFonts w:hint="cs"/>
          <w:cs/>
        </w:rPr>
        <w:t>তাওয়াফ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করেছিল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এবং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সাঈ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করেছিল।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আমি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সেই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শ্রেষ্ঠ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ব্যক্তিদের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সন্তান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যারা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হজ্ব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সম্পাদন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করেছিল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এবং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তালবিয়াহ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উচ্চারণ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করেছিল।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আমি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তার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সন্তান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যাকে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রাতে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মসজিদুল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আক্বসাতে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নিয়ে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যাওয়া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হয়েছিল</w:t>
      </w:r>
      <w:r w:rsidRPr="00F37004">
        <w:rPr>
          <w:cs/>
        </w:rPr>
        <w:t xml:space="preserve"> [</w:t>
      </w:r>
      <w:r w:rsidRPr="00F37004">
        <w:rPr>
          <w:rFonts w:hint="cs"/>
          <w:cs/>
        </w:rPr>
        <w:t>মেরাজে</w:t>
      </w:r>
      <w:r w:rsidRPr="00F37004">
        <w:rPr>
          <w:cs/>
        </w:rPr>
        <w:t>]</w:t>
      </w:r>
      <w:r w:rsidRPr="00F37004">
        <w:rPr>
          <w:rFonts w:hint="cs"/>
          <w:cs/>
        </w:rPr>
        <w:t>।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আমি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তার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সন্তান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যাকে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সিদরাতুল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মুনতাহাতে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নিয়ে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যাওয়া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হয়েছিল।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আমি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তার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সন্তান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যে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নিকটবর্তী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হলো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এবং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স্থির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হয়ে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রইলো</w:t>
      </w:r>
      <w:r w:rsidRPr="00F37004">
        <w:rPr>
          <w:cs/>
        </w:rPr>
        <w:t xml:space="preserve"> [</w:t>
      </w:r>
      <w:r w:rsidRPr="00F37004">
        <w:rPr>
          <w:rFonts w:hint="cs"/>
          <w:cs/>
        </w:rPr>
        <w:t>সৃষ্টিকর্তা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ও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সৃষ্টির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মাঝে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মেরাজের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রাতে</w:t>
      </w:r>
      <w:r w:rsidRPr="00F37004">
        <w:rPr>
          <w:cs/>
        </w:rPr>
        <w:t>]</w:t>
      </w:r>
      <w:r w:rsidRPr="00F37004">
        <w:t xml:space="preserve">, </w:t>
      </w:r>
      <w:r w:rsidRPr="00F37004">
        <w:rPr>
          <w:rFonts w:hint="cs"/>
          <w:cs/>
        </w:rPr>
        <w:t>আমি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তার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সন্তান</w:t>
      </w:r>
      <w:r w:rsidRPr="00F37004">
        <w:t xml:space="preserve">, </w:t>
      </w:r>
      <w:r w:rsidRPr="00F37004">
        <w:rPr>
          <w:rFonts w:hint="cs"/>
          <w:cs/>
        </w:rPr>
        <w:t>যে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ছিলো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নিকটে</w:t>
      </w:r>
      <w:r w:rsidRPr="00F37004">
        <w:rPr>
          <w:rFonts w:hint="eastAsia"/>
        </w:rPr>
        <w:t>―</w:t>
      </w:r>
      <w:r w:rsidRPr="00F37004">
        <w:rPr>
          <w:rFonts w:hint="cs"/>
          <w:cs/>
        </w:rPr>
        <w:t>দুই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ধনুক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পরিমাণ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দূরত্বে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অথবা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তারও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কাছে</w:t>
      </w:r>
      <w:r w:rsidRPr="00F37004">
        <w:rPr>
          <w:cs/>
        </w:rPr>
        <w:t xml:space="preserve"> [</w:t>
      </w:r>
      <w:r w:rsidRPr="00F37004">
        <w:rPr>
          <w:rFonts w:hint="cs"/>
          <w:cs/>
        </w:rPr>
        <w:t>সামনা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সামনি</w:t>
      </w:r>
      <w:r w:rsidRPr="00F37004">
        <w:rPr>
          <w:cs/>
        </w:rPr>
        <w:t>]</w:t>
      </w:r>
      <w:r w:rsidRPr="00F37004">
        <w:rPr>
          <w:rFonts w:hint="cs"/>
          <w:cs/>
        </w:rPr>
        <w:t>।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আমি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তার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সন্তান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যাকে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সর্বশক্তিমান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আল্লাহ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ওহী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পাঠিয়েছিলেন</w:t>
      </w:r>
      <w:r w:rsidRPr="00F37004">
        <w:t xml:space="preserve">, </w:t>
      </w:r>
      <w:r w:rsidRPr="00F37004">
        <w:rPr>
          <w:rFonts w:hint="cs"/>
          <w:cs/>
        </w:rPr>
        <w:t>যা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তিনি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প্রকাশ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করেছিলেন।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আমি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সন্তান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হোসেইন</w:t>
      </w:r>
      <w:r w:rsidRPr="00F37004">
        <w:rPr>
          <w:cs/>
        </w:rPr>
        <w:t xml:space="preserve"> (</w:t>
      </w:r>
      <w:r w:rsidRPr="00F37004">
        <w:rPr>
          <w:rFonts w:hint="cs"/>
          <w:cs/>
        </w:rPr>
        <w:t>আ</w:t>
      </w:r>
      <w:r w:rsidRPr="00F37004">
        <w:rPr>
          <w:cs/>
        </w:rPr>
        <w:t>.)-</w:t>
      </w:r>
      <w:r w:rsidRPr="00F37004">
        <w:rPr>
          <w:rFonts w:hint="cs"/>
          <w:cs/>
        </w:rPr>
        <w:t>এর</w:t>
      </w:r>
      <w:r w:rsidRPr="00F37004">
        <w:rPr>
          <w:rFonts w:hint="eastAsia"/>
        </w:rPr>
        <w:t>―</w:t>
      </w:r>
      <w:r w:rsidRPr="00F37004">
        <w:rPr>
          <w:rFonts w:hint="cs"/>
          <w:cs/>
        </w:rPr>
        <w:t>যাকে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কারবালায়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হত্যা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করা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হয়েছে</w:t>
      </w:r>
      <w:r w:rsidRPr="00F37004">
        <w:t xml:space="preserve">, </w:t>
      </w:r>
      <w:r w:rsidRPr="00F37004">
        <w:rPr>
          <w:rFonts w:hint="cs"/>
          <w:cs/>
        </w:rPr>
        <w:t>আমি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সন্তান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আলীর</w:t>
      </w:r>
      <w:r w:rsidRPr="00F37004">
        <w:rPr>
          <w:rFonts w:hint="eastAsia"/>
        </w:rPr>
        <w:t>―</w:t>
      </w:r>
      <w:r w:rsidRPr="00F37004">
        <w:rPr>
          <w:rFonts w:hint="cs"/>
          <w:cs/>
        </w:rPr>
        <w:t>যাকে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অনুমোদন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দেওয়া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হয়েছে</w:t>
      </w:r>
      <w:r w:rsidRPr="00F37004">
        <w:rPr>
          <w:cs/>
        </w:rPr>
        <w:t xml:space="preserve"> [</w:t>
      </w:r>
      <w:r w:rsidRPr="00F37004">
        <w:rPr>
          <w:rFonts w:hint="cs"/>
          <w:cs/>
        </w:rPr>
        <w:t>মুরতাযা</w:t>
      </w:r>
      <w:r w:rsidRPr="00F37004">
        <w:rPr>
          <w:cs/>
        </w:rPr>
        <w:t>]</w:t>
      </w:r>
      <w:r w:rsidRPr="00F37004">
        <w:t xml:space="preserve">, </w:t>
      </w:r>
      <w:r w:rsidRPr="00F37004">
        <w:rPr>
          <w:rFonts w:hint="cs"/>
          <w:cs/>
        </w:rPr>
        <w:t>আমি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সন্তান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মুহাম্মাদ</w:t>
      </w:r>
      <w:r w:rsidRPr="00F37004">
        <w:rPr>
          <w:cs/>
        </w:rPr>
        <w:t xml:space="preserve"> (</w:t>
      </w:r>
      <w:r w:rsidRPr="00F37004">
        <w:rPr>
          <w:rFonts w:hint="cs"/>
          <w:cs/>
        </w:rPr>
        <w:t>সা</w:t>
      </w:r>
      <w:r w:rsidRPr="00F37004">
        <w:rPr>
          <w:cs/>
        </w:rPr>
        <w:t>.)-</w:t>
      </w:r>
      <w:r w:rsidRPr="00F37004">
        <w:rPr>
          <w:rFonts w:hint="cs"/>
          <w:cs/>
        </w:rPr>
        <w:t>এর</w:t>
      </w:r>
      <w:r w:rsidRPr="00F37004">
        <w:rPr>
          <w:rFonts w:hint="eastAsia"/>
        </w:rPr>
        <w:t>―</w:t>
      </w:r>
      <w:r w:rsidRPr="00F37004">
        <w:rPr>
          <w:rFonts w:hint="cs"/>
          <w:cs/>
        </w:rPr>
        <w:t>যিনি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ছিলেন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নির্বাচিত</w:t>
      </w:r>
      <w:r w:rsidRPr="00F37004">
        <w:t xml:space="preserve">, </w:t>
      </w:r>
      <w:r w:rsidRPr="00F37004">
        <w:rPr>
          <w:rFonts w:hint="cs"/>
          <w:cs/>
        </w:rPr>
        <w:t>আমি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সন্তান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ফাতেমা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যাহরা</w:t>
      </w:r>
      <w:r w:rsidRPr="00F37004">
        <w:rPr>
          <w:cs/>
        </w:rPr>
        <w:t xml:space="preserve"> [</w:t>
      </w:r>
      <w:r w:rsidRPr="00F37004">
        <w:rPr>
          <w:rFonts w:hint="cs"/>
          <w:cs/>
        </w:rPr>
        <w:t>জোতির্ময়</w:t>
      </w:r>
      <w:r w:rsidRPr="00F37004">
        <w:rPr>
          <w:cs/>
        </w:rPr>
        <w:t>] (</w:t>
      </w:r>
      <w:r w:rsidRPr="00F37004">
        <w:rPr>
          <w:rFonts w:hint="cs"/>
          <w:cs/>
        </w:rPr>
        <w:t>আ</w:t>
      </w:r>
      <w:r w:rsidRPr="00F37004">
        <w:rPr>
          <w:cs/>
        </w:rPr>
        <w:t>.)-</w:t>
      </w:r>
      <w:r w:rsidRPr="00F37004">
        <w:rPr>
          <w:rFonts w:hint="cs"/>
          <w:cs/>
        </w:rPr>
        <w:t>এর</w:t>
      </w:r>
      <w:r w:rsidRPr="00F37004">
        <w:t xml:space="preserve">, </w:t>
      </w:r>
      <w:r w:rsidRPr="00F37004">
        <w:rPr>
          <w:rFonts w:hint="cs"/>
          <w:cs/>
        </w:rPr>
        <w:t>আমি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সন্তান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সিদরাতুল্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মুন্তাহার</w:t>
      </w:r>
      <w:r w:rsidRPr="00F37004">
        <w:t xml:space="preserve">, </w:t>
      </w:r>
      <w:r w:rsidRPr="00F37004">
        <w:rPr>
          <w:rFonts w:hint="cs"/>
          <w:cs/>
        </w:rPr>
        <w:t>আমি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সন্তান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শাজারাতুল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মুবারাকাহর</w:t>
      </w:r>
      <w:r w:rsidRPr="00F37004">
        <w:rPr>
          <w:cs/>
        </w:rPr>
        <w:t xml:space="preserve"> [</w:t>
      </w:r>
      <w:r w:rsidRPr="00F37004">
        <w:rPr>
          <w:rFonts w:hint="cs"/>
          <w:cs/>
        </w:rPr>
        <w:t>পবিত্র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বৃক্ষের</w:t>
      </w:r>
      <w:r w:rsidRPr="00F37004">
        <w:rPr>
          <w:cs/>
        </w:rPr>
        <w:t>]</w:t>
      </w:r>
      <w:r w:rsidRPr="00F37004">
        <w:t xml:space="preserve">, </w:t>
      </w:r>
      <w:r w:rsidRPr="00F37004">
        <w:rPr>
          <w:rFonts w:hint="cs"/>
          <w:cs/>
        </w:rPr>
        <w:t>আমি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সন্তান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তার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যাকে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রক্তে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ও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বালিতে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মাখা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হয়েছে</w:t>
      </w:r>
      <w:r w:rsidRPr="00F37004">
        <w:t xml:space="preserve">, </w:t>
      </w:r>
      <w:r w:rsidRPr="00F37004">
        <w:rPr>
          <w:rFonts w:hint="cs"/>
          <w:cs/>
        </w:rPr>
        <w:t>আমি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সন্তান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তার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যার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জন্যে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জিনরা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বিলাপ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করেছে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রাতের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অন্ধকারে</w:t>
      </w:r>
      <w:r w:rsidRPr="00F37004">
        <w:t xml:space="preserve">, </w:t>
      </w:r>
      <w:r w:rsidRPr="00F37004">
        <w:rPr>
          <w:rFonts w:hint="cs"/>
          <w:cs/>
        </w:rPr>
        <w:t>আমি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সন্তান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তার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যার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জন্যে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পাখিরা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শোক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পালন</w:t>
      </w:r>
      <w:r w:rsidRPr="00F37004">
        <w:rPr>
          <w:cs/>
        </w:rPr>
        <w:t xml:space="preserve"> </w:t>
      </w:r>
      <w:r w:rsidRPr="00F37004">
        <w:rPr>
          <w:rFonts w:hint="cs"/>
          <w:cs/>
        </w:rPr>
        <w:t>করেছে।</w:t>
      </w:r>
      <w:r w:rsidR="00863902" w:rsidRPr="00F37004">
        <w:rPr>
          <w:rStyle w:val="libAlaemChar"/>
        </w:rPr>
        <w:t>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খোতবা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পর্যায়ে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পৌঁছলো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বিলাপ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আশঙ্কা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বিদ্রোহ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মুয়া</w:t>
      </w:r>
      <w:r w:rsidR="00863902">
        <w:rPr>
          <w:lang w:bidi="bn-IN"/>
        </w:rPr>
        <w:t>যযি</w:t>
      </w:r>
      <w:r w:rsidRPr="00266964">
        <w:rPr>
          <w:rFonts w:hint="cs"/>
          <w:cs/>
          <w:lang w:bidi="bn-IN"/>
        </w:rPr>
        <w:t>নকে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ডেকে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নামাযের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ঘোষণা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দাও।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মুয়া</w:t>
      </w:r>
      <w:r w:rsidR="00863902">
        <w:rPr>
          <w:lang w:bidi="bn-IN"/>
        </w:rPr>
        <w:t>যযি</w:t>
      </w:r>
      <w:r w:rsidRPr="00266964">
        <w:rPr>
          <w:rFonts w:hint="cs"/>
          <w:cs/>
          <w:lang w:bidi="bn-IN"/>
        </w:rPr>
        <w:t>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আল্লাহু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আকবার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আল্লাহু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আকবার।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="00863902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আল্লাহ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শ্রেষ্ঠতর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সর্বোচ্চ</w:t>
      </w:r>
      <w:r w:rsidRPr="00266964">
        <w:t xml:space="preserve">, </w:t>
      </w:r>
      <w:r w:rsidRPr="00266964">
        <w:rPr>
          <w:rFonts w:hint="cs"/>
          <w:cs/>
          <w:lang w:bidi="bn-IN"/>
        </w:rPr>
        <w:t>সবচেয়ে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সম্মানিত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সবচেয়ে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দয়ালু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চাইতে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এড়িয়ে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আশহাদু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ইলাহা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ইল্লাল্লাহ।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নিশ্চয়ই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সাক্ষ্য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দিচ্ছি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অন্যদের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ছাড়া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ছাড়া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মালিক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প্রত্যেক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অস্বীকারকারীকে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প্রত্যাখ্যান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করি।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সাক্ষ্য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দিচ্ছি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</w:t>
      </w:r>
      <w:r w:rsidRPr="00266964">
        <w:t xml:space="preserve">,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নিজের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পাগড়ী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নামিয়ে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মুয়া</w:t>
      </w:r>
      <w:r w:rsidR="00B81FE8">
        <w:rPr>
          <w:lang w:bidi="bn-IN"/>
        </w:rPr>
        <w:t>যযি</w:t>
      </w:r>
      <w:r w:rsidRPr="00266964">
        <w:rPr>
          <w:rFonts w:hint="cs"/>
          <w:cs/>
          <w:lang w:bidi="bn-IN"/>
        </w:rPr>
        <w:t>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ফিরে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মুহাম্মাদের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নামে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অনুরোধ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করছি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মুহূর্ত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নীরব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জন্য।</w:t>
      </w:r>
      <w:r w:rsidR="00B81FE8" w:rsidRPr="00F37004">
        <w:rPr>
          <w:rStyle w:val="libAlaemChar"/>
        </w:rPr>
        <w:t>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ফিরে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="00B81FE8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</w:t>
      </w:r>
      <w:r w:rsidRPr="00266964">
        <w:t xml:space="preserve">,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সম্মানিত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মর্যাদাপূর্ণ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প্রপিতামহ</w:t>
      </w:r>
      <w:r w:rsidRPr="00266964">
        <w:t xml:space="preserve">, </w:t>
      </w:r>
      <w:r w:rsidRPr="00266964">
        <w:rPr>
          <w:rFonts w:hint="cs"/>
          <w:cs/>
          <w:lang w:bidi="bn-IN"/>
        </w:rPr>
        <w:t>নাকি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t xml:space="preserve">? </w:t>
      </w:r>
      <w:r w:rsidRPr="00266964">
        <w:rPr>
          <w:rFonts w:hint="cs"/>
          <w:cs/>
          <w:lang w:bidi="bn-IN"/>
        </w:rPr>
        <w:t>যদি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প্রপিতামহ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তাহলে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গোটা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পৃথিবী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মিথ্যা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বলছো।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প্রপিতামহ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তাহলে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জুলুমের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মাধ্যমে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মালপত্র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লুট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স্বজনদের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</w:t>
      </w:r>
      <w:r w:rsidRPr="00266964">
        <w:t xml:space="preserve">?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নিজের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কলার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ছিঁড়ে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ফেললেন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কাঁদলেন।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শপথ</w:t>
      </w:r>
      <w:r w:rsidRPr="00266964">
        <w:t xml:space="preserve">,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পৃথিবীর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ছাড়া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কেউ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প্রপিতামহ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</w:t>
      </w:r>
      <w:r w:rsidRPr="00266964">
        <w:t xml:space="preserve">, </w:t>
      </w:r>
      <w:r w:rsidRPr="00266964">
        <w:rPr>
          <w:rFonts w:hint="cs"/>
          <w:cs/>
          <w:lang w:bidi="bn-IN"/>
        </w:rPr>
        <w:t>কেন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লোকগুলো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জুলুমের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মাধ্যমে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রোমানদের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</w:t>
      </w:r>
      <w:r w:rsidRPr="00266964">
        <w:t xml:space="preserve">?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ক্বিবলার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ফিরাও</w:t>
      </w:r>
      <w:r w:rsidRPr="00266964">
        <w:t xml:space="preserve">, </w:t>
      </w:r>
      <w:r w:rsidRPr="00266964">
        <w:rPr>
          <w:rFonts w:hint="cs"/>
          <w:cs/>
          <w:lang w:bidi="bn-IN"/>
        </w:rPr>
        <w:t>অভিশাপ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ঐদিন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প্রপিতামহ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="004D6F1B" w:rsidRPr="00C929DC">
        <w:rPr>
          <w:cs/>
          <w:lang w:bidi="bn-IN"/>
        </w:rPr>
        <w:t>ক্রো</w:t>
      </w:r>
      <w:r w:rsidRPr="00266964">
        <w:rPr>
          <w:rFonts w:hint="cs"/>
          <w:cs/>
          <w:lang w:bidi="bn-IN"/>
        </w:rPr>
        <w:t>ধান্বিত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হবেন।</w:t>
      </w:r>
      <w:r w:rsidR="00B81FE8" w:rsidRPr="00F37004">
        <w:rPr>
          <w:rStyle w:val="libAlaemChar"/>
        </w:rPr>
        <w:t>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মুয়া</w:t>
      </w:r>
      <w:r w:rsidR="00B81FE8">
        <w:rPr>
          <w:lang w:bidi="bn-IN"/>
        </w:rPr>
        <w:t>যযি</w:t>
      </w:r>
      <w:r w:rsidRPr="00266964">
        <w:rPr>
          <w:rFonts w:hint="cs"/>
          <w:cs/>
          <w:lang w:bidi="bn-IN"/>
        </w:rPr>
        <w:t>নকে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নামাযের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ইক্বামাহ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লোকজনের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ভেতর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গুঞ্জন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ভেতর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তোলপাড়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নামাজ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অন্যরা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ছত্রভঙ্গ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গেলো।</w:t>
      </w:r>
    </w:p>
    <w:p w:rsidR="00B81FE8" w:rsidRPr="00F37004" w:rsidRDefault="00B81FE8" w:rsidP="00F37004">
      <w:pPr>
        <w:rPr>
          <w:cs/>
        </w:rPr>
      </w:pPr>
      <w:r>
        <w:rPr>
          <w:cs/>
          <w:lang w:bidi="bn-IN"/>
        </w:rPr>
        <w:br w:type="page"/>
      </w:r>
    </w:p>
    <w:p w:rsidR="00A569A4" w:rsidRPr="00266964" w:rsidRDefault="00A569A4" w:rsidP="00B81FE8">
      <w:pPr>
        <w:pStyle w:val="Heading2Center"/>
      </w:pPr>
      <w:bookmarkStart w:id="13" w:name="_Toc443388798"/>
      <w:r w:rsidRPr="00266964">
        <w:rPr>
          <w:rFonts w:hint="cs"/>
          <w:cs/>
          <w:lang w:bidi="bn-IN"/>
        </w:rPr>
        <w:lastRenderedPageBreak/>
        <w:t>বন্দী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অবস্থায়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কন্যা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সাইয়েদা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সাকিনাহ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স্ব</w:t>
      </w:r>
      <w:r w:rsidR="00B81FE8">
        <w:rPr>
          <w:rFonts w:hint="cs"/>
          <w:cs/>
          <w:lang w:bidi="bn-IN"/>
        </w:rPr>
        <w:t>প্ন</w:t>
      </w:r>
      <w:bookmarkEnd w:id="13"/>
    </w:p>
    <w:p w:rsidR="00B81FE8" w:rsidRDefault="00B81FE8" w:rsidP="00A569A4">
      <w:pPr>
        <w:pStyle w:val="libNormal"/>
        <w:rPr>
          <w:lang w:bidi="bn-IN"/>
        </w:rPr>
      </w:pP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সাইয়েদা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সাকিনাহ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সিরিয়াতে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বৃহস্পতিবার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স্ব</w:t>
      </w:r>
      <w:r w:rsidR="00B81FE8">
        <w:rPr>
          <w:rFonts w:hint="cs"/>
          <w:cs/>
          <w:lang w:bidi="bn-IN"/>
        </w:rPr>
        <w:t>প্ন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দীর্ঘ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স্ব</w:t>
      </w:r>
      <w:r w:rsidR="00B81FE8">
        <w:rPr>
          <w:rFonts w:hint="cs"/>
          <w:cs/>
          <w:lang w:bidi="bn-IN"/>
        </w:rPr>
        <w:t>প্ন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করলেন।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শেইখ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নিমা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সাইয়েদা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সাকিনাহ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দামেস্কে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স্ব</w:t>
      </w:r>
      <w:r w:rsidR="00CC02C8">
        <w:rPr>
          <w:rFonts w:hint="cs"/>
          <w:cs/>
          <w:lang w:bidi="bn-IN"/>
        </w:rPr>
        <w:t>প্নে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পাঁচটি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আলোকিত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ঘোড়া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সামনে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এগিয়ে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প্রত্যেকটির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সম্মানিত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ব্যক্তি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ফেরেশতারা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ঘেরাও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বেহেশতের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কর্মীও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ঘোড়ায়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এগিয়ে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কর্মীটি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="00CC02C8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নিশ্চয়ই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প্রপিতামহ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পাঠিয়েছেন।</w:t>
      </w:r>
      <w:r w:rsidR="00CC02C8" w:rsidRPr="00F37004">
        <w:rPr>
          <w:rStyle w:val="libAlaemChar"/>
        </w:rPr>
        <w:t>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উত্তর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দিলাম</w:t>
      </w:r>
      <w:r w:rsidRPr="00266964">
        <w:t xml:space="preserve">, </w:t>
      </w:r>
      <w:r w:rsidR="00CC02C8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আপনি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</w:t>
      </w:r>
      <w:r w:rsidRPr="00266964">
        <w:t>?</w:t>
      </w:r>
      <w:r w:rsidR="00CC02C8" w:rsidRPr="00F37004">
        <w:rPr>
          <w:rStyle w:val="libAlaemChar"/>
        </w:rPr>
        <w:t>”</w:t>
      </w:r>
      <w:r w:rsidRPr="00266964"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বেহেশতের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কর্মীদের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একজন।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জিজ্ঞেস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করলাম</w:t>
      </w:r>
      <w:r w:rsidRPr="00266964">
        <w:t xml:space="preserve">, </w:t>
      </w:r>
      <w:r w:rsidR="00CC02C8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সম্মানিত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ঘোড়াগুলোর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পিঠে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এখানে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এসেছেন</w:t>
      </w:r>
      <w:r w:rsidRPr="00266964">
        <w:t>?</w:t>
      </w:r>
      <w:r w:rsidR="00CC02C8" w:rsidRPr="00F37004">
        <w:rPr>
          <w:rStyle w:val="libAlaemChar"/>
        </w:rPr>
        <w:t>”</w:t>
      </w:r>
      <w:r w:rsidRPr="00266964"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জবাব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দিলেন</w:t>
      </w:r>
      <w:r w:rsidRPr="00266964">
        <w:t xml:space="preserve">, </w:t>
      </w:r>
      <w:r w:rsidR="00CC02C8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আদম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সিফওয়াতুল্লাহ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বাছাইকৃত</w:t>
      </w:r>
      <w:r w:rsidRPr="00266964">
        <w:rPr>
          <w:cs/>
          <w:lang w:bidi="bn-IN"/>
        </w:rPr>
        <w:t>]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</w:t>
      </w:r>
      <w:r w:rsidRPr="00266964">
        <w:t xml:space="preserve">, </w:t>
      </w:r>
      <w:r w:rsidRPr="00266964">
        <w:rPr>
          <w:rFonts w:hint="cs"/>
          <w:cs/>
          <w:lang w:bidi="bn-IN"/>
        </w:rPr>
        <w:t>দ্বিতীয়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ইবরাহীম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খলিলুল্লাহ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বন্ধু</w:t>
      </w:r>
      <w:r w:rsidRPr="00266964">
        <w:rPr>
          <w:cs/>
          <w:lang w:bidi="bn-IN"/>
        </w:rPr>
        <w:t>]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তৃতীয়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মূসা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কালিমুল্লাহ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যিনি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বলেছেন</w:t>
      </w:r>
      <w:r w:rsidRPr="00266964">
        <w:rPr>
          <w:cs/>
          <w:lang w:bidi="bn-IN"/>
        </w:rPr>
        <w:t>]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চতুর্থ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ঈসা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রুহুল্লাহ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রুহ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সম্পৃক্ত</w:t>
      </w:r>
      <w:r w:rsidRPr="00266964">
        <w:rPr>
          <w:cs/>
          <w:lang w:bidi="bn-IN"/>
        </w:rPr>
        <w:t>]</w:t>
      </w:r>
      <w:r w:rsidRPr="00266964">
        <w:rPr>
          <w:rFonts w:hint="cs"/>
          <w:cs/>
          <w:lang w:bidi="hi-IN"/>
        </w:rPr>
        <w:t>।</w:t>
      </w:r>
      <w:r w:rsidR="00CC02C8" w:rsidRPr="00F37004">
        <w:rPr>
          <w:rStyle w:val="libAlaemChar"/>
        </w:rPr>
        <w:t>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জিজ্ঞেস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করলাম</w:t>
      </w:r>
      <w:r w:rsidRPr="00266964">
        <w:t xml:space="preserve">, </w:t>
      </w:r>
      <w:r w:rsidR="00CC02C8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ইনি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নিজের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দাড়ি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যাচ্ছেন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শোকে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উঠছেন</w:t>
      </w:r>
      <w:r w:rsidRPr="00266964">
        <w:t>?</w:t>
      </w:r>
      <w:r w:rsidR="00CC02C8" w:rsidRPr="00F37004">
        <w:rPr>
          <w:rStyle w:val="libAlaemChar"/>
        </w:rPr>
        <w:t>”</w:t>
      </w:r>
      <w:r w:rsidRPr="00266964"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="00CC02C8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দাদা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</w:t>
      </w:r>
      <w:r w:rsidRPr="00266964">
        <w:rPr>
          <w:rFonts w:hint="cs"/>
          <w:cs/>
          <w:lang w:bidi="hi-IN"/>
        </w:rPr>
        <w:t>।</w:t>
      </w:r>
      <w:r w:rsidR="00CC02C8" w:rsidRPr="00F37004">
        <w:rPr>
          <w:rStyle w:val="libAlaemChar"/>
        </w:rPr>
        <w:t>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বললাম</w:t>
      </w:r>
      <w:r w:rsidRPr="00266964">
        <w:t xml:space="preserve">, </w:t>
      </w:r>
      <w:r w:rsidR="00CC02C8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কোথায়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যাচ্ছেন</w:t>
      </w:r>
      <w:r w:rsidRPr="00266964">
        <w:t>?</w:t>
      </w:r>
      <w:r w:rsidR="00CC02C8" w:rsidRPr="00F37004">
        <w:rPr>
          <w:rStyle w:val="libAlaemChar"/>
        </w:rPr>
        <w:t>”</w:t>
      </w:r>
      <w:r w:rsidRPr="00266964"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উত্তর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দিলেন</w:t>
      </w:r>
      <w:r w:rsidRPr="00266964">
        <w:t xml:space="preserve">, </w:t>
      </w:r>
      <w:r w:rsidR="00CC02C8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হোসেইনের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যাচ্ছেন।</w:t>
      </w:r>
      <w:r w:rsidR="00CC02C8" w:rsidRPr="00F37004">
        <w:rPr>
          <w:rStyle w:val="libAlaemChar"/>
        </w:rPr>
        <w:t>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দৌড়ে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জানানোর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অত্যাচারীরা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ব্যবহার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মৃত্যুর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ঐ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মুহূর্তে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পাঁচটি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উটের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হাওদা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প্রত্যেকটিতে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বসেছিলেন।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জিজ্ঞেস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করলাম</w:t>
      </w:r>
      <w:r w:rsidRPr="00266964">
        <w:t xml:space="preserve">, </w:t>
      </w:r>
      <w:r w:rsidR="00CC02C8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মাত্র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এলেন</w:t>
      </w:r>
      <w:r w:rsidRPr="00266964">
        <w:t>?</w:t>
      </w:r>
      <w:r w:rsidR="00CC02C8" w:rsidRPr="00F37004">
        <w:rPr>
          <w:rStyle w:val="libAlaemChar"/>
        </w:rPr>
        <w:t>”</w:t>
      </w:r>
      <w:r w:rsidRPr="00266964"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="00CC02C8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প্রথম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হাওয়া</w:t>
      </w:r>
      <w:r w:rsidRPr="00266964">
        <w:rPr>
          <w:rFonts w:hint="eastAsia"/>
        </w:rPr>
        <w:t>―</w:t>
      </w:r>
      <w:r w:rsidRPr="00266964">
        <w:rPr>
          <w:rFonts w:hint="cs"/>
          <w:cs/>
          <w:lang w:bidi="bn-IN"/>
        </w:rPr>
        <w:t>যিনি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মানবজাতির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দ্বিতীয়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আসিয়াহ</w:t>
      </w:r>
      <w:r w:rsidRPr="00266964">
        <w:rPr>
          <w:rFonts w:hint="eastAsia"/>
        </w:rPr>
        <w:t>―</w:t>
      </w:r>
      <w:r w:rsidRPr="00266964">
        <w:rPr>
          <w:rFonts w:hint="cs"/>
          <w:cs/>
          <w:lang w:bidi="bn-IN"/>
        </w:rPr>
        <w:t>যিনি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মাযাহিম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কন্যা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ফেরাউনের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স্ত্রী</w:t>
      </w:r>
      <w:r w:rsidRPr="00266964">
        <w:rPr>
          <w:cs/>
          <w:lang w:bidi="bn-IN"/>
        </w:rPr>
        <w:t>]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তৃতীয়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মারইয়াম</w:t>
      </w:r>
      <w:r w:rsidRPr="00266964">
        <w:rPr>
          <w:rFonts w:hint="eastAsia"/>
        </w:rPr>
        <w:t>―</w:t>
      </w:r>
      <w:r w:rsidRPr="00266964">
        <w:rPr>
          <w:rFonts w:hint="cs"/>
          <w:cs/>
          <w:lang w:bidi="bn-IN"/>
        </w:rPr>
        <w:t>যিনি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ইমরানের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কন্যা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ঈসা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</w:t>
      </w:r>
      <w:r w:rsidRPr="00266964">
        <w:rPr>
          <w:cs/>
          <w:lang w:bidi="bn-IN"/>
        </w:rPr>
        <w:t>]</w:t>
      </w:r>
      <w:r w:rsidRPr="00266964">
        <w:t xml:space="preserve">, </w:t>
      </w:r>
      <w:r w:rsidRPr="00266964">
        <w:rPr>
          <w:rFonts w:hint="cs"/>
          <w:cs/>
          <w:lang w:bidi="bn-IN"/>
        </w:rPr>
        <w:t>চতুর্থ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খাদিজা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</w:t>
      </w:r>
      <w:r w:rsidRPr="00F37004">
        <w:rPr>
          <w:rFonts w:ascii="Times New Roman" w:hAnsi="Times New Roman" w:cs="Times New Roman"/>
        </w:rPr>
        <w:t>―</w:t>
      </w:r>
      <w:r w:rsidRPr="00266964">
        <w:rPr>
          <w:rFonts w:hint="cs"/>
          <w:cs/>
          <w:lang w:bidi="bn-IN"/>
        </w:rPr>
        <w:t>যিনি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খুয়াইলিদের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কন্যা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প্রথম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স্ত্রী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ফাতেমা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পঞ্চম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যাচ্ছেন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দাদী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ফাতেমা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proofErr w:type="gramStart"/>
      <w:r w:rsidRPr="00F37004">
        <w:rPr>
          <w:rFonts w:ascii="Times New Roman" w:hAnsi="Times New Roman" w:cs="Times New Roman"/>
        </w:rPr>
        <w:t>―</w:t>
      </w:r>
      <w:r w:rsidRPr="00266964">
        <w:rPr>
          <w:rFonts w:hint="cs"/>
          <w:cs/>
          <w:lang w:bidi="bn-IN"/>
        </w:rPr>
        <w:t>যিনি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</w:t>
      </w:r>
      <w:proofErr w:type="gramEnd"/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কন্যা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মা।</w:t>
      </w:r>
      <w:r w:rsidR="00CC02C8" w:rsidRPr="00F37004">
        <w:rPr>
          <w:rStyle w:val="libAlaemChar"/>
        </w:rPr>
        <w:t>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বললাম</w:t>
      </w:r>
      <w:r w:rsidRPr="00266964">
        <w:t xml:space="preserve">, </w:t>
      </w:r>
      <w:r w:rsidR="00CC02C8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শপথ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উচিত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ব্যবহার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সামনে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বসলাম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প্রিয়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অধিকার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</w:t>
      </w:r>
      <w:r w:rsidRPr="00266964">
        <w:t xml:space="preserve">;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প্রিয়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দলকে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ছত্রভঙ্গ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দিয়েছে</w:t>
      </w:r>
      <w:r w:rsidRPr="00266964">
        <w:t xml:space="preserve">;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প্রিয়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মর্যাদা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লঙ্ঘন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</w:t>
      </w:r>
      <w:r w:rsidRPr="00266964">
        <w:t xml:space="preserve">;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প্রিয়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শপথ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জবাব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সাকিনাহ</w:t>
      </w:r>
      <w:r w:rsidRPr="00266964">
        <w:t xml:space="preserve">, </w:t>
      </w:r>
      <w:r w:rsidRPr="00266964">
        <w:rPr>
          <w:rFonts w:hint="cs"/>
          <w:cs/>
          <w:lang w:bidi="bn-IN"/>
        </w:rPr>
        <w:t>চুপ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কলিজা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পুড়ে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ফেলেছো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হৃদপিণ্ডের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সংযোগ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ফেলেছো।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জামা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সংরক্ষণ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যতক্ষণ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সাক্ষাৎ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করি।</w:t>
      </w:r>
      <w:r w:rsidR="00CC02C8" w:rsidRPr="00F37004">
        <w:rPr>
          <w:rStyle w:val="libAlaemChar"/>
        </w:rPr>
        <w:t>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ঘুম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গোপন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চাইলাম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কিন্তু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ঘনিষ্ঠ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আত্মীয়দের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ফেললাম।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জনগণের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মাঝে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প্রচার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গেলো।</w:t>
      </w:r>
    </w:p>
    <w:p w:rsidR="00DF0FC0" w:rsidRPr="00F37004" w:rsidRDefault="00DF0FC0" w:rsidP="00F37004">
      <w:r>
        <w:rPr>
          <w:lang w:bidi="bn-IN"/>
        </w:rPr>
        <w:br w:type="page"/>
      </w:r>
    </w:p>
    <w:p w:rsidR="00A569A4" w:rsidRPr="00266964" w:rsidRDefault="00A569A4" w:rsidP="00DF0FC0">
      <w:pPr>
        <w:pStyle w:val="Heading2Center"/>
      </w:pPr>
      <w:bookmarkStart w:id="14" w:name="_Toc443388799"/>
      <w:r w:rsidRPr="00266964">
        <w:rPr>
          <w:rFonts w:hint="cs"/>
          <w:cs/>
          <w:lang w:bidi="bn-IN"/>
        </w:rPr>
        <w:lastRenderedPageBreak/>
        <w:t>ইয়াযীদের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স্ত্রীর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স্ব</w:t>
      </w:r>
      <w:r w:rsidR="00B81FE8">
        <w:rPr>
          <w:rFonts w:hint="cs"/>
          <w:cs/>
          <w:lang w:bidi="bn-IN"/>
        </w:rPr>
        <w:t>প্ন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</w:t>
      </w:r>
      <w:r w:rsidR="00CA22F9">
        <w:rPr>
          <w:rFonts w:hint="cs"/>
          <w:cs/>
          <w:lang w:bidi="bn-IN"/>
        </w:rPr>
        <w:t>ন্না</w:t>
      </w:r>
      <w:bookmarkEnd w:id="14"/>
    </w:p>
    <w:p w:rsidR="00DF0FC0" w:rsidRDefault="00DF0FC0" w:rsidP="00A569A4">
      <w:pPr>
        <w:pStyle w:val="libNormal"/>
        <w:rPr>
          <w:lang w:bidi="bn-IN"/>
        </w:rPr>
      </w:pPr>
    </w:p>
    <w:p w:rsidR="00A569A4" w:rsidRPr="00F37004" w:rsidRDefault="00A569A4" w:rsidP="00A569A4">
      <w:pPr>
        <w:pStyle w:val="libNormal"/>
        <w:rPr>
          <w:rStyle w:val="libAlaemChar"/>
        </w:rPr>
      </w:pPr>
      <w:r w:rsidRPr="00266964">
        <w:rPr>
          <w:rFonts w:hint="cs"/>
          <w:cs/>
          <w:lang w:bidi="bn-IN"/>
        </w:rPr>
        <w:t>বিহার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আনওয়ার</w:t>
      </w:r>
      <w:r w:rsidRPr="00266964">
        <w:rPr>
          <w:rFonts w:hint="eastAsia"/>
        </w:rPr>
        <w:t>’</w:t>
      </w:r>
      <w:r w:rsidRPr="00266964">
        <w:t xml:space="preserve"> </w:t>
      </w:r>
      <w:r w:rsidRPr="00266964">
        <w:rPr>
          <w:rFonts w:hint="cs"/>
          <w:cs/>
          <w:lang w:bidi="bn-IN"/>
        </w:rPr>
        <w:t>গ্রন্থে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স্ত্রী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হিনদ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বিছানায়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ছিলাম।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হঠাৎ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বেহেশতের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দরজাগুলো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খুলে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ফেরেশতারা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একজনের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অবতরণ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অভিবাদন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জানালো।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মুহূর্তে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মেঘ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হাজির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কিছু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মানুষ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মাঝে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একজনের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চেহারা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আলোকিত।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দৌড়ে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দাঁতগুলোতে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চুমু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="002B7722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চিনেই</w:t>
      </w:r>
      <w:r w:rsidRPr="00266964">
        <w:t xml:space="preserve">? </w:t>
      </w:r>
      <w:r w:rsidRPr="00266964">
        <w:rPr>
          <w:rFonts w:hint="cs"/>
          <w:cs/>
          <w:lang w:bidi="bn-IN"/>
        </w:rPr>
        <w:t>এছাড়া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পানির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যাওয়ার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পথকে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দিয়েছিল।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প্রিয়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নানা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</w:t>
      </w:r>
      <w:r w:rsidRPr="00266964">
        <w:t xml:space="preserve">,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মুরতাযা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</w:t>
      </w:r>
      <w:r w:rsidRPr="00266964">
        <w:rPr>
          <w:rFonts w:hint="cs"/>
          <w:cs/>
          <w:lang w:bidi="hi-IN"/>
        </w:rPr>
        <w:t>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হাসান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চাচা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জাফর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আক্বীল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হামযা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আব্বাস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নবীর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চাচা</w:t>
      </w:r>
      <w:r w:rsidRPr="00266964">
        <w:rPr>
          <w:cs/>
          <w:lang w:bidi="bn-IN"/>
        </w:rPr>
        <w:t>]</w:t>
      </w:r>
      <w:r w:rsidRPr="00266964">
        <w:rPr>
          <w:rFonts w:hint="cs"/>
          <w:cs/>
          <w:lang w:bidi="hi-IN"/>
        </w:rPr>
        <w:t>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প্রত্যেকের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বললেন।</w:t>
      </w:r>
      <w:r w:rsidR="002B7722" w:rsidRPr="00F37004">
        <w:rPr>
          <w:rStyle w:val="libAlaemChar"/>
        </w:rPr>
        <w:t>”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হিনদ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ঘুম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জেগে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চারপাশে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ছড়িয়ে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খুঁজতে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অন্ধকার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দেয়ালের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শুনলাম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দরকার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t xml:space="preserve">?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পৃথিবীর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দুঃখ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ঘিরে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ধরেছে।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স্ব</w:t>
      </w:r>
      <w:r w:rsidR="00B81FE8">
        <w:rPr>
          <w:rFonts w:hint="cs"/>
          <w:cs/>
          <w:lang w:bidi="bn-IN"/>
        </w:rPr>
        <w:t>প্ন</w:t>
      </w:r>
      <w:r w:rsidRPr="00266964">
        <w:rPr>
          <w:rFonts w:hint="cs"/>
          <w:cs/>
          <w:lang w:bidi="bn-IN"/>
        </w:rPr>
        <w:t>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নিচু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সকাল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ডেকে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পাঠালো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চাও</w:t>
      </w:r>
      <w:r w:rsidRPr="00266964">
        <w:t xml:space="preserve">, </w:t>
      </w:r>
      <w:r w:rsidRPr="00266964">
        <w:rPr>
          <w:rFonts w:hint="cs"/>
          <w:cs/>
          <w:lang w:bidi="bn-IN"/>
        </w:rPr>
        <w:t>নাকি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মদীনায়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ফেরত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অনেক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পুরস্কার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চাও</w:t>
      </w:r>
      <w:r w:rsidRPr="00266964">
        <w:t xml:space="preserve">?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প্রথমে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শোক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পালন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কাঁদতে।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উত্তর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চাইলে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কিছু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বাড়িঘর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খালি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হাশিম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কুরাইশ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পোশাক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সাতদিন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শোক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পালন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করলেন।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শেইখ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নিমা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যতদিন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দামেস্কে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রইলেন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ততদিন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শোক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পালন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দুঃখ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বিলাপের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মাধ্যমে।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দুঃখ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অপরিসীম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পুরুষদের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শীঘ্র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মৃত্যুতে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শোকও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অনেক।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এমন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বাড়িতে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দেওয়া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যেখানে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ঠাণ্ডায়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নিজেকে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রক্ষা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সম্ভব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যতক্ষণ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পর্দার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আড়ালে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ওঠা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নরম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দেহের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চামড়া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বেরিয়ে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আসছিল।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সহ্য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ক্ষমতা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গিয়েছিল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তীব্র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বেদনা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পরাস্ত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দুঃখ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সাথী।</w:t>
      </w:r>
    </w:p>
    <w:p w:rsidR="002B7722" w:rsidRPr="00F37004" w:rsidRDefault="002B7722" w:rsidP="00F37004">
      <w:pPr>
        <w:rPr>
          <w:cs/>
        </w:rPr>
      </w:pPr>
      <w:r>
        <w:rPr>
          <w:cs/>
          <w:lang w:bidi="bn-IN"/>
        </w:rPr>
        <w:br w:type="page"/>
      </w:r>
    </w:p>
    <w:p w:rsidR="00A569A4" w:rsidRPr="00266964" w:rsidRDefault="00A569A4" w:rsidP="002B7722">
      <w:pPr>
        <w:pStyle w:val="Heading2Center"/>
      </w:pPr>
      <w:bookmarkStart w:id="15" w:name="_Toc443388800"/>
      <w:r w:rsidRPr="00266964">
        <w:rPr>
          <w:rFonts w:hint="cs"/>
          <w:cs/>
          <w:lang w:bidi="bn-IN"/>
        </w:rPr>
        <w:lastRenderedPageBreak/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শিশু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কন্যার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স্ব</w:t>
      </w:r>
      <w:r w:rsidR="00B81FE8">
        <w:rPr>
          <w:rFonts w:hint="cs"/>
          <w:cs/>
          <w:lang w:bidi="bn-IN"/>
        </w:rPr>
        <w:t>প্ন</w:t>
      </w:r>
      <w:bookmarkEnd w:id="15"/>
    </w:p>
    <w:p w:rsidR="002B7722" w:rsidRDefault="002B7722" w:rsidP="00A569A4">
      <w:pPr>
        <w:pStyle w:val="libNormal"/>
        <w:rPr>
          <w:lang w:bidi="bn-IN"/>
        </w:rPr>
      </w:pP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ইয়াজিদের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জেলখানায়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অবস্থায়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শিশু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কন্যা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স্ব</w:t>
      </w:r>
      <w:r w:rsidR="00B81FE8">
        <w:rPr>
          <w:rFonts w:hint="cs"/>
          <w:cs/>
          <w:lang w:bidi="bn-IN"/>
        </w:rPr>
        <w:t>প্ন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দেখে।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কামিলে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বাহাই</w:t>
      </w:r>
      <w:r w:rsidRPr="00266964">
        <w:rPr>
          <w:rFonts w:hint="eastAsia"/>
        </w:rPr>
        <w:t>’</w:t>
      </w:r>
      <w:r w:rsidRPr="00266964">
        <w:t xml:space="preserve"> </w:t>
      </w:r>
      <w:r w:rsidRPr="00266964">
        <w:rPr>
          <w:rFonts w:hint="cs"/>
          <w:cs/>
          <w:lang w:bidi="bn-IN"/>
        </w:rPr>
        <w:t>গ্রন্থে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কিতাব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হাউইয়াহ</w:t>
      </w:r>
      <w:r w:rsidRPr="00266964">
        <w:rPr>
          <w:rFonts w:hint="eastAsia"/>
        </w:rPr>
        <w:t>’</w:t>
      </w:r>
      <w:r w:rsidRPr="00266964"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উদ্ধৃত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নবী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শিশুদের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শাহাদাতের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সংবাদ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গোপন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রেখেছিলেন।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বলেছিলেন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সফরে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গিয়েছেন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ঐ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পর্যন্ত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বাড়িতে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ডেকে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পাঠালো।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বছরের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শিশু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কন্যা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ঘুম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কোথায়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ছিলেন</w:t>
      </w:r>
      <w:r w:rsidRPr="00266964">
        <w:t xml:space="preserve">?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স্ব</w:t>
      </w:r>
      <w:r w:rsidR="00CC02C8">
        <w:rPr>
          <w:rFonts w:hint="cs"/>
          <w:cs/>
          <w:lang w:bidi="bn-IN"/>
        </w:rPr>
        <w:t>প্নে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অস্থির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বিপর্যস্ত।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শিশুরাও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শোকের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কণ্ঠ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উঁচু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ঘুম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জিজ্ঞেস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কী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t xml:space="preserve">?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বিষয়টি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জানলো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জানালো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অভিশপ্ত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আদেশ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বাবার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মাথাটি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ঐ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কন্যার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পাঠিয়ে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দিতে।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শিশু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কন্যাটি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জিজ্ঞেস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কী</w:t>
      </w:r>
      <w:r w:rsidRPr="00266964">
        <w:t xml:space="preserve">?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উত্তর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বাচ্চাটি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অস্থির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চিৎকার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অসুস্থ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দামেস্কে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মৃত্যুবরণ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করলো।</w:t>
      </w:r>
    </w:p>
    <w:p w:rsidR="002B7722" w:rsidRPr="00F37004" w:rsidRDefault="002B7722" w:rsidP="00F37004">
      <w:pPr>
        <w:rPr>
          <w:cs/>
        </w:rPr>
      </w:pPr>
      <w:r>
        <w:rPr>
          <w:cs/>
          <w:lang w:bidi="bn-IN"/>
        </w:rPr>
        <w:br w:type="page"/>
      </w:r>
    </w:p>
    <w:p w:rsidR="00A569A4" w:rsidRPr="00266964" w:rsidRDefault="00A569A4" w:rsidP="002B7722">
      <w:pPr>
        <w:pStyle w:val="Heading2Center"/>
      </w:pPr>
      <w:bookmarkStart w:id="16" w:name="_Toc443388801"/>
      <w:r w:rsidRPr="00266964">
        <w:rPr>
          <w:rFonts w:hint="cs"/>
          <w:cs/>
          <w:lang w:bidi="bn-IN"/>
        </w:rPr>
        <w:lastRenderedPageBreak/>
        <w:t>দামেস্কের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প্রধান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দরজা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মসজিদে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ঝুলন্ত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bookmarkEnd w:id="16"/>
    </w:p>
    <w:p w:rsidR="002B7722" w:rsidRDefault="002B7722" w:rsidP="00F37004">
      <w:pPr>
        <w:pStyle w:val="libAlaem"/>
      </w:pPr>
    </w:p>
    <w:p w:rsidR="00A569A4" w:rsidRPr="00266964" w:rsidRDefault="002B7722" w:rsidP="00F37004">
      <w:pPr>
        <w:pStyle w:val="libAlaem"/>
      </w:pPr>
      <w:r>
        <w:t>‘</w:t>
      </w:r>
      <w:r w:rsidR="00A569A4" w:rsidRPr="00F37004">
        <w:rPr>
          <w:rStyle w:val="libNormalChar"/>
          <w:rFonts w:hint="cs"/>
          <w:cs/>
        </w:rPr>
        <w:t>কামিলে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Style w:val="libNormalChar"/>
          <w:rFonts w:hint="cs"/>
          <w:cs/>
        </w:rPr>
        <w:t>বাহাই</w:t>
      </w:r>
      <w:r w:rsidR="00A569A4" w:rsidRPr="00266964">
        <w:rPr>
          <w:rFonts w:hint="eastAsia"/>
        </w:rPr>
        <w:t>’</w:t>
      </w:r>
      <w:r w:rsidR="00A569A4" w:rsidRPr="00266964">
        <w:t xml:space="preserve"> </w:t>
      </w:r>
      <w:r w:rsidR="00A569A4" w:rsidRPr="00F37004">
        <w:rPr>
          <w:rStyle w:val="libNormalChar"/>
          <w:rFonts w:hint="cs"/>
          <w:cs/>
        </w:rPr>
        <w:t>গ্রন্থে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Style w:val="libNormalChar"/>
          <w:rFonts w:hint="cs"/>
          <w:cs/>
        </w:rPr>
        <w:t>বর্ণিত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Style w:val="libNormalChar"/>
          <w:rFonts w:hint="cs"/>
          <w:cs/>
        </w:rPr>
        <w:t>আছে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Style w:val="libNormalChar"/>
          <w:rFonts w:hint="cs"/>
          <w:cs/>
        </w:rPr>
        <w:t>যে</w:t>
      </w:r>
      <w:r w:rsidR="00A569A4" w:rsidRPr="00266964">
        <w:t xml:space="preserve">, </w:t>
      </w:r>
      <w:r w:rsidR="00A569A4" w:rsidRPr="00F37004">
        <w:rPr>
          <w:rStyle w:val="libNormalChar"/>
          <w:rFonts w:hint="cs"/>
          <w:cs/>
        </w:rPr>
        <w:t>ইয়াযীদ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Style w:val="libNormalChar"/>
          <w:rFonts w:hint="cs"/>
          <w:cs/>
        </w:rPr>
        <w:t>আদেশ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Style w:val="libNormalChar"/>
          <w:rFonts w:hint="cs"/>
          <w:cs/>
        </w:rPr>
        <w:t>দিয়েছিল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Style w:val="libNormalChar"/>
          <w:rFonts w:hint="cs"/>
          <w:cs/>
        </w:rPr>
        <w:t>যেন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Style w:val="libNormalChar"/>
          <w:rFonts w:hint="cs"/>
          <w:cs/>
        </w:rPr>
        <w:t>ইমাম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Style w:val="libNormalChar"/>
          <w:rFonts w:hint="cs"/>
          <w:cs/>
        </w:rPr>
        <w:t>হোসেইনের</w:t>
      </w:r>
      <w:r w:rsidR="00A569A4" w:rsidRPr="00266964">
        <w:rPr>
          <w:cs/>
          <w:lang w:bidi="bn-IN"/>
        </w:rPr>
        <w:t xml:space="preserve"> (</w:t>
      </w:r>
      <w:r w:rsidR="00A569A4" w:rsidRPr="00F37004">
        <w:rPr>
          <w:rStyle w:val="libNormalChar"/>
          <w:rFonts w:hint="cs"/>
          <w:cs/>
        </w:rPr>
        <w:t>আ</w:t>
      </w:r>
      <w:r w:rsidR="00A569A4" w:rsidRPr="00266964">
        <w:rPr>
          <w:cs/>
          <w:lang w:bidi="bn-IN"/>
        </w:rPr>
        <w:t xml:space="preserve">.) </w:t>
      </w:r>
      <w:r w:rsidR="00A569A4" w:rsidRPr="00F37004">
        <w:rPr>
          <w:rStyle w:val="libNormalChar"/>
          <w:rFonts w:hint="cs"/>
          <w:cs/>
        </w:rPr>
        <w:t>মাথা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Style w:val="libNormalChar"/>
          <w:rFonts w:hint="cs"/>
          <w:cs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Style w:val="libNormalChar"/>
          <w:rFonts w:hint="cs"/>
          <w:cs/>
        </w:rPr>
        <w:t>তার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Style w:val="libNormalChar"/>
          <w:rFonts w:hint="cs"/>
          <w:cs/>
        </w:rPr>
        <w:t>পরিবারের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Style w:val="libNormalChar"/>
          <w:rFonts w:hint="cs"/>
          <w:cs/>
        </w:rPr>
        <w:t>অন্যান্যদের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Style w:val="libNormalChar"/>
          <w:rFonts w:hint="cs"/>
          <w:cs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Style w:val="libNormalChar"/>
          <w:rFonts w:hint="cs"/>
          <w:cs/>
        </w:rPr>
        <w:t>তার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Style w:val="libNormalChar"/>
          <w:rFonts w:hint="cs"/>
          <w:cs/>
        </w:rPr>
        <w:t>সাথীদের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Style w:val="libNormalChar"/>
          <w:rFonts w:hint="cs"/>
          <w:cs/>
        </w:rPr>
        <w:t>মাথাগুলো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Style w:val="libNormalChar"/>
          <w:rFonts w:hint="cs"/>
          <w:cs/>
        </w:rPr>
        <w:t>শহরের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Style w:val="libNormalChar"/>
          <w:rFonts w:hint="cs"/>
          <w:cs/>
        </w:rPr>
        <w:t>প্রধান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Style w:val="libNormalChar"/>
          <w:rFonts w:hint="cs"/>
          <w:cs/>
        </w:rPr>
        <w:t>ফটকে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Style w:val="libNormalChar"/>
          <w:rFonts w:hint="cs"/>
          <w:cs/>
        </w:rPr>
        <w:t>ঝুলিয়ে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Style w:val="libNormalChar"/>
          <w:rFonts w:hint="cs"/>
          <w:cs/>
        </w:rPr>
        <w:t>রাখা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Style w:val="libNormalChar"/>
          <w:rFonts w:hint="cs"/>
          <w:cs/>
        </w:rPr>
        <w:t>হয়।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একই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গ্রন্থে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দামেস্কের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সবচেয়ে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মসজিদের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মিনারে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</w:t>
      </w:r>
      <w:r w:rsidR="00C929DC">
        <w:rPr>
          <w:rFonts w:hint="cs"/>
          <w:cs/>
          <w:lang w:bidi="bn-IN"/>
        </w:rPr>
        <w:t>ল্লি</w:t>
      </w:r>
      <w:r w:rsidRPr="00266964">
        <w:rPr>
          <w:rFonts w:hint="cs"/>
          <w:cs/>
          <w:lang w:bidi="bn-IN"/>
        </w:rPr>
        <w:t>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ঝুলিয়ে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হয়েছিল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অন্যান্য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অন্যান্য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মসজিদ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শহরগুলোর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দরজায়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ঝোলানো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বাড়ির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দরজায়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ঝোলানো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একদিনের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শেইখ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রাওয়ানদি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মিনহাল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শপথ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ব্যক্তিকে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দেখেছি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ফিরে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সূরা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কাহফ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তেলাওয়াত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আয়াতে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পৌঁছলো</w:t>
      </w:r>
      <w:r w:rsidRPr="00266964">
        <w:rPr>
          <w:cs/>
          <w:lang w:bidi="bn-IN"/>
        </w:rPr>
        <w:t>:</w:t>
      </w:r>
    </w:p>
    <w:p w:rsidR="00830758" w:rsidRDefault="00830758" w:rsidP="00830758">
      <w:pPr>
        <w:pStyle w:val="libAie"/>
        <w:rPr>
          <w:lang w:bidi="bn-IN"/>
        </w:rPr>
      </w:pPr>
      <w:proofErr w:type="gramStart"/>
      <w:r w:rsidRPr="00830758">
        <w:rPr>
          <w:rStyle w:val="libAlaemChar"/>
        </w:rPr>
        <w:t>)</w:t>
      </w:r>
      <w:r w:rsidRPr="00830758">
        <w:rPr>
          <w:rFonts w:hint="eastAsia"/>
          <w:rtl/>
        </w:rPr>
        <w:t>أ</w:t>
      </w:r>
      <w:proofErr w:type="gramEnd"/>
      <w:r w:rsidRPr="00830758">
        <w:rPr>
          <w:rFonts w:hint="eastAsia"/>
          <w:rtl/>
        </w:rPr>
        <w:t>َمْ</w:t>
      </w:r>
      <w:r w:rsidRPr="00830758">
        <w:rPr>
          <w:rtl/>
        </w:rPr>
        <w:t xml:space="preserve"> </w:t>
      </w:r>
      <w:r w:rsidRPr="00830758">
        <w:rPr>
          <w:rFonts w:hint="eastAsia"/>
          <w:rtl/>
        </w:rPr>
        <w:t>حَسِبْتَ</w:t>
      </w:r>
      <w:r w:rsidRPr="00830758">
        <w:rPr>
          <w:rtl/>
        </w:rPr>
        <w:t xml:space="preserve"> </w:t>
      </w:r>
      <w:r w:rsidRPr="00830758">
        <w:rPr>
          <w:rFonts w:hint="eastAsia"/>
          <w:rtl/>
        </w:rPr>
        <w:t>أَنَّ</w:t>
      </w:r>
      <w:r w:rsidRPr="00830758">
        <w:rPr>
          <w:rtl/>
        </w:rPr>
        <w:t xml:space="preserve"> </w:t>
      </w:r>
      <w:r w:rsidRPr="00830758">
        <w:rPr>
          <w:rFonts w:hint="eastAsia"/>
          <w:rtl/>
        </w:rPr>
        <w:t>أَصْحَابَ</w:t>
      </w:r>
      <w:r w:rsidRPr="00830758">
        <w:rPr>
          <w:rtl/>
        </w:rPr>
        <w:t xml:space="preserve"> </w:t>
      </w:r>
      <w:r w:rsidRPr="00830758">
        <w:rPr>
          <w:rFonts w:hint="eastAsia"/>
          <w:rtl/>
        </w:rPr>
        <w:t>الْكَهْفِ</w:t>
      </w:r>
      <w:r w:rsidRPr="00830758">
        <w:rPr>
          <w:rtl/>
        </w:rPr>
        <w:t xml:space="preserve"> </w:t>
      </w:r>
      <w:r w:rsidRPr="00830758">
        <w:rPr>
          <w:rFonts w:hint="eastAsia"/>
          <w:rtl/>
        </w:rPr>
        <w:t>وَالرَّ‌قِيمِ</w:t>
      </w:r>
      <w:r w:rsidRPr="00830758">
        <w:rPr>
          <w:rtl/>
        </w:rPr>
        <w:t xml:space="preserve"> </w:t>
      </w:r>
      <w:r w:rsidRPr="00830758">
        <w:rPr>
          <w:rFonts w:hint="eastAsia"/>
          <w:rtl/>
        </w:rPr>
        <w:t>كَانُوا</w:t>
      </w:r>
      <w:r w:rsidRPr="00830758">
        <w:rPr>
          <w:rtl/>
        </w:rPr>
        <w:t xml:space="preserve"> </w:t>
      </w:r>
      <w:r w:rsidRPr="00830758">
        <w:rPr>
          <w:rFonts w:hint="eastAsia"/>
          <w:rtl/>
        </w:rPr>
        <w:t>مِنْ</w:t>
      </w:r>
      <w:r w:rsidRPr="00830758">
        <w:rPr>
          <w:rtl/>
        </w:rPr>
        <w:t xml:space="preserve"> </w:t>
      </w:r>
      <w:r w:rsidRPr="00830758">
        <w:rPr>
          <w:rFonts w:hint="eastAsia"/>
          <w:rtl/>
        </w:rPr>
        <w:t>آيَاتِنَا</w:t>
      </w:r>
      <w:r w:rsidRPr="00830758">
        <w:rPr>
          <w:rtl/>
        </w:rPr>
        <w:t xml:space="preserve"> </w:t>
      </w:r>
      <w:r w:rsidRPr="00830758">
        <w:rPr>
          <w:rFonts w:hint="eastAsia"/>
          <w:rtl/>
        </w:rPr>
        <w:t>عَجَبًا</w:t>
      </w:r>
      <w:r w:rsidRPr="00830758">
        <w:rPr>
          <w:rStyle w:val="libAlaemChar"/>
        </w:rPr>
        <w:t>(</w:t>
      </w:r>
    </w:p>
    <w:p w:rsidR="00A569A4" w:rsidRPr="00266964" w:rsidRDefault="00830758" w:rsidP="00A569A4">
      <w:pPr>
        <w:pStyle w:val="libNormal"/>
      </w:pPr>
      <w:proofErr w:type="gramStart"/>
      <w:r w:rsidRPr="00F37004">
        <w:rPr>
          <w:rStyle w:val="libAlaemChar"/>
        </w:rPr>
        <w:t>“</w:t>
      </w:r>
      <w:r w:rsidR="00A569A4" w:rsidRPr="00266964">
        <w:rPr>
          <w:rFonts w:hint="cs"/>
          <w:cs/>
          <w:lang w:bidi="bn-IN"/>
        </w:rPr>
        <w:t>অথবা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তুমি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মনে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করো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গুহার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বাসিন্দারা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লেখা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কাগজ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আমাদের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একটি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বিস্ময়কর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নির্দশন</w:t>
      </w:r>
      <w:r w:rsidR="00A569A4" w:rsidRPr="00266964">
        <w:t>?</w:t>
      </w:r>
      <w:r w:rsidRPr="00F37004">
        <w:rPr>
          <w:rStyle w:val="libAlaemChar"/>
        </w:rPr>
        <w:t>”</w:t>
      </w:r>
      <w:proofErr w:type="gramEnd"/>
      <w:r w:rsidR="00A569A4" w:rsidRPr="00266964">
        <w:t xml:space="preserve"> [</w:t>
      </w:r>
      <w:r w:rsidR="00A569A4" w:rsidRPr="00266964">
        <w:rPr>
          <w:rFonts w:hint="cs"/>
          <w:cs/>
          <w:lang w:bidi="bn-IN"/>
        </w:rPr>
        <w:t>সূরা</w:t>
      </w:r>
      <w:r w:rsidR="00A569A4" w:rsidRPr="00266964">
        <w:rPr>
          <w:cs/>
          <w:lang w:bidi="bn-IN"/>
        </w:rPr>
        <w:t xml:space="preserve"> </w:t>
      </w:r>
      <w:r w:rsidR="00A569A4" w:rsidRPr="00266964">
        <w:rPr>
          <w:rFonts w:hint="cs"/>
          <w:cs/>
          <w:lang w:bidi="bn-IN"/>
        </w:rPr>
        <w:t>কাহাফ</w:t>
      </w:r>
      <w:r w:rsidR="00A569A4" w:rsidRPr="00266964">
        <w:rPr>
          <w:cs/>
          <w:lang w:bidi="bn-IN"/>
        </w:rPr>
        <w:t xml:space="preserve">: </w:t>
      </w:r>
      <w:r w:rsidR="00A569A4" w:rsidRPr="00266964">
        <w:rPr>
          <w:rFonts w:hint="cs"/>
          <w:cs/>
          <w:lang w:bidi="bn-IN"/>
        </w:rPr>
        <w:t>৯</w:t>
      </w:r>
      <w:r w:rsidR="00A569A4" w:rsidRPr="00266964">
        <w:rPr>
          <w:cs/>
          <w:lang w:bidi="bn-IN"/>
        </w:rPr>
        <w:t>]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মাথাটি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সুস্পষ্ট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সুন্দর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কণ্ঠে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শাহাদাত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উদাহরণ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গুহার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বাসিন্দাদের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চাইতেও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বিস্ময়কর।</w:t>
      </w:r>
    </w:p>
    <w:p w:rsidR="00830758" w:rsidRPr="00F37004" w:rsidRDefault="00830758" w:rsidP="00F37004">
      <w:pPr>
        <w:rPr>
          <w:cs/>
        </w:rPr>
      </w:pPr>
      <w:r>
        <w:rPr>
          <w:cs/>
          <w:lang w:bidi="bn-IN"/>
        </w:rPr>
        <w:br w:type="page"/>
      </w:r>
    </w:p>
    <w:p w:rsidR="00A569A4" w:rsidRPr="00266964" w:rsidRDefault="00A569A4" w:rsidP="00830758">
      <w:pPr>
        <w:pStyle w:val="Heading2Center"/>
      </w:pPr>
      <w:bookmarkStart w:id="17" w:name="_Toc443388802"/>
      <w:r w:rsidRPr="00266964">
        <w:rPr>
          <w:rFonts w:hint="cs"/>
          <w:cs/>
          <w:lang w:bidi="bn-IN"/>
        </w:rPr>
        <w:lastRenderedPageBreak/>
        <w:t>ইয়াজিদের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দরবারে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ইহুদী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রাব্বি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বক্তব্য</w:t>
      </w:r>
      <w:bookmarkEnd w:id="17"/>
    </w:p>
    <w:p w:rsidR="00830758" w:rsidRDefault="00830758" w:rsidP="00A569A4">
      <w:pPr>
        <w:pStyle w:val="libNormal"/>
        <w:rPr>
          <w:lang w:bidi="bn-IN"/>
        </w:rPr>
      </w:pPr>
    </w:p>
    <w:p w:rsidR="00A569A4" w:rsidRPr="00F37004" w:rsidRDefault="00A569A4" w:rsidP="00A569A4">
      <w:pPr>
        <w:pStyle w:val="libNormal"/>
        <w:rPr>
          <w:rStyle w:val="libAlaemChar"/>
        </w:rPr>
      </w:pPr>
      <w:r w:rsidRPr="00266964">
        <w:rPr>
          <w:rFonts w:hint="cs"/>
          <w:cs/>
          <w:lang w:bidi="bn-IN"/>
        </w:rPr>
        <w:t>আল্লামা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মাজলিসি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বিহার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আনওয়ার</w:t>
      </w:r>
      <w:r w:rsidRPr="00266964">
        <w:rPr>
          <w:rFonts w:hint="eastAsia"/>
        </w:rPr>
        <w:t>’</w:t>
      </w:r>
      <w:r w:rsidRPr="00266964">
        <w:t xml:space="preserve"> </w:t>
      </w:r>
      <w:r w:rsidRPr="00266964">
        <w:rPr>
          <w:rFonts w:hint="cs"/>
          <w:cs/>
          <w:lang w:bidi="bn-IN"/>
        </w:rPr>
        <w:t>গ্রন্থে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সিরিয়ার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মিম্বর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যায়নুল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আবেদীন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খোতবা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</w:t>
      </w:r>
      <w:r w:rsidR="00C929DC">
        <w:rPr>
          <w:rFonts w:hint="cs"/>
          <w:cs/>
          <w:lang w:bidi="bn-IN"/>
        </w:rPr>
        <w:t>ল্লে</w:t>
      </w:r>
      <w:r w:rsidRPr="00266964">
        <w:rPr>
          <w:rFonts w:hint="cs"/>
          <w:cs/>
          <w:lang w:bidi="bn-IN"/>
        </w:rPr>
        <w:t>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ইহুদী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রাব্বি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সামনে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</w:t>
      </w:r>
      <w:r w:rsidRPr="00266964">
        <w:t xml:space="preserve">,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যুবকটি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</w:t>
      </w:r>
      <w:r w:rsidRPr="00266964">
        <w:t xml:space="preserve">? </w:t>
      </w:r>
      <w:r w:rsidRPr="00266964">
        <w:rPr>
          <w:rFonts w:hint="cs"/>
          <w:cs/>
          <w:lang w:bidi="bn-IN"/>
        </w:rPr>
        <w:t>ইয়াযীদ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রাব্বি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জিজ্ঞেস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t xml:space="preserve">? </w:t>
      </w:r>
      <w:r w:rsidRPr="00266964">
        <w:rPr>
          <w:rFonts w:hint="cs"/>
          <w:cs/>
          <w:lang w:bidi="bn-IN"/>
        </w:rPr>
        <w:t>ইয়াযীদ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তালিবের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রাব্বি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জিজ্ঞেস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</w:t>
      </w:r>
      <w:r w:rsidRPr="00266964">
        <w:t xml:space="preserve">? </w:t>
      </w:r>
      <w:r w:rsidRPr="00266964">
        <w:rPr>
          <w:rFonts w:hint="cs"/>
          <w:cs/>
          <w:lang w:bidi="bn-IN"/>
        </w:rPr>
        <w:t>ইয়াযীদ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ফাতেমা</w:t>
      </w:r>
      <w:r w:rsidRPr="00266964">
        <w:rPr>
          <w:rFonts w:hint="eastAsia"/>
        </w:rPr>
        <w:t>―</w:t>
      </w:r>
      <w:r w:rsidRPr="00266964">
        <w:t xml:space="preserve"> </w:t>
      </w:r>
      <w:r w:rsidRPr="00266964">
        <w:rPr>
          <w:rFonts w:hint="cs"/>
          <w:cs/>
          <w:lang w:bidi="bn-IN"/>
        </w:rPr>
        <w:t>মুহাম্মাদের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কন্যা।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ঐ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প্রজ্ঞাবান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ব্যক্তি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সুবহানাল্লাহ</w:t>
      </w:r>
      <w:r w:rsidRPr="00266964">
        <w:t xml:space="preserve">,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নাতি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শীঘ্র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করলে</w:t>
      </w:r>
      <w:r w:rsidRPr="00266964">
        <w:t xml:space="preserve">? </w:t>
      </w:r>
      <w:r w:rsidRPr="00266964">
        <w:rPr>
          <w:rFonts w:hint="cs"/>
          <w:cs/>
          <w:lang w:bidi="bn-IN"/>
        </w:rPr>
        <w:t>কত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খারাপ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আচরণই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মৃত্যুর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শপথ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মূসা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ইমরানের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ঔরস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মাঝে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বেঁচে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থাকতো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বিশ্বাস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রবের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ইবাদাত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করতাম।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গতকাল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গেছেন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আঘাত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খারাপ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জাতিই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ইয়াযীদ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আদেশ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কণ্ঠনালীকে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চেপে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ধরতে।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রাব্বি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দাঁড়িয়ে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তাহলে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আঘাত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তওরাতে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পড়েছি</w:t>
      </w:r>
      <w:r w:rsidRPr="00266964">
        <w:t xml:space="preserve">,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নবীর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যতদিন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জীবিত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ততদিন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অভিশপ্ত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মরবে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জাহা</w:t>
      </w:r>
      <w:r w:rsidR="00CA22F9">
        <w:rPr>
          <w:rFonts w:hint="cs"/>
          <w:cs/>
          <w:lang w:bidi="bn-IN"/>
        </w:rPr>
        <w:t>ন্না</w:t>
      </w:r>
      <w:r w:rsidRPr="00266964">
        <w:rPr>
          <w:rFonts w:hint="cs"/>
          <w:cs/>
          <w:lang w:bidi="bn-IN"/>
        </w:rPr>
        <w:t>মের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আগুনে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নিক্ষেপ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করবেন।</w:t>
      </w:r>
      <w:r w:rsidR="00830758" w:rsidRPr="00F37004">
        <w:rPr>
          <w:rStyle w:val="libAlaemChar"/>
        </w:rPr>
        <w:t>”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সাইয়েদ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তাউস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লাহীআহ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আসওয়াদ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আব্দুর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রহমান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রা</w:t>
      </w:r>
      <w:r w:rsidR="00830758" w:rsidRPr="00F37004">
        <w:rPr>
          <w:rStyle w:val="libAlaemChar"/>
        </w:rPr>
        <w:t>’</w:t>
      </w:r>
      <w:r w:rsidRPr="00266964">
        <w:rPr>
          <w:rFonts w:hint="cs"/>
          <w:cs/>
          <w:lang w:bidi="bn-IN"/>
        </w:rPr>
        <w:t>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জালুত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দাউদ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মাঝে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সত্তর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পিতামহের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দূরত্ব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কারণে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ইহুদীরা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আমাকে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সম্মান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অথচ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নবীর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মাঝে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যুক্তকারী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মাতা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শুধুমাত্র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একজন</w:t>
      </w:r>
      <w:r w:rsidRPr="00266964">
        <w:t>?</w:t>
      </w:r>
    </w:p>
    <w:p w:rsidR="00E31D58" w:rsidRPr="00F37004" w:rsidRDefault="00E31D58" w:rsidP="00F37004">
      <w:pPr>
        <w:rPr>
          <w:cs/>
        </w:rPr>
      </w:pPr>
      <w:r>
        <w:rPr>
          <w:cs/>
          <w:lang w:bidi="bn-IN"/>
        </w:rPr>
        <w:br w:type="page"/>
      </w:r>
    </w:p>
    <w:p w:rsidR="00A569A4" w:rsidRPr="00266964" w:rsidRDefault="00A569A4" w:rsidP="00E31D58">
      <w:pPr>
        <w:pStyle w:val="Heading2Center"/>
      </w:pPr>
      <w:bookmarkStart w:id="18" w:name="_Toc443388803"/>
      <w:r w:rsidRPr="00266964">
        <w:rPr>
          <w:rFonts w:hint="cs"/>
          <w:cs/>
          <w:lang w:bidi="bn-IN"/>
        </w:rPr>
        <w:lastRenderedPageBreak/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হত্যাকারীকে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ইয়াজিদের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পুরস্কার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প্রদান</w:t>
      </w:r>
      <w:bookmarkEnd w:id="18"/>
    </w:p>
    <w:p w:rsidR="00E31D58" w:rsidRDefault="00E31D58" w:rsidP="00A569A4">
      <w:pPr>
        <w:pStyle w:val="libNormal"/>
        <w:rPr>
          <w:lang w:bidi="bn-IN"/>
        </w:rPr>
      </w:pP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সিবতে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জাওযির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তাযকিরাহ</w:t>
      </w:r>
      <w:r w:rsidRPr="00266964">
        <w:rPr>
          <w:rFonts w:hint="eastAsia"/>
        </w:rPr>
        <w:t>’</w:t>
      </w:r>
      <w:r w:rsidRPr="00266964">
        <w:t xml:space="preserve"> </w:t>
      </w:r>
      <w:r w:rsidRPr="00266964">
        <w:rPr>
          <w:rFonts w:hint="cs"/>
          <w:cs/>
          <w:lang w:bidi="bn-IN"/>
        </w:rPr>
        <w:t>গ্রন্থে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ইয়াযীদ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উবায়দুল্লাহ</w:t>
      </w:r>
      <w:r w:rsidRPr="00266964">
        <w:rPr>
          <w:cs/>
          <w:lang w:bidi="bn-IN"/>
        </w:rPr>
        <w:t xml:space="preserve">]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যিয়াদকে</w:t>
      </w:r>
      <w:r w:rsidR="00E31D58" w:rsidRPr="00F37004">
        <w:rPr>
          <w:rStyle w:val="libAlaemChar"/>
        </w:rPr>
        <w:t>’</w:t>
      </w:r>
      <w:r w:rsidRPr="00266964">
        <w:t xml:space="preserve"> </w:t>
      </w:r>
      <w:r w:rsidRPr="00266964">
        <w:rPr>
          <w:rFonts w:hint="cs"/>
          <w:cs/>
          <w:lang w:bidi="bn-IN"/>
        </w:rPr>
        <w:t>ডেকে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পাঠালো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কিছু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পুরস্কার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অসংখ্য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উপহার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নিজের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বসালো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মর্যাদা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বৃদ্ধি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নিজের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স্ত্রীদের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চলাফেরা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নিজের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সৌভাগ্য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বানিয়েছিলো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মাতাল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গায়ককে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আদেশ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গাওয়ার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হঠাৎ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="00C929DC" w:rsidRPr="00C929DC">
        <w:rPr>
          <w:rFonts w:hint="cs"/>
          <w:cs/>
          <w:lang w:bidi="bn-IN"/>
        </w:rPr>
        <w:t>গ্লা</w:t>
      </w:r>
      <w:r w:rsidRPr="00266964">
        <w:rPr>
          <w:rFonts w:hint="cs"/>
          <w:cs/>
          <w:lang w:bidi="bn-IN"/>
        </w:rPr>
        <w:t>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মনোবল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বৃদ্ধি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জিনিস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যিয়াদকে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গোপন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অংশীদার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বিশ্বস্ত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যুদ্ধলব্ধ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সম্পদ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যুদ্ধ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বিদ্রোহী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হোসেইনের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আউযুবিল্লাহ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হত্যাকারী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="003E7358">
        <w:rPr>
          <w:rFonts w:hint="cs"/>
          <w:cs/>
          <w:lang w:bidi="bn-IN"/>
        </w:rPr>
        <w:t>শত্রু</w:t>
      </w:r>
      <w:r w:rsidRPr="00266964">
        <w:rPr>
          <w:rFonts w:hint="cs"/>
          <w:cs/>
          <w:lang w:bidi="bn-IN"/>
        </w:rPr>
        <w:t>দেরও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ঈর্ষাপরায়ণদেরও।</w:t>
      </w:r>
    </w:p>
    <w:p w:rsidR="00E31D58" w:rsidRPr="00F37004" w:rsidRDefault="00E31D58" w:rsidP="00F37004">
      <w:pPr>
        <w:rPr>
          <w:cs/>
        </w:rPr>
      </w:pPr>
      <w:r>
        <w:rPr>
          <w:cs/>
          <w:lang w:bidi="bn-IN"/>
        </w:rPr>
        <w:br w:type="page"/>
      </w:r>
    </w:p>
    <w:p w:rsidR="00A569A4" w:rsidRPr="00266964" w:rsidRDefault="00A569A4" w:rsidP="00E31D58">
      <w:pPr>
        <w:pStyle w:val="Heading2Center"/>
      </w:pPr>
      <w:bookmarkStart w:id="19" w:name="_Toc443388804"/>
      <w:r w:rsidRPr="00266964">
        <w:rPr>
          <w:rFonts w:hint="cs"/>
          <w:cs/>
          <w:lang w:bidi="bn-IN"/>
        </w:rPr>
        <w:lastRenderedPageBreak/>
        <w:t>দামেস্কে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মুক্তি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প্রদান</w:t>
      </w:r>
      <w:bookmarkEnd w:id="19"/>
    </w:p>
    <w:p w:rsidR="00E31D58" w:rsidRDefault="00E31D58" w:rsidP="00A569A4">
      <w:pPr>
        <w:pStyle w:val="libNormal"/>
        <w:rPr>
          <w:lang w:bidi="bn-IN"/>
        </w:rPr>
      </w:pP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পর্যায়ে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ইয়াজিদ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জনরোষের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বিবেচনায়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অসহায়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শোকার্ত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শেষ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পর্যন্ত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মুক্তি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বাধ্য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যায়নুল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আবেদীন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ঘরের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বাইরে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বেরিয়ে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দামেস্কের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বাজারে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হেঁটে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বেড়াতে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লাগলেন।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মিনহাল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এগিয়ে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জিজ্ঞেস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রাতটি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কিভাবে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কাটিয়েছেন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রাসূলুল্লাহর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সন্তান</w:t>
      </w:r>
      <w:r w:rsidRPr="00266964">
        <w:t xml:space="preserve">?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জবাব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ইসরাইলের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মতো।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ফেরাউনের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জনগণের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মধ্যে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পুত্র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সন্তানদের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হয়েছিল।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মিনহাল</w:t>
      </w:r>
      <w:r w:rsidRPr="00266964">
        <w:t xml:space="preserve">, </w:t>
      </w:r>
      <w:r w:rsidRPr="00266964">
        <w:rPr>
          <w:rFonts w:hint="cs"/>
          <w:cs/>
          <w:lang w:bidi="bn-IN"/>
        </w:rPr>
        <w:t>অন্যদের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মধ্যে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আরবদের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বিশেষ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মর্যাদা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কারণে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ছিলেন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মুহাম্মাদ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</w:t>
      </w:r>
      <w:r w:rsidRPr="00266964">
        <w:t xml:space="preserve">, </w:t>
      </w:r>
      <w:r w:rsidRPr="00266964">
        <w:rPr>
          <w:rFonts w:hint="cs"/>
          <w:cs/>
          <w:lang w:bidi="bn-IN"/>
        </w:rPr>
        <w:t>নিহত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ছত্রভঙ্গ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হয়েছি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ঘৃণা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বিতাড়িত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হয়েছি।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মিনহাল</w:t>
      </w:r>
      <w:r w:rsidRPr="00266964">
        <w:t xml:space="preserve">, </w:t>
      </w:r>
      <w:r w:rsidRPr="00266964">
        <w:rPr>
          <w:rFonts w:hint="cs"/>
          <w:cs/>
          <w:lang w:bidi="bn-IN"/>
        </w:rPr>
        <w:t>ই</w:t>
      </w:r>
      <w:r w:rsidR="00CA22F9">
        <w:rPr>
          <w:rFonts w:hint="cs"/>
          <w:cs/>
          <w:lang w:bidi="bn-IN"/>
        </w:rPr>
        <w:t>ন্না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লিল্লাহি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</w:t>
      </w:r>
      <w:r w:rsidR="00CA22F9">
        <w:rPr>
          <w:rFonts w:hint="cs"/>
          <w:cs/>
          <w:lang w:bidi="bn-IN"/>
        </w:rPr>
        <w:t>ন্না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ইলাইহি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রাজিউন।</w:t>
      </w:r>
    </w:p>
    <w:p w:rsidR="000A3960" w:rsidRPr="00F37004" w:rsidRDefault="000A3960" w:rsidP="00F37004">
      <w:pPr>
        <w:rPr>
          <w:cs/>
        </w:rPr>
      </w:pPr>
      <w:r>
        <w:rPr>
          <w:cs/>
          <w:lang w:bidi="bn-IN"/>
        </w:rPr>
        <w:br w:type="page"/>
      </w:r>
    </w:p>
    <w:p w:rsidR="00A569A4" w:rsidRPr="00266964" w:rsidRDefault="00A569A4" w:rsidP="000A3960">
      <w:pPr>
        <w:pStyle w:val="Heading2Center"/>
      </w:pPr>
      <w:bookmarkStart w:id="20" w:name="_Toc443388805"/>
      <w:r w:rsidRPr="00266964">
        <w:rPr>
          <w:rFonts w:hint="cs"/>
          <w:cs/>
          <w:lang w:bidi="bn-IN"/>
        </w:rPr>
        <w:lastRenderedPageBreak/>
        <w:t>নবী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নির্যাতিত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শোকার্ত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সদস্যদের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সিরিয়া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কারবালা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মদীনায়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গমন</w:t>
      </w:r>
      <w:bookmarkEnd w:id="20"/>
    </w:p>
    <w:p w:rsidR="000A3960" w:rsidRDefault="000A3960" w:rsidP="00F37004">
      <w:pPr>
        <w:pStyle w:val="libAlaem"/>
      </w:pPr>
    </w:p>
    <w:p w:rsidR="00A569A4" w:rsidRPr="00266964" w:rsidRDefault="000A3960" w:rsidP="00F37004">
      <w:pPr>
        <w:pStyle w:val="libNormal"/>
      </w:pPr>
      <w:proofErr w:type="gramStart"/>
      <w:r w:rsidRPr="00F37004">
        <w:rPr>
          <w:rStyle w:val="libAlaemChar"/>
        </w:rPr>
        <w:t>‘</w:t>
      </w:r>
      <w:r w:rsidR="00A569A4" w:rsidRPr="00F37004">
        <w:rPr>
          <w:rFonts w:hint="cs"/>
          <w:cs/>
        </w:rPr>
        <w:t>মালহুফ</w:t>
      </w:r>
      <w:r w:rsidR="00A569A4" w:rsidRPr="00266964">
        <w:rPr>
          <w:rFonts w:hint="eastAsia"/>
        </w:rPr>
        <w:t>’</w:t>
      </w:r>
      <w:r w:rsidR="00A569A4" w:rsidRPr="00266964">
        <w:t xml:space="preserve"> </w:t>
      </w:r>
      <w:r w:rsidR="00A569A4" w:rsidRPr="00F37004">
        <w:rPr>
          <w:rFonts w:hint="cs"/>
          <w:cs/>
        </w:rPr>
        <w:t>গ্রন্থে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বর্ণিত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আছে</w:t>
      </w:r>
      <w:r w:rsidR="00A569A4" w:rsidRPr="00266964">
        <w:t xml:space="preserve">, </w:t>
      </w:r>
      <w:r w:rsidR="00A569A4" w:rsidRPr="00F37004">
        <w:rPr>
          <w:rFonts w:hint="cs"/>
          <w:cs/>
        </w:rPr>
        <w:t>বর্ণনাকারী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বলেছে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যে</w:t>
      </w:r>
      <w:r w:rsidR="00A569A4" w:rsidRPr="00266964">
        <w:t xml:space="preserve">, </w:t>
      </w:r>
      <w:r w:rsidR="00A569A4" w:rsidRPr="00F37004">
        <w:rPr>
          <w:rFonts w:hint="cs"/>
          <w:cs/>
        </w:rPr>
        <w:t>যখন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ইমাম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হোসেইন</w:t>
      </w:r>
      <w:r w:rsidR="00A569A4" w:rsidRPr="00266964">
        <w:rPr>
          <w:cs/>
          <w:lang w:bidi="bn-IN"/>
        </w:rPr>
        <w:t xml:space="preserve"> (</w:t>
      </w:r>
      <w:r w:rsidR="00A569A4" w:rsidRPr="00F37004">
        <w:rPr>
          <w:rFonts w:hint="cs"/>
          <w:cs/>
        </w:rPr>
        <w:t>আ</w:t>
      </w:r>
      <w:r w:rsidR="00A569A4" w:rsidRPr="00266964">
        <w:rPr>
          <w:cs/>
          <w:lang w:bidi="bn-IN"/>
        </w:rPr>
        <w:t>.)</w:t>
      </w:r>
      <w:proofErr w:type="gramEnd"/>
      <w:r w:rsidR="00A569A4" w:rsidRPr="00266964">
        <w:rPr>
          <w:cs/>
          <w:lang w:bidi="bn-IN"/>
        </w:rPr>
        <w:t>-</w:t>
      </w:r>
      <w:r w:rsidR="00A569A4" w:rsidRPr="00F37004">
        <w:rPr>
          <w:rFonts w:hint="cs"/>
          <w:cs/>
        </w:rPr>
        <w:t>এর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পরিবার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সিরিয়া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ত্যাগ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করলেন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ইরাকে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পৌঁছলেন</w:t>
      </w:r>
      <w:r w:rsidR="00A569A4" w:rsidRPr="00266964">
        <w:t xml:space="preserve">, </w:t>
      </w:r>
      <w:r w:rsidR="00A569A4" w:rsidRPr="00F37004">
        <w:rPr>
          <w:rFonts w:hint="cs"/>
          <w:cs/>
        </w:rPr>
        <w:t>তারা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তাদের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পথপ্রদর্শককে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বললেন</w:t>
      </w:r>
      <w:r w:rsidR="00A569A4" w:rsidRPr="00266964">
        <w:t xml:space="preserve">, </w:t>
      </w:r>
      <w:r w:rsidR="00A569A4" w:rsidRPr="00F37004">
        <w:rPr>
          <w:rFonts w:hint="cs"/>
          <w:cs/>
        </w:rPr>
        <w:t>আমাদেরকে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কারবালার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ভেতর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দিয়ে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নিয়ে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যাও।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এরপর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যখন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তারা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শাহাদাতের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স্থানটিতে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পৌঁছলেন</w:t>
      </w:r>
      <w:r w:rsidR="00A569A4" w:rsidRPr="00266964">
        <w:t xml:space="preserve">, </w:t>
      </w:r>
      <w:r w:rsidR="00A569A4" w:rsidRPr="00F37004">
        <w:rPr>
          <w:rFonts w:hint="cs"/>
          <w:cs/>
        </w:rPr>
        <w:t>তারা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দেখলেন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জাবির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বিন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আব্দুল্লাহ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আনসারি</w:t>
      </w:r>
      <w:r w:rsidR="00A569A4" w:rsidRPr="00266964">
        <w:rPr>
          <w:cs/>
          <w:lang w:bidi="bn-IN"/>
        </w:rPr>
        <w:t xml:space="preserve"> (</w:t>
      </w:r>
      <w:r w:rsidR="00A569A4" w:rsidRPr="00F37004">
        <w:rPr>
          <w:rFonts w:hint="cs"/>
          <w:cs/>
        </w:rPr>
        <w:t>আ</w:t>
      </w:r>
      <w:r w:rsidR="00A569A4" w:rsidRPr="00266964">
        <w:rPr>
          <w:cs/>
          <w:lang w:bidi="bn-IN"/>
        </w:rPr>
        <w:t xml:space="preserve">.) </w:t>
      </w:r>
      <w:r w:rsidR="00A569A4" w:rsidRPr="00F37004">
        <w:rPr>
          <w:rFonts w:hint="cs"/>
          <w:cs/>
        </w:rPr>
        <w:t>ও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সাথে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বনি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হাশিমের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একটি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দল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রাসূলুল্লাহ</w:t>
      </w:r>
      <w:r w:rsidR="00A569A4" w:rsidRPr="00266964">
        <w:rPr>
          <w:cs/>
          <w:lang w:bidi="bn-IN"/>
        </w:rPr>
        <w:t xml:space="preserve"> (</w:t>
      </w:r>
      <w:r w:rsidR="00A569A4" w:rsidRPr="00F37004">
        <w:rPr>
          <w:rFonts w:hint="cs"/>
          <w:cs/>
        </w:rPr>
        <w:t>সা</w:t>
      </w:r>
      <w:r w:rsidR="00A569A4" w:rsidRPr="00266964">
        <w:rPr>
          <w:cs/>
          <w:lang w:bidi="bn-IN"/>
        </w:rPr>
        <w:t>.)-</w:t>
      </w:r>
      <w:r w:rsidR="00A569A4" w:rsidRPr="00F37004">
        <w:rPr>
          <w:rFonts w:hint="cs"/>
          <w:cs/>
        </w:rPr>
        <w:t>এর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আত্মীয়রা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ইমাম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হোসেইন</w:t>
      </w:r>
      <w:r w:rsidR="00A569A4" w:rsidRPr="00266964">
        <w:rPr>
          <w:cs/>
          <w:lang w:bidi="bn-IN"/>
        </w:rPr>
        <w:t xml:space="preserve"> (</w:t>
      </w:r>
      <w:r w:rsidR="00A569A4" w:rsidRPr="00F37004">
        <w:rPr>
          <w:rFonts w:hint="cs"/>
          <w:cs/>
        </w:rPr>
        <w:t>আ</w:t>
      </w:r>
      <w:r w:rsidR="00A569A4" w:rsidRPr="00266964">
        <w:rPr>
          <w:cs/>
          <w:lang w:bidi="bn-IN"/>
        </w:rPr>
        <w:t>.)-</w:t>
      </w:r>
      <w:r w:rsidR="00A569A4" w:rsidRPr="00F37004">
        <w:rPr>
          <w:rFonts w:hint="cs"/>
          <w:cs/>
        </w:rPr>
        <w:t>এর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কবর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যিয়ারাতে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এসেছেন।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তারা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পরস্পরের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সাথে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সাক্ষাৎ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করলেন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প্রচণ্ড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দুঃখ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নিয়ে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বিলাপ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করে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নিজেদের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চেহারায়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আঘাত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করতে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করতে।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এরপর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এক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হৃদয়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বিদারক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শোকানুষ্ঠান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শুরু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হলো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আশেপাশের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শহরগুলো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থেকে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নারীরাও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তাদের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সাথে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যোগ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দিলেন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এবং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তারা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সবাই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সেখানে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কয়েক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দিনের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জন্য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শোক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পালন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করলেন।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শেইখ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ইবনে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নিমাও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তার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শাহাদাতের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বইতে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একই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রকম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বর্ণনা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উ</w:t>
      </w:r>
      <w:r w:rsidR="00C929DC" w:rsidRPr="00F37004">
        <w:rPr>
          <w:rFonts w:hint="cs"/>
          <w:cs/>
        </w:rPr>
        <w:t>ল্লে</w:t>
      </w:r>
      <w:r w:rsidR="00A569A4" w:rsidRPr="00F37004">
        <w:rPr>
          <w:rFonts w:hint="cs"/>
          <w:cs/>
        </w:rPr>
        <w:t>খ</w:t>
      </w:r>
      <w:r w:rsidR="00A569A4" w:rsidRPr="00266964">
        <w:rPr>
          <w:cs/>
          <w:lang w:bidi="bn-IN"/>
        </w:rPr>
        <w:t xml:space="preserve"> </w:t>
      </w:r>
      <w:r w:rsidR="00A569A4" w:rsidRPr="00F37004">
        <w:rPr>
          <w:rFonts w:hint="cs"/>
          <w:cs/>
        </w:rPr>
        <w:t>করেছেন।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সাইয়েদ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তাউস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বর্ণনাকারী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কারবালা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মদীনার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রওয়ানা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বাশীর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জাযলাম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মদীনার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পৌঁছলাম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যায়নুল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আবেদীন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সেখানে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তাঁবু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গাড়লেন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নারীদেরও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আসতে।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বাশীর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রহম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কবি।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তাহলে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শোকগাঁথা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আবৃত্তি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করো</w:t>
      </w:r>
      <w:r w:rsidRPr="00266964">
        <w:t xml:space="preserve">?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জ্বী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কবি।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তাহলে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মদীনায়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আব্দুল্লাহ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শাহাদাতের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খবর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ঘোষণা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ঘোড়ায়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চড়লাম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দ্রুত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ঘোড়া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ছোটালাম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যতক্ষণ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মদীনায়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পৌঁছলাম।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মসজিদে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পৌঁছলাম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উচ্চকণ্ঠে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lastRenderedPageBreak/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ইয়াসরিবের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জনগণ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এখানে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জায়গা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নেই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হোসেইনকে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কারণে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="000A3960">
        <w:rPr>
          <w:rFonts w:hint="cs"/>
          <w:cs/>
          <w:lang w:bidi="bn-IN"/>
        </w:rPr>
        <w:t>অশ্রু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বইছে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কারবালায়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মাখামাখি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বর্শার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আগায়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রেখে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জায়গা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আরেক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জায়গায়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রাস্তায়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রাস্তায়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প্রদর্শন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শহরের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উপকণ্ঠে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পৌঁছেছেন।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ফুফুরা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বোনেরা।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পাঠিয়েছেন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অবতরণের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স্থানটির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ঘোষণা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দেই</w:t>
      </w:r>
      <w:r w:rsidRPr="00266964">
        <w:t xml:space="preserve">,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বোরখায়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ঢাকা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দৌড়ে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বেরিয়ে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কাঁদতে।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জীবনে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কখনো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এরকম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</w:t>
      </w:r>
      <w:r w:rsidR="00CA22F9">
        <w:rPr>
          <w:rFonts w:hint="cs"/>
          <w:cs/>
          <w:lang w:bidi="bn-IN"/>
        </w:rPr>
        <w:t>ন্না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</w:t>
      </w:r>
      <w:r w:rsidRPr="00266964">
        <w:t xml:space="preserve">,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এমন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কিছু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মুসলমানদের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চেয়ে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কষ্টকর।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বালিকাকে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শুনলাম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অভিভাবকের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শাহাদাতের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সংবাদ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এনেছো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শোকাহত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অবস্থা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খারাপ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সংবাদ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হৃদয়কে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বিপর্যস্ত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ফেলেছে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চোখ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দুটো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প্রচুর</w:t>
      </w:r>
      <w:r w:rsidRPr="00266964">
        <w:rPr>
          <w:cs/>
          <w:lang w:bidi="bn-IN"/>
        </w:rPr>
        <w:t xml:space="preserve"> </w:t>
      </w:r>
      <w:r w:rsidR="000A3960">
        <w:rPr>
          <w:rFonts w:hint="cs"/>
          <w:cs/>
          <w:lang w:bidi="bn-IN"/>
        </w:rPr>
        <w:t>অশ্রু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ঝরাও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অনবরত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দুঃখের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কারণে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আসমান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ভেঙ্গে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পড়েছে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শাহাদাত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উচ্চ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মর্যাদাকে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ধর্ম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উষ্ণ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আবেগকে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ফুটো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যদিও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কবর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অনেক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অনেক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দূরে।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বালিকাটি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ফিরে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মৃত্যুর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সংবাদবাহক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আবু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আবদুল্লাহর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দুঃখকে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নতুন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আরম্ভ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ভেতরের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ক্ষতকে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ঘষে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তখনও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শুকায়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রহমত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করুন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তুমি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</w:t>
      </w:r>
      <w:r w:rsidRPr="00266964">
        <w:t xml:space="preserve">?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বাশীর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জাযলাম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অভিভাবক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আমাকে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পাঠিয়েছেন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আব্দুল্লাহ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অমুক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জায়গায়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তাঁবু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ফেলেছেন।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লোকজন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ছেড়ে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ঐ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জায়গার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দৌড়াতে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ঘোড়ায়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চড়লাম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ফেরত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জনগণ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রাস্তা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গলি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দখল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ফেলেছে।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ঘোড়া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নামলাম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মানুষের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ঘাড়ের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তাঁবু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পর্যন্ত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পৌঁছলাম।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ভেতরে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বাইওে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বেরিয়ে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রুমাল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</w:t>
      </w:r>
      <w:r w:rsidRPr="00266964">
        <w:rPr>
          <w:cs/>
          <w:lang w:bidi="bn-IN"/>
        </w:rPr>
        <w:t xml:space="preserve"> </w:t>
      </w:r>
      <w:r w:rsidR="000A3960">
        <w:rPr>
          <w:rFonts w:hint="cs"/>
          <w:cs/>
          <w:lang w:bidi="bn-IN"/>
        </w:rPr>
        <w:t>অশ্রু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মুছতে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মুছতে।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খাদেম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পেছন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পেছন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চেয়ার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মাটিকে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এতে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বসলেন।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="000A3960">
        <w:rPr>
          <w:rFonts w:hint="cs"/>
          <w:cs/>
          <w:lang w:bidi="bn-IN"/>
        </w:rPr>
        <w:t>অশ্রু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অনবরত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ঝরছিলো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পুরুষদের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</w:t>
      </w:r>
      <w:r w:rsidR="00CA22F9">
        <w:rPr>
          <w:rFonts w:hint="cs"/>
          <w:cs/>
          <w:lang w:bidi="bn-IN"/>
        </w:rPr>
        <w:t>ন্না</w:t>
      </w:r>
      <w:r w:rsidRPr="00266964">
        <w:rPr>
          <w:rFonts w:hint="cs"/>
          <w:cs/>
          <w:lang w:bidi="bn-IN"/>
        </w:rPr>
        <w:t>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কণ্ঠ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উঁচু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বিলাপ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লাগলো।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জনগণ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চতুর্দিক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সমবেদনা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জানাতে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লাগলো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ঐ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জায়গায়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ভয়ানক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শোরগোল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হলো।</w:t>
      </w:r>
    </w:p>
    <w:p w:rsidR="000F1085" w:rsidRPr="00F37004" w:rsidRDefault="000F1085" w:rsidP="00F37004">
      <w:pPr>
        <w:rPr>
          <w:cs/>
        </w:rPr>
      </w:pPr>
      <w:r>
        <w:rPr>
          <w:cs/>
          <w:lang w:bidi="bn-IN"/>
        </w:rPr>
        <w:br w:type="page"/>
      </w:r>
    </w:p>
    <w:p w:rsidR="00A569A4" w:rsidRPr="00266964" w:rsidRDefault="00A569A4" w:rsidP="000F1085">
      <w:pPr>
        <w:pStyle w:val="Heading2Center"/>
      </w:pPr>
      <w:bookmarkStart w:id="21" w:name="_Toc443388806"/>
      <w:r w:rsidRPr="00266964">
        <w:rPr>
          <w:rFonts w:hint="cs"/>
          <w:cs/>
          <w:lang w:bidi="bn-IN"/>
        </w:rPr>
        <w:lastRenderedPageBreak/>
        <w:t>মদীনার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উপকণ্ঠে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যায়নুল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আবেদীন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খোতবা</w:t>
      </w:r>
      <w:bookmarkEnd w:id="21"/>
    </w:p>
    <w:p w:rsidR="000F1085" w:rsidRDefault="000F1085" w:rsidP="00A569A4">
      <w:pPr>
        <w:pStyle w:val="libNormal"/>
        <w:rPr>
          <w:lang w:bidi="bn-IN"/>
        </w:rPr>
      </w:pP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উপস্থিত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ইশারা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চুপ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</w:t>
      </w:r>
      <w:r w:rsidR="00CA22F9">
        <w:rPr>
          <w:rFonts w:hint="cs"/>
          <w:cs/>
          <w:lang w:bidi="bn-IN"/>
        </w:rPr>
        <w:t>ন্না</w:t>
      </w:r>
      <w:r w:rsidRPr="00266964">
        <w:rPr>
          <w:rFonts w:hint="cs"/>
          <w:cs/>
          <w:lang w:bidi="bn-IN"/>
        </w:rPr>
        <w:t>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আওয়াজ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আলহামদুলিল্লাহি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রাব্বিল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আলামীন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বিচার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বাদশাহ</w:t>
      </w:r>
      <w:r w:rsidRPr="00266964">
        <w:t xml:space="preserve">, </w:t>
      </w:r>
      <w:r w:rsidRPr="00266964">
        <w:rPr>
          <w:rFonts w:hint="cs"/>
          <w:cs/>
          <w:lang w:bidi="bn-IN"/>
        </w:rPr>
        <w:t>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সৃষ্টির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সৃষ্টিকর্তা।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রবের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শপথ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অনুভবের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আয়ত্তে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বাইরে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বান্দাহদের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গোপন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শোনেন।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প্রশংসা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মারাত্মক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ঘটনা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যুগের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বিপর্যয়গুলোর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বিষয়ে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দুঃখের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কঠিন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মাত্রা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গভীর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দুঃখজনক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ঘটনাগুলোর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স্বাদের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বিরাট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দুঃখ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মহাশোকে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হৃদয়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বিদারক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বিপর্যস্তকারী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দুঃখ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কষ্টের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ভেতরে।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জনতা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নিশ্চয়ই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প্রশংসার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যোগ্য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পরীক্ষা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বিরাট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দুঃখসমূহের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মাধ্যমে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ইসলামের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ভেতরে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গভীর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ফাটল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প্রকাশিত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আব্দুল্লাহ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স্বজনদের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অপরিণত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বয়সের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বন্দী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অবস্থায়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তাড়িয়ে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নেওয়া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বর্শার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আগায়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রেখে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শহরগুলোর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রাস্তাগুলিতে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প্রদর্শন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মহাবিপর্যয়ের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তুলনা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নেই।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জনতা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মধ্যে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মৃত্যুর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আনন্দিত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মধ্যে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হৃদয়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ছারখার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t xml:space="preserve">?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মধ্যে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চোখ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="000A3960">
        <w:rPr>
          <w:rFonts w:hint="cs"/>
          <w:cs/>
          <w:lang w:bidi="bn-IN"/>
        </w:rPr>
        <w:t>অশ্রু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ফেলবে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মধ্যে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নিজেকে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নিয়ন্ত্রণ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নিজের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চেহারায়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চাপড়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</w:t>
      </w:r>
      <w:r w:rsidRPr="00266964">
        <w:t xml:space="preserve">? </w:t>
      </w:r>
      <w:r w:rsidRPr="00266964">
        <w:rPr>
          <w:rFonts w:hint="cs"/>
          <w:cs/>
          <w:lang w:bidi="bn-IN"/>
        </w:rPr>
        <w:t>সাতটি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উচ্চ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আকাশ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শাহাদাতে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কেঁদেছে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নদীগুলো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ঢেউসহ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আকাশগুলো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স্তম্ভগুলোসহ</w:t>
      </w:r>
      <w:r w:rsidRPr="00266964">
        <w:t xml:space="preserve">, </w:t>
      </w:r>
      <w:r w:rsidRPr="00266964">
        <w:rPr>
          <w:rFonts w:hint="cs"/>
          <w:cs/>
          <w:lang w:bidi="bn-IN"/>
        </w:rPr>
        <w:t>পৃথিবী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চারধারসহ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গাছগুলো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শাখাগুলোসহ</w:t>
      </w:r>
      <w:r w:rsidRPr="00266964">
        <w:t xml:space="preserve">, </w:t>
      </w:r>
      <w:r w:rsidRPr="00266964">
        <w:rPr>
          <w:rFonts w:hint="cs"/>
          <w:cs/>
          <w:lang w:bidi="bn-IN"/>
        </w:rPr>
        <w:t>সমুদ্র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গভীরের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মাছেরা</w:t>
      </w:r>
      <w:r w:rsidRPr="00266964">
        <w:t>, [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নিকটবর্তী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ফেরেশতারা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আকাশের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বাসিন্দারাও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</w:t>
      </w:r>
      <w:r w:rsidR="00CA22F9">
        <w:rPr>
          <w:rFonts w:hint="cs"/>
          <w:cs/>
          <w:lang w:bidi="bn-IN"/>
        </w:rPr>
        <w:t>ন্না</w:t>
      </w:r>
      <w:r w:rsidRPr="00266964">
        <w:rPr>
          <w:rFonts w:hint="cs"/>
          <w:cs/>
          <w:lang w:bidi="bn-IN"/>
        </w:rPr>
        <w:t>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কণ্ঠ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মিলিয়েছে।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lastRenderedPageBreak/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জনতা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হৃদয়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শাহাদাতের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কারণে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ছিঁড়ে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t xml:space="preserve">?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বিবেক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কারণে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পুড়ে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t xml:space="preserve">?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বধির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ইসলামের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ভেতর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ফাটল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দিয়েছে</w:t>
      </w:r>
      <w:r w:rsidRPr="00266964">
        <w:t>?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জনতা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তাড়িয়ে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নেওয়া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রাস্তায়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প্রদর্শন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শহরগুলোর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দূরবর্তী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নিকটবর্তী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জায়গাগুলোতে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তুর্কী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অথবা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কাবুলি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লোকদের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অপরাধ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ছাড়াই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অথবা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খারাপ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ছাড়াই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ইসলামে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ফাটল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সৃষ্টি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করেছি।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কখনোই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প্রাচীন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পূর্বপুরুষদের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নুতন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জিনিস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ছাড়া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কিছু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নয়।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শপথ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বিষয়ে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সদুপদেশ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বিরুদ্ধে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যুদ্ধ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আদেশ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দিতেন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তাহলেও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চেয়ে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বেশী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ক্ষতি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ইতোমধ্যেই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ই</w:t>
      </w:r>
      <w:r w:rsidR="00CA22F9">
        <w:rPr>
          <w:rFonts w:hint="cs"/>
          <w:cs/>
          <w:lang w:bidi="bn-IN"/>
        </w:rPr>
        <w:t>ন্না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লিল্লাহি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</w:t>
      </w:r>
      <w:r w:rsidR="00CA22F9">
        <w:rPr>
          <w:rFonts w:hint="cs"/>
          <w:cs/>
          <w:lang w:bidi="bn-IN"/>
        </w:rPr>
        <w:t>ন্না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ইলাইহি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রাজিউন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কী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কঠিন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বেদনাদায়ক</w:t>
      </w:r>
      <w:r w:rsidRPr="00266964">
        <w:t xml:space="preserve">, </w:t>
      </w:r>
      <w:r w:rsidRPr="00266964">
        <w:rPr>
          <w:rFonts w:hint="cs"/>
          <w:cs/>
          <w:lang w:bidi="bn-IN"/>
        </w:rPr>
        <w:t>মারাত্মক</w:t>
      </w:r>
      <w:r w:rsidRPr="00266964">
        <w:t xml:space="preserve">, </w:t>
      </w:r>
      <w:r w:rsidRPr="00266964">
        <w:rPr>
          <w:rFonts w:hint="cs"/>
          <w:cs/>
          <w:lang w:bidi="bn-IN"/>
        </w:rPr>
        <w:t>দুঃখপূর্ণ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হৃদয়বিদারক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দুর্যোগ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দেখেছি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সহ্য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করেছি।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বিচারের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মহা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ক্ষমতাবান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প্রতিশোধ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গ্রহণকারী।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শাহাদাতের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কিছু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কিছু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বইতে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সাইয়েদা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উম্মে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কুলসুম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মদীনায়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পৌঁছলেন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শহর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মদীনা</w:t>
      </w:r>
      <w:r w:rsidRPr="00266964">
        <w:rPr>
          <w:cs/>
          <w:lang w:bidi="bn-IN"/>
        </w:rPr>
        <w:t>]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গ্রহণ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ফিরেছি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দুঃখ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হতাশা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t xml:space="preserve">; </w:t>
      </w:r>
      <w:r w:rsidRPr="00266964">
        <w:rPr>
          <w:rFonts w:hint="cs"/>
          <w:cs/>
          <w:lang w:bidi="bn-IN"/>
        </w:rPr>
        <w:t>সাবধান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যাও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কঠিন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কষ্ট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দেওয়া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পিতার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প্রতি</w:t>
      </w:r>
      <w:r w:rsidRPr="00266964">
        <w:rPr>
          <w:cs/>
          <w:lang w:bidi="bn-IN"/>
        </w:rPr>
        <w:t xml:space="preserve"> </w:t>
      </w:r>
      <w:r w:rsidR="003E7358">
        <w:rPr>
          <w:rFonts w:hint="cs"/>
          <w:cs/>
          <w:lang w:bidi="bn-IN"/>
        </w:rPr>
        <w:t>শত্রু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কারণে</w:t>
      </w:r>
      <w:r w:rsidRPr="00266964">
        <w:t xml:space="preserve">;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বিদায়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নিয়েছিলাম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কিন্তু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ফিরছি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পুরুষদের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পুত্র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সন্তানদের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ছাড়া</w:t>
      </w:r>
      <w:r w:rsidRPr="00266964">
        <w:t xml:space="preserve">;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এখান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গিয়েছিলাম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একত্রে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ছিলাম</w:t>
      </w:r>
      <w:r w:rsidRPr="00266964">
        <w:t xml:space="preserve">; </w:t>
      </w:r>
      <w:r w:rsidRPr="00266964">
        <w:rPr>
          <w:rFonts w:hint="cs"/>
          <w:cs/>
          <w:lang w:bidi="bn-IN"/>
        </w:rPr>
        <w:t>এখন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ফিরছি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ক্ষতি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ব্যক্তিগত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জিনিসপত্র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লুট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যাওয়া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অবস্থায়</w:t>
      </w:r>
      <w:r w:rsidRPr="00266964">
        <w:t xml:space="preserve">;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নিরাপত্তায়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ফিরছি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স্বজনদের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বিচ্ছেদ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t xml:space="preserve">;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মাওলা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নিরাপত্তা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দানকারী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সাহায্যকারী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ফিরেছি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মাখা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অবস্থায়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ফেলে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রেখে</w:t>
      </w:r>
      <w:r w:rsidRPr="00266964">
        <w:t xml:space="preserve">; </w:t>
      </w:r>
      <w:r w:rsidRPr="00266964">
        <w:rPr>
          <w:rFonts w:hint="cs"/>
          <w:cs/>
          <w:lang w:bidi="bn-IN"/>
        </w:rPr>
        <w:t>আমাদেরকে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লুট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ধ্বংস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নিরাপত্তার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নিশ্চয়তা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দানকারী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সাহায্যকারী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ভাইয়ের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কাঁদছি</w:t>
      </w:r>
      <w:r w:rsidRPr="00266964">
        <w:t xml:space="preserve">;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নানা</w:t>
      </w:r>
      <w:r w:rsidRPr="00266964">
        <w:t xml:space="preserve">, </w:t>
      </w:r>
      <w:r w:rsidR="003E7358">
        <w:rPr>
          <w:rFonts w:hint="cs"/>
          <w:cs/>
          <w:lang w:bidi="bn-IN"/>
        </w:rPr>
        <w:t>শত্রু</w:t>
      </w:r>
      <w:r w:rsidRPr="00266964">
        <w:rPr>
          <w:rFonts w:hint="cs"/>
          <w:cs/>
          <w:lang w:bidi="bn-IN"/>
        </w:rPr>
        <w:t>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বিবেচনা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প্রিয়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নানা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="003E7358">
        <w:rPr>
          <w:rFonts w:hint="cs"/>
          <w:cs/>
          <w:lang w:bidi="bn-IN"/>
        </w:rPr>
        <w:t>শত্রু</w:t>
      </w:r>
      <w:r w:rsidRPr="00266964">
        <w:rPr>
          <w:rFonts w:hint="cs"/>
          <w:cs/>
          <w:lang w:bidi="bn-IN"/>
        </w:rPr>
        <w:t>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আশাগুলো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পূরণ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মর্যাদা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লঙ্ঘন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স্বস্তি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পেয়েছে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আহলে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বাইত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বোরখাবিহীন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প্রয়োগে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গদীবিহীন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উটের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বসিয়েছিল।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বর্ণনাকারী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সাইয়েদা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যায়নাব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মসজিদের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জোড়া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দরজা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আঁকড়ে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ধরলেন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উচ্চকণ্ঠে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নানা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মৃত্যুর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খবর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জানাচ্ছি।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="000A3960">
        <w:rPr>
          <w:rFonts w:hint="cs"/>
          <w:cs/>
          <w:lang w:bidi="bn-IN"/>
        </w:rPr>
        <w:t>অশ্রু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অবিরত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ঝরতে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লাগলো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বিলাপ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</w:t>
      </w:r>
      <w:r w:rsidR="00CA22F9">
        <w:rPr>
          <w:rFonts w:hint="cs"/>
          <w:cs/>
          <w:lang w:bidi="bn-IN"/>
        </w:rPr>
        <w:t>ন্না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থামাতে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যতবার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দৃষ্টি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শোক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নতুন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হৃদয়ের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বেদনা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বৃদ্ধি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পেতো।</w:t>
      </w:r>
    </w:p>
    <w:p w:rsidR="00F50FEA" w:rsidRPr="00F37004" w:rsidRDefault="00F50FEA" w:rsidP="00F37004">
      <w:pPr>
        <w:rPr>
          <w:cs/>
        </w:rPr>
      </w:pPr>
      <w:r>
        <w:rPr>
          <w:cs/>
          <w:lang w:bidi="bn-IN"/>
        </w:rPr>
        <w:br w:type="page"/>
      </w:r>
    </w:p>
    <w:p w:rsidR="00A569A4" w:rsidRPr="00266964" w:rsidRDefault="00A569A4" w:rsidP="00F50FEA">
      <w:pPr>
        <w:pStyle w:val="Heading2Center"/>
      </w:pPr>
      <w:bookmarkStart w:id="22" w:name="_Toc443388807"/>
      <w:r w:rsidRPr="00266964">
        <w:rPr>
          <w:rFonts w:hint="cs"/>
          <w:cs/>
          <w:lang w:bidi="bn-IN"/>
        </w:rPr>
        <w:lastRenderedPageBreak/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আহাজারি</w:t>
      </w:r>
      <w:bookmarkEnd w:id="22"/>
    </w:p>
    <w:p w:rsidR="00F50FEA" w:rsidRDefault="00F50FEA" w:rsidP="00A569A4">
      <w:pPr>
        <w:pStyle w:val="libNormal"/>
        <w:rPr>
          <w:lang w:bidi="bn-IN"/>
        </w:rPr>
      </w:pP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সাইয়েদ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তাউস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জাফর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সাদিক্ব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যায়নুল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আবেদীন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চ</w:t>
      </w:r>
      <w:r w:rsidR="00C929DC">
        <w:rPr>
          <w:rFonts w:hint="cs"/>
          <w:cs/>
          <w:lang w:bidi="bn-IN"/>
        </w:rPr>
        <w:t>ল্লি</w:t>
      </w:r>
      <w:r w:rsidRPr="00266964">
        <w:rPr>
          <w:rFonts w:hint="cs"/>
          <w:cs/>
          <w:lang w:bidi="bn-IN"/>
        </w:rPr>
        <w:t>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বছর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কেঁদেছিলেন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রোযা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রাখতেন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পুরো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জেগে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থাকতেন।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ইফতার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খাদেম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সামনে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খাবার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ইফতারের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বলতো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মালিক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আপনি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ইফতার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করুন।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বলতেন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ক্ষুধার্ত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পিপাসার্ত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অবস্থায়।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বলতেই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থাকতেন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অনেক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কাঁদতেন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="000A3960">
        <w:rPr>
          <w:rFonts w:hint="cs"/>
          <w:cs/>
          <w:lang w:bidi="bn-IN"/>
        </w:rPr>
        <w:t>অশ্রু</w:t>
      </w:r>
      <w:r w:rsidRPr="00266964">
        <w:rPr>
          <w:rFonts w:hint="cs"/>
          <w:cs/>
          <w:lang w:bidi="bn-IN"/>
        </w:rPr>
        <w:t>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খাবার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ভিজে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যাওয়া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পর্যন্ত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পানিও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চলতেই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জীবনের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শেষ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পর্যন্ত।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একদিন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মালিক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বাইরে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অনুসরণ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করলাম।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কপাল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অমসৃণ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পাথরের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রাখলেন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</w:t>
      </w:r>
      <w:r w:rsidR="00CA22F9">
        <w:rPr>
          <w:rFonts w:hint="cs"/>
          <w:cs/>
          <w:lang w:bidi="bn-IN"/>
        </w:rPr>
        <w:t>ন্না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আহাজারি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শুনতে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তেলাওয়াতের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কণ্ঠও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শুনতে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হাজার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বার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ছাড়া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পূর্ণ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নিশ্চয়তার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ছাড়া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পূর্ণ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আত্মনিয়োগ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বিনয়ের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মাধ্যমে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ছাড়া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বিশ্বাসে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সত্যে।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সিজদা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তুললেন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দাড়ি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চেহারা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চোখের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পানিতে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ভিজে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গিয়েছিল।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মালিক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দুঃখ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শেষ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আপনার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আহাজারি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</w:t>
      </w:r>
      <w:r w:rsidRPr="00266964">
        <w:t xml:space="preserve">?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উত্তর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তোমার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আক্ষেপ</w:t>
      </w:r>
      <w:r w:rsidRPr="00266964">
        <w:t xml:space="preserve">, </w:t>
      </w:r>
      <w:r w:rsidRPr="00266964">
        <w:rPr>
          <w:rFonts w:hint="cs"/>
          <w:cs/>
          <w:lang w:bidi="bn-IN"/>
        </w:rPr>
        <w:t>ইয়াক্বুব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একজন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বারো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সন্তানকে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ইউসূফ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.]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চোখের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আড়ালে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রেখেছিলেন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গিয়েছিল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অত্যধিক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দুঃখে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পিঠ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বাঁকা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গিয়েছিল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দুঃশ্চিন্তায়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চোখের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দৃষ্টিশক্তি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ক্ষীণ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গিয়েছিল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অতিরিক্ত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</w:t>
      </w:r>
      <w:r w:rsidR="00CA22F9">
        <w:rPr>
          <w:rFonts w:hint="cs"/>
          <w:cs/>
          <w:lang w:bidi="bn-IN"/>
        </w:rPr>
        <w:t>ন্না</w:t>
      </w:r>
      <w:r w:rsidRPr="00266964">
        <w:rPr>
          <w:rFonts w:hint="cs"/>
          <w:cs/>
          <w:lang w:bidi="bn-IN"/>
        </w:rPr>
        <w:t>কাটিতে</w:t>
      </w:r>
      <w:r w:rsidRPr="00266964">
        <w:t xml:space="preserve">;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সবকিছু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যদিও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জীবিত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পৃথিবীতে।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ভাই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আঠারো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সদস্যকে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মাটিতে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শহীদ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দেখেছি</w:t>
      </w:r>
      <w:r w:rsidRPr="00266964">
        <w:rPr>
          <w:rFonts w:hint="eastAsia"/>
        </w:rPr>
        <w:t>―</w:t>
      </w:r>
      <w:r w:rsidRPr="00266964">
        <w:rPr>
          <w:rFonts w:hint="cs"/>
          <w:cs/>
          <w:lang w:bidi="bn-IN"/>
        </w:rPr>
        <w:t>তাই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কিভাবে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দুঃখ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="000A3960">
        <w:rPr>
          <w:rFonts w:hint="cs"/>
          <w:cs/>
          <w:lang w:bidi="bn-IN"/>
        </w:rPr>
        <w:t>অশ্রু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থামতে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পারে</w:t>
      </w:r>
      <w:r w:rsidRPr="00266964">
        <w:t>?</w:t>
      </w:r>
    </w:p>
    <w:p w:rsidR="00F50FEA" w:rsidRPr="00F37004" w:rsidRDefault="00F50FEA" w:rsidP="00F37004">
      <w:pPr>
        <w:rPr>
          <w:cs/>
        </w:rPr>
      </w:pPr>
      <w:r>
        <w:rPr>
          <w:cs/>
          <w:lang w:bidi="bn-IN"/>
        </w:rPr>
        <w:br w:type="page"/>
      </w:r>
    </w:p>
    <w:p w:rsidR="00A569A4" w:rsidRPr="00266964" w:rsidRDefault="00A569A4" w:rsidP="00F50FEA">
      <w:pPr>
        <w:pStyle w:val="Heading2Center"/>
      </w:pPr>
      <w:bookmarkStart w:id="23" w:name="_Toc443388808"/>
      <w:r w:rsidRPr="00266964">
        <w:rPr>
          <w:rFonts w:hint="cs"/>
          <w:cs/>
          <w:lang w:bidi="bn-IN"/>
        </w:rPr>
        <w:lastRenderedPageBreak/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শোক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প্রকাশ</w:t>
      </w:r>
      <w:bookmarkEnd w:id="23"/>
    </w:p>
    <w:p w:rsidR="00F50FEA" w:rsidRDefault="00F50FEA" w:rsidP="00A569A4">
      <w:pPr>
        <w:pStyle w:val="libNormal"/>
        <w:rPr>
          <w:lang w:bidi="bn-IN"/>
        </w:rPr>
      </w:pP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শেইখ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জাফর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তূসি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ধারাবাহিক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কর্তৃপক্ষের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মাধ্যমে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খালিদ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সাঈদ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জাফর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</w:t>
      </w:r>
      <w:r w:rsidRPr="00266964">
        <w:rPr>
          <w:cs/>
          <w:lang w:bidi="bn-IN"/>
        </w:rPr>
        <w:t xml:space="preserve">- </w:t>
      </w:r>
      <w:r w:rsidRPr="00266964">
        <w:rPr>
          <w:rFonts w:hint="cs"/>
          <w:cs/>
          <w:lang w:bidi="bn-IN"/>
        </w:rPr>
        <w:t>সাদিক্ব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জিজ্ঞেস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করলাম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ব্যক্তি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ভাই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অথবা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আত্মীয়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স্বজনের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মৃত্যুর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কারণে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নিজের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কলার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ছিঁড়তে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পারে</w:t>
      </w:r>
      <w:r w:rsidRPr="00266964">
        <w:t xml:space="preserve">?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সমস্যা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মূসা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নিজের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কলার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ছিঁড়েছিলেন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হারুন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মৃত্যুতে।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মৃত্যুতে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স্বামী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স্ত্রীর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মৃত্যুতে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কলার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ছিঁড়তে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কিন্তু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স্ত্রী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স্বামীর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মৃত্যুতে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পারেন।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ফাতেমা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কলার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ছিঁড়েছিলেন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চেহারায়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চাপড়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মেরেছিলেন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এতই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মূল্যবান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মৃত্যুতে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কলার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ছেঁড়া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চেহারায়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চাপড়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উচিত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বারক্বী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বনি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হাশিমের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কাপড়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শোকের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পোশাক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পরেছিলেন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উত্তাপ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ঠাণ্ডার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বিষয়ে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অভিযোগ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শোকের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অনুষ্ঠানের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খাবারের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ব্যবস্থা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করেছিলেন।</w:t>
      </w:r>
    </w:p>
    <w:p w:rsidR="00A569A4" w:rsidRPr="00266964" w:rsidRDefault="00A569A4" w:rsidP="00010F57">
      <w:pPr>
        <w:pStyle w:val="libNormal"/>
      </w:pPr>
      <w:r w:rsidRPr="00266964">
        <w:rPr>
          <w:rFonts w:hint="cs"/>
          <w:cs/>
          <w:lang w:bidi="bn-IN"/>
        </w:rPr>
        <w:t>আবু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রায়হান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আল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বিরুনী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আসারুল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বাক্বিয়াহ</w:t>
      </w:r>
      <w:r w:rsidRPr="00266964">
        <w:rPr>
          <w:rFonts w:hint="eastAsia"/>
        </w:rPr>
        <w:t>’</w:t>
      </w:r>
      <w:r w:rsidRPr="00266964">
        <w:t xml:space="preserve"> </w:t>
      </w:r>
      <w:r w:rsidRPr="00266964">
        <w:rPr>
          <w:rFonts w:hint="cs"/>
          <w:cs/>
          <w:lang w:bidi="bn-IN"/>
        </w:rPr>
        <w:t>গ্রন্থে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দশ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মুহাররাম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আরবদের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পবিত্র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বিবেচিত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যতক্ষণ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পর্যন্ত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ঐ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এমন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ব্যবহার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জাতিই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নিকৃষ্ট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লোকদের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আচরণ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ক্ষুধা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পিপাসায়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তরবারি</w:t>
      </w:r>
      <w:r w:rsidRPr="00266964">
        <w:t>, [</w:t>
      </w:r>
      <w:r w:rsidRPr="00266964">
        <w:rPr>
          <w:rFonts w:hint="cs"/>
          <w:cs/>
          <w:lang w:bidi="bn-IN"/>
        </w:rPr>
        <w:t>তাঁবুতে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আগুন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বর্শার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আগায়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দেহগুলোর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ঘোড়া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ছোটানোর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বিষয়ে</w:t>
      </w:r>
      <w:r w:rsidRPr="00266964">
        <w:t xml:space="preserve">; </w:t>
      </w:r>
      <w:r w:rsidRPr="00266964">
        <w:rPr>
          <w:rFonts w:hint="cs"/>
          <w:cs/>
          <w:lang w:bidi="bn-IN"/>
        </w:rPr>
        <w:t>তাই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শিয়ারা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দিনটিকে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অকল্যাণের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বিবেচনা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কিন্তু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উমাইয়া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আনন্দ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উৎসব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নুতন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পোশাক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ভোজসভা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আনন্দ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উৎসবের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আয়োজন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মিষ্টি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প্রস্তুত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সুগন্ধি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বিতরণ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যতদিন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উমাইয়ার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রাজত্ব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সংস্কৃতি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আম্মাহর</w:t>
      </w:r>
      <w:r w:rsidRPr="00266964">
        <w:rPr>
          <w:cs/>
          <w:lang w:bidi="bn-IN"/>
        </w:rPr>
        <w:t xml:space="preserve"> [</w:t>
      </w:r>
      <w:r w:rsidR="00010F57">
        <w:rPr>
          <w:lang w:bidi="bn-IN"/>
        </w:rPr>
        <w:t>ইয়াজিদি মুসলমানদের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মধ্যে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চলতে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রাজত্বের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সূর্য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ডুবে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যাওয়ার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পরও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আম্মাহ</w:t>
      </w:r>
      <w:r w:rsidRPr="00266964">
        <w:rPr>
          <w:rFonts w:hint="eastAsia"/>
        </w:rPr>
        <w:t>’</w:t>
      </w:r>
      <w:r w:rsidRPr="00266964">
        <w:t>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মধ্যে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সংস্কৃতি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চলতে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থাকলো।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শিয়ারা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শাহাদাতের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শোকে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শোকগাঁথা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আবৃত্তি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আহাজারি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সংস্কৃতি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শান্তির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শহর</w:t>
      </w:r>
      <w:r w:rsidRPr="00266964">
        <w:rPr>
          <w:rFonts w:hint="eastAsia"/>
        </w:rPr>
        <w:t>’</w:t>
      </w:r>
      <w:r w:rsidRPr="00266964">
        <w:t xml:space="preserve"> </w:t>
      </w:r>
      <w:r w:rsidRPr="00266964">
        <w:rPr>
          <w:rFonts w:hint="cs"/>
          <w:cs/>
          <w:lang w:bidi="bn-IN"/>
        </w:rPr>
        <w:t>বাগদাদে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অন্যান্য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শহরেও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বজায়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কারবালার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প্রশান্তিপূর্ণ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কবরগুলোতে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যিয়ারাতে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অন্যদিকে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আম্মাহ</w:t>
      </w:r>
      <w:r w:rsidRPr="00266964">
        <w:rPr>
          <w:cs/>
          <w:lang w:bidi="bn-IN"/>
        </w:rPr>
        <w:t xml:space="preserve"> [</w:t>
      </w:r>
      <w:r w:rsidR="00010F57">
        <w:rPr>
          <w:lang w:bidi="bn-IN"/>
        </w:rPr>
        <w:t>ইয়াজিদি মুসলমান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নুতন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আসবাপত্র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কল্যাণকর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শেইখ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ক্বাসিম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জাফর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ক্বাওলাওয়েইহ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কুম্মি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যুহরি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হয়েছিল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বাইতুল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মুকাদ্দাসে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এমন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নুড়িপাথর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নিচে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পাওয়া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হুরেইম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</w:t>
      </w:r>
      <w:r w:rsidR="00010F57" w:rsidRPr="00F37004">
        <w:rPr>
          <w:rStyle w:val="libAlaemChar"/>
        </w:rPr>
        <w:t>’</w:t>
      </w:r>
      <w:r w:rsidRPr="00266964">
        <w:rPr>
          <w:rFonts w:hint="cs"/>
          <w:cs/>
          <w:lang w:bidi="bn-IN"/>
        </w:rPr>
        <w:t>ওয়ার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বলেছেন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মাতা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কোরবান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হোক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কুফার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পেছনে।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শপথ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পাচ্ছি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পশুদের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বিভি</w:t>
      </w:r>
      <w:r w:rsidR="0069538E">
        <w:rPr>
          <w:rFonts w:hint="cs"/>
          <w:cs/>
          <w:lang w:bidi="bn-IN"/>
        </w:rPr>
        <w:t>ন্ন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কবরে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লম্বা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দিচ্ছে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আহাজারি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সকাল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পর্যন্ত।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ঘটবে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প্রত্যেক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ব্যক্তির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উচিত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অত্যাচার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অকৃতজ্ঞতা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দূরে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থাকা।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যুরারাহ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জাফর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সাদিক্ব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বলেছেন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হে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যুরারাহ</w:t>
      </w:r>
      <w:r w:rsidRPr="00266964">
        <w:t xml:space="preserve">, </w:t>
      </w:r>
      <w:r w:rsidRPr="00266964">
        <w:rPr>
          <w:rFonts w:hint="cs"/>
          <w:cs/>
          <w:lang w:bidi="bn-IN"/>
        </w:rPr>
        <w:t>নিশ্চয়ই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আকাশগুলো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</w:t>
      </w:r>
      <w:r w:rsidR="00C929DC">
        <w:rPr>
          <w:rFonts w:hint="cs"/>
          <w:cs/>
          <w:lang w:bidi="bn-IN"/>
        </w:rPr>
        <w:t>ল্লি</w:t>
      </w:r>
      <w:r w:rsidRPr="00266964">
        <w:rPr>
          <w:rFonts w:hint="cs"/>
          <w:cs/>
          <w:lang w:bidi="bn-IN"/>
        </w:rPr>
        <w:t>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সকাল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</w:t>
      </w:r>
      <w:r w:rsidRPr="00266964">
        <w:rPr>
          <w:cs/>
          <w:lang w:bidi="bn-IN"/>
        </w:rPr>
        <w:t xml:space="preserve"> </w:t>
      </w:r>
      <w:r w:rsidR="000A3960">
        <w:rPr>
          <w:rFonts w:hint="cs"/>
          <w:cs/>
          <w:lang w:bidi="bn-IN"/>
        </w:rPr>
        <w:t>অশ্রু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ফেলেছে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পৃথিবী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</w:t>
      </w:r>
      <w:r w:rsidR="00C929DC">
        <w:rPr>
          <w:rFonts w:hint="cs"/>
          <w:cs/>
          <w:lang w:bidi="bn-IN"/>
        </w:rPr>
        <w:t>ল্লি</w:t>
      </w:r>
      <w:r w:rsidRPr="00266964">
        <w:rPr>
          <w:rFonts w:hint="cs"/>
          <w:cs/>
          <w:lang w:bidi="bn-IN"/>
        </w:rPr>
        <w:t>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সকাল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অন্ধকারে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পরিণত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সূর্যগ্রহণ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</w:t>
      </w:r>
      <w:r w:rsidR="00C929DC">
        <w:rPr>
          <w:rFonts w:hint="cs"/>
          <w:cs/>
          <w:lang w:bidi="bn-IN"/>
        </w:rPr>
        <w:t>ল্লি</w:t>
      </w:r>
      <w:r w:rsidRPr="00266964">
        <w:rPr>
          <w:rFonts w:hint="cs"/>
          <w:cs/>
          <w:lang w:bidi="bn-IN"/>
        </w:rPr>
        <w:t>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সকাল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পর্যন্ত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গিয়েছিল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পর্বতগুলো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ভেঙ্গে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গুড়ো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গিয়েছিল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সমুদ্র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বিস্ফোরিত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হয়েছিল।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ফেরেশতারা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</w:t>
      </w:r>
      <w:r w:rsidR="00C929DC">
        <w:rPr>
          <w:rFonts w:hint="cs"/>
          <w:cs/>
          <w:lang w:bidi="bn-IN"/>
        </w:rPr>
        <w:t>ল্লি</w:t>
      </w:r>
      <w:r w:rsidRPr="00266964">
        <w:rPr>
          <w:rFonts w:hint="cs"/>
          <w:cs/>
          <w:lang w:bidi="bn-IN"/>
        </w:rPr>
        <w:t>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সকাল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কেঁদেছিল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যতদিন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পৌঁছায়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নারী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স্বজনরা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চুলে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কলপ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তেল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</w:t>
      </w:r>
      <w:r w:rsidRPr="00266964">
        <w:t xml:space="preserve">,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কাজল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ব্যবহার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অথবা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চুলে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চিরুনী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চালিয়েছে।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শোকাবিভূত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ছিলাম।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পিতামহ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যায়নুল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আবেদীন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.] </w:t>
      </w:r>
      <w:r w:rsidRPr="00266964">
        <w:rPr>
          <w:rFonts w:hint="cs"/>
          <w:cs/>
          <w:lang w:bidi="bn-IN"/>
        </w:rPr>
        <w:t>কাঁদতেন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যতক্ষণ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পর্যন্ত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="000A3960">
        <w:rPr>
          <w:rFonts w:hint="cs"/>
          <w:cs/>
          <w:lang w:bidi="bn-IN"/>
        </w:rPr>
        <w:t>অশ্রু</w:t>
      </w:r>
      <w:r w:rsidRPr="00266964">
        <w:rPr>
          <w:rFonts w:hint="cs"/>
          <w:cs/>
          <w:lang w:bidi="bn-IN"/>
        </w:rPr>
        <w:t>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দাড়ি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ভিজে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যেতো।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দুঃখবোধ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কাঁদতো।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কবরের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ফেরেশতারাও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পরিবেশে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উপস্থিত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আকাশগুলোও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</w:t>
      </w:r>
      <w:r w:rsidR="00CA22F9">
        <w:rPr>
          <w:rFonts w:hint="cs"/>
          <w:cs/>
          <w:lang w:bidi="bn-IN"/>
        </w:rPr>
        <w:t>ন্না</w:t>
      </w:r>
      <w:r w:rsidRPr="00266964">
        <w:rPr>
          <w:rFonts w:hint="cs"/>
          <w:cs/>
          <w:lang w:bidi="bn-IN"/>
        </w:rPr>
        <w:t>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কারণে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কাঁদে।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বলা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="000A3960">
        <w:rPr>
          <w:rFonts w:hint="cs"/>
          <w:cs/>
          <w:lang w:bidi="bn-IN"/>
        </w:rPr>
        <w:t>অশ্রু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অথবা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চোখ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প্রিয়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চোখগুলোর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চাইতে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="000A3960">
        <w:rPr>
          <w:rFonts w:hint="cs"/>
          <w:cs/>
          <w:lang w:bidi="bn-IN"/>
        </w:rPr>
        <w:t>অশ্রু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ফেলে।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ব্যক্তি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ফাতেমা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বিষয়ে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সংবাদ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লাভ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প্রশান্তি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লাভের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খবর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পৌঁছায়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এমন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অধিকার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পূর্ণ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মানুষ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কিয়ামতের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উঠবে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শুধু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ছাড়া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প্রপিতামহের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জাগ্রত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আলোকিত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আত্মা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আলোকিত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চোখ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আনন্দিত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চেহারা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লোকজন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ভীতির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ভেতওে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থাকবে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শান্তিতে।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অন্যরা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হিসাব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দেওয়ার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দাঁড়িয়ে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থাকবে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কিন্তু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সঙ্গীদের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আরশের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নিচে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ছায়াতে।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হিসাব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অনিষ্টের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হবে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বেহেশতের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যাও।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হৃদয়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সাহচর্য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বিচ্ছি</w:t>
      </w:r>
      <w:r w:rsidR="0069538E">
        <w:rPr>
          <w:rFonts w:hint="cs"/>
          <w:cs/>
          <w:lang w:bidi="bn-IN"/>
        </w:rPr>
        <w:t>ন্ন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হুরীরা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আমন্ত্রণ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পাঠাবে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অপরিবর্তনীয়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বয়সের</w:t>
      </w:r>
      <w:r w:rsidRPr="00266964">
        <w:rPr>
          <w:rFonts w:hint="eastAsia"/>
        </w:rPr>
        <w:t>’</w:t>
      </w:r>
      <w:r w:rsidRPr="00266964">
        <w:t xml:space="preserve"> </w:t>
      </w:r>
      <w:r w:rsidRPr="00266964">
        <w:rPr>
          <w:rFonts w:hint="cs"/>
          <w:cs/>
          <w:lang w:bidi="bn-IN"/>
        </w:rPr>
        <w:t>গোলামরা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একনজর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উদ্গ্রীব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কিন্তু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তুলেও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সাহচর্যের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আনন্দ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রহমতে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ডুবে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থাকবে।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এসময়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কিছু</w:t>
      </w:r>
      <w:r w:rsidRPr="00266964">
        <w:rPr>
          <w:cs/>
          <w:lang w:bidi="bn-IN"/>
        </w:rPr>
        <w:t xml:space="preserve"> </w:t>
      </w:r>
      <w:r w:rsidR="003E7358">
        <w:rPr>
          <w:rFonts w:hint="cs"/>
          <w:cs/>
          <w:lang w:bidi="bn-IN"/>
        </w:rPr>
        <w:t>শত্রু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এলামেলো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জাহা</w:t>
      </w:r>
      <w:r w:rsidR="00CA22F9">
        <w:rPr>
          <w:rFonts w:hint="cs"/>
          <w:cs/>
          <w:lang w:bidi="bn-IN"/>
        </w:rPr>
        <w:t>ন্না</w:t>
      </w:r>
      <w:r w:rsidRPr="00266964">
        <w:rPr>
          <w:rFonts w:hint="cs"/>
          <w:cs/>
          <w:lang w:bidi="bn-IN"/>
        </w:rPr>
        <w:t>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নিক্ষেপ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হবে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কিছু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চিৎকার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সুপারিশকারী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বন্ধু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প্রয়োজনে।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বন্ধুরা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বেহেশতে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উচ্চ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মর্যাদা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পাবে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কিন্তু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lastRenderedPageBreak/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কিছু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জিজ্ঞেসও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পারবে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বেহেশতের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ফেরেশতারা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সুসংবাদ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সঙ্গীদের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হুর</w:t>
      </w:r>
      <w:r w:rsidRPr="00266964">
        <w:rPr>
          <w:cs/>
          <w:lang w:bidi="bn-IN"/>
        </w:rPr>
        <w:t xml:space="preserve">] </w:t>
      </w:r>
      <w:r w:rsidRPr="00266964">
        <w:rPr>
          <w:rFonts w:hint="cs"/>
          <w:cs/>
          <w:lang w:bidi="bn-IN"/>
        </w:rPr>
        <w:t>কাছ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ধনসম্পদের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রক্ষকদের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আনন্দজনক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বিষয়সমূহ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অপেক্ষা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উত্তর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ইনশাআল্লাহ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তোমাদের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আসবো।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ফেরেশতারা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হুরীদের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সংবাদ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পৌঁছে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দিবে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আগ্রহ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বৃদ্ধি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মর্যাদা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সম্পর্কে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জেনে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নৈকট্য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পাওয়ার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কারণে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লাভ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বলবে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আলহামদুলিল্লাহ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আল্লাহ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বিরাট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বিপর্যয়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কিয়ামতের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ভয়ানক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মরুভূমি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রক্ষা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রক্ষা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করতাম।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বাহন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এগুলোর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বসবে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আল্লাহর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প্রশংসাযোগ্য</w:t>
      </w:r>
      <w:r w:rsidRPr="00266964">
        <w:t xml:space="preserve">, </w:t>
      </w:r>
      <w:r w:rsidRPr="00266964">
        <w:rPr>
          <w:rFonts w:hint="cs"/>
          <w:cs/>
          <w:lang w:bidi="bn-IN"/>
        </w:rPr>
        <w:t>প্রশংসা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দরুদ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বংশধরের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গন্তব্যে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পৌঁছে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যাবে।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বিশ্বাসীদের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আমির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তিনি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রাহবাহতে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আয়াতটি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আবৃত্তি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করলেন</w:t>
      </w:r>
      <w:r w:rsidRPr="00266964">
        <w:rPr>
          <w:cs/>
          <w:lang w:bidi="bn-IN"/>
        </w:rPr>
        <w:t xml:space="preserve">: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তাই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আকাশগুলো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পৃথিবী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</w:t>
      </w:r>
      <w:r w:rsidRPr="00266964">
        <w:t xml:space="preserve">, </w:t>
      </w:r>
      <w:r w:rsidRPr="00266964">
        <w:rPr>
          <w:rFonts w:hint="cs"/>
          <w:cs/>
          <w:lang w:bidi="bn-IN"/>
        </w:rPr>
        <w:t>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দেওয়া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হলো।</w:t>
      </w:r>
      <w:r w:rsidRPr="00266964">
        <w:rPr>
          <w:rFonts w:hint="eastAsia"/>
        </w:rPr>
        <w:t>’</w:t>
      </w:r>
      <w:r w:rsidRPr="00266964"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মসজিদের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দরজা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দিয়ে।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আলী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ব্যক্তি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আকাশগুলো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পৃথিবী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কাঁদবে।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জাফর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আস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সাদিক্ব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বলেন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আকাশগুলো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পৃথিবী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কেঁদেছিল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লালবর্ণ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ধারণ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করেছিল।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একমাত্র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ইয়াহইয়া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যাকারিয়া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ছাড়া।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স্থানে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কাছ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উদ্ধৃত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ইয়াহইয়া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যাকারিয়া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হত্যাকারী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জারজ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সন্তান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হত্যাকারীও।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আকাশগুলো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পৃথিবী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কারো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দুজনের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ছাড়া।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বর্ণনাকারী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জিজ্ঞেস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আকাশগুলোর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</w:t>
      </w:r>
      <w:r w:rsidR="00CA22F9">
        <w:rPr>
          <w:rFonts w:hint="cs"/>
          <w:cs/>
          <w:lang w:bidi="bn-IN"/>
        </w:rPr>
        <w:t>ন্না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বোঝায়</w:t>
      </w:r>
      <w:r w:rsidRPr="00266964">
        <w:t xml:space="preserve">?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বললেন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সূর্য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উদয়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রঙ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অস্ত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একইভাবে।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lastRenderedPageBreak/>
        <w:t>উসমান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শাইবাহ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শাহাদাতের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আকাশ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এমন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দেয়ালগুলো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গাঢ়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রঙের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লিনেন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কাপড়ের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দেখালো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হচ্ছিলো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নক্ষত্রগুলো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পরস্পরের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সাধে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ধাক্কা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খাচ্ছে।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জাওযী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বর্ণনা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করেছেন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সিরীন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বিশ্বজগত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অন্ধকার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জন্য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আকাশে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লাল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রঙ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গেলো।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আবু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সাঈদ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পৃথিবীতে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এমন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কোন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পাথর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ওল্টানো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নিচে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আকাশগুলো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রক্তবৃষ্টি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ঝরেছে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দীর্ঘ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পোশাকে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ছিলো।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এটিও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খোরাসান</w:t>
      </w:r>
      <w:r w:rsidRPr="00266964">
        <w:t xml:space="preserve">, </w:t>
      </w:r>
      <w:r w:rsidRPr="00266964">
        <w:rPr>
          <w:rFonts w:hint="cs"/>
          <w:cs/>
          <w:lang w:bidi="bn-IN"/>
        </w:rPr>
        <w:t>সিরিয়া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কুফার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দেয়ালগুলো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বাড়িগুলোর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ওপরে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বৃষ্টি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হয়েছিল।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এর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মাথা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যিয়াদের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বাড়িতে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নিয়ে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যাওয়া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দেয়াল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পড়ছিল।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সিবতে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ইবনে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জাওযির</w:t>
      </w:r>
      <w:r w:rsidRPr="00266964">
        <w:rPr>
          <w:cs/>
          <w:lang w:bidi="bn-IN"/>
        </w:rPr>
        <w:t xml:space="preserve"> </w:t>
      </w:r>
      <w:r w:rsidRPr="00C929DC">
        <w:rPr>
          <w:rStyle w:val="libAlaemChar"/>
        </w:rPr>
        <w:t>‘</w:t>
      </w:r>
      <w:r w:rsidRPr="00266964">
        <w:rPr>
          <w:rFonts w:hint="cs"/>
          <w:cs/>
          <w:lang w:bidi="bn-IN"/>
        </w:rPr>
        <w:t>তাযকিরাহ</w:t>
      </w:r>
      <w:r w:rsidRPr="00266964">
        <w:rPr>
          <w:rFonts w:hint="eastAsia"/>
        </w:rPr>
        <w:t>’</w:t>
      </w:r>
      <w:r w:rsidRPr="00266964">
        <w:t xml:space="preserve"> </w:t>
      </w:r>
      <w:r w:rsidRPr="00266964">
        <w:rPr>
          <w:rFonts w:hint="cs"/>
          <w:cs/>
          <w:lang w:bidi="bn-IN"/>
        </w:rPr>
        <w:t>গ্রন্থে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হিলাল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যাকওয়ান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বর্ণিত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যখন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ইমাম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আ</w:t>
      </w:r>
      <w:r w:rsidRPr="00266964">
        <w:rPr>
          <w:cs/>
          <w:lang w:bidi="bn-IN"/>
        </w:rPr>
        <w:t>.)-</w:t>
      </w:r>
      <w:r w:rsidRPr="00266964">
        <w:rPr>
          <w:rFonts w:hint="cs"/>
          <w:cs/>
          <w:lang w:bidi="bn-IN"/>
        </w:rPr>
        <w:t>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হত্যা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দেয়ালগুলোকে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দেখলাম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মেখে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দেওয়া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অথবা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ধরে</w:t>
      </w:r>
      <w:r w:rsidRPr="00266964">
        <w:rPr>
          <w:rFonts w:hint="eastAsia"/>
        </w:rPr>
        <w:t>―</w:t>
      </w:r>
      <w:r w:rsidRPr="00266964">
        <w:rPr>
          <w:rFonts w:hint="cs"/>
          <w:cs/>
          <w:lang w:bidi="bn-IN"/>
        </w:rPr>
        <w:t>ফজরের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নামাযের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সময়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থেকে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সূর্যাস্ত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পর্যন্ত।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সফরে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হয়েছিলাম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হঠাৎ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বৃষ্টি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হলো</w:t>
      </w:r>
      <w:r w:rsidRPr="00266964">
        <w:t xml:space="preserve">, </w:t>
      </w:r>
      <w:r w:rsidRPr="00266964">
        <w:rPr>
          <w:rFonts w:hint="cs"/>
          <w:cs/>
          <w:lang w:bidi="bn-IN"/>
        </w:rPr>
        <w:t>যার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দাগ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রক্তের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মতো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আমাদের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পোশাকে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লেগে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রইলো।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বলেন</w:t>
      </w:r>
      <w:r w:rsidRPr="00266964">
        <w:rPr>
          <w:cs/>
          <w:lang w:bidi="bn-IN"/>
        </w:rPr>
        <w:t xml:space="preserve">: </w:t>
      </w:r>
      <w:r w:rsidR="007C589A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নিশ্চয়ই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প্রত্যেক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</w:t>
      </w:r>
      <w:r w:rsidRPr="00266964">
        <w:rPr>
          <w:rFonts w:hint="eastAsia"/>
        </w:rPr>
        <w:t>’</w:t>
      </w:r>
      <w:r w:rsidRPr="00266964">
        <w:rPr>
          <w:rFonts w:hint="cs"/>
          <w:cs/>
          <w:lang w:bidi="bn-IN"/>
        </w:rPr>
        <w:t>মিনের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হৃদয়ে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শাহাদাতের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ব্যাপারে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এমন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ভালোবাসা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আছে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তার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উত্তাপ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কখনো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প্রশমিত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না।</w:t>
      </w:r>
      <w:r w:rsidR="007C589A" w:rsidRPr="00F37004">
        <w:rPr>
          <w:rStyle w:val="libAlaemChar"/>
        </w:rPr>
        <w:t>”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মুস্তাদরাক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ওয়াসাইল</w:t>
      </w:r>
      <w:r w:rsidRPr="00266964">
        <w:t xml:space="preserve">, </w:t>
      </w:r>
      <w:r w:rsidRPr="00266964">
        <w:rPr>
          <w:rFonts w:hint="cs"/>
          <w:cs/>
          <w:lang w:bidi="bn-IN"/>
        </w:rPr>
        <w:t>খণ্ড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১০</w:t>
      </w:r>
      <w:r w:rsidRPr="00266964">
        <w:t xml:space="preserve">, </w:t>
      </w:r>
      <w:r w:rsidRPr="00266964">
        <w:rPr>
          <w:rFonts w:hint="cs"/>
          <w:cs/>
          <w:lang w:bidi="bn-IN"/>
        </w:rPr>
        <w:t>পৃষ্ঠা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৩১৮</w:t>
      </w:r>
      <w:r w:rsidRPr="00266964">
        <w:rPr>
          <w:cs/>
          <w:lang w:bidi="bn-IN"/>
        </w:rPr>
        <w:t>]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রাসূলুল্লাহ</w:t>
      </w:r>
      <w:r w:rsidRPr="00266964">
        <w:rPr>
          <w:cs/>
          <w:lang w:bidi="bn-IN"/>
        </w:rPr>
        <w:t xml:space="preserve"> (</w:t>
      </w:r>
      <w:r w:rsidRPr="00266964">
        <w:rPr>
          <w:rFonts w:hint="cs"/>
          <w:cs/>
          <w:lang w:bidi="bn-IN"/>
        </w:rPr>
        <w:t>সা</w:t>
      </w:r>
      <w:r w:rsidRPr="00266964">
        <w:rPr>
          <w:cs/>
          <w:lang w:bidi="bn-IN"/>
        </w:rPr>
        <w:t xml:space="preserve">.) </w:t>
      </w:r>
      <w:r w:rsidRPr="00266964">
        <w:rPr>
          <w:rFonts w:hint="cs"/>
          <w:cs/>
          <w:lang w:bidi="bn-IN"/>
        </w:rPr>
        <w:t>আরো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বলেন</w:t>
      </w:r>
      <w:r w:rsidRPr="00266964">
        <w:rPr>
          <w:cs/>
          <w:lang w:bidi="bn-IN"/>
        </w:rPr>
        <w:t xml:space="preserve">: </w:t>
      </w:r>
      <w:r w:rsidR="007C589A" w:rsidRPr="00F37004">
        <w:rPr>
          <w:rStyle w:val="libAlaemChar"/>
        </w:rPr>
        <w:t>“</w:t>
      </w:r>
      <w:r w:rsidRPr="00266964">
        <w:rPr>
          <w:rFonts w:hint="cs"/>
          <w:cs/>
          <w:lang w:bidi="bn-IN"/>
        </w:rPr>
        <w:t>সমস্ত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চোখ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কিয়ামতের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থাকবে</w:t>
      </w:r>
      <w:r w:rsidRPr="00266964">
        <w:t xml:space="preserve">, </w:t>
      </w:r>
      <w:r w:rsidRPr="00266964">
        <w:rPr>
          <w:rFonts w:hint="cs"/>
          <w:cs/>
          <w:lang w:bidi="bn-IN"/>
        </w:rPr>
        <w:t>নিশ্চয়ই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কেবল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চোখ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ছাড়া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যা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হোসেইনের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বিয়োগান্ত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ঘটনায়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কাঁদবে</w:t>
      </w:r>
      <w:r w:rsidRPr="00266964">
        <w:t xml:space="preserve">; </w:t>
      </w:r>
      <w:r w:rsidRPr="00266964">
        <w:rPr>
          <w:rFonts w:hint="cs"/>
          <w:cs/>
          <w:lang w:bidi="bn-IN"/>
        </w:rPr>
        <w:t>ঐ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চোখ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সেদিন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হাসতে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থাকবে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এবং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তাকে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জা</w:t>
      </w:r>
      <w:r w:rsidR="00CA22F9">
        <w:rPr>
          <w:rFonts w:hint="cs"/>
          <w:cs/>
          <w:lang w:bidi="bn-IN"/>
        </w:rPr>
        <w:t>ন্না</w:t>
      </w:r>
      <w:r w:rsidRPr="00266964">
        <w:rPr>
          <w:rFonts w:hint="cs"/>
          <w:cs/>
          <w:lang w:bidi="bn-IN"/>
        </w:rPr>
        <w:t>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সুসংবাদ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ও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বিপুল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নেয়ামত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প্রদান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করা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হবে।</w:t>
      </w:r>
      <w:r w:rsidR="007C589A" w:rsidRPr="00F37004">
        <w:rPr>
          <w:rStyle w:val="libAlaemChar"/>
        </w:rPr>
        <w:t>”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বিহারুল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আনওয়ার</w:t>
      </w:r>
      <w:r w:rsidRPr="00266964">
        <w:t xml:space="preserve">, </w:t>
      </w:r>
      <w:r w:rsidRPr="00266964">
        <w:rPr>
          <w:rFonts w:hint="cs"/>
          <w:cs/>
          <w:lang w:bidi="bn-IN"/>
        </w:rPr>
        <w:t>খণ্ড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৪৪</w:t>
      </w:r>
      <w:r w:rsidRPr="00266964">
        <w:t xml:space="preserve">, </w:t>
      </w:r>
      <w:r w:rsidRPr="00266964">
        <w:rPr>
          <w:rFonts w:hint="cs"/>
          <w:cs/>
          <w:lang w:bidi="bn-IN"/>
        </w:rPr>
        <w:t>পৃষ্ঠা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১৯৩</w:t>
      </w:r>
      <w:r w:rsidRPr="00266964">
        <w:rPr>
          <w:cs/>
          <w:lang w:bidi="bn-IN"/>
        </w:rPr>
        <w:t>]</w:t>
      </w:r>
    </w:p>
    <w:p w:rsidR="002B1C45" w:rsidRPr="00F37004" w:rsidRDefault="002B1C45" w:rsidP="00F37004">
      <w:pPr>
        <w:rPr>
          <w:cs/>
        </w:rPr>
      </w:pPr>
      <w:r>
        <w:rPr>
          <w:cs/>
          <w:lang w:bidi="bn-IN"/>
        </w:rPr>
        <w:lastRenderedPageBreak/>
        <w:br w:type="page"/>
      </w:r>
    </w:p>
    <w:p w:rsidR="00A569A4" w:rsidRPr="00266964" w:rsidRDefault="00A569A4" w:rsidP="002B1C45">
      <w:pPr>
        <w:pStyle w:val="Heading2"/>
      </w:pPr>
      <w:bookmarkStart w:id="24" w:name="_Toc443388809"/>
      <w:r w:rsidRPr="00266964">
        <w:rPr>
          <w:rFonts w:hint="cs"/>
          <w:cs/>
          <w:lang w:bidi="bn-IN"/>
        </w:rPr>
        <w:lastRenderedPageBreak/>
        <w:t>গ্রন্থপঞ্জি</w:t>
      </w:r>
      <w:r w:rsidRPr="00266964">
        <w:rPr>
          <w:cs/>
          <w:lang w:bidi="bn-IN"/>
        </w:rPr>
        <w:t>:</w:t>
      </w:r>
      <w:bookmarkEnd w:id="24"/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১</w:t>
      </w:r>
      <w:r w:rsidRPr="00266964">
        <w:rPr>
          <w:cs/>
          <w:lang w:bidi="bn-IN"/>
        </w:rPr>
        <w:t xml:space="preserve">. </w:t>
      </w:r>
      <w:r w:rsidRPr="00266964">
        <w:rPr>
          <w:rFonts w:hint="cs"/>
          <w:cs/>
          <w:lang w:bidi="bn-IN"/>
        </w:rPr>
        <w:t>শোকার্তের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দীর্ঘশ্বাস</w:t>
      </w:r>
      <w:r w:rsidRPr="00266964">
        <w:rPr>
          <w:cs/>
          <w:lang w:bidi="bn-IN"/>
        </w:rPr>
        <w:t xml:space="preserve"> [</w:t>
      </w:r>
      <w:r w:rsidRPr="00266964">
        <w:rPr>
          <w:rFonts w:hint="cs"/>
          <w:cs/>
          <w:lang w:bidi="bn-IN"/>
        </w:rPr>
        <w:t>নাফাসুল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মাহমুম</w:t>
      </w:r>
      <w:r w:rsidRPr="00266964">
        <w:rPr>
          <w:cs/>
          <w:lang w:bidi="bn-IN"/>
        </w:rPr>
        <w:t>]</w:t>
      </w:r>
      <w:r w:rsidRPr="00266964">
        <w:t xml:space="preserve">, </w:t>
      </w:r>
      <w:r w:rsidRPr="00266964">
        <w:rPr>
          <w:rFonts w:hint="cs"/>
          <w:cs/>
          <w:lang w:bidi="bn-IN"/>
        </w:rPr>
        <w:t>মুহাদ্দিস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শেইখ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আব্বাস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কুম্মী</w:t>
      </w:r>
      <w:r w:rsidRPr="00266964">
        <w:t xml:space="preserve">, </w:t>
      </w:r>
      <w:r w:rsidRPr="00266964">
        <w:rPr>
          <w:rFonts w:hint="cs"/>
          <w:cs/>
          <w:lang w:bidi="bn-IN"/>
        </w:rPr>
        <w:t>ঢাকা</w:t>
      </w:r>
      <w:r w:rsidRPr="00266964">
        <w:t xml:space="preserve">, </w:t>
      </w:r>
      <w:r w:rsidRPr="00266964">
        <w:rPr>
          <w:rFonts w:hint="cs"/>
          <w:cs/>
          <w:lang w:bidi="bn-IN"/>
        </w:rPr>
        <w:t>২০১০।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২</w:t>
      </w:r>
      <w:r w:rsidRPr="00266964">
        <w:rPr>
          <w:cs/>
          <w:lang w:bidi="bn-IN"/>
        </w:rPr>
        <w:t xml:space="preserve">. </w:t>
      </w:r>
      <w:r w:rsidRPr="00266964">
        <w:rPr>
          <w:rFonts w:hint="cs"/>
          <w:cs/>
          <w:lang w:bidi="bn-IN"/>
        </w:rPr>
        <w:t>মীযান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হিকমাহ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আল্লামা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মুহাম্মদ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মুহাম্মাদি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রেইশাহরি</w:t>
      </w:r>
      <w:r w:rsidRPr="00266964">
        <w:t xml:space="preserve">, </w:t>
      </w:r>
      <w:r w:rsidRPr="00266964">
        <w:rPr>
          <w:rFonts w:hint="cs"/>
          <w:cs/>
          <w:lang w:bidi="bn-IN"/>
        </w:rPr>
        <w:t>দার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আল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হাদীস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ইনস্টিটিউট</w:t>
      </w:r>
      <w:r w:rsidRPr="00266964">
        <w:t xml:space="preserve">, </w:t>
      </w:r>
      <w:r w:rsidRPr="00266964">
        <w:rPr>
          <w:rFonts w:hint="cs"/>
          <w:cs/>
          <w:lang w:bidi="bn-IN"/>
        </w:rPr>
        <w:t>কোম</w:t>
      </w:r>
      <w:r w:rsidRPr="00266964">
        <w:t xml:space="preserve">, </w:t>
      </w:r>
      <w:r w:rsidRPr="00266964">
        <w:rPr>
          <w:rFonts w:hint="cs"/>
          <w:cs/>
          <w:lang w:bidi="bn-IN"/>
        </w:rPr>
        <w:t>ইরান</w:t>
      </w:r>
      <w:r w:rsidRPr="00266964">
        <w:t xml:space="preserve">, </w:t>
      </w:r>
      <w:r w:rsidRPr="00266964">
        <w:rPr>
          <w:rFonts w:hint="cs"/>
          <w:cs/>
          <w:lang w:bidi="bn-IN"/>
        </w:rPr>
        <w:t>২০০৯।</w:t>
      </w:r>
    </w:p>
    <w:p w:rsidR="00A569A4" w:rsidRPr="00266964" w:rsidRDefault="00A569A4" w:rsidP="00A569A4">
      <w:pPr>
        <w:pStyle w:val="libNormal"/>
      </w:pPr>
      <w:r w:rsidRPr="00266964">
        <w:rPr>
          <w:rFonts w:hint="cs"/>
          <w:cs/>
          <w:lang w:bidi="bn-IN"/>
        </w:rPr>
        <w:t>৩</w:t>
      </w:r>
      <w:r w:rsidRPr="00266964">
        <w:rPr>
          <w:cs/>
          <w:lang w:bidi="bn-IN"/>
        </w:rPr>
        <w:t xml:space="preserve">. </w:t>
      </w:r>
      <w:r w:rsidRPr="00266964">
        <w:rPr>
          <w:rFonts w:hint="cs"/>
          <w:cs/>
          <w:lang w:bidi="bn-IN"/>
        </w:rPr>
        <w:t>জামে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আত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তিরমিযী</w:t>
      </w:r>
      <w:r w:rsidRPr="00266964">
        <w:t xml:space="preserve">, </w:t>
      </w:r>
      <w:r w:rsidRPr="00266964">
        <w:rPr>
          <w:rFonts w:hint="cs"/>
          <w:cs/>
          <w:lang w:bidi="bn-IN"/>
        </w:rPr>
        <w:t>আবু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ঈসা</w:t>
      </w:r>
      <w:r w:rsidRPr="00266964">
        <w:rPr>
          <w:cs/>
          <w:lang w:bidi="bn-IN"/>
        </w:rPr>
        <w:t xml:space="preserve"> </w:t>
      </w:r>
      <w:r w:rsidRPr="00266964">
        <w:rPr>
          <w:rFonts w:hint="cs"/>
          <w:cs/>
          <w:lang w:bidi="bn-IN"/>
        </w:rPr>
        <w:t>আত</w:t>
      </w:r>
      <w:r w:rsidRPr="00266964">
        <w:rPr>
          <w:cs/>
          <w:lang w:bidi="bn-IN"/>
        </w:rPr>
        <w:t>-</w:t>
      </w:r>
      <w:r w:rsidRPr="00266964">
        <w:rPr>
          <w:rFonts w:hint="cs"/>
          <w:cs/>
          <w:lang w:bidi="bn-IN"/>
        </w:rPr>
        <w:t>তিরমিযী</w:t>
      </w:r>
      <w:r w:rsidRPr="00266964">
        <w:t xml:space="preserve">, </w:t>
      </w:r>
      <w:r w:rsidRPr="00266964">
        <w:rPr>
          <w:rFonts w:hint="cs"/>
          <w:cs/>
          <w:lang w:bidi="bn-IN"/>
        </w:rPr>
        <w:t>ঢাকা</w:t>
      </w:r>
      <w:r w:rsidRPr="00266964">
        <w:t xml:space="preserve">, </w:t>
      </w:r>
      <w:r w:rsidRPr="00266964">
        <w:rPr>
          <w:rFonts w:hint="cs"/>
          <w:cs/>
          <w:lang w:bidi="bn-IN"/>
        </w:rPr>
        <w:t>১৯৯৮।</w:t>
      </w:r>
    </w:p>
    <w:p w:rsidR="00A569A4" w:rsidRDefault="00A569A4" w:rsidP="002B1C45">
      <w:pPr>
        <w:pStyle w:val="libEn"/>
        <w:rPr>
          <w:lang w:bidi="bn-IN"/>
        </w:rPr>
      </w:pPr>
      <w:r w:rsidRPr="00266964">
        <w:rPr>
          <w:rFonts w:hint="cs"/>
          <w:cs/>
          <w:lang w:bidi="bn-IN"/>
        </w:rPr>
        <w:t>৪</w:t>
      </w:r>
      <w:r w:rsidRPr="00266964">
        <w:rPr>
          <w:cs/>
          <w:lang w:bidi="bn-IN"/>
        </w:rPr>
        <w:t xml:space="preserve">. </w:t>
      </w:r>
      <w:r w:rsidRPr="00542014">
        <w:rPr>
          <w:lang w:bidi="bn-IN"/>
        </w:rPr>
        <w:t xml:space="preserve">The Story of Karbala, Ali Nazari Munfarid, Ahl al-Bayt Islamic Cultural Services (AICS), Qum, </w:t>
      </w:r>
      <w:r w:rsidRPr="002B1C45">
        <w:t xml:space="preserve">Iran, </w:t>
      </w:r>
      <w:r w:rsidRPr="002B1C45">
        <w:rPr>
          <w:cs/>
        </w:rPr>
        <w:t>1997</w:t>
      </w:r>
      <w:r w:rsidRPr="00542014">
        <w:rPr>
          <w:cs/>
          <w:lang w:bidi="bn-IN"/>
        </w:rPr>
        <w:t>.</w:t>
      </w:r>
    </w:p>
    <w:p w:rsidR="00A569A4" w:rsidRPr="00266964" w:rsidRDefault="00A569A4" w:rsidP="002B1C45">
      <w:pPr>
        <w:pStyle w:val="libEn"/>
      </w:pPr>
      <w:r w:rsidRPr="002B1C45">
        <w:rPr>
          <w:rStyle w:val="libNormalChar"/>
          <w:rFonts w:hint="cs"/>
          <w:cs/>
        </w:rPr>
        <w:t>৫</w:t>
      </w:r>
      <w:r w:rsidRPr="00266964">
        <w:rPr>
          <w:cs/>
          <w:lang w:bidi="bn-IN"/>
        </w:rPr>
        <w:t xml:space="preserve">. </w:t>
      </w:r>
      <w:r w:rsidRPr="002B1C45">
        <w:t xml:space="preserve">The Event of </w:t>
      </w:r>
      <w:proofErr w:type="gramStart"/>
      <w:r w:rsidRPr="002B1C45">
        <w:t>Taff :</w:t>
      </w:r>
      <w:proofErr w:type="gramEnd"/>
      <w:r w:rsidRPr="002B1C45">
        <w:t xml:space="preserve"> The Earliest Historical Account of the Tragedy of Karbala, Abu Makhnaf Lut Bin Yahya Al-Azdi Al-Ghamidi, Ahl al-Bayt (a.) </w:t>
      </w:r>
      <w:proofErr w:type="gramStart"/>
      <w:r w:rsidRPr="002B1C45">
        <w:t xml:space="preserve">World Assembly (ABWA), Qum, Iran, </w:t>
      </w:r>
      <w:r w:rsidRPr="002B1C45">
        <w:rPr>
          <w:cs/>
        </w:rPr>
        <w:t>2012.</w:t>
      </w:r>
      <w:proofErr w:type="gramEnd"/>
    </w:p>
    <w:p w:rsidR="006049A7" w:rsidRPr="00C16857" w:rsidRDefault="006049A7" w:rsidP="00C16857">
      <w:r>
        <w:br w:type="page"/>
      </w:r>
    </w:p>
    <w:sdt>
      <w:sdtPr>
        <w:id w:val="780873641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val="ru-RU"/>
        </w:rPr>
      </w:sdtEndPr>
      <w:sdtContent>
        <w:p w:rsidR="006049A7" w:rsidRDefault="006049A7" w:rsidP="006049A7">
          <w:pPr>
            <w:pStyle w:val="TOCHeading"/>
          </w:pPr>
          <w:r w:rsidRPr="006049A7">
            <w:rPr>
              <w:rStyle w:val="Heading2Char"/>
              <w:rFonts w:eastAsiaTheme="majorEastAsia" w:hint="cs"/>
              <w:cs/>
              <w:lang w:bidi="bn-IN"/>
            </w:rPr>
            <w:t>সূচিপত্র</w:t>
          </w:r>
        </w:p>
        <w:p w:rsidR="006049A7" w:rsidRDefault="006049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3388785" w:history="1"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ইমাম</w:t>
            </w:r>
            <w:r w:rsidRPr="002424F8">
              <w:rPr>
                <w:rStyle w:val="Hyperlink"/>
                <w:noProof/>
                <w:lang w:bidi="fa-IR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হোসেইন</w:t>
            </w:r>
            <w:r w:rsidRPr="002424F8">
              <w:rPr>
                <w:rStyle w:val="Hyperlink"/>
                <w:noProof/>
                <w:lang w:bidi="fa-IR"/>
              </w:rPr>
              <w:t xml:space="preserve"> (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আ</w:t>
            </w:r>
            <w:r w:rsidRPr="002424F8">
              <w:rPr>
                <w:rStyle w:val="Hyperlink"/>
                <w:noProof/>
                <w:lang w:bidi="fa-IR"/>
              </w:rPr>
              <w:t>.)-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এর</w:t>
            </w:r>
            <w:r w:rsidRPr="002424F8">
              <w:rPr>
                <w:rStyle w:val="Hyperlink"/>
                <w:noProof/>
                <w:lang w:bidi="fa-IR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শাহাদাত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_Toc443388785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049A7" w:rsidRDefault="006049A7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3388786" w:history="1"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শাহাদাতের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পরের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ঘটনাবলী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_Toc443388786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049A7" w:rsidRDefault="006049A7" w:rsidP="006049A7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3388787" w:history="1"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ইমাম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হোসেইন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আ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>.)-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এর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জিনিসপত্র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লুট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_Toc443388787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049A7" w:rsidRDefault="006049A7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3388788" w:history="1"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শহীদদের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পবিত্র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মাথাগুলোকে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কুফায়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উবায়দুল্লাহ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বিন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যিয়াদের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কাছে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প্রেরণ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_Toc443388788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049A7" w:rsidRDefault="006049A7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3388789" w:history="1"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কুফাতে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সাইয়েদা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যায়নাব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বিনতে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আলী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আ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>.)-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এর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খোতবা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_Toc443388789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049A7" w:rsidRDefault="006049A7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3388790" w:history="1"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কুফার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জনগণের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ভেতর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ইমাম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আলী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বিন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হোসেইন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আ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>.)-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এর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যুক্তি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পেশ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_Toc443388790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049A7" w:rsidRDefault="006049A7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3388791" w:history="1"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কুফায়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সাইয়েদা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ফাতিমা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বিনতে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হোসেইন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আ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>.)-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এর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খোতবা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_Toc443388791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049A7" w:rsidRDefault="006049A7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3388792" w:history="1"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কুফাতে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সাইয়েদা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উম্মে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কুলসুম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বিনতে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আলী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আ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>.)-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এর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খোতবা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_Toc443388792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049A7" w:rsidRDefault="006049A7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3388793" w:history="1"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কুফায়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উবায়দুল্লাহ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ইবনে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যিয়াদের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প্রাসাদে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নবী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পরিবারের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বন্দীরা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_Toc443388793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049A7" w:rsidRDefault="006049A7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3388794" w:history="1"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নবী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পরিবারের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বন্দীদের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কুফা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থেকে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দামেস্কে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প্রেরণ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_Toc443388794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049A7" w:rsidRDefault="006049A7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3388795" w:history="1"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দামেস্কে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নবী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পরিবারের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বন্দীরা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_Toc443388795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049A7" w:rsidRDefault="006049A7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3388796" w:history="1"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অভিশপ্ত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ইয়াযীদের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সামনে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সাইয়েদা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যায়নাব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আ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>.)-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এর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খোতবা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_Toc443388796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049A7" w:rsidRDefault="006049A7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3388797" w:history="1"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ইমাম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আলী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বিন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হোসেইন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আ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>.)-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এর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খোতবা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_Toc443388797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049A7" w:rsidRDefault="006049A7" w:rsidP="006049A7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3388798" w:history="1"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ইমাম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হোসেইন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আ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>.)-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এর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কন্যা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সাইয়েদা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সাকিনাহ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আ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>.)-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এর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স্বপ্ন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_Toc443388798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049A7" w:rsidRDefault="006049A7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3388799" w:history="1"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ইয়াযীদের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স্ত্রীর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স্বপ্ন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এবং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ইমাম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হোসেইন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আ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>.)-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এর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জন্য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তার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কান্না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_Toc443388799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049A7" w:rsidRDefault="006049A7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3388800" w:history="1"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ইমাম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হোসেইন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আ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>.)-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এর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শিশু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কন্যার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স্বপ্ন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_Toc443388800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049A7" w:rsidRDefault="006049A7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3388801" w:history="1"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দামেস্কের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প্রধান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দরজা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বড়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মসজিদে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ইমাম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হোসেইন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আ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>.)-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এর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ঝুলন্ত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মাথা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_Toc443388801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049A7" w:rsidRDefault="006049A7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3388802" w:history="1"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ইয়াজিদের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দরবারে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ইহুদী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রাব্বি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>-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এর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বক্তব্য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_Toc443388802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049A7" w:rsidRDefault="006049A7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3388803" w:history="1"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ইমাম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হোসেইন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আ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>.)-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এর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হত্যাকারীকে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ইয়াজিদের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পুরস্কার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প্রদান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_Toc443388803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049A7" w:rsidRDefault="006049A7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3388804" w:history="1"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দামেস্কে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নবী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পরিবারের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বন্দীদের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মুক্তি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প্রদান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_Toc443388804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049A7" w:rsidRDefault="006049A7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3388805" w:history="1"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নবী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পরিবারের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নির্যাতিত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শোকার্ত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সদস্যদের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সিরিয়া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থেকে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কারবালা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হয়ে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মদীনায়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গমন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_Toc443388805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049A7" w:rsidRDefault="006049A7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3388806" w:history="1"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মদীনার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উপকণ্ঠে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ইমাম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আলী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যায়নুল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আবেদীন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আ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>.)-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এর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খোতবা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_Toc443388806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049A7" w:rsidRDefault="006049A7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3388807" w:history="1"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আলী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বিন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হোসেইন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আ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>.)-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এর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আহাজারি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_Toc443388807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049A7" w:rsidRDefault="006049A7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3388808" w:history="1"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ইমাম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হোসেইন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আ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>.)-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এর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জন্য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শোক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প্রকাশ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_Toc443388808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049A7" w:rsidRDefault="006049A7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3388809" w:history="1">
            <w:r w:rsidRPr="002424F8">
              <w:rPr>
                <w:rStyle w:val="Hyperlink"/>
                <w:rFonts w:cs="Vrinda" w:hint="cs"/>
                <w:noProof/>
                <w:cs/>
                <w:lang w:bidi="bn-IN"/>
              </w:rPr>
              <w:t>গ্রন্থপঞ্জি</w:t>
            </w:r>
            <w:r w:rsidRPr="002424F8">
              <w:rPr>
                <w:rStyle w:val="Hyperlink"/>
                <w:rFonts w:cs="Vrinda"/>
                <w:noProof/>
                <w:cs/>
                <w:lang w:bidi="bn-IN"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_Toc443388809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049A7" w:rsidRDefault="006049A7">
          <w:r>
            <w:fldChar w:fldCharType="end"/>
          </w:r>
        </w:p>
      </w:sdtContent>
    </w:sdt>
    <w:p w:rsidR="000C0B2A" w:rsidRPr="00F16EE1" w:rsidRDefault="000C0B2A" w:rsidP="006049A7">
      <w:pPr>
        <w:pStyle w:val="libNormal"/>
        <w:rPr>
          <w:rtl/>
          <w:cs/>
        </w:rPr>
      </w:pPr>
    </w:p>
    <w:sectPr w:rsidR="000C0B2A" w:rsidRPr="00F16EE1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C10" w:rsidRDefault="00B61C10" w:rsidP="008B7801">
      <w:pPr>
        <w:spacing w:after="0" w:line="240" w:lineRule="auto"/>
      </w:pPr>
      <w:r>
        <w:separator/>
      </w:r>
    </w:p>
  </w:endnote>
  <w:endnote w:type="continuationSeparator" w:id="0">
    <w:p w:rsidR="00B61C10" w:rsidRDefault="00B61C10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olaimanLipi">
    <w:panose1 w:val="03000609000000000000"/>
    <w:charset w:val="00"/>
    <w:family w:val="script"/>
    <w:pitch w:val="fixed"/>
    <w:sig w:usb0="80018007" w:usb1="00002000" w:usb2="00000000" w:usb3="00000000" w:csb0="0000009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09348"/>
      <w:docPartObj>
        <w:docPartGallery w:val="Page Numbers (Bottom of Page)"/>
        <w:docPartUnique/>
      </w:docPartObj>
    </w:sdtPr>
    <w:sdtContent>
      <w:p w:rsidR="00B61C10" w:rsidRDefault="00B61C10">
        <w:pPr>
          <w:pStyle w:val="Footer"/>
          <w:jc w:val="center"/>
        </w:pPr>
        <w:r w:rsidRPr="00AA7385">
          <w:rPr>
            <w:rFonts w:ascii="SutonnyMJ" w:hAnsi="SutonnyMJ" w:cs="SutonnyMJ"/>
          </w:rPr>
          <w:fldChar w:fldCharType="begin"/>
        </w:r>
        <w:r w:rsidRPr="00AA7385">
          <w:rPr>
            <w:rFonts w:ascii="SutonnyMJ" w:hAnsi="SutonnyMJ" w:cs="SutonnyMJ"/>
          </w:rPr>
          <w:instrText xml:space="preserve"> PAGE   \* MERGEFORMAT </w:instrText>
        </w:r>
        <w:r w:rsidRPr="00AA7385">
          <w:rPr>
            <w:rFonts w:ascii="SutonnyMJ" w:hAnsi="SutonnyMJ" w:cs="SutonnyMJ"/>
          </w:rPr>
          <w:fldChar w:fldCharType="separate"/>
        </w:r>
        <w:r w:rsidR="00C16857">
          <w:rPr>
            <w:rFonts w:ascii="SutonnyMJ" w:hAnsi="SutonnyMJ" w:cs="SutonnyMJ"/>
            <w:noProof/>
          </w:rPr>
          <w:t>1</w:t>
        </w:r>
        <w:r w:rsidRPr="00AA7385">
          <w:rPr>
            <w:rFonts w:ascii="SutonnyMJ" w:hAnsi="SutonnyMJ" w:cs="SutonnyMJ"/>
          </w:rPr>
          <w:fldChar w:fldCharType="end"/>
        </w:r>
      </w:p>
    </w:sdtContent>
  </w:sdt>
  <w:p w:rsidR="00B61C10" w:rsidRDefault="00B61C1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C10" w:rsidRDefault="00B61C10" w:rsidP="008B7801">
      <w:pPr>
        <w:spacing w:after="0" w:line="240" w:lineRule="auto"/>
      </w:pPr>
      <w:r>
        <w:separator/>
      </w:r>
    </w:p>
  </w:footnote>
  <w:footnote w:type="continuationSeparator" w:id="0">
    <w:p w:rsidR="00B61C10" w:rsidRDefault="00B61C10" w:rsidP="008B78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3C6E61"/>
    <w:rsid w:val="00010F57"/>
    <w:rsid w:val="00026914"/>
    <w:rsid w:val="0003544E"/>
    <w:rsid w:val="00036558"/>
    <w:rsid w:val="00036F5D"/>
    <w:rsid w:val="000416CF"/>
    <w:rsid w:val="000451DA"/>
    <w:rsid w:val="00064BD1"/>
    <w:rsid w:val="00067176"/>
    <w:rsid w:val="000753B9"/>
    <w:rsid w:val="000850E7"/>
    <w:rsid w:val="000858AF"/>
    <w:rsid w:val="000A16E2"/>
    <w:rsid w:val="000A3960"/>
    <w:rsid w:val="000A3C87"/>
    <w:rsid w:val="000B6A4B"/>
    <w:rsid w:val="000C0B2A"/>
    <w:rsid w:val="000C4F54"/>
    <w:rsid w:val="000D0FC8"/>
    <w:rsid w:val="000D641E"/>
    <w:rsid w:val="000E1AC4"/>
    <w:rsid w:val="000F1085"/>
    <w:rsid w:val="0010506E"/>
    <w:rsid w:val="0011328D"/>
    <w:rsid w:val="00136137"/>
    <w:rsid w:val="001A3437"/>
    <w:rsid w:val="001A68B3"/>
    <w:rsid w:val="001B2552"/>
    <w:rsid w:val="001D1762"/>
    <w:rsid w:val="001E0D60"/>
    <w:rsid w:val="0022370C"/>
    <w:rsid w:val="00235071"/>
    <w:rsid w:val="002426FC"/>
    <w:rsid w:val="0024762D"/>
    <w:rsid w:val="00254B40"/>
    <w:rsid w:val="0026134F"/>
    <w:rsid w:val="00265ADE"/>
    <w:rsid w:val="00275890"/>
    <w:rsid w:val="0028663A"/>
    <w:rsid w:val="00292BC3"/>
    <w:rsid w:val="00295894"/>
    <w:rsid w:val="00296130"/>
    <w:rsid w:val="002B1C45"/>
    <w:rsid w:val="002B709B"/>
    <w:rsid w:val="002B7722"/>
    <w:rsid w:val="002D15B8"/>
    <w:rsid w:val="002D2865"/>
    <w:rsid w:val="002E4766"/>
    <w:rsid w:val="002E7FD0"/>
    <w:rsid w:val="002F11BE"/>
    <w:rsid w:val="002F5EFE"/>
    <w:rsid w:val="00304CCF"/>
    <w:rsid w:val="003137DA"/>
    <w:rsid w:val="003237FA"/>
    <w:rsid w:val="00330ABB"/>
    <w:rsid w:val="00336A70"/>
    <w:rsid w:val="003446AD"/>
    <w:rsid w:val="003A1605"/>
    <w:rsid w:val="003A1E54"/>
    <w:rsid w:val="003A380C"/>
    <w:rsid w:val="003B34CB"/>
    <w:rsid w:val="003C5257"/>
    <w:rsid w:val="003C5A32"/>
    <w:rsid w:val="003C6E61"/>
    <w:rsid w:val="003E4BC2"/>
    <w:rsid w:val="003E7358"/>
    <w:rsid w:val="003F77EC"/>
    <w:rsid w:val="004036E5"/>
    <w:rsid w:val="00406D51"/>
    <w:rsid w:val="004151F5"/>
    <w:rsid w:val="004219FE"/>
    <w:rsid w:val="004234A1"/>
    <w:rsid w:val="004438CE"/>
    <w:rsid w:val="004546B7"/>
    <w:rsid w:val="00463EDB"/>
    <w:rsid w:val="00463F84"/>
    <w:rsid w:val="00482325"/>
    <w:rsid w:val="00483A81"/>
    <w:rsid w:val="004924CF"/>
    <w:rsid w:val="00494293"/>
    <w:rsid w:val="004A56BA"/>
    <w:rsid w:val="004B74AC"/>
    <w:rsid w:val="004C1471"/>
    <w:rsid w:val="004C57A4"/>
    <w:rsid w:val="004D6F1B"/>
    <w:rsid w:val="004F68DD"/>
    <w:rsid w:val="005106C4"/>
    <w:rsid w:val="00540CD3"/>
    <w:rsid w:val="00544132"/>
    <w:rsid w:val="005656A1"/>
    <w:rsid w:val="005726E1"/>
    <w:rsid w:val="00584195"/>
    <w:rsid w:val="005862E0"/>
    <w:rsid w:val="00593844"/>
    <w:rsid w:val="0059796A"/>
    <w:rsid w:val="005A0E2B"/>
    <w:rsid w:val="005A21F0"/>
    <w:rsid w:val="005C64EB"/>
    <w:rsid w:val="005D2922"/>
    <w:rsid w:val="005D2D86"/>
    <w:rsid w:val="005D3333"/>
    <w:rsid w:val="005F2D37"/>
    <w:rsid w:val="00603FA1"/>
    <w:rsid w:val="0060418F"/>
    <w:rsid w:val="006049A7"/>
    <w:rsid w:val="006059FE"/>
    <w:rsid w:val="00606FA3"/>
    <w:rsid w:val="0061174D"/>
    <w:rsid w:val="00640AC4"/>
    <w:rsid w:val="006628C5"/>
    <w:rsid w:val="006662F8"/>
    <w:rsid w:val="006746F0"/>
    <w:rsid w:val="00684238"/>
    <w:rsid w:val="00690232"/>
    <w:rsid w:val="0069538E"/>
    <w:rsid w:val="006A02FE"/>
    <w:rsid w:val="006C775E"/>
    <w:rsid w:val="006D197A"/>
    <w:rsid w:val="006D1B58"/>
    <w:rsid w:val="006D440E"/>
    <w:rsid w:val="006E09C7"/>
    <w:rsid w:val="00707890"/>
    <w:rsid w:val="00713A8F"/>
    <w:rsid w:val="00733E6E"/>
    <w:rsid w:val="00736945"/>
    <w:rsid w:val="0075520E"/>
    <w:rsid w:val="00755E02"/>
    <w:rsid w:val="007719FE"/>
    <w:rsid w:val="00776659"/>
    <w:rsid w:val="00776CED"/>
    <w:rsid w:val="007959C0"/>
    <w:rsid w:val="007C2C66"/>
    <w:rsid w:val="007C30D2"/>
    <w:rsid w:val="007C589A"/>
    <w:rsid w:val="007D0C93"/>
    <w:rsid w:val="007D3565"/>
    <w:rsid w:val="007F38BE"/>
    <w:rsid w:val="00813C73"/>
    <w:rsid w:val="008227CD"/>
    <w:rsid w:val="008230AE"/>
    <w:rsid w:val="00826493"/>
    <w:rsid w:val="008302AE"/>
    <w:rsid w:val="00830758"/>
    <w:rsid w:val="00863902"/>
    <w:rsid w:val="0086447E"/>
    <w:rsid w:val="008715EA"/>
    <w:rsid w:val="00883EA9"/>
    <w:rsid w:val="008A5A1E"/>
    <w:rsid w:val="008B7801"/>
    <w:rsid w:val="008B7AD9"/>
    <w:rsid w:val="008D1772"/>
    <w:rsid w:val="008D2BC5"/>
    <w:rsid w:val="008D4310"/>
    <w:rsid w:val="008D5D78"/>
    <w:rsid w:val="008D6263"/>
    <w:rsid w:val="008E1557"/>
    <w:rsid w:val="008E16D7"/>
    <w:rsid w:val="008F0D7B"/>
    <w:rsid w:val="008F787A"/>
    <w:rsid w:val="00902D3C"/>
    <w:rsid w:val="009117EC"/>
    <w:rsid w:val="00921503"/>
    <w:rsid w:val="009221B9"/>
    <w:rsid w:val="00934323"/>
    <w:rsid w:val="00937B74"/>
    <w:rsid w:val="00941AEF"/>
    <w:rsid w:val="00944C14"/>
    <w:rsid w:val="0094696C"/>
    <w:rsid w:val="00957CDC"/>
    <w:rsid w:val="00974B47"/>
    <w:rsid w:val="00976CDC"/>
    <w:rsid w:val="00990FF6"/>
    <w:rsid w:val="009A053A"/>
    <w:rsid w:val="009A5886"/>
    <w:rsid w:val="009D142D"/>
    <w:rsid w:val="009D3FD2"/>
    <w:rsid w:val="009D5BFF"/>
    <w:rsid w:val="009D759C"/>
    <w:rsid w:val="009D7A0F"/>
    <w:rsid w:val="009F0592"/>
    <w:rsid w:val="009F5560"/>
    <w:rsid w:val="00A02BD0"/>
    <w:rsid w:val="00A04A66"/>
    <w:rsid w:val="00A07514"/>
    <w:rsid w:val="00A1022F"/>
    <w:rsid w:val="00A2744B"/>
    <w:rsid w:val="00A35C21"/>
    <w:rsid w:val="00A455D0"/>
    <w:rsid w:val="00A560EA"/>
    <w:rsid w:val="00A569A4"/>
    <w:rsid w:val="00A578F7"/>
    <w:rsid w:val="00A65C07"/>
    <w:rsid w:val="00A76938"/>
    <w:rsid w:val="00A77675"/>
    <w:rsid w:val="00A826A7"/>
    <w:rsid w:val="00A87622"/>
    <w:rsid w:val="00AA08F1"/>
    <w:rsid w:val="00AA7385"/>
    <w:rsid w:val="00AB18E8"/>
    <w:rsid w:val="00AB6543"/>
    <w:rsid w:val="00AC3E47"/>
    <w:rsid w:val="00AE2BC1"/>
    <w:rsid w:val="00AE4471"/>
    <w:rsid w:val="00AE454D"/>
    <w:rsid w:val="00B16A0A"/>
    <w:rsid w:val="00B26972"/>
    <w:rsid w:val="00B279A7"/>
    <w:rsid w:val="00B476A4"/>
    <w:rsid w:val="00B50F2A"/>
    <w:rsid w:val="00B61C10"/>
    <w:rsid w:val="00B6472E"/>
    <w:rsid w:val="00B811CF"/>
    <w:rsid w:val="00B81FE8"/>
    <w:rsid w:val="00B854B9"/>
    <w:rsid w:val="00B91799"/>
    <w:rsid w:val="00BD15E9"/>
    <w:rsid w:val="00BE1409"/>
    <w:rsid w:val="00BF0AE7"/>
    <w:rsid w:val="00C16857"/>
    <w:rsid w:val="00C208CA"/>
    <w:rsid w:val="00C2470C"/>
    <w:rsid w:val="00C303C9"/>
    <w:rsid w:val="00C313B1"/>
    <w:rsid w:val="00C34189"/>
    <w:rsid w:val="00C36628"/>
    <w:rsid w:val="00C53098"/>
    <w:rsid w:val="00C539D3"/>
    <w:rsid w:val="00C924E6"/>
    <w:rsid w:val="00C929DC"/>
    <w:rsid w:val="00CA22F9"/>
    <w:rsid w:val="00CC02C8"/>
    <w:rsid w:val="00CC48FE"/>
    <w:rsid w:val="00CD6057"/>
    <w:rsid w:val="00CD6645"/>
    <w:rsid w:val="00CE088A"/>
    <w:rsid w:val="00CE09E4"/>
    <w:rsid w:val="00CE1847"/>
    <w:rsid w:val="00CE4625"/>
    <w:rsid w:val="00D02065"/>
    <w:rsid w:val="00D22C05"/>
    <w:rsid w:val="00D33863"/>
    <w:rsid w:val="00D4000F"/>
    <w:rsid w:val="00D430A5"/>
    <w:rsid w:val="00D44DB1"/>
    <w:rsid w:val="00D450D2"/>
    <w:rsid w:val="00D454B5"/>
    <w:rsid w:val="00D457C0"/>
    <w:rsid w:val="00D46570"/>
    <w:rsid w:val="00D4723B"/>
    <w:rsid w:val="00D51E91"/>
    <w:rsid w:val="00D7533E"/>
    <w:rsid w:val="00D86325"/>
    <w:rsid w:val="00D941C7"/>
    <w:rsid w:val="00DC1C18"/>
    <w:rsid w:val="00DC6B7C"/>
    <w:rsid w:val="00DD5C1E"/>
    <w:rsid w:val="00DD74D0"/>
    <w:rsid w:val="00DF0DAD"/>
    <w:rsid w:val="00DF0FC0"/>
    <w:rsid w:val="00DF45E8"/>
    <w:rsid w:val="00DF5F3D"/>
    <w:rsid w:val="00E02BA8"/>
    <w:rsid w:val="00E03474"/>
    <w:rsid w:val="00E152B2"/>
    <w:rsid w:val="00E27091"/>
    <w:rsid w:val="00E30987"/>
    <w:rsid w:val="00E31D58"/>
    <w:rsid w:val="00E32589"/>
    <w:rsid w:val="00E400A5"/>
    <w:rsid w:val="00E52113"/>
    <w:rsid w:val="00E84EB1"/>
    <w:rsid w:val="00E9343A"/>
    <w:rsid w:val="00EA7211"/>
    <w:rsid w:val="00EB1BF3"/>
    <w:rsid w:val="00EC4B61"/>
    <w:rsid w:val="00EE7701"/>
    <w:rsid w:val="00EF7A7B"/>
    <w:rsid w:val="00EF7ADF"/>
    <w:rsid w:val="00EF7C64"/>
    <w:rsid w:val="00F11A1C"/>
    <w:rsid w:val="00F16EE1"/>
    <w:rsid w:val="00F20557"/>
    <w:rsid w:val="00F37004"/>
    <w:rsid w:val="00F41807"/>
    <w:rsid w:val="00F50FEA"/>
    <w:rsid w:val="00F525D6"/>
    <w:rsid w:val="00F60477"/>
    <w:rsid w:val="00F62B17"/>
    <w:rsid w:val="00F66A17"/>
    <w:rsid w:val="00F86D8D"/>
    <w:rsid w:val="00F87E84"/>
    <w:rsid w:val="00F91E16"/>
    <w:rsid w:val="00F9327C"/>
    <w:rsid w:val="00FB2C9D"/>
    <w:rsid w:val="00FD2E0A"/>
    <w:rsid w:val="00FE115C"/>
    <w:rsid w:val="00FE168D"/>
    <w:rsid w:val="00FE7835"/>
    <w:rsid w:val="00FF6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569A4"/>
    <w:pPr>
      <w:spacing w:before="120" w:after="240" w:line="276" w:lineRule="auto"/>
      <w:jc w:val="both"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eastAsia="Times New Roman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eastAsia="Times New Roman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eastAsia="Times New Roman"/>
      <w:color w:val="1F497D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eastAsia="Times New Roman"/>
      <w:b/>
      <w:bCs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eastAsia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5F2D37"/>
    <w:pPr>
      <w:spacing w:line="360" w:lineRule="auto"/>
      <w:jc w:val="both"/>
    </w:pPr>
    <w:rPr>
      <w:rFonts w:ascii="SolaimanLipi" w:hAnsi="SolaimanLipi" w:cs="SolaimanLipi"/>
      <w:color w:val="000000"/>
      <w:sz w:val="28"/>
      <w:szCs w:val="28"/>
    </w:rPr>
  </w:style>
  <w:style w:type="character" w:customStyle="1" w:styleId="libNormalChar">
    <w:name w:val="libNormal Char"/>
    <w:basedOn w:val="DefaultParagraphFont"/>
    <w:link w:val="libNormal"/>
    <w:rsid w:val="005F2D37"/>
    <w:rPr>
      <w:rFonts w:ascii="SolaimanLipi" w:hAnsi="SolaimanLipi" w:cs="SolaimanLipi"/>
      <w:color w:val="000000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basedOn w:val="DefaultParagraphFont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304CCF"/>
    <w:pPr>
      <w:jc w:val="center"/>
    </w:pPr>
    <w:rPr>
      <w:lang w:bidi="fa-IR"/>
    </w:rPr>
  </w:style>
  <w:style w:type="character" w:customStyle="1" w:styleId="Heading1CenterChar">
    <w:name w:val="Heading 1 Center Char"/>
    <w:basedOn w:val="Heading1Char"/>
    <w:link w:val="Heading1Center"/>
    <w:rsid w:val="00304CCF"/>
    <w:rPr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basedOn w:val="Heading2Char"/>
    <w:link w:val="Heading2Center"/>
    <w:rsid w:val="00CE088A"/>
    <w:rPr>
      <w:b/>
      <w:bCs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</w:style>
  <w:style w:type="paragraph" w:customStyle="1" w:styleId="libAie">
    <w:name w:val="libAie"/>
    <w:basedOn w:val="libAr"/>
    <w:link w:val="libAieChar"/>
    <w:rsid w:val="009D5BFF"/>
    <w:rPr>
      <w:rFonts w:ascii="Traditional Arabic" w:eastAsia="Traditional Arabic" w:hAnsi="Traditional Arabic"/>
      <w:color w:val="008000"/>
    </w:rPr>
  </w:style>
  <w:style w:type="character" w:customStyle="1" w:styleId="libAieChar">
    <w:name w:val="libAie Char"/>
    <w:basedOn w:val="libArChar"/>
    <w:link w:val="libAie"/>
    <w:rsid w:val="009D5BFF"/>
    <w:rPr>
      <w:rFonts w:ascii="Traditional Arabic" w:eastAsia="Traditional Arabic" w:hAnsi="Traditional Arabic"/>
      <w:color w:val="008000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basedOn w:val="libNormalChar"/>
    <w:link w:val="libBold1"/>
    <w:rsid w:val="00E32589"/>
    <w:rPr>
      <w:b/>
      <w:bCs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basedOn w:val="libNormalChar"/>
    <w:link w:val="libFootnote"/>
    <w:rsid w:val="00235071"/>
    <w:rPr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rPr>
      <w:rFonts w:eastAsia="Times New Roman"/>
    </w:rPr>
  </w:style>
  <w:style w:type="character" w:customStyle="1" w:styleId="libFootnote0Char">
    <w:name w:val="libFootnote0 Char"/>
    <w:basedOn w:val="libFootnoteChar"/>
    <w:link w:val="libFootnote0"/>
    <w:rsid w:val="008A5A1E"/>
    <w:rPr>
      <w:rFonts w:eastAsia="Times New Roman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basedOn w:val="libBold1Char"/>
    <w:link w:val="libBold2"/>
    <w:rsid w:val="00235071"/>
    <w:rPr>
      <w:b/>
      <w:bCs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basedOn w:val="libFootnoteChar"/>
    <w:link w:val="libFootnoteCenter"/>
    <w:rsid w:val="00A455D0"/>
    <w:rPr>
      <w:rFonts w:eastAsia="Times New Roman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basedOn w:val="libFootnoteCenterChar"/>
    <w:link w:val="libFootnoteCenterBold"/>
    <w:rsid w:val="00A455D0"/>
    <w:rPr>
      <w:b/>
      <w:bCs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A455D0"/>
    <w:rPr>
      <w:b/>
      <w:bCs/>
    </w:rPr>
  </w:style>
  <w:style w:type="paragraph" w:customStyle="1" w:styleId="libFootnoteAie">
    <w:name w:val="libFootnoteAie"/>
    <w:basedOn w:val="libFootnote"/>
    <w:link w:val="libFootnoteAieChar"/>
    <w:rsid w:val="00A455D0"/>
    <w:rPr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A455D0"/>
    <w:rPr>
      <w:color w:val="008000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basedOn w:val="libFootnoteChar"/>
    <w:link w:val="libFootnoteRight"/>
    <w:rsid w:val="00A455D0"/>
    <w:rPr>
      <w:rFonts w:eastAsia="Times New Roman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basedOn w:val="libFootnoteRightChar"/>
    <w:link w:val="libFootnoteRightBold"/>
    <w:rsid w:val="00A455D0"/>
    <w:rPr>
      <w:b/>
      <w:bCs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basedOn w:val="libRightChar"/>
    <w:link w:val="libRightBold"/>
    <w:rsid w:val="00A455D0"/>
    <w:rPr>
      <w:b/>
      <w:bCs/>
    </w:rPr>
  </w:style>
  <w:style w:type="paragraph" w:customStyle="1" w:styleId="libLine">
    <w:name w:val="libLine"/>
    <w:basedOn w:val="libNormal"/>
    <w:link w:val="libLineChar"/>
    <w:rsid w:val="00A455D0"/>
    <w:rPr>
      <w:rFonts w:eastAsia="Times New Roman"/>
      <w:sz w:val="26"/>
      <w:szCs w:val="26"/>
    </w:rPr>
  </w:style>
  <w:style w:type="character" w:customStyle="1" w:styleId="libLineChar">
    <w:name w:val="libLine Char"/>
    <w:basedOn w:val="libNormalChar"/>
    <w:link w:val="libLine"/>
    <w:rsid w:val="00A455D0"/>
    <w:rPr>
      <w:rFonts w:eastAsia="Times New Roman"/>
      <w:sz w:val="26"/>
      <w:szCs w:val="26"/>
    </w:rPr>
  </w:style>
  <w:style w:type="paragraph" w:customStyle="1" w:styleId="libItalic">
    <w:name w:val="libItalic"/>
    <w:basedOn w:val="libNormal"/>
    <w:link w:val="libItalicChar"/>
    <w:rsid w:val="0028663A"/>
    <w:rPr>
      <w:i/>
      <w:iCs/>
    </w:rPr>
  </w:style>
  <w:style w:type="character" w:customStyle="1" w:styleId="libItalicChar">
    <w:name w:val="libItalic Char"/>
    <w:basedOn w:val="libNormalChar"/>
    <w:link w:val="libItalic"/>
    <w:rsid w:val="0028663A"/>
    <w:rPr>
      <w:i/>
      <w:iCs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basedOn w:val="libNormalChar"/>
    <w:link w:val="libBoldItalic"/>
    <w:rsid w:val="0028663A"/>
    <w:rPr>
      <w:b/>
      <w:bCs/>
      <w:i/>
      <w:iCs/>
    </w:rPr>
  </w:style>
  <w:style w:type="paragraph" w:customStyle="1" w:styleId="libUnderline">
    <w:name w:val="libUnderline"/>
    <w:basedOn w:val="libNormal"/>
    <w:link w:val="libUnderlineChar"/>
    <w:rsid w:val="0028663A"/>
    <w:rPr>
      <w:u w:val="single"/>
    </w:rPr>
  </w:style>
  <w:style w:type="character" w:customStyle="1" w:styleId="libUnderlineChar">
    <w:name w:val="libUnderline Char"/>
    <w:basedOn w:val="libNormalChar"/>
    <w:link w:val="libUnderline"/>
    <w:rsid w:val="0028663A"/>
    <w:rPr>
      <w:u w:val="single"/>
    </w:rPr>
  </w:style>
  <w:style w:type="paragraph" w:customStyle="1" w:styleId="libUnderlineBold">
    <w:name w:val="libUnderlineBold"/>
    <w:basedOn w:val="libUnderline"/>
    <w:link w:val="libUnderlineBoldChar"/>
    <w:rsid w:val="0028663A"/>
    <w:rPr>
      <w:b/>
      <w:bCs/>
    </w:rPr>
  </w:style>
  <w:style w:type="character" w:customStyle="1" w:styleId="libUnderlineBoldChar">
    <w:name w:val="libUnderlineBold Char"/>
    <w:basedOn w:val="libUnderlineChar"/>
    <w:link w:val="libUnderlineBold"/>
    <w:rsid w:val="0028663A"/>
    <w:rPr>
      <w:b/>
      <w:bCs/>
    </w:rPr>
  </w:style>
  <w:style w:type="paragraph" w:customStyle="1" w:styleId="libUnderlineItalic">
    <w:name w:val="libUnderlineItalic"/>
    <w:basedOn w:val="libUnderline"/>
    <w:link w:val="libUnderlineItalicChar"/>
    <w:rsid w:val="0028663A"/>
    <w:rPr>
      <w:i/>
      <w:iCs/>
    </w:rPr>
  </w:style>
  <w:style w:type="character" w:customStyle="1" w:styleId="libUnderlineItalicChar">
    <w:name w:val="libUnderlineItalic Char"/>
    <w:basedOn w:val="libUnderlineChar"/>
    <w:link w:val="libUnderlineItalic"/>
    <w:rsid w:val="0028663A"/>
    <w:rPr>
      <w:i/>
      <w:iCs/>
    </w:rPr>
  </w:style>
  <w:style w:type="paragraph" w:customStyle="1" w:styleId="libUnderlineBoldItalic">
    <w:name w:val="libUnderlineBoldItalic"/>
    <w:basedOn w:val="libNormal"/>
    <w:link w:val="libUnderlineBoldItalicChar"/>
    <w:rsid w:val="0028663A"/>
    <w:rPr>
      <w:b/>
      <w:bCs/>
      <w:i/>
      <w:iCs/>
      <w:u w:val="single"/>
    </w:rPr>
  </w:style>
  <w:style w:type="character" w:customStyle="1" w:styleId="libUnderlineBoldItalicChar">
    <w:name w:val="libUnderlineBoldItalic Char"/>
    <w:basedOn w:val="libNormalChar"/>
    <w:link w:val="libUnderlineBoldItalic"/>
    <w:rsid w:val="0028663A"/>
    <w:rPr>
      <w:b/>
      <w:bCs/>
      <w:i/>
      <w:iCs/>
      <w:u w:val="single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basedOn w:val="libNormalChar"/>
    <w:link w:val="libFootnotenum"/>
    <w:rsid w:val="00235071"/>
    <w:rPr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937B74"/>
    <w:rPr>
      <w:rFonts w:ascii="Rafed Alaem" w:eastAsia="Rafed Alaem" w:hAnsi="Rafed Alaem" w:cs="Rafed Alaem"/>
    </w:rPr>
  </w:style>
  <w:style w:type="character" w:customStyle="1" w:styleId="libAlaemChar">
    <w:name w:val="libAlaem Char"/>
    <w:basedOn w:val="libNormalChar"/>
    <w:link w:val="libAlaem"/>
    <w:rsid w:val="00937B74"/>
    <w:rPr>
      <w:rFonts w:ascii="Rafed Alaem" w:eastAsia="Rafed Alaem" w:hAnsi="Rafed Alaem" w:cs="Rafed Alaem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Arial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8B7801"/>
    <w:rPr>
      <w:rFonts w:asciiTheme="minorHAnsi" w:eastAsiaTheme="minorHAnsi" w:hAnsiTheme="minorHAnsi" w:cstheme="maj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Arial"/>
      <w:sz w:val="32"/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8B7801"/>
    <w:rPr>
      <w:rFonts w:asciiTheme="minorHAnsi" w:eastAsiaTheme="minorHAnsi" w:hAnsiTheme="minorHAnsi" w:cstheme="majorBidi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385"/>
    <w:rPr>
      <w:rFonts w:ascii="Tahoma" w:eastAsiaTheme="minorHAnsi" w:hAnsi="Tahoma" w:cs="Tahoma"/>
      <w:sz w:val="16"/>
      <w:szCs w:val="16"/>
    </w:rPr>
  </w:style>
  <w:style w:type="paragraph" w:styleId="TOCHeading">
    <w:name w:val="TOC Heading"/>
    <w:basedOn w:val="Heading1"/>
    <w:next w:val="libNormal"/>
    <w:uiPriority w:val="39"/>
    <w:unhideWhenUsed/>
    <w:qFormat/>
    <w:rsid w:val="00FD2E0A"/>
    <w:p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OC1">
    <w:name w:val="toc 1"/>
    <w:basedOn w:val="libNormal"/>
    <w:next w:val="lib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libNormal"/>
    <w:next w:val="libNormal"/>
    <w:autoRedefine/>
    <w:uiPriority w:val="39"/>
    <w:unhideWhenUsed/>
    <w:qFormat/>
    <w:rsid w:val="00FD2E0A"/>
    <w:pPr>
      <w:spacing w:after="100"/>
      <w:ind w:left="220"/>
    </w:pPr>
    <w:rPr>
      <w:rFonts w:eastAsiaTheme="minorEastAsia"/>
    </w:rPr>
  </w:style>
  <w:style w:type="paragraph" w:styleId="TOC3">
    <w:name w:val="toc 3"/>
    <w:basedOn w:val="libNormal"/>
    <w:next w:val="libNormal"/>
    <w:autoRedefine/>
    <w:uiPriority w:val="39"/>
    <w:unhideWhenUsed/>
    <w:qFormat/>
    <w:rsid w:val="00FD2E0A"/>
    <w:pPr>
      <w:spacing w:after="100"/>
      <w:ind w:left="440"/>
    </w:pPr>
    <w:rPr>
      <w:rFonts w:eastAsiaTheme="minorEastAsia"/>
    </w:rPr>
  </w:style>
  <w:style w:type="paragraph" w:customStyle="1" w:styleId="libCenterTitr">
    <w:name w:val="libCenterTitr"/>
    <w:basedOn w:val="libCenterBold1"/>
    <w:rsid w:val="00776659"/>
    <w:rPr>
      <w:sz w:val="56"/>
      <w:szCs w:val="56"/>
    </w:rPr>
  </w:style>
  <w:style w:type="paragraph" w:customStyle="1" w:styleId="libEn">
    <w:name w:val="libEn"/>
    <w:basedOn w:val="libNormal"/>
    <w:qFormat/>
    <w:rsid w:val="00336A70"/>
    <w:rPr>
      <w:rFonts w:asciiTheme="minorBidi" w:hAnsiTheme="minorBidi"/>
      <w:sz w:val="24"/>
    </w:rPr>
  </w:style>
  <w:style w:type="paragraph" w:customStyle="1" w:styleId="libArCenter">
    <w:name w:val="libArCenter"/>
    <w:basedOn w:val="libAr"/>
    <w:qFormat/>
    <w:rsid w:val="000C0B2A"/>
    <w:pPr>
      <w:jc w:val="center"/>
    </w:pPr>
    <w:rPr>
      <w:lang w:bidi="bn-IN"/>
    </w:rPr>
  </w:style>
  <w:style w:type="paragraph" w:styleId="TOC4">
    <w:name w:val="toc 4"/>
    <w:basedOn w:val="Normal"/>
    <w:next w:val="Normal"/>
    <w:autoRedefine/>
    <w:uiPriority w:val="39"/>
    <w:unhideWhenUsed/>
    <w:rsid w:val="001B255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1B255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1B255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1B255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1B255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1B2552"/>
    <w:pPr>
      <w:spacing w:after="100"/>
      <w:ind w:left="1760"/>
    </w:pPr>
  </w:style>
  <w:style w:type="paragraph" w:customStyle="1" w:styleId="libPoemTini">
    <w:name w:val="libPoemTini"/>
    <w:basedOn w:val="Normal"/>
    <w:link w:val="libPoemTiniChar"/>
    <w:rsid w:val="000858AF"/>
    <w:pPr>
      <w:bidi/>
      <w:spacing w:after="0" w:line="240" w:lineRule="auto"/>
      <w:jc w:val="highKashida"/>
    </w:pPr>
    <w:rPr>
      <w:rFonts w:ascii="Times New Roman" w:eastAsia="Times New Roman" w:hAnsi="Times New Roman" w:cs="Traditional Arabic"/>
      <w:color w:val="000000"/>
      <w:sz w:val="24"/>
      <w:szCs w:val="2"/>
    </w:rPr>
  </w:style>
  <w:style w:type="paragraph" w:customStyle="1" w:styleId="libArCenterBold">
    <w:name w:val="libArCenterBold"/>
    <w:basedOn w:val="libAr"/>
    <w:rsid w:val="000C0B2A"/>
    <w:pPr>
      <w:jc w:val="center"/>
    </w:pPr>
    <w:rPr>
      <w:rFonts w:ascii="Traditional Arabic" w:eastAsia="Traditional Arabic" w:hAnsi="Traditional Arabic"/>
      <w:b/>
      <w:bCs/>
      <w:szCs w:val="36"/>
    </w:rPr>
  </w:style>
  <w:style w:type="character" w:customStyle="1" w:styleId="libPoemTiniChar">
    <w:name w:val="libPoemTini Char"/>
    <w:basedOn w:val="DefaultParagraphFont"/>
    <w:link w:val="libPoemTini"/>
    <w:rsid w:val="000858AF"/>
    <w:rPr>
      <w:rFonts w:ascii="Times New Roman" w:eastAsia="Times New Roman" w:hAnsi="Times New Roman" w:cs="Traditional Arabic"/>
      <w:color w:val="000000"/>
      <w:sz w:val="24"/>
      <w:szCs w:val="2"/>
    </w:rPr>
  </w:style>
  <w:style w:type="paragraph" w:customStyle="1" w:styleId="libPoem">
    <w:name w:val="libPoem"/>
    <w:basedOn w:val="Normal"/>
    <w:link w:val="libPoemChar"/>
    <w:rsid w:val="000858AF"/>
    <w:pPr>
      <w:bidi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4"/>
      <w:szCs w:val="30"/>
    </w:rPr>
  </w:style>
  <w:style w:type="table" w:styleId="TableGrid">
    <w:name w:val="Table Grid"/>
    <w:basedOn w:val="TableNormal"/>
    <w:rsid w:val="000858AF"/>
    <w:pPr>
      <w:bidi/>
      <w:jc w:val="lowKashida"/>
    </w:pPr>
    <w:rPr>
      <w:rFonts w:ascii="Times New Roman" w:eastAsia="Times New Roman" w:hAnsi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bPoemChar">
    <w:name w:val="libPoem Char"/>
    <w:basedOn w:val="DefaultParagraphFont"/>
    <w:link w:val="libPoem"/>
    <w:rsid w:val="000858AF"/>
    <w:rPr>
      <w:rFonts w:ascii="Times New Roman" w:eastAsia="Times New Roman" w:hAnsi="Times New Roman" w:cs="Traditional Arabic"/>
      <w:color w:val="000000"/>
      <w:sz w:val="24"/>
      <w:szCs w:val="3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E770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E7701"/>
    <w:rPr>
      <w:rFonts w:ascii="Tahoma" w:eastAsiaTheme="minorEastAsi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ysal\HASSANAIN%20BOOK\Template\Template%20Bangal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CC662-7AB9-45BB-99A9-BBFB4709D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Bangala</Template>
  <TotalTime>241</TotalTime>
  <Pages>83</Pages>
  <Words>15265</Words>
  <Characters>87014</Characters>
  <Application>Microsoft Office Word</Application>
  <DocSecurity>0</DocSecurity>
  <Lines>725</Lines>
  <Paragraphs>204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Feysal</dc:creator>
  <cp:lastModifiedBy>Feysal</cp:lastModifiedBy>
  <cp:revision>47</cp:revision>
  <cp:lastPrinted>2014-03-16T09:29:00Z</cp:lastPrinted>
  <dcterms:created xsi:type="dcterms:W3CDTF">2016-02-14T08:39:00Z</dcterms:created>
  <dcterms:modified xsi:type="dcterms:W3CDTF">2016-02-16T09:04:00Z</dcterms:modified>
</cp:coreProperties>
</file>